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6589D" w14:textId="00DF4EA5" w:rsidR="00E0544E" w:rsidRPr="007549CD" w:rsidRDefault="00866D9A" w:rsidP="00E8465A">
      <w:pPr>
        <w:pStyle w:val="Photoauteur"/>
      </w:pPr>
      <w:r w:rsidRPr="003E3B80">
        <w:drawing>
          <wp:inline distT="0" distB="0" distL="0" distR="0" wp14:anchorId="5614527F" wp14:editId="5B660448">
            <wp:extent cx="2901950" cy="410273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1950" cy="4102735"/>
                    </a:xfrm>
                    <a:prstGeom prst="rect">
                      <a:avLst/>
                    </a:prstGeom>
                    <a:noFill/>
                    <a:ln>
                      <a:noFill/>
                    </a:ln>
                  </pic:spPr>
                </pic:pic>
              </a:graphicData>
            </a:graphic>
          </wp:inline>
        </w:drawing>
      </w:r>
      <w:r w:rsidRPr="007549CD">
        <w:drawing>
          <wp:anchor distT="0" distB="0" distL="114300" distR="114300" simplePos="0" relativeHeight="251657728" behindDoc="0" locked="0" layoutInCell="1" allowOverlap="1" wp14:anchorId="3216D998" wp14:editId="2E40A3F9">
            <wp:simplePos x="0" y="0"/>
            <wp:positionH relativeFrom="page">
              <wp:posOffset>0</wp:posOffset>
            </wp:positionH>
            <wp:positionV relativeFrom="page">
              <wp:posOffset>0</wp:posOffset>
            </wp:positionV>
            <wp:extent cx="1440180" cy="10692130"/>
            <wp:effectExtent l="0" t="0" r="0" b="0"/>
            <wp:wrapNone/>
            <wp:docPr id="7"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24E3C" w14:textId="77777777" w:rsidR="00E0544E" w:rsidRPr="005B2DD3" w:rsidRDefault="00E0544E" w:rsidP="000200A6">
      <w:pPr>
        <w:pStyle w:val="Auteur"/>
        <w:rPr>
          <w:lang w:val="en-US"/>
        </w:rPr>
      </w:pPr>
      <w:r w:rsidRPr="005B2DD3">
        <w:rPr>
          <w:lang w:val="en-US"/>
        </w:rPr>
        <w:t xml:space="preserve">Sir Edward </w:t>
      </w:r>
      <w:r w:rsidRPr="000200A6">
        <w:t>George</w:t>
      </w:r>
      <w:r w:rsidRPr="005B2DD3">
        <w:rPr>
          <w:lang w:val="en-US"/>
        </w:rPr>
        <w:t xml:space="preserve"> Earle Bulwer-Lytton</w:t>
      </w:r>
    </w:p>
    <w:p w14:paraId="33402D6A" w14:textId="77777777" w:rsidR="00E0544E" w:rsidRPr="007C1C6B" w:rsidRDefault="00E0544E" w:rsidP="00E0544E">
      <w:pPr>
        <w:pStyle w:val="Titrelivre"/>
      </w:pPr>
      <w:proofErr w:type="spellStart"/>
      <w:r>
        <w:t>ZANONI</w:t>
      </w:r>
      <w:proofErr w:type="spellEnd"/>
    </w:p>
    <w:p w14:paraId="65B37B2E" w14:textId="5A391355" w:rsidR="00E0544E" w:rsidRDefault="00E0544E" w:rsidP="00E0544E">
      <w:pPr>
        <w:pStyle w:val="DateSortie"/>
      </w:pPr>
      <w:r>
        <w:t>1842</w:t>
      </w:r>
    </w:p>
    <w:p w14:paraId="3189872D" w14:textId="686C598D" w:rsidR="00E0544E" w:rsidRDefault="00E0544E" w:rsidP="00E0544E">
      <w:pPr>
        <w:pStyle w:val="DateSortie"/>
      </w:pPr>
      <w:r>
        <w:t xml:space="preserve">Traduction de </w:t>
      </w:r>
      <w:r w:rsidR="00E8465A">
        <w:t>M. </w:t>
      </w:r>
      <w:r>
        <w:t>Sheldon</w:t>
      </w:r>
    </w:p>
    <w:p w14:paraId="1A19C7A5" w14:textId="77777777" w:rsidR="00E8465A" w:rsidRDefault="00E0544E" w:rsidP="00A5364A">
      <w:pPr>
        <w:pStyle w:val="DateSortie"/>
      </w:pPr>
      <w:r>
        <w:t>sous la direction de P</w:t>
      </w:r>
      <w:r w:rsidR="00E8465A">
        <w:t xml:space="preserve">. </w:t>
      </w:r>
      <w:proofErr w:type="spellStart"/>
      <w:r>
        <w:t>Lorain</w:t>
      </w:r>
      <w:proofErr w:type="spellEnd"/>
      <w:r w:rsidR="00E8465A">
        <w:t>.</w:t>
      </w:r>
    </w:p>
    <w:p w14:paraId="7A9CACB2" w14:textId="0CFE7D4E" w:rsidR="00E0544E" w:rsidRDefault="00E0544E" w:rsidP="00E0544E">
      <w:pPr>
        <w:sectPr w:rsidR="00E0544E">
          <w:footerReference w:type="default" r:id="rId10"/>
          <w:pgSz w:w="11906" w:h="16838" w:code="9"/>
          <w:pgMar w:top="0" w:right="0" w:bottom="0" w:left="0" w:header="0" w:footer="0" w:gutter="0"/>
          <w:cols w:space="708"/>
          <w:titlePg/>
          <w:docGrid w:linePitch="360"/>
        </w:sectPr>
      </w:pPr>
    </w:p>
    <w:p w14:paraId="679A3228" w14:textId="77777777" w:rsidR="00E0544E" w:rsidRDefault="00E0544E" w:rsidP="00E8465A">
      <w:pPr>
        <w:pStyle w:val="Titretablematires"/>
      </w:pPr>
      <w:r>
        <w:lastRenderedPageBreak/>
        <w:t>Table des matières</w:t>
      </w:r>
    </w:p>
    <w:p w14:paraId="21830E5C" w14:textId="77777777" w:rsidR="00E0544E" w:rsidRDefault="00E0544E"/>
    <w:p w14:paraId="0964C6CA" w14:textId="66ACD159" w:rsidR="003564FB" w:rsidRDefault="00E0544E">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w:instrText>
      </w:r>
      <w:r w:rsidR="00000000">
        <w:rPr>
          <w:noProof w:val="0"/>
        </w:rPr>
        <w:instrText>TOC</w:instrText>
      </w:r>
      <w:r>
        <w:rPr>
          <w:noProof w:val="0"/>
        </w:rPr>
        <w:instrText xml:space="preserve"> \o "1-3" \h \z </w:instrText>
      </w:r>
      <w:r>
        <w:rPr>
          <w:noProof w:val="0"/>
        </w:rPr>
        <w:fldChar w:fldCharType="separate"/>
      </w:r>
      <w:hyperlink w:anchor="_Toc199963049" w:history="1">
        <w:r w:rsidR="003564FB" w:rsidRPr="009342A4">
          <w:rPr>
            <w:rStyle w:val="Lienhypertexte"/>
          </w:rPr>
          <w:t>LIVRE PREMIER  LE MUSICIEN</w:t>
        </w:r>
        <w:r w:rsidR="003564FB">
          <w:rPr>
            <w:webHidden/>
          </w:rPr>
          <w:tab/>
        </w:r>
        <w:r w:rsidR="003564FB">
          <w:rPr>
            <w:webHidden/>
          </w:rPr>
          <w:fldChar w:fldCharType="begin"/>
        </w:r>
        <w:r w:rsidR="003564FB">
          <w:rPr>
            <w:webHidden/>
          </w:rPr>
          <w:instrText xml:space="preserve"> PAGEREF _Toc199963049 \h </w:instrText>
        </w:r>
        <w:r w:rsidR="003564FB">
          <w:rPr>
            <w:webHidden/>
          </w:rPr>
        </w:r>
        <w:r w:rsidR="003564FB">
          <w:rPr>
            <w:webHidden/>
          </w:rPr>
          <w:fldChar w:fldCharType="separate"/>
        </w:r>
        <w:r w:rsidR="00FD3720">
          <w:rPr>
            <w:webHidden/>
          </w:rPr>
          <w:t>6</w:t>
        </w:r>
        <w:r w:rsidR="003564FB">
          <w:rPr>
            <w:webHidden/>
          </w:rPr>
          <w:fldChar w:fldCharType="end"/>
        </w:r>
      </w:hyperlink>
    </w:p>
    <w:p w14:paraId="7A2ADEEA" w14:textId="0CD6E12D" w:rsidR="003564FB" w:rsidRDefault="003564FB">
      <w:pPr>
        <w:pStyle w:val="TM2"/>
        <w:rPr>
          <w:rFonts w:asciiTheme="minorHAnsi" w:eastAsiaTheme="minorEastAsia" w:hAnsiTheme="minorHAnsi" w:cstheme="minorBidi"/>
          <w:color w:val="auto"/>
          <w:kern w:val="2"/>
          <w:sz w:val="24"/>
          <w14:ligatures w14:val="standardContextual"/>
        </w:rPr>
      </w:pPr>
      <w:hyperlink w:anchor="_Toc199963050" w:history="1">
        <w:r w:rsidRPr="009342A4">
          <w:rPr>
            <w:rStyle w:val="Lienhypertexte"/>
          </w:rPr>
          <w:t>CHAPITRE PREMIER.</w:t>
        </w:r>
        <w:r>
          <w:rPr>
            <w:webHidden/>
          </w:rPr>
          <w:tab/>
        </w:r>
        <w:r>
          <w:rPr>
            <w:webHidden/>
          </w:rPr>
          <w:fldChar w:fldCharType="begin"/>
        </w:r>
        <w:r>
          <w:rPr>
            <w:webHidden/>
          </w:rPr>
          <w:instrText xml:space="preserve"> PAGEREF _Toc199963050 \h </w:instrText>
        </w:r>
        <w:r>
          <w:rPr>
            <w:webHidden/>
          </w:rPr>
        </w:r>
        <w:r>
          <w:rPr>
            <w:webHidden/>
          </w:rPr>
          <w:fldChar w:fldCharType="separate"/>
        </w:r>
        <w:r w:rsidR="00FD3720">
          <w:rPr>
            <w:webHidden/>
          </w:rPr>
          <w:t>7</w:t>
        </w:r>
        <w:r>
          <w:rPr>
            <w:webHidden/>
          </w:rPr>
          <w:fldChar w:fldCharType="end"/>
        </w:r>
      </w:hyperlink>
    </w:p>
    <w:p w14:paraId="59B6A54D" w14:textId="6C6E7F78" w:rsidR="003564FB" w:rsidRDefault="003564FB">
      <w:pPr>
        <w:pStyle w:val="TM2"/>
        <w:rPr>
          <w:rFonts w:asciiTheme="minorHAnsi" w:eastAsiaTheme="minorEastAsia" w:hAnsiTheme="minorHAnsi" w:cstheme="minorBidi"/>
          <w:color w:val="auto"/>
          <w:kern w:val="2"/>
          <w:sz w:val="24"/>
          <w14:ligatures w14:val="standardContextual"/>
        </w:rPr>
      </w:pPr>
      <w:hyperlink w:anchor="_Toc199963051" w:history="1">
        <w:r w:rsidRPr="009342A4">
          <w:rPr>
            <w:rStyle w:val="Lienhypertexte"/>
          </w:rPr>
          <w:t>CHAPITRE II.</w:t>
        </w:r>
        <w:r>
          <w:rPr>
            <w:webHidden/>
          </w:rPr>
          <w:tab/>
        </w:r>
        <w:r>
          <w:rPr>
            <w:webHidden/>
          </w:rPr>
          <w:fldChar w:fldCharType="begin"/>
        </w:r>
        <w:r>
          <w:rPr>
            <w:webHidden/>
          </w:rPr>
          <w:instrText xml:space="preserve"> PAGEREF _Toc199963051 \h </w:instrText>
        </w:r>
        <w:r>
          <w:rPr>
            <w:webHidden/>
          </w:rPr>
        </w:r>
        <w:r>
          <w:rPr>
            <w:webHidden/>
          </w:rPr>
          <w:fldChar w:fldCharType="separate"/>
        </w:r>
        <w:r w:rsidR="00FD3720">
          <w:rPr>
            <w:webHidden/>
          </w:rPr>
          <w:t>19</w:t>
        </w:r>
        <w:r>
          <w:rPr>
            <w:webHidden/>
          </w:rPr>
          <w:fldChar w:fldCharType="end"/>
        </w:r>
      </w:hyperlink>
    </w:p>
    <w:p w14:paraId="4EF06333" w14:textId="0225989F" w:rsidR="003564FB" w:rsidRDefault="003564FB">
      <w:pPr>
        <w:pStyle w:val="TM2"/>
        <w:rPr>
          <w:rFonts w:asciiTheme="minorHAnsi" w:eastAsiaTheme="minorEastAsia" w:hAnsiTheme="minorHAnsi" w:cstheme="minorBidi"/>
          <w:color w:val="auto"/>
          <w:kern w:val="2"/>
          <w:sz w:val="24"/>
          <w14:ligatures w14:val="standardContextual"/>
        </w:rPr>
      </w:pPr>
      <w:hyperlink w:anchor="_Toc199963052" w:history="1">
        <w:r w:rsidRPr="009342A4">
          <w:rPr>
            <w:rStyle w:val="Lienhypertexte"/>
          </w:rPr>
          <w:t>CHAPITRE III.</w:t>
        </w:r>
        <w:r>
          <w:rPr>
            <w:webHidden/>
          </w:rPr>
          <w:tab/>
        </w:r>
        <w:r>
          <w:rPr>
            <w:webHidden/>
          </w:rPr>
          <w:fldChar w:fldCharType="begin"/>
        </w:r>
        <w:r>
          <w:rPr>
            <w:webHidden/>
          </w:rPr>
          <w:instrText xml:space="preserve"> PAGEREF _Toc199963052 \h </w:instrText>
        </w:r>
        <w:r>
          <w:rPr>
            <w:webHidden/>
          </w:rPr>
        </w:r>
        <w:r>
          <w:rPr>
            <w:webHidden/>
          </w:rPr>
          <w:fldChar w:fldCharType="separate"/>
        </w:r>
        <w:r w:rsidR="00FD3720">
          <w:rPr>
            <w:webHidden/>
          </w:rPr>
          <w:t>25</w:t>
        </w:r>
        <w:r>
          <w:rPr>
            <w:webHidden/>
          </w:rPr>
          <w:fldChar w:fldCharType="end"/>
        </w:r>
      </w:hyperlink>
    </w:p>
    <w:p w14:paraId="771A6867" w14:textId="3CE1F02C" w:rsidR="003564FB" w:rsidRDefault="003564FB">
      <w:pPr>
        <w:pStyle w:val="TM2"/>
        <w:rPr>
          <w:rFonts w:asciiTheme="minorHAnsi" w:eastAsiaTheme="minorEastAsia" w:hAnsiTheme="minorHAnsi" w:cstheme="minorBidi"/>
          <w:color w:val="auto"/>
          <w:kern w:val="2"/>
          <w:sz w:val="24"/>
          <w14:ligatures w14:val="standardContextual"/>
        </w:rPr>
      </w:pPr>
      <w:hyperlink w:anchor="_Toc199963053" w:history="1">
        <w:r w:rsidRPr="009342A4">
          <w:rPr>
            <w:rStyle w:val="Lienhypertexte"/>
          </w:rPr>
          <w:t>CHAPITRE IV.</w:t>
        </w:r>
        <w:r>
          <w:rPr>
            <w:webHidden/>
          </w:rPr>
          <w:tab/>
        </w:r>
        <w:r>
          <w:rPr>
            <w:webHidden/>
          </w:rPr>
          <w:fldChar w:fldCharType="begin"/>
        </w:r>
        <w:r>
          <w:rPr>
            <w:webHidden/>
          </w:rPr>
          <w:instrText xml:space="preserve"> PAGEREF _Toc199963053 \h </w:instrText>
        </w:r>
        <w:r>
          <w:rPr>
            <w:webHidden/>
          </w:rPr>
        </w:r>
        <w:r>
          <w:rPr>
            <w:webHidden/>
          </w:rPr>
          <w:fldChar w:fldCharType="separate"/>
        </w:r>
        <w:r w:rsidR="00FD3720">
          <w:rPr>
            <w:webHidden/>
          </w:rPr>
          <w:t>32</w:t>
        </w:r>
        <w:r>
          <w:rPr>
            <w:webHidden/>
          </w:rPr>
          <w:fldChar w:fldCharType="end"/>
        </w:r>
      </w:hyperlink>
    </w:p>
    <w:p w14:paraId="4B241F31" w14:textId="7C1715AC" w:rsidR="003564FB" w:rsidRDefault="003564FB">
      <w:pPr>
        <w:pStyle w:val="TM2"/>
        <w:rPr>
          <w:rFonts w:asciiTheme="minorHAnsi" w:eastAsiaTheme="minorEastAsia" w:hAnsiTheme="minorHAnsi" w:cstheme="minorBidi"/>
          <w:color w:val="auto"/>
          <w:kern w:val="2"/>
          <w:sz w:val="24"/>
          <w14:ligatures w14:val="standardContextual"/>
        </w:rPr>
      </w:pPr>
      <w:hyperlink w:anchor="_Toc199963054" w:history="1">
        <w:r w:rsidRPr="009342A4">
          <w:rPr>
            <w:rStyle w:val="Lienhypertexte"/>
          </w:rPr>
          <w:t>CHAPITRE V.</w:t>
        </w:r>
        <w:r>
          <w:rPr>
            <w:webHidden/>
          </w:rPr>
          <w:tab/>
        </w:r>
        <w:r>
          <w:rPr>
            <w:webHidden/>
          </w:rPr>
          <w:fldChar w:fldCharType="begin"/>
        </w:r>
        <w:r>
          <w:rPr>
            <w:webHidden/>
          </w:rPr>
          <w:instrText xml:space="preserve"> PAGEREF _Toc199963054 \h </w:instrText>
        </w:r>
        <w:r>
          <w:rPr>
            <w:webHidden/>
          </w:rPr>
        </w:r>
        <w:r>
          <w:rPr>
            <w:webHidden/>
          </w:rPr>
          <w:fldChar w:fldCharType="separate"/>
        </w:r>
        <w:r w:rsidR="00FD3720">
          <w:rPr>
            <w:webHidden/>
          </w:rPr>
          <w:t>40</w:t>
        </w:r>
        <w:r>
          <w:rPr>
            <w:webHidden/>
          </w:rPr>
          <w:fldChar w:fldCharType="end"/>
        </w:r>
      </w:hyperlink>
    </w:p>
    <w:p w14:paraId="43CD8AAB" w14:textId="5A677D88" w:rsidR="003564FB" w:rsidRDefault="003564FB">
      <w:pPr>
        <w:pStyle w:val="TM2"/>
        <w:rPr>
          <w:rFonts w:asciiTheme="minorHAnsi" w:eastAsiaTheme="minorEastAsia" w:hAnsiTheme="minorHAnsi" w:cstheme="minorBidi"/>
          <w:color w:val="auto"/>
          <w:kern w:val="2"/>
          <w:sz w:val="24"/>
          <w14:ligatures w14:val="standardContextual"/>
        </w:rPr>
      </w:pPr>
      <w:hyperlink w:anchor="_Toc199963055" w:history="1">
        <w:r w:rsidRPr="009342A4">
          <w:rPr>
            <w:rStyle w:val="Lienhypertexte"/>
          </w:rPr>
          <w:t>CHAPITRE VI.</w:t>
        </w:r>
        <w:r>
          <w:rPr>
            <w:webHidden/>
          </w:rPr>
          <w:tab/>
        </w:r>
        <w:r>
          <w:rPr>
            <w:webHidden/>
          </w:rPr>
          <w:fldChar w:fldCharType="begin"/>
        </w:r>
        <w:r>
          <w:rPr>
            <w:webHidden/>
          </w:rPr>
          <w:instrText xml:space="preserve"> PAGEREF _Toc199963055 \h </w:instrText>
        </w:r>
        <w:r>
          <w:rPr>
            <w:webHidden/>
          </w:rPr>
        </w:r>
        <w:r>
          <w:rPr>
            <w:webHidden/>
          </w:rPr>
          <w:fldChar w:fldCharType="separate"/>
        </w:r>
        <w:r w:rsidR="00FD3720">
          <w:rPr>
            <w:webHidden/>
          </w:rPr>
          <w:t>45</w:t>
        </w:r>
        <w:r>
          <w:rPr>
            <w:webHidden/>
          </w:rPr>
          <w:fldChar w:fldCharType="end"/>
        </w:r>
      </w:hyperlink>
    </w:p>
    <w:p w14:paraId="3F4DA33B" w14:textId="0D12986E" w:rsidR="003564FB" w:rsidRDefault="003564FB">
      <w:pPr>
        <w:pStyle w:val="TM2"/>
        <w:rPr>
          <w:rFonts w:asciiTheme="minorHAnsi" w:eastAsiaTheme="minorEastAsia" w:hAnsiTheme="minorHAnsi" w:cstheme="minorBidi"/>
          <w:color w:val="auto"/>
          <w:kern w:val="2"/>
          <w:sz w:val="24"/>
          <w14:ligatures w14:val="standardContextual"/>
        </w:rPr>
      </w:pPr>
      <w:hyperlink w:anchor="_Toc199963056" w:history="1">
        <w:r w:rsidRPr="009342A4">
          <w:rPr>
            <w:rStyle w:val="Lienhypertexte"/>
          </w:rPr>
          <w:t>CHAPITRE VII.</w:t>
        </w:r>
        <w:r>
          <w:rPr>
            <w:webHidden/>
          </w:rPr>
          <w:tab/>
        </w:r>
        <w:r>
          <w:rPr>
            <w:webHidden/>
          </w:rPr>
          <w:fldChar w:fldCharType="begin"/>
        </w:r>
        <w:r>
          <w:rPr>
            <w:webHidden/>
          </w:rPr>
          <w:instrText xml:space="preserve"> PAGEREF _Toc199963056 \h </w:instrText>
        </w:r>
        <w:r>
          <w:rPr>
            <w:webHidden/>
          </w:rPr>
        </w:r>
        <w:r>
          <w:rPr>
            <w:webHidden/>
          </w:rPr>
          <w:fldChar w:fldCharType="separate"/>
        </w:r>
        <w:r w:rsidR="00FD3720">
          <w:rPr>
            <w:webHidden/>
          </w:rPr>
          <w:t>54</w:t>
        </w:r>
        <w:r>
          <w:rPr>
            <w:webHidden/>
          </w:rPr>
          <w:fldChar w:fldCharType="end"/>
        </w:r>
      </w:hyperlink>
    </w:p>
    <w:p w14:paraId="207BD17F" w14:textId="2F46A814" w:rsidR="003564FB" w:rsidRDefault="003564FB">
      <w:pPr>
        <w:pStyle w:val="TM2"/>
        <w:rPr>
          <w:rFonts w:asciiTheme="minorHAnsi" w:eastAsiaTheme="minorEastAsia" w:hAnsiTheme="minorHAnsi" w:cstheme="minorBidi"/>
          <w:color w:val="auto"/>
          <w:kern w:val="2"/>
          <w:sz w:val="24"/>
          <w14:ligatures w14:val="standardContextual"/>
        </w:rPr>
      </w:pPr>
      <w:hyperlink w:anchor="_Toc199963057" w:history="1">
        <w:r w:rsidRPr="009342A4">
          <w:rPr>
            <w:rStyle w:val="Lienhypertexte"/>
          </w:rPr>
          <w:t>CHAPITRE VIII.</w:t>
        </w:r>
        <w:r>
          <w:rPr>
            <w:webHidden/>
          </w:rPr>
          <w:tab/>
        </w:r>
        <w:r>
          <w:rPr>
            <w:webHidden/>
          </w:rPr>
          <w:fldChar w:fldCharType="begin"/>
        </w:r>
        <w:r>
          <w:rPr>
            <w:webHidden/>
          </w:rPr>
          <w:instrText xml:space="preserve"> PAGEREF _Toc199963057 \h </w:instrText>
        </w:r>
        <w:r>
          <w:rPr>
            <w:webHidden/>
          </w:rPr>
        </w:r>
        <w:r>
          <w:rPr>
            <w:webHidden/>
          </w:rPr>
          <w:fldChar w:fldCharType="separate"/>
        </w:r>
        <w:r w:rsidR="00FD3720">
          <w:rPr>
            <w:webHidden/>
          </w:rPr>
          <w:t>61</w:t>
        </w:r>
        <w:r>
          <w:rPr>
            <w:webHidden/>
          </w:rPr>
          <w:fldChar w:fldCharType="end"/>
        </w:r>
      </w:hyperlink>
    </w:p>
    <w:p w14:paraId="4920BE6B" w14:textId="66322C87" w:rsidR="003564FB" w:rsidRDefault="003564FB">
      <w:pPr>
        <w:pStyle w:val="TM2"/>
        <w:rPr>
          <w:rFonts w:asciiTheme="minorHAnsi" w:eastAsiaTheme="minorEastAsia" w:hAnsiTheme="minorHAnsi" w:cstheme="minorBidi"/>
          <w:color w:val="auto"/>
          <w:kern w:val="2"/>
          <w:sz w:val="24"/>
          <w14:ligatures w14:val="standardContextual"/>
        </w:rPr>
      </w:pPr>
      <w:hyperlink w:anchor="_Toc199963058" w:history="1">
        <w:r w:rsidRPr="009342A4">
          <w:rPr>
            <w:rStyle w:val="Lienhypertexte"/>
          </w:rPr>
          <w:t>CHAPITRE IX.</w:t>
        </w:r>
        <w:r>
          <w:rPr>
            <w:webHidden/>
          </w:rPr>
          <w:tab/>
        </w:r>
        <w:r>
          <w:rPr>
            <w:webHidden/>
          </w:rPr>
          <w:fldChar w:fldCharType="begin"/>
        </w:r>
        <w:r>
          <w:rPr>
            <w:webHidden/>
          </w:rPr>
          <w:instrText xml:space="preserve"> PAGEREF _Toc199963058 \h </w:instrText>
        </w:r>
        <w:r>
          <w:rPr>
            <w:webHidden/>
          </w:rPr>
        </w:r>
        <w:r>
          <w:rPr>
            <w:webHidden/>
          </w:rPr>
          <w:fldChar w:fldCharType="separate"/>
        </w:r>
        <w:r w:rsidR="00FD3720">
          <w:rPr>
            <w:webHidden/>
          </w:rPr>
          <w:t>67</w:t>
        </w:r>
        <w:r>
          <w:rPr>
            <w:webHidden/>
          </w:rPr>
          <w:fldChar w:fldCharType="end"/>
        </w:r>
      </w:hyperlink>
    </w:p>
    <w:p w14:paraId="0835DB14" w14:textId="7E447AA7" w:rsidR="003564FB" w:rsidRDefault="003564FB">
      <w:pPr>
        <w:pStyle w:val="TM2"/>
        <w:rPr>
          <w:rFonts w:asciiTheme="minorHAnsi" w:eastAsiaTheme="minorEastAsia" w:hAnsiTheme="minorHAnsi" w:cstheme="minorBidi"/>
          <w:color w:val="auto"/>
          <w:kern w:val="2"/>
          <w:sz w:val="24"/>
          <w14:ligatures w14:val="standardContextual"/>
        </w:rPr>
      </w:pPr>
      <w:hyperlink w:anchor="_Toc199963059" w:history="1">
        <w:r w:rsidRPr="009342A4">
          <w:rPr>
            <w:rStyle w:val="Lienhypertexte"/>
          </w:rPr>
          <w:t>CHAPITRE X.</w:t>
        </w:r>
        <w:r>
          <w:rPr>
            <w:webHidden/>
          </w:rPr>
          <w:tab/>
        </w:r>
        <w:r>
          <w:rPr>
            <w:webHidden/>
          </w:rPr>
          <w:fldChar w:fldCharType="begin"/>
        </w:r>
        <w:r>
          <w:rPr>
            <w:webHidden/>
          </w:rPr>
          <w:instrText xml:space="preserve"> PAGEREF _Toc199963059 \h </w:instrText>
        </w:r>
        <w:r>
          <w:rPr>
            <w:webHidden/>
          </w:rPr>
        </w:r>
        <w:r>
          <w:rPr>
            <w:webHidden/>
          </w:rPr>
          <w:fldChar w:fldCharType="separate"/>
        </w:r>
        <w:r w:rsidR="00FD3720">
          <w:rPr>
            <w:webHidden/>
          </w:rPr>
          <w:t>75</w:t>
        </w:r>
        <w:r>
          <w:rPr>
            <w:webHidden/>
          </w:rPr>
          <w:fldChar w:fldCharType="end"/>
        </w:r>
      </w:hyperlink>
    </w:p>
    <w:p w14:paraId="15223754" w14:textId="55A10A35"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060" w:history="1">
        <w:r w:rsidRPr="009342A4">
          <w:rPr>
            <w:rStyle w:val="Lienhypertexte"/>
          </w:rPr>
          <w:t>LIVRE II  ART, AMOUR ET MYSTÈRE.</w:t>
        </w:r>
        <w:r>
          <w:rPr>
            <w:webHidden/>
          </w:rPr>
          <w:tab/>
        </w:r>
        <w:r>
          <w:rPr>
            <w:webHidden/>
          </w:rPr>
          <w:fldChar w:fldCharType="begin"/>
        </w:r>
        <w:r>
          <w:rPr>
            <w:webHidden/>
          </w:rPr>
          <w:instrText xml:space="preserve"> PAGEREF _Toc199963060 \h </w:instrText>
        </w:r>
        <w:r>
          <w:rPr>
            <w:webHidden/>
          </w:rPr>
        </w:r>
        <w:r>
          <w:rPr>
            <w:webHidden/>
          </w:rPr>
          <w:fldChar w:fldCharType="separate"/>
        </w:r>
        <w:r w:rsidR="00FD3720">
          <w:rPr>
            <w:webHidden/>
          </w:rPr>
          <w:t>81</w:t>
        </w:r>
        <w:r>
          <w:rPr>
            <w:webHidden/>
          </w:rPr>
          <w:fldChar w:fldCharType="end"/>
        </w:r>
      </w:hyperlink>
    </w:p>
    <w:p w14:paraId="5CB159AC" w14:textId="1F399062" w:rsidR="003564FB" w:rsidRDefault="003564FB">
      <w:pPr>
        <w:pStyle w:val="TM2"/>
        <w:rPr>
          <w:rFonts w:asciiTheme="minorHAnsi" w:eastAsiaTheme="minorEastAsia" w:hAnsiTheme="minorHAnsi" w:cstheme="minorBidi"/>
          <w:color w:val="auto"/>
          <w:kern w:val="2"/>
          <w:sz w:val="24"/>
          <w14:ligatures w14:val="standardContextual"/>
        </w:rPr>
      </w:pPr>
      <w:hyperlink w:anchor="_Toc199963061" w:history="1">
        <w:r w:rsidRPr="009342A4">
          <w:rPr>
            <w:rStyle w:val="Lienhypertexte"/>
          </w:rPr>
          <w:t>CHAPITRE PREMIER.</w:t>
        </w:r>
        <w:r>
          <w:rPr>
            <w:webHidden/>
          </w:rPr>
          <w:tab/>
        </w:r>
        <w:r>
          <w:rPr>
            <w:webHidden/>
          </w:rPr>
          <w:fldChar w:fldCharType="begin"/>
        </w:r>
        <w:r>
          <w:rPr>
            <w:webHidden/>
          </w:rPr>
          <w:instrText xml:space="preserve"> PAGEREF _Toc199963061 \h </w:instrText>
        </w:r>
        <w:r>
          <w:rPr>
            <w:webHidden/>
          </w:rPr>
        </w:r>
        <w:r>
          <w:rPr>
            <w:webHidden/>
          </w:rPr>
          <w:fldChar w:fldCharType="separate"/>
        </w:r>
        <w:r w:rsidR="00FD3720">
          <w:rPr>
            <w:webHidden/>
          </w:rPr>
          <w:t>82</w:t>
        </w:r>
        <w:r>
          <w:rPr>
            <w:webHidden/>
          </w:rPr>
          <w:fldChar w:fldCharType="end"/>
        </w:r>
      </w:hyperlink>
    </w:p>
    <w:p w14:paraId="1AC9F241" w14:textId="79592ADF" w:rsidR="003564FB" w:rsidRDefault="003564FB">
      <w:pPr>
        <w:pStyle w:val="TM2"/>
        <w:rPr>
          <w:rFonts w:asciiTheme="minorHAnsi" w:eastAsiaTheme="minorEastAsia" w:hAnsiTheme="minorHAnsi" w:cstheme="minorBidi"/>
          <w:color w:val="auto"/>
          <w:kern w:val="2"/>
          <w:sz w:val="24"/>
          <w14:ligatures w14:val="standardContextual"/>
        </w:rPr>
      </w:pPr>
      <w:hyperlink w:anchor="_Toc199963062" w:history="1">
        <w:r w:rsidRPr="009342A4">
          <w:rPr>
            <w:rStyle w:val="Lienhypertexte"/>
          </w:rPr>
          <w:t>CHAPITRE II.</w:t>
        </w:r>
        <w:r>
          <w:rPr>
            <w:webHidden/>
          </w:rPr>
          <w:tab/>
        </w:r>
        <w:r>
          <w:rPr>
            <w:webHidden/>
          </w:rPr>
          <w:fldChar w:fldCharType="begin"/>
        </w:r>
        <w:r>
          <w:rPr>
            <w:webHidden/>
          </w:rPr>
          <w:instrText xml:space="preserve"> PAGEREF _Toc199963062 \h </w:instrText>
        </w:r>
        <w:r>
          <w:rPr>
            <w:webHidden/>
          </w:rPr>
        </w:r>
        <w:r>
          <w:rPr>
            <w:webHidden/>
          </w:rPr>
          <w:fldChar w:fldCharType="separate"/>
        </w:r>
        <w:r w:rsidR="00FD3720">
          <w:rPr>
            <w:webHidden/>
          </w:rPr>
          <w:t>92</w:t>
        </w:r>
        <w:r>
          <w:rPr>
            <w:webHidden/>
          </w:rPr>
          <w:fldChar w:fldCharType="end"/>
        </w:r>
      </w:hyperlink>
    </w:p>
    <w:p w14:paraId="505F6820" w14:textId="50A6DF6A" w:rsidR="003564FB" w:rsidRDefault="003564FB">
      <w:pPr>
        <w:pStyle w:val="TM2"/>
        <w:rPr>
          <w:rFonts w:asciiTheme="minorHAnsi" w:eastAsiaTheme="minorEastAsia" w:hAnsiTheme="minorHAnsi" w:cstheme="minorBidi"/>
          <w:color w:val="auto"/>
          <w:kern w:val="2"/>
          <w:sz w:val="24"/>
          <w14:ligatures w14:val="standardContextual"/>
        </w:rPr>
      </w:pPr>
      <w:hyperlink w:anchor="_Toc199963063" w:history="1">
        <w:r w:rsidRPr="009342A4">
          <w:rPr>
            <w:rStyle w:val="Lienhypertexte"/>
          </w:rPr>
          <w:t>CHAPITRE III.</w:t>
        </w:r>
        <w:r>
          <w:rPr>
            <w:webHidden/>
          </w:rPr>
          <w:tab/>
        </w:r>
        <w:r>
          <w:rPr>
            <w:webHidden/>
          </w:rPr>
          <w:fldChar w:fldCharType="begin"/>
        </w:r>
        <w:r>
          <w:rPr>
            <w:webHidden/>
          </w:rPr>
          <w:instrText xml:space="preserve"> PAGEREF _Toc199963063 \h </w:instrText>
        </w:r>
        <w:r>
          <w:rPr>
            <w:webHidden/>
          </w:rPr>
        </w:r>
        <w:r>
          <w:rPr>
            <w:webHidden/>
          </w:rPr>
          <w:fldChar w:fldCharType="separate"/>
        </w:r>
        <w:r w:rsidR="00FD3720">
          <w:rPr>
            <w:webHidden/>
          </w:rPr>
          <w:t>108</w:t>
        </w:r>
        <w:r>
          <w:rPr>
            <w:webHidden/>
          </w:rPr>
          <w:fldChar w:fldCharType="end"/>
        </w:r>
      </w:hyperlink>
    </w:p>
    <w:p w14:paraId="772A7C86" w14:textId="219E6E09" w:rsidR="003564FB" w:rsidRDefault="003564FB">
      <w:pPr>
        <w:pStyle w:val="TM2"/>
        <w:rPr>
          <w:rFonts w:asciiTheme="minorHAnsi" w:eastAsiaTheme="minorEastAsia" w:hAnsiTheme="minorHAnsi" w:cstheme="minorBidi"/>
          <w:color w:val="auto"/>
          <w:kern w:val="2"/>
          <w:sz w:val="24"/>
          <w14:ligatures w14:val="standardContextual"/>
        </w:rPr>
      </w:pPr>
      <w:hyperlink w:anchor="_Toc199963064" w:history="1">
        <w:r w:rsidRPr="009342A4">
          <w:rPr>
            <w:rStyle w:val="Lienhypertexte"/>
          </w:rPr>
          <w:t>CHAPITRE IV.</w:t>
        </w:r>
        <w:r>
          <w:rPr>
            <w:webHidden/>
          </w:rPr>
          <w:tab/>
        </w:r>
        <w:r>
          <w:rPr>
            <w:webHidden/>
          </w:rPr>
          <w:fldChar w:fldCharType="begin"/>
        </w:r>
        <w:r>
          <w:rPr>
            <w:webHidden/>
          </w:rPr>
          <w:instrText xml:space="preserve"> PAGEREF _Toc199963064 \h </w:instrText>
        </w:r>
        <w:r>
          <w:rPr>
            <w:webHidden/>
          </w:rPr>
        </w:r>
        <w:r>
          <w:rPr>
            <w:webHidden/>
          </w:rPr>
          <w:fldChar w:fldCharType="separate"/>
        </w:r>
        <w:r w:rsidR="00FD3720">
          <w:rPr>
            <w:webHidden/>
          </w:rPr>
          <w:t>114</w:t>
        </w:r>
        <w:r>
          <w:rPr>
            <w:webHidden/>
          </w:rPr>
          <w:fldChar w:fldCharType="end"/>
        </w:r>
      </w:hyperlink>
    </w:p>
    <w:p w14:paraId="33F805E9" w14:textId="78F8ADC1" w:rsidR="003564FB" w:rsidRDefault="003564FB">
      <w:pPr>
        <w:pStyle w:val="TM2"/>
        <w:rPr>
          <w:rFonts w:asciiTheme="minorHAnsi" w:eastAsiaTheme="minorEastAsia" w:hAnsiTheme="minorHAnsi" w:cstheme="minorBidi"/>
          <w:color w:val="auto"/>
          <w:kern w:val="2"/>
          <w:sz w:val="24"/>
          <w14:ligatures w14:val="standardContextual"/>
        </w:rPr>
      </w:pPr>
      <w:hyperlink w:anchor="_Toc199963065" w:history="1">
        <w:r w:rsidRPr="009342A4">
          <w:rPr>
            <w:rStyle w:val="Lienhypertexte"/>
          </w:rPr>
          <w:t>CHAPITRE V.</w:t>
        </w:r>
        <w:r>
          <w:rPr>
            <w:webHidden/>
          </w:rPr>
          <w:tab/>
        </w:r>
        <w:r>
          <w:rPr>
            <w:webHidden/>
          </w:rPr>
          <w:fldChar w:fldCharType="begin"/>
        </w:r>
        <w:r>
          <w:rPr>
            <w:webHidden/>
          </w:rPr>
          <w:instrText xml:space="preserve"> PAGEREF _Toc199963065 \h </w:instrText>
        </w:r>
        <w:r>
          <w:rPr>
            <w:webHidden/>
          </w:rPr>
        </w:r>
        <w:r>
          <w:rPr>
            <w:webHidden/>
          </w:rPr>
          <w:fldChar w:fldCharType="separate"/>
        </w:r>
        <w:r w:rsidR="00FD3720">
          <w:rPr>
            <w:webHidden/>
          </w:rPr>
          <w:t>118</w:t>
        </w:r>
        <w:r>
          <w:rPr>
            <w:webHidden/>
          </w:rPr>
          <w:fldChar w:fldCharType="end"/>
        </w:r>
      </w:hyperlink>
    </w:p>
    <w:p w14:paraId="4D077E68" w14:textId="58BC0184" w:rsidR="003564FB" w:rsidRDefault="003564FB">
      <w:pPr>
        <w:pStyle w:val="TM2"/>
        <w:rPr>
          <w:rFonts w:asciiTheme="minorHAnsi" w:eastAsiaTheme="minorEastAsia" w:hAnsiTheme="minorHAnsi" w:cstheme="minorBidi"/>
          <w:color w:val="auto"/>
          <w:kern w:val="2"/>
          <w:sz w:val="24"/>
          <w14:ligatures w14:val="standardContextual"/>
        </w:rPr>
      </w:pPr>
      <w:hyperlink w:anchor="_Toc199963066" w:history="1">
        <w:r w:rsidRPr="009342A4">
          <w:rPr>
            <w:rStyle w:val="Lienhypertexte"/>
          </w:rPr>
          <w:t>CHAPITRE VI.</w:t>
        </w:r>
        <w:r>
          <w:rPr>
            <w:webHidden/>
          </w:rPr>
          <w:tab/>
        </w:r>
        <w:r>
          <w:rPr>
            <w:webHidden/>
          </w:rPr>
          <w:fldChar w:fldCharType="begin"/>
        </w:r>
        <w:r>
          <w:rPr>
            <w:webHidden/>
          </w:rPr>
          <w:instrText xml:space="preserve"> PAGEREF _Toc199963066 \h </w:instrText>
        </w:r>
        <w:r>
          <w:rPr>
            <w:webHidden/>
          </w:rPr>
        </w:r>
        <w:r>
          <w:rPr>
            <w:webHidden/>
          </w:rPr>
          <w:fldChar w:fldCharType="separate"/>
        </w:r>
        <w:r w:rsidR="00FD3720">
          <w:rPr>
            <w:webHidden/>
          </w:rPr>
          <w:t>125</w:t>
        </w:r>
        <w:r>
          <w:rPr>
            <w:webHidden/>
          </w:rPr>
          <w:fldChar w:fldCharType="end"/>
        </w:r>
      </w:hyperlink>
    </w:p>
    <w:p w14:paraId="33892F8D" w14:textId="0705EF3F" w:rsidR="003564FB" w:rsidRDefault="003564FB">
      <w:pPr>
        <w:pStyle w:val="TM2"/>
        <w:rPr>
          <w:rFonts w:asciiTheme="minorHAnsi" w:eastAsiaTheme="minorEastAsia" w:hAnsiTheme="minorHAnsi" w:cstheme="minorBidi"/>
          <w:color w:val="auto"/>
          <w:kern w:val="2"/>
          <w:sz w:val="24"/>
          <w14:ligatures w14:val="standardContextual"/>
        </w:rPr>
      </w:pPr>
      <w:hyperlink w:anchor="_Toc199963067" w:history="1">
        <w:r w:rsidRPr="009342A4">
          <w:rPr>
            <w:rStyle w:val="Lienhypertexte"/>
          </w:rPr>
          <w:t>CHAPITRE VII.</w:t>
        </w:r>
        <w:r>
          <w:rPr>
            <w:webHidden/>
          </w:rPr>
          <w:tab/>
        </w:r>
        <w:r>
          <w:rPr>
            <w:webHidden/>
          </w:rPr>
          <w:fldChar w:fldCharType="begin"/>
        </w:r>
        <w:r>
          <w:rPr>
            <w:webHidden/>
          </w:rPr>
          <w:instrText xml:space="preserve"> PAGEREF _Toc199963067 \h </w:instrText>
        </w:r>
        <w:r>
          <w:rPr>
            <w:webHidden/>
          </w:rPr>
        </w:r>
        <w:r>
          <w:rPr>
            <w:webHidden/>
          </w:rPr>
          <w:fldChar w:fldCharType="separate"/>
        </w:r>
        <w:r w:rsidR="00FD3720">
          <w:rPr>
            <w:webHidden/>
          </w:rPr>
          <w:t>132</w:t>
        </w:r>
        <w:r>
          <w:rPr>
            <w:webHidden/>
          </w:rPr>
          <w:fldChar w:fldCharType="end"/>
        </w:r>
      </w:hyperlink>
    </w:p>
    <w:p w14:paraId="30F210E9" w14:textId="72ECAD32" w:rsidR="003564FB" w:rsidRDefault="003564FB">
      <w:pPr>
        <w:pStyle w:val="TM2"/>
        <w:rPr>
          <w:rFonts w:asciiTheme="minorHAnsi" w:eastAsiaTheme="minorEastAsia" w:hAnsiTheme="minorHAnsi" w:cstheme="minorBidi"/>
          <w:color w:val="auto"/>
          <w:kern w:val="2"/>
          <w:sz w:val="24"/>
          <w14:ligatures w14:val="standardContextual"/>
        </w:rPr>
      </w:pPr>
      <w:hyperlink w:anchor="_Toc199963068" w:history="1">
        <w:r w:rsidRPr="009342A4">
          <w:rPr>
            <w:rStyle w:val="Lienhypertexte"/>
          </w:rPr>
          <w:t>CHAPITRE VIII.</w:t>
        </w:r>
        <w:r>
          <w:rPr>
            <w:webHidden/>
          </w:rPr>
          <w:tab/>
        </w:r>
        <w:r>
          <w:rPr>
            <w:webHidden/>
          </w:rPr>
          <w:fldChar w:fldCharType="begin"/>
        </w:r>
        <w:r>
          <w:rPr>
            <w:webHidden/>
          </w:rPr>
          <w:instrText xml:space="preserve"> PAGEREF _Toc199963068 \h </w:instrText>
        </w:r>
        <w:r>
          <w:rPr>
            <w:webHidden/>
          </w:rPr>
        </w:r>
        <w:r>
          <w:rPr>
            <w:webHidden/>
          </w:rPr>
          <w:fldChar w:fldCharType="separate"/>
        </w:r>
        <w:r w:rsidR="00FD3720">
          <w:rPr>
            <w:webHidden/>
          </w:rPr>
          <w:t>143</w:t>
        </w:r>
        <w:r>
          <w:rPr>
            <w:webHidden/>
          </w:rPr>
          <w:fldChar w:fldCharType="end"/>
        </w:r>
      </w:hyperlink>
    </w:p>
    <w:p w14:paraId="517F8892" w14:textId="02D9B06C" w:rsidR="003564FB" w:rsidRDefault="003564FB">
      <w:pPr>
        <w:pStyle w:val="TM2"/>
        <w:rPr>
          <w:rFonts w:asciiTheme="minorHAnsi" w:eastAsiaTheme="minorEastAsia" w:hAnsiTheme="minorHAnsi" w:cstheme="minorBidi"/>
          <w:color w:val="auto"/>
          <w:kern w:val="2"/>
          <w:sz w:val="24"/>
          <w14:ligatures w14:val="standardContextual"/>
        </w:rPr>
      </w:pPr>
      <w:hyperlink w:anchor="_Toc199963069" w:history="1">
        <w:r w:rsidRPr="009342A4">
          <w:rPr>
            <w:rStyle w:val="Lienhypertexte"/>
          </w:rPr>
          <w:t>CHAPITRE IX.</w:t>
        </w:r>
        <w:r>
          <w:rPr>
            <w:webHidden/>
          </w:rPr>
          <w:tab/>
        </w:r>
        <w:r>
          <w:rPr>
            <w:webHidden/>
          </w:rPr>
          <w:fldChar w:fldCharType="begin"/>
        </w:r>
        <w:r>
          <w:rPr>
            <w:webHidden/>
          </w:rPr>
          <w:instrText xml:space="preserve"> PAGEREF _Toc199963069 \h </w:instrText>
        </w:r>
        <w:r>
          <w:rPr>
            <w:webHidden/>
          </w:rPr>
        </w:r>
        <w:r>
          <w:rPr>
            <w:webHidden/>
          </w:rPr>
          <w:fldChar w:fldCharType="separate"/>
        </w:r>
        <w:r w:rsidR="00FD3720">
          <w:rPr>
            <w:webHidden/>
          </w:rPr>
          <w:t>148</w:t>
        </w:r>
        <w:r>
          <w:rPr>
            <w:webHidden/>
          </w:rPr>
          <w:fldChar w:fldCharType="end"/>
        </w:r>
      </w:hyperlink>
    </w:p>
    <w:p w14:paraId="24A71F49" w14:textId="01F662D5" w:rsidR="003564FB" w:rsidRDefault="003564FB">
      <w:pPr>
        <w:pStyle w:val="TM2"/>
        <w:rPr>
          <w:rFonts w:asciiTheme="minorHAnsi" w:eastAsiaTheme="minorEastAsia" w:hAnsiTheme="minorHAnsi" w:cstheme="minorBidi"/>
          <w:color w:val="auto"/>
          <w:kern w:val="2"/>
          <w:sz w:val="24"/>
          <w14:ligatures w14:val="standardContextual"/>
        </w:rPr>
      </w:pPr>
      <w:hyperlink w:anchor="_Toc199963070" w:history="1">
        <w:r w:rsidRPr="009342A4">
          <w:rPr>
            <w:rStyle w:val="Lienhypertexte"/>
          </w:rPr>
          <w:t>CHAPITRE X.</w:t>
        </w:r>
        <w:r>
          <w:rPr>
            <w:webHidden/>
          </w:rPr>
          <w:tab/>
        </w:r>
        <w:r>
          <w:rPr>
            <w:webHidden/>
          </w:rPr>
          <w:fldChar w:fldCharType="begin"/>
        </w:r>
        <w:r>
          <w:rPr>
            <w:webHidden/>
          </w:rPr>
          <w:instrText xml:space="preserve"> PAGEREF _Toc199963070 \h </w:instrText>
        </w:r>
        <w:r>
          <w:rPr>
            <w:webHidden/>
          </w:rPr>
        </w:r>
        <w:r>
          <w:rPr>
            <w:webHidden/>
          </w:rPr>
          <w:fldChar w:fldCharType="separate"/>
        </w:r>
        <w:r w:rsidR="00FD3720">
          <w:rPr>
            <w:webHidden/>
          </w:rPr>
          <w:t>152</w:t>
        </w:r>
        <w:r>
          <w:rPr>
            <w:webHidden/>
          </w:rPr>
          <w:fldChar w:fldCharType="end"/>
        </w:r>
      </w:hyperlink>
    </w:p>
    <w:p w14:paraId="3A67E99E" w14:textId="25795FB4"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071" w:history="1">
        <w:r w:rsidRPr="009342A4">
          <w:rPr>
            <w:rStyle w:val="Lienhypertexte"/>
          </w:rPr>
          <w:t>LIVRE III  THÉURGIE</w:t>
        </w:r>
        <w:r>
          <w:rPr>
            <w:webHidden/>
          </w:rPr>
          <w:tab/>
        </w:r>
        <w:r>
          <w:rPr>
            <w:webHidden/>
          </w:rPr>
          <w:fldChar w:fldCharType="begin"/>
        </w:r>
        <w:r>
          <w:rPr>
            <w:webHidden/>
          </w:rPr>
          <w:instrText xml:space="preserve"> PAGEREF _Toc199963071 \h </w:instrText>
        </w:r>
        <w:r>
          <w:rPr>
            <w:webHidden/>
          </w:rPr>
        </w:r>
        <w:r>
          <w:rPr>
            <w:webHidden/>
          </w:rPr>
          <w:fldChar w:fldCharType="separate"/>
        </w:r>
        <w:r w:rsidR="00FD3720">
          <w:rPr>
            <w:webHidden/>
          </w:rPr>
          <w:t>161</w:t>
        </w:r>
        <w:r>
          <w:rPr>
            <w:webHidden/>
          </w:rPr>
          <w:fldChar w:fldCharType="end"/>
        </w:r>
      </w:hyperlink>
    </w:p>
    <w:p w14:paraId="3F7A31C8" w14:textId="499E8EFE" w:rsidR="003564FB" w:rsidRDefault="003564FB">
      <w:pPr>
        <w:pStyle w:val="TM2"/>
        <w:rPr>
          <w:rFonts w:asciiTheme="minorHAnsi" w:eastAsiaTheme="minorEastAsia" w:hAnsiTheme="minorHAnsi" w:cstheme="minorBidi"/>
          <w:color w:val="auto"/>
          <w:kern w:val="2"/>
          <w:sz w:val="24"/>
          <w14:ligatures w14:val="standardContextual"/>
        </w:rPr>
      </w:pPr>
      <w:hyperlink w:anchor="_Toc199963072" w:history="1">
        <w:r w:rsidRPr="009342A4">
          <w:rPr>
            <w:rStyle w:val="Lienhypertexte"/>
          </w:rPr>
          <w:t>CHAPITRE PREMIER.</w:t>
        </w:r>
        <w:r>
          <w:rPr>
            <w:webHidden/>
          </w:rPr>
          <w:tab/>
        </w:r>
        <w:r>
          <w:rPr>
            <w:webHidden/>
          </w:rPr>
          <w:fldChar w:fldCharType="begin"/>
        </w:r>
        <w:r>
          <w:rPr>
            <w:webHidden/>
          </w:rPr>
          <w:instrText xml:space="preserve"> PAGEREF _Toc199963072 \h </w:instrText>
        </w:r>
        <w:r>
          <w:rPr>
            <w:webHidden/>
          </w:rPr>
        </w:r>
        <w:r>
          <w:rPr>
            <w:webHidden/>
          </w:rPr>
          <w:fldChar w:fldCharType="separate"/>
        </w:r>
        <w:r w:rsidR="00FD3720">
          <w:rPr>
            <w:webHidden/>
          </w:rPr>
          <w:t>162</w:t>
        </w:r>
        <w:r>
          <w:rPr>
            <w:webHidden/>
          </w:rPr>
          <w:fldChar w:fldCharType="end"/>
        </w:r>
      </w:hyperlink>
    </w:p>
    <w:p w14:paraId="4DD4A843" w14:textId="5CBBE662" w:rsidR="003564FB" w:rsidRDefault="003564FB">
      <w:pPr>
        <w:pStyle w:val="TM2"/>
        <w:rPr>
          <w:rFonts w:asciiTheme="minorHAnsi" w:eastAsiaTheme="minorEastAsia" w:hAnsiTheme="minorHAnsi" w:cstheme="minorBidi"/>
          <w:color w:val="auto"/>
          <w:kern w:val="2"/>
          <w:sz w:val="24"/>
          <w14:ligatures w14:val="standardContextual"/>
        </w:rPr>
      </w:pPr>
      <w:hyperlink w:anchor="_Toc199963073" w:history="1">
        <w:r w:rsidRPr="009342A4">
          <w:rPr>
            <w:rStyle w:val="Lienhypertexte"/>
          </w:rPr>
          <w:t>CHAPITRE II.</w:t>
        </w:r>
        <w:r>
          <w:rPr>
            <w:webHidden/>
          </w:rPr>
          <w:tab/>
        </w:r>
        <w:r>
          <w:rPr>
            <w:webHidden/>
          </w:rPr>
          <w:fldChar w:fldCharType="begin"/>
        </w:r>
        <w:r>
          <w:rPr>
            <w:webHidden/>
          </w:rPr>
          <w:instrText xml:space="preserve"> PAGEREF _Toc199963073 \h </w:instrText>
        </w:r>
        <w:r>
          <w:rPr>
            <w:webHidden/>
          </w:rPr>
        </w:r>
        <w:r>
          <w:rPr>
            <w:webHidden/>
          </w:rPr>
          <w:fldChar w:fldCharType="separate"/>
        </w:r>
        <w:r w:rsidR="00FD3720">
          <w:rPr>
            <w:webHidden/>
          </w:rPr>
          <w:t>169</w:t>
        </w:r>
        <w:r>
          <w:rPr>
            <w:webHidden/>
          </w:rPr>
          <w:fldChar w:fldCharType="end"/>
        </w:r>
      </w:hyperlink>
    </w:p>
    <w:p w14:paraId="7247EDAD" w14:textId="2E202C56" w:rsidR="003564FB" w:rsidRDefault="003564FB">
      <w:pPr>
        <w:pStyle w:val="TM2"/>
        <w:rPr>
          <w:rFonts w:asciiTheme="minorHAnsi" w:eastAsiaTheme="minorEastAsia" w:hAnsiTheme="minorHAnsi" w:cstheme="minorBidi"/>
          <w:color w:val="auto"/>
          <w:kern w:val="2"/>
          <w:sz w:val="24"/>
          <w14:ligatures w14:val="standardContextual"/>
        </w:rPr>
      </w:pPr>
      <w:hyperlink w:anchor="_Toc199963074" w:history="1">
        <w:r w:rsidRPr="009342A4">
          <w:rPr>
            <w:rStyle w:val="Lienhypertexte"/>
          </w:rPr>
          <w:t>CHAPITRE III.</w:t>
        </w:r>
        <w:r>
          <w:rPr>
            <w:webHidden/>
          </w:rPr>
          <w:tab/>
        </w:r>
        <w:r>
          <w:rPr>
            <w:webHidden/>
          </w:rPr>
          <w:fldChar w:fldCharType="begin"/>
        </w:r>
        <w:r>
          <w:rPr>
            <w:webHidden/>
          </w:rPr>
          <w:instrText xml:space="preserve"> PAGEREF _Toc199963074 \h </w:instrText>
        </w:r>
        <w:r>
          <w:rPr>
            <w:webHidden/>
          </w:rPr>
        </w:r>
        <w:r>
          <w:rPr>
            <w:webHidden/>
          </w:rPr>
          <w:fldChar w:fldCharType="separate"/>
        </w:r>
        <w:r w:rsidR="00FD3720">
          <w:rPr>
            <w:webHidden/>
          </w:rPr>
          <w:t>171</w:t>
        </w:r>
        <w:r>
          <w:rPr>
            <w:webHidden/>
          </w:rPr>
          <w:fldChar w:fldCharType="end"/>
        </w:r>
      </w:hyperlink>
    </w:p>
    <w:p w14:paraId="4C75EFCC" w14:textId="0CA440F1" w:rsidR="003564FB" w:rsidRDefault="003564FB">
      <w:pPr>
        <w:pStyle w:val="TM2"/>
        <w:rPr>
          <w:rFonts w:asciiTheme="minorHAnsi" w:eastAsiaTheme="minorEastAsia" w:hAnsiTheme="minorHAnsi" w:cstheme="minorBidi"/>
          <w:color w:val="auto"/>
          <w:kern w:val="2"/>
          <w:sz w:val="24"/>
          <w14:ligatures w14:val="standardContextual"/>
        </w:rPr>
      </w:pPr>
      <w:hyperlink w:anchor="_Toc199963075" w:history="1">
        <w:r w:rsidRPr="009342A4">
          <w:rPr>
            <w:rStyle w:val="Lienhypertexte"/>
          </w:rPr>
          <w:t>CHAPITRE IV.</w:t>
        </w:r>
        <w:r>
          <w:rPr>
            <w:webHidden/>
          </w:rPr>
          <w:tab/>
        </w:r>
        <w:r>
          <w:rPr>
            <w:webHidden/>
          </w:rPr>
          <w:fldChar w:fldCharType="begin"/>
        </w:r>
        <w:r>
          <w:rPr>
            <w:webHidden/>
          </w:rPr>
          <w:instrText xml:space="preserve"> PAGEREF _Toc199963075 \h </w:instrText>
        </w:r>
        <w:r>
          <w:rPr>
            <w:webHidden/>
          </w:rPr>
        </w:r>
        <w:r>
          <w:rPr>
            <w:webHidden/>
          </w:rPr>
          <w:fldChar w:fldCharType="separate"/>
        </w:r>
        <w:r w:rsidR="00FD3720">
          <w:rPr>
            <w:webHidden/>
          </w:rPr>
          <w:t>173</w:t>
        </w:r>
        <w:r>
          <w:rPr>
            <w:webHidden/>
          </w:rPr>
          <w:fldChar w:fldCharType="end"/>
        </w:r>
      </w:hyperlink>
    </w:p>
    <w:p w14:paraId="637D38F4" w14:textId="2959BE7C" w:rsidR="003564FB" w:rsidRDefault="003564FB">
      <w:pPr>
        <w:pStyle w:val="TM2"/>
        <w:rPr>
          <w:rFonts w:asciiTheme="minorHAnsi" w:eastAsiaTheme="minorEastAsia" w:hAnsiTheme="minorHAnsi" w:cstheme="minorBidi"/>
          <w:color w:val="auto"/>
          <w:kern w:val="2"/>
          <w:sz w:val="24"/>
          <w14:ligatures w14:val="standardContextual"/>
        </w:rPr>
      </w:pPr>
      <w:hyperlink w:anchor="_Toc199963076" w:history="1">
        <w:r w:rsidRPr="009342A4">
          <w:rPr>
            <w:rStyle w:val="Lienhypertexte"/>
          </w:rPr>
          <w:t>CHAPITRE V.</w:t>
        </w:r>
        <w:r>
          <w:rPr>
            <w:webHidden/>
          </w:rPr>
          <w:tab/>
        </w:r>
        <w:r>
          <w:rPr>
            <w:webHidden/>
          </w:rPr>
          <w:fldChar w:fldCharType="begin"/>
        </w:r>
        <w:r>
          <w:rPr>
            <w:webHidden/>
          </w:rPr>
          <w:instrText xml:space="preserve"> PAGEREF _Toc199963076 \h </w:instrText>
        </w:r>
        <w:r>
          <w:rPr>
            <w:webHidden/>
          </w:rPr>
        </w:r>
        <w:r>
          <w:rPr>
            <w:webHidden/>
          </w:rPr>
          <w:fldChar w:fldCharType="separate"/>
        </w:r>
        <w:r w:rsidR="00FD3720">
          <w:rPr>
            <w:webHidden/>
          </w:rPr>
          <w:t>193</w:t>
        </w:r>
        <w:r>
          <w:rPr>
            <w:webHidden/>
          </w:rPr>
          <w:fldChar w:fldCharType="end"/>
        </w:r>
      </w:hyperlink>
    </w:p>
    <w:p w14:paraId="55FECC4B" w14:textId="1AA15A87" w:rsidR="003564FB" w:rsidRDefault="003564FB">
      <w:pPr>
        <w:pStyle w:val="TM2"/>
        <w:rPr>
          <w:rFonts w:asciiTheme="minorHAnsi" w:eastAsiaTheme="minorEastAsia" w:hAnsiTheme="minorHAnsi" w:cstheme="minorBidi"/>
          <w:color w:val="auto"/>
          <w:kern w:val="2"/>
          <w:sz w:val="24"/>
          <w14:ligatures w14:val="standardContextual"/>
        </w:rPr>
      </w:pPr>
      <w:hyperlink w:anchor="_Toc199963077" w:history="1">
        <w:r w:rsidRPr="009342A4">
          <w:rPr>
            <w:rStyle w:val="Lienhypertexte"/>
          </w:rPr>
          <w:t>CHAPITRE VI.</w:t>
        </w:r>
        <w:r>
          <w:rPr>
            <w:webHidden/>
          </w:rPr>
          <w:tab/>
        </w:r>
        <w:r>
          <w:rPr>
            <w:webHidden/>
          </w:rPr>
          <w:fldChar w:fldCharType="begin"/>
        </w:r>
        <w:r>
          <w:rPr>
            <w:webHidden/>
          </w:rPr>
          <w:instrText xml:space="preserve"> PAGEREF _Toc199963077 \h </w:instrText>
        </w:r>
        <w:r>
          <w:rPr>
            <w:webHidden/>
          </w:rPr>
        </w:r>
        <w:r>
          <w:rPr>
            <w:webHidden/>
          </w:rPr>
          <w:fldChar w:fldCharType="separate"/>
        </w:r>
        <w:r w:rsidR="00FD3720">
          <w:rPr>
            <w:webHidden/>
          </w:rPr>
          <w:t>203</w:t>
        </w:r>
        <w:r>
          <w:rPr>
            <w:webHidden/>
          </w:rPr>
          <w:fldChar w:fldCharType="end"/>
        </w:r>
      </w:hyperlink>
    </w:p>
    <w:p w14:paraId="2AF0496A" w14:textId="0958CB4D" w:rsidR="003564FB" w:rsidRDefault="003564FB">
      <w:pPr>
        <w:pStyle w:val="TM2"/>
        <w:rPr>
          <w:rFonts w:asciiTheme="minorHAnsi" w:eastAsiaTheme="minorEastAsia" w:hAnsiTheme="minorHAnsi" w:cstheme="minorBidi"/>
          <w:color w:val="auto"/>
          <w:kern w:val="2"/>
          <w:sz w:val="24"/>
          <w14:ligatures w14:val="standardContextual"/>
        </w:rPr>
      </w:pPr>
      <w:hyperlink w:anchor="_Toc199963078" w:history="1">
        <w:r w:rsidRPr="009342A4">
          <w:rPr>
            <w:rStyle w:val="Lienhypertexte"/>
          </w:rPr>
          <w:t>CHAPITRE VII.</w:t>
        </w:r>
        <w:r>
          <w:rPr>
            <w:webHidden/>
          </w:rPr>
          <w:tab/>
        </w:r>
        <w:r>
          <w:rPr>
            <w:webHidden/>
          </w:rPr>
          <w:fldChar w:fldCharType="begin"/>
        </w:r>
        <w:r>
          <w:rPr>
            <w:webHidden/>
          </w:rPr>
          <w:instrText xml:space="preserve"> PAGEREF _Toc199963078 \h </w:instrText>
        </w:r>
        <w:r>
          <w:rPr>
            <w:webHidden/>
          </w:rPr>
        </w:r>
        <w:r>
          <w:rPr>
            <w:webHidden/>
          </w:rPr>
          <w:fldChar w:fldCharType="separate"/>
        </w:r>
        <w:r w:rsidR="00FD3720">
          <w:rPr>
            <w:webHidden/>
          </w:rPr>
          <w:t>210</w:t>
        </w:r>
        <w:r>
          <w:rPr>
            <w:webHidden/>
          </w:rPr>
          <w:fldChar w:fldCharType="end"/>
        </w:r>
      </w:hyperlink>
    </w:p>
    <w:p w14:paraId="5F3D3E20" w14:textId="646B66A3" w:rsidR="003564FB" w:rsidRDefault="003564FB">
      <w:pPr>
        <w:pStyle w:val="TM2"/>
        <w:rPr>
          <w:rFonts w:asciiTheme="minorHAnsi" w:eastAsiaTheme="minorEastAsia" w:hAnsiTheme="minorHAnsi" w:cstheme="minorBidi"/>
          <w:color w:val="auto"/>
          <w:kern w:val="2"/>
          <w:sz w:val="24"/>
          <w14:ligatures w14:val="standardContextual"/>
        </w:rPr>
      </w:pPr>
      <w:hyperlink w:anchor="_Toc199963079" w:history="1">
        <w:r w:rsidRPr="009342A4">
          <w:rPr>
            <w:rStyle w:val="Lienhypertexte"/>
          </w:rPr>
          <w:t>CHAPITRE VIII.</w:t>
        </w:r>
        <w:r>
          <w:rPr>
            <w:webHidden/>
          </w:rPr>
          <w:tab/>
        </w:r>
        <w:r>
          <w:rPr>
            <w:webHidden/>
          </w:rPr>
          <w:fldChar w:fldCharType="begin"/>
        </w:r>
        <w:r>
          <w:rPr>
            <w:webHidden/>
          </w:rPr>
          <w:instrText xml:space="preserve"> PAGEREF _Toc199963079 \h </w:instrText>
        </w:r>
        <w:r>
          <w:rPr>
            <w:webHidden/>
          </w:rPr>
        </w:r>
        <w:r>
          <w:rPr>
            <w:webHidden/>
          </w:rPr>
          <w:fldChar w:fldCharType="separate"/>
        </w:r>
        <w:r w:rsidR="00FD3720">
          <w:rPr>
            <w:webHidden/>
          </w:rPr>
          <w:t>214</w:t>
        </w:r>
        <w:r>
          <w:rPr>
            <w:webHidden/>
          </w:rPr>
          <w:fldChar w:fldCharType="end"/>
        </w:r>
      </w:hyperlink>
    </w:p>
    <w:p w14:paraId="4B852A91" w14:textId="42340D2A" w:rsidR="003564FB" w:rsidRDefault="003564FB">
      <w:pPr>
        <w:pStyle w:val="TM2"/>
        <w:rPr>
          <w:rFonts w:asciiTheme="minorHAnsi" w:eastAsiaTheme="minorEastAsia" w:hAnsiTheme="minorHAnsi" w:cstheme="minorBidi"/>
          <w:color w:val="auto"/>
          <w:kern w:val="2"/>
          <w:sz w:val="24"/>
          <w14:ligatures w14:val="standardContextual"/>
        </w:rPr>
      </w:pPr>
      <w:hyperlink w:anchor="_Toc199963080" w:history="1">
        <w:r w:rsidRPr="009342A4">
          <w:rPr>
            <w:rStyle w:val="Lienhypertexte"/>
          </w:rPr>
          <w:t>CHAPITRE IX.</w:t>
        </w:r>
        <w:r>
          <w:rPr>
            <w:webHidden/>
          </w:rPr>
          <w:tab/>
        </w:r>
        <w:r>
          <w:rPr>
            <w:webHidden/>
          </w:rPr>
          <w:fldChar w:fldCharType="begin"/>
        </w:r>
        <w:r>
          <w:rPr>
            <w:webHidden/>
          </w:rPr>
          <w:instrText xml:space="preserve"> PAGEREF _Toc199963080 \h </w:instrText>
        </w:r>
        <w:r>
          <w:rPr>
            <w:webHidden/>
          </w:rPr>
        </w:r>
        <w:r>
          <w:rPr>
            <w:webHidden/>
          </w:rPr>
          <w:fldChar w:fldCharType="separate"/>
        </w:r>
        <w:r w:rsidR="00FD3720">
          <w:rPr>
            <w:webHidden/>
          </w:rPr>
          <w:t>220</w:t>
        </w:r>
        <w:r>
          <w:rPr>
            <w:webHidden/>
          </w:rPr>
          <w:fldChar w:fldCharType="end"/>
        </w:r>
      </w:hyperlink>
    </w:p>
    <w:p w14:paraId="4EBEC774" w14:textId="63F47703" w:rsidR="003564FB" w:rsidRDefault="003564FB">
      <w:pPr>
        <w:pStyle w:val="TM2"/>
        <w:rPr>
          <w:rFonts w:asciiTheme="minorHAnsi" w:eastAsiaTheme="minorEastAsia" w:hAnsiTheme="minorHAnsi" w:cstheme="minorBidi"/>
          <w:color w:val="auto"/>
          <w:kern w:val="2"/>
          <w:sz w:val="24"/>
          <w14:ligatures w14:val="standardContextual"/>
        </w:rPr>
      </w:pPr>
      <w:hyperlink w:anchor="_Toc199963081" w:history="1">
        <w:r w:rsidRPr="009342A4">
          <w:rPr>
            <w:rStyle w:val="Lienhypertexte"/>
          </w:rPr>
          <w:t>CHAPITRE X.</w:t>
        </w:r>
        <w:r>
          <w:rPr>
            <w:webHidden/>
          </w:rPr>
          <w:tab/>
        </w:r>
        <w:r>
          <w:rPr>
            <w:webHidden/>
          </w:rPr>
          <w:fldChar w:fldCharType="begin"/>
        </w:r>
        <w:r>
          <w:rPr>
            <w:webHidden/>
          </w:rPr>
          <w:instrText xml:space="preserve"> PAGEREF _Toc199963081 \h </w:instrText>
        </w:r>
        <w:r>
          <w:rPr>
            <w:webHidden/>
          </w:rPr>
        </w:r>
        <w:r>
          <w:rPr>
            <w:webHidden/>
          </w:rPr>
          <w:fldChar w:fldCharType="separate"/>
        </w:r>
        <w:r w:rsidR="00FD3720">
          <w:rPr>
            <w:webHidden/>
          </w:rPr>
          <w:t>224</w:t>
        </w:r>
        <w:r>
          <w:rPr>
            <w:webHidden/>
          </w:rPr>
          <w:fldChar w:fldCharType="end"/>
        </w:r>
      </w:hyperlink>
    </w:p>
    <w:p w14:paraId="07F691A0" w14:textId="294479AF" w:rsidR="003564FB" w:rsidRDefault="003564FB">
      <w:pPr>
        <w:pStyle w:val="TM2"/>
        <w:rPr>
          <w:rFonts w:asciiTheme="minorHAnsi" w:eastAsiaTheme="minorEastAsia" w:hAnsiTheme="minorHAnsi" w:cstheme="minorBidi"/>
          <w:color w:val="auto"/>
          <w:kern w:val="2"/>
          <w:sz w:val="24"/>
          <w14:ligatures w14:val="standardContextual"/>
        </w:rPr>
      </w:pPr>
      <w:hyperlink w:anchor="_Toc199963082" w:history="1">
        <w:r w:rsidRPr="009342A4">
          <w:rPr>
            <w:rStyle w:val="Lienhypertexte"/>
          </w:rPr>
          <w:t>CHAPITRE XI.</w:t>
        </w:r>
        <w:r>
          <w:rPr>
            <w:webHidden/>
          </w:rPr>
          <w:tab/>
        </w:r>
        <w:r>
          <w:rPr>
            <w:webHidden/>
          </w:rPr>
          <w:fldChar w:fldCharType="begin"/>
        </w:r>
        <w:r>
          <w:rPr>
            <w:webHidden/>
          </w:rPr>
          <w:instrText xml:space="preserve"> PAGEREF _Toc199963082 \h </w:instrText>
        </w:r>
        <w:r>
          <w:rPr>
            <w:webHidden/>
          </w:rPr>
        </w:r>
        <w:r>
          <w:rPr>
            <w:webHidden/>
          </w:rPr>
          <w:fldChar w:fldCharType="separate"/>
        </w:r>
        <w:r w:rsidR="00FD3720">
          <w:rPr>
            <w:webHidden/>
          </w:rPr>
          <w:t>233</w:t>
        </w:r>
        <w:r>
          <w:rPr>
            <w:webHidden/>
          </w:rPr>
          <w:fldChar w:fldCharType="end"/>
        </w:r>
      </w:hyperlink>
    </w:p>
    <w:p w14:paraId="193D4A7E" w14:textId="7F2A6855" w:rsidR="003564FB" w:rsidRDefault="003564FB">
      <w:pPr>
        <w:pStyle w:val="TM2"/>
        <w:rPr>
          <w:rFonts w:asciiTheme="minorHAnsi" w:eastAsiaTheme="minorEastAsia" w:hAnsiTheme="minorHAnsi" w:cstheme="minorBidi"/>
          <w:color w:val="auto"/>
          <w:kern w:val="2"/>
          <w:sz w:val="24"/>
          <w14:ligatures w14:val="standardContextual"/>
        </w:rPr>
      </w:pPr>
      <w:hyperlink w:anchor="_Toc199963083" w:history="1">
        <w:r w:rsidRPr="009342A4">
          <w:rPr>
            <w:rStyle w:val="Lienhypertexte"/>
          </w:rPr>
          <w:t>CHAPITRE XII.</w:t>
        </w:r>
        <w:r>
          <w:rPr>
            <w:webHidden/>
          </w:rPr>
          <w:tab/>
        </w:r>
        <w:r>
          <w:rPr>
            <w:webHidden/>
          </w:rPr>
          <w:fldChar w:fldCharType="begin"/>
        </w:r>
        <w:r>
          <w:rPr>
            <w:webHidden/>
          </w:rPr>
          <w:instrText xml:space="preserve"> PAGEREF _Toc199963083 \h </w:instrText>
        </w:r>
        <w:r>
          <w:rPr>
            <w:webHidden/>
          </w:rPr>
        </w:r>
        <w:r>
          <w:rPr>
            <w:webHidden/>
          </w:rPr>
          <w:fldChar w:fldCharType="separate"/>
        </w:r>
        <w:r w:rsidR="00FD3720">
          <w:rPr>
            <w:webHidden/>
          </w:rPr>
          <w:t>237</w:t>
        </w:r>
        <w:r>
          <w:rPr>
            <w:webHidden/>
          </w:rPr>
          <w:fldChar w:fldCharType="end"/>
        </w:r>
      </w:hyperlink>
    </w:p>
    <w:p w14:paraId="5F5F936C" w14:textId="0509C2B0" w:rsidR="003564FB" w:rsidRDefault="003564FB">
      <w:pPr>
        <w:pStyle w:val="TM2"/>
        <w:rPr>
          <w:rFonts w:asciiTheme="minorHAnsi" w:eastAsiaTheme="minorEastAsia" w:hAnsiTheme="minorHAnsi" w:cstheme="minorBidi"/>
          <w:color w:val="auto"/>
          <w:kern w:val="2"/>
          <w:sz w:val="24"/>
          <w14:ligatures w14:val="standardContextual"/>
        </w:rPr>
      </w:pPr>
      <w:hyperlink w:anchor="_Toc199963084" w:history="1">
        <w:r w:rsidRPr="009342A4">
          <w:rPr>
            <w:rStyle w:val="Lienhypertexte"/>
          </w:rPr>
          <w:t>CHAPITRE XIII.</w:t>
        </w:r>
        <w:r>
          <w:rPr>
            <w:webHidden/>
          </w:rPr>
          <w:tab/>
        </w:r>
        <w:r>
          <w:rPr>
            <w:webHidden/>
          </w:rPr>
          <w:fldChar w:fldCharType="begin"/>
        </w:r>
        <w:r>
          <w:rPr>
            <w:webHidden/>
          </w:rPr>
          <w:instrText xml:space="preserve"> PAGEREF _Toc199963084 \h </w:instrText>
        </w:r>
        <w:r>
          <w:rPr>
            <w:webHidden/>
          </w:rPr>
        </w:r>
        <w:r>
          <w:rPr>
            <w:webHidden/>
          </w:rPr>
          <w:fldChar w:fldCharType="separate"/>
        </w:r>
        <w:r w:rsidR="00FD3720">
          <w:rPr>
            <w:webHidden/>
          </w:rPr>
          <w:t>241</w:t>
        </w:r>
        <w:r>
          <w:rPr>
            <w:webHidden/>
          </w:rPr>
          <w:fldChar w:fldCharType="end"/>
        </w:r>
      </w:hyperlink>
    </w:p>
    <w:p w14:paraId="70A7734B" w14:textId="2E906FD3" w:rsidR="003564FB" w:rsidRDefault="003564FB">
      <w:pPr>
        <w:pStyle w:val="TM2"/>
        <w:rPr>
          <w:rFonts w:asciiTheme="minorHAnsi" w:eastAsiaTheme="minorEastAsia" w:hAnsiTheme="minorHAnsi" w:cstheme="minorBidi"/>
          <w:color w:val="auto"/>
          <w:kern w:val="2"/>
          <w:sz w:val="24"/>
          <w14:ligatures w14:val="standardContextual"/>
        </w:rPr>
      </w:pPr>
      <w:hyperlink w:anchor="_Toc199963085" w:history="1">
        <w:r w:rsidRPr="009342A4">
          <w:rPr>
            <w:rStyle w:val="Lienhypertexte"/>
          </w:rPr>
          <w:t>CHAPITRE XIV.</w:t>
        </w:r>
        <w:r>
          <w:rPr>
            <w:webHidden/>
          </w:rPr>
          <w:tab/>
        </w:r>
        <w:r>
          <w:rPr>
            <w:webHidden/>
          </w:rPr>
          <w:fldChar w:fldCharType="begin"/>
        </w:r>
        <w:r>
          <w:rPr>
            <w:webHidden/>
          </w:rPr>
          <w:instrText xml:space="preserve"> PAGEREF _Toc199963085 \h </w:instrText>
        </w:r>
        <w:r>
          <w:rPr>
            <w:webHidden/>
          </w:rPr>
        </w:r>
        <w:r>
          <w:rPr>
            <w:webHidden/>
          </w:rPr>
          <w:fldChar w:fldCharType="separate"/>
        </w:r>
        <w:r w:rsidR="00FD3720">
          <w:rPr>
            <w:webHidden/>
          </w:rPr>
          <w:t>249</w:t>
        </w:r>
        <w:r>
          <w:rPr>
            <w:webHidden/>
          </w:rPr>
          <w:fldChar w:fldCharType="end"/>
        </w:r>
      </w:hyperlink>
    </w:p>
    <w:p w14:paraId="62FEF503" w14:textId="1429ECB4" w:rsidR="003564FB" w:rsidRDefault="003564FB">
      <w:pPr>
        <w:pStyle w:val="TM2"/>
        <w:rPr>
          <w:rFonts w:asciiTheme="minorHAnsi" w:eastAsiaTheme="minorEastAsia" w:hAnsiTheme="minorHAnsi" w:cstheme="minorBidi"/>
          <w:color w:val="auto"/>
          <w:kern w:val="2"/>
          <w:sz w:val="24"/>
          <w14:ligatures w14:val="standardContextual"/>
        </w:rPr>
      </w:pPr>
      <w:hyperlink w:anchor="_Toc199963086" w:history="1">
        <w:r w:rsidRPr="009342A4">
          <w:rPr>
            <w:rStyle w:val="Lienhypertexte"/>
          </w:rPr>
          <w:t>CHAPITRE XV.</w:t>
        </w:r>
        <w:r>
          <w:rPr>
            <w:webHidden/>
          </w:rPr>
          <w:tab/>
        </w:r>
        <w:r>
          <w:rPr>
            <w:webHidden/>
          </w:rPr>
          <w:fldChar w:fldCharType="begin"/>
        </w:r>
        <w:r>
          <w:rPr>
            <w:webHidden/>
          </w:rPr>
          <w:instrText xml:space="preserve"> PAGEREF _Toc199963086 \h </w:instrText>
        </w:r>
        <w:r>
          <w:rPr>
            <w:webHidden/>
          </w:rPr>
        </w:r>
        <w:r>
          <w:rPr>
            <w:webHidden/>
          </w:rPr>
          <w:fldChar w:fldCharType="separate"/>
        </w:r>
        <w:r w:rsidR="00FD3720">
          <w:rPr>
            <w:webHidden/>
          </w:rPr>
          <w:t>257</w:t>
        </w:r>
        <w:r>
          <w:rPr>
            <w:webHidden/>
          </w:rPr>
          <w:fldChar w:fldCharType="end"/>
        </w:r>
      </w:hyperlink>
    </w:p>
    <w:p w14:paraId="6A0A5C2A" w14:textId="371AEBC5" w:rsidR="003564FB" w:rsidRDefault="003564FB">
      <w:pPr>
        <w:pStyle w:val="TM2"/>
        <w:rPr>
          <w:rFonts w:asciiTheme="minorHAnsi" w:eastAsiaTheme="minorEastAsia" w:hAnsiTheme="minorHAnsi" w:cstheme="minorBidi"/>
          <w:color w:val="auto"/>
          <w:kern w:val="2"/>
          <w:sz w:val="24"/>
          <w14:ligatures w14:val="standardContextual"/>
        </w:rPr>
      </w:pPr>
      <w:hyperlink w:anchor="_Toc199963087" w:history="1">
        <w:r w:rsidRPr="009342A4">
          <w:rPr>
            <w:rStyle w:val="Lienhypertexte"/>
          </w:rPr>
          <w:t>CHAPITRE XVI.</w:t>
        </w:r>
        <w:r>
          <w:rPr>
            <w:webHidden/>
          </w:rPr>
          <w:tab/>
        </w:r>
        <w:r>
          <w:rPr>
            <w:webHidden/>
          </w:rPr>
          <w:fldChar w:fldCharType="begin"/>
        </w:r>
        <w:r>
          <w:rPr>
            <w:webHidden/>
          </w:rPr>
          <w:instrText xml:space="preserve"> PAGEREF _Toc199963087 \h </w:instrText>
        </w:r>
        <w:r>
          <w:rPr>
            <w:webHidden/>
          </w:rPr>
        </w:r>
        <w:r>
          <w:rPr>
            <w:webHidden/>
          </w:rPr>
          <w:fldChar w:fldCharType="separate"/>
        </w:r>
        <w:r w:rsidR="00FD3720">
          <w:rPr>
            <w:webHidden/>
          </w:rPr>
          <w:t>260</w:t>
        </w:r>
        <w:r>
          <w:rPr>
            <w:webHidden/>
          </w:rPr>
          <w:fldChar w:fldCharType="end"/>
        </w:r>
      </w:hyperlink>
    </w:p>
    <w:p w14:paraId="2A7E9C90" w14:textId="3D2822D9" w:rsidR="003564FB" w:rsidRDefault="003564FB">
      <w:pPr>
        <w:pStyle w:val="TM2"/>
        <w:rPr>
          <w:rFonts w:asciiTheme="minorHAnsi" w:eastAsiaTheme="minorEastAsia" w:hAnsiTheme="minorHAnsi" w:cstheme="minorBidi"/>
          <w:color w:val="auto"/>
          <w:kern w:val="2"/>
          <w:sz w:val="24"/>
          <w14:ligatures w14:val="standardContextual"/>
        </w:rPr>
      </w:pPr>
      <w:hyperlink w:anchor="_Toc199963088" w:history="1">
        <w:r w:rsidRPr="009342A4">
          <w:rPr>
            <w:rStyle w:val="Lienhypertexte"/>
          </w:rPr>
          <w:t>CHAPITRE XVII.</w:t>
        </w:r>
        <w:r>
          <w:rPr>
            <w:webHidden/>
          </w:rPr>
          <w:tab/>
        </w:r>
        <w:r>
          <w:rPr>
            <w:webHidden/>
          </w:rPr>
          <w:fldChar w:fldCharType="begin"/>
        </w:r>
        <w:r>
          <w:rPr>
            <w:webHidden/>
          </w:rPr>
          <w:instrText xml:space="preserve"> PAGEREF _Toc199963088 \h </w:instrText>
        </w:r>
        <w:r>
          <w:rPr>
            <w:webHidden/>
          </w:rPr>
        </w:r>
        <w:r>
          <w:rPr>
            <w:webHidden/>
          </w:rPr>
          <w:fldChar w:fldCharType="separate"/>
        </w:r>
        <w:r w:rsidR="00FD3720">
          <w:rPr>
            <w:webHidden/>
          </w:rPr>
          <w:t>264</w:t>
        </w:r>
        <w:r>
          <w:rPr>
            <w:webHidden/>
          </w:rPr>
          <w:fldChar w:fldCharType="end"/>
        </w:r>
      </w:hyperlink>
    </w:p>
    <w:p w14:paraId="564909F7" w14:textId="3B3AE442" w:rsidR="003564FB" w:rsidRDefault="003564FB">
      <w:pPr>
        <w:pStyle w:val="TM2"/>
        <w:rPr>
          <w:rFonts w:asciiTheme="minorHAnsi" w:eastAsiaTheme="minorEastAsia" w:hAnsiTheme="minorHAnsi" w:cstheme="minorBidi"/>
          <w:color w:val="auto"/>
          <w:kern w:val="2"/>
          <w:sz w:val="24"/>
          <w14:ligatures w14:val="standardContextual"/>
        </w:rPr>
      </w:pPr>
      <w:hyperlink w:anchor="_Toc199963089" w:history="1">
        <w:r w:rsidRPr="009342A4">
          <w:rPr>
            <w:rStyle w:val="Lienhypertexte"/>
          </w:rPr>
          <w:t>CHAPITRE XVIII.</w:t>
        </w:r>
        <w:r>
          <w:rPr>
            <w:webHidden/>
          </w:rPr>
          <w:tab/>
        </w:r>
        <w:r>
          <w:rPr>
            <w:webHidden/>
          </w:rPr>
          <w:fldChar w:fldCharType="begin"/>
        </w:r>
        <w:r>
          <w:rPr>
            <w:webHidden/>
          </w:rPr>
          <w:instrText xml:space="preserve"> PAGEREF _Toc199963089 \h </w:instrText>
        </w:r>
        <w:r>
          <w:rPr>
            <w:webHidden/>
          </w:rPr>
        </w:r>
        <w:r>
          <w:rPr>
            <w:webHidden/>
          </w:rPr>
          <w:fldChar w:fldCharType="separate"/>
        </w:r>
        <w:r w:rsidR="00FD3720">
          <w:rPr>
            <w:webHidden/>
          </w:rPr>
          <w:t>280</w:t>
        </w:r>
        <w:r>
          <w:rPr>
            <w:webHidden/>
          </w:rPr>
          <w:fldChar w:fldCharType="end"/>
        </w:r>
      </w:hyperlink>
    </w:p>
    <w:p w14:paraId="4B1037C6" w14:textId="6AA9099D"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090" w:history="1">
        <w:r w:rsidRPr="009342A4">
          <w:rPr>
            <w:rStyle w:val="Lienhypertexte"/>
          </w:rPr>
          <w:t>LIVRE IV.  LE GARDIEN DU SEUIL.</w:t>
        </w:r>
        <w:r>
          <w:rPr>
            <w:webHidden/>
          </w:rPr>
          <w:tab/>
        </w:r>
        <w:r>
          <w:rPr>
            <w:webHidden/>
          </w:rPr>
          <w:fldChar w:fldCharType="begin"/>
        </w:r>
        <w:r>
          <w:rPr>
            <w:webHidden/>
          </w:rPr>
          <w:instrText xml:space="preserve"> PAGEREF _Toc199963090 \h </w:instrText>
        </w:r>
        <w:r>
          <w:rPr>
            <w:webHidden/>
          </w:rPr>
        </w:r>
        <w:r>
          <w:rPr>
            <w:webHidden/>
          </w:rPr>
          <w:fldChar w:fldCharType="separate"/>
        </w:r>
        <w:r w:rsidR="00FD3720">
          <w:rPr>
            <w:webHidden/>
          </w:rPr>
          <w:t>289</w:t>
        </w:r>
        <w:r>
          <w:rPr>
            <w:webHidden/>
          </w:rPr>
          <w:fldChar w:fldCharType="end"/>
        </w:r>
      </w:hyperlink>
    </w:p>
    <w:p w14:paraId="4838881D" w14:textId="201647A2" w:rsidR="003564FB" w:rsidRDefault="003564FB">
      <w:pPr>
        <w:pStyle w:val="TM2"/>
        <w:rPr>
          <w:rFonts w:asciiTheme="minorHAnsi" w:eastAsiaTheme="minorEastAsia" w:hAnsiTheme="minorHAnsi" w:cstheme="minorBidi"/>
          <w:color w:val="auto"/>
          <w:kern w:val="2"/>
          <w:sz w:val="24"/>
          <w14:ligatures w14:val="standardContextual"/>
        </w:rPr>
      </w:pPr>
      <w:hyperlink w:anchor="_Toc199963091" w:history="1">
        <w:r w:rsidRPr="009342A4">
          <w:rPr>
            <w:rStyle w:val="Lienhypertexte"/>
            <w:lang w:val="en-US"/>
          </w:rPr>
          <w:t>CHAPITRE PREMIER.</w:t>
        </w:r>
        <w:r>
          <w:rPr>
            <w:webHidden/>
          </w:rPr>
          <w:tab/>
        </w:r>
        <w:r>
          <w:rPr>
            <w:webHidden/>
          </w:rPr>
          <w:fldChar w:fldCharType="begin"/>
        </w:r>
        <w:r>
          <w:rPr>
            <w:webHidden/>
          </w:rPr>
          <w:instrText xml:space="preserve"> PAGEREF _Toc199963091 \h </w:instrText>
        </w:r>
        <w:r>
          <w:rPr>
            <w:webHidden/>
          </w:rPr>
        </w:r>
        <w:r>
          <w:rPr>
            <w:webHidden/>
          </w:rPr>
          <w:fldChar w:fldCharType="separate"/>
        </w:r>
        <w:r w:rsidR="00FD3720">
          <w:rPr>
            <w:webHidden/>
          </w:rPr>
          <w:t>290</w:t>
        </w:r>
        <w:r>
          <w:rPr>
            <w:webHidden/>
          </w:rPr>
          <w:fldChar w:fldCharType="end"/>
        </w:r>
      </w:hyperlink>
    </w:p>
    <w:p w14:paraId="3BCA8A91" w14:textId="15754C2F" w:rsidR="003564FB" w:rsidRDefault="003564FB">
      <w:pPr>
        <w:pStyle w:val="TM2"/>
        <w:rPr>
          <w:rFonts w:asciiTheme="minorHAnsi" w:eastAsiaTheme="minorEastAsia" w:hAnsiTheme="minorHAnsi" w:cstheme="minorBidi"/>
          <w:color w:val="auto"/>
          <w:kern w:val="2"/>
          <w:sz w:val="24"/>
          <w14:ligatures w14:val="standardContextual"/>
        </w:rPr>
      </w:pPr>
      <w:hyperlink w:anchor="_Toc199963092" w:history="1">
        <w:r w:rsidRPr="009342A4">
          <w:rPr>
            <w:rStyle w:val="Lienhypertexte"/>
          </w:rPr>
          <w:t>CHAPITRE II.</w:t>
        </w:r>
        <w:r>
          <w:rPr>
            <w:webHidden/>
          </w:rPr>
          <w:tab/>
        </w:r>
        <w:r>
          <w:rPr>
            <w:webHidden/>
          </w:rPr>
          <w:fldChar w:fldCharType="begin"/>
        </w:r>
        <w:r>
          <w:rPr>
            <w:webHidden/>
          </w:rPr>
          <w:instrText xml:space="preserve"> PAGEREF _Toc199963092 \h </w:instrText>
        </w:r>
        <w:r>
          <w:rPr>
            <w:webHidden/>
          </w:rPr>
        </w:r>
        <w:r>
          <w:rPr>
            <w:webHidden/>
          </w:rPr>
          <w:fldChar w:fldCharType="separate"/>
        </w:r>
        <w:r w:rsidR="00FD3720">
          <w:rPr>
            <w:webHidden/>
          </w:rPr>
          <w:t>309</w:t>
        </w:r>
        <w:r>
          <w:rPr>
            <w:webHidden/>
          </w:rPr>
          <w:fldChar w:fldCharType="end"/>
        </w:r>
      </w:hyperlink>
    </w:p>
    <w:p w14:paraId="6432A1D5" w14:textId="0931BCCF" w:rsidR="003564FB" w:rsidRDefault="003564FB">
      <w:pPr>
        <w:pStyle w:val="TM2"/>
        <w:rPr>
          <w:rFonts w:asciiTheme="minorHAnsi" w:eastAsiaTheme="minorEastAsia" w:hAnsiTheme="minorHAnsi" w:cstheme="minorBidi"/>
          <w:color w:val="auto"/>
          <w:kern w:val="2"/>
          <w:sz w:val="24"/>
          <w14:ligatures w14:val="standardContextual"/>
        </w:rPr>
      </w:pPr>
      <w:hyperlink w:anchor="_Toc199963093" w:history="1">
        <w:r w:rsidRPr="009342A4">
          <w:rPr>
            <w:rStyle w:val="Lienhypertexte"/>
          </w:rPr>
          <w:t>CHAPITRE III.</w:t>
        </w:r>
        <w:r>
          <w:rPr>
            <w:webHidden/>
          </w:rPr>
          <w:tab/>
        </w:r>
        <w:r>
          <w:rPr>
            <w:webHidden/>
          </w:rPr>
          <w:fldChar w:fldCharType="begin"/>
        </w:r>
        <w:r>
          <w:rPr>
            <w:webHidden/>
          </w:rPr>
          <w:instrText xml:space="preserve"> PAGEREF _Toc199963093 \h </w:instrText>
        </w:r>
        <w:r>
          <w:rPr>
            <w:webHidden/>
          </w:rPr>
        </w:r>
        <w:r>
          <w:rPr>
            <w:webHidden/>
          </w:rPr>
          <w:fldChar w:fldCharType="separate"/>
        </w:r>
        <w:r w:rsidR="00FD3720">
          <w:rPr>
            <w:webHidden/>
          </w:rPr>
          <w:t>318</w:t>
        </w:r>
        <w:r>
          <w:rPr>
            <w:webHidden/>
          </w:rPr>
          <w:fldChar w:fldCharType="end"/>
        </w:r>
      </w:hyperlink>
    </w:p>
    <w:p w14:paraId="05775B53" w14:textId="29654737" w:rsidR="003564FB" w:rsidRDefault="003564FB">
      <w:pPr>
        <w:pStyle w:val="TM2"/>
        <w:rPr>
          <w:rFonts w:asciiTheme="minorHAnsi" w:eastAsiaTheme="minorEastAsia" w:hAnsiTheme="minorHAnsi" w:cstheme="minorBidi"/>
          <w:color w:val="auto"/>
          <w:kern w:val="2"/>
          <w:sz w:val="24"/>
          <w14:ligatures w14:val="standardContextual"/>
        </w:rPr>
      </w:pPr>
      <w:hyperlink w:anchor="_Toc199963094" w:history="1">
        <w:r w:rsidRPr="009342A4">
          <w:rPr>
            <w:rStyle w:val="Lienhypertexte"/>
          </w:rPr>
          <w:t>CHAPITRE IV.</w:t>
        </w:r>
        <w:r>
          <w:rPr>
            <w:webHidden/>
          </w:rPr>
          <w:tab/>
        </w:r>
        <w:r>
          <w:rPr>
            <w:webHidden/>
          </w:rPr>
          <w:fldChar w:fldCharType="begin"/>
        </w:r>
        <w:r>
          <w:rPr>
            <w:webHidden/>
          </w:rPr>
          <w:instrText xml:space="preserve"> PAGEREF _Toc199963094 \h </w:instrText>
        </w:r>
        <w:r>
          <w:rPr>
            <w:webHidden/>
          </w:rPr>
        </w:r>
        <w:r>
          <w:rPr>
            <w:webHidden/>
          </w:rPr>
          <w:fldChar w:fldCharType="separate"/>
        </w:r>
        <w:r w:rsidR="00FD3720">
          <w:rPr>
            <w:webHidden/>
          </w:rPr>
          <w:t>326</w:t>
        </w:r>
        <w:r>
          <w:rPr>
            <w:webHidden/>
          </w:rPr>
          <w:fldChar w:fldCharType="end"/>
        </w:r>
      </w:hyperlink>
    </w:p>
    <w:p w14:paraId="4EF724B1" w14:textId="4D725A89" w:rsidR="003564FB" w:rsidRDefault="003564FB">
      <w:pPr>
        <w:pStyle w:val="TM2"/>
        <w:rPr>
          <w:rFonts w:asciiTheme="minorHAnsi" w:eastAsiaTheme="minorEastAsia" w:hAnsiTheme="minorHAnsi" w:cstheme="minorBidi"/>
          <w:color w:val="auto"/>
          <w:kern w:val="2"/>
          <w:sz w:val="24"/>
          <w14:ligatures w14:val="standardContextual"/>
        </w:rPr>
      </w:pPr>
      <w:hyperlink w:anchor="_Toc199963095" w:history="1">
        <w:r w:rsidRPr="009342A4">
          <w:rPr>
            <w:rStyle w:val="Lienhypertexte"/>
          </w:rPr>
          <w:t>CHAPITRE V.</w:t>
        </w:r>
        <w:r>
          <w:rPr>
            <w:webHidden/>
          </w:rPr>
          <w:tab/>
        </w:r>
        <w:r>
          <w:rPr>
            <w:webHidden/>
          </w:rPr>
          <w:fldChar w:fldCharType="begin"/>
        </w:r>
        <w:r>
          <w:rPr>
            <w:webHidden/>
          </w:rPr>
          <w:instrText xml:space="preserve"> PAGEREF _Toc199963095 \h </w:instrText>
        </w:r>
        <w:r>
          <w:rPr>
            <w:webHidden/>
          </w:rPr>
        </w:r>
        <w:r>
          <w:rPr>
            <w:webHidden/>
          </w:rPr>
          <w:fldChar w:fldCharType="separate"/>
        </w:r>
        <w:r w:rsidR="00FD3720">
          <w:rPr>
            <w:webHidden/>
          </w:rPr>
          <w:t>332</w:t>
        </w:r>
        <w:r>
          <w:rPr>
            <w:webHidden/>
          </w:rPr>
          <w:fldChar w:fldCharType="end"/>
        </w:r>
      </w:hyperlink>
    </w:p>
    <w:p w14:paraId="7A477436" w14:textId="4DBC8422" w:rsidR="003564FB" w:rsidRDefault="003564FB">
      <w:pPr>
        <w:pStyle w:val="TM2"/>
        <w:rPr>
          <w:rFonts w:asciiTheme="minorHAnsi" w:eastAsiaTheme="minorEastAsia" w:hAnsiTheme="minorHAnsi" w:cstheme="minorBidi"/>
          <w:color w:val="auto"/>
          <w:kern w:val="2"/>
          <w:sz w:val="24"/>
          <w14:ligatures w14:val="standardContextual"/>
        </w:rPr>
      </w:pPr>
      <w:hyperlink w:anchor="_Toc199963096" w:history="1">
        <w:r w:rsidRPr="009342A4">
          <w:rPr>
            <w:rStyle w:val="Lienhypertexte"/>
          </w:rPr>
          <w:t>CHAPITRE VI.</w:t>
        </w:r>
        <w:r>
          <w:rPr>
            <w:webHidden/>
          </w:rPr>
          <w:tab/>
        </w:r>
        <w:r>
          <w:rPr>
            <w:webHidden/>
          </w:rPr>
          <w:fldChar w:fldCharType="begin"/>
        </w:r>
        <w:r>
          <w:rPr>
            <w:webHidden/>
          </w:rPr>
          <w:instrText xml:space="preserve"> PAGEREF _Toc199963096 \h </w:instrText>
        </w:r>
        <w:r>
          <w:rPr>
            <w:webHidden/>
          </w:rPr>
        </w:r>
        <w:r>
          <w:rPr>
            <w:webHidden/>
          </w:rPr>
          <w:fldChar w:fldCharType="separate"/>
        </w:r>
        <w:r w:rsidR="00FD3720">
          <w:rPr>
            <w:webHidden/>
          </w:rPr>
          <w:t>340</w:t>
        </w:r>
        <w:r>
          <w:rPr>
            <w:webHidden/>
          </w:rPr>
          <w:fldChar w:fldCharType="end"/>
        </w:r>
      </w:hyperlink>
    </w:p>
    <w:p w14:paraId="22423A9F" w14:textId="4F1EDEE6" w:rsidR="003564FB" w:rsidRDefault="003564FB">
      <w:pPr>
        <w:pStyle w:val="TM2"/>
        <w:rPr>
          <w:rFonts w:asciiTheme="minorHAnsi" w:eastAsiaTheme="minorEastAsia" w:hAnsiTheme="minorHAnsi" w:cstheme="minorBidi"/>
          <w:color w:val="auto"/>
          <w:kern w:val="2"/>
          <w:sz w:val="24"/>
          <w14:ligatures w14:val="standardContextual"/>
        </w:rPr>
      </w:pPr>
      <w:hyperlink w:anchor="_Toc199963097" w:history="1">
        <w:r w:rsidRPr="009342A4">
          <w:rPr>
            <w:rStyle w:val="Lienhypertexte"/>
          </w:rPr>
          <w:t>CHAPITRE VII.</w:t>
        </w:r>
        <w:r>
          <w:rPr>
            <w:webHidden/>
          </w:rPr>
          <w:tab/>
        </w:r>
        <w:r>
          <w:rPr>
            <w:webHidden/>
          </w:rPr>
          <w:fldChar w:fldCharType="begin"/>
        </w:r>
        <w:r>
          <w:rPr>
            <w:webHidden/>
          </w:rPr>
          <w:instrText xml:space="preserve"> PAGEREF _Toc199963097 \h </w:instrText>
        </w:r>
        <w:r>
          <w:rPr>
            <w:webHidden/>
          </w:rPr>
        </w:r>
        <w:r>
          <w:rPr>
            <w:webHidden/>
          </w:rPr>
          <w:fldChar w:fldCharType="separate"/>
        </w:r>
        <w:r w:rsidR="00FD3720">
          <w:rPr>
            <w:webHidden/>
          </w:rPr>
          <w:t>349</w:t>
        </w:r>
        <w:r>
          <w:rPr>
            <w:webHidden/>
          </w:rPr>
          <w:fldChar w:fldCharType="end"/>
        </w:r>
      </w:hyperlink>
    </w:p>
    <w:p w14:paraId="61CFBB1A" w14:textId="0FC78916" w:rsidR="003564FB" w:rsidRDefault="003564FB">
      <w:pPr>
        <w:pStyle w:val="TM2"/>
        <w:rPr>
          <w:rFonts w:asciiTheme="minorHAnsi" w:eastAsiaTheme="minorEastAsia" w:hAnsiTheme="minorHAnsi" w:cstheme="minorBidi"/>
          <w:color w:val="auto"/>
          <w:kern w:val="2"/>
          <w:sz w:val="24"/>
          <w14:ligatures w14:val="standardContextual"/>
        </w:rPr>
      </w:pPr>
      <w:hyperlink w:anchor="_Toc199963098" w:history="1">
        <w:r w:rsidRPr="009342A4">
          <w:rPr>
            <w:rStyle w:val="Lienhypertexte"/>
          </w:rPr>
          <w:t>CHAPITRE VIII.</w:t>
        </w:r>
        <w:r>
          <w:rPr>
            <w:webHidden/>
          </w:rPr>
          <w:tab/>
        </w:r>
        <w:r>
          <w:rPr>
            <w:webHidden/>
          </w:rPr>
          <w:fldChar w:fldCharType="begin"/>
        </w:r>
        <w:r>
          <w:rPr>
            <w:webHidden/>
          </w:rPr>
          <w:instrText xml:space="preserve"> PAGEREF _Toc199963098 \h </w:instrText>
        </w:r>
        <w:r>
          <w:rPr>
            <w:webHidden/>
          </w:rPr>
        </w:r>
        <w:r>
          <w:rPr>
            <w:webHidden/>
          </w:rPr>
          <w:fldChar w:fldCharType="separate"/>
        </w:r>
        <w:r w:rsidR="00FD3720">
          <w:rPr>
            <w:webHidden/>
          </w:rPr>
          <w:t>353</w:t>
        </w:r>
        <w:r>
          <w:rPr>
            <w:webHidden/>
          </w:rPr>
          <w:fldChar w:fldCharType="end"/>
        </w:r>
      </w:hyperlink>
    </w:p>
    <w:p w14:paraId="7949D060" w14:textId="3BB77455" w:rsidR="003564FB" w:rsidRDefault="003564FB">
      <w:pPr>
        <w:pStyle w:val="TM2"/>
        <w:rPr>
          <w:rFonts w:asciiTheme="minorHAnsi" w:eastAsiaTheme="minorEastAsia" w:hAnsiTheme="minorHAnsi" w:cstheme="minorBidi"/>
          <w:color w:val="auto"/>
          <w:kern w:val="2"/>
          <w:sz w:val="24"/>
          <w14:ligatures w14:val="standardContextual"/>
        </w:rPr>
      </w:pPr>
      <w:hyperlink w:anchor="_Toc199963099" w:history="1">
        <w:r w:rsidRPr="009342A4">
          <w:rPr>
            <w:rStyle w:val="Lienhypertexte"/>
          </w:rPr>
          <w:t>CHAPITRE IX.</w:t>
        </w:r>
        <w:r>
          <w:rPr>
            <w:webHidden/>
          </w:rPr>
          <w:tab/>
        </w:r>
        <w:r>
          <w:rPr>
            <w:webHidden/>
          </w:rPr>
          <w:fldChar w:fldCharType="begin"/>
        </w:r>
        <w:r>
          <w:rPr>
            <w:webHidden/>
          </w:rPr>
          <w:instrText xml:space="preserve"> PAGEREF _Toc199963099 \h </w:instrText>
        </w:r>
        <w:r>
          <w:rPr>
            <w:webHidden/>
          </w:rPr>
        </w:r>
        <w:r>
          <w:rPr>
            <w:webHidden/>
          </w:rPr>
          <w:fldChar w:fldCharType="separate"/>
        </w:r>
        <w:r w:rsidR="00FD3720">
          <w:rPr>
            <w:webHidden/>
          </w:rPr>
          <w:t>359</w:t>
        </w:r>
        <w:r>
          <w:rPr>
            <w:webHidden/>
          </w:rPr>
          <w:fldChar w:fldCharType="end"/>
        </w:r>
      </w:hyperlink>
    </w:p>
    <w:p w14:paraId="1FCBDD5A" w14:textId="20D5E5F7" w:rsidR="003564FB" w:rsidRDefault="003564FB">
      <w:pPr>
        <w:pStyle w:val="TM2"/>
        <w:rPr>
          <w:rFonts w:asciiTheme="minorHAnsi" w:eastAsiaTheme="minorEastAsia" w:hAnsiTheme="minorHAnsi" w:cstheme="minorBidi"/>
          <w:color w:val="auto"/>
          <w:kern w:val="2"/>
          <w:sz w:val="24"/>
          <w14:ligatures w14:val="standardContextual"/>
        </w:rPr>
      </w:pPr>
      <w:hyperlink w:anchor="_Toc199963100" w:history="1">
        <w:r w:rsidRPr="009342A4">
          <w:rPr>
            <w:rStyle w:val="Lienhypertexte"/>
          </w:rPr>
          <w:t>CHAPITRE X.</w:t>
        </w:r>
        <w:r>
          <w:rPr>
            <w:webHidden/>
          </w:rPr>
          <w:tab/>
        </w:r>
        <w:r>
          <w:rPr>
            <w:webHidden/>
          </w:rPr>
          <w:fldChar w:fldCharType="begin"/>
        </w:r>
        <w:r>
          <w:rPr>
            <w:webHidden/>
          </w:rPr>
          <w:instrText xml:space="preserve"> PAGEREF _Toc199963100 \h </w:instrText>
        </w:r>
        <w:r>
          <w:rPr>
            <w:webHidden/>
          </w:rPr>
        </w:r>
        <w:r>
          <w:rPr>
            <w:webHidden/>
          </w:rPr>
          <w:fldChar w:fldCharType="separate"/>
        </w:r>
        <w:r w:rsidR="00FD3720">
          <w:rPr>
            <w:webHidden/>
          </w:rPr>
          <w:t>364</w:t>
        </w:r>
        <w:r>
          <w:rPr>
            <w:webHidden/>
          </w:rPr>
          <w:fldChar w:fldCharType="end"/>
        </w:r>
      </w:hyperlink>
    </w:p>
    <w:p w14:paraId="6AF77D84" w14:textId="6BAEBB25" w:rsidR="003564FB" w:rsidRDefault="003564FB">
      <w:pPr>
        <w:pStyle w:val="TM2"/>
        <w:rPr>
          <w:rFonts w:asciiTheme="minorHAnsi" w:eastAsiaTheme="minorEastAsia" w:hAnsiTheme="minorHAnsi" w:cstheme="minorBidi"/>
          <w:color w:val="auto"/>
          <w:kern w:val="2"/>
          <w:sz w:val="24"/>
          <w14:ligatures w14:val="standardContextual"/>
        </w:rPr>
      </w:pPr>
      <w:hyperlink w:anchor="_Toc199963101" w:history="1">
        <w:r w:rsidRPr="009342A4">
          <w:rPr>
            <w:rStyle w:val="Lienhypertexte"/>
          </w:rPr>
          <w:t>CHAPITRE XI.</w:t>
        </w:r>
        <w:r>
          <w:rPr>
            <w:webHidden/>
          </w:rPr>
          <w:tab/>
        </w:r>
        <w:r>
          <w:rPr>
            <w:webHidden/>
          </w:rPr>
          <w:fldChar w:fldCharType="begin"/>
        </w:r>
        <w:r>
          <w:rPr>
            <w:webHidden/>
          </w:rPr>
          <w:instrText xml:space="preserve"> PAGEREF _Toc199963101 \h </w:instrText>
        </w:r>
        <w:r>
          <w:rPr>
            <w:webHidden/>
          </w:rPr>
        </w:r>
        <w:r>
          <w:rPr>
            <w:webHidden/>
          </w:rPr>
          <w:fldChar w:fldCharType="separate"/>
        </w:r>
        <w:r w:rsidR="00FD3720">
          <w:rPr>
            <w:webHidden/>
          </w:rPr>
          <w:t>373</w:t>
        </w:r>
        <w:r>
          <w:rPr>
            <w:webHidden/>
          </w:rPr>
          <w:fldChar w:fldCharType="end"/>
        </w:r>
      </w:hyperlink>
    </w:p>
    <w:p w14:paraId="33971728" w14:textId="42176573"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102" w:history="1">
        <w:r w:rsidRPr="009342A4">
          <w:rPr>
            <w:rStyle w:val="Lienhypertexte"/>
          </w:rPr>
          <w:t>LIVRE V.  LES EFFETS DE L’ÉLIXIR.</w:t>
        </w:r>
        <w:r>
          <w:rPr>
            <w:webHidden/>
          </w:rPr>
          <w:tab/>
        </w:r>
        <w:r>
          <w:rPr>
            <w:webHidden/>
          </w:rPr>
          <w:fldChar w:fldCharType="begin"/>
        </w:r>
        <w:r>
          <w:rPr>
            <w:webHidden/>
          </w:rPr>
          <w:instrText xml:space="preserve"> PAGEREF _Toc199963102 \h </w:instrText>
        </w:r>
        <w:r>
          <w:rPr>
            <w:webHidden/>
          </w:rPr>
        </w:r>
        <w:r>
          <w:rPr>
            <w:webHidden/>
          </w:rPr>
          <w:fldChar w:fldCharType="separate"/>
        </w:r>
        <w:r w:rsidR="00FD3720">
          <w:rPr>
            <w:webHidden/>
          </w:rPr>
          <w:t>379</w:t>
        </w:r>
        <w:r>
          <w:rPr>
            <w:webHidden/>
          </w:rPr>
          <w:fldChar w:fldCharType="end"/>
        </w:r>
      </w:hyperlink>
    </w:p>
    <w:p w14:paraId="46602A14" w14:textId="6EE9268C" w:rsidR="003564FB" w:rsidRDefault="003564FB">
      <w:pPr>
        <w:pStyle w:val="TM2"/>
        <w:rPr>
          <w:rFonts w:asciiTheme="minorHAnsi" w:eastAsiaTheme="minorEastAsia" w:hAnsiTheme="minorHAnsi" w:cstheme="minorBidi"/>
          <w:color w:val="auto"/>
          <w:kern w:val="2"/>
          <w:sz w:val="24"/>
          <w14:ligatures w14:val="standardContextual"/>
        </w:rPr>
      </w:pPr>
      <w:hyperlink w:anchor="_Toc199963103" w:history="1">
        <w:r w:rsidRPr="009342A4">
          <w:rPr>
            <w:rStyle w:val="Lienhypertexte"/>
            <w:lang w:val="en-US"/>
          </w:rPr>
          <w:t>CHAPITRE PREMIER.</w:t>
        </w:r>
        <w:r>
          <w:rPr>
            <w:webHidden/>
          </w:rPr>
          <w:tab/>
        </w:r>
        <w:r>
          <w:rPr>
            <w:webHidden/>
          </w:rPr>
          <w:fldChar w:fldCharType="begin"/>
        </w:r>
        <w:r>
          <w:rPr>
            <w:webHidden/>
          </w:rPr>
          <w:instrText xml:space="preserve"> PAGEREF _Toc199963103 \h </w:instrText>
        </w:r>
        <w:r>
          <w:rPr>
            <w:webHidden/>
          </w:rPr>
        </w:r>
        <w:r>
          <w:rPr>
            <w:webHidden/>
          </w:rPr>
          <w:fldChar w:fldCharType="separate"/>
        </w:r>
        <w:r w:rsidR="00FD3720">
          <w:rPr>
            <w:webHidden/>
          </w:rPr>
          <w:t>380</w:t>
        </w:r>
        <w:r>
          <w:rPr>
            <w:webHidden/>
          </w:rPr>
          <w:fldChar w:fldCharType="end"/>
        </w:r>
      </w:hyperlink>
    </w:p>
    <w:p w14:paraId="723B2538" w14:textId="0CE3D4BF" w:rsidR="003564FB" w:rsidRDefault="003564FB">
      <w:pPr>
        <w:pStyle w:val="TM2"/>
        <w:rPr>
          <w:rFonts w:asciiTheme="minorHAnsi" w:eastAsiaTheme="minorEastAsia" w:hAnsiTheme="minorHAnsi" w:cstheme="minorBidi"/>
          <w:color w:val="auto"/>
          <w:kern w:val="2"/>
          <w:sz w:val="24"/>
          <w14:ligatures w14:val="standardContextual"/>
        </w:rPr>
      </w:pPr>
      <w:hyperlink w:anchor="_Toc199963104" w:history="1">
        <w:r w:rsidRPr="009342A4">
          <w:rPr>
            <w:rStyle w:val="Lienhypertexte"/>
          </w:rPr>
          <w:t>CHAPITRE II.</w:t>
        </w:r>
        <w:r>
          <w:rPr>
            <w:webHidden/>
          </w:rPr>
          <w:tab/>
        </w:r>
        <w:r>
          <w:rPr>
            <w:webHidden/>
          </w:rPr>
          <w:fldChar w:fldCharType="begin"/>
        </w:r>
        <w:r>
          <w:rPr>
            <w:webHidden/>
          </w:rPr>
          <w:instrText xml:space="preserve"> PAGEREF _Toc199963104 \h </w:instrText>
        </w:r>
        <w:r>
          <w:rPr>
            <w:webHidden/>
          </w:rPr>
        </w:r>
        <w:r>
          <w:rPr>
            <w:webHidden/>
          </w:rPr>
          <w:fldChar w:fldCharType="separate"/>
        </w:r>
        <w:r w:rsidR="00FD3720">
          <w:rPr>
            <w:webHidden/>
          </w:rPr>
          <w:t>392</w:t>
        </w:r>
        <w:r>
          <w:rPr>
            <w:webHidden/>
          </w:rPr>
          <w:fldChar w:fldCharType="end"/>
        </w:r>
      </w:hyperlink>
    </w:p>
    <w:p w14:paraId="620FBB05" w14:textId="18216C37" w:rsidR="003564FB" w:rsidRDefault="003564FB">
      <w:pPr>
        <w:pStyle w:val="TM2"/>
        <w:rPr>
          <w:rFonts w:asciiTheme="minorHAnsi" w:eastAsiaTheme="minorEastAsia" w:hAnsiTheme="minorHAnsi" w:cstheme="minorBidi"/>
          <w:color w:val="auto"/>
          <w:kern w:val="2"/>
          <w:sz w:val="24"/>
          <w14:ligatures w14:val="standardContextual"/>
        </w:rPr>
      </w:pPr>
      <w:hyperlink w:anchor="_Toc199963105" w:history="1">
        <w:r w:rsidRPr="009342A4">
          <w:rPr>
            <w:rStyle w:val="Lienhypertexte"/>
          </w:rPr>
          <w:t>CHAPITRE III.</w:t>
        </w:r>
        <w:r>
          <w:rPr>
            <w:webHidden/>
          </w:rPr>
          <w:tab/>
        </w:r>
        <w:r>
          <w:rPr>
            <w:webHidden/>
          </w:rPr>
          <w:fldChar w:fldCharType="begin"/>
        </w:r>
        <w:r>
          <w:rPr>
            <w:webHidden/>
          </w:rPr>
          <w:instrText xml:space="preserve"> PAGEREF _Toc199963105 \h </w:instrText>
        </w:r>
        <w:r>
          <w:rPr>
            <w:webHidden/>
          </w:rPr>
        </w:r>
        <w:r>
          <w:rPr>
            <w:webHidden/>
          </w:rPr>
          <w:fldChar w:fldCharType="separate"/>
        </w:r>
        <w:r w:rsidR="00FD3720">
          <w:rPr>
            <w:webHidden/>
          </w:rPr>
          <w:t>400</w:t>
        </w:r>
        <w:r>
          <w:rPr>
            <w:webHidden/>
          </w:rPr>
          <w:fldChar w:fldCharType="end"/>
        </w:r>
      </w:hyperlink>
    </w:p>
    <w:p w14:paraId="10869B64" w14:textId="402AA6BC" w:rsidR="003564FB" w:rsidRDefault="003564FB">
      <w:pPr>
        <w:pStyle w:val="TM2"/>
        <w:rPr>
          <w:rFonts w:asciiTheme="minorHAnsi" w:eastAsiaTheme="minorEastAsia" w:hAnsiTheme="minorHAnsi" w:cstheme="minorBidi"/>
          <w:color w:val="auto"/>
          <w:kern w:val="2"/>
          <w:sz w:val="24"/>
          <w14:ligatures w14:val="standardContextual"/>
        </w:rPr>
      </w:pPr>
      <w:hyperlink w:anchor="_Toc199963106" w:history="1">
        <w:r w:rsidRPr="009342A4">
          <w:rPr>
            <w:rStyle w:val="Lienhypertexte"/>
          </w:rPr>
          <w:t>CHAPITRE IV.</w:t>
        </w:r>
        <w:r>
          <w:rPr>
            <w:webHidden/>
          </w:rPr>
          <w:tab/>
        </w:r>
        <w:r>
          <w:rPr>
            <w:webHidden/>
          </w:rPr>
          <w:fldChar w:fldCharType="begin"/>
        </w:r>
        <w:r>
          <w:rPr>
            <w:webHidden/>
          </w:rPr>
          <w:instrText xml:space="preserve"> PAGEREF _Toc199963106 \h </w:instrText>
        </w:r>
        <w:r>
          <w:rPr>
            <w:webHidden/>
          </w:rPr>
        </w:r>
        <w:r>
          <w:rPr>
            <w:webHidden/>
          </w:rPr>
          <w:fldChar w:fldCharType="separate"/>
        </w:r>
        <w:r w:rsidR="00FD3720">
          <w:rPr>
            <w:webHidden/>
          </w:rPr>
          <w:t>404</w:t>
        </w:r>
        <w:r>
          <w:rPr>
            <w:webHidden/>
          </w:rPr>
          <w:fldChar w:fldCharType="end"/>
        </w:r>
      </w:hyperlink>
    </w:p>
    <w:p w14:paraId="17040660" w14:textId="44B4593F" w:rsidR="003564FB" w:rsidRDefault="003564FB">
      <w:pPr>
        <w:pStyle w:val="TM2"/>
        <w:rPr>
          <w:rFonts w:asciiTheme="minorHAnsi" w:eastAsiaTheme="minorEastAsia" w:hAnsiTheme="minorHAnsi" w:cstheme="minorBidi"/>
          <w:color w:val="auto"/>
          <w:kern w:val="2"/>
          <w:sz w:val="24"/>
          <w14:ligatures w14:val="standardContextual"/>
        </w:rPr>
      </w:pPr>
      <w:hyperlink w:anchor="_Toc199963107" w:history="1">
        <w:r w:rsidRPr="009342A4">
          <w:rPr>
            <w:rStyle w:val="Lienhypertexte"/>
          </w:rPr>
          <w:t>CHAPITRE V.</w:t>
        </w:r>
        <w:r>
          <w:rPr>
            <w:webHidden/>
          </w:rPr>
          <w:tab/>
        </w:r>
        <w:r>
          <w:rPr>
            <w:webHidden/>
          </w:rPr>
          <w:fldChar w:fldCharType="begin"/>
        </w:r>
        <w:r>
          <w:rPr>
            <w:webHidden/>
          </w:rPr>
          <w:instrText xml:space="preserve"> PAGEREF _Toc199963107 \h </w:instrText>
        </w:r>
        <w:r>
          <w:rPr>
            <w:webHidden/>
          </w:rPr>
        </w:r>
        <w:r>
          <w:rPr>
            <w:webHidden/>
          </w:rPr>
          <w:fldChar w:fldCharType="separate"/>
        </w:r>
        <w:r w:rsidR="00FD3720">
          <w:rPr>
            <w:webHidden/>
          </w:rPr>
          <w:t>414</w:t>
        </w:r>
        <w:r>
          <w:rPr>
            <w:webHidden/>
          </w:rPr>
          <w:fldChar w:fldCharType="end"/>
        </w:r>
      </w:hyperlink>
    </w:p>
    <w:p w14:paraId="10754973" w14:textId="3D44EE7F" w:rsidR="003564FB" w:rsidRDefault="003564FB">
      <w:pPr>
        <w:pStyle w:val="TM2"/>
        <w:rPr>
          <w:rFonts w:asciiTheme="minorHAnsi" w:eastAsiaTheme="minorEastAsia" w:hAnsiTheme="minorHAnsi" w:cstheme="minorBidi"/>
          <w:color w:val="auto"/>
          <w:kern w:val="2"/>
          <w:sz w:val="24"/>
          <w14:ligatures w14:val="standardContextual"/>
        </w:rPr>
      </w:pPr>
      <w:hyperlink w:anchor="_Toc199963108" w:history="1">
        <w:r w:rsidRPr="009342A4">
          <w:rPr>
            <w:rStyle w:val="Lienhypertexte"/>
          </w:rPr>
          <w:t>CHAPITRE VI.</w:t>
        </w:r>
        <w:r>
          <w:rPr>
            <w:webHidden/>
          </w:rPr>
          <w:tab/>
        </w:r>
        <w:r>
          <w:rPr>
            <w:webHidden/>
          </w:rPr>
          <w:fldChar w:fldCharType="begin"/>
        </w:r>
        <w:r>
          <w:rPr>
            <w:webHidden/>
          </w:rPr>
          <w:instrText xml:space="preserve"> PAGEREF _Toc199963108 \h </w:instrText>
        </w:r>
        <w:r>
          <w:rPr>
            <w:webHidden/>
          </w:rPr>
        </w:r>
        <w:r>
          <w:rPr>
            <w:webHidden/>
          </w:rPr>
          <w:fldChar w:fldCharType="separate"/>
        </w:r>
        <w:r w:rsidR="00FD3720">
          <w:rPr>
            <w:webHidden/>
          </w:rPr>
          <w:t>418</w:t>
        </w:r>
        <w:r>
          <w:rPr>
            <w:webHidden/>
          </w:rPr>
          <w:fldChar w:fldCharType="end"/>
        </w:r>
      </w:hyperlink>
    </w:p>
    <w:p w14:paraId="7E8F7992" w14:textId="40D41112"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109" w:history="1">
        <w:r w:rsidRPr="009342A4">
          <w:rPr>
            <w:rStyle w:val="Lienhypertexte"/>
          </w:rPr>
          <w:t>LIVRE VI.  LA SUPERSTITION ABANDONNE LA FOI.</w:t>
        </w:r>
        <w:r>
          <w:rPr>
            <w:webHidden/>
          </w:rPr>
          <w:tab/>
        </w:r>
        <w:r>
          <w:rPr>
            <w:webHidden/>
          </w:rPr>
          <w:fldChar w:fldCharType="begin"/>
        </w:r>
        <w:r>
          <w:rPr>
            <w:webHidden/>
          </w:rPr>
          <w:instrText xml:space="preserve"> PAGEREF _Toc199963109 \h </w:instrText>
        </w:r>
        <w:r>
          <w:rPr>
            <w:webHidden/>
          </w:rPr>
        </w:r>
        <w:r>
          <w:rPr>
            <w:webHidden/>
          </w:rPr>
          <w:fldChar w:fldCharType="separate"/>
        </w:r>
        <w:r w:rsidR="00FD3720">
          <w:rPr>
            <w:webHidden/>
          </w:rPr>
          <w:t>421</w:t>
        </w:r>
        <w:r>
          <w:rPr>
            <w:webHidden/>
          </w:rPr>
          <w:fldChar w:fldCharType="end"/>
        </w:r>
      </w:hyperlink>
    </w:p>
    <w:p w14:paraId="6137CA1A" w14:textId="66215E31" w:rsidR="003564FB" w:rsidRDefault="003564FB">
      <w:pPr>
        <w:pStyle w:val="TM2"/>
        <w:rPr>
          <w:rFonts w:asciiTheme="minorHAnsi" w:eastAsiaTheme="minorEastAsia" w:hAnsiTheme="minorHAnsi" w:cstheme="minorBidi"/>
          <w:color w:val="auto"/>
          <w:kern w:val="2"/>
          <w:sz w:val="24"/>
          <w14:ligatures w14:val="standardContextual"/>
        </w:rPr>
      </w:pPr>
      <w:hyperlink w:anchor="_Toc199963110" w:history="1">
        <w:r w:rsidRPr="009342A4">
          <w:rPr>
            <w:rStyle w:val="Lienhypertexte"/>
          </w:rPr>
          <w:t>CHAPITRE PREMIER.</w:t>
        </w:r>
        <w:r>
          <w:rPr>
            <w:webHidden/>
          </w:rPr>
          <w:tab/>
        </w:r>
        <w:r>
          <w:rPr>
            <w:webHidden/>
          </w:rPr>
          <w:fldChar w:fldCharType="begin"/>
        </w:r>
        <w:r>
          <w:rPr>
            <w:webHidden/>
          </w:rPr>
          <w:instrText xml:space="preserve"> PAGEREF _Toc199963110 \h </w:instrText>
        </w:r>
        <w:r>
          <w:rPr>
            <w:webHidden/>
          </w:rPr>
        </w:r>
        <w:r>
          <w:rPr>
            <w:webHidden/>
          </w:rPr>
          <w:fldChar w:fldCharType="separate"/>
        </w:r>
        <w:r w:rsidR="00FD3720">
          <w:rPr>
            <w:webHidden/>
          </w:rPr>
          <w:t>422</w:t>
        </w:r>
        <w:r>
          <w:rPr>
            <w:webHidden/>
          </w:rPr>
          <w:fldChar w:fldCharType="end"/>
        </w:r>
      </w:hyperlink>
    </w:p>
    <w:p w14:paraId="34512F39" w14:textId="66E98E46" w:rsidR="003564FB" w:rsidRDefault="003564FB">
      <w:pPr>
        <w:pStyle w:val="TM2"/>
        <w:rPr>
          <w:rFonts w:asciiTheme="minorHAnsi" w:eastAsiaTheme="minorEastAsia" w:hAnsiTheme="minorHAnsi" w:cstheme="minorBidi"/>
          <w:color w:val="auto"/>
          <w:kern w:val="2"/>
          <w:sz w:val="24"/>
          <w14:ligatures w14:val="standardContextual"/>
        </w:rPr>
      </w:pPr>
      <w:hyperlink w:anchor="_Toc199963111" w:history="1">
        <w:r w:rsidRPr="009342A4">
          <w:rPr>
            <w:rStyle w:val="Lienhypertexte"/>
          </w:rPr>
          <w:t>CHAPITRE II.</w:t>
        </w:r>
        <w:r>
          <w:rPr>
            <w:webHidden/>
          </w:rPr>
          <w:tab/>
        </w:r>
        <w:r>
          <w:rPr>
            <w:webHidden/>
          </w:rPr>
          <w:fldChar w:fldCharType="begin"/>
        </w:r>
        <w:r>
          <w:rPr>
            <w:webHidden/>
          </w:rPr>
          <w:instrText xml:space="preserve"> PAGEREF _Toc199963111 \h </w:instrText>
        </w:r>
        <w:r>
          <w:rPr>
            <w:webHidden/>
          </w:rPr>
        </w:r>
        <w:r>
          <w:rPr>
            <w:webHidden/>
          </w:rPr>
          <w:fldChar w:fldCharType="separate"/>
        </w:r>
        <w:r w:rsidR="00FD3720">
          <w:rPr>
            <w:webHidden/>
          </w:rPr>
          <w:t>427</w:t>
        </w:r>
        <w:r>
          <w:rPr>
            <w:webHidden/>
          </w:rPr>
          <w:fldChar w:fldCharType="end"/>
        </w:r>
      </w:hyperlink>
    </w:p>
    <w:p w14:paraId="298D6723" w14:textId="17059DFE" w:rsidR="003564FB" w:rsidRDefault="003564FB">
      <w:pPr>
        <w:pStyle w:val="TM2"/>
        <w:rPr>
          <w:rFonts w:asciiTheme="minorHAnsi" w:eastAsiaTheme="minorEastAsia" w:hAnsiTheme="minorHAnsi" w:cstheme="minorBidi"/>
          <w:color w:val="auto"/>
          <w:kern w:val="2"/>
          <w:sz w:val="24"/>
          <w14:ligatures w14:val="standardContextual"/>
        </w:rPr>
      </w:pPr>
      <w:hyperlink w:anchor="_Toc199963112" w:history="1">
        <w:r w:rsidRPr="009342A4">
          <w:rPr>
            <w:rStyle w:val="Lienhypertexte"/>
          </w:rPr>
          <w:t>CHAPITRE III.</w:t>
        </w:r>
        <w:r>
          <w:rPr>
            <w:webHidden/>
          </w:rPr>
          <w:tab/>
        </w:r>
        <w:r>
          <w:rPr>
            <w:webHidden/>
          </w:rPr>
          <w:fldChar w:fldCharType="begin"/>
        </w:r>
        <w:r>
          <w:rPr>
            <w:webHidden/>
          </w:rPr>
          <w:instrText xml:space="preserve"> PAGEREF _Toc199963112 \h </w:instrText>
        </w:r>
        <w:r>
          <w:rPr>
            <w:webHidden/>
          </w:rPr>
        </w:r>
        <w:r>
          <w:rPr>
            <w:webHidden/>
          </w:rPr>
          <w:fldChar w:fldCharType="separate"/>
        </w:r>
        <w:r w:rsidR="00FD3720">
          <w:rPr>
            <w:webHidden/>
          </w:rPr>
          <w:t>429</w:t>
        </w:r>
        <w:r>
          <w:rPr>
            <w:webHidden/>
          </w:rPr>
          <w:fldChar w:fldCharType="end"/>
        </w:r>
      </w:hyperlink>
    </w:p>
    <w:p w14:paraId="30BA83DB" w14:textId="6022DBD4" w:rsidR="003564FB" w:rsidRDefault="003564FB">
      <w:pPr>
        <w:pStyle w:val="TM2"/>
        <w:rPr>
          <w:rFonts w:asciiTheme="minorHAnsi" w:eastAsiaTheme="minorEastAsia" w:hAnsiTheme="minorHAnsi" w:cstheme="minorBidi"/>
          <w:color w:val="auto"/>
          <w:kern w:val="2"/>
          <w:sz w:val="24"/>
          <w14:ligatures w14:val="standardContextual"/>
        </w:rPr>
      </w:pPr>
      <w:hyperlink w:anchor="_Toc199963113" w:history="1">
        <w:r w:rsidRPr="009342A4">
          <w:rPr>
            <w:rStyle w:val="Lienhypertexte"/>
          </w:rPr>
          <w:t>CHAPITRE IV.</w:t>
        </w:r>
        <w:r>
          <w:rPr>
            <w:webHidden/>
          </w:rPr>
          <w:tab/>
        </w:r>
        <w:r>
          <w:rPr>
            <w:webHidden/>
          </w:rPr>
          <w:fldChar w:fldCharType="begin"/>
        </w:r>
        <w:r>
          <w:rPr>
            <w:webHidden/>
          </w:rPr>
          <w:instrText xml:space="preserve"> PAGEREF _Toc199963113 \h </w:instrText>
        </w:r>
        <w:r>
          <w:rPr>
            <w:webHidden/>
          </w:rPr>
        </w:r>
        <w:r>
          <w:rPr>
            <w:webHidden/>
          </w:rPr>
          <w:fldChar w:fldCharType="separate"/>
        </w:r>
        <w:r w:rsidR="00FD3720">
          <w:rPr>
            <w:webHidden/>
          </w:rPr>
          <w:t>432</w:t>
        </w:r>
        <w:r>
          <w:rPr>
            <w:webHidden/>
          </w:rPr>
          <w:fldChar w:fldCharType="end"/>
        </w:r>
      </w:hyperlink>
    </w:p>
    <w:p w14:paraId="7E612FBD" w14:textId="35B8DE2C" w:rsidR="003564FB" w:rsidRDefault="003564FB">
      <w:pPr>
        <w:pStyle w:val="TM2"/>
        <w:rPr>
          <w:rFonts w:asciiTheme="minorHAnsi" w:eastAsiaTheme="minorEastAsia" w:hAnsiTheme="minorHAnsi" w:cstheme="minorBidi"/>
          <w:color w:val="auto"/>
          <w:kern w:val="2"/>
          <w:sz w:val="24"/>
          <w14:ligatures w14:val="standardContextual"/>
        </w:rPr>
      </w:pPr>
      <w:hyperlink w:anchor="_Toc199963114" w:history="1">
        <w:r w:rsidRPr="009342A4">
          <w:rPr>
            <w:rStyle w:val="Lienhypertexte"/>
          </w:rPr>
          <w:t>CHAPITRE V.</w:t>
        </w:r>
        <w:r>
          <w:rPr>
            <w:webHidden/>
          </w:rPr>
          <w:tab/>
        </w:r>
        <w:r>
          <w:rPr>
            <w:webHidden/>
          </w:rPr>
          <w:fldChar w:fldCharType="begin"/>
        </w:r>
        <w:r>
          <w:rPr>
            <w:webHidden/>
          </w:rPr>
          <w:instrText xml:space="preserve"> PAGEREF _Toc199963114 \h </w:instrText>
        </w:r>
        <w:r>
          <w:rPr>
            <w:webHidden/>
          </w:rPr>
        </w:r>
        <w:r>
          <w:rPr>
            <w:webHidden/>
          </w:rPr>
          <w:fldChar w:fldCharType="separate"/>
        </w:r>
        <w:r w:rsidR="00FD3720">
          <w:rPr>
            <w:webHidden/>
          </w:rPr>
          <w:t>437</w:t>
        </w:r>
        <w:r>
          <w:rPr>
            <w:webHidden/>
          </w:rPr>
          <w:fldChar w:fldCharType="end"/>
        </w:r>
      </w:hyperlink>
    </w:p>
    <w:p w14:paraId="717154ED" w14:textId="1DC185D7" w:rsidR="003564FB" w:rsidRDefault="003564FB">
      <w:pPr>
        <w:pStyle w:val="TM2"/>
        <w:rPr>
          <w:rFonts w:asciiTheme="minorHAnsi" w:eastAsiaTheme="minorEastAsia" w:hAnsiTheme="minorHAnsi" w:cstheme="minorBidi"/>
          <w:color w:val="auto"/>
          <w:kern w:val="2"/>
          <w:sz w:val="24"/>
          <w14:ligatures w14:val="standardContextual"/>
        </w:rPr>
      </w:pPr>
      <w:hyperlink w:anchor="_Toc199963115" w:history="1">
        <w:r w:rsidRPr="009342A4">
          <w:rPr>
            <w:rStyle w:val="Lienhypertexte"/>
          </w:rPr>
          <w:t>CHAPITRE VI.</w:t>
        </w:r>
        <w:r>
          <w:rPr>
            <w:webHidden/>
          </w:rPr>
          <w:tab/>
        </w:r>
        <w:r>
          <w:rPr>
            <w:webHidden/>
          </w:rPr>
          <w:fldChar w:fldCharType="begin"/>
        </w:r>
        <w:r>
          <w:rPr>
            <w:webHidden/>
          </w:rPr>
          <w:instrText xml:space="preserve"> PAGEREF _Toc199963115 \h </w:instrText>
        </w:r>
        <w:r>
          <w:rPr>
            <w:webHidden/>
          </w:rPr>
        </w:r>
        <w:r>
          <w:rPr>
            <w:webHidden/>
          </w:rPr>
          <w:fldChar w:fldCharType="separate"/>
        </w:r>
        <w:r w:rsidR="00FD3720">
          <w:rPr>
            <w:webHidden/>
          </w:rPr>
          <w:t>442</w:t>
        </w:r>
        <w:r>
          <w:rPr>
            <w:webHidden/>
          </w:rPr>
          <w:fldChar w:fldCharType="end"/>
        </w:r>
      </w:hyperlink>
    </w:p>
    <w:p w14:paraId="23D3FE43" w14:textId="1C875128" w:rsidR="003564FB" w:rsidRDefault="003564FB">
      <w:pPr>
        <w:pStyle w:val="TM2"/>
        <w:rPr>
          <w:rFonts w:asciiTheme="minorHAnsi" w:eastAsiaTheme="minorEastAsia" w:hAnsiTheme="minorHAnsi" w:cstheme="minorBidi"/>
          <w:color w:val="auto"/>
          <w:kern w:val="2"/>
          <w:sz w:val="24"/>
          <w14:ligatures w14:val="standardContextual"/>
        </w:rPr>
      </w:pPr>
      <w:hyperlink w:anchor="_Toc199963116" w:history="1">
        <w:r w:rsidRPr="009342A4">
          <w:rPr>
            <w:rStyle w:val="Lienhypertexte"/>
            <w:lang w:val="en-US"/>
          </w:rPr>
          <w:t>CHAPITRE VII.</w:t>
        </w:r>
        <w:r>
          <w:rPr>
            <w:webHidden/>
          </w:rPr>
          <w:tab/>
        </w:r>
        <w:r>
          <w:rPr>
            <w:webHidden/>
          </w:rPr>
          <w:fldChar w:fldCharType="begin"/>
        </w:r>
        <w:r>
          <w:rPr>
            <w:webHidden/>
          </w:rPr>
          <w:instrText xml:space="preserve"> PAGEREF _Toc199963116 \h </w:instrText>
        </w:r>
        <w:r>
          <w:rPr>
            <w:webHidden/>
          </w:rPr>
        </w:r>
        <w:r>
          <w:rPr>
            <w:webHidden/>
          </w:rPr>
          <w:fldChar w:fldCharType="separate"/>
        </w:r>
        <w:r w:rsidR="00FD3720">
          <w:rPr>
            <w:webHidden/>
          </w:rPr>
          <w:t>446</w:t>
        </w:r>
        <w:r>
          <w:rPr>
            <w:webHidden/>
          </w:rPr>
          <w:fldChar w:fldCharType="end"/>
        </w:r>
      </w:hyperlink>
    </w:p>
    <w:p w14:paraId="16CE150D" w14:textId="75E76385" w:rsidR="003564FB" w:rsidRDefault="003564FB">
      <w:pPr>
        <w:pStyle w:val="TM2"/>
        <w:rPr>
          <w:rFonts w:asciiTheme="minorHAnsi" w:eastAsiaTheme="minorEastAsia" w:hAnsiTheme="minorHAnsi" w:cstheme="minorBidi"/>
          <w:color w:val="auto"/>
          <w:kern w:val="2"/>
          <w:sz w:val="24"/>
          <w14:ligatures w14:val="standardContextual"/>
        </w:rPr>
      </w:pPr>
      <w:hyperlink w:anchor="_Toc199963117" w:history="1">
        <w:r w:rsidRPr="009342A4">
          <w:rPr>
            <w:rStyle w:val="Lienhypertexte"/>
          </w:rPr>
          <w:t>CHAPITRE VIII.</w:t>
        </w:r>
        <w:r>
          <w:rPr>
            <w:webHidden/>
          </w:rPr>
          <w:tab/>
        </w:r>
        <w:r>
          <w:rPr>
            <w:webHidden/>
          </w:rPr>
          <w:fldChar w:fldCharType="begin"/>
        </w:r>
        <w:r>
          <w:rPr>
            <w:webHidden/>
          </w:rPr>
          <w:instrText xml:space="preserve"> PAGEREF _Toc199963117 \h </w:instrText>
        </w:r>
        <w:r>
          <w:rPr>
            <w:webHidden/>
          </w:rPr>
        </w:r>
        <w:r>
          <w:rPr>
            <w:webHidden/>
          </w:rPr>
          <w:fldChar w:fldCharType="separate"/>
        </w:r>
        <w:r w:rsidR="00FD3720">
          <w:rPr>
            <w:webHidden/>
          </w:rPr>
          <w:t>451</w:t>
        </w:r>
        <w:r>
          <w:rPr>
            <w:webHidden/>
          </w:rPr>
          <w:fldChar w:fldCharType="end"/>
        </w:r>
      </w:hyperlink>
    </w:p>
    <w:p w14:paraId="7B0A5CD9" w14:textId="1E2EC57B" w:rsidR="003564FB" w:rsidRDefault="003564FB">
      <w:pPr>
        <w:pStyle w:val="TM2"/>
        <w:rPr>
          <w:rFonts w:asciiTheme="minorHAnsi" w:eastAsiaTheme="minorEastAsia" w:hAnsiTheme="minorHAnsi" w:cstheme="minorBidi"/>
          <w:color w:val="auto"/>
          <w:kern w:val="2"/>
          <w:sz w:val="24"/>
          <w14:ligatures w14:val="standardContextual"/>
        </w:rPr>
      </w:pPr>
      <w:hyperlink w:anchor="_Toc199963118" w:history="1">
        <w:r w:rsidRPr="009342A4">
          <w:rPr>
            <w:rStyle w:val="Lienhypertexte"/>
          </w:rPr>
          <w:t>CHAPITRE IX.</w:t>
        </w:r>
        <w:r>
          <w:rPr>
            <w:webHidden/>
          </w:rPr>
          <w:tab/>
        </w:r>
        <w:r>
          <w:rPr>
            <w:webHidden/>
          </w:rPr>
          <w:fldChar w:fldCharType="begin"/>
        </w:r>
        <w:r>
          <w:rPr>
            <w:webHidden/>
          </w:rPr>
          <w:instrText xml:space="preserve"> PAGEREF _Toc199963118 \h </w:instrText>
        </w:r>
        <w:r>
          <w:rPr>
            <w:webHidden/>
          </w:rPr>
        </w:r>
        <w:r>
          <w:rPr>
            <w:webHidden/>
          </w:rPr>
          <w:fldChar w:fldCharType="separate"/>
        </w:r>
        <w:r w:rsidR="00FD3720">
          <w:rPr>
            <w:webHidden/>
          </w:rPr>
          <w:t>454</w:t>
        </w:r>
        <w:r>
          <w:rPr>
            <w:webHidden/>
          </w:rPr>
          <w:fldChar w:fldCharType="end"/>
        </w:r>
      </w:hyperlink>
    </w:p>
    <w:p w14:paraId="5798FBD3" w14:textId="4C0D813E"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119" w:history="1">
        <w:r w:rsidRPr="009342A4">
          <w:rPr>
            <w:rStyle w:val="Lienhypertexte"/>
          </w:rPr>
          <w:t>LIVRE VII.  LE RÈGNE DE LA TERREUR.</w:t>
        </w:r>
        <w:r>
          <w:rPr>
            <w:webHidden/>
          </w:rPr>
          <w:tab/>
        </w:r>
        <w:r>
          <w:rPr>
            <w:webHidden/>
          </w:rPr>
          <w:fldChar w:fldCharType="begin"/>
        </w:r>
        <w:r>
          <w:rPr>
            <w:webHidden/>
          </w:rPr>
          <w:instrText xml:space="preserve"> PAGEREF _Toc199963119 \h </w:instrText>
        </w:r>
        <w:r>
          <w:rPr>
            <w:webHidden/>
          </w:rPr>
        </w:r>
        <w:r>
          <w:rPr>
            <w:webHidden/>
          </w:rPr>
          <w:fldChar w:fldCharType="separate"/>
        </w:r>
        <w:r w:rsidR="00FD3720">
          <w:rPr>
            <w:webHidden/>
          </w:rPr>
          <w:t>456</w:t>
        </w:r>
        <w:r>
          <w:rPr>
            <w:webHidden/>
          </w:rPr>
          <w:fldChar w:fldCharType="end"/>
        </w:r>
      </w:hyperlink>
    </w:p>
    <w:p w14:paraId="2301A565" w14:textId="2BFE5FCF" w:rsidR="003564FB" w:rsidRDefault="003564FB">
      <w:pPr>
        <w:pStyle w:val="TM2"/>
        <w:rPr>
          <w:rFonts w:asciiTheme="minorHAnsi" w:eastAsiaTheme="minorEastAsia" w:hAnsiTheme="minorHAnsi" w:cstheme="minorBidi"/>
          <w:color w:val="auto"/>
          <w:kern w:val="2"/>
          <w:sz w:val="24"/>
          <w14:ligatures w14:val="standardContextual"/>
        </w:rPr>
      </w:pPr>
      <w:hyperlink w:anchor="_Toc199963120" w:history="1">
        <w:r w:rsidRPr="009342A4">
          <w:rPr>
            <w:rStyle w:val="Lienhypertexte"/>
          </w:rPr>
          <w:t>CHAPITRE PREMIER.</w:t>
        </w:r>
        <w:r>
          <w:rPr>
            <w:webHidden/>
          </w:rPr>
          <w:tab/>
        </w:r>
        <w:r>
          <w:rPr>
            <w:webHidden/>
          </w:rPr>
          <w:fldChar w:fldCharType="begin"/>
        </w:r>
        <w:r>
          <w:rPr>
            <w:webHidden/>
          </w:rPr>
          <w:instrText xml:space="preserve"> PAGEREF _Toc199963120 \h </w:instrText>
        </w:r>
        <w:r>
          <w:rPr>
            <w:webHidden/>
          </w:rPr>
        </w:r>
        <w:r>
          <w:rPr>
            <w:webHidden/>
          </w:rPr>
          <w:fldChar w:fldCharType="separate"/>
        </w:r>
        <w:r w:rsidR="00FD3720">
          <w:rPr>
            <w:webHidden/>
          </w:rPr>
          <w:t>457</w:t>
        </w:r>
        <w:r>
          <w:rPr>
            <w:webHidden/>
          </w:rPr>
          <w:fldChar w:fldCharType="end"/>
        </w:r>
      </w:hyperlink>
    </w:p>
    <w:p w14:paraId="1132E212" w14:textId="323F2A79" w:rsidR="003564FB" w:rsidRDefault="003564FB">
      <w:pPr>
        <w:pStyle w:val="TM2"/>
        <w:rPr>
          <w:rFonts w:asciiTheme="minorHAnsi" w:eastAsiaTheme="minorEastAsia" w:hAnsiTheme="minorHAnsi" w:cstheme="minorBidi"/>
          <w:color w:val="auto"/>
          <w:kern w:val="2"/>
          <w:sz w:val="24"/>
          <w14:ligatures w14:val="standardContextual"/>
        </w:rPr>
      </w:pPr>
      <w:hyperlink w:anchor="_Toc199963121" w:history="1">
        <w:r w:rsidRPr="009342A4">
          <w:rPr>
            <w:rStyle w:val="Lienhypertexte"/>
          </w:rPr>
          <w:t>CHAPITRE II.</w:t>
        </w:r>
        <w:r>
          <w:rPr>
            <w:webHidden/>
          </w:rPr>
          <w:tab/>
        </w:r>
        <w:r>
          <w:rPr>
            <w:webHidden/>
          </w:rPr>
          <w:fldChar w:fldCharType="begin"/>
        </w:r>
        <w:r>
          <w:rPr>
            <w:webHidden/>
          </w:rPr>
          <w:instrText xml:space="preserve"> PAGEREF _Toc199963121 \h </w:instrText>
        </w:r>
        <w:r>
          <w:rPr>
            <w:webHidden/>
          </w:rPr>
        </w:r>
        <w:r>
          <w:rPr>
            <w:webHidden/>
          </w:rPr>
          <w:fldChar w:fldCharType="separate"/>
        </w:r>
        <w:r w:rsidR="00FD3720">
          <w:rPr>
            <w:webHidden/>
          </w:rPr>
          <w:t>468</w:t>
        </w:r>
        <w:r>
          <w:rPr>
            <w:webHidden/>
          </w:rPr>
          <w:fldChar w:fldCharType="end"/>
        </w:r>
      </w:hyperlink>
    </w:p>
    <w:p w14:paraId="68177FDD" w14:textId="799374ED" w:rsidR="003564FB" w:rsidRDefault="003564FB">
      <w:pPr>
        <w:pStyle w:val="TM2"/>
        <w:rPr>
          <w:rFonts w:asciiTheme="minorHAnsi" w:eastAsiaTheme="minorEastAsia" w:hAnsiTheme="minorHAnsi" w:cstheme="minorBidi"/>
          <w:color w:val="auto"/>
          <w:kern w:val="2"/>
          <w:sz w:val="24"/>
          <w14:ligatures w14:val="standardContextual"/>
        </w:rPr>
      </w:pPr>
      <w:hyperlink w:anchor="_Toc199963122" w:history="1">
        <w:r w:rsidRPr="009342A4">
          <w:rPr>
            <w:rStyle w:val="Lienhypertexte"/>
          </w:rPr>
          <w:t>CHAPITRE III.</w:t>
        </w:r>
        <w:r>
          <w:rPr>
            <w:webHidden/>
          </w:rPr>
          <w:tab/>
        </w:r>
        <w:r>
          <w:rPr>
            <w:webHidden/>
          </w:rPr>
          <w:fldChar w:fldCharType="begin"/>
        </w:r>
        <w:r>
          <w:rPr>
            <w:webHidden/>
          </w:rPr>
          <w:instrText xml:space="preserve"> PAGEREF _Toc199963122 \h </w:instrText>
        </w:r>
        <w:r>
          <w:rPr>
            <w:webHidden/>
          </w:rPr>
        </w:r>
        <w:r>
          <w:rPr>
            <w:webHidden/>
          </w:rPr>
          <w:fldChar w:fldCharType="separate"/>
        </w:r>
        <w:r w:rsidR="00FD3720">
          <w:rPr>
            <w:webHidden/>
          </w:rPr>
          <w:t>481</w:t>
        </w:r>
        <w:r>
          <w:rPr>
            <w:webHidden/>
          </w:rPr>
          <w:fldChar w:fldCharType="end"/>
        </w:r>
      </w:hyperlink>
    </w:p>
    <w:p w14:paraId="68912B62" w14:textId="0B5313F7" w:rsidR="003564FB" w:rsidRDefault="003564FB">
      <w:pPr>
        <w:pStyle w:val="TM2"/>
        <w:rPr>
          <w:rFonts w:asciiTheme="minorHAnsi" w:eastAsiaTheme="minorEastAsia" w:hAnsiTheme="minorHAnsi" w:cstheme="minorBidi"/>
          <w:color w:val="auto"/>
          <w:kern w:val="2"/>
          <w:sz w:val="24"/>
          <w14:ligatures w14:val="standardContextual"/>
        </w:rPr>
      </w:pPr>
      <w:hyperlink w:anchor="_Toc199963123" w:history="1">
        <w:r w:rsidRPr="009342A4">
          <w:rPr>
            <w:rStyle w:val="Lienhypertexte"/>
          </w:rPr>
          <w:t>CHAPITRE IV.</w:t>
        </w:r>
        <w:r>
          <w:rPr>
            <w:webHidden/>
          </w:rPr>
          <w:tab/>
        </w:r>
        <w:r>
          <w:rPr>
            <w:webHidden/>
          </w:rPr>
          <w:fldChar w:fldCharType="begin"/>
        </w:r>
        <w:r>
          <w:rPr>
            <w:webHidden/>
          </w:rPr>
          <w:instrText xml:space="preserve"> PAGEREF _Toc199963123 \h </w:instrText>
        </w:r>
        <w:r>
          <w:rPr>
            <w:webHidden/>
          </w:rPr>
        </w:r>
        <w:r>
          <w:rPr>
            <w:webHidden/>
          </w:rPr>
          <w:fldChar w:fldCharType="separate"/>
        </w:r>
        <w:r w:rsidR="00FD3720">
          <w:rPr>
            <w:webHidden/>
          </w:rPr>
          <w:t>488</w:t>
        </w:r>
        <w:r>
          <w:rPr>
            <w:webHidden/>
          </w:rPr>
          <w:fldChar w:fldCharType="end"/>
        </w:r>
      </w:hyperlink>
    </w:p>
    <w:p w14:paraId="243A303C" w14:textId="424A578A" w:rsidR="003564FB" w:rsidRDefault="003564FB">
      <w:pPr>
        <w:pStyle w:val="TM2"/>
        <w:rPr>
          <w:rFonts w:asciiTheme="minorHAnsi" w:eastAsiaTheme="minorEastAsia" w:hAnsiTheme="minorHAnsi" w:cstheme="minorBidi"/>
          <w:color w:val="auto"/>
          <w:kern w:val="2"/>
          <w:sz w:val="24"/>
          <w14:ligatures w14:val="standardContextual"/>
        </w:rPr>
      </w:pPr>
      <w:hyperlink w:anchor="_Toc199963124" w:history="1">
        <w:r w:rsidRPr="009342A4">
          <w:rPr>
            <w:rStyle w:val="Lienhypertexte"/>
          </w:rPr>
          <w:t>CHAPITRE V.</w:t>
        </w:r>
        <w:r>
          <w:rPr>
            <w:webHidden/>
          </w:rPr>
          <w:tab/>
        </w:r>
        <w:r>
          <w:rPr>
            <w:webHidden/>
          </w:rPr>
          <w:fldChar w:fldCharType="begin"/>
        </w:r>
        <w:r>
          <w:rPr>
            <w:webHidden/>
          </w:rPr>
          <w:instrText xml:space="preserve"> PAGEREF _Toc199963124 \h </w:instrText>
        </w:r>
        <w:r>
          <w:rPr>
            <w:webHidden/>
          </w:rPr>
        </w:r>
        <w:r>
          <w:rPr>
            <w:webHidden/>
          </w:rPr>
          <w:fldChar w:fldCharType="separate"/>
        </w:r>
        <w:r w:rsidR="00FD3720">
          <w:rPr>
            <w:webHidden/>
          </w:rPr>
          <w:t>496</w:t>
        </w:r>
        <w:r>
          <w:rPr>
            <w:webHidden/>
          </w:rPr>
          <w:fldChar w:fldCharType="end"/>
        </w:r>
      </w:hyperlink>
    </w:p>
    <w:p w14:paraId="67593B45" w14:textId="48BE53B9" w:rsidR="003564FB" w:rsidRDefault="003564FB">
      <w:pPr>
        <w:pStyle w:val="TM2"/>
        <w:rPr>
          <w:rFonts w:asciiTheme="minorHAnsi" w:eastAsiaTheme="minorEastAsia" w:hAnsiTheme="minorHAnsi" w:cstheme="minorBidi"/>
          <w:color w:val="auto"/>
          <w:kern w:val="2"/>
          <w:sz w:val="24"/>
          <w14:ligatures w14:val="standardContextual"/>
        </w:rPr>
      </w:pPr>
      <w:hyperlink w:anchor="_Toc199963125" w:history="1">
        <w:r w:rsidRPr="009342A4">
          <w:rPr>
            <w:rStyle w:val="Lienhypertexte"/>
          </w:rPr>
          <w:t>CHAPITRE VI.</w:t>
        </w:r>
        <w:r>
          <w:rPr>
            <w:webHidden/>
          </w:rPr>
          <w:tab/>
        </w:r>
        <w:r>
          <w:rPr>
            <w:webHidden/>
          </w:rPr>
          <w:fldChar w:fldCharType="begin"/>
        </w:r>
        <w:r>
          <w:rPr>
            <w:webHidden/>
          </w:rPr>
          <w:instrText xml:space="preserve"> PAGEREF _Toc199963125 \h </w:instrText>
        </w:r>
        <w:r>
          <w:rPr>
            <w:webHidden/>
          </w:rPr>
        </w:r>
        <w:r>
          <w:rPr>
            <w:webHidden/>
          </w:rPr>
          <w:fldChar w:fldCharType="separate"/>
        </w:r>
        <w:r w:rsidR="00FD3720">
          <w:rPr>
            <w:webHidden/>
          </w:rPr>
          <w:t>499</w:t>
        </w:r>
        <w:r>
          <w:rPr>
            <w:webHidden/>
          </w:rPr>
          <w:fldChar w:fldCharType="end"/>
        </w:r>
      </w:hyperlink>
    </w:p>
    <w:p w14:paraId="6543BF39" w14:textId="0C5CCFA6" w:rsidR="003564FB" w:rsidRDefault="003564FB">
      <w:pPr>
        <w:pStyle w:val="TM2"/>
        <w:rPr>
          <w:rFonts w:asciiTheme="minorHAnsi" w:eastAsiaTheme="minorEastAsia" w:hAnsiTheme="minorHAnsi" w:cstheme="minorBidi"/>
          <w:color w:val="auto"/>
          <w:kern w:val="2"/>
          <w:sz w:val="24"/>
          <w14:ligatures w14:val="standardContextual"/>
        </w:rPr>
      </w:pPr>
      <w:hyperlink w:anchor="_Toc199963126" w:history="1">
        <w:r w:rsidRPr="009342A4">
          <w:rPr>
            <w:rStyle w:val="Lienhypertexte"/>
          </w:rPr>
          <w:t>CHAPITRE VII.</w:t>
        </w:r>
        <w:r>
          <w:rPr>
            <w:webHidden/>
          </w:rPr>
          <w:tab/>
        </w:r>
        <w:r>
          <w:rPr>
            <w:webHidden/>
          </w:rPr>
          <w:fldChar w:fldCharType="begin"/>
        </w:r>
        <w:r>
          <w:rPr>
            <w:webHidden/>
          </w:rPr>
          <w:instrText xml:space="preserve"> PAGEREF _Toc199963126 \h </w:instrText>
        </w:r>
        <w:r>
          <w:rPr>
            <w:webHidden/>
          </w:rPr>
        </w:r>
        <w:r>
          <w:rPr>
            <w:webHidden/>
          </w:rPr>
          <w:fldChar w:fldCharType="separate"/>
        </w:r>
        <w:r w:rsidR="00FD3720">
          <w:rPr>
            <w:webHidden/>
          </w:rPr>
          <w:t>510</w:t>
        </w:r>
        <w:r>
          <w:rPr>
            <w:webHidden/>
          </w:rPr>
          <w:fldChar w:fldCharType="end"/>
        </w:r>
      </w:hyperlink>
    </w:p>
    <w:p w14:paraId="730BE2E4" w14:textId="34692E72" w:rsidR="003564FB" w:rsidRDefault="003564FB">
      <w:pPr>
        <w:pStyle w:val="TM2"/>
        <w:rPr>
          <w:rFonts w:asciiTheme="minorHAnsi" w:eastAsiaTheme="minorEastAsia" w:hAnsiTheme="minorHAnsi" w:cstheme="minorBidi"/>
          <w:color w:val="auto"/>
          <w:kern w:val="2"/>
          <w:sz w:val="24"/>
          <w14:ligatures w14:val="standardContextual"/>
        </w:rPr>
      </w:pPr>
      <w:hyperlink w:anchor="_Toc199963127" w:history="1">
        <w:r w:rsidRPr="009342A4">
          <w:rPr>
            <w:rStyle w:val="Lienhypertexte"/>
          </w:rPr>
          <w:t>CHAPITRE VIII.</w:t>
        </w:r>
        <w:r>
          <w:rPr>
            <w:webHidden/>
          </w:rPr>
          <w:tab/>
        </w:r>
        <w:r>
          <w:rPr>
            <w:webHidden/>
          </w:rPr>
          <w:fldChar w:fldCharType="begin"/>
        </w:r>
        <w:r>
          <w:rPr>
            <w:webHidden/>
          </w:rPr>
          <w:instrText xml:space="preserve"> PAGEREF _Toc199963127 \h </w:instrText>
        </w:r>
        <w:r>
          <w:rPr>
            <w:webHidden/>
          </w:rPr>
        </w:r>
        <w:r>
          <w:rPr>
            <w:webHidden/>
          </w:rPr>
          <w:fldChar w:fldCharType="separate"/>
        </w:r>
        <w:r w:rsidR="00FD3720">
          <w:rPr>
            <w:webHidden/>
          </w:rPr>
          <w:t>521</w:t>
        </w:r>
        <w:r>
          <w:rPr>
            <w:webHidden/>
          </w:rPr>
          <w:fldChar w:fldCharType="end"/>
        </w:r>
      </w:hyperlink>
    </w:p>
    <w:p w14:paraId="2A0C4854" w14:textId="0249CAD6" w:rsidR="003564FB" w:rsidRDefault="003564FB">
      <w:pPr>
        <w:pStyle w:val="TM2"/>
        <w:rPr>
          <w:rFonts w:asciiTheme="minorHAnsi" w:eastAsiaTheme="minorEastAsia" w:hAnsiTheme="minorHAnsi" w:cstheme="minorBidi"/>
          <w:color w:val="auto"/>
          <w:kern w:val="2"/>
          <w:sz w:val="24"/>
          <w14:ligatures w14:val="standardContextual"/>
        </w:rPr>
      </w:pPr>
      <w:hyperlink w:anchor="_Toc199963128" w:history="1">
        <w:r w:rsidRPr="009342A4">
          <w:rPr>
            <w:rStyle w:val="Lienhypertexte"/>
          </w:rPr>
          <w:t>CHAPITRE IX.</w:t>
        </w:r>
        <w:r>
          <w:rPr>
            <w:webHidden/>
          </w:rPr>
          <w:tab/>
        </w:r>
        <w:r>
          <w:rPr>
            <w:webHidden/>
          </w:rPr>
          <w:fldChar w:fldCharType="begin"/>
        </w:r>
        <w:r>
          <w:rPr>
            <w:webHidden/>
          </w:rPr>
          <w:instrText xml:space="preserve"> PAGEREF _Toc199963128 \h </w:instrText>
        </w:r>
        <w:r>
          <w:rPr>
            <w:webHidden/>
          </w:rPr>
        </w:r>
        <w:r>
          <w:rPr>
            <w:webHidden/>
          </w:rPr>
          <w:fldChar w:fldCharType="separate"/>
        </w:r>
        <w:r w:rsidR="00FD3720">
          <w:rPr>
            <w:webHidden/>
          </w:rPr>
          <w:t>525</w:t>
        </w:r>
        <w:r>
          <w:rPr>
            <w:webHidden/>
          </w:rPr>
          <w:fldChar w:fldCharType="end"/>
        </w:r>
      </w:hyperlink>
    </w:p>
    <w:p w14:paraId="343F8FF7" w14:textId="1D8E2B2A" w:rsidR="003564FB" w:rsidRDefault="003564FB">
      <w:pPr>
        <w:pStyle w:val="TM2"/>
        <w:rPr>
          <w:rFonts w:asciiTheme="minorHAnsi" w:eastAsiaTheme="minorEastAsia" w:hAnsiTheme="minorHAnsi" w:cstheme="minorBidi"/>
          <w:color w:val="auto"/>
          <w:kern w:val="2"/>
          <w:sz w:val="24"/>
          <w14:ligatures w14:val="standardContextual"/>
        </w:rPr>
      </w:pPr>
      <w:hyperlink w:anchor="_Toc199963129" w:history="1">
        <w:r w:rsidRPr="009342A4">
          <w:rPr>
            <w:rStyle w:val="Lienhypertexte"/>
          </w:rPr>
          <w:t>CHAPITRE X.</w:t>
        </w:r>
        <w:r>
          <w:rPr>
            <w:webHidden/>
          </w:rPr>
          <w:tab/>
        </w:r>
        <w:r>
          <w:rPr>
            <w:webHidden/>
          </w:rPr>
          <w:fldChar w:fldCharType="begin"/>
        </w:r>
        <w:r>
          <w:rPr>
            <w:webHidden/>
          </w:rPr>
          <w:instrText xml:space="preserve"> PAGEREF _Toc199963129 \h </w:instrText>
        </w:r>
        <w:r>
          <w:rPr>
            <w:webHidden/>
          </w:rPr>
        </w:r>
        <w:r>
          <w:rPr>
            <w:webHidden/>
          </w:rPr>
          <w:fldChar w:fldCharType="separate"/>
        </w:r>
        <w:r w:rsidR="00FD3720">
          <w:rPr>
            <w:webHidden/>
          </w:rPr>
          <w:t>536</w:t>
        </w:r>
        <w:r>
          <w:rPr>
            <w:webHidden/>
          </w:rPr>
          <w:fldChar w:fldCharType="end"/>
        </w:r>
      </w:hyperlink>
    </w:p>
    <w:p w14:paraId="0582BB38" w14:textId="04A02A43" w:rsidR="003564FB" w:rsidRDefault="003564FB">
      <w:pPr>
        <w:pStyle w:val="TM2"/>
        <w:rPr>
          <w:rFonts w:asciiTheme="minorHAnsi" w:eastAsiaTheme="minorEastAsia" w:hAnsiTheme="minorHAnsi" w:cstheme="minorBidi"/>
          <w:color w:val="auto"/>
          <w:kern w:val="2"/>
          <w:sz w:val="24"/>
          <w14:ligatures w14:val="standardContextual"/>
        </w:rPr>
      </w:pPr>
      <w:hyperlink w:anchor="_Toc199963130" w:history="1">
        <w:r w:rsidRPr="009342A4">
          <w:rPr>
            <w:rStyle w:val="Lienhypertexte"/>
          </w:rPr>
          <w:t>CHAPITRE XI.</w:t>
        </w:r>
        <w:r>
          <w:rPr>
            <w:webHidden/>
          </w:rPr>
          <w:tab/>
        </w:r>
        <w:r>
          <w:rPr>
            <w:webHidden/>
          </w:rPr>
          <w:fldChar w:fldCharType="begin"/>
        </w:r>
        <w:r>
          <w:rPr>
            <w:webHidden/>
          </w:rPr>
          <w:instrText xml:space="preserve"> PAGEREF _Toc199963130 \h </w:instrText>
        </w:r>
        <w:r>
          <w:rPr>
            <w:webHidden/>
          </w:rPr>
        </w:r>
        <w:r>
          <w:rPr>
            <w:webHidden/>
          </w:rPr>
          <w:fldChar w:fldCharType="separate"/>
        </w:r>
        <w:r w:rsidR="00FD3720">
          <w:rPr>
            <w:webHidden/>
          </w:rPr>
          <w:t>542</w:t>
        </w:r>
        <w:r>
          <w:rPr>
            <w:webHidden/>
          </w:rPr>
          <w:fldChar w:fldCharType="end"/>
        </w:r>
      </w:hyperlink>
    </w:p>
    <w:p w14:paraId="03550793" w14:textId="0A0EBD4A" w:rsidR="003564FB" w:rsidRDefault="003564FB">
      <w:pPr>
        <w:pStyle w:val="TM2"/>
        <w:rPr>
          <w:rFonts w:asciiTheme="minorHAnsi" w:eastAsiaTheme="minorEastAsia" w:hAnsiTheme="minorHAnsi" w:cstheme="minorBidi"/>
          <w:color w:val="auto"/>
          <w:kern w:val="2"/>
          <w:sz w:val="24"/>
          <w14:ligatures w14:val="standardContextual"/>
        </w:rPr>
      </w:pPr>
      <w:hyperlink w:anchor="_Toc199963131" w:history="1">
        <w:r w:rsidRPr="009342A4">
          <w:rPr>
            <w:rStyle w:val="Lienhypertexte"/>
          </w:rPr>
          <w:t>CHAPITRE XII.</w:t>
        </w:r>
        <w:r>
          <w:rPr>
            <w:webHidden/>
          </w:rPr>
          <w:tab/>
        </w:r>
        <w:r>
          <w:rPr>
            <w:webHidden/>
          </w:rPr>
          <w:fldChar w:fldCharType="begin"/>
        </w:r>
        <w:r>
          <w:rPr>
            <w:webHidden/>
          </w:rPr>
          <w:instrText xml:space="preserve"> PAGEREF _Toc199963131 \h </w:instrText>
        </w:r>
        <w:r>
          <w:rPr>
            <w:webHidden/>
          </w:rPr>
        </w:r>
        <w:r>
          <w:rPr>
            <w:webHidden/>
          </w:rPr>
          <w:fldChar w:fldCharType="separate"/>
        </w:r>
        <w:r w:rsidR="00FD3720">
          <w:rPr>
            <w:webHidden/>
          </w:rPr>
          <w:t>547</w:t>
        </w:r>
        <w:r>
          <w:rPr>
            <w:webHidden/>
          </w:rPr>
          <w:fldChar w:fldCharType="end"/>
        </w:r>
      </w:hyperlink>
    </w:p>
    <w:p w14:paraId="701036AA" w14:textId="464C1148" w:rsidR="003564FB" w:rsidRDefault="003564FB">
      <w:pPr>
        <w:pStyle w:val="TM2"/>
        <w:rPr>
          <w:rFonts w:asciiTheme="minorHAnsi" w:eastAsiaTheme="minorEastAsia" w:hAnsiTheme="minorHAnsi" w:cstheme="minorBidi"/>
          <w:color w:val="auto"/>
          <w:kern w:val="2"/>
          <w:sz w:val="24"/>
          <w14:ligatures w14:val="standardContextual"/>
        </w:rPr>
      </w:pPr>
      <w:hyperlink w:anchor="_Toc199963132" w:history="1">
        <w:r w:rsidRPr="009342A4">
          <w:rPr>
            <w:rStyle w:val="Lienhypertexte"/>
          </w:rPr>
          <w:t>CHAPITRE XIII.</w:t>
        </w:r>
        <w:r>
          <w:rPr>
            <w:webHidden/>
          </w:rPr>
          <w:tab/>
        </w:r>
        <w:r>
          <w:rPr>
            <w:webHidden/>
          </w:rPr>
          <w:fldChar w:fldCharType="begin"/>
        </w:r>
        <w:r>
          <w:rPr>
            <w:webHidden/>
          </w:rPr>
          <w:instrText xml:space="preserve"> PAGEREF _Toc199963132 \h </w:instrText>
        </w:r>
        <w:r>
          <w:rPr>
            <w:webHidden/>
          </w:rPr>
        </w:r>
        <w:r>
          <w:rPr>
            <w:webHidden/>
          </w:rPr>
          <w:fldChar w:fldCharType="separate"/>
        </w:r>
        <w:r w:rsidR="00FD3720">
          <w:rPr>
            <w:webHidden/>
          </w:rPr>
          <w:t>550</w:t>
        </w:r>
        <w:r>
          <w:rPr>
            <w:webHidden/>
          </w:rPr>
          <w:fldChar w:fldCharType="end"/>
        </w:r>
      </w:hyperlink>
    </w:p>
    <w:p w14:paraId="390E14AB" w14:textId="7E6416C1" w:rsidR="003564FB" w:rsidRDefault="003564FB">
      <w:pPr>
        <w:pStyle w:val="TM2"/>
        <w:rPr>
          <w:rFonts w:asciiTheme="minorHAnsi" w:eastAsiaTheme="minorEastAsia" w:hAnsiTheme="minorHAnsi" w:cstheme="minorBidi"/>
          <w:color w:val="auto"/>
          <w:kern w:val="2"/>
          <w:sz w:val="24"/>
          <w14:ligatures w14:val="standardContextual"/>
        </w:rPr>
      </w:pPr>
      <w:hyperlink w:anchor="_Toc199963133" w:history="1">
        <w:r w:rsidRPr="009342A4">
          <w:rPr>
            <w:rStyle w:val="Lienhypertexte"/>
          </w:rPr>
          <w:t>CHAPITRE XIV.</w:t>
        </w:r>
        <w:r>
          <w:rPr>
            <w:webHidden/>
          </w:rPr>
          <w:tab/>
        </w:r>
        <w:r>
          <w:rPr>
            <w:webHidden/>
          </w:rPr>
          <w:fldChar w:fldCharType="begin"/>
        </w:r>
        <w:r>
          <w:rPr>
            <w:webHidden/>
          </w:rPr>
          <w:instrText xml:space="preserve"> PAGEREF _Toc199963133 \h </w:instrText>
        </w:r>
        <w:r>
          <w:rPr>
            <w:webHidden/>
          </w:rPr>
        </w:r>
        <w:r>
          <w:rPr>
            <w:webHidden/>
          </w:rPr>
          <w:fldChar w:fldCharType="separate"/>
        </w:r>
        <w:r w:rsidR="00FD3720">
          <w:rPr>
            <w:webHidden/>
          </w:rPr>
          <w:t>558</w:t>
        </w:r>
        <w:r>
          <w:rPr>
            <w:webHidden/>
          </w:rPr>
          <w:fldChar w:fldCharType="end"/>
        </w:r>
      </w:hyperlink>
    </w:p>
    <w:p w14:paraId="6C3BA6BB" w14:textId="3B7A0AD5" w:rsidR="003564FB" w:rsidRDefault="003564FB">
      <w:pPr>
        <w:pStyle w:val="TM2"/>
        <w:rPr>
          <w:rFonts w:asciiTheme="minorHAnsi" w:eastAsiaTheme="minorEastAsia" w:hAnsiTheme="minorHAnsi" w:cstheme="minorBidi"/>
          <w:color w:val="auto"/>
          <w:kern w:val="2"/>
          <w:sz w:val="24"/>
          <w14:ligatures w14:val="standardContextual"/>
        </w:rPr>
      </w:pPr>
      <w:hyperlink w:anchor="_Toc199963134" w:history="1">
        <w:r w:rsidRPr="009342A4">
          <w:rPr>
            <w:rStyle w:val="Lienhypertexte"/>
          </w:rPr>
          <w:t>CHAPITRE XV.</w:t>
        </w:r>
        <w:r>
          <w:rPr>
            <w:webHidden/>
          </w:rPr>
          <w:tab/>
        </w:r>
        <w:r>
          <w:rPr>
            <w:webHidden/>
          </w:rPr>
          <w:fldChar w:fldCharType="begin"/>
        </w:r>
        <w:r>
          <w:rPr>
            <w:webHidden/>
          </w:rPr>
          <w:instrText xml:space="preserve"> PAGEREF _Toc199963134 \h </w:instrText>
        </w:r>
        <w:r>
          <w:rPr>
            <w:webHidden/>
          </w:rPr>
        </w:r>
        <w:r>
          <w:rPr>
            <w:webHidden/>
          </w:rPr>
          <w:fldChar w:fldCharType="separate"/>
        </w:r>
        <w:r w:rsidR="00FD3720">
          <w:rPr>
            <w:webHidden/>
          </w:rPr>
          <w:t>562</w:t>
        </w:r>
        <w:r>
          <w:rPr>
            <w:webHidden/>
          </w:rPr>
          <w:fldChar w:fldCharType="end"/>
        </w:r>
      </w:hyperlink>
    </w:p>
    <w:p w14:paraId="47784021" w14:textId="5EE7E240" w:rsidR="003564FB" w:rsidRDefault="003564FB">
      <w:pPr>
        <w:pStyle w:val="TM2"/>
        <w:rPr>
          <w:rFonts w:asciiTheme="minorHAnsi" w:eastAsiaTheme="minorEastAsia" w:hAnsiTheme="minorHAnsi" w:cstheme="minorBidi"/>
          <w:color w:val="auto"/>
          <w:kern w:val="2"/>
          <w:sz w:val="24"/>
          <w14:ligatures w14:val="standardContextual"/>
        </w:rPr>
      </w:pPr>
      <w:hyperlink w:anchor="_Toc199963135" w:history="1">
        <w:r w:rsidRPr="009342A4">
          <w:rPr>
            <w:rStyle w:val="Lienhypertexte"/>
          </w:rPr>
          <w:t>CHAPITRE XVI.</w:t>
        </w:r>
        <w:r>
          <w:rPr>
            <w:webHidden/>
          </w:rPr>
          <w:tab/>
        </w:r>
        <w:r>
          <w:rPr>
            <w:webHidden/>
          </w:rPr>
          <w:fldChar w:fldCharType="begin"/>
        </w:r>
        <w:r>
          <w:rPr>
            <w:webHidden/>
          </w:rPr>
          <w:instrText xml:space="preserve"> PAGEREF _Toc199963135 \h </w:instrText>
        </w:r>
        <w:r>
          <w:rPr>
            <w:webHidden/>
          </w:rPr>
        </w:r>
        <w:r>
          <w:rPr>
            <w:webHidden/>
          </w:rPr>
          <w:fldChar w:fldCharType="separate"/>
        </w:r>
        <w:r w:rsidR="00FD3720">
          <w:rPr>
            <w:webHidden/>
          </w:rPr>
          <w:t>573</w:t>
        </w:r>
        <w:r>
          <w:rPr>
            <w:webHidden/>
          </w:rPr>
          <w:fldChar w:fldCharType="end"/>
        </w:r>
      </w:hyperlink>
    </w:p>
    <w:p w14:paraId="6B4116EA" w14:textId="1E547B96" w:rsidR="003564FB" w:rsidRDefault="003564FB">
      <w:pPr>
        <w:pStyle w:val="TM2"/>
        <w:rPr>
          <w:rFonts w:asciiTheme="minorHAnsi" w:eastAsiaTheme="minorEastAsia" w:hAnsiTheme="minorHAnsi" w:cstheme="minorBidi"/>
          <w:color w:val="auto"/>
          <w:kern w:val="2"/>
          <w:sz w:val="24"/>
          <w14:ligatures w14:val="standardContextual"/>
        </w:rPr>
      </w:pPr>
      <w:hyperlink w:anchor="_Toc199963136" w:history="1">
        <w:r w:rsidRPr="009342A4">
          <w:rPr>
            <w:rStyle w:val="Lienhypertexte"/>
          </w:rPr>
          <w:t>CHAPITRE XVII.</w:t>
        </w:r>
        <w:r>
          <w:rPr>
            <w:webHidden/>
          </w:rPr>
          <w:tab/>
        </w:r>
        <w:r>
          <w:rPr>
            <w:webHidden/>
          </w:rPr>
          <w:fldChar w:fldCharType="begin"/>
        </w:r>
        <w:r>
          <w:rPr>
            <w:webHidden/>
          </w:rPr>
          <w:instrText xml:space="preserve"> PAGEREF _Toc199963136 \h </w:instrText>
        </w:r>
        <w:r>
          <w:rPr>
            <w:webHidden/>
          </w:rPr>
        </w:r>
        <w:r>
          <w:rPr>
            <w:webHidden/>
          </w:rPr>
          <w:fldChar w:fldCharType="separate"/>
        </w:r>
        <w:r w:rsidR="00FD3720">
          <w:rPr>
            <w:webHidden/>
          </w:rPr>
          <w:t>578</w:t>
        </w:r>
        <w:r>
          <w:rPr>
            <w:webHidden/>
          </w:rPr>
          <w:fldChar w:fldCharType="end"/>
        </w:r>
      </w:hyperlink>
    </w:p>
    <w:p w14:paraId="3B19028C" w14:textId="25158466" w:rsidR="003564FB" w:rsidRDefault="003564FB">
      <w:pPr>
        <w:pStyle w:val="TM1"/>
        <w:rPr>
          <w:rFonts w:asciiTheme="minorHAnsi" w:eastAsiaTheme="minorEastAsia" w:hAnsiTheme="minorHAnsi" w:cstheme="minorBidi"/>
          <w:bCs w:val="0"/>
          <w:iCs w:val="0"/>
          <w:color w:val="auto"/>
          <w:kern w:val="2"/>
          <w:sz w:val="24"/>
          <w:szCs w:val="24"/>
          <w14:ligatures w14:val="standardContextual"/>
        </w:rPr>
      </w:pPr>
      <w:hyperlink w:anchor="_Toc199963137" w:history="1">
        <w:r w:rsidRPr="009342A4">
          <w:rPr>
            <w:rStyle w:val="Lienhypertexte"/>
          </w:rPr>
          <w:t>À propos de cette édition électronique</w:t>
        </w:r>
        <w:r>
          <w:rPr>
            <w:webHidden/>
          </w:rPr>
          <w:tab/>
        </w:r>
        <w:r>
          <w:rPr>
            <w:webHidden/>
          </w:rPr>
          <w:fldChar w:fldCharType="begin"/>
        </w:r>
        <w:r>
          <w:rPr>
            <w:webHidden/>
          </w:rPr>
          <w:instrText xml:space="preserve"> PAGEREF _Toc199963137 \h </w:instrText>
        </w:r>
        <w:r>
          <w:rPr>
            <w:webHidden/>
          </w:rPr>
        </w:r>
        <w:r>
          <w:rPr>
            <w:webHidden/>
          </w:rPr>
          <w:fldChar w:fldCharType="separate"/>
        </w:r>
        <w:r w:rsidR="00FD3720">
          <w:rPr>
            <w:webHidden/>
          </w:rPr>
          <w:t>593</w:t>
        </w:r>
        <w:r>
          <w:rPr>
            <w:webHidden/>
          </w:rPr>
          <w:fldChar w:fldCharType="end"/>
        </w:r>
      </w:hyperlink>
    </w:p>
    <w:p w14:paraId="3C92E331" w14:textId="4983924B" w:rsidR="00E0544E" w:rsidRDefault="00E0544E">
      <w:r>
        <w:fldChar w:fldCharType="end"/>
      </w:r>
    </w:p>
    <w:p w14:paraId="6A22AEA2" w14:textId="3DB602E9" w:rsidR="00E0544E" w:rsidRPr="00EA53BB" w:rsidRDefault="000200A6" w:rsidP="000200A6">
      <w:pPr>
        <w:pStyle w:val="Titre1"/>
        <w:rPr>
          <w:sz w:val="60"/>
          <w:szCs w:val="60"/>
        </w:rPr>
      </w:pPr>
      <w:r>
        <w:rPr>
          <w:sz w:val="60"/>
          <w:szCs w:val="60"/>
        </w:rPr>
        <w:lastRenderedPageBreak/>
        <w:br/>
      </w:r>
      <w:r>
        <w:rPr>
          <w:sz w:val="60"/>
          <w:szCs w:val="60"/>
        </w:rPr>
        <w:br/>
      </w:r>
      <w:r>
        <w:rPr>
          <w:sz w:val="60"/>
          <w:szCs w:val="60"/>
        </w:rPr>
        <w:br/>
      </w:r>
      <w:bookmarkStart w:id="0" w:name="_Toc199963049"/>
      <w:r w:rsidR="00E0544E" w:rsidRPr="00EA53BB">
        <w:rPr>
          <w:sz w:val="60"/>
          <w:szCs w:val="60"/>
        </w:rPr>
        <w:t>LIVRE PREMIER</w:t>
      </w:r>
      <w:r w:rsidR="00E0544E" w:rsidRPr="00EA53BB">
        <w:rPr>
          <w:sz w:val="60"/>
          <w:szCs w:val="60"/>
        </w:rPr>
        <w:br/>
      </w:r>
      <w:r w:rsidR="00E0544E" w:rsidRPr="00EA53BB">
        <w:rPr>
          <w:sz w:val="60"/>
          <w:szCs w:val="60"/>
        </w:rPr>
        <w:br/>
        <w:t>LE MUSICIEN</w:t>
      </w:r>
      <w:bookmarkEnd w:id="0"/>
    </w:p>
    <w:p w14:paraId="068161BC" w14:textId="77777777" w:rsidR="00E8465A" w:rsidRDefault="00E0544E" w:rsidP="00E8465A">
      <w:pPr>
        <w:pStyle w:val="Titre2"/>
        <w:pageBreakBefore/>
      </w:pPr>
      <w:bookmarkStart w:id="1" w:name="_Toc199963050"/>
      <w:r w:rsidRPr="007818BD">
        <w:lastRenderedPageBreak/>
        <w:t>CHAPITRE PREMIER</w:t>
      </w:r>
      <w:r w:rsidR="00E8465A">
        <w:t>.</w:t>
      </w:r>
      <w:bookmarkEnd w:id="1"/>
    </w:p>
    <w:p w14:paraId="3DE920E5" w14:textId="6A0CC228" w:rsidR="00E0544E" w:rsidRPr="007818BD" w:rsidRDefault="00E0544E" w:rsidP="00E0544E">
      <w:pPr>
        <w:pStyle w:val="NormalRetraitGauche4XIndent0"/>
        <w:spacing w:before="0" w:after="0"/>
        <w:rPr>
          <w:rStyle w:val="Taille-1Caracteres"/>
        </w:rPr>
      </w:pPr>
      <w:proofErr w:type="spellStart"/>
      <w:r w:rsidRPr="007818BD">
        <w:rPr>
          <w:rStyle w:val="Taille-1Caracteres"/>
        </w:rPr>
        <w:t>Vergine</w:t>
      </w:r>
      <w:proofErr w:type="spellEnd"/>
      <w:r w:rsidRPr="007818BD">
        <w:rPr>
          <w:rStyle w:val="Taille-1Caracteres"/>
        </w:rPr>
        <w:t xml:space="preserve"> </w:t>
      </w:r>
      <w:proofErr w:type="spellStart"/>
      <w:r w:rsidRPr="007818BD">
        <w:rPr>
          <w:rStyle w:val="Taille-1Caracteres"/>
        </w:rPr>
        <w:t>era</w:t>
      </w:r>
      <w:proofErr w:type="spellEnd"/>
    </w:p>
    <w:p w14:paraId="0972280E" w14:textId="77777777" w:rsidR="00E8465A" w:rsidRDefault="00E0544E" w:rsidP="00E0544E">
      <w:pPr>
        <w:pStyle w:val="NormalRetraitGauche4XIndent0"/>
        <w:spacing w:before="0" w:after="0"/>
        <w:rPr>
          <w:rStyle w:val="Taille-1Caracteres"/>
        </w:rPr>
      </w:pPr>
      <w:proofErr w:type="spellStart"/>
      <w:r w:rsidRPr="007818BD">
        <w:rPr>
          <w:rStyle w:val="Taille-1Caracteres"/>
        </w:rPr>
        <w:t>D</w:t>
      </w:r>
      <w:r w:rsidR="00E8465A">
        <w:rPr>
          <w:rStyle w:val="Taille-1Caracteres"/>
        </w:rPr>
        <w:t>’</w:t>
      </w:r>
      <w:r w:rsidRPr="007818BD">
        <w:rPr>
          <w:rStyle w:val="Taille-1Caracteres"/>
        </w:rPr>
        <w:t>alta</w:t>
      </w:r>
      <w:proofErr w:type="spellEnd"/>
      <w:r w:rsidRPr="007818BD">
        <w:rPr>
          <w:rStyle w:val="Taille-1Caracteres"/>
        </w:rPr>
        <w:t xml:space="preserve"> </w:t>
      </w:r>
      <w:proofErr w:type="spellStart"/>
      <w:r w:rsidRPr="007818BD">
        <w:rPr>
          <w:rStyle w:val="Taille-1Caracteres"/>
        </w:rPr>
        <w:t>beltà</w:t>
      </w:r>
      <w:proofErr w:type="spellEnd"/>
      <w:r w:rsidR="00E8465A">
        <w:rPr>
          <w:rStyle w:val="Taille-1Caracteres"/>
        </w:rPr>
        <w:t xml:space="preserve">, </w:t>
      </w:r>
      <w:r w:rsidRPr="007818BD">
        <w:rPr>
          <w:rStyle w:val="Taille-1Caracteres"/>
        </w:rPr>
        <w:t xml:space="preserve">ma sua </w:t>
      </w:r>
      <w:proofErr w:type="spellStart"/>
      <w:r w:rsidRPr="007818BD">
        <w:rPr>
          <w:rStyle w:val="Taille-1Caracteres"/>
        </w:rPr>
        <w:t>beltà</w:t>
      </w:r>
      <w:proofErr w:type="spellEnd"/>
      <w:r w:rsidRPr="007818BD">
        <w:rPr>
          <w:rStyle w:val="Taille-1Caracteres"/>
        </w:rPr>
        <w:t xml:space="preserve"> non cura</w:t>
      </w:r>
      <w:r w:rsidR="00E8465A">
        <w:rPr>
          <w:rStyle w:val="Taille-1Caracteres"/>
        </w:rPr>
        <w:t> :</w:t>
      </w:r>
    </w:p>
    <w:p w14:paraId="2A393DE7" w14:textId="77777777" w:rsidR="00E8465A" w:rsidRDefault="00E8465A" w:rsidP="00E0544E">
      <w:pPr>
        <w:pStyle w:val="NormalRetraitGauche4XIndent0"/>
        <w:spacing w:before="0" w:after="0"/>
        <w:rPr>
          <w:rStyle w:val="Taille-1Caracteres"/>
        </w:rPr>
      </w:pPr>
      <w:r>
        <w:rPr>
          <w:rStyle w:val="Taille-1Caracteres"/>
        </w:rPr>
        <w:t>…………………………………</w:t>
      </w:r>
    </w:p>
    <w:p w14:paraId="76B76D58" w14:textId="7B774905" w:rsidR="00E0544E" w:rsidRPr="007818BD" w:rsidRDefault="00E0544E" w:rsidP="00E0544E">
      <w:pPr>
        <w:pStyle w:val="NormalRetraitGauche4XIndent0"/>
        <w:spacing w:before="0" w:after="0"/>
        <w:rPr>
          <w:rStyle w:val="Taille-1Caracteres"/>
        </w:rPr>
      </w:pPr>
      <w:r w:rsidRPr="007818BD">
        <w:rPr>
          <w:rStyle w:val="Taille-1Caracteres"/>
        </w:rPr>
        <w:t xml:space="preserve">Di </w:t>
      </w:r>
      <w:proofErr w:type="spellStart"/>
      <w:r w:rsidRPr="007818BD">
        <w:rPr>
          <w:rStyle w:val="Taille-1Caracteres"/>
        </w:rPr>
        <w:t>natura</w:t>
      </w:r>
      <w:proofErr w:type="spellEnd"/>
      <w:r w:rsidR="00E8465A">
        <w:rPr>
          <w:rStyle w:val="Taille-1Caracteres"/>
        </w:rPr>
        <w:t xml:space="preserve">, </w:t>
      </w:r>
      <w:proofErr w:type="spellStart"/>
      <w:r w:rsidRPr="007818BD">
        <w:rPr>
          <w:rStyle w:val="Taille-1Caracteres"/>
        </w:rPr>
        <w:t>d</w:t>
      </w:r>
      <w:r w:rsidR="00E8465A">
        <w:rPr>
          <w:rStyle w:val="Taille-1Caracteres"/>
        </w:rPr>
        <w:t>’</w:t>
      </w:r>
      <w:r w:rsidRPr="007818BD">
        <w:rPr>
          <w:rStyle w:val="Taille-1Caracteres"/>
        </w:rPr>
        <w:t>amor</w:t>
      </w:r>
      <w:proofErr w:type="spellEnd"/>
      <w:r w:rsidR="00E8465A">
        <w:rPr>
          <w:rStyle w:val="Taille-1Caracteres"/>
        </w:rPr>
        <w:t xml:space="preserve">, </w:t>
      </w:r>
      <w:r w:rsidRPr="007818BD">
        <w:rPr>
          <w:rStyle w:val="Taille-1Caracteres"/>
        </w:rPr>
        <w:t>de</w:t>
      </w:r>
      <w:r w:rsidR="00E8465A">
        <w:rPr>
          <w:rStyle w:val="Taille-1Caracteres"/>
        </w:rPr>
        <w:t>’</w:t>
      </w:r>
      <w:r>
        <w:rPr>
          <w:rStyle w:val="Taille-1Caracteres"/>
        </w:rPr>
        <w:t xml:space="preserve"> </w:t>
      </w:r>
      <w:proofErr w:type="spellStart"/>
      <w:r w:rsidRPr="007818BD">
        <w:rPr>
          <w:rStyle w:val="Taille-1Caracteres"/>
        </w:rPr>
        <w:t>cieli</w:t>
      </w:r>
      <w:proofErr w:type="spellEnd"/>
      <w:r w:rsidRPr="007818BD">
        <w:rPr>
          <w:rStyle w:val="Taille-1Caracteres"/>
        </w:rPr>
        <w:t xml:space="preserve"> </w:t>
      </w:r>
      <w:proofErr w:type="spellStart"/>
      <w:r w:rsidRPr="007818BD">
        <w:rPr>
          <w:rStyle w:val="Taille-1Caracteres"/>
        </w:rPr>
        <w:t>amici</w:t>
      </w:r>
      <w:proofErr w:type="spellEnd"/>
    </w:p>
    <w:p w14:paraId="2C7D3A4A" w14:textId="77777777" w:rsidR="00E8465A" w:rsidRDefault="00E0544E" w:rsidP="00E0544E">
      <w:pPr>
        <w:pStyle w:val="NormalRetraitGauche4XIndent0"/>
        <w:spacing w:before="0" w:after="0"/>
        <w:rPr>
          <w:rStyle w:val="Taille-1Caracteres"/>
        </w:rPr>
      </w:pPr>
      <w:r w:rsidRPr="007818BD">
        <w:rPr>
          <w:rStyle w:val="Taille-1Caracteres"/>
        </w:rPr>
        <w:t xml:space="preserve">Le </w:t>
      </w:r>
      <w:proofErr w:type="spellStart"/>
      <w:r w:rsidRPr="007818BD">
        <w:rPr>
          <w:rStyle w:val="Taille-1Caracteres"/>
        </w:rPr>
        <w:t>negligenze</w:t>
      </w:r>
      <w:proofErr w:type="spellEnd"/>
      <w:r w:rsidRPr="007818BD">
        <w:rPr>
          <w:rStyle w:val="Taille-1Caracteres"/>
        </w:rPr>
        <w:t xml:space="preserve"> sue sono </w:t>
      </w:r>
      <w:proofErr w:type="spellStart"/>
      <w:r w:rsidRPr="007818BD">
        <w:rPr>
          <w:rStyle w:val="Taille-1Caracteres"/>
        </w:rPr>
        <w:t>artifici</w:t>
      </w:r>
      <w:proofErr w:type="spellEnd"/>
      <w:r w:rsidRPr="007818BD">
        <w:rPr>
          <w:rStyle w:val="Appelnotedebasdep"/>
          <w:szCs w:val="28"/>
        </w:rPr>
        <w:footnoteReference w:id="1"/>
      </w:r>
      <w:r w:rsidR="00E8465A">
        <w:rPr>
          <w:rStyle w:val="Taille-1Caracteres"/>
        </w:rPr>
        <w:t>.</w:t>
      </w:r>
    </w:p>
    <w:p w14:paraId="49507E8B" w14:textId="0C762BDB" w:rsidR="00E8465A" w:rsidRDefault="00E8465A" w:rsidP="00E0544E">
      <w:pPr>
        <w:jc w:val="right"/>
        <w:rPr>
          <w:rStyle w:val="Taille-1Caracteres"/>
        </w:rPr>
      </w:pPr>
      <w:r>
        <w:rPr>
          <w:rStyle w:val="Taille-1Caracteres"/>
        </w:rPr>
        <w:t>(</w:t>
      </w:r>
      <w:proofErr w:type="spellStart"/>
      <w:r w:rsidR="00E0544E" w:rsidRPr="001C0898">
        <w:rPr>
          <w:rStyle w:val="Taille-1Caracteres"/>
          <w:i/>
        </w:rPr>
        <w:t>Gerusal</w:t>
      </w:r>
      <w:proofErr w:type="spellEnd"/>
      <w:r>
        <w:rPr>
          <w:rStyle w:val="Taille-1Caracteres"/>
          <w:i/>
        </w:rPr>
        <w:t xml:space="preserve">. </w:t>
      </w:r>
      <w:r w:rsidR="00E0544E" w:rsidRPr="001C0898">
        <w:rPr>
          <w:rStyle w:val="Taille-1Caracteres"/>
          <w:i/>
        </w:rPr>
        <w:t>lib</w:t>
      </w:r>
      <w:r>
        <w:rPr>
          <w:rStyle w:val="Taille-1Caracteres"/>
        </w:rPr>
        <w:t xml:space="preserve">, </w:t>
      </w:r>
      <w:r w:rsidR="00E0544E" w:rsidRPr="007818BD">
        <w:rPr>
          <w:rStyle w:val="Taille-1Caracteres"/>
        </w:rPr>
        <w:t>canto II</w:t>
      </w:r>
      <w:r>
        <w:rPr>
          <w:rStyle w:val="Taille-1Caracteres"/>
        </w:rPr>
        <w:t xml:space="preserve">, </w:t>
      </w:r>
      <w:r w:rsidR="00E0544E" w:rsidRPr="007818BD">
        <w:rPr>
          <w:rStyle w:val="Taille-1Caracteres"/>
        </w:rPr>
        <w:t>14-18</w:t>
      </w:r>
      <w:r>
        <w:rPr>
          <w:rStyle w:val="Taille-1Caracteres"/>
        </w:rPr>
        <w:t>.)</w:t>
      </w:r>
    </w:p>
    <w:p w14:paraId="7343915B" w14:textId="495FCE46" w:rsidR="00E8465A" w:rsidRDefault="00E0544E" w:rsidP="00E0544E">
      <w:r w:rsidRPr="007818BD">
        <w:t>Dans la seconde moitié du dernier siècle vivait et florissait à Naples un digne artiste nommé Gaetano Pisani</w:t>
      </w:r>
      <w:r w:rsidR="00E8465A">
        <w:t xml:space="preserve">. </w:t>
      </w:r>
      <w:r w:rsidRPr="007818BD">
        <w:t>C</w:t>
      </w:r>
      <w:r w:rsidR="00E8465A">
        <w:t>’</w:t>
      </w:r>
      <w:r w:rsidRPr="007818BD">
        <w:t>était un compositeur de grand génie</w:t>
      </w:r>
      <w:r w:rsidR="00E8465A">
        <w:t xml:space="preserve">, </w:t>
      </w:r>
      <w:r w:rsidRPr="007818BD">
        <w:t>mais sans reno</w:t>
      </w:r>
      <w:r w:rsidRPr="007818BD">
        <w:t>m</w:t>
      </w:r>
      <w:r w:rsidRPr="007818BD">
        <w:t>mée populaire</w:t>
      </w:r>
      <w:r w:rsidR="00E8465A">
        <w:t xml:space="preserve"> ; </w:t>
      </w:r>
      <w:r w:rsidRPr="007818BD">
        <w:t>il y avait dans toutes ses œuvres quelque chose de capricieux et de fantastique que n</w:t>
      </w:r>
      <w:r w:rsidR="00E8465A">
        <w:t>’</w:t>
      </w:r>
      <w:r w:rsidRPr="007818BD">
        <w:t xml:space="preserve">approuvait pas le goût des </w:t>
      </w:r>
      <w:proofErr w:type="spellStart"/>
      <w:r w:rsidRPr="007818BD">
        <w:rPr>
          <w:i/>
        </w:rPr>
        <w:t>dilettanti</w:t>
      </w:r>
      <w:proofErr w:type="spellEnd"/>
      <w:r w:rsidRPr="007818BD">
        <w:t xml:space="preserve"> napol</w:t>
      </w:r>
      <w:r w:rsidRPr="007818BD">
        <w:t>i</w:t>
      </w:r>
      <w:r w:rsidRPr="007818BD">
        <w:t>tains</w:t>
      </w:r>
      <w:r w:rsidR="00E8465A">
        <w:t xml:space="preserve">. </w:t>
      </w:r>
      <w:r w:rsidRPr="007818BD">
        <w:t>Il aimait les sujets étranges</w:t>
      </w:r>
      <w:r w:rsidR="00E8465A">
        <w:t xml:space="preserve">, </w:t>
      </w:r>
      <w:r w:rsidRPr="007818BD">
        <w:t>et les airs et les symphonies qu</w:t>
      </w:r>
      <w:r w:rsidR="00E8465A">
        <w:t>’</w:t>
      </w:r>
      <w:r w:rsidRPr="007818BD">
        <w:t>ils lui inspiraient éveillaient dans l</w:t>
      </w:r>
      <w:r w:rsidR="00E8465A">
        <w:t>’</w:t>
      </w:r>
      <w:r w:rsidRPr="007818BD">
        <w:t>auditoire une sorte de te</w:t>
      </w:r>
      <w:r w:rsidRPr="007818BD">
        <w:t>r</w:t>
      </w:r>
      <w:r w:rsidRPr="007818BD">
        <w:t>reur</w:t>
      </w:r>
      <w:r w:rsidR="00E8465A">
        <w:t xml:space="preserve">. </w:t>
      </w:r>
      <w:r w:rsidRPr="007818BD">
        <w:t>Les titres de ses opéras suffiront sans doute pour en faire comprendre le caractère</w:t>
      </w:r>
      <w:r w:rsidR="00E8465A">
        <w:t xml:space="preserve">. </w:t>
      </w:r>
      <w:r w:rsidRPr="007818BD">
        <w:t>Je trouve</w:t>
      </w:r>
      <w:r w:rsidR="00E8465A">
        <w:t xml:space="preserve">, </w:t>
      </w:r>
      <w:r w:rsidRPr="007818BD">
        <w:t>par exemple</w:t>
      </w:r>
      <w:r w:rsidR="00E8465A">
        <w:t xml:space="preserve">, </w:t>
      </w:r>
      <w:r w:rsidRPr="007818BD">
        <w:t>parmi ses m</w:t>
      </w:r>
      <w:r w:rsidRPr="007818BD">
        <w:t>a</w:t>
      </w:r>
      <w:r w:rsidRPr="007818BD">
        <w:t>nuscrits</w:t>
      </w:r>
      <w:r w:rsidR="00E8465A">
        <w:t xml:space="preserve"> : </w:t>
      </w:r>
      <w:r w:rsidRPr="007818BD">
        <w:rPr>
          <w:i/>
        </w:rPr>
        <w:t>Le Festin des Harpies</w:t>
      </w:r>
      <w:r w:rsidR="00E8465A">
        <w:t xml:space="preserve">, </w:t>
      </w:r>
      <w:r w:rsidRPr="007818BD">
        <w:rPr>
          <w:i/>
        </w:rPr>
        <w:t>les Sorcières de Bénévent</w:t>
      </w:r>
      <w:r w:rsidR="00E8465A">
        <w:t xml:space="preserve">, </w:t>
      </w:r>
      <w:r w:rsidRPr="007818BD">
        <w:rPr>
          <w:i/>
        </w:rPr>
        <w:t>la Descente d</w:t>
      </w:r>
      <w:r w:rsidR="00E8465A">
        <w:rPr>
          <w:i/>
        </w:rPr>
        <w:t>’</w:t>
      </w:r>
      <w:r w:rsidRPr="007818BD">
        <w:rPr>
          <w:i/>
        </w:rPr>
        <w:t>Orphée aux Enfers</w:t>
      </w:r>
      <w:r w:rsidR="00E8465A">
        <w:t xml:space="preserve">, </w:t>
      </w:r>
      <w:r w:rsidRPr="007818BD">
        <w:rPr>
          <w:i/>
        </w:rPr>
        <w:t>le Mauvais œil</w:t>
      </w:r>
      <w:r w:rsidR="00E8465A">
        <w:t xml:space="preserve">, </w:t>
      </w:r>
      <w:r w:rsidRPr="007818BD">
        <w:rPr>
          <w:i/>
        </w:rPr>
        <w:t>les Euménides</w:t>
      </w:r>
      <w:r w:rsidR="00E8465A">
        <w:t xml:space="preserve">, </w:t>
      </w:r>
      <w:r w:rsidRPr="007818BD">
        <w:t>et beaucoup d</w:t>
      </w:r>
      <w:r w:rsidR="00E8465A">
        <w:t>’</w:t>
      </w:r>
      <w:r w:rsidRPr="007818BD">
        <w:t>autres qui accusent une imagin</w:t>
      </w:r>
      <w:r w:rsidRPr="007818BD">
        <w:t>a</w:t>
      </w:r>
      <w:r w:rsidRPr="007818BD">
        <w:t>tion puissante</w:t>
      </w:r>
      <w:r w:rsidR="00E8465A">
        <w:t xml:space="preserve">, </w:t>
      </w:r>
      <w:r w:rsidRPr="007818BD">
        <w:t>se complaisant dans le terrible et le surnaturel</w:t>
      </w:r>
      <w:r w:rsidR="00E8465A">
        <w:t xml:space="preserve">, </w:t>
      </w:r>
      <w:r w:rsidRPr="007818BD">
        <w:t>quoique souvent aussi</w:t>
      </w:r>
      <w:r w:rsidR="00E8465A">
        <w:t xml:space="preserve">, </w:t>
      </w:r>
      <w:r w:rsidRPr="007818BD">
        <w:t>au milieu de ces sombres créations</w:t>
      </w:r>
      <w:r w:rsidR="00E8465A">
        <w:t xml:space="preserve">, </w:t>
      </w:r>
      <w:r w:rsidRPr="007818BD">
        <w:t>une fantaisie légère et délicate vienne jeter des passages d</w:t>
      </w:r>
      <w:r w:rsidR="00E8465A">
        <w:t>’</w:t>
      </w:r>
      <w:r w:rsidRPr="007818BD">
        <w:t>une grâce et d</w:t>
      </w:r>
      <w:r w:rsidR="00E8465A">
        <w:t>’</w:t>
      </w:r>
      <w:r w:rsidRPr="007818BD">
        <w:t>une beauté exquises</w:t>
      </w:r>
      <w:r w:rsidR="00E8465A">
        <w:t xml:space="preserve">. </w:t>
      </w:r>
      <w:r w:rsidRPr="007818BD">
        <w:t>Il est vrai qu</w:t>
      </w:r>
      <w:r w:rsidR="00E8465A">
        <w:t>’</w:t>
      </w:r>
      <w:r w:rsidRPr="007818BD">
        <w:t>en empruntant ses sujets à la mythologie antique</w:t>
      </w:r>
      <w:r w:rsidR="00E8465A">
        <w:t xml:space="preserve">, </w:t>
      </w:r>
      <w:r w:rsidRPr="007818BD">
        <w:t>Gaetano Pisani se montrait plus fidèle que ses conte</w:t>
      </w:r>
      <w:r w:rsidRPr="007818BD">
        <w:t>m</w:t>
      </w:r>
      <w:r w:rsidRPr="007818BD">
        <w:t>porains à l</w:t>
      </w:r>
      <w:r w:rsidR="00E8465A">
        <w:t>’</w:t>
      </w:r>
      <w:r w:rsidRPr="007818BD">
        <w:t xml:space="preserve">origine </w:t>
      </w:r>
      <w:r w:rsidRPr="007818BD">
        <w:lastRenderedPageBreak/>
        <w:t>primitive et au génie naissant de l</w:t>
      </w:r>
      <w:r w:rsidR="00E8465A">
        <w:t>’</w:t>
      </w:r>
      <w:r w:rsidRPr="007818BD">
        <w:t>opéra it</w:t>
      </w:r>
      <w:r w:rsidRPr="007818BD">
        <w:t>a</w:t>
      </w:r>
      <w:r w:rsidRPr="007818BD">
        <w:t>lien</w:t>
      </w:r>
      <w:r w:rsidR="00E8465A">
        <w:t xml:space="preserve">. </w:t>
      </w:r>
      <w:r w:rsidRPr="007818BD">
        <w:t>Descendant dégénéré sans doute</w:t>
      </w:r>
      <w:r w:rsidR="00E8465A">
        <w:t xml:space="preserve">, </w:t>
      </w:r>
      <w:proofErr w:type="gramStart"/>
      <w:r w:rsidRPr="007818BD">
        <w:t>mais pourtant</w:t>
      </w:r>
      <w:proofErr w:type="gramEnd"/>
      <w:r w:rsidRPr="007818BD">
        <w:t xml:space="preserve"> légitime</w:t>
      </w:r>
      <w:r w:rsidR="00E8465A">
        <w:t xml:space="preserve">, </w:t>
      </w:r>
      <w:r w:rsidRPr="007818BD">
        <w:t>de l</w:t>
      </w:r>
      <w:r w:rsidR="00E8465A">
        <w:t>’</w:t>
      </w:r>
      <w:r w:rsidRPr="007818BD">
        <w:t>antique union entre la poésie lyrique et le drame</w:t>
      </w:r>
      <w:r w:rsidR="00E8465A">
        <w:t xml:space="preserve">, </w:t>
      </w:r>
      <w:r w:rsidRPr="007818BD">
        <w:t>l</w:t>
      </w:r>
      <w:r w:rsidR="00E8465A">
        <w:t>’</w:t>
      </w:r>
      <w:r w:rsidRPr="007818BD">
        <w:t>opéra avait</w:t>
      </w:r>
      <w:r w:rsidR="00E8465A">
        <w:t xml:space="preserve">, </w:t>
      </w:r>
      <w:r w:rsidRPr="007818BD">
        <w:t>après une longue et obscure proscription</w:t>
      </w:r>
      <w:r w:rsidR="00E8465A">
        <w:t xml:space="preserve">, </w:t>
      </w:r>
      <w:r w:rsidRPr="007818BD">
        <w:t>retrouvé sur les bords de l</w:t>
      </w:r>
      <w:r w:rsidR="00E8465A">
        <w:t>’</w:t>
      </w:r>
      <w:r w:rsidRPr="007818BD">
        <w:t>Arno et au milieu des lagunes de Venise un sceptre plus débile</w:t>
      </w:r>
      <w:r w:rsidR="00E8465A">
        <w:t xml:space="preserve">, </w:t>
      </w:r>
      <w:r w:rsidRPr="007818BD">
        <w:t>mais une pourpre plus éclatante</w:t>
      </w:r>
      <w:r w:rsidR="00E8465A">
        <w:t xml:space="preserve"> ; </w:t>
      </w:r>
      <w:r w:rsidRPr="007818BD">
        <w:t>et c</w:t>
      </w:r>
      <w:r w:rsidR="00E8465A">
        <w:t>’</w:t>
      </w:r>
      <w:r w:rsidRPr="007818BD">
        <w:t>est aux sou</w:t>
      </w:r>
      <w:r w:rsidRPr="007818BD">
        <w:t>r</w:t>
      </w:r>
      <w:r w:rsidRPr="007818BD">
        <w:t>ces classiques de la fable païenne qu</w:t>
      </w:r>
      <w:r w:rsidR="00E8465A">
        <w:t>’</w:t>
      </w:r>
      <w:r w:rsidRPr="007818BD">
        <w:t>il puisa ses premières in</w:t>
      </w:r>
      <w:r w:rsidRPr="007818BD">
        <w:t>s</w:t>
      </w:r>
      <w:r w:rsidRPr="007818BD">
        <w:t>pirations</w:t>
      </w:r>
      <w:r w:rsidR="00E8465A">
        <w:t xml:space="preserve">. </w:t>
      </w:r>
      <w:r w:rsidRPr="007818BD">
        <w:rPr>
          <w:i/>
        </w:rPr>
        <w:t>La Descente d</w:t>
      </w:r>
      <w:r w:rsidR="00E8465A">
        <w:rPr>
          <w:i/>
        </w:rPr>
        <w:t>’</w:t>
      </w:r>
      <w:r w:rsidRPr="007818BD">
        <w:rPr>
          <w:i/>
        </w:rPr>
        <w:t>Orphée</w:t>
      </w:r>
      <w:r w:rsidRPr="007818BD">
        <w:t xml:space="preserve"> de Pisani n</w:t>
      </w:r>
      <w:r w:rsidR="00E8465A">
        <w:t>’</w:t>
      </w:r>
      <w:r w:rsidRPr="007818BD">
        <w:t>était qu</w:t>
      </w:r>
      <w:r w:rsidR="00E8465A">
        <w:t>’</w:t>
      </w:r>
      <w:r w:rsidRPr="007818BD">
        <w:t>une répét</w:t>
      </w:r>
      <w:r w:rsidRPr="007818BD">
        <w:t>i</w:t>
      </w:r>
      <w:r w:rsidRPr="007818BD">
        <w:t>tion plus hardie</w:t>
      </w:r>
      <w:r w:rsidR="00E8465A">
        <w:t xml:space="preserve">, </w:t>
      </w:r>
      <w:r w:rsidRPr="007818BD">
        <w:t>plus so</w:t>
      </w:r>
      <w:r w:rsidRPr="007818BD">
        <w:t>m</w:t>
      </w:r>
      <w:r w:rsidRPr="007818BD">
        <w:t>bre et plus scientifique de l</w:t>
      </w:r>
      <w:r w:rsidR="00E8465A">
        <w:t>’</w:t>
      </w:r>
      <w:r w:rsidRPr="007818BD">
        <w:rPr>
          <w:i/>
        </w:rPr>
        <w:t>Eurydice</w:t>
      </w:r>
      <w:r w:rsidRPr="007818BD">
        <w:t xml:space="preserve"> que </w:t>
      </w:r>
      <w:proofErr w:type="spellStart"/>
      <w:r w:rsidRPr="007818BD">
        <w:t>Jacopi</w:t>
      </w:r>
      <w:proofErr w:type="spellEnd"/>
      <w:r w:rsidRPr="007818BD">
        <w:t xml:space="preserve"> Péri mit en musique lors de l</w:t>
      </w:r>
      <w:r w:rsidR="00E8465A">
        <w:t>’</w:t>
      </w:r>
      <w:r w:rsidRPr="007818BD">
        <w:t>auguste mariage d</w:t>
      </w:r>
      <w:r w:rsidR="00E8465A">
        <w:t>’</w:t>
      </w:r>
      <w:r w:rsidRPr="007818BD">
        <w:t>Henri de Navarre et de Marie de Médicis</w:t>
      </w:r>
      <w:r w:rsidRPr="007818BD">
        <w:rPr>
          <w:rStyle w:val="Appelnotedebasdep"/>
        </w:rPr>
        <w:footnoteReference w:id="2"/>
      </w:r>
      <w:r w:rsidR="00E8465A">
        <w:t xml:space="preserve">. </w:t>
      </w:r>
      <w:r w:rsidRPr="007818BD">
        <w:t>Cependant</w:t>
      </w:r>
      <w:r w:rsidR="00E8465A">
        <w:t xml:space="preserve">, </w:t>
      </w:r>
      <w:r w:rsidRPr="007818BD">
        <w:t>ainsi que je l</w:t>
      </w:r>
      <w:r w:rsidR="00E8465A">
        <w:t>’</w:t>
      </w:r>
      <w:r w:rsidRPr="007818BD">
        <w:t>ai dit</w:t>
      </w:r>
      <w:r w:rsidR="00E8465A">
        <w:t xml:space="preserve">, </w:t>
      </w:r>
      <w:r w:rsidRPr="007818BD">
        <w:t>le style du compositeur napolitain ne plaisait pas en somme à des orei</w:t>
      </w:r>
      <w:r w:rsidRPr="007818BD">
        <w:t>l</w:t>
      </w:r>
      <w:r w:rsidRPr="007818BD">
        <w:t>les rendues difficiles et méticuleuses en fait de mélodie par la délicatesse recherchée des œuvres de l</w:t>
      </w:r>
      <w:r w:rsidR="00E8465A">
        <w:t>’</w:t>
      </w:r>
      <w:r w:rsidRPr="007818BD">
        <w:t>époque</w:t>
      </w:r>
      <w:r w:rsidR="00E8465A">
        <w:t xml:space="preserve"> ; </w:t>
      </w:r>
      <w:r w:rsidRPr="007818BD">
        <w:t>des fautes et des extravagances faciles à découvrir et souvent</w:t>
      </w:r>
      <w:r w:rsidR="00E8465A">
        <w:t xml:space="preserve">, </w:t>
      </w:r>
      <w:r w:rsidRPr="007818BD">
        <w:t>en app</w:t>
      </w:r>
      <w:r w:rsidRPr="007818BD">
        <w:t>a</w:t>
      </w:r>
      <w:r w:rsidRPr="007818BD">
        <w:t>rence</w:t>
      </w:r>
      <w:r w:rsidR="00E8465A">
        <w:t xml:space="preserve">, </w:t>
      </w:r>
      <w:r w:rsidRPr="007818BD">
        <w:t>volontaires</w:t>
      </w:r>
      <w:r w:rsidR="00E8465A">
        <w:t xml:space="preserve">, </w:t>
      </w:r>
      <w:r w:rsidRPr="007818BD">
        <w:t>fournissaient aux critiques des motifs plausibles de défaveur</w:t>
      </w:r>
      <w:r w:rsidR="00E8465A">
        <w:t xml:space="preserve">. </w:t>
      </w:r>
      <w:r w:rsidRPr="007818BD">
        <w:t>Si le pauvre Pisani n</w:t>
      </w:r>
      <w:r w:rsidR="00E8465A">
        <w:t>’</w:t>
      </w:r>
      <w:r w:rsidRPr="007818BD">
        <w:t>eût été que compositeur</w:t>
      </w:r>
      <w:r w:rsidR="00E8465A">
        <w:t xml:space="preserve">, </w:t>
      </w:r>
      <w:r w:rsidRPr="007818BD">
        <w:t>il fût sans doute mort de faim</w:t>
      </w:r>
      <w:r w:rsidR="00E8465A">
        <w:t xml:space="preserve"> ; </w:t>
      </w:r>
      <w:r w:rsidRPr="007818BD">
        <w:t>mais fort he</w:t>
      </w:r>
      <w:r w:rsidRPr="007818BD">
        <w:t>u</w:t>
      </w:r>
      <w:r w:rsidRPr="007818BD">
        <w:t>reusement pour lui il possédait un excellent talent d</w:t>
      </w:r>
      <w:r w:rsidR="00E8465A">
        <w:t>’</w:t>
      </w:r>
      <w:r w:rsidRPr="007818BD">
        <w:t>exécutant</w:t>
      </w:r>
      <w:r w:rsidR="00E8465A">
        <w:t xml:space="preserve">, </w:t>
      </w:r>
      <w:r w:rsidRPr="007818BD">
        <w:t>surtout sur le violon</w:t>
      </w:r>
      <w:r w:rsidR="00E8465A">
        <w:t xml:space="preserve">, </w:t>
      </w:r>
      <w:r w:rsidRPr="007818BD">
        <w:t>et il dut à cet instrument de pouvoir d</w:t>
      </w:r>
      <w:r w:rsidRPr="007818BD">
        <w:t>é</w:t>
      </w:r>
      <w:r w:rsidRPr="007818BD">
        <w:t>cemment subsister comme membre de l</w:t>
      </w:r>
      <w:r w:rsidR="00E8465A">
        <w:t>’</w:t>
      </w:r>
      <w:r w:rsidRPr="007818BD">
        <w:t>orchestre du grand théâtre de San-Carlo</w:t>
      </w:r>
      <w:r w:rsidR="00E8465A">
        <w:t xml:space="preserve">. </w:t>
      </w:r>
      <w:r w:rsidRPr="007818BD">
        <w:t>Là</w:t>
      </w:r>
      <w:r w:rsidR="00E8465A">
        <w:t xml:space="preserve">, </w:t>
      </w:r>
      <w:r w:rsidRPr="007818BD">
        <w:t>des tâches précises et rigoureusement assignées maint</w:t>
      </w:r>
      <w:r w:rsidRPr="007818BD">
        <w:t>e</w:t>
      </w:r>
      <w:r w:rsidRPr="007818BD">
        <w:t>naient</w:t>
      </w:r>
      <w:r w:rsidR="00E8465A">
        <w:t xml:space="preserve">, </w:t>
      </w:r>
      <w:r w:rsidRPr="007818BD">
        <w:t>sous un frein passablement efficace</w:t>
      </w:r>
      <w:r w:rsidR="00E8465A">
        <w:t xml:space="preserve">, </w:t>
      </w:r>
      <w:r w:rsidRPr="007818BD">
        <w:t>les écarts de sa fantaisie</w:t>
      </w:r>
      <w:r w:rsidR="00E8465A">
        <w:t xml:space="preserve">, </w:t>
      </w:r>
      <w:r w:rsidRPr="007818BD">
        <w:t>quoique</w:t>
      </w:r>
      <w:r w:rsidR="00E8465A">
        <w:t xml:space="preserve">, </w:t>
      </w:r>
      <w:r w:rsidRPr="007818BD">
        <w:t>s</w:t>
      </w:r>
      <w:r w:rsidR="00E8465A">
        <w:t>’</w:t>
      </w:r>
      <w:r w:rsidRPr="007818BD">
        <w:t>il en faut croire l</w:t>
      </w:r>
      <w:r w:rsidR="00E8465A">
        <w:t>’</w:t>
      </w:r>
      <w:r w:rsidRPr="007818BD">
        <w:t>histoire</w:t>
      </w:r>
      <w:r w:rsidR="00E8465A">
        <w:t xml:space="preserve">, </w:t>
      </w:r>
      <w:r w:rsidRPr="007818BD">
        <w:t xml:space="preserve">il ait été cinq fois exilé de son pupitre pour avoir scandalisé les </w:t>
      </w:r>
      <w:proofErr w:type="spellStart"/>
      <w:r w:rsidRPr="007818BD">
        <w:rPr>
          <w:i/>
          <w:iCs/>
        </w:rPr>
        <w:t>c</w:t>
      </w:r>
      <w:r w:rsidRPr="007818BD">
        <w:rPr>
          <w:i/>
          <w:iCs/>
        </w:rPr>
        <w:t>o</w:t>
      </w:r>
      <w:r w:rsidRPr="007818BD">
        <w:rPr>
          <w:i/>
          <w:iCs/>
        </w:rPr>
        <w:t>noscenti</w:t>
      </w:r>
      <w:proofErr w:type="spellEnd"/>
      <w:r w:rsidRPr="007818BD">
        <w:t xml:space="preserve"> et jeté le désarroi dans l</w:t>
      </w:r>
      <w:r w:rsidR="00E8465A">
        <w:t>’</w:t>
      </w:r>
      <w:r w:rsidRPr="007818BD">
        <w:t>orchestre tout entier par des vari</w:t>
      </w:r>
      <w:r w:rsidRPr="007818BD">
        <w:t>a</w:t>
      </w:r>
      <w:r w:rsidRPr="007818BD">
        <w:t>tions improvisées</w:t>
      </w:r>
      <w:r w:rsidR="00E8465A">
        <w:t xml:space="preserve">, </w:t>
      </w:r>
      <w:r w:rsidRPr="007818BD">
        <w:t>d</w:t>
      </w:r>
      <w:r w:rsidR="00E8465A">
        <w:t>’</w:t>
      </w:r>
      <w:r w:rsidRPr="007818BD">
        <w:t>une nature si bizarre et si saisissante</w:t>
      </w:r>
      <w:r w:rsidR="00E8465A">
        <w:t xml:space="preserve">, </w:t>
      </w:r>
      <w:r w:rsidRPr="007818BD">
        <w:t>qu</w:t>
      </w:r>
      <w:r w:rsidR="00E8465A">
        <w:t>’</w:t>
      </w:r>
      <w:r w:rsidRPr="007818BD">
        <w:t xml:space="preserve">on eût pu soupçonner les </w:t>
      </w:r>
      <w:r w:rsidRPr="007818BD">
        <w:lastRenderedPageBreak/>
        <w:t>harpies et les sorcières</w:t>
      </w:r>
      <w:r w:rsidR="00E8465A">
        <w:t xml:space="preserve">, </w:t>
      </w:r>
      <w:r w:rsidRPr="007818BD">
        <w:t>ses inspir</w:t>
      </w:r>
      <w:r w:rsidRPr="007818BD">
        <w:t>a</w:t>
      </w:r>
      <w:r w:rsidRPr="007818BD">
        <w:t>trices</w:t>
      </w:r>
      <w:r w:rsidR="00E8465A">
        <w:t xml:space="preserve">, </w:t>
      </w:r>
      <w:r w:rsidRPr="007818BD">
        <w:t>d</w:t>
      </w:r>
      <w:r w:rsidR="00E8465A">
        <w:t>’</w:t>
      </w:r>
      <w:r w:rsidRPr="007818BD">
        <w:t>étreindre de leurs griffes les cordes de son instrument</w:t>
      </w:r>
      <w:r w:rsidR="00E8465A">
        <w:t xml:space="preserve">. </w:t>
      </w:r>
      <w:r w:rsidRPr="007818BD">
        <w:t>Mais</w:t>
      </w:r>
      <w:r w:rsidR="00E8465A">
        <w:t xml:space="preserve">, </w:t>
      </w:r>
      <w:r w:rsidRPr="007818BD">
        <w:t>dans ses moments lucides et calmes</w:t>
      </w:r>
      <w:r w:rsidR="00E8465A">
        <w:t xml:space="preserve">, </w:t>
      </w:r>
      <w:r w:rsidRPr="007818BD">
        <w:t>il était impossible de trouver un artiste qui l</w:t>
      </w:r>
      <w:r w:rsidR="00E8465A">
        <w:t>’</w:t>
      </w:r>
      <w:r w:rsidRPr="007818BD">
        <w:t>égalât</w:t>
      </w:r>
      <w:r w:rsidR="00E8465A">
        <w:t xml:space="preserve"> ; </w:t>
      </w:r>
      <w:r w:rsidRPr="007818BD">
        <w:t>force avait donc été de le réin</w:t>
      </w:r>
      <w:r w:rsidRPr="007818BD">
        <w:t>s</w:t>
      </w:r>
      <w:r w:rsidRPr="007818BD">
        <w:t>taller</w:t>
      </w:r>
      <w:r w:rsidR="00E8465A">
        <w:t xml:space="preserve">, </w:t>
      </w:r>
      <w:r w:rsidRPr="007818BD">
        <w:t>et il avait fini par se résigner</w:t>
      </w:r>
      <w:r w:rsidR="00E8465A">
        <w:t xml:space="preserve">, </w:t>
      </w:r>
      <w:r w:rsidRPr="007818BD">
        <w:t>à peu près régulièrement</w:t>
      </w:r>
      <w:r w:rsidR="00E8465A">
        <w:t xml:space="preserve">, </w:t>
      </w:r>
      <w:r w:rsidRPr="007818BD">
        <w:t>au cercle étroit des adagio et des allegro de rigueur</w:t>
      </w:r>
      <w:r w:rsidR="00E8465A">
        <w:t xml:space="preserve">. </w:t>
      </w:r>
      <w:r w:rsidRPr="007818BD">
        <w:t>L</w:t>
      </w:r>
      <w:r w:rsidR="00E8465A">
        <w:t>’</w:t>
      </w:r>
      <w:r w:rsidRPr="007818BD">
        <w:t>audito</w:t>
      </w:r>
      <w:r w:rsidRPr="007818BD">
        <w:t>i</w:t>
      </w:r>
      <w:r w:rsidRPr="007818BD">
        <w:t>re aussi</w:t>
      </w:r>
      <w:r w:rsidR="00E8465A">
        <w:t xml:space="preserve">, </w:t>
      </w:r>
      <w:r w:rsidRPr="007818BD">
        <w:t>qui connaissait son faible</w:t>
      </w:r>
      <w:r w:rsidR="00E8465A">
        <w:t xml:space="preserve">, </w:t>
      </w:r>
      <w:r w:rsidRPr="007818BD">
        <w:t>surveillait d</w:t>
      </w:r>
      <w:r w:rsidR="00E8465A">
        <w:t>’</w:t>
      </w:r>
      <w:r w:rsidRPr="007818BD">
        <w:t>une oreille j</w:t>
      </w:r>
      <w:r w:rsidRPr="007818BD">
        <w:t>a</w:t>
      </w:r>
      <w:r w:rsidRPr="007818BD">
        <w:t>louse le moindre écart</w:t>
      </w:r>
      <w:r w:rsidR="00E8465A">
        <w:t xml:space="preserve">, </w:t>
      </w:r>
      <w:r w:rsidRPr="007818BD">
        <w:t>et si</w:t>
      </w:r>
      <w:r w:rsidR="00E8465A">
        <w:t xml:space="preserve">, </w:t>
      </w:r>
      <w:r w:rsidRPr="007818BD">
        <w:t>pour un moment</w:t>
      </w:r>
      <w:r w:rsidR="00E8465A">
        <w:t xml:space="preserve">, </w:t>
      </w:r>
      <w:r w:rsidRPr="007818BD">
        <w:t>il s</w:t>
      </w:r>
      <w:r w:rsidR="00E8465A">
        <w:t>’</w:t>
      </w:r>
      <w:r w:rsidRPr="007818BD">
        <w:t>oubliait</w:t>
      </w:r>
      <w:r w:rsidR="00E8465A">
        <w:t xml:space="preserve">, </w:t>
      </w:r>
      <w:r w:rsidRPr="007818BD">
        <w:t>ce</w:t>
      </w:r>
      <w:r>
        <w:t xml:space="preserve"> </w:t>
      </w:r>
      <w:r w:rsidRPr="007818BD">
        <w:t>qui se trahissait à l</w:t>
      </w:r>
      <w:r w:rsidR="00E8465A">
        <w:t>’</w:t>
      </w:r>
      <w:r w:rsidRPr="007818BD">
        <w:t>œil aussi bien qu</w:t>
      </w:r>
      <w:r w:rsidR="00E8465A">
        <w:t>’</w:t>
      </w:r>
      <w:r w:rsidRPr="007818BD">
        <w:t>à l</w:t>
      </w:r>
      <w:r w:rsidR="00E8465A">
        <w:t>’</w:t>
      </w:r>
      <w:r w:rsidRPr="007818BD">
        <w:t>oreille par que</w:t>
      </w:r>
      <w:r w:rsidRPr="007818BD">
        <w:t>l</w:t>
      </w:r>
      <w:r w:rsidRPr="007818BD">
        <w:t>que étrange contorsion du visage ou quelque mouvement convulsif de l</w:t>
      </w:r>
      <w:r w:rsidR="00E8465A">
        <w:t>’</w:t>
      </w:r>
      <w:r w:rsidRPr="007818BD">
        <w:t>archet</w:t>
      </w:r>
      <w:r w:rsidR="00E8465A">
        <w:t xml:space="preserve">, </w:t>
      </w:r>
      <w:r w:rsidRPr="007818BD">
        <w:t>aussitôt un murmure discret venait avertir le pauvre musicien</w:t>
      </w:r>
      <w:r w:rsidR="00E8465A">
        <w:t xml:space="preserve">, </w:t>
      </w:r>
      <w:r w:rsidRPr="007818BD">
        <w:t>et le rappeler de son Élysée ou de son Tartare aux s</w:t>
      </w:r>
      <w:r w:rsidRPr="007818BD">
        <w:t>o</w:t>
      </w:r>
      <w:r w:rsidRPr="007818BD">
        <w:t>bres régions de son pupitre</w:t>
      </w:r>
      <w:r w:rsidR="00E8465A">
        <w:t xml:space="preserve">. </w:t>
      </w:r>
      <w:r w:rsidRPr="007818BD">
        <w:t>On le voyait alors tressaillir comme au sortir d</w:t>
      </w:r>
      <w:r w:rsidR="00E8465A">
        <w:t>’</w:t>
      </w:r>
      <w:r w:rsidRPr="007818BD">
        <w:t>un songe</w:t>
      </w:r>
      <w:r w:rsidR="00E8465A">
        <w:t xml:space="preserve">, </w:t>
      </w:r>
      <w:r w:rsidRPr="007818BD">
        <w:t>jeter autour de lui</w:t>
      </w:r>
      <w:r w:rsidR="00E8465A">
        <w:t xml:space="preserve">, </w:t>
      </w:r>
      <w:r w:rsidRPr="007818BD">
        <w:t>en guise d</w:t>
      </w:r>
      <w:r w:rsidR="00E8465A">
        <w:t>’</w:t>
      </w:r>
      <w:r w:rsidRPr="007818BD">
        <w:t>excuse</w:t>
      </w:r>
      <w:r w:rsidR="00E8465A">
        <w:t xml:space="preserve">, </w:t>
      </w:r>
      <w:r w:rsidRPr="007818BD">
        <w:t>un regard rapide et effaré</w:t>
      </w:r>
      <w:r w:rsidR="00E8465A">
        <w:t xml:space="preserve"> ; </w:t>
      </w:r>
      <w:r w:rsidRPr="007818BD">
        <w:t>puis</w:t>
      </w:r>
      <w:r w:rsidR="00E8465A">
        <w:t xml:space="preserve">, </w:t>
      </w:r>
      <w:r w:rsidRPr="007818BD">
        <w:t>l</w:t>
      </w:r>
      <w:r w:rsidR="00E8465A">
        <w:t>’</w:t>
      </w:r>
      <w:r w:rsidRPr="007818BD">
        <w:t>air déchu et humilié</w:t>
      </w:r>
      <w:r w:rsidR="00E8465A">
        <w:t xml:space="preserve">, </w:t>
      </w:r>
      <w:r w:rsidRPr="007818BD">
        <w:t>ramener au sentier battu et régulier de la monotonie son instrument rebelle</w:t>
      </w:r>
      <w:r w:rsidR="00E8465A">
        <w:t xml:space="preserve">. </w:t>
      </w:r>
      <w:r w:rsidRPr="007818BD">
        <w:t>Mais</w:t>
      </w:r>
      <w:r w:rsidR="00E8465A">
        <w:t xml:space="preserve">, </w:t>
      </w:r>
      <w:r w:rsidRPr="007818BD">
        <w:t>de retour chez lui</w:t>
      </w:r>
      <w:r w:rsidR="00E8465A">
        <w:t xml:space="preserve">, </w:t>
      </w:r>
      <w:r w:rsidRPr="007818BD">
        <w:t>il se dédo</w:t>
      </w:r>
      <w:r w:rsidRPr="007818BD">
        <w:t>m</w:t>
      </w:r>
      <w:r w:rsidRPr="007818BD">
        <w:t>mageait de la fastidieuse corvée</w:t>
      </w:r>
      <w:r w:rsidR="00E8465A">
        <w:t xml:space="preserve">. </w:t>
      </w:r>
      <w:r w:rsidRPr="007818BD">
        <w:t>Là</w:t>
      </w:r>
      <w:r w:rsidR="00E8465A">
        <w:t xml:space="preserve">, </w:t>
      </w:r>
      <w:r w:rsidRPr="007818BD">
        <w:t>saisissant son malheureux violon avec des doigts f</w:t>
      </w:r>
      <w:r w:rsidRPr="007818BD">
        <w:t>é</w:t>
      </w:r>
      <w:r w:rsidRPr="007818BD">
        <w:t>roces</w:t>
      </w:r>
      <w:r w:rsidR="00E8465A">
        <w:t xml:space="preserve">, </w:t>
      </w:r>
      <w:r w:rsidRPr="007818BD">
        <w:t>il en faisait jaillir</w:t>
      </w:r>
      <w:r w:rsidR="00E8465A">
        <w:t xml:space="preserve">, </w:t>
      </w:r>
      <w:r w:rsidRPr="007818BD">
        <w:t>souvent jusqu</w:t>
      </w:r>
      <w:r w:rsidR="00E8465A">
        <w:t>’</w:t>
      </w:r>
      <w:r w:rsidRPr="007818BD">
        <w:t>au matin</w:t>
      </w:r>
      <w:r w:rsidR="00E8465A">
        <w:t xml:space="preserve">, </w:t>
      </w:r>
      <w:r w:rsidRPr="007818BD">
        <w:t>des accords étranges et fantastiques</w:t>
      </w:r>
      <w:r w:rsidR="00E8465A">
        <w:t xml:space="preserve">, </w:t>
      </w:r>
      <w:r w:rsidRPr="007818BD">
        <w:t>et mainte fois le pêcheur matinal</w:t>
      </w:r>
      <w:r w:rsidR="00E8465A">
        <w:t xml:space="preserve">, </w:t>
      </w:r>
      <w:r w:rsidRPr="007818BD">
        <w:t>su</w:t>
      </w:r>
      <w:r w:rsidRPr="007818BD">
        <w:t>r</w:t>
      </w:r>
      <w:r w:rsidRPr="007818BD">
        <w:t>pris et effrayé sur la plage par cette sauvage harmonie</w:t>
      </w:r>
      <w:r w:rsidR="00E8465A">
        <w:t xml:space="preserve">, </w:t>
      </w:r>
      <w:r w:rsidRPr="007818BD">
        <w:t>s</w:t>
      </w:r>
      <w:r w:rsidR="00E8465A">
        <w:t>’</w:t>
      </w:r>
      <w:r w:rsidRPr="007818BD">
        <w:t>est se</w:t>
      </w:r>
      <w:r w:rsidRPr="007818BD">
        <w:t>n</w:t>
      </w:r>
      <w:r w:rsidRPr="007818BD">
        <w:t>ti envahir d</w:t>
      </w:r>
      <w:r w:rsidR="00E8465A">
        <w:t>’</w:t>
      </w:r>
      <w:r w:rsidRPr="007818BD">
        <w:t>une terreur superstitieuse et s</w:t>
      </w:r>
      <w:r w:rsidR="00E8465A">
        <w:t>’</w:t>
      </w:r>
      <w:r w:rsidRPr="007818BD">
        <w:t>est signé comme si quelque sirène ou quelque esprit des eaux eût fait entendre à son oreille les échos plaintifs d</w:t>
      </w:r>
      <w:r w:rsidR="00E8465A">
        <w:t>’</w:t>
      </w:r>
      <w:r w:rsidRPr="007818BD">
        <w:t>un a</w:t>
      </w:r>
      <w:r w:rsidRPr="007818BD">
        <w:t>u</w:t>
      </w:r>
      <w:r w:rsidRPr="007818BD">
        <w:t>tre monde</w:t>
      </w:r>
      <w:r w:rsidR="00E8465A">
        <w:t>.</w:t>
      </w:r>
    </w:p>
    <w:p w14:paraId="74FC7AF4" w14:textId="77777777" w:rsidR="00E8465A" w:rsidRDefault="00E0544E" w:rsidP="00E0544E">
      <w:r w:rsidRPr="007818BD">
        <w:t>L</w:t>
      </w:r>
      <w:r w:rsidR="00E8465A">
        <w:t>’</w:t>
      </w:r>
      <w:r w:rsidRPr="007818BD">
        <w:t>apparence de Pisani était conforme à la nature de son t</w:t>
      </w:r>
      <w:r w:rsidRPr="007818BD">
        <w:t>a</w:t>
      </w:r>
      <w:r w:rsidRPr="007818BD">
        <w:t>lent</w:t>
      </w:r>
      <w:r w:rsidR="00E8465A">
        <w:t xml:space="preserve">. </w:t>
      </w:r>
      <w:r w:rsidRPr="007818BD">
        <w:t>Ses traits étaient nobles et frappants</w:t>
      </w:r>
      <w:r w:rsidR="00E8465A">
        <w:t xml:space="preserve">, </w:t>
      </w:r>
      <w:r w:rsidRPr="007818BD">
        <w:t>mais usés et h</w:t>
      </w:r>
      <w:r w:rsidRPr="007818BD">
        <w:t>a</w:t>
      </w:r>
      <w:r w:rsidRPr="007818BD">
        <w:t>gards</w:t>
      </w:r>
      <w:r w:rsidR="00E8465A">
        <w:t xml:space="preserve"> ; </w:t>
      </w:r>
      <w:r w:rsidRPr="007818BD">
        <w:t>sa chevelure noire et négligée se roulait en boucles ine</w:t>
      </w:r>
      <w:r w:rsidRPr="007818BD">
        <w:t>x</w:t>
      </w:r>
      <w:r w:rsidRPr="007818BD">
        <w:t>tricables</w:t>
      </w:r>
      <w:r w:rsidR="00E8465A">
        <w:t xml:space="preserve">, </w:t>
      </w:r>
      <w:r w:rsidRPr="007818BD">
        <w:t>et ses grands yeux</w:t>
      </w:r>
      <w:r w:rsidR="00E8465A">
        <w:t xml:space="preserve">, </w:t>
      </w:r>
      <w:r w:rsidRPr="007818BD">
        <w:t>profondément creusés</w:t>
      </w:r>
      <w:r w:rsidR="00E8465A">
        <w:t xml:space="preserve">, </w:t>
      </w:r>
      <w:r w:rsidRPr="007818BD">
        <w:t>lançaient un regard fixe</w:t>
      </w:r>
      <w:r w:rsidR="00E8465A">
        <w:t xml:space="preserve">, </w:t>
      </w:r>
      <w:r w:rsidRPr="007818BD">
        <w:t>rêveur et spéculatif</w:t>
      </w:r>
      <w:r w:rsidR="00E8465A">
        <w:t xml:space="preserve">. </w:t>
      </w:r>
      <w:r w:rsidRPr="007818BD">
        <w:t>Chacun de ses gestes était bizarre</w:t>
      </w:r>
      <w:r w:rsidR="00E8465A">
        <w:t xml:space="preserve">, </w:t>
      </w:r>
      <w:r w:rsidRPr="007818BD">
        <w:t>saccadé et brusque comme la pensée qui l</w:t>
      </w:r>
      <w:r w:rsidR="00E8465A">
        <w:t>’</w:t>
      </w:r>
      <w:r w:rsidRPr="007818BD">
        <w:t>agitait</w:t>
      </w:r>
      <w:r w:rsidR="00E8465A">
        <w:t xml:space="preserve"> ; </w:t>
      </w:r>
      <w:r w:rsidRPr="007818BD">
        <w:t>et</w:t>
      </w:r>
      <w:r w:rsidR="00E8465A">
        <w:t xml:space="preserve">, </w:t>
      </w:r>
      <w:r w:rsidRPr="007818BD">
        <w:t>quand il glissait à travers les rues ou sur la plage</w:t>
      </w:r>
      <w:r w:rsidR="00E8465A">
        <w:t xml:space="preserve">, </w:t>
      </w:r>
      <w:r w:rsidRPr="007818BD">
        <w:t>on l</w:t>
      </w:r>
      <w:r w:rsidR="00E8465A">
        <w:t>’</w:t>
      </w:r>
      <w:r w:rsidRPr="007818BD">
        <w:t>entendait rire tout seul et se parler à lui-même</w:t>
      </w:r>
      <w:r w:rsidR="00E8465A">
        <w:t xml:space="preserve">. </w:t>
      </w:r>
      <w:r w:rsidRPr="007818BD">
        <w:t>Du reste</w:t>
      </w:r>
      <w:r w:rsidR="00E8465A">
        <w:t xml:space="preserve">, </w:t>
      </w:r>
      <w:r w:rsidRPr="007818BD">
        <w:t>c</w:t>
      </w:r>
      <w:r w:rsidR="00E8465A">
        <w:t>’</w:t>
      </w:r>
      <w:r w:rsidRPr="007818BD">
        <w:t>était une nat</w:t>
      </w:r>
      <w:r w:rsidRPr="007818BD">
        <w:t>u</w:t>
      </w:r>
      <w:r w:rsidRPr="007818BD">
        <w:t>re douce</w:t>
      </w:r>
      <w:r w:rsidR="00E8465A">
        <w:t xml:space="preserve">, </w:t>
      </w:r>
      <w:r w:rsidRPr="007818BD">
        <w:t>innocente et sans malice</w:t>
      </w:r>
      <w:r w:rsidR="00E8465A">
        <w:t xml:space="preserve"> ; </w:t>
      </w:r>
      <w:r w:rsidRPr="007818BD">
        <w:t xml:space="preserve">volontiers </w:t>
      </w:r>
      <w:r w:rsidRPr="007818BD">
        <w:lastRenderedPageBreak/>
        <w:t>il partageait son obole avec le premier lazzarone qu</w:t>
      </w:r>
      <w:r w:rsidR="00E8465A">
        <w:t>’</w:t>
      </w:r>
      <w:r w:rsidRPr="007818BD">
        <w:t>il trouvait sur son passage et qu</w:t>
      </w:r>
      <w:r w:rsidR="00E8465A">
        <w:t>’</w:t>
      </w:r>
      <w:r w:rsidRPr="007818BD">
        <w:t>il aimait à voir se chauffer paresseusement au s</w:t>
      </w:r>
      <w:r w:rsidRPr="007818BD">
        <w:t>o</w:t>
      </w:r>
      <w:r w:rsidRPr="007818BD">
        <w:t>leil</w:t>
      </w:r>
      <w:r w:rsidR="00E8465A">
        <w:t xml:space="preserve">. </w:t>
      </w:r>
      <w:r w:rsidRPr="007818BD">
        <w:t>Il était cependant éminemment insociable</w:t>
      </w:r>
      <w:r w:rsidR="00E8465A">
        <w:t xml:space="preserve">. </w:t>
      </w:r>
      <w:r w:rsidRPr="007818BD">
        <w:t>Il n</w:t>
      </w:r>
      <w:r w:rsidR="00E8465A">
        <w:t>’</w:t>
      </w:r>
      <w:r w:rsidRPr="007818BD">
        <w:t>avait point d</w:t>
      </w:r>
      <w:r w:rsidR="00E8465A">
        <w:t>’</w:t>
      </w:r>
      <w:r w:rsidRPr="007818BD">
        <w:t>amis</w:t>
      </w:r>
      <w:r w:rsidR="00E8465A">
        <w:t xml:space="preserve">, </w:t>
      </w:r>
      <w:r w:rsidRPr="007818BD">
        <w:t>ne flattait aucun protecteur</w:t>
      </w:r>
      <w:r w:rsidR="00E8465A">
        <w:t xml:space="preserve">, </w:t>
      </w:r>
      <w:r w:rsidRPr="007818BD">
        <w:t>et ne fréquentait aucune de ces joye</w:t>
      </w:r>
      <w:r w:rsidRPr="007818BD">
        <w:t>u</w:t>
      </w:r>
      <w:r w:rsidRPr="007818BD">
        <w:t>ses réunions si chères aux e</w:t>
      </w:r>
      <w:r w:rsidRPr="007818BD">
        <w:t>n</w:t>
      </w:r>
      <w:r w:rsidRPr="007818BD">
        <w:t>fants de la musique et du Midi</w:t>
      </w:r>
      <w:r w:rsidR="00E8465A">
        <w:t xml:space="preserve">. </w:t>
      </w:r>
      <w:r w:rsidRPr="007818BD">
        <w:t>Lui et son talent semblaient seuls se convenir</w:t>
      </w:r>
      <w:r w:rsidR="00E8465A">
        <w:t xml:space="preserve"> : </w:t>
      </w:r>
      <w:r w:rsidRPr="007818BD">
        <w:t>tous deux originaux</w:t>
      </w:r>
      <w:r w:rsidR="00E8465A">
        <w:t xml:space="preserve">, </w:t>
      </w:r>
      <w:r w:rsidRPr="007818BD">
        <w:t>primitifs</w:t>
      </w:r>
      <w:r w:rsidR="00E8465A">
        <w:t xml:space="preserve">, </w:t>
      </w:r>
      <w:r w:rsidRPr="007818BD">
        <w:t>farouches</w:t>
      </w:r>
      <w:r w:rsidR="00E8465A">
        <w:t xml:space="preserve">, </w:t>
      </w:r>
      <w:r w:rsidRPr="007818BD">
        <w:t>irréguliers</w:t>
      </w:r>
      <w:r w:rsidR="00E8465A">
        <w:t xml:space="preserve">. </w:t>
      </w:r>
      <w:r w:rsidRPr="007818BD">
        <w:t>Séparer l</w:t>
      </w:r>
      <w:r w:rsidR="00E8465A">
        <w:t>’</w:t>
      </w:r>
      <w:r w:rsidRPr="007818BD">
        <w:t>homme de la musique était impossible</w:t>
      </w:r>
      <w:r w:rsidR="00E8465A">
        <w:t xml:space="preserve"> ; </w:t>
      </w:r>
      <w:r w:rsidRPr="007818BD">
        <w:t>elle était lui</w:t>
      </w:r>
      <w:r w:rsidR="00E8465A">
        <w:t xml:space="preserve">. </w:t>
      </w:r>
      <w:r w:rsidRPr="007818BD">
        <w:t>Sans elle</w:t>
      </w:r>
      <w:r w:rsidR="00E8465A">
        <w:t xml:space="preserve">, </w:t>
      </w:r>
      <w:r w:rsidRPr="007818BD">
        <w:t>il n</w:t>
      </w:r>
      <w:r w:rsidR="00E8465A">
        <w:t>’</w:t>
      </w:r>
      <w:r w:rsidRPr="007818BD">
        <w:t>était rien</w:t>
      </w:r>
      <w:r w:rsidR="00E8465A">
        <w:t xml:space="preserve">… </w:t>
      </w:r>
      <w:r w:rsidRPr="007818BD">
        <w:t>une simple machine</w:t>
      </w:r>
      <w:r w:rsidR="00E8465A">
        <w:t xml:space="preserve">. </w:t>
      </w:r>
      <w:r w:rsidRPr="007818BD">
        <w:rPr>
          <w:i/>
        </w:rPr>
        <w:t>Avec</w:t>
      </w:r>
      <w:r w:rsidRPr="007818BD">
        <w:t xml:space="preserve"> elle</w:t>
      </w:r>
      <w:r w:rsidR="00E8465A">
        <w:t xml:space="preserve">, </w:t>
      </w:r>
      <w:r w:rsidRPr="007818BD">
        <w:t>il était roi d</w:t>
      </w:r>
      <w:r w:rsidR="00E8465A">
        <w:t>’</w:t>
      </w:r>
      <w:r w:rsidRPr="007818BD">
        <w:t>un monde</w:t>
      </w:r>
      <w:r w:rsidR="00E8465A">
        <w:t xml:space="preserve">, </w:t>
      </w:r>
      <w:r w:rsidRPr="007818BD">
        <w:t>sa création</w:t>
      </w:r>
      <w:r w:rsidR="00E8465A">
        <w:t xml:space="preserve">. </w:t>
      </w:r>
      <w:r w:rsidRPr="007818BD">
        <w:t>Pauvre Gaetano</w:t>
      </w:r>
      <w:r w:rsidR="00E8465A">
        <w:t xml:space="preserve"> ! </w:t>
      </w:r>
      <w:r w:rsidRPr="007818BD">
        <w:t>C</w:t>
      </w:r>
      <w:r w:rsidR="00E8465A">
        <w:t>’</w:t>
      </w:r>
      <w:r w:rsidRPr="007818BD">
        <w:t>était bien le moins</w:t>
      </w:r>
      <w:r w:rsidR="00E8465A">
        <w:t xml:space="preserve"> ; </w:t>
      </w:r>
      <w:r w:rsidRPr="007818BD">
        <w:t>il était assez déshérité dans le monde des autres</w:t>
      </w:r>
      <w:r w:rsidR="00E8465A">
        <w:t xml:space="preserve"> ! </w:t>
      </w:r>
      <w:r w:rsidRPr="007818BD">
        <w:t>On voit</w:t>
      </w:r>
      <w:r w:rsidR="00E8465A">
        <w:t xml:space="preserve">, </w:t>
      </w:r>
      <w:r w:rsidRPr="007818BD">
        <w:t>dans je ne sais quelle ville manufact</w:t>
      </w:r>
      <w:r w:rsidRPr="007818BD">
        <w:t>u</w:t>
      </w:r>
      <w:r w:rsidRPr="007818BD">
        <w:t>rière d</w:t>
      </w:r>
      <w:r w:rsidR="00E8465A">
        <w:t>’</w:t>
      </w:r>
      <w:r w:rsidRPr="007818BD">
        <w:t>Angleterre</w:t>
      </w:r>
      <w:r w:rsidR="00E8465A">
        <w:t xml:space="preserve">, </w:t>
      </w:r>
      <w:r w:rsidRPr="007818BD">
        <w:t>une pierre tumulaire avec cette inscription</w:t>
      </w:r>
      <w:r w:rsidR="00E8465A">
        <w:t> :</w:t>
      </w:r>
    </w:p>
    <w:p w14:paraId="1DC28263" w14:textId="77777777" w:rsidR="00E8465A" w:rsidRDefault="00E0544E" w:rsidP="00E8465A">
      <w:pPr>
        <w:ind w:firstLine="0"/>
        <w:jc w:val="center"/>
        <w:rPr>
          <w:rStyle w:val="Taille-1Caracteres"/>
        </w:rPr>
      </w:pPr>
      <w:r w:rsidRPr="007818BD">
        <w:rPr>
          <w:rStyle w:val="Taille-1Caracteres"/>
        </w:rPr>
        <w:t>CLAUDE PHILIPS</w:t>
      </w:r>
      <w:r w:rsidR="00E8465A">
        <w:rPr>
          <w:rStyle w:val="Taille-1Caracteres"/>
        </w:rPr>
        <w:t>.</w:t>
      </w:r>
    </w:p>
    <w:p w14:paraId="7F93FE51" w14:textId="77777777" w:rsidR="00E8465A" w:rsidRDefault="00E0544E" w:rsidP="00E8465A">
      <w:pPr>
        <w:ind w:firstLine="0"/>
        <w:jc w:val="center"/>
        <w:rPr>
          <w:rStyle w:val="Taille-1Caracteres"/>
        </w:rPr>
      </w:pPr>
      <w:r w:rsidRPr="007818BD">
        <w:rPr>
          <w:rStyle w:val="Taille-1Caracteres"/>
        </w:rPr>
        <w:t>Son mépris souverain des richesses et son inimitable talent sur le violon le firent admirer de tous ceux qui le connurent</w:t>
      </w:r>
      <w:r w:rsidR="00E8465A">
        <w:rPr>
          <w:rStyle w:val="Taille-1Caracteres"/>
        </w:rPr>
        <w:t>.</w:t>
      </w:r>
    </w:p>
    <w:p w14:paraId="1B205A9E" w14:textId="77777777" w:rsidR="00E8465A" w:rsidRDefault="00E0544E" w:rsidP="00E0544E">
      <w:r w:rsidRPr="007818BD">
        <w:t>Coïncidence logique d</w:t>
      </w:r>
      <w:r w:rsidR="00E8465A">
        <w:t>’</w:t>
      </w:r>
      <w:r w:rsidRPr="007818BD">
        <w:t>éloges bien divers</w:t>
      </w:r>
      <w:r w:rsidR="00E8465A">
        <w:t xml:space="preserve"> ! </w:t>
      </w:r>
      <w:r w:rsidRPr="007818BD">
        <w:t>Il y aura</w:t>
      </w:r>
      <w:r w:rsidR="00E8465A">
        <w:t xml:space="preserve">, </w:t>
      </w:r>
      <w:r w:rsidRPr="007818BD">
        <w:t>ô g</w:t>
      </w:r>
      <w:r w:rsidRPr="007818BD">
        <w:t>é</w:t>
      </w:r>
      <w:r w:rsidRPr="007818BD">
        <w:t>nie</w:t>
      </w:r>
      <w:r w:rsidR="00E8465A">
        <w:t xml:space="preserve"> ! </w:t>
      </w:r>
      <w:r w:rsidRPr="007818BD">
        <w:t>un rapport constant entre ton mépris pour les richesses et ton talent sur le violon</w:t>
      </w:r>
      <w:r w:rsidR="00E8465A">
        <w:t> !</w:t>
      </w:r>
    </w:p>
    <w:p w14:paraId="3666400B" w14:textId="77777777" w:rsidR="00E8465A" w:rsidRDefault="00E0544E" w:rsidP="00E0544E">
      <w:r w:rsidRPr="007818BD">
        <w:t>Le mérite de Gaetano comme compositeur s</w:t>
      </w:r>
      <w:r w:rsidR="00E8465A">
        <w:t>’</w:t>
      </w:r>
      <w:r w:rsidRPr="007818BD">
        <w:t>était princip</w:t>
      </w:r>
      <w:r w:rsidRPr="007818BD">
        <w:t>a</w:t>
      </w:r>
      <w:r w:rsidRPr="007818BD">
        <w:t>lement révélé dans la musique écrite pour son instrument de prédilection</w:t>
      </w:r>
      <w:r w:rsidR="00E8465A">
        <w:t xml:space="preserve">, </w:t>
      </w:r>
      <w:r w:rsidRPr="007818BD">
        <w:t>le plus noble de tous</w:t>
      </w:r>
      <w:r w:rsidR="00E8465A">
        <w:t xml:space="preserve">, </w:t>
      </w:r>
      <w:r w:rsidRPr="007818BD">
        <w:t>à coup sûr</w:t>
      </w:r>
      <w:r w:rsidR="00E8465A">
        <w:t xml:space="preserve">, </w:t>
      </w:r>
      <w:r w:rsidRPr="007818BD">
        <w:t>le plus varié dans ses ressources</w:t>
      </w:r>
      <w:r w:rsidR="00E8465A">
        <w:t xml:space="preserve">, </w:t>
      </w:r>
      <w:r w:rsidRPr="007818BD">
        <w:t>et le plus riche en puissance pathétique</w:t>
      </w:r>
      <w:r w:rsidR="00E8465A">
        <w:t xml:space="preserve">. </w:t>
      </w:r>
      <w:r w:rsidRPr="007818BD">
        <w:t xml:space="preserve">Ce que </w:t>
      </w:r>
      <w:proofErr w:type="spellStart"/>
      <w:r w:rsidRPr="007818BD">
        <w:t>Shakspeare</w:t>
      </w:r>
      <w:proofErr w:type="spellEnd"/>
      <w:r w:rsidRPr="007818BD">
        <w:t xml:space="preserve"> est aux poètes</w:t>
      </w:r>
      <w:r w:rsidR="00E8465A">
        <w:t xml:space="preserve">, </w:t>
      </w:r>
      <w:r w:rsidRPr="007818BD">
        <w:t>l</w:t>
      </w:r>
      <w:r w:rsidR="00E8465A">
        <w:t>’</w:t>
      </w:r>
      <w:r w:rsidRPr="007818BD">
        <w:t>instrument de Crémone l</w:t>
      </w:r>
      <w:r w:rsidR="00E8465A">
        <w:t>’</w:t>
      </w:r>
      <w:r w:rsidRPr="007818BD">
        <w:t>est à tous les autres instr</w:t>
      </w:r>
      <w:r w:rsidRPr="007818BD">
        <w:t>u</w:t>
      </w:r>
      <w:r w:rsidRPr="007818BD">
        <w:t>ments</w:t>
      </w:r>
      <w:r w:rsidR="00E8465A">
        <w:t xml:space="preserve">. </w:t>
      </w:r>
      <w:r w:rsidRPr="007818BD">
        <w:t>Pisani avait cependant composé d</w:t>
      </w:r>
      <w:r w:rsidR="00E8465A">
        <w:t>’</w:t>
      </w:r>
      <w:r w:rsidRPr="007818BD">
        <w:t>autres œuvres d</w:t>
      </w:r>
      <w:r w:rsidR="00E8465A">
        <w:t>’</w:t>
      </w:r>
      <w:r w:rsidRPr="007818BD">
        <w:t>une portée plus large et d</w:t>
      </w:r>
      <w:r w:rsidR="00E8465A">
        <w:t>’</w:t>
      </w:r>
      <w:r w:rsidRPr="007818BD">
        <w:t>un ordre plus élevé</w:t>
      </w:r>
      <w:r w:rsidR="00E8465A">
        <w:t xml:space="preserve">, </w:t>
      </w:r>
      <w:r w:rsidRPr="007818BD">
        <w:t>et n</w:t>
      </w:r>
      <w:r w:rsidRPr="007818BD">
        <w:t>o</w:t>
      </w:r>
      <w:r w:rsidRPr="007818BD">
        <w:t>tamment son précieux opéra qui ne fut ni acheté ni publié</w:t>
      </w:r>
      <w:r w:rsidR="00E8465A">
        <w:t xml:space="preserve">, </w:t>
      </w:r>
      <w:r w:rsidRPr="007818BD">
        <w:t>qu</w:t>
      </w:r>
      <w:r w:rsidR="00E8465A">
        <w:t>’</w:t>
      </w:r>
      <w:r w:rsidRPr="007818BD">
        <w:t>on ne peut publier et qui pourtant ne peut périr</w:t>
      </w:r>
      <w:r w:rsidR="00E8465A">
        <w:t xml:space="preserve"> : </w:t>
      </w:r>
      <w:r w:rsidRPr="007818BD">
        <w:t xml:space="preserve">sa </w:t>
      </w:r>
      <w:r w:rsidRPr="007818BD">
        <w:rPr>
          <w:i/>
        </w:rPr>
        <w:t>Sirène</w:t>
      </w:r>
      <w:r w:rsidR="00E8465A">
        <w:t xml:space="preserve">. </w:t>
      </w:r>
      <w:r w:rsidRPr="007818BD">
        <w:t>Ce grand ouvrage avait été le rêve de son enfance</w:t>
      </w:r>
      <w:r w:rsidR="00E8465A">
        <w:t xml:space="preserve">, </w:t>
      </w:r>
      <w:r w:rsidRPr="007818BD">
        <w:t>la bien-aimée maîtresse de sa jeunesse</w:t>
      </w:r>
      <w:r w:rsidR="00E8465A">
        <w:t xml:space="preserve">, </w:t>
      </w:r>
      <w:r w:rsidRPr="007818BD">
        <w:t>et</w:t>
      </w:r>
      <w:r w:rsidR="00E8465A">
        <w:t xml:space="preserve">, </w:t>
      </w:r>
      <w:r w:rsidRPr="007818BD">
        <w:lastRenderedPageBreak/>
        <w:t>maintenant que la vieillesse appr</w:t>
      </w:r>
      <w:r w:rsidRPr="007818BD">
        <w:t>o</w:t>
      </w:r>
      <w:r w:rsidRPr="007818BD">
        <w:t>chait</w:t>
      </w:r>
      <w:r w:rsidR="00E8465A">
        <w:t xml:space="preserve">, </w:t>
      </w:r>
      <w:r w:rsidRPr="007818BD">
        <w:t xml:space="preserve">la </w:t>
      </w:r>
      <w:r w:rsidRPr="007818BD">
        <w:rPr>
          <w:i/>
        </w:rPr>
        <w:t>Sirène</w:t>
      </w:r>
      <w:r w:rsidRPr="007818BD">
        <w:t xml:space="preserve"> </w:t>
      </w:r>
      <w:r w:rsidR="00E8465A">
        <w:t>« </w:t>
      </w:r>
      <w:r w:rsidRPr="007818BD">
        <w:t>était là</w:t>
      </w:r>
      <w:r w:rsidR="00E8465A">
        <w:t>, « </w:t>
      </w:r>
      <w:r w:rsidRPr="007818BD">
        <w:t>debout auprès de lui</w:t>
      </w:r>
      <w:r w:rsidR="00E8465A">
        <w:t xml:space="preserve">, </w:t>
      </w:r>
      <w:r w:rsidRPr="007818BD">
        <w:t>comme l</w:t>
      </w:r>
      <w:r w:rsidR="00E8465A">
        <w:t>’</w:t>
      </w:r>
      <w:r w:rsidRPr="007818BD">
        <w:t>image de sa jeunesse</w:t>
      </w:r>
      <w:r w:rsidR="00E8465A">
        <w:t>. »</w:t>
      </w:r>
      <w:r w:rsidRPr="007818BD">
        <w:t xml:space="preserve"> Vainement avait-il lutté pour la donner au monde</w:t>
      </w:r>
      <w:r w:rsidR="00E8465A">
        <w:t xml:space="preserve">. </w:t>
      </w:r>
      <w:r w:rsidRPr="007818BD">
        <w:t>Pa</w:t>
      </w:r>
      <w:r w:rsidRPr="007818BD">
        <w:t>i</w:t>
      </w:r>
      <w:r w:rsidRPr="007818BD">
        <w:t>siello lui-même</w:t>
      </w:r>
      <w:r w:rsidR="00E8465A">
        <w:t xml:space="preserve">, </w:t>
      </w:r>
      <w:r w:rsidRPr="007818BD">
        <w:t>si bonhomme</w:t>
      </w:r>
      <w:r w:rsidR="00E8465A">
        <w:t xml:space="preserve">, </w:t>
      </w:r>
      <w:r w:rsidRPr="007818BD">
        <w:t>si dénué de jalousie</w:t>
      </w:r>
      <w:r w:rsidR="00E8465A">
        <w:t xml:space="preserve">, </w:t>
      </w:r>
      <w:r w:rsidRPr="007818BD">
        <w:t>secoua sa tête bienveillante lorsque l</w:t>
      </w:r>
      <w:r w:rsidR="00E8465A">
        <w:t>’</w:t>
      </w:r>
      <w:r w:rsidRPr="007818BD">
        <w:t xml:space="preserve">auteur soumit au </w:t>
      </w:r>
      <w:r w:rsidRPr="007818BD">
        <w:rPr>
          <w:i/>
        </w:rPr>
        <w:t>maestro di capella</w:t>
      </w:r>
      <w:r w:rsidRPr="007818BD">
        <w:t xml:space="preserve"> une de ses scènes les plus palpitantes</w:t>
      </w:r>
      <w:r w:rsidR="00E8465A">
        <w:t xml:space="preserve">. </w:t>
      </w:r>
      <w:r w:rsidRPr="007818BD">
        <w:t>Et pourtant</w:t>
      </w:r>
      <w:r w:rsidR="00E8465A">
        <w:t xml:space="preserve">, </w:t>
      </w:r>
      <w:r w:rsidRPr="007818BD">
        <w:t>Paisiello</w:t>
      </w:r>
      <w:r w:rsidR="00E8465A">
        <w:t xml:space="preserve">, </w:t>
      </w:r>
      <w:r w:rsidRPr="007818BD">
        <w:t>cette musique</w:t>
      </w:r>
      <w:r w:rsidR="00E8465A">
        <w:t xml:space="preserve">, </w:t>
      </w:r>
      <w:r w:rsidRPr="007818BD">
        <w:t>si différente de tous les modèles que te proposait D</w:t>
      </w:r>
      <w:r w:rsidRPr="007818BD">
        <w:t>u</w:t>
      </w:r>
      <w:r w:rsidRPr="007818BD">
        <w:t>rante</w:t>
      </w:r>
      <w:r w:rsidR="00E8465A">
        <w:t xml:space="preserve">, </w:t>
      </w:r>
      <w:r w:rsidRPr="007818BD">
        <w:t>peut bien</w:t>
      </w:r>
      <w:r w:rsidR="00E8465A">
        <w:t xml:space="preserve">… </w:t>
      </w:r>
      <w:r w:rsidRPr="007818BD">
        <w:t>Mais patience</w:t>
      </w:r>
      <w:r w:rsidR="00E8465A">
        <w:t xml:space="preserve">, </w:t>
      </w:r>
      <w:r w:rsidRPr="007818BD">
        <w:t>Gaetano</w:t>
      </w:r>
      <w:r w:rsidR="00E8465A">
        <w:t xml:space="preserve"> ; </w:t>
      </w:r>
      <w:r w:rsidRPr="007818BD">
        <w:t>attends ton heure et tiens ton instrument d</w:t>
      </w:r>
      <w:r w:rsidR="00E8465A">
        <w:t>’</w:t>
      </w:r>
      <w:r w:rsidRPr="007818BD">
        <w:t>accord</w:t>
      </w:r>
      <w:r w:rsidR="00E8465A">
        <w:t>.</w:t>
      </w:r>
    </w:p>
    <w:p w14:paraId="078EA08B" w14:textId="3F8A88B5" w:rsidR="00E8465A" w:rsidRDefault="00E0544E" w:rsidP="00E0544E">
      <w:r w:rsidRPr="007818BD">
        <w:t>Si étrange que cela puisse sembler à l</w:t>
      </w:r>
      <w:r w:rsidR="00E8465A">
        <w:t>’</w:t>
      </w:r>
      <w:r w:rsidRPr="007818BD">
        <w:t>aimable lectrice</w:t>
      </w:r>
      <w:r w:rsidR="00E8465A">
        <w:t xml:space="preserve">, </w:t>
      </w:r>
      <w:r w:rsidRPr="007818BD">
        <w:t xml:space="preserve">ce grotesque personnage avait pourtant formé ces liens que les mortels ordinaires considèrent volontiers comme leur </w:t>
      </w:r>
      <w:proofErr w:type="gramStart"/>
      <w:r w:rsidRPr="007818BD">
        <w:t>monop</w:t>
      </w:r>
      <w:r w:rsidRPr="007818BD">
        <w:t>o</w:t>
      </w:r>
      <w:r w:rsidRPr="007818BD">
        <w:t>le exclusif</w:t>
      </w:r>
      <w:proofErr w:type="gramEnd"/>
      <w:r w:rsidR="00E8465A">
        <w:t xml:space="preserve"> : </w:t>
      </w:r>
      <w:r w:rsidRPr="007818BD">
        <w:t>il était marié</w:t>
      </w:r>
      <w:r w:rsidR="00E8465A">
        <w:t xml:space="preserve"> ; </w:t>
      </w:r>
      <w:r w:rsidRPr="007818BD">
        <w:t>il avait un enfant</w:t>
      </w:r>
      <w:r w:rsidR="00E8465A">
        <w:t xml:space="preserve">. </w:t>
      </w:r>
      <w:r w:rsidRPr="007818BD">
        <w:t>Chose plus étrange encore</w:t>
      </w:r>
      <w:r w:rsidR="00E8465A">
        <w:t xml:space="preserve">, </w:t>
      </w:r>
      <w:r w:rsidRPr="007818BD">
        <w:t>sa femme était une fille de la tranquille</w:t>
      </w:r>
      <w:r w:rsidR="00E8465A">
        <w:t xml:space="preserve">, </w:t>
      </w:r>
      <w:r w:rsidRPr="007818BD">
        <w:t>régulière et peu fantastique Angleterre</w:t>
      </w:r>
      <w:r w:rsidR="00E8465A">
        <w:t xml:space="preserve"> ; </w:t>
      </w:r>
      <w:r w:rsidRPr="007818BD">
        <w:t>elle était beaucoup plus jeune que lui</w:t>
      </w:r>
      <w:r w:rsidR="00E8465A">
        <w:t xml:space="preserve">, </w:t>
      </w:r>
      <w:r w:rsidRPr="007818BD">
        <w:t>belle et bonne avec un doux visage anglais</w:t>
      </w:r>
      <w:r w:rsidR="00E8465A">
        <w:t xml:space="preserve"> : </w:t>
      </w:r>
      <w:r w:rsidRPr="007818BD">
        <w:t>elle l</w:t>
      </w:r>
      <w:r w:rsidR="00E8465A">
        <w:t>’</w:t>
      </w:r>
      <w:r w:rsidRPr="007818BD">
        <w:t>avait épousé par choix</w:t>
      </w:r>
      <w:r w:rsidR="00E8465A">
        <w:t xml:space="preserve">, </w:t>
      </w:r>
      <w:r w:rsidRPr="007818BD">
        <w:t>et</w:t>
      </w:r>
      <w:r w:rsidR="00E8465A">
        <w:t xml:space="preserve"> (</w:t>
      </w:r>
      <w:r w:rsidRPr="007818BD">
        <w:t>le croiriez-vous</w:t>
      </w:r>
      <w:r w:rsidR="00E8465A">
        <w:t xml:space="preserve">, </w:t>
      </w:r>
      <w:r w:rsidRPr="007818BD">
        <w:t>madame</w:t>
      </w:r>
      <w:r w:rsidR="00E8465A">
        <w:t xml:space="preserve"> ?) </w:t>
      </w:r>
      <w:r w:rsidRPr="007818BD">
        <w:t>elle l</w:t>
      </w:r>
      <w:r w:rsidR="00E8465A">
        <w:t>’</w:t>
      </w:r>
      <w:r w:rsidRPr="007818BD">
        <w:t>aimait encore</w:t>
      </w:r>
      <w:r w:rsidR="00E8465A">
        <w:t xml:space="preserve">. </w:t>
      </w:r>
      <w:r w:rsidRPr="007818BD">
        <w:t>Comment fit-elle pour l</w:t>
      </w:r>
      <w:r w:rsidR="00E8465A">
        <w:t>’</w:t>
      </w:r>
      <w:r w:rsidRPr="007818BD">
        <w:t>épouser</w:t>
      </w:r>
      <w:r w:rsidR="00E8465A">
        <w:t xml:space="preserve"> ? </w:t>
      </w:r>
      <w:r w:rsidRPr="007818BD">
        <w:t>Comment cet être timide</w:t>
      </w:r>
      <w:r w:rsidR="00E8465A">
        <w:t xml:space="preserve">, </w:t>
      </w:r>
      <w:r w:rsidRPr="007818BD">
        <w:t>i</w:t>
      </w:r>
      <w:r w:rsidRPr="007818BD">
        <w:t>n</w:t>
      </w:r>
      <w:r w:rsidRPr="007818BD">
        <w:t>sociable</w:t>
      </w:r>
      <w:r w:rsidR="00E8465A">
        <w:t xml:space="preserve">, </w:t>
      </w:r>
      <w:r w:rsidRPr="007818BD">
        <w:t>fantasque</w:t>
      </w:r>
      <w:r w:rsidR="00E8465A">
        <w:t xml:space="preserve">, </w:t>
      </w:r>
      <w:r w:rsidRPr="007818BD">
        <w:t>osa-t-il jamais lui demander sa main</w:t>
      </w:r>
      <w:r w:rsidR="00E8465A">
        <w:t xml:space="preserve"> ? </w:t>
      </w:r>
      <w:r w:rsidRPr="007818BD">
        <w:t>Questions auxquelles je ne puis répondre qu</w:t>
      </w:r>
      <w:r w:rsidR="00E8465A">
        <w:t>’</w:t>
      </w:r>
      <w:r w:rsidRPr="007818BD">
        <w:t>en vous priant de jeter les yeux autour de vous</w:t>
      </w:r>
      <w:r w:rsidR="00E8465A">
        <w:t xml:space="preserve">, </w:t>
      </w:r>
      <w:r w:rsidRPr="007818BD">
        <w:t>et de commencer par m</w:t>
      </w:r>
      <w:r w:rsidR="00E8465A">
        <w:t>’</w:t>
      </w:r>
      <w:r w:rsidRPr="007818BD">
        <w:t>expliquer comment la moitié des maris et la moitié des femmes que vous voyez ont trouvé à se marier</w:t>
      </w:r>
      <w:r w:rsidR="00E8465A">
        <w:t xml:space="preserve">. </w:t>
      </w:r>
      <w:r w:rsidRPr="007818BD">
        <w:t>En y réfléchissant</w:t>
      </w:r>
      <w:r w:rsidR="00E8465A">
        <w:t xml:space="preserve">, </w:t>
      </w:r>
      <w:r w:rsidRPr="007818BD">
        <w:t>pourtant</w:t>
      </w:r>
      <w:r w:rsidR="00E8465A">
        <w:t xml:space="preserve">, </w:t>
      </w:r>
      <w:r w:rsidRPr="007818BD">
        <w:t>cette union n</w:t>
      </w:r>
      <w:r w:rsidR="00E8465A">
        <w:t>’</w:t>
      </w:r>
      <w:r w:rsidRPr="007818BD">
        <w:t>avait rien</w:t>
      </w:r>
      <w:r w:rsidR="00E8465A">
        <w:t xml:space="preserve">, </w:t>
      </w:r>
      <w:r w:rsidRPr="007818BD">
        <w:t>après tout</w:t>
      </w:r>
      <w:r w:rsidR="00E8465A">
        <w:t xml:space="preserve">, </w:t>
      </w:r>
      <w:r w:rsidRPr="007818BD">
        <w:t>de si extr</w:t>
      </w:r>
      <w:r w:rsidRPr="007818BD">
        <w:t>a</w:t>
      </w:r>
      <w:r w:rsidRPr="007818BD">
        <w:t>ordinaire</w:t>
      </w:r>
      <w:r w:rsidR="00E8465A">
        <w:t xml:space="preserve">. </w:t>
      </w:r>
      <w:r w:rsidRPr="007818BD">
        <w:t>La jeune fille était enfant naturelle de parents trop nobles pour la réclamer jamais et la reconnaître</w:t>
      </w:r>
      <w:r w:rsidR="00E8465A">
        <w:t xml:space="preserve">. </w:t>
      </w:r>
      <w:r w:rsidRPr="007818BD">
        <w:t>Elle avait été amenée en Italie pour a</w:t>
      </w:r>
      <w:r w:rsidRPr="007818BD">
        <w:t>p</w:t>
      </w:r>
      <w:r w:rsidRPr="007818BD">
        <w:t>prendre l</w:t>
      </w:r>
      <w:r w:rsidR="00E8465A">
        <w:t>’</w:t>
      </w:r>
      <w:r w:rsidRPr="007818BD">
        <w:t>art qui d</w:t>
      </w:r>
      <w:r w:rsidRPr="007818BD">
        <w:t>e</w:t>
      </w:r>
      <w:r w:rsidRPr="007818BD">
        <w:t>vait la faire vivre</w:t>
      </w:r>
      <w:r w:rsidR="00E8465A">
        <w:t xml:space="preserve">, </w:t>
      </w:r>
      <w:r w:rsidRPr="007818BD">
        <w:t>car elle avait du goût et de la voix</w:t>
      </w:r>
      <w:r w:rsidR="00E8465A">
        <w:t xml:space="preserve"> ; </w:t>
      </w:r>
      <w:r w:rsidRPr="007818BD">
        <w:t>elle était dans une position s</w:t>
      </w:r>
      <w:r w:rsidRPr="007818BD">
        <w:t>u</w:t>
      </w:r>
      <w:r w:rsidRPr="007818BD">
        <w:t>balterne et soumise à de mauvais traitements</w:t>
      </w:r>
      <w:r w:rsidR="00E8465A">
        <w:t xml:space="preserve"> : </w:t>
      </w:r>
      <w:r w:rsidRPr="007818BD">
        <w:t>le pauvre Pisani était son maître</w:t>
      </w:r>
      <w:r w:rsidR="00E8465A">
        <w:t xml:space="preserve">, </w:t>
      </w:r>
      <w:r w:rsidRPr="007818BD">
        <w:t>et</w:t>
      </w:r>
      <w:r w:rsidR="00E8465A">
        <w:t xml:space="preserve">, </w:t>
      </w:r>
      <w:r w:rsidRPr="007818BD">
        <w:t>de toutes les voix qu</w:t>
      </w:r>
      <w:r w:rsidR="00E8465A">
        <w:t>’</w:t>
      </w:r>
      <w:r w:rsidRPr="007818BD">
        <w:t>elle avait entendues depuis son berceau</w:t>
      </w:r>
      <w:r w:rsidR="00E8465A">
        <w:t xml:space="preserve">, </w:t>
      </w:r>
      <w:r w:rsidRPr="007818BD">
        <w:t>celle de Pisani était la seule qui lui semblât dépourvue de la corde qui reproche et qui gronde</w:t>
      </w:r>
      <w:r w:rsidR="00E8465A">
        <w:t xml:space="preserve">. </w:t>
      </w:r>
      <w:r w:rsidRPr="007818BD">
        <w:t>Si bien que</w:t>
      </w:r>
      <w:r w:rsidR="00E8465A">
        <w:t xml:space="preserve">… </w:t>
      </w:r>
      <w:r w:rsidRPr="007818BD">
        <w:t>eh bien</w:t>
      </w:r>
      <w:r w:rsidR="00E8465A">
        <w:t xml:space="preserve"> ? </w:t>
      </w:r>
      <w:r w:rsidRPr="007818BD">
        <w:t>le reste ne va-t-</w:t>
      </w:r>
      <w:r w:rsidRPr="007818BD">
        <w:lastRenderedPageBreak/>
        <w:t>il pas de soi</w:t>
      </w:r>
      <w:r w:rsidR="00E8465A">
        <w:t xml:space="preserve"> ? </w:t>
      </w:r>
      <w:r>
        <w:t>l</w:t>
      </w:r>
      <w:r w:rsidRPr="007818BD">
        <w:t>a conséquence n</w:t>
      </w:r>
      <w:r w:rsidR="00E8465A">
        <w:t>’</w:t>
      </w:r>
      <w:r w:rsidRPr="007818BD">
        <w:t>est-elle pas naturelle</w:t>
      </w:r>
      <w:r w:rsidR="00E8465A">
        <w:t xml:space="preserve"> ? </w:t>
      </w:r>
      <w:r w:rsidRPr="007818BD">
        <w:t>N</w:t>
      </w:r>
      <w:r w:rsidRPr="007818BD">
        <w:t>a</w:t>
      </w:r>
      <w:r w:rsidRPr="007818BD">
        <w:t>turelle ou non</w:t>
      </w:r>
      <w:r w:rsidR="00E8465A">
        <w:t xml:space="preserve">, </w:t>
      </w:r>
      <w:r w:rsidRPr="007818BD">
        <w:t>ils se marièrent</w:t>
      </w:r>
      <w:r w:rsidR="00E8465A">
        <w:t xml:space="preserve">. </w:t>
      </w:r>
      <w:r w:rsidRPr="007818BD">
        <w:t>Cette jeune femme aimait son mari</w:t>
      </w:r>
      <w:r w:rsidR="00E8465A">
        <w:t xml:space="preserve">, </w:t>
      </w:r>
      <w:r w:rsidRPr="007818BD">
        <w:t>et toute jeune</w:t>
      </w:r>
      <w:r w:rsidR="00E8465A">
        <w:t xml:space="preserve">, </w:t>
      </w:r>
      <w:r w:rsidRPr="007818BD">
        <w:t>et toute douce qu</w:t>
      </w:r>
      <w:r w:rsidR="00E8465A">
        <w:t>’</w:t>
      </w:r>
      <w:r w:rsidRPr="007818BD">
        <w:t>elle était</w:t>
      </w:r>
      <w:r w:rsidR="00E8465A">
        <w:t xml:space="preserve">, </w:t>
      </w:r>
      <w:r w:rsidRPr="007818BD">
        <w:t>on eût pu dire que</w:t>
      </w:r>
      <w:r w:rsidR="00E8465A">
        <w:t xml:space="preserve">, </w:t>
      </w:r>
      <w:r w:rsidRPr="007818BD">
        <w:t>des deux</w:t>
      </w:r>
      <w:r w:rsidR="00E8465A">
        <w:t xml:space="preserve">, </w:t>
      </w:r>
      <w:r w:rsidRPr="007818BD">
        <w:t>c</w:t>
      </w:r>
      <w:r w:rsidR="00E8465A">
        <w:t>’</w:t>
      </w:r>
      <w:r w:rsidRPr="007818BD">
        <w:t>était elle qui protégeait l</w:t>
      </w:r>
      <w:r w:rsidR="00E8465A">
        <w:t>’</w:t>
      </w:r>
      <w:r w:rsidRPr="007818BD">
        <w:t>autre</w:t>
      </w:r>
      <w:r w:rsidR="00E8465A">
        <w:t xml:space="preserve">. </w:t>
      </w:r>
      <w:r w:rsidRPr="007818BD">
        <w:t>Combien de fois avait-il échappé au déplaisir des despotes de San-Carlo et du conserv</w:t>
      </w:r>
      <w:r w:rsidRPr="007818BD">
        <w:t>a</w:t>
      </w:r>
      <w:r w:rsidRPr="007818BD">
        <w:t>toire</w:t>
      </w:r>
      <w:r w:rsidR="00E8465A">
        <w:t xml:space="preserve">, </w:t>
      </w:r>
      <w:r w:rsidRPr="007818BD">
        <w:t>grâce à la médiation secrète et officieuse de sa femme</w:t>
      </w:r>
      <w:r w:rsidR="00E8465A">
        <w:t xml:space="preserve"> ! </w:t>
      </w:r>
      <w:r w:rsidRPr="007818BD">
        <w:t>À travers quelles souffrances</w:t>
      </w:r>
      <w:r w:rsidR="00E8465A">
        <w:t xml:space="preserve">, </w:t>
      </w:r>
      <w:r w:rsidRPr="007818BD">
        <w:t>car il était d</w:t>
      </w:r>
      <w:r w:rsidR="00E8465A">
        <w:t>’</w:t>
      </w:r>
      <w:r w:rsidRPr="007818BD">
        <w:t>une santé frêle et chét</w:t>
      </w:r>
      <w:r w:rsidRPr="007818BD">
        <w:t>i</w:t>
      </w:r>
      <w:r w:rsidRPr="007818BD">
        <w:t>ve</w:t>
      </w:r>
      <w:r w:rsidR="00E8465A">
        <w:t xml:space="preserve">, </w:t>
      </w:r>
      <w:r w:rsidRPr="007818BD">
        <w:t>lui avait-elle prodigué ses vei</w:t>
      </w:r>
      <w:r w:rsidRPr="007818BD">
        <w:t>l</w:t>
      </w:r>
      <w:r w:rsidRPr="007818BD">
        <w:t>les et ses soins</w:t>
      </w:r>
      <w:r w:rsidR="00E8465A">
        <w:t xml:space="preserve"> ! </w:t>
      </w:r>
      <w:r w:rsidRPr="007818BD">
        <w:t>Souvent</w:t>
      </w:r>
      <w:r w:rsidR="00E8465A">
        <w:t xml:space="preserve">, </w:t>
      </w:r>
      <w:r w:rsidRPr="007818BD">
        <w:t>dans ses sombres nuits</w:t>
      </w:r>
      <w:r w:rsidR="00E8465A">
        <w:t xml:space="preserve">, </w:t>
      </w:r>
      <w:r w:rsidRPr="007818BD">
        <w:t>elle allait l</w:t>
      </w:r>
      <w:r w:rsidR="00E8465A">
        <w:t>’</w:t>
      </w:r>
      <w:r w:rsidRPr="007818BD">
        <w:t>attendre au théâtre</w:t>
      </w:r>
      <w:r w:rsidR="00E8465A">
        <w:t xml:space="preserve">, </w:t>
      </w:r>
      <w:r w:rsidRPr="007818BD">
        <w:t>avec sa la</w:t>
      </w:r>
      <w:r w:rsidRPr="007818BD">
        <w:t>n</w:t>
      </w:r>
      <w:r w:rsidRPr="007818BD">
        <w:t>terne pour l</w:t>
      </w:r>
      <w:r w:rsidR="00E8465A">
        <w:t>’</w:t>
      </w:r>
      <w:r w:rsidRPr="007818BD">
        <w:t>éclairer</w:t>
      </w:r>
      <w:r w:rsidR="00E8465A">
        <w:t xml:space="preserve">, </w:t>
      </w:r>
      <w:r w:rsidRPr="007818BD">
        <w:t>et son bras ferme pour le soutenir</w:t>
      </w:r>
      <w:r w:rsidR="00E8465A">
        <w:t xml:space="preserve"> ; </w:t>
      </w:r>
      <w:r w:rsidRPr="007818BD">
        <w:t>sans quoi</w:t>
      </w:r>
      <w:r w:rsidR="00E8465A">
        <w:t xml:space="preserve">, </w:t>
      </w:r>
      <w:r w:rsidRPr="007818BD">
        <w:t>dans ses di</w:t>
      </w:r>
      <w:r w:rsidRPr="007818BD">
        <w:t>s</w:t>
      </w:r>
      <w:r w:rsidRPr="007818BD">
        <w:t>traites rêveries</w:t>
      </w:r>
      <w:r w:rsidR="00E8465A">
        <w:t xml:space="preserve">, </w:t>
      </w:r>
      <w:r w:rsidRPr="007818BD">
        <w:t xml:space="preserve">le musicien aurait bien pu poursuivre sa </w:t>
      </w:r>
      <w:r w:rsidRPr="00EE3339">
        <w:t>Sirène</w:t>
      </w:r>
      <w:r w:rsidRPr="007818BD">
        <w:t xml:space="preserve"> jusque dans la mer</w:t>
      </w:r>
      <w:r w:rsidR="00E8465A">
        <w:t xml:space="preserve"> ! </w:t>
      </w:r>
      <w:r w:rsidRPr="007818BD">
        <w:t>Et puis</w:t>
      </w:r>
      <w:r w:rsidR="00E8465A">
        <w:t xml:space="preserve">, </w:t>
      </w:r>
      <w:r w:rsidRPr="007818BD">
        <w:t>elle savait avec tant de patience</w:t>
      </w:r>
      <w:r w:rsidR="00E8465A">
        <w:t xml:space="preserve">, </w:t>
      </w:r>
      <w:r w:rsidRPr="007818BD">
        <w:t>et peut-être</w:t>
      </w:r>
      <w:r w:rsidR="00E8465A">
        <w:t xml:space="preserve"> (</w:t>
      </w:r>
      <w:r w:rsidRPr="007818BD">
        <w:t>l</w:t>
      </w:r>
      <w:r w:rsidR="00E8465A">
        <w:t>’</w:t>
      </w:r>
      <w:r w:rsidRPr="007818BD">
        <w:t>amour véritable n</w:t>
      </w:r>
      <w:r w:rsidR="00E8465A">
        <w:t>’</w:t>
      </w:r>
      <w:r w:rsidRPr="007818BD">
        <w:t>est pas toujours le plus éclairé des critiques</w:t>
      </w:r>
      <w:r w:rsidR="00E8465A">
        <w:t xml:space="preserve">) </w:t>
      </w:r>
      <w:r w:rsidRPr="007818BD">
        <w:t>avec tant d</w:t>
      </w:r>
      <w:r w:rsidR="00E8465A">
        <w:t>’</w:t>
      </w:r>
      <w:r w:rsidRPr="007818BD">
        <w:t>enthousiasme</w:t>
      </w:r>
      <w:r w:rsidR="00E8465A">
        <w:t xml:space="preserve">, </w:t>
      </w:r>
      <w:r w:rsidRPr="007818BD">
        <w:t>écouter ces tempêtes de mélodie excentrique et fiévreuse</w:t>
      </w:r>
      <w:r w:rsidR="00E8465A">
        <w:t xml:space="preserve">, </w:t>
      </w:r>
      <w:r w:rsidRPr="007818BD">
        <w:t>et l</w:t>
      </w:r>
      <w:r w:rsidR="00E8465A">
        <w:t>’</w:t>
      </w:r>
      <w:r w:rsidRPr="007818BD">
        <w:t>arracher</w:t>
      </w:r>
      <w:r w:rsidR="00E8465A">
        <w:t xml:space="preserve">, </w:t>
      </w:r>
      <w:r w:rsidRPr="007818BD">
        <w:t>en le comblant d</w:t>
      </w:r>
      <w:r w:rsidR="00E8465A">
        <w:t>’</w:t>
      </w:r>
      <w:r w:rsidRPr="007818BD">
        <w:t>éloges en chemin</w:t>
      </w:r>
      <w:r w:rsidR="00E8465A">
        <w:t xml:space="preserve">, </w:t>
      </w:r>
      <w:r w:rsidRPr="007818BD">
        <w:t>à ses longues vei</w:t>
      </w:r>
      <w:r w:rsidRPr="007818BD">
        <w:t>l</w:t>
      </w:r>
      <w:r w:rsidRPr="007818BD">
        <w:t>lées nocturnes</w:t>
      </w:r>
      <w:r w:rsidR="00E8465A">
        <w:t xml:space="preserve">, </w:t>
      </w:r>
      <w:r w:rsidRPr="007818BD">
        <w:t>pour le contraindre à prendre du repos et du sommeil</w:t>
      </w:r>
      <w:r w:rsidR="00E8465A">
        <w:t xml:space="preserve"> ! </w:t>
      </w:r>
      <w:r w:rsidRPr="007818BD">
        <w:t>J</w:t>
      </w:r>
      <w:r w:rsidR="00E8465A">
        <w:t>’</w:t>
      </w:r>
      <w:r w:rsidRPr="007818BD">
        <w:t>ai dit que sa musique faisait partie de l</w:t>
      </w:r>
      <w:r w:rsidR="00E8465A">
        <w:t>’</w:t>
      </w:r>
      <w:r w:rsidRPr="007818BD">
        <w:t>homme lui-même</w:t>
      </w:r>
      <w:r w:rsidR="00E8465A">
        <w:t xml:space="preserve">, </w:t>
      </w:r>
      <w:r w:rsidRPr="007818BD">
        <w:t>et cette douce créature semblait faire partie de sa mus</w:t>
      </w:r>
      <w:r w:rsidRPr="007818BD">
        <w:t>i</w:t>
      </w:r>
      <w:r w:rsidRPr="007818BD">
        <w:t>que</w:t>
      </w:r>
      <w:r w:rsidR="00E8465A">
        <w:t xml:space="preserve">. </w:t>
      </w:r>
      <w:r w:rsidRPr="007818BD">
        <w:t>C</w:t>
      </w:r>
      <w:r w:rsidR="00E8465A">
        <w:t>’</w:t>
      </w:r>
      <w:r w:rsidRPr="007818BD">
        <w:t>était quand elle était assise auprès de lui</w:t>
      </w:r>
      <w:r w:rsidR="00E8465A">
        <w:t xml:space="preserve">, </w:t>
      </w:r>
      <w:r w:rsidRPr="007818BD">
        <w:t>que tout ce qui était tendre et féerique dans ses incohérentes créations venait se gli</w:t>
      </w:r>
      <w:r w:rsidRPr="007818BD">
        <w:t>s</w:t>
      </w:r>
      <w:r w:rsidRPr="007818BD">
        <w:t>ser comme à la dérobée dans son jeu</w:t>
      </w:r>
      <w:r w:rsidR="00E8465A">
        <w:t xml:space="preserve">. </w:t>
      </w:r>
      <w:r w:rsidRPr="007818BD">
        <w:t>Sa présence sans doute réagissait sur la musique</w:t>
      </w:r>
      <w:r w:rsidR="00E8465A">
        <w:t xml:space="preserve">, </w:t>
      </w:r>
      <w:r w:rsidRPr="007818BD">
        <w:t>la modifiait</w:t>
      </w:r>
      <w:r w:rsidR="00E8465A">
        <w:t xml:space="preserve">, </w:t>
      </w:r>
      <w:r w:rsidRPr="007818BD">
        <w:t>l</w:t>
      </w:r>
      <w:r w:rsidR="00E8465A">
        <w:t>’</w:t>
      </w:r>
      <w:r w:rsidRPr="007818BD">
        <w:t>adoucissait</w:t>
      </w:r>
      <w:r w:rsidR="00E8465A">
        <w:t xml:space="preserve"> ; </w:t>
      </w:r>
      <w:r w:rsidRPr="007818BD">
        <w:t>mais lui</w:t>
      </w:r>
      <w:r w:rsidR="00E8465A">
        <w:t xml:space="preserve">, </w:t>
      </w:r>
      <w:r w:rsidRPr="007818BD">
        <w:t>qui ne cherchait jamais le comment ni le pourquoi de son insp</w:t>
      </w:r>
      <w:r w:rsidRPr="007818BD">
        <w:t>i</w:t>
      </w:r>
      <w:r w:rsidRPr="007818BD">
        <w:t>ration</w:t>
      </w:r>
      <w:r w:rsidR="00E8465A">
        <w:t xml:space="preserve">, </w:t>
      </w:r>
      <w:r w:rsidRPr="007818BD">
        <w:t>il ne le soupçonnait pas</w:t>
      </w:r>
      <w:r w:rsidR="00E8465A">
        <w:t xml:space="preserve">. </w:t>
      </w:r>
      <w:r w:rsidRPr="007818BD">
        <w:t>Il ne savait qu</w:t>
      </w:r>
      <w:r w:rsidR="00E8465A">
        <w:t>’</w:t>
      </w:r>
      <w:r w:rsidRPr="007818BD">
        <w:t>une chose</w:t>
      </w:r>
      <w:r w:rsidR="00E8465A">
        <w:t xml:space="preserve"> : </w:t>
      </w:r>
      <w:r w:rsidRPr="007818BD">
        <w:t>qu</w:t>
      </w:r>
      <w:r w:rsidR="00E8465A">
        <w:t>’</w:t>
      </w:r>
      <w:r w:rsidRPr="007818BD">
        <w:t>il l</w:t>
      </w:r>
      <w:r w:rsidR="00E8465A">
        <w:t>’</w:t>
      </w:r>
      <w:r w:rsidRPr="007818BD">
        <w:t>aimait et la bénissait</w:t>
      </w:r>
      <w:r w:rsidR="00E8465A">
        <w:t xml:space="preserve">. </w:t>
      </w:r>
      <w:r w:rsidRPr="007818BD">
        <w:t>Il était convaincu qu</w:t>
      </w:r>
      <w:r w:rsidR="00E8465A">
        <w:t>’</w:t>
      </w:r>
      <w:r w:rsidRPr="007818BD">
        <w:t>il le lui disait vingt fois par jour</w:t>
      </w:r>
      <w:r w:rsidR="00E8465A">
        <w:t xml:space="preserve"> ; </w:t>
      </w:r>
      <w:r w:rsidRPr="007818BD">
        <w:t>il ne le lui disait jamais</w:t>
      </w:r>
      <w:r w:rsidR="00E8465A">
        <w:t xml:space="preserve"> : </w:t>
      </w:r>
      <w:r w:rsidRPr="007818BD">
        <w:t>c</w:t>
      </w:r>
      <w:r w:rsidR="00E8465A">
        <w:t>’</w:t>
      </w:r>
      <w:r w:rsidRPr="007818BD">
        <w:t>était un homme peu expansif</w:t>
      </w:r>
      <w:r w:rsidR="00E8465A">
        <w:t xml:space="preserve">, </w:t>
      </w:r>
      <w:r w:rsidRPr="007818BD">
        <w:t>même avec sa femme</w:t>
      </w:r>
      <w:r w:rsidR="00E8465A">
        <w:t xml:space="preserve">. </w:t>
      </w:r>
      <w:r w:rsidRPr="007818BD">
        <w:t>Son langage à lui</w:t>
      </w:r>
      <w:r w:rsidR="00E8465A">
        <w:t xml:space="preserve">, </w:t>
      </w:r>
      <w:r w:rsidRPr="007818BD">
        <w:t>c</w:t>
      </w:r>
      <w:r w:rsidR="00E8465A">
        <w:t>’</w:t>
      </w:r>
      <w:r w:rsidRPr="007818BD">
        <w:t>était sa m</w:t>
      </w:r>
      <w:r w:rsidRPr="007818BD">
        <w:t>u</w:t>
      </w:r>
      <w:r w:rsidRPr="007818BD">
        <w:t>sique</w:t>
      </w:r>
      <w:r w:rsidR="00E8465A">
        <w:t xml:space="preserve"> ; </w:t>
      </w:r>
      <w:r w:rsidRPr="007818BD">
        <w:t>celui de sa compagne</w:t>
      </w:r>
      <w:r w:rsidR="00E8465A">
        <w:t xml:space="preserve">, </w:t>
      </w:r>
      <w:r w:rsidRPr="007818BD">
        <w:t>c</w:t>
      </w:r>
      <w:r w:rsidR="00E8465A">
        <w:t>’</w:t>
      </w:r>
      <w:r w:rsidRPr="007818BD">
        <w:t>étaient ses mille soins affe</w:t>
      </w:r>
      <w:r w:rsidRPr="007818BD">
        <w:t>c</w:t>
      </w:r>
      <w:r w:rsidRPr="007818BD">
        <w:t>tueux</w:t>
      </w:r>
      <w:r w:rsidR="00E8465A">
        <w:t xml:space="preserve"> ! </w:t>
      </w:r>
      <w:r w:rsidRPr="007818BD">
        <w:t>Il était plus communicatif avec le barbiton</w:t>
      </w:r>
      <w:r w:rsidR="00E8465A">
        <w:t xml:space="preserve">, </w:t>
      </w:r>
      <w:r w:rsidRPr="007818BD">
        <w:t xml:space="preserve">comme le docte </w:t>
      </w:r>
      <w:proofErr w:type="spellStart"/>
      <w:r w:rsidRPr="007818BD">
        <w:t>Mersennus</w:t>
      </w:r>
      <w:proofErr w:type="spellEnd"/>
      <w:r w:rsidRPr="007818BD">
        <w:t xml:space="preserve"> veut que nous appelions toutes les variétés de la grande famille des instruments à cordes</w:t>
      </w:r>
      <w:r w:rsidR="00E8465A">
        <w:t xml:space="preserve">. </w:t>
      </w:r>
      <w:r w:rsidRPr="007818BD">
        <w:rPr>
          <w:i/>
        </w:rPr>
        <w:lastRenderedPageBreak/>
        <w:t>Barbiton</w:t>
      </w:r>
      <w:r w:rsidRPr="007818BD">
        <w:t xml:space="preserve"> sonne a</w:t>
      </w:r>
      <w:r w:rsidRPr="007818BD">
        <w:t>s</w:t>
      </w:r>
      <w:r w:rsidRPr="007818BD">
        <w:t xml:space="preserve">surément mieux que </w:t>
      </w:r>
      <w:proofErr w:type="spellStart"/>
      <w:r w:rsidRPr="007818BD">
        <w:rPr>
          <w:i/>
        </w:rPr>
        <w:t>fiddle</w:t>
      </w:r>
      <w:proofErr w:type="spellEnd"/>
      <w:r w:rsidRPr="007818BD">
        <w:t xml:space="preserve"> en anglais</w:t>
      </w:r>
      <w:r w:rsidR="00E8465A">
        <w:t xml:space="preserve"> ; </w:t>
      </w:r>
      <w:r w:rsidRPr="007818BD">
        <w:t xml:space="preserve">va donc pour </w:t>
      </w:r>
      <w:r w:rsidRPr="007818BD">
        <w:rPr>
          <w:i/>
        </w:rPr>
        <w:t>barbiton</w:t>
      </w:r>
      <w:r w:rsidR="00E8465A">
        <w:t xml:space="preserve">. </w:t>
      </w:r>
      <w:r w:rsidRPr="007818BD">
        <w:t>C</w:t>
      </w:r>
      <w:r w:rsidR="00E8465A">
        <w:t>’</w:t>
      </w:r>
      <w:r w:rsidRPr="007818BD">
        <w:t>est à cela qu</w:t>
      </w:r>
      <w:r w:rsidR="00E8465A">
        <w:t>’</w:t>
      </w:r>
      <w:r w:rsidRPr="007818BD">
        <w:t>il parlait pendant une grande heure</w:t>
      </w:r>
      <w:r w:rsidR="00E8465A">
        <w:t xml:space="preserve"> ; </w:t>
      </w:r>
      <w:r w:rsidRPr="007818BD">
        <w:t>il le louait</w:t>
      </w:r>
      <w:r w:rsidR="00E8465A">
        <w:t xml:space="preserve">, </w:t>
      </w:r>
      <w:r w:rsidRPr="007818BD">
        <w:t>le grondait</w:t>
      </w:r>
      <w:r w:rsidR="00E8465A">
        <w:t xml:space="preserve">, </w:t>
      </w:r>
      <w:r w:rsidRPr="007818BD">
        <w:t>le caressait</w:t>
      </w:r>
      <w:r w:rsidR="00E8465A">
        <w:t xml:space="preserve">, </w:t>
      </w:r>
      <w:r w:rsidRPr="007818BD">
        <w:t>que dis-je</w:t>
      </w:r>
      <w:r w:rsidR="00E8465A">
        <w:t> ? (</w:t>
      </w:r>
      <w:r w:rsidRPr="007818BD">
        <w:t>tel est l</w:t>
      </w:r>
      <w:r w:rsidR="00E8465A">
        <w:t>’</w:t>
      </w:r>
      <w:r w:rsidRPr="007818BD">
        <w:t>homme et l</w:t>
      </w:r>
      <w:r w:rsidR="00E8465A">
        <w:t>’</w:t>
      </w:r>
      <w:r w:rsidRPr="007818BD">
        <w:t>homme le plus innocent</w:t>
      </w:r>
      <w:r w:rsidR="00E8465A">
        <w:t xml:space="preserve"> !) </w:t>
      </w:r>
      <w:r w:rsidRPr="007818BD">
        <w:t>il le maudissait</w:t>
      </w:r>
      <w:r w:rsidR="00E8465A">
        <w:t xml:space="preserve"> ; </w:t>
      </w:r>
      <w:r w:rsidRPr="007818BD">
        <w:t>on avait entendu parfois un juron entre deux notes</w:t>
      </w:r>
      <w:r w:rsidR="00E8465A">
        <w:t xml:space="preserve"> ; </w:t>
      </w:r>
      <w:r w:rsidRPr="007818BD">
        <w:t>mais cet excès avait toujours été suivi du plus éd</w:t>
      </w:r>
      <w:r w:rsidRPr="007818BD">
        <w:t>i</w:t>
      </w:r>
      <w:r w:rsidRPr="007818BD">
        <w:t>fiant repentir</w:t>
      </w:r>
      <w:r w:rsidR="00E8465A">
        <w:t xml:space="preserve">. </w:t>
      </w:r>
      <w:r w:rsidRPr="007818BD">
        <w:t>Le Barbiton avait aussi sa langue à lui</w:t>
      </w:r>
      <w:r w:rsidR="00E8465A">
        <w:t xml:space="preserve"> ; </w:t>
      </w:r>
      <w:r w:rsidRPr="007818BD">
        <w:t>il savait se défendre au besoin</w:t>
      </w:r>
      <w:r w:rsidR="00E8465A">
        <w:t xml:space="preserve">, </w:t>
      </w:r>
      <w:r w:rsidRPr="007818BD">
        <w:t>et</w:t>
      </w:r>
      <w:r w:rsidR="00E8465A">
        <w:t xml:space="preserve">, </w:t>
      </w:r>
      <w:r w:rsidRPr="007818BD">
        <w:t>quand il s</w:t>
      </w:r>
      <w:r w:rsidR="00E8465A">
        <w:t>’</w:t>
      </w:r>
      <w:r w:rsidRPr="007818BD">
        <w:t>avisait de gronder à son tour</w:t>
      </w:r>
      <w:r w:rsidR="00E8465A">
        <w:t xml:space="preserve">, </w:t>
      </w:r>
      <w:r w:rsidRPr="007818BD">
        <w:t>la victoire lui restait</w:t>
      </w:r>
      <w:r w:rsidR="00E8465A">
        <w:t xml:space="preserve">. </w:t>
      </w:r>
      <w:r w:rsidRPr="007818BD">
        <w:t>C</w:t>
      </w:r>
      <w:r w:rsidR="00E8465A">
        <w:t>’</w:t>
      </w:r>
      <w:r w:rsidRPr="007818BD">
        <w:t>était un noble pe</w:t>
      </w:r>
      <w:r w:rsidRPr="007818BD">
        <w:t>r</w:t>
      </w:r>
      <w:r w:rsidRPr="007818BD">
        <w:t>sonnage que ce violon</w:t>
      </w:r>
      <w:r w:rsidR="00E8465A">
        <w:t xml:space="preserve"> ; </w:t>
      </w:r>
      <w:r w:rsidRPr="007818BD">
        <w:t>un tyrolien</w:t>
      </w:r>
      <w:r w:rsidR="00E8465A">
        <w:t xml:space="preserve">, </w:t>
      </w:r>
      <w:r w:rsidRPr="007818BD">
        <w:t>le chef-d</w:t>
      </w:r>
      <w:r w:rsidR="00E8465A">
        <w:t>’</w:t>
      </w:r>
      <w:r w:rsidRPr="007818BD">
        <w:t>œuvre de l</w:t>
      </w:r>
      <w:r w:rsidR="00E8465A">
        <w:t>’</w:t>
      </w:r>
      <w:r w:rsidRPr="007818BD">
        <w:t>illustre Steiner</w:t>
      </w:r>
      <w:r w:rsidR="00E8465A">
        <w:t xml:space="preserve">. </w:t>
      </w:r>
      <w:r w:rsidRPr="007818BD">
        <w:t>Son grand âge avait quelque chose de mystérieux</w:t>
      </w:r>
      <w:r w:rsidR="00E8465A">
        <w:t xml:space="preserve">. </w:t>
      </w:r>
      <w:r w:rsidRPr="007818BD">
        <w:t>Combien de mains</w:t>
      </w:r>
      <w:r w:rsidR="00E8465A">
        <w:t xml:space="preserve">, </w:t>
      </w:r>
      <w:r w:rsidRPr="007818BD">
        <w:t>aujourd</w:t>
      </w:r>
      <w:r w:rsidR="00E8465A">
        <w:t>’</w:t>
      </w:r>
      <w:r w:rsidRPr="007818BD">
        <w:t>hui réduites en poussière</w:t>
      </w:r>
      <w:r w:rsidR="00E8465A">
        <w:t xml:space="preserve">, </w:t>
      </w:r>
      <w:r w:rsidRPr="007818BD">
        <w:t>avaient fait vibrer ses cordes avant qu</w:t>
      </w:r>
      <w:r w:rsidR="00E8465A">
        <w:t>’</w:t>
      </w:r>
      <w:r w:rsidRPr="007818BD">
        <w:t xml:space="preserve">il devînt le Robin </w:t>
      </w:r>
      <w:proofErr w:type="spellStart"/>
      <w:r w:rsidRPr="007818BD">
        <w:t>Goodfellow</w:t>
      </w:r>
      <w:proofErr w:type="spellEnd"/>
      <w:r w:rsidR="00E8465A">
        <w:t xml:space="preserve">, </w:t>
      </w:r>
      <w:r w:rsidRPr="007818BD">
        <w:t>l</w:t>
      </w:r>
      <w:r w:rsidR="00E8465A">
        <w:t>’</w:t>
      </w:r>
      <w:r w:rsidRPr="007818BD">
        <w:t>Inséparable de Gaetano Pisani</w:t>
      </w:r>
      <w:r w:rsidR="00E8465A">
        <w:t xml:space="preserve"> ! </w:t>
      </w:r>
      <w:r w:rsidRPr="007818BD">
        <w:t>Sa boîte même était vénér</w:t>
      </w:r>
      <w:r w:rsidRPr="007818BD">
        <w:t>a</w:t>
      </w:r>
      <w:r w:rsidRPr="007818BD">
        <w:t>ble</w:t>
      </w:r>
      <w:r w:rsidR="00E8465A">
        <w:t xml:space="preserve"> ; </w:t>
      </w:r>
      <w:r w:rsidRPr="007818BD">
        <w:t>un étui merveille</w:t>
      </w:r>
      <w:r w:rsidRPr="007818BD">
        <w:t>u</w:t>
      </w:r>
      <w:r w:rsidRPr="007818BD">
        <w:t>sement peint</w:t>
      </w:r>
      <w:r w:rsidR="00E8465A">
        <w:t xml:space="preserve">, </w:t>
      </w:r>
      <w:r w:rsidRPr="007818BD">
        <w:t xml:space="preserve">par </w:t>
      </w:r>
      <w:proofErr w:type="spellStart"/>
      <w:r w:rsidRPr="007818BD">
        <w:t>Carache</w:t>
      </w:r>
      <w:proofErr w:type="spellEnd"/>
      <w:r w:rsidR="00E8465A">
        <w:t xml:space="preserve">, </w:t>
      </w:r>
      <w:r w:rsidRPr="007818BD">
        <w:t>dit-on</w:t>
      </w:r>
      <w:r w:rsidR="00E8465A">
        <w:t xml:space="preserve">. </w:t>
      </w:r>
      <w:r w:rsidRPr="007818BD">
        <w:t>Pour cet étui</w:t>
      </w:r>
      <w:r w:rsidR="00E8465A">
        <w:t xml:space="preserve">, </w:t>
      </w:r>
      <w:r w:rsidRPr="007818BD">
        <w:t>un collectionneur anglais avait offert plus que Pisani n</w:t>
      </w:r>
      <w:r w:rsidR="00E8465A">
        <w:t>’</w:t>
      </w:r>
      <w:r w:rsidRPr="007818BD">
        <w:t>avait jamais réalisé avec son violon</w:t>
      </w:r>
      <w:r w:rsidR="00E8465A">
        <w:t xml:space="preserve">. </w:t>
      </w:r>
      <w:r w:rsidRPr="007818BD">
        <w:t>Mais Pisani</w:t>
      </w:r>
      <w:r w:rsidR="00E8465A">
        <w:t xml:space="preserve">, </w:t>
      </w:r>
      <w:r w:rsidRPr="007818BD">
        <w:t>parfaitement content d</w:t>
      </w:r>
      <w:r w:rsidR="00E8465A">
        <w:t>’</w:t>
      </w:r>
      <w:r w:rsidRPr="007818BD">
        <w:t>une cabane pour lui-même</w:t>
      </w:r>
      <w:r w:rsidR="00E8465A">
        <w:t xml:space="preserve">, </w:t>
      </w:r>
      <w:r w:rsidRPr="007818BD">
        <w:t>était fier de donner un p</w:t>
      </w:r>
      <w:r w:rsidRPr="007818BD">
        <w:t>a</w:t>
      </w:r>
      <w:r w:rsidRPr="007818BD">
        <w:t>lais à son Barbiton</w:t>
      </w:r>
      <w:r w:rsidR="00E8465A">
        <w:t xml:space="preserve">. </w:t>
      </w:r>
      <w:r w:rsidRPr="007818BD">
        <w:t>Son Barbiton</w:t>
      </w:r>
      <w:r w:rsidR="00E8465A">
        <w:t xml:space="preserve"> ! </w:t>
      </w:r>
      <w:r w:rsidRPr="007818BD">
        <w:t>c</w:t>
      </w:r>
      <w:r w:rsidR="00E8465A">
        <w:t>’</w:t>
      </w:r>
      <w:r w:rsidRPr="007818BD">
        <w:t>était l</w:t>
      </w:r>
      <w:r w:rsidR="00E8465A">
        <w:t>’</w:t>
      </w:r>
      <w:r w:rsidRPr="007818BD">
        <w:t>aîné de ses enfants</w:t>
      </w:r>
      <w:r w:rsidR="00E8465A">
        <w:t xml:space="preserve">. </w:t>
      </w:r>
      <w:r w:rsidRPr="007818BD">
        <w:t>Il faut maintenant nous occuper de la c</w:t>
      </w:r>
      <w:r w:rsidRPr="007818BD">
        <w:t>a</w:t>
      </w:r>
      <w:r w:rsidRPr="007818BD">
        <w:t>dette</w:t>
      </w:r>
      <w:r w:rsidR="00E8465A">
        <w:t>.</w:t>
      </w:r>
    </w:p>
    <w:p w14:paraId="09B9E1D3" w14:textId="77777777" w:rsidR="00E8465A" w:rsidRDefault="00E0544E" w:rsidP="00E0544E">
      <w:r w:rsidRPr="007818BD">
        <w:t>Comment te dépeindrai-je</w:t>
      </w:r>
      <w:r w:rsidR="00E8465A">
        <w:t xml:space="preserve">, </w:t>
      </w:r>
      <w:r w:rsidRPr="007818BD">
        <w:t>Viola</w:t>
      </w:r>
      <w:r w:rsidR="00E8465A">
        <w:t xml:space="preserve"> ? </w:t>
      </w:r>
      <w:r w:rsidRPr="007818BD">
        <w:t>La musique</w:t>
      </w:r>
      <w:r w:rsidR="00E8465A">
        <w:t xml:space="preserve">, </w:t>
      </w:r>
      <w:r w:rsidRPr="007818BD">
        <w:t>assur</w:t>
      </w:r>
      <w:r w:rsidRPr="007818BD">
        <w:t>é</w:t>
      </w:r>
      <w:r w:rsidRPr="007818BD">
        <w:t>ment</w:t>
      </w:r>
      <w:r w:rsidR="00E8465A">
        <w:t xml:space="preserve">, </w:t>
      </w:r>
      <w:r w:rsidRPr="007818BD">
        <w:t>est en partie respo</w:t>
      </w:r>
      <w:r w:rsidRPr="007818BD">
        <w:t>n</w:t>
      </w:r>
      <w:r w:rsidRPr="007818BD">
        <w:t>sable de la venue de cette jeune étrangère</w:t>
      </w:r>
      <w:r w:rsidR="00E8465A">
        <w:t xml:space="preserve">. </w:t>
      </w:r>
      <w:r w:rsidRPr="007818BD">
        <w:t>Dans son aspect et dans son caractère on eût pu r</w:t>
      </w:r>
      <w:r w:rsidRPr="007818BD">
        <w:t>e</w:t>
      </w:r>
      <w:r w:rsidRPr="007818BD">
        <w:t>connaître une ressemblance de famille avec cette vie singulière et pour ainsi dire incorporelle de la musique</w:t>
      </w:r>
      <w:r w:rsidR="00E8465A">
        <w:t xml:space="preserve">, </w:t>
      </w:r>
      <w:r w:rsidRPr="007818BD">
        <w:t>qui</w:t>
      </w:r>
      <w:r w:rsidR="00E8465A">
        <w:t xml:space="preserve">, </w:t>
      </w:r>
      <w:r w:rsidRPr="007818BD">
        <w:t>nuit après nuit</w:t>
      </w:r>
      <w:r w:rsidR="00E8465A">
        <w:t xml:space="preserve">, </w:t>
      </w:r>
      <w:r w:rsidRPr="007818BD">
        <w:t>s</w:t>
      </w:r>
      <w:r w:rsidR="00E8465A">
        <w:t>’</w:t>
      </w:r>
      <w:r w:rsidRPr="007818BD">
        <w:t>épanchait en élans aériens et fantastiques sur les flots étoilés</w:t>
      </w:r>
      <w:r w:rsidR="00E8465A">
        <w:t xml:space="preserve">… </w:t>
      </w:r>
      <w:r w:rsidRPr="007818BD">
        <w:t>Belle</w:t>
      </w:r>
      <w:r w:rsidR="00E8465A">
        <w:t xml:space="preserve">, </w:t>
      </w:r>
      <w:r w:rsidRPr="007818BD">
        <w:t>elle l</w:t>
      </w:r>
      <w:r w:rsidR="00E8465A">
        <w:t>’</w:t>
      </w:r>
      <w:r w:rsidRPr="007818BD">
        <w:t>était</w:t>
      </w:r>
      <w:r w:rsidR="00E8465A">
        <w:t xml:space="preserve"> ; </w:t>
      </w:r>
      <w:r w:rsidRPr="007818BD">
        <w:t>mais d</w:t>
      </w:r>
      <w:r w:rsidR="00E8465A">
        <w:t>’</w:t>
      </w:r>
      <w:r w:rsidRPr="007818BD">
        <w:t>une beauté toute singuli</w:t>
      </w:r>
      <w:r w:rsidRPr="007818BD">
        <w:t>è</w:t>
      </w:r>
      <w:r w:rsidRPr="007818BD">
        <w:t>re</w:t>
      </w:r>
      <w:r w:rsidR="00E8465A">
        <w:t xml:space="preserve"> ; </w:t>
      </w:r>
      <w:r w:rsidRPr="007818BD">
        <w:t>c</w:t>
      </w:r>
      <w:r w:rsidR="00E8465A">
        <w:t>’</w:t>
      </w:r>
      <w:r w:rsidRPr="007818BD">
        <w:t>était une combinaison</w:t>
      </w:r>
      <w:r w:rsidR="00E8465A">
        <w:t xml:space="preserve">, </w:t>
      </w:r>
      <w:r w:rsidRPr="007818BD">
        <w:t>une harmonie d</w:t>
      </w:r>
      <w:r w:rsidR="00E8465A">
        <w:t>’</w:t>
      </w:r>
      <w:r w:rsidRPr="007818BD">
        <w:t>éléments opposés</w:t>
      </w:r>
      <w:r w:rsidR="00E8465A">
        <w:t xml:space="preserve">. </w:t>
      </w:r>
      <w:r w:rsidRPr="007818BD">
        <w:t>Sa chevelure était d</w:t>
      </w:r>
      <w:r w:rsidR="00E8465A">
        <w:t>’</w:t>
      </w:r>
      <w:r w:rsidRPr="007818BD">
        <w:t>un or plus riche et plus pur que celles qu</w:t>
      </w:r>
      <w:r w:rsidR="00E8465A">
        <w:t>’</w:t>
      </w:r>
      <w:r w:rsidRPr="007818BD">
        <w:t>on voit même dans le Nord</w:t>
      </w:r>
      <w:r w:rsidR="00E8465A">
        <w:t xml:space="preserve"> ; </w:t>
      </w:r>
      <w:r w:rsidRPr="007818BD">
        <w:t>mais ses yeux brillaient de tout le sombre</w:t>
      </w:r>
      <w:r w:rsidR="00E8465A">
        <w:t xml:space="preserve">, </w:t>
      </w:r>
      <w:r w:rsidRPr="007818BD">
        <w:t>doux et irrésistible éclat d</w:t>
      </w:r>
      <w:r w:rsidR="00E8465A">
        <w:t>’</w:t>
      </w:r>
      <w:r w:rsidRPr="007818BD">
        <w:t>une splendeur plus qu</w:t>
      </w:r>
      <w:r w:rsidR="00E8465A">
        <w:t>’</w:t>
      </w:r>
      <w:r w:rsidRPr="007818BD">
        <w:t>italienne</w:t>
      </w:r>
      <w:r w:rsidR="00E8465A">
        <w:t xml:space="preserve">, </w:t>
      </w:r>
      <w:r w:rsidRPr="007818BD">
        <w:t>et presque orientale</w:t>
      </w:r>
      <w:r w:rsidR="00E8465A">
        <w:t xml:space="preserve">. </w:t>
      </w:r>
      <w:r w:rsidRPr="007818BD">
        <w:t>Un teint d</w:t>
      </w:r>
      <w:r w:rsidR="00E8465A">
        <w:t>’</w:t>
      </w:r>
      <w:r w:rsidRPr="007818BD">
        <w:t>une pureté exquise</w:t>
      </w:r>
      <w:r w:rsidR="00E8465A">
        <w:t xml:space="preserve">, </w:t>
      </w:r>
      <w:r w:rsidRPr="007818BD">
        <w:t>mais sans cesse changeant</w:t>
      </w:r>
      <w:r w:rsidR="00E8465A">
        <w:t xml:space="preserve">, </w:t>
      </w:r>
      <w:r w:rsidRPr="007818BD">
        <w:t>animé à un moment</w:t>
      </w:r>
      <w:r w:rsidR="00E8465A">
        <w:t xml:space="preserve">, </w:t>
      </w:r>
      <w:r w:rsidRPr="007818BD">
        <w:t xml:space="preserve">pâle </w:t>
      </w:r>
      <w:r w:rsidRPr="007818BD">
        <w:lastRenderedPageBreak/>
        <w:t>le m</w:t>
      </w:r>
      <w:r w:rsidRPr="007818BD">
        <w:t>o</w:t>
      </w:r>
      <w:r w:rsidRPr="007818BD">
        <w:t>ment suivant</w:t>
      </w:r>
      <w:r w:rsidR="00E8465A">
        <w:t xml:space="preserve">. </w:t>
      </w:r>
      <w:r w:rsidRPr="007818BD">
        <w:t>Et avec ce teint</w:t>
      </w:r>
      <w:r w:rsidR="00E8465A">
        <w:t xml:space="preserve">, </w:t>
      </w:r>
      <w:r w:rsidRPr="007818BD">
        <w:t>l</w:t>
      </w:r>
      <w:r w:rsidR="00E8465A">
        <w:t>’</w:t>
      </w:r>
      <w:r w:rsidRPr="007818BD">
        <w:t>expression variait également</w:t>
      </w:r>
      <w:r w:rsidR="00E8465A">
        <w:t xml:space="preserve"> : </w:t>
      </w:r>
      <w:r w:rsidRPr="007818BD">
        <w:t>tout à l</w:t>
      </w:r>
      <w:r w:rsidR="00E8465A">
        <w:t>’</w:t>
      </w:r>
      <w:r w:rsidRPr="007818BD">
        <w:t>heure rien de si triste</w:t>
      </w:r>
      <w:r w:rsidR="00E8465A">
        <w:t xml:space="preserve"> ; </w:t>
      </w:r>
      <w:r w:rsidRPr="007818BD">
        <w:t>rien maintenant de si radieux</w:t>
      </w:r>
      <w:r w:rsidR="00E8465A">
        <w:t>.</w:t>
      </w:r>
    </w:p>
    <w:p w14:paraId="4C68EB05" w14:textId="77777777" w:rsidR="00E8465A" w:rsidRDefault="00E0544E" w:rsidP="00E0544E">
      <w:r w:rsidRPr="007818BD">
        <w:t>J</w:t>
      </w:r>
      <w:r w:rsidR="00E8465A">
        <w:t>’</w:t>
      </w:r>
      <w:r w:rsidRPr="007818BD">
        <w:t>ai le regret de dire que ce que nous appelons proprement éducation avait été fort négligé chez leur fille par ce couple si</w:t>
      </w:r>
      <w:r w:rsidRPr="007818BD">
        <w:t>n</w:t>
      </w:r>
      <w:r w:rsidRPr="007818BD">
        <w:t>gulier</w:t>
      </w:r>
      <w:r w:rsidR="00E8465A">
        <w:t xml:space="preserve">. </w:t>
      </w:r>
      <w:r w:rsidRPr="007818BD">
        <w:t>Sans doute</w:t>
      </w:r>
      <w:r w:rsidR="00E8465A">
        <w:t xml:space="preserve">, </w:t>
      </w:r>
      <w:r w:rsidRPr="007818BD">
        <w:t>ni l</w:t>
      </w:r>
      <w:r w:rsidR="00E8465A">
        <w:t>’</w:t>
      </w:r>
      <w:r w:rsidRPr="007818BD">
        <w:t>un ni l</w:t>
      </w:r>
      <w:r w:rsidR="00E8465A">
        <w:t>’</w:t>
      </w:r>
      <w:r w:rsidRPr="007818BD">
        <w:t>autre n</w:t>
      </w:r>
      <w:r w:rsidR="00E8465A">
        <w:t>’</w:t>
      </w:r>
      <w:r w:rsidRPr="007818BD">
        <w:t>avait beaucoup de connaissances à communiquer</w:t>
      </w:r>
      <w:r w:rsidR="00E8465A">
        <w:t xml:space="preserve"> ; </w:t>
      </w:r>
      <w:r w:rsidRPr="007818BD">
        <w:t>la science d</w:t>
      </w:r>
      <w:r w:rsidR="00E8465A">
        <w:t>’</w:t>
      </w:r>
      <w:r w:rsidRPr="007818BD">
        <w:t>ailleurs n</w:t>
      </w:r>
      <w:r w:rsidR="00E8465A">
        <w:t>’</w:t>
      </w:r>
      <w:r w:rsidRPr="007818BD">
        <w:t>était pas à la m</w:t>
      </w:r>
      <w:r w:rsidRPr="007818BD">
        <w:t>o</w:t>
      </w:r>
      <w:r w:rsidRPr="007818BD">
        <w:t>de comme aujourd</w:t>
      </w:r>
      <w:r w:rsidR="00E8465A">
        <w:t>’</w:t>
      </w:r>
      <w:r w:rsidRPr="007818BD">
        <w:t>hui</w:t>
      </w:r>
      <w:r w:rsidR="00E8465A">
        <w:t xml:space="preserve"> : </w:t>
      </w:r>
      <w:r w:rsidRPr="007818BD">
        <w:t>mais le hasard ou la nature avait favorisé la jeune Viola</w:t>
      </w:r>
      <w:r w:rsidR="00E8465A">
        <w:t xml:space="preserve">. </w:t>
      </w:r>
      <w:r w:rsidRPr="007818BD">
        <w:t>Elle apprit du moins la langue de sa m</w:t>
      </w:r>
      <w:r w:rsidRPr="007818BD">
        <w:t>è</w:t>
      </w:r>
      <w:r w:rsidRPr="007818BD">
        <w:t>re et celle de son père</w:t>
      </w:r>
      <w:r w:rsidR="00E8465A">
        <w:t xml:space="preserve">. </w:t>
      </w:r>
      <w:r w:rsidRPr="007818BD">
        <w:t>Elle trouva aussi bientôt le moyen de s</w:t>
      </w:r>
      <w:r w:rsidRPr="007818BD">
        <w:t>a</w:t>
      </w:r>
      <w:r w:rsidRPr="007818BD">
        <w:t>voir lire et écrire</w:t>
      </w:r>
      <w:r w:rsidR="00E8465A">
        <w:t xml:space="preserve"> ; </w:t>
      </w:r>
      <w:r w:rsidRPr="007818BD">
        <w:t>et sa mère</w:t>
      </w:r>
      <w:r w:rsidR="00E8465A">
        <w:t xml:space="preserve">, </w:t>
      </w:r>
      <w:r w:rsidRPr="007818BD">
        <w:t>catholique romaine</w:t>
      </w:r>
      <w:r w:rsidR="00E8465A">
        <w:t xml:space="preserve">, </w:t>
      </w:r>
      <w:r w:rsidRPr="007818BD">
        <w:t>lui enseigna de bonne heure à prier</w:t>
      </w:r>
      <w:r w:rsidR="00E8465A">
        <w:t xml:space="preserve">. </w:t>
      </w:r>
      <w:r w:rsidRPr="007818BD">
        <w:t>Seulement</w:t>
      </w:r>
      <w:r w:rsidR="00E8465A">
        <w:t xml:space="preserve">, </w:t>
      </w:r>
      <w:r w:rsidRPr="007818BD">
        <w:t>pour réagir contre toute ce</w:t>
      </w:r>
      <w:r w:rsidRPr="007818BD">
        <w:t>t</w:t>
      </w:r>
      <w:r w:rsidRPr="007818BD">
        <w:t>te instruction</w:t>
      </w:r>
      <w:r w:rsidR="00E8465A">
        <w:t xml:space="preserve">, </w:t>
      </w:r>
      <w:r w:rsidRPr="007818BD">
        <w:t>les habitudes étranges de Pisani</w:t>
      </w:r>
      <w:r w:rsidR="00E8465A">
        <w:t xml:space="preserve">, </w:t>
      </w:r>
      <w:r w:rsidRPr="007818BD">
        <w:t>les soins qu</w:t>
      </w:r>
      <w:r w:rsidR="00E8465A">
        <w:t>’</w:t>
      </w:r>
      <w:r w:rsidRPr="007818BD">
        <w:t>il réclamait de sa femme</w:t>
      </w:r>
      <w:r w:rsidR="00E8465A">
        <w:t xml:space="preserve">, </w:t>
      </w:r>
      <w:r w:rsidRPr="007818BD">
        <w:t>laissaient souvent l</w:t>
      </w:r>
      <w:r w:rsidR="00E8465A">
        <w:t>’</w:t>
      </w:r>
      <w:r w:rsidRPr="007818BD">
        <w:t>enfant seule avec une vieille ouvrière qui l</w:t>
      </w:r>
      <w:r w:rsidR="00E8465A">
        <w:t>’</w:t>
      </w:r>
      <w:r w:rsidRPr="007818BD">
        <w:t>aimait sans doute chèrement</w:t>
      </w:r>
      <w:r w:rsidR="00E8465A">
        <w:t xml:space="preserve">, </w:t>
      </w:r>
      <w:r w:rsidRPr="007818BD">
        <w:t>mais qui n</w:t>
      </w:r>
      <w:r w:rsidR="00E8465A">
        <w:t>’</w:t>
      </w:r>
      <w:r w:rsidRPr="007818BD">
        <w:t>était nullement en état de l</w:t>
      </w:r>
      <w:r w:rsidR="00E8465A">
        <w:t>’</w:t>
      </w:r>
      <w:r w:rsidRPr="007818BD">
        <w:t>élever</w:t>
      </w:r>
      <w:r w:rsidR="00E8465A">
        <w:t xml:space="preserve">. </w:t>
      </w:r>
      <w:r w:rsidRPr="007818BD">
        <w:t xml:space="preserve">Dame </w:t>
      </w:r>
      <w:proofErr w:type="spellStart"/>
      <w:r w:rsidRPr="007818BD">
        <w:t>Gionetta</w:t>
      </w:r>
      <w:proofErr w:type="spellEnd"/>
      <w:r w:rsidRPr="007818BD">
        <w:t xml:space="preserve"> était</w:t>
      </w:r>
      <w:r w:rsidR="00E8465A">
        <w:t xml:space="preserve">, </w:t>
      </w:r>
      <w:r w:rsidRPr="007818BD">
        <w:t>des pieds à la tête</w:t>
      </w:r>
      <w:r w:rsidR="00E8465A">
        <w:t xml:space="preserve">, </w:t>
      </w:r>
      <w:r w:rsidRPr="007818BD">
        <w:t>Italienne</w:t>
      </w:r>
      <w:r w:rsidR="00E8465A">
        <w:t xml:space="preserve">, </w:t>
      </w:r>
      <w:r w:rsidRPr="007818BD">
        <w:t>et Napolitaine</w:t>
      </w:r>
      <w:r w:rsidR="00E8465A">
        <w:t xml:space="preserve">, </w:t>
      </w:r>
      <w:r w:rsidRPr="007818BD">
        <w:t>qui plus est</w:t>
      </w:r>
      <w:r w:rsidR="00E8465A">
        <w:t xml:space="preserve">. </w:t>
      </w:r>
      <w:r w:rsidRPr="007818BD">
        <w:t>Toute sa jeunesse avait été amour</w:t>
      </w:r>
      <w:r w:rsidR="00E8465A">
        <w:t xml:space="preserve">, </w:t>
      </w:r>
      <w:r w:rsidRPr="007818BD">
        <w:t>tout ce qui lui restait de vie était s</w:t>
      </w:r>
      <w:r w:rsidRPr="007818BD">
        <w:t>u</w:t>
      </w:r>
      <w:r w:rsidRPr="007818BD">
        <w:t>perstition</w:t>
      </w:r>
      <w:r w:rsidR="00E8465A">
        <w:t xml:space="preserve">. </w:t>
      </w:r>
      <w:r w:rsidRPr="007818BD">
        <w:t>Elle était bavarde</w:t>
      </w:r>
      <w:r w:rsidR="00E8465A">
        <w:t xml:space="preserve">, </w:t>
      </w:r>
      <w:r w:rsidRPr="007818BD">
        <w:t>à moitié folle</w:t>
      </w:r>
      <w:r w:rsidR="00E8465A">
        <w:t xml:space="preserve">, </w:t>
      </w:r>
      <w:r w:rsidRPr="007818BD">
        <w:t>une vraie commère</w:t>
      </w:r>
      <w:r w:rsidR="00E8465A">
        <w:t xml:space="preserve">. </w:t>
      </w:r>
      <w:r w:rsidRPr="007818BD">
        <w:t>Tantôt elle parlait à</w:t>
      </w:r>
      <w:r>
        <w:t xml:space="preserve"> </w:t>
      </w:r>
      <w:r w:rsidRPr="007818BD">
        <w:t>l</w:t>
      </w:r>
      <w:r w:rsidR="00E8465A">
        <w:t>’</w:t>
      </w:r>
      <w:r w:rsidRPr="007818BD">
        <w:t>enfant des princes et des chevaliers qu</w:t>
      </w:r>
      <w:r w:rsidR="00E8465A">
        <w:t>’</w:t>
      </w:r>
      <w:r w:rsidRPr="007818BD">
        <w:t>elle avait vus à ses pieds</w:t>
      </w:r>
      <w:r w:rsidR="00E8465A">
        <w:t xml:space="preserve"> ; </w:t>
      </w:r>
      <w:r w:rsidRPr="007818BD">
        <w:t>tantôt elle glaçait tout son sang avec des contes et des légendes aussi vieilles peut-être que les fables de la Grèce et de l</w:t>
      </w:r>
      <w:r w:rsidR="00E8465A">
        <w:t>’</w:t>
      </w:r>
      <w:r w:rsidRPr="007818BD">
        <w:t>Étrurie</w:t>
      </w:r>
      <w:r w:rsidR="00E8465A">
        <w:t xml:space="preserve">, </w:t>
      </w:r>
      <w:r w:rsidRPr="007818BD">
        <w:t>de démons</w:t>
      </w:r>
      <w:r w:rsidR="00E8465A">
        <w:t xml:space="preserve">, </w:t>
      </w:r>
      <w:r w:rsidRPr="007818BD">
        <w:t>de vampires</w:t>
      </w:r>
      <w:r w:rsidR="00E8465A">
        <w:t xml:space="preserve">, </w:t>
      </w:r>
      <w:r w:rsidRPr="007818BD">
        <w:t>de danses no</w:t>
      </w:r>
      <w:r w:rsidRPr="007818BD">
        <w:t>c</w:t>
      </w:r>
      <w:r w:rsidRPr="007818BD">
        <w:t>turnes autour du grand noyer de Bénévent</w:t>
      </w:r>
      <w:r w:rsidR="00E8465A">
        <w:t xml:space="preserve">, </w:t>
      </w:r>
      <w:r w:rsidRPr="007818BD">
        <w:t>et du charme impl</w:t>
      </w:r>
      <w:r w:rsidRPr="007818BD">
        <w:t>a</w:t>
      </w:r>
      <w:r w:rsidRPr="007818BD">
        <w:t>cable du Mauvais Œil</w:t>
      </w:r>
      <w:r w:rsidR="00E8465A">
        <w:t xml:space="preserve">. </w:t>
      </w:r>
      <w:r w:rsidRPr="007818BD">
        <w:t>Tous ces récits contr</w:t>
      </w:r>
      <w:r w:rsidRPr="007818BD">
        <w:t>i</w:t>
      </w:r>
      <w:r w:rsidRPr="007818BD">
        <w:t>buaient à jeter sur l</w:t>
      </w:r>
      <w:r w:rsidR="00E8465A">
        <w:t>’</w:t>
      </w:r>
      <w:r w:rsidRPr="007818BD">
        <w:t>imagination de Viola un voile mystérieux tissé gr</w:t>
      </w:r>
      <w:r w:rsidRPr="007818BD">
        <w:t>a</w:t>
      </w:r>
      <w:r w:rsidRPr="007818BD">
        <w:t>duellement et silencieusement</w:t>
      </w:r>
      <w:r w:rsidR="00E8465A">
        <w:t xml:space="preserve">, </w:t>
      </w:r>
      <w:r w:rsidRPr="007818BD">
        <w:t>et qu</w:t>
      </w:r>
      <w:r w:rsidR="00E8465A">
        <w:t>’</w:t>
      </w:r>
      <w:r w:rsidRPr="007818BD">
        <w:t>une pensée plus mûre</w:t>
      </w:r>
      <w:r w:rsidR="00E8465A">
        <w:t xml:space="preserve">, </w:t>
      </w:r>
      <w:r w:rsidRPr="007818BD">
        <w:t>à un âge plus avancé</w:t>
      </w:r>
      <w:r w:rsidR="00E8465A">
        <w:t xml:space="preserve">, </w:t>
      </w:r>
      <w:r w:rsidRPr="007818BD">
        <w:t>pourrait en vain chercher à écarter</w:t>
      </w:r>
      <w:r w:rsidR="00E8465A">
        <w:t xml:space="preserve">. </w:t>
      </w:r>
      <w:r w:rsidRPr="007818BD">
        <w:t>Mais surtout cette tournure d</w:t>
      </w:r>
      <w:r w:rsidR="00E8465A">
        <w:t>’</w:t>
      </w:r>
      <w:r w:rsidRPr="007818BD">
        <w:t>éducation romanesque la disposait merveilleus</w:t>
      </w:r>
      <w:r w:rsidRPr="007818BD">
        <w:t>e</w:t>
      </w:r>
      <w:r w:rsidRPr="007818BD">
        <w:t>ment à suspendre</w:t>
      </w:r>
      <w:r w:rsidR="00E8465A">
        <w:t xml:space="preserve">, </w:t>
      </w:r>
      <w:r w:rsidRPr="007818BD">
        <w:t>avec une joie pleine de te</w:t>
      </w:r>
      <w:r w:rsidRPr="007818BD">
        <w:t>r</w:t>
      </w:r>
      <w:r w:rsidRPr="007818BD">
        <w:t>reur</w:t>
      </w:r>
      <w:r w:rsidR="00E8465A">
        <w:t xml:space="preserve">, </w:t>
      </w:r>
      <w:r w:rsidRPr="007818BD">
        <w:t>son oreille et son âme à la musique de son père</w:t>
      </w:r>
      <w:r w:rsidR="00E8465A">
        <w:t xml:space="preserve">. </w:t>
      </w:r>
      <w:r w:rsidRPr="007818BD">
        <w:t>Ces accords extatiques</w:t>
      </w:r>
      <w:r w:rsidR="00E8465A">
        <w:t xml:space="preserve">, </w:t>
      </w:r>
      <w:r w:rsidRPr="007818BD">
        <w:t>che</w:t>
      </w:r>
      <w:r w:rsidRPr="007818BD">
        <w:t>r</w:t>
      </w:r>
      <w:r w:rsidRPr="007818BD">
        <w:t xml:space="preserve">chant toujours à traduire en notes brisées et étranges le </w:t>
      </w:r>
      <w:r w:rsidRPr="007818BD">
        <w:lastRenderedPageBreak/>
        <w:t>langage d</w:t>
      </w:r>
      <w:r w:rsidR="00E8465A">
        <w:t>’</w:t>
      </w:r>
      <w:r w:rsidRPr="007818BD">
        <w:t>êtres d</w:t>
      </w:r>
      <w:r w:rsidR="00E8465A">
        <w:t>’</w:t>
      </w:r>
      <w:r w:rsidRPr="007818BD">
        <w:t>un monde inconnu</w:t>
      </w:r>
      <w:r w:rsidR="00E8465A">
        <w:t xml:space="preserve">, </w:t>
      </w:r>
      <w:r w:rsidRPr="007818BD">
        <w:t>la berçaient depuis sa naissance</w:t>
      </w:r>
      <w:r w:rsidR="00E8465A">
        <w:t xml:space="preserve">. </w:t>
      </w:r>
      <w:r w:rsidRPr="007818BD">
        <w:t>On eût pu dire que son âme s</w:t>
      </w:r>
      <w:r w:rsidR="00E8465A">
        <w:t>’</w:t>
      </w:r>
      <w:r w:rsidRPr="007818BD">
        <w:t>était nourrie de musique</w:t>
      </w:r>
      <w:r w:rsidR="00E8465A">
        <w:t xml:space="preserve"> ; </w:t>
      </w:r>
      <w:r w:rsidRPr="007818BD">
        <w:t>associ</w:t>
      </w:r>
      <w:r w:rsidRPr="007818BD">
        <w:t>a</w:t>
      </w:r>
      <w:r w:rsidRPr="007818BD">
        <w:t>tions d</w:t>
      </w:r>
      <w:r w:rsidR="00E8465A">
        <w:t>’</w:t>
      </w:r>
      <w:r w:rsidRPr="007818BD">
        <w:t>idées et de souvenirs</w:t>
      </w:r>
      <w:r w:rsidR="00E8465A">
        <w:t xml:space="preserve">, </w:t>
      </w:r>
      <w:r w:rsidRPr="007818BD">
        <w:t>sensations de peine et de plaisir</w:t>
      </w:r>
      <w:r w:rsidR="00E8465A">
        <w:t xml:space="preserve">, </w:t>
      </w:r>
      <w:r w:rsidRPr="007818BD">
        <w:t>tout se mêlait d</w:t>
      </w:r>
      <w:r w:rsidR="00E8465A">
        <w:t>’</w:t>
      </w:r>
      <w:r w:rsidRPr="007818BD">
        <w:t>une façon inexplicable avec ces accords</w:t>
      </w:r>
      <w:r w:rsidR="00E8465A">
        <w:t xml:space="preserve">, </w:t>
      </w:r>
      <w:r w:rsidRPr="007818BD">
        <w:t>qui ta</w:t>
      </w:r>
      <w:r w:rsidRPr="007818BD">
        <w:t>n</w:t>
      </w:r>
      <w:r w:rsidRPr="007818BD">
        <w:t>tôt la ravissaient</w:t>
      </w:r>
      <w:r w:rsidR="00E8465A">
        <w:t xml:space="preserve">, </w:t>
      </w:r>
      <w:r w:rsidRPr="007818BD">
        <w:t>et tantôt l</w:t>
      </w:r>
      <w:r w:rsidR="00E8465A">
        <w:t>’</w:t>
      </w:r>
      <w:r w:rsidRPr="007818BD">
        <w:t>effrayaient</w:t>
      </w:r>
      <w:r w:rsidR="00E8465A">
        <w:t xml:space="preserve">. </w:t>
      </w:r>
      <w:r w:rsidRPr="007818BD">
        <w:t>C</w:t>
      </w:r>
      <w:r w:rsidR="00E8465A">
        <w:t>’</w:t>
      </w:r>
      <w:r w:rsidRPr="007818BD">
        <w:t>était là ce qui l</w:t>
      </w:r>
      <w:r w:rsidR="00E8465A">
        <w:t>’</w:t>
      </w:r>
      <w:r w:rsidRPr="007818BD">
        <w:t>accueillait quand ses yeux s</w:t>
      </w:r>
      <w:r w:rsidR="00E8465A">
        <w:t>’</w:t>
      </w:r>
      <w:r w:rsidRPr="007818BD">
        <w:t>ouvraient aux rayons du soleil</w:t>
      </w:r>
      <w:r w:rsidR="00E8465A">
        <w:t xml:space="preserve"> ; </w:t>
      </w:r>
      <w:r w:rsidRPr="007818BD">
        <w:t>c</w:t>
      </w:r>
      <w:r w:rsidR="00E8465A">
        <w:t>’</w:t>
      </w:r>
      <w:r w:rsidRPr="007818BD">
        <w:t>était là ce qui l</w:t>
      </w:r>
      <w:r w:rsidR="00E8465A">
        <w:t>’</w:t>
      </w:r>
      <w:r w:rsidRPr="007818BD">
        <w:t>éveillait tremblante sur sa couche solitaire</w:t>
      </w:r>
      <w:r w:rsidR="00E8465A">
        <w:t xml:space="preserve">, </w:t>
      </w:r>
      <w:r w:rsidRPr="007818BD">
        <w:t>au milieu des t</w:t>
      </w:r>
      <w:r w:rsidRPr="007818BD">
        <w:t>é</w:t>
      </w:r>
      <w:r w:rsidRPr="007818BD">
        <w:t>nèbres de la nuit</w:t>
      </w:r>
      <w:r w:rsidR="00E8465A">
        <w:t xml:space="preserve">. </w:t>
      </w:r>
      <w:r w:rsidRPr="007818BD">
        <w:t xml:space="preserve">Les légendes et les contes de </w:t>
      </w:r>
      <w:proofErr w:type="spellStart"/>
      <w:r w:rsidRPr="007818BD">
        <w:t>Gionetta</w:t>
      </w:r>
      <w:proofErr w:type="spellEnd"/>
      <w:r w:rsidRPr="007818BD">
        <w:t xml:space="preserve"> ne servaient qu</w:t>
      </w:r>
      <w:r w:rsidR="00E8465A">
        <w:t>’</w:t>
      </w:r>
      <w:r w:rsidRPr="007818BD">
        <w:t>à mieux faire co</w:t>
      </w:r>
      <w:r w:rsidRPr="007818BD">
        <w:t>m</w:t>
      </w:r>
      <w:r w:rsidRPr="007818BD">
        <w:t>prendre à l</w:t>
      </w:r>
      <w:r w:rsidR="00E8465A">
        <w:t>’</w:t>
      </w:r>
      <w:r w:rsidRPr="007818BD">
        <w:t>enfant le sens de cette harmonie mystérieuse</w:t>
      </w:r>
      <w:r w:rsidR="00E8465A">
        <w:t xml:space="preserve"> ; </w:t>
      </w:r>
      <w:r w:rsidRPr="007818BD">
        <w:t>ils fournissaient des po</w:t>
      </w:r>
      <w:r w:rsidRPr="007818BD">
        <w:t>è</w:t>
      </w:r>
      <w:r w:rsidRPr="007818BD">
        <w:t>mes à la musique paternelle</w:t>
      </w:r>
      <w:r w:rsidR="00E8465A">
        <w:t>.</w:t>
      </w:r>
    </w:p>
    <w:p w14:paraId="3E83817E" w14:textId="77777777" w:rsidR="00E8465A" w:rsidRDefault="00E0544E" w:rsidP="00E0544E">
      <w:r w:rsidRPr="007818BD">
        <w:t>La fille d</w:t>
      </w:r>
      <w:r w:rsidR="00E8465A">
        <w:t>’</w:t>
      </w:r>
      <w:r w:rsidRPr="007818BD">
        <w:t>un tel père ne pouvait guère manquer de montrer quelque goût pour son art</w:t>
      </w:r>
      <w:r w:rsidR="00E8465A">
        <w:t xml:space="preserve">. </w:t>
      </w:r>
      <w:r w:rsidRPr="007818BD">
        <w:t>Ces dispositions se développaient surtout par l</w:t>
      </w:r>
      <w:r w:rsidR="00E8465A">
        <w:t>’</w:t>
      </w:r>
      <w:r w:rsidRPr="007818BD">
        <w:t>oreille et par la voix</w:t>
      </w:r>
      <w:r w:rsidR="00E8465A">
        <w:t xml:space="preserve">. </w:t>
      </w:r>
      <w:r w:rsidRPr="007818BD">
        <w:t>Encore enfant</w:t>
      </w:r>
      <w:r w:rsidR="00E8465A">
        <w:t xml:space="preserve">, </w:t>
      </w:r>
      <w:r w:rsidRPr="007818BD">
        <w:t>elle chantait divinement</w:t>
      </w:r>
      <w:r w:rsidR="00E8465A">
        <w:t xml:space="preserve">. </w:t>
      </w:r>
      <w:r w:rsidRPr="007818BD">
        <w:t>Un grand cardinal</w:t>
      </w:r>
      <w:r w:rsidR="00E8465A">
        <w:t xml:space="preserve">, </w:t>
      </w:r>
      <w:r w:rsidRPr="007818BD">
        <w:t>grand à la fois dans l</w:t>
      </w:r>
      <w:r w:rsidR="00E8465A">
        <w:t>’</w:t>
      </w:r>
      <w:r w:rsidRPr="007818BD">
        <w:t>État et au Conservatoire</w:t>
      </w:r>
      <w:r w:rsidR="00E8465A">
        <w:t xml:space="preserve">, </w:t>
      </w:r>
      <w:r w:rsidRPr="007818BD">
        <w:t>entendit parler de son talent</w:t>
      </w:r>
      <w:r w:rsidR="00E8465A">
        <w:t xml:space="preserve">, </w:t>
      </w:r>
      <w:r w:rsidRPr="007818BD">
        <w:t>et se la fit amener</w:t>
      </w:r>
      <w:r w:rsidR="00E8465A">
        <w:t xml:space="preserve">. </w:t>
      </w:r>
      <w:r w:rsidRPr="007818BD">
        <w:t>Dès ce moment son sort fut décidé</w:t>
      </w:r>
      <w:r w:rsidR="00E8465A">
        <w:t xml:space="preserve"> : </w:t>
      </w:r>
      <w:r w:rsidRPr="007818BD">
        <w:t>elle devait être la gloire f</w:t>
      </w:r>
      <w:r w:rsidRPr="007818BD">
        <w:t>u</w:t>
      </w:r>
      <w:r w:rsidRPr="007818BD">
        <w:t>ture de Naples</w:t>
      </w:r>
      <w:r w:rsidR="00E8465A">
        <w:t xml:space="preserve">, </w:t>
      </w:r>
      <w:r w:rsidRPr="007818BD">
        <w:t xml:space="preserve">la </w:t>
      </w:r>
      <w:r w:rsidRPr="00FB53CD">
        <w:rPr>
          <w:i/>
        </w:rPr>
        <w:t>prima donna</w:t>
      </w:r>
      <w:r w:rsidRPr="007818BD">
        <w:t xml:space="preserve"> de San-Carlo</w:t>
      </w:r>
      <w:r w:rsidR="00E8465A">
        <w:t xml:space="preserve">. </w:t>
      </w:r>
      <w:r w:rsidRPr="007818BD">
        <w:t>Pour éveiller son émulation</w:t>
      </w:r>
      <w:r w:rsidR="00E8465A">
        <w:t xml:space="preserve">, </w:t>
      </w:r>
      <w:r w:rsidRPr="007818BD">
        <w:t>Son Éminence l</w:t>
      </w:r>
      <w:r w:rsidR="00E8465A">
        <w:t>’</w:t>
      </w:r>
      <w:r w:rsidRPr="007818BD">
        <w:t>emmena un soir dans sa loge</w:t>
      </w:r>
      <w:r w:rsidR="00E8465A">
        <w:t xml:space="preserve"> : </w:t>
      </w:r>
      <w:r w:rsidRPr="007818BD">
        <w:t>ce s</w:t>
      </w:r>
      <w:r w:rsidRPr="007818BD">
        <w:t>e</w:t>
      </w:r>
      <w:r w:rsidRPr="007818BD">
        <w:t>rait quelque chose pour elle de voir la représentation</w:t>
      </w:r>
      <w:r w:rsidR="00E8465A">
        <w:t xml:space="preserve">, </w:t>
      </w:r>
      <w:r w:rsidRPr="007818BD">
        <w:t>quelque chose de plus encore d</w:t>
      </w:r>
      <w:r w:rsidR="00E8465A">
        <w:t>’</w:t>
      </w:r>
      <w:r w:rsidRPr="007818BD">
        <w:t>entendre les applaudissements prod</w:t>
      </w:r>
      <w:r w:rsidRPr="007818BD">
        <w:t>i</w:t>
      </w:r>
      <w:r w:rsidRPr="007818BD">
        <w:t>gués aux brillantes signoras qu</w:t>
      </w:r>
      <w:r w:rsidR="00E8465A">
        <w:t>’</w:t>
      </w:r>
      <w:r w:rsidRPr="007818BD">
        <w:t>elle était destinée à éclipser</w:t>
      </w:r>
      <w:r w:rsidR="00E8465A">
        <w:t xml:space="preserve"> ! </w:t>
      </w:r>
      <w:r w:rsidRPr="007818BD">
        <w:t>Avec quel éclat glorieux s</w:t>
      </w:r>
      <w:r w:rsidR="00E8465A">
        <w:t>’</w:t>
      </w:r>
      <w:r w:rsidRPr="007818BD">
        <w:t>ouvrit pour elle dès l</w:t>
      </w:r>
      <w:r w:rsidR="00E8465A">
        <w:t>’</w:t>
      </w:r>
      <w:r w:rsidRPr="007818BD">
        <w:t>aurore cette vie de la scène</w:t>
      </w:r>
      <w:r w:rsidR="00E8465A">
        <w:t xml:space="preserve">, </w:t>
      </w:r>
      <w:r w:rsidRPr="007818BD">
        <w:t>ce monde idéal de la Musique et de la Poésie</w:t>
      </w:r>
      <w:r w:rsidR="00E8465A">
        <w:t xml:space="preserve">, </w:t>
      </w:r>
      <w:r w:rsidRPr="007818BD">
        <w:t>le seul monde qui semblât correspondre aux rêves étranges de son e</w:t>
      </w:r>
      <w:r w:rsidRPr="007818BD">
        <w:t>n</w:t>
      </w:r>
      <w:r w:rsidRPr="007818BD">
        <w:t>fance</w:t>
      </w:r>
      <w:r w:rsidR="00E8465A">
        <w:t xml:space="preserve"> !… </w:t>
      </w:r>
      <w:r w:rsidRPr="007818BD">
        <w:t>Il lui sembla que</w:t>
      </w:r>
      <w:r w:rsidR="00E8465A">
        <w:t xml:space="preserve">, </w:t>
      </w:r>
      <w:r w:rsidRPr="007818BD">
        <w:t>rejetée jusque-là sur une rive étra</w:t>
      </w:r>
      <w:r w:rsidRPr="007818BD">
        <w:t>n</w:t>
      </w:r>
      <w:r w:rsidRPr="007818BD">
        <w:t>gère</w:t>
      </w:r>
      <w:r w:rsidR="00E8465A">
        <w:t xml:space="preserve">, </w:t>
      </w:r>
      <w:r w:rsidRPr="007818BD">
        <w:t>elle venait d</w:t>
      </w:r>
      <w:r w:rsidR="00E8465A">
        <w:t>’</w:t>
      </w:r>
      <w:r w:rsidRPr="007818BD">
        <w:t>être tout à coup ramenée enfin dans sa p</w:t>
      </w:r>
      <w:r w:rsidRPr="007818BD">
        <w:t>a</w:t>
      </w:r>
      <w:r w:rsidRPr="007818BD">
        <w:t>trie</w:t>
      </w:r>
      <w:r w:rsidR="00E8465A">
        <w:t xml:space="preserve"> ; </w:t>
      </w:r>
      <w:r w:rsidRPr="007818BD">
        <w:t>elle reconnaissait les formes et le langage de sa terre nat</w:t>
      </w:r>
      <w:r w:rsidRPr="007818BD">
        <w:t>a</w:t>
      </w:r>
      <w:r w:rsidRPr="007818BD">
        <w:t>le</w:t>
      </w:r>
      <w:r w:rsidR="00E8465A">
        <w:t xml:space="preserve">. </w:t>
      </w:r>
      <w:r w:rsidRPr="007818BD">
        <w:t>Enthousiasme profond et vrai</w:t>
      </w:r>
      <w:r w:rsidR="00E8465A">
        <w:t xml:space="preserve">, </w:t>
      </w:r>
      <w:r w:rsidRPr="007818BD">
        <w:t>riche de toutes les promesses du génie</w:t>
      </w:r>
      <w:r w:rsidR="00E8465A">
        <w:t xml:space="preserve"> ! </w:t>
      </w:r>
      <w:r w:rsidRPr="007818BD">
        <w:t>enfant</w:t>
      </w:r>
      <w:r w:rsidR="00E8465A">
        <w:t xml:space="preserve">, </w:t>
      </w:r>
      <w:r w:rsidRPr="007818BD">
        <w:t>ou homme</w:t>
      </w:r>
      <w:r w:rsidR="00E8465A">
        <w:t xml:space="preserve">, </w:t>
      </w:r>
      <w:r w:rsidRPr="007818BD">
        <w:t>tu ne seras jamais poète</w:t>
      </w:r>
      <w:r w:rsidR="00E8465A">
        <w:t xml:space="preserve">, </w:t>
      </w:r>
      <w:r w:rsidRPr="007818BD">
        <w:t>si tu n</w:t>
      </w:r>
      <w:r w:rsidR="00E8465A">
        <w:t>’</w:t>
      </w:r>
      <w:r w:rsidRPr="007818BD">
        <w:t>as senti tout l</w:t>
      </w:r>
      <w:r w:rsidR="00E8465A">
        <w:t>’</w:t>
      </w:r>
      <w:r w:rsidRPr="007818BD">
        <w:t>idéal</w:t>
      </w:r>
      <w:r w:rsidR="00E8465A">
        <w:t xml:space="preserve">, </w:t>
      </w:r>
      <w:r w:rsidRPr="007818BD">
        <w:t>tout l</w:t>
      </w:r>
      <w:r w:rsidR="00E8465A">
        <w:t>’</w:t>
      </w:r>
      <w:r w:rsidRPr="007818BD">
        <w:t>enchantement romanesque de cette île de Calypso</w:t>
      </w:r>
      <w:r w:rsidR="00E8465A">
        <w:t xml:space="preserve">, </w:t>
      </w:r>
      <w:r w:rsidRPr="007818BD">
        <w:t xml:space="preserve">qui </w:t>
      </w:r>
      <w:r w:rsidRPr="007818BD">
        <w:lastRenderedPageBreak/>
        <w:t>s</w:t>
      </w:r>
      <w:r w:rsidR="00E8465A">
        <w:t>’</w:t>
      </w:r>
      <w:r w:rsidRPr="007818BD">
        <w:t>est révélée à toi le jour où</w:t>
      </w:r>
      <w:r w:rsidR="00E8465A">
        <w:t xml:space="preserve">, </w:t>
      </w:r>
      <w:r w:rsidRPr="007818BD">
        <w:t>pour la première fois</w:t>
      </w:r>
      <w:r w:rsidR="00E8465A">
        <w:t xml:space="preserve">, </w:t>
      </w:r>
      <w:r w:rsidRPr="007818BD">
        <w:t>le voile magique s</w:t>
      </w:r>
      <w:r w:rsidR="00E8465A">
        <w:t>’</w:t>
      </w:r>
      <w:r w:rsidRPr="007818BD">
        <w:t>est écarté pour laisser le monde de la Poésie éblouir le monde de la prose</w:t>
      </w:r>
      <w:r w:rsidR="00E8465A">
        <w:t> !</w:t>
      </w:r>
    </w:p>
    <w:p w14:paraId="181277E1" w14:textId="77777777" w:rsidR="00E8465A" w:rsidRDefault="00E0544E" w:rsidP="00E0544E">
      <w:r w:rsidRPr="007818BD">
        <w:t>L</w:t>
      </w:r>
      <w:r w:rsidR="00E8465A">
        <w:t>’</w:t>
      </w:r>
      <w:r w:rsidRPr="007818BD">
        <w:t>initiation était maintenant commencée</w:t>
      </w:r>
      <w:r w:rsidR="00E8465A">
        <w:t xml:space="preserve">. </w:t>
      </w:r>
      <w:r w:rsidRPr="007818BD">
        <w:t>Il lui fallait lire</w:t>
      </w:r>
      <w:r w:rsidR="00E8465A">
        <w:t xml:space="preserve">, </w:t>
      </w:r>
      <w:r w:rsidRPr="007818BD">
        <w:t>étudier</w:t>
      </w:r>
      <w:r w:rsidR="00E8465A">
        <w:t xml:space="preserve">, </w:t>
      </w:r>
      <w:r w:rsidRPr="007818BD">
        <w:t>rendre par un geste</w:t>
      </w:r>
      <w:r w:rsidR="00E8465A">
        <w:t xml:space="preserve">, </w:t>
      </w:r>
      <w:r w:rsidRPr="007818BD">
        <w:t>un regard</w:t>
      </w:r>
      <w:r w:rsidR="00E8465A">
        <w:t xml:space="preserve">, </w:t>
      </w:r>
      <w:r w:rsidRPr="007818BD">
        <w:t>les passions qu</w:t>
      </w:r>
      <w:r w:rsidR="00E8465A">
        <w:t>’</w:t>
      </w:r>
      <w:r w:rsidRPr="007818BD">
        <w:t>elle d</w:t>
      </w:r>
      <w:r w:rsidRPr="007818BD">
        <w:t>e</w:t>
      </w:r>
      <w:r w:rsidRPr="007818BD">
        <w:t>vait exprimer sur la scène</w:t>
      </w:r>
      <w:r w:rsidR="00E8465A">
        <w:t xml:space="preserve"> ; </w:t>
      </w:r>
      <w:r w:rsidRPr="007818BD">
        <w:t>leçons dangere</w:t>
      </w:r>
      <w:r w:rsidRPr="007818BD">
        <w:t>u</w:t>
      </w:r>
      <w:r w:rsidRPr="007818BD">
        <w:t>ses sans doute pour beaucoup d</w:t>
      </w:r>
      <w:r w:rsidR="00E8465A">
        <w:t>’</w:t>
      </w:r>
      <w:r w:rsidRPr="007818BD">
        <w:t>autres</w:t>
      </w:r>
      <w:r w:rsidR="00E8465A">
        <w:t xml:space="preserve">, </w:t>
      </w:r>
      <w:r w:rsidRPr="007818BD">
        <w:t>mais non pas pour le pur enthousiasme qui naît de l</w:t>
      </w:r>
      <w:r w:rsidR="00E8465A">
        <w:t>’</w:t>
      </w:r>
      <w:r w:rsidRPr="007818BD">
        <w:t>art</w:t>
      </w:r>
      <w:r w:rsidR="00E8465A">
        <w:t xml:space="preserve"> : </w:t>
      </w:r>
      <w:r w:rsidRPr="007818BD">
        <w:t>car l</w:t>
      </w:r>
      <w:r w:rsidR="00E8465A">
        <w:t>’</w:t>
      </w:r>
      <w:r w:rsidRPr="007818BD">
        <w:t>âme qui conçoit l</w:t>
      </w:r>
      <w:r w:rsidR="00E8465A">
        <w:t>’</w:t>
      </w:r>
      <w:r w:rsidRPr="007818BD">
        <w:t>art dans sa vérité n</w:t>
      </w:r>
      <w:r w:rsidR="00E8465A">
        <w:t>’</w:t>
      </w:r>
      <w:r w:rsidRPr="007818BD">
        <w:t>est qu</w:t>
      </w:r>
      <w:r w:rsidR="00E8465A">
        <w:t>’</w:t>
      </w:r>
      <w:r w:rsidRPr="007818BD">
        <w:t>un miroir</w:t>
      </w:r>
      <w:r w:rsidR="00E8465A">
        <w:t xml:space="preserve"> ; </w:t>
      </w:r>
      <w:r w:rsidRPr="007818BD">
        <w:t>pour refléter fidèlement l</w:t>
      </w:r>
      <w:r w:rsidR="00E8465A">
        <w:t>’</w:t>
      </w:r>
      <w:r w:rsidRPr="007818BD">
        <w:t>image projetée sur sa surface</w:t>
      </w:r>
      <w:r w:rsidR="00E8465A">
        <w:t xml:space="preserve">, </w:t>
      </w:r>
      <w:r w:rsidRPr="007818BD">
        <w:t>ce miroir doit rester sans souillure</w:t>
      </w:r>
      <w:r w:rsidR="00E8465A">
        <w:t xml:space="preserve">. </w:t>
      </w:r>
      <w:r w:rsidRPr="007818BD">
        <w:t>Elle suivit la nature et le vrai par un instinct d</w:t>
      </w:r>
      <w:r w:rsidR="00E8465A">
        <w:t>’</w:t>
      </w:r>
      <w:r w:rsidRPr="007818BD">
        <w:t>intuition</w:t>
      </w:r>
      <w:r w:rsidR="00E8465A">
        <w:t xml:space="preserve">. </w:t>
      </w:r>
      <w:r w:rsidRPr="007818BD">
        <w:t>Ses rôles acquirent dans sa bouche une puissance dont elle n</w:t>
      </w:r>
      <w:r w:rsidR="00E8465A">
        <w:t>’</w:t>
      </w:r>
      <w:r w:rsidRPr="007818BD">
        <w:t>avait pas conscience</w:t>
      </w:r>
      <w:r w:rsidR="00E8465A">
        <w:t xml:space="preserve"> ; </w:t>
      </w:r>
      <w:r w:rsidRPr="007818BD">
        <w:t>sa voix atte</w:t>
      </w:r>
      <w:r w:rsidRPr="007818BD">
        <w:t>n</w:t>
      </w:r>
      <w:r w:rsidRPr="007818BD">
        <w:t>drissait le cœur jusqu</w:t>
      </w:r>
      <w:r w:rsidR="00E8465A">
        <w:t>’</w:t>
      </w:r>
      <w:r w:rsidRPr="007818BD">
        <w:t>aux larmes</w:t>
      </w:r>
      <w:r w:rsidR="00E8465A">
        <w:t xml:space="preserve">, </w:t>
      </w:r>
      <w:r w:rsidRPr="007818BD">
        <w:t>ou l</w:t>
      </w:r>
      <w:r w:rsidR="00E8465A">
        <w:t>’</w:t>
      </w:r>
      <w:r w:rsidRPr="007818BD">
        <w:t>embrasait d</w:t>
      </w:r>
      <w:r w:rsidR="00E8465A">
        <w:t>’</w:t>
      </w:r>
      <w:r w:rsidRPr="007818BD">
        <w:t>une génére</w:t>
      </w:r>
      <w:r w:rsidRPr="007818BD">
        <w:t>u</w:t>
      </w:r>
      <w:r w:rsidRPr="007818BD">
        <w:t>se indignation</w:t>
      </w:r>
      <w:r w:rsidR="00E8465A">
        <w:t xml:space="preserve">. </w:t>
      </w:r>
      <w:r w:rsidRPr="007818BD">
        <w:t>Mais tous ces résultats n</w:t>
      </w:r>
      <w:r w:rsidR="00E8465A">
        <w:t>’</w:t>
      </w:r>
      <w:r w:rsidRPr="007818BD">
        <w:t>étaient que la cons</w:t>
      </w:r>
      <w:r w:rsidRPr="007818BD">
        <w:t>é</w:t>
      </w:r>
      <w:r w:rsidRPr="007818BD">
        <w:t>quence de cette sympathie que le génie</w:t>
      </w:r>
      <w:r w:rsidR="00E8465A">
        <w:t xml:space="preserve">, </w:t>
      </w:r>
      <w:r w:rsidRPr="007818BD">
        <w:t>même dans son inn</w:t>
      </w:r>
      <w:r w:rsidRPr="007818BD">
        <w:t>o</w:t>
      </w:r>
      <w:r w:rsidRPr="007818BD">
        <w:t>cence première</w:t>
      </w:r>
      <w:r w:rsidR="00E8465A">
        <w:t xml:space="preserve">, </w:t>
      </w:r>
      <w:r w:rsidRPr="007818BD">
        <w:t>éprouve pour tout ce qui sent</w:t>
      </w:r>
      <w:r w:rsidR="00E8465A">
        <w:t xml:space="preserve">, </w:t>
      </w:r>
      <w:r w:rsidRPr="007818BD">
        <w:t>qui désire ou qui souffre</w:t>
      </w:r>
      <w:r w:rsidR="00E8465A">
        <w:t xml:space="preserve">. </w:t>
      </w:r>
      <w:r w:rsidRPr="007818BD">
        <w:t>Viola n</w:t>
      </w:r>
      <w:r w:rsidR="00E8465A">
        <w:t>’</w:t>
      </w:r>
      <w:r w:rsidRPr="007818BD">
        <w:t>était pas une de ces natures féminines trop pr</w:t>
      </w:r>
      <w:r w:rsidRPr="007818BD">
        <w:t>é</w:t>
      </w:r>
      <w:r w:rsidRPr="007818BD">
        <w:t>coces</w:t>
      </w:r>
      <w:r w:rsidR="00E8465A">
        <w:t xml:space="preserve">, </w:t>
      </w:r>
      <w:r w:rsidRPr="007818BD">
        <w:t>qui comprennent l</w:t>
      </w:r>
      <w:r w:rsidR="00E8465A">
        <w:t>’</w:t>
      </w:r>
      <w:r w:rsidRPr="007818BD">
        <w:t>amour ou la j</w:t>
      </w:r>
      <w:r w:rsidRPr="007818BD">
        <w:t>a</w:t>
      </w:r>
      <w:r w:rsidRPr="007818BD">
        <w:t>lousie exprimés dans les vers</w:t>
      </w:r>
      <w:r w:rsidR="00E8465A">
        <w:t xml:space="preserve"> ; </w:t>
      </w:r>
      <w:r w:rsidRPr="007818BD">
        <w:t>son talent était un de ces secrets étranges</w:t>
      </w:r>
      <w:r w:rsidR="00E8465A">
        <w:t xml:space="preserve">, </w:t>
      </w:r>
      <w:r w:rsidRPr="007818BD">
        <w:t>dont je laisse aux psychologues le soin de trouver le mot</w:t>
      </w:r>
      <w:r w:rsidR="00E8465A">
        <w:t xml:space="preserve">. </w:t>
      </w:r>
      <w:r w:rsidRPr="007818BD">
        <w:t>Ils sauront peut-être nous apprendre pourquoi des enfants à l</w:t>
      </w:r>
      <w:r w:rsidR="00E8465A">
        <w:t>’</w:t>
      </w:r>
      <w:r w:rsidRPr="007818BD">
        <w:t>esprit naïf et simple</w:t>
      </w:r>
      <w:r w:rsidR="00E8465A">
        <w:t xml:space="preserve">, </w:t>
      </w:r>
      <w:r w:rsidRPr="007818BD">
        <w:t>au cœur pur</w:t>
      </w:r>
      <w:r w:rsidR="00E8465A">
        <w:t xml:space="preserve">, </w:t>
      </w:r>
      <w:r w:rsidRPr="007818BD">
        <w:t>savent distinguer avec une sagacité si pén</w:t>
      </w:r>
      <w:r w:rsidRPr="007818BD">
        <w:t>é</w:t>
      </w:r>
      <w:r w:rsidRPr="007818BD">
        <w:t>trante</w:t>
      </w:r>
      <w:r w:rsidR="00E8465A">
        <w:t xml:space="preserve">, </w:t>
      </w:r>
      <w:r w:rsidRPr="007818BD">
        <w:t>dans l</w:t>
      </w:r>
      <w:r w:rsidR="00E8465A">
        <w:t>’</w:t>
      </w:r>
      <w:r w:rsidRPr="007818BD">
        <w:t>histoire que vous leur contez</w:t>
      </w:r>
      <w:r w:rsidR="00E8465A">
        <w:t xml:space="preserve">, </w:t>
      </w:r>
      <w:r w:rsidRPr="007818BD">
        <w:t>dans la chanson que vous leur chantez</w:t>
      </w:r>
      <w:r w:rsidR="00E8465A">
        <w:t xml:space="preserve">, </w:t>
      </w:r>
      <w:r w:rsidRPr="007818BD">
        <w:t>la différence entre l</w:t>
      </w:r>
      <w:r w:rsidR="00E8465A">
        <w:t>’</w:t>
      </w:r>
      <w:r w:rsidRPr="007818BD">
        <w:t>art vrai et l</w:t>
      </w:r>
      <w:r w:rsidR="00E8465A">
        <w:t>’</w:t>
      </w:r>
      <w:r w:rsidRPr="007818BD">
        <w:t>art faux</w:t>
      </w:r>
      <w:r w:rsidR="00E8465A">
        <w:t xml:space="preserve">, </w:t>
      </w:r>
      <w:r w:rsidRPr="007818BD">
        <w:t>entre la passion et le jargon emphatique</w:t>
      </w:r>
      <w:r w:rsidR="00E8465A">
        <w:t xml:space="preserve">, </w:t>
      </w:r>
      <w:r w:rsidRPr="007818BD">
        <w:t>entre Homère et Racine</w:t>
      </w:r>
      <w:r w:rsidRPr="007818BD">
        <w:rPr>
          <w:rStyle w:val="Appelnotedebasdep"/>
        </w:rPr>
        <w:footnoteReference w:id="3"/>
      </w:r>
      <w:r w:rsidR="00E8465A">
        <w:t xml:space="preserve">. </w:t>
      </w:r>
      <w:r w:rsidRPr="007818BD">
        <w:t>Ils nous diront aussi comment ces mêmes cœurs qui n</w:t>
      </w:r>
      <w:r w:rsidR="00E8465A">
        <w:t>’</w:t>
      </w:r>
      <w:r w:rsidRPr="007818BD">
        <w:t>ont enc</w:t>
      </w:r>
      <w:r w:rsidRPr="007818BD">
        <w:t>o</w:t>
      </w:r>
      <w:r w:rsidRPr="007818BD">
        <w:t xml:space="preserve">re ni senti ni battu peuvent renvoyer fidèlement les </w:t>
      </w:r>
      <w:r w:rsidRPr="007818BD">
        <w:lastRenderedPageBreak/>
        <w:t>mélodieux a</w:t>
      </w:r>
      <w:r w:rsidRPr="007818BD">
        <w:t>c</w:t>
      </w:r>
      <w:r w:rsidRPr="007818BD">
        <w:t>cents de l</w:t>
      </w:r>
      <w:r w:rsidR="00E8465A">
        <w:t>’</w:t>
      </w:r>
      <w:r w:rsidRPr="007818BD">
        <w:t>émotion naturelle</w:t>
      </w:r>
      <w:r w:rsidR="00E8465A">
        <w:t xml:space="preserve">. </w:t>
      </w:r>
      <w:r w:rsidRPr="007818BD">
        <w:t>En dehors de ses études</w:t>
      </w:r>
      <w:r w:rsidR="00E8465A">
        <w:t xml:space="preserve">, </w:t>
      </w:r>
      <w:r w:rsidRPr="007818BD">
        <w:t>Viola était une simple et affectueuse enfant</w:t>
      </w:r>
      <w:r w:rsidR="00E8465A">
        <w:t xml:space="preserve">, </w:t>
      </w:r>
      <w:r w:rsidRPr="007818BD">
        <w:t>quelque peu capricieuse</w:t>
      </w:r>
      <w:r w:rsidR="00E8465A">
        <w:t xml:space="preserve">, </w:t>
      </w:r>
      <w:r w:rsidRPr="007818BD">
        <w:t>non pas de caractère</w:t>
      </w:r>
      <w:r w:rsidR="00E8465A">
        <w:t xml:space="preserve"> (</w:t>
      </w:r>
      <w:r w:rsidRPr="007818BD">
        <w:t>elle était douce et docile</w:t>
      </w:r>
      <w:r w:rsidR="00E8465A">
        <w:t xml:space="preserve">), </w:t>
      </w:r>
      <w:r w:rsidRPr="007818BD">
        <w:t>mais par accès</w:t>
      </w:r>
      <w:r w:rsidR="00E8465A">
        <w:t xml:space="preserve"> ; </w:t>
      </w:r>
      <w:r w:rsidRPr="007818BD">
        <w:t>comme je l</w:t>
      </w:r>
      <w:r w:rsidR="00E8465A">
        <w:t>’</w:t>
      </w:r>
      <w:r w:rsidRPr="007818BD">
        <w:t>ai déjà donné à entendre</w:t>
      </w:r>
      <w:r w:rsidR="00E8465A">
        <w:t xml:space="preserve">, </w:t>
      </w:r>
      <w:r w:rsidRPr="007818BD">
        <w:t>sa disposition passait de la tristesse à l</w:t>
      </w:r>
      <w:r w:rsidR="00E8465A">
        <w:t>’</w:t>
      </w:r>
      <w:r w:rsidRPr="007818BD">
        <w:t>enjouement</w:t>
      </w:r>
      <w:r w:rsidR="00E8465A">
        <w:t xml:space="preserve">, </w:t>
      </w:r>
      <w:r w:rsidRPr="007818BD">
        <w:t>de la joie à l</w:t>
      </w:r>
      <w:r w:rsidR="00E8465A">
        <w:t>’</w:t>
      </w:r>
      <w:r w:rsidRPr="007818BD">
        <w:t>abattement</w:t>
      </w:r>
      <w:r w:rsidR="00E8465A">
        <w:t xml:space="preserve">, </w:t>
      </w:r>
      <w:r w:rsidRPr="007818BD">
        <w:t>sans aucun motif apparent</w:t>
      </w:r>
      <w:r w:rsidR="00E8465A">
        <w:t xml:space="preserve">. </w:t>
      </w:r>
      <w:r w:rsidRPr="007818BD">
        <w:t>S</w:t>
      </w:r>
      <w:r w:rsidR="00E8465A">
        <w:t>’</w:t>
      </w:r>
      <w:r w:rsidRPr="007818BD">
        <w:t>il existait une cause à ces brusques revir</w:t>
      </w:r>
      <w:r w:rsidRPr="007818BD">
        <w:t>e</w:t>
      </w:r>
      <w:r w:rsidRPr="007818BD">
        <w:t>ments</w:t>
      </w:r>
      <w:r w:rsidR="00E8465A">
        <w:t xml:space="preserve">, </w:t>
      </w:r>
      <w:r w:rsidRPr="007818BD">
        <w:t>il la faut chercher dans ces premières et mystérieuses i</w:t>
      </w:r>
      <w:r w:rsidRPr="007818BD">
        <w:t>n</w:t>
      </w:r>
      <w:r w:rsidRPr="007818BD">
        <w:t>fluences que j</w:t>
      </w:r>
      <w:r w:rsidR="00E8465A">
        <w:t>’</w:t>
      </w:r>
      <w:r w:rsidRPr="007818BD">
        <w:t>ai signalées en essayant d</w:t>
      </w:r>
      <w:r w:rsidR="00E8465A">
        <w:t>’</w:t>
      </w:r>
      <w:r w:rsidRPr="007818BD">
        <w:t>expliquer l</w:t>
      </w:r>
      <w:r w:rsidR="00E8465A">
        <w:t>’</w:t>
      </w:r>
      <w:r w:rsidRPr="007818BD">
        <w:t>effet produit sur son imagination par les flots mobiles et intarissables d</w:t>
      </w:r>
      <w:r w:rsidR="00E8465A">
        <w:t>’</w:t>
      </w:r>
      <w:r w:rsidRPr="007818BD">
        <w:t>harmonie qui en coulaient et tremblaient sans cesse autour d</w:t>
      </w:r>
      <w:r w:rsidR="00E8465A">
        <w:t>’</w:t>
      </w:r>
      <w:r w:rsidRPr="007818BD">
        <w:t>elle</w:t>
      </w:r>
      <w:r w:rsidR="00E8465A">
        <w:t xml:space="preserve"> : </w:t>
      </w:r>
      <w:r w:rsidRPr="007818BD">
        <w:t>car il est à remarquer que</w:t>
      </w:r>
      <w:r w:rsidR="00E8465A">
        <w:t xml:space="preserve">, </w:t>
      </w:r>
      <w:r w:rsidRPr="007818BD">
        <w:t>chez les personnes les plus sensibles aux effets de la musique</w:t>
      </w:r>
      <w:r w:rsidR="00E8465A">
        <w:t xml:space="preserve">, </w:t>
      </w:r>
      <w:r w:rsidRPr="007818BD">
        <w:t>des airs</w:t>
      </w:r>
      <w:r w:rsidR="00E8465A">
        <w:t xml:space="preserve">, </w:t>
      </w:r>
      <w:r w:rsidRPr="007818BD">
        <w:t>des motifs revie</w:t>
      </w:r>
      <w:r w:rsidRPr="007818BD">
        <w:t>n</w:t>
      </w:r>
      <w:r w:rsidRPr="007818BD">
        <w:t>nent souvent</w:t>
      </w:r>
      <w:r w:rsidR="00E8465A">
        <w:t xml:space="preserve">, </w:t>
      </w:r>
      <w:r w:rsidRPr="007818BD">
        <w:t>au milieu des occupations les plus triviales de la vie</w:t>
      </w:r>
      <w:r w:rsidR="00E8465A">
        <w:t xml:space="preserve">, </w:t>
      </w:r>
      <w:r w:rsidRPr="007818BD">
        <w:t>les tourmenter</w:t>
      </w:r>
      <w:r w:rsidR="00E8465A">
        <w:t xml:space="preserve">, </w:t>
      </w:r>
      <w:r w:rsidRPr="007818BD">
        <w:t>et en quelque sorte les poursuivre avec acharnement</w:t>
      </w:r>
      <w:r w:rsidR="00E8465A">
        <w:t xml:space="preserve">. </w:t>
      </w:r>
      <w:r w:rsidRPr="007818BD">
        <w:t>Une fois admise dans l</w:t>
      </w:r>
      <w:r w:rsidR="00E8465A">
        <w:t>’</w:t>
      </w:r>
      <w:r w:rsidRPr="007818BD">
        <w:t>âme</w:t>
      </w:r>
      <w:r w:rsidR="00E8465A">
        <w:t xml:space="preserve">, </w:t>
      </w:r>
      <w:r w:rsidRPr="007818BD">
        <w:t>la musique participe à sa nature spirituelle et ne meurt jamais</w:t>
      </w:r>
      <w:r w:rsidR="00E8465A">
        <w:t xml:space="preserve">. </w:t>
      </w:r>
      <w:r w:rsidRPr="007818BD">
        <w:t>Elle erre confusément à travers les détours et les dédales de la mémoire</w:t>
      </w:r>
      <w:r w:rsidR="00E8465A">
        <w:t xml:space="preserve">, </w:t>
      </w:r>
      <w:r w:rsidRPr="007818BD">
        <w:t>et souvent on l</w:t>
      </w:r>
      <w:r w:rsidR="00E8465A">
        <w:t>’</w:t>
      </w:r>
      <w:r w:rsidRPr="007818BD">
        <w:t>entend encore distincte et vivante</w:t>
      </w:r>
      <w:r w:rsidR="00E8465A">
        <w:t xml:space="preserve">, </w:t>
      </w:r>
      <w:r w:rsidRPr="007818BD">
        <w:t>comme au jour où pour la première fois elle fit vibrer les ondes aériennes</w:t>
      </w:r>
      <w:r w:rsidR="00E8465A">
        <w:t xml:space="preserve">. </w:t>
      </w:r>
      <w:r w:rsidRPr="007818BD">
        <w:t>Il en était ainsi de Viola</w:t>
      </w:r>
      <w:r w:rsidR="00E8465A">
        <w:t xml:space="preserve"> : </w:t>
      </w:r>
      <w:r w:rsidRPr="007818BD">
        <w:t>parfois sa fantaisie évoquait malgré elle ces visions d</w:t>
      </w:r>
      <w:r w:rsidR="00E8465A">
        <w:t>’</w:t>
      </w:r>
      <w:r w:rsidRPr="007818BD">
        <w:t>harmonie évanouie</w:t>
      </w:r>
      <w:r w:rsidR="00E8465A">
        <w:t xml:space="preserve"> ; </w:t>
      </w:r>
      <w:r w:rsidRPr="007818BD">
        <w:t>elles apparaissaient devant elle</w:t>
      </w:r>
      <w:r w:rsidR="00E8465A">
        <w:t xml:space="preserve">, </w:t>
      </w:r>
      <w:r w:rsidRPr="007818BD">
        <w:t>tantôt gaies</w:t>
      </w:r>
      <w:r w:rsidR="00E8465A">
        <w:t xml:space="preserve">, </w:t>
      </w:r>
      <w:r w:rsidRPr="007818BD">
        <w:t>et alors elles faisaient rayonner un sourire sur ses traits</w:t>
      </w:r>
      <w:r w:rsidR="00E8465A">
        <w:t xml:space="preserve"> ; </w:t>
      </w:r>
      <w:r w:rsidRPr="007818BD">
        <w:t>tantôt tristes</w:t>
      </w:r>
      <w:r w:rsidR="00E8465A">
        <w:t xml:space="preserve">, </w:t>
      </w:r>
      <w:r w:rsidRPr="007818BD">
        <w:t>et alors elles faisaient planer une ombre sur son front</w:t>
      </w:r>
      <w:r w:rsidR="00E8465A">
        <w:t xml:space="preserve">, </w:t>
      </w:r>
      <w:r w:rsidRPr="007818BD">
        <w:t>inte</w:t>
      </w:r>
      <w:r w:rsidRPr="007818BD">
        <w:t>r</w:t>
      </w:r>
      <w:r w:rsidRPr="007818BD">
        <w:t>rompaient sa joie enfantine</w:t>
      </w:r>
      <w:r w:rsidR="00E8465A">
        <w:t xml:space="preserve">, </w:t>
      </w:r>
      <w:r w:rsidRPr="007818BD">
        <w:t>et la forçaient à s</w:t>
      </w:r>
      <w:r w:rsidR="00E8465A">
        <w:t>’</w:t>
      </w:r>
      <w:r w:rsidRPr="007818BD">
        <w:t>asseoir pensive et solitaire</w:t>
      </w:r>
      <w:r w:rsidR="00E8465A">
        <w:t>.</w:t>
      </w:r>
    </w:p>
    <w:p w14:paraId="32450599" w14:textId="77777777" w:rsidR="00E8465A" w:rsidRDefault="00E0544E" w:rsidP="00E0544E">
      <w:r w:rsidRPr="007818BD">
        <w:t>C</w:t>
      </w:r>
      <w:r w:rsidR="00E8465A">
        <w:t>’</w:t>
      </w:r>
      <w:r w:rsidRPr="007818BD">
        <w:t>est donc avec raison que nous pouvons dire</w:t>
      </w:r>
      <w:r w:rsidR="00E8465A">
        <w:t xml:space="preserve">, </w:t>
      </w:r>
      <w:r w:rsidRPr="007818BD">
        <w:t>dans un sens figuré</w:t>
      </w:r>
      <w:r w:rsidR="00E8465A">
        <w:t xml:space="preserve">, </w:t>
      </w:r>
      <w:r w:rsidRPr="007818BD">
        <w:t>que cette belle créature</w:t>
      </w:r>
      <w:r w:rsidR="00E8465A">
        <w:t xml:space="preserve">, </w:t>
      </w:r>
      <w:r w:rsidRPr="007818BD">
        <w:t>si aérienne dans son apparence</w:t>
      </w:r>
      <w:r w:rsidR="00E8465A">
        <w:t xml:space="preserve">, </w:t>
      </w:r>
      <w:r w:rsidRPr="007818BD">
        <w:t>si harmonieuse dans sa beauté</w:t>
      </w:r>
      <w:r w:rsidR="00E8465A">
        <w:t xml:space="preserve">, </w:t>
      </w:r>
      <w:r w:rsidRPr="007818BD">
        <w:t>si elle-même dans ses allures et dans ses pensées</w:t>
      </w:r>
      <w:r w:rsidR="00E8465A">
        <w:t xml:space="preserve">, </w:t>
      </w:r>
      <w:r w:rsidRPr="007818BD">
        <w:t>pouvait s</w:t>
      </w:r>
      <w:r w:rsidR="00E8465A">
        <w:t>’</w:t>
      </w:r>
      <w:r w:rsidRPr="007818BD">
        <w:t>appeler la fille non du musicien mais de la musique</w:t>
      </w:r>
      <w:r w:rsidR="00E8465A">
        <w:t xml:space="preserve">. </w:t>
      </w:r>
      <w:r w:rsidRPr="007818BD">
        <w:t>À la voir</w:t>
      </w:r>
      <w:r w:rsidR="00E8465A">
        <w:t xml:space="preserve">, </w:t>
      </w:r>
      <w:r w:rsidRPr="007818BD">
        <w:t>on s</w:t>
      </w:r>
      <w:r w:rsidR="00E8465A">
        <w:t>’</w:t>
      </w:r>
      <w:r w:rsidRPr="007818BD">
        <w:t>imaginait volontiers que la destinée qui l</w:t>
      </w:r>
      <w:r w:rsidR="00E8465A">
        <w:t>’</w:t>
      </w:r>
      <w:r w:rsidRPr="007818BD">
        <w:t>attendait appartenait moins à la vie réelle qu</w:t>
      </w:r>
      <w:r w:rsidR="00E8465A">
        <w:t>’</w:t>
      </w:r>
      <w:r w:rsidRPr="007818BD">
        <w:t>à cet élément romanesque qui</w:t>
      </w:r>
      <w:r w:rsidR="00E8465A">
        <w:t xml:space="preserve">, </w:t>
      </w:r>
      <w:r w:rsidRPr="007818BD">
        <w:t xml:space="preserve">pour des yeux qui </w:t>
      </w:r>
      <w:r w:rsidRPr="007818BD">
        <w:lastRenderedPageBreak/>
        <w:t>savent voir et des cœurs qui savent sentir</w:t>
      </w:r>
      <w:r w:rsidR="00E8465A">
        <w:t xml:space="preserve">, </w:t>
      </w:r>
      <w:r w:rsidRPr="007818BD">
        <w:t>coule pour ainsi dire parallèlement à la vie réelle</w:t>
      </w:r>
      <w:r w:rsidR="00E8465A">
        <w:t xml:space="preserve">, </w:t>
      </w:r>
      <w:r w:rsidRPr="007818BD">
        <w:t>flot à flot</w:t>
      </w:r>
      <w:r w:rsidR="00E8465A">
        <w:t xml:space="preserve">, </w:t>
      </w:r>
      <w:r w:rsidRPr="007818BD">
        <w:t>jusqu</w:t>
      </w:r>
      <w:r w:rsidR="00E8465A">
        <w:t>’</w:t>
      </w:r>
      <w:r w:rsidRPr="007818BD">
        <w:t>à ce que tous deux se perdent dans le sombre Océan</w:t>
      </w:r>
      <w:r w:rsidR="00E8465A">
        <w:t>.</w:t>
      </w:r>
    </w:p>
    <w:p w14:paraId="6E93B863" w14:textId="77777777" w:rsidR="00E8465A" w:rsidRDefault="00E0544E" w:rsidP="00E0544E">
      <w:r w:rsidRPr="007818BD">
        <w:t>Aussi n</w:t>
      </w:r>
      <w:r w:rsidR="00E8465A">
        <w:t>’</w:t>
      </w:r>
      <w:r w:rsidRPr="007818BD">
        <w:t>y avait-il rien d</w:t>
      </w:r>
      <w:r w:rsidR="00E8465A">
        <w:t>’</w:t>
      </w:r>
      <w:r w:rsidRPr="007818BD">
        <w:t>étrange à ce que Viola elle-même</w:t>
      </w:r>
      <w:r w:rsidR="00E8465A">
        <w:t xml:space="preserve">, </w:t>
      </w:r>
      <w:r w:rsidRPr="007818BD">
        <w:t>dès son enfance</w:t>
      </w:r>
      <w:r w:rsidR="00E8465A">
        <w:t xml:space="preserve">, </w:t>
      </w:r>
      <w:r w:rsidRPr="007818BD">
        <w:t>et plus encore à mesure qu</w:t>
      </w:r>
      <w:r w:rsidR="00E8465A">
        <w:t>’</w:t>
      </w:r>
      <w:r w:rsidRPr="007818BD">
        <w:t>elle atteignait en s</w:t>
      </w:r>
      <w:r w:rsidR="00E8465A">
        <w:t>’</w:t>
      </w:r>
      <w:r w:rsidRPr="007818BD">
        <w:t>épanouissant la sérieuse et virginale fraîcheur de la jeunesse</w:t>
      </w:r>
      <w:r w:rsidR="00E8465A">
        <w:t xml:space="preserve">, </w:t>
      </w:r>
      <w:r w:rsidRPr="007818BD">
        <w:t>se crût destinée à un avenir de bonheur ou de misère</w:t>
      </w:r>
      <w:r w:rsidR="00E8465A">
        <w:t xml:space="preserve">, </w:t>
      </w:r>
      <w:r w:rsidRPr="007818BD">
        <w:t>mais qui dans l</w:t>
      </w:r>
      <w:r w:rsidR="00E8465A">
        <w:t>’</w:t>
      </w:r>
      <w:r w:rsidRPr="007818BD">
        <w:t>un ou l</w:t>
      </w:r>
      <w:r w:rsidR="00E8465A">
        <w:t>’</w:t>
      </w:r>
      <w:r w:rsidRPr="007818BD">
        <w:t>autre cas devait être à l</w:t>
      </w:r>
      <w:r w:rsidR="00E8465A">
        <w:t>’</w:t>
      </w:r>
      <w:r w:rsidRPr="007818BD">
        <w:t>unisson avec l</w:t>
      </w:r>
      <w:r w:rsidR="00E8465A">
        <w:t>’</w:t>
      </w:r>
      <w:r w:rsidRPr="007818BD">
        <w:t>atmosphère romanesque et idéale qu</w:t>
      </w:r>
      <w:r w:rsidR="00E8465A">
        <w:t>’</w:t>
      </w:r>
      <w:r w:rsidRPr="007818BD">
        <w:t>elle respirait</w:t>
      </w:r>
      <w:r w:rsidR="00E8465A">
        <w:t xml:space="preserve">. </w:t>
      </w:r>
      <w:r w:rsidRPr="007818BD">
        <w:t>Souvent elle se glissait à travers les buissons qui tapissaient la grotte voisine de Pausili</w:t>
      </w:r>
      <w:r w:rsidRPr="007818BD">
        <w:t>p</w:t>
      </w:r>
      <w:r w:rsidRPr="007818BD">
        <w:t>pe</w:t>
      </w:r>
      <w:r w:rsidR="00E8465A">
        <w:t xml:space="preserve">, </w:t>
      </w:r>
      <w:r w:rsidRPr="007818BD">
        <w:t>ouvrage gigantesque des vieux Cimmériens</w:t>
      </w:r>
      <w:r w:rsidR="00E8465A">
        <w:t xml:space="preserve">, </w:t>
      </w:r>
      <w:r w:rsidRPr="007818BD">
        <w:t>et là</w:t>
      </w:r>
      <w:r w:rsidR="00E8465A">
        <w:t xml:space="preserve">, </w:t>
      </w:r>
      <w:r w:rsidRPr="007818BD">
        <w:t>assise a</w:t>
      </w:r>
      <w:r w:rsidRPr="007818BD">
        <w:t>u</w:t>
      </w:r>
      <w:r w:rsidRPr="007818BD">
        <w:t>près du tombeau sacré de Virgile</w:t>
      </w:r>
      <w:r w:rsidR="00E8465A">
        <w:t xml:space="preserve">, </w:t>
      </w:r>
      <w:r w:rsidRPr="007818BD">
        <w:t>elle s</w:t>
      </w:r>
      <w:r w:rsidR="00E8465A">
        <w:t>’</w:t>
      </w:r>
      <w:r w:rsidRPr="007818BD">
        <w:t>abandonnait à ces v</w:t>
      </w:r>
      <w:r w:rsidRPr="007818BD">
        <w:t>i</w:t>
      </w:r>
      <w:r w:rsidRPr="007818BD">
        <w:t>sions dont nulle poésie ne saurait définir et fixer le vague insa</w:t>
      </w:r>
      <w:r w:rsidRPr="007818BD">
        <w:t>i</w:t>
      </w:r>
      <w:r w:rsidRPr="007818BD">
        <w:t>sissable</w:t>
      </w:r>
      <w:r w:rsidR="00E8465A">
        <w:t xml:space="preserve"> : </w:t>
      </w:r>
      <w:r w:rsidRPr="007818BD">
        <w:t>car le poète qui éclipse tous ceux qui aient jamais chanté</w:t>
      </w:r>
      <w:r w:rsidR="00E8465A">
        <w:t xml:space="preserve">, </w:t>
      </w:r>
      <w:r w:rsidRPr="007818BD">
        <w:t>c</w:t>
      </w:r>
      <w:r w:rsidR="00E8465A">
        <w:t>’</w:t>
      </w:r>
      <w:r w:rsidRPr="007818BD">
        <w:t>est un jeune cœur qui rêve</w:t>
      </w:r>
      <w:r w:rsidR="00E8465A">
        <w:t xml:space="preserve">. </w:t>
      </w:r>
      <w:r w:rsidRPr="007818BD">
        <w:t>Souvent aussi</w:t>
      </w:r>
      <w:r w:rsidR="00E8465A">
        <w:t xml:space="preserve">, </w:t>
      </w:r>
      <w:r w:rsidRPr="007818BD">
        <w:t>à cette pl</w:t>
      </w:r>
      <w:r w:rsidRPr="007818BD">
        <w:t>a</w:t>
      </w:r>
      <w:r w:rsidRPr="007818BD">
        <w:t>ce</w:t>
      </w:r>
      <w:r w:rsidR="00E8465A">
        <w:t xml:space="preserve">, </w:t>
      </w:r>
      <w:r w:rsidRPr="007818BD">
        <w:t>près du seuil ombragé par un feston de pampre</w:t>
      </w:r>
      <w:r w:rsidR="00E8465A">
        <w:t xml:space="preserve">, </w:t>
      </w:r>
      <w:r w:rsidRPr="007818BD">
        <w:t>en face de cette mer d</w:t>
      </w:r>
      <w:r w:rsidR="00E8465A">
        <w:t>’</w:t>
      </w:r>
      <w:r w:rsidRPr="007818BD">
        <w:t>un bleu si profond et si i</w:t>
      </w:r>
      <w:r w:rsidRPr="007818BD">
        <w:t>m</w:t>
      </w:r>
      <w:r w:rsidRPr="007818BD">
        <w:t>mobile</w:t>
      </w:r>
      <w:r w:rsidR="00E8465A">
        <w:t xml:space="preserve">, </w:t>
      </w:r>
      <w:r w:rsidRPr="007818BD">
        <w:t>elle venait s</w:t>
      </w:r>
      <w:r w:rsidR="00E8465A">
        <w:t>’</w:t>
      </w:r>
      <w:r w:rsidRPr="007818BD">
        <w:t>asseoir au milieu d</w:t>
      </w:r>
      <w:r w:rsidR="00E8465A">
        <w:t>’</w:t>
      </w:r>
      <w:r w:rsidRPr="007818BD">
        <w:t>un jour d</w:t>
      </w:r>
      <w:r w:rsidR="00E8465A">
        <w:t>’</w:t>
      </w:r>
      <w:r w:rsidRPr="007818BD">
        <w:t>automne</w:t>
      </w:r>
      <w:r w:rsidR="00E8465A">
        <w:t xml:space="preserve">, </w:t>
      </w:r>
      <w:r w:rsidRPr="007818BD">
        <w:t>ou par une belle soirée d</w:t>
      </w:r>
      <w:r w:rsidR="00E8465A">
        <w:t>’</w:t>
      </w:r>
      <w:r w:rsidRPr="007818BD">
        <w:t>été</w:t>
      </w:r>
      <w:r w:rsidR="00E8465A">
        <w:t xml:space="preserve">, </w:t>
      </w:r>
      <w:r w:rsidRPr="007818BD">
        <w:t>et là elle bâtissait ses châteaux aériens</w:t>
      </w:r>
      <w:r w:rsidR="00E8465A">
        <w:t xml:space="preserve">. </w:t>
      </w:r>
      <w:r w:rsidRPr="007818BD">
        <w:t>Qui de nous n</w:t>
      </w:r>
      <w:r w:rsidR="00E8465A">
        <w:t>’</w:t>
      </w:r>
      <w:r w:rsidRPr="007818BD">
        <w:t>en fait autant</w:t>
      </w:r>
      <w:r w:rsidR="00E8465A">
        <w:t xml:space="preserve">, </w:t>
      </w:r>
      <w:r w:rsidRPr="007818BD">
        <w:t>non pas seulement dans la jeunesse</w:t>
      </w:r>
      <w:r w:rsidR="00E8465A">
        <w:t xml:space="preserve">, </w:t>
      </w:r>
      <w:r w:rsidRPr="007818BD">
        <w:t>mais avec l</w:t>
      </w:r>
      <w:r w:rsidR="00E8465A">
        <w:t>’</w:t>
      </w:r>
      <w:r w:rsidRPr="007818BD">
        <w:t>espérance à demi effacée et obscurcie de l</w:t>
      </w:r>
      <w:r w:rsidR="00E8465A">
        <w:t>’</w:t>
      </w:r>
      <w:r w:rsidRPr="007818BD">
        <w:t>âge avancé</w:t>
      </w:r>
      <w:r w:rsidR="00E8465A">
        <w:t xml:space="preserve"> ? </w:t>
      </w:r>
      <w:r w:rsidRPr="007818BD">
        <w:t>Rêver</w:t>
      </w:r>
      <w:r w:rsidR="00E8465A">
        <w:t xml:space="preserve">, </w:t>
      </w:r>
      <w:r w:rsidRPr="007818BD">
        <w:t>c</w:t>
      </w:r>
      <w:r w:rsidR="00E8465A">
        <w:t>’</w:t>
      </w:r>
      <w:r w:rsidRPr="007818BD">
        <w:t>est le privilège de l</w:t>
      </w:r>
      <w:r w:rsidR="00E8465A">
        <w:t>’</w:t>
      </w:r>
      <w:r w:rsidRPr="007818BD">
        <w:t>homme</w:t>
      </w:r>
      <w:r w:rsidR="00E8465A">
        <w:t xml:space="preserve">, </w:t>
      </w:r>
      <w:r w:rsidRPr="007818BD">
        <w:t>la royauté commune au roi et au paysan</w:t>
      </w:r>
      <w:r w:rsidR="00E8465A">
        <w:t xml:space="preserve">. </w:t>
      </w:r>
      <w:r w:rsidRPr="007818BD">
        <w:t>Mais ces rêves de Viola en plein jour étaient plus hab</w:t>
      </w:r>
      <w:r w:rsidRPr="007818BD">
        <w:t>i</w:t>
      </w:r>
      <w:r w:rsidRPr="007818BD">
        <w:t>tuels</w:t>
      </w:r>
      <w:r w:rsidR="00E8465A">
        <w:t xml:space="preserve">, </w:t>
      </w:r>
      <w:r w:rsidRPr="007818BD">
        <w:t>plus nets</w:t>
      </w:r>
      <w:r w:rsidR="00E8465A">
        <w:t xml:space="preserve">, </w:t>
      </w:r>
      <w:r w:rsidRPr="007818BD">
        <w:t>plus solennels que ceux auxquels la plupart de nous s</w:t>
      </w:r>
      <w:r w:rsidR="00E8465A">
        <w:t>’</w:t>
      </w:r>
      <w:r w:rsidRPr="007818BD">
        <w:t>abandonnent</w:t>
      </w:r>
      <w:r w:rsidR="00E8465A">
        <w:t xml:space="preserve">. </w:t>
      </w:r>
      <w:r w:rsidRPr="007818BD">
        <w:t xml:space="preserve">Ils ressemblaient aux </w:t>
      </w:r>
      <w:proofErr w:type="spellStart"/>
      <w:r w:rsidRPr="00FB53CD">
        <w:rPr>
          <w:i/>
        </w:rPr>
        <w:t>orama</w:t>
      </w:r>
      <w:proofErr w:type="spellEnd"/>
      <w:r w:rsidRPr="007818BD">
        <w:t xml:space="preserve"> des Grecs</w:t>
      </w:r>
      <w:r w:rsidR="00E8465A">
        <w:t xml:space="preserve"> : </w:t>
      </w:r>
      <w:r w:rsidRPr="007818BD">
        <w:t xml:space="preserve">prophéties et visions </w:t>
      </w:r>
      <w:proofErr w:type="spellStart"/>
      <w:r w:rsidRPr="007818BD">
        <w:t>tout</w:t>
      </w:r>
      <w:proofErr w:type="spellEnd"/>
      <w:r w:rsidRPr="007818BD">
        <w:t xml:space="preserve"> ensemble</w:t>
      </w:r>
      <w:r w:rsidR="00E8465A">
        <w:t>.</w:t>
      </w:r>
    </w:p>
    <w:p w14:paraId="01D74605" w14:textId="77777777" w:rsidR="00E8465A" w:rsidRDefault="00E0544E" w:rsidP="00E8465A">
      <w:pPr>
        <w:pStyle w:val="Titre2"/>
        <w:pageBreakBefore/>
      </w:pPr>
      <w:bookmarkStart w:id="2" w:name="_Toc199963051"/>
      <w:r w:rsidRPr="007818BD">
        <w:lastRenderedPageBreak/>
        <w:t>CHAPITRE</w:t>
      </w:r>
      <w:r w:rsidR="00E8465A">
        <w:t xml:space="preserve"> </w:t>
      </w:r>
      <w:r w:rsidRPr="007818BD">
        <w:t>II</w:t>
      </w:r>
      <w:r w:rsidR="00E8465A">
        <w:t>.</w:t>
      </w:r>
      <w:bookmarkEnd w:id="2"/>
    </w:p>
    <w:p w14:paraId="27185678" w14:textId="77777777" w:rsidR="00E8465A" w:rsidRDefault="00E0544E" w:rsidP="0012353C">
      <w:pPr>
        <w:ind w:left="1361" w:firstLine="0"/>
        <w:jc w:val="right"/>
        <w:rPr>
          <w:rStyle w:val="Taille-1Caracteres"/>
        </w:rPr>
      </w:pPr>
      <w:r w:rsidRPr="007818BD">
        <w:rPr>
          <w:rStyle w:val="Taille-1Caracteres"/>
        </w:rPr>
        <w:t xml:space="preserve">Fu </w:t>
      </w:r>
      <w:proofErr w:type="spellStart"/>
      <w:r w:rsidRPr="007818BD">
        <w:rPr>
          <w:rStyle w:val="Taille-1Caracteres"/>
        </w:rPr>
        <w:t>stupor</w:t>
      </w:r>
      <w:proofErr w:type="spellEnd"/>
      <w:r w:rsidR="00E8465A">
        <w:rPr>
          <w:rStyle w:val="Taille-1Caracteres"/>
        </w:rPr>
        <w:t xml:space="preserve">, </w:t>
      </w:r>
      <w:r w:rsidRPr="007818BD">
        <w:rPr>
          <w:rStyle w:val="Taille-1Caracteres"/>
        </w:rPr>
        <w:t xml:space="preserve">fu </w:t>
      </w:r>
      <w:proofErr w:type="spellStart"/>
      <w:r w:rsidRPr="007818BD">
        <w:rPr>
          <w:rStyle w:val="Taille-1Caracteres"/>
        </w:rPr>
        <w:t>vaghezza</w:t>
      </w:r>
      <w:proofErr w:type="spellEnd"/>
      <w:r w:rsidR="00E8465A">
        <w:rPr>
          <w:rStyle w:val="Taille-1Caracteres"/>
        </w:rPr>
        <w:t xml:space="preserve">, </w:t>
      </w:r>
      <w:r w:rsidRPr="007818BD">
        <w:rPr>
          <w:rStyle w:val="Taille-1Caracteres"/>
        </w:rPr>
        <w:t xml:space="preserve">fu </w:t>
      </w:r>
      <w:proofErr w:type="spellStart"/>
      <w:r w:rsidRPr="007818BD">
        <w:rPr>
          <w:rStyle w:val="Taille-1Caracteres"/>
        </w:rPr>
        <w:t>diletto</w:t>
      </w:r>
      <w:proofErr w:type="spellEnd"/>
      <w:r w:rsidRPr="007818BD">
        <w:rPr>
          <w:rStyle w:val="Appelnotedebasdep"/>
          <w:szCs w:val="28"/>
        </w:rPr>
        <w:footnoteReference w:id="4"/>
      </w:r>
      <w:r w:rsidR="00E8465A">
        <w:rPr>
          <w:rStyle w:val="Taille-1Caracteres"/>
        </w:rPr>
        <w:t>.</w:t>
      </w:r>
    </w:p>
    <w:p w14:paraId="349A80F2" w14:textId="5B31F888" w:rsidR="00E8465A" w:rsidRDefault="00E8465A" w:rsidP="00E0544E">
      <w:pPr>
        <w:jc w:val="right"/>
        <w:rPr>
          <w:rStyle w:val="Taille-1Caracteres"/>
        </w:rPr>
      </w:pPr>
      <w:r>
        <w:rPr>
          <w:rStyle w:val="Taille-1Caracteres"/>
        </w:rPr>
        <w:t>(</w:t>
      </w:r>
      <w:proofErr w:type="spellStart"/>
      <w:r w:rsidR="00E0544E" w:rsidRPr="001C0898">
        <w:rPr>
          <w:rStyle w:val="Taille-1Caracteres"/>
          <w:i/>
        </w:rPr>
        <w:t>Gerus</w:t>
      </w:r>
      <w:proofErr w:type="spellEnd"/>
      <w:r>
        <w:rPr>
          <w:rStyle w:val="Taille-1Caracteres"/>
          <w:i/>
        </w:rPr>
        <w:t xml:space="preserve">. </w:t>
      </w:r>
      <w:r w:rsidR="00E0544E" w:rsidRPr="001C0898">
        <w:rPr>
          <w:rStyle w:val="Taille-1Caracteres"/>
          <w:i/>
        </w:rPr>
        <w:t>lib</w:t>
      </w:r>
      <w:r>
        <w:rPr>
          <w:rStyle w:val="Taille-1Caracteres"/>
        </w:rPr>
        <w:t xml:space="preserve">., </w:t>
      </w:r>
      <w:r w:rsidR="00E0544E" w:rsidRPr="007818BD">
        <w:rPr>
          <w:rStyle w:val="Taille-1Caracteres"/>
        </w:rPr>
        <w:t>canto II</w:t>
      </w:r>
      <w:r>
        <w:rPr>
          <w:rStyle w:val="Taille-1Caracteres"/>
        </w:rPr>
        <w:t xml:space="preserve">, </w:t>
      </w:r>
      <w:r w:rsidR="00E0544E" w:rsidRPr="007818BD">
        <w:rPr>
          <w:rStyle w:val="Taille-1Caracteres"/>
        </w:rPr>
        <w:t>21</w:t>
      </w:r>
      <w:r>
        <w:rPr>
          <w:rStyle w:val="Taille-1Caracteres"/>
        </w:rPr>
        <w:t>.)</w:t>
      </w:r>
    </w:p>
    <w:p w14:paraId="2012F558" w14:textId="77777777" w:rsidR="00E8465A" w:rsidRDefault="00E0544E" w:rsidP="00E0544E">
      <w:r w:rsidRPr="007818BD">
        <w:t>Enfin l</w:t>
      </w:r>
      <w:r w:rsidR="00E8465A">
        <w:t>’</w:t>
      </w:r>
      <w:r w:rsidRPr="007818BD">
        <w:t>éducation est achevée</w:t>
      </w:r>
      <w:r w:rsidR="00E8465A">
        <w:t xml:space="preserve">. </w:t>
      </w:r>
      <w:r w:rsidRPr="007818BD">
        <w:t xml:space="preserve">Viola </w:t>
      </w:r>
      <w:proofErr w:type="spellStart"/>
      <w:r w:rsidRPr="007818BD">
        <w:t>a</w:t>
      </w:r>
      <w:proofErr w:type="spellEnd"/>
      <w:r w:rsidRPr="007818BD">
        <w:t xml:space="preserve"> bientôt seize ans</w:t>
      </w:r>
      <w:r w:rsidR="00E8465A">
        <w:t xml:space="preserve">. </w:t>
      </w:r>
      <w:r w:rsidRPr="007818BD">
        <w:t xml:space="preserve">Le cardinal déclare arrivé le temps où le nom nouveau doit être inscrit dans le </w:t>
      </w:r>
      <w:r w:rsidRPr="007F3440">
        <w:rPr>
          <w:i/>
        </w:rPr>
        <w:t>Libro d</w:t>
      </w:r>
      <w:r w:rsidR="00E8465A">
        <w:rPr>
          <w:i/>
        </w:rPr>
        <w:t>’</w:t>
      </w:r>
      <w:proofErr w:type="spellStart"/>
      <w:r w:rsidRPr="007F3440">
        <w:rPr>
          <w:i/>
        </w:rPr>
        <w:t>Oro</w:t>
      </w:r>
      <w:proofErr w:type="spellEnd"/>
      <w:r w:rsidR="00E8465A">
        <w:t xml:space="preserve">, </w:t>
      </w:r>
      <w:r w:rsidRPr="007818BD">
        <w:t>sur ces pages brillantes réservées aux enfants de l</w:t>
      </w:r>
      <w:r w:rsidR="00E8465A">
        <w:t>’</w:t>
      </w:r>
      <w:r w:rsidRPr="007818BD">
        <w:t>art et de l</w:t>
      </w:r>
      <w:r w:rsidR="00E8465A">
        <w:t>’</w:t>
      </w:r>
      <w:r w:rsidRPr="007818BD">
        <w:t>harmonie</w:t>
      </w:r>
      <w:r w:rsidR="00E8465A">
        <w:t xml:space="preserve">. </w:t>
      </w:r>
      <w:r w:rsidRPr="007818BD">
        <w:t>Oui</w:t>
      </w:r>
      <w:r w:rsidR="00E8465A">
        <w:t xml:space="preserve">, </w:t>
      </w:r>
      <w:r w:rsidRPr="007818BD">
        <w:t>mais dans quel rôle</w:t>
      </w:r>
      <w:r w:rsidR="00E8465A">
        <w:t xml:space="preserve"> ? </w:t>
      </w:r>
      <w:r w:rsidRPr="007818BD">
        <w:t>quel est le maestro dont le génie doit recevoir d</w:t>
      </w:r>
      <w:r w:rsidR="00E8465A">
        <w:t>’</w:t>
      </w:r>
      <w:r w:rsidRPr="007818BD">
        <w:t>elle une forme vivante</w:t>
      </w:r>
      <w:r w:rsidR="00E8465A">
        <w:t xml:space="preserve">, </w:t>
      </w:r>
      <w:r w:rsidRPr="007818BD">
        <w:t>une incarnation sensible</w:t>
      </w:r>
      <w:r w:rsidR="00E8465A">
        <w:t xml:space="preserve"> ? </w:t>
      </w:r>
      <w:r w:rsidRPr="007818BD">
        <w:t>C</w:t>
      </w:r>
      <w:r w:rsidR="00E8465A">
        <w:t>’</w:t>
      </w:r>
      <w:r w:rsidRPr="007818BD">
        <w:t>est là le secret</w:t>
      </w:r>
      <w:r w:rsidR="00E8465A">
        <w:t xml:space="preserve">. </w:t>
      </w:r>
      <w:r w:rsidRPr="007818BD">
        <w:t>Le bruit court que l</w:t>
      </w:r>
      <w:r w:rsidR="00E8465A">
        <w:t>’</w:t>
      </w:r>
      <w:r w:rsidRPr="007818BD">
        <w:t>inépuisable Paisiello</w:t>
      </w:r>
      <w:r w:rsidR="00E8465A">
        <w:t xml:space="preserve">, </w:t>
      </w:r>
      <w:r w:rsidRPr="007818BD">
        <w:t>ravi de la mani</w:t>
      </w:r>
      <w:r w:rsidRPr="007818BD">
        <w:t>è</w:t>
      </w:r>
      <w:r w:rsidRPr="007818BD">
        <w:t xml:space="preserve">re dont elle a rendu son </w:t>
      </w:r>
      <w:proofErr w:type="spellStart"/>
      <w:r w:rsidRPr="007818BD">
        <w:rPr>
          <w:i/>
          <w:iCs/>
        </w:rPr>
        <w:t>Nel</w:t>
      </w:r>
      <w:proofErr w:type="spellEnd"/>
      <w:r w:rsidRPr="007818BD">
        <w:rPr>
          <w:i/>
          <w:iCs/>
        </w:rPr>
        <w:t xml:space="preserve"> cor più non me </w:t>
      </w:r>
      <w:proofErr w:type="spellStart"/>
      <w:r w:rsidRPr="007818BD">
        <w:rPr>
          <w:i/>
          <w:iCs/>
        </w:rPr>
        <w:t>sento</w:t>
      </w:r>
      <w:proofErr w:type="spellEnd"/>
      <w:r w:rsidRPr="007818BD">
        <w:t xml:space="preserve"> et son </w:t>
      </w:r>
      <w:r w:rsidRPr="007818BD">
        <w:rPr>
          <w:i/>
          <w:iCs/>
        </w:rPr>
        <w:t xml:space="preserve">Io son </w:t>
      </w:r>
      <w:proofErr w:type="spellStart"/>
      <w:r w:rsidRPr="007818BD">
        <w:rPr>
          <w:i/>
          <w:iCs/>
        </w:rPr>
        <w:t>Lindoro</w:t>
      </w:r>
      <w:proofErr w:type="spellEnd"/>
      <w:r w:rsidR="00E8465A">
        <w:t xml:space="preserve">, </w:t>
      </w:r>
      <w:r w:rsidRPr="007818BD">
        <w:t>va écrire quelque nouveau chef-d</w:t>
      </w:r>
      <w:r w:rsidR="00E8465A">
        <w:t>’</w:t>
      </w:r>
      <w:r w:rsidRPr="007818BD">
        <w:t>œuvre pour les débuts de Viola</w:t>
      </w:r>
      <w:r w:rsidR="00E8465A">
        <w:t xml:space="preserve">. </w:t>
      </w:r>
      <w:r w:rsidRPr="007818BD">
        <w:t>D</w:t>
      </w:r>
      <w:r w:rsidR="00E8465A">
        <w:t>’</w:t>
      </w:r>
      <w:r w:rsidRPr="007818BD">
        <w:t>autres prétendent que c</w:t>
      </w:r>
      <w:r w:rsidR="00E8465A">
        <w:t>’</w:t>
      </w:r>
      <w:r w:rsidRPr="007818BD">
        <w:t>est dans le comique qu</w:t>
      </w:r>
      <w:r w:rsidR="00E8465A">
        <w:t>’</w:t>
      </w:r>
      <w:r w:rsidRPr="007818BD">
        <w:t>elle excelle</w:t>
      </w:r>
      <w:r w:rsidR="00E8465A">
        <w:t xml:space="preserve">, </w:t>
      </w:r>
      <w:r w:rsidRPr="007818BD">
        <w:t xml:space="preserve">et que Cimarosa travaille sans relâche à un second </w:t>
      </w:r>
      <w:proofErr w:type="spellStart"/>
      <w:r w:rsidRPr="007818BD">
        <w:rPr>
          <w:i/>
          <w:iCs/>
        </w:rPr>
        <w:t>Matrimonio</w:t>
      </w:r>
      <w:proofErr w:type="spellEnd"/>
      <w:r w:rsidRPr="007818BD">
        <w:rPr>
          <w:i/>
          <w:iCs/>
        </w:rPr>
        <w:t xml:space="preserve"> </w:t>
      </w:r>
      <w:proofErr w:type="spellStart"/>
      <w:r w:rsidRPr="007818BD">
        <w:rPr>
          <w:i/>
          <w:iCs/>
        </w:rPr>
        <w:t>segreto</w:t>
      </w:r>
      <w:proofErr w:type="spellEnd"/>
      <w:r w:rsidR="00E8465A">
        <w:t xml:space="preserve">. </w:t>
      </w:r>
      <w:r w:rsidRPr="007818BD">
        <w:t>En attendant</w:t>
      </w:r>
      <w:r w:rsidR="00E8465A">
        <w:t xml:space="preserve">, </w:t>
      </w:r>
      <w:r w:rsidRPr="007818BD">
        <w:t>il y a quelque part dans les négociations un temps d</w:t>
      </w:r>
      <w:r w:rsidR="00E8465A">
        <w:t>’</w:t>
      </w:r>
      <w:r w:rsidRPr="007818BD">
        <w:t>arrêt</w:t>
      </w:r>
      <w:r w:rsidR="00E8465A">
        <w:t xml:space="preserve">. </w:t>
      </w:r>
      <w:r w:rsidRPr="007818BD">
        <w:t>On remarque que le cardinal est d</w:t>
      </w:r>
      <w:r w:rsidR="00E8465A">
        <w:t>’</w:t>
      </w:r>
      <w:r w:rsidRPr="007818BD">
        <w:t>assez ma</w:t>
      </w:r>
      <w:r w:rsidRPr="007818BD">
        <w:t>u</w:t>
      </w:r>
      <w:r w:rsidRPr="007818BD">
        <w:t>vaise humeur</w:t>
      </w:r>
      <w:r w:rsidR="00E8465A">
        <w:t xml:space="preserve">. </w:t>
      </w:r>
      <w:r w:rsidRPr="007818BD">
        <w:t>Il a dit publiquement</w:t>
      </w:r>
      <w:r w:rsidR="00E8465A">
        <w:t xml:space="preserve">, </w:t>
      </w:r>
      <w:r w:rsidRPr="007818BD">
        <w:t>et ces paroles ne font a</w:t>
      </w:r>
      <w:r w:rsidRPr="007818BD">
        <w:t>u</w:t>
      </w:r>
      <w:r w:rsidRPr="007818BD">
        <w:t>gurer rien de bon</w:t>
      </w:r>
      <w:r w:rsidR="00E8465A">
        <w:t> : « </w:t>
      </w:r>
      <w:r w:rsidRPr="007818BD">
        <w:t>Cette petite sotte est aussi folle que son p</w:t>
      </w:r>
      <w:r w:rsidRPr="007818BD">
        <w:t>è</w:t>
      </w:r>
      <w:r w:rsidRPr="007818BD">
        <w:t>re</w:t>
      </w:r>
      <w:r w:rsidR="00E8465A">
        <w:t xml:space="preserve"> ; </w:t>
      </w:r>
      <w:r w:rsidRPr="007818BD">
        <w:t>ce qu</w:t>
      </w:r>
      <w:r w:rsidR="00E8465A">
        <w:t>’</w:t>
      </w:r>
      <w:r w:rsidRPr="007818BD">
        <w:t>elle demande est insensé</w:t>
      </w:r>
      <w:r w:rsidR="00E8465A">
        <w:t>. »</w:t>
      </w:r>
      <w:r w:rsidRPr="007818BD">
        <w:t xml:space="preserve"> Les conférences se succ</w:t>
      </w:r>
      <w:r w:rsidRPr="007818BD">
        <w:t>è</w:t>
      </w:r>
      <w:r w:rsidRPr="007818BD">
        <w:t>dent rap</w:t>
      </w:r>
      <w:r w:rsidRPr="007818BD">
        <w:t>i</w:t>
      </w:r>
      <w:r w:rsidRPr="007818BD">
        <w:t>dement</w:t>
      </w:r>
      <w:r w:rsidR="00E8465A">
        <w:t xml:space="preserve">. </w:t>
      </w:r>
      <w:r w:rsidRPr="007818BD">
        <w:t>Le cardinal a</w:t>
      </w:r>
      <w:r w:rsidR="00E8465A">
        <w:t xml:space="preserve">, </w:t>
      </w:r>
      <w:r w:rsidRPr="007818BD">
        <w:t>dans son cabinet</w:t>
      </w:r>
      <w:r w:rsidR="00E8465A">
        <w:t xml:space="preserve">, </w:t>
      </w:r>
      <w:r w:rsidRPr="007818BD">
        <w:t>des entretiens fort solennels avec la pauvre enfant</w:t>
      </w:r>
      <w:r w:rsidR="00E8465A">
        <w:t xml:space="preserve">. </w:t>
      </w:r>
      <w:r w:rsidRPr="007818BD">
        <w:t>Tout est inutile</w:t>
      </w:r>
      <w:r w:rsidR="00E8465A">
        <w:t xml:space="preserve">. </w:t>
      </w:r>
      <w:r w:rsidRPr="007818BD">
        <w:t>Naples</w:t>
      </w:r>
      <w:r w:rsidR="00E8465A">
        <w:t xml:space="preserve">, </w:t>
      </w:r>
      <w:r w:rsidRPr="007818BD">
        <w:t>s</w:t>
      </w:r>
      <w:r w:rsidRPr="007818BD">
        <w:t>u</w:t>
      </w:r>
      <w:r w:rsidRPr="007818BD">
        <w:t>rexcitée par la curiosité</w:t>
      </w:r>
      <w:r w:rsidR="00E8465A">
        <w:t xml:space="preserve">, </w:t>
      </w:r>
      <w:r w:rsidRPr="007818BD">
        <w:t>se perd en conjectures</w:t>
      </w:r>
      <w:r w:rsidR="00E8465A">
        <w:t xml:space="preserve">. </w:t>
      </w:r>
      <w:r w:rsidRPr="007818BD">
        <w:t>Les remontra</w:t>
      </w:r>
      <w:r w:rsidRPr="007818BD">
        <w:t>n</w:t>
      </w:r>
      <w:r w:rsidRPr="007818BD">
        <w:t>ces aboutissent à une querelle</w:t>
      </w:r>
      <w:r w:rsidR="00E8465A">
        <w:t xml:space="preserve">, </w:t>
      </w:r>
      <w:r w:rsidRPr="007818BD">
        <w:t>et Viola retourne au logis mau</w:t>
      </w:r>
      <w:r w:rsidRPr="007818BD">
        <w:t>s</w:t>
      </w:r>
      <w:r w:rsidRPr="007818BD">
        <w:t>sade et boudeuse</w:t>
      </w:r>
      <w:r w:rsidR="00E8465A">
        <w:t xml:space="preserve"> : </w:t>
      </w:r>
      <w:r w:rsidRPr="007818BD">
        <w:t>elle ne veut pas jouer</w:t>
      </w:r>
      <w:r w:rsidR="00E8465A">
        <w:t xml:space="preserve">, </w:t>
      </w:r>
      <w:r w:rsidRPr="007818BD">
        <w:t>elle a résilié son eng</w:t>
      </w:r>
      <w:r w:rsidRPr="007818BD">
        <w:t>a</w:t>
      </w:r>
      <w:r w:rsidRPr="007818BD">
        <w:t>gement</w:t>
      </w:r>
      <w:r w:rsidR="00E8465A">
        <w:t>.</w:t>
      </w:r>
    </w:p>
    <w:p w14:paraId="47C64F60" w14:textId="625CAD16" w:rsidR="00E8465A" w:rsidRDefault="00E0544E" w:rsidP="00E0544E">
      <w:r w:rsidRPr="007818BD">
        <w:lastRenderedPageBreak/>
        <w:t>Pisani</w:t>
      </w:r>
      <w:r w:rsidR="00E8465A">
        <w:t xml:space="preserve">, </w:t>
      </w:r>
      <w:r w:rsidRPr="007818BD">
        <w:t>trop inexpérimenté pour connaître tous les périls de la vie de théâtre</w:t>
      </w:r>
      <w:r w:rsidR="00E8465A">
        <w:t xml:space="preserve">, </w:t>
      </w:r>
      <w:r w:rsidRPr="007818BD">
        <w:t>avait accueilli avec plaisir l</w:t>
      </w:r>
      <w:r w:rsidR="00E8465A">
        <w:t>’</w:t>
      </w:r>
      <w:r w:rsidRPr="007818BD">
        <w:t>espérance que quelqu</w:t>
      </w:r>
      <w:r w:rsidR="00E8465A">
        <w:t>’</w:t>
      </w:r>
      <w:r w:rsidRPr="007818BD">
        <w:t>un au moins de son nom ajouterait de la gloire à son art</w:t>
      </w:r>
      <w:r w:rsidR="00E8465A">
        <w:t xml:space="preserve">. </w:t>
      </w:r>
      <w:r w:rsidRPr="007818BD">
        <w:t>L</w:t>
      </w:r>
      <w:r w:rsidR="00E8465A">
        <w:t>’</w:t>
      </w:r>
      <w:r w:rsidRPr="007818BD">
        <w:t>obstination de sa fille lui déplut</w:t>
      </w:r>
      <w:r w:rsidR="00E8465A">
        <w:t xml:space="preserve">. </w:t>
      </w:r>
      <w:r w:rsidRPr="007818BD">
        <w:t>Il ne dit rien cependant</w:t>
      </w:r>
      <w:r w:rsidR="00E8465A">
        <w:t xml:space="preserve"> (</w:t>
      </w:r>
      <w:r w:rsidRPr="007818BD">
        <w:t>il ne grondait jamais en paroles</w:t>
      </w:r>
      <w:r w:rsidR="00E8465A">
        <w:t xml:space="preserve">), </w:t>
      </w:r>
      <w:r w:rsidRPr="007818BD">
        <w:t>mais il saisit le fidèle Barbiton</w:t>
      </w:r>
      <w:r w:rsidR="00E8465A">
        <w:t xml:space="preserve">. </w:t>
      </w:r>
      <w:r w:rsidRPr="007818BD">
        <w:t>Ô fidèle Barbiton</w:t>
      </w:r>
      <w:r w:rsidR="00E8465A">
        <w:t xml:space="preserve">, </w:t>
      </w:r>
      <w:r w:rsidRPr="007818BD">
        <w:t>tu grondas</w:t>
      </w:r>
      <w:r w:rsidR="00E8465A">
        <w:t xml:space="preserve">, </w:t>
      </w:r>
      <w:r w:rsidRPr="007818BD">
        <w:t>toi</w:t>
      </w:r>
      <w:r w:rsidR="00E8465A">
        <w:t xml:space="preserve">, </w:t>
      </w:r>
      <w:r w:rsidRPr="007818BD">
        <w:t>et effroyablement</w:t>
      </w:r>
      <w:r w:rsidR="00E8465A">
        <w:t xml:space="preserve"> ! </w:t>
      </w:r>
      <w:r w:rsidRPr="007818BD">
        <w:t>Il grinça</w:t>
      </w:r>
      <w:r w:rsidR="00E8465A">
        <w:t xml:space="preserve">, </w:t>
      </w:r>
      <w:r w:rsidRPr="007818BD">
        <w:t>il gloussa</w:t>
      </w:r>
      <w:r w:rsidR="00E8465A">
        <w:t xml:space="preserve">, </w:t>
      </w:r>
      <w:r w:rsidRPr="007818BD">
        <w:t>il gémit</w:t>
      </w:r>
      <w:r w:rsidR="00E8465A">
        <w:t xml:space="preserve">, </w:t>
      </w:r>
      <w:r w:rsidRPr="007818BD">
        <w:t>il grogna</w:t>
      </w:r>
      <w:r w:rsidR="00E8465A">
        <w:t xml:space="preserve">. </w:t>
      </w:r>
      <w:r w:rsidRPr="007818BD">
        <w:t>Et les yeux de Viola se remplirent de larmes</w:t>
      </w:r>
      <w:r w:rsidR="00E8465A">
        <w:t xml:space="preserve">, </w:t>
      </w:r>
      <w:r w:rsidRPr="007818BD">
        <w:t>car elle comprenait ce langage</w:t>
      </w:r>
      <w:r w:rsidR="00E8465A">
        <w:t xml:space="preserve">. </w:t>
      </w:r>
      <w:r w:rsidRPr="007818BD">
        <w:t>Elle s</w:t>
      </w:r>
      <w:r w:rsidR="00E8465A">
        <w:t>’</w:t>
      </w:r>
      <w:r w:rsidRPr="007818BD">
        <w:t>approcha furtiv</w:t>
      </w:r>
      <w:r w:rsidRPr="007818BD">
        <w:t>e</w:t>
      </w:r>
      <w:r w:rsidRPr="007818BD">
        <w:t>ment de sa mère et lui parla bas</w:t>
      </w:r>
      <w:r w:rsidR="00E8465A">
        <w:t xml:space="preserve"> ; </w:t>
      </w:r>
      <w:r w:rsidRPr="007818BD">
        <w:t>et</w:t>
      </w:r>
      <w:r w:rsidR="00E8465A">
        <w:t xml:space="preserve">, </w:t>
      </w:r>
      <w:r w:rsidRPr="007818BD">
        <w:t>quand Pisani suspendit son occupation</w:t>
      </w:r>
      <w:r w:rsidR="00E8465A">
        <w:t xml:space="preserve">, </w:t>
      </w:r>
      <w:r w:rsidRPr="007818BD">
        <w:t>il les vit toutes deux</w:t>
      </w:r>
      <w:r w:rsidR="00E8465A">
        <w:t xml:space="preserve">, </w:t>
      </w:r>
      <w:r w:rsidRPr="007818BD">
        <w:t>la mère et la fille</w:t>
      </w:r>
      <w:r w:rsidR="00E8465A">
        <w:t xml:space="preserve">, </w:t>
      </w:r>
      <w:r w:rsidRPr="007818BD">
        <w:t>en larmes</w:t>
      </w:r>
      <w:r w:rsidR="00E8465A">
        <w:t xml:space="preserve">. </w:t>
      </w:r>
      <w:r w:rsidRPr="007818BD">
        <w:t>Il les regarda ébahi</w:t>
      </w:r>
      <w:r w:rsidR="00E8465A">
        <w:t xml:space="preserve"> ; </w:t>
      </w:r>
      <w:r w:rsidRPr="007818BD">
        <w:t>puis</w:t>
      </w:r>
      <w:r w:rsidR="00E8465A">
        <w:t xml:space="preserve">, </w:t>
      </w:r>
      <w:r w:rsidRPr="007818BD">
        <w:t>comme il se</w:t>
      </w:r>
      <w:r w:rsidRPr="007818BD">
        <w:t>n</w:t>
      </w:r>
      <w:r w:rsidRPr="007818BD">
        <w:t>tait qu</w:t>
      </w:r>
      <w:r w:rsidR="00E8465A">
        <w:t>’</w:t>
      </w:r>
      <w:r w:rsidRPr="007818BD">
        <w:t>il avait été bourru</w:t>
      </w:r>
      <w:r w:rsidR="00E8465A">
        <w:t xml:space="preserve">, </w:t>
      </w:r>
      <w:r w:rsidRPr="007818BD">
        <w:t>il courut retrouver son Inséparable</w:t>
      </w:r>
      <w:r w:rsidR="00E8465A">
        <w:t xml:space="preserve">. </w:t>
      </w:r>
      <w:r w:rsidRPr="007818BD">
        <w:t>Et maintenant</w:t>
      </w:r>
      <w:r w:rsidR="00E8465A">
        <w:t xml:space="preserve">, </w:t>
      </w:r>
      <w:r w:rsidRPr="007818BD">
        <w:t>vous eussiez cru entendre le chant d</w:t>
      </w:r>
      <w:r w:rsidR="00E8465A">
        <w:t>’</w:t>
      </w:r>
      <w:r w:rsidRPr="007818BD">
        <w:t>une fée qui cherche à bercer et à apaiser l</w:t>
      </w:r>
      <w:r w:rsidR="00E8465A">
        <w:t>’</w:t>
      </w:r>
      <w:r w:rsidRPr="007818BD">
        <w:t>humeur c</w:t>
      </w:r>
      <w:r w:rsidRPr="007818BD">
        <w:t>a</w:t>
      </w:r>
      <w:r w:rsidRPr="007818BD">
        <w:t>pricieuse de quelque enfant d</w:t>
      </w:r>
      <w:r w:rsidR="00E8465A">
        <w:t>’</w:t>
      </w:r>
      <w:r w:rsidRPr="007818BD">
        <w:t>adoption</w:t>
      </w:r>
      <w:r w:rsidR="00E8465A">
        <w:t xml:space="preserve">. </w:t>
      </w:r>
      <w:r w:rsidRPr="007818BD">
        <w:t>Limpides</w:t>
      </w:r>
      <w:r w:rsidR="00E8465A">
        <w:t xml:space="preserve">, </w:t>
      </w:r>
      <w:r w:rsidRPr="007818BD">
        <w:t>voilées</w:t>
      </w:r>
      <w:r w:rsidR="00E8465A">
        <w:t xml:space="preserve">, </w:t>
      </w:r>
      <w:r w:rsidRPr="007818BD">
        <w:t>argentines</w:t>
      </w:r>
      <w:r w:rsidR="00E8465A">
        <w:t xml:space="preserve">, </w:t>
      </w:r>
      <w:r w:rsidRPr="007818BD">
        <w:t>les notes ruisselaient avec un doux murm</w:t>
      </w:r>
      <w:r w:rsidRPr="007818BD">
        <w:t>u</w:t>
      </w:r>
      <w:r w:rsidRPr="007818BD">
        <w:t>re sous l</w:t>
      </w:r>
      <w:r w:rsidR="00E8465A">
        <w:t>’</w:t>
      </w:r>
      <w:r w:rsidRPr="007818BD">
        <w:t>archet magique</w:t>
      </w:r>
      <w:r w:rsidR="00E8465A">
        <w:t xml:space="preserve">. </w:t>
      </w:r>
      <w:r w:rsidRPr="007818BD">
        <w:t>La douleur la plus obstinée se fût arr</w:t>
      </w:r>
      <w:r w:rsidRPr="007818BD">
        <w:t>ê</w:t>
      </w:r>
      <w:r w:rsidRPr="007818BD">
        <w:t>tée pour écouter</w:t>
      </w:r>
      <w:r w:rsidR="00E8465A">
        <w:t xml:space="preserve"> ; </w:t>
      </w:r>
      <w:r w:rsidRPr="007818BD">
        <w:t>et par intervalles</w:t>
      </w:r>
      <w:r w:rsidR="00E8465A">
        <w:t xml:space="preserve">, </w:t>
      </w:r>
      <w:r w:rsidRPr="007818BD">
        <w:t>à travers la douce et plaint</w:t>
      </w:r>
      <w:r w:rsidRPr="007818BD">
        <w:t>i</w:t>
      </w:r>
      <w:r w:rsidRPr="007818BD">
        <w:t>ve mélodie</w:t>
      </w:r>
      <w:r w:rsidR="00E8465A">
        <w:t xml:space="preserve">, </w:t>
      </w:r>
      <w:r w:rsidRPr="007818BD">
        <w:t>s</w:t>
      </w:r>
      <w:r w:rsidR="00E8465A">
        <w:t>’</w:t>
      </w:r>
      <w:r w:rsidRPr="007818BD">
        <w:t>échappait tout à coup une note bizarre</w:t>
      </w:r>
      <w:r w:rsidR="00E8465A">
        <w:t xml:space="preserve">, </w:t>
      </w:r>
      <w:r w:rsidRPr="007818BD">
        <w:t>enjouée</w:t>
      </w:r>
      <w:r w:rsidR="00E8465A">
        <w:t xml:space="preserve">, </w:t>
      </w:r>
      <w:r w:rsidRPr="007818BD">
        <w:t>sonore</w:t>
      </w:r>
      <w:r w:rsidR="00E8465A">
        <w:t xml:space="preserve">, </w:t>
      </w:r>
      <w:r w:rsidRPr="007818BD">
        <w:t>comme un éclat de rire</w:t>
      </w:r>
      <w:r w:rsidR="00E8465A">
        <w:t xml:space="preserve"> ; </w:t>
      </w:r>
      <w:r w:rsidRPr="007818BD">
        <w:t>mais non pas un rire humain</w:t>
      </w:r>
      <w:r w:rsidR="00E8465A">
        <w:t xml:space="preserve">. </w:t>
      </w:r>
      <w:r w:rsidRPr="007818BD">
        <w:t>C</w:t>
      </w:r>
      <w:r w:rsidR="00E8465A">
        <w:t>’</w:t>
      </w:r>
      <w:r w:rsidRPr="007818BD">
        <w:t>était un des motifs les mieux réussis de son opéra bien-aimé</w:t>
      </w:r>
      <w:r w:rsidR="00E8465A">
        <w:t xml:space="preserve"> : </w:t>
      </w:r>
      <w:r w:rsidRPr="007818BD">
        <w:t>la Sirène endormant par ses chants les vents et les flots</w:t>
      </w:r>
      <w:r w:rsidR="00E8465A">
        <w:t xml:space="preserve">. </w:t>
      </w:r>
      <w:r w:rsidRPr="007818BD">
        <w:t>Nul ne sait ce qui aurait suivi</w:t>
      </w:r>
      <w:r w:rsidR="00E8465A">
        <w:t xml:space="preserve">, </w:t>
      </w:r>
      <w:r w:rsidRPr="007818BD">
        <w:t>mais son bras fut arrêté</w:t>
      </w:r>
      <w:r w:rsidR="00E8465A">
        <w:t xml:space="preserve">. </w:t>
      </w:r>
      <w:r w:rsidRPr="007818BD">
        <w:t>Viola s</w:t>
      </w:r>
      <w:r w:rsidR="00E8465A">
        <w:t>’</w:t>
      </w:r>
      <w:r w:rsidRPr="007818BD">
        <w:t>était j</w:t>
      </w:r>
      <w:r w:rsidRPr="007818BD">
        <w:t>e</w:t>
      </w:r>
      <w:r w:rsidRPr="007818BD">
        <w:t>tée sur son cœur</w:t>
      </w:r>
      <w:r w:rsidR="00E8465A">
        <w:t xml:space="preserve">, </w:t>
      </w:r>
      <w:r w:rsidRPr="007818BD">
        <w:t>et l</w:t>
      </w:r>
      <w:r w:rsidR="00E8465A">
        <w:t>’</w:t>
      </w:r>
      <w:r w:rsidRPr="007818BD">
        <w:t>avait e</w:t>
      </w:r>
      <w:r w:rsidRPr="007818BD">
        <w:t>m</w:t>
      </w:r>
      <w:r w:rsidRPr="007818BD">
        <w:t>brassé avec des yeux qui lançaient à travers ses cheveux dorés un regard tout souriant de bonheur</w:t>
      </w:r>
      <w:r w:rsidR="00E8465A">
        <w:t xml:space="preserve">. </w:t>
      </w:r>
      <w:r w:rsidRPr="007818BD">
        <w:t>Au même moment la porte s</w:t>
      </w:r>
      <w:r w:rsidR="00E8465A">
        <w:t>’</w:t>
      </w:r>
      <w:r w:rsidRPr="007818BD">
        <w:t>ouvrit</w:t>
      </w:r>
      <w:r w:rsidR="00E8465A">
        <w:t xml:space="preserve"> : </w:t>
      </w:r>
      <w:r w:rsidRPr="007818BD">
        <w:t>un message du cardinal</w:t>
      </w:r>
      <w:r w:rsidR="00E8465A">
        <w:t xml:space="preserve">. </w:t>
      </w:r>
      <w:r w:rsidRPr="007818BD">
        <w:t>Il mandait Viola sur-le-champ</w:t>
      </w:r>
      <w:r w:rsidR="00E8465A">
        <w:t xml:space="preserve">. </w:t>
      </w:r>
      <w:r w:rsidRPr="007818BD">
        <w:t>Sa mère l</w:t>
      </w:r>
      <w:r w:rsidR="00E8465A">
        <w:t>’</w:t>
      </w:r>
      <w:r w:rsidRPr="007818BD">
        <w:t>accompagna au palais de Son Éminence</w:t>
      </w:r>
      <w:r w:rsidR="00E8465A">
        <w:t xml:space="preserve">. </w:t>
      </w:r>
      <w:r w:rsidRPr="007818BD">
        <w:t>La réconciliation fut complète</w:t>
      </w:r>
      <w:r w:rsidR="00E8465A">
        <w:t xml:space="preserve"> : </w:t>
      </w:r>
      <w:r w:rsidRPr="007818BD">
        <w:t>tout s</w:t>
      </w:r>
      <w:r w:rsidR="00E8465A">
        <w:t>’</w:t>
      </w:r>
      <w:r w:rsidRPr="007818BD">
        <w:t>aplanit</w:t>
      </w:r>
      <w:r w:rsidR="00E8465A">
        <w:t xml:space="preserve">. </w:t>
      </w:r>
      <w:r w:rsidRPr="007818BD">
        <w:t>Viola eut carte blanche</w:t>
      </w:r>
      <w:r w:rsidR="00E8465A">
        <w:t xml:space="preserve">, </w:t>
      </w:r>
      <w:r w:rsidRPr="007818BD">
        <w:t>et choisit son opéra</w:t>
      </w:r>
      <w:r w:rsidR="00E8465A">
        <w:t xml:space="preserve">. </w:t>
      </w:r>
      <w:r w:rsidRPr="007818BD">
        <w:t>Froides et barbares nations du Nord</w:t>
      </w:r>
      <w:r w:rsidR="00E8465A">
        <w:t xml:space="preserve">, </w:t>
      </w:r>
      <w:r w:rsidRPr="007818BD">
        <w:t>avec vos discussions et vos débats</w:t>
      </w:r>
      <w:r w:rsidR="00E8465A">
        <w:t xml:space="preserve">, </w:t>
      </w:r>
      <w:r w:rsidRPr="007818BD">
        <w:t>vos exi</w:t>
      </w:r>
      <w:r w:rsidRPr="007818BD">
        <w:t>s</w:t>
      </w:r>
      <w:r w:rsidRPr="007818BD">
        <w:t>tences tumultueuses du Pnyx et de l</w:t>
      </w:r>
      <w:r w:rsidR="00E8465A">
        <w:t>’</w:t>
      </w:r>
      <w:r w:rsidRPr="007818BD">
        <w:t>Agora</w:t>
      </w:r>
      <w:r w:rsidR="00E8465A">
        <w:t xml:space="preserve"> ! </w:t>
      </w:r>
      <w:r w:rsidRPr="007818BD">
        <w:t>ne cherchez pas à concevoir l</w:t>
      </w:r>
      <w:r w:rsidR="00E8465A">
        <w:t>’</w:t>
      </w:r>
      <w:r w:rsidRPr="007818BD">
        <w:t>agitation occasionnée dans Naples la musicale</w:t>
      </w:r>
      <w:r w:rsidR="00E8465A">
        <w:t xml:space="preserve">, </w:t>
      </w:r>
      <w:r w:rsidRPr="007818BD">
        <w:t>en apprenant qu</w:t>
      </w:r>
      <w:r w:rsidR="00E8465A">
        <w:t>’</w:t>
      </w:r>
      <w:r w:rsidRPr="007818BD">
        <w:t xml:space="preserve">elle allait jouir </w:t>
      </w:r>
      <w:r w:rsidRPr="007818BD">
        <w:lastRenderedPageBreak/>
        <w:t>d</w:t>
      </w:r>
      <w:r w:rsidR="00E8465A">
        <w:t>’</w:t>
      </w:r>
      <w:r w:rsidRPr="007818BD">
        <w:t>un nouvel opéra et d</w:t>
      </w:r>
      <w:r w:rsidR="00E8465A">
        <w:t>’</w:t>
      </w:r>
      <w:r w:rsidRPr="007818BD">
        <w:t>une cant</w:t>
      </w:r>
      <w:r w:rsidRPr="007818BD">
        <w:t>a</w:t>
      </w:r>
      <w:r w:rsidRPr="007818BD">
        <w:t>trice nouvelle</w:t>
      </w:r>
      <w:r w:rsidR="00E8465A">
        <w:t xml:space="preserve">. </w:t>
      </w:r>
      <w:r w:rsidRPr="007818BD">
        <w:t>Mais de qui cet opéra</w:t>
      </w:r>
      <w:r w:rsidR="00E8465A">
        <w:t xml:space="preserve"> ? </w:t>
      </w:r>
      <w:r w:rsidRPr="007818BD">
        <w:t>Jamais intrigue de cab</w:t>
      </w:r>
      <w:r w:rsidRPr="007818BD">
        <w:t>i</w:t>
      </w:r>
      <w:r w:rsidRPr="007818BD">
        <w:t>net ne fut aussi secrète</w:t>
      </w:r>
      <w:r w:rsidR="00E8465A">
        <w:t xml:space="preserve">. </w:t>
      </w:r>
      <w:r w:rsidRPr="007818BD">
        <w:t>Pisani revint un soir du théâtre dans un état évident de trouble et d</w:t>
      </w:r>
      <w:r w:rsidR="00E8465A">
        <w:t>’</w:t>
      </w:r>
      <w:r w:rsidRPr="007818BD">
        <w:t>irritation</w:t>
      </w:r>
      <w:r w:rsidR="00E8465A">
        <w:t xml:space="preserve">. </w:t>
      </w:r>
      <w:r w:rsidRPr="007818BD">
        <w:t>Malheur aux oreilles qui</w:t>
      </w:r>
      <w:r w:rsidR="00E8465A">
        <w:t xml:space="preserve">, </w:t>
      </w:r>
      <w:r w:rsidRPr="007818BD">
        <w:t>ce soir-là</w:t>
      </w:r>
      <w:r w:rsidR="00E8465A">
        <w:t xml:space="preserve">, </w:t>
      </w:r>
      <w:r w:rsidRPr="007818BD">
        <w:t>auraient entendu le Barbiton</w:t>
      </w:r>
      <w:r w:rsidR="00E8465A">
        <w:t xml:space="preserve"> ! </w:t>
      </w:r>
      <w:r w:rsidRPr="007818BD">
        <w:t>On l</w:t>
      </w:r>
      <w:r w:rsidR="00E8465A">
        <w:t>’</w:t>
      </w:r>
      <w:r w:rsidRPr="007818BD">
        <w:t>avait suspe</w:t>
      </w:r>
      <w:r w:rsidRPr="007818BD">
        <w:t>n</w:t>
      </w:r>
      <w:r w:rsidRPr="007818BD">
        <w:t>du de ses fonctions</w:t>
      </w:r>
      <w:r w:rsidR="00E8465A">
        <w:t xml:space="preserve"> ; </w:t>
      </w:r>
      <w:r w:rsidRPr="007818BD">
        <w:t xml:space="preserve">on avait craint que le nouvel opéra et le premier début de sa fille comme </w:t>
      </w:r>
      <w:r w:rsidRPr="007818BD">
        <w:rPr>
          <w:i/>
          <w:iCs/>
        </w:rPr>
        <w:t>prima donna</w:t>
      </w:r>
      <w:r w:rsidRPr="007818BD">
        <w:t xml:space="preserve"> ne fussent une trop gra</w:t>
      </w:r>
      <w:r w:rsidRPr="007818BD">
        <w:t>n</w:t>
      </w:r>
      <w:r w:rsidRPr="007818BD">
        <w:t>de épreuve pour ses nerfs</w:t>
      </w:r>
      <w:r w:rsidR="00E8465A">
        <w:t xml:space="preserve">. </w:t>
      </w:r>
      <w:r w:rsidRPr="007818BD">
        <w:t>Et ses vari</w:t>
      </w:r>
      <w:r w:rsidRPr="007818BD">
        <w:t>a</w:t>
      </w:r>
      <w:r w:rsidRPr="007818BD">
        <w:t>tions improvisées</w:t>
      </w:r>
      <w:r w:rsidR="00E8465A">
        <w:t xml:space="preserve">, </w:t>
      </w:r>
      <w:r w:rsidRPr="007818BD">
        <w:t>toute sa diablerie de sirènes et de harpies au milieu d</w:t>
      </w:r>
      <w:r w:rsidR="00E8465A">
        <w:t>’</w:t>
      </w:r>
      <w:r w:rsidRPr="007818BD">
        <w:t>une telle sole</w:t>
      </w:r>
      <w:r w:rsidRPr="007818BD">
        <w:t>n</w:t>
      </w:r>
      <w:r w:rsidRPr="007818BD">
        <w:t>nité</w:t>
      </w:r>
      <w:r w:rsidR="00E8465A">
        <w:t xml:space="preserve">, </w:t>
      </w:r>
      <w:r w:rsidRPr="007818BD">
        <w:t>c</w:t>
      </w:r>
      <w:r w:rsidR="00E8465A">
        <w:t>’</w:t>
      </w:r>
      <w:r w:rsidRPr="007818BD">
        <w:t>était là une perspective trop effrayante pour qu</w:t>
      </w:r>
      <w:r w:rsidR="00E8465A">
        <w:t>’</w:t>
      </w:r>
      <w:r w:rsidRPr="007818BD">
        <w:t xml:space="preserve">on en courût </w:t>
      </w:r>
      <w:r>
        <w:t>l</w:t>
      </w:r>
      <w:r w:rsidRPr="007818BD">
        <w:t>es chances</w:t>
      </w:r>
      <w:r w:rsidR="00E8465A">
        <w:t xml:space="preserve">. </w:t>
      </w:r>
      <w:r w:rsidRPr="007818BD">
        <w:t>Se voir écarté</w:t>
      </w:r>
      <w:r w:rsidR="00E8465A">
        <w:t xml:space="preserve">, </w:t>
      </w:r>
      <w:r w:rsidRPr="007818BD">
        <w:t>et cela</w:t>
      </w:r>
      <w:r w:rsidR="00E8465A">
        <w:t xml:space="preserve">, </w:t>
      </w:r>
      <w:r w:rsidRPr="007818BD">
        <w:t>le soir même où d</w:t>
      </w:r>
      <w:r w:rsidRPr="007818BD">
        <w:t>e</w:t>
      </w:r>
      <w:r w:rsidRPr="007818BD">
        <w:t>vait chanter sa fille</w:t>
      </w:r>
      <w:r w:rsidR="00E8465A">
        <w:t xml:space="preserve">, </w:t>
      </w:r>
      <w:r w:rsidRPr="007818BD">
        <w:t>dont la mélodie n</w:t>
      </w:r>
      <w:r w:rsidR="00E8465A">
        <w:t>’</w:t>
      </w:r>
      <w:r w:rsidRPr="007818BD">
        <w:t>était qu</w:t>
      </w:r>
      <w:r w:rsidR="00E8465A">
        <w:t>’</w:t>
      </w:r>
      <w:r w:rsidRPr="007818BD">
        <w:t>une émanation de la sienne</w:t>
      </w:r>
      <w:r w:rsidR="00E8465A">
        <w:t xml:space="preserve"> ; </w:t>
      </w:r>
      <w:r w:rsidRPr="007818BD">
        <w:t>écarté pour quelque rival nouveau</w:t>
      </w:r>
      <w:r w:rsidR="00E8465A">
        <w:t xml:space="preserve"> : </w:t>
      </w:r>
      <w:r w:rsidRPr="007818BD">
        <w:t>c</w:t>
      </w:r>
      <w:r w:rsidR="00E8465A">
        <w:t>’</w:t>
      </w:r>
      <w:r w:rsidRPr="007818BD">
        <w:t>en était trop pour la chair et le sang d</w:t>
      </w:r>
      <w:r w:rsidR="00E8465A">
        <w:t>’</w:t>
      </w:r>
      <w:r w:rsidRPr="007818BD">
        <w:t>un musicien</w:t>
      </w:r>
      <w:r w:rsidR="00E8465A">
        <w:t xml:space="preserve">. </w:t>
      </w:r>
      <w:r w:rsidRPr="007818BD">
        <w:t>Pour la première fois il discuta la question avec des paroles</w:t>
      </w:r>
      <w:r w:rsidR="00E8465A">
        <w:t xml:space="preserve">, </w:t>
      </w:r>
      <w:r w:rsidRPr="007818BD">
        <w:t>et demanda gravement</w:t>
      </w:r>
      <w:r w:rsidR="00E8465A">
        <w:t xml:space="preserve"> (</w:t>
      </w:r>
      <w:r w:rsidRPr="007818BD">
        <w:t>le Barb</w:t>
      </w:r>
      <w:r w:rsidRPr="007818BD">
        <w:t>i</w:t>
      </w:r>
      <w:r w:rsidRPr="007818BD">
        <w:t>ton avec toute son éloquence n</w:t>
      </w:r>
      <w:r w:rsidR="00E8465A">
        <w:t>’</w:t>
      </w:r>
      <w:r w:rsidRPr="007818BD">
        <w:t>aurait pu traduire distin</w:t>
      </w:r>
      <w:r w:rsidRPr="007818BD">
        <w:t>c</w:t>
      </w:r>
      <w:r w:rsidRPr="007818BD">
        <w:t>tement la demande</w:t>
      </w:r>
      <w:r w:rsidR="00E8465A">
        <w:t xml:space="preserve">) </w:t>
      </w:r>
      <w:r w:rsidRPr="007818BD">
        <w:t>quel devait être l</w:t>
      </w:r>
      <w:r w:rsidR="00E8465A">
        <w:t>’</w:t>
      </w:r>
      <w:r w:rsidRPr="007818BD">
        <w:t>opéra</w:t>
      </w:r>
      <w:r w:rsidR="00E8465A">
        <w:t xml:space="preserve">, </w:t>
      </w:r>
      <w:r w:rsidRPr="007818BD">
        <w:t>quel était le rôle</w:t>
      </w:r>
      <w:r w:rsidR="00E8465A">
        <w:t xml:space="preserve">. </w:t>
      </w:r>
      <w:r w:rsidRPr="007818BD">
        <w:t>Et Viola tout aussi gravement répondit qu</w:t>
      </w:r>
      <w:r w:rsidR="00E8465A">
        <w:t>’</w:t>
      </w:r>
      <w:r w:rsidRPr="007818BD">
        <w:t>elle avait promis le s</w:t>
      </w:r>
      <w:r w:rsidRPr="007818BD">
        <w:t>e</w:t>
      </w:r>
      <w:r w:rsidRPr="007818BD">
        <w:t>cret au cardinal</w:t>
      </w:r>
      <w:r w:rsidR="00E8465A">
        <w:t xml:space="preserve">. </w:t>
      </w:r>
      <w:r w:rsidRPr="007818BD">
        <w:t>Pisani n</w:t>
      </w:r>
      <w:r w:rsidR="00E8465A">
        <w:t>’</w:t>
      </w:r>
      <w:r w:rsidRPr="007818BD">
        <w:t>insista pas</w:t>
      </w:r>
      <w:r w:rsidR="00E8465A">
        <w:t xml:space="preserve"> ; </w:t>
      </w:r>
      <w:r w:rsidRPr="007818BD">
        <w:t>il disparut avec le violon</w:t>
      </w:r>
      <w:r w:rsidR="00E8465A">
        <w:t xml:space="preserve">, </w:t>
      </w:r>
      <w:r w:rsidRPr="007818BD">
        <w:t>et bie</w:t>
      </w:r>
      <w:r w:rsidRPr="007818BD">
        <w:t>n</w:t>
      </w:r>
      <w:r w:rsidRPr="007818BD">
        <w:t>tôt</w:t>
      </w:r>
      <w:r w:rsidR="00E8465A">
        <w:t xml:space="preserve">, </w:t>
      </w:r>
      <w:r w:rsidRPr="007818BD">
        <w:t>des combles de la maison</w:t>
      </w:r>
      <w:r w:rsidR="00E8465A">
        <w:t xml:space="preserve"> (</w:t>
      </w:r>
      <w:r w:rsidRPr="007818BD">
        <w:t>où dans ses grandes col</w:t>
      </w:r>
      <w:r w:rsidRPr="007818BD">
        <w:t>è</w:t>
      </w:r>
      <w:r w:rsidRPr="007818BD">
        <w:t>res l</w:t>
      </w:r>
      <w:r w:rsidR="00E8465A">
        <w:t>’</w:t>
      </w:r>
      <w:r w:rsidRPr="007818BD">
        <w:t>artiste se réfugiait parfois</w:t>
      </w:r>
      <w:r w:rsidR="00E8465A">
        <w:t xml:space="preserve">), </w:t>
      </w:r>
      <w:r w:rsidRPr="007818BD">
        <w:t>on entendit l</w:t>
      </w:r>
      <w:r w:rsidR="00E8465A">
        <w:t>’</w:t>
      </w:r>
      <w:r w:rsidRPr="007818BD">
        <w:t>Inséparable gémi</w:t>
      </w:r>
      <w:r w:rsidRPr="007818BD">
        <w:t>s</w:t>
      </w:r>
      <w:r w:rsidRPr="007818BD">
        <w:t>sant et soupirant comme si son cœur était brisé</w:t>
      </w:r>
      <w:r w:rsidR="00E8465A">
        <w:t>.</w:t>
      </w:r>
    </w:p>
    <w:p w14:paraId="3124A65D" w14:textId="77777777" w:rsidR="00E8465A" w:rsidRDefault="00E0544E" w:rsidP="00E0544E">
      <w:r w:rsidRPr="007818BD">
        <w:t>L</w:t>
      </w:r>
      <w:r w:rsidR="00E8465A">
        <w:t>’</w:t>
      </w:r>
      <w:r w:rsidRPr="007818BD">
        <w:t>affection de Pisani se trahissait peu à la surface</w:t>
      </w:r>
      <w:r w:rsidR="00E8465A">
        <w:t xml:space="preserve">. </w:t>
      </w:r>
      <w:r w:rsidRPr="007818BD">
        <w:t>Il n</w:t>
      </w:r>
      <w:r w:rsidR="00E8465A">
        <w:t>’</w:t>
      </w:r>
      <w:r w:rsidRPr="007818BD">
        <w:t>était pas de ces pères tendres et caressants qui aiment à avoir sans cesse leurs enfants jouant autour de leurs genoux</w:t>
      </w:r>
      <w:r w:rsidR="00E8465A">
        <w:t xml:space="preserve"> : </w:t>
      </w:r>
      <w:r w:rsidRPr="007818BD">
        <w:t>son esprit et son âme étaient si complètement absorbés dans son art</w:t>
      </w:r>
      <w:r w:rsidR="00E8465A">
        <w:t xml:space="preserve">, </w:t>
      </w:r>
      <w:r w:rsidRPr="007818BD">
        <w:t>que la vie domestique coulait auprès de lui comme si elle eût été un r</w:t>
      </w:r>
      <w:r w:rsidRPr="007818BD">
        <w:t>ê</w:t>
      </w:r>
      <w:r w:rsidRPr="007818BD">
        <w:t>ve</w:t>
      </w:r>
      <w:r w:rsidR="00E8465A">
        <w:t xml:space="preserve">, </w:t>
      </w:r>
      <w:r w:rsidRPr="007818BD">
        <w:t>et comme si le cœur seul eût été la forme substantielle et la réalité matérielle de l</w:t>
      </w:r>
      <w:r w:rsidR="00E8465A">
        <w:t>’</w:t>
      </w:r>
      <w:r w:rsidRPr="007818BD">
        <w:t>existence</w:t>
      </w:r>
      <w:r w:rsidR="00E8465A">
        <w:t xml:space="preserve">. </w:t>
      </w:r>
      <w:r w:rsidRPr="007818BD">
        <w:t>Il en est souvent ainsi chez les personnes qui poursuivent quelque étude abstraite</w:t>
      </w:r>
      <w:r w:rsidR="00E8465A">
        <w:t xml:space="preserve">. </w:t>
      </w:r>
      <w:r w:rsidRPr="007818BD">
        <w:t>Cette disp</w:t>
      </w:r>
      <w:r w:rsidRPr="007818BD">
        <w:t>o</w:t>
      </w:r>
      <w:r w:rsidRPr="007818BD">
        <w:t>sition est proverbiale chez les mathématiciens</w:t>
      </w:r>
      <w:r w:rsidR="00E8465A">
        <w:t>.</w:t>
      </w:r>
    </w:p>
    <w:p w14:paraId="69C580EB" w14:textId="77777777" w:rsidR="00E8465A" w:rsidRDefault="00E8465A" w:rsidP="00E0544E">
      <w:r>
        <w:lastRenderedPageBreak/>
        <w:t>« </w:t>
      </w:r>
      <w:r w:rsidR="00E0544E" w:rsidRPr="007818BD">
        <w:t>Monsieur</w:t>
      </w:r>
      <w:r>
        <w:t xml:space="preserve"> ! </w:t>
      </w:r>
      <w:r w:rsidR="00E0544E" w:rsidRPr="007818BD">
        <w:t>la maison brûle</w:t>
      </w:r>
      <w:r>
        <w:t xml:space="preserve"> ! </w:t>
      </w:r>
      <w:r w:rsidR="00E0544E" w:rsidRPr="007818BD">
        <w:t>s</w:t>
      </w:r>
      <w:r>
        <w:t>’</w:t>
      </w:r>
      <w:r w:rsidR="00E0544E" w:rsidRPr="007818BD">
        <w:t>écria tout effarée la serva</w:t>
      </w:r>
      <w:r w:rsidR="00E0544E" w:rsidRPr="007818BD">
        <w:t>n</w:t>
      </w:r>
      <w:r w:rsidR="00E0544E" w:rsidRPr="007818BD">
        <w:t>te au savant français</w:t>
      </w:r>
      <w:r>
        <w:t>.</w:t>
      </w:r>
    </w:p>
    <w:p w14:paraId="3C5B0761" w14:textId="660F087D" w:rsidR="00E0544E" w:rsidRPr="007818BD" w:rsidRDefault="00E8465A" w:rsidP="00E0544E">
      <w:r>
        <w:t>— </w:t>
      </w:r>
      <w:r w:rsidR="00E0544E" w:rsidRPr="007818BD">
        <w:t>Allez le dire à ma femme</w:t>
      </w:r>
      <w:r>
        <w:t xml:space="preserve">, </w:t>
      </w:r>
      <w:r w:rsidR="00E0544E" w:rsidRPr="007818BD">
        <w:t>sotte que vous êtes</w:t>
      </w:r>
      <w:r>
        <w:t xml:space="preserve"> ; </w:t>
      </w:r>
      <w:r w:rsidR="00E0544E" w:rsidRPr="007818BD">
        <w:t>est-ce que je me mêle jamais du ménage</w:t>
      </w:r>
      <w:r>
        <w:t> ? »</w:t>
      </w:r>
    </w:p>
    <w:p w14:paraId="7D9668C3" w14:textId="77777777" w:rsidR="00E8465A" w:rsidRDefault="00E0544E" w:rsidP="00E0544E">
      <w:r w:rsidRPr="007818BD">
        <w:t>Et il continua son problème</w:t>
      </w:r>
      <w:r w:rsidR="00E8465A">
        <w:t>.</w:t>
      </w:r>
    </w:p>
    <w:p w14:paraId="7CBD891A" w14:textId="77777777" w:rsidR="00E8465A" w:rsidRDefault="00E0544E" w:rsidP="00E0544E">
      <w:r w:rsidRPr="007818BD">
        <w:t>Mais qu</w:t>
      </w:r>
      <w:r w:rsidR="00E8465A">
        <w:t>’</w:t>
      </w:r>
      <w:r w:rsidRPr="007818BD">
        <w:t>est-ce qu</w:t>
      </w:r>
      <w:r w:rsidR="00E8465A">
        <w:t>’</w:t>
      </w:r>
      <w:r w:rsidRPr="007818BD">
        <w:t>un problème</w:t>
      </w:r>
      <w:r w:rsidR="00E8465A">
        <w:t xml:space="preserve"> ? </w:t>
      </w:r>
      <w:r w:rsidRPr="007818BD">
        <w:t>que sont les mathémat</w:t>
      </w:r>
      <w:r w:rsidRPr="007818BD">
        <w:t>i</w:t>
      </w:r>
      <w:r w:rsidRPr="007818BD">
        <w:t>ques auprès de la mus</w:t>
      </w:r>
      <w:r w:rsidRPr="007818BD">
        <w:t>i</w:t>
      </w:r>
      <w:r w:rsidRPr="007818BD">
        <w:t>que</w:t>
      </w:r>
      <w:r w:rsidR="00E8465A">
        <w:t xml:space="preserve"> ? </w:t>
      </w:r>
      <w:r w:rsidRPr="007818BD">
        <w:t>de la musique qui compose des opéras</w:t>
      </w:r>
      <w:r w:rsidR="00E8465A">
        <w:t xml:space="preserve">, </w:t>
      </w:r>
      <w:r w:rsidRPr="007818BD">
        <w:t>et de plus joue du barbiton</w:t>
      </w:r>
      <w:r w:rsidR="00E8465A">
        <w:t xml:space="preserve"> ? </w:t>
      </w:r>
      <w:r w:rsidRPr="007818BD">
        <w:t>Savez-vous ce que répondit l</w:t>
      </w:r>
      <w:r w:rsidR="00E8465A">
        <w:t>’</w:t>
      </w:r>
      <w:r w:rsidRPr="007818BD">
        <w:t xml:space="preserve">illustre </w:t>
      </w:r>
      <w:proofErr w:type="spellStart"/>
      <w:r w:rsidRPr="007818BD">
        <w:t>Giardini</w:t>
      </w:r>
      <w:proofErr w:type="spellEnd"/>
      <w:r w:rsidRPr="007818BD">
        <w:t xml:space="preserve"> au novice qui lui demandait combien il lui faudrait de temps pour apprendre à jouer du violon</w:t>
      </w:r>
      <w:r w:rsidR="00E8465A">
        <w:t xml:space="preserve"> ? </w:t>
      </w:r>
      <w:r w:rsidRPr="007818BD">
        <w:t>Écoutez et désespérez</w:t>
      </w:r>
      <w:r w:rsidR="00E8465A">
        <w:t xml:space="preserve">, </w:t>
      </w:r>
      <w:r w:rsidRPr="007818BD">
        <w:t>vous tous qui voudriez tendre cet arc auprès duquel celui d</w:t>
      </w:r>
      <w:r w:rsidR="00E8465A">
        <w:t>’</w:t>
      </w:r>
      <w:r w:rsidRPr="007818BD">
        <w:t>Ulysse n</w:t>
      </w:r>
      <w:r w:rsidR="00E8465A">
        <w:t>’</w:t>
      </w:r>
      <w:r w:rsidRPr="007818BD">
        <w:t>est qu</w:t>
      </w:r>
      <w:r w:rsidR="00E8465A">
        <w:t>’</w:t>
      </w:r>
      <w:r w:rsidRPr="007818BD">
        <w:t>un jouet d</w:t>
      </w:r>
      <w:r w:rsidR="00E8465A">
        <w:t>’</w:t>
      </w:r>
      <w:r w:rsidRPr="007818BD">
        <w:t>enfant</w:t>
      </w:r>
      <w:r w:rsidR="00E8465A">
        <w:t>. « </w:t>
      </w:r>
      <w:r w:rsidRPr="007818BD">
        <w:t>Douze heures par jour pendant vingt années consécutives</w:t>
      </w:r>
      <w:r w:rsidR="00E8465A">
        <w:t>. »</w:t>
      </w:r>
      <w:r w:rsidRPr="007818BD">
        <w:t xml:space="preserve"> Comment voulez-vous qu</w:t>
      </w:r>
      <w:r w:rsidR="00E8465A">
        <w:t>’</w:t>
      </w:r>
      <w:r w:rsidRPr="007818BD">
        <w:t>un homme qui joue du barbiton soit toujours à batifoler avec ses enfants</w:t>
      </w:r>
      <w:r w:rsidR="00E8465A">
        <w:t xml:space="preserve"> ? </w:t>
      </w:r>
      <w:r w:rsidRPr="007818BD">
        <w:t>Non</w:t>
      </w:r>
      <w:r w:rsidR="00E8465A">
        <w:t xml:space="preserve">, </w:t>
      </w:r>
      <w:r w:rsidRPr="007818BD">
        <w:t>Pisani</w:t>
      </w:r>
      <w:r w:rsidR="00E8465A">
        <w:t xml:space="preserve"> ! </w:t>
      </w:r>
      <w:r w:rsidRPr="007818BD">
        <w:t>plus d</w:t>
      </w:r>
      <w:r w:rsidR="00E8465A">
        <w:t>’</w:t>
      </w:r>
      <w:r w:rsidRPr="007818BD">
        <w:t>une fois</w:t>
      </w:r>
      <w:r w:rsidR="00E8465A">
        <w:t xml:space="preserve">, </w:t>
      </w:r>
      <w:r w:rsidRPr="007818BD">
        <w:t>avec toute la v</w:t>
      </w:r>
      <w:r w:rsidRPr="007818BD">
        <w:t>i</w:t>
      </w:r>
      <w:r w:rsidRPr="007818BD">
        <w:t>ve susceptibilité de l</w:t>
      </w:r>
      <w:r w:rsidR="00E8465A">
        <w:t>’</w:t>
      </w:r>
      <w:r w:rsidRPr="007818BD">
        <w:t>enfance</w:t>
      </w:r>
      <w:r w:rsidR="00E8465A">
        <w:t xml:space="preserve">, </w:t>
      </w:r>
      <w:r w:rsidRPr="007818BD">
        <w:t>la pauvre Viola s</w:t>
      </w:r>
      <w:r w:rsidR="00E8465A">
        <w:t>’</w:t>
      </w:r>
      <w:r w:rsidRPr="007818BD">
        <w:t>est échappée de la chambre pour pleurer en pensant que tu ne l</w:t>
      </w:r>
      <w:r w:rsidR="00E8465A">
        <w:t>’</w:t>
      </w:r>
      <w:r w:rsidRPr="007818BD">
        <w:t>aimais pas</w:t>
      </w:r>
      <w:r w:rsidR="00E8465A">
        <w:t xml:space="preserve">. </w:t>
      </w:r>
      <w:r w:rsidRPr="007818BD">
        <w:t>Et pourtant</w:t>
      </w:r>
      <w:r w:rsidR="00E8465A">
        <w:t xml:space="preserve">, </w:t>
      </w:r>
      <w:r w:rsidRPr="007818BD">
        <w:t>sous cette abstraction extérieure de l</w:t>
      </w:r>
      <w:r w:rsidR="00E8465A">
        <w:t>’</w:t>
      </w:r>
      <w:r w:rsidRPr="007818BD">
        <w:t>artiste n</w:t>
      </w:r>
      <w:r w:rsidR="00E8465A">
        <w:t>’</w:t>
      </w:r>
      <w:r w:rsidRPr="007818BD">
        <w:t>en co</w:t>
      </w:r>
      <w:r w:rsidRPr="007818BD">
        <w:t>u</w:t>
      </w:r>
      <w:r w:rsidRPr="007818BD">
        <w:t>lait pas moins la tendresse naturelle du père</w:t>
      </w:r>
      <w:r w:rsidR="00E8465A">
        <w:t xml:space="preserve"> ; </w:t>
      </w:r>
      <w:r w:rsidRPr="007818BD">
        <w:t>et</w:t>
      </w:r>
      <w:r w:rsidR="00E8465A">
        <w:t xml:space="preserve">, </w:t>
      </w:r>
      <w:r w:rsidRPr="007818BD">
        <w:t>en grandi</w:t>
      </w:r>
      <w:r w:rsidRPr="007818BD">
        <w:t>s</w:t>
      </w:r>
      <w:r w:rsidRPr="007818BD">
        <w:t>sant</w:t>
      </w:r>
      <w:r w:rsidR="00E8465A">
        <w:t xml:space="preserve">, </w:t>
      </w:r>
      <w:r w:rsidRPr="007818BD">
        <w:t>la rêveuse avait compris le rêveur</w:t>
      </w:r>
      <w:r w:rsidR="00E8465A">
        <w:t xml:space="preserve">. </w:t>
      </w:r>
      <w:r w:rsidRPr="007818BD">
        <w:t>Et maintenant</w:t>
      </w:r>
      <w:r w:rsidR="00E8465A">
        <w:t xml:space="preserve">, </w:t>
      </w:r>
      <w:r w:rsidRPr="007818BD">
        <w:t>exclu lui-même de toute renommée</w:t>
      </w:r>
      <w:r w:rsidR="00E8465A">
        <w:t xml:space="preserve">, </w:t>
      </w:r>
      <w:r w:rsidRPr="007818BD">
        <w:t>se voir privé de saluer la reno</w:t>
      </w:r>
      <w:r w:rsidRPr="007818BD">
        <w:t>m</w:t>
      </w:r>
      <w:r w:rsidRPr="007818BD">
        <w:t>mée de sa fille</w:t>
      </w:r>
      <w:r w:rsidR="00E8465A">
        <w:t xml:space="preserve"> ! </w:t>
      </w:r>
      <w:r w:rsidRPr="007818BD">
        <w:t>voir cette fille elle-même conjurée contre lui</w:t>
      </w:r>
      <w:r w:rsidR="00E8465A">
        <w:t xml:space="preserve"> ! </w:t>
      </w:r>
      <w:r w:rsidRPr="007818BD">
        <w:t>Une telle ingratitude était plus aiguë que la dent du serpent</w:t>
      </w:r>
      <w:r w:rsidR="00E8465A">
        <w:t xml:space="preserve">, </w:t>
      </w:r>
      <w:r w:rsidRPr="007818BD">
        <w:t>et plus aiguë que la dent du serpent fut la plainte déchirante du sympathique barbiton</w:t>
      </w:r>
      <w:r w:rsidR="00E8465A">
        <w:t>.</w:t>
      </w:r>
    </w:p>
    <w:p w14:paraId="055F74F5" w14:textId="77777777" w:rsidR="00E8465A" w:rsidRDefault="00E0544E" w:rsidP="00E0544E">
      <w:r w:rsidRPr="007818BD">
        <w:t>L</w:t>
      </w:r>
      <w:r w:rsidR="00E8465A">
        <w:t>’</w:t>
      </w:r>
      <w:r w:rsidRPr="007818BD">
        <w:t>heure solennelle est venue</w:t>
      </w:r>
      <w:r w:rsidR="00E8465A">
        <w:t xml:space="preserve">. </w:t>
      </w:r>
      <w:r w:rsidRPr="007818BD">
        <w:t>Viola est partie pour le thé</w:t>
      </w:r>
      <w:r w:rsidRPr="007818BD">
        <w:t>â</w:t>
      </w:r>
      <w:r w:rsidRPr="007818BD">
        <w:t>tre</w:t>
      </w:r>
      <w:r w:rsidR="00E8465A">
        <w:t xml:space="preserve">, </w:t>
      </w:r>
      <w:r w:rsidRPr="007818BD">
        <w:t>sa mère avec elle</w:t>
      </w:r>
      <w:r w:rsidR="00E8465A">
        <w:t xml:space="preserve">. </w:t>
      </w:r>
      <w:r w:rsidRPr="007818BD">
        <w:t>Le musicien</w:t>
      </w:r>
      <w:r w:rsidR="00E8465A">
        <w:t xml:space="preserve">, </w:t>
      </w:r>
      <w:r w:rsidRPr="007818BD">
        <w:t>indigné</w:t>
      </w:r>
      <w:r w:rsidR="00E8465A">
        <w:t xml:space="preserve">, </w:t>
      </w:r>
      <w:r w:rsidRPr="007818BD">
        <w:t>s</w:t>
      </w:r>
      <w:r w:rsidR="00E8465A">
        <w:t>’</w:t>
      </w:r>
      <w:r w:rsidRPr="007818BD">
        <w:t>est enfermé chez lui</w:t>
      </w:r>
      <w:r w:rsidR="00E8465A">
        <w:t xml:space="preserve">. </w:t>
      </w:r>
      <w:proofErr w:type="spellStart"/>
      <w:r w:rsidRPr="007818BD">
        <w:t>Gionetta</w:t>
      </w:r>
      <w:proofErr w:type="spellEnd"/>
      <w:r w:rsidRPr="007818BD">
        <w:t xml:space="preserve"> se précipite d</w:t>
      </w:r>
      <w:r w:rsidR="00E8465A">
        <w:t>’</w:t>
      </w:r>
      <w:r w:rsidRPr="007818BD">
        <w:t>un bond dans la chambre</w:t>
      </w:r>
      <w:r w:rsidR="00E8465A">
        <w:t xml:space="preserve">. </w:t>
      </w:r>
      <w:r w:rsidRPr="007818BD">
        <w:t>Le carro</w:t>
      </w:r>
      <w:r w:rsidRPr="007818BD">
        <w:t>s</w:t>
      </w:r>
      <w:r w:rsidRPr="007818BD">
        <w:t>se de Son Éminence est à la porte</w:t>
      </w:r>
      <w:r w:rsidR="00E8465A">
        <w:t xml:space="preserve"> ; </w:t>
      </w:r>
      <w:r w:rsidRPr="007818BD">
        <w:t xml:space="preserve">il fait demander le </w:t>
      </w:r>
      <w:proofErr w:type="spellStart"/>
      <w:r w:rsidRPr="007F3440">
        <w:rPr>
          <w:i/>
        </w:rPr>
        <w:t>padrone</w:t>
      </w:r>
      <w:proofErr w:type="spellEnd"/>
      <w:r w:rsidR="00E8465A">
        <w:t xml:space="preserve">. </w:t>
      </w:r>
      <w:r w:rsidRPr="007818BD">
        <w:t>Il faut qu</w:t>
      </w:r>
      <w:r w:rsidR="00E8465A">
        <w:t>’</w:t>
      </w:r>
      <w:r w:rsidRPr="007818BD">
        <w:t>il quitte son violon</w:t>
      </w:r>
      <w:r w:rsidR="00E8465A">
        <w:t xml:space="preserve">, </w:t>
      </w:r>
      <w:r w:rsidRPr="007818BD">
        <w:t>qu</w:t>
      </w:r>
      <w:r w:rsidR="00E8465A">
        <w:t>’</w:t>
      </w:r>
      <w:r w:rsidRPr="007818BD">
        <w:t>il mette son habit de brocart et ses manchettes de de</w:t>
      </w:r>
      <w:r>
        <w:t>n</w:t>
      </w:r>
      <w:r w:rsidRPr="007818BD">
        <w:t>telle</w:t>
      </w:r>
      <w:r w:rsidR="00E8465A">
        <w:t xml:space="preserve">. </w:t>
      </w:r>
      <w:r w:rsidRPr="007818BD">
        <w:t>Les voici</w:t>
      </w:r>
      <w:r w:rsidR="00E8465A">
        <w:t xml:space="preserve"> ! </w:t>
      </w:r>
      <w:r w:rsidRPr="007818BD">
        <w:t>vite</w:t>
      </w:r>
      <w:r w:rsidR="00E8465A">
        <w:t xml:space="preserve">, </w:t>
      </w:r>
      <w:r w:rsidRPr="007818BD">
        <w:t>vite</w:t>
      </w:r>
      <w:r w:rsidR="00E8465A">
        <w:t xml:space="preserve"> ! </w:t>
      </w:r>
      <w:r w:rsidRPr="007818BD">
        <w:lastRenderedPageBreak/>
        <w:t>Et rapidement roule le carrosse doré</w:t>
      </w:r>
      <w:r w:rsidR="00E8465A">
        <w:t xml:space="preserve">, </w:t>
      </w:r>
      <w:r w:rsidRPr="007818BD">
        <w:t>et majestueusement trône le cocher</w:t>
      </w:r>
      <w:r w:rsidR="00E8465A">
        <w:t xml:space="preserve">, </w:t>
      </w:r>
      <w:r w:rsidRPr="007818BD">
        <w:t>et pompeusement caracole le noble attelage</w:t>
      </w:r>
      <w:r w:rsidR="00E8465A">
        <w:t xml:space="preserve">. </w:t>
      </w:r>
      <w:r w:rsidRPr="007818BD">
        <w:t>Le pauvre Pisani</w:t>
      </w:r>
      <w:r w:rsidR="00E8465A">
        <w:t xml:space="preserve">, </w:t>
      </w:r>
      <w:r w:rsidRPr="007818BD">
        <w:t>mal à l</w:t>
      </w:r>
      <w:r w:rsidR="00E8465A">
        <w:t>’</w:t>
      </w:r>
      <w:r w:rsidRPr="007818BD">
        <w:t>aise</w:t>
      </w:r>
      <w:r w:rsidR="00E8465A">
        <w:t xml:space="preserve">, </w:t>
      </w:r>
      <w:r w:rsidRPr="007818BD">
        <w:t>se perd dans un tourbillon d</w:t>
      </w:r>
      <w:r w:rsidR="00E8465A">
        <w:t>’</w:t>
      </w:r>
      <w:r w:rsidRPr="007818BD">
        <w:t>étonnement</w:t>
      </w:r>
      <w:r w:rsidR="00E8465A">
        <w:t xml:space="preserve">. </w:t>
      </w:r>
      <w:r w:rsidRPr="007818BD">
        <w:t>Il arrive au théâtre</w:t>
      </w:r>
      <w:r w:rsidR="00E8465A">
        <w:t xml:space="preserve"> ; </w:t>
      </w:r>
      <w:r w:rsidRPr="007818BD">
        <w:t>il descend à la grande entrée</w:t>
      </w:r>
      <w:r w:rsidR="00E8465A">
        <w:t xml:space="preserve"> ; </w:t>
      </w:r>
      <w:r w:rsidRPr="007818BD">
        <w:t>il tourne sur lui-même</w:t>
      </w:r>
      <w:r w:rsidR="00E8465A">
        <w:t xml:space="preserve">, </w:t>
      </w:r>
      <w:r w:rsidRPr="007818BD">
        <w:t>il regarde derrière lui</w:t>
      </w:r>
      <w:r w:rsidR="00E8465A">
        <w:t xml:space="preserve">, </w:t>
      </w:r>
      <w:r w:rsidRPr="007818BD">
        <w:t>autour de lui</w:t>
      </w:r>
      <w:r w:rsidR="00E8465A">
        <w:t xml:space="preserve"> : </w:t>
      </w:r>
      <w:r w:rsidRPr="007818BD">
        <w:t>partout quelque chose lui manque</w:t>
      </w:r>
      <w:r w:rsidR="00E8465A">
        <w:t xml:space="preserve">. </w:t>
      </w:r>
      <w:r w:rsidRPr="007818BD">
        <w:t>Le violon</w:t>
      </w:r>
      <w:r w:rsidR="00E8465A">
        <w:t xml:space="preserve"> ! </w:t>
      </w:r>
      <w:r w:rsidRPr="007818BD">
        <w:t>où est-il</w:t>
      </w:r>
      <w:r w:rsidR="00E8465A">
        <w:t xml:space="preserve"> ? </w:t>
      </w:r>
      <w:r w:rsidRPr="007818BD">
        <w:t>Hélas</w:t>
      </w:r>
      <w:r w:rsidR="00E8465A">
        <w:t xml:space="preserve"> ! </w:t>
      </w:r>
      <w:r w:rsidRPr="007818BD">
        <w:t>son âme</w:t>
      </w:r>
      <w:r w:rsidR="00E8465A">
        <w:t xml:space="preserve">, </w:t>
      </w:r>
      <w:r w:rsidRPr="007818BD">
        <w:t>sa voix</w:t>
      </w:r>
      <w:r w:rsidR="00E8465A">
        <w:t xml:space="preserve">, </w:t>
      </w:r>
      <w:r w:rsidRPr="007818BD">
        <w:t xml:space="preserve">son </w:t>
      </w:r>
      <w:r w:rsidRPr="007818BD">
        <w:rPr>
          <w:i/>
          <w:iCs/>
        </w:rPr>
        <w:t>moi</w:t>
      </w:r>
      <w:r w:rsidR="00E8465A">
        <w:t xml:space="preserve">, </w:t>
      </w:r>
      <w:r w:rsidRPr="007818BD">
        <w:t>le Pisani de Pisani est resté à la maison</w:t>
      </w:r>
      <w:r w:rsidR="00E8465A">
        <w:t xml:space="preserve">. </w:t>
      </w:r>
      <w:r w:rsidRPr="007818BD">
        <w:t>Ce n</w:t>
      </w:r>
      <w:r w:rsidR="00E8465A">
        <w:t>’</w:t>
      </w:r>
      <w:r w:rsidRPr="007818BD">
        <w:t>est qu</w:t>
      </w:r>
      <w:r w:rsidR="00E8465A">
        <w:t>’</w:t>
      </w:r>
      <w:r w:rsidRPr="007818BD">
        <w:t>un a</w:t>
      </w:r>
      <w:r w:rsidRPr="007818BD">
        <w:t>u</w:t>
      </w:r>
      <w:r w:rsidRPr="007818BD">
        <w:t>tomate que les laquais entraînent par les escaliers</w:t>
      </w:r>
      <w:r w:rsidR="00E8465A">
        <w:t xml:space="preserve">, </w:t>
      </w:r>
      <w:r w:rsidRPr="007818BD">
        <w:t>par les co</w:t>
      </w:r>
      <w:r w:rsidRPr="007818BD">
        <w:t>u</w:t>
      </w:r>
      <w:r w:rsidRPr="007818BD">
        <w:t>loirs</w:t>
      </w:r>
      <w:r w:rsidR="00E8465A">
        <w:t xml:space="preserve">, </w:t>
      </w:r>
      <w:r w:rsidRPr="007818BD">
        <w:t>dans la loge du cardinal</w:t>
      </w:r>
      <w:r w:rsidR="00E8465A">
        <w:t xml:space="preserve">. </w:t>
      </w:r>
      <w:r w:rsidRPr="007818BD">
        <w:t>Mais alors</w:t>
      </w:r>
      <w:r w:rsidR="00E8465A">
        <w:t xml:space="preserve">, </w:t>
      </w:r>
      <w:r w:rsidRPr="007818BD">
        <w:t>quels sons le viennent frapper</w:t>
      </w:r>
      <w:r w:rsidR="00E8465A">
        <w:t xml:space="preserve"> ? </w:t>
      </w:r>
      <w:r w:rsidRPr="007818BD">
        <w:t>Est-ce un rêve</w:t>
      </w:r>
      <w:r w:rsidR="00E8465A">
        <w:t xml:space="preserve">. </w:t>
      </w:r>
      <w:r w:rsidRPr="007818BD">
        <w:t>Le premier acte est terminé</w:t>
      </w:r>
      <w:r w:rsidR="00E8465A">
        <w:t xml:space="preserve"> (</w:t>
      </w:r>
      <w:r w:rsidRPr="007818BD">
        <w:t>on ne l</w:t>
      </w:r>
      <w:r w:rsidR="00E8465A">
        <w:t>’</w:t>
      </w:r>
      <w:r w:rsidRPr="007818BD">
        <w:t>a envoyé chercher que lorsque le succès ne paraissait plus do</w:t>
      </w:r>
      <w:r w:rsidRPr="007818BD">
        <w:t>u</w:t>
      </w:r>
      <w:r w:rsidRPr="007818BD">
        <w:t>teux</w:t>
      </w:r>
      <w:r w:rsidR="00E8465A">
        <w:t xml:space="preserve">) ; </w:t>
      </w:r>
      <w:r w:rsidRPr="007818BD">
        <w:t>le premier acte a tout d</w:t>
      </w:r>
      <w:r w:rsidRPr="007818BD">
        <w:t>é</w:t>
      </w:r>
      <w:r w:rsidRPr="007818BD">
        <w:t>cidé</w:t>
      </w:r>
      <w:r w:rsidR="00E8465A">
        <w:t xml:space="preserve">. </w:t>
      </w:r>
      <w:r w:rsidRPr="007818BD">
        <w:t>Il le sent bien</w:t>
      </w:r>
      <w:r w:rsidR="00E8465A">
        <w:t xml:space="preserve">, </w:t>
      </w:r>
      <w:r w:rsidRPr="007818BD">
        <w:t>en vertu de cette sympathie électrique qui s</w:t>
      </w:r>
      <w:r w:rsidR="00E8465A">
        <w:t>’</w:t>
      </w:r>
      <w:r w:rsidRPr="007818BD">
        <w:t>établit tout d</w:t>
      </w:r>
      <w:r w:rsidR="00E8465A">
        <w:t>’</w:t>
      </w:r>
      <w:r w:rsidRPr="007818BD">
        <w:t>abord entre ch</w:t>
      </w:r>
      <w:r w:rsidRPr="007818BD">
        <w:t>a</w:t>
      </w:r>
      <w:r w:rsidRPr="007818BD">
        <w:t>que âme individuelle et tout un vaste auditoire</w:t>
      </w:r>
      <w:r w:rsidR="00E8465A">
        <w:t xml:space="preserve">. </w:t>
      </w:r>
      <w:r w:rsidRPr="007818BD">
        <w:t>Il le sent à l</w:t>
      </w:r>
      <w:r w:rsidR="00E8465A">
        <w:t>’</w:t>
      </w:r>
      <w:r w:rsidRPr="007818BD">
        <w:t>immobilité de la foule en suspens</w:t>
      </w:r>
      <w:r w:rsidR="00E8465A">
        <w:t xml:space="preserve"> ; </w:t>
      </w:r>
      <w:r w:rsidRPr="007818BD">
        <w:t>il le sent même au doigt l</w:t>
      </w:r>
      <w:r w:rsidRPr="007818BD">
        <w:t>e</w:t>
      </w:r>
      <w:r w:rsidRPr="007818BD">
        <w:t>vé du cardinal</w:t>
      </w:r>
      <w:r w:rsidR="00E8465A">
        <w:t xml:space="preserve">. </w:t>
      </w:r>
      <w:r w:rsidRPr="007818BD">
        <w:t>Il voit sa Viola sur la scène</w:t>
      </w:r>
      <w:r w:rsidR="00E8465A">
        <w:t xml:space="preserve">, </w:t>
      </w:r>
      <w:r w:rsidRPr="007818BD">
        <w:t>rayonnante de pie</w:t>
      </w:r>
      <w:r w:rsidRPr="007818BD">
        <w:t>r</w:t>
      </w:r>
      <w:r w:rsidRPr="007818BD">
        <w:t>reries et d</w:t>
      </w:r>
      <w:r w:rsidR="00E8465A">
        <w:t>’</w:t>
      </w:r>
      <w:r w:rsidRPr="007818BD">
        <w:t>étoffes brillantes</w:t>
      </w:r>
      <w:r w:rsidR="00E8465A">
        <w:t xml:space="preserve"> ; </w:t>
      </w:r>
      <w:r w:rsidRPr="007818BD">
        <w:t>il entend sa voix vibrant à travers mille cœurs émus qui ne font qu</w:t>
      </w:r>
      <w:r w:rsidR="00E8465A">
        <w:t>’</w:t>
      </w:r>
      <w:r w:rsidRPr="007818BD">
        <w:t>un cœur</w:t>
      </w:r>
      <w:r w:rsidR="00E8465A">
        <w:t xml:space="preserve">. </w:t>
      </w:r>
      <w:r w:rsidRPr="007818BD">
        <w:t>Mais la scène</w:t>
      </w:r>
      <w:r w:rsidR="00E8465A">
        <w:t xml:space="preserve">, </w:t>
      </w:r>
      <w:r w:rsidRPr="007818BD">
        <w:t>le rôle</w:t>
      </w:r>
      <w:r w:rsidR="00E8465A">
        <w:t xml:space="preserve">, </w:t>
      </w:r>
      <w:r w:rsidRPr="007818BD">
        <w:t>la musique</w:t>
      </w:r>
      <w:r w:rsidR="00E8465A">
        <w:t xml:space="preserve">, </w:t>
      </w:r>
      <w:r w:rsidRPr="007818BD">
        <w:t>c</w:t>
      </w:r>
      <w:r w:rsidR="00E8465A">
        <w:t>’</w:t>
      </w:r>
      <w:r w:rsidRPr="007818BD">
        <w:t>est son autre enfant</w:t>
      </w:r>
      <w:r w:rsidR="00E8465A">
        <w:t xml:space="preserve">, </w:t>
      </w:r>
      <w:r w:rsidRPr="007818BD">
        <w:t>son enfant immortelle</w:t>
      </w:r>
      <w:r w:rsidR="00E8465A">
        <w:t xml:space="preserve">, </w:t>
      </w:r>
      <w:r w:rsidRPr="007818BD">
        <w:t>la fille incorporelle de son âme</w:t>
      </w:r>
      <w:r w:rsidR="00E8465A">
        <w:t xml:space="preserve">, </w:t>
      </w:r>
      <w:r w:rsidRPr="007818BD">
        <w:t>celle qu</w:t>
      </w:r>
      <w:r w:rsidR="00E8465A">
        <w:t>’</w:t>
      </w:r>
      <w:r w:rsidRPr="007818BD">
        <w:t>il a créée</w:t>
      </w:r>
      <w:r w:rsidR="00E8465A">
        <w:t xml:space="preserve">, </w:t>
      </w:r>
      <w:r w:rsidRPr="007818BD">
        <w:t>élevée</w:t>
      </w:r>
      <w:r w:rsidR="00E8465A">
        <w:t xml:space="preserve">, </w:t>
      </w:r>
      <w:r w:rsidRPr="007818BD">
        <w:t>chérie pe</w:t>
      </w:r>
      <w:r w:rsidRPr="007818BD">
        <w:t>n</w:t>
      </w:r>
      <w:r w:rsidRPr="007818BD">
        <w:t>dant tant d</w:t>
      </w:r>
      <w:r w:rsidR="00E8465A">
        <w:t>’</w:t>
      </w:r>
      <w:r w:rsidRPr="007818BD">
        <w:t>années d</w:t>
      </w:r>
      <w:r w:rsidR="00E8465A">
        <w:t>’</w:t>
      </w:r>
      <w:r w:rsidRPr="007818BD">
        <w:t>obscurité patiente et de génie douloure</w:t>
      </w:r>
      <w:r w:rsidRPr="007818BD">
        <w:t>u</w:t>
      </w:r>
      <w:r w:rsidRPr="007818BD">
        <w:t>sement méconnu</w:t>
      </w:r>
      <w:r w:rsidR="00E8465A">
        <w:t xml:space="preserve">, </w:t>
      </w:r>
      <w:r w:rsidRPr="007818BD">
        <w:t>son chef-d</w:t>
      </w:r>
      <w:r w:rsidR="00E8465A">
        <w:t>’</w:t>
      </w:r>
      <w:r w:rsidRPr="007818BD">
        <w:t>œuvre</w:t>
      </w:r>
      <w:r w:rsidR="00E8465A">
        <w:t xml:space="preserve">, </w:t>
      </w:r>
      <w:r w:rsidRPr="007818BD">
        <w:t xml:space="preserve">sa </w:t>
      </w:r>
      <w:r w:rsidRPr="00EE3339">
        <w:rPr>
          <w:i/>
        </w:rPr>
        <w:t>Sirène</w:t>
      </w:r>
      <w:r w:rsidR="00E8465A">
        <w:t xml:space="preserve">. </w:t>
      </w:r>
      <w:r w:rsidRPr="007818BD">
        <w:t>C</w:t>
      </w:r>
      <w:r w:rsidR="00E8465A">
        <w:t>’</w:t>
      </w:r>
      <w:r w:rsidRPr="007818BD">
        <w:t>était donc là ce mystère qui l</w:t>
      </w:r>
      <w:r w:rsidR="00E8465A">
        <w:t>’</w:t>
      </w:r>
      <w:r w:rsidRPr="007818BD">
        <w:t>avait tant irrité</w:t>
      </w:r>
      <w:r w:rsidR="00E8465A">
        <w:t xml:space="preserve"> ; </w:t>
      </w:r>
      <w:r w:rsidRPr="007818BD">
        <w:t>c</w:t>
      </w:r>
      <w:r w:rsidR="00E8465A">
        <w:t>’</w:t>
      </w:r>
      <w:r w:rsidRPr="007818BD">
        <w:t>était là la cause de la querelle avec le cardinal</w:t>
      </w:r>
      <w:r w:rsidR="00E8465A">
        <w:t xml:space="preserve">, </w:t>
      </w:r>
      <w:r w:rsidRPr="007818BD">
        <w:t>le secret à révéler seulement quand le succès serait assuré</w:t>
      </w:r>
      <w:r w:rsidR="00E8465A">
        <w:t xml:space="preserve"> : </w:t>
      </w:r>
      <w:r w:rsidRPr="007818BD">
        <w:t>et la fille avait uni à son triomphe le trio</w:t>
      </w:r>
      <w:r w:rsidRPr="007818BD">
        <w:t>m</w:t>
      </w:r>
      <w:r w:rsidRPr="007818BD">
        <w:t>phe de son père</w:t>
      </w:r>
      <w:r w:rsidR="00E8465A">
        <w:t>.</w:t>
      </w:r>
    </w:p>
    <w:p w14:paraId="10955D24" w14:textId="77777777" w:rsidR="00E8465A" w:rsidRDefault="00E0544E" w:rsidP="00E0544E">
      <w:r w:rsidRPr="007818BD">
        <w:t>Et la voilà debout</w:t>
      </w:r>
      <w:r w:rsidR="00E8465A">
        <w:t xml:space="preserve">, </w:t>
      </w:r>
      <w:r w:rsidRPr="007818BD">
        <w:t>devant toutes ces âmes inclinées qu</w:t>
      </w:r>
      <w:r w:rsidR="00E8465A">
        <w:t>’</w:t>
      </w:r>
      <w:r w:rsidRPr="007818BD">
        <w:t>elle domine</w:t>
      </w:r>
      <w:r w:rsidR="00E8465A">
        <w:t xml:space="preserve">, </w:t>
      </w:r>
      <w:r w:rsidRPr="007818BD">
        <w:t>plus belle que la sirène même qu</w:t>
      </w:r>
      <w:r w:rsidR="00E8465A">
        <w:t>’</w:t>
      </w:r>
      <w:r w:rsidRPr="007818BD">
        <w:t>il avait évoquée du fond des abîmes de l</w:t>
      </w:r>
      <w:r w:rsidR="00E8465A">
        <w:t>’</w:t>
      </w:r>
      <w:r w:rsidRPr="007818BD">
        <w:t>harmonie</w:t>
      </w:r>
      <w:r w:rsidR="00E8465A">
        <w:t xml:space="preserve">. </w:t>
      </w:r>
      <w:r w:rsidRPr="007818BD">
        <w:t>Longue et do</w:t>
      </w:r>
      <w:r w:rsidRPr="007818BD">
        <w:t>u</w:t>
      </w:r>
      <w:r w:rsidRPr="007818BD">
        <w:t>ce récompense du travail</w:t>
      </w:r>
      <w:r w:rsidR="00E8465A">
        <w:t xml:space="preserve"> ! </w:t>
      </w:r>
      <w:r w:rsidRPr="007818BD">
        <w:t>Où donc trouver sur la terre une extase égale à celle que connaît le génie</w:t>
      </w:r>
      <w:r w:rsidR="00E8465A">
        <w:t xml:space="preserve">, </w:t>
      </w:r>
      <w:r w:rsidRPr="007818BD">
        <w:t>lorsque</w:t>
      </w:r>
      <w:r w:rsidR="00E8465A">
        <w:t xml:space="preserve">, </w:t>
      </w:r>
      <w:r w:rsidRPr="007818BD">
        <w:t xml:space="preserve">de ses profondeurs </w:t>
      </w:r>
      <w:r w:rsidRPr="007818BD">
        <w:lastRenderedPageBreak/>
        <w:t>obscures</w:t>
      </w:r>
      <w:r w:rsidR="00E8465A">
        <w:t xml:space="preserve">, </w:t>
      </w:r>
      <w:r w:rsidRPr="007818BD">
        <w:t>il s</w:t>
      </w:r>
      <w:r w:rsidR="00E8465A">
        <w:t>’</w:t>
      </w:r>
      <w:r w:rsidRPr="007818BD">
        <w:t>élance à la fin en pleine lumière</w:t>
      </w:r>
      <w:r w:rsidR="00E8465A">
        <w:t xml:space="preserve">, </w:t>
      </w:r>
      <w:r w:rsidRPr="007818BD">
        <w:t>en pleine gloire</w:t>
      </w:r>
      <w:r w:rsidR="00E8465A">
        <w:t> !</w:t>
      </w:r>
    </w:p>
    <w:p w14:paraId="4E70338B" w14:textId="77777777" w:rsidR="00E8465A" w:rsidRDefault="00E0544E" w:rsidP="00E0544E">
      <w:r w:rsidRPr="007818BD">
        <w:t>Pas une parole</w:t>
      </w:r>
      <w:r w:rsidR="00E8465A">
        <w:t xml:space="preserve">, </w:t>
      </w:r>
      <w:r w:rsidRPr="007818BD">
        <w:t>pas un geste ne lui échappa</w:t>
      </w:r>
      <w:r w:rsidR="00E8465A">
        <w:t xml:space="preserve">. </w:t>
      </w:r>
      <w:r w:rsidRPr="007818BD">
        <w:t>Rivé sur place</w:t>
      </w:r>
      <w:r w:rsidR="00E8465A">
        <w:t xml:space="preserve">, </w:t>
      </w:r>
      <w:r w:rsidRPr="007818BD">
        <w:t>hors d</w:t>
      </w:r>
      <w:r w:rsidR="00E8465A">
        <w:t>’</w:t>
      </w:r>
      <w:r w:rsidRPr="007818BD">
        <w:t>haleine</w:t>
      </w:r>
      <w:r w:rsidR="00E8465A">
        <w:t xml:space="preserve">, </w:t>
      </w:r>
      <w:r w:rsidRPr="007818BD">
        <w:t>il était là immobile</w:t>
      </w:r>
      <w:r w:rsidR="00E8465A">
        <w:t xml:space="preserve">, </w:t>
      </w:r>
      <w:r w:rsidRPr="007818BD">
        <w:t>le visage baigné de larmes</w:t>
      </w:r>
      <w:r w:rsidR="00E8465A">
        <w:t xml:space="preserve"> : </w:t>
      </w:r>
      <w:r w:rsidRPr="007818BD">
        <w:t>seulement</w:t>
      </w:r>
      <w:r w:rsidR="00E8465A">
        <w:t xml:space="preserve">, </w:t>
      </w:r>
      <w:r w:rsidRPr="007818BD">
        <w:t>par instants</w:t>
      </w:r>
      <w:r w:rsidR="00E8465A">
        <w:t xml:space="preserve">, </w:t>
      </w:r>
      <w:r w:rsidRPr="007818BD">
        <w:t>sa main errait çà et là</w:t>
      </w:r>
      <w:r w:rsidR="00E8465A">
        <w:t xml:space="preserve"> ; </w:t>
      </w:r>
      <w:r w:rsidRPr="007818BD">
        <w:t>elle cherchait machinalement le fidèle instrument</w:t>
      </w:r>
      <w:r w:rsidR="00E8465A">
        <w:t xml:space="preserve">. </w:t>
      </w:r>
      <w:r w:rsidRPr="007818BD">
        <w:t>Pourquoi n</w:t>
      </w:r>
      <w:r w:rsidR="00E8465A">
        <w:t>’</w:t>
      </w:r>
      <w:r w:rsidRPr="007818BD">
        <w:t>était-il pas là pour participer à son triomphe</w:t>
      </w:r>
      <w:r w:rsidR="00E8465A">
        <w:t> ?</w:t>
      </w:r>
    </w:p>
    <w:p w14:paraId="1B25D5ED" w14:textId="4D22E320" w:rsidR="00E0544E" w:rsidRPr="007818BD" w:rsidRDefault="00E0544E" w:rsidP="00E0544E">
      <w:r w:rsidRPr="007818BD">
        <w:t>Enfin le rideau tomba</w:t>
      </w:r>
      <w:r w:rsidR="00E8465A">
        <w:t xml:space="preserve">, </w:t>
      </w:r>
      <w:r w:rsidRPr="007818BD">
        <w:t>et sa chute déchaîna une tempête d</w:t>
      </w:r>
      <w:r w:rsidR="00E8465A">
        <w:t>’</w:t>
      </w:r>
      <w:r w:rsidRPr="007818BD">
        <w:t>applaudissements</w:t>
      </w:r>
      <w:r w:rsidR="00E8465A">
        <w:t xml:space="preserve">. </w:t>
      </w:r>
      <w:r w:rsidRPr="007818BD">
        <w:t>D</w:t>
      </w:r>
      <w:r w:rsidRPr="007818BD">
        <w:t>e</w:t>
      </w:r>
      <w:r w:rsidRPr="007818BD">
        <w:t>bout</w:t>
      </w:r>
      <w:r w:rsidR="00E8465A">
        <w:t xml:space="preserve">, </w:t>
      </w:r>
      <w:r w:rsidRPr="007818BD">
        <w:t>comme un seul homme</w:t>
      </w:r>
      <w:r w:rsidR="00E8465A">
        <w:t xml:space="preserve">, </w:t>
      </w:r>
      <w:r w:rsidRPr="007818BD">
        <w:t>se leva l</w:t>
      </w:r>
      <w:r w:rsidR="00E8465A">
        <w:t>’</w:t>
      </w:r>
      <w:r w:rsidRPr="007818BD">
        <w:t>auditoire</w:t>
      </w:r>
      <w:r w:rsidR="00E8465A">
        <w:t xml:space="preserve"> ; </w:t>
      </w:r>
      <w:r w:rsidRPr="007818BD">
        <w:t>d</w:t>
      </w:r>
      <w:r w:rsidR="00E8465A">
        <w:t>’</w:t>
      </w:r>
      <w:r w:rsidRPr="007818BD">
        <w:t>une seule voix il acclama ce nom bien-aimé</w:t>
      </w:r>
      <w:r w:rsidR="00E8465A">
        <w:t xml:space="preserve">. </w:t>
      </w:r>
      <w:r w:rsidRPr="007818BD">
        <w:t>Elle s</w:t>
      </w:r>
      <w:r w:rsidR="00E8465A">
        <w:t>’</w:t>
      </w:r>
      <w:r w:rsidRPr="007818BD">
        <w:t>avança tremblante</w:t>
      </w:r>
      <w:r w:rsidR="00E8465A">
        <w:t xml:space="preserve">, </w:t>
      </w:r>
      <w:r w:rsidRPr="007818BD">
        <w:t>pâle</w:t>
      </w:r>
      <w:r w:rsidR="00E8465A">
        <w:t xml:space="preserve">, </w:t>
      </w:r>
      <w:r w:rsidRPr="007818BD">
        <w:t>et dans toute la foule ne vit que le v</w:t>
      </w:r>
      <w:r w:rsidRPr="007818BD">
        <w:t>i</w:t>
      </w:r>
      <w:r w:rsidRPr="007818BD">
        <w:t>sage de son père</w:t>
      </w:r>
      <w:r w:rsidR="00E8465A">
        <w:t xml:space="preserve">. </w:t>
      </w:r>
      <w:r w:rsidRPr="007818BD">
        <w:t>L</w:t>
      </w:r>
      <w:r w:rsidR="00E8465A">
        <w:t>’</w:t>
      </w:r>
      <w:r w:rsidRPr="007818BD">
        <w:t>assemblée suivit ce regard plein de larmes</w:t>
      </w:r>
      <w:r w:rsidR="00E8465A">
        <w:t xml:space="preserve">, </w:t>
      </w:r>
      <w:r w:rsidRPr="007818BD">
        <w:t>et</w:t>
      </w:r>
      <w:r w:rsidR="00E8465A">
        <w:t xml:space="preserve">, </w:t>
      </w:r>
      <w:r w:rsidRPr="007818BD">
        <w:t>dans un frisson d</w:t>
      </w:r>
      <w:r w:rsidR="00E8465A">
        <w:t>’</w:t>
      </w:r>
      <w:r w:rsidRPr="007818BD">
        <w:t>émotion</w:t>
      </w:r>
      <w:r w:rsidR="00E8465A">
        <w:t xml:space="preserve">, </w:t>
      </w:r>
      <w:r w:rsidRPr="007818BD">
        <w:t>saisit et ressentit l</w:t>
      </w:r>
      <w:r w:rsidR="00E8465A">
        <w:t>’</w:t>
      </w:r>
      <w:r w:rsidRPr="007818BD">
        <w:t>élan de l</w:t>
      </w:r>
      <w:r w:rsidR="00E8465A">
        <w:t>’</w:t>
      </w:r>
      <w:r w:rsidRPr="007818BD">
        <w:t>enfant</w:t>
      </w:r>
      <w:r w:rsidR="00E8465A">
        <w:t xml:space="preserve">. </w:t>
      </w:r>
      <w:r w:rsidRPr="007818BD">
        <w:t>Le bon cardinal le fit doucement avancer</w:t>
      </w:r>
      <w:r w:rsidR="00E8465A">
        <w:t xml:space="preserve">. </w:t>
      </w:r>
      <w:r w:rsidRPr="007818BD">
        <w:t>Artiste aux accords fantastiques</w:t>
      </w:r>
      <w:r w:rsidR="00E8465A">
        <w:t xml:space="preserve"> ! </w:t>
      </w:r>
      <w:r w:rsidRPr="007818BD">
        <w:t>ta fille t</w:t>
      </w:r>
      <w:r w:rsidR="00E8465A">
        <w:t>’</w:t>
      </w:r>
      <w:r w:rsidRPr="007818BD">
        <w:t>a rendu plus que la vie que tu</w:t>
      </w:r>
      <w:r w:rsidR="00E8465A">
        <w:t xml:space="preserve">, </w:t>
      </w:r>
      <w:r w:rsidRPr="007818BD">
        <w:t>lui donnas</w:t>
      </w:r>
      <w:r w:rsidR="00E8465A">
        <w:t> ! « </w:t>
      </w:r>
      <w:r w:rsidRPr="007818BD">
        <w:t>Mon pauvre violon</w:t>
      </w:r>
      <w:r w:rsidR="00E8465A">
        <w:t xml:space="preserve">, </w:t>
      </w:r>
      <w:r w:rsidRPr="007818BD">
        <w:t>dit-il en essuyant ses yeux</w:t>
      </w:r>
      <w:r w:rsidR="00E8465A">
        <w:t xml:space="preserve">, </w:t>
      </w:r>
      <w:r w:rsidRPr="007818BD">
        <w:t>ils ne te siffleront plus désormais</w:t>
      </w:r>
      <w:r w:rsidR="00E8465A">
        <w:t> ! »</w:t>
      </w:r>
    </w:p>
    <w:p w14:paraId="6D5F27A1" w14:textId="77777777" w:rsidR="00E8465A" w:rsidRDefault="00E0544E" w:rsidP="00E8465A">
      <w:pPr>
        <w:pStyle w:val="Titre2"/>
        <w:pageBreakBefore/>
      </w:pPr>
      <w:bookmarkStart w:id="3" w:name="_Toc199963052"/>
      <w:r w:rsidRPr="007818BD">
        <w:lastRenderedPageBreak/>
        <w:t>CHAPITRE</w:t>
      </w:r>
      <w:r w:rsidR="00E8465A">
        <w:t xml:space="preserve"> </w:t>
      </w:r>
      <w:r w:rsidRPr="007818BD">
        <w:t>III</w:t>
      </w:r>
      <w:r w:rsidR="00E8465A">
        <w:t>.</w:t>
      </w:r>
      <w:bookmarkEnd w:id="3"/>
    </w:p>
    <w:p w14:paraId="4F6C9E10" w14:textId="41762B12" w:rsidR="00E0544E" w:rsidRPr="007818BD" w:rsidRDefault="00E0544E" w:rsidP="00E0544E">
      <w:pPr>
        <w:pStyle w:val="NormalRetraitGauche4XIndent0"/>
        <w:spacing w:before="0" w:after="0"/>
        <w:rPr>
          <w:rStyle w:val="Taille-1Caracteres"/>
        </w:rPr>
      </w:pPr>
      <w:r w:rsidRPr="007818BD">
        <w:rPr>
          <w:rStyle w:val="Taille-1Caracteres"/>
        </w:rPr>
        <w:t xml:space="preserve">Fra si contrarie </w:t>
      </w:r>
      <w:proofErr w:type="spellStart"/>
      <w:r w:rsidRPr="007818BD">
        <w:rPr>
          <w:rStyle w:val="Taille-1Caracteres"/>
        </w:rPr>
        <w:t>tempre</w:t>
      </w:r>
      <w:proofErr w:type="spellEnd"/>
      <w:r w:rsidRPr="007818BD">
        <w:rPr>
          <w:rStyle w:val="Taille-1Caracteres"/>
        </w:rPr>
        <w:t xml:space="preserve"> </w:t>
      </w:r>
      <w:proofErr w:type="spellStart"/>
      <w:r w:rsidRPr="007818BD">
        <w:rPr>
          <w:rStyle w:val="Taille-1Caracteres"/>
        </w:rPr>
        <w:t>inghiaccio</w:t>
      </w:r>
      <w:proofErr w:type="spellEnd"/>
      <w:r w:rsidRPr="007818BD">
        <w:rPr>
          <w:rStyle w:val="Taille-1Caracteres"/>
        </w:rPr>
        <w:t xml:space="preserve"> e in </w:t>
      </w:r>
      <w:proofErr w:type="spellStart"/>
      <w:r w:rsidRPr="007818BD">
        <w:rPr>
          <w:rStyle w:val="Taille-1Caracteres"/>
        </w:rPr>
        <w:t>foco</w:t>
      </w:r>
      <w:proofErr w:type="spellEnd"/>
    </w:p>
    <w:p w14:paraId="14F8AD39" w14:textId="749A8DA9" w:rsidR="00E0544E" w:rsidRPr="00EE3339" w:rsidRDefault="00E0544E" w:rsidP="00E0544E">
      <w:pPr>
        <w:pStyle w:val="NormalRetraitGauche4XIndent0"/>
        <w:spacing w:before="0" w:after="0"/>
        <w:rPr>
          <w:rStyle w:val="Taille-1Caracteres"/>
          <w:lang w:val="en-US"/>
        </w:rPr>
      </w:pPr>
      <w:r w:rsidRPr="00EE3339">
        <w:rPr>
          <w:rStyle w:val="Taille-1Caracteres"/>
          <w:lang w:val="en-US"/>
        </w:rPr>
        <w:t xml:space="preserve">In </w:t>
      </w:r>
      <w:proofErr w:type="spellStart"/>
      <w:r w:rsidRPr="00EE3339">
        <w:rPr>
          <w:rStyle w:val="Taille-1Caracteres"/>
          <w:lang w:val="en-US"/>
        </w:rPr>
        <w:t>riso</w:t>
      </w:r>
      <w:proofErr w:type="spellEnd"/>
      <w:r w:rsidRPr="00EE3339">
        <w:rPr>
          <w:rStyle w:val="Taille-1Caracteres"/>
          <w:lang w:val="en-US"/>
        </w:rPr>
        <w:t xml:space="preserve"> e in </w:t>
      </w:r>
      <w:proofErr w:type="spellStart"/>
      <w:r w:rsidRPr="00EE3339">
        <w:rPr>
          <w:rStyle w:val="Taille-1Caracteres"/>
          <w:lang w:val="en-US"/>
        </w:rPr>
        <w:t>pianto</w:t>
      </w:r>
      <w:proofErr w:type="spellEnd"/>
      <w:r w:rsidR="00E8465A">
        <w:rPr>
          <w:rStyle w:val="Taille-1Caracteres"/>
          <w:lang w:val="en-US"/>
        </w:rPr>
        <w:t xml:space="preserve">, </w:t>
      </w:r>
      <w:r w:rsidRPr="00EE3339">
        <w:rPr>
          <w:rStyle w:val="Taille-1Caracteres"/>
          <w:lang w:val="en-US"/>
        </w:rPr>
        <w:t xml:space="preserve">e </w:t>
      </w:r>
      <w:proofErr w:type="spellStart"/>
      <w:r w:rsidRPr="00EE3339">
        <w:rPr>
          <w:rStyle w:val="Taille-1Caracteres"/>
          <w:lang w:val="en-US"/>
        </w:rPr>
        <w:t>fra</w:t>
      </w:r>
      <w:proofErr w:type="spellEnd"/>
      <w:r w:rsidRPr="00EE3339">
        <w:rPr>
          <w:rStyle w:val="Taille-1Caracteres"/>
          <w:lang w:val="en-US"/>
        </w:rPr>
        <w:t xml:space="preserve"> </w:t>
      </w:r>
      <w:proofErr w:type="spellStart"/>
      <w:r w:rsidRPr="00EE3339">
        <w:rPr>
          <w:rStyle w:val="Taille-1Caracteres"/>
          <w:lang w:val="en-US"/>
        </w:rPr>
        <w:t>paura</w:t>
      </w:r>
      <w:proofErr w:type="spellEnd"/>
      <w:r w:rsidRPr="00EE3339">
        <w:rPr>
          <w:rStyle w:val="Taille-1Caracteres"/>
          <w:lang w:val="en-US"/>
        </w:rPr>
        <w:t xml:space="preserve"> e </w:t>
      </w:r>
      <w:proofErr w:type="spellStart"/>
      <w:r w:rsidRPr="00EE3339">
        <w:rPr>
          <w:rStyle w:val="Taille-1Caracteres"/>
          <w:lang w:val="en-US"/>
        </w:rPr>
        <w:t>speme</w:t>
      </w:r>
      <w:proofErr w:type="spellEnd"/>
    </w:p>
    <w:p w14:paraId="5A3835A3" w14:textId="77777777" w:rsidR="00E8465A" w:rsidRDefault="00E0544E" w:rsidP="00E0544E">
      <w:pPr>
        <w:pStyle w:val="NormalRetraitGauche4XIndent0"/>
        <w:spacing w:before="0" w:after="0"/>
        <w:rPr>
          <w:rStyle w:val="Taille-1Caracteres"/>
        </w:rPr>
      </w:pPr>
      <w:r w:rsidRPr="007818BD">
        <w:rPr>
          <w:rStyle w:val="Taille-1Caracteres"/>
        </w:rPr>
        <w:t>L</w:t>
      </w:r>
      <w:r w:rsidR="00E8465A">
        <w:rPr>
          <w:rStyle w:val="Taille-1Caracteres"/>
        </w:rPr>
        <w:t>’</w:t>
      </w:r>
      <w:proofErr w:type="spellStart"/>
      <w:r w:rsidRPr="007818BD">
        <w:rPr>
          <w:rStyle w:val="Taille-1Caracteres"/>
        </w:rPr>
        <w:t>ingannatrice</w:t>
      </w:r>
      <w:proofErr w:type="spellEnd"/>
      <w:r w:rsidRPr="007818BD">
        <w:rPr>
          <w:rStyle w:val="Taille-1Caracteres"/>
        </w:rPr>
        <w:t xml:space="preserve"> Donna</w:t>
      </w:r>
      <w:r w:rsidRPr="007818BD">
        <w:rPr>
          <w:rStyle w:val="Appelnotedebasdep"/>
          <w:szCs w:val="28"/>
        </w:rPr>
        <w:footnoteReference w:id="5"/>
      </w:r>
    </w:p>
    <w:p w14:paraId="31328A81" w14:textId="6BBA03FF" w:rsidR="00E8465A" w:rsidRDefault="00E8465A" w:rsidP="00E0544E">
      <w:pPr>
        <w:jc w:val="right"/>
        <w:rPr>
          <w:rStyle w:val="Taille-1Caracteres"/>
        </w:rPr>
      </w:pPr>
      <w:r>
        <w:rPr>
          <w:rStyle w:val="Taille-1Caracteres"/>
        </w:rPr>
        <w:t>(</w:t>
      </w:r>
      <w:proofErr w:type="spellStart"/>
      <w:r w:rsidR="00E0544E" w:rsidRPr="00AF32C9">
        <w:rPr>
          <w:rStyle w:val="Taille-1Caracteres"/>
          <w:i/>
        </w:rPr>
        <w:t>Gerus</w:t>
      </w:r>
      <w:proofErr w:type="spellEnd"/>
      <w:r>
        <w:rPr>
          <w:rStyle w:val="Taille-1Caracteres"/>
          <w:i/>
        </w:rPr>
        <w:t xml:space="preserve">. </w:t>
      </w:r>
      <w:r w:rsidR="00E0544E" w:rsidRPr="00AF32C9">
        <w:rPr>
          <w:rStyle w:val="Taille-1Caracteres"/>
          <w:i/>
        </w:rPr>
        <w:t>lib</w:t>
      </w:r>
      <w:r>
        <w:rPr>
          <w:rStyle w:val="Taille-1Caracteres"/>
        </w:rPr>
        <w:t xml:space="preserve">., </w:t>
      </w:r>
      <w:r w:rsidR="00E0544E" w:rsidRPr="007818BD">
        <w:rPr>
          <w:rStyle w:val="Taille-1Caracteres"/>
        </w:rPr>
        <w:t>canto IV</w:t>
      </w:r>
      <w:r>
        <w:rPr>
          <w:rStyle w:val="Taille-1Caracteres"/>
        </w:rPr>
        <w:t xml:space="preserve">, </w:t>
      </w:r>
      <w:r w:rsidR="00E0544E" w:rsidRPr="007818BD">
        <w:rPr>
          <w:rStyle w:val="Taille-1Caracteres"/>
        </w:rPr>
        <w:t>94</w:t>
      </w:r>
      <w:r>
        <w:rPr>
          <w:rStyle w:val="Taille-1Caracteres"/>
        </w:rPr>
        <w:t>.)</w:t>
      </w:r>
    </w:p>
    <w:p w14:paraId="1EB38F50" w14:textId="77777777" w:rsidR="00E8465A" w:rsidRDefault="00E0544E" w:rsidP="00E0544E">
      <w:r w:rsidRPr="007818BD">
        <w:t>Or</w:t>
      </w:r>
      <w:r w:rsidR="00E8465A">
        <w:t xml:space="preserve">, </w:t>
      </w:r>
      <w:r w:rsidRPr="007818BD">
        <w:t>malgré le triomphe et de la cantatrice et de l</w:t>
      </w:r>
      <w:r w:rsidR="00E8465A">
        <w:t>’</w:t>
      </w:r>
      <w:r w:rsidRPr="007818BD">
        <w:t>opéra</w:t>
      </w:r>
      <w:r w:rsidR="00E8465A">
        <w:t xml:space="preserve">, </w:t>
      </w:r>
      <w:r w:rsidRPr="007818BD">
        <w:t>il y avait eu dans le pr</w:t>
      </w:r>
      <w:r w:rsidRPr="007818BD">
        <w:t>e</w:t>
      </w:r>
      <w:r w:rsidRPr="007818BD">
        <w:t>mier acte</w:t>
      </w:r>
      <w:r w:rsidR="00E8465A">
        <w:t xml:space="preserve">, </w:t>
      </w:r>
      <w:r w:rsidRPr="007818BD">
        <w:t>et par conséquent avant l</w:t>
      </w:r>
      <w:r w:rsidR="00E8465A">
        <w:t>’</w:t>
      </w:r>
      <w:r w:rsidRPr="007818BD">
        <w:t>arrivée de Pisani</w:t>
      </w:r>
      <w:r w:rsidR="00E8465A">
        <w:t xml:space="preserve">, </w:t>
      </w:r>
      <w:r w:rsidRPr="007818BD">
        <w:t>un moment où les chances de succès avaient paru plus que douteuses</w:t>
      </w:r>
      <w:r w:rsidR="00E8465A">
        <w:t xml:space="preserve">. </w:t>
      </w:r>
      <w:r w:rsidRPr="007818BD">
        <w:t>C</w:t>
      </w:r>
      <w:r w:rsidR="00E8465A">
        <w:t>’</w:t>
      </w:r>
      <w:r w:rsidRPr="007818BD">
        <w:t>était dans ce chœur tout rempli des e</w:t>
      </w:r>
      <w:r w:rsidRPr="007818BD">
        <w:t>x</w:t>
      </w:r>
      <w:r w:rsidRPr="007818BD">
        <w:t>centricités particulières à l</w:t>
      </w:r>
      <w:r w:rsidR="00E8465A">
        <w:t>’</w:t>
      </w:r>
      <w:r w:rsidRPr="007818BD">
        <w:t>auteur</w:t>
      </w:r>
      <w:r w:rsidR="00E8465A">
        <w:t xml:space="preserve">. </w:t>
      </w:r>
      <w:r w:rsidRPr="007818BD">
        <w:t>Lorsque ce tourbillon de la fantaisie tournoya et éc</w:t>
      </w:r>
      <w:r w:rsidRPr="007818BD">
        <w:t>u</w:t>
      </w:r>
      <w:r w:rsidRPr="007818BD">
        <w:t>ma</w:t>
      </w:r>
      <w:r w:rsidR="00E8465A">
        <w:t xml:space="preserve">, </w:t>
      </w:r>
      <w:r w:rsidRPr="007818BD">
        <w:t>froissant et meurtrissant l</w:t>
      </w:r>
      <w:r w:rsidR="00E8465A">
        <w:t>’</w:t>
      </w:r>
      <w:r w:rsidRPr="007818BD">
        <w:t>oreille et le goût par les sons les plus incohérents</w:t>
      </w:r>
      <w:r w:rsidR="00E8465A">
        <w:t xml:space="preserve">, </w:t>
      </w:r>
      <w:r w:rsidRPr="007818BD">
        <w:t>l</w:t>
      </w:r>
      <w:r w:rsidR="00E8465A">
        <w:t>’</w:t>
      </w:r>
      <w:r w:rsidRPr="007818BD">
        <w:t>auditoire tout à coup reconnut la main de Pisani</w:t>
      </w:r>
      <w:r w:rsidR="00E8465A">
        <w:t xml:space="preserve">. </w:t>
      </w:r>
      <w:r w:rsidRPr="007818BD">
        <w:t>On avait donné à l</w:t>
      </w:r>
      <w:r w:rsidR="00E8465A">
        <w:t>’</w:t>
      </w:r>
      <w:r w:rsidRPr="007818BD">
        <w:t>opéra un titre qui jusqu</w:t>
      </w:r>
      <w:r w:rsidR="00E8465A">
        <w:t>’</w:t>
      </w:r>
      <w:r w:rsidRPr="007818BD">
        <w:t>alors avait écarté tout soupçon sur la paternité de l</w:t>
      </w:r>
      <w:r w:rsidR="00E8465A">
        <w:t>’</w:t>
      </w:r>
      <w:r w:rsidRPr="007818BD">
        <w:t>ouvrage</w:t>
      </w:r>
      <w:r w:rsidR="00E8465A">
        <w:t xml:space="preserve">. </w:t>
      </w:r>
      <w:r w:rsidRPr="007818BD">
        <w:t>L</w:t>
      </w:r>
      <w:r w:rsidR="00E8465A">
        <w:t>’</w:t>
      </w:r>
      <w:r w:rsidRPr="007818BD">
        <w:t>ouverture et l</w:t>
      </w:r>
      <w:r w:rsidR="00E8465A">
        <w:t>’</w:t>
      </w:r>
      <w:r w:rsidRPr="007818BD">
        <w:t>introduction</w:t>
      </w:r>
      <w:r w:rsidR="00E8465A">
        <w:t xml:space="preserve">, </w:t>
      </w:r>
      <w:r w:rsidRPr="007818BD">
        <w:t>d</w:t>
      </w:r>
      <w:r w:rsidR="00E8465A">
        <w:t>’</w:t>
      </w:r>
      <w:r w:rsidRPr="007818BD">
        <w:t>un style correct et harmonieux</w:t>
      </w:r>
      <w:r w:rsidR="00E8465A">
        <w:t xml:space="preserve">, </w:t>
      </w:r>
      <w:r w:rsidRPr="007818BD">
        <w:t>avaient égaré le public au point de lui faire croire qu</w:t>
      </w:r>
      <w:r w:rsidR="00E8465A">
        <w:t>’</w:t>
      </w:r>
      <w:r w:rsidRPr="007818BD">
        <w:t>il reconnaissait le génie de son cher Paisiello</w:t>
      </w:r>
      <w:r w:rsidR="00E8465A">
        <w:t xml:space="preserve">. </w:t>
      </w:r>
      <w:r w:rsidRPr="007818BD">
        <w:t>Habitué depuis longtemps à ridiculiser et presque à mépriser les prétentions de Pisani comme compositeur</w:t>
      </w:r>
      <w:r w:rsidR="00E8465A">
        <w:t xml:space="preserve">, </w:t>
      </w:r>
      <w:r w:rsidRPr="007818BD">
        <w:t>il s</w:t>
      </w:r>
      <w:r w:rsidR="00E8465A">
        <w:t>’</w:t>
      </w:r>
      <w:r w:rsidRPr="007818BD">
        <w:t>apercevait qu</w:t>
      </w:r>
      <w:r w:rsidR="00E8465A">
        <w:t>’</w:t>
      </w:r>
      <w:r w:rsidRPr="007818BD">
        <w:t>on lui avait s</w:t>
      </w:r>
      <w:r w:rsidRPr="007818BD">
        <w:t>u</w:t>
      </w:r>
      <w:r w:rsidRPr="007818BD">
        <w:t>brepticement dérobé les applaudissements dont il avait salué l</w:t>
      </w:r>
      <w:r w:rsidR="00E8465A">
        <w:t>’</w:t>
      </w:r>
      <w:r w:rsidRPr="007818BD">
        <w:t>ouverture et les premières scènes</w:t>
      </w:r>
      <w:r w:rsidR="00E8465A">
        <w:t xml:space="preserve">. </w:t>
      </w:r>
      <w:r w:rsidRPr="007818BD">
        <w:t>Un murmure de mauvais présage circulait dans la salle</w:t>
      </w:r>
      <w:r w:rsidR="00E8465A">
        <w:t xml:space="preserve">. </w:t>
      </w:r>
      <w:r w:rsidRPr="007818BD">
        <w:t>Les acteurs</w:t>
      </w:r>
      <w:r w:rsidR="00E8465A">
        <w:t xml:space="preserve">, </w:t>
      </w:r>
      <w:r w:rsidRPr="007818BD">
        <w:t>l</w:t>
      </w:r>
      <w:r w:rsidR="00E8465A">
        <w:t>’</w:t>
      </w:r>
      <w:r w:rsidRPr="007818BD">
        <w:t>orchestre</w:t>
      </w:r>
      <w:r w:rsidR="00E8465A">
        <w:t xml:space="preserve">, </w:t>
      </w:r>
      <w:r w:rsidRPr="007818BD">
        <w:t>si prom</w:t>
      </w:r>
      <w:r w:rsidRPr="007818BD">
        <w:t>p</w:t>
      </w:r>
      <w:r w:rsidRPr="007818BD">
        <w:t>ts à ressentir l</w:t>
      </w:r>
      <w:r w:rsidR="00E8465A">
        <w:t>’</w:t>
      </w:r>
      <w:r w:rsidRPr="007818BD">
        <w:t>impression électrique d</w:t>
      </w:r>
      <w:r>
        <w:t>e</w:t>
      </w:r>
      <w:r w:rsidRPr="007818BD">
        <w:t xml:space="preserve"> l</w:t>
      </w:r>
      <w:r w:rsidR="00E8465A">
        <w:t>’</w:t>
      </w:r>
      <w:r w:rsidRPr="007818BD">
        <w:t>auditoire</w:t>
      </w:r>
      <w:r w:rsidR="00E8465A">
        <w:t xml:space="preserve">, </w:t>
      </w:r>
      <w:r w:rsidRPr="007818BD">
        <w:t>devinrent agités</w:t>
      </w:r>
      <w:r w:rsidR="00E8465A">
        <w:t xml:space="preserve">, </w:t>
      </w:r>
      <w:r w:rsidRPr="007818BD">
        <w:t>intimidés</w:t>
      </w:r>
      <w:r w:rsidR="00E8465A">
        <w:t xml:space="preserve">, </w:t>
      </w:r>
      <w:r w:rsidRPr="007818BD">
        <w:t>et n</w:t>
      </w:r>
      <w:r w:rsidR="00E8465A">
        <w:t>’</w:t>
      </w:r>
      <w:r w:rsidRPr="007818BD">
        <w:t xml:space="preserve">eurent </w:t>
      </w:r>
      <w:r w:rsidRPr="007818BD">
        <w:lastRenderedPageBreak/>
        <w:t>pas</w:t>
      </w:r>
      <w:r w:rsidR="00E8465A">
        <w:t xml:space="preserve">, </w:t>
      </w:r>
      <w:r w:rsidRPr="007818BD">
        <w:t>au moment critique</w:t>
      </w:r>
      <w:r w:rsidR="00E8465A">
        <w:t xml:space="preserve">, </w:t>
      </w:r>
      <w:r w:rsidRPr="007818BD">
        <w:t>cette énergie et cette précision qui seules pouvaient sauver la bizarr</w:t>
      </w:r>
      <w:r w:rsidRPr="007818BD">
        <w:t>e</w:t>
      </w:r>
      <w:r w:rsidRPr="007818BD">
        <w:t>rie de la musique</w:t>
      </w:r>
      <w:r w:rsidR="00E8465A">
        <w:t>.</w:t>
      </w:r>
    </w:p>
    <w:p w14:paraId="7C069CF0" w14:textId="77777777" w:rsidR="00E8465A" w:rsidRDefault="00E0544E" w:rsidP="00E0544E">
      <w:r w:rsidRPr="007818BD">
        <w:t>Dans tout théâtre</w:t>
      </w:r>
      <w:r w:rsidR="00E8465A">
        <w:t xml:space="preserve">, </w:t>
      </w:r>
      <w:r w:rsidRPr="007818BD">
        <w:t>les rivaux ne manquent jamais à l</w:t>
      </w:r>
      <w:r w:rsidR="00E8465A">
        <w:t>’</w:t>
      </w:r>
      <w:r w:rsidRPr="007818BD">
        <w:t>auteur et à l</w:t>
      </w:r>
      <w:r w:rsidR="00E8465A">
        <w:t>’</w:t>
      </w:r>
      <w:r w:rsidRPr="007818BD">
        <w:t>acteur nouveaux</w:t>
      </w:r>
      <w:r w:rsidR="00E8465A">
        <w:t xml:space="preserve"> ; </w:t>
      </w:r>
      <w:r w:rsidRPr="007818BD">
        <w:t>ennemis impuissants tant que tout va bien</w:t>
      </w:r>
      <w:r w:rsidR="00E8465A">
        <w:t xml:space="preserve">, </w:t>
      </w:r>
      <w:r w:rsidRPr="007818BD">
        <w:t>mais embuscade dangereuse du moment que le moindre accident vient entraver la marche du succès</w:t>
      </w:r>
      <w:r w:rsidR="00E8465A">
        <w:t xml:space="preserve">. </w:t>
      </w:r>
      <w:r w:rsidRPr="007818BD">
        <w:t>Un sifflet se fit e</w:t>
      </w:r>
      <w:r w:rsidRPr="007818BD">
        <w:t>n</w:t>
      </w:r>
      <w:r w:rsidRPr="007818BD">
        <w:t>tendre</w:t>
      </w:r>
      <w:r w:rsidR="00E8465A">
        <w:t xml:space="preserve">, </w:t>
      </w:r>
      <w:r w:rsidRPr="007818BD">
        <w:t>isolé il est vrai</w:t>
      </w:r>
      <w:r w:rsidR="00E8465A">
        <w:t xml:space="preserve"> ; </w:t>
      </w:r>
      <w:r w:rsidRPr="007818BD">
        <w:t>mais l</w:t>
      </w:r>
      <w:r w:rsidR="00E8465A">
        <w:t>’</w:t>
      </w:r>
      <w:r w:rsidRPr="007818BD">
        <w:t>absence significative de toute manifestation contraire sembla annoncer que l</w:t>
      </w:r>
      <w:r w:rsidR="00E8465A">
        <w:t>’</w:t>
      </w:r>
      <w:r w:rsidRPr="007818BD">
        <w:t>instant appr</w:t>
      </w:r>
      <w:r w:rsidRPr="007818BD">
        <w:t>o</w:t>
      </w:r>
      <w:r w:rsidRPr="007818BD">
        <w:t>chait où la censure allait devenir contagieuse</w:t>
      </w:r>
      <w:r w:rsidR="00E8465A">
        <w:t xml:space="preserve">. </w:t>
      </w:r>
      <w:r w:rsidRPr="007818BD">
        <w:t>C</w:t>
      </w:r>
      <w:r w:rsidR="00E8465A">
        <w:t>’</w:t>
      </w:r>
      <w:r w:rsidRPr="007818BD">
        <w:t>était comme le souffle qui ébranle l</w:t>
      </w:r>
      <w:r w:rsidR="00E8465A">
        <w:t>’</w:t>
      </w:r>
      <w:r w:rsidRPr="007818BD">
        <w:t>avalanche indécise</w:t>
      </w:r>
      <w:r w:rsidR="00E8465A">
        <w:t xml:space="preserve">. </w:t>
      </w:r>
      <w:r w:rsidRPr="007818BD">
        <w:t>À cet instant critique</w:t>
      </w:r>
      <w:r w:rsidR="00E8465A">
        <w:t xml:space="preserve">, </w:t>
      </w:r>
      <w:r w:rsidRPr="007818BD">
        <w:t>Viola</w:t>
      </w:r>
      <w:r w:rsidR="00E8465A">
        <w:t xml:space="preserve">, </w:t>
      </w:r>
      <w:r w:rsidRPr="007818BD">
        <w:t>la reine des sirènes</w:t>
      </w:r>
      <w:r w:rsidR="00E8465A">
        <w:t xml:space="preserve">, </w:t>
      </w:r>
      <w:r w:rsidRPr="007818BD">
        <w:t>sortit pour la première fois de sa grotte marine</w:t>
      </w:r>
      <w:r w:rsidR="00E8465A">
        <w:t xml:space="preserve">. </w:t>
      </w:r>
      <w:r w:rsidRPr="007818BD">
        <w:t>Au moment où elle aborda la rampe</w:t>
      </w:r>
      <w:r w:rsidR="00E8465A">
        <w:t xml:space="preserve">, </w:t>
      </w:r>
      <w:r w:rsidRPr="007818BD">
        <w:t>la nouvea</w:t>
      </w:r>
      <w:r w:rsidRPr="007818BD">
        <w:t>u</w:t>
      </w:r>
      <w:r w:rsidRPr="007818BD">
        <w:t>té de sa situation</w:t>
      </w:r>
      <w:r w:rsidR="00E8465A">
        <w:t xml:space="preserve">, </w:t>
      </w:r>
      <w:r w:rsidRPr="007818BD">
        <w:t>l</w:t>
      </w:r>
      <w:r w:rsidR="00E8465A">
        <w:t>’</w:t>
      </w:r>
      <w:r w:rsidRPr="007818BD">
        <w:t>indifférence glaciale du public</w:t>
      </w:r>
      <w:r w:rsidR="00E8465A">
        <w:t xml:space="preserve">, </w:t>
      </w:r>
      <w:r w:rsidRPr="007818BD">
        <w:t>que ne diss</w:t>
      </w:r>
      <w:r w:rsidRPr="007818BD">
        <w:t>i</w:t>
      </w:r>
      <w:r w:rsidRPr="007818BD">
        <w:t>pa même pas d</w:t>
      </w:r>
      <w:r w:rsidR="00E8465A">
        <w:t>’</w:t>
      </w:r>
      <w:r w:rsidRPr="007818BD">
        <w:t>abord l</w:t>
      </w:r>
      <w:r w:rsidR="00E8465A">
        <w:t>’</w:t>
      </w:r>
      <w:r w:rsidRPr="007818BD">
        <w:t>apparition d</w:t>
      </w:r>
      <w:r w:rsidR="00E8465A">
        <w:t>’</w:t>
      </w:r>
      <w:r w:rsidRPr="007818BD">
        <w:t>une beauté si singulière</w:t>
      </w:r>
      <w:r w:rsidR="00E8465A">
        <w:t xml:space="preserve"> ; </w:t>
      </w:r>
      <w:r w:rsidRPr="007818BD">
        <w:t>les murm</w:t>
      </w:r>
      <w:r w:rsidRPr="007818BD">
        <w:t>u</w:t>
      </w:r>
      <w:r w:rsidRPr="007818BD">
        <w:t>res peu charitables des autres acteurs</w:t>
      </w:r>
      <w:r w:rsidR="00E8465A">
        <w:t xml:space="preserve">, </w:t>
      </w:r>
      <w:r w:rsidRPr="007818BD">
        <w:t>l</w:t>
      </w:r>
      <w:r w:rsidR="00E8465A">
        <w:t>’</w:t>
      </w:r>
      <w:r w:rsidRPr="007818BD">
        <w:t>éclat éblouissant des lumières</w:t>
      </w:r>
      <w:r w:rsidR="00E8465A">
        <w:t xml:space="preserve">, </w:t>
      </w:r>
      <w:r w:rsidRPr="007818BD">
        <w:t>et</w:t>
      </w:r>
      <w:r w:rsidR="00E8465A">
        <w:t xml:space="preserve">, </w:t>
      </w:r>
      <w:r w:rsidRPr="007818BD">
        <w:t>mille fois plus que tout le reste</w:t>
      </w:r>
      <w:r w:rsidR="00E8465A">
        <w:t xml:space="preserve">, </w:t>
      </w:r>
      <w:r w:rsidRPr="007818BD">
        <w:t>ce sifflet récent qui avait pénétré jusqu</w:t>
      </w:r>
      <w:r w:rsidR="00E8465A">
        <w:t>’</w:t>
      </w:r>
      <w:r w:rsidRPr="007818BD">
        <w:t>à sa retraite</w:t>
      </w:r>
      <w:r w:rsidR="00E8465A">
        <w:t xml:space="preserve">, </w:t>
      </w:r>
      <w:r w:rsidRPr="007818BD">
        <w:t>tout cela paralysa ses moyens et étouffa sa voix</w:t>
      </w:r>
      <w:r w:rsidR="00E8465A">
        <w:t xml:space="preserve"> ; </w:t>
      </w:r>
      <w:r w:rsidRPr="007818BD">
        <w:t>et</w:t>
      </w:r>
      <w:r w:rsidR="00E8465A">
        <w:t xml:space="preserve">, </w:t>
      </w:r>
      <w:r w:rsidRPr="007818BD">
        <w:t>au lieu de la grande invocation où elle devait subitement se révéler par une entrée saisissante</w:t>
      </w:r>
      <w:r w:rsidR="00E8465A">
        <w:t xml:space="preserve">, </w:t>
      </w:r>
      <w:r w:rsidRPr="007818BD">
        <w:t>la royale sirène</w:t>
      </w:r>
      <w:r w:rsidR="00E8465A">
        <w:t xml:space="preserve">, </w:t>
      </w:r>
      <w:r w:rsidRPr="007818BD">
        <w:t>redevenue une enfant tremblante</w:t>
      </w:r>
      <w:r w:rsidR="00E8465A">
        <w:t xml:space="preserve">, </w:t>
      </w:r>
      <w:r w:rsidRPr="007818BD">
        <w:t>demeura pâle et muette devant ces milliers d</w:t>
      </w:r>
      <w:r w:rsidR="00E8465A">
        <w:t>’</w:t>
      </w:r>
      <w:r w:rsidRPr="007818BD">
        <w:t>yeux dont le regard froid et sév</w:t>
      </w:r>
      <w:r w:rsidRPr="007818BD">
        <w:t>è</w:t>
      </w:r>
      <w:r w:rsidRPr="007818BD">
        <w:t>re était braqué sur elle</w:t>
      </w:r>
      <w:r w:rsidR="00E8465A">
        <w:t>.</w:t>
      </w:r>
    </w:p>
    <w:p w14:paraId="6411E5EC" w14:textId="77777777" w:rsidR="00E8465A" w:rsidRDefault="00E0544E" w:rsidP="00E0544E">
      <w:r w:rsidRPr="007818BD">
        <w:t>À ce moment même</w:t>
      </w:r>
      <w:r w:rsidR="00E8465A">
        <w:t xml:space="preserve">, </w:t>
      </w:r>
      <w:r w:rsidRPr="007818BD">
        <w:t>quand déjà la conscience de ses f</w:t>
      </w:r>
      <w:r w:rsidRPr="007818BD">
        <w:t>a</w:t>
      </w:r>
      <w:r w:rsidRPr="007818BD">
        <w:t>cultés semblait sur le point de lui faire défaut</w:t>
      </w:r>
      <w:r w:rsidR="00E8465A">
        <w:t xml:space="preserve">, </w:t>
      </w:r>
      <w:r w:rsidRPr="007818BD">
        <w:t>et que d</w:t>
      </w:r>
      <w:r w:rsidR="00E8465A">
        <w:t>’</w:t>
      </w:r>
      <w:r w:rsidRPr="007818BD">
        <w:t>un r</w:t>
      </w:r>
      <w:r w:rsidRPr="007818BD">
        <w:t>e</w:t>
      </w:r>
      <w:r w:rsidRPr="007818BD">
        <w:t>gard timide elle implorait la multitude immobile</w:t>
      </w:r>
      <w:r w:rsidR="00E8465A">
        <w:t xml:space="preserve">, </w:t>
      </w:r>
      <w:r w:rsidRPr="007818BD">
        <w:t>elle aperçut</w:t>
      </w:r>
      <w:r w:rsidR="00E8465A">
        <w:t xml:space="preserve">, </w:t>
      </w:r>
      <w:r w:rsidRPr="007818BD">
        <w:t>dans une loge près de la scène</w:t>
      </w:r>
      <w:r w:rsidR="00E8465A">
        <w:t xml:space="preserve">, </w:t>
      </w:r>
      <w:r w:rsidRPr="007818BD">
        <w:t>un visage qui</w:t>
      </w:r>
      <w:r w:rsidR="00E8465A">
        <w:t xml:space="preserve">, </w:t>
      </w:r>
      <w:r w:rsidRPr="007818BD">
        <w:t>du même coup et comme par enchantement</w:t>
      </w:r>
      <w:r w:rsidR="00E8465A">
        <w:t xml:space="preserve">, </w:t>
      </w:r>
      <w:r w:rsidRPr="007818BD">
        <w:t>produisit sur son âme un effet i</w:t>
      </w:r>
      <w:r w:rsidRPr="007818BD">
        <w:t>m</w:t>
      </w:r>
      <w:r w:rsidRPr="007818BD">
        <w:t>possible également à analyser et à oublier</w:t>
      </w:r>
      <w:r w:rsidR="00E8465A">
        <w:t xml:space="preserve">. </w:t>
      </w:r>
      <w:r w:rsidRPr="007818BD">
        <w:t>Ce visage éveillait une vague réminiscence qui la poursuivait sans cesse</w:t>
      </w:r>
      <w:r w:rsidR="00E8465A">
        <w:t xml:space="preserve">, </w:t>
      </w:r>
      <w:r w:rsidRPr="007818BD">
        <w:t>comme si elle l</w:t>
      </w:r>
      <w:r w:rsidR="00E8465A">
        <w:t>’</w:t>
      </w:r>
      <w:r w:rsidRPr="007818BD">
        <w:t>eût déjà aperçu dans un de ces rêves éveillés dont</w:t>
      </w:r>
      <w:r w:rsidR="00E8465A">
        <w:t xml:space="preserve">, </w:t>
      </w:r>
      <w:r w:rsidRPr="007818BD">
        <w:t>depuis son enfance</w:t>
      </w:r>
      <w:r w:rsidR="00E8465A">
        <w:t xml:space="preserve">, </w:t>
      </w:r>
      <w:r w:rsidRPr="007818BD">
        <w:t>elle avait aimé à se laisser bercer</w:t>
      </w:r>
      <w:r w:rsidR="00E8465A">
        <w:t xml:space="preserve">. </w:t>
      </w:r>
      <w:r w:rsidRPr="007818BD">
        <w:lastRenderedPageBreak/>
        <w:t>Elle ne pouvait détacher les yeux de ces traits</w:t>
      </w:r>
      <w:r w:rsidR="00E8465A">
        <w:t xml:space="preserve">, </w:t>
      </w:r>
      <w:r w:rsidRPr="007818BD">
        <w:t>et</w:t>
      </w:r>
      <w:r w:rsidR="00E8465A">
        <w:t xml:space="preserve">, </w:t>
      </w:r>
      <w:r w:rsidRPr="007818BD">
        <w:t>à mesure qu</w:t>
      </w:r>
      <w:r w:rsidR="00E8465A">
        <w:t>’</w:t>
      </w:r>
      <w:r w:rsidRPr="007818BD">
        <w:t>elle les conte</w:t>
      </w:r>
      <w:r w:rsidRPr="007818BD">
        <w:t>m</w:t>
      </w:r>
      <w:r w:rsidRPr="007818BD">
        <w:t>plait</w:t>
      </w:r>
      <w:r w:rsidR="00E8465A">
        <w:t xml:space="preserve">, </w:t>
      </w:r>
      <w:r w:rsidRPr="007818BD">
        <w:t>la crainte glaciale qui l</w:t>
      </w:r>
      <w:r w:rsidR="00E8465A">
        <w:t>’</w:t>
      </w:r>
      <w:r w:rsidRPr="007818BD">
        <w:t>avait d</w:t>
      </w:r>
      <w:r w:rsidR="00E8465A">
        <w:t>’</w:t>
      </w:r>
      <w:r w:rsidRPr="007818BD">
        <w:t>abord saisie se dissipa comme un brouillard devant le soleil</w:t>
      </w:r>
      <w:r w:rsidR="00E8465A">
        <w:t>.</w:t>
      </w:r>
    </w:p>
    <w:p w14:paraId="498C62F1" w14:textId="77777777" w:rsidR="00E8465A" w:rsidRDefault="00E0544E" w:rsidP="00E0544E">
      <w:r w:rsidRPr="007818BD">
        <w:t>Dans le profond éclat de ces yeux qui rencontraient les siens</w:t>
      </w:r>
      <w:r w:rsidR="00E8465A">
        <w:t xml:space="preserve">, </w:t>
      </w:r>
      <w:r w:rsidRPr="007818BD">
        <w:t>il y avait en effet tant de bienveillants encouragements</w:t>
      </w:r>
      <w:r w:rsidR="00E8465A">
        <w:t xml:space="preserve">, </w:t>
      </w:r>
      <w:r w:rsidRPr="007818BD">
        <w:t>tant d</w:t>
      </w:r>
      <w:r w:rsidR="00E8465A">
        <w:t>’</w:t>
      </w:r>
      <w:r w:rsidRPr="007818BD">
        <w:t>admiration douce et compatissante</w:t>
      </w:r>
      <w:r w:rsidR="00E8465A">
        <w:t xml:space="preserve">, </w:t>
      </w:r>
      <w:r w:rsidRPr="007818BD">
        <w:t>tant de choses qui conseillaient</w:t>
      </w:r>
      <w:r w:rsidR="00E8465A">
        <w:t xml:space="preserve">, </w:t>
      </w:r>
      <w:r w:rsidRPr="007818BD">
        <w:t>qui animaient</w:t>
      </w:r>
      <w:r w:rsidR="00E8465A">
        <w:t xml:space="preserve">, </w:t>
      </w:r>
      <w:r w:rsidRPr="007818BD">
        <w:t>qui fortifiaient</w:t>
      </w:r>
      <w:r w:rsidR="00E8465A">
        <w:t xml:space="preserve"> ; </w:t>
      </w:r>
      <w:r w:rsidRPr="007818BD">
        <w:t>que tout homme</w:t>
      </w:r>
      <w:r w:rsidR="00E8465A">
        <w:t xml:space="preserve">, </w:t>
      </w:r>
      <w:r w:rsidRPr="007818BD">
        <w:t>acteur ou orateur</w:t>
      </w:r>
      <w:r w:rsidR="00E8465A">
        <w:t xml:space="preserve">, </w:t>
      </w:r>
      <w:r w:rsidRPr="007818BD">
        <w:t>qui a jamais ressenti</w:t>
      </w:r>
      <w:r w:rsidR="00E8465A">
        <w:t xml:space="preserve">, </w:t>
      </w:r>
      <w:r w:rsidRPr="007818BD">
        <w:t>en présence d</w:t>
      </w:r>
      <w:r w:rsidR="00E8465A">
        <w:t>’</w:t>
      </w:r>
      <w:r w:rsidRPr="007818BD">
        <w:t>une foule assemblée l</w:t>
      </w:r>
      <w:r w:rsidR="00E8465A">
        <w:t>’</w:t>
      </w:r>
      <w:r w:rsidRPr="007818BD">
        <w:t>effet d</w:t>
      </w:r>
      <w:r w:rsidR="00E8465A">
        <w:t>’</w:t>
      </w:r>
      <w:r w:rsidRPr="007818BD">
        <w:t>un seul regard attentif et sympathique</w:t>
      </w:r>
      <w:r w:rsidR="00E8465A">
        <w:t xml:space="preserve">, </w:t>
      </w:r>
      <w:r w:rsidRPr="007818BD">
        <w:t>co</w:t>
      </w:r>
      <w:r w:rsidRPr="007818BD">
        <w:t>m</w:t>
      </w:r>
      <w:r w:rsidRPr="007818BD">
        <w:t>prendra aisément l</w:t>
      </w:r>
      <w:r w:rsidR="00E8465A">
        <w:t>’</w:t>
      </w:r>
      <w:r w:rsidRPr="007818BD">
        <w:t>influence soudaine et inspiratr</w:t>
      </w:r>
      <w:r w:rsidRPr="007818BD">
        <w:t>i</w:t>
      </w:r>
      <w:r w:rsidRPr="007818BD">
        <w:t>ce qu</w:t>
      </w:r>
      <w:r w:rsidR="00E8465A">
        <w:t>’</w:t>
      </w:r>
      <w:r w:rsidRPr="007818BD">
        <w:t>exercèrent sur la débutante l</w:t>
      </w:r>
      <w:r w:rsidR="00E8465A">
        <w:t>’</w:t>
      </w:r>
      <w:r w:rsidRPr="007818BD">
        <w:t>œil et le sourire de l</w:t>
      </w:r>
      <w:r w:rsidR="00E8465A">
        <w:t>’</w:t>
      </w:r>
      <w:r w:rsidRPr="007818BD">
        <w:t>étranger</w:t>
      </w:r>
      <w:r w:rsidR="00E8465A">
        <w:t>.</w:t>
      </w:r>
    </w:p>
    <w:p w14:paraId="41E61DB7" w14:textId="77777777" w:rsidR="00E8465A" w:rsidRDefault="00E0544E" w:rsidP="00E0544E">
      <w:r w:rsidRPr="007818BD">
        <w:t>Elle regardait encore</w:t>
      </w:r>
      <w:r w:rsidR="00E8465A">
        <w:t xml:space="preserve">, </w:t>
      </w:r>
      <w:r w:rsidRPr="007818BD">
        <w:t>et son cœur déjà se réchauffait</w:t>
      </w:r>
      <w:r w:rsidR="00E8465A">
        <w:t xml:space="preserve">, </w:t>
      </w:r>
      <w:r w:rsidRPr="007818BD">
        <w:t>quand l</w:t>
      </w:r>
      <w:r w:rsidR="00E8465A">
        <w:t>’</w:t>
      </w:r>
      <w:r w:rsidRPr="007818BD">
        <w:t>étranger se leva à demi</w:t>
      </w:r>
      <w:r w:rsidR="00E8465A">
        <w:t xml:space="preserve">, </w:t>
      </w:r>
      <w:r w:rsidRPr="007818BD">
        <w:t>comme pour rappeler le public au sentiment de la courtoisie qu</w:t>
      </w:r>
      <w:r w:rsidR="00E8465A">
        <w:t>’</w:t>
      </w:r>
      <w:r w:rsidRPr="007818BD">
        <w:t>il devait à une artiste si belle et si jeune</w:t>
      </w:r>
      <w:r w:rsidR="00E8465A">
        <w:t xml:space="preserve"> ; </w:t>
      </w:r>
      <w:r w:rsidRPr="007818BD">
        <w:t>et</w:t>
      </w:r>
      <w:r w:rsidR="00E8465A">
        <w:t xml:space="preserve">, </w:t>
      </w:r>
      <w:r w:rsidRPr="007818BD">
        <w:t>sitôt que sa voix eut donné le signal</w:t>
      </w:r>
      <w:r w:rsidR="00E8465A">
        <w:t xml:space="preserve">, </w:t>
      </w:r>
      <w:r w:rsidRPr="007818BD">
        <w:t>la salle entière y répondit par une explosion généreuse de bravos</w:t>
      </w:r>
      <w:r w:rsidR="00E8465A">
        <w:t xml:space="preserve"> : </w:t>
      </w:r>
      <w:r w:rsidRPr="007818BD">
        <w:t>car l</w:t>
      </w:r>
      <w:r w:rsidR="00E8465A">
        <w:t>’</w:t>
      </w:r>
      <w:r w:rsidRPr="007818BD">
        <w:t>étranger lui-même était un personnage fort remarqué</w:t>
      </w:r>
      <w:r w:rsidR="00E8465A">
        <w:t xml:space="preserve">, </w:t>
      </w:r>
      <w:r w:rsidRPr="007818BD">
        <w:t>et sa r</w:t>
      </w:r>
      <w:r w:rsidRPr="007818BD">
        <w:t>é</w:t>
      </w:r>
      <w:r w:rsidRPr="007818BD">
        <w:t>cente arrivée à Naples occupait</w:t>
      </w:r>
      <w:r w:rsidR="00E8465A">
        <w:t xml:space="preserve">, </w:t>
      </w:r>
      <w:r w:rsidRPr="007818BD">
        <w:t>de moitié avec l</w:t>
      </w:r>
      <w:r w:rsidR="00E8465A">
        <w:t>’</w:t>
      </w:r>
      <w:r w:rsidRPr="007818BD">
        <w:t>opéra nouveau</w:t>
      </w:r>
      <w:r w:rsidR="00E8465A">
        <w:t xml:space="preserve">, </w:t>
      </w:r>
      <w:r w:rsidRPr="007818BD">
        <w:t>toutes les langues de la ville</w:t>
      </w:r>
      <w:r w:rsidR="00E8465A">
        <w:t xml:space="preserve"> ; </w:t>
      </w:r>
      <w:r w:rsidRPr="007818BD">
        <w:t>puis</w:t>
      </w:r>
      <w:r w:rsidR="00E8465A">
        <w:t xml:space="preserve">, </w:t>
      </w:r>
      <w:r w:rsidRPr="007818BD">
        <w:t>quand les applaudissements eurent ce</w:t>
      </w:r>
      <w:r w:rsidRPr="007818BD">
        <w:t>s</w:t>
      </w:r>
      <w:r w:rsidRPr="007818BD">
        <w:t>sé</w:t>
      </w:r>
      <w:r w:rsidR="00E8465A">
        <w:t xml:space="preserve">, </w:t>
      </w:r>
      <w:r w:rsidRPr="007818BD">
        <w:t>claire</w:t>
      </w:r>
      <w:r w:rsidR="00E8465A">
        <w:t xml:space="preserve">, </w:t>
      </w:r>
      <w:r w:rsidRPr="007818BD">
        <w:t>pleine et dégagée de toute entrave</w:t>
      </w:r>
      <w:r w:rsidR="00E8465A">
        <w:t xml:space="preserve">, </w:t>
      </w:r>
      <w:r w:rsidRPr="007818BD">
        <w:t>comme un esprit affranchi de son argile mortelle</w:t>
      </w:r>
      <w:r w:rsidR="00E8465A">
        <w:t xml:space="preserve">, </w:t>
      </w:r>
      <w:r w:rsidRPr="007818BD">
        <w:t>la voix de la sirène déborda en torrents de ravissante harmonie</w:t>
      </w:r>
      <w:r w:rsidR="00E8465A">
        <w:t xml:space="preserve">. </w:t>
      </w:r>
      <w:r w:rsidRPr="007818BD">
        <w:t>Dès cet in</w:t>
      </w:r>
      <w:r w:rsidRPr="007818BD">
        <w:t>s</w:t>
      </w:r>
      <w:r w:rsidRPr="007818BD">
        <w:t>tant la foule</w:t>
      </w:r>
      <w:r w:rsidR="00E8465A">
        <w:t xml:space="preserve">, </w:t>
      </w:r>
      <w:r w:rsidRPr="007818BD">
        <w:t>les hasards du succès</w:t>
      </w:r>
      <w:r w:rsidR="00E8465A">
        <w:t xml:space="preserve">, </w:t>
      </w:r>
      <w:r w:rsidRPr="007818BD">
        <w:t>le monde entier</w:t>
      </w:r>
      <w:r w:rsidR="00E8465A">
        <w:t xml:space="preserve">, </w:t>
      </w:r>
      <w:r w:rsidRPr="007818BD">
        <w:t>Viola oublia tout</w:t>
      </w:r>
      <w:r w:rsidR="00E8465A">
        <w:t xml:space="preserve">, </w:t>
      </w:r>
      <w:r w:rsidRPr="007818BD">
        <w:t>tout</w:t>
      </w:r>
      <w:r w:rsidR="00E8465A">
        <w:t xml:space="preserve">, </w:t>
      </w:r>
      <w:r w:rsidRPr="007818BD">
        <w:t>excepté ce monde fantastique dont elle était la reine</w:t>
      </w:r>
      <w:r w:rsidR="00E8465A">
        <w:t xml:space="preserve">. </w:t>
      </w:r>
      <w:r w:rsidRPr="007818BD">
        <w:t>La présence de l</w:t>
      </w:r>
      <w:r w:rsidR="00E8465A">
        <w:t>’</w:t>
      </w:r>
      <w:r w:rsidRPr="007818BD">
        <w:t>étranger semblait compléter cette illusion qui d</w:t>
      </w:r>
      <w:r w:rsidRPr="007818BD">
        <w:t>é</w:t>
      </w:r>
      <w:r w:rsidRPr="007818BD">
        <w:t>robe à l</w:t>
      </w:r>
      <w:r w:rsidR="00E8465A">
        <w:t>’</w:t>
      </w:r>
      <w:r w:rsidRPr="007818BD">
        <w:t>artiste toute réalité en dehors du cercle de son art</w:t>
      </w:r>
      <w:r w:rsidR="00E8465A">
        <w:t xml:space="preserve">. </w:t>
      </w:r>
      <w:r w:rsidRPr="007818BD">
        <w:t>Elle sentit comme si ce front calme et grave</w:t>
      </w:r>
      <w:r w:rsidR="00E8465A">
        <w:t xml:space="preserve">, </w:t>
      </w:r>
      <w:r w:rsidRPr="007818BD">
        <w:t>ces yeux brillants</w:t>
      </w:r>
      <w:r w:rsidR="00E8465A">
        <w:t xml:space="preserve">, </w:t>
      </w:r>
      <w:r w:rsidRPr="007818BD">
        <w:t>lui inspiraient une pui</w:t>
      </w:r>
      <w:r w:rsidRPr="007818BD">
        <w:t>s</w:t>
      </w:r>
      <w:r w:rsidRPr="007818BD">
        <w:t>sance jusqu</w:t>
      </w:r>
      <w:r w:rsidR="00E8465A">
        <w:t>’</w:t>
      </w:r>
      <w:r w:rsidRPr="007818BD">
        <w:t>alors inconnue</w:t>
      </w:r>
      <w:r w:rsidR="00E8465A">
        <w:t xml:space="preserve"> ; </w:t>
      </w:r>
      <w:r w:rsidRPr="007818BD">
        <w:t>et</w:t>
      </w:r>
      <w:r w:rsidR="00E8465A">
        <w:t xml:space="preserve">, </w:t>
      </w:r>
      <w:r w:rsidRPr="007818BD">
        <w:t>tout en cherchant un langage pour traduire l</w:t>
      </w:r>
      <w:r w:rsidR="00E8465A">
        <w:t>’</w:t>
      </w:r>
      <w:r w:rsidRPr="007818BD">
        <w:t>étrange impression pr</w:t>
      </w:r>
      <w:r w:rsidRPr="007818BD">
        <w:t>o</w:t>
      </w:r>
      <w:r w:rsidRPr="007818BD">
        <w:t>duite par sa présence</w:t>
      </w:r>
      <w:r w:rsidR="00E8465A">
        <w:t xml:space="preserve">, </w:t>
      </w:r>
      <w:r w:rsidRPr="007818BD">
        <w:lastRenderedPageBreak/>
        <w:t>elle emprunta à cette présence même le secret de ses chants les plus mélodieux</w:t>
      </w:r>
      <w:r w:rsidR="00E8465A">
        <w:t>.</w:t>
      </w:r>
    </w:p>
    <w:p w14:paraId="389B9E4C" w14:textId="77777777" w:rsidR="00E8465A" w:rsidRDefault="00E0544E" w:rsidP="00E0544E">
      <w:r w:rsidRPr="007818BD">
        <w:t>Ce n</w:t>
      </w:r>
      <w:r w:rsidR="00E8465A">
        <w:t>’</w:t>
      </w:r>
      <w:r w:rsidRPr="007818BD">
        <w:t>est que lorsque tout fut fini</w:t>
      </w:r>
      <w:r w:rsidR="00E8465A">
        <w:t xml:space="preserve">, </w:t>
      </w:r>
      <w:r w:rsidRPr="007818BD">
        <w:t>quand elle aperçut son père et qu</w:t>
      </w:r>
      <w:r w:rsidR="00E8465A">
        <w:t>’</w:t>
      </w:r>
      <w:r w:rsidRPr="007818BD">
        <w:t>elle comprit sa joie</w:t>
      </w:r>
      <w:r w:rsidR="00E8465A">
        <w:t xml:space="preserve">, </w:t>
      </w:r>
      <w:r w:rsidRPr="007818BD">
        <w:t>que l</w:t>
      </w:r>
      <w:r w:rsidR="00E8465A">
        <w:t>’</w:t>
      </w:r>
      <w:r w:rsidRPr="007818BD">
        <w:t>étrange enchantement fit place au charme plus doux du foyer et de l</w:t>
      </w:r>
      <w:r w:rsidR="00E8465A">
        <w:t>’</w:t>
      </w:r>
      <w:r w:rsidRPr="007818BD">
        <w:t>amour filial</w:t>
      </w:r>
      <w:r w:rsidR="00E8465A">
        <w:t xml:space="preserve">. </w:t>
      </w:r>
      <w:r w:rsidRPr="007818BD">
        <w:t>Et comme</w:t>
      </w:r>
      <w:r w:rsidR="00E8465A">
        <w:t xml:space="preserve">, </w:t>
      </w:r>
      <w:r w:rsidRPr="007818BD">
        <w:t>avant de quitter la scène</w:t>
      </w:r>
      <w:r w:rsidR="00E8465A">
        <w:t xml:space="preserve">, </w:t>
      </w:r>
      <w:r w:rsidRPr="007818BD">
        <w:t>son regard se reporta involo</w:t>
      </w:r>
      <w:r w:rsidRPr="007818BD">
        <w:t>n</w:t>
      </w:r>
      <w:r w:rsidRPr="007818BD">
        <w:t>tairement vers la loge</w:t>
      </w:r>
      <w:r w:rsidR="00E8465A">
        <w:t xml:space="preserve">, </w:t>
      </w:r>
      <w:r w:rsidRPr="007818BD">
        <w:t>le sourire de l</w:t>
      </w:r>
      <w:r w:rsidR="00E8465A">
        <w:t>’</w:t>
      </w:r>
      <w:r w:rsidRPr="007818BD">
        <w:t>étranger</w:t>
      </w:r>
      <w:r w:rsidR="00E8465A">
        <w:t xml:space="preserve">, </w:t>
      </w:r>
      <w:r w:rsidRPr="007818BD">
        <w:t>calme et presque mélancolique</w:t>
      </w:r>
      <w:r w:rsidR="00E8465A">
        <w:t xml:space="preserve">, </w:t>
      </w:r>
      <w:r w:rsidRPr="007818BD">
        <w:t>pénétra profondément dans son cœur pour y v</w:t>
      </w:r>
      <w:r w:rsidRPr="007818BD">
        <w:t>i</w:t>
      </w:r>
      <w:r w:rsidRPr="007818BD">
        <w:t>vre</w:t>
      </w:r>
      <w:r w:rsidR="00E8465A">
        <w:t xml:space="preserve">, </w:t>
      </w:r>
      <w:r w:rsidRPr="007818BD">
        <w:t>pour y être évoqué avec des souvenirs confus</w:t>
      </w:r>
      <w:r w:rsidR="00E8465A">
        <w:t xml:space="preserve">, </w:t>
      </w:r>
      <w:r w:rsidRPr="007818BD">
        <w:t>mélangés à la fois de joie et de douleur</w:t>
      </w:r>
      <w:r w:rsidR="00E8465A">
        <w:t>.</w:t>
      </w:r>
    </w:p>
    <w:p w14:paraId="4148818C" w14:textId="77777777" w:rsidR="00E8465A" w:rsidRDefault="00E0544E" w:rsidP="00E0544E">
      <w:r w:rsidRPr="007818BD">
        <w:t>Passons sur les félicitations du cardinal-virtuose</w:t>
      </w:r>
      <w:r w:rsidR="00E8465A">
        <w:t xml:space="preserve">, </w:t>
      </w:r>
      <w:r w:rsidRPr="007818BD">
        <w:t>fort ébahi de découvrir que lui</w:t>
      </w:r>
      <w:r w:rsidR="00E8465A">
        <w:t xml:space="preserve">, </w:t>
      </w:r>
      <w:r w:rsidRPr="007818BD">
        <w:t>et tout Naples avec lui</w:t>
      </w:r>
      <w:r w:rsidR="00E8465A">
        <w:t xml:space="preserve">, </w:t>
      </w:r>
      <w:r w:rsidRPr="007818BD">
        <w:t>s</w:t>
      </w:r>
      <w:r w:rsidR="00E8465A">
        <w:t>’</w:t>
      </w:r>
      <w:r w:rsidRPr="007818BD">
        <w:t>étaient jusqu</w:t>
      </w:r>
      <w:r w:rsidR="00E8465A">
        <w:t>’</w:t>
      </w:r>
      <w:r w:rsidRPr="007818BD">
        <w:t>alors trompés dans une question de goût</w:t>
      </w:r>
      <w:r w:rsidR="00E8465A">
        <w:t xml:space="preserve"> ; </w:t>
      </w:r>
      <w:r w:rsidRPr="007818BD">
        <w:t>plus étonné encore de s</w:t>
      </w:r>
      <w:r w:rsidR="00E8465A">
        <w:t>’</w:t>
      </w:r>
      <w:r w:rsidRPr="007818BD">
        <w:t>entendre</w:t>
      </w:r>
      <w:r w:rsidR="00E8465A">
        <w:t xml:space="preserve">, </w:t>
      </w:r>
      <w:r w:rsidRPr="007818BD">
        <w:t>et tout Naples avec lui</w:t>
      </w:r>
      <w:r w:rsidR="00E8465A">
        <w:t xml:space="preserve">, </w:t>
      </w:r>
      <w:r w:rsidRPr="007818BD">
        <w:t>avouer leur erreur</w:t>
      </w:r>
      <w:r w:rsidR="00E8465A">
        <w:t xml:space="preserve">. </w:t>
      </w:r>
      <w:r w:rsidRPr="007818BD">
        <w:t>Passons sur les témoignages hyperboliques d</w:t>
      </w:r>
      <w:r w:rsidR="00E8465A">
        <w:t>’</w:t>
      </w:r>
      <w:r w:rsidRPr="007818BD">
        <w:t>enthousiasme qui vinrent assiéger les oreilles de la cantatrice</w:t>
      </w:r>
      <w:r w:rsidR="00E8465A">
        <w:t xml:space="preserve">, </w:t>
      </w:r>
      <w:r w:rsidRPr="007818BD">
        <w:t>lorsque</w:t>
      </w:r>
      <w:r w:rsidR="00E8465A">
        <w:t xml:space="preserve">, </w:t>
      </w:r>
      <w:r w:rsidRPr="007818BD">
        <w:t>reprenant son voile modeste et sa robe de jeune fille</w:t>
      </w:r>
      <w:r w:rsidR="00E8465A">
        <w:t xml:space="preserve">, </w:t>
      </w:r>
      <w:r w:rsidRPr="007818BD">
        <w:t>elle échappa à la foule des a</w:t>
      </w:r>
      <w:r w:rsidRPr="007818BD">
        <w:t>d</w:t>
      </w:r>
      <w:r w:rsidRPr="007818BD">
        <w:t>mirateurs qui obstruaient toutes les issues</w:t>
      </w:r>
      <w:r w:rsidR="00E8465A">
        <w:t xml:space="preserve">. </w:t>
      </w:r>
      <w:r w:rsidRPr="007818BD">
        <w:t>Passons sur le doux e</w:t>
      </w:r>
      <w:r w:rsidRPr="007818BD">
        <w:t>m</w:t>
      </w:r>
      <w:r w:rsidRPr="007818BD">
        <w:t>brassement du père et de l</w:t>
      </w:r>
      <w:r w:rsidR="00E8465A">
        <w:t>’</w:t>
      </w:r>
      <w:r w:rsidRPr="007818BD">
        <w:t xml:space="preserve">enfant traversant de nouveau les rues étoilées et la </w:t>
      </w:r>
      <w:proofErr w:type="spellStart"/>
      <w:r w:rsidRPr="007818BD">
        <w:t>Chiaja</w:t>
      </w:r>
      <w:proofErr w:type="spellEnd"/>
      <w:r w:rsidRPr="007818BD">
        <w:t xml:space="preserve"> déserte dans le carrosse du cardinal</w:t>
      </w:r>
      <w:r w:rsidR="00E8465A">
        <w:t xml:space="preserve">. </w:t>
      </w:r>
      <w:r w:rsidRPr="007818BD">
        <w:t>Ne nous arrêtons pas à rappeler les larmes et les exclamations de la bonne et simple mère</w:t>
      </w:r>
      <w:r w:rsidR="00E8465A">
        <w:t xml:space="preserve">… </w:t>
      </w:r>
      <w:r w:rsidRPr="007818BD">
        <w:t>Les voici revenus</w:t>
      </w:r>
      <w:r w:rsidR="00E8465A">
        <w:t xml:space="preserve"> ; </w:t>
      </w:r>
      <w:r w:rsidRPr="007818BD">
        <w:t>voici la cha</w:t>
      </w:r>
      <w:r w:rsidRPr="007818BD">
        <w:t>m</w:t>
      </w:r>
      <w:r w:rsidRPr="007818BD">
        <w:t>bre bien connue</w:t>
      </w:r>
      <w:r w:rsidR="00E8465A">
        <w:t xml:space="preserve">, </w:t>
      </w:r>
      <w:proofErr w:type="spellStart"/>
      <w:r w:rsidRPr="007818BD">
        <w:t>v</w:t>
      </w:r>
      <w:r w:rsidRPr="007818BD">
        <w:rPr>
          <w:i/>
          <w:iCs/>
        </w:rPr>
        <w:t>enimus</w:t>
      </w:r>
      <w:proofErr w:type="spellEnd"/>
      <w:r w:rsidR="00E8465A">
        <w:rPr>
          <w:i/>
          <w:iCs/>
        </w:rPr>
        <w:t xml:space="preserve">, </w:t>
      </w:r>
      <w:r w:rsidRPr="007818BD">
        <w:rPr>
          <w:i/>
          <w:iCs/>
        </w:rPr>
        <w:t xml:space="preserve">ad </w:t>
      </w:r>
      <w:proofErr w:type="spellStart"/>
      <w:r w:rsidRPr="007818BD">
        <w:rPr>
          <w:i/>
          <w:iCs/>
        </w:rPr>
        <w:t>larem</w:t>
      </w:r>
      <w:proofErr w:type="spellEnd"/>
      <w:r w:rsidRPr="007818BD">
        <w:rPr>
          <w:i/>
          <w:iCs/>
        </w:rPr>
        <w:t xml:space="preserve"> nostru</w:t>
      </w:r>
      <w:r>
        <w:rPr>
          <w:i/>
          <w:iCs/>
        </w:rPr>
        <w:t>m</w:t>
      </w:r>
      <w:r w:rsidRPr="007818BD">
        <w:rPr>
          <w:rStyle w:val="Appelnotedebasdep"/>
        </w:rPr>
        <w:footnoteReference w:id="6"/>
      </w:r>
      <w:r w:rsidR="00E8465A">
        <w:rPr>
          <w:i/>
          <w:iCs/>
        </w:rPr>
        <w:t xml:space="preserve">. </w:t>
      </w:r>
      <w:r w:rsidRPr="007818BD">
        <w:t xml:space="preserve">Voyez la vieille </w:t>
      </w:r>
      <w:proofErr w:type="spellStart"/>
      <w:r w:rsidRPr="007818BD">
        <w:t>Gionetta</w:t>
      </w:r>
      <w:proofErr w:type="spellEnd"/>
      <w:r w:rsidRPr="007818BD">
        <w:t xml:space="preserve"> se trémoussant pour préparer le souper</w:t>
      </w:r>
      <w:r w:rsidR="00E8465A">
        <w:t xml:space="preserve">, </w:t>
      </w:r>
      <w:r w:rsidRPr="007818BD">
        <w:t>et écoutez P</w:t>
      </w:r>
      <w:r w:rsidRPr="007818BD">
        <w:t>i</w:t>
      </w:r>
      <w:r w:rsidRPr="007818BD">
        <w:t>sani qui éveille le Barbiton assoupi dans son étui</w:t>
      </w:r>
      <w:r w:rsidR="00E8465A">
        <w:t xml:space="preserve">, </w:t>
      </w:r>
      <w:r w:rsidRPr="007818BD">
        <w:t>pour comm</w:t>
      </w:r>
      <w:r w:rsidRPr="007818BD">
        <w:t>u</w:t>
      </w:r>
      <w:r w:rsidRPr="007818BD">
        <w:t>niquer le grand événement à l</w:t>
      </w:r>
      <w:r w:rsidR="00E8465A">
        <w:t>’</w:t>
      </w:r>
      <w:r w:rsidRPr="007818BD">
        <w:t>Inséparable intelligent</w:t>
      </w:r>
      <w:r w:rsidR="00E8465A">
        <w:t xml:space="preserve">. </w:t>
      </w:r>
      <w:r w:rsidRPr="007818BD">
        <w:t>Écoutez ce rire de la mère</w:t>
      </w:r>
      <w:r w:rsidR="00E8465A">
        <w:t xml:space="preserve">, </w:t>
      </w:r>
      <w:r w:rsidRPr="007818BD">
        <w:t>rire anglais</w:t>
      </w:r>
      <w:r w:rsidR="00E8465A">
        <w:t xml:space="preserve">, </w:t>
      </w:r>
      <w:r w:rsidRPr="007818BD">
        <w:t>voilé et plein d</w:t>
      </w:r>
      <w:r w:rsidR="00E8465A">
        <w:t>’</w:t>
      </w:r>
      <w:r w:rsidRPr="007818BD">
        <w:t>enjouement</w:t>
      </w:r>
      <w:r w:rsidR="00E8465A">
        <w:t xml:space="preserve">. </w:t>
      </w:r>
      <w:r w:rsidRPr="007818BD">
        <w:t>Eh bien</w:t>
      </w:r>
      <w:r w:rsidR="00E8465A">
        <w:t xml:space="preserve"> ! </w:t>
      </w:r>
      <w:r w:rsidRPr="007818BD">
        <w:lastRenderedPageBreak/>
        <w:t>Viola</w:t>
      </w:r>
      <w:r w:rsidR="00E8465A">
        <w:t xml:space="preserve">, </w:t>
      </w:r>
      <w:r w:rsidRPr="007818BD">
        <w:t>bizarre enfant</w:t>
      </w:r>
      <w:r w:rsidR="00E8465A">
        <w:t xml:space="preserve">, </w:t>
      </w:r>
      <w:r w:rsidRPr="007818BD">
        <w:t>pourquoi demeurer ainsi à l</w:t>
      </w:r>
      <w:r w:rsidR="00E8465A">
        <w:t>’</w:t>
      </w:r>
      <w:r w:rsidRPr="007818BD">
        <w:t>écart</w:t>
      </w:r>
      <w:r w:rsidR="00E8465A">
        <w:t xml:space="preserve">, </w:t>
      </w:r>
      <w:r w:rsidRPr="007818BD">
        <w:t>le front appuyé sur tes belles mains</w:t>
      </w:r>
      <w:r w:rsidR="00E8465A">
        <w:t xml:space="preserve">, </w:t>
      </w:r>
      <w:r w:rsidRPr="007818BD">
        <w:t>les yeux pe</w:t>
      </w:r>
      <w:r w:rsidRPr="007818BD">
        <w:t>r</w:t>
      </w:r>
      <w:r w:rsidRPr="007818BD">
        <w:t>dus dans l</w:t>
      </w:r>
      <w:r w:rsidR="00E8465A">
        <w:t>’</w:t>
      </w:r>
      <w:r w:rsidRPr="007818BD">
        <w:t>espace</w:t>
      </w:r>
      <w:r w:rsidR="00E8465A">
        <w:t xml:space="preserve"> ? </w:t>
      </w:r>
      <w:r w:rsidRPr="007818BD">
        <w:t>Allons</w:t>
      </w:r>
      <w:r w:rsidR="00E8465A">
        <w:t xml:space="preserve">, </w:t>
      </w:r>
      <w:r w:rsidRPr="007818BD">
        <w:t>éveille-toi</w:t>
      </w:r>
      <w:r w:rsidR="00E8465A">
        <w:t xml:space="preserve"> ! </w:t>
      </w:r>
      <w:r w:rsidRPr="007818BD">
        <w:t>Il faut qu</w:t>
      </w:r>
      <w:r w:rsidR="00E8465A">
        <w:t>’</w:t>
      </w:r>
      <w:r w:rsidRPr="007818BD">
        <w:t>un radieux sourire écla</w:t>
      </w:r>
      <w:r w:rsidRPr="007818BD">
        <w:t>i</w:t>
      </w:r>
      <w:r w:rsidRPr="007818BD">
        <w:t>re cette nuit la maison tout entière</w:t>
      </w:r>
      <w:r w:rsidRPr="007818BD">
        <w:rPr>
          <w:rStyle w:val="Appelnotedebasdep"/>
        </w:rPr>
        <w:footnoteReference w:id="7"/>
      </w:r>
      <w:r w:rsidR="00E8465A">
        <w:t>.</w:t>
      </w:r>
    </w:p>
    <w:p w14:paraId="2428C91F" w14:textId="45149297" w:rsidR="00E0544E" w:rsidRPr="007818BD" w:rsidRDefault="00E0544E" w:rsidP="00E0544E">
      <w:r w:rsidRPr="007818BD">
        <w:t>Quelle heureuse réunion autour de cette humble table</w:t>
      </w:r>
      <w:r w:rsidR="00E8465A">
        <w:t xml:space="preserve"> ! </w:t>
      </w:r>
      <w:r w:rsidRPr="007818BD">
        <w:t>C</w:t>
      </w:r>
      <w:r w:rsidR="00E8465A">
        <w:t>’</w:t>
      </w:r>
      <w:r w:rsidRPr="007818BD">
        <w:t>était un festin à faire envie à Lucullus dans sa salle d</w:t>
      </w:r>
      <w:r w:rsidR="00E8465A">
        <w:t>’</w:t>
      </w:r>
      <w:r w:rsidRPr="007818BD">
        <w:t>Apollon</w:t>
      </w:r>
      <w:r w:rsidR="00E8465A">
        <w:t xml:space="preserve">, </w:t>
      </w:r>
      <w:r w:rsidRPr="007818BD">
        <w:t>que ces raisins secs</w:t>
      </w:r>
      <w:r w:rsidR="00E8465A">
        <w:t xml:space="preserve">, </w:t>
      </w:r>
      <w:r w:rsidRPr="007818BD">
        <w:t>ces appétissantes sardines</w:t>
      </w:r>
      <w:r w:rsidR="00E8465A">
        <w:t xml:space="preserve">, </w:t>
      </w:r>
      <w:r w:rsidRPr="007818BD">
        <w:t>et cette riche polenta</w:t>
      </w:r>
      <w:r w:rsidR="00E8465A">
        <w:t xml:space="preserve">, </w:t>
      </w:r>
      <w:r w:rsidRPr="007818BD">
        <w:t xml:space="preserve">et ce vieux flacon de </w:t>
      </w:r>
      <w:r w:rsidRPr="007818BD">
        <w:rPr>
          <w:i/>
          <w:iCs/>
        </w:rPr>
        <w:t>lacrima-christi</w:t>
      </w:r>
      <w:r w:rsidR="00E8465A">
        <w:t xml:space="preserve">, </w:t>
      </w:r>
      <w:r w:rsidRPr="007818BD">
        <w:t>présent du bon cardinal</w:t>
      </w:r>
      <w:r w:rsidR="00E8465A">
        <w:t xml:space="preserve">. </w:t>
      </w:r>
      <w:r w:rsidRPr="007818BD">
        <w:t>Le Barbiton</w:t>
      </w:r>
      <w:r w:rsidR="00E8465A">
        <w:t xml:space="preserve">, </w:t>
      </w:r>
      <w:r w:rsidRPr="007818BD">
        <w:t>installé sur un fauteuil à dossier droit et élevé</w:t>
      </w:r>
      <w:r w:rsidR="00E8465A">
        <w:t xml:space="preserve">, </w:t>
      </w:r>
      <w:r w:rsidRPr="007818BD">
        <w:t>auprès du musicien</w:t>
      </w:r>
      <w:r w:rsidR="00E8465A">
        <w:t xml:space="preserve">, </w:t>
      </w:r>
      <w:r w:rsidRPr="007818BD">
        <w:t>semblait participer au joyeux ba</w:t>
      </w:r>
      <w:r w:rsidRPr="007818BD">
        <w:t>n</w:t>
      </w:r>
      <w:r w:rsidRPr="007818BD">
        <w:t>quet</w:t>
      </w:r>
      <w:r w:rsidR="00E8465A">
        <w:t xml:space="preserve">. </w:t>
      </w:r>
      <w:r w:rsidRPr="007818BD">
        <w:t>Son honnête figure bien vernie reluisait à la clarté de la lampe</w:t>
      </w:r>
      <w:r w:rsidR="00E8465A">
        <w:t xml:space="preserve"> ; </w:t>
      </w:r>
      <w:r w:rsidRPr="007818BD">
        <w:t>et il y avait jusque dans son silence une gravité modeste de farfadet my</w:t>
      </w:r>
      <w:r w:rsidRPr="007818BD">
        <w:t>s</w:t>
      </w:r>
      <w:r w:rsidRPr="007818BD">
        <w:t>térieux</w:t>
      </w:r>
      <w:r w:rsidR="00E8465A">
        <w:t xml:space="preserve">, </w:t>
      </w:r>
      <w:r w:rsidRPr="007818BD">
        <w:t>chaque fois que son maître</w:t>
      </w:r>
      <w:r w:rsidR="00E8465A">
        <w:t xml:space="preserve">, </w:t>
      </w:r>
      <w:r w:rsidRPr="007818BD">
        <w:t>entre deux bouchées</w:t>
      </w:r>
      <w:r w:rsidR="00E8465A">
        <w:t xml:space="preserve">, </w:t>
      </w:r>
      <w:r w:rsidRPr="007818BD">
        <w:t>se tournait vers lui pour compléter son compte rendu de la soirée par quelque détail oublié</w:t>
      </w:r>
      <w:r w:rsidR="00E8465A">
        <w:t xml:space="preserve">. </w:t>
      </w:r>
      <w:r w:rsidRPr="007818BD">
        <w:t>La femme de P</w:t>
      </w:r>
      <w:r w:rsidRPr="007818BD">
        <w:t>i</w:t>
      </w:r>
      <w:r w:rsidRPr="007818BD">
        <w:t>sani contemplait affectueusement cette scène</w:t>
      </w:r>
      <w:r w:rsidR="00E8465A">
        <w:t xml:space="preserve"> ; </w:t>
      </w:r>
      <w:r w:rsidRPr="007818BD">
        <w:t>le bonheur lui avait ôté tout appétit</w:t>
      </w:r>
      <w:r w:rsidR="00E8465A">
        <w:t xml:space="preserve"> ; </w:t>
      </w:r>
      <w:r w:rsidRPr="007818BD">
        <w:t>tout à coup elle se leva</w:t>
      </w:r>
      <w:r w:rsidR="00E8465A">
        <w:t xml:space="preserve">, </w:t>
      </w:r>
      <w:r w:rsidRPr="007818BD">
        <w:t>et plaça sur le front de l</w:t>
      </w:r>
      <w:r w:rsidR="00E8465A">
        <w:t>’</w:t>
      </w:r>
      <w:r w:rsidRPr="007818BD">
        <w:t>artiste une guirlande de lauriers qu</w:t>
      </w:r>
      <w:r w:rsidR="00E8465A">
        <w:t>’</w:t>
      </w:r>
      <w:r w:rsidRPr="007818BD">
        <w:t>elle avait tressée d</w:t>
      </w:r>
      <w:r w:rsidR="00E8465A">
        <w:t>’</w:t>
      </w:r>
      <w:r w:rsidRPr="007818BD">
        <w:t>avance dans l</w:t>
      </w:r>
      <w:r w:rsidR="00E8465A">
        <w:t>’</w:t>
      </w:r>
      <w:r w:rsidRPr="007818BD">
        <w:t>anticipation toute maternelle du succès</w:t>
      </w:r>
      <w:r w:rsidR="00E8465A">
        <w:t xml:space="preserve">, </w:t>
      </w:r>
      <w:r w:rsidRPr="007818BD">
        <w:t>et Viola</w:t>
      </w:r>
      <w:r w:rsidR="00E8465A">
        <w:t xml:space="preserve">, </w:t>
      </w:r>
      <w:r w:rsidRPr="007818BD">
        <w:t>placée de l</w:t>
      </w:r>
      <w:r w:rsidR="00E8465A">
        <w:t>’</w:t>
      </w:r>
      <w:r w:rsidRPr="007818BD">
        <w:t>autre côté de son frère le Barbiton</w:t>
      </w:r>
      <w:r w:rsidR="00E8465A">
        <w:t xml:space="preserve">, </w:t>
      </w:r>
      <w:r w:rsidRPr="007818BD">
        <w:t>ajusta doucement la couronne sur les cheveux de son père</w:t>
      </w:r>
      <w:r w:rsidR="00E8465A">
        <w:t xml:space="preserve">, </w:t>
      </w:r>
      <w:r w:rsidRPr="007818BD">
        <w:t>en lui disant d</w:t>
      </w:r>
      <w:r w:rsidR="00E8465A">
        <w:t>’</w:t>
      </w:r>
      <w:r w:rsidRPr="007818BD">
        <w:t>un ton c</w:t>
      </w:r>
      <w:r w:rsidRPr="007818BD">
        <w:t>a</w:t>
      </w:r>
      <w:r w:rsidRPr="007818BD">
        <w:t>ressant</w:t>
      </w:r>
      <w:r w:rsidR="00E8465A">
        <w:t> : « </w:t>
      </w:r>
      <w:r w:rsidRPr="007818BD">
        <w:t>N</w:t>
      </w:r>
      <w:r w:rsidR="00E8465A">
        <w:t>’</w:t>
      </w:r>
      <w:r w:rsidRPr="007818BD">
        <w:t>est-ce pas</w:t>
      </w:r>
      <w:r w:rsidR="00E8465A">
        <w:t xml:space="preserve">, </w:t>
      </w:r>
      <w:r w:rsidRPr="007818BD">
        <w:rPr>
          <w:i/>
          <w:iCs/>
        </w:rPr>
        <w:t>Caro pare</w:t>
      </w:r>
      <w:r w:rsidR="00E8465A">
        <w:t xml:space="preserve">, </w:t>
      </w:r>
      <w:r w:rsidRPr="007818BD">
        <w:t>que vous ne le laisserez plus me gronder</w:t>
      </w:r>
      <w:r w:rsidR="00E8465A">
        <w:t> ? »</w:t>
      </w:r>
    </w:p>
    <w:p w14:paraId="4BB8775D" w14:textId="5EC1E7E0" w:rsidR="00E0544E" w:rsidRPr="007818BD" w:rsidRDefault="00E0544E" w:rsidP="00E0544E">
      <w:r w:rsidRPr="007818BD">
        <w:t>Alors le pauvre Pisani</w:t>
      </w:r>
      <w:r w:rsidR="00E8465A">
        <w:t xml:space="preserve">, </w:t>
      </w:r>
      <w:r w:rsidRPr="007818BD">
        <w:t>le cœur doucement tiraillé par sa double tendresse</w:t>
      </w:r>
      <w:r w:rsidR="00E8465A">
        <w:t xml:space="preserve">, </w:t>
      </w:r>
      <w:r w:rsidRPr="007818BD">
        <w:t xml:space="preserve">animé à la fois par le </w:t>
      </w:r>
      <w:proofErr w:type="spellStart"/>
      <w:r w:rsidRPr="007818BD">
        <w:rPr>
          <w:i/>
          <w:iCs/>
        </w:rPr>
        <w:t>lacrima</w:t>
      </w:r>
      <w:proofErr w:type="spellEnd"/>
      <w:r w:rsidRPr="007818BD">
        <w:t xml:space="preserve"> et par le succès</w:t>
      </w:r>
      <w:r w:rsidR="00E8465A">
        <w:t xml:space="preserve">, </w:t>
      </w:r>
      <w:r w:rsidRPr="007818BD">
        <w:t>se tourna vers le plus jeune de ses enfants</w:t>
      </w:r>
      <w:r w:rsidR="00E8465A">
        <w:t xml:space="preserve"> (</w:t>
      </w:r>
      <w:r w:rsidRPr="007818BD">
        <w:t>ce n</w:t>
      </w:r>
      <w:r w:rsidR="00E8465A">
        <w:t>’</w:t>
      </w:r>
      <w:r w:rsidRPr="007818BD">
        <w:t>était pas le Ba</w:t>
      </w:r>
      <w:r w:rsidRPr="007818BD">
        <w:t>r</w:t>
      </w:r>
      <w:r w:rsidRPr="007818BD">
        <w:t>biton</w:t>
      </w:r>
      <w:r w:rsidR="00E8465A">
        <w:t xml:space="preserve">) </w:t>
      </w:r>
      <w:r w:rsidRPr="007818BD">
        <w:t>avec un orgueil naïf et grotesque</w:t>
      </w:r>
      <w:r w:rsidR="00E8465A">
        <w:t> : « </w:t>
      </w:r>
      <w:r w:rsidRPr="007818BD">
        <w:t xml:space="preserve">je ne sais </w:t>
      </w:r>
      <w:r w:rsidRPr="007818BD">
        <w:lastRenderedPageBreak/>
        <w:t>lequel des deux je dois le plus</w:t>
      </w:r>
      <w:r w:rsidR="00E8465A">
        <w:t>-</w:t>
      </w:r>
      <w:r w:rsidRPr="007818BD">
        <w:t>remercier</w:t>
      </w:r>
      <w:r w:rsidR="00E8465A">
        <w:t xml:space="preserve"> ; </w:t>
      </w:r>
      <w:r w:rsidRPr="007818BD">
        <w:t>tant vous me donnez de joie</w:t>
      </w:r>
      <w:r w:rsidR="00E8465A">
        <w:t xml:space="preserve">. </w:t>
      </w:r>
      <w:r w:rsidRPr="007818BD">
        <w:t>Ma fille</w:t>
      </w:r>
      <w:r w:rsidR="00E8465A">
        <w:t xml:space="preserve">, </w:t>
      </w:r>
      <w:r w:rsidRPr="007818BD">
        <w:t>je suis si fier de toi et de moi-même</w:t>
      </w:r>
      <w:r w:rsidR="00E8465A">
        <w:t xml:space="preserve"> ! </w:t>
      </w:r>
      <w:r w:rsidRPr="007818BD">
        <w:t>Mais lui et moi</w:t>
      </w:r>
      <w:r w:rsidR="00E8465A">
        <w:t xml:space="preserve">, </w:t>
      </w:r>
      <w:r w:rsidRPr="007818BD">
        <w:t>pa</w:t>
      </w:r>
      <w:r w:rsidRPr="007818BD">
        <w:t>u</w:t>
      </w:r>
      <w:r w:rsidRPr="007818BD">
        <w:t>vre ami</w:t>
      </w:r>
      <w:r w:rsidR="00E8465A">
        <w:t xml:space="preserve"> ! </w:t>
      </w:r>
      <w:r w:rsidRPr="007818BD">
        <w:t>nous avons été si souvent malheureux ensemble</w:t>
      </w:r>
      <w:r w:rsidR="00E8465A">
        <w:t> ! »</w:t>
      </w:r>
    </w:p>
    <w:p w14:paraId="04FCC73A" w14:textId="77777777" w:rsidR="00E8465A" w:rsidRDefault="00E0544E" w:rsidP="00E0544E">
      <w:r w:rsidRPr="007818BD">
        <w:t>Le sommeil de Viola fut troublé</w:t>
      </w:r>
      <w:r w:rsidR="00E8465A">
        <w:t xml:space="preserve">, </w:t>
      </w:r>
      <w:r w:rsidRPr="007818BD">
        <w:t>c</w:t>
      </w:r>
      <w:r w:rsidR="00E8465A">
        <w:t>’</w:t>
      </w:r>
      <w:r w:rsidRPr="007818BD">
        <w:t>était naturel</w:t>
      </w:r>
      <w:r w:rsidR="00E8465A">
        <w:t xml:space="preserve">. </w:t>
      </w:r>
      <w:r w:rsidRPr="007818BD">
        <w:t>L</w:t>
      </w:r>
      <w:r w:rsidR="00E8465A">
        <w:t>’</w:t>
      </w:r>
      <w:r w:rsidRPr="007818BD">
        <w:t>ivresse de la vanité et du triomphe</w:t>
      </w:r>
      <w:r w:rsidR="00E8465A">
        <w:t xml:space="preserve">, </w:t>
      </w:r>
      <w:r w:rsidRPr="007818BD">
        <w:t>le bonheur du bonheur qu</w:t>
      </w:r>
      <w:r w:rsidR="00E8465A">
        <w:t>’</w:t>
      </w:r>
      <w:r w:rsidRPr="007818BD">
        <w:t>elle avait causé</w:t>
      </w:r>
      <w:r w:rsidR="00E8465A">
        <w:t xml:space="preserve">, </w:t>
      </w:r>
      <w:r w:rsidRPr="007818BD">
        <w:t>tout cela valait mieux que le sommeil</w:t>
      </w:r>
      <w:r w:rsidR="00E8465A">
        <w:t xml:space="preserve">. </w:t>
      </w:r>
      <w:r w:rsidRPr="007818BD">
        <w:t xml:space="preserve">Et pourtant sa pensée bien </w:t>
      </w:r>
      <w:proofErr w:type="gramStart"/>
      <w:r w:rsidRPr="007818BD">
        <w:t>des fois</w:t>
      </w:r>
      <w:proofErr w:type="gramEnd"/>
      <w:r w:rsidRPr="007818BD">
        <w:t xml:space="preserve"> s</w:t>
      </w:r>
      <w:r w:rsidR="00E8465A">
        <w:t>’</w:t>
      </w:r>
      <w:r w:rsidRPr="007818BD">
        <w:t>arrachait à toutes ces impressions pour voler vers ce regard</w:t>
      </w:r>
      <w:r w:rsidR="00E8465A">
        <w:t xml:space="preserve">, </w:t>
      </w:r>
      <w:r w:rsidRPr="007818BD">
        <w:t>vers ce sourire toujours présents</w:t>
      </w:r>
      <w:r w:rsidR="00E8465A">
        <w:t xml:space="preserve">, </w:t>
      </w:r>
      <w:r w:rsidRPr="007818BD">
        <w:t>et au</w:t>
      </w:r>
      <w:r w:rsidRPr="007818BD">
        <w:t>x</w:t>
      </w:r>
      <w:r w:rsidRPr="007818BD">
        <w:t>quels devait à jamais s</w:t>
      </w:r>
      <w:r w:rsidR="00E8465A">
        <w:t>’</w:t>
      </w:r>
      <w:r w:rsidRPr="007818BD">
        <w:t>associer le souvenir de ce triomphe et de ce bonheur</w:t>
      </w:r>
      <w:r w:rsidR="00E8465A">
        <w:t xml:space="preserve">. </w:t>
      </w:r>
      <w:r w:rsidRPr="007818BD">
        <w:t>Ses impressions</w:t>
      </w:r>
      <w:r w:rsidR="00E8465A">
        <w:t xml:space="preserve">, </w:t>
      </w:r>
      <w:r w:rsidRPr="007818BD">
        <w:t>comme son caractère</w:t>
      </w:r>
      <w:r w:rsidR="00E8465A">
        <w:t xml:space="preserve">, </w:t>
      </w:r>
      <w:r w:rsidRPr="007818BD">
        <w:t>étaient étranges et toutes particulières</w:t>
      </w:r>
      <w:r w:rsidR="00E8465A">
        <w:t xml:space="preserve">. </w:t>
      </w:r>
      <w:r w:rsidRPr="007818BD">
        <w:t>Ce n</w:t>
      </w:r>
      <w:r w:rsidR="00E8465A">
        <w:t>’</w:t>
      </w:r>
      <w:r w:rsidRPr="007818BD">
        <w:t>était pas ce qu</w:t>
      </w:r>
      <w:r w:rsidR="00E8465A">
        <w:t>’</w:t>
      </w:r>
      <w:r w:rsidRPr="007818BD">
        <w:t>éprouve une jeune fille dont le cœur</w:t>
      </w:r>
      <w:r w:rsidR="00E8465A">
        <w:t xml:space="preserve">, </w:t>
      </w:r>
      <w:r w:rsidRPr="007818BD">
        <w:t>percé pour la première fois par un r</w:t>
      </w:r>
      <w:r w:rsidRPr="007818BD">
        <w:t>e</w:t>
      </w:r>
      <w:r w:rsidRPr="007818BD">
        <w:t>gard</w:t>
      </w:r>
      <w:r w:rsidR="00E8465A">
        <w:t xml:space="preserve">, </w:t>
      </w:r>
      <w:r w:rsidRPr="007818BD">
        <w:t>soupire le langage naturel et inné du premier amour</w:t>
      </w:r>
      <w:r w:rsidR="00E8465A">
        <w:t xml:space="preserve">. </w:t>
      </w:r>
      <w:r w:rsidRPr="007818BD">
        <w:t>Ce n</w:t>
      </w:r>
      <w:r w:rsidR="00E8465A">
        <w:t>’</w:t>
      </w:r>
      <w:r w:rsidRPr="007818BD">
        <w:t>était pas précisément de l</w:t>
      </w:r>
      <w:r w:rsidR="00E8465A">
        <w:t>’</w:t>
      </w:r>
      <w:r w:rsidRPr="007818BD">
        <w:t>admiration</w:t>
      </w:r>
      <w:r w:rsidR="00E8465A">
        <w:t xml:space="preserve">, </w:t>
      </w:r>
      <w:r w:rsidRPr="007818BD">
        <w:t>quoique le visage qui se reflétait dans chaque flot de son inépuisable et mobile fanta</w:t>
      </w:r>
      <w:r w:rsidRPr="007818BD">
        <w:t>i</w:t>
      </w:r>
      <w:r w:rsidRPr="007818BD">
        <w:t>sie fût d</w:t>
      </w:r>
      <w:r w:rsidR="00E8465A">
        <w:t>’</w:t>
      </w:r>
      <w:r w:rsidRPr="007818BD">
        <w:t>une bea</w:t>
      </w:r>
      <w:r w:rsidRPr="007818BD">
        <w:t>u</w:t>
      </w:r>
      <w:r w:rsidRPr="007818BD">
        <w:t>té rare et majestueuse</w:t>
      </w:r>
      <w:r w:rsidR="00E8465A">
        <w:t xml:space="preserve">. </w:t>
      </w:r>
      <w:r w:rsidRPr="007818BD">
        <w:t>Ce n</w:t>
      </w:r>
      <w:r w:rsidR="00E8465A">
        <w:t>’</w:t>
      </w:r>
      <w:r w:rsidRPr="007818BD">
        <w:t>était pas non plus un simple souvenir plein de charme et de tendresse laissé par la vue de l</w:t>
      </w:r>
      <w:r w:rsidR="00E8465A">
        <w:t>’</w:t>
      </w:r>
      <w:r w:rsidRPr="007818BD">
        <w:t>inconnu</w:t>
      </w:r>
      <w:r w:rsidR="00E8465A">
        <w:t xml:space="preserve"> ; </w:t>
      </w:r>
      <w:r w:rsidRPr="007818BD">
        <w:t>c</w:t>
      </w:r>
      <w:r w:rsidR="00E8465A">
        <w:t>’</w:t>
      </w:r>
      <w:r w:rsidRPr="007818BD">
        <w:t>était un sentiment humain de reconnaissa</w:t>
      </w:r>
      <w:r w:rsidRPr="007818BD">
        <w:t>n</w:t>
      </w:r>
      <w:r w:rsidRPr="007818BD">
        <w:t>ce et de bonheur</w:t>
      </w:r>
      <w:r w:rsidR="00E8465A">
        <w:t xml:space="preserve">, </w:t>
      </w:r>
      <w:r w:rsidRPr="007818BD">
        <w:t>mêlé à je ne sais quel élément mystérieux de crainte et de vénération</w:t>
      </w:r>
      <w:r w:rsidR="00E8465A">
        <w:t xml:space="preserve">. </w:t>
      </w:r>
      <w:r w:rsidRPr="007818BD">
        <w:t>Certainement elle avait déjà vu ces traits</w:t>
      </w:r>
      <w:r w:rsidR="00E8465A">
        <w:t xml:space="preserve"> : </w:t>
      </w:r>
      <w:r w:rsidRPr="007818BD">
        <w:t>mais quand et comment</w:t>
      </w:r>
      <w:r w:rsidR="00E8465A">
        <w:t xml:space="preserve"> ? </w:t>
      </w:r>
      <w:r w:rsidRPr="007818BD">
        <w:t>Alors seulement que sa pensée avait cherché à esquisser sa destinée future</w:t>
      </w:r>
      <w:r w:rsidR="00E8465A">
        <w:t xml:space="preserve">, </w:t>
      </w:r>
      <w:r w:rsidRPr="007818BD">
        <w:t>et que</w:t>
      </w:r>
      <w:r w:rsidR="00E8465A">
        <w:t xml:space="preserve">, </w:t>
      </w:r>
      <w:r w:rsidRPr="007818BD">
        <w:t>malgré tous ses efforts pour inonder cette vision de fleurs et de rayons</w:t>
      </w:r>
      <w:r w:rsidR="00E8465A">
        <w:t xml:space="preserve">, </w:t>
      </w:r>
      <w:r w:rsidRPr="007818BD">
        <w:t>un pressentiment sombre et glacial l</w:t>
      </w:r>
      <w:r w:rsidR="00E8465A">
        <w:t>’</w:t>
      </w:r>
      <w:r w:rsidRPr="007818BD">
        <w:t>avait fait reculer malgré elle dans les plus intimes replis de son âme</w:t>
      </w:r>
      <w:r w:rsidR="00E8465A">
        <w:t xml:space="preserve">. </w:t>
      </w:r>
      <w:r w:rsidRPr="007818BD">
        <w:t>Elle avait enfin trouvé ce quelque chose si longtemps recherché par mille aspirations inquiètes</w:t>
      </w:r>
      <w:r w:rsidR="00E8465A">
        <w:t xml:space="preserve">, </w:t>
      </w:r>
      <w:r w:rsidRPr="007818BD">
        <w:t>mille vagues désirs moins du cœur que de la pensée</w:t>
      </w:r>
      <w:r w:rsidR="00E8465A">
        <w:t xml:space="preserve"> ; </w:t>
      </w:r>
      <w:r w:rsidRPr="007818BD">
        <w:t>non pas comme la jeunesse qui découvre l</w:t>
      </w:r>
      <w:r w:rsidR="00E8465A">
        <w:t>’</w:t>
      </w:r>
      <w:r w:rsidRPr="007818BD">
        <w:t>être qu</w:t>
      </w:r>
      <w:r w:rsidR="00E8465A">
        <w:t>’</w:t>
      </w:r>
      <w:r w:rsidRPr="007818BD">
        <w:t>elle doit a</w:t>
      </w:r>
      <w:r w:rsidRPr="007818BD">
        <w:t>i</w:t>
      </w:r>
      <w:r w:rsidRPr="007818BD">
        <w:t>mer</w:t>
      </w:r>
      <w:r w:rsidR="00E8465A">
        <w:t xml:space="preserve">, </w:t>
      </w:r>
      <w:r w:rsidRPr="007818BD">
        <w:t>mais plutôt comme le savant qui</w:t>
      </w:r>
      <w:r w:rsidR="00E8465A">
        <w:t xml:space="preserve">, </w:t>
      </w:r>
      <w:r w:rsidRPr="007818BD">
        <w:t>après de longues et i</w:t>
      </w:r>
      <w:r w:rsidRPr="007818BD">
        <w:t>n</w:t>
      </w:r>
      <w:r w:rsidRPr="007818BD">
        <w:t>fructueuses tentatives pour saisir le mot de quelque secret de la science</w:t>
      </w:r>
      <w:r w:rsidR="00E8465A">
        <w:t xml:space="preserve">, </w:t>
      </w:r>
      <w:r w:rsidRPr="007818BD">
        <w:t>voit enfin la vérité briller de loin à ses yeux d</w:t>
      </w:r>
      <w:r w:rsidR="00E8465A">
        <w:t>’</w:t>
      </w:r>
      <w:r w:rsidRPr="007818BD">
        <w:t xml:space="preserve">une lueur </w:t>
      </w:r>
      <w:r w:rsidRPr="007818BD">
        <w:lastRenderedPageBreak/>
        <w:t>obscure et vacillante encore</w:t>
      </w:r>
      <w:r w:rsidR="00E8465A">
        <w:t xml:space="preserve">, </w:t>
      </w:r>
      <w:r w:rsidRPr="007818BD">
        <w:t>et tour à tour l</w:t>
      </w:r>
      <w:r w:rsidR="00E8465A">
        <w:t>’</w:t>
      </w:r>
      <w:r w:rsidRPr="007818BD">
        <w:t>attirer</w:t>
      </w:r>
      <w:r w:rsidR="00E8465A">
        <w:t xml:space="preserve">, </w:t>
      </w:r>
      <w:r w:rsidRPr="007818BD">
        <w:t>disparaître</w:t>
      </w:r>
      <w:r w:rsidR="00E8465A">
        <w:t xml:space="preserve">, </w:t>
      </w:r>
      <w:r w:rsidRPr="007818BD">
        <w:t>l</w:t>
      </w:r>
      <w:r w:rsidR="00E8465A">
        <w:t>’</w:t>
      </w:r>
      <w:r w:rsidRPr="007818BD">
        <w:t>inviter de nouveau</w:t>
      </w:r>
      <w:r w:rsidR="00E8465A">
        <w:t xml:space="preserve">, </w:t>
      </w:r>
      <w:r w:rsidRPr="007818BD">
        <w:t>et de nouveau s</w:t>
      </w:r>
      <w:r w:rsidR="00E8465A">
        <w:t>’</w:t>
      </w:r>
      <w:r w:rsidRPr="007818BD">
        <w:t>évanouir</w:t>
      </w:r>
      <w:r w:rsidR="00E8465A">
        <w:t xml:space="preserve">. </w:t>
      </w:r>
      <w:r w:rsidRPr="007818BD">
        <w:t>Elle tomba enfin dans un pénible sommeil peuplé d</w:t>
      </w:r>
      <w:r w:rsidR="00E8465A">
        <w:t>’</w:t>
      </w:r>
      <w:r w:rsidRPr="007818BD">
        <w:t>images incohérentes</w:t>
      </w:r>
      <w:r w:rsidR="00E8465A">
        <w:t xml:space="preserve">, </w:t>
      </w:r>
      <w:r w:rsidRPr="007818BD">
        <w:t>indéc</w:t>
      </w:r>
      <w:r w:rsidRPr="007818BD">
        <w:t>i</w:t>
      </w:r>
      <w:r w:rsidRPr="007818BD">
        <w:t>ses</w:t>
      </w:r>
      <w:r w:rsidR="00E8465A">
        <w:t xml:space="preserve">, </w:t>
      </w:r>
      <w:r w:rsidRPr="007818BD">
        <w:t>informes</w:t>
      </w:r>
      <w:r w:rsidR="00E8465A">
        <w:t xml:space="preserve">. </w:t>
      </w:r>
      <w:r w:rsidRPr="007818BD">
        <w:t>Elle s</w:t>
      </w:r>
      <w:r w:rsidR="00E8465A">
        <w:t>’</w:t>
      </w:r>
      <w:r w:rsidRPr="007818BD">
        <w:t>éveilla au moment où le soleil</w:t>
      </w:r>
      <w:r w:rsidR="00E8465A">
        <w:t xml:space="preserve">, </w:t>
      </w:r>
      <w:r w:rsidRPr="007818BD">
        <w:t>derrière une nuée brumeuse</w:t>
      </w:r>
      <w:r w:rsidR="00E8465A">
        <w:t xml:space="preserve">, </w:t>
      </w:r>
      <w:r w:rsidRPr="007818BD">
        <w:t>laissait tomber à travers la fenêtre un rayon p</w:t>
      </w:r>
      <w:r w:rsidRPr="007818BD">
        <w:t>â</w:t>
      </w:r>
      <w:r w:rsidRPr="007818BD">
        <w:t>le et maladif</w:t>
      </w:r>
      <w:r w:rsidR="00E8465A">
        <w:t xml:space="preserve"> ; </w:t>
      </w:r>
      <w:r w:rsidRPr="007818BD">
        <w:t>déjà son père avait repris son unique occupation</w:t>
      </w:r>
      <w:r w:rsidR="00E8465A">
        <w:t xml:space="preserve">, </w:t>
      </w:r>
      <w:r w:rsidRPr="007818BD">
        <w:t>et elle l</w:t>
      </w:r>
      <w:r w:rsidR="00E8465A">
        <w:t>’</w:t>
      </w:r>
      <w:r w:rsidRPr="007818BD">
        <w:t>entendit tirer de son Inséparable un accord grave et étouffé</w:t>
      </w:r>
      <w:r w:rsidR="00E8465A">
        <w:t xml:space="preserve">, </w:t>
      </w:r>
      <w:r w:rsidRPr="007818BD">
        <w:t>comme un chant lugubre de mort</w:t>
      </w:r>
      <w:r w:rsidR="00E8465A">
        <w:t>.</w:t>
      </w:r>
    </w:p>
    <w:p w14:paraId="22C8EC86" w14:textId="77777777" w:rsidR="00E8465A" w:rsidRDefault="00E8465A" w:rsidP="00E0544E">
      <w:r>
        <w:t>« </w:t>
      </w:r>
      <w:r w:rsidR="00E0544E" w:rsidRPr="007818BD">
        <w:t>Et pourquoi</w:t>
      </w:r>
      <w:r>
        <w:t xml:space="preserve">, </w:t>
      </w:r>
      <w:r w:rsidR="00E0544E" w:rsidRPr="007818BD">
        <w:t>demanda-t-elle</w:t>
      </w:r>
      <w:r>
        <w:t xml:space="preserve">, </w:t>
      </w:r>
      <w:r w:rsidR="00E0544E" w:rsidRPr="007818BD">
        <w:t>quand elle l</w:t>
      </w:r>
      <w:r>
        <w:t>’</w:t>
      </w:r>
      <w:r w:rsidR="00E0544E" w:rsidRPr="007818BD">
        <w:t>eut rejoint dans sa chambre</w:t>
      </w:r>
      <w:r>
        <w:t xml:space="preserve">, </w:t>
      </w:r>
      <w:r w:rsidR="00E0544E" w:rsidRPr="007818BD">
        <w:t>pourquoi</w:t>
      </w:r>
      <w:r>
        <w:t xml:space="preserve">, </w:t>
      </w:r>
      <w:r w:rsidR="00E0544E" w:rsidRPr="007818BD">
        <w:t>père</w:t>
      </w:r>
      <w:r>
        <w:t xml:space="preserve">, </w:t>
      </w:r>
      <w:r w:rsidR="00E0544E" w:rsidRPr="007818BD">
        <w:t>votre inspiration était-elle si triste après la joie d</w:t>
      </w:r>
      <w:r>
        <w:t>’</w:t>
      </w:r>
      <w:r w:rsidR="00E0544E" w:rsidRPr="007818BD">
        <w:t>hier</w:t>
      </w:r>
      <w:r>
        <w:t> ?</w:t>
      </w:r>
    </w:p>
    <w:p w14:paraId="60BCDDB6" w14:textId="7073BA8F" w:rsidR="00E0544E" w:rsidRPr="007818BD" w:rsidRDefault="00E8465A" w:rsidP="00E0544E">
      <w:r>
        <w:t>— </w:t>
      </w:r>
      <w:r w:rsidR="00E0544E" w:rsidRPr="007818BD">
        <w:t>Je ne sais enfant</w:t>
      </w:r>
      <w:r>
        <w:t xml:space="preserve"> : </w:t>
      </w:r>
      <w:r w:rsidR="00E0544E" w:rsidRPr="007818BD">
        <w:t>je voulais être joyeux</w:t>
      </w:r>
      <w:r>
        <w:t xml:space="preserve">, </w:t>
      </w:r>
      <w:r w:rsidR="00E0544E" w:rsidRPr="007818BD">
        <w:t>et composer un air en ton honneur</w:t>
      </w:r>
      <w:r>
        <w:t xml:space="preserve"> ; </w:t>
      </w:r>
      <w:r w:rsidR="00E0544E" w:rsidRPr="007818BD">
        <w:t>mais le drôle que voilà est si obstiné</w:t>
      </w:r>
      <w:r>
        <w:t xml:space="preserve">, </w:t>
      </w:r>
      <w:r w:rsidR="00E0544E" w:rsidRPr="007818BD">
        <w:t>qu</w:t>
      </w:r>
      <w:r>
        <w:t>’</w:t>
      </w:r>
      <w:r w:rsidR="00E0544E" w:rsidRPr="007818BD">
        <w:t>il m</w:t>
      </w:r>
      <w:r>
        <w:t>’</w:t>
      </w:r>
      <w:r w:rsidR="00E0544E" w:rsidRPr="007818BD">
        <w:t>en a fallu passer par où il a voulu</w:t>
      </w:r>
      <w:r>
        <w:t>. »</w:t>
      </w:r>
    </w:p>
    <w:p w14:paraId="0ECDF704" w14:textId="77777777" w:rsidR="00E8465A" w:rsidRDefault="00E0544E" w:rsidP="00E8465A">
      <w:pPr>
        <w:pStyle w:val="Titre2"/>
        <w:pageBreakBefore/>
      </w:pPr>
      <w:bookmarkStart w:id="4" w:name="_Toc199963053"/>
      <w:r w:rsidRPr="007818BD">
        <w:lastRenderedPageBreak/>
        <w:t>CHAPITRE</w:t>
      </w:r>
      <w:r w:rsidR="00E8465A">
        <w:t xml:space="preserve"> </w:t>
      </w:r>
      <w:r w:rsidRPr="007818BD">
        <w:t>IV</w:t>
      </w:r>
      <w:r w:rsidR="00E8465A">
        <w:t>.</w:t>
      </w:r>
      <w:bookmarkEnd w:id="4"/>
    </w:p>
    <w:p w14:paraId="363B54DF" w14:textId="11268BCD" w:rsidR="00E0544E" w:rsidRPr="007818BD" w:rsidRDefault="00E0544E" w:rsidP="00E0544E">
      <w:pPr>
        <w:pStyle w:val="NormalRetraitGauche4XIndent0"/>
        <w:spacing w:before="0" w:after="0"/>
        <w:rPr>
          <w:rStyle w:val="Taille-1Caracteres"/>
        </w:rPr>
      </w:pPr>
      <w:r w:rsidRPr="007818BD">
        <w:rPr>
          <w:rStyle w:val="Taille-1Caracteres"/>
        </w:rPr>
        <w:t xml:space="preserve">E </w:t>
      </w:r>
      <w:proofErr w:type="spellStart"/>
      <w:r w:rsidRPr="007818BD">
        <w:rPr>
          <w:rStyle w:val="Taille-1Caracteres"/>
        </w:rPr>
        <w:t>cosi</w:t>
      </w:r>
      <w:proofErr w:type="spellEnd"/>
      <w:r w:rsidRPr="007818BD">
        <w:rPr>
          <w:rStyle w:val="Taille-1Caracteres"/>
        </w:rPr>
        <w:t xml:space="preserve"> i </w:t>
      </w:r>
      <w:proofErr w:type="spellStart"/>
      <w:r w:rsidRPr="007818BD">
        <w:rPr>
          <w:rStyle w:val="Taille-1Caracteres"/>
        </w:rPr>
        <w:t>pigri</w:t>
      </w:r>
      <w:proofErr w:type="spellEnd"/>
      <w:r w:rsidRPr="007818BD">
        <w:rPr>
          <w:rStyle w:val="Taille-1Caracteres"/>
        </w:rPr>
        <w:t xml:space="preserve"> e </w:t>
      </w:r>
      <w:proofErr w:type="spellStart"/>
      <w:r w:rsidRPr="007818BD">
        <w:rPr>
          <w:rStyle w:val="Taille-1Caracteres"/>
        </w:rPr>
        <w:t>timidi</w:t>
      </w:r>
      <w:proofErr w:type="spellEnd"/>
      <w:r w:rsidRPr="007818BD">
        <w:rPr>
          <w:rStyle w:val="Taille-1Caracteres"/>
        </w:rPr>
        <w:t xml:space="preserve"> </w:t>
      </w:r>
      <w:proofErr w:type="spellStart"/>
      <w:r w:rsidRPr="007818BD">
        <w:rPr>
          <w:rStyle w:val="Taille-1Caracteres"/>
        </w:rPr>
        <w:t>desiri</w:t>
      </w:r>
      <w:proofErr w:type="spellEnd"/>
    </w:p>
    <w:p w14:paraId="6112CAFF" w14:textId="77777777" w:rsidR="00E8465A" w:rsidRDefault="00E0544E" w:rsidP="00E0544E">
      <w:pPr>
        <w:pStyle w:val="NormalRetraitGauche4XIndent0"/>
        <w:spacing w:before="0" w:after="0"/>
        <w:rPr>
          <w:rStyle w:val="Taille-1Caracteres"/>
        </w:rPr>
      </w:pPr>
      <w:proofErr w:type="spellStart"/>
      <w:r w:rsidRPr="007818BD">
        <w:rPr>
          <w:rStyle w:val="Taille-1Caracteres"/>
        </w:rPr>
        <w:t>Sprona</w:t>
      </w:r>
      <w:proofErr w:type="spellEnd"/>
      <w:r w:rsidRPr="007818BD">
        <w:rPr>
          <w:rStyle w:val="Appelnotedebasdep"/>
          <w:szCs w:val="28"/>
        </w:rPr>
        <w:footnoteReference w:id="8"/>
      </w:r>
    </w:p>
    <w:p w14:paraId="608D0510" w14:textId="396E8C8D" w:rsidR="00E8465A" w:rsidRDefault="00E8465A" w:rsidP="00E0544E">
      <w:pPr>
        <w:jc w:val="right"/>
        <w:rPr>
          <w:rStyle w:val="Taille-1Caracteres"/>
        </w:rPr>
      </w:pPr>
      <w:r>
        <w:rPr>
          <w:rStyle w:val="Taille-1Caracteres"/>
        </w:rPr>
        <w:t>(</w:t>
      </w:r>
      <w:proofErr w:type="spellStart"/>
      <w:r w:rsidR="00E0544E" w:rsidRPr="00AF32C9">
        <w:rPr>
          <w:rStyle w:val="Taille-1Caracteres"/>
          <w:i/>
        </w:rPr>
        <w:t>Gerus</w:t>
      </w:r>
      <w:proofErr w:type="spellEnd"/>
      <w:r>
        <w:rPr>
          <w:rStyle w:val="Taille-1Caracteres"/>
          <w:i/>
        </w:rPr>
        <w:t xml:space="preserve">. </w:t>
      </w:r>
      <w:r w:rsidR="00E0544E" w:rsidRPr="00AF32C9">
        <w:rPr>
          <w:rStyle w:val="Taille-1Caracteres"/>
          <w:i/>
        </w:rPr>
        <w:t>lib</w:t>
      </w:r>
      <w:r>
        <w:rPr>
          <w:rStyle w:val="Taille-1Caracteres"/>
        </w:rPr>
        <w:t xml:space="preserve">., </w:t>
      </w:r>
      <w:r w:rsidR="00E0544E" w:rsidRPr="007818BD">
        <w:rPr>
          <w:rStyle w:val="Taille-1Caracteres"/>
        </w:rPr>
        <w:t>IV</w:t>
      </w:r>
      <w:r>
        <w:rPr>
          <w:rStyle w:val="Taille-1Caracteres"/>
        </w:rPr>
        <w:t xml:space="preserve">, </w:t>
      </w:r>
      <w:r w:rsidR="00E0544E" w:rsidRPr="007818BD">
        <w:rPr>
          <w:rStyle w:val="Taille-1Caracteres"/>
        </w:rPr>
        <w:t>88</w:t>
      </w:r>
      <w:r>
        <w:rPr>
          <w:rStyle w:val="Taille-1Caracteres"/>
        </w:rPr>
        <w:t>.)</w:t>
      </w:r>
    </w:p>
    <w:p w14:paraId="5B00567E" w14:textId="77777777" w:rsidR="00E8465A" w:rsidRDefault="00E0544E" w:rsidP="00E0544E">
      <w:r w:rsidRPr="007818BD">
        <w:t>Pisani avait l</w:t>
      </w:r>
      <w:r w:rsidR="00E8465A">
        <w:t>’</w:t>
      </w:r>
      <w:r w:rsidRPr="007818BD">
        <w:t>habitude</w:t>
      </w:r>
      <w:r w:rsidR="00E8465A">
        <w:t xml:space="preserve">, </w:t>
      </w:r>
      <w:r w:rsidRPr="007818BD">
        <w:t>excepté lorsque les devoirs de sa profession réclamaient son temps d</w:t>
      </w:r>
      <w:r w:rsidR="00E8465A">
        <w:t>’</w:t>
      </w:r>
      <w:r w:rsidRPr="007818BD">
        <w:t>une manière spéciale</w:t>
      </w:r>
      <w:r w:rsidR="00E8465A">
        <w:t xml:space="preserve">, </w:t>
      </w:r>
      <w:r w:rsidRPr="007818BD">
        <w:t>de consacrer au sommeil une partie de la journée</w:t>
      </w:r>
      <w:r w:rsidR="00E8465A">
        <w:t xml:space="preserve">, </w:t>
      </w:r>
      <w:r w:rsidRPr="007818BD">
        <w:t>habitude moins de luxe que de nécessité pour un homme qui dormait peu pe</w:t>
      </w:r>
      <w:r w:rsidRPr="007818BD">
        <w:t>n</w:t>
      </w:r>
      <w:r w:rsidRPr="007818BD">
        <w:t>dant la nuit</w:t>
      </w:r>
      <w:r w:rsidR="00E8465A">
        <w:t xml:space="preserve">. </w:t>
      </w:r>
      <w:r w:rsidRPr="007818BD">
        <w:t>À dire vrai</w:t>
      </w:r>
      <w:r w:rsidR="00E8465A">
        <w:t xml:space="preserve">, </w:t>
      </w:r>
      <w:r w:rsidRPr="007818BD">
        <w:t>qu</w:t>
      </w:r>
      <w:r w:rsidR="00E8465A">
        <w:t>’</w:t>
      </w:r>
      <w:r w:rsidRPr="007818BD">
        <w:t>il se fût agi de composer ou d</w:t>
      </w:r>
      <w:r w:rsidR="00E8465A">
        <w:t>’</w:t>
      </w:r>
      <w:r w:rsidRPr="007818BD">
        <w:t>étudier</w:t>
      </w:r>
      <w:r w:rsidR="00E8465A">
        <w:t xml:space="preserve">, </w:t>
      </w:r>
      <w:r w:rsidRPr="007818BD">
        <w:t>les heures du milieu de la journée étaient précisément celles pendant lesquelles Pisani n</w:t>
      </w:r>
      <w:r w:rsidR="00E8465A">
        <w:t>’</w:t>
      </w:r>
      <w:r w:rsidRPr="007818BD">
        <w:t>aurait pu travailler</w:t>
      </w:r>
      <w:r w:rsidR="00E8465A">
        <w:t xml:space="preserve">, </w:t>
      </w:r>
      <w:r w:rsidRPr="007818BD">
        <w:t>même s</w:t>
      </w:r>
      <w:r w:rsidR="00E8465A">
        <w:t>’</w:t>
      </w:r>
      <w:r w:rsidRPr="007818BD">
        <w:t>il l</w:t>
      </w:r>
      <w:r w:rsidR="00E8465A">
        <w:t>’</w:t>
      </w:r>
      <w:r w:rsidRPr="007818BD">
        <w:t>eût voulu</w:t>
      </w:r>
      <w:r w:rsidR="00E8465A">
        <w:t xml:space="preserve">. </w:t>
      </w:r>
      <w:r w:rsidRPr="007818BD">
        <w:t>Son génie ressemblait à ces fontaines toujours ple</w:t>
      </w:r>
      <w:r w:rsidRPr="007818BD">
        <w:t>i</w:t>
      </w:r>
      <w:r w:rsidRPr="007818BD">
        <w:t>nes au lever et au déclin du jour</w:t>
      </w:r>
      <w:r w:rsidR="00E8465A">
        <w:t xml:space="preserve">, </w:t>
      </w:r>
      <w:r w:rsidRPr="007818BD">
        <w:t>qui débordent la nuit</w:t>
      </w:r>
      <w:r w:rsidR="00E8465A">
        <w:t xml:space="preserve">, </w:t>
      </w:r>
      <w:r w:rsidRPr="007818BD">
        <w:t>et sont à midi parfaitement taries</w:t>
      </w:r>
      <w:r w:rsidR="00E8465A">
        <w:t xml:space="preserve">. </w:t>
      </w:r>
      <w:r w:rsidRPr="007818BD">
        <w:t>Pendant ces heures consacrées par son mari au sommeil</w:t>
      </w:r>
      <w:r w:rsidR="00E8465A">
        <w:t xml:space="preserve">, </w:t>
      </w:r>
      <w:r w:rsidRPr="007818BD">
        <w:t>la signora s</w:t>
      </w:r>
      <w:r w:rsidR="00E8465A">
        <w:t>’</w:t>
      </w:r>
      <w:r w:rsidRPr="007818BD">
        <w:t>échappait ordinairement pour a</w:t>
      </w:r>
      <w:r w:rsidRPr="007818BD">
        <w:t>l</w:t>
      </w:r>
      <w:r w:rsidRPr="007818BD">
        <w:t>ler faire les emplettes nécessaires au petit ménage</w:t>
      </w:r>
      <w:r w:rsidR="00E8465A">
        <w:t xml:space="preserve">, </w:t>
      </w:r>
      <w:r w:rsidRPr="007818BD">
        <w:t>ou pour jouir</w:t>
      </w:r>
      <w:r w:rsidR="00E8465A">
        <w:t xml:space="preserve"> (</w:t>
      </w:r>
      <w:r w:rsidRPr="007818BD">
        <w:t>quelle est la femme qui n</w:t>
      </w:r>
      <w:r w:rsidR="00E8465A">
        <w:t>’</w:t>
      </w:r>
      <w:r w:rsidRPr="007818BD">
        <w:t>aime cette distraction</w:t>
      </w:r>
      <w:r w:rsidR="00E8465A">
        <w:t xml:space="preserve"> ?) </w:t>
      </w:r>
      <w:r w:rsidRPr="007818BD">
        <w:t>de la caus</w:t>
      </w:r>
      <w:r w:rsidRPr="007818BD">
        <w:t>e</w:t>
      </w:r>
      <w:r w:rsidRPr="007818BD">
        <w:t>rie de quelque voisine</w:t>
      </w:r>
      <w:r w:rsidR="00E8465A">
        <w:t xml:space="preserve">. </w:t>
      </w:r>
      <w:r w:rsidRPr="007818BD">
        <w:t>Et que de f</w:t>
      </w:r>
      <w:r w:rsidRPr="007818BD">
        <w:t>é</w:t>
      </w:r>
      <w:r w:rsidRPr="007818BD">
        <w:t>licitations n</w:t>
      </w:r>
      <w:r w:rsidR="00E8465A">
        <w:t>’</w:t>
      </w:r>
      <w:r w:rsidRPr="007818BD">
        <w:t>avait-elle pas à recueillir le lendemain de ce brillant triomphe</w:t>
      </w:r>
      <w:r w:rsidR="00E8465A">
        <w:t> ?</w:t>
      </w:r>
    </w:p>
    <w:p w14:paraId="092042D9" w14:textId="77777777" w:rsidR="00E8465A" w:rsidRDefault="00E0544E" w:rsidP="00E0544E">
      <w:r w:rsidRPr="007818BD">
        <w:t>C</w:t>
      </w:r>
      <w:r w:rsidR="00E8465A">
        <w:t>’</w:t>
      </w:r>
      <w:r w:rsidRPr="007818BD">
        <w:t>était l</w:t>
      </w:r>
      <w:r w:rsidR="00E8465A">
        <w:t>’</w:t>
      </w:r>
      <w:r w:rsidRPr="007818BD">
        <w:t>heure où Viola allait volontiers s</w:t>
      </w:r>
      <w:r w:rsidR="00E8465A">
        <w:t>’</w:t>
      </w:r>
      <w:r w:rsidRPr="007818BD">
        <w:t>asseoir au dehors</w:t>
      </w:r>
      <w:r w:rsidR="00E8465A">
        <w:t xml:space="preserve">, </w:t>
      </w:r>
      <w:r w:rsidRPr="007818BD">
        <w:t>sous une tenture qui ombrageait le seuil de la porte sans ob</w:t>
      </w:r>
      <w:r w:rsidRPr="007818BD">
        <w:t>s</w:t>
      </w:r>
      <w:r w:rsidRPr="007818BD">
        <w:t>truer la rue</w:t>
      </w:r>
      <w:r w:rsidR="00E8465A">
        <w:t xml:space="preserve">, </w:t>
      </w:r>
      <w:r w:rsidRPr="007818BD">
        <w:t>et c</w:t>
      </w:r>
      <w:r w:rsidR="00E8465A">
        <w:t>’</w:t>
      </w:r>
      <w:r w:rsidRPr="007818BD">
        <w:t>est là que vous pouvez la voir maintenant</w:t>
      </w:r>
      <w:r w:rsidR="00E8465A">
        <w:t xml:space="preserve">, </w:t>
      </w:r>
      <w:r w:rsidRPr="007818BD">
        <w:t>so</w:t>
      </w:r>
      <w:r w:rsidRPr="007818BD">
        <w:t>u</w:t>
      </w:r>
      <w:r w:rsidRPr="007818BD">
        <w:t>tenant sur ses genoux une partition que son regard distrait pa</w:t>
      </w:r>
      <w:r w:rsidRPr="007818BD">
        <w:t>r</w:t>
      </w:r>
      <w:r w:rsidRPr="007818BD">
        <w:t>court de temps à autre</w:t>
      </w:r>
      <w:r w:rsidR="00E8465A">
        <w:t xml:space="preserve"> ; </w:t>
      </w:r>
      <w:r w:rsidRPr="007818BD">
        <w:t>derrière elle</w:t>
      </w:r>
      <w:r w:rsidR="00E8465A">
        <w:t xml:space="preserve">, </w:t>
      </w:r>
      <w:r w:rsidRPr="007818BD">
        <w:t>et au-dessus de sa tête</w:t>
      </w:r>
      <w:r w:rsidR="00E8465A">
        <w:t xml:space="preserve">, </w:t>
      </w:r>
      <w:r w:rsidRPr="007818BD">
        <w:t xml:space="preserve">une vigne suspend les festons capricieux de son riche </w:t>
      </w:r>
      <w:r w:rsidRPr="007818BD">
        <w:lastRenderedPageBreak/>
        <w:t>feuillage</w:t>
      </w:r>
      <w:r w:rsidR="00E8465A">
        <w:t xml:space="preserve">, </w:t>
      </w:r>
      <w:r w:rsidRPr="007818BD">
        <w:t>et devant elle</w:t>
      </w:r>
      <w:r w:rsidR="00E8465A">
        <w:t xml:space="preserve">, </w:t>
      </w:r>
      <w:r w:rsidRPr="007818BD">
        <w:t>à l</w:t>
      </w:r>
      <w:r w:rsidR="00E8465A">
        <w:t>’</w:t>
      </w:r>
      <w:r w:rsidRPr="007818BD">
        <w:t>horizon</w:t>
      </w:r>
      <w:r w:rsidR="00E8465A">
        <w:t xml:space="preserve">, </w:t>
      </w:r>
      <w:r w:rsidRPr="007818BD">
        <w:t>se déroule la mer</w:t>
      </w:r>
      <w:r w:rsidR="00E8465A">
        <w:t xml:space="preserve">, </w:t>
      </w:r>
      <w:r w:rsidRPr="007818BD">
        <w:t>avec quelque bla</w:t>
      </w:r>
      <w:r w:rsidRPr="007818BD">
        <w:t>n</w:t>
      </w:r>
      <w:r w:rsidRPr="007818BD">
        <w:t>che voile immobile qui semble assoupie sur les flots</w:t>
      </w:r>
      <w:r w:rsidR="00E8465A">
        <w:t>.</w:t>
      </w:r>
    </w:p>
    <w:p w14:paraId="69B014B2" w14:textId="77777777" w:rsidR="00E8465A" w:rsidRDefault="00E0544E" w:rsidP="00E0544E">
      <w:r w:rsidRPr="007818BD">
        <w:t>Pendant qu</w:t>
      </w:r>
      <w:r w:rsidR="00E8465A">
        <w:t>’</w:t>
      </w:r>
      <w:r w:rsidRPr="007818BD">
        <w:t>elle était assise ainsi</w:t>
      </w:r>
      <w:r w:rsidR="00E8465A">
        <w:t xml:space="preserve">, </w:t>
      </w:r>
      <w:r w:rsidRPr="007818BD">
        <w:t>plongée dans sa rêverie plutôt que dans ses pensées</w:t>
      </w:r>
      <w:r w:rsidR="00E8465A">
        <w:t xml:space="preserve">, </w:t>
      </w:r>
      <w:r w:rsidRPr="007818BD">
        <w:t>un homme venant du côté de Pa</w:t>
      </w:r>
      <w:r w:rsidRPr="007818BD">
        <w:t>u</w:t>
      </w:r>
      <w:r w:rsidRPr="007818BD">
        <w:t>silippe</w:t>
      </w:r>
      <w:r w:rsidR="00E8465A">
        <w:t xml:space="preserve">, </w:t>
      </w:r>
      <w:r w:rsidRPr="007818BD">
        <w:t>à pas lents et le regard baissé</w:t>
      </w:r>
      <w:r w:rsidR="00E8465A">
        <w:t xml:space="preserve">, </w:t>
      </w:r>
      <w:r w:rsidRPr="007818BD">
        <w:t>passa tout près de la ma</w:t>
      </w:r>
      <w:r w:rsidRPr="007818BD">
        <w:t>i</w:t>
      </w:r>
      <w:r w:rsidRPr="007818BD">
        <w:t>son</w:t>
      </w:r>
      <w:r w:rsidR="00E8465A">
        <w:t xml:space="preserve">. </w:t>
      </w:r>
      <w:r w:rsidRPr="007818BD">
        <w:t>Viola leva subitement les yeux</w:t>
      </w:r>
      <w:r w:rsidR="00E8465A">
        <w:t xml:space="preserve">, </w:t>
      </w:r>
      <w:r w:rsidRPr="007818BD">
        <w:t>et tressaillit d</w:t>
      </w:r>
      <w:r w:rsidR="00E8465A">
        <w:t>’</w:t>
      </w:r>
      <w:r w:rsidRPr="007818BD">
        <w:t>une sorte de terreur en reconnaissant l</w:t>
      </w:r>
      <w:r w:rsidR="00E8465A">
        <w:t>’</w:t>
      </w:r>
      <w:r w:rsidRPr="007818BD">
        <w:t>étranger</w:t>
      </w:r>
      <w:r w:rsidR="00E8465A">
        <w:t xml:space="preserve">. </w:t>
      </w:r>
      <w:r w:rsidRPr="007818BD">
        <w:t>Elle laissa échapper une e</w:t>
      </w:r>
      <w:r w:rsidRPr="007818BD">
        <w:t>x</w:t>
      </w:r>
      <w:r w:rsidRPr="007818BD">
        <w:t>clamation involontaire</w:t>
      </w:r>
      <w:r w:rsidR="00E8465A">
        <w:t xml:space="preserve"> ; </w:t>
      </w:r>
      <w:r w:rsidRPr="007818BD">
        <w:t>le cavalier se retourna</w:t>
      </w:r>
      <w:r w:rsidR="00E8465A">
        <w:t xml:space="preserve">, </w:t>
      </w:r>
      <w:r w:rsidRPr="007818BD">
        <w:t>l</w:t>
      </w:r>
      <w:r w:rsidR="00E8465A">
        <w:t>’</w:t>
      </w:r>
      <w:r w:rsidRPr="007818BD">
        <w:t>aperçut et s</w:t>
      </w:r>
      <w:r w:rsidR="00E8465A">
        <w:t>’</w:t>
      </w:r>
      <w:r w:rsidRPr="007818BD">
        <w:t>arrêta</w:t>
      </w:r>
      <w:r w:rsidR="00E8465A">
        <w:t>.</w:t>
      </w:r>
    </w:p>
    <w:p w14:paraId="41B04B7E" w14:textId="77777777" w:rsidR="00E8465A" w:rsidRDefault="00E0544E" w:rsidP="00E0544E">
      <w:r w:rsidRPr="007818BD">
        <w:t>Pendant quelques instants il demeura debout entre elle et la nappe éblouissante des eaux du golfe</w:t>
      </w:r>
      <w:r w:rsidR="00E8465A">
        <w:t xml:space="preserve">, </w:t>
      </w:r>
      <w:r w:rsidRPr="007818BD">
        <w:t>contemplant le front timide et l</w:t>
      </w:r>
      <w:r w:rsidR="00E8465A">
        <w:t>’</w:t>
      </w:r>
      <w:r w:rsidRPr="007818BD">
        <w:t>aspect frêle et délicat de la jeune fille qu</w:t>
      </w:r>
      <w:r w:rsidR="00E8465A">
        <w:t>’</w:t>
      </w:r>
      <w:r w:rsidRPr="007818BD">
        <w:t>il avait d</w:t>
      </w:r>
      <w:r w:rsidRPr="007818BD">
        <w:t>e</w:t>
      </w:r>
      <w:r w:rsidRPr="007818BD">
        <w:t>vant lui</w:t>
      </w:r>
      <w:r w:rsidR="00E8465A">
        <w:t xml:space="preserve">, </w:t>
      </w:r>
      <w:r w:rsidRPr="007818BD">
        <w:t>dans un silence plein de sérieuse réserve qui n</w:t>
      </w:r>
      <w:r w:rsidR="00E8465A">
        <w:t>’</w:t>
      </w:r>
      <w:r w:rsidRPr="007818BD">
        <w:t>avait rien de la hardiesse outrecuidante d</w:t>
      </w:r>
      <w:r w:rsidR="00E8465A">
        <w:t>’</w:t>
      </w:r>
      <w:r w:rsidRPr="007818BD">
        <w:t>un admirateur présom</w:t>
      </w:r>
      <w:r w:rsidRPr="007818BD">
        <w:t>p</w:t>
      </w:r>
      <w:r w:rsidRPr="007818BD">
        <w:t>tueux</w:t>
      </w:r>
      <w:r w:rsidR="00E8465A">
        <w:t xml:space="preserve">. </w:t>
      </w:r>
      <w:r w:rsidRPr="007818BD">
        <w:t>Enfin</w:t>
      </w:r>
      <w:r w:rsidR="00E8465A">
        <w:t xml:space="preserve">, </w:t>
      </w:r>
      <w:r w:rsidRPr="007818BD">
        <w:t>il parla</w:t>
      </w:r>
      <w:r w:rsidR="00E8465A">
        <w:t>.</w:t>
      </w:r>
    </w:p>
    <w:p w14:paraId="5CDAD7D3" w14:textId="77777777" w:rsidR="00E8465A" w:rsidRDefault="00E8465A" w:rsidP="00E0544E">
      <w:r>
        <w:t>« </w:t>
      </w:r>
      <w:r w:rsidR="00E0544E" w:rsidRPr="007818BD">
        <w:t>Êtes-vous heureuse</w:t>
      </w:r>
      <w:r>
        <w:t xml:space="preserve">, </w:t>
      </w:r>
      <w:r w:rsidR="00E0544E" w:rsidRPr="007818BD">
        <w:t>mon enfant</w:t>
      </w:r>
      <w:r>
        <w:t xml:space="preserve">, </w:t>
      </w:r>
      <w:r w:rsidR="00E0544E" w:rsidRPr="007818BD">
        <w:t>dit-il d</w:t>
      </w:r>
      <w:r>
        <w:t>’</w:t>
      </w:r>
      <w:r w:rsidR="00E0544E" w:rsidRPr="007818BD">
        <w:t>une voix pre</w:t>
      </w:r>
      <w:r w:rsidR="00E0544E" w:rsidRPr="007818BD">
        <w:t>s</w:t>
      </w:r>
      <w:r w:rsidR="00E0544E" w:rsidRPr="007818BD">
        <w:t>que paternelle</w:t>
      </w:r>
      <w:r>
        <w:t xml:space="preserve">, </w:t>
      </w:r>
      <w:r w:rsidR="00E0544E" w:rsidRPr="007818BD">
        <w:t>de la ca</w:t>
      </w:r>
      <w:r w:rsidR="00E0544E" w:rsidRPr="007818BD">
        <w:t>r</w:t>
      </w:r>
      <w:r w:rsidR="00E0544E" w:rsidRPr="007818BD">
        <w:t>rière qui s</w:t>
      </w:r>
      <w:r>
        <w:t>’</w:t>
      </w:r>
      <w:r w:rsidR="00E0544E" w:rsidRPr="007818BD">
        <w:t>ouvre devant vous</w:t>
      </w:r>
      <w:r>
        <w:t xml:space="preserve"> ? </w:t>
      </w:r>
      <w:r w:rsidR="00E0544E" w:rsidRPr="007818BD">
        <w:t>Entre seize ans et trente</w:t>
      </w:r>
      <w:r>
        <w:t xml:space="preserve">, </w:t>
      </w:r>
      <w:r w:rsidR="00E0544E" w:rsidRPr="007818BD">
        <w:t>il y a dans les applaudissements une mus</w:t>
      </w:r>
      <w:r w:rsidR="00E0544E" w:rsidRPr="007818BD">
        <w:t>i</w:t>
      </w:r>
      <w:r w:rsidR="00E0544E" w:rsidRPr="007818BD">
        <w:t>que plus douce que toute celle que peut faire entendre votre voix</w:t>
      </w:r>
      <w:r>
        <w:t>.</w:t>
      </w:r>
    </w:p>
    <w:p w14:paraId="77658644" w14:textId="77777777" w:rsidR="00E8465A" w:rsidRDefault="00E8465A" w:rsidP="00E0544E">
      <w:r>
        <w:t>— </w:t>
      </w:r>
      <w:r w:rsidR="00E0544E" w:rsidRPr="007818BD">
        <w:t>Je ne sais</w:t>
      </w:r>
      <w:r>
        <w:t xml:space="preserve">, </w:t>
      </w:r>
      <w:r w:rsidR="00E0544E" w:rsidRPr="007818BD">
        <w:t>balbutia d</w:t>
      </w:r>
      <w:r>
        <w:t>’</w:t>
      </w:r>
      <w:r w:rsidR="00E0544E" w:rsidRPr="007818BD">
        <w:t>abord timidement Viola</w:t>
      </w:r>
      <w:r>
        <w:t>, »</w:t>
      </w:r>
      <w:r w:rsidR="00E0544E" w:rsidRPr="007818BD">
        <w:t xml:space="preserve"> Mais il y avait tant de douceur et de limpidité dans la voix qui lui parlait qu</w:t>
      </w:r>
      <w:r>
        <w:t>’</w:t>
      </w:r>
      <w:r w:rsidR="00E0544E" w:rsidRPr="007818BD">
        <w:t>elle reprit avec plus de courage</w:t>
      </w:r>
      <w:r>
        <w:t> : « </w:t>
      </w:r>
      <w:r w:rsidR="00E0544E" w:rsidRPr="007818BD">
        <w:t>Je ne sais si je suis he</w:t>
      </w:r>
      <w:r w:rsidR="00E0544E" w:rsidRPr="007818BD">
        <w:t>u</w:t>
      </w:r>
      <w:r w:rsidR="00E0544E" w:rsidRPr="007818BD">
        <w:t>reuse à présent</w:t>
      </w:r>
      <w:r>
        <w:t xml:space="preserve"> : </w:t>
      </w:r>
      <w:r w:rsidR="00E0544E" w:rsidRPr="007818BD">
        <w:t>je l</w:t>
      </w:r>
      <w:r>
        <w:t>’</w:t>
      </w:r>
      <w:r w:rsidR="00E0544E" w:rsidRPr="007818BD">
        <w:t>étais hier</w:t>
      </w:r>
      <w:r>
        <w:t xml:space="preserve">. </w:t>
      </w:r>
      <w:r w:rsidR="00E0544E" w:rsidRPr="007818BD">
        <w:t>Et je sens aussi</w:t>
      </w:r>
      <w:r>
        <w:t xml:space="preserve">, </w:t>
      </w:r>
      <w:r w:rsidR="00E0544E" w:rsidRPr="007818BD">
        <w:t>Excellence</w:t>
      </w:r>
      <w:r>
        <w:t xml:space="preserve">, </w:t>
      </w:r>
      <w:r w:rsidR="00E0544E" w:rsidRPr="007818BD">
        <w:t>que je vous dois des remerciements</w:t>
      </w:r>
      <w:r>
        <w:t xml:space="preserve">, </w:t>
      </w:r>
      <w:r w:rsidR="00E0544E" w:rsidRPr="007818BD">
        <w:t>dont vous ignorez sans doute le motif</w:t>
      </w:r>
      <w:r>
        <w:t>.</w:t>
      </w:r>
    </w:p>
    <w:p w14:paraId="11B36CC5" w14:textId="77777777" w:rsidR="00E8465A" w:rsidRDefault="00E8465A" w:rsidP="00E0544E">
      <w:r>
        <w:t>— </w:t>
      </w:r>
      <w:r w:rsidR="00E0544E" w:rsidRPr="007818BD">
        <w:t>Vous vous trompez</w:t>
      </w:r>
      <w:r>
        <w:t xml:space="preserve">, </w:t>
      </w:r>
      <w:r w:rsidR="00E0544E" w:rsidRPr="007818BD">
        <w:t>dit le cavalier en souriant</w:t>
      </w:r>
      <w:r>
        <w:t xml:space="preserve">. </w:t>
      </w:r>
      <w:r w:rsidR="00E0544E" w:rsidRPr="007818BD">
        <w:t>Je sais que j</w:t>
      </w:r>
      <w:r>
        <w:t>’</w:t>
      </w:r>
      <w:r w:rsidR="00E0544E" w:rsidRPr="007818BD">
        <w:t>ai contribué à votre succès bien mérité</w:t>
      </w:r>
      <w:r>
        <w:t xml:space="preserve">, </w:t>
      </w:r>
      <w:r w:rsidR="00E0544E" w:rsidRPr="007818BD">
        <w:t>mais c</w:t>
      </w:r>
      <w:r>
        <w:t>’</w:t>
      </w:r>
      <w:r w:rsidR="00E0544E" w:rsidRPr="007818BD">
        <w:t>est vous qui savez à peine comment</w:t>
      </w:r>
      <w:r>
        <w:t xml:space="preserve">. </w:t>
      </w:r>
      <w:r w:rsidR="00E0544E" w:rsidRPr="007818BD">
        <w:t xml:space="preserve">Le </w:t>
      </w:r>
      <w:r w:rsidR="00E0544E" w:rsidRPr="007818BD">
        <w:rPr>
          <w:i/>
          <w:iCs/>
        </w:rPr>
        <w:t>pourquoi</w:t>
      </w:r>
      <w:r>
        <w:t xml:space="preserve">, </w:t>
      </w:r>
      <w:r w:rsidR="00E0544E" w:rsidRPr="007818BD">
        <w:t>le voici</w:t>
      </w:r>
      <w:r>
        <w:t xml:space="preserve"> : </w:t>
      </w:r>
      <w:r w:rsidR="00E0544E" w:rsidRPr="007818BD">
        <w:t xml:space="preserve">parce que </w:t>
      </w:r>
      <w:r w:rsidR="00E0544E" w:rsidRPr="007818BD">
        <w:lastRenderedPageBreak/>
        <w:t>j</w:t>
      </w:r>
      <w:r>
        <w:t>’</w:t>
      </w:r>
      <w:r w:rsidR="00E0544E" w:rsidRPr="007818BD">
        <w:t>ai vu dans votre cœur une ambition plus noble que celle de la vanité féminine</w:t>
      </w:r>
      <w:r>
        <w:t xml:space="preserve"> ; </w:t>
      </w:r>
      <w:r w:rsidR="00E0544E" w:rsidRPr="007818BD">
        <w:t>c</w:t>
      </w:r>
      <w:r>
        <w:t>’</w:t>
      </w:r>
      <w:r w:rsidR="00E0544E" w:rsidRPr="007818BD">
        <w:t>est à la fille que je me suis intéressé</w:t>
      </w:r>
      <w:r>
        <w:t xml:space="preserve">. </w:t>
      </w:r>
      <w:r w:rsidR="00E0544E" w:rsidRPr="007818BD">
        <w:t>Vous eussiez peut-être mieux aimé que j</w:t>
      </w:r>
      <w:r>
        <w:t>’</w:t>
      </w:r>
      <w:r w:rsidR="00E0544E" w:rsidRPr="007818BD">
        <w:t>eusse tout simplement admiré l</w:t>
      </w:r>
      <w:r>
        <w:t>’</w:t>
      </w:r>
      <w:r w:rsidR="00E0544E" w:rsidRPr="007818BD">
        <w:t>artiste</w:t>
      </w:r>
      <w:r>
        <w:t>.</w:t>
      </w:r>
    </w:p>
    <w:p w14:paraId="314E37F3" w14:textId="77777777" w:rsidR="00E8465A" w:rsidRDefault="00E8465A" w:rsidP="00E0544E">
      <w:r>
        <w:t>— </w:t>
      </w:r>
      <w:r w:rsidR="00E0544E" w:rsidRPr="007818BD">
        <w:t>Non</w:t>
      </w:r>
      <w:r>
        <w:t xml:space="preserve">, </w:t>
      </w:r>
      <w:r w:rsidR="00E0544E" w:rsidRPr="007818BD">
        <w:t>oh</w:t>
      </w:r>
      <w:r>
        <w:t xml:space="preserve"> ! </w:t>
      </w:r>
      <w:r w:rsidR="00E0544E" w:rsidRPr="007818BD">
        <w:t>non</w:t>
      </w:r>
      <w:r>
        <w:t>.</w:t>
      </w:r>
    </w:p>
    <w:p w14:paraId="29EF7AFD" w14:textId="2B608800" w:rsidR="00E0544E" w:rsidRPr="007818BD" w:rsidRDefault="00E8465A" w:rsidP="00E0544E">
      <w:r>
        <w:t>— </w:t>
      </w:r>
      <w:r w:rsidR="00E0544E" w:rsidRPr="007818BD">
        <w:t>C</w:t>
      </w:r>
      <w:r>
        <w:t>’</w:t>
      </w:r>
      <w:r w:rsidR="00E0544E" w:rsidRPr="007818BD">
        <w:t>est bien</w:t>
      </w:r>
      <w:r>
        <w:t xml:space="preserve">, </w:t>
      </w:r>
      <w:r w:rsidR="00E0544E" w:rsidRPr="007818BD">
        <w:t>je vous crois</w:t>
      </w:r>
      <w:r>
        <w:t xml:space="preserve">. </w:t>
      </w:r>
      <w:r w:rsidR="00E0544E" w:rsidRPr="007818BD">
        <w:t>Et maintenant</w:t>
      </w:r>
      <w:r>
        <w:t xml:space="preserve">, </w:t>
      </w:r>
      <w:r w:rsidR="00E0544E" w:rsidRPr="007818BD">
        <w:t>puisque nous nous rencontrons</w:t>
      </w:r>
      <w:r>
        <w:t xml:space="preserve">, </w:t>
      </w:r>
      <w:r w:rsidR="00E0544E" w:rsidRPr="007818BD">
        <w:t>je vais m</w:t>
      </w:r>
      <w:r>
        <w:t>’</w:t>
      </w:r>
      <w:r w:rsidR="00E0544E" w:rsidRPr="007818BD">
        <w:t xml:space="preserve">arrêter pour vous </w:t>
      </w:r>
      <w:proofErr w:type="gramStart"/>
      <w:r w:rsidR="00E0544E" w:rsidRPr="007818BD">
        <w:t>donner</w:t>
      </w:r>
      <w:proofErr w:type="gramEnd"/>
      <w:r w:rsidR="00E0544E" w:rsidRPr="007818BD">
        <w:t xml:space="preserve"> un conseil</w:t>
      </w:r>
      <w:r>
        <w:t xml:space="preserve">. </w:t>
      </w:r>
      <w:r w:rsidR="00E0544E" w:rsidRPr="007818BD">
        <w:t>À votre première apparition au théâtre</w:t>
      </w:r>
      <w:r>
        <w:t xml:space="preserve">, </w:t>
      </w:r>
      <w:r w:rsidR="00E0544E" w:rsidRPr="007818BD">
        <w:t>vous aurez à vos pieds toute la folle jeunesse de Naples</w:t>
      </w:r>
      <w:r>
        <w:t xml:space="preserve">. </w:t>
      </w:r>
      <w:r w:rsidR="00E0544E" w:rsidRPr="007818BD">
        <w:t>Pauvre enfant</w:t>
      </w:r>
      <w:r>
        <w:t xml:space="preserve"> ! </w:t>
      </w:r>
      <w:r w:rsidR="00E0544E" w:rsidRPr="007818BD">
        <w:t>la fla</w:t>
      </w:r>
      <w:r w:rsidR="00E0544E" w:rsidRPr="007818BD">
        <w:t>m</w:t>
      </w:r>
      <w:r w:rsidR="00E0544E" w:rsidRPr="007818BD">
        <w:t>me qui éblouit l</w:t>
      </w:r>
      <w:r>
        <w:t>’</w:t>
      </w:r>
      <w:r w:rsidR="00E0544E" w:rsidRPr="007818BD">
        <w:t>œil peut aussi brûler les ailes</w:t>
      </w:r>
      <w:r>
        <w:t xml:space="preserve">. </w:t>
      </w:r>
      <w:proofErr w:type="spellStart"/>
      <w:r w:rsidR="00E0544E" w:rsidRPr="007818BD">
        <w:t>Souviens toi</w:t>
      </w:r>
      <w:proofErr w:type="spellEnd"/>
      <w:r w:rsidR="00E0544E" w:rsidRPr="007818BD">
        <w:t xml:space="preserve"> que le seul hommage qui ne soui</w:t>
      </w:r>
      <w:r w:rsidR="00E0544E" w:rsidRPr="007818BD">
        <w:t>l</w:t>
      </w:r>
      <w:r w:rsidR="00E0544E" w:rsidRPr="007818BD">
        <w:t>le pas</w:t>
      </w:r>
      <w:r>
        <w:t xml:space="preserve">, </w:t>
      </w:r>
      <w:r w:rsidR="00E0544E" w:rsidRPr="007818BD">
        <w:t>c</w:t>
      </w:r>
      <w:r>
        <w:t>’</w:t>
      </w:r>
      <w:r w:rsidR="00E0544E" w:rsidRPr="007818BD">
        <w:t>est celui que ne peut offrir la foule banale des adorateurs</w:t>
      </w:r>
      <w:r>
        <w:t xml:space="preserve">. </w:t>
      </w:r>
      <w:r w:rsidR="00E0544E" w:rsidRPr="007818BD">
        <w:t>Quels que soient les rêves de l</w:t>
      </w:r>
      <w:r>
        <w:t>’</w:t>
      </w:r>
      <w:r w:rsidR="00E0544E" w:rsidRPr="007818BD">
        <w:t>avenir</w:t>
      </w:r>
      <w:r>
        <w:t xml:space="preserve">, </w:t>
      </w:r>
      <w:r w:rsidR="00E0544E" w:rsidRPr="007818BD">
        <w:t>et</w:t>
      </w:r>
      <w:r>
        <w:t xml:space="preserve">, </w:t>
      </w:r>
      <w:r w:rsidR="00E0544E" w:rsidRPr="007818BD">
        <w:t>tout en te parlant</w:t>
      </w:r>
      <w:r>
        <w:t xml:space="preserve">, </w:t>
      </w:r>
      <w:r w:rsidR="00E0544E" w:rsidRPr="007818BD">
        <w:t>j</w:t>
      </w:r>
      <w:r>
        <w:t>’</w:t>
      </w:r>
      <w:r w:rsidR="00E0544E" w:rsidRPr="007818BD">
        <w:t>en mesure le vague et capricieux essor</w:t>
      </w:r>
      <w:r>
        <w:t xml:space="preserve">, </w:t>
      </w:r>
      <w:r w:rsidR="00E0544E" w:rsidRPr="007818BD">
        <w:t>puissent ceux-là seuls se réaliser qui ont pour centre et pour but le foyer de la fami</w:t>
      </w:r>
      <w:r w:rsidR="00E0544E" w:rsidRPr="007818BD">
        <w:t>l</w:t>
      </w:r>
      <w:r w:rsidR="00E0544E" w:rsidRPr="007818BD">
        <w:t>le</w:t>
      </w:r>
      <w:r>
        <w:t> ! »</w:t>
      </w:r>
    </w:p>
    <w:p w14:paraId="48FC601D" w14:textId="77777777" w:rsidR="00E8465A" w:rsidRDefault="00E0544E" w:rsidP="00E0544E">
      <w:r w:rsidRPr="007818BD">
        <w:t>Il s</w:t>
      </w:r>
      <w:r w:rsidR="00E8465A">
        <w:t>’</w:t>
      </w:r>
      <w:r w:rsidRPr="007818BD">
        <w:t>arrêta</w:t>
      </w:r>
      <w:r w:rsidR="00E8465A">
        <w:t xml:space="preserve"> ; </w:t>
      </w:r>
      <w:r w:rsidRPr="007818BD">
        <w:t>le cœur de Viola battit avec force</w:t>
      </w:r>
      <w:r w:rsidR="00E8465A">
        <w:t xml:space="preserve">. </w:t>
      </w:r>
      <w:r w:rsidRPr="007818BD">
        <w:t>Puis</w:t>
      </w:r>
      <w:r w:rsidR="00E8465A">
        <w:t xml:space="preserve">, </w:t>
      </w:r>
      <w:r w:rsidRPr="007818BD">
        <w:t>co</w:t>
      </w:r>
      <w:r w:rsidRPr="007818BD">
        <w:t>m</w:t>
      </w:r>
      <w:r w:rsidRPr="007818BD">
        <w:t>prenant à peine</w:t>
      </w:r>
      <w:r w:rsidR="00E8465A">
        <w:t xml:space="preserve">, </w:t>
      </w:r>
      <w:r w:rsidRPr="007818BD">
        <w:t>tout Italienne qu</w:t>
      </w:r>
      <w:r w:rsidR="00E8465A">
        <w:t>’</w:t>
      </w:r>
      <w:r w:rsidRPr="007818BD">
        <w:t>elle était</w:t>
      </w:r>
      <w:r w:rsidR="00E8465A">
        <w:t xml:space="preserve">, </w:t>
      </w:r>
      <w:r w:rsidRPr="007818BD">
        <w:t>la grave portée de ses conseils</w:t>
      </w:r>
      <w:r w:rsidR="00E8465A">
        <w:t xml:space="preserve">, </w:t>
      </w:r>
      <w:r w:rsidRPr="007818BD">
        <w:t>elle s</w:t>
      </w:r>
      <w:r w:rsidR="00E8465A">
        <w:t>’</w:t>
      </w:r>
      <w:r w:rsidRPr="007818BD">
        <w:t>écria avec une explosion d</w:t>
      </w:r>
      <w:r w:rsidR="00E8465A">
        <w:t>’</w:t>
      </w:r>
      <w:r w:rsidRPr="007818BD">
        <w:t>émotions nature</w:t>
      </w:r>
      <w:r w:rsidRPr="007818BD">
        <w:t>l</w:t>
      </w:r>
      <w:r w:rsidRPr="007818BD">
        <w:t>les et innocentes</w:t>
      </w:r>
      <w:r w:rsidR="00E8465A">
        <w:t> :</w:t>
      </w:r>
    </w:p>
    <w:p w14:paraId="44D361DD" w14:textId="20C537DA" w:rsidR="00E0544E" w:rsidRPr="007818BD" w:rsidRDefault="00E8465A" w:rsidP="00E0544E">
      <w:r>
        <w:t>« </w:t>
      </w:r>
      <w:r w:rsidR="00E0544E" w:rsidRPr="007818BD">
        <w:t>Ah</w:t>
      </w:r>
      <w:r>
        <w:t xml:space="preserve"> ! </w:t>
      </w:r>
      <w:r w:rsidR="00E0544E" w:rsidRPr="007818BD">
        <w:t>Excellence</w:t>
      </w:r>
      <w:r>
        <w:t xml:space="preserve">, </w:t>
      </w:r>
      <w:r w:rsidR="00E0544E" w:rsidRPr="007818BD">
        <w:t>vous ne pouvez savoir combien m</w:t>
      </w:r>
      <w:r>
        <w:t>’</w:t>
      </w:r>
      <w:r w:rsidR="00E0544E" w:rsidRPr="007818BD">
        <w:t>est d</w:t>
      </w:r>
      <w:r w:rsidR="00E0544E" w:rsidRPr="007818BD">
        <w:t>é</w:t>
      </w:r>
      <w:r w:rsidR="00E0544E" w:rsidRPr="007818BD">
        <w:t>jà cher ce foyer dome</w:t>
      </w:r>
      <w:r w:rsidR="00E0544E" w:rsidRPr="007818BD">
        <w:t>s</w:t>
      </w:r>
      <w:r w:rsidR="00E0544E" w:rsidRPr="007818BD">
        <w:t>tique</w:t>
      </w:r>
      <w:r>
        <w:t xml:space="preserve">. </w:t>
      </w:r>
      <w:r w:rsidR="00E0544E" w:rsidRPr="007818BD">
        <w:t>Et mon père</w:t>
      </w:r>
      <w:r>
        <w:t xml:space="preserve"> !… </w:t>
      </w:r>
      <w:r w:rsidR="00E0544E" w:rsidRPr="007818BD">
        <w:t>Sans lui</w:t>
      </w:r>
      <w:r>
        <w:t xml:space="preserve">, </w:t>
      </w:r>
      <w:proofErr w:type="spellStart"/>
      <w:r w:rsidR="00E0544E" w:rsidRPr="007818BD">
        <w:t>signor</w:t>
      </w:r>
      <w:proofErr w:type="spellEnd"/>
      <w:r>
        <w:t xml:space="preserve">, </w:t>
      </w:r>
      <w:r w:rsidR="00E0544E" w:rsidRPr="007818BD">
        <w:t>ce foyer n</w:t>
      </w:r>
      <w:r>
        <w:t>’</w:t>
      </w:r>
      <w:r w:rsidR="00E0544E" w:rsidRPr="007818BD">
        <w:t>existerait plus</w:t>
      </w:r>
      <w:r>
        <w:t>. »</w:t>
      </w:r>
    </w:p>
    <w:p w14:paraId="41268385" w14:textId="77777777" w:rsidR="00E8465A" w:rsidRDefault="00E0544E" w:rsidP="00E0544E">
      <w:r w:rsidRPr="007818BD">
        <w:t>Un sombre nuage se répandit sur le visage du cavalier</w:t>
      </w:r>
      <w:r w:rsidR="00E8465A">
        <w:t xml:space="preserve">. </w:t>
      </w:r>
      <w:r w:rsidRPr="007818BD">
        <w:t>Il contempla la paisible maison presque ensevelie sous le feuillage de la vigne</w:t>
      </w:r>
      <w:r w:rsidR="00E8465A">
        <w:t xml:space="preserve">, </w:t>
      </w:r>
      <w:r w:rsidRPr="007818BD">
        <w:t>puis ramena son regard sur les traits vifs et animés de l</w:t>
      </w:r>
      <w:r w:rsidR="00E8465A">
        <w:t>’</w:t>
      </w:r>
      <w:r w:rsidRPr="007818BD">
        <w:t>artiste</w:t>
      </w:r>
      <w:r w:rsidR="00E8465A">
        <w:t>.</w:t>
      </w:r>
    </w:p>
    <w:p w14:paraId="23F611DB" w14:textId="77777777" w:rsidR="00E8465A" w:rsidRDefault="00E8465A" w:rsidP="00E0544E">
      <w:r>
        <w:t>« </w:t>
      </w:r>
      <w:r w:rsidR="00E0544E" w:rsidRPr="007818BD">
        <w:t>C</w:t>
      </w:r>
      <w:r>
        <w:t>’</w:t>
      </w:r>
      <w:r w:rsidR="00E0544E" w:rsidRPr="007818BD">
        <w:t>est bien</w:t>
      </w:r>
      <w:r>
        <w:t xml:space="preserve">, </w:t>
      </w:r>
      <w:r w:rsidR="00E0544E" w:rsidRPr="007818BD">
        <w:t>dit-il</w:t>
      </w:r>
      <w:r>
        <w:t xml:space="preserve">. </w:t>
      </w:r>
      <w:r w:rsidR="00E0544E" w:rsidRPr="007818BD">
        <w:t>Un cœur simple est souvent à lui-même son meilleur guide</w:t>
      </w:r>
      <w:r>
        <w:t xml:space="preserve">. </w:t>
      </w:r>
      <w:r w:rsidR="00E0544E" w:rsidRPr="007818BD">
        <w:t>Courage donc</w:t>
      </w:r>
      <w:r>
        <w:t xml:space="preserve">, </w:t>
      </w:r>
      <w:r w:rsidR="00E0544E" w:rsidRPr="007818BD">
        <w:t>et soyez heureuse</w:t>
      </w:r>
      <w:r>
        <w:t xml:space="preserve">. </w:t>
      </w:r>
      <w:r w:rsidR="00E0544E" w:rsidRPr="007818BD">
        <w:t>Adieu</w:t>
      </w:r>
      <w:r>
        <w:t xml:space="preserve">, </w:t>
      </w:r>
      <w:r w:rsidR="00E0544E" w:rsidRPr="007818BD">
        <w:t>be</w:t>
      </w:r>
      <w:r w:rsidR="00E0544E" w:rsidRPr="007818BD">
        <w:t>l</w:t>
      </w:r>
      <w:r w:rsidR="00E0544E" w:rsidRPr="007818BD">
        <w:t>le cantatrice</w:t>
      </w:r>
      <w:r>
        <w:t>.</w:t>
      </w:r>
    </w:p>
    <w:p w14:paraId="54AAF732" w14:textId="77777777" w:rsidR="00E8465A" w:rsidRDefault="00E8465A" w:rsidP="00E0544E">
      <w:r>
        <w:lastRenderedPageBreak/>
        <w:t>— </w:t>
      </w:r>
      <w:r w:rsidR="00E0544E" w:rsidRPr="007818BD">
        <w:t>Adieu</w:t>
      </w:r>
      <w:r>
        <w:t xml:space="preserve">, </w:t>
      </w:r>
      <w:r w:rsidR="00E0544E" w:rsidRPr="007818BD">
        <w:t>Excellence</w:t>
      </w:r>
      <w:r>
        <w:t xml:space="preserve">… </w:t>
      </w:r>
      <w:r w:rsidR="00E0544E" w:rsidRPr="007818BD">
        <w:t>Mais</w:t>
      </w:r>
      <w:r>
        <w:t>… »</w:t>
      </w:r>
      <w:r w:rsidR="00E0544E" w:rsidRPr="007818BD">
        <w:t xml:space="preserve"> Quelque chose d</w:t>
      </w:r>
      <w:r>
        <w:t>’</w:t>
      </w:r>
      <w:r w:rsidR="00E0544E" w:rsidRPr="007818BD">
        <w:t>irrésistible</w:t>
      </w:r>
      <w:r>
        <w:t xml:space="preserve">, </w:t>
      </w:r>
      <w:r w:rsidR="00E0544E" w:rsidRPr="007818BD">
        <w:t>une sensation inquiète et accablante de crainte et d</w:t>
      </w:r>
      <w:r>
        <w:t>’</w:t>
      </w:r>
      <w:r w:rsidR="00E0544E" w:rsidRPr="007818BD">
        <w:t>espérance lui arracha cette question</w:t>
      </w:r>
      <w:r>
        <w:t> : « </w:t>
      </w:r>
      <w:r w:rsidR="00E0544E" w:rsidRPr="007818BD">
        <w:t>Je vous reverrai à San-Carlo</w:t>
      </w:r>
      <w:r>
        <w:t xml:space="preserve">, </w:t>
      </w:r>
      <w:r w:rsidR="00E0544E" w:rsidRPr="007818BD">
        <w:t>n</w:t>
      </w:r>
      <w:r>
        <w:t>’</w:t>
      </w:r>
      <w:r w:rsidR="00E0544E" w:rsidRPr="007818BD">
        <w:t>est-ce pas</w:t>
      </w:r>
      <w:r>
        <w:t> ?</w:t>
      </w:r>
    </w:p>
    <w:p w14:paraId="73B5CC69" w14:textId="77777777" w:rsidR="00E8465A" w:rsidRDefault="00E8465A" w:rsidP="00E0544E">
      <w:r>
        <w:t>— </w:t>
      </w:r>
      <w:r w:rsidR="00E0544E" w:rsidRPr="007818BD">
        <w:t>Pas du moins d</w:t>
      </w:r>
      <w:r>
        <w:t>’</w:t>
      </w:r>
      <w:r w:rsidR="00E0544E" w:rsidRPr="007818BD">
        <w:t>ici à quelque temps</w:t>
      </w:r>
      <w:r>
        <w:t xml:space="preserve">. </w:t>
      </w:r>
      <w:r w:rsidR="00E0544E" w:rsidRPr="007818BD">
        <w:t>Je quitte Naples a</w:t>
      </w:r>
      <w:r w:rsidR="00E0544E" w:rsidRPr="007818BD">
        <w:t>u</w:t>
      </w:r>
      <w:r w:rsidR="00E0544E" w:rsidRPr="007818BD">
        <w:t>jourd</w:t>
      </w:r>
      <w:r>
        <w:t>’</w:t>
      </w:r>
      <w:r w:rsidR="00E0544E" w:rsidRPr="007818BD">
        <w:t>hui</w:t>
      </w:r>
      <w:r>
        <w:t>.</w:t>
      </w:r>
    </w:p>
    <w:p w14:paraId="723AC69C" w14:textId="3DDA1DCB" w:rsidR="00E0544E" w:rsidRPr="007818BD" w:rsidRDefault="00E8465A" w:rsidP="00E0544E">
      <w:r>
        <w:t>— </w:t>
      </w:r>
      <w:r w:rsidR="00E0544E" w:rsidRPr="007818BD">
        <w:t>En vérité</w:t>
      </w:r>
      <w:r>
        <w:t> !… »</w:t>
      </w:r>
    </w:p>
    <w:p w14:paraId="7B087FE4" w14:textId="77777777" w:rsidR="00E8465A" w:rsidRDefault="00E0544E" w:rsidP="00E0544E">
      <w:r w:rsidRPr="007818BD">
        <w:t>Et Viola sentit son cœur s</w:t>
      </w:r>
      <w:r w:rsidR="00E8465A">
        <w:t>’</w:t>
      </w:r>
      <w:r w:rsidRPr="007818BD">
        <w:t>affaisser en elle</w:t>
      </w:r>
      <w:r w:rsidR="00E8465A">
        <w:t xml:space="preserve"> ; </w:t>
      </w:r>
      <w:r w:rsidRPr="007818BD">
        <w:t>la poésie du théâtre s</w:t>
      </w:r>
      <w:r w:rsidR="00E8465A">
        <w:t>’</w:t>
      </w:r>
      <w:r w:rsidRPr="007818BD">
        <w:t>était évanouie</w:t>
      </w:r>
      <w:r w:rsidR="00E8465A">
        <w:t>.</w:t>
      </w:r>
    </w:p>
    <w:p w14:paraId="2863C24E" w14:textId="206FC5EB" w:rsidR="00E0544E" w:rsidRPr="007818BD" w:rsidRDefault="00E8465A" w:rsidP="00E0544E">
      <w:r>
        <w:t>« — </w:t>
      </w:r>
      <w:r w:rsidR="00E0544E" w:rsidRPr="007818BD">
        <w:t>Et</w:t>
      </w:r>
      <w:r>
        <w:t xml:space="preserve">, </w:t>
      </w:r>
      <w:r w:rsidR="00E0544E" w:rsidRPr="007818BD">
        <w:t>dit le cavalier en se retournant et en posant douc</w:t>
      </w:r>
      <w:r w:rsidR="00E0544E" w:rsidRPr="007818BD">
        <w:t>e</w:t>
      </w:r>
      <w:r w:rsidR="00E0544E" w:rsidRPr="007818BD">
        <w:t>ment sa main sur celle de Viola</w:t>
      </w:r>
      <w:r>
        <w:t xml:space="preserve">, </w:t>
      </w:r>
      <w:r w:rsidR="00E0544E" w:rsidRPr="007818BD">
        <w:t>peut-être</w:t>
      </w:r>
      <w:r>
        <w:t xml:space="preserve">, </w:t>
      </w:r>
      <w:r w:rsidR="00E0544E" w:rsidRPr="007818BD">
        <w:t>avant que nous nous retrouvions</w:t>
      </w:r>
      <w:r>
        <w:t xml:space="preserve">, </w:t>
      </w:r>
      <w:r w:rsidR="00E0544E" w:rsidRPr="007818BD">
        <w:t>aurez-vous eu à souffrir</w:t>
      </w:r>
      <w:r>
        <w:t xml:space="preserve">, </w:t>
      </w:r>
      <w:r w:rsidR="00E0544E" w:rsidRPr="007818BD">
        <w:t>à connaître les premières et poignantes douleurs de la vie</w:t>
      </w:r>
      <w:r>
        <w:t xml:space="preserve">, </w:t>
      </w:r>
      <w:r w:rsidR="00E0544E" w:rsidRPr="007818BD">
        <w:t>à apprendre combien ce que donne la gloire est impuissant à compenser ce que perd le cœur</w:t>
      </w:r>
      <w:r>
        <w:t xml:space="preserve">. </w:t>
      </w:r>
      <w:r w:rsidR="00E0544E" w:rsidRPr="007818BD">
        <w:t>Mais soyez ferme et ne cédez point</w:t>
      </w:r>
      <w:r>
        <w:t xml:space="preserve">, </w:t>
      </w:r>
      <w:r w:rsidR="00E0544E" w:rsidRPr="007818BD">
        <w:t>pas même à ce qui peut sembler la piété de la douleur</w:t>
      </w:r>
      <w:r>
        <w:t xml:space="preserve">. </w:t>
      </w:r>
      <w:r w:rsidR="00E0544E" w:rsidRPr="007818BD">
        <w:t>Regardez dans le jardin du vo</w:t>
      </w:r>
      <w:r w:rsidR="00E0544E" w:rsidRPr="007818BD">
        <w:t>i</w:t>
      </w:r>
      <w:r w:rsidR="00E0544E" w:rsidRPr="007818BD">
        <w:t>sin</w:t>
      </w:r>
      <w:r>
        <w:t xml:space="preserve">, </w:t>
      </w:r>
      <w:r w:rsidR="00E0544E" w:rsidRPr="007818BD">
        <w:t>cet arbre</w:t>
      </w:r>
      <w:r>
        <w:t xml:space="preserve">… </w:t>
      </w:r>
      <w:r w:rsidR="00E0544E" w:rsidRPr="007818BD">
        <w:t>Voyez comme il a grandi</w:t>
      </w:r>
      <w:r>
        <w:t xml:space="preserve">, </w:t>
      </w:r>
      <w:r w:rsidR="00E0544E" w:rsidRPr="007818BD">
        <w:t>tordu et contrefait</w:t>
      </w:r>
      <w:r>
        <w:t xml:space="preserve">. </w:t>
      </w:r>
      <w:r w:rsidR="00E0544E" w:rsidRPr="007818BD">
        <w:t>Quelque vent égara le germe dont il naquit dans les fentes du rocher</w:t>
      </w:r>
      <w:r>
        <w:t xml:space="preserve"> ; </w:t>
      </w:r>
      <w:r w:rsidR="00E0544E" w:rsidRPr="007818BD">
        <w:t>étouffée</w:t>
      </w:r>
      <w:r>
        <w:t xml:space="preserve">, </w:t>
      </w:r>
      <w:r w:rsidR="00E0544E" w:rsidRPr="007818BD">
        <w:t>murée par les pierres et les bâtiments</w:t>
      </w:r>
      <w:r>
        <w:t xml:space="preserve">, </w:t>
      </w:r>
      <w:r w:rsidR="00E0544E" w:rsidRPr="007818BD">
        <w:t>par la nature et par l</w:t>
      </w:r>
      <w:r>
        <w:t>’</w:t>
      </w:r>
      <w:r w:rsidR="00E0544E" w:rsidRPr="007818BD">
        <w:t>homme</w:t>
      </w:r>
      <w:r>
        <w:t xml:space="preserve">, </w:t>
      </w:r>
      <w:r w:rsidR="00E0544E" w:rsidRPr="007818BD">
        <w:t>sa vie n</w:t>
      </w:r>
      <w:r>
        <w:t>’</w:t>
      </w:r>
      <w:r w:rsidR="00E0544E" w:rsidRPr="007818BD">
        <w:t>a été qu</w:t>
      </w:r>
      <w:r>
        <w:t>’</w:t>
      </w:r>
      <w:r w:rsidR="00E0544E" w:rsidRPr="007818BD">
        <w:t>une lutte perpétuelle pour voir la lumière</w:t>
      </w:r>
      <w:r>
        <w:t xml:space="preserve"> ; </w:t>
      </w:r>
      <w:r w:rsidR="00E0544E" w:rsidRPr="007818BD">
        <w:t>la lumière</w:t>
      </w:r>
      <w:r>
        <w:t xml:space="preserve">, </w:t>
      </w:r>
      <w:r w:rsidR="00E0544E" w:rsidRPr="007818BD">
        <w:t>principe essentiel de cette vie</w:t>
      </w:r>
      <w:r>
        <w:t xml:space="preserve">. </w:t>
      </w:r>
      <w:r w:rsidR="00E0544E" w:rsidRPr="007818BD">
        <w:t>Voyez comme il s</w:t>
      </w:r>
      <w:r>
        <w:t>’</w:t>
      </w:r>
      <w:r w:rsidR="00E0544E" w:rsidRPr="007818BD">
        <w:t>est tortillé et crispé</w:t>
      </w:r>
      <w:r>
        <w:t xml:space="preserve"> ; </w:t>
      </w:r>
      <w:r w:rsidR="00E0544E" w:rsidRPr="007818BD">
        <w:t>comment</w:t>
      </w:r>
      <w:r>
        <w:t xml:space="preserve">, </w:t>
      </w:r>
      <w:r w:rsidR="00E0544E" w:rsidRPr="007818BD">
        <w:t>rencontrant l</w:t>
      </w:r>
      <w:r>
        <w:t>’</w:t>
      </w:r>
      <w:r w:rsidR="00E0544E" w:rsidRPr="007818BD">
        <w:t>obstacle sur un point</w:t>
      </w:r>
      <w:r>
        <w:t xml:space="preserve">, </w:t>
      </w:r>
      <w:r w:rsidR="00E0544E" w:rsidRPr="007818BD">
        <w:t>il a travaillé et combattu</w:t>
      </w:r>
      <w:r>
        <w:t xml:space="preserve">, </w:t>
      </w:r>
      <w:r w:rsidR="00E0544E" w:rsidRPr="007818BD">
        <w:t>tronc et bra</w:t>
      </w:r>
      <w:r w:rsidR="00E0544E" w:rsidRPr="007818BD">
        <w:t>n</w:t>
      </w:r>
      <w:r w:rsidR="00E0544E" w:rsidRPr="007818BD">
        <w:t>ches</w:t>
      </w:r>
      <w:r>
        <w:t xml:space="preserve">, </w:t>
      </w:r>
      <w:r w:rsidR="00E0544E" w:rsidRPr="007818BD">
        <w:t>pour arriver enfin à la clarté des cieux</w:t>
      </w:r>
      <w:r>
        <w:t xml:space="preserve">… </w:t>
      </w:r>
      <w:r w:rsidR="00E0544E" w:rsidRPr="007818BD">
        <w:t>Comment s</w:t>
      </w:r>
      <w:r>
        <w:t>’</w:t>
      </w:r>
      <w:r w:rsidR="00E0544E" w:rsidRPr="007818BD">
        <w:t>est-il conservé à travers tous ces hasards défavorables de sa naissance et des circonsta</w:t>
      </w:r>
      <w:r w:rsidR="00E0544E" w:rsidRPr="007818BD">
        <w:t>n</w:t>
      </w:r>
      <w:r w:rsidR="00E0544E" w:rsidRPr="007818BD">
        <w:t>ces</w:t>
      </w:r>
      <w:r>
        <w:t xml:space="preserve"> ? </w:t>
      </w:r>
      <w:r w:rsidR="00E0544E" w:rsidRPr="007818BD">
        <w:t>Pourquoi son feuillage est-il vert et frais comme celui de cette vigne qui peut ouvrir largement tous ses bras au soleil</w:t>
      </w:r>
      <w:r>
        <w:t xml:space="preserve"> ? </w:t>
      </w:r>
      <w:r w:rsidR="00E0544E" w:rsidRPr="007818BD">
        <w:t>Mon enfant</w:t>
      </w:r>
      <w:r>
        <w:t xml:space="preserve">, </w:t>
      </w:r>
      <w:r w:rsidR="00E0544E" w:rsidRPr="007818BD">
        <w:t>c</w:t>
      </w:r>
      <w:r>
        <w:t>’</w:t>
      </w:r>
      <w:r w:rsidR="00E0544E" w:rsidRPr="007818BD">
        <w:t>est grâce à l</w:t>
      </w:r>
      <w:r>
        <w:t>’</w:t>
      </w:r>
      <w:r w:rsidR="00E0544E" w:rsidRPr="007818BD">
        <w:t>instinct même qui le poussa à lutter</w:t>
      </w:r>
      <w:r>
        <w:t xml:space="preserve"> ; </w:t>
      </w:r>
      <w:r w:rsidR="00E0544E" w:rsidRPr="007818BD">
        <w:t>grâce à ce combat pour la lumière</w:t>
      </w:r>
      <w:r>
        <w:t xml:space="preserve">, </w:t>
      </w:r>
      <w:r w:rsidR="00E0544E" w:rsidRPr="007818BD">
        <w:t>achevé par la conquête de la l</w:t>
      </w:r>
      <w:r w:rsidR="00E0544E" w:rsidRPr="007818BD">
        <w:t>u</w:t>
      </w:r>
      <w:r w:rsidR="00E0544E" w:rsidRPr="007818BD">
        <w:t>mière</w:t>
      </w:r>
      <w:r>
        <w:t xml:space="preserve">. </w:t>
      </w:r>
      <w:r w:rsidR="00E0544E" w:rsidRPr="007818BD">
        <w:t>Ainsi</w:t>
      </w:r>
      <w:r>
        <w:t xml:space="preserve">, </w:t>
      </w:r>
      <w:r w:rsidR="00E0544E" w:rsidRPr="007818BD">
        <w:t>d</w:t>
      </w:r>
      <w:r>
        <w:t>’</w:t>
      </w:r>
      <w:r w:rsidR="00E0544E" w:rsidRPr="007818BD">
        <w:t>un cœur ferme et intrépide</w:t>
      </w:r>
      <w:r>
        <w:t xml:space="preserve">, </w:t>
      </w:r>
      <w:r w:rsidR="00E0544E" w:rsidRPr="007818BD">
        <w:t xml:space="preserve">à travers tous les coups </w:t>
      </w:r>
      <w:r w:rsidR="00E0544E" w:rsidRPr="007818BD">
        <w:lastRenderedPageBreak/>
        <w:t>de la douleur et du destin</w:t>
      </w:r>
      <w:r>
        <w:t xml:space="preserve">, </w:t>
      </w:r>
      <w:r w:rsidR="00E0544E" w:rsidRPr="007818BD">
        <w:t>se tourner vers le soleil</w:t>
      </w:r>
      <w:r>
        <w:t xml:space="preserve">, </w:t>
      </w:r>
      <w:r w:rsidR="00E0544E" w:rsidRPr="007818BD">
        <w:t>tendre au ciel par mille efforts</w:t>
      </w:r>
      <w:r>
        <w:t xml:space="preserve">, </w:t>
      </w:r>
      <w:r w:rsidR="00E0544E" w:rsidRPr="007818BD">
        <w:t>voilà ce qui donne la science aux forts</w:t>
      </w:r>
      <w:r>
        <w:t xml:space="preserve">, </w:t>
      </w:r>
      <w:r w:rsidR="00E0544E" w:rsidRPr="007818BD">
        <w:t>aux faibles le bonheur</w:t>
      </w:r>
      <w:r>
        <w:t xml:space="preserve">. </w:t>
      </w:r>
      <w:r w:rsidR="00E0544E" w:rsidRPr="007818BD">
        <w:t>Avant que nous nous rencontrions encore</w:t>
      </w:r>
      <w:r>
        <w:t xml:space="preserve">, </w:t>
      </w:r>
      <w:r w:rsidR="00E0544E" w:rsidRPr="007818BD">
        <w:t>plus d</w:t>
      </w:r>
      <w:r>
        <w:t>’</w:t>
      </w:r>
      <w:r w:rsidR="00E0544E" w:rsidRPr="007818BD">
        <w:t>une fois votre regard triste et acc</w:t>
      </w:r>
      <w:r w:rsidR="00E0544E" w:rsidRPr="007818BD">
        <w:t>a</w:t>
      </w:r>
      <w:r w:rsidR="00E0544E" w:rsidRPr="007818BD">
        <w:t>blé se portera vers ces paisibles rameaux</w:t>
      </w:r>
      <w:r>
        <w:t xml:space="preserve"> ; </w:t>
      </w:r>
      <w:r w:rsidR="00E0544E" w:rsidRPr="007818BD">
        <w:t>et</w:t>
      </w:r>
      <w:r>
        <w:t xml:space="preserve">, </w:t>
      </w:r>
      <w:r w:rsidR="00E0544E" w:rsidRPr="007818BD">
        <w:t>lorsque vous en entendre</w:t>
      </w:r>
      <w:r w:rsidR="00E0544E">
        <w:t>z</w:t>
      </w:r>
      <w:r>
        <w:t xml:space="preserve"> ?, </w:t>
      </w:r>
      <w:r w:rsidR="00E0544E" w:rsidRPr="007818BD">
        <w:t>jaillir les chants des oiseaux</w:t>
      </w:r>
      <w:r>
        <w:t xml:space="preserve">, </w:t>
      </w:r>
      <w:r w:rsidR="00E0544E" w:rsidRPr="007818BD">
        <w:t>quand vous verrez le rayon</w:t>
      </w:r>
      <w:r>
        <w:t xml:space="preserve">, </w:t>
      </w:r>
      <w:r w:rsidR="00E0544E" w:rsidRPr="007818BD">
        <w:t>repoussé du toit et du rocher</w:t>
      </w:r>
      <w:r>
        <w:t xml:space="preserve">, </w:t>
      </w:r>
      <w:r w:rsidR="00E0544E" w:rsidRPr="007818BD">
        <w:t>venir jouer avec le feuill</w:t>
      </w:r>
      <w:r w:rsidR="00E0544E" w:rsidRPr="007818BD">
        <w:t>a</w:t>
      </w:r>
      <w:r w:rsidR="00E0544E" w:rsidRPr="007818BD">
        <w:t>ge</w:t>
      </w:r>
      <w:r>
        <w:t xml:space="preserve">, </w:t>
      </w:r>
      <w:r w:rsidR="00E0544E" w:rsidRPr="007818BD">
        <w:t>apprenez alors la leçon que vous enseigne la nature</w:t>
      </w:r>
      <w:r>
        <w:t xml:space="preserve">, </w:t>
      </w:r>
      <w:r w:rsidR="00E0544E" w:rsidRPr="007818BD">
        <w:t>et à tr</w:t>
      </w:r>
      <w:r w:rsidR="00E0544E" w:rsidRPr="007818BD">
        <w:t>a</w:t>
      </w:r>
      <w:r w:rsidR="00E0544E" w:rsidRPr="007818BD">
        <w:t>vers les ténèbres frayez-vous un chemin à la lumi</w:t>
      </w:r>
      <w:r w:rsidR="00E0544E" w:rsidRPr="007818BD">
        <w:t>è</w:t>
      </w:r>
      <w:r w:rsidR="00E0544E" w:rsidRPr="007818BD">
        <w:t>re</w:t>
      </w:r>
      <w:r>
        <w:t>. »</w:t>
      </w:r>
    </w:p>
    <w:p w14:paraId="19AE555A" w14:textId="77777777" w:rsidR="00E8465A" w:rsidRDefault="00E0544E" w:rsidP="00E0544E">
      <w:r w:rsidRPr="007818BD">
        <w:t>Tout en parlant</w:t>
      </w:r>
      <w:r w:rsidR="00E8465A">
        <w:t xml:space="preserve">, </w:t>
      </w:r>
      <w:r w:rsidRPr="007818BD">
        <w:t>il s</w:t>
      </w:r>
      <w:r w:rsidR="00E8465A">
        <w:t>’</w:t>
      </w:r>
      <w:r w:rsidRPr="007818BD">
        <w:t>était lentement éloigné</w:t>
      </w:r>
      <w:r w:rsidR="00E8465A">
        <w:t xml:space="preserve">, </w:t>
      </w:r>
      <w:r w:rsidRPr="007818BD">
        <w:t>et Viola était demeurée seule</w:t>
      </w:r>
      <w:r w:rsidR="00E8465A">
        <w:t xml:space="preserve">, </w:t>
      </w:r>
      <w:r w:rsidRPr="007818BD">
        <w:t>étonnée</w:t>
      </w:r>
      <w:r w:rsidR="00E8465A">
        <w:t xml:space="preserve">, </w:t>
      </w:r>
      <w:r w:rsidRPr="007818BD">
        <w:t>muette</w:t>
      </w:r>
      <w:r w:rsidR="00E8465A">
        <w:t xml:space="preserve">, </w:t>
      </w:r>
      <w:r w:rsidRPr="007818BD">
        <w:t>attristée de cette obscure pr</w:t>
      </w:r>
      <w:r w:rsidRPr="007818BD">
        <w:t>é</w:t>
      </w:r>
      <w:r w:rsidRPr="007818BD">
        <w:t>diction du malheur avenir</w:t>
      </w:r>
      <w:r w:rsidR="00E8465A">
        <w:t xml:space="preserve"> ; </w:t>
      </w:r>
      <w:r w:rsidRPr="007818BD">
        <w:t>et pourtant</w:t>
      </w:r>
      <w:r w:rsidR="00E8465A">
        <w:t xml:space="preserve">, </w:t>
      </w:r>
      <w:r w:rsidRPr="007818BD">
        <w:t>malgré sa tristesse</w:t>
      </w:r>
      <w:r w:rsidR="00E8465A">
        <w:t xml:space="preserve">, </w:t>
      </w:r>
      <w:r w:rsidRPr="007818BD">
        <w:t>charmée</w:t>
      </w:r>
      <w:r w:rsidR="00E8465A">
        <w:t xml:space="preserve">. </w:t>
      </w:r>
      <w:r w:rsidRPr="007818BD">
        <w:t>Involontairement elle le suivit des yeux</w:t>
      </w:r>
      <w:r w:rsidR="00E8465A">
        <w:t xml:space="preserve"> ; </w:t>
      </w:r>
      <w:r w:rsidRPr="007818BD">
        <w:t>involonta</w:t>
      </w:r>
      <w:r w:rsidRPr="007818BD">
        <w:t>i</w:t>
      </w:r>
      <w:r w:rsidRPr="007818BD">
        <w:t>rement elle étendit les bras comme pour le rappeler</w:t>
      </w:r>
      <w:r w:rsidR="00E8465A">
        <w:t xml:space="preserve">. </w:t>
      </w:r>
      <w:r w:rsidRPr="007818BD">
        <w:t>Elle eût donné des mondes pour le voir se retourner</w:t>
      </w:r>
      <w:r w:rsidR="00E8465A">
        <w:t xml:space="preserve">, </w:t>
      </w:r>
      <w:r w:rsidRPr="007818BD">
        <w:t>pour entendre une fois encore cette voix calme</w:t>
      </w:r>
      <w:r w:rsidR="00E8465A">
        <w:t xml:space="preserve">, </w:t>
      </w:r>
      <w:r w:rsidRPr="007818BD">
        <w:t>voilée</w:t>
      </w:r>
      <w:r w:rsidR="00E8465A">
        <w:t xml:space="preserve">, </w:t>
      </w:r>
      <w:r w:rsidRPr="007818BD">
        <w:t>argentine</w:t>
      </w:r>
      <w:r w:rsidR="00E8465A">
        <w:t xml:space="preserve">, </w:t>
      </w:r>
      <w:r w:rsidRPr="007818BD">
        <w:t>pour sentir enc</w:t>
      </w:r>
      <w:r w:rsidRPr="007818BD">
        <w:t>o</w:t>
      </w:r>
      <w:r w:rsidRPr="007818BD">
        <w:t>re cette main effleurer la sienne</w:t>
      </w:r>
      <w:r w:rsidR="00E8465A">
        <w:t xml:space="preserve">. </w:t>
      </w:r>
      <w:r w:rsidRPr="007818BD">
        <w:t>Un rayon de lune adoucit et embellit tous les angles obscurs sur lesquels il tombe</w:t>
      </w:r>
      <w:r w:rsidR="00E8465A">
        <w:t xml:space="preserve"> : </w:t>
      </w:r>
      <w:r w:rsidRPr="007818BD">
        <w:t>telle avait été la présence de l</w:t>
      </w:r>
      <w:r w:rsidR="00E8465A">
        <w:t>’</w:t>
      </w:r>
      <w:r w:rsidRPr="007818BD">
        <w:t>étranger</w:t>
      </w:r>
      <w:r w:rsidR="00E8465A">
        <w:t xml:space="preserve">. </w:t>
      </w:r>
      <w:r w:rsidRPr="007818BD">
        <w:t>Le rayon s</w:t>
      </w:r>
      <w:r w:rsidR="00E8465A">
        <w:t>’</w:t>
      </w:r>
      <w:r w:rsidRPr="007818BD">
        <w:t>évanouit</w:t>
      </w:r>
      <w:r w:rsidR="00E8465A">
        <w:t xml:space="preserve">, </w:t>
      </w:r>
      <w:r w:rsidRPr="007818BD">
        <w:t>et tout r</w:t>
      </w:r>
      <w:r w:rsidRPr="007818BD">
        <w:t>e</w:t>
      </w:r>
      <w:r w:rsidRPr="007818BD">
        <w:t>prend son aspect vulgaire et ténébreux</w:t>
      </w:r>
      <w:r w:rsidR="00E8465A">
        <w:t xml:space="preserve"> : </w:t>
      </w:r>
      <w:r w:rsidRPr="007818BD">
        <w:t>ainsi il avait disparu</w:t>
      </w:r>
      <w:r w:rsidR="00E8465A">
        <w:t xml:space="preserve">, </w:t>
      </w:r>
      <w:r w:rsidRPr="007818BD">
        <w:t>et le tableau du monde extérieur était redevenu banal</w:t>
      </w:r>
      <w:r w:rsidR="00E8465A">
        <w:t xml:space="preserve">. </w:t>
      </w:r>
      <w:r w:rsidRPr="007818BD">
        <w:t>L</w:t>
      </w:r>
      <w:r w:rsidR="00E8465A">
        <w:t>’</w:t>
      </w:r>
      <w:r w:rsidRPr="007818BD">
        <w:t>inconnu poursuivit son chemin par cette longue et délicieuse route qui aboutit au palais en face des ja</w:t>
      </w:r>
      <w:r w:rsidRPr="007818BD">
        <w:t>r</w:t>
      </w:r>
      <w:r w:rsidRPr="007818BD">
        <w:t>dins publics</w:t>
      </w:r>
      <w:r w:rsidR="00E8465A">
        <w:t xml:space="preserve">, </w:t>
      </w:r>
      <w:r w:rsidRPr="007818BD">
        <w:t>et conduit aux quartiers les plus fréquentés de la ville</w:t>
      </w:r>
      <w:r w:rsidR="00E8465A">
        <w:t>.</w:t>
      </w:r>
    </w:p>
    <w:p w14:paraId="21A327C9" w14:textId="77777777" w:rsidR="00E8465A" w:rsidRDefault="00E0544E" w:rsidP="00E0544E">
      <w:r w:rsidRPr="007818BD">
        <w:t>Un groupe de jeunes étourdis stationnait à l</w:t>
      </w:r>
      <w:r w:rsidR="00E8465A">
        <w:t>’</w:t>
      </w:r>
      <w:r w:rsidRPr="007818BD">
        <w:t>entrée d</w:t>
      </w:r>
      <w:r w:rsidR="00E8465A">
        <w:t>’</w:t>
      </w:r>
      <w:r w:rsidRPr="007818BD">
        <w:t>une maison ouverte au pa</w:t>
      </w:r>
      <w:r w:rsidRPr="007818BD">
        <w:t>s</w:t>
      </w:r>
      <w:r w:rsidRPr="007818BD">
        <w:t>se-temps favori de l</w:t>
      </w:r>
      <w:r w:rsidR="00E8465A">
        <w:t>’</w:t>
      </w:r>
      <w:r w:rsidRPr="007818BD">
        <w:t>époque</w:t>
      </w:r>
      <w:r w:rsidR="00E8465A">
        <w:t xml:space="preserve">, </w:t>
      </w:r>
      <w:r w:rsidRPr="007818BD">
        <w:t>et fréquentée par les joueurs les plus riches et les mieux nés</w:t>
      </w:r>
      <w:r w:rsidR="00E8465A">
        <w:t xml:space="preserve">. </w:t>
      </w:r>
      <w:r w:rsidRPr="007818BD">
        <w:t>Tous lui firent place quand il passa devant eux en s</w:t>
      </w:r>
      <w:r w:rsidR="00E8465A">
        <w:t>’</w:t>
      </w:r>
      <w:r w:rsidRPr="007818BD">
        <w:t>inclinant</w:t>
      </w:r>
      <w:r w:rsidR="00E8465A">
        <w:t>.</w:t>
      </w:r>
    </w:p>
    <w:p w14:paraId="4E64F8C7" w14:textId="77777777" w:rsidR="00E8465A" w:rsidRDefault="00E8465A" w:rsidP="00E0544E">
      <w:r>
        <w:t>— </w:t>
      </w:r>
      <w:r w:rsidR="00E0544E" w:rsidRPr="007818BD">
        <w:rPr>
          <w:i/>
          <w:iCs/>
        </w:rPr>
        <w:t xml:space="preserve">Per </w:t>
      </w:r>
      <w:proofErr w:type="spellStart"/>
      <w:r w:rsidR="00E0544E" w:rsidRPr="007818BD">
        <w:rPr>
          <w:i/>
          <w:iCs/>
        </w:rPr>
        <w:t>fide</w:t>
      </w:r>
      <w:proofErr w:type="spellEnd"/>
      <w:r>
        <w:rPr>
          <w:i/>
        </w:rPr>
        <w:t xml:space="preserve"> ! </w:t>
      </w:r>
      <w:r w:rsidR="00E0544E" w:rsidRPr="007818BD">
        <w:t>dit l</w:t>
      </w:r>
      <w:r>
        <w:t>’</w:t>
      </w:r>
      <w:r w:rsidR="00E0544E" w:rsidRPr="007818BD">
        <w:t>un</w:t>
      </w:r>
      <w:r>
        <w:t xml:space="preserve">, </w:t>
      </w:r>
      <w:r w:rsidR="00E0544E" w:rsidRPr="007818BD">
        <w:t>n</w:t>
      </w:r>
      <w:r>
        <w:t>’</w:t>
      </w:r>
      <w:r w:rsidR="00E0544E" w:rsidRPr="007818BD">
        <w:t xml:space="preserve">est-ce pas là le riche </w:t>
      </w:r>
      <w:proofErr w:type="spellStart"/>
      <w:r w:rsidR="00E0544E" w:rsidRPr="007818BD">
        <w:t>Zanoni</w:t>
      </w:r>
      <w:proofErr w:type="spellEnd"/>
      <w:r w:rsidR="00E0544E" w:rsidRPr="007818BD">
        <w:t xml:space="preserve"> dont on parle tant</w:t>
      </w:r>
      <w:r>
        <w:t> ?</w:t>
      </w:r>
    </w:p>
    <w:p w14:paraId="6FE938FA" w14:textId="77777777" w:rsidR="00E8465A" w:rsidRDefault="00E8465A" w:rsidP="00E0544E">
      <w:r>
        <w:lastRenderedPageBreak/>
        <w:t>— </w:t>
      </w:r>
      <w:r w:rsidR="00E0544E" w:rsidRPr="007818BD">
        <w:t>Oui</w:t>
      </w:r>
      <w:r>
        <w:t xml:space="preserve">. </w:t>
      </w:r>
      <w:r w:rsidR="00E0544E" w:rsidRPr="007818BD">
        <w:t>On dit que sa fortune est incalculable</w:t>
      </w:r>
      <w:r>
        <w:t xml:space="preserve">. </w:t>
      </w:r>
      <w:r w:rsidR="00E0544E" w:rsidRPr="007818BD">
        <w:rPr>
          <w:i/>
          <w:iCs/>
        </w:rPr>
        <w:t>On</w:t>
      </w:r>
      <w:r>
        <w:t xml:space="preserve"> ! </w:t>
      </w:r>
      <w:r w:rsidR="00E0544E" w:rsidRPr="007818BD">
        <w:t xml:space="preserve">qui </w:t>
      </w:r>
      <w:r w:rsidR="00E0544E" w:rsidRPr="007818BD">
        <w:rPr>
          <w:i/>
          <w:iCs/>
        </w:rPr>
        <w:t>on</w:t>
      </w:r>
      <w:r>
        <w:rPr>
          <w:i/>
          <w:iCs/>
        </w:rPr>
        <w:t xml:space="preserve"> ? </w:t>
      </w:r>
      <w:r w:rsidR="00E0544E" w:rsidRPr="007818BD">
        <w:t>sur quels fondements</w:t>
      </w:r>
      <w:r>
        <w:t xml:space="preserve"> ? </w:t>
      </w:r>
      <w:r w:rsidR="00E0544E" w:rsidRPr="007818BD">
        <w:t>Il n</w:t>
      </w:r>
      <w:r>
        <w:t>’</w:t>
      </w:r>
      <w:r w:rsidR="00E0544E" w:rsidRPr="007818BD">
        <w:t>est à Naples que depuis peu de jours</w:t>
      </w:r>
      <w:r>
        <w:t xml:space="preserve">, </w:t>
      </w:r>
      <w:r w:rsidR="00E0544E" w:rsidRPr="007818BD">
        <w:t>et jusqu</w:t>
      </w:r>
      <w:r>
        <w:t>’</w:t>
      </w:r>
      <w:r w:rsidR="00E0544E" w:rsidRPr="007818BD">
        <w:t>à présent je n</w:t>
      </w:r>
      <w:r>
        <w:t>’</w:t>
      </w:r>
      <w:r w:rsidR="00E0544E" w:rsidRPr="007818BD">
        <w:t>ai pu trouver perso</w:t>
      </w:r>
      <w:r w:rsidR="00E0544E" w:rsidRPr="007818BD">
        <w:t>n</w:t>
      </w:r>
      <w:r w:rsidR="00E0544E" w:rsidRPr="007818BD">
        <w:t>ne qui puisse me renseigner sur son pays</w:t>
      </w:r>
      <w:r>
        <w:t xml:space="preserve">, </w:t>
      </w:r>
      <w:r w:rsidR="00E0544E" w:rsidRPr="007818BD">
        <w:t>sa famille</w:t>
      </w:r>
      <w:r>
        <w:t xml:space="preserve">, </w:t>
      </w:r>
      <w:r w:rsidR="00E0544E" w:rsidRPr="007818BD">
        <w:t>ou</w:t>
      </w:r>
      <w:r>
        <w:t xml:space="preserve">, </w:t>
      </w:r>
      <w:r w:rsidR="00E0544E" w:rsidRPr="007818BD">
        <w:t>ce qui est plus i</w:t>
      </w:r>
      <w:r w:rsidR="00E0544E" w:rsidRPr="007818BD">
        <w:t>m</w:t>
      </w:r>
      <w:r w:rsidR="00E0544E" w:rsidRPr="007818BD">
        <w:t>portant</w:t>
      </w:r>
      <w:r>
        <w:t xml:space="preserve">, </w:t>
      </w:r>
      <w:r w:rsidR="00E0544E" w:rsidRPr="007818BD">
        <w:t>sa fortune</w:t>
      </w:r>
      <w:r>
        <w:t>.</w:t>
      </w:r>
    </w:p>
    <w:p w14:paraId="4D59D82C" w14:textId="77777777" w:rsidR="00E8465A" w:rsidRDefault="00E8465A" w:rsidP="00E0544E">
      <w:r>
        <w:t>— </w:t>
      </w:r>
      <w:r w:rsidR="00E0544E" w:rsidRPr="007818BD">
        <w:t>C</w:t>
      </w:r>
      <w:r>
        <w:t>’</w:t>
      </w:r>
      <w:r w:rsidR="00E0544E" w:rsidRPr="007818BD">
        <w:t>est vrai</w:t>
      </w:r>
      <w:r>
        <w:t xml:space="preserve"> ; </w:t>
      </w:r>
      <w:r w:rsidR="00E0544E" w:rsidRPr="007818BD">
        <w:t>mais il est arrivé sur un bon navire qui est à lui</w:t>
      </w:r>
      <w:r>
        <w:t xml:space="preserve">. </w:t>
      </w:r>
      <w:r w:rsidR="00E0544E" w:rsidRPr="007818BD">
        <w:t>Voyez</w:t>
      </w:r>
      <w:r>
        <w:t xml:space="preserve"> ; </w:t>
      </w:r>
      <w:r w:rsidR="00E0544E" w:rsidRPr="007818BD">
        <w:t>mais vous ne pouvez l</w:t>
      </w:r>
      <w:r>
        <w:t>’</w:t>
      </w:r>
      <w:r w:rsidR="00E0544E" w:rsidRPr="007818BD">
        <w:t>apercevoir à cette heure</w:t>
      </w:r>
      <w:r>
        <w:t xml:space="preserve"> ; </w:t>
      </w:r>
      <w:r w:rsidR="00E0544E" w:rsidRPr="007818BD">
        <w:t>il est mouillé là-bas dans le golfe</w:t>
      </w:r>
      <w:r>
        <w:t xml:space="preserve">. </w:t>
      </w:r>
      <w:r w:rsidR="00E0544E" w:rsidRPr="007818BD">
        <w:t>Ses banquiers parlent avec vénér</w:t>
      </w:r>
      <w:r w:rsidR="00E0544E" w:rsidRPr="007818BD">
        <w:t>a</w:t>
      </w:r>
      <w:r w:rsidR="00E0544E" w:rsidRPr="007818BD">
        <w:t>tion des sommes qu</w:t>
      </w:r>
      <w:r>
        <w:t>’</w:t>
      </w:r>
      <w:r w:rsidR="00E0544E" w:rsidRPr="007818BD">
        <w:t>il place entre leurs mains</w:t>
      </w:r>
      <w:r>
        <w:t>.</w:t>
      </w:r>
    </w:p>
    <w:p w14:paraId="0C52B1D6" w14:textId="77777777" w:rsidR="00E8465A" w:rsidRDefault="00E8465A" w:rsidP="00E0544E">
      <w:r>
        <w:t>— </w:t>
      </w:r>
      <w:r w:rsidR="00E0544E" w:rsidRPr="007818BD">
        <w:t>D</w:t>
      </w:r>
      <w:r>
        <w:t>’</w:t>
      </w:r>
      <w:r w:rsidR="00E0544E" w:rsidRPr="007818BD">
        <w:t>où vient-il</w:t>
      </w:r>
      <w:r>
        <w:t> ?</w:t>
      </w:r>
    </w:p>
    <w:p w14:paraId="68B21A32" w14:textId="77777777" w:rsidR="00E8465A" w:rsidRDefault="00E8465A" w:rsidP="00E0544E">
      <w:r>
        <w:t>— </w:t>
      </w:r>
      <w:r w:rsidR="00E0544E" w:rsidRPr="007818BD">
        <w:t>De je ne sais quel port de l</w:t>
      </w:r>
      <w:r>
        <w:t>’</w:t>
      </w:r>
      <w:r w:rsidR="00E0544E" w:rsidRPr="007818BD">
        <w:t>Orient</w:t>
      </w:r>
      <w:r>
        <w:t xml:space="preserve">. </w:t>
      </w:r>
      <w:r w:rsidR="00E0544E" w:rsidRPr="007818BD">
        <w:t>Mon valet a su par les matelots du môle qu</w:t>
      </w:r>
      <w:r>
        <w:t>’</w:t>
      </w:r>
      <w:r w:rsidR="00E0544E" w:rsidRPr="007818BD">
        <w:t>il avait longtemps habité l</w:t>
      </w:r>
      <w:r>
        <w:t>’</w:t>
      </w:r>
      <w:r w:rsidR="00E0544E" w:rsidRPr="007818BD">
        <w:t>intérieur de l</w:t>
      </w:r>
      <w:r>
        <w:t>’</w:t>
      </w:r>
      <w:r w:rsidR="00E0544E" w:rsidRPr="007818BD">
        <w:t>Inde</w:t>
      </w:r>
      <w:r>
        <w:t>.</w:t>
      </w:r>
    </w:p>
    <w:p w14:paraId="0E6C6FD2" w14:textId="77777777" w:rsidR="00E8465A" w:rsidRDefault="00E8465A" w:rsidP="00E0544E">
      <w:r>
        <w:t>— </w:t>
      </w:r>
      <w:r w:rsidR="00E0544E" w:rsidRPr="007818BD">
        <w:t>Et je me suis laissé dire que dans l</w:t>
      </w:r>
      <w:r>
        <w:t>’</w:t>
      </w:r>
      <w:r w:rsidR="00E0544E" w:rsidRPr="007818BD">
        <w:t>Inde on ramasse l</w:t>
      </w:r>
      <w:r>
        <w:t>’</w:t>
      </w:r>
      <w:r w:rsidR="00E0544E" w:rsidRPr="007818BD">
        <w:t>or comme des cailloux</w:t>
      </w:r>
      <w:r>
        <w:t xml:space="preserve">, </w:t>
      </w:r>
      <w:r w:rsidR="00E0544E" w:rsidRPr="007818BD">
        <w:t>et qu</w:t>
      </w:r>
      <w:r>
        <w:t>’</w:t>
      </w:r>
      <w:r w:rsidR="00E0544E" w:rsidRPr="007818BD">
        <w:t>il y a des vallées où les oiseaux bâti</w:t>
      </w:r>
      <w:r w:rsidR="00E0544E" w:rsidRPr="007818BD">
        <w:t>s</w:t>
      </w:r>
      <w:r w:rsidR="00E0544E" w:rsidRPr="007818BD">
        <w:t>sent leurs nids avec des émeraudes pour attirer les papillons</w:t>
      </w:r>
      <w:r>
        <w:t xml:space="preserve">. </w:t>
      </w:r>
      <w:r w:rsidR="00E0544E" w:rsidRPr="007818BD">
        <w:t>Voici venir le prince des joueurs</w:t>
      </w:r>
      <w:r>
        <w:t xml:space="preserve">, </w:t>
      </w:r>
      <w:proofErr w:type="spellStart"/>
      <w:r w:rsidR="00E0544E" w:rsidRPr="007818BD">
        <w:t>Cetoxa</w:t>
      </w:r>
      <w:proofErr w:type="spellEnd"/>
      <w:r>
        <w:t xml:space="preserve">. </w:t>
      </w:r>
      <w:r w:rsidR="00E0544E" w:rsidRPr="007818BD">
        <w:t>Parions qu</w:t>
      </w:r>
      <w:r>
        <w:t>’</w:t>
      </w:r>
      <w:r w:rsidR="00E0544E" w:rsidRPr="007818BD">
        <w:t>il a déjà fait la connaissance d</w:t>
      </w:r>
      <w:r>
        <w:t>’</w:t>
      </w:r>
      <w:r w:rsidR="00E0544E" w:rsidRPr="007818BD">
        <w:t>un si riche cavalier</w:t>
      </w:r>
      <w:r>
        <w:t xml:space="preserve">. </w:t>
      </w:r>
      <w:r w:rsidR="00E0544E" w:rsidRPr="007818BD">
        <w:t>Il a pour l</w:t>
      </w:r>
      <w:r>
        <w:t>’</w:t>
      </w:r>
      <w:r w:rsidR="00E0544E" w:rsidRPr="007818BD">
        <w:t>or l</w:t>
      </w:r>
      <w:r>
        <w:t>’</w:t>
      </w:r>
      <w:r w:rsidR="00E0544E" w:rsidRPr="007818BD">
        <w:t>affinité de l</w:t>
      </w:r>
      <w:r>
        <w:t>’</w:t>
      </w:r>
      <w:r w:rsidR="00E0544E" w:rsidRPr="007818BD">
        <w:t>aimant pour le fer</w:t>
      </w:r>
      <w:r>
        <w:t xml:space="preserve">. </w:t>
      </w:r>
      <w:r w:rsidR="00E0544E" w:rsidRPr="007818BD">
        <w:t>Eh bien</w:t>
      </w:r>
      <w:r>
        <w:t xml:space="preserve"> ! </w:t>
      </w:r>
      <w:proofErr w:type="spellStart"/>
      <w:r w:rsidR="00E0544E" w:rsidRPr="007818BD">
        <w:t>Cetoxa</w:t>
      </w:r>
      <w:proofErr w:type="spellEnd"/>
      <w:r>
        <w:t xml:space="preserve">, </w:t>
      </w:r>
      <w:r w:rsidR="00E0544E" w:rsidRPr="007818BD">
        <w:t>quelles sont les plus r</w:t>
      </w:r>
      <w:r w:rsidR="00E0544E" w:rsidRPr="007818BD">
        <w:t>é</w:t>
      </w:r>
      <w:r w:rsidR="00E0544E" w:rsidRPr="007818BD">
        <w:t xml:space="preserve">centes nouvelles des ducats du </w:t>
      </w:r>
      <w:proofErr w:type="spellStart"/>
      <w:r w:rsidR="00E0544E" w:rsidRPr="007818BD">
        <w:t>signor</w:t>
      </w:r>
      <w:proofErr w:type="spellEnd"/>
      <w:r w:rsidR="00E0544E" w:rsidRPr="007818BD">
        <w:t xml:space="preserve"> </w:t>
      </w:r>
      <w:proofErr w:type="spellStart"/>
      <w:r w:rsidR="00E0544E" w:rsidRPr="007818BD">
        <w:t>Zanoni</w:t>
      </w:r>
      <w:proofErr w:type="spellEnd"/>
      <w:r>
        <w:t> ?</w:t>
      </w:r>
    </w:p>
    <w:p w14:paraId="3D90B5A4" w14:textId="77777777" w:rsidR="00E8465A" w:rsidRDefault="00E8465A" w:rsidP="00E0544E">
      <w:r>
        <w:t>— </w:t>
      </w:r>
      <w:r w:rsidR="00E0544E" w:rsidRPr="007818BD">
        <w:t>Oh</w:t>
      </w:r>
      <w:r>
        <w:t xml:space="preserve"> ! </w:t>
      </w:r>
      <w:r w:rsidR="00E0544E" w:rsidRPr="007818BD">
        <w:t xml:space="preserve">dit négligemment </w:t>
      </w:r>
      <w:proofErr w:type="spellStart"/>
      <w:r w:rsidR="00E0544E" w:rsidRPr="007818BD">
        <w:t>Cetoxa</w:t>
      </w:r>
      <w:proofErr w:type="spellEnd"/>
      <w:r>
        <w:t xml:space="preserve">, </w:t>
      </w:r>
      <w:r w:rsidR="00E0544E" w:rsidRPr="007818BD">
        <w:t>mon ami</w:t>
      </w:r>
      <w:r>
        <w:t>…</w:t>
      </w:r>
    </w:p>
    <w:p w14:paraId="39963969" w14:textId="77777777" w:rsidR="00E8465A" w:rsidRDefault="00E8465A" w:rsidP="00E0544E">
      <w:r>
        <w:t>— </w:t>
      </w:r>
      <w:r w:rsidR="00E0544E" w:rsidRPr="007818BD">
        <w:t>Ah</w:t>
      </w:r>
      <w:r>
        <w:t xml:space="preserve"> ! </w:t>
      </w:r>
      <w:r w:rsidR="00E0544E" w:rsidRPr="007818BD">
        <w:t>ah</w:t>
      </w:r>
      <w:r>
        <w:t xml:space="preserve"> ! </w:t>
      </w:r>
      <w:r w:rsidR="00E0544E" w:rsidRPr="007818BD">
        <w:t>vous l</w:t>
      </w:r>
      <w:r>
        <w:t>’</w:t>
      </w:r>
      <w:r w:rsidR="00E0544E" w:rsidRPr="007818BD">
        <w:t>entendez</w:t>
      </w:r>
      <w:r>
        <w:t xml:space="preserve"> ; </w:t>
      </w:r>
      <w:r w:rsidR="00E0544E" w:rsidRPr="007818BD">
        <w:t>son ami</w:t>
      </w:r>
      <w:r>
        <w:t>.</w:t>
      </w:r>
    </w:p>
    <w:p w14:paraId="585E7B5B" w14:textId="77777777" w:rsidR="00E8465A" w:rsidRDefault="00E8465A" w:rsidP="00E0544E">
      <w:r>
        <w:t>— </w:t>
      </w:r>
      <w:r w:rsidR="00E0544E" w:rsidRPr="007818BD">
        <w:t>Oui</w:t>
      </w:r>
      <w:r>
        <w:t xml:space="preserve">, </w:t>
      </w:r>
      <w:r w:rsidR="00E0544E" w:rsidRPr="007818BD">
        <w:t xml:space="preserve">mon ami </w:t>
      </w:r>
      <w:proofErr w:type="spellStart"/>
      <w:r w:rsidR="00E0544E" w:rsidRPr="007818BD">
        <w:t>Zanoni</w:t>
      </w:r>
      <w:proofErr w:type="spellEnd"/>
      <w:r w:rsidR="00E0544E" w:rsidRPr="007818BD">
        <w:t xml:space="preserve"> va passer quelque temps à Rome</w:t>
      </w:r>
      <w:r>
        <w:t xml:space="preserve"> ; </w:t>
      </w:r>
      <w:r w:rsidR="00E0544E" w:rsidRPr="007818BD">
        <w:t>il m</w:t>
      </w:r>
      <w:r>
        <w:t>’</w:t>
      </w:r>
      <w:r w:rsidR="00E0544E" w:rsidRPr="007818BD">
        <w:t>a promis à son r</w:t>
      </w:r>
      <w:r w:rsidR="00E0544E" w:rsidRPr="007818BD">
        <w:t>e</w:t>
      </w:r>
      <w:r w:rsidR="00E0544E" w:rsidRPr="007818BD">
        <w:t>tour de prendre jour pour souper avec moi</w:t>
      </w:r>
      <w:r>
        <w:t xml:space="preserve">, </w:t>
      </w:r>
      <w:r w:rsidR="00E0544E" w:rsidRPr="007818BD">
        <w:t>et alors je le présenterai à vous et à la meilleure société de Naples</w:t>
      </w:r>
      <w:r>
        <w:t xml:space="preserve">. </w:t>
      </w:r>
      <w:proofErr w:type="spellStart"/>
      <w:r w:rsidR="00E0544E" w:rsidRPr="007818BD">
        <w:t>Diavolo</w:t>
      </w:r>
      <w:proofErr w:type="spellEnd"/>
      <w:r>
        <w:t xml:space="preserve"> ! </w:t>
      </w:r>
      <w:r w:rsidR="00E0544E" w:rsidRPr="007818BD">
        <w:t>savez-vous que c</w:t>
      </w:r>
      <w:r>
        <w:t>’</w:t>
      </w:r>
      <w:r w:rsidR="00E0544E" w:rsidRPr="007818BD">
        <w:t>est un seigneur des plus sp</w:t>
      </w:r>
      <w:r w:rsidR="00E0544E" w:rsidRPr="007818BD">
        <w:t>i</w:t>
      </w:r>
      <w:r w:rsidR="00E0544E" w:rsidRPr="007818BD">
        <w:t>rituels et des plus agréables</w:t>
      </w:r>
      <w:r>
        <w:t> ?</w:t>
      </w:r>
    </w:p>
    <w:p w14:paraId="4CA68C08" w14:textId="77777777" w:rsidR="00E8465A" w:rsidRDefault="00E8465A" w:rsidP="00E0544E">
      <w:r>
        <w:t>— </w:t>
      </w:r>
      <w:r w:rsidR="00E0544E" w:rsidRPr="007818BD">
        <w:t>Contez-nous-donc</w:t>
      </w:r>
      <w:r>
        <w:t xml:space="preserve">, </w:t>
      </w:r>
      <w:r w:rsidR="00E0544E" w:rsidRPr="007818BD">
        <w:t>comment vous vous êtes si vite lié avec lui</w:t>
      </w:r>
      <w:r>
        <w:t>.</w:t>
      </w:r>
    </w:p>
    <w:p w14:paraId="3D36D471" w14:textId="3BAF3C3C" w:rsidR="00E0544E" w:rsidRPr="007818BD" w:rsidRDefault="00E8465A" w:rsidP="00E0544E">
      <w:r>
        <w:lastRenderedPageBreak/>
        <w:t>— </w:t>
      </w:r>
      <w:r w:rsidR="00E0544E" w:rsidRPr="007818BD">
        <w:t xml:space="preserve">Mon cher </w:t>
      </w:r>
      <w:proofErr w:type="spellStart"/>
      <w:r w:rsidR="00E0544E" w:rsidRPr="007818BD">
        <w:t>Belgioso</w:t>
      </w:r>
      <w:proofErr w:type="spellEnd"/>
      <w:r>
        <w:t xml:space="preserve">, </w:t>
      </w:r>
      <w:r w:rsidR="00E0544E" w:rsidRPr="007818BD">
        <w:t>rien de plus simple</w:t>
      </w:r>
      <w:r>
        <w:t xml:space="preserve">. </w:t>
      </w:r>
      <w:r w:rsidR="00E0544E" w:rsidRPr="007818BD">
        <w:t>Il voulait une l</w:t>
      </w:r>
      <w:r w:rsidR="00E0544E" w:rsidRPr="007818BD">
        <w:t>o</w:t>
      </w:r>
      <w:r w:rsidR="00E0544E" w:rsidRPr="007818BD">
        <w:t>ge à San-Carlo</w:t>
      </w:r>
      <w:r>
        <w:t xml:space="preserve">. </w:t>
      </w:r>
      <w:r w:rsidR="00E0544E" w:rsidRPr="007818BD">
        <w:t>Inutile de vous dire que l</w:t>
      </w:r>
      <w:r>
        <w:t>’</w:t>
      </w:r>
      <w:r w:rsidR="00E0544E" w:rsidRPr="007818BD">
        <w:t>attente d</w:t>
      </w:r>
      <w:r>
        <w:t>’</w:t>
      </w:r>
      <w:r w:rsidR="00E0544E" w:rsidRPr="007818BD">
        <w:t>un opéra nouveau</w:t>
      </w:r>
      <w:r>
        <w:t xml:space="preserve"> (</w:t>
      </w:r>
      <w:r w:rsidR="00E0544E" w:rsidRPr="007818BD">
        <w:t>quelle œuvre splendide</w:t>
      </w:r>
      <w:r>
        <w:t xml:space="preserve"> ! </w:t>
      </w:r>
      <w:r w:rsidR="00E0544E" w:rsidRPr="007818BD">
        <w:t>ce pauvre diable de Pisani</w:t>
      </w:r>
      <w:r>
        <w:t xml:space="preserve">, </w:t>
      </w:r>
      <w:r w:rsidR="00E0544E" w:rsidRPr="007818BD">
        <w:t>qui l</w:t>
      </w:r>
      <w:r>
        <w:t>’</w:t>
      </w:r>
      <w:r w:rsidR="00E0544E" w:rsidRPr="007818BD">
        <w:t>aurait jamais pensé</w:t>
      </w:r>
      <w:r>
        <w:t xml:space="preserve"> ?) </w:t>
      </w:r>
      <w:r w:rsidR="00E0544E" w:rsidRPr="007818BD">
        <w:t>et d</w:t>
      </w:r>
      <w:r>
        <w:t>’</w:t>
      </w:r>
      <w:r w:rsidR="00E0544E" w:rsidRPr="007818BD">
        <w:t>une actrice nouvelle</w:t>
      </w:r>
      <w:r>
        <w:t xml:space="preserve"> (</w:t>
      </w:r>
      <w:r w:rsidR="00E0544E" w:rsidRPr="007818BD">
        <w:t>quelle beauté</w:t>
      </w:r>
      <w:r>
        <w:t xml:space="preserve"> ! </w:t>
      </w:r>
      <w:r w:rsidR="00E0544E" w:rsidRPr="007818BD">
        <w:t>quelle voix</w:t>
      </w:r>
      <w:r>
        <w:t xml:space="preserve"> ! </w:t>
      </w:r>
      <w:r w:rsidR="00E0544E" w:rsidRPr="007818BD">
        <w:t>ah</w:t>
      </w:r>
      <w:r>
        <w:t xml:space="preserve"> !) </w:t>
      </w:r>
      <w:r w:rsidR="00E0544E" w:rsidRPr="007818BD">
        <w:t>avait fait retenir tous les coins de la salle</w:t>
      </w:r>
      <w:r>
        <w:t xml:space="preserve">. </w:t>
      </w:r>
      <w:r w:rsidR="00E0544E" w:rsidRPr="007818BD">
        <w:t>Je sus le désir qu</w:t>
      </w:r>
      <w:r>
        <w:t>’</w:t>
      </w:r>
      <w:r w:rsidR="00E0544E" w:rsidRPr="007818BD">
        <w:t xml:space="preserve">avait </w:t>
      </w:r>
      <w:proofErr w:type="spellStart"/>
      <w:r w:rsidR="00E0544E" w:rsidRPr="007818BD">
        <w:t>Zanoni</w:t>
      </w:r>
      <w:proofErr w:type="spellEnd"/>
      <w:r w:rsidR="00E0544E" w:rsidRPr="007818BD">
        <w:t xml:space="preserve"> de faire honneur au talent napolitain</w:t>
      </w:r>
      <w:r>
        <w:t xml:space="preserve">, </w:t>
      </w:r>
      <w:r w:rsidR="00E0544E" w:rsidRPr="007818BD">
        <w:t>et</w:t>
      </w:r>
      <w:r>
        <w:t xml:space="preserve">, </w:t>
      </w:r>
      <w:r w:rsidR="00E0544E" w:rsidRPr="007818BD">
        <w:t>avec cette courtoisie envers les étrangers de di</w:t>
      </w:r>
      <w:r w:rsidR="00E0544E" w:rsidRPr="007818BD">
        <w:t>s</w:t>
      </w:r>
      <w:r w:rsidR="00E0544E" w:rsidRPr="007818BD">
        <w:t>tinction qui me caractérise</w:t>
      </w:r>
      <w:r>
        <w:t xml:space="preserve">, </w:t>
      </w:r>
      <w:r w:rsidR="00E0544E" w:rsidRPr="007818BD">
        <w:t>je mis ma loge à sa disposition</w:t>
      </w:r>
      <w:r>
        <w:t xml:space="preserve">. </w:t>
      </w:r>
      <w:r w:rsidR="00E0544E" w:rsidRPr="007818BD">
        <w:t>Il l</w:t>
      </w:r>
      <w:r>
        <w:t>’</w:t>
      </w:r>
      <w:r w:rsidR="00E0544E" w:rsidRPr="007818BD">
        <w:t>accepte</w:t>
      </w:r>
      <w:r>
        <w:t xml:space="preserve">, </w:t>
      </w:r>
      <w:r w:rsidR="00E0544E" w:rsidRPr="007818BD">
        <w:t>je me présente à lui entre deux actes</w:t>
      </w:r>
      <w:r>
        <w:t xml:space="preserve"> : </w:t>
      </w:r>
      <w:r w:rsidR="00E0544E" w:rsidRPr="007818BD">
        <w:t>il est charmant</w:t>
      </w:r>
      <w:r>
        <w:t xml:space="preserve">, </w:t>
      </w:r>
      <w:r w:rsidR="00E0544E" w:rsidRPr="007818BD">
        <w:t>m</w:t>
      </w:r>
      <w:r>
        <w:t>’</w:t>
      </w:r>
      <w:r w:rsidR="00E0544E" w:rsidRPr="007818BD">
        <w:t>invite à souper</w:t>
      </w:r>
      <w:r>
        <w:t xml:space="preserve">. </w:t>
      </w:r>
      <w:proofErr w:type="spellStart"/>
      <w:r w:rsidR="00E0544E" w:rsidRPr="007818BD">
        <w:t>Cospetto</w:t>
      </w:r>
      <w:proofErr w:type="spellEnd"/>
      <w:r>
        <w:t xml:space="preserve"> ! </w:t>
      </w:r>
      <w:r w:rsidR="00E0544E" w:rsidRPr="007818BD">
        <w:t>quel train de maison</w:t>
      </w:r>
      <w:r>
        <w:t xml:space="preserve"> ! </w:t>
      </w:r>
      <w:r w:rsidR="00E0544E" w:rsidRPr="007818BD">
        <w:t>Nous vei</w:t>
      </w:r>
      <w:r w:rsidR="00E0544E" w:rsidRPr="007818BD">
        <w:t>l</w:t>
      </w:r>
      <w:r w:rsidR="00E0544E" w:rsidRPr="007818BD">
        <w:t>lons plus tard</w:t>
      </w:r>
      <w:r>
        <w:t xml:space="preserve">, </w:t>
      </w:r>
      <w:r w:rsidR="00E0544E" w:rsidRPr="007818BD">
        <w:t>je lui dis toutes les nouvelles de Naples</w:t>
      </w:r>
      <w:r>
        <w:t xml:space="preserve">, </w:t>
      </w:r>
      <w:r w:rsidR="00E0544E" w:rsidRPr="007818BD">
        <w:t>nous d</w:t>
      </w:r>
      <w:r w:rsidR="00E0544E" w:rsidRPr="007818BD">
        <w:t>e</w:t>
      </w:r>
      <w:r w:rsidR="00E0544E" w:rsidRPr="007818BD">
        <w:t>venons deux amis de cœur</w:t>
      </w:r>
      <w:r>
        <w:t xml:space="preserve">, </w:t>
      </w:r>
      <w:r w:rsidR="00E0544E" w:rsidRPr="007818BD">
        <w:t>il me force avant de partir d</w:t>
      </w:r>
      <w:r>
        <w:t>’</w:t>
      </w:r>
      <w:r w:rsidR="00E0544E" w:rsidRPr="007818BD">
        <w:t>accepter ce diamant</w:t>
      </w:r>
      <w:r>
        <w:t xml:space="preserve">, </w:t>
      </w:r>
      <w:r w:rsidR="00E0544E" w:rsidRPr="007818BD">
        <w:t>une misère</w:t>
      </w:r>
      <w:r>
        <w:t xml:space="preserve">, </w:t>
      </w:r>
      <w:r w:rsidR="00E0544E" w:rsidRPr="007818BD">
        <w:t>dit-il</w:t>
      </w:r>
      <w:r>
        <w:t xml:space="preserve"> ; </w:t>
      </w:r>
      <w:r w:rsidR="00E0544E" w:rsidRPr="007818BD">
        <w:t>les joailliers l</w:t>
      </w:r>
      <w:r>
        <w:t>’</w:t>
      </w:r>
      <w:r w:rsidR="00E0544E" w:rsidRPr="007818BD">
        <w:t>estiment cinq mille pistoles</w:t>
      </w:r>
      <w:r>
        <w:t xml:space="preserve"> ! </w:t>
      </w:r>
      <w:r w:rsidR="00E0544E" w:rsidRPr="007818BD">
        <w:t>La plus délicieuse soirée que j</w:t>
      </w:r>
      <w:r>
        <w:t>’</w:t>
      </w:r>
      <w:r w:rsidR="00E0544E" w:rsidRPr="007818BD">
        <w:t>aie passée depuis dix ans</w:t>
      </w:r>
      <w:r>
        <w:t>. »</w:t>
      </w:r>
    </w:p>
    <w:p w14:paraId="2073134C" w14:textId="77777777" w:rsidR="00E8465A" w:rsidRDefault="00E0544E" w:rsidP="00E0544E">
      <w:r w:rsidRPr="007818BD">
        <w:t>Les</w:t>
      </w:r>
      <w:r w:rsidR="00E8465A">
        <w:t>-</w:t>
      </w:r>
      <w:r w:rsidRPr="007818BD">
        <w:t>cavaliers firent cercle pour admirer le diamant</w:t>
      </w:r>
      <w:r w:rsidR="00E8465A">
        <w:t>.</w:t>
      </w:r>
    </w:p>
    <w:p w14:paraId="262D7A8A" w14:textId="77777777" w:rsidR="00E8465A" w:rsidRDefault="00E8465A" w:rsidP="00E0544E">
      <w:r>
        <w:t>« </w:t>
      </w:r>
      <w:r w:rsidR="00E0544E" w:rsidRPr="007818BD">
        <w:t xml:space="preserve">Seigneur comte </w:t>
      </w:r>
      <w:proofErr w:type="spellStart"/>
      <w:r w:rsidR="00E0544E" w:rsidRPr="007818BD">
        <w:t>Cetoxa</w:t>
      </w:r>
      <w:proofErr w:type="spellEnd"/>
      <w:r>
        <w:t xml:space="preserve">, </w:t>
      </w:r>
      <w:r w:rsidR="00E0544E" w:rsidRPr="007818BD">
        <w:t>dit un personnage grave et so</w:t>
      </w:r>
      <w:r w:rsidR="00E0544E" w:rsidRPr="007818BD">
        <w:t>m</w:t>
      </w:r>
      <w:r w:rsidR="00E0544E" w:rsidRPr="007818BD">
        <w:t>bre</w:t>
      </w:r>
      <w:r>
        <w:t xml:space="preserve">, </w:t>
      </w:r>
      <w:r w:rsidR="00E0544E" w:rsidRPr="007818BD">
        <w:t>qui s</w:t>
      </w:r>
      <w:r>
        <w:t>’</w:t>
      </w:r>
      <w:r w:rsidR="00E0544E" w:rsidRPr="007818BD">
        <w:t>était signé à plusieurs reprises pendant le récit du N</w:t>
      </w:r>
      <w:r w:rsidR="00E0544E" w:rsidRPr="007818BD">
        <w:t>a</w:t>
      </w:r>
      <w:r w:rsidR="00E0544E" w:rsidRPr="007818BD">
        <w:t>politain</w:t>
      </w:r>
      <w:r>
        <w:t xml:space="preserve">, </w:t>
      </w:r>
      <w:r w:rsidR="00E0544E" w:rsidRPr="007818BD">
        <w:t>ne connaissez-vous pas les mystérieuses rumeurs qui circulent sur cet étranger</w:t>
      </w:r>
      <w:r>
        <w:t xml:space="preserve">, </w:t>
      </w:r>
      <w:r w:rsidR="00E0544E" w:rsidRPr="007818BD">
        <w:t>et pouvez-vous sans crainte recevoir-de lui un</w:t>
      </w:r>
      <w:r>
        <w:t>-</w:t>
      </w:r>
      <w:r w:rsidR="00E0544E" w:rsidRPr="007818BD">
        <w:t>présent qui peut entraîner les conséquences les plus fatales</w:t>
      </w:r>
      <w:r>
        <w:t xml:space="preserve"> ? </w:t>
      </w:r>
      <w:r w:rsidR="00E0544E" w:rsidRPr="007818BD">
        <w:t>Ne savez-vous pas</w:t>
      </w:r>
      <w:r>
        <w:t xml:space="preserve">, </w:t>
      </w:r>
      <w:r w:rsidR="00E0544E" w:rsidRPr="007818BD">
        <w:t>qu</w:t>
      </w:r>
      <w:r>
        <w:t>’</w:t>
      </w:r>
      <w:r w:rsidR="00E0544E" w:rsidRPr="007818BD">
        <w:t>on dit qu</w:t>
      </w:r>
      <w:r>
        <w:t>’</w:t>
      </w:r>
      <w:r w:rsidR="00E0544E" w:rsidRPr="007818BD">
        <w:t>il est magicien</w:t>
      </w:r>
      <w:r>
        <w:t xml:space="preserve">, </w:t>
      </w:r>
      <w:r w:rsidR="00E0544E" w:rsidRPr="007818BD">
        <w:t>qu</w:t>
      </w:r>
      <w:r>
        <w:t>’</w:t>
      </w:r>
      <w:r w:rsidR="00E0544E" w:rsidRPr="007818BD">
        <w:t>il a le mauvais œil</w:t>
      </w:r>
      <w:r>
        <w:t xml:space="preserve">, </w:t>
      </w:r>
      <w:r w:rsidR="00E0544E" w:rsidRPr="007818BD">
        <w:t>que</w:t>
      </w:r>
      <w:r>
        <w:t>…</w:t>
      </w:r>
    </w:p>
    <w:p w14:paraId="02340283" w14:textId="77777777" w:rsidR="00E8465A" w:rsidRDefault="00E8465A" w:rsidP="00E0544E">
      <w:r>
        <w:t>— </w:t>
      </w:r>
      <w:r w:rsidR="00E0544E" w:rsidRPr="007818BD">
        <w:t>De grâce</w:t>
      </w:r>
      <w:r>
        <w:t xml:space="preserve">, </w:t>
      </w:r>
      <w:r w:rsidR="00E0544E" w:rsidRPr="007818BD">
        <w:t>épargnez-nous vos superstitions surannées</w:t>
      </w:r>
      <w:r>
        <w:t xml:space="preserve">, </w:t>
      </w:r>
      <w:r w:rsidR="00E0544E" w:rsidRPr="007818BD">
        <w:t>r</w:t>
      </w:r>
      <w:r w:rsidR="00E0544E" w:rsidRPr="007818BD">
        <w:t>é</w:t>
      </w:r>
      <w:r w:rsidR="00E0544E" w:rsidRPr="007818BD">
        <w:t xml:space="preserve">pondit dédaigneusement </w:t>
      </w:r>
      <w:proofErr w:type="spellStart"/>
      <w:r w:rsidR="00E0544E" w:rsidRPr="007818BD">
        <w:t>Cetoxa</w:t>
      </w:r>
      <w:proofErr w:type="spellEnd"/>
      <w:r>
        <w:t xml:space="preserve">. </w:t>
      </w:r>
      <w:r w:rsidR="00E0544E" w:rsidRPr="007818BD">
        <w:t>Elles sont passées de mode</w:t>
      </w:r>
      <w:r>
        <w:t xml:space="preserve"> : </w:t>
      </w:r>
      <w:r w:rsidR="00E0544E" w:rsidRPr="007818BD">
        <w:t>on ne veut entendre parler aujourd</w:t>
      </w:r>
      <w:r>
        <w:t>’</w:t>
      </w:r>
      <w:r w:rsidR="00E0544E" w:rsidRPr="007818BD">
        <w:t>hui que de scepticisme et de philosophie</w:t>
      </w:r>
      <w:r>
        <w:t xml:space="preserve">. </w:t>
      </w:r>
      <w:r w:rsidR="00E0544E" w:rsidRPr="007818BD">
        <w:t>Et après tout</w:t>
      </w:r>
      <w:r>
        <w:t xml:space="preserve">, </w:t>
      </w:r>
      <w:r w:rsidR="00E0544E" w:rsidRPr="007818BD">
        <w:t>ces rumeurs</w:t>
      </w:r>
      <w:r>
        <w:t xml:space="preserve">, </w:t>
      </w:r>
      <w:r w:rsidR="00E0544E" w:rsidRPr="007818BD">
        <w:t>bien considérées</w:t>
      </w:r>
      <w:r>
        <w:t xml:space="preserve">, </w:t>
      </w:r>
      <w:r w:rsidR="00E0544E" w:rsidRPr="007818BD">
        <w:t>à quoi se réduisent-elles</w:t>
      </w:r>
      <w:r>
        <w:t xml:space="preserve"> ? </w:t>
      </w:r>
      <w:r w:rsidR="00E0544E" w:rsidRPr="007818BD">
        <w:t>En voici toute l</w:t>
      </w:r>
      <w:r>
        <w:t>’</w:t>
      </w:r>
      <w:r w:rsidR="00E0544E" w:rsidRPr="007818BD">
        <w:t>origine</w:t>
      </w:r>
      <w:r>
        <w:t xml:space="preserve">. </w:t>
      </w:r>
      <w:r w:rsidR="00E0544E" w:rsidRPr="007818BD">
        <w:t>Un vieil i</w:t>
      </w:r>
      <w:r w:rsidR="00E0544E" w:rsidRPr="007818BD">
        <w:t>m</w:t>
      </w:r>
      <w:r w:rsidR="00E0544E" w:rsidRPr="007818BD">
        <w:t>bécile de quatre-vingt-six ans</w:t>
      </w:r>
      <w:r>
        <w:t xml:space="preserve">, </w:t>
      </w:r>
      <w:r w:rsidR="00E0544E" w:rsidRPr="007818BD">
        <w:t>un pur radoteur</w:t>
      </w:r>
      <w:r>
        <w:t xml:space="preserve">, </w:t>
      </w:r>
      <w:r w:rsidR="00E0544E" w:rsidRPr="007818BD">
        <w:t xml:space="preserve">affirme solennellement avoir vu ce même </w:t>
      </w:r>
      <w:proofErr w:type="spellStart"/>
      <w:r w:rsidR="00E0544E" w:rsidRPr="007818BD">
        <w:t>Zanoni</w:t>
      </w:r>
      <w:proofErr w:type="spellEnd"/>
      <w:r>
        <w:t xml:space="preserve">, </w:t>
      </w:r>
      <w:r w:rsidR="00E0544E" w:rsidRPr="007818BD">
        <w:t>il y a soixante-dix ans</w:t>
      </w:r>
      <w:r>
        <w:t xml:space="preserve">, </w:t>
      </w:r>
      <w:r w:rsidR="00E0544E" w:rsidRPr="007818BD">
        <w:t>alors que lui-même</w:t>
      </w:r>
      <w:r>
        <w:t xml:space="preserve">, </w:t>
      </w:r>
      <w:r w:rsidR="00E0544E" w:rsidRPr="007818BD">
        <w:t>le vénérable témoin</w:t>
      </w:r>
      <w:r>
        <w:t xml:space="preserve">, </w:t>
      </w:r>
      <w:r w:rsidR="00E0544E" w:rsidRPr="007818BD">
        <w:lastRenderedPageBreak/>
        <w:t>n</w:t>
      </w:r>
      <w:r>
        <w:t>’</w:t>
      </w:r>
      <w:r w:rsidR="00E0544E" w:rsidRPr="007818BD">
        <w:t>était encore qu</w:t>
      </w:r>
      <w:r>
        <w:t>’</w:t>
      </w:r>
      <w:r w:rsidR="00E0544E" w:rsidRPr="007818BD">
        <w:t>un enfant</w:t>
      </w:r>
      <w:r>
        <w:t xml:space="preserve">, </w:t>
      </w:r>
      <w:r w:rsidR="00E0544E" w:rsidRPr="007818BD">
        <w:t>à M</w:t>
      </w:r>
      <w:r w:rsidR="00E0544E" w:rsidRPr="007818BD">
        <w:t>i</w:t>
      </w:r>
      <w:r w:rsidR="00E0544E" w:rsidRPr="007818BD">
        <w:t>lan</w:t>
      </w:r>
      <w:r>
        <w:t xml:space="preserve">. </w:t>
      </w:r>
      <w:r w:rsidR="00E0544E" w:rsidRPr="007818BD">
        <w:t xml:space="preserve">Et ce </w:t>
      </w:r>
      <w:proofErr w:type="spellStart"/>
      <w:r w:rsidR="00E0544E" w:rsidRPr="007818BD">
        <w:t>Zanoni</w:t>
      </w:r>
      <w:proofErr w:type="spellEnd"/>
      <w:r>
        <w:t xml:space="preserve">, </w:t>
      </w:r>
      <w:r w:rsidR="00E0544E" w:rsidRPr="007818BD">
        <w:t>comme vous voyez</w:t>
      </w:r>
      <w:r>
        <w:t xml:space="preserve">, </w:t>
      </w:r>
      <w:r w:rsidR="00E0544E" w:rsidRPr="007818BD">
        <w:t>est au moins aussi jeune que vous ou moi</w:t>
      </w:r>
      <w:r>
        <w:t xml:space="preserve">, </w:t>
      </w:r>
      <w:proofErr w:type="spellStart"/>
      <w:r w:rsidR="00E0544E" w:rsidRPr="007818BD">
        <w:t>Belgioso</w:t>
      </w:r>
      <w:proofErr w:type="spellEnd"/>
      <w:r>
        <w:t>.</w:t>
      </w:r>
    </w:p>
    <w:p w14:paraId="6345739F" w14:textId="77777777" w:rsidR="00E8465A" w:rsidRDefault="00E8465A" w:rsidP="00E0544E">
      <w:r>
        <w:t>— </w:t>
      </w:r>
      <w:r w:rsidR="00E0544E" w:rsidRPr="007818BD">
        <w:t>Mais</w:t>
      </w:r>
      <w:r>
        <w:t xml:space="preserve">, </w:t>
      </w:r>
      <w:r w:rsidR="00E0544E" w:rsidRPr="007818BD">
        <w:t>reprit le gentilhomme grave</w:t>
      </w:r>
      <w:r>
        <w:t xml:space="preserve">, </w:t>
      </w:r>
      <w:r w:rsidR="00E0544E" w:rsidRPr="007818BD">
        <w:t>c</w:t>
      </w:r>
      <w:r>
        <w:t>’</w:t>
      </w:r>
      <w:r w:rsidR="00E0544E" w:rsidRPr="007818BD">
        <w:t>est là qu</w:t>
      </w:r>
      <w:r>
        <w:t>’</w:t>
      </w:r>
      <w:r w:rsidR="00E0544E" w:rsidRPr="007818BD">
        <w:t>est le my</w:t>
      </w:r>
      <w:r w:rsidR="00E0544E" w:rsidRPr="007818BD">
        <w:t>s</w:t>
      </w:r>
      <w:r w:rsidR="00E0544E" w:rsidRPr="007818BD">
        <w:t>tère</w:t>
      </w:r>
      <w:r>
        <w:t xml:space="preserve">. </w:t>
      </w:r>
      <w:r w:rsidR="00E0544E" w:rsidRPr="007818BD">
        <w:t xml:space="preserve">Le vieil </w:t>
      </w:r>
      <w:proofErr w:type="spellStart"/>
      <w:r w:rsidR="00E0544E" w:rsidRPr="007818BD">
        <w:t>Avelli</w:t>
      </w:r>
      <w:proofErr w:type="spellEnd"/>
      <w:r w:rsidR="00E0544E" w:rsidRPr="007818BD">
        <w:t xml:space="preserve"> déclare que </w:t>
      </w:r>
      <w:proofErr w:type="spellStart"/>
      <w:r w:rsidR="00E0544E" w:rsidRPr="007818BD">
        <w:t>Zanoni</w:t>
      </w:r>
      <w:proofErr w:type="spellEnd"/>
      <w:r w:rsidR="00E0544E" w:rsidRPr="007818BD">
        <w:t xml:space="preserve"> ne paraît pas d</w:t>
      </w:r>
      <w:r>
        <w:t>’</w:t>
      </w:r>
      <w:r w:rsidR="00E0544E" w:rsidRPr="007818BD">
        <w:t>un jour plus âgé que lorsqu</w:t>
      </w:r>
      <w:r>
        <w:t>’</w:t>
      </w:r>
      <w:r w:rsidR="00E0544E" w:rsidRPr="007818BD">
        <w:t>il le vit à Milan</w:t>
      </w:r>
      <w:r>
        <w:t xml:space="preserve">. </w:t>
      </w:r>
      <w:r w:rsidR="00E0544E" w:rsidRPr="007818BD">
        <w:t>Il ajoute que même à Milan</w:t>
      </w:r>
      <w:r>
        <w:t xml:space="preserve">, </w:t>
      </w:r>
      <w:r w:rsidR="00E0544E" w:rsidRPr="007818BD">
        <w:t>notez bien ceci</w:t>
      </w:r>
      <w:r>
        <w:t xml:space="preserve">, </w:t>
      </w:r>
      <w:r w:rsidR="00E0544E" w:rsidRPr="007818BD">
        <w:t>où</w:t>
      </w:r>
      <w:r>
        <w:t xml:space="preserve">, </w:t>
      </w:r>
      <w:r w:rsidR="00E0544E" w:rsidRPr="007818BD">
        <w:t>sous un autre nom</w:t>
      </w:r>
      <w:r>
        <w:t xml:space="preserve">, </w:t>
      </w:r>
      <w:proofErr w:type="spellStart"/>
      <w:r w:rsidR="00E0544E" w:rsidRPr="007818BD">
        <w:t>Zanoni</w:t>
      </w:r>
      <w:proofErr w:type="spellEnd"/>
      <w:r w:rsidR="00E0544E" w:rsidRPr="007818BD">
        <w:t xml:space="preserve"> apparut avec la même splendeur</w:t>
      </w:r>
      <w:r>
        <w:t xml:space="preserve">, </w:t>
      </w:r>
      <w:r w:rsidR="00E0544E" w:rsidRPr="007818BD">
        <w:t>le même mystère l</w:t>
      </w:r>
      <w:r>
        <w:t>’</w:t>
      </w:r>
      <w:r w:rsidR="00E0544E" w:rsidRPr="007818BD">
        <w:t>entourait déjà</w:t>
      </w:r>
      <w:r>
        <w:t xml:space="preserve">, </w:t>
      </w:r>
      <w:r w:rsidR="00E0544E" w:rsidRPr="007818BD">
        <w:t>et que là un vieillard se rappela l</w:t>
      </w:r>
      <w:r>
        <w:t>’</w:t>
      </w:r>
      <w:r w:rsidR="00E0544E" w:rsidRPr="007818BD">
        <w:t>avoir vu</w:t>
      </w:r>
      <w:r>
        <w:t xml:space="preserve">, </w:t>
      </w:r>
      <w:r w:rsidR="00E0544E" w:rsidRPr="007818BD">
        <w:t>soixante ans auparavant</w:t>
      </w:r>
      <w:r>
        <w:t xml:space="preserve">, </w:t>
      </w:r>
      <w:r w:rsidR="00E0544E" w:rsidRPr="007818BD">
        <w:t>en Su</w:t>
      </w:r>
      <w:r w:rsidR="00E0544E" w:rsidRPr="007818BD">
        <w:t>è</w:t>
      </w:r>
      <w:r w:rsidR="00E0544E" w:rsidRPr="007818BD">
        <w:t>de</w:t>
      </w:r>
      <w:r>
        <w:t>.</w:t>
      </w:r>
    </w:p>
    <w:p w14:paraId="59422D17" w14:textId="20512000" w:rsidR="00E0544E" w:rsidRPr="007818BD" w:rsidRDefault="00E8465A" w:rsidP="00E0544E">
      <w:r>
        <w:t>— </w:t>
      </w:r>
      <w:r w:rsidR="00E0544E" w:rsidRPr="007818BD">
        <w:t>Bah</w:t>
      </w:r>
      <w:r>
        <w:t xml:space="preserve"> ! </w:t>
      </w:r>
      <w:r w:rsidR="00E0544E" w:rsidRPr="007818BD">
        <w:t xml:space="preserve">répliqua </w:t>
      </w:r>
      <w:proofErr w:type="spellStart"/>
      <w:r w:rsidR="00E0544E" w:rsidRPr="007818BD">
        <w:t>Cetoxa</w:t>
      </w:r>
      <w:proofErr w:type="spellEnd"/>
      <w:r>
        <w:t xml:space="preserve"> ; </w:t>
      </w:r>
      <w:r w:rsidR="00E0544E" w:rsidRPr="007818BD">
        <w:t>on en a dit autant du charlatan Cagliostro</w:t>
      </w:r>
      <w:r>
        <w:t xml:space="preserve"> ; </w:t>
      </w:r>
      <w:r w:rsidR="00E0544E" w:rsidRPr="007818BD">
        <w:t>de pures fables</w:t>
      </w:r>
      <w:r>
        <w:t xml:space="preserve">. </w:t>
      </w:r>
      <w:r w:rsidR="00E0544E" w:rsidRPr="007818BD">
        <w:t>J</w:t>
      </w:r>
      <w:r>
        <w:t>’</w:t>
      </w:r>
      <w:r w:rsidR="00E0544E" w:rsidRPr="007818BD">
        <w:t>y croirai quand je verrai ce di</w:t>
      </w:r>
      <w:r w:rsidR="00E0544E" w:rsidRPr="007818BD">
        <w:t>a</w:t>
      </w:r>
      <w:r w:rsidR="00E0544E" w:rsidRPr="007818BD">
        <w:t>mant changé en une botte de foin</w:t>
      </w:r>
      <w:r>
        <w:t xml:space="preserve">. </w:t>
      </w:r>
      <w:r w:rsidR="00E0544E" w:rsidRPr="007818BD">
        <w:t>Au reste</w:t>
      </w:r>
      <w:r>
        <w:t xml:space="preserve">, </w:t>
      </w:r>
      <w:r w:rsidR="00E0544E" w:rsidRPr="007818BD">
        <w:t>ajouta-t-il grav</w:t>
      </w:r>
      <w:r w:rsidR="00E0544E" w:rsidRPr="007818BD">
        <w:t>e</w:t>
      </w:r>
      <w:r w:rsidR="00E0544E" w:rsidRPr="007818BD">
        <w:t>ment</w:t>
      </w:r>
      <w:r>
        <w:t xml:space="preserve">, </w:t>
      </w:r>
      <w:r w:rsidR="00E0544E" w:rsidRPr="007818BD">
        <w:t>je considère cet illustre seigneur comme mon ami</w:t>
      </w:r>
      <w:r>
        <w:t xml:space="preserve">, </w:t>
      </w:r>
      <w:r w:rsidR="00E0544E" w:rsidRPr="007818BD">
        <w:t>et le moi</w:t>
      </w:r>
      <w:r w:rsidR="00E0544E" w:rsidRPr="007818BD">
        <w:t>n</w:t>
      </w:r>
      <w:r w:rsidR="00E0544E" w:rsidRPr="007818BD">
        <w:t>dre mot murmuré contre son honneur ou sa réputation</w:t>
      </w:r>
      <w:r>
        <w:t xml:space="preserve">, </w:t>
      </w:r>
      <w:r w:rsidR="00E0544E" w:rsidRPr="007818BD">
        <w:t>je le regarderai à l</w:t>
      </w:r>
      <w:r>
        <w:t>’</w:t>
      </w:r>
      <w:r w:rsidR="00E0544E" w:rsidRPr="007818BD">
        <w:t>avenir comme une injure personnelle</w:t>
      </w:r>
      <w:r>
        <w:t>. »</w:t>
      </w:r>
    </w:p>
    <w:p w14:paraId="6F5C150D" w14:textId="77777777" w:rsidR="00E8465A" w:rsidRDefault="00E0544E" w:rsidP="00E0544E">
      <w:proofErr w:type="spellStart"/>
      <w:r w:rsidRPr="007818BD">
        <w:t>Cetoxa</w:t>
      </w:r>
      <w:proofErr w:type="spellEnd"/>
      <w:r w:rsidRPr="007818BD">
        <w:t xml:space="preserve"> était une lame redoutée</w:t>
      </w:r>
      <w:r w:rsidR="00E8465A">
        <w:t xml:space="preserve">, </w:t>
      </w:r>
      <w:r w:rsidRPr="007818BD">
        <w:t>et possédait une feinte des plus dangereuses qu</w:t>
      </w:r>
      <w:r w:rsidR="00E8465A">
        <w:t>’</w:t>
      </w:r>
      <w:r w:rsidRPr="007818BD">
        <w:t xml:space="preserve">il avait lui-même ajoutée aux variations de la </w:t>
      </w:r>
      <w:proofErr w:type="spellStart"/>
      <w:r w:rsidRPr="007818BD">
        <w:rPr>
          <w:i/>
          <w:iCs/>
        </w:rPr>
        <w:t>stoccata</w:t>
      </w:r>
      <w:proofErr w:type="spellEnd"/>
      <w:r w:rsidR="00E8465A">
        <w:t xml:space="preserve">. </w:t>
      </w:r>
      <w:r w:rsidRPr="007818BD">
        <w:t>Le gentilhomme grave</w:t>
      </w:r>
      <w:r w:rsidR="00E8465A">
        <w:t xml:space="preserve">, </w:t>
      </w:r>
      <w:r w:rsidRPr="007818BD">
        <w:t>malgré tout l</w:t>
      </w:r>
      <w:r w:rsidR="00E8465A">
        <w:t>’</w:t>
      </w:r>
      <w:r w:rsidRPr="007818BD">
        <w:t>intérêt qu</w:t>
      </w:r>
      <w:r w:rsidR="00E8465A">
        <w:t>’</w:t>
      </w:r>
      <w:r w:rsidRPr="007818BD">
        <w:t>il portait au bien-être spirituel du comte</w:t>
      </w:r>
      <w:r w:rsidR="00E8465A">
        <w:t xml:space="preserve">, </w:t>
      </w:r>
      <w:r w:rsidRPr="007818BD">
        <w:t>avait pour son propre salut corporel une sollicitude non moins profonde</w:t>
      </w:r>
      <w:r w:rsidR="00E8465A">
        <w:t xml:space="preserve"> ; </w:t>
      </w:r>
      <w:r w:rsidRPr="007818BD">
        <w:t>il se conte</w:t>
      </w:r>
      <w:r w:rsidRPr="007818BD">
        <w:t>n</w:t>
      </w:r>
      <w:r w:rsidRPr="007818BD">
        <w:t>ta de lui jeter un regard de commisération</w:t>
      </w:r>
      <w:r w:rsidR="00E8465A">
        <w:t xml:space="preserve">, </w:t>
      </w:r>
      <w:r w:rsidRPr="007818BD">
        <w:t>traversa la porte et monta à la salle de jeu</w:t>
      </w:r>
      <w:r w:rsidR="00E8465A">
        <w:t>.</w:t>
      </w:r>
    </w:p>
    <w:p w14:paraId="60B806D7" w14:textId="7A718083" w:rsidR="00E0544E" w:rsidRPr="007818BD" w:rsidRDefault="00E8465A" w:rsidP="00E0544E">
      <w:r>
        <w:t>« </w:t>
      </w:r>
      <w:r w:rsidR="00E0544E" w:rsidRPr="007818BD">
        <w:t>Ha</w:t>
      </w:r>
      <w:r>
        <w:t xml:space="preserve"> ! </w:t>
      </w:r>
      <w:r w:rsidR="00E0544E" w:rsidRPr="007818BD">
        <w:t>ha</w:t>
      </w:r>
      <w:r>
        <w:t xml:space="preserve"> ! </w:t>
      </w:r>
      <w:r w:rsidR="00E0544E" w:rsidRPr="007818BD">
        <w:t xml:space="preserve">dit </w:t>
      </w:r>
      <w:proofErr w:type="spellStart"/>
      <w:r w:rsidR="00E0544E" w:rsidRPr="007818BD">
        <w:t>Cetoxa</w:t>
      </w:r>
      <w:proofErr w:type="spellEnd"/>
      <w:r w:rsidR="00E0544E" w:rsidRPr="007818BD">
        <w:t xml:space="preserve"> en riant</w:t>
      </w:r>
      <w:r>
        <w:t xml:space="preserve">, </w:t>
      </w:r>
      <w:r w:rsidR="00E0544E" w:rsidRPr="007818BD">
        <w:t xml:space="preserve">ce bon </w:t>
      </w:r>
      <w:proofErr w:type="spellStart"/>
      <w:r w:rsidR="00E0544E" w:rsidRPr="007818BD">
        <w:t>Loredano</w:t>
      </w:r>
      <w:proofErr w:type="spellEnd"/>
      <w:r w:rsidR="00E0544E" w:rsidRPr="007818BD">
        <w:t xml:space="preserve"> est jaloux de mon diamant</w:t>
      </w:r>
      <w:r>
        <w:t xml:space="preserve">. </w:t>
      </w:r>
      <w:r w:rsidR="00E0544E" w:rsidRPr="007818BD">
        <w:t>Messieurs</w:t>
      </w:r>
      <w:r>
        <w:t xml:space="preserve"> ! </w:t>
      </w:r>
      <w:r w:rsidR="00E0544E" w:rsidRPr="007818BD">
        <w:t>vous soupez avec moi ce soir</w:t>
      </w:r>
      <w:r>
        <w:t xml:space="preserve">. </w:t>
      </w:r>
      <w:r w:rsidR="00E0544E" w:rsidRPr="007818BD">
        <w:t>Je vous jure que jamais je n</w:t>
      </w:r>
      <w:r>
        <w:t>’</w:t>
      </w:r>
      <w:r w:rsidR="00E0544E" w:rsidRPr="007818BD">
        <w:t>ai rencontré compagnon plus cha</w:t>
      </w:r>
      <w:r w:rsidR="00E0544E" w:rsidRPr="007818BD">
        <w:t>r</w:t>
      </w:r>
      <w:r w:rsidR="00E0544E" w:rsidRPr="007818BD">
        <w:t>mant</w:t>
      </w:r>
      <w:r>
        <w:t xml:space="preserve">, </w:t>
      </w:r>
      <w:r w:rsidR="00E0544E" w:rsidRPr="007818BD">
        <w:t>plus sociable</w:t>
      </w:r>
      <w:r>
        <w:t xml:space="preserve">, </w:t>
      </w:r>
      <w:r w:rsidR="00E0544E" w:rsidRPr="007818BD">
        <w:t>ni plus amusant</w:t>
      </w:r>
      <w:r>
        <w:t xml:space="preserve">, </w:t>
      </w:r>
      <w:r w:rsidR="00E0544E" w:rsidRPr="007818BD">
        <w:t xml:space="preserve">que mon cher ami le </w:t>
      </w:r>
      <w:proofErr w:type="spellStart"/>
      <w:r w:rsidR="00E0544E" w:rsidRPr="007818BD">
        <w:t>s</w:t>
      </w:r>
      <w:r w:rsidR="00E0544E" w:rsidRPr="007818BD">
        <w:t>i</w:t>
      </w:r>
      <w:r w:rsidR="00E0544E" w:rsidRPr="007818BD">
        <w:t>gnor</w:t>
      </w:r>
      <w:proofErr w:type="spellEnd"/>
      <w:r w:rsidR="00E0544E" w:rsidRPr="007818BD">
        <w:t xml:space="preserve"> </w:t>
      </w:r>
      <w:proofErr w:type="spellStart"/>
      <w:r w:rsidR="00E0544E" w:rsidRPr="007818BD">
        <w:t>Zanoni</w:t>
      </w:r>
      <w:proofErr w:type="spellEnd"/>
      <w:r>
        <w:t>. »</w:t>
      </w:r>
    </w:p>
    <w:p w14:paraId="3CD382CB" w14:textId="77777777" w:rsidR="00E8465A" w:rsidRDefault="00E0544E" w:rsidP="00E8465A">
      <w:pPr>
        <w:pStyle w:val="Titre2"/>
        <w:pageBreakBefore/>
      </w:pPr>
      <w:bookmarkStart w:id="5" w:name="_Toc199963054"/>
      <w:r w:rsidRPr="007818BD">
        <w:lastRenderedPageBreak/>
        <w:t>CHAPITRE</w:t>
      </w:r>
      <w:r w:rsidR="00E8465A">
        <w:t xml:space="preserve"> </w:t>
      </w:r>
      <w:r w:rsidRPr="007818BD">
        <w:t>V</w:t>
      </w:r>
      <w:r w:rsidR="00E8465A">
        <w:t>.</w:t>
      </w:r>
      <w:bookmarkEnd w:id="5"/>
    </w:p>
    <w:p w14:paraId="4DC847CB" w14:textId="77777777" w:rsidR="00E8465A" w:rsidRDefault="00E0544E" w:rsidP="00E0544E">
      <w:pPr>
        <w:pStyle w:val="NormalRetraitGauche4XIndent0"/>
        <w:spacing w:before="0" w:after="0"/>
        <w:rPr>
          <w:rStyle w:val="Taille-1Caracteres"/>
        </w:rPr>
      </w:pPr>
      <w:r w:rsidRPr="007818BD">
        <w:rPr>
          <w:rStyle w:val="Taille-1Caracteres"/>
        </w:rPr>
        <w:t xml:space="preserve">Quelle </w:t>
      </w:r>
      <w:proofErr w:type="spellStart"/>
      <w:r w:rsidRPr="007818BD">
        <w:rPr>
          <w:rStyle w:val="Taille-1Caracteres"/>
        </w:rPr>
        <w:t>Ippogifo</w:t>
      </w:r>
      <w:proofErr w:type="spellEnd"/>
      <w:r w:rsidR="00E8465A">
        <w:rPr>
          <w:rStyle w:val="Taille-1Caracteres"/>
        </w:rPr>
        <w:t xml:space="preserve">, </w:t>
      </w:r>
      <w:r w:rsidRPr="007818BD">
        <w:rPr>
          <w:rStyle w:val="Taille-1Caracteres"/>
        </w:rPr>
        <w:t xml:space="preserve">grande e </w:t>
      </w:r>
      <w:proofErr w:type="spellStart"/>
      <w:r w:rsidRPr="007818BD">
        <w:rPr>
          <w:rStyle w:val="Taille-1Caracteres"/>
        </w:rPr>
        <w:t>strango</w:t>
      </w:r>
      <w:proofErr w:type="spellEnd"/>
      <w:r w:rsidRPr="007818BD">
        <w:rPr>
          <w:rStyle w:val="Taille-1Caracteres"/>
        </w:rPr>
        <w:t xml:space="preserve"> </w:t>
      </w:r>
      <w:proofErr w:type="spellStart"/>
      <w:r w:rsidRPr="007818BD">
        <w:rPr>
          <w:rStyle w:val="Taille-1Caracteres"/>
        </w:rPr>
        <w:t>augello</w:t>
      </w:r>
      <w:proofErr w:type="spellEnd"/>
      <w:r w:rsidR="00E8465A">
        <w:rPr>
          <w:rStyle w:val="Taille-1Caracteres"/>
        </w:rPr>
        <w:t>,</w:t>
      </w:r>
    </w:p>
    <w:p w14:paraId="610DA00A" w14:textId="77777777" w:rsidR="00E8465A" w:rsidRDefault="00E0544E" w:rsidP="00E0544E">
      <w:pPr>
        <w:pStyle w:val="NormalRetraitGauche4XIndent0"/>
        <w:spacing w:before="0" w:after="0"/>
        <w:rPr>
          <w:rStyle w:val="Taille-1Caracteres"/>
          <w:lang w:val="en-US"/>
        </w:rPr>
      </w:pPr>
      <w:r w:rsidRPr="00EE3339">
        <w:rPr>
          <w:rStyle w:val="Taille-1Caracteres"/>
          <w:lang w:val="en-US"/>
        </w:rPr>
        <w:t>Lo porta via</w:t>
      </w:r>
      <w:r w:rsidRPr="007818BD">
        <w:rPr>
          <w:rStyle w:val="Appelnotedebasdep"/>
          <w:szCs w:val="28"/>
        </w:rPr>
        <w:footnoteReference w:id="9"/>
      </w:r>
      <w:r w:rsidR="00E8465A">
        <w:rPr>
          <w:rStyle w:val="Taille-1Caracteres"/>
          <w:lang w:val="en-US"/>
        </w:rPr>
        <w:t>.</w:t>
      </w:r>
    </w:p>
    <w:p w14:paraId="2086208B" w14:textId="2902874F" w:rsidR="00E8465A" w:rsidRDefault="00E8465A" w:rsidP="00E0544E">
      <w:pPr>
        <w:jc w:val="right"/>
        <w:rPr>
          <w:rStyle w:val="Taille-1Caracteres"/>
          <w:lang w:val="en-US"/>
        </w:rPr>
      </w:pPr>
      <w:r>
        <w:rPr>
          <w:rStyle w:val="Taille-1Caracteres"/>
          <w:lang w:val="en-US"/>
        </w:rPr>
        <w:t>(</w:t>
      </w:r>
      <w:r w:rsidR="00E0544E" w:rsidRPr="00EE3339">
        <w:rPr>
          <w:rStyle w:val="Taille-1Caracteres"/>
          <w:i/>
          <w:lang w:val="en-US"/>
        </w:rPr>
        <w:t>Orl</w:t>
      </w:r>
      <w:r>
        <w:rPr>
          <w:rStyle w:val="Taille-1Caracteres"/>
          <w:i/>
          <w:lang w:val="en-US"/>
        </w:rPr>
        <w:t xml:space="preserve">. </w:t>
      </w:r>
      <w:r w:rsidR="00E0544E" w:rsidRPr="00EE3339">
        <w:rPr>
          <w:rStyle w:val="Taille-1Caracteres"/>
          <w:i/>
          <w:lang w:val="en-US"/>
        </w:rPr>
        <w:t>Fur</w:t>
      </w:r>
      <w:r>
        <w:rPr>
          <w:rStyle w:val="Taille-1Caracteres"/>
          <w:lang w:val="en-US"/>
        </w:rPr>
        <w:t xml:space="preserve">., </w:t>
      </w:r>
      <w:r w:rsidR="00E0544E" w:rsidRPr="00EE3339">
        <w:rPr>
          <w:rStyle w:val="Taille-1Caracteres"/>
          <w:lang w:val="en-US"/>
        </w:rPr>
        <w:t>c</w:t>
      </w:r>
      <w:r>
        <w:rPr>
          <w:rStyle w:val="Taille-1Caracteres"/>
          <w:lang w:val="en-US"/>
        </w:rPr>
        <w:t xml:space="preserve">. </w:t>
      </w:r>
      <w:r w:rsidR="00E0544E" w:rsidRPr="00EE3339">
        <w:rPr>
          <w:rStyle w:val="Taille-1Caracteres"/>
          <w:lang w:val="en-US"/>
        </w:rPr>
        <w:t>VI</w:t>
      </w:r>
      <w:r>
        <w:rPr>
          <w:rStyle w:val="Taille-1Caracteres"/>
          <w:lang w:val="en-US"/>
        </w:rPr>
        <w:t xml:space="preserve">, </w:t>
      </w:r>
      <w:r w:rsidR="00E0544E" w:rsidRPr="00EE3339">
        <w:rPr>
          <w:rStyle w:val="Taille-1Caracteres"/>
          <w:lang w:val="en-US"/>
        </w:rPr>
        <w:t>18</w:t>
      </w:r>
      <w:r>
        <w:rPr>
          <w:rStyle w:val="Taille-1Caracteres"/>
          <w:lang w:val="en-US"/>
        </w:rPr>
        <w:t>.)</w:t>
      </w:r>
    </w:p>
    <w:p w14:paraId="5F286F53" w14:textId="77777777" w:rsidR="00E8465A" w:rsidRDefault="00E0544E" w:rsidP="00E0544E">
      <w:r w:rsidRPr="007818BD">
        <w:t>Et maintenant</w:t>
      </w:r>
      <w:r w:rsidR="00E8465A">
        <w:t xml:space="preserve">, </w:t>
      </w:r>
      <w:r w:rsidRPr="007818BD">
        <w:t xml:space="preserve">en compagnie de ce mystérieux </w:t>
      </w:r>
      <w:proofErr w:type="spellStart"/>
      <w:r w:rsidRPr="007818BD">
        <w:t>Zanoni</w:t>
      </w:r>
      <w:proofErr w:type="spellEnd"/>
      <w:r w:rsidR="00E8465A">
        <w:t xml:space="preserve">, </w:t>
      </w:r>
      <w:r w:rsidRPr="007818BD">
        <w:t>je dis adieu à Naples pour quelque temps</w:t>
      </w:r>
      <w:r w:rsidR="00E8465A">
        <w:t xml:space="preserve">. </w:t>
      </w:r>
      <w:r w:rsidRPr="007818BD">
        <w:t>Montez derrière moi</w:t>
      </w:r>
      <w:r w:rsidR="00E8465A">
        <w:t xml:space="preserve">, </w:t>
      </w:r>
      <w:r w:rsidRPr="007818BD">
        <w:t>lecteur</w:t>
      </w:r>
      <w:r w:rsidR="00E8465A">
        <w:t xml:space="preserve">, </w:t>
      </w:r>
      <w:r w:rsidRPr="007818BD">
        <w:t>montez mon hippogriffe</w:t>
      </w:r>
      <w:r w:rsidR="00E8465A">
        <w:t xml:space="preserve">, </w:t>
      </w:r>
      <w:r w:rsidRPr="007818BD">
        <w:t>installez-vous à votre aise</w:t>
      </w:r>
      <w:r w:rsidR="00E8465A">
        <w:t xml:space="preserve">. </w:t>
      </w:r>
      <w:r w:rsidRPr="007818BD">
        <w:t>J</w:t>
      </w:r>
      <w:r w:rsidR="00E8465A">
        <w:t>’</w:t>
      </w:r>
      <w:r w:rsidRPr="007818BD">
        <w:t>ai acheté la selle</w:t>
      </w:r>
      <w:r w:rsidR="00E8465A">
        <w:t xml:space="preserve">, </w:t>
      </w:r>
      <w:r w:rsidRPr="007818BD">
        <w:t>l</w:t>
      </w:r>
      <w:r w:rsidR="00E8465A">
        <w:t>’</w:t>
      </w:r>
      <w:r w:rsidRPr="007818BD">
        <w:t>autre jour</w:t>
      </w:r>
      <w:r w:rsidR="00E8465A">
        <w:t xml:space="preserve">, </w:t>
      </w:r>
      <w:r w:rsidRPr="007818BD">
        <w:t>d</w:t>
      </w:r>
      <w:r w:rsidR="00E8465A">
        <w:t>’</w:t>
      </w:r>
      <w:r w:rsidRPr="007818BD">
        <w:t>un poète qui aime le confort</w:t>
      </w:r>
      <w:r w:rsidR="00E8465A">
        <w:t xml:space="preserve">, </w:t>
      </w:r>
      <w:r w:rsidRPr="007818BD">
        <w:t>et l</w:t>
      </w:r>
      <w:r w:rsidR="00E8465A">
        <w:t>’</w:t>
      </w:r>
      <w:r w:rsidRPr="007818BD">
        <w:t>ai fait rembourrer à neuf à votre intention</w:t>
      </w:r>
      <w:r w:rsidR="00E8465A">
        <w:t xml:space="preserve">. </w:t>
      </w:r>
      <w:r w:rsidRPr="007818BD">
        <w:t>Voyez</w:t>
      </w:r>
      <w:r w:rsidR="00E8465A">
        <w:t xml:space="preserve">, </w:t>
      </w:r>
      <w:r w:rsidRPr="007818BD">
        <w:t>voyez</w:t>
      </w:r>
      <w:r w:rsidR="00E8465A">
        <w:t xml:space="preserve">, </w:t>
      </w:r>
      <w:r w:rsidRPr="007818BD">
        <w:t>nous montons</w:t>
      </w:r>
      <w:r w:rsidR="00E8465A">
        <w:t xml:space="preserve">. </w:t>
      </w:r>
      <w:r w:rsidRPr="007818BD">
        <w:t>Regardez au-dessous de vous</w:t>
      </w:r>
      <w:r w:rsidR="00E8465A">
        <w:t xml:space="preserve">, </w:t>
      </w:r>
      <w:r w:rsidRPr="007818BD">
        <w:t>pendant que nous poursuivons notre essor</w:t>
      </w:r>
      <w:r w:rsidR="00E8465A">
        <w:t xml:space="preserve"> ; </w:t>
      </w:r>
      <w:r w:rsidRPr="007818BD">
        <w:t>ne craignez rien</w:t>
      </w:r>
      <w:r w:rsidR="00E8465A">
        <w:t xml:space="preserve">, </w:t>
      </w:r>
      <w:r w:rsidRPr="007818BD">
        <w:t>les hippogriffes ne buttent jamais</w:t>
      </w:r>
      <w:r w:rsidR="00E8465A">
        <w:t xml:space="preserve"> ; </w:t>
      </w:r>
      <w:r w:rsidRPr="007818BD">
        <w:t>tous les hippogriffes de l</w:t>
      </w:r>
      <w:r w:rsidR="00E8465A">
        <w:t>’</w:t>
      </w:r>
      <w:r w:rsidRPr="007818BD">
        <w:t>Italie sont garantis comme des montures faites pour les personnes d</w:t>
      </w:r>
      <w:r w:rsidR="00E8465A">
        <w:t>’</w:t>
      </w:r>
      <w:r w:rsidRPr="007818BD">
        <w:t>un âge respe</w:t>
      </w:r>
      <w:r w:rsidRPr="007818BD">
        <w:t>c</w:t>
      </w:r>
      <w:r w:rsidRPr="007818BD">
        <w:t>table</w:t>
      </w:r>
      <w:r w:rsidR="00E8465A">
        <w:t xml:space="preserve">. </w:t>
      </w:r>
      <w:r w:rsidRPr="007818BD">
        <w:t>Laissez tomber vos r</w:t>
      </w:r>
      <w:r w:rsidRPr="007818BD">
        <w:t>e</w:t>
      </w:r>
      <w:r w:rsidRPr="007818BD">
        <w:t>gards sur les paysages qui fuient au-dessous de nous</w:t>
      </w:r>
      <w:r w:rsidR="00E8465A">
        <w:t> !</w:t>
      </w:r>
    </w:p>
    <w:p w14:paraId="1A993805" w14:textId="77777777" w:rsidR="00E8465A" w:rsidRDefault="00E0544E" w:rsidP="00E0544E">
      <w:r w:rsidRPr="007818BD">
        <w:t>Là</w:t>
      </w:r>
      <w:r w:rsidR="00E8465A">
        <w:t xml:space="preserve">, </w:t>
      </w:r>
      <w:r w:rsidRPr="007818BD">
        <w:t>près des ruines de l</w:t>
      </w:r>
      <w:r w:rsidR="00E8465A">
        <w:t>’</w:t>
      </w:r>
      <w:r w:rsidRPr="007818BD">
        <w:t>antique Atella des Osques</w:t>
      </w:r>
      <w:r w:rsidR="00E8465A">
        <w:t xml:space="preserve">, </w:t>
      </w:r>
      <w:r w:rsidRPr="007818BD">
        <w:t>s</w:t>
      </w:r>
      <w:r w:rsidR="00E8465A">
        <w:t>’</w:t>
      </w:r>
      <w:r w:rsidRPr="007818BD">
        <w:t>élève Aversa</w:t>
      </w:r>
      <w:r w:rsidR="00E8465A">
        <w:t xml:space="preserve">, </w:t>
      </w:r>
      <w:r w:rsidRPr="007818BD">
        <w:t>jadis forteresse normande</w:t>
      </w:r>
      <w:r w:rsidR="00E8465A">
        <w:t xml:space="preserve"> ; </w:t>
      </w:r>
      <w:r w:rsidRPr="007818BD">
        <w:t>ici rayonnent les colonnes de Capoue</w:t>
      </w:r>
      <w:r w:rsidR="00E8465A">
        <w:t xml:space="preserve">, </w:t>
      </w:r>
      <w:r w:rsidRPr="007818BD">
        <w:t xml:space="preserve">au-dessus des eaux du </w:t>
      </w:r>
      <w:proofErr w:type="spellStart"/>
      <w:r w:rsidRPr="007818BD">
        <w:t>Vulturne</w:t>
      </w:r>
      <w:proofErr w:type="spellEnd"/>
      <w:r w:rsidR="00E8465A">
        <w:t xml:space="preserve">. </w:t>
      </w:r>
      <w:r w:rsidRPr="007818BD">
        <w:t>Salut</w:t>
      </w:r>
      <w:r w:rsidR="00E8465A">
        <w:t xml:space="preserve">, </w:t>
      </w:r>
      <w:r w:rsidRPr="007818BD">
        <w:t>fertiles ca</w:t>
      </w:r>
      <w:r w:rsidRPr="007818BD">
        <w:t>m</w:t>
      </w:r>
      <w:r w:rsidRPr="007818BD">
        <w:t>pagnes</w:t>
      </w:r>
      <w:r w:rsidR="00E8465A">
        <w:t xml:space="preserve">, </w:t>
      </w:r>
      <w:r w:rsidRPr="007818BD">
        <w:t>et vous</w:t>
      </w:r>
      <w:r w:rsidR="00E8465A">
        <w:t xml:space="preserve">, </w:t>
      </w:r>
      <w:r w:rsidRPr="007818BD">
        <w:t>fameux vignobles du vieux Falerne</w:t>
      </w:r>
      <w:r w:rsidR="00E8465A">
        <w:t xml:space="preserve"> ! </w:t>
      </w:r>
      <w:r w:rsidRPr="007818BD">
        <w:t>Salut</w:t>
      </w:r>
      <w:r w:rsidR="00E8465A">
        <w:t xml:space="preserve">, </w:t>
      </w:r>
      <w:r w:rsidRPr="007818BD">
        <w:t>bo</w:t>
      </w:r>
      <w:r w:rsidRPr="007818BD">
        <w:t>s</w:t>
      </w:r>
      <w:r w:rsidRPr="007818BD">
        <w:t>quets dorés d</w:t>
      </w:r>
      <w:r w:rsidR="00E8465A">
        <w:t>’</w:t>
      </w:r>
      <w:r w:rsidRPr="007818BD">
        <w:t xml:space="preserve">orangers de </w:t>
      </w:r>
      <w:proofErr w:type="spellStart"/>
      <w:r w:rsidRPr="007818BD">
        <w:t>Mola</w:t>
      </w:r>
      <w:proofErr w:type="spellEnd"/>
      <w:r w:rsidRPr="007818BD">
        <w:t xml:space="preserve"> di Gaeta</w:t>
      </w:r>
      <w:r w:rsidR="00E8465A">
        <w:t xml:space="preserve"> ! </w:t>
      </w:r>
      <w:r w:rsidRPr="007818BD">
        <w:t>Salut</w:t>
      </w:r>
      <w:r w:rsidR="00E8465A">
        <w:t xml:space="preserve">, </w:t>
      </w:r>
      <w:r w:rsidRPr="007818BD">
        <w:t>arbustes pa</w:t>
      </w:r>
      <w:r w:rsidRPr="007818BD">
        <w:t>r</w:t>
      </w:r>
      <w:r w:rsidRPr="007818BD">
        <w:t>fumés</w:t>
      </w:r>
      <w:r w:rsidR="00E8465A">
        <w:t xml:space="preserve">, </w:t>
      </w:r>
      <w:r w:rsidRPr="007818BD">
        <w:t>fleurs sauvages</w:t>
      </w:r>
      <w:r w:rsidR="00E8465A">
        <w:t xml:space="preserve">, </w:t>
      </w:r>
      <w:proofErr w:type="spellStart"/>
      <w:r w:rsidRPr="007818BD">
        <w:rPr>
          <w:i/>
          <w:iCs/>
        </w:rPr>
        <w:t>omnis</w:t>
      </w:r>
      <w:proofErr w:type="spellEnd"/>
      <w:r w:rsidRPr="007818BD">
        <w:rPr>
          <w:i/>
          <w:iCs/>
        </w:rPr>
        <w:t xml:space="preserve"> copia </w:t>
      </w:r>
      <w:proofErr w:type="spellStart"/>
      <w:r w:rsidRPr="007818BD">
        <w:rPr>
          <w:i/>
          <w:iCs/>
        </w:rPr>
        <w:t>narium</w:t>
      </w:r>
      <w:proofErr w:type="spellEnd"/>
      <w:r w:rsidR="00E8465A">
        <w:t xml:space="preserve">, </w:t>
      </w:r>
      <w:r w:rsidRPr="007818BD">
        <w:t>qui tapissez la l</w:t>
      </w:r>
      <w:r w:rsidRPr="007818BD">
        <w:t>i</w:t>
      </w:r>
      <w:r w:rsidRPr="007818BD">
        <w:t xml:space="preserve">sière des montagnes de la silencieuse </w:t>
      </w:r>
      <w:proofErr w:type="spellStart"/>
      <w:r w:rsidRPr="007818BD">
        <w:t>Lautule</w:t>
      </w:r>
      <w:proofErr w:type="spellEnd"/>
      <w:r w:rsidR="00E8465A">
        <w:t xml:space="preserve">. </w:t>
      </w:r>
      <w:r w:rsidRPr="007818BD">
        <w:t>Nous arrêterons-nous à l</w:t>
      </w:r>
      <w:r w:rsidR="00E8465A">
        <w:t>’</w:t>
      </w:r>
      <w:proofErr w:type="spellStart"/>
      <w:r w:rsidRPr="007818BD">
        <w:t>Anxur</w:t>
      </w:r>
      <w:proofErr w:type="spellEnd"/>
      <w:r w:rsidRPr="007818BD">
        <w:t xml:space="preserve"> des Volsques</w:t>
      </w:r>
      <w:r w:rsidR="00E8465A">
        <w:t xml:space="preserve">, </w:t>
      </w:r>
      <w:r w:rsidRPr="007818BD">
        <w:t>la moderne Terracine</w:t>
      </w:r>
      <w:r w:rsidR="00E8465A">
        <w:t xml:space="preserve">, </w:t>
      </w:r>
      <w:r w:rsidRPr="007818BD">
        <w:t>où le rocher hardi se dresse comme le géant qui garde l</w:t>
      </w:r>
      <w:r w:rsidR="00E8465A">
        <w:t>’</w:t>
      </w:r>
      <w:r w:rsidRPr="007818BD">
        <w:t>extrême frontière de cette radieuse terre d</w:t>
      </w:r>
      <w:r w:rsidR="00E8465A">
        <w:t>’</w:t>
      </w:r>
      <w:r w:rsidRPr="007818BD">
        <w:t>amour</w:t>
      </w:r>
      <w:r w:rsidR="00E8465A">
        <w:t xml:space="preserve"> ? </w:t>
      </w:r>
      <w:r w:rsidRPr="007818BD">
        <w:t>En avant</w:t>
      </w:r>
      <w:r w:rsidR="00E8465A">
        <w:t xml:space="preserve">, </w:t>
      </w:r>
      <w:r w:rsidRPr="007818BD">
        <w:t>en avant</w:t>
      </w:r>
      <w:r w:rsidR="00E8465A">
        <w:t xml:space="preserve"> ! </w:t>
      </w:r>
      <w:r w:rsidRPr="007818BD">
        <w:t>et retenez votre souffle</w:t>
      </w:r>
      <w:r w:rsidR="00E8465A">
        <w:t xml:space="preserve">, </w:t>
      </w:r>
      <w:r w:rsidRPr="007818BD">
        <w:t xml:space="preserve">en passant au-dessus des </w:t>
      </w:r>
      <w:r w:rsidRPr="007818BD">
        <w:lastRenderedPageBreak/>
        <w:t>m</w:t>
      </w:r>
      <w:r w:rsidRPr="007818BD">
        <w:t>a</w:t>
      </w:r>
      <w:r w:rsidRPr="007818BD">
        <w:t>rais Pontins</w:t>
      </w:r>
      <w:r w:rsidR="00E8465A">
        <w:t xml:space="preserve">. </w:t>
      </w:r>
      <w:r w:rsidRPr="007818BD">
        <w:t>Mornes et désolés</w:t>
      </w:r>
      <w:r w:rsidR="00E8465A">
        <w:t xml:space="preserve">, </w:t>
      </w:r>
      <w:r w:rsidRPr="007818BD">
        <w:t>leurs miasmes sont</w:t>
      </w:r>
      <w:r w:rsidR="00E8465A">
        <w:t xml:space="preserve">, </w:t>
      </w:r>
      <w:r w:rsidRPr="007818BD">
        <w:t>aux jardins que nous venons de passer</w:t>
      </w:r>
      <w:r w:rsidR="00E8465A">
        <w:t xml:space="preserve">, </w:t>
      </w:r>
      <w:r w:rsidRPr="007818BD">
        <w:t>ce que la trivialité nauséabonde de la vie est au cœur qui a laissé l</w:t>
      </w:r>
      <w:r w:rsidR="00E8465A">
        <w:t>’</w:t>
      </w:r>
      <w:r w:rsidRPr="007818BD">
        <w:t>amour derrière lui</w:t>
      </w:r>
      <w:r w:rsidR="00E8465A">
        <w:t xml:space="preserve">. </w:t>
      </w:r>
      <w:r w:rsidRPr="007818BD">
        <w:t>Lugubre campagne</w:t>
      </w:r>
      <w:r w:rsidR="00E8465A">
        <w:t xml:space="preserve">, </w:t>
      </w:r>
      <w:r w:rsidRPr="007818BD">
        <w:t>tu déroules d</w:t>
      </w:r>
      <w:r w:rsidRPr="007818BD">
        <w:t>e</w:t>
      </w:r>
      <w:r w:rsidRPr="007818BD">
        <w:t>vant nous ta majestueuse tristesse</w:t>
      </w:r>
      <w:r w:rsidR="00E8465A">
        <w:t xml:space="preserve">. </w:t>
      </w:r>
      <w:r w:rsidRPr="007818BD">
        <w:t>Rome</w:t>
      </w:r>
      <w:r w:rsidR="00E8465A">
        <w:t xml:space="preserve">, </w:t>
      </w:r>
      <w:r w:rsidRPr="007818BD">
        <w:t>Rome aux sept coll</w:t>
      </w:r>
      <w:r w:rsidRPr="007818BD">
        <w:t>i</w:t>
      </w:r>
      <w:r w:rsidRPr="007818BD">
        <w:t>nes</w:t>
      </w:r>
      <w:r w:rsidR="00E8465A">
        <w:t xml:space="preserve">, </w:t>
      </w:r>
      <w:r w:rsidRPr="007818BD">
        <w:t>accueille-nous</w:t>
      </w:r>
      <w:r w:rsidR="00E8465A">
        <w:t xml:space="preserve">, </w:t>
      </w:r>
      <w:r w:rsidRPr="007818BD">
        <w:t>comme le souvenir accueille le voyageur f</w:t>
      </w:r>
      <w:r w:rsidRPr="007818BD">
        <w:t>a</w:t>
      </w:r>
      <w:r w:rsidRPr="007818BD">
        <w:t>tigué</w:t>
      </w:r>
      <w:r w:rsidR="00E8465A">
        <w:t xml:space="preserve">, </w:t>
      </w:r>
      <w:r w:rsidRPr="007818BD">
        <w:t>en silence</w:t>
      </w:r>
      <w:r w:rsidR="00E8465A">
        <w:t xml:space="preserve">, </w:t>
      </w:r>
      <w:r w:rsidRPr="007818BD">
        <w:t>au milieu des ruines</w:t>
      </w:r>
      <w:r w:rsidR="00E8465A">
        <w:t xml:space="preserve">. </w:t>
      </w:r>
      <w:r w:rsidRPr="007818BD">
        <w:t>Où est-il</w:t>
      </w:r>
      <w:r w:rsidR="00E8465A">
        <w:t xml:space="preserve">, </w:t>
      </w:r>
      <w:r w:rsidRPr="007818BD">
        <w:t>celui que nous suivons dans sa cou</w:t>
      </w:r>
      <w:r w:rsidRPr="007818BD">
        <w:t>r</w:t>
      </w:r>
      <w:r w:rsidRPr="007818BD">
        <w:t>se</w:t>
      </w:r>
      <w:r w:rsidR="00E8465A">
        <w:t> ?</w:t>
      </w:r>
    </w:p>
    <w:p w14:paraId="37CE611E" w14:textId="77777777" w:rsidR="00E8465A" w:rsidRDefault="00E0544E" w:rsidP="00E0544E">
      <w:r w:rsidRPr="007818BD">
        <w:t>Donnons la liberté à l</w:t>
      </w:r>
      <w:r w:rsidR="00E8465A">
        <w:t>’</w:t>
      </w:r>
      <w:r w:rsidRPr="007818BD">
        <w:t>hippogriffe</w:t>
      </w:r>
      <w:r w:rsidR="00E8465A">
        <w:t xml:space="preserve"> ; </w:t>
      </w:r>
      <w:r w:rsidRPr="007818BD">
        <w:t>il aime l</w:t>
      </w:r>
      <w:r w:rsidR="00E8465A">
        <w:t>’</w:t>
      </w:r>
      <w:r w:rsidRPr="007818BD">
        <w:t>acanthe qui couronne ces colonnes brisées</w:t>
      </w:r>
      <w:r w:rsidR="00E8465A">
        <w:t xml:space="preserve">. </w:t>
      </w:r>
      <w:r w:rsidRPr="007818BD">
        <w:t>Oui</w:t>
      </w:r>
      <w:r w:rsidR="00E8465A">
        <w:t xml:space="preserve">, </w:t>
      </w:r>
      <w:r w:rsidRPr="007818BD">
        <w:t>voici l</w:t>
      </w:r>
      <w:r w:rsidR="00E8465A">
        <w:t>’</w:t>
      </w:r>
      <w:r w:rsidRPr="007818BD">
        <w:t>arche de Titus</w:t>
      </w:r>
      <w:r w:rsidR="00E8465A">
        <w:t xml:space="preserve"> ; </w:t>
      </w:r>
      <w:r w:rsidRPr="007818BD">
        <w:t>vai</w:t>
      </w:r>
      <w:r w:rsidRPr="007818BD">
        <w:t>n</w:t>
      </w:r>
      <w:r w:rsidRPr="007818BD">
        <w:t>queur de Jérusalem</w:t>
      </w:r>
      <w:r w:rsidR="00E8465A">
        <w:t xml:space="preserve">, </w:t>
      </w:r>
      <w:r w:rsidRPr="007818BD">
        <w:t>et voilà le Colisée</w:t>
      </w:r>
      <w:r w:rsidR="00E8465A">
        <w:t xml:space="preserve">. </w:t>
      </w:r>
      <w:r w:rsidRPr="007818BD">
        <w:t>Ici passa le triomphe du conquérant déifié</w:t>
      </w:r>
      <w:r w:rsidR="00E8465A">
        <w:t xml:space="preserve"> ; </w:t>
      </w:r>
      <w:r w:rsidRPr="007818BD">
        <w:t>là tombèrent les gladiateurs</w:t>
      </w:r>
      <w:r w:rsidR="00E8465A">
        <w:t xml:space="preserve">. </w:t>
      </w:r>
      <w:r w:rsidRPr="007818BD">
        <w:t>Monuments de meu</w:t>
      </w:r>
      <w:r w:rsidRPr="007818BD">
        <w:t>r</w:t>
      </w:r>
      <w:r w:rsidRPr="007818BD">
        <w:t>tre</w:t>
      </w:r>
      <w:r w:rsidR="00E8465A">
        <w:t xml:space="preserve">, </w:t>
      </w:r>
      <w:r w:rsidRPr="007818BD">
        <w:t>combien pauvres sont les pensées</w:t>
      </w:r>
      <w:r w:rsidR="00E8465A">
        <w:t xml:space="preserve">, </w:t>
      </w:r>
      <w:r w:rsidRPr="007818BD">
        <w:t>et méprisables les souvenirs que vous éveillez</w:t>
      </w:r>
      <w:r w:rsidR="00E8465A">
        <w:t xml:space="preserve">, </w:t>
      </w:r>
      <w:r w:rsidRPr="007818BD">
        <w:t>comparés à ceux qui parlent au cœur</w:t>
      </w:r>
      <w:r w:rsidR="00E8465A">
        <w:t>-</w:t>
      </w:r>
      <w:r w:rsidRPr="007818BD">
        <w:t>de l</w:t>
      </w:r>
      <w:r w:rsidR="00E8465A">
        <w:t>’</w:t>
      </w:r>
      <w:r w:rsidRPr="007818BD">
        <w:t>homme</w:t>
      </w:r>
      <w:r w:rsidR="00E8465A">
        <w:t xml:space="preserve">, </w:t>
      </w:r>
      <w:r w:rsidRPr="007818BD">
        <w:t xml:space="preserve">sur les hauteurs de </w:t>
      </w:r>
      <w:proofErr w:type="spellStart"/>
      <w:r w:rsidRPr="007818BD">
        <w:t>Phylé</w:t>
      </w:r>
      <w:proofErr w:type="spellEnd"/>
      <w:r w:rsidR="00E8465A">
        <w:t xml:space="preserve">, </w:t>
      </w:r>
      <w:r w:rsidRPr="007818BD">
        <w:t>ou près du mam</w:t>
      </w:r>
      <w:r w:rsidRPr="007818BD">
        <w:t>e</w:t>
      </w:r>
      <w:r w:rsidRPr="007818BD">
        <w:t>lon grisâtre et solitaire de Marathon</w:t>
      </w:r>
      <w:r w:rsidR="00E8465A">
        <w:t> !</w:t>
      </w:r>
    </w:p>
    <w:p w14:paraId="0D75E725" w14:textId="77777777" w:rsidR="00E8465A" w:rsidRDefault="00E0544E" w:rsidP="00E0544E">
      <w:r w:rsidRPr="007818BD">
        <w:t>Nous voici au milieu des ronces</w:t>
      </w:r>
      <w:r w:rsidR="00E8465A">
        <w:t xml:space="preserve">, </w:t>
      </w:r>
      <w:r w:rsidRPr="007818BD">
        <w:t>des herbes sauvages</w:t>
      </w:r>
      <w:r w:rsidR="00E8465A">
        <w:t xml:space="preserve">, </w:t>
      </w:r>
      <w:r w:rsidRPr="007818BD">
        <w:t>dont la haute et triste vég</w:t>
      </w:r>
      <w:r w:rsidRPr="007818BD">
        <w:t>é</w:t>
      </w:r>
      <w:r w:rsidRPr="007818BD">
        <w:t>tation ondule autour de nous</w:t>
      </w:r>
      <w:r w:rsidR="00E8465A">
        <w:t xml:space="preserve">. </w:t>
      </w:r>
      <w:r w:rsidRPr="007818BD">
        <w:t>Ici où nous sommes</w:t>
      </w:r>
      <w:r w:rsidR="00E8465A">
        <w:t xml:space="preserve">, </w:t>
      </w:r>
      <w:r w:rsidRPr="007818BD">
        <w:t>régna Néron</w:t>
      </w:r>
      <w:r w:rsidR="00E8465A">
        <w:t xml:space="preserve"> ; </w:t>
      </w:r>
      <w:r w:rsidRPr="007818BD">
        <w:t>ici étaient ses pavés de mosaïque</w:t>
      </w:r>
      <w:r w:rsidR="00E8465A">
        <w:t xml:space="preserve">, </w:t>
      </w:r>
      <w:r w:rsidRPr="007818BD">
        <w:t>ici</w:t>
      </w:r>
      <w:r w:rsidR="00E8465A">
        <w:t>,</w:t>
      </w:r>
    </w:p>
    <w:p w14:paraId="1DE8199D" w14:textId="77777777" w:rsidR="00E8465A" w:rsidRDefault="00E0544E" w:rsidP="00E8465A">
      <w:pPr>
        <w:ind w:firstLine="0"/>
        <w:jc w:val="center"/>
      </w:pPr>
      <w:r w:rsidRPr="007818BD">
        <w:rPr>
          <w:rStyle w:val="Taille-1Caracteres"/>
        </w:rPr>
        <w:t>Fièrement dans les cieux</w:t>
      </w:r>
      <w:r w:rsidR="00E8465A">
        <w:rPr>
          <w:rStyle w:val="Taille-1Caracteres"/>
        </w:rPr>
        <w:t xml:space="preserve">, </w:t>
      </w:r>
      <w:r w:rsidRPr="007818BD">
        <w:rPr>
          <w:rStyle w:val="Taille-1Caracteres"/>
        </w:rPr>
        <w:t>autre ciel éclatant</w:t>
      </w:r>
      <w:r w:rsidR="00E8465A">
        <w:t>,</w:t>
      </w:r>
    </w:p>
    <w:p w14:paraId="54AD253A" w14:textId="77777777" w:rsidR="00E8465A" w:rsidRDefault="00E0544E" w:rsidP="00E0544E">
      <w:pPr>
        <w:pStyle w:val="NormalSansIndent"/>
      </w:pPr>
      <w:r w:rsidRPr="007818BD">
        <w:t>s</w:t>
      </w:r>
      <w:r w:rsidR="00E8465A">
        <w:t>’</w:t>
      </w:r>
      <w:r w:rsidRPr="007818BD">
        <w:t>élevait la voûte de ses toits d</w:t>
      </w:r>
      <w:r w:rsidR="00E8465A">
        <w:t>’</w:t>
      </w:r>
      <w:r w:rsidRPr="007818BD">
        <w:t>ivoire</w:t>
      </w:r>
      <w:r w:rsidR="00E8465A">
        <w:t xml:space="preserve"> ; </w:t>
      </w:r>
      <w:r w:rsidRPr="007818BD">
        <w:t>ici</w:t>
      </w:r>
      <w:r w:rsidR="00E8465A">
        <w:t xml:space="preserve">, </w:t>
      </w:r>
      <w:r w:rsidRPr="007818BD">
        <w:t>avec ses arcades pr</w:t>
      </w:r>
      <w:r w:rsidRPr="007818BD">
        <w:t>o</w:t>
      </w:r>
      <w:r w:rsidRPr="007818BD">
        <w:t>longées</w:t>
      </w:r>
      <w:r w:rsidR="00E8465A">
        <w:t xml:space="preserve">, </w:t>
      </w:r>
      <w:r w:rsidRPr="007818BD">
        <w:t>ses piliers multipliés</w:t>
      </w:r>
      <w:r w:rsidR="00E8465A">
        <w:t xml:space="preserve">, </w:t>
      </w:r>
      <w:r w:rsidRPr="007818BD">
        <w:t>rayonnait aux yeux éblouis du monde le palais d</w:t>
      </w:r>
      <w:r w:rsidR="00E8465A">
        <w:t>’</w:t>
      </w:r>
      <w:r w:rsidRPr="007818BD">
        <w:t>or de son maître</w:t>
      </w:r>
      <w:r w:rsidR="00E8465A">
        <w:t xml:space="preserve"> : </w:t>
      </w:r>
      <w:r w:rsidRPr="007818BD">
        <w:t>la maison d</w:t>
      </w:r>
      <w:r w:rsidR="00E8465A">
        <w:t>’</w:t>
      </w:r>
      <w:r w:rsidRPr="007818BD">
        <w:t>or de Néron</w:t>
      </w:r>
      <w:r w:rsidR="00E8465A">
        <w:t xml:space="preserve">. </w:t>
      </w:r>
      <w:r w:rsidRPr="007818BD">
        <w:t>Voyez ce lézard qui vous guette avec son œil brillant et effaré</w:t>
      </w:r>
      <w:r w:rsidR="00E8465A">
        <w:t xml:space="preserve"> ; </w:t>
      </w:r>
      <w:r w:rsidRPr="007818BD">
        <w:t>nous troublons son empire</w:t>
      </w:r>
      <w:r w:rsidR="00E8465A">
        <w:t xml:space="preserve">. </w:t>
      </w:r>
      <w:r w:rsidRPr="007818BD">
        <w:t>Cueillons cette fleur sauvage</w:t>
      </w:r>
      <w:r w:rsidR="00E8465A">
        <w:t xml:space="preserve"> ; </w:t>
      </w:r>
      <w:r w:rsidRPr="007818BD">
        <w:t>la maison d</w:t>
      </w:r>
      <w:r w:rsidR="00E8465A">
        <w:t>’</w:t>
      </w:r>
      <w:r w:rsidRPr="007818BD">
        <w:t>or a disparu</w:t>
      </w:r>
      <w:r w:rsidR="00E8465A">
        <w:t xml:space="preserve">, </w:t>
      </w:r>
      <w:r w:rsidRPr="007818BD">
        <w:t>mais cette fleur est peut-être la fille de celles que la main de l</w:t>
      </w:r>
      <w:r w:rsidR="00E8465A">
        <w:t>’</w:t>
      </w:r>
      <w:r w:rsidRPr="007818BD">
        <w:t>étranger répandit sur la tombe du tyran</w:t>
      </w:r>
      <w:r w:rsidR="00E8465A">
        <w:t xml:space="preserve">. </w:t>
      </w:r>
      <w:r w:rsidRPr="007818BD">
        <w:t>Voyez</w:t>
      </w:r>
      <w:r w:rsidR="00E8465A">
        <w:t xml:space="preserve"> ! </w:t>
      </w:r>
      <w:r w:rsidRPr="007818BD">
        <w:t>sur ce sol</w:t>
      </w:r>
      <w:r w:rsidR="00E8465A">
        <w:t xml:space="preserve">, </w:t>
      </w:r>
      <w:r w:rsidRPr="007818BD">
        <w:t>tombeau de Rome</w:t>
      </w:r>
      <w:r w:rsidR="00E8465A">
        <w:t xml:space="preserve">, </w:t>
      </w:r>
      <w:r w:rsidRPr="007818BD">
        <w:t>la nature sème encore des fleurs</w:t>
      </w:r>
      <w:r w:rsidR="00E8465A">
        <w:t>.</w:t>
      </w:r>
    </w:p>
    <w:p w14:paraId="10856287" w14:textId="77777777" w:rsidR="00E8465A" w:rsidRDefault="00E0544E" w:rsidP="00E0544E">
      <w:r w:rsidRPr="007818BD">
        <w:lastRenderedPageBreak/>
        <w:t>Au milieu de cette désolation s</w:t>
      </w:r>
      <w:r w:rsidR="00E8465A">
        <w:t>’</w:t>
      </w:r>
      <w:r w:rsidRPr="007818BD">
        <w:t>élève un édifice du moyen âge</w:t>
      </w:r>
      <w:r w:rsidR="00E8465A">
        <w:t xml:space="preserve">, </w:t>
      </w:r>
      <w:r w:rsidRPr="007818BD">
        <w:t>occupé par un solitaire d</w:t>
      </w:r>
      <w:r w:rsidR="00E8465A">
        <w:t>’</w:t>
      </w:r>
      <w:r w:rsidRPr="007818BD">
        <w:t>une espèce singulière</w:t>
      </w:r>
      <w:r w:rsidR="00E8465A">
        <w:t xml:space="preserve">. </w:t>
      </w:r>
      <w:r w:rsidRPr="007818BD">
        <w:t>Dans la sa</w:t>
      </w:r>
      <w:r w:rsidRPr="007818BD">
        <w:t>i</w:t>
      </w:r>
      <w:r w:rsidRPr="007818BD">
        <w:t xml:space="preserve">son de la </w:t>
      </w:r>
      <w:r w:rsidRPr="007818BD">
        <w:rPr>
          <w:i/>
          <w:iCs/>
        </w:rPr>
        <w:t>malaria</w:t>
      </w:r>
      <w:r w:rsidR="00E8465A">
        <w:t xml:space="preserve">, </w:t>
      </w:r>
      <w:r w:rsidRPr="007818BD">
        <w:t>le paysan de ces contrées se dérobe aux miasmes de cette végétation délétère</w:t>
      </w:r>
      <w:r w:rsidR="00E8465A">
        <w:t xml:space="preserve"> : </w:t>
      </w:r>
      <w:r w:rsidRPr="007818BD">
        <w:t>mais lui</w:t>
      </w:r>
      <w:r w:rsidR="00E8465A">
        <w:t xml:space="preserve">, </w:t>
      </w:r>
      <w:r w:rsidRPr="007818BD">
        <w:t>l</w:t>
      </w:r>
      <w:r w:rsidR="00E8465A">
        <w:t>’</w:t>
      </w:r>
      <w:r w:rsidRPr="007818BD">
        <w:t>étranger i</w:t>
      </w:r>
      <w:r w:rsidRPr="007818BD">
        <w:t>n</w:t>
      </w:r>
      <w:r w:rsidRPr="007818BD">
        <w:t>connu</w:t>
      </w:r>
      <w:r w:rsidR="00E8465A">
        <w:t xml:space="preserve">, </w:t>
      </w:r>
      <w:r w:rsidRPr="007818BD">
        <w:t>respire en</w:t>
      </w:r>
      <w:r w:rsidR="00E8465A">
        <w:t>-</w:t>
      </w:r>
      <w:r w:rsidRPr="007818BD">
        <w:t>sûreté cet air empoisonné</w:t>
      </w:r>
      <w:r w:rsidR="00E8465A">
        <w:t xml:space="preserve">. </w:t>
      </w:r>
      <w:r w:rsidRPr="007818BD">
        <w:t>D</w:t>
      </w:r>
      <w:r w:rsidR="00E8465A">
        <w:t>’</w:t>
      </w:r>
      <w:r w:rsidRPr="007818BD">
        <w:t>amis</w:t>
      </w:r>
      <w:r w:rsidR="00E8465A">
        <w:t xml:space="preserve">, </w:t>
      </w:r>
      <w:r w:rsidRPr="007818BD">
        <w:t>de comp</w:t>
      </w:r>
      <w:r w:rsidRPr="007818BD">
        <w:t>a</w:t>
      </w:r>
      <w:r w:rsidRPr="007818BD">
        <w:t>gnons</w:t>
      </w:r>
      <w:r w:rsidR="00E8465A">
        <w:t xml:space="preserve">, </w:t>
      </w:r>
      <w:r w:rsidRPr="007818BD">
        <w:t>il n</w:t>
      </w:r>
      <w:r w:rsidR="00E8465A">
        <w:t>’</w:t>
      </w:r>
      <w:r w:rsidRPr="007818BD">
        <w:t>en a aucun</w:t>
      </w:r>
      <w:r w:rsidR="00E8465A">
        <w:t xml:space="preserve">, </w:t>
      </w:r>
      <w:r w:rsidRPr="007818BD">
        <w:t>sauf ses livres et ses instruments scient</w:t>
      </w:r>
      <w:r w:rsidRPr="007818BD">
        <w:t>i</w:t>
      </w:r>
      <w:r w:rsidRPr="007818BD">
        <w:t>fiques</w:t>
      </w:r>
      <w:r w:rsidR="00E8465A">
        <w:t xml:space="preserve">. </w:t>
      </w:r>
      <w:r w:rsidRPr="007818BD">
        <w:t>Souvent on le voit errer sur les collines tapissées d</w:t>
      </w:r>
      <w:r w:rsidR="00E8465A">
        <w:t>’</w:t>
      </w:r>
      <w:r w:rsidRPr="007818BD">
        <w:t>herbes</w:t>
      </w:r>
      <w:r w:rsidR="00E8465A">
        <w:t xml:space="preserve">, </w:t>
      </w:r>
      <w:r w:rsidRPr="007818BD">
        <w:t>ou rôder dans les rues de la ville nouvelle</w:t>
      </w:r>
      <w:r w:rsidR="00E8465A">
        <w:t xml:space="preserve">, </w:t>
      </w:r>
      <w:r w:rsidRPr="007818BD">
        <w:t>non pas avec cette e</w:t>
      </w:r>
      <w:r w:rsidRPr="007818BD">
        <w:t>x</w:t>
      </w:r>
      <w:r w:rsidRPr="007818BD">
        <w:t>pression indifférente ou distraite qui caractérise le savant</w:t>
      </w:r>
      <w:r w:rsidR="00E8465A">
        <w:t xml:space="preserve">, </w:t>
      </w:r>
      <w:r w:rsidRPr="007818BD">
        <w:t>mais avec des yeux observateurs et perçants qui se</w:t>
      </w:r>
      <w:r w:rsidRPr="007818BD">
        <w:t>m</w:t>
      </w:r>
      <w:r w:rsidRPr="007818BD">
        <w:t>blent plonger jusque dans le cœur des passants</w:t>
      </w:r>
      <w:r w:rsidR="00E8465A">
        <w:t xml:space="preserve">. </w:t>
      </w:r>
      <w:r w:rsidRPr="007818BD">
        <w:t>Âgé sans être infirme</w:t>
      </w:r>
      <w:r w:rsidR="00E8465A">
        <w:t xml:space="preserve">, </w:t>
      </w:r>
      <w:r w:rsidRPr="007818BD">
        <w:t>droit et presque imposant dans son maintien</w:t>
      </w:r>
      <w:r w:rsidR="00E8465A">
        <w:t xml:space="preserve">, </w:t>
      </w:r>
      <w:r w:rsidRPr="007818BD">
        <w:t>comme s</w:t>
      </w:r>
      <w:r w:rsidR="00E8465A">
        <w:t>’</w:t>
      </w:r>
      <w:r w:rsidRPr="007818BD">
        <w:t>il était encore dans sa jeunesse</w:t>
      </w:r>
      <w:r w:rsidR="00E8465A">
        <w:t xml:space="preserve">, </w:t>
      </w:r>
      <w:r w:rsidRPr="007818BD">
        <w:t>nul ne sait s</w:t>
      </w:r>
      <w:r w:rsidR="00E8465A">
        <w:t>’</w:t>
      </w:r>
      <w:r w:rsidRPr="007818BD">
        <w:t>il est riche ou pauvre</w:t>
      </w:r>
      <w:r w:rsidR="00E8465A">
        <w:t xml:space="preserve">. </w:t>
      </w:r>
      <w:r w:rsidRPr="007818BD">
        <w:t>Il ne demande pas l</w:t>
      </w:r>
      <w:r w:rsidR="00E8465A">
        <w:t>’</w:t>
      </w:r>
      <w:r w:rsidRPr="007818BD">
        <w:t>aumône</w:t>
      </w:r>
      <w:r w:rsidR="00E8465A">
        <w:t xml:space="preserve">, </w:t>
      </w:r>
      <w:r w:rsidRPr="007818BD">
        <w:t>ni ne la donne s</w:t>
      </w:r>
      <w:r w:rsidR="00E8465A">
        <w:t>’</w:t>
      </w:r>
      <w:r w:rsidRPr="007818BD">
        <w:t>il ne fait aucun mal et ne semble faire aucun bien</w:t>
      </w:r>
      <w:r w:rsidR="00E8465A">
        <w:t xml:space="preserve">. </w:t>
      </w:r>
      <w:r w:rsidRPr="007818BD">
        <w:t>C</w:t>
      </w:r>
      <w:r w:rsidR="00E8465A">
        <w:t>’</w:t>
      </w:r>
      <w:r w:rsidRPr="007818BD">
        <w:t>est un homme qui paraît n</w:t>
      </w:r>
      <w:r w:rsidR="00E8465A">
        <w:t>’</w:t>
      </w:r>
      <w:r w:rsidRPr="007818BD">
        <w:t>avoir de monde que lui-même</w:t>
      </w:r>
      <w:r w:rsidR="00E8465A">
        <w:t xml:space="preserve"> ; </w:t>
      </w:r>
      <w:r w:rsidRPr="007818BD">
        <w:t>mais les apparences sont trompeuses</w:t>
      </w:r>
      <w:r w:rsidR="00E8465A">
        <w:t xml:space="preserve">, </w:t>
      </w:r>
      <w:r w:rsidRPr="007818BD">
        <w:t>et</w:t>
      </w:r>
      <w:r w:rsidR="00E8465A">
        <w:t xml:space="preserve">, </w:t>
      </w:r>
      <w:r w:rsidRPr="007818BD">
        <w:t>dans l</w:t>
      </w:r>
      <w:r w:rsidR="00E8465A">
        <w:t>’</w:t>
      </w:r>
      <w:r w:rsidRPr="007818BD">
        <w:t>univers</w:t>
      </w:r>
      <w:r w:rsidR="00E8465A">
        <w:t xml:space="preserve">, </w:t>
      </w:r>
      <w:r w:rsidRPr="007818BD">
        <w:t>la science</w:t>
      </w:r>
      <w:r w:rsidR="00E8465A">
        <w:t xml:space="preserve">, </w:t>
      </w:r>
      <w:r w:rsidRPr="007818BD">
        <w:t>aussi bien que la bonté peut se trouver partout</w:t>
      </w:r>
      <w:r w:rsidR="00E8465A">
        <w:t xml:space="preserve">. </w:t>
      </w:r>
      <w:r w:rsidRPr="007818BD">
        <w:t>Or</w:t>
      </w:r>
      <w:r w:rsidR="00E8465A">
        <w:t xml:space="preserve">, </w:t>
      </w:r>
      <w:r w:rsidRPr="007818BD">
        <w:t>dans cette demeure</w:t>
      </w:r>
      <w:r w:rsidR="00E8465A">
        <w:t xml:space="preserve">, </w:t>
      </w:r>
      <w:r w:rsidRPr="007818BD">
        <w:t>pour la première fois depuis qu</w:t>
      </w:r>
      <w:r w:rsidR="00E8465A">
        <w:t>’</w:t>
      </w:r>
      <w:r w:rsidRPr="007818BD">
        <w:t>elle est ainsi occupée</w:t>
      </w:r>
      <w:r w:rsidR="00E8465A">
        <w:t xml:space="preserve">, </w:t>
      </w:r>
      <w:r w:rsidRPr="007818BD">
        <w:t>entre un vis</w:t>
      </w:r>
      <w:r w:rsidRPr="007818BD">
        <w:t>i</w:t>
      </w:r>
      <w:r w:rsidRPr="007818BD">
        <w:t>teur</w:t>
      </w:r>
      <w:r w:rsidR="00E8465A">
        <w:t xml:space="preserve"> : </w:t>
      </w:r>
      <w:r w:rsidRPr="007818BD">
        <w:t>c</w:t>
      </w:r>
      <w:r w:rsidR="00E8465A">
        <w:t>’</w:t>
      </w:r>
      <w:r w:rsidRPr="007818BD">
        <w:t xml:space="preserve">est </w:t>
      </w:r>
      <w:proofErr w:type="spellStart"/>
      <w:r w:rsidRPr="007818BD">
        <w:t>Zanoni</w:t>
      </w:r>
      <w:proofErr w:type="spellEnd"/>
      <w:r w:rsidR="00E8465A">
        <w:t>.</w:t>
      </w:r>
    </w:p>
    <w:p w14:paraId="67AD7CF0" w14:textId="77777777" w:rsidR="00E8465A" w:rsidRDefault="00E0544E" w:rsidP="00E0544E">
      <w:r w:rsidRPr="007818BD">
        <w:t>Voyez-les</w:t>
      </w:r>
      <w:r w:rsidR="00E8465A">
        <w:t xml:space="preserve">, </w:t>
      </w:r>
      <w:r w:rsidRPr="007818BD">
        <w:t>assis tous deux l</w:t>
      </w:r>
      <w:r w:rsidR="00E8465A">
        <w:t>’</w:t>
      </w:r>
      <w:r w:rsidRPr="007818BD">
        <w:t>un près de l</w:t>
      </w:r>
      <w:r w:rsidR="00E8465A">
        <w:t>’</w:t>
      </w:r>
      <w:r w:rsidRPr="007818BD">
        <w:t>autre</w:t>
      </w:r>
      <w:r w:rsidR="00E8465A">
        <w:t xml:space="preserve">, </w:t>
      </w:r>
      <w:r w:rsidRPr="007818BD">
        <w:t>s</w:t>
      </w:r>
      <w:r w:rsidR="00E8465A">
        <w:t>’</w:t>
      </w:r>
      <w:r w:rsidRPr="007818BD">
        <w:t>entretenant gravement</w:t>
      </w:r>
      <w:r w:rsidR="00E8465A">
        <w:t xml:space="preserve">. </w:t>
      </w:r>
      <w:r w:rsidRPr="007818BD">
        <w:t>Des a</w:t>
      </w:r>
      <w:r w:rsidRPr="007818BD">
        <w:t>n</w:t>
      </w:r>
      <w:r w:rsidRPr="007818BD">
        <w:t>nées longues et nombreuses se sont écoulées depuis leur dernière entrevue</w:t>
      </w:r>
      <w:r w:rsidR="00E8465A">
        <w:t xml:space="preserve">, </w:t>
      </w:r>
      <w:r w:rsidRPr="007818BD">
        <w:t>du moins depuis que</w:t>
      </w:r>
      <w:r w:rsidR="00E8465A">
        <w:t xml:space="preserve">, </w:t>
      </w:r>
      <w:r w:rsidRPr="007818BD">
        <w:t>pour la dernière fois ils se sont vus matériellement</w:t>
      </w:r>
      <w:r w:rsidR="00E8465A">
        <w:t xml:space="preserve">, </w:t>
      </w:r>
      <w:r w:rsidRPr="007818BD">
        <w:t>face à face</w:t>
      </w:r>
      <w:r w:rsidR="00E8465A">
        <w:t xml:space="preserve">. </w:t>
      </w:r>
      <w:r w:rsidRPr="007818BD">
        <w:t>Mais si ce sont deux sages</w:t>
      </w:r>
      <w:r w:rsidR="00E8465A">
        <w:t xml:space="preserve">, </w:t>
      </w:r>
      <w:r w:rsidRPr="007818BD">
        <w:t>la pensée peut rencontrer la pensée</w:t>
      </w:r>
      <w:r w:rsidR="00E8465A">
        <w:t xml:space="preserve">, </w:t>
      </w:r>
      <w:r w:rsidRPr="007818BD">
        <w:t>l</w:t>
      </w:r>
      <w:r w:rsidR="00E8465A">
        <w:t>’</w:t>
      </w:r>
      <w:r w:rsidRPr="007818BD">
        <w:t>esprit rejoindre l</w:t>
      </w:r>
      <w:r w:rsidR="00E8465A">
        <w:t>’</w:t>
      </w:r>
      <w:r w:rsidRPr="007818BD">
        <w:t>esprit</w:t>
      </w:r>
      <w:r w:rsidR="00E8465A">
        <w:t xml:space="preserve">, </w:t>
      </w:r>
      <w:r w:rsidRPr="007818BD">
        <w:t>y eût-il</w:t>
      </w:r>
      <w:r w:rsidR="00E8465A">
        <w:t xml:space="preserve">, </w:t>
      </w:r>
      <w:r w:rsidRPr="007818BD">
        <w:t>entre les corps</w:t>
      </w:r>
      <w:r w:rsidR="00E8465A">
        <w:t xml:space="preserve">, </w:t>
      </w:r>
      <w:r w:rsidRPr="007818BD">
        <w:t>des abîmes</w:t>
      </w:r>
      <w:r w:rsidR="00E8465A">
        <w:t xml:space="preserve">. </w:t>
      </w:r>
      <w:r w:rsidRPr="007818BD">
        <w:t>La mort elle-même ne désunit pas les sages</w:t>
      </w:r>
      <w:r w:rsidR="00E8465A">
        <w:t xml:space="preserve">. </w:t>
      </w:r>
      <w:r w:rsidRPr="007818BD">
        <w:t>Vous re</w:t>
      </w:r>
      <w:r w:rsidRPr="007818BD">
        <w:t>n</w:t>
      </w:r>
      <w:r w:rsidRPr="007818BD">
        <w:t>contrez Platon chaque fois que votre œil humide s</w:t>
      </w:r>
      <w:r w:rsidR="00E8465A">
        <w:t>’</w:t>
      </w:r>
      <w:r w:rsidRPr="007818BD">
        <w:t xml:space="preserve">arrête sur une page du </w:t>
      </w:r>
      <w:r w:rsidRPr="007818BD">
        <w:rPr>
          <w:i/>
          <w:iCs/>
        </w:rPr>
        <w:t>Ph</w:t>
      </w:r>
      <w:r w:rsidRPr="007818BD">
        <w:rPr>
          <w:i/>
          <w:iCs/>
        </w:rPr>
        <w:t>é</w:t>
      </w:r>
      <w:r w:rsidRPr="007818BD">
        <w:rPr>
          <w:i/>
          <w:iCs/>
        </w:rPr>
        <w:t>don</w:t>
      </w:r>
      <w:r w:rsidR="00E8465A">
        <w:t xml:space="preserve">. </w:t>
      </w:r>
      <w:r w:rsidRPr="007818BD">
        <w:t>Puisse à jamais Homère vivre dans la compagnie de tous</w:t>
      </w:r>
      <w:r w:rsidR="00E8465A">
        <w:t> !</w:t>
      </w:r>
    </w:p>
    <w:p w14:paraId="3CD10D5A" w14:textId="77777777" w:rsidR="00E8465A" w:rsidRDefault="00E0544E" w:rsidP="00E0544E">
      <w:r w:rsidRPr="007818BD">
        <w:t>Ils conversent ensemble</w:t>
      </w:r>
      <w:r w:rsidR="00E8465A">
        <w:t xml:space="preserve"> : </w:t>
      </w:r>
      <w:r w:rsidRPr="007818BD">
        <w:t>ils échangent des aveux</w:t>
      </w:r>
      <w:r w:rsidR="00E8465A">
        <w:t xml:space="preserve"> ; </w:t>
      </w:r>
      <w:r w:rsidRPr="007818BD">
        <w:t>ils év</w:t>
      </w:r>
      <w:r w:rsidRPr="007818BD">
        <w:t>o</w:t>
      </w:r>
      <w:r w:rsidRPr="007818BD">
        <w:t>quent</w:t>
      </w:r>
      <w:r w:rsidR="00E8465A">
        <w:t xml:space="preserve">, </w:t>
      </w:r>
      <w:r w:rsidRPr="007818BD">
        <w:t>ils repeuplent le passé</w:t>
      </w:r>
      <w:r w:rsidR="00E8465A">
        <w:t xml:space="preserve"> ; </w:t>
      </w:r>
      <w:r w:rsidRPr="007818BD">
        <w:t xml:space="preserve">mais quelles impressions </w:t>
      </w:r>
      <w:r w:rsidRPr="007818BD">
        <w:lastRenderedPageBreak/>
        <w:t>diff</w:t>
      </w:r>
      <w:r w:rsidRPr="007818BD">
        <w:t>é</w:t>
      </w:r>
      <w:r w:rsidRPr="007818BD">
        <w:t>rentes s</w:t>
      </w:r>
      <w:r w:rsidR="00E8465A">
        <w:t>’</w:t>
      </w:r>
      <w:r w:rsidRPr="007818BD">
        <w:t>éveillent pour tous deux avec ces souvenirs</w:t>
      </w:r>
      <w:r w:rsidR="00E8465A">
        <w:t xml:space="preserve"> ! </w:t>
      </w:r>
      <w:r w:rsidRPr="007818BD">
        <w:t>Sur le v</w:t>
      </w:r>
      <w:r w:rsidRPr="007818BD">
        <w:t>i</w:t>
      </w:r>
      <w:r w:rsidRPr="007818BD">
        <w:t xml:space="preserve">sage de </w:t>
      </w:r>
      <w:proofErr w:type="spellStart"/>
      <w:r w:rsidRPr="007818BD">
        <w:t>Zanoni</w:t>
      </w:r>
      <w:proofErr w:type="spellEnd"/>
      <w:r w:rsidR="00E8465A">
        <w:t xml:space="preserve">, </w:t>
      </w:r>
      <w:r w:rsidRPr="007818BD">
        <w:t>malgré tout son calme habituel</w:t>
      </w:r>
      <w:r w:rsidR="00E8465A">
        <w:t xml:space="preserve">, </w:t>
      </w:r>
      <w:r w:rsidRPr="007818BD">
        <w:t>on voit naître et s</w:t>
      </w:r>
      <w:r w:rsidR="00E8465A">
        <w:t>’</w:t>
      </w:r>
      <w:r w:rsidRPr="007818BD">
        <w:t>évanouir les émotions</w:t>
      </w:r>
      <w:r w:rsidR="00E8465A">
        <w:t xml:space="preserve">. </w:t>
      </w:r>
      <w:r w:rsidRPr="007818BD">
        <w:t>Il a eu sa part</w:t>
      </w:r>
      <w:r w:rsidR="00E8465A">
        <w:t xml:space="preserve">, </w:t>
      </w:r>
      <w:r w:rsidRPr="007818BD">
        <w:t>lui</w:t>
      </w:r>
      <w:r w:rsidR="00E8465A">
        <w:t xml:space="preserve">, </w:t>
      </w:r>
      <w:r w:rsidRPr="007818BD">
        <w:t>dans le passé qu</w:t>
      </w:r>
      <w:r w:rsidR="00E8465A">
        <w:t>’</w:t>
      </w:r>
      <w:r w:rsidRPr="007818BD">
        <w:t>il contemple</w:t>
      </w:r>
      <w:r w:rsidR="00E8465A">
        <w:t xml:space="preserve"> ; </w:t>
      </w:r>
      <w:r w:rsidRPr="007818BD">
        <w:t>mais sur les traits impassibles de son compagnon</w:t>
      </w:r>
      <w:r w:rsidR="00E8465A">
        <w:t xml:space="preserve">, </w:t>
      </w:r>
      <w:r w:rsidRPr="007818BD">
        <w:t>on ne saurait surprendre une trace qui annonce une âme h</w:t>
      </w:r>
      <w:r w:rsidRPr="007818BD">
        <w:t>u</w:t>
      </w:r>
      <w:r w:rsidRPr="007818BD">
        <w:t>maine participant à la joie ou à la douleur</w:t>
      </w:r>
      <w:r w:rsidR="00E8465A">
        <w:t xml:space="preserve"> ; </w:t>
      </w:r>
      <w:r w:rsidRPr="007818BD">
        <w:t>le passé</w:t>
      </w:r>
      <w:r w:rsidR="00E8465A">
        <w:t xml:space="preserve">, </w:t>
      </w:r>
      <w:r w:rsidRPr="007818BD">
        <w:t>pour lui</w:t>
      </w:r>
      <w:r w:rsidR="00E8465A">
        <w:t xml:space="preserve">, </w:t>
      </w:r>
      <w:r w:rsidRPr="007818BD">
        <w:t>comme maintenant le présent</w:t>
      </w:r>
      <w:r w:rsidR="00E8465A">
        <w:t xml:space="preserve">, </w:t>
      </w:r>
      <w:r w:rsidRPr="007818BD">
        <w:t xml:space="preserve">a été ce que </w:t>
      </w:r>
      <w:proofErr w:type="spellStart"/>
      <w:r w:rsidRPr="007818BD">
        <w:t>là</w:t>
      </w:r>
      <w:proofErr w:type="spellEnd"/>
      <w:r w:rsidRPr="007818BD">
        <w:t xml:space="preserve"> nature est au sage</w:t>
      </w:r>
      <w:r w:rsidR="00E8465A">
        <w:t xml:space="preserve">, </w:t>
      </w:r>
      <w:r w:rsidRPr="007818BD">
        <w:t>le livre au savant</w:t>
      </w:r>
      <w:r w:rsidR="00E8465A">
        <w:t xml:space="preserve">, </w:t>
      </w:r>
      <w:r w:rsidRPr="007818BD">
        <w:t>une vie calme et spirituelle</w:t>
      </w:r>
      <w:r w:rsidR="00E8465A">
        <w:t xml:space="preserve">, </w:t>
      </w:r>
      <w:r w:rsidRPr="007818BD">
        <w:t>une étude</w:t>
      </w:r>
      <w:r w:rsidR="00E8465A">
        <w:t xml:space="preserve">, </w:t>
      </w:r>
      <w:r w:rsidRPr="007818BD">
        <w:t>une contemplation</w:t>
      </w:r>
      <w:r w:rsidR="00E8465A">
        <w:t>.</w:t>
      </w:r>
    </w:p>
    <w:p w14:paraId="2358AD4B" w14:textId="77777777" w:rsidR="00E8465A" w:rsidRDefault="00E0544E" w:rsidP="00E0544E">
      <w:r w:rsidRPr="007818BD">
        <w:t>Du passé ils se tournent vers l</w:t>
      </w:r>
      <w:r w:rsidR="00E8465A">
        <w:t>’</w:t>
      </w:r>
      <w:r w:rsidRPr="007818BD">
        <w:t>avenir</w:t>
      </w:r>
      <w:r w:rsidR="00E8465A">
        <w:t xml:space="preserve">. </w:t>
      </w:r>
      <w:r w:rsidRPr="007818BD">
        <w:t>L</w:t>
      </w:r>
      <w:r w:rsidR="00E8465A">
        <w:t>’</w:t>
      </w:r>
      <w:r w:rsidRPr="007818BD">
        <w:t>avenir</w:t>
      </w:r>
      <w:r w:rsidR="00E8465A">
        <w:t xml:space="preserve"> ! </w:t>
      </w:r>
      <w:r w:rsidRPr="007818BD">
        <w:t>à la fin du dernier siècle on croyait le toucher du doigt</w:t>
      </w:r>
      <w:r w:rsidR="00E8465A">
        <w:t xml:space="preserve">, </w:t>
      </w:r>
      <w:r w:rsidRPr="007818BD">
        <w:t>et en reconnaître pour ainsi dire la forme à travers les craintes et les espérances du présent</w:t>
      </w:r>
      <w:r w:rsidR="00E8465A">
        <w:t>.</w:t>
      </w:r>
    </w:p>
    <w:p w14:paraId="4D65FDC6" w14:textId="77777777" w:rsidR="00E8465A" w:rsidRDefault="00E0544E" w:rsidP="00E0544E">
      <w:r w:rsidRPr="007818BD">
        <w:t>À la limite de ce siècle</w:t>
      </w:r>
      <w:r w:rsidR="00E8465A">
        <w:t xml:space="preserve">, </w:t>
      </w:r>
      <w:r w:rsidRPr="007818BD">
        <w:t>l</w:t>
      </w:r>
      <w:r w:rsidR="00E8465A">
        <w:t>’</w:t>
      </w:r>
      <w:r w:rsidRPr="007818BD">
        <w:t>homme</w:t>
      </w:r>
      <w:r w:rsidR="00E8465A">
        <w:t xml:space="preserve">, </w:t>
      </w:r>
      <w:r w:rsidRPr="007818BD">
        <w:t xml:space="preserve">ce </w:t>
      </w:r>
      <w:r w:rsidRPr="007818BD">
        <w:rPr>
          <w:i/>
          <w:iCs/>
        </w:rPr>
        <w:t>premier né du Temps</w:t>
      </w:r>
      <w:r w:rsidRPr="0012353C">
        <w:rPr>
          <w:rStyle w:val="Appelnotedebasdep"/>
        </w:rPr>
        <w:footnoteReference w:id="10"/>
      </w:r>
      <w:r w:rsidR="00E8465A">
        <w:t xml:space="preserve">, </w:t>
      </w:r>
      <w:r w:rsidRPr="007818BD">
        <w:t>debout au lit de mort du Monde vieilli</w:t>
      </w:r>
      <w:r w:rsidR="00E8465A">
        <w:t xml:space="preserve">, </w:t>
      </w:r>
      <w:r w:rsidRPr="007818BD">
        <w:t>contemplait l</w:t>
      </w:r>
      <w:r w:rsidR="00E8465A">
        <w:t>’</w:t>
      </w:r>
      <w:r w:rsidRPr="007818BD">
        <w:t>astre nouveau</w:t>
      </w:r>
      <w:r w:rsidR="00E8465A">
        <w:t xml:space="preserve">, </w:t>
      </w:r>
      <w:r w:rsidRPr="007818BD">
        <w:t>rouge et sanglant au milieu des nuages et des vapeurs</w:t>
      </w:r>
      <w:r w:rsidR="00E8465A">
        <w:t xml:space="preserve">, </w:t>
      </w:r>
      <w:r w:rsidRPr="007818BD">
        <w:t>incertain si c</w:t>
      </w:r>
      <w:r w:rsidR="00E8465A">
        <w:t>’</w:t>
      </w:r>
      <w:r w:rsidRPr="007818BD">
        <w:t>était une comète ou un soleil</w:t>
      </w:r>
      <w:r w:rsidR="00E8465A">
        <w:t xml:space="preserve">. </w:t>
      </w:r>
      <w:r w:rsidRPr="007818BD">
        <w:t>Voyez le dédain glacial et profond sur le front du vieillard</w:t>
      </w:r>
      <w:r w:rsidR="00E8465A">
        <w:t xml:space="preserve">, </w:t>
      </w:r>
      <w:r w:rsidRPr="007818BD">
        <w:t xml:space="preserve">et cette fière et pourtant touchante tristesse qui assombrit les nobles traits de </w:t>
      </w:r>
      <w:proofErr w:type="spellStart"/>
      <w:r w:rsidRPr="007818BD">
        <w:t>Zanoni</w:t>
      </w:r>
      <w:proofErr w:type="spellEnd"/>
      <w:r w:rsidR="00E8465A">
        <w:t xml:space="preserve">. </w:t>
      </w:r>
      <w:r w:rsidRPr="007818BD">
        <w:t>S</w:t>
      </w:r>
      <w:r w:rsidRPr="007818BD">
        <w:t>e</w:t>
      </w:r>
      <w:r w:rsidRPr="007818BD">
        <w:t>rait-ce que pour l</w:t>
      </w:r>
      <w:r w:rsidR="00E8465A">
        <w:t>’</w:t>
      </w:r>
      <w:r w:rsidRPr="007818BD">
        <w:t>un la lutte et l</w:t>
      </w:r>
      <w:r w:rsidR="00E8465A">
        <w:t>’</w:t>
      </w:r>
      <w:r w:rsidRPr="007818BD">
        <w:t>issue de la lutte sont un spectacle de mépris</w:t>
      </w:r>
      <w:r w:rsidR="00E8465A">
        <w:t xml:space="preserve">, </w:t>
      </w:r>
      <w:r w:rsidRPr="007818BD">
        <w:t>pour l</w:t>
      </w:r>
      <w:r w:rsidR="00E8465A">
        <w:t>’</w:t>
      </w:r>
      <w:r w:rsidRPr="007818BD">
        <w:t>autre de terreur et de pitié</w:t>
      </w:r>
      <w:r w:rsidR="00E8465A">
        <w:t xml:space="preserve"> ? </w:t>
      </w:r>
      <w:r w:rsidRPr="007818BD">
        <w:t>La sagesse</w:t>
      </w:r>
      <w:r w:rsidR="00E8465A">
        <w:t xml:space="preserve">, </w:t>
      </w:r>
      <w:r w:rsidRPr="007818BD">
        <w:t>en contemplant l</w:t>
      </w:r>
      <w:r w:rsidR="00E8465A">
        <w:t>’</w:t>
      </w:r>
      <w:r w:rsidRPr="007818BD">
        <w:t>humanité</w:t>
      </w:r>
      <w:r w:rsidR="00E8465A">
        <w:t xml:space="preserve">, </w:t>
      </w:r>
      <w:r w:rsidRPr="007818BD">
        <w:t>arrive à l</w:t>
      </w:r>
      <w:r w:rsidR="00E8465A">
        <w:t>’</w:t>
      </w:r>
      <w:r w:rsidRPr="007818BD">
        <w:t>un ou à l</w:t>
      </w:r>
      <w:r w:rsidR="00E8465A">
        <w:t>’</w:t>
      </w:r>
      <w:r w:rsidRPr="007818BD">
        <w:t>autre</w:t>
      </w:r>
      <w:r w:rsidR="00E8465A">
        <w:t>-</w:t>
      </w:r>
      <w:r w:rsidRPr="007818BD">
        <w:t>de ces deux résultats</w:t>
      </w:r>
      <w:r w:rsidR="00E8465A">
        <w:t xml:space="preserve">, </w:t>
      </w:r>
      <w:r w:rsidRPr="007818BD">
        <w:t>la compa</w:t>
      </w:r>
      <w:r w:rsidRPr="007818BD">
        <w:t>s</w:t>
      </w:r>
      <w:r w:rsidRPr="007818BD">
        <w:t>sion ou le dédain</w:t>
      </w:r>
      <w:r w:rsidR="00E8465A">
        <w:t xml:space="preserve">. </w:t>
      </w:r>
      <w:r w:rsidRPr="007818BD">
        <w:t>Quand on croit à l</w:t>
      </w:r>
      <w:r w:rsidR="00E8465A">
        <w:t>’</w:t>
      </w:r>
      <w:r w:rsidRPr="007818BD">
        <w:t>existence d</w:t>
      </w:r>
      <w:r w:rsidR="00E8465A">
        <w:t>’</w:t>
      </w:r>
      <w:r w:rsidRPr="007818BD">
        <w:t>autres mondes</w:t>
      </w:r>
      <w:r w:rsidR="00E8465A">
        <w:t xml:space="preserve">, </w:t>
      </w:r>
      <w:r w:rsidRPr="007818BD">
        <w:t>on s</w:t>
      </w:r>
      <w:r w:rsidR="00E8465A">
        <w:t>’</w:t>
      </w:r>
      <w:r w:rsidRPr="007818BD">
        <w:t>habitue ais</w:t>
      </w:r>
      <w:r w:rsidRPr="007818BD">
        <w:t>é</w:t>
      </w:r>
      <w:r w:rsidRPr="007818BD">
        <w:t>ment à considérer celui-ci comme le naturaliste étudie les révolutions d</w:t>
      </w:r>
      <w:r w:rsidR="00E8465A">
        <w:t>’</w:t>
      </w:r>
      <w:r w:rsidRPr="007818BD">
        <w:t>une fou</w:t>
      </w:r>
      <w:r w:rsidRPr="007818BD">
        <w:t>r</w:t>
      </w:r>
      <w:r w:rsidRPr="007818BD">
        <w:t>milière ou d</w:t>
      </w:r>
      <w:r w:rsidR="00E8465A">
        <w:t>’</w:t>
      </w:r>
      <w:r w:rsidRPr="007818BD">
        <w:t>une feuille isolée</w:t>
      </w:r>
      <w:r w:rsidR="00E8465A">
        <w:t xml:space="preserve">. </w:t>
      </w:r>
      <w:r w:rsidRPr="007818BD">
        <w:t>Qu</w:t>
      </w:r>
      <w:r w:rsidR="00E8465A">
        <w:t>’</w:t>
      </w:r>
      <w:r w:rsidRPr="007818BD">
        <w:t>est-</w:t>
      </w:r>
      <w:r w:rsidRPr="007818BD">
        <w:lastRenderedPageBreak/>
        <w:t>ce que la terre auprès de l</w:t>
      </w:r>
      <w:r w:rsidR="00E8465A">
        <w:t>’</w:t>
      </w:r>
      <w:r w:rsidRPr="007818BD">
        <w:t>infini</w:t>
      </w:r>
      <w:r w:rsidR="00E8465A">
        <w:t xml:space="preserve"> ? </w:t>
      </w:r>
      <w:r w:rsidRPr="007818BD">
        <w:t>la durée auprès de l</w:t>
      </w:r>
      <w:r w:rsidR="00E8465A">
        <w:t>’</w:t>
      </w:r>
      <w:r w:rsidRPr="007818BD">
        <w:t>éternité</w:t>
      </w:r>
      <w:r w:rsidR="00E8465A">
        <w:t xml:space="preserve"> ? </w:t>
      </w:r>
      <w:r w:rsidRPr="007818BD">
        <w:t>Combien l</w:t>
      </w:r>
      <w:r w:rsidR="00E8465A">
        <w:t>’</w:t>
      </w:r>
      <w:r w:rsidRPr="007818BD">
        <w:t>âme d</w:t>
      </w:r>
      <w:r w:rsidR="00E8465A">
        <w:t>’</w:t>
      </w:r>
      <w:r w:rsidRPr="007818BD">
        <w:t>un seul homme est-elle plus grande que les vicissitudes du globe tout entier</w:t>
      </w:r>
      <w:r w:rsidR="00E8465A">
        <w:t xml:space="preserve"> ! </w:t>
      </w:r>
      <w:r w:rsidRPr="007818BD">
        <w:t>Enfant du ciel</w:t>
      </w:r>
      <w:r w:rsidR="00E8465A">
        <w:t xml:space="preserve"> ! </w:t>
      </w:r>
      <w:r w:rsidRPr="007818BD">
        <w:t>héritier de l</w:t>
      </w:r>
      <w:r w:rsidR="00E8465A">
        <w:t>’</w:t>
      </w:r>
      <w:r w:rsidRPr="007818BD">
        <w:t>immortalité</w:t>
      </w:r>
      <w:r w:rsidR="00E8465A">
        <w:t xml:space="preserve"> ! </w:t>
      </w:r>
      <w:r w:rsidRPr="007818BD">
        <w:t>avec quel se</w:t>
      </w:r>
      <w:r w:rsidRPr="007818BD">
        <w:t>n</w:t>
      </w:r>
      <w:r w:rsidRPr="007818BD">
        <w:t>timent laisseras-tu tomber un jour ton regard de quelque étoile sur cette fourmilière et sur les commotions qui l</w:t>
      </w:r>
      <w:r w:rsidR="00E8465A">
        <w:t>’</w:t>
      </w:r>
      <w:r w:rsidRPr="007818BD">
        <w:t>ont ébranlée depuis Clovis jusqu</w:t>
      </w:r>
      <w:r w:rsidR="00E8465A">
        <w:t>’</w:t>
      </w:r>
      <w:r w:rsidRPr="007818BD">
        <w:t>à Robespie</w:t>
      </w:r>
      <w:r w:rsidRPr="007818BD">
        <w:t>r</w:t>
      </w:r>
      <w:r w:rsidRPr="007818BD">
        <w:t>re</w:t>
      </w:r>
      <w:r w:rsidR="00E8465A">
        <w:t xml:space="preserve">, </w:t>
      </w:r>
      <w:r w:rsidRPr="007818BD">
        <w:t>depuis Noé qui sauva la terre jusqu</w:t>
      </w:r>
      <w:r w:rsidR="00E8465A">
        <w:t>’</w:t>
      </w:r>
      <w:r w:rsidRPr="007818BD">
        <w:t>au feu qui doit la détruire au dernier jour</w:t>
      </w:r>
      <w:r w:rsidR="00E8465A">
        <w:t xml:space="preserve"> ! </w:t>
      </w:r>
      <w:r w:rsidRPr="007818BD">
        <w:t>L</w:t>
      </w:r>
      <w:r w:rsidR="00E8465A">
        <w:t>’</w:t>
      </w:r>
      <w:r w:rsidRPr="007818BD">
        <w:t>âme qui sait contempler</w:t>
      </w:r>
      <w:r w:rsidR="00E8465A">
        <w:t xml:space="preserve">, </w:t>
      </w:r>
      <w:r w:rsidRPr="007818BD">
        <w:t>qui ne vit que d</w:t>
      </w:r>
      <w:r w:rsidR="00E8465A">
        <w:t>’</w:t>
      </w:r>
      <w:r w:rsidRPr="007818BD">
        <w:t>intelligence</w:t>
      </w:r>
      <w:r w:rsidR="00E8465A">
        <w:t xml:space="preserve">, </w:t>
      </w:r>
      <w:r w:rsidRPr="007818BD">
        <w:t>peut déjà s</w:t>
      </w:r>
      <w:r w:rsidR="00E8465A">
        <w:t>’</w:t>
      </w:r>
      <w:r w:rsidRPr="007818BD">
        <w:t>élever ju</w:t>
      </w:r>
      <w:r w:rsidRPr="007818BD">
        <w:t>s</w:t>
      </w:r>
      <w:r w:rsidRPr="007818BD">
        <w:t>qu</w:t>
      </w:r>
      <w:r w:rsidR="00E8465A">
        <w:t>’</w:t>
      </w:r>
      <w:r w:rsidRPr="007818BD">
        <w:t>à cette étoile</w:t>
      </w:r>
      <w:r w:rsidR="00E8465A">
        <w:t xml:space="preserve">, </w:t>
      </w:r>
      <w:r w:rsidRPr="007818BD">
        <w:t>du milieu même de cette nécropole qu</w:t>
      </w:r>
      <w:r w:rsidR="00E8465A">
        <w:t>’</w:t>
      </w:r>
      <w:r w:rsidRPr="007818BD">
        <w:t>on a</w:t>
      </w:r>
      <w:r w:rsidRPr="007818BD">
        <w:t>p</w:t>
      </w:r>
      <w:r w:rsidRPr="007818BD">
        <w:t>pelle la terre</w:t>
      </w:r>
      <w:r w:rsidR="00E8465A">
        <w:t xml:space="preserve">, </w:t>
      </w:r>
      <w:r w:rsidRPr="007818BD">
        <w:t>et tandis que ce sarcophage qu</w:t>
      </w:r>
      <w:r w:rsidR="00E8465A">
        <w:t>’</w:t>
      </w:r>
      <w:r w:rsidRPr="007818BD">
        <w:t>on nomme la vie emprisonne encore dans son argile l</w:t>
      </w:r>
      <w:r w:rsidR="00E8465A">
        <w:t>’</w:t>
      </w:r>
      <w:r w:rsidRPr="007818BD">
        <w:t>Impérissable</w:t>
      </w:r>
      <w:r w:rsidR="00E8465A">
        <w:t> !</w:t>
      </w:r>
    </w:p>
    <w:p w14:paraId="1CEC909A" w14:textId="77777777" w:rsidR="00E8465A" w:rsidRDefault="00E0544E" w:rsidP="00E0544E">
      <w:r w:rsidRPr="007818BD">
        <w:t>Mais toi</w:t>
      </w:r>
      <w:r w:rsidR="00E8465A">
        <w:t xml:space="preserve">, </w:t>
      </w:r>
      <w:proofErr w:type="spellStart"/>
      <w:r w:rsidRPr="007818BD">
        <w:t>Zanoni</w:t>
      </w:r>
      <w:proofErr w:type="spellEnd"/>
      <w:r w:rsidR="00E8465A">
        <w:t xml:space="preserve">, </w:t>
      </w:r>
      <w:r w:rsidRPr="007818BD">
        <w:t>tu as refusé de vivre uniquement par l</w:t>
      </w:r>
      <w:r w:rsidR="00E8465A">
        <w:t>’</w:t>
      </w:r>
      <w:r w:rsidRPr="007818BD">
        <w:t>intelligence</w:t>
      </w:r>
      <w:r w:rsidR="00E8465A">
        <w:t xml:space="preserve"> ; </w:t>
      </w:r>
      <w:r w:rsidRPr="007818BD">
        <w:t>tu n</w:t>
      </w:r>
      <w:r w:rsidR="00E8465A">
        <w:t>’</w:t>
      </w:r>
      <w:r w:rsidRPr="007818BD">
        <w:t>as point mortifié ton cœur</w:t>
      </w:r>
      <w:r w:rsidR="00E8465A">
        <w:t xml:space="preserve">, </w:t>
      </w:r>
      <w:r w:rsidRPr="007818BD">
        <w:t>il vibre encore à l</w:t>
      </w:r>
      <w:r w:rsidR="00E8465A">
        <w:t>’</w:t>
      </w:r>
      <w:r w:rsidRPr="007818BD">
        <w:t>harmonie frémissante de la passion</w:t>
      </w:r>
      <w:r w:rsidR="00E8465A">
        <w:t xml:space="preserve"> ; </w:t>
      </w:r>
      <w:r w:rsidRPr="007818BD">
        <w:t>l</w:t>
      </w:r>
      <w:r w:rsidR="00E8465A">
        <w:t>’</w:t>
      </w:r>
      <w:r w:rsidRPr="007818BD">
        <w:t>espèce dont tu fais pa</w:t>
      </w:r>
      <w:r w:rsidRPr="007818BD">
        <w:t>r</w:t>
      </w:r>
      <w:r w:rsidRPr="007818BD">
        <w:t>tie est encore pour toi quelque chose de plus qu</w:t>
      </w:r>
      <w:r w:rsidR="00E8465A">
        <w:t>’</w:t>
      </w:r>
      <w:r w:rsidRPr="007818BD">
        <w:t>une froide ab</w:t>
      </w:r>
      <w:r w:rsidRPr="007818BD">
        <w:t>s</w:t>
      </w:r>
      <w:r w:rsidRPr="007818BD">
        <w:t>traction</w:t>
      </w:r>
      <w:r w:rsidR="00E8465A">
        <w:t xml:space="preserve"> ; </w:t>
      </w:r>
      <w:r w:rsidRPr="007818BD">
        <w:t>tu voudrais voir cette révolution dans son berceau ag</w:t>
      </w:r>
      <w:r w:rsidRPr="007818BD">
        <w:t>i</w:t>
      </w:r>
      <w:r w:rsidRPr="007818BD">
        <w:t>té par les orages</w:t>
      </w:r>
      <w:r w:rsidR="00E8465A">
        <w:t xml:space="preserve">, </w:t>
      </w:r>
      <w:r w:rsidRPr="007818BD">
        <w:t>voir ce monde nouveau dont les éléments lu</w:t>
      </w:r>
      <w:r w:rsidRPr="007818BD">
        <w:t>t</w:t>
      </w:r>
      <w:r w:rsidRPr="007818BD">
        <w:t>tent encore dans le chaos</w:t>
      </w:r>
      <w:r w:rsidR="00E8465A">
        <w:t> !</w:t>
      </w:r>
    </w:p>
    <w:p w14:paraId="1731282E" w14:textId="77777777" w:rsidR="00E8465A" w:rsidRDefault="00E0544E" w:rsidP="00E0544E">
      <w:r w:rsidRPr="007818BD">
        <w:t>Va</w:t>
      </w:r>
      <w:r w:rsidR="00E8465A">
        <w:t> !</w:t>
      </w:r>
    </w:p>
    <w:p w14:paraId="38057515" w14:textId="77777777" w:rsidR="00E8465A" w:rsidRDefault="00E0544E" w:rsidP="00E8465A">
      <w:pPr>
        <w:pStyle w:val="Titre2"/>
        <w:pageBreakBefore/>
      </w:pPr>
      <w:bookmarkStart w:id="6" w:name="_Toc199963055"/>
      <w:r w:rsidRPr="007818BD">
        <w:lastRenderedPageBreak/>
        <w:t>CHAPITRE</w:t>
      </w:r>
      <w:r w:rsidR="00E8465A">
        <w:t xml:space="preserve"> </w:t>
      </w:r>
      <w:r w:rsidRPr="007818BD">
        <w:t>VI</w:t>
      </w:r>
      <w:r w:rsidR="00E8465A">
        <w:t>.</w:t>
      </w:r>
      <w:bookmarkEnd w:id="6"/>
    </w:p>
    <w:p w14:paraId="1F38A458" w14:textId="77777777" w:rsidR="00E8465A" w:rsidRDefault="00E0544E" w:rsidP="0012353C">
      <w:pPr>
        <w:ind w:left="1361" w:firstLine="0"/>
        <w:jc w:val="right"/>
        <w:rPr>
          <w:rStyle w:val="Taille-1Caracteres"/>
        </w:rPr>
      </w:pPr>
      <w:r w:rsidRPr="007818BD">
        <w:rPr>
          <w:rStyle w:val="Taille-1Caracteres"/>
        </w:rPr>
        <w:t>Précepteurs ignorants de ce faible univers</w:t>
      </w:r>
      <w:r w:rsidR="00E8465A">
        <w:rPr>
          <w:rStyle w:val="Taille-1Caracteres"/>
        </w:rPr>
        <w:t>.</w:t>
      </w:r>
    </w:p>
    <w:p w14:paraId="7F141BEE" w14:textId="77777777" w:rsidR="00E8465A" w:rsidRDefault="00E0544E" w:rsidP="000200A6">
      <w:pPr>
        <w:ind w:firstLine="0"/>
        <w:jc w:val="right"/>
        <w:rPr>
          <w:rStyle w:val="Taille-1Caracteres"/>
        </w:rPr>
      </w:pPr>
      <w:r w:rsidRPr="007818BD">
        <w:rPr>
          <w:rStyle w:val="Taille-1Caracteres"/>
        </w:rPr>
        <w:t>VOLTAIRE</w:t>
      </w:r>
      <w:r w:rsidR="00E8465A">
        <w:rPr>
          <w:rStyle w:val="Taille-1Caracteres"/>
        </w:rPr>
        <w:t>.</w:t>
      </w:r>
    </w:p>
    <w:p w14:paraId="7A800CA4" w14:textId="748A0221" w:rsidR="00E8465A" w:rsidRDefault="00E0544E" w:rsidP="0012353C">
      <w:pPr>
        <w:suppressAutoHyphens/>
        <w:ind w:left="1361" w:firstLine="0"/>
        <w:jc w:val="right"/>
        <w:rPr>
          <w:rStyle w:val="Taille-1Caracteres"/>
        </w:rPr>
      </w:pPr>
      <w:r w:rsidRPr="007818BD">
        <w:rPr>
          <w:rStyle w:val="Taille-1Caracteres"/>
        </w:rPr>
        <w:t>Nous étions à table chez un de nos confr</w:t>
      </w:r>
      <w:r w:rsidRPr="007818BD">
        <w:rPr>
          <w:rStyle w:val="Taille-1Caracteres"/>
        </w:rPr>
        <w:t>è</w:t>
      </w:r>
      <w:r w:rsidRPr="007818BD">
        <w:rPr>
          <w:rStyle w:val="Taille-1Caracteres"/>
        </w:rPr>
        <w:t>res de l</w:t>
      </w:r>
      <w:r w:rsidR="00E8465A">
        <w:rPr>
          <w:rStyle w:val="Taille-1Caracteres"/>
        </w:rPr>
        <w:t>’</w:t>
      </w:r>
      <w:r w:rsidRPr="007818BD">
        <w:rPr>
          <w:rStyle w:val="Taille-1Caracteres"/>
        </w:rPr>
        <w:t>Académie</w:t>
      </w:r>
      <w:r w:rsidR="00E8465A">
        <w:rPr>
          <w:rStyle w:val="Taille-1Caracteres"/>
        </w:rPr>
        <w:t>,</w:t>
      </w:r>
      <w:r w:rsidR="0012353C">
        <w:rPr>
          <w:rStyle w:val="Taille-1Caracteres"/>
        </w:rPr>
        <w:t xml:space="preserve"> </w:t>
      </w:r>
      <w:r w:rsidRPr="007818BD">
        <w:rPr>
          <w:rStyle w:val="Taille-1Caracteres"/>
        </w:rPr>
        <w:t>grand seigneur et ho</w:t>
      </w:r>
      <w:r w:rsidRPr="007818BD">
        <w:rPr>
          <w:rStyle w:val="Taille-1Caracteres"/>
        </w:rPr>
        <w:t>m</w:t>
      </w:r>
      <w:r w:rsidRPr="007818BD">
        <w:rPr>
          <w:rStyle w:val="Taille-1Caracteres"/>
        </w:rPr>
        <w:t>me d</w:t>
      </w:r>
      <w:r w:rsidR="00E8465A">
        <w:rPr>
          <w:rStyle w:val="Taille-1Caracteres"/>
        </w:rPr>
        <w:t>’</w:t>
      </w:r>
      <w:r w:rsidRPr="007818BD">
        <w:rPr>
          <w:rStyle w:val="Taille-1Caracteres"/>
        </w:rPr>
        <w:t>esprit</w:t>
      </w:r>
      <w:r w:rsidR="00E8465A">
        <w:rPr>
          <w:rStyle w:val="Taille-1Caracteres"/>
        </w:rPr>
        <w:t>.</w:t>
      </w:r>
    </w:p>
    <w:p w14:paraId="34765B18" w14:textId="77777777" w:rsidR="00E8465A" w:rsidRDefault="00E0544E" w:rsidP="000200A6">
      <w:pPr>
        <w:ind w:firstLine="0"/>
        <w:jc w:val="right"/>
        <w:rPr>
          <w:rStyle w:val="Taille-1Caracteres"/>
        </w:rPr>
      </w:pPr>
      <w:r w:rsidRPr="007818BD">
        <w:rPr>
          <w:rStyle w:val="Taille-1Caracteres"/>
        </w:rPr>
        <w:t>LA HARPE</w:t>
      </w:r>
      <w:r w:rsidR="00E8465A">
        <w:rPr>
          <w:rStyle w:val="Taille-1Caracteres"/>
        </w:rPr>
        <w:t>.</w:t>
      </w:r>
    </w:p>
    <w:p w14:paraId="57DC3FDA" w14:textId="77777777" w:rsidR="00E8465A" w:rsidRDefault="00E0544E" w:rsidP="00E0544E">
      <w:r w:rsidRPr="007818BD">
        <w:t>Un soir</w:t>
      </w:r>
      <w:r w:rsidR="00E8465A">
        <w:t xml:space="preserve">, </w:t>
      </w:r>
      <w:r w:rsidRPr="007818BD">
        <w:t>à Paris</w:t>
      </w:r>
      <w:r w:rsidR="00E8465A">
        <w:t xml:space="preserve">, </w:t>
      </w:r>
      <w:r w:rsidRPr="007818BD">
        <w:t>plusieurs mois après la date des faits rel</w:t>
      </w:r>
      <w:r w:rsidRPr="007818BD">
        <w:t>a</w:t>
      </w:r>
      <w:r w:rsidRPr="007818BD">
        <w:t>tés dans notre dernier chapitre</w:t>
      </w:r>
      <w:r w:rsidR="00E8465A">
        <w:t xml:space="preserve">, </w:t>
      </w:r>
      <w:r w:rsidRPr="007818BD">
        <w:t>quelques-uns des plus beaux esprits du temps étaient réunis chez un pe</w:t>
      </w:r>
      <w:r w:rsidRPr="007818BD">
        <w:t>r</w:t>
      </w:r>
      <w:r w:rsidRPr="007818BD">
        <w:t>sonnage également distingué par sa naissance et son talent</w:t>
      </w:r>
      <w:r w:rsidR="00E8465A">
        <w:t xml:space="preserve">. </w:t>
      </w:r>
      <w:r w:rsidRPr="007818BD">
        <w:t>Presque tous les me</w:t>
      </w:r>
      <w:r w:rsidRPr="007818BD">
        <w:t>m</w:t>
      </w:r>
      <w:r w:rsidRPr="007818BD">
        <w:t>bres de la réunion partageaient les opinions qui étaient alors de mode</w:t>
      </w:r>
      <w:r w:rsidR="00E8465A">
        <w:t xml:space="preserve"> : </w:t>
      </w:r>
      <w:r w:rsidRPr="007818BD">
        <w:t>car</w:t>
      </w:r>
      <w:r w:rsidR="00E8465A">
        <w:t xml:space="preserve">, </w:t>
      </w:r>
      <w:r w:rsidRPr="007818BD">
        <w:t>de même que plus tard arriva un moment où rien n</w:t>
      </w:r>
      <w:r w:rsidR="00E8465A">
        <w:t>’</w:t>
      </w:r>
      <w:r w:rsidRPr="007818BD">
        <w:t>était aussi impopulaire que le peuple</w:t>
      </w:r>
      <w:r w:rsidR="00E8465A">
        <w:t xml:space="preserve">, </w:t>
      </w:r>
      <w:r w:rsidRPr="007818BD">
        <w:t>de même</w:t>
      </w:r>
      <w:r w:rsidR="00E8465A">
        <w:t xml:space="preserve">, </w:t>
      </w:r>
      <w:r w:rsidRPr="007818BD">
        <w:t>il y eut un in</w:t>
      </w:r>
      <w:r w:rsidRPr="007818BD">
        <w:t>s</w:t>
      </w:r>
      <w:r w:rsidRPr="007818BD">
        <w:t>tant où rien n</w:t>
      </w:r>
      <w:r w:rsidR="00E8465A">
        <w:t>’</w:t>
      </w:r>
      <w:r w:rsidRPr="007818BD">
        <w:t>était aussi vulgaire que la noblesse</w:t>
      </w:r>
      <w:r w:rsidR="00E8465A">
        <w:t xml:space="preserve">. </w:t>
      </w:r>
      <w:r w:rsidRPr="007818BD">
        <w:t>Le genti</w:t>
      </w:r>
      <w:r w:rsidRPr="007818BD">
        <w:t>l</w:t>
      </w:r>
      <w:r w:rsidRPr="007818BD">
        <w:t>homme le plus accompli</w:t>
      </w:r>
      <w:r w:rsidR="00E8465A">
        <w:t xml:space="preserve">, </w:t>
      </w:r>
      <w:r w:rsidRPr="007818BD">
        <w:t>le seigneur le plus hautain</w:t>
      </w:r>
      <w:r w:rsidR="00E8465A">
        <w:t xml:space="preserve">, </w:t>
      </w:r>
      <w:r w:rsidRPr="007818BD">
        <w:t>parlait d</w:t>
      </w:r>
      <w:r w:rsidR="00E8465A">
        <w:t>’</w:t>
      </w:r>
      <w:r w:rsidRPr="007818BD">
        <w:t>égalité</w:t>
      </w:r>
      <w:r w:rsidR="00E8465A">
        <w:t xml:space="preserve">, </w:t>
      </w:r>
      <w:r w:rsidRPr="007818BD">
        <w:t>et balbutiait sa théorie sur le progrès des lumières</w:t>
      </w:r>
      <w:r w:rsidR="00E8465A">
        <w:t>.</w:t>
      </w:r>
    </w:p>
    <w:p w14:paraId="57A5A653" w14:textId="77777777" w:rsidR="00E8465A" w:rsidRDefault="00E0544E" w:rsidP="00E0544E">
      <w:r w:rsidRPr="007818BD">
        <w:t>Parmi les convives les plus remarquables était Condorcet</w:t>
      </w:r>
      <w:r w:rsidR="00E8465A">
        <w:t xml:space="preserve">, </w:t>
      </w:r>
      <w:r w:rsidRPr="007818BD">
        <w:t>alors à l</w:t>
      </w:r>
      <w:r w:rsidR="00E8465A">
        <w:t>’</w:t>
      </w:r>
      <w:r w:rsidRPr="007818BD">
        <w:t>apogée de sa réputation</w:t>
      </w:r>
      <w:r w:rsidR="00E8465A">
        <w:t xml:space="preserve">, </w:t>
      </w:r>
      <w:r w:rsidRPr="007818BD">
        <w:t>correspondant du roi de Pru</w:t>
      </w:r>
      <w:r w:rsidRPr="007818BD">
        <w:t>s</w:t>
      </w:r>
      <w:r w:rsidRPr="007818BD">
        <w:t>se</w:t>
      </w:r>
      <w:r w:rsidR="00E8465A">
        <w:t xml:space="preserve">, </w:t>
      </w:r>
      <w:r w:rsidRPr="007818BD">
        <w:t>ami intime de Voltaire</w:t>
      </w:r>
      <w:r w:rsidR="00E8465A">
        <w:t xml:space="preserve">, </w:t>
      </w:r>
      <w:r w:rsidRPr="007818BD">
        <w:t>membre de la moitié des académies de l</w:t>
      </w:r>
      <w:r w:rsidR="00E8465A">
        <w:t>’</w:t>
      </w:r>
      <w:r w:rsidRPr="007818BD">
        <w:t>Europe</w:t>
      </w:r>
      <w:r w:rsidR="00E8465A">
        <w:t xml:space="preserve">, </w:t>
      </w:r>
      <w:r w:rsidRPr="007818BD">
        <w:t>noble de naissance</w:t>
      </w:r>
      <w:r w:rsidR="00E8465A">
        <w:t xml:space="preserve">, </w:t>
      </w:r>
      <w:r w:rsidRPr="007818BD">
        <w:t>élégant de manières</w:t>
      </w:r>
      <w:r w:rsidR="00E8465A">
        <w:t xml:space="preserve">, </w:t>
      </w:r>
      <w:r w:rsidRPr="007818BD">
        <w:t>républ</w:t>
      </w:r>
      <w:r w:rsidRPr="007818BD">
        <w:t>i</w:t>
      </w:r>
      <w:r w:rsidRPr="007818BD">
        <w:t>cain d</w:t>
      </w:r>
      <w:r w:rsidR="00E8465A">
        <w:t>’</w:t>
      </w:r>
      <w:r w:rsidRPr="007818BD">
        <w:t>opinions</w:t>
      </w:r>
      <w:r w:rsidR="00E8465A">
        <w:t xml:space="preserve">. </w:t>
      </w:r>
      <w:r w:rsidRPr="007818BD">
        <w:t>Là se trouvait aussi le vénérable Malesherbes</w:t>
      </w:r>
      <w:r w:rsidR="00E8465A">
        <w:t>, « </w:t>
      </w:r>
      <w:r w:rsidRPr="007818BD">
        <w:t>l</w:t>
      </w:r>
      <w:r w:rsidR="00E8465A">
        <w:t>’</w:t>
      </w:r>
      <w:r w:rsidRPr="007818BD">
        <w:t>amour et les délices de la nation</w:t>
      </w:r>
      <w:r w:rsidR="00E8465A">
        <w:t>, »</w:t>
      </w:r>
      <w:r w:rsidRPr="007818BD">
        <w:t xml:space="preserve"> comme dit son historien Gaillard</w:t>
      </w:r>
      <w:r w:rsidR="00E8465A">
        <w:t xml:space="preserve">, </w:t>
      </w:r>
      <w:r w:rsidRPr="007818BD">
        <w:t>et auprès de lui Jean-Silvain Bailly</w:t>
      </w:r>
      <w:r w:rsidR="00E8465A">
        <w:t xml:space="preserve">, </w:t>
      </w:r>
      <w:r w:rsidRPr="007818BD">
        <w:t>l</w:t>
      </w:r>
      <w:r w:rsidR="00E8465A">
        <w:t>’</w:t>
      </w:r>
      <w:r w:rsidRPr="007818BD">
        <w:t>érudit accompli</w:t>
      </w:r>
      <w:r w:rsidR="00E8465A">
        <w:t xml:space="preserve">, </w:t>
      </w:r>
      <w:r w:rsidRPr="007818BD">
        <w:t>le politique ardent</w:t>
      </w:r>
      <w:r w:rsidR="00E8465A">
        <w:t xml:space="preserve">. </w:t>
      </w:r>
      <w:r w:rsidRPr="007818BD">
        <w:t>C</w:t>
      </w:r>
      <w:r w:rsidR="00E8465A">
        <w:t>’</w:t>
      </w:r>
      <w:r w:rsidRPr="007818BD">
        <w:t>était un de ces petits soupers pour lesquels cette capitale des plaisirs élégants était si renommée</w:t>
      </w:r>
      <w:r w:rsidR="00E8465A">
        <w:t xml:space="preserve">. </w:t>
      </w:r>
      <w:r w:rsidRPr="007818BD">
        <w:t>La conve</w:t>
      </w:r>
      <w:r w:rsidRPr="007818BD">
        <w:t>r</w:t>
      </w:r>
      <w:r w:rsidRPr="007818BD">
        <w:t>sation</w:t>
      </w:r>
      <w:r w:rsidR="00E8465A">
        <w:t xml:space="preserve">, </w:t>
      </w:r>
      <w:r w:rsidRPr="007818BD">
        <w:t>on le devine</w:t>
      </w:r>
      <w:r w:rsidR="00E8465A">
        <w:t xml:space="preserve">, </w:t>
      </w:r>
      <w:r w:rsidRPr="007818BD">
        <w:t>était littéraire et intellectuelle</w:t>
      </w:r>
      <w:r w:rsidR="00E8465A">
        <w:t xml:space="preserve">, </w:t>
      </w:r>
      <w:r w:rsidRPr="007818BD">
        <w:t>animée par une gaieté pleine de grâce</w:t>
      </w:r>
      <w:r w:rsidR="00E8465A">
        <w:t xml:space="preserve">. </w:t>
      </w:r>
      <w:r w:rsidRPr="007818BD">
        <w:t>Beaucoup de femmes de cette ant</w:t>
      </w:r>
      <w:r w:rsidRPr="007818BD">
        <w:t>i</w:t>
      </w:r>
      <w:r w:rsidRPr="007818BD">
        <w:t>que et fière noblesse</w:t>
      </w:r>
      <w:r w:rsidR="00E8465A">
        <w:t xml:space="preserve"> (</w:t>
      </w:r>
      <w:r w:rsidRPr="007818BD">
        <w:t xml:space="preserve">la noblesse </w:t>
      </w:r>
      <w:r w:rsidRPr="007818BD">
        <w:lastRenderedPageBreak/>
        <w:t>existait encore</w:t>
      </w:r>
      <w:r w:rsidR="00E8465A">
        <w:t xml:space="preserve">, </w:t>
      </w:r>
      <w:r w:rsidRPr="007818BD">
        <w:t>quoique ses heures fussent comptées</w:t>
      </w:r>
      <w:r w:rsidR="00E8465A">
        <w:t xml:space="preserve">) </w:t>
      </w:r>
      <w:r w:rsidRPr="007818BD">
        <w:t>venaient ajouter au charme de la r</w:t>
      </w:r>
      <w:r w:rsidRPr="007818BD">
        <w:t>é</w:t>
      </w:r>
      <w:r w:rsidRPr="007818BD">
        <w:t>union</w:t>
      </w:r>
      <w:r w:rsidR="00E8465A">
        <w:t xml:space="preserve"> ; </w:t>
      </w:r>
      <w:r w:rsidRPr="007818BD">
        <w:t>et c</w:t>
      </w:r>
      <w:r w:rsidR="00E8465A">
        <w:t>’</w:t>
      </w:r>
      <w:r w:rsidRPr="007818BD">
        <w:t>était d</w:t>
      </w:r>
      <w:r w:rsidR="00E8465A">
        <w:t>’</w:t>
      </w:r>
      <w:r w:rsidRPr="007818BD">
        <w:t>elles que partaient les critiques les plus ha</w:t>
      </w:r>
      <w:r w:rsidRPr="007818BD">
        <w:t>r</w:t>
      </w:r>
      <w:r w:rsidRPr="007818BD">
        <w:t>dies et souvent les maximes les plus libérales</w:t>
      </w:r>
      <w:r w:rsidR="00E8465A">
        <w:t>.</w:t>
      </w:r>
    </w:p>
    <w:p w14:paraId="2A6B61BB" w14:textId="77777777" w:rsidR="00E8465A" w:rsidRDefault="00E0544E" w:rsidP="00E0544E">
      <w:r w:rsidRPr="007818BD">
        <w:t>Ce serait un vain effort pour moi</w:t>
      </w:r>
      <w:r w:rsidR="00E8465A">
        <w:t xml:space="preserve">, </w:t>
      </w:r>
      <w:r w:rsidRPr="007818BD">
        <w:t>un vain effort peut-être pour l</w:t>
      </w:r>
      <w:r w:rsidR="00E8465A">
        <w:t>’</w:t>
      </w:r>
      <w:r w:rsidRPr="007818BD">
        <w:t>austère langue anglaise</w:t>
      </w:r>
      <w:r w:rsidR="00E8465A">
        <w:t xml:space="preserve">, </w:t>
      </w:r>
      <w:r w:rsidRPr="007818BD">
        <w:t>de vouloir rendre justice aux bri</w:t>
      </w:r>
      <w:r w:rsidRPr="007818BD">
        <w:t>l</w:t>
      </w:r>
      <w:r w:rsidRPr="007818BD">
        <w:t>lants paradoxes qui volaient de bouche en bouche</w:t>
      </w:r>
      <w:r w:rsidR="00E8465A">
        <w:t xml:space="preserve">. </w:t>
      </w:r>
      <w:r w:rsidRPr="007818BD">
        <w:t>La thèse favorite était la supériorité des modernes sur les anciens</w:t>
      </w:r>
      <w:r w:rsidR="00E8465A">
        <w:t xml:space="preserve">. </w:t>
      </w:r>
      <w:r w:rsidRPr="007818BD">
        <w:t>Condorcet était</w:t>
      </w:r>
      <w:r w:rsidR="00E8465A">
        <w:t xml:space="preserve">, </w:t>
      </w:r>
      <w:r w:rsidRPr="007818BD">
        <w:t>sur ce sujet</w:t>
      </w:r>
      <w:r w:rsidR="00E8465A">
        <w:t xml:space="preserve">, </w:t>
      </w:r>
      <w:r w:rsidRPr="007818BD">
        <w:t>éloquent</w:t>
      </w:r>
      <w:r w:rsidR="00E8465A">
        <w:t xml:space="preserve">, </w:t>
      </w:r>
      <w:r w:rsidRPr="007818BD">
        <w:t>et</w:t>
      </w:r>
      <w:r w:rsidR="00E8465A">
        <w:t xml:space="preserve">, </w:t>
      </w:r>
      <w:r w:rsidRPr="007818BD">
        <w:t>aux yeux d</w:t>
      </w:r>
      <w:r w:rsidR="00E8465A">
        <w:t>’</w:t>
      </w:r>
      <w:r w:rsidRPr="007818BD">
        <w:t>une partie au moins de son auditoire</w:t>
      </w:r>
      <w:r w:rsidR="00E8465A">
        <w:t xml:space="preserve">, </w:t>
      </w:r>
      <w:r w:rsidRPr="007818BD">
        <w:t>convaincant</w:t>
      </w:r>
      <w:r w:rsidR="00E8465A">
        <w:t xml:space="preserve">. </w:t>
      </w:r>
      <w:r w:rsidRPr="007818BD">
        <w:t>La supériorité de Vo</w:t>
      </w:r>
      <w:r w:rsidRPr="007818BD">
        <w:t>l</w:t>
      </w:r>
      <w:r w:rsidRPr="007818BD">
        <w:t>taire sur Homère n</w:t>
      </w:r>
      <w:r w:rsidR="00E8465A">
        <w:t>’</w:t>
      </w:r>
      <w:r w:rsidRPr="007818BD">
        <w:t>était contestable pour perso</w:t>
      </w:r>
      <w:r w:rsidRPr="007818BD">
        <w:t>n</w:t>
      </w:r>
      <w:r w:rsidRPr="007818BD">
        <w:t>ne</w:t>
      </w:r>
      <w:r w:rsidR="00E8465A">
        <w:t xml:space="preserve">. </w:t>
      </w:r>
      <w:r w:rsidRPr="007818BD">
        <w:t>Quels flots de mordant ridicule furent déversés sur ce pédantisme obtus qui proclame que tout ce qui est antique est nécessairement s</w:t>
      </w:r>
      <w:r w:rsidRPr="007818BD">
        <w:t>u</w:t>
      </w:r>
      <w:r w:rsidRPr="007818BD">
        <w:t>blime</w:t>
      </w:r>
      <w:r w:rsidR="00E8465A">
        <w:t> !</w:t>
      </w:r>
    </w:p>
    <w:p w14:paraId="3B736180" w14:textId="08EA9539" w:rsidR="00E0544E" w:rsidRPr="007818BD" w:rsidRDefault="00E8465A" w:rsidP="00E0544E">
      <w:r>
        <w:t>« </w:t>
      </w:r>
      <w:r w:rsidR="00E0544E" w:rsidRPr="007818BD">
        <w:t>Oui</w:t>
      </w:r>
      <w:r>
        <w:t xml:space="preserve">, </w:t>
      </w:r>
      <w:r w:rsidR="00E0544E" w:rsidRPr="007818BD">
        <w:t>dit le brillant marquis de *** en faisant étinceler le champagne dans son verre</w:t>
      </w:r>
      <w:r>
        <w:t xml:space="preserve"> ; </w:t>
      </w:r>
      <w:r w:rsidR="00E0544E" w:rsidRPr="007818BD">
        <w:t>et plus ridicule encore est cette s</w:t>
      </w:r>
      <w:r w:rsidR="00E0544E" w:rsidRPr="007818BD">
        <w:t>u</w:t>
      </w:r>
      <w:r w:rsidR="00E0544E" w:rsidRPr="007818BD">
        <w:t>perstition qui déclare sacré tout ce qui est incompréhensible</w:t>
      </w:r>
      <w:r>
        <w:t xml:space="preserve"> ! </w:t>
      </w:r>
      <w:r w:rsidR="00E0544E" w:rsidRPr="007818BD">
        <w:t>Mais l</w:t>
      </w:r>
      <w:r>
        <w:t>’</w:t>
      </w:r>
      <w:r w:rsidR="00E0544E" w:rsidRPr="007818BD">
        <w:t>intelligence</w:t>
      </w:r>
      <w:r>
        <w:t xml:space="preserve">, </w:t>
      </w:r>
      <w:r w:rsidR="00E0544E" w:rsidRPr="007818BD">
        <w:t>circule</w:t>
      </w:r>
      <w:r>
        <w:t xml:space="preserve">, </w:t>
      </w:r>
      <w:r w:rsidR="00E0544E" w:rsidRPr="007818BD">
        <w:t>Condorcet</w:t>
      </w:r>
      <w:r>
        <w:t xml:space="preserve">, </w:t>
      </w:r>
      <w:r w:rsidR="00E0544E" w:rsidRPr="007818BD">
        <w:t>et</w:t>
      </w:r>
      <w:r>
        <w:t xml:space="preserve">, </w:t>
      </w:r>
      <w:r w:rsidR="00E0544E" w:rsidRPr="007818BD">
        <w:t>comme l</w:t>
      </w:r>
      <w:r>
        <w:t>’</w:t>
      </w:r>
      <w:r w:rsidR="00E0544E" w:rsidRPr="007818BD">
        <w:t>eau</w:t>
      </w:r>
      <w:r>
        <w:t xml:space="preserve">, </w:t>
      </w:r>
      <w:r w:rsidR="00E0544E" w:rsidRPr="007818BD">
        <w:t>elle trouvera son niveau</w:t>
      </w:r>
      <w:r>
        <w:t xml:space="preserve">. </w:t>
      </w:r>
      <w:r w:rsidR="00E0544E" w:rsidRPr="007818BD">
        <w:t>Mon barbier me disait ce matin</w:t>
      </w:r>
      <w:r>
        <w:t> : « </w:t>
      </w:r>
      <w:r w:rsidR="00E0544E" w:rsidRPr="007818BD">
        <w:t>Je ne suis qu</w:t>
      </w:r>
      <w:r>
        <w:t>’</w:t>
      </w:r>
      <w:r w:rsidR="00E0544E" w:rsidRPr="007818BD">
        <w:t>un pauvre diable</w:t>
      </w:r>
      <w:r>
        <w:t xml:space="preserve"> ; </w:t>
      </w:r>
      <w:r w:rsidR="00E0544E" w:rsidRPr="007818BD">
        <w:t>eh bien</w:t>
      </w:r>
      <w:r>
        <w:t xml:space="preserve">, </w:t>
      </w:r>
      <w:r w:rsidR="00E0544E" w:rsidRPr="007818BD">
        <w:t>cela n</w:t>
      </w:r>
      <w:r>
        <w:t>’</w:t>
      </w:r>
      <w:r w:rsidR="00E0544E" w:rsidRPr="007818BD">
        <w:t>empêche pas que je ne crois pas plus que le plus grand seigneur</w:t>
      </w:r>
      <w:r>
        <w:t> ! »</w:t>
      </w:r>
      <w:r w:rsidR="00E0544E" w:rsidRPr="007818BD">
        <w:t xml:space="preserve"> </w:t>
      </w:r>
      <w:r>
        <w:t>« </w:t>
      </w:r>
      <w:r w:rsidR="00E0544E" w:rsidRPr="007818BD">
        <w:t xml:space="preserve">La Révolution marche évidemment vers son dénouement </w:t>
      </w:r>
      <w:r w:rsidR="00E0544E" w:rsidRPr="007818BD">
        <w:rPr>
          <w:i/>
          <w:iCs/>
        </w:rPr>
        <w:t>à pas de géant</w:t>
      </w:r>
      <w:r>
        <w:t xml:space="preserve">, </w:t>
      </w:r>
      <w:r w:rsidR="00E0544E" w:rsidRPr="007818BD">
        <w:t>comme disait Montesquieu dans son immortel ouvrage</w:t>
      </w:r>
      <w:r>
        <w:t>. »</w:t>
      </w:r>
    </w:p>
    <w:p w14:paraId="7DD30C0E" w14:textId="77777777" w:rsidR="00E8465A" w:rsidRDefault="00E0544E" w:rsidP="00E0544E">
      <w:r w:rsidRPr="007818BD">
        <w:t>Et puis</w:t>
      </w:r>
      <w:r w:rsidR="00E8465A">
        <w:t xml:space="preserve">, </w:t>
      </w:r>
      <w:r w:rsidRPr="007818BD">
        <w:t>de tous</w:t>
      </w:r>
      <w:r w:rsidR="00E8465A">
        <w:t xml:space="preserve">, </w:t>
      </w:r>
      <w:r w:rsidRPr="007818BD">
        <w:t>du bel esprit et du gentilhomme</w:t>
      </w:r>
      <w:r w:rsidR="00E8465A">
        <w:t xml:space="preserve">, </w:t>
      </w:r>
      <w:r w:rsidRPr="007818BD">
        <w:t>du cou</w:t>
      </w:r>
      <w:r w:rsidRPr="007818BD">
        <w:t>r</w:t>
      </w:r>
      <w:r w:rsidRPr="007818BD">
        <w:t>tisan et du républicain</w:t>
      </w:r>
      <w:r w:rsidR="00E8465A">
        <w:t xml:space="preserve">, </w:t>
      </w:r>
      <w:r w:rsidRPr="007818BD">
        <w:t>s</w:t>
      </w:r>
      <w:r w:rsidR="00E8465A">
        <w:t>’</w:t>
      </w:r>
      <w:r w:rsidRPr="007818BD">
        <w:t>éleva un chœur confus qui ne s</w:t>
      </w:r>
      <w:r w:rsidR="00E8465A">
        <w:t>’</w:t>
      </w:r>
      <w:r w:rsidRPr="007818BD">
        <w:t xml:space="preserve">accordait que dans le pressentiment des merveilles brillantes auxquelles la </w:t>
      </w:r>
      <w:r w:rsidRPr="007818BD">
        <w:rPr>
          <w:i/>
          <w:iCs/>
        </w:rPr>
        <w:t>Grande Révolution</w:t>
      </w:r>
      <w:r w:rsidRPr="007818BD">
        <w:t xml:space="preserve"> devait donner naissance</w:t>
      </w:r>
      <w:r w:rsidR="00E8465A">
        <w:t xml:space="preserve">. </w:t>
      </w:r>
      <w:r w:rsidRPr="007818BD">
        <w:t>Condorcet d</w:t>
      </w:r>
      <w:r w:rsidRPr="007818BD">
        <w:t>e</w:t>
      </w:r>
      <w:r w:rsidRPr="007818BD">
        <w:t>vint plus éloquent que jamais</w:t>
      </w:r>
      <w:r w:rsidR="00E8465A">
        <w:t>.</w:t>
      </w:r>
    </w:p>
    <w:p w14:paraId="3C086790" w14:textId="77777777" w:rsidR="00E8465A" w:rsidRDefault="00E8465A" w:rsidP="00E0544E">
      <w:r>
        <w:t>« </w:t>
      </w:r>
      <w:r w:rsidR="00E0544E" w:rsidRPr="007818BD">
        <w:t>Il faut absolument que la superstition et le fanatisme fa</w:t>
      </w:r>
      <w:r w:rsidR="00E0544E" w:rsidRPr="007818BD">
        <w:t>s</w:t>
      </w:r>
      <w:r w:rsidR="00E0544E" w:rsidRPr="007818BD">
        <w:t>sent place à la philos</w:t>
      </w:r>
      <w:r w:rsidR="00E0544E" w:rsidRPr="007818BD">
        <w:t>o</w:t>
      </w:r>
      <w:r w:rsidR="00E0544E" w:rsidRPr="007818BD">
        <w:t>phie</w:t>
      </w:r>
      <w:r>
        <w:t xml:space="preserve">. </w:t>
      </w:r>
      <w:r w:rsidR="00E0544E" w:rsidRPr="007818BD">
        <w:t xml:space="preserve">Les rois persécutent les </w:t>
      </w:r>
      <w:r w:rsidR="00E0544E" w:rsidRPr="007818BD">
        <w:lastRenderedPageBreak/>
        <w:t>personnes</w:t>
      </w:r>
      <w:r>
        <w:t xml:space="preserve">, </w:t>
      </w:r>
      <w:r w:rsidR="00E0544E" w:rsidRPr="007818BD">
        <w:t>les prêtres persécutent les opinions</w:t>
      </w:r>
      <w:r>
        <w:t xml:space="preserve">. </w:t>
      </w:r>
      <w:r w:rsidR="00E0544E" w:rsidRPr="007818BD">
        <w:t>Sans rois</w:t>
      </w:r>
      <w:r>
        <w:t xml:space="preserve">, </w:t>
      </w:r>
      <w:r w:rsidR="00E0544E" w:rsidRPr="007818BD">
        <w:t>les hommes n</w:t>
      </w:r>
      <w:r>
        <w:t>’</w:t>
      </w:r>
      <w:r w:rsidR="00E0544E" w:rsidRPr="007818BD">
        <w:t>ont plus rien à craindre</w:t>
      </w:r>
      <w:r>
        <w:t xml:space="preserve"> ; </w:t>
      </w:r>
      <w:r w:rsidR="00E0544E" w:rsidRPr="007818BD">
        <w:t>sans prêtres</w:t>
      </w:r>
      <w:r>
        <w:t xml:space="preserve">, </w:t>
      </w:r>
      <w:r w:rsidR="00E0544E" w:rsidRPr="007818BD">
        <w:t>les âmes sont libres</w:t>
      </w:r>
      <w:r>
        <w:t>.</w:t>
      </w:r>
    </w:p>
    <w:p w14:paraId="3F64C32E" w14:textId="77777777" w:rsidR="00E8465A" w:rsidRDefault="00E8465A" w:rsidP="00E0544E">
      <w:r>
        <w:t>— </w:t>
      </w:r>
      <w:r w:rsidR="00E0544E" w:rsidRPr="007818BD">
        <w:t>Oui</w:t>
      </w:r>
      <w:r>
        <w:t xml:space="preserve">, </w:t>
      </w:r>
      <w:r w:rsidR="00E0544E" w:rsidRPr="007818BD">
        <w:t>reprit le marquis</w:t>
      </w:r>
      <w:r>
        <w:t xml:space="preserve">, </w:t>
      </w:r>
      <w:r w:rsidR="00E0544E" w:rsidRPr="007818BD">
        <w:t xml:space="preserve">comme chante si bien </w:t>
      </w:r>
      <w:r w:rsidR="00E0544E" w:rsidRPr="007818BD">
        <w:rPr>
          <w:i/>
          <w:iCs/>
        </w:rPr>
        <w:t>ce cher D</w:t>
      </w:r>
      <w:r w:rsidR="00E0544E" w:rsidRPr="007818BD">
        <w:rPr>
          <w:i/>
          <w:iCs/>
        </w:rPr>
        <w:t>i</w:t>
      </w:r>
      <w:r w:rsidR="00E0544E" w:rsidRPr="007818BD">
        <w:rPr>
          <w:i/>
          <w:iCs/>
        </w:rPr>
        <w:t>derot</w:t>
      </w:r>
      <w:r>
        <w:t> :</w:t>
      </w:r>
    </w:p>
    <w:p w14:paraId="4A63C4B3" w14:textId="2979C419" w:rsidR="00E0544E" w:rsidRPr="007818BD" w:rsidRDefault="00E0544E" w:rsidP="00E0544E">
      <w:pPr>
        <w:pStyle w:val="NormalRetraitGauche2X"/>
        <w:spacing w:before="0" w:after="0"/>
        <w:rPr>
          <w:rStyle w:val="Taille-1Caracteres"/>
        </w:rPr>
      </w:pPr>
      <w:r w:rsidRPr="007818BD">
        <w:rPr>
          <w:rStyle w:val="Taille-1Caracteres"/>
        </w:rPr>
        <w:t>Et des boyaux du dernier prêtre</w:t>
      </w:r>
    </w:p>
    <w:p w14:paraId="0795E863" w14:textId="77777777" w:rsidR="00E8465A" w:rsidRDefault="00E0544E" w:rsidP="00E0544E">
      <w:pPr>
        <w:pStyle w:val="NormalRetraitGauche2X"/>
        <w:spacing w:before="0" w:after="0"/>
        <w:rPr>
          <w:rStyle w:val="Taille-1Caracteres"/>
        </w:rPr>
      </w:pPr>
      <w:r w:rsidRPr="007818BD">
        <w:rPr>
          <w:rStyle w:val="Taille-1Caracteres"/>
        </w:rPr>
        <w:t>Serrons le cou du dernier roi</w:t>
      </w:r>
      <w:r w:rsidR="00E8465A">
        <w:rPr>
          <w:rStyle w:val="Taille-1Caracteres"/>
        </w:rPr>
        <w:t>.</w:t>
      </w:r>
    </w:p>
    <w:p w14:paraId="262BAD36" w14:textId="17A09C39" w:rsidR="00E0544E" w:rsidRPr="007818BD" w:rsidRDefault="00E8465A" w:rsidP="00E0544E">
      <w:r>
        <w:rPr>
          <w:rStyle w:val="Taille-1Caracteres"/>
        </w:rPr>
        <w:t>— </w:t>
      </w:r>
      <w:r w:rsidR="00E0544E" w:rsidRPr="007818BD">
        <w:t>Et alors</w:t>
      </w:r>
      <w:r>
        <w:t xml:space="preserve">, </w:t>
      </w:r>
      <w:r w:rsidR="00E0544E" w:rsidRPr="007818BD">
        <w:t>poursuivit Condorcet</w:t>
      </w:r>
      <w:r>
        <w:t xml:space="preserve">, </w:t>
      </w:r>
      <w:r w:rsidR="00E0544E" w:rsidRPr="007818BD">
        <w:t>alors commence l</w:t>
      </w:r>
      <w:r>
        <w:t>’</w:t>
      </w:r>
      <w:r w:rsidR="00E0544E" w:rsidRPr="007818BD">
        <w:t>ère de la Raison</w:t>
      </w:r>
      <w:r>
        <w:t xml:space="preserve">, </w:t>
      </w:r>
      <w:r w:rsidR="00E0544E" w:rsidRPr="007818BD">
        <w:t>l</w:t>
      </w:r>
      <w:r>
        <w:t>’</w:t>
      </w:r>
      <w:r w:rsidR="00E0544E" w:rsidRPr="007818BD">
        <w:t>égalité dans l</w:t>
      </w:r>
      <w:r>
        <w:t>’</w:t>
      </w:r>
      <w:r w:rsidR="00E0544E" w:rsidRPr="007818BD">
        <w:t>instruction</w:t>
      </w:r>
      <w:r>
        <w:t xml:space="preserve">, </w:t>
      </w:r>
      <w:r w:rsidR="00E0544E" w:rsidRPr="007818BD">
        <w:t>l</w:t>
      </w:r>
      <w:r>
        <w:t>’</w:t>
      </w:r>
      <w:r w:rsidR="00E0544E" w:rsidRPr="007818BD">
        <w:t>égalité dans les instit</w:t>
      </w:r>
      <w:r w:rsidR="00E0544E" w:rsidRPr="007818BD">
        <w:t>u</w:t>
      </w:r>
      <w:r w:rsidR="00E0544E" w:rsidRPr="007818BD">
        <w:t>tions</w:t>
      </w:r>
      <w:r>
        <w:t xml:space="preserve">, </w:t>
      </w:r>
      <w:r w:rsidR="00E0544E" w:rsidRPr="007818BD">
        <w:t>l</w:t>
      </w:r>
      <w:r>
        <w:t>’</w:t>
      </w:r>
      <w:r w:rsidR="00E0544E" w:rsidRPr="007818BD">
        <w:t>égalité dans les richesses</w:t>
      </w:r>
      <w:r>
        <w:t xml:space="preserve">. </w:t>
      </w:r>
      <w:r w:rsidR="00E0544E" w:rsidRPr="007818BD">
        <w:t>Les grands obstacles à la science sont</w:t>
      </w:r>
      <w:r>
        <w:t xml:space="preserve">, </w:t>
      </w:r>
      <w:r w:rsidR="00E0544E" w:rsidRPr="007818BD">
        <w:t>d</w:t>
      </w:r>
      <w:r>
        <w:t>’</w:t>
      </w:r>
      <w:r w:rsidR="00E0544E" w:rsidRPr="007818BD">
        <w:t>abord</w:t>
      </w:r>
      <w:r>
        <w:t xml:space="preserve">, </w:t>
      </w:r>
      <w:r w:rsidR="00E0544E" w:rsidRPr="007818BD">
        <w:t>l</w:t>
      </w:r>
      <w:r>
        <w:t>’</w:t>
      </w:r>
      <w:r w:rsidR="00E0544E" w:rsidRPr="007818BD">
        <w:t>absence d</w:t>
      </w:r>
      <w:r>
        <w:t>’</w:t>
      </w:r>
      <w:r w:rsidR="00E0544E" w:rsidRPr="007818BD">
        <w:t>une langue universelle</w:t>
      </w:r>
      <w:r>
        <w:t xml:space="preserve"> ; </w:t>
      </w:r>
      <w:r w:rsidR="00E0544E" w:rsidRPr="007818BD">
        <w:t>puis</w:t>
      </w:r>
      <w:r>
        <w:t xml:space="preserve">, </w:t>
      </w:r>
      <w:r w:rsidR="00E0544E" w:rsidRPr="007818BD">
        <w:t>la courte durée de l</w:t>
      </w:r>
      <w:r>
        <w:t>’</w:t>
      </w:r>
      <w:r w:rsidR="00E0544E" w:rsidRPr="007818BD">
        <w:t>existence</w:t>
      </w:r>
      <w:r>
        <w:t xml:space="preserve">. </w:t>
      </w:r>
      <w:r w:rsidR="00E0544E" w:rsidRPr="007818BD">
        <w:t>Quant au premier</w:t>
      </w:r>
      <w:r>
        <w:t xml:space="preserve">, </w:t>
      </w:r>
      <w:r w:rsidR="00E0544E" w:rsidRPr="007818BD">
        <w:t>lorsque tous les hommes seront frères</w:t>
      </w:r>
      <w:r>
        <w:t xml:space="preserve">, </w:t>
      </w:r>
      <w:r w:rsidR="00E0544E" w:rsidRPr="007818BD">
        <w:t>pourquoi n</w:t>
      </w:r>
      <w:r>
        <w:t>’</w:t>
      </w:r>
      <w:r w:rsidR="00E0544E" w:rsidRPr="007818BD">
        <w:t>y aurait-il pas une langue unique</w:t>
      </w:r>
      <w:r>
        <w:t xml:space="preserve"> ? </w:t>
      </w:r>
      <w:r w:rsidR="00E0544E" w:rsidRPr="007818BD">
        <w:t>Quant au second</w:t>
      </w:r>
      <w:r>
        <w:t xml:space="preserve">, </w:t>
      </w:r>
      <w:r w:rsidR="00E0544E" w:rsidRPr="007818BD">
        <w:t>la perfectibilité organique du monde végétal est un fait acquis</w:t>
      </w:r>
      <w:r>
        <w:t xml:space="preserve"> : </w:t>
      </w:r>
      <w:r w:rsidR="00E0544E" w:rsidRPr="007818BD">
        <w:t>la nature serait-elle moins puissante pour l</w:t>
      </w:r>
      <w:r>
        <w:t>’</w:t>
      </w:r>
      <w:r w:rsidR="00E0544E" w:rsidRPr="007818BD">
        <w:t>existence plus noble de l</w:t>
      </w:r>
      <w:r>
        <w:t>’</w:t>
      </w:r>
      <w:r w:rsidR="00E0544E" w:rsidRPr="007818BD">
        <w:t>être pensant</w:t>
      </w:r>
      <w:r>
        <w:t xml:space="preserve">, </w:t>
      </w:r>
      <w:r w:rsidR="00E0544E" w:rsidRPr="007818BD">
        <w:t>de l</w:t>
      </w:r>
      <w:r>
        <w:t>’</w:t>
      </w:r>
      <w:r w:rsidR="00E0544E" w:rsidRPr="007818BD">
        <w:t>homme</w:t>
      </w:r>
      <w:r>
        <w:t xml:space="preserve"> ? </w:t>
      </w:r>
      <w:r w:rsidR="00E0544E" w:rsidRPr="007818BD">
        <w:t>La suppression des deux causes les plus actives de la dégénére</w:t>
      </w:r>
      <w:r w:rsidR="00E0544E" w:rsidRPr="007818BD">
        <w:t>s</w:t>
      </w:r>
      <w:r w:rsidR="00E0544E" w:rsidRPr="007818BD">
        <w:t>cence physique</w:t>
      </w:r>
      <w:r>
        <w:t xml:space="preserve">, </w:t>
      </w:r>
      <w:r w:rsidR="00E0544E" w:rsidRPr="007818BD">
        <w:t>les richesses avec leur luxe</w:t>
      </w:r>
      <w:r>
        <w:t xml:space="preserve">, </w:t>
      </w:r>
      <w:r w:rsidR="00E0544E" w:rsidRPr="007818BD">
        <w:t>la pauvr</w:t>
      </w:r>
      <w:r w:rsidR="00E0544E" w:rsidRPr="007818BD">
        <w:t>e</w:t>
      </w:r>
      <w:r w:rsidR="00E0544E" w:rsidRPr="007818BD">
        <w:t>té avec sa misère abjecte</w:t>
      </w:r>
      <w:r>
        <w:t xml:space="preserve">, </w:t>
      </w:r>
      <w:r w:rsidR="00E0544E" w:rsidRPr="007818BD">
        <w:t>doit infailliblement prolonger la durée moyenne de la vie</w:t>
      </w:r>
      <w:r w:rsidR="00E0544E" w:rsidRPr="007818BD">
        <w:rPr>
          <w:rStyle w:val="Appelnotedebasdep"/>
        </w:rPr>
        <w:footnoteReference w:id="11"/>
      </w:r>
      <w:r>
        <w:t xml:space="preserve">. </w:t>
      </w:r>
      <w:r w:rsidR="00E0544E" w:rsidRPr="007818BD">
        <w:t>L</w:t>
      </w:r>
      <w:r>
        <w:t>’</w:t>
      </w:r>
      <w:r w:rsidR="00E0544E" w:rsidRPr="007818BD">
        <w:t>art de guérir sera alors honoré</w:t>
      </w:r>
      <w:r>
        <w:t xml:space="preserve">, </w:t>
      </w:r>
      <w:r w:rsidR="00E0544E" w:rsidRPr="007818BD">
        <w:t>au lieu de la gue</w:t>
      </w:r>
      <w:r w:rsidR="00E0544E" w:rsidRPr="007818BD">
        <w:t>r</w:t>
      </w:r>
      <w:r w:rsidR="00E0544E" w:rsidRPr="007818BD">
        <w:t>re qui n</w:t>
      </w:r>
      <w:r>
        <w:t>’</w:t>
      </w:r>
      <w:r w:rsidR="00E0544E" w:rsidRPr="007818BD">
        <w:t>est que l</w:t>
      </w:r>
      <w:r>
        <w:t>’</w:t>
      </w:r>
      <w:r w:rsidR="00E0544E" w:rsidRPr="007818BD">
        <w:t>art de tuer</w:t>
      </w:r>
      <w:r>
        <w:t xml:space="preserve"> : </w:t>
      </w:r>
      <w:r w:rsidR="00E0544E" w:rsidRPr="007818BD">
        <w:t>les plus nobles efforts des intellige</w:t>
      </w:r>
      <w:r w:rsidR="00E0544E" w:rsidRPr="007818BD">
        <w:t>n</w:t>
      </w:r>
      <w:r w:rsidR="00E0544E" w:rsidRPr="007818BD">
        <w:t>ces les plus pénétrantes seront consacrés à la déco</w:t>
      </w:r>
      <w:r w:rsidR="00E0544E" w:rsidRPr="007818BD">
        <w:t>u</w:t>
      </w:r>
      <w:r w:rsidR="00E0544E" w:rsidRPr="007818BD">
        <w:t>verte et à la destruction des causes de maladies</w:t>
      </w:r>
      <w:r>
        <w:t xml:space="preserve">. </w:t>
      </w:r>
      <w:r w:rsidR="00E0544E" w:rsidRPr="007818BD">
        <w:t>Sans doute</w:t>
      </w:r>
      <w:r>
        <w:t xml:space="preserve">, </w:t>
      </w:r>
      <w:r w:rsidR="00E0544E" w:rsidRPr="007818BD">
        <w:t>la vie ne peut être rendue éternelle</w:t>
      </w:r>
      <w:r>
        <w:t xml:space="preserve">, </w:t>
      </w:r>
      <w:r w:rsidR="00E0544E" w:rsidRPr="007818BD">
        <w:t>mais on la peut prolonger presque indéf</w:t>
      </w:r>
      <w:r w:rsidR="00E0544E" w:rsidRPr="007818BD">
        <w:t>i</w:t>
      </w:r>
      <w:r w:rsidR="00E0544E" w:rsidRPr="007818BD">
        <w:t>niment</w:t>
      </w:r>
      <w:r>
        <w:t xml:space="preserve">. </w:t>
      </w:r>
      <w:r w:rsidR="00E0544E" w:rsidRPr="007818BD">
        <w:t>La créature la plus vile lègue sa vigueur à son petit</w:t>
      </w:r>
      <w:r>
        <w:t xml:space="preserve"> : </w:t>
      </w:r>
      <w:r w:rsidR="00E0544E" w:rsidRPr="007818BD">
        <w:t>ainsi l</w:t>
      </w:r>
      <w:r>
        <w:t>’</w:t>
      </w:r>
      <w:r w:rsidR="00E0544E" w:rsidRPr="007818BD">
        <w:t>homme transmettra à ses enfants son organisation</w:t>
      </w:r>
      <w:r>
        <w:t xml:space="preserve">, </w:t>
      </w:r>
      <w:r w:rsidR="00E0544E" w:rsidRPr="007818BD">
        <w:t>ph</w:t>
      </w:r>
      <w:r w:rsidR="00E0544E" w:rsidRPr="007818BD">
        <w:t>y</w:t>
      </w:r>
      <w:r w:rsidR="00E0544E" w:rsidRPr="007818BD">
        <w:t xml:space="preserve">sique et </w:t>
      </w:r>
      <w:r w:rsidR="00E0544E" w:rsidRPr="007818BD">
        <w:lastRenderedPageBreak/>
        <w:t>intellectuelle perfectionnée</w:t>
      </w:r>
      <w:r>
        <w:t xml:space="preserve">. </w:t>
      </w:r>
      <w:r w:rsidR="00E0544E" w:rsidRPr="007818BD">
        <w:t>Voilà le but que notre siècle va réal</w:t>
      </w:r>
      <w:r w:rsidR="00E0544E" w:rsidRPr="007818BD">
        <w:t>i</w:t>
      </w:r>
      <w:r w:rsidR="00E0544E" w:rsidRPr="007818BD">
        <w:t>ser</w:t>
      </w:r>
      <w:r>
        <w:t> ! »</w:t>
      </w:r>
    </w:p>
    <w:p w14:paraId="45E53166" w14:textId="77777777" w:rsidR="00E8465A" w:rsidRDefault="00E0544E" w:rsidP="00E0544E">
      <w:r w:rsidRPr="007818BD">
        <w:t>Le vénérable Malesherbes soupira</w:t>
      </w:r>
      <w:r w:rsidR="00E8465A">
        <w:t xml:space="preserve">. </w:t>
      </w:r>
      <w:r w:rsidRPr="007818BD">
        <w:t>Peut-être craignait-il que le but ne fût pas a</w:t>
      </w:r>
      <w:r w:rsidRPr="007818BD">
        <w:t>t</w:t>
      </w:r>
      <w:r w:rsidRPr="007818BD">
        <w:t>teint à temps pour lui</w:t>
      </w:r>
      <w:r w:rsidR="00E8465A">
        <w:t xml:space="preserve">. </w:t>
      </w:r>
      <w:r w:rsidRPr="007818BD">
        <w:t>Le beau marquis de *** et les femmes plus belles encore p</w:t>
      </w:r>
      <w:r w:rsidRPr="007818BD">
        <w:t>a</w:t>
      </w:r>
      <w:r w:rsidRPr="007818BD">
        <w:t>raissaient convaincues et ravies</w:t>
      </w:r>
      <w:r w:rsidR="00E8465A">
        <w:t>.</w:t>
      </w:r>
    </w:p>
    <w:p w14:paraId="493D3736" w14:textId="77777777" w:rsidR="00E8465A" w:rsidRDefault="00E0544E" w:rsidP="00E0544E">
      <w:r w:rsidRPr="007818BD">
        <w:t>Mais il y avait là deux hommes assis l</w:t>
      </w:r>
      <w:r w:rsidR="00E8465A">
        <w:t>’</w:t>
      </w:r>
      <w:r w:rsidRPr="007818BD">
        <w:t>un près de l</w:t>
      </w:r>
      <w:r w:rsidR="00E8465A">
        <w:t>’</w:t>
      </w:r>
      <w:r w:rsidRPr="007818BD">
        <w:t>autre qui ne prenaient aucune part à la conversation générale</w:t>
      </w:r>
      <w:r w:rsidR="00E8465A">
        <w:t xml:space="preserve"> : </w:t>
      </w:r>
      <w:r w:rsidRPr="007818BD">
        <w:t>l</w:t>
      </w:r>
      <w:r w:rsidR="00E8465A">
        <w:t>’</w:t>
      </w:r>
      <w:r w:rsidRPr="007818BD">
        <w:t>un</w:t>
      </w:r>
      <w:r w:rsidR="00E8465A">
        <w:t xml:space="preserve">, </w:t>
      </w:r>
      <w:r w:rsidRPr="007818BD">
        <w:t>un étranger nouvellement arrivé à Paris</w:t>
      </w:r>
      <w:r w:rsidR="00E8465A">
        <w:t xml:space="preserve">, </w:t>
      </w:r>
      <w:r w:rsidRPr="007818BD">
        <w:t>où ses richesses</w:t>
      </w:r>
      <w:r w:rsidR="00E8465A">
        <w:t xml:space="preserve">, </w:t>
      </w:r>
      <w:r w:rsidRPr="007818BD">
        <w:t>son a</w:t>
      </w:r>
      <w:r w:rsidRPr="007818BD">
        <w:t>p</w:t>
      </w:r>
      <w:r w:rsidRPr="007818BD">
        <w:t>parence et son esprit</w:t>
      </w:r>
      <w:r w:rsidR="00E8465A">
        <w:t xml:space="preserve">, </w:t>
      </w:r>
      <w:r w:rsidRPr="007818BD">
        <w:t>le faisaient déjà remarquer et rechercher</w:t>
      </w:r>
      <w:r w:rsidR="00E8465A">
        <w:t xml:space="preserve"> ; </w:t>
      </w:r>
      <w:r w:rsidRPr="007818BD">
        <w:t>l</w:t>
      </w:r>
      <w:r w:rsidR="00E8465A">
        <w:t>’</w:t>
      </w:r>
      <w:r w:rsidRPr="007818BD">
        <w:t>autre</w:t>
      </w:r>
      <w:r w:rsidR="00E8465A">
        <w:t xml:space="preserve">, </w:t>
      </w:r>
      <w:r w:rsidRPr="007818BD">
        <w:t>un vieillard d</w:t>
      </w:r>
      <w:r w:rsidR="00E8465A">
        <w:t>’</w:t>
      </w:r>
      <w:r w:rsidRPr="007818BD">
        <w:t>environ soixante-dix ans</w:t>
      </w:r>
      <w:r w:rsidR="00E8465A">
        <w:t xml:space="preserve">, </w:t>
      </w:r>
      <w:r w:rsidRPr="007818BD">
        <w:t>le spirituel</w:t>
      </w:r>
      <w:r w:rsidR="00E8465A">
        <w:t xml:space="preserve">, </w:t>
      </w:r>
      <w:r w:rsidRPr="007818BD">
        <w:t>le vertueux</w:t>
      </w:r>
      <w:r w:rsidR="00E8465A">
        <w:t xml:space="preserve">, </w:t>
      </w:r>
      <w:r w:rsidRPr="007818BD">
        <w:t>le brave et</w:t>
      </w:r>
      <w:r w:rsidR="00E8465A">
        <w:t xml:space="preserve">, </w:t>
      </w:r>
      <w:r w:rsidRPr="007818BD">
        <w:t>même à son âge</w:t>
      </w:r>
      <w:r w:rsidR="00E8465A">
        <w:t xml:space="preserve">, </w:t>
      </w:r>
      <w:r w:rsidRPr="007818BD">
        <w:t>l</w:t>
      </w:r>
      <w:r w:rsidR="00E8465A">
        <w:t>’</w:t>
      </w:r>
      <w:r w:rsidRPr="007818BD">
        <w:t xml:space="preserve">insouciant auteur du </w:t>
      </w:r>
      <w:r w:rsidRPr="007818BD">
        <w:rPr>
          <w:i/>
          <w:iCs/>
        </w:rPr>
        <w:t>Diable amoureux</w:t>
      </w:r>
      <w:r w:rsidR="00E8465A">
        <w:t xml:space="preserve">, </w:t>
      </w:r>
      <w:r w:rsidRPr="007818BD">
        <w:t>Cazotte</w:t>
      </w:r>
      <w:r w:rsidR="00E8465A">
        <w:t>.</w:t>
      </w:r>
    </w:p>
    <w:p w14:paraId="4C361321" w14:textId="77777777" w:rsidR="00E8465A" w:rsidRDefault="00E0544E" w:rsidP="00E0544E">
      <w:r w:rsidRPr="007818BD">
        <w:t>Ces deux assistants s</w:t>
      </w:r>
      <w:r w:rsidR="00E8465A">
        <w:t>’</w:t>
      </w:r>
      <w:r w:rsidRPr="007818BD">
        <w:t>entretenaient familièrement à part</w:t>
      </w:r>
      <w:r w:rsidR="00E8465A">
        <w:t xml:space="preserve">, </w:t>
      </w:r>
      <w:r w:rsidRPr="007818BD">
        <w:t>et ne témoignaient que par un rare sourire leur attention à la conversation générale</w:t>
      </w:r>
      <w:r w:rsidR="00E8465A">
        <w:t>.</w:t>
      </w:r>
    </w:p>
    <w:p w14:paraId="038C28D7" w14:textId="77777777" w:rsidR="00E8465A" w:rsidRDefault="00E8465A" w:rsidP="00E0544E">
      <w:r>
        <w:t>« </w:t>
      </w:r>
      <w:r w:rsidR="00E0544E" w:rsidRPr="007818BD">
        <w:t>Oui</w:t>
      </w:r>
      <w:r>
        <w:t xml:space="preserve">, </w:t>
      </w:r>
      <w:r w:rsidR="00E0544E" w:rsidRPr="007818BD">
        <w:t>dit l</w:t>
      </w:r>
      <w:r>
        <w:t>’</w:t>
      </w:r>
      <w:r w:rsidR="00E0544E" w:rsidRPr="007818BD">
        <w:t>étranger</w:t>
      </w:r>
      <w:r>
        <w:t xml:space="preserve">, </w:t>
      </w:r>
      <w:r w:rsidR="00E0544E" w:rsidRPr="007818BD">
        <w:t>oui</w:t>
      </w:r>
      <w:r>
        <w:t xml:space="preserve">, </w:t>
      </w:r>
      <w:r w:rsidR="00E0544E" w:rsidRPr="007818BD">
        <w:t>nous nous sommes déjà re</w:t>
      </w:r>
      <w:r w:rsidR="00E0544E" w:rsidRPr="007818BD">
        <w:t>n</w:t>
      </w:r>
      <w:r w:rsidR="00E0544E" w:rsidRPr="007818BD">
        <w:t>contrés</w:t>
      </w:r>
      <w:r>
        <w:t>.</w:t>
      </w:r>
    </w:p>
    <w:p w14:paraId="3E829CF8" w14:textId="77777777" w:rsidR="00E8465A" w:rsidRDefault="00E8465A" w:rsidP="00E0544E">
      <w:r>
        <w:t>— </w:t>
      </w:r>
      <w:r w:rsidR="00E0544E" w:rsidRPr="007818BD">
        <w:t>J</w:t>
      </w:r>
      <w:r>
        <w:t>’</w:t>
      </w:r>
      <w:r w:rsidR="00E0544E" w:rsidRPr="007818BD">
        <w:t>aurais cru ne pouvoir oublier vos traits</w:t>
      </w:r>
      <w:r>
        <w:t xml:space="preserve">, </w:t>
      </w:r>
      <w:r w:rsidR="00E0544E" w:rsidRPr="007818BD">
        <w:t>et cependant j</w:t>
      </w:r>
      <w:r>
        <w:t>’</w:t>
      </w:r>
      <w:r w:rsidR="00E0544E" w:rsidRPr="007818BD">
        <w:t>interroge en vain mes souvenirs</w:t>
      </w:r>
      <w:r>
        <w:t>.</w:t>
      </w:r>
    </w:p>
    <w:p w14:paraId="4B2ABC2A" w14:textId="77777777" w:rsidR="00E8465A" w:rsidRDefault="00E8465A" w:rsidP="00E0544E">
      <w:r>
        <w:t>— </w:t>
      </w:r>
      <w:r w:rsidR="00E0544E" w:rsidRPr="007818BD">
        <w:t>Je vais vous aider</w:t>
      </w:r>
      <w:r>
        <w:t xml:space="preserve">. </w:t>
      </w:r>
      <w:r w:rsidR="00E0544E" w:rsidRPr="007818BD">
        <w:t>Rappelez-vous l</w:t>
      </w:r>
      <w:r>
        <w:t>’</w:t>
      </w:r>
      <w:r w:rsidR="00E0544E" w:rsidRPr="007818BD">
        <w:t>époque où</w:t>
      </w:r>
      <w:r>
        <w:t xml:space="preserve">, </w:t>
      </w:r>
      <w:r w:rsidR="00E0544E" w:rsidRPr="007818BD">
        <w:t>conduit par la curiosité ou peut-être par le désir plus noble de la science</w:t>
      </w:r>
      <w:r>
        <w:t xml:space="preserve">, </w:t>
      </w:r>
      <w:r w:rsidR="00E0544E" w:rsidRPr="007818BD">
        <w:t>vous cherchiez à vous faire initier à l</w:t>
      </w:r>
      <w:r>
        <w:t>’</w:t>
      </w:r>
      <w:r w:rsidR="00E0544E" w:rsidRPr="007818BD">
        <w:t>ordre mystérieux de Ma</w:t>
      </w:r>
      <w:r w:rsidR="00E0544E" w:rsidRPr="007818BD">
        <w:t>r</w:t>
      </w:r>
      <w:r w:rsidR="00E0544E" w:rsidRPr="007818BD">
        <w:t xml:space="preserve">tinez de </w:t>
      </w:r>
      <w:proofErr w:type="spellStart"/>
      <w:r w:rsidR="00E0544E" w:rsidRPr="007818BD">
        <w:t>Pasqualis</w:t>
      </w:r>
      <w:proofErr w:type="spellEnd"/>
      <w:r w:rsidR="00E0544E" w:rsidRPr="007818BD">
        <w:rPr>
          <w:rStyle w:val="Appelnotedebasdep"/>
        </w:rPr>
        <w:footnoteReference w:id="12"/>
      </w:r>
      <w:r>
        <w:t>.</w:t>
      </w:r>
    </w:p>
    <w:p w14:paraId="1E7AB6A5" w14:textId="77777777" w:rsidR="00E8465A" w:rsidRDefault="00E8465A" w:rsidP="00E0544E">
      <w:r>
        <w:lastRenderedPageBreak/>
        <w:t>— </w:t>
      </w:r>
      <w:r w:rsidR="00E0544E" w:rsidRPr="007818BD">
        <w:t>Est-il possible</w:t>
      </w:r>
      <w:r>
        <w:t xml:space="preserve"> ? </w:t>
      </w:r>
      <w:r w:rsidR="00E0544E" w:rsidRPr="007818BD">
        <w:t>Vous êtes membre de cette fraternité théurgique</w:t>
      </w:r>
      <w:r>
        <w:t> ?</w:t>
      </w:r>
    </w:p>
    <w:p w14:paraId="5710343D" w14:textId="77777777" w:rsidR="00E8465A" w:rsidRDefault="00E8465A" w:rsidP="00E0544E">
      <w:r>
        <w:t>— </w:t>
      </w:r>
      <w:r w:rsidR="00E0544E" w:rsidRPr="007818BD">
        <w:t>Nullement</w:t>
      </w:r>
      <w:r>
        <w:t xml:space="preserve"> : </w:t>
      </w:r>
      <w:r w:rsidR="00E0544E" w:rsidRPr="007818BD">
        <w:t>j</w:t>
      </w:r>
      <w:r>
        <w:t>’</w:t>
      </w:r>
      <w:r w:rsidR="00E0544E" w:rsidRPr="007818BD">
        <w:t>ai assisté à leurs cérémonies</w:t>
      </w:r>
      <w:r>
        <w:t xml:space="preserve">, </w:t>
      </w:r>
      <w:r w:rsidR="00E0544E" w:rsidRPr="007818BD">
        <w:t>mais seul</w:t>
      </w:r>
      <w:r w:rsidR="00E0544E" w:rsidRPr="007818BD">
        <w:t>e</w:t>
      </w:r>
      <w:r w:rsidR="00E0544E" w:rsidRPr="007818BD">
        <w:t>ment pour constater par quels efforts impuissants ils che</w:t>
      </w:r>
      <w:r w:rsidR="00E0544E" w:rsidRPr="007818BD">
        <w:t>r</w:t>
      </w:r>
      <w:r w:rsidR="00E0544E" w:rsidRPr="007818BD">
        <w:t>chaient à faire revivre les antiques merveilles de la cabale</w:t>
      </w:r>
      <w:r>
        <w:t>.</w:t>
      </w:r>
    </w:p>
    <w:p w14:paraId="57366501" w14:textId="77777777" w:rsidR="00E8465A" w:rsidRDefault="00E8465A" w:rsidP="00E0544E">
      <w:r>
        <w:t>— </w:t>
      </w:r>
      <w:r w:rsidR="00E0544E" w:rsidRPr="007818BD">
        <w:t>Vous aimez ces études</w:t>
      </w:r>
      <w:r>
        <w:t xml:space="preserve"> ? </w:t>
      </w:r>
      <w:r w:rsidR="00E0544E" w:rsidRPr="007818BD">
        <w:t>Pour moi j</w:t>
      </w:r>
      <w:r>
        <w:t>’</w:t>
      </w:r>
      <w:r w:rsidR="00E0544E" w:rsidRPr="007818BD">
        <w:t>ai secoué l</w:t>
      </w:r>
      <w:r>
        <w:t>’</w:t>
      </w:r>
      <w:r w:rsidR="00E0544E" w:rsidRPr="007818BD">
        <w:t>influence qu</w:t>
      </w:r>
      <w:r>
        <w:t>’</w:t>
      </w:r>
      <w:r w:rsidR="00E0544E" w:rsidRPr="007818BD">
        <w:t>elles exerçaient a</w:t>
      </w:r>
      <w:r w:rsidR="00E0544E" w:rsidRPr="007818BD">
        <w:t>u</w:t>
      </w:r>
      <w:r w:rsidR="00E0544E" w:rsidRPr="007818BD">
        <w:t>trefois sur mon imagination</w:t>
      </w:r>
      <w:r>
        <w:t>.</w:t>
      </w:r>
    </w:p>
    <w:p w14:paraId="785540C1" w14:textId="23B0F868" w:rsidR="00E0544E" w:rsidRPr="007818BD" w:rsidRDefault="00E8465A" w:rsidP="00E0544E">
      <w:r>
        <w:t>— </w:t>
      </w:r>
      <w:r w:rsidR="00E0544E" w:rsidRPr="007818BD">
        <w:t>Vous ne l</w:t>
      </w:r>
      <w:r>
        <w:t>’</w:t>
      </w:r>
      <w:r w:rsidR="00E0544E" w:rsidRPr="007818BD">
        <w:t>avez point secouée</w:t>
      </w:r>
      <w:r>
        <w:t xml:space="preserve">, </w:t>
      </w:r>
      <w:r w:rsidR="00E0544E" w:rsidRPr="007818BD">
        <w:t>répliqua gravement l</w:t>
      </w:r>
      <w:r>
        <w:t>’</w:t>
      </w:r>
      <w:r w:rsidR="00E0544E" w:rsidRPr="007818BD">
        <w:t>étranger</w:t>
      </w:r>
      <w:r>
        <w:t xml:space="preserve">, </w:t>
      </w:r>
      <w:r w:rsidR="00E0544E" w:rsidRPr="007818BD">
        <w:t>elle vous domine encore</w:t>
      </w:r>
      <w:r>
        <w:t xml:space="preserve">, </w:t>
      </w:r>
      <w:r w:rsidR="00E0544E" w:rsidRPr="007818BD">
        <w:t>à cette heure même</w:t>
      </w:r>
      <w:r>
        <w:t xml:space="preserve"> ; </w:t>
      </w:r>
      <w:r w:rsidR="00E0544E" w:rsidRPr="007818BD">
        <w:t>elle bat dans votre cœur</w:t>
      </w:r>
      <w:r>
        <w:t xml:space="preserve">, </w:t>
      </w:r>
      <w:r w:rsidR="00E0544E" w:rsidRPr="007818BD">
        <w:t>elle illumine votre raison</w:t>
      </w:r>
      <w:r>
        <w:t xml:space="preserve"> ; </w:t>
      </w:r>
      <w:r w:rsidR="00E0544E" w:rsidRPr="007818BD">
        <w:t>elle veut parler par votre bouche</w:t>
      </w:r>
      <w:r>
        <w:t>. »</w:t>
      </w:r>
    </w:p>
    <w:p w14:paraId="5953523A" w14:textId="77777777" w:rsidR="00E8465A" w:rsidRDefault="00E0544E" w:rsidP="00E0544E">
      <w:r w:rsidRPr="007818BD">
        <w:t>Puis l</w:t>
      </w:r>
      <w:r w:rsidR="00E8465A">
        <w:t>’</w:t>
      </w:r>
      <w:r w:rsidRPr="007818BD">
        <w:t>étranger continua la conversation à voix plus basse</w:t>
      </w:r>
      <w:r w:rsidR="00E8465A">
        <w:t xml:space="preserve"> : </w:t>
      </w:r>
      <w:r w:rsidRPr="007818BD">
        <w:t>il lui rappela certaines doctrines</w:t>
      </w:r>
      <w:r w:rsidR="00E8465A">
        <w:t xml:space="preserve">, </w:t>
      </w:r>
      <w:r w:rsidRPr="007818BD">
        <w:t>certains rites particuliers</w:t>
      </w:r>
      <w:r w:rsidR="00E8465A">
        <w:t xml:space="preserve">, </w:t>
      </w:r>
      <w:r w:rsidRPr="007818BD">
        <w:t>e</w:t>
      </w:r>
      <w:r w:rsidRPr="007818BD">
        <w:t>x</w:t>
      </w:r>
      <w:r w:rsidRPr="007818BD">
        <w:t>pliqua par quels rapports ils se rattachaient à la vie et à l</w:t>
      </w:r>
      <w:r w:rsidR="00E8465A">
        <w:t>’</w:t>
      </w:r>
      <w:r w:rsidRPr="007818BD">
        <w:t>histoire de Cazotte</w:t>
      </w:r>
      <w:r w:rsidR="00E8465A">
        <w:t xml:space="preserve">, </w:t>
      </w:r>
      <w:r w:rsidRPr="007818BD">
        <w:t xml:space="preserve">tout étonné de voir un inconnu si </w:t>
      </w:r>
      <w:r w:rsidRPr="007818BD">
        <w:lastRenderedPageBreak/>
        <w:t>bien re</w:t>
      </w:r>
      <w:r w:rsidRPr="007818BD">
        <w:t>n</w:t>
      </w:r>
      <w:r w:rsidRPr="007818BD">
        <w:t>seigné sur les détails de son existence</w:t>
      </w:r>
      <w:r w:rsidR="00E8465A">
        <w:t xml:space="preserve">. </w:t>
      </w:r>
      <w:r w:rsidRPr="007818BD">
        <w:t>Les traits du vieillard</w:t>
      </w:r>
      <w:r w:rsidR="00E8465A">
        <w:t xml:space="preserve">, </w:t>
      </w:r>
      <w:r w:rsidRPr="007818BD">
        <w:t>n</w:t>
      </w:r>
      <w:r w:rsidRPr="007818BD">
        <w:t>a</w:t>
      </w:r>
      <w:r w:rsidRPr="007818BD">
        <w:t>turellement ouverts et bienveillants</w:t>
      </w:r>
      <w:r w:rsidR="00E8465A">
        <w:t xml:space="preserve">, </w:t>
      </w:r>
      <w:r w:rsidRPr="007818BD">
        <w:t>s</w:t>
      </w:r>
      <w:r w:rsidR="00E8465A">
        <w:t>’</w:t>
      </w:r>
      <w:r w:rsidRPr="007818BD">
        <w:t>assombrirent graduell</w:t>
      </w:r>
      <w:r w:rsidRPr="007818BD">
        <w:t>e</w:t>
      </w:r>
      <w:r w:rsidRPr="007818BD">
        <w:t>ment</w:t>
      </w:r>
      <w:r w:rsidR="00E8465A">
        <w:t xml:space="preserve">, </w:t>
      </w:r>
      <w:r w:rsidRPr="007818BD">
        <w:t>et il lança de temps en temps à son compagnon un coup d</w:t>
      </w:r>
      <w:r w:rsidR="00E8465A">
        <w:t>’</w:t>
      </w:r>
      <w:r w:rsidRPr="007818BD">
        <w:t>œil pénétrant</w:t>
      </w:r>
      <w:r w:rsidR="00E8465A">
        <w:t xml:space="preserve">, </w:t>
      </w:r>
      <w:r w:rsidRPr="007818BD">
        <w:t>curieux et inquiet</w:t>
      </w:r>
      <w:r w:rsidR="00E8465A">
        <w:t>.</w:t>
      </w:r>
    </w:p>
    <w:p w14:paraId="79855407" w14:textId="77777777" w:rsidR="00E8465A" w:rsidRDefault="00E0544E" w:rsidP="00E0544E">
      <w:r w:rsidRPr="007818BD">
        <w:t>La charmante duchesse de G</w:t>
      </w:r>
      <w:r w:rsidR="00E8465A">
        <w:t xml:space="preserve">… </w:t>
      </w:r>
      <w:r w:rsidRPr="007818BD">
        <w:t>signala d</w:t>
      </w:r>
      <w:r w:rsidR="00E8465A">
        <w:t>’</w:t>
      </w:r>
      <w:r w:rsidRPr="007818BD">
        <w:t>un ton malicieux aux aimables convives l</w:t>
      </w:r>
      <w:r w:rsidR="00E8465A">
        <w:t>’</w:t>
      </w:r>
      <w:r w:rsidRPr="007818BD">
        <w:t>air abstrait et le front sombre du poète</w:t>
      </w:r>
      <w:r w:rsidR="00E8465A">
        <w:t xml:space="preserve">, </w:t>
      </w:r>
      <w:r w:rsidRPr="007818BD">
        <w:t>et Condorcet</w:t>
      </w:r>
      <w:r w:rsidR="00E8465A">
        <w:t xml:space="preserve">, </w:t>
      </w:r>
      <w:r w:rsidRPr="007818BD">
        <w:t>qui n</w:t>
      </w:r>
      <w:r w:rsidR="00E8465A">
        <w:t>’</w:t>
      </w:r>
      <w:r w:rsidRPr="007818BD">
        <w:t>aimait pas qu</w:t>
      </w:r>
      <w:r w:rsidR="00E8465A">
        <w:t>’</w:t>
      </w:r>
      <w:r w:rsidRPr="007818BD">
        <w:t>en sa présence un autre que lui attirât l</w:t>
      </w:r>
      <w:r w:rsidR="00E8465A">
        <w:t>’</w:t>
      </w:r>
      <w:r w:rsidRPr="007818BD">
        <w:t>attention</w:t>
      </w:r>
      <w:r w:rsidR="00E8465A">
        <w:t xml:space="preserve">, </w:t>
      </w:r>
      <w:r w:rsidRPr="007818BD">
        <w:t>dit à Cazotte</w:t>
      </w:r>
      <w:r w:rsidR="00E8465A">
        <w:t> :</w:t>
      </w:r>
    </w:p>
    <w:p w14:paraId="7BCEEE37" w14:textId="6146B871" w:rsidR="00E0544E" w:rsidRPr="007818BD" w:rsidRDefault="00E8465A" w:rsidP="00E0544E">
      <w:r>
        <w:t>« </w:t>
      </w:r>
      <w:r w:rsidR="00E0544E" w:rsidRPr="007818BD">
        <w:t>Eh bien</w:t>
      </w:r>
      <w:r>
        <w:t xml:space="preserve"> ! </w:t>
      </w:r>
      <w:r w:rsidR="00E0544E" w:rsidRPr="007818BD">
        <w:t>et vous</w:t>
      </w:r>
      <w:r>
        <w:t xml:space="preserve">, </w:t>
      </w:r>
      <w:r w:rsidR="00E0544E" w:rsidRPr="007818BD">
        <w:t>quelles sont vos prédictions sur la R</w:t>
      </w:r>
      <w:r w:rsidR="00E0544E" w:rsidRPr="007818BD">
        <w:t>é</w:t>
      </w:r>
      <w:r w:rsidR="00E0544E" w:rsidRPr="007818BD">
        <w:t>volution</w:t>
      </w:r>
      <w:r>
        <w:t xml:space="preserve"> ? </w:t>
      </w:r>
      <w:r w:rsidR="00E0544E" w:rsidRPr="007818BD">
        <w:t>quels effets aura-t-elle</w:t>
      </w:r>
      <w:r>
        <w:t xml:space="preserve">, </w:t>
      </w:r>
      <w:r w:rsidR="00E0544E" w:rsidRPr="007818BD">
        <w:t>au moins pour nous</w:t>
      </w:r>
      <w:r>
        <w:t> ? »</w:t>
      </w:r>
    </w:p>
    <w:p w14:paraId="08828F5D" w14:textId="77777777" w:rsidR="00E8465A" w:rsidRDefault="00E0544E" w:rsidP="00E0544E">
      <w:r w:rsidRPr="007818BD">
        <w:t>À cette question</w:t>
      </w:r>
      <w:r w:rsidR="00E8465A">
        <w:t xml:space="preserve">, </w:t>
      </w:r>
      <w:r w:rsidRPr="007818BD">
        <w:t>Cazotte tressaillit</w:t>
      </w:r>
      <w:r w:rsidR="00E8465A">
        <w:t xml:space="preserve">, </w:t>
      </w:r>
      <w:r w:rsidRPr="007818BD">
        <w:t>son front pâlit et se couvrit de larges gouttes de sueur</w:t>
      </w:r>
      <w:r w:rsidR="00E8465A">
        <w:t xml:space="preserve"> ; </w:t>
      </w:r>
      <w:r w:rsidRPr="007818BD">
        <w:t>ses lèvres tremblèrent</w:t>
      </w:r>
      <w:r w:rsidR="00E8465A">
        <w:t xml:space="preserve">. </w:t>
      </w:r>
      <w:r w:rsidRPr="007818BD">
        <w:t>Ses compagnons le regardèrent avec surprise</w:t>
      </w:r>
      <w:r w:rsidR="00E8465A">
        <w:t>.</w:t>
      </w:r>
    </w:p>
    <w:p w14:paraId="2AF73AEB" w14:textId="77777777" w:rsidR="00E8465A" w:rsidRDefault="00E8465A" w:rsidP="00E0544E">
      <w:r>
        <w:t>« </w:t>
      </w:r>
      <w:r w:rsidR="00E0544E" w:rsidRPr="007818BD">
        <w:t>Parlez</w:t>
      </w:r>
      <w:r>
        <w:t> ! »</w:t>
      </w:r>
      <w:r w:rsidR="00E0544E" w:rsidRPr="007818BD">
        <w:t xml:space="preserve"> lui dit à mi-voix l</w:t>
      </w:r>
      <w:r>
        <w:t>’</w:t>
      </w:r>
      <w:r w:rsidR="00E0544E" w:rsidRPr="007818BD">
        <w:t>étranger</w:t>
      </w:r>
      <w:r>
        <w:t xml:space="preserve">, </w:t>
      </w:r>
      <w:r w:rsidR="00E0544E" w:rsidRPr="007818BD">
        <w:t>en posant douc</w:t>
      </w:r>
      <w:r w:rsidR="00E0544E" w:rsidRPr="007818BD">
        <w:t>e</w:t>
      </w:r>
      <w:r w:rsidR="00E0544E" w:rsidRPr="007818BD">
        <w:t>ment la main sur le bras du spirituel vieillard</w:t>
      </w:r>
      <w:r>
        <w:t>.</w:t>
      </w:r>
    </w:p>
    <w:p w14:paraId="2481517E" w14:textId="77777777" w:rsidR="00E8465A" w:rsidRDefault="00E0544E" w:rsidP="00E0544E">
      <w:r w:rsidRPr="007818BD">
        <w:t>À ces mots</w:t>
      </w:r>
      <w:r w:rsidR="00E8465A">
        <w:t xml:space="preserve">, </w:t>
      </w:r>
      <w:r w:rsidRPr="007818BD">
        <w:t>le visage de Cazotte se contracta</w:t>
      </w:r>
      <w:r w:rsidR="00E8465A">
        <w:t xml:space="preserve">, </w:t>
      </w:r>
      <w:r w:rsidRPr="007818BD">
        <w:t>ses yeux fixes se perdirent dans l</w:t>
      </w:r>
      <w:r w:rsidR="00E8465A">
        <w:t>’</w:t>
      </w:r>
      <w:r w:rsidRPr="007818BD">
        <w:t>espace</w:t>
      </w:r>
      <w:r w:rsidR="00E8465A">
        <w:t xml:space="preserve">, </w:t>
      </w:r>
      <w:r w:rsidRPr="007818BD">
        <w:t>et d</w:t>
      </w:r>
      <w:r w:rsidR="00E8465A">
        <w:t>’</w:t>
      </w:r>
      <w:r w:rsidRPr="007818BD">
        <w:t>une voix creuse et voilée</w:t>
      </w:r>
      <w:r w:rsidR="00E8465A">
        <w:t xml:space="preserve">, </w:t>
      </w:r>
      <w:r w:rsidRPr="007818BD">
        <w:t>il r</w:t>
      </w:r>
      <w:r w:rsidRPr="007818BD">
        <w:t>é</w:t>
      </w:r>
      <w:r w:rsidRPr="007818BD">
        <w:t>pondit ainsi</w:t>
      </w:r>
      <w:r w:rsidRPr="007818BD">
        <w:rPr>
          <w:rStyle w:val="Appelnotedebasdep"/>
        </w:rPr>
        <w:footnoteReference w:id="13"/>
      </w:r>
      <w:r w:rsidR="00E8465A">
        <w:t> :</w:t>
      </w:r>
    </w:p>
    <w:p w14:paraId="389870B0" w14:textId="77777777" w:rsidR="00E8465A" w:rsidRDefault="00E8465A" w:rsidP="00E0544E">
      <w:r>
        <w:t>« </w:t>
      </w:r>
      <w:r w:rsidR="00E0544E" w:rsidRPr="007818BD">
        <w:t>Vous demandez quels effets elle aura pour vous</w:t>
      </w:r>
      <w:r>
        <w:t xml:space="preserve"> ; </w:t>
      </w:r>
      <w:r w:rsidR="00E0544E" w:rsidRPr="007818BD">
        <w:t>pour vous ses agents les plus éclairés</w:t>
      </w:r>
      <w:r>
        <w:t xml:space="preserve">, </w:t>
      </w:r>
      <w:r w:rsidR="00E0544E" w:rsidRPr="007818BD">
        <w:t>les moins intéressés</w:t>
      </w:r>
      <w:r>
        <w:t xml:space="preserve">. </w:t>
      </w:r>
      <w:r w:rsidR="00E0544E" w:rsidRPr="007818BD">
        <w:t>Je vais vous répondre</w:t>
      </w:r>
      <w:r>
        <w:t xml:space="preserve">. </w:t>
      </w:r>
      <w:r w:rsidR="00E0544E" w:rsidRPr="007818BD">
        <w:t>Vous</w:t>
      </w:r>
      <w:r>
        <w:t xml:space="preserve">, </w:t>
      </w:r>
      <w:r w:rsidR="00E0544E" w:rsidRPr="007818BD">
        <w:t>marquis de Condorcet</w:t>
      </w:r>
      <w:r>
        <w:t xml:space="preserve">, </w:t>
      </w:r>
      <w:r w:rsidR="00E0544E" w:rsidRPr="007818BD">
        <w:t>vous mourrez en prison</w:t>
      </w:r>
      <w:r>
        <w:t xml:space="preserve">, </w:t>
      </w:r>
      <w:r w:rsidR="00E0544E" w:rsidRPr="007818BD">
        <w:t>mais non de la main du bourreau</w:t>
      </w:r>
      <w:r>
        <w:t xml:space="preserve">. </w:t>
      </w:r>
      <w:r w:rsidR="00E0544E" w:rsidRPr="007818BD">
        <w:t xml:space="preserve">Dans le paisible </w:t>
      </w:r>
      <w:r w:rsidR="00E0544E" w:rsidRPr="007818BD">
        <w:lastRenderedPageBreak/>
        <w:t>bo</w:t>
      </w:r>
      <w:r w:rsidR="00E0544E" w:rsidRPr="007818BD">
        <w:t>n</w:t>
      </w:r>
      <w:r w:rsidR="00E0544E" w:rsidRPr="007818BD">
        <w:t>heur de cette époque</w:t>
      </w:r>
      <w:r>
        <w:t xml:space="preserve">, </w:t>
      </w:r>
      <w:r w:rsidR="00E0544E" w:rsidRPr="007818BD">
        <w:t>ce n</w:t>
      </w:r>
      <w:r>
        <w:t>’</w:t>
      </w:r>
      <w:r w:rsidR="00E0544E" w:rsidRPr="007818BD">
        <w:t>est pas l</w:t>
      </w:r>
      <w:r>
        <w:t>’</w:t>
      </w:r>
      <w:r w:rsidR="00E0544E" w:rsidRPr="007818BD">
        <w:t>élixir que le philosophe aura le soin de porter sur lui</w:t>
      </w:r>
      <w:r>
        <w:t xml:space="preserve">, </w:t>
      </w:r>
      <w:r w:rsidR="00E0544E" w:rsidRPr="007818BD">
        <w:t>mais le poison</w:t>
      </w:r>
      <w:r>
        <w:t>.</w:t>
      </w:r>
    </w:p>
    <w:p w14:paraId="54577370" w14:textId="77777777" w:rsidR="00E8465A" w:rsidRDefault="00E8465A" w:rsidP="00E0544E">
      <w:r>
        <w:t>— </w:t>
      </w:r>
      <w:r w:rsidR="00E0544E" w:rsidRPr="007818BD">
        <w:t>Mon pauvre Cazotte</w:t>
      </w:r>
      <w:r>
        <w:t xml:space="preserve">, </w:t>
      </w:r>
      <w:r w:rsidR="00E0544E" w:rsidRPr="007818BD">
        <w:t>dit Condorcet avec son doux et fin sourire</w:t>
      </w:r>
      <w:r>
        <w:t xml:space="preserve">, </w:t>
      </w:r>
      <w:r w:rsidR="00E0544E" w:rsidRPr="007818BD">
        <w:t>qu</w:t>
      </w:r>
      <w:r>
        <w:t>’</w:t>
      </w:r>
      <w:r w:rsidR="00E0544E" w:rsidRPr="007818BD">
        <w:t>ont de commun les prisons</w:t>
      </w:r>
      <w:r>
        <w:t xml:space="preserve">, </w:t>
      </w:r>
      <w:r w:rsidR="00E0544E" w:rsidRPr="007818BD">
        <w:t>les bourreaux et le po</w:t>
      </w:r>
      <w:r w:rsidR="00E0544E" w:rsidRPr="007818BD">
        <w:t>i</w:t>
      </w:r>
      <w:r w:rsidR="00E0544E" w:rsidRPr="007818BD">
        <w:t>son</w:t>
      </w:r>
      <w:r>
        <w:t xml:space="preserve">, </w:t>
      </w:r>
      <w:r w:rsidR="00E0544E" w:rsidRPr="007818BD">
        <w:t>avec un siècle de liberté et de frate</w:t>
      </w:r>
      <w:r w:rsidR="00E0544E" w:rsidRPr="007818BD">
        <w:t>r</w:t>
      </w:r>
      <w:r w:rsidR="00E0544E" w:rsidRPr="007818BD">
        <w:t>nité</w:t>
      </w:r>
      <w:r>
        <w:t> ?</w:t>
      </w:r>
    </w:p>
    <w:p w14:paraId="7477E40F" w14:textId="77777777" w:rsidR="00E8465A" w:rsidRDefault="00E8465A" w:rsidP="00E0544E">
      <w:r>
        <w:t>— </w:t>
      </w:r>
      <w:r w:rsidR="00E0544E" w:rsidRPr="007818BD">
        <w:t>C</w:t>
      </w:r>
      <w:r>
        <w:t>’</w:t>
      </w:r>
      <w:r w:rsidR="00E0544E" w:rsidRPr="007818BD">
        <w:t>est au nom de la liberté et de la fraternité que les pr</w:t>
      </w:r>
      <w:r w:rsidR="00E0544E" w:rsidRPr="007818BD">
        <w:t>i</w:t>
      </w:r>
      <w:r w:rsidR="00E0544E" w:rsidRPr="007818BD">
        <w:t>sons regorgeront de captifs</w:t>
      </w:r>
      <w:r>
        <w:t xml:space="preserve">, </w:t>
      </w:r>
      <w:r w:rsidR="00E0544E" w:rsidRPr="007818BD">
        <w:t>et que le bourreau sera assouvi ju</w:t>
      </w:r>
      <w:r w:rsidR="00E0544E" w:rsidRPr="007818BD">
        <w:t>s</w:t>
      </w:r>
      <w:r w:rsidR="00E0544E" w:rsidRPr="007818BD">
        <w:t>qu</w:t>
      </w:r>
      <w:r>
        <w:t>’</w:t>
      </w:r>
      <w:r w:rsidR="00E0544E" w:rsidRPr="007818BD">
        <w:t>à satiété</w:t>
      </w:r>
      <w:r>
        <w:t>.</w:t>
      </w:r>
    </w:p>
    <w:p w14:paraId="44E45AF7" w14:textId="77777777" w:rsidR="00E8465A" w:rsidRDefault="00E8465A" w:rsidP="00E0544E">
      <w:r>
        <w:t>— </w:t>
      </w:r>
      <w:r w:rsidR="00E0544E" w:rsidRPr="007818BD">
        <w:t>C</w:t>
      </w:r>
      <w:r>
        <w:t>’</w:t>
      </w:r>
      <w:r w:rsidR="00E0544E" w:rsidRPr="007818BD">
        <w:t>est aux prêtres et à leurs intrigues que vous pensez</w:t>
      </w:r>
      <w:r>
        <w:t xml:space="preserve">, </w:t>
      </w:r>
      <w:r w:rsidR="00E0544E" w:rsidRPr="007818BD">
        <w:t>et non à la philosophie</w:t>
      </w:r>
      <w:r>
        <w:t xml:space="preserve">, </w:t>
      </w:r>
      <w:r w:rsidR="00E0544E" w:rsidRPr="007818BD">
        <w:t xml:space="preserve">dit </w:t>
      </w:r>
      <w:proofErr w:type="spellStart"/>
      <w:r w:rsidR="00E0544E" w:rsidRPr="007818BD">
        <w:t>Champfort</w:t>
      </w:r>
      <w:proofErr w:type="spellEnd"/>
      <w:r w:rsidR="00E0544E" w:rsidRPr="007818BD">
        <w:rPr>
          <w:rStyle w:val="Appelnotedebasdep"/>
        </w:rPr>
        <w:footnoteReference w:id="14"/>
      </w:r>
      <w:r>
        <w:t xml:space="preserve">. </w:t>
      </w:r>
      <w:r w:rsidR="00E0544E" w:rsidRPr="007818BD">
        <w:t>Et que prédisez-vous de moi</w:t>
      </w:r>
      <w:r>
        <w:t> ?</w:t>
      </w:r>
    </w:p>
    <w:p w14:paraId="2CD29001" w14:textId="36751646" w:rsidR="00E0544E" w:rsidRPr="007818BD" w:rsidRDefault="00E8465A" w:rsidP="00E0544E">
      <w:r>
        <w:t>— </w:t>
      </w:r>
      <w:r w:rsidR="00E0544E" w:rsidRPr="007818BD">
        <w:t>Vous vous ouvrirez les veines pour échapper à la fratern</w:t>
      </w:r>
      <w:r w:rsidR="00E0544E" w:rsidRPr="007818BD">
        <w:t>i</w:t>
      </w:r>
      <w:r w:rsidR="00E0544E" w:rsidRPr="007818BD">
        <w:t>té de Caïn</w:t>
      </w:r>
      <w:r>
        <w:t xml:space="preserve">. </w:t>
      </w:r>
      <w:r w:rsidR="00E0544E" w:rsidRPr="007818BD">
        <w:t>Rassurez-vous</w:t>
      </w:r>
      <w:r>
        <w:t xml:space="preserve">, </w:t>
      </w:r>
      <w:r w:rsidR="00E0544E" w:rsidRPr="007818BD">
        <w:t>les dernières gouttes de votre sang échapperont volontairement au rasoir national</w:t>
      </w:r>
      <w:r>
        <w:t xml:space="preserve">. </w:t>
      </w:r>
      <w:r w:rsidR="00E0544E" w:rsidRPr="007818BD">
        <w:t>Pour vous</w:t>
      </w:r>
      <w:r>
        <w:t xml:space="preserve">, </w:t>
      </w:r>
      <w:r w:rsidR="00E0544E" w:rsidRPr="007818BD">
        <w:t>v</w:t>
      </w:r>
      <w:r w:rsidR="00E0544E" w:rsidRPr="007818BD">
        <w:t>é</w:t>
      </w:r>
      <w:r w:rsidR="00E0544E" w:rsidRPr="007818BD">
        <w:t>nérable Malesherbes</w:t>
      </w:r>
      <w:r>
        <w:t xml:space="preserve"> ; </w:t>
      </w:r>
      <w:r w:rsidR="00E0544E" w:rsidRPr="007818BD">
        <w:t>vous</w:t>
      </w:r>
      <w:r>
        <w:t xml:space="preserve">, </w:t>
      </w:r>
      <w:proofErr w:type="spellStart"/>
      <w:r w:rsidR="00E0544E" w:rsidRPr="007818BD">
        <w:t>Aimar</w:t>
      </w:r>
      <w:proofErr w:type="spellEnd"/>
      <w:r w:rsidR="00E0544E" w:rsidRPr="007818BD">
        <w:t xml:space="preserve"> de Nicolaï</w:t>
      </w:r>
      <w:r>
        <w:t xml:space="preserve"> ; </w:t>
      </w:r>
      <w:r w:rsidR="00E0544E" w:rsidRPr="007818BD">
        <w:t>vous</w:t>
      </w:r>
      <w:r>
        <w:t xml:space="preserve">, </w:t>
      </w:r>
      <w:r w:rsidR="00E0544E" w:rsidRPr="007818BD">
        <w:t>savant Bailly</w:t>
      </w:r>
      <w:r>
        <w:t xml:space="preserve">, </w:t>
      </w:r>
      <w:r w:rsidR="00E0544E" w:rsidRPr="007818BD">
        <w:t>je vois se dresser vos échafauds</w:t>
      </w:r>
      <w:r>
        <w:t xml:space="preserve">. </w:t>
      </w:r>
      <w:r w:rsidR="00E0544E" w:rsidRPr="007818BD">
        <w:t>Et même alors</w:t>
      </w:r>
      <w:r>
        <w:t xml:space="preserve">, </w:t>
      </w:r>
      <w:r w:rsidR="00E0544E" w:rsidRPr="007818BD">
        <w:t>ô grands philosophes</w:t>
      </w:r>
      <w:r>
        <w:t xml:space="preserve">, </w:t>
      </w:r>
      <w:r w:rsidR="00E0544E" w:rsidRPr="007818BD">
        <w:t>vos assassins n</w:t>
      </w:r>
      <w:r>
        <w:t>’</w:t>
      </w:r>
      <w:r w:rsidR="00E0544E" w:rsidRPr="007818BD">
        <w:t>auront d</w:t>
      </w:r>
      <w:r>
        <w:t>’</w:t>
      </w:r>
      <w:r w:rsidR="00E0544E" w:rsidRPr="007818BD">
        <w:t>autre mot sur les lèvres que celui de philosophie</w:t>
      </w:r>
      <w:r>
        <w:t>. »</w:t>
      </w:r>
    </w:p>
    <w:p w14:paraId="3471E0BE" w14:textId="77777777" w:rsidR="00E8465A" w:rsidRDefault="00E0544E" w:rsidP="00E0544E">
      <w:r w:rsidRPr="007818BD">
        <w:t>Le silence devint profond et universel</w:t>
      </w:r>
      <w:r w:rsidR="00E8465A">
        <w:t xml:space="preserve">, </w:t>
      </w:r>
      <w:r w:rsidRPr="007818BD">
        <w:t>quand le disciple de Voltaire</w:t>
      </w:r>
      <w:r w:rsidR="00E8465A">
        <w:t xml:space="preserve">, </w:t>
      </w:r>
      <w:r w:rsidRPr="007818BD">
        <w:t>le prince des incrédules académiques</w:t>
      </w:r>
      <w:r w:rsidR="00E8465A">
        <w:t xml:space="preserve">, </w:t>
      </w:r>
      <w:r w:rsidRPr="007818BD">
        <w:t>le bouillant La Harpe</w:t>
      </w:r>
      <w:r w:rsidR="00E8465A">
        <w:t xml:space="preserve">, </w:t>
      </w:r>
      <w:r w:rsidRPr="007818BD">
        <w:t>s</w:t>
      </w:r>
      <w:r w:rsidR="00E8465A">
        <w:t>’</w:t>
      </w:r>
      <w:r w:rsidRPr="007818BD">
        <w:t>écria avec son rire sardonique</w:t>
      </w:r>
      <w:r w:rsidR="00E8465A">
        <w:t> :</w:t>
      </w:r>
    </w:p>
    <w:p w14:paraId="6F0C939E" w14:textId="07827FEA" w:rsidR="00E0544E" w:rsidRPr="007818BD" w:rsidRDefault="00E8465A" w:rsidP="00E0544E">
      <w:r>
        <w:lastRenderedPageBreak/>
        <w:t>« </w:t>
      </w:r>
      <w:r w:rsidR="00E0544E" w:rsidRPr="007818BD">
        <w:t>Ô prophète</w:t>
      </w:r>
      <w:r>
        <w:t xml:space="preserve"> ! </w:t>
      </w:r>
      <w:r w:rsidR="00E0544E" w:rsidRPr="007818BD">
        <w:t>ne m</w:t>
      </w:r>
      <w:r>
        <w:t>’</w:t>
      </w:r>
      <w:r w:rsidR="00E0544E" w:rsidRPr="007818BD">
        <w:t>exemptez pas</w:t>
      </w:r>
      <w:r>
        <w:t xml:space="preserve">, </w:t>
      </w:r>
      <w:r w:rsidR="00E0544E" w:rsidRPr="007818BD">
        <w:t>par flatterie</w:t>
      </w:r>
      <w:r>
        <w:t xml:space="preserve">, </w:t>
      </w:r>
      <w:r w:rsidR="00E0544E" w:rsidRPr="007818BD">
        <w:t>du sort de ces messieurs</w:t>
      </w:r>
      <w:r>
        <w:t xml:space="preserve">. </w:t>
      </w:r>
      <w:r w:rsidR="00E0544E" w:rsidRPr="007818BD">
        <w:t>N</w:t>
      </w:r>
      <w:r>
        <w:t>’</w:t>
      </w:r>
      <w:r w:rsidR="00E0544E" w:rsidRPr="007818BD">
        <w:t>aurai-je pas aussi mon rôle à jouer dans ce drame de vos rêves lugubres</w:t>
      </w:r>
      <w:r>
        <w:t> ? »</w:t>
      </w:r>
    </w:p>
    <w:p w14:paraId="77EC9F12" w14:textId="77777777" w:rsidR="00E8465A" w:rsidRDefault="00E0544E" w:rsidP="00E0544E">
      <w:r w:rsidRPr="007818BD">
        <w:t>À cette question</w:t>
      </w:r>
      <w:r w:rsidR="00E8465A">
        <w:t xml:space="preserve">, </w:t>
      </w:r>
      <w:r w:rsidRPr="007818BD">
        <w:t>le visage de Cazotte perdit son expression surnaturelle de terreur fatidique</w:t>
      </w:r>
      <w:r w:rsidR="00E8465A">
        <w:t xml:space="preserve"> ; </w:t>
      </w:r>
      <w:r w:rsidRPr="007818BD">
        <w:t>l</w:t>
      </w:r>
      <w:r w:rsidR="00E8465A">
        <w:t>’</w:t>
      </w:r>
      <w:r w:rsidRPr="007818BD">
        <w:t>ironie qui s</w:t>
      </w:r>
      <w:r w:rsidR="00E8465A">
        <w:t>’</w:t>
      </w:r>
      <w:r w:rsidRPr="007818BD">
        <w:t>y peignait le plus communément revint et pétilla dans ses yeux brillants</w:t>
      </w:r>
      <w:r w:rsidR="00E8465A">
        <w:t> :</w:t>
      </w:r>
    </w:p>
    <w:p w14:paraId="3E6977DF" w14:textId="77777777" w:rsidR="00E8465A" w:rsidRDefault="00E8465A" w:rsidP="00E0544E">
      <w:r>
        <w:t>« </w:t>
      </w:r>
      <w:r w:rsidR="00E0544E" w:rsidRPr="007818BD">
        <w:t>Oui</w:t>
      </w:r>
      <w:r>
        <w:t xml:space="preserve">, </w:t>
      </w:r>
      <w:r w:rsidR="00E0544E" w:rsidRPr="007818BD">
        <w:t>La Harpe</w:t>
      </w:r>
      <w:r>
        <w:t xml:space="preserve">, </w:t>
      </w:r>
      <w:r w:rsidR="00E0544E" w:rsidRPr="007818BD">
        <w:t>et votre rôle sera le plus prodigieux de tous</w:t>
      </w:r>
      <w:r>
        <w:t xml:space="preserve"> ; </w:t>
      </w:r>
      <w:r w:rsidR="00E0544E" w:rsidRPr="007818BD">
        <w:t>vous deviendrez</w:t>
      </w:r>
      <w:r>
        <w:t xml:space="preserve">… </w:t>
      </w:r>
      <w:r w:rsidR="00E0544E" w:rsidRPr="007818BD">
        <w:t>chrétien</w:t>
      </w:r>
      <w:r>
        <w:t>.</w:t>
      </w:r>
    </w:p>
    <w:p w14:paraId="01B4A93D" w14:textId="77777777" w:rsidR="00E8465A" w:rsidRDefault="00E0544E" w:rsidP="00E0544E">
      <w:r w:rsidRPr="007818BD">
        <w:t>C</w:t>
      </w:r>
      <w:r w:rsidR="00E8465A">
        <w:t>’</w:t>
      </w:r>
      <w:r w:rsidRPr="007818BD">
        <w:t>en était trop pour ce cercle tout à l</w:t>
      </w:r>
      <w:r w:rsidR="00E8465A">
        <w:t>’</w:t>
      </w:r>
      <w:r w:rsidRPr="007818BD">
        <w:t>heure grave et recuei</w:t>
      </w:r>
      <w:r w:rsidRPr="007818BD">
        <w:t>l</w:t>
      </w:r>
      <w:r w:rsidRPr="007818BD">
        <w:t>li</w:t>
      </w:r>
      <w:r w:rsidR="00E8465A">
        <w:t xml:space="preserve"> : </w:t>
      </w:r>
      <w:r w:rsidRPr="007818BD">
        <w:t>tous éclatèrent d</w:t>
      </w:r>
      <w:r w:rsidR="00E8465A">
        <w:t>’</w:t>
      </w:r>
      <w:r w:rsidRPr="007818BD">
        <w:t>un accès de rire</w:t>
      </w:r>
      <w:r w:rsidR="00E8465A">
        <w:t>-</w:t>
      </w:r>
      <w:r w:rsidRPr="007818BD">
        <w:t>immodéré</w:t>
      </w:r>
      <w:r w:rsidR="00E8465A">
        <w:t xml:space="preserve"> ; </w:t>
      </w:r>
      <w:r w:rsidRPr="007818BD">
        <w:t>et Cazotte</w:t>
      </w:r>
      <w:r w:rsidR="00E8465A">
        <w:t xml:space="preserve">, </w:t>
      </w:r>
      <w:r w:rsidRPr="007818BD">
        <w:t>comme épuisé par ses prédictions</w:t>
      </w:r>
      <w:r w:rsidR="00E8465A">
        <w:t xml:space="preserve">, </w:t>
      </w:r>
      <w:r w:rsidRPr="007818BD">
        <w:t>se renversa dans son fauteuil en respirant péniblement</w:t>
      </w:r>
      <w:r w:rsidR="00E8465A">
        <w:t>.</w:t>
      </w:r>
    </w:p>
    <w:p w14:paraId="1716E14B" w14:textId="35DA3613" w:rsidR="00E0544E" w:rsidRPr="007818BD" w:rsidRDefault="00E8465A" w:rsidP="00E0544E">
      <w:r>
        <w:t>« </w:t>
      </w:r>
      <w:r w:rsidR="00E0544E" w:rsidRPr="007818BD">
        <w:t>Maintenant</w:t>
      </w:r>
      <w:r>
        <w:t xml:space="preserve">, </w:t>
      </w:r>
      <w:r w:rsidR="00E0544E" w:rsidRPr="007818BD">
        <w:t xml:space="preserve">dit </w:t>
      </w:r>
      <w:r>
        <w:t>M</w:t>
      </w:r>
      <w:r w:rsidRPr="00E8465A">
        <w:rPr>
          <w:vertAlign w:val="superscript"/>
        </w:rPr>
        <w:t>me</w:t>
      </w:r>
      <w:r>
        <w:t> de </w:t>
      </w:r>
      <w:r w:rsidR="00E0544E" w:rsidRPr="007818BD">
        <w:t>G</w:t>
      </w:r>
      <w:r>
        <w:t xml:space="preserve">…, </w:t>
      </w:r>
      <w:r w:rsidR="00E0544E" w:rsidRPr="007818BD">
        <w:t>que vous avez fait tant de graves prédictions sur notre compte</w:t>
      </w:r>
      <w:r>
        <w:t xml:space="preserve">, </w:t>
      </w:r>
      <w:r w:rsidR="00E0544E" w:rsidRPr="007818BD">
        <w:t>il faut nous tirer aussi v</w:t>
      </w:r>
      <w:r w:rsidR="00E0544E" w:rsidRPr="007818BD">
        <w:t>o</w:t>
      </w:r>
      <w:r w:rsidR="00E0544E" w:rsidRPr="007818BD">
        <w:t>tre horoscope</w:t>
      </w:r>
      <w:r>
        <w:t>. »</w:t>
      </w:r>
    </w:p>
    <w:p w14:paraId="7FB5BE36" w14:textId="77777777" w:rsidR="00E8465A" w:rsidRDefault="00E0544E" w:rsidP="00E0544E">
      <w:r w:rsidRPr="007818BD">
        <w:t>Un frisson convulsif agita le prophète involontaire</w:t>
      </w:r>
      <w:r w:rsidR="00E8465A">
        <w:t xml:space="preserve">, </w:t>
      </w:r>
      <w:r w:rsidRPr="007818BD">
        <w:t>puis s</w:t>
      </w:r>
      <w:r w:rsidR="00E8465A">
        <w:t>’</w:t>
      </w:r>
      <w:r w:rsidRPr="007818BD">
        <w:t>évanouit et laissa sa physionomie éclairée par une expression de calme résignation</w:t>
      </w:r>
      <w:r w:rsidR="00E8465A">
        <w:t>.</w:t>
      </w:r>
    </w:p>
    <w:p w14:paraId="4C594E33" w14:textId="0ACD43FC" w:rsidR="00E8465A" w:rsidRDefault="00E8465A" w:rsidP="00E0544E">
      <w:r>
        <w:t>« </w:t>
      </w:r>
      <w:r w:rsidR="00E0544E" w:rsidRPr="007818BD">
        <w:t>Madame</w:t>
      </w:r>
      <w:r>
        <w:t xml:space="preserve">, </w:t>
      </w:r>
      <w:r w:rsidR="00E0544E" w:rsidRPr="007818BD">
        <w:t>dit-il après un long silence</w:t>
      </w:r>
      <w:r>
        <w:t xml:space="preserve">, </w:t>
      </w:r>
      <w:r w:rsidR="00E0544E" w:rsidRPr="007818BD">
        <w:t>pendant le siège de Jérusalem</w:t>
      </w:r>
      <w:r>
        <w:t xml:space="preserve">, </w:t>
      </w:r>
      <w:r w:rsidR="00E0544E" w:rsidRPr="007818BD">
        <w:t>un homme</w:t>
      </w:r>
      <w:r>
        <w:t xml:space="preserve">, </w:t>
      </w:r>
      <w:r w:rsidR="00E0544E" w:rsidRPr="007818BD">
        <w:t>nous dit l</w:t>
      </w:r>
      <w:r>
        <w:t>’</w:t>
      </w:r>
      <w:r w:rsidR="00E0544E" w:rsidRPr="007818BD">
        <w:t>historien</w:t>
      </w:r>
      <w:r>
        <w:t xml:space="preserve">, </w:t>
      </w:r>
      <w:r w:rsidR="00E0544E" w:rsidRPr="007818BD">
        <w:t>fit pendant sept jours consécutifs le tour des remparts en criant</w:t>
      </w:r>
      <w:r>
        <w:t> : « </w:t>
      </w:r>
      <w:r w:rsidR="00E0544E" w:rsidRPr="007818BD">
        <w:t>Malheur à toi</w:t>
      </w:r>
      <w:r>
        <w:t xml:space="preserve">, </w:t>
      </w:r>
      <w:r w:rsidR="00E0544E" w:rsidRPr="007818BD">
        <w:t>Jérusalem</w:t>
      </w:r>
      <w:r>
        <w:t xml:space="preserve"> ! </w:t>
      </w:r>
      <w:r w:rsidR="00E0544E" w:rsidRPr="007818BD">
        <w:t>Malheur à moi-même</w:t>
      </w:r>
      <w:r>
        <w:t> ! »</w:t>
      </w:r>
    </w:p>
    <w:p w14:paraId="48909317" w14:textId="77777777" w:rsidR="00E8465A" w:rsidRDefault="00E8465A" w:rsidP="00E0544E">
      <w:r>
        <w:t>— </w:t>
      </w:r>
      <w:r w:rsidR="00E0544E" w:rsidRPr="007818BD">
        <w:t>Eh bien</w:t>
      </w:r>
      <w:r>
        <w:t> !</w:t>
      </w:r>
    </w:p>
    <w:p w14:paraId="47A8E6A6" w14:textId="7A4F2021" w:rsidR="00E0544E" w:rsidRPr="007818BD" w:rsidRDefault="00E8465A" w:rsidP="00E0544E">
      <w:r>
        <w:t>— </w:t>
      </w:r>
      <w:r w:rsidR="00E0544E" w:rsidRPr="007818BD">
        <w:t>Et le septième jour</w:t>
      </w:r>
      <w:r>
        <w:t xml:space="preserve">, </w:t>
      </w:r>
      <w:r w:rsidR="00E0544E" w:rsidRPr="007818BD">
        <w:t>pendant qu</w:t>
      </w:r>
      <w:r>
        <w:t>’</w:t>
      </w:r>
      <w:r w:rsidR="00E0544E" w:rsidRPr="007818BD">
        <w:t>il criait ainsi</w:t>
      </w:r>
      <w:r>
        <w:t xml:space="preserve">, </w:t>
      </w:r>
      <w:r w:rsidR="00E0544E" w:rsidRPr="007818BD">
        <w:t>une pierre lancée par les machines des Romains le réduisit en atomes</w:t>
      </w:r>
      <w:r>
        <w:t>. »</w:t>
      </w:r>
    </w:p>
    <w:p w14:paraId="3E2458E8" w14:textId="77777777" w:rsidR="00E8465A" w:rsidRDefault="00E0544E" w:rsidP="00E0544E">
      <w:r w:rsidRPr="007818BD">
        <w:lastRenderedPageBreak/>
        <w:t>Là-dessus</w:t>
      </w:r>
      <w:r w:rsidR="00E8465A">
        <w:t xml:space="preserve">. </w:t>
      </w:r>
      <w:r w:rsidRPr="007818BD">
        <w:t>Cazotte se leva</w:t>
      </w:r>
      <w:r w:rsidR="00E8465A">
        <w:t xml:space="preserve"> ; </w:t>
      </w:r>
      <w:r w:rsidRPr="007818BD">
        <w:t>et les convives saisis</w:t>
      </w:r>
      <w:r w:rsidR="00E8465A">
        <w:t xml:space="preserve">, </w:t>
      </w:r>
      <w:r w:rsidRPr="007818BD">
        <w:t>malgré eux</w:t>
      </w:r>
      <w:r w:rsidR="00E8465A">
        <w:t xml:space="preserve">, </w:t>
      </w:r>
      <w:r w:rsidRPr="007818BD">
        <w:t>de terreur</w:t>
      </w:r>
      <w:r w:rsidR="00E8465A">
        <w:t xml:space="preserve">, </w:t>
      </w:r>
      <w:r w:rsidRPr="007818BD">
        <w:t>se sép</w:t>
      </w:r>
      <w:r w:rsidRPr="007818BD">
        <w:t>a</w:t>
      </w:r>
      <w:r w:rsidRPr="007818BD">
        <w:t>rèrent bientôt après son départ</w:t>
      </w:r>
      <w:r w:rsidR="00E8465A">
        <w:t>.</w:t>
      </w:r>
    </w:p>
    <w:p w14:paraId="1EB90FA5" w14:textId="77777777" w:rsidR="00E8465A" w:rsidRDefault="00E0544E" w:rsidP="00E8465A">
      <w:pPr>
        <w:pStyle w:val="Titre2"/>
        <w:pageBreakBefore/>
      </w:pPr>
      <w:bookmarkStart w:id="7" w:name="_Toc199963056"/>
      <w:r w:rsidRPr="007818BD">
        <w:lastRenderedPageBreak/>
        <w:t>CHAPITRE</w:t>
      </w:r>
      <w:r w:rsidR="00E8465A">
        <w:t xml:space="preserve"> </w:t>
      </w:r>
      <w:r w:rsidRPr="007818BD">
        <w:t>VII</w:t>
      </w:r>
      <w:r w:rsidR="00E8465A">
        <w:t>.</w:t>
      </w:r>
      <w:bookmarkEnd w:id="7"/>
    </w:p>
    <w:p w14:paraId="3415E05A" w14:textId="77777777" w:rsidR="00E8465A" w:rsidRDefault="00E0544E" w:rsidP="00E0544E">
      <w:pPr>
        <w:pStyle w:val="Taille-1RetraitGauche4XIndent0"/>
        <w:rPr>
          <w:rStyle w:val="Taille-1Caracteres"/>
        </w:rPr>
      </w:pPr>
      <w:r w:rsidRPr="007818BD">
        <w:rPr>
          <w:rStyle w:val="Taille-1Caracteres"/>
        </w:rPr>
        <w:t>Qui donc t</w:t>
      </w:r>
      <w:r w:rsidR="00E8465A">
        <w:rPr>
          <w:rStyle w:val="Taille-1Caracteres"/>
        </w:rPr>
        <w:t>’</w:t>
      </w:r>
      <w:r w:rsidRPr="007818BD">
        <w:rPr>
          <w:rStyle w:val="Taille-1Caracteres"/>
        </w:rPr>
        <w:t>a donné la mission d</w:t>
      </w:r>
      <w:r w:rsidR="00E8465A">
        <w:rPr>
          <w:rStyle w:val="Taille-1Caracteres"/>
        </w:rPr>
        <w:t>’</w:t>
      </w:r>
      <w:r w:rsidRPr="007818BD">
        <w:rPr>
          <w:rStyle w:val="Taille-1Caracteres"/>
        </w:rPr>
        <w:t>annoncer au pe</w:t>
      </w:r>
      <w:r w:rsidRPr="007818BD">
        <w:rPr>
          <w:rStyle w:val="Taille-1Caracteres"/>
        </w:rPr>
        <w:t>u</w:t>
      </w:r>
      <w:r w:rsidRPr="007818BD">
        <w:rPr>
          <w:rStyle w:val="Taille-1Caracteres"/>
        </w:rPr>
        <w:t>ple que la divinité n</w:t>
      </w:r>
      <w:r w:rsidR="00E8465A">
        <w:rPr>
          <w:rStyle w:val="Taille-1Caracteres"/>
        </w:rPr>
        <w:t>’</w:t>
      </w:r>
      <w:r w:rsidRPr="007818BD">
        <w:rPr>
          <w:rStyle w:val="Taille-1Caracteres"/>
        </w:rPr>
        <w:t>existe pas</w:t>
      </w:r>
      <w:r w:rsidR="00E8465A">
        <w:rPr>
          <w:rStyle w:val="Taille-1Caracteres"/>
        </w:rPr>
        <w:t xml:space="preserve"> ? </w:t>
      </w:r>
      <w:r w:rsidRPr="007818BD">
        <w:rPr>
          <w:rStyle w:val="Taille-1Caracteres"/>
        </w:rPr>
        <w:t>Quel avantage trouves-tu à persuader à l</w:t>
      </w:r>
      <w:r w:rsidR="00E8465A">
        <w:rPr>
          <w:rStyle w:val="Taille-1Caracteres"/>
        </w:rPr>
        <w:t>’</w:t>
      </w:r>
      <w:r w:rsidRPr="007818BD">
        <w:rPr>
          <w:rStyle w:val="Taille-1Caracteres"/>
        </w:rPr>
        <w:t xml:space="preserve">homme </w:t>
      </w:r>
      <w:r w:rsidR="00E8465A">
        <w:rPr>
          <w:rStyle w:val="Taille-1Caracteres"/>
        </w:rPr>
        <w:t>« </w:t>
      </w:r>
      <w:r w:rsidRPr="007818BD">
        <w:rPr>
          <w:rStyle w:val="Taille-1Caracteres"/>
        </w:rPr>
        <w:t>qu</w:t>
      </w:r>
      <w:r w:rsidR="00E8465A">
        <w:rPr>
          <w:rStyle w:val="Taille-1Caracteres"/>
        </w:rPr>
        <w:t>’</w:t>
      </w:r>
      <w:r w:rsidRPr="007818BD">
        <w:rPr>
          <w:rStyle w:val="Taille-1Caracteres"/>
        </w:rPr>
        <w:t>une force aveugle préside à ses destinées et frappe au hasard le crime et la ve</w:t>
      </w:r>
      <w:r w:rsidRPr="007818BD">
        <w:rPr>
          <w:rStyle w:val="Taille-1Caracteres"/>
        </w:rPr>
        <w:t>r</w:t>
      </w:r>
      <w:r w:rsidRPr="007818BD">
        <w:rPr>
          <w:rStyle w:val="Taille-1Caracteres"/>
        </w:rPr>
        <w:t>tu</w:t>
      </w:r>
      <w:r w:rsidR="00E8465A">
        <w:rPr>
          <w:rStyle w:val="Taille-1Caracteres"/>
        </w:rPr>
        <w:t> ?</w:t>
      </w:r>
    </w:p>
    <w:p w14:paraId="3DE02DB1" w14:textId="3FE02815" w:rsidR="00E8465A" w:rsidRDefault="00E8465A" w:rsidP="00E0544E">
      <w:pPr>
        <w:jc w:val="right"/>
        <w:rPr>
          <w:rStyle w:val="Taille-1Caracteres"/>
        </w:rPr>
      </w:pPr>
      <w:r>
        <w:rPr>
          <w:rStyle w:val="Taille-1Caracteres"/>
        </w:rPr>
        <w:t>(</w:t>
      </w:r>
      <w:r w:rsidR="00E0544E" w:rsidRPr="007818BD">
        <w:rPr>
          <w:rStyle w:val="Taille-1Caracteres"/>
        </w:rPr>
        <w:t>ROBESPIERRE</w:t>
      </w:r>
      <w:r>
        <w:rPr>
          <w:rStyle w:val="Taille-1Caracteres"/>
        </w:rPr>
        <w:t xml:space="preserve">, </w:t>
      </w:r>
      <w:r w:rsidR="00E0544E" w:rsidRPr="00AF32C9">
        <w:rPr>
          <w:rStyle w:val="Taille-1Caracteres"/>
          <w:i/>
        </w:rPr>
        <w:t>Discours</w:t>
      </w:r>
      <w:r>
        <w:rPr>
          <w:rStyle w:val="Taille-1Caracteres"/>
        </w:rPr>
        <w:t xml:space="preserve">, </w:t>
      </w:r>
      <w:r w:rsidRPr="007818BD">
        <w:rPr>
          <w:rStyle w:val="Taille-1Caracteres"/>
        </w:rPr>
        <w:t>7</w:t>
      </w:r>
      <w:r>
        <w:rPr>
          <w:rStyle w:val="Taille-1Caracteres"/>
        </w:rPr>
        <w:t> </w:t>
      </w:r>
      <w:r w:rsidRPr="007818BD">
        <w:rPr>
          <w:rStyle w:val="Taille-1Caracteres"/>
        </w:rPr>
        <w:t>mai</w:t>
      </w:r>
      <w:r w:rsidR="00E0544E" w:rsidRPr="007818BD">
        <w:rPr>
          <w:rStyle w:val="Taille-1Caracteres"/>
        </w:rPr>
        <w:t xml:space="preserve"> 1794</w:t>
      </w:r>
      <w:r>
        <w:rPr>
          <w:rStyle w:val="Taille-1Caracteres"/>
        </w:rPr>
        <w:t>.)</w:t>
      </w:r>
    </w:p>
    <w:p w14:paraId="79C28CE9" w14:textId="77777777" w:rsidR="00E8465A" w:rsidRDefault="00E0544E" w:rsidP="00E0544E">
      <w:r w:rsidRPr="007818BD">
        <w:t>Il était près de minuit quand l</w:t>
      </w:r>
      <w:r w:rsidR="00E8465A">
        <w:t>’</w:t>
      </w:r>
      <w:r w:rsidRPr="007818BD">
        <w:t>étranger regagna son log</w:t>
      </w:r>
      <w:r w:rsidRPr="007818BD">
        <w:t>e</w:t>
      </w:r>
      <w:r w:rsidRPr="007818BD">
        <w:t>ment</w:t>
      </w:r>
      <w:r w:rsidR="00E8465A">
        <w:t xml:space="preserve">, </w:t>
      </w:r>
      <w:r w:rsidRPr="007818BD">
        <w:t>était situé dans une de ces vastes demeures qu</w:t>
      </w:r>
      <w:r w:rsidR="00E8465A">
        <w:t>’</w:t>
      </w:r>
      <w:r w:rsidRPr="007818BD">
        <w:t>on peut appeler des abrégés de Paris</w:t>
      </w:r>
      <w:r w:rsidR="00E8465A">
        <w:t xml:space="preserve">. </w:t>
      </w:r>
      <w:r w:rsidRPr="007818BD">
        <w:t>Les caves en étaient occupées par des ouvriers voisins de l</w:t>
      </w:r>
      <w:r w:rsidR="00E8465A">
        <w:t>’</w:t>
      </w:r>
      <w:r w:rsidRPr="007818BD">
        <w:t>indigence</w:t>
      </w:r>
      <w:r w:rsidR="00E8465A">
        <w:t xml:space="preserve">, </w:t>
      </w:r>
      <w:r w:rsidRPr="007818BD">
        <w:t>souvent par des proscrits ou des v</w:t>
      </w:r>
      <w:r w:rsidRPr="007818BD">
        <w:t>a</w:t>
      </w:r>
      <w:r w:rsidRPr="007818BD">
        <w:t>gabonds qui cherchaient à fuir la justice</w:t>
      </w:r>
      <w:r w:rsidR="00E8465A">
        <w:t xml:space="preserve">, </w:t>
      </w:r>
      <w:r w:rsidRPr="007818BD">
        <w:t>souvent encore par quelque écrivain avar</w:t>
      </w:r>
      <w:r w:rsidRPr="007818BD">
        <w:t>i</w:t>
      </w:r>
      <w:r w:rsidRPr="007818BD">
        <w:t>cieux</w:t>
      </w:r>
      <w:r w:rsidR="00E8465A">
        <w:t xml:space="preserve">, </w:t>
      </w:r>
      <w:r w:rsidRPr="007818BD">
        <w:t>qui</w:t>
      </w:r>
      <w:r w:rsidR="00E8465A">
        <w:t xml:space="preserve">, </w:t>
      </w:r>
      <w:r w:rsidRPr="007818BD">
        <w:t>après avoir semé parmi le peuple les doctrines les plus subversives</w:t>
      </w:r>
      <w:r w:rsidR="00E8465A">
        <w:t xml:space="preserve">, </w:t>
      </w:r>
      <w:r w:rsidRPr="007818BD">
        <w:t>ou les libelles les plus</w:t>
      </w:r>
      <w:r w:rsidR="00E8465A">
        <w:t xml:space="preserve">, </w:t>
      </w:r>
      <w:r w:rsidRPr="007818BD">
        <w:t>virulents sur le clergé</w:t>
      </w:r>
      <w:r w:rsidR="00E8465A">
        <w:t xml:space="preserve">, </w:t>
      </w:r>
      <w:r w:rsidRPr="007818BD">
        <w:t>les ministres ou le roi</w:t>
      </w:r>
      <w:r w:rsidR="00E8465A">
        <w:t xml:space="preserve">, </w:t>
      </w:r>
      <w:r w:rsidRPr="007818BD">
        <w:t>venait chercher parmi les rats un asile contre cette persécution qui s</w:t>
      </w:r>
      <w:r w:rsidR="00E8465A">
        <w:t>’</w:t>
      </w:r>
      <w:r w:rsidRPr="007818BD">
        <w:t>acharne après la vertu</w:t>
      </w:r>
      <w:r w:rsidR="00E8465A">
        <w:t xml:space="preserve">. </w:t>
      </w:r>
      <w:r w:rsidRPr="007818BD">
        <w:t>Le rez-de-chaussée consistait en boutiques</w:t>
      </w:r>
      <w:r w:rsidR="00E8465A">
        <w:t xml:space="preserve">, </w:t>
      </w:r>
      <w:r w:rsidRPr="007818BD">
        <w:t>l</w:t>
      </w:r>
      <w:r w:rsidR="00E8465A">
        <w:t>’</w:t>
      </w:r>
      <w:proofErr w:type="spellStart"/>
      <w:r w:rsidRPr="007818BD">
        <w:t>entre-sol</w:t>
      </w:r>
      <w:proofErr w:type="spellEnd"/>
      <w:r w:rsidRPr="007818BD">
        <w:t xml:space="preserve"> était habité par des artistes</w:t>
      </w:r>
      <w:r w:rsidR="00E8465A">
        <w:t xml:space="preserve">, </w:t>
      </w:r>
      <w:r w:rsidRPr="007818BD">
        <w:t>les étages principaux par la noblesse</w:t>
      </w:r>
      <w:r w:rsidR="00E8465A">
        <w:t xml:space="preserve">, </w:t>
      </w:r>
      <w:r w:rsidRPr="007818BD">
        <w:t>et les mansardes par des artisans ou des grisettes</w:t>
      </w:r>
      <w:r w:rsidR="00E8465A">
        <w:t>.</w:t>
      </w:r>
    </w:p>
    <w:p w14:paraId="472B277A" w14:textId="77777777" w:rsidR="00E8465A" w:rsidRDefault="00E0544E" w:rsidP="00E0544E">
      <w:r w:rsidRPr="007818BD">
        <w:t>Au moment où l</w:t>
      </w:r>
      <w:r w:rsidR="00E8465A">
        <w:t>’</w:t>
      </w:r>
      <w:r w:rsidRPr="007818BD">
        <w:t>étranger montait l</w:t>
      </w:r>
      <w:r w:rsidR="00E8465A">
        <w:t>’</w:t>
      </w:r>
      <w:r w:rsidRPr="007818BD">
        <w:t>escalier</w:t>
      </w:r>
      <w:r w:rsidR="00E8465A">
        <w:t xml:space="preserve">, </w:t>
      </w:r>
      <w:r w:rsidRPr="007818BD">
        <w:t>un jeune homme</w:t>
      </w:r>
      <w:r w:rsidR="00E8465A">
        <w:t xml:space="preserve">, </w:t>
      </w:r>
      <w:r w:rsidRPr="007818BD">
        <w:t>d</w:t>
      </w:r>
      <w:r w:rsidR="00E8465A">
        <w:t>’</w:t>
      </w:r>
      <w:r w:rsidRPr="007818BD">
        <w:t>une figure et d</w:t>
      </w:r>
      <w:r w:rsidR="00E8465A">
        <w:t>’</w:t>
      </w:r>
      <w:r w:rsidRPr="007818BD">
        <w:t>une apparence qui étaient loin de pr</w:t>
      </w:r>
      <w:r w:rsidRPr="007818BD">
        <w:t>é</w:t>
      </w:r>
      <w:r w:rsidRPr="007818BD">
        <w:t>venir en sa faveur</w:t>
      </w:r>
      <w:r w:rsidR="00E8465A">
        <w:t xml:space="preserve">, </w:t>
      </w:r>
      <w:r w:rsidRPr="007818BD">
        <w:t>sortit par une porte de l</w:t>
      </w:r>
      <w:r w:rsidR="00E8465A">
        <w:t>’</w:t>
      </w:r>
      <w:proofErr w:type="spellStart"/>
      <w:r w:rsidRPr="007818BD">
        <w:t>entre-sol</w:t>
      </w:r>
      <w:proofErr w:type="spellEnd"/>
      <w:r w:rsidRPr="007818BD">
        <w:t xml:space="preserve"> et passa rapidement devant lui</w:t>
      </w:r>
      <w:r w:rsidR="00E8465A">
        <w:t xml:space="preserve">. </w:t>
      </w:r>
      <w:r w:rsidRPr="007818BD">
        <w:t>Son regard était furtif</w:t>
      </w:r>
      <w:r w:rsidR="00E8465A">
        <w:t xml:space="preserve">, </w:t>
      </w:r>
      <w:r w:rsidRPr="007818BD">
        <w:t>sinistre</w:t>
      </w:r>
      <w:r w:rsidR="00E8465A">
        <w:t xml:space="preserve">, </w:t>
      </w:r>
      <w:r w:rsidRPr="007818BD">
        <w:t xml:space="preserve">féroce et timoré </w:t>
      </w:r>
      <w:proofErr w:type="spellStart"/>
      <w:r w:rsidRPr="007818BD">
        <w:t>tout</w:t>
      </w:r>
      <w:proofErr w:type="spellEnd"/>
      <w:r w:rsidRPr="007818BD">
        <w:t xml:space="preserve"> ensemble</w:t>
      </w:r>
      <w:r w:rsidR="00E8465A">
        <w:t xml:space="preserve">. </w:t>
      </w:r>
      <w:r w:rsidRPr="007818BD">
        <w:t>Son visage était d</w:t>
      </w:r>
      <w:r w:rsidR="00E8465A">
        <w:t>’</w:t>
      </w:r>
      <w:r w:rsidRPr="007818BD">
        <w:t>une pâleur livide</w:t>
      </w:r>
      <w:r w:rsidR="00E8465A">
        <w:t xml:space="preserve">, </w:t>
      </w:r>
      <w:r w:rsidRPr="007818BD">
        <w:t>et ses traits bouleversés tremblaient convulsivement</w:t>
      </w:r>
      <w:r w:rsidR="00E8465A">
        <w:t xml:space="preserve">. </w:t>
      </w:r>
      <w:r w:rsidRPr="007818BD">
        <w:t>L</w:t>
      </w:r>
      <w:r w:rsidR="00E8465A">
        <w:t>’</w:t>
      </w:r>
      <w:r w:rsidRPr="007818BD">
        <w:t>étranger s</w:t>
      </w:r>
      <w:r w:rsidR="00E8465A">
        <w:t>’</w:t>
      </w:r>
      <w:r w:rsidRPr="007818BD">
        <w:t>arrêta et observa attentivement le jeune homme dans sa cou</w:t>
      </w:r>
      <w:r w:rsidRPr="007818BD">
        <w:t>r</w:t>
      </w:r>
      <w:r w:rsidRPr="007818BD">
        <w:t>se</w:t>
      </w:r>
      <w:r w:rsidR="00E8465A">
        <w:t xml:space="preserve">. </w:t>
      </w:r>
      <w:r w:rsidRPr="007818BD">
        <w:t>Pendant qu</w:t>
      </w:r>
      <w:r w:rsidR="00E8465A">
        <w:t>’</w:t>
      </w:r>
      <w:r w:rsidRPr="007818BD">
        <w:t>il était ainsi debout et immobile</w:t>
      </w:r>
      <w:r w:rsidR="00E8465A">
        <w:t xml:space="preserve">, </w:t>
      </w:r>
      <w:r w:rsidRPr="007818BD">
        <w:t>il entendit un gémissement dans la chambre qui venait de s</w:t>
      </w:r>
      <w:r w:rsidR="00E8465A">
        <w:t>’</w:t>
      </w:r>
      <w:r w:rsidRPr="007818BD">
        <w:t>ouvrir</w:t>
      </w:r>
      <w:r w:rsidR="00E8465A">
        <w:t xml:space="preserve"> : </w:t>
      </w:r>
      <w:r w:rsidRPr="007818BD">
        <w:t>la porte en avait été tirée vi</w:t>
      </w:r>
      <w:r w:rsidRPr="007818BD">
        <w:t>o</w:t>
      </w:r>
      <w:r w:rsidRPr="007818BD">
        <w:t>lemment et à la hâte</w:t>
      </w:r>
      <w:r w:rsidR="00E8465A">
        <w:t xml:space="preserve"> ; </w:t>
      </w:r>
      <w:r w:rsidRPr="007818BD">
        <w:lastRenderedPageBreak/>
        <w:t>mais un léger obstacle</w:t>
      </w:r>
      <w:r w:rsidR="00E8465A">
        <w:t xml:space="preserve">, </w:t>
      </w:r>
      <w:r w:rsidRPr="007818BD">
        <w:t>peut-être un copeau</w:t>
      </w:r>
      <w:r w:rsidR="00E8465A">
        <w:t xml:space="preserve">, </w:t>
      </w:r>
      <w:r w:rsidRPr="007818BD">
        <w:t>l</w:t>
      </w:r>
      <w:r w:rsidR="00E8465A">
        <w:t>’</w:t>
      </w:r>
      <w:r w:rsidRPr="007818BD">
        <w:t>avait empêchée de se refermer compl</w:t>
      </w:r>
      <w:r w:rsidRPr="007818BD">
        <w:t>è</w:t>
      </w:r>
      <w:r w:rsidRPr="007818BD">
        <w:t>tement</w:t>
      </w:r>
      <w:r w:rsidR="00E8465A">
        <w:t xml:space="preserve">. </w:t>
      </w:r>
      <w:r w:rsidRPr="007818BD">
        <w:t>L</w:t>
      </w:r>
      <w:r w:rsidR="00E8465A">
        <w:t>’</w:t>
      </w:r>
      <w:r w:rsidRPr="007818BD">
        <w:t>inconnu la poussa et entra</w:t>
      </w:r>
      <w:r w:rsidR="00E8465A">
        <w:t xml:space="preserve">. </w:t>
      </w:r>
      <w:r w:rsidRPr="007818BD">
        <w:t>Il traversa une petite ant</w:t>
      </w:r>
      <w:r w:rsidRPr="007818BD">
        <w:t>i</w:t>
      </w:r>
      <w:r w:rsidRPr="007818BD">
        <w:t>chambre</w:t>
      </w:r>
      <w:r w:rsidR="00E8465A">
        <w:t xml:space="preserve">, </w:t>
      </w:r>
      <w:r w:rsidRPr="007818BD">
        <w:t>chétivement meublée</w:t>
      </w:r>
      <w:r w:rsidR="00E8465A">
        <w:t xml:space="preserve">, </w:t>
      </w:r>
      <w:r w:rsidRPr="007818BD">
        <w:t>et se trouva dans une chambre à coucher mesquine et sordide</w:t>
      </w:r>
      <w:r w:rsidR="00E8465A">
        <w:t xml:space="preserve">. </w:t>
      </w:r>
      <w:r w:rsidRPr="007818BD">
        <w:t>Étendu sur le lit</w:t>
      </w:r>
      <w:r w:rsidR="00E8465A">
        <w:t xml:space="preserve">, </w:t>
      </w:r>
      <w:r w:rsidRPr="007818BD">
        <w:t>et se tordant de douleur</w:t>
      </w:r>
      <w:r w:rsidR="00E8465A">
        <w:t xml:space="preserve">, </w:t>
      </w:r>
      <w:r w:rsidRPr="007818BD">
        <w:t>gisait un vieillard</w:t>
      </w:r>
      <w:r w:rsidR="00E8465A">
        <w:t xml:space="preserve">. </w:t>
      </w:r>
      <w:r w:rsidRPr="007818BD">
        <w:t>Une seule lumière éclairait la pièce et jetait sa lueur indécise sur le visage ridé et cadavéreux du m</w:t>
      </w:r>
      <w:r w:rsidRPr="007818BD">
        <w:t>a</w:t>
      </w:r>
      <w:r w:rsidRPr="007818BD">
        <w:t>lade</w:t>
      </w:r>
      <w:r w:rsidR="00E8465A">
        <w:t xml:space="preserve">. </w:t>
      </w:r>
      <w:r w:rsidRPr="007818BD">
        <w:t>Personne ne veillait auprès de lui</w:t>
      </w:r>
      <w:r w:rsidR="00E8465A">
        <w:t xml:space="preserve"> ; </w:t>
      </w:r>
      <w:r w:rsidRPr="007818BD">
        <w:t>il semblait qu</w:t>
      </w:r>
      <w:r w:rsidR="00E8465A">
        <w:t>’</w:t>
      </w:r>
      <w:r w:rsidRPr="007818BD">
        <w:t>on l</w:t>
      </w:r>
      <w:r w:rsidR="00E8465A">
        <w:t>’</w:t>
      </w:r>
      <w:r w:rsidRPr="007818BD">
        <w:t>eût laissé là pour re</w:t>
      </w:r>
      <w:r w:rsidRPr="007818BD">
        <w:t>n</w:t>
      </w:r>
      <w:r w:rsidRPr="007818BD">
        <w:t>dre dans la solitude son dernier soupir</w:t>
      </w:r>
      <w:r w:rsidR="00E8465A">
        <w:t>.</w:t>
      </w:r>
    </w:p>
    <w:p w14:paraId="7DACC51E" w14:textId="37A4C520" w:rsidR="00E0544E" w:rsidRPr="007818BD" w:rsidRDefault="00E8465A" w:rsidP="00E0544E">
      <w:r>
        <w:t>« </w:t>
      </w:r>
      <w:r w:rsidR="00E0544E" w:rsidRPr="007818BD">
        <w:t>De l</w:t>
      </w:r>
      <w:r>
        <w:t>’</w:t>
      </w:r>
      <w:r w:rsidR="00E0544E" w:rsidRPr="007818BD">
        <w:t>eau</w:t>
      </w:r>
      <w:r>
        <w:t xml:space="preserve">, </w:t>
      </w:r>
      <w:r w:rsidR="00E0544E" w:rsidRPr="007818BD">
        <w:t>dit-il avec un faible gémissement</w:t>
      </w:r>
      <w:r>
        <w:t xml:space="preserve">, </w:t>
      </w:r>
      <w:r w:rsidR="00E0544E" w:rsidRPr="007818BD">
        <w:t>de l</w:t>
      </w:r>
      <w:r>
        <w:t>’</w:t>
      </w:r>
      <w:r w:rsidR="00E0544E" w:rsidRPr="007818BD">
        <w:t>eau</w:t>
      </w:r>
      <w:r>
        <w:t xml:space="preserve"> ; </w:t>
      </w:r>
      <w:r w:rsidR="00E0544E" w:rsidRPr="007818BD">
        <w:t>la soif me dévore</w:t>
      </w:r>
      <w:r>
        <w:t xml:space="preserve">… </w:t>
      </w:r>
      <w:r w:rsidR="00E0544E" w:rsidRPr="007818BD">
        <w:t>je br</w:t>
      </w:r>
      <w:r w:rsidR="00E0544E" w:rsidRPr="007818BD">
        <w:t>û</w:t>
      </w:r>
      <w:r w:rsidR="00E0544E" w:rsidRPr="007818BD">
        <w:t>le</w:t>
      </w:r>
      <w:r>
        <w:t>. »</w:t>
      </w:r>
    </w:p>
    <w:p w14:paraId="6CBE712C" w14:textId="77777777" w:rsidR="00E8465A" w:rsidRDefault="00E0544E" w:rsidP="00E0544E">
      <w:r w:rsidRPr="007818BD">
        <w:t>Le nouveau venu s</w:t>
      </w:r>
      <w:r w:rsidR="00E8465A">
        <w:t>’</w:t>
      </w:r>
      <w:r w:rsidRPr="007818BD">
        <w:t>approcha du lit</w:t>
      </w:r>
      <w:r w:rsidR="00E8465A">
        <w:t xml:space="preserve">, </w:t>
      </w:r>
      <w:r w:rsidRPr="007818BD">
        <w:t>se pencha sur le mor</w:t>
      </w:r>
      <w:r w:rsidRPr="007818BD">
        <w:t>i</w:t>
      </w:r>
      <w:r w:rsidRPr="007818BD">
        <w:t>bond et lui prit la main</w:t>
      </w:r>
      <w:r w:rsidR="00E8465A">
        <w:t>.</w:t>
      </w:r>
    </w:p>
    <w:p w14:paraId="3F82BA00" w14:textId="5D965EC4" w:rsidR="00E0544E" w:rsidRPr="007818BD" w:rsidRDefault="00E8465A" w:rsidP="00E0544E">
      <w:r>
        <w:t>« </w:t>
      </w:r>
      <w:r w:rsidR="00E0544E" w:rsidRPr="007818BD">
        <w:t>Sois béni</w:t>
      </w:r>
      <w:r>
        <w:t xml:space="preserve">, </w:t>
      </w:r>
      <w:r w:rsidR="00E0544E" w:rsidRPr="007818BD">
        <w:t>Jean</w:t>
      </w:r>
      <w:r>
        <w:t xml:space="preserve"> ! </w:t>
      </w:r>
      <w:r w:rsidR="00E0544E" w:rsidRPr="007818BD">
        <w:t>sois béni</w:t>
      </w:r>
      <w:r>
        <w:t xml:space="preserve"> ! </w:t>
      </w:r>
      <w:r w:rsidR="00E0544E" w:rsidRPr="007818BD">
        <w:t>dit le malade</w:t>
      </w:r>
      <w:r>
        <w:t xml:space="preserve"> ; </w:t>
      </w:r>
      <w:r w:rsidR="00E0544E" w:rsidRPr="007818BD">
        <w:t>as-tu déjà r</w:t>
      </w:r>
      <w:r w:rsidR="00E0544E" w:rsidRPr="007818BD">
        <w:t>a</w:t>
      </w:r>
      <w:r w:rsidR="00E0544E" w:rsidRPr="007818BD">
        <w:t>mené le médecin</w:t>
      </w:r>
      <w:r>
        <w:t xml:space="preserve"> ? </w:t>
      </w:r>
      <w:r w:rsidR="00E0544E" w:rsidRPr="007818BD">
        <w:t>Je suis pauvre</w:t>
      </w:r>
      <w:r>
        <w:t xml:space="preserve">, </w:t>
      </w:r>
      <w:r w:rsidR="00E0544E" w:rsidRPr="007818BD">
        <w:t>monsieur</w:t>
      </w:r>
      <w:r>
        <w:t xml:space="preserve">, </w:t>
      </w:r>
      <w:r w:rsidR="00E0544E" w:rsidRPr="007818BD">
        <w:t>mais je vous pay</w:t>
      </w:r>
      <w:r w:rsidR="00E0544E" w:rsidRPr="007818BD">
        <w:t>e</w:t>
      </w:r>
      <w:r w:rsidR="00E0544E" w:rsidRPr="007818BD">
        <w:t>rai bien</w:t>
      </w:r>
      <w:r>
        <w:t xml:space="preserve">. </w:t>
      </w:r>
      <w:r w:rsidR="00E0544E" w:rsidRPr="007818BD">
        <w:t>Je ne voudrais pas mourir encore</w:t>
      </w:r>
      <w:r>
        <w:t xml:space="preserve">, </w:t>
      </w:r>
      <w:r w:rsidR="00E0544E" w:rsidRPr="007818BD">
        <w:t>à ca</w:t>
      </w:r>
      <w:r w:rsidR="00E0544E" w:rsidRPr="007818BD">
        <w:t>u</w:t>
      </w:r>
      <w:r w:rsidR="00E0544E" w:rsidRPr="007818BD">
        <w:t>se de ce jeune homme</w:t>
      </w:r>
      <w:r>
        <w:t>. »</w:t>
      </w:r>
    </w:p>
    <w:p w14:paraId="223D650E" w14:textId="77777777" w:rsidR="00E8465A" w:rsidRDefault="00E0544E" w:rsidP="00E0544E">
      <w:r w:rsidRPr="007818BD">
        <w:t>Il se dressa dans son lit</w:t>
      </w:r>
      <w:r w:rsidR="00E8465A">
        <w:t xml:space="preserve">, </w:t>
      </w:r>
      <w:r w:rsidRPr="007818BD">
        <w:t>et fixa avec anxiété sur l</w:t>
      </w:r>
      <w:r w:rsidR="00E8465A">
        <w:t>’</w:t>
      </w:r>
      <w:r w:rsidRPr="007818BD">
        <w:t>étranger ses yeux éteints</w:t>
      </w:r>
      <w:r w:rsidR="00E8465A">
        <w:t>.</w:t>
      </w:r>
    </w:p>
    <w:p w14:paraId="32E8EAFA" w14:textId="77777777" w:rsidR="00E8465A" w:rsidRDefault="00E8465A" w:rsidP="00E0544E">
      <w:r>
        <w:t>« </w:t>
      </w:r>
      <w:r w:rsidR="00E0544E" w:rsidRPr="007818BD">
        <w:t>Que ressentez-vous</w:t>
      </w:r>
      <w:r>
        <w:t xml:space="preserve"> ? </w:t>
      </w:r>
      <w:r w:rsidR="00E0544E" w:rsidRPr="007818BD">
        <w:t>quelle est votre maladie</w:t>
      </w:r>
      <w:r>
        <w:t> ?</w:t>
      </w:r>
    </w:p>
    <w:p w14:paraId="75F7E5B2" w14:textId="77777777" w:rsidR="00E8465A" w:rsidRDefault="00E8465A" w:rsidP="00E0544E">
      <w:r>
        <w:t>— </w:t>
      </w:r>
      <w:r w:rsidR="00E0544E" w:rsidRPr="007818BD">
        <w:t>Du feu</w:t>
      </w:r>
      <w:r>
        <w:t xml:space="preserve"> ! </w:t>
      </w:r>
      <w:r w:rsidR="00E0544E" w:rsidRPr="007818BD">
        <w:t>du feu</w:t>
      </w:r>
      <w:r>
        <w:t xml:space="preserve">, </w:t>
      </w:r>
      <w:r w:rsidR="00E0544E" w:rsidRPr="007818BD">
        <w:t>du feu dans le cœur et dans les entrai</w:t>
      </w:r>
      <w:r w:rsidR="00E0544E" w:rsidRPr="007818BD">
        <w:t>l</w:t>
      </w:r>
      <w:r w:rsidR="00E0544E" w:rsidRPr="007818BD">
        <w:t>les</w:t>
      </w:r>
      <w:r>
        <w:t xml:space="preserve">. </w:t>
      </w:r>
      <w:r w:rsidR="00E0544E" w:rsidRPr="007818BD">
        <w:t>Je brûle</w:t>
      </w:r>
      <w:r>
        <w:t> !</w:t>
      </w:r>
    </w:p>
    <w:p w14:paraId="599A0D91" w14:textId="77777777" w:rsidR="00E8465A" w:rsidRDefault="00E8465A" w:rsidP="00E0544E">
      <w:r>
        <w:t>— </w:t>
      </w:r>
      <w:r w:rsidR="00E0544E" w:rsidRPr="007818BD">
        <w:t>Combien y a-t-il que vous n</w:t>
      </w:r>
      <w:r>
        <w:t>’</w:t>
      </w:r>
      <w:r w:rsidR="00E0544E" w:rsidRPr="007818BD">
        <w:t>avez mangé</w:t>
      </w:r>
      <w:r>
        <w:t> ?</w:t>
      </w:r>
    </w:p>
    <w:p w14:paraId="3AF74D43" w14:textId="4233D5B3" w:rsidR="00E0544E" w:rsidRPr="007818BD" w:rsidRDefault="00E8465A" w:rsidP="00E0544E">
      <w:r>
        <w:t>— </w:t>
      </w:r>
      <w:r w:rsidR="00E0544E" w:rsidRPr="007818BD">
        <w:t>Mangé</w:t>
      </w:r>
      <w:r>
        <w:t xml:space="preserve"> ! </w:t>
      </w:r>
      <w:r w:rsidR="00E0544E" w:rsidRPr="007818BD">
        <w:t>je n</w:t>
      </w:r>
      <w:r>
        <w:t>’</w:t>
      </w:r>
      <w:r w:rsidR="00E0544E" w:rsidRPr="007818BD">
        <w:t>ai pris que ce bouillon depuis plus de six heures</w:t>
      </w:r>
      <w:r>
        <w:t xml:space="preserve"> : </w:t>
      </w:r>
      <w:r w:rsidR="00E0544E" w:rsidRPr="007818BD">
        <w:t>la tasse est encore là</w:t>
      </w:r>
      <w:r>
        <w:t xml:space="preserve">. </w:t>
      </w:r>
      <w:r w:rsidR="00E0544E" w:rsidRPr="007818BD">
        <w:t>À peine l</w:t>
      </w:r>
      <w:r>
        <w:t>’</w:t>
      </w:r>
      <w:r w:rsidR="00E0544E" w:rsidRPr="007818BD">
        <w:t>avais-je bu</w:t>
      </w:r>
      <w:r>
        <w:t xml:space="preserve">, </w:t>
      </w:r>
      <w:r w:rsidR="00E0544E" w:rsidRPr="007818BD">
        <w:t>que les do</w:t>
      </w:r>
      <w:r w:rsidR="00E0544E" w:rsidRPr="007818BD">
        <w:t>u</w:t>
      </w:r>
      <w:r w:rsidR="00E0544E" w:rsidRPr="007818BD">
        <w:t>leurs ont commencé</w:t>
      </w:r>
      <w:r>
        <w:t>. »</w:t>
      </w:r>
    </w:p>
    <w:p w14:paraId="618EAE9D" w14:textId="77777777" w:rsidR="00E8465A" w:rsidRDefault="00E0544E" w:rsidP="00E0544E">
      <w:r w:rsidRPr="007818BD">
        <w:t>L</w:t>
      </w:r>
      <w:r w:rsidR="00E8465A">
        <w:t>’</w:t>
      </w:r>
      <w:r w:rsidRPr="007818BD">
        <w:t>étranger examina la tasse où restaient encore quelques cuillerées du contenu</w:t>
      </w:r>
      <w:r w:rsidR="00E8465A">
        <w:t>. « </w:t>
      </w:r>
      <w:r w:rsidRPr="007818BD">
        <w:t>Qui vous a donné ce bouillon</w:t>
      </w:r>
      <w:r w:rsidR="00E8465A">
        <w:t> ?</w:t>
      </w:r>
    </w:p>
    <w:p w14:paraId="22EA9577" w14:textId="77777777" w:rsidR="00E8465A" w:rsidRDefault="00E8465A" w:rsidP="00E0544E">
      <w:r>
        <w:lastRenderedPageBreak/>
        <w:t>— </w:t>
      </w:r>
      <w:r w:rsidR="00E0544E" w:rsidRPr="007818BD">
        <w:t>Qui</w:t>
      </w:r>
      <w:r>
        <w:t xml:space="preserve"> ? </w:t>
      </w:r>
      <w:r w:rsidR="00E0544E" w:rsidRPr="007818BD">
        <w:t>Jean</w:t>
      </w:r>
      <w:r>
        <w:t xml:space="preserve">. </w:t>
      </w:r>
      <w:r w:rsidR="00E0544E" w:rsidRPr="007818BD">
        <w:t>Qui voulez-vous qui me le donne</w:t>
      </w:r>
      <w:r>
        <w:t xml:space="preserve"> ? </w:t>
      </w:r>
      <w:r w:rsidR="00E0544E" w:rsidRPr="007818BD">
        <w:t>Je n</w:t>
      </w:r>
      <w:r>
        <w:t>’</w:t>
      </w:r>
      <w:r w:rsidR="00E0544E" w:rsidRPr="007818BD">
        <w:t>ai pas de domestique</w:t>
      </w:r>
      <w:r>
        <w:t xml:space="preserve">, </w:t>
      </w:r>
      <w:r w:rsidR="00E0544E" w:rsidRPr="007818BD">
        <w:t>personne</w:t>
      </w:r>
      <w:r>
        <w:t xml:space="preserve">. </w:t>
      </w:r>
      <w:r w:rsidR="00E0544E" w:rsidRPr="007818BD">
        <w:t>Je suis pauvre</w:t>
      </w:r>
      <w:r>
        <w:t xml:space="preserve">, </w:t>
      </w:r>
      <w:r w:rsidR="00E0544E" w:rsidRPr="007818BD">
        <w:t>monsieur</w:t>
      </w:r>
      <w:r>
        <w:t xml:space="preserve">, </w:t>
      </w:r>
      <w:r w:rsidR="00E0544E" w:rsidRPr="007818BD">
        <w:t>bien pa</w:t>
      </w:r>
      <w:r w:rsidR="00E0544E" w:rsidRPr="007818BD">
        <w:t>u</w:t>
      </w:r>
      <w:r w:rsidR="00E0544E" w:rsidRPr="007818BD">
        <w:t>vre</w:t>
      </w:r>
      <w:r>
        <w:t xml:space="preserve">. </w:t>
      </w:r>
      <w:r w:rsidR="00E0544E" w:rsidRPr="007818BD">
        <w:t>Mais non</w:t>
      </w:r>
      <w:r>
        <w:t xml:space="preserve"> ; </w:t>
      </w:r>
      <w:r w:rsidR="00E0544E" w:rsidRPr="007818BD">
        <w:t>vous autres médecins ne vous souciez pas des pauvres</w:t>
      </w:r>
      <w:r>
        <w:t xml:space="preserve">. </w:t>
      </w:r>
      <w:r w:rsidR="00E0544E" w:rsidRPr="007818BD">
        <w:rPr>
          <w:i/>
          <w:iCs/>
        </w:rPr>
        <w:t>Je suis riche</w:t>
      </w:r>
      <w:r>
        <w:t xml:space="preserve"> ! </w:t>
      </w:r>
      <w:r w:rsidR="00E0544E" w:rsidRPr="007818BD">
        <w:t>pouvez-vous me guérir</w:t>
      </w:r>
      <w:r>
        <w:t> ?</w:t>
      </w:r>
    </w:p>
    <w:p w14:paraId="4725C24F" w14:textId="77777777" w:rsidR="00E8465A" w:rsidRDefault="00E8465A" w:rsidP="00E0544E">
      <w:r>
        <w:t>— </w:t>
      </w:r>
      <w:r w:rsidR="00E0544E" w:rsidRPr="007818BD">
        <w:t>Oui</w:t>
      </w:r>
      <w:r>
        <w:t xml:space="preserve">, </w:t>
      </w:r>
      <w:r w:rsidR="00E0544E" w:rsidRPr="007818BD">
        <w:t>avec l</w:t>
      </w:r>
      <w:r>
        <w:t>’</w:t>
      </w:r>
      <w:r w:rsidR="00E0544E" w:rsidRPr="007818BD">
        <w:t>aide du ciel</w:t>
      </w:r>
      <w:r>
        <w:t xml:space="preserve">. </w:t>
      </w:r>
      <w:r w:rsidR="00E0544E" w:rsidRPr="007818BD">
        <w:t>Prenez seulement patience</w:t>
      </w:r>
      <w:r>
        <w:t>. »</w:t>
      </w:r>
      <w:r w:rsidR="00E0544E" w:rsidRPr="007818BD">
        <w:t xml:space="preserve"> Le vieillard succombait rapidement aux effets d</w:t>
      </w:r>
      <w:r>
        <w:t>’</w:t>
      </w:r>
      <w:r w:rsidR="00E0544E" w:rsidRPr="007818BD">
        <w:t>un poison des plus violents</w:t>
      </w:r>
      <w:r>
        <w:t xml:space="preserve">. </w:t>
      </w:r>
      <w:r w:rsidR="00E0544E" w:rsidRPr="007818BD">
        <w:t>L</w:t>
      </w:r>
      <w:r>
        <w:t>’</w:t>
      </w:r>
      <w:r w:rsidR="00E0544E" w:rsidRPr="007818BD">
        <w:t>inconnu courut à son log</w:t>
      </w:r>
      <w:r w:rsidR="00E0544E" w:rsidRPr="007818BD">
        <w:t>e</w:t>
      </w:r>
      <w:r w:rsidR="00E0544E" w:rsidRPr="007818BD">
        <w:t>ment</w:t>
      </w:r>
      <w:r>
        <w:t xml:space="preserve">, </w:t>
      </w:r>
      <w:r w:rsidR="00E0544E" w:rsidRPr="007818BD">
        <w:t>et revint au bout de quelques instants avec une préparation qui produisit instant</w:t>
      </w:r>
      <w:r w:rsidR="00E0544E" w:rsidRPr="007818BD">
        <w:t>a</w:t>
      </w:r>
      <w:r w:rsidR="00E0544E" w:rsidRPr="007818BD">
        <w:t>nément une réaction</w:t>
      </w:r>
      <w:r>
        <w:t xml:space="preserve">. </w:t>
      </w:r>
      <w:r w:rsidR="00E0544E" w:rsidRPr="007818BD">
        <w:t>La douleur cessa</w:t>
      </w:r>
      <w:r>
        <w:t xml:space="preserve">, </w:t>
      </w:r>
      <w:r w:rsidR="00E0544E" w:rsidRPr="007818BD">
        <w:t>les lèvres perdirent leur teinte bleuâtre et livide</w:t>
      </w:r>
      <w:r>
        <w:t xml:space="preserve">, </w:t>
      </w:r>
      <w:r w:rsidR="00E0544E" w:rsidRPr="007818BD">
        <w:t>le vieillard tomba dans un profond sommeil</w:t>
      </w:r>
      <w:r>
        <w:t xml:space="preserve">. </w:t>
      </w:r>
      <w:r w:rsidR="00E0544E" w:rsidRPr="007818BD">
        <w:t>L</w:t>
      </w:r>
      <w:r>
        <w:t>’</w:t>
      </w:r>
      <w:r w:rsidR="00E0544E" w:rsidRPr="007818BD">
        <w:t>étranger ferma les rideaux du lit</w:t>
      </w:r>
      <w:r>
        <w:t xml:space="preserve">, </w:t>
      </w:r>
      <w:r w:rsidR="00E0544E" w:rsidRPr="007818BD">
        <w:t>saisit la lumière et examina la chambre</w:t>
      </w:r>
      <w:r>
        <w:t xml:space="preserve">. </w:t>
      </w:r>
      <w:r w:rsidR="00E0544E" w:rsidRPr="007818BD">
        <w:t>Les murs en étaient ornés</w:t>
      </w:r>
      <w:r>
        <w:t xml:space="preserve">, </w:t>
      </w:r>
      <w:r w:rsidR="00E0544E" w:rsidRPr="007818BD">
        <w:t>ainsi que ceux de la pièce voisine</w:t>
      </w:r>
      <w:r>
        <w:t xml:space="preserve">, </w:t>
      </w:r>
      <w:r w:rsidR="00E0544E" w:rsidRPr="007818BD">
        <w:t>de dessins admirablement exécutés</w:t>
      </w:r>
      <w:r>
        <w:t xml:space="preserve">. </w:t>
      </w:r>
      <w:r w:rsidR="00E0544E" w:rsidRPr="007818BD">
        <w:t>Un ca</w:t>
      </w:r>
      <w:r w:rsidR="00E0544E" w:rsidRPr="007818BD">
        <w:t>r</w:t>
      </w:r>
      <w:r w:rsidR="00E0544E" w:rsidRPr="007818BD">
        <w:t>ton était rempli d</w:t>
      </w:r>
      <w:r>
        <w:t>’</w:t>
      </w:r>
      <w:r w:rsidR="00E0544E" w:rsidRPr="007818BD">
        <w:t>esquisses d</w:t>
      </w:r>
      <w:r>
        <w:t>’</w:t>
      </w:r>
      <w:r w:rsidR="00E0544E" w:rsidRPr="007818BD">
        <w:t>un mérite non moins remarqu</w:t>
      </w:r>
      <w:r w:rsidR="00E0544E" w:rsidRPr="007818BD">
        <w:t>a</w:t>
      </w:r>
      <w:r w:rsidR="00E0544E" w:rsidRPr="007818BD">
        <w:t>ble</w:t>
      </w:r>
      <w:r>
        <w:t xml:space="preserve"> ; </w:t>
      </w:r>
      <w:r w:rsidR="00E0544E" w:rsidRPr="007818BD">
        <w:t>mais la plupart de ces dernières œuvres retraçaient des s</w:t>
      </w:r>
      <w:r w:rsidR="00E0544E" w:rsidRPr="007818BD">
        <w:t>u</w:t>
      </w:r>
      <w:r w:rsidR="00E0544E" w:rsidRPr="007818BD">
        <w:t>jets qui épouvantaient la vue et révoltaient le goût</w:t>
      </w:r>
      <w:r>
        <w:t xml:space="preserve"> : </w:t>
      </w:r>
      <w:r w:rsidR="00E0544E" w:rsidRPr="007818BD">
        <w:t>on y voyait le corps humain dans toutes les attitudes de la torture</w:t>
      </w:r>
      <w:r>
        <w:t xml:space="preserve"> ; </w:t>
      </w:r>
      <w:r w:rsidR="00E0544E" w:rsidRPr="007818BD">
        <w:t>le ch</w:t>
      </w:r>
      <w:r w:rsidR="00E0544E" w:rsidRPr="007818BD">
        <w:t>e</w:t>
      </w:r>
      <w:r w:rsidR="00E0544E" w:rsidRPr="007818BD">
        <w:t>valet</w:t>
      </w:r>
      <w:r>
        <w:t xml:space="preserve">, </w:t>
      </w:r>
      <w:r w:rsidR="00E0544E" w:rsidRPr="007818BD">
        <w:t>la roue</w:t>
      </w:r>
      <w:r>
        <w:t xml:space="preserve">, </w:t>
      </w:r>
      <w:r w:rsidR="00E0544E" w:rsidRPr="007818BD">
        <w:t>le gibet</w:t>
      </w:r>
      <w:r>
        <w:t xml:space="preserve">, </w:t>
      </w:r>
      <w:r w:rsidR="00E0544E" w:rsidRPr="007818BD">
        <w:t>tout ce que la cruauté a inventé pour re</w:t>
      </w:r>
      <w:r w:rsidR="00E0544E" w:rsidRPr="007818BD">
        <w:t>n</w:t>
      </w:r>
      <w:r w:rsidR="00E0544E" w:rsidRPr="007818BD">
        <w:t>dre la mort plus poignante</w:t>
      </w:r>
      <w:r>
        <w:t xml:space="preserve">, </w:t>
      </w:r>
      <w:r w:rsidR="00E0544E" w:rsidRPr="007818BD">
        <w:t>se montraient sous un aspect plus effrayant encore</w:t>
      </w:r>
      <w:r>
        <w:t xml:space="preserve">, </w:t>
      </w:r>
      <w:r w:rsidR="00E0544E" w:rsidRPr="007818BD">
        <w:t>grâce au goût passionné que l</w:t>
      </w:r>
      <w:r>
        <w:t>’</w:t>
      </w:r>
      <w:r w:rsidR="00E0544E" w:rsidRPr="007818BD">
        <w:t>artiste avait se</w:t>
      </w:r>
      <w:r w:rsidR="00E0544E" w:rsidRPr="007818BD">
        <w:t>n</w:t>
      </w:r>
      <w:r w:rsidR="00E0544E" w:rsidRPr="007818BD">
        <w:t>ti pour son œuvre</w:t>
      </w:r>
      <w:r>
        <w:t xml:space="preserve">. </w:t>
      </w:r>
      <w:r w:rsidR="00E0544E" w:rsidRPr="007818BD">
        <w:t>Les figures de quelques-uns des suppliciés s</w:t>
      </w:r>
      <w:r>
        <w:t>’</w:t>
      </w:r>
      <w:r w:rsidR="00E0544E" w:rsidRPr="007818BD">
        <w:t>éloignaient assez de l</w:t>
      </w:r>
      <w:r>
        <w:t>’</w:t>
      </w:r>
      <w:r w:rsidR="00E0544E" w:rsidRPr="007818BD">
        <w:t>idéal pour qu</w:t>
      </w:r>
      <w:r>
        <w:t>’</w:t>
      </w:r>
      <w:r w:rsidR="00E0544E" w:rsidRPr="007818BD">
        <w:t>on y reconnût des po</w:t>
      </w:r>
      <w:r w:rsidR="00E0544E" w:rsidRPr="007818BD">
        <w:t>r</w:t>
      </w:r>
      <w:r w:rsidR="00E0544E" w:rsidRPr="007818BD">
        <w:t>traits</w:t>
      </w:r>
      <w:r>
        <w:t xml:space="preserve"> ; </w:t>
      </w:r>
      <w:r w:rsidR="00E0544E" w:rsidRPr="007818BD">
        <w:t>et sous ces dessins on lisait dans une écriture grande</w:t>
      </w:r>
      <w:r>
        <w:t xml:space="preserve">, </w:t>
      </w:r>
      <w:r w:rsidR="00E0544E" w:rsidRPr="007818BD">
        <w:t>hardie et régulière</w:t>
      </w:r>
      <w:r>
        <w:t xml:space="preserve"> : </w:t>
      </w:r>
      <w:r w:rsidR="00E0544E" w:rsidRPr="007818BD">
        <w:rPr>
          <w:i/>
          <w:iCs/>
        </w:rPr>
        <w:t>L</w:t>
      </w:r>
      <w:r>
        <w:rPr>
          <w:i/>
          <w:iCs/>
        </w:rPr>
        <w:t>’</w:t>
      </w:r>
      <w:r w:rsidR="00E0544E" w:rsidRPr="007818BD">
        <w:rPr>
          <w:i/>
          <w:iCs/>
        </w:rPr>
        <w:t>avenir des aristocrates</w:t>
      </w:r>
      <w:r>
        <w:t xml:space="preserve">. </w:t>
      </w:r>
      <w:r w:rsidR="00E0544E" w:rsidRPr="007818BD">
        <w:t>Dans un coin de la chambre</w:t>
      </w:r>
      <w:r>
        <w:t xml:space="preserve">, </w:t>
      </w:r>
      <w:r w:rsidR="00E0544E" w:rsidRPr="007818BD">
        <w:t>et tout près d</w:t>
      </w:r>
      <w:r>
        <w:t>’</w:t>
      </w:r>
      <w:r w:rsidR="00E0544E" w:rsidRPr="007818BD">
        <w:t>un vieux bureau</w:t>
      </w:r>
      <w:r>
        <w:t xml:space="preserve">, </w:t>
      </w:r>
      <w:r w:rsidR="00E0544E" w:rsidRPr="007818BD">
        <w:t>était jeté un petit paquet recouvert négligemment d</w:t>
      </w:r>
      <w:r>
        <w:t>’</w:t>
      </w:r>
      <w:r w:rsidR="00E0544E" w:rsidRPr="007818BD">
        <w:t>un manteau qui semblait de</w:t>
      </w:r>
      <w:r w:rsidR="00E0544E" w:rsidRPr="007818BD">
        <w:t>s</w:t>
      </w:r>
      <w:r w:rsidR="00E0544E" w:rsidRPr="007818BD">
        <w:t>tiné à le cacher</w:t>
      </w:r>
      <w:r>
        <w:t xml:space="preserve">. </w:t>
      </w:r>
      <w:r w:rsidR="00E0544E" w:rsidRPr="007818BD">
        <w:t>Quelques planches formant bibliothèque étaient chargées de livres</w:t>
      </w:r>
      <w:r>
        <w:t xml:space="preserve">. </w:t>
      </w:r>
      <w:r w:rsidR="00E0544E" w:rsidRPr="007818BD">
        <w:t>C</w:t>
      </w:r>
      <w:r>
        <w:t>’</w:t>
      </w:r>
      <w:r w:rsidR="00E0544E" w:rsidRPr="007818BD">
        <w:t>étaient presque exclusivement les œuvres des philosophes du jour</w:t>
      </w:r>
      <w:r>
        <w:t xml:space="preserve"> ; </w:t>
      </w:r>
      <w:r w:rsidR="00E0544E" w:rsidRPr="007818BD">
        <w:t>les philosophes matérialistes</w:t>
      </w:r>
      <w:r>
        <w:t xml:space="preserve">, </w:t>
      </w:r>
      <w:r w:rsidR="00E0544E" w:rsidRPr="007818BD">
        <w:t>et n</w:t>
      </w:r>
      <w:r w:rsidR="00E0544E" w:rsidRPr="007818BD">
        <w:t>o</w:t>
      </w:r>
      <w:r w:rsidR="00E0544E" w:rsidRPr="007818BD">
        <w:t>tamment les encyclopédistes</w:t>
      </w:r>
      <w:r>
        <w:t xml:space="preserve">, </w:t>
      </w:r>
      <w:r w:rsidR="00E0544E" w:rsidRPr="007818BD">
        <w:t>plus tard si singulièrement att</w:t>
      </w:r>
      <w:r w:rsidR="00E0544E" w:rsidRPr="007818BD">
        <w:t>a</w:t>
      </w:r>
      <w:r w:rsidR="00E0544E" w:rsidRPr="007818BD">
        <w:t>qués par Robespierre</w:t>
      </w:r>
      <w:r>
        <w:t xml:space="preserve">, </w:t>
      </w:r>
      <w:r w:rsidR="00E0544E" w:rsidRPr="007818BD">
        <w:t>quand le lâche trouva imprudent de lai</w:t>
      </w:r>
      <w:r w:rsidR="00E0544E" w:rsidRPr="007818BD">
        <w:t>s</w:t>
      </w:r>
      <w:r w:rsidR="00E0544E" w:rsidRPr="007818BD">
        <w:t xml:space="preserve">ser son règne </w:t>
      </w:r>
      <w:r w:rsidR="00E0544E" w:rsidRPr="007818BD">
        <w:lastRenderedPageBreak/>
        <w:t>sans Dieu</w:t>
      </w:r>
      <w:r w:rsidR="00E0544E" w:rsidRPr="007818BD">
        <w:rPr>
          <w:rStyle w:val="Appelnotedebasdep"/>
        </w:rPr>
        <w:footnoteReference w:id="15"/>
      </w:r>
      <w:r>
        <w:t xml:space="preserve">. </w:t>
      </w:r>
      <w:r w:rsidR="00E0544E" w:rsidRPr="007818BD">
        <w:t>Un volume était ouvert sur la table</w:t>
      </w:r>
      <w:r>
        <w:t xml:space="preserve"> : </w:t>
      </w:r>
      <w:r w:rsidR="00E0544E" w:rsidRPr="007818BD">
        <w:t>c</w:t>
      </w:r>
      <w:r>
        <w:t>’</w:t>
      </w:r>
      <w:r w:rsidR="00E0544E" w:rsidRPr="007818BD">
        <w:t>était un ouvrage de Voltaire</w:t>
      </w:r>
      <w:r>
        <w:t xml:space="preserve">, </w:t>
      </w:r>
      <w:r w:rsidR="00E0544E" w:rsidRPr="007818BD">
        <w:t>et la page interrompue reprodu</w:t>
      </w:r>
      <w:r w:rsidR="00E0544E" w:rsidRPr="007818BD">
        <w:t>i</w:t>
      </w:r>
      <w:r w:rsidR="00E0544E" w:rsidRPr="007818BD">
        <w:t>sait son argumentation en faveur de l</w:t>
      </w:r>
      <w:r>
        <w:t>’</w:t>
      </w:r>
      <w:r w:rsidR="00E0544E" w:rsidRPr="007818BD">
        <w:t>existence de l</w:t>
      </w:r>
      <w:r>
        <w:t>’</w:t>
      </w:r>
      <w:r w:rsidR="00E0544E" w:rsidRPr="007818BD">
        <w:t>Être supr</w:t>
      </w:r>
      <w:r w:rsidR="00E0544E" w:rsidRPr="007818BD">
        <w:t>ê</w:t>
      </w:r>
      <w:r w:rsidR="00E0544E" w:rsidRPr="007818BD">
        <w:t>me</w:t>
      </w:r>
      <w:r w:rsidR="00E0544E" w:rsidRPr="007818BD">
        <w:rPr>
          <w:rStyle w:val="Appelnotedebasdep"/>
        </w:rPr>
        <w:footnoteReference w:id="16"/>
      </w:r>
      <w:r>
        <w:t xml:space="preserve">. </w:t>
      </w:r>
      <w:r w:rsidR="00E0544E" w:rsidRPr="007818BD">
        <w:t>La marge en était couverte de notes au crayon</w:t>
      </w:r>
      <w:r>
        <w:t xml:space="preserve">, </w:t>
      </w:r>
      <w:r w:rsidR="00E0544E" w:rsidRPr="007818BD">
        <w:t>écrites d</w:t>
      </w:r>
      <w:r>
        <w:t>’</w:t>
      </w:r>
      <w:r w:rsidR="00E0544E" w:rsidRPr="007818BD">
        <w:t>une main roide et tremblante comme celle d</w:t>
      </w:r>
      <w:r>
        <w:t>’</w:t>
      </w:r>
      <w:r w:rsidR="00E0544E" w:rsidRPr="007818BD">
        <w:t>un vieillard</w:t>
      </w:r>
      <w:r>
        <w:t xml:space="preserve"> ; </w:t>
      </w:r>
      <w:r w:rsidR="00E0544E" w:rsidRPr="007818BD">
        <w:t>c</w:t>
      </w:r>
      <w:r>
        <w:t>’</w:t>
      </w:r>
      <w:r w:rsidR="00E0544E" w:rsidRPr="007818BD">
        <w:t>étaient autant de réfutations ironiques de la logique du sage de Ferney</w:t>
      </w:r>
      <w:r>
        <w:t xml:space="preserve"> : </w:t>
      </w:r>
      <w:r w:rsidR="00E0544E" w:rsidRPr="007818BD">
        <w:t>Voltaire était trop modéré au goût de son comment</w:t>
      </w:r>
      <w:r w:rsidR="00E0544E" w:rsidRPr="007818BD">
        <w:t>a</w:t>
      </w:r>
      <w:r w:rsidR="00E0544E" w:rsidRPr="007818BD">
        <w:t>teur</w:t>
      </w:r>
      <w:r>
        <w:t>.</w:t>
      </w:r>
    </w:p>
    <w:p w14:paraId="165B35DA" w14:textId="77777777" w:rsidR="00E8465A" w:rsidRDefault="00E0544E" w:rsidP="00E0544E">
      <w:r w:rsidRPr="007818BD">
        <w:t>Deux heures sonnèrent</w:t>
      </w:r>
      <w:r w:rsidR="00E8465A">
        <w:t xml:space="preserve"> : </w:t>
      </w:r>
      <w:r w:rsidRPr="007818BD">
        <w:t>des pas se firent entendre au d</w:t>
      </w:r>
      <w:r w:rsidRPr="007818BD">
        <w:t>e</w:t>
      </w:r>
      <w:r w:rsidRPr="007818BD">
        <w:t>hors</w:t>
      </w:r>
      <w:r w:rsidR="00E8465A">
        <w:t xml:space="preserve">. </w:t>
      </w:r>
      <w:r w:rsidRPr="007818BD">
        <w:t>L</w:t>
      </w:r>
      <w:r w:rsidR="00E8465A">
        <w:t>’</w:t>
      </w:r>
      <w:r w:rsidRPr="007818BD">
        <w:t>inconnu s</w:t>
      </w:r>
      <w:r w:rsidR="00E8465A">
        <w:t>’</w:t>
      </w:r>
      <w:r w:rsidRPr="007818BD">
        <w:t>assit en silence de l</w:t>
      </w:r>
      <w:r w:rsidR="00E8465A">
        <w:t>’</w:t>
      </w:r>
      <w:r w:rsidRPr="007818BD">
        <w:t>autre côté du lit</w:t>
      </w:r>
      <w:r w:rsidR="00E8465A">
        <w:t xml:space="preserve">, </w:t>
      </w:r>
      <w:r w:rsidRPr="007818BD">
        <w:t>dont les rideaux le cachaient à celui qui venait d</w:t>
      </w:r>
      <w:r w:rsidR="00E8465A">
        <w:t>’</w:t>
      </w:r>
      <w:r w:rsidRPr="007818BD">
        <w:t>entrer avec précaution et mystère</w:t>
      </w:r>
      <w:r w:rsidR="00E8465A">
        <w:t xml:space="preserve">. </w:t>
      </w:r>
      <w:r w:rsidRPr="007818BD">
        <w:t>C</w:t>
      </w:r>
      <w:r w:rsidR="00E8465A">
        <w:t>’</w:t>
      </w:r>
      <w:r w:rsidRPr="007818BD">
        <w:t>était le même homme qui avait passé devant lui</w:t>
      </w:r>
      <w:r w:rsidR="00E8465A">
        <w:t>-</w:t>
      </w:r>
      <w:r w:rsidRPr="007818BD">
        <w:t>sur l</w:t>
      </w:r>
      <w:r w:rsidR="00E8465A">
        <w:t>’</w:t>
      </w:r>
      <w:r w:rsidRPr="007818BD">
        <w:t>escalier</w:t>
      </w:r>
      <w:r w:rsidR="00E8465A">
        <w:t xml:space="preserve">. </w:t>
      </w:r>
      <w:r w:rsidRPr="007818BD">
        <w:t>Le nouveau venu prit la lumière et s</w:t>
      </w:r>
      <w:r w:rsidR="00E8465A">
        <w:t>’</w:t>
      </w:r>
      <w:r w:rsidRPr="007818BD">
        <w:t>approcha du lit à pas de loup</w:t>
      </w:r>
      <w:r w:rsidR="00E8465A">
        <w:t xml:space="preserve">. </w:t>
      </w:r>
      <w:r w:rsidRPr="007818BD">
        <w:t>Le mal</w:t>
      </w:r>
      <w:r w:rsidRPr="007818BD">
        <w:t>a</w:t>
      </w:r>
      <w:r w:rsidRPr="007818BD">
        <w:t>de avait le visage tourné sur l</w:t>
      </w:r>
      <w:r w:rsidR="00E8465A">
        <w:t>’</w:t>
      </w:r>
      <w:r w:rsidRPr="007818BD">
        <w:t>oreiller</w:t>
      </w:r>
      <w:r w:rsidR="00E8465A">
        <w:t xml:space="preserve"> : </w:t>
      </w:r>
      <w:r w:rsidRPr="007818BD">
        <w:t>mais il reposait avec tant de calme</w:t>
      </w:r>
      <w:r w:rsidR="00E8465A">
        <w:t xml:space="preserve">, </w:t>
      </w:r>
      <w:r w:rsidRPr="007818BD">
        <w:t>sa respiration était si impe</w:t>
      </w:r>
      <w:r w:rsidRPr="007818BD">
        <w:t>r</w:t>
      </w:r>
      <w:r w:rsidRPr="007818BD">
        <w:t>cept</w:t>
      </w:r>
      <w:r w:rsidRPr="007818BD">
        <w:t>i</w:t>
      </w:r>
      <w:r w:rsidRPr="007818BD">
        <w:t>ble</w:t>
      </w:r>
      <w:r w:rsidR="00E8465A">
        <w:t xml:space="preserve">, </w:t>
      </w:r>
      <w:r w:rsidRPr="007818BD">
        <w:t>que le meurtrier</w:t>
      </w:r>
      <w:r w:rsidR="00E8465A">
        <w:t xml:space="preserve">, </w:t>
      </w:r>
      <w:r w:rsidRPr="007818BD">
        <w:t>dans son coup d</w:t>
      </w:r>
      <w:r w:rsidR="00E8465A">
        <w:t>’</w:t>
      </w:r>
      <w:r w:rsidRPr="007818BD">
        <w:t>œil précipité</w:t>
      </w:r>
      <w:r w:rsidR="00E8465A">
        <w:t xml:space="preserve">, </w:t>
      </w:r>
      <w:r w:rsidRPr="007818BD">
        <w:t>oblique et troublé par le crime</w:t>
      </w:r>
      <w:r w:rsidR="00E8465A">
        <w:t xml:space="preserve">, </w:t>
      </w:r>
      <w:r w:rsidRPr="007818BD">
        <w:t>pouvait bien prendre ce sommeil pour la mort</w:t>
      </w:r>
      <w:r w:rsidR="00E8465A">
        <w:t xml:space="preserve">. </w:t>
      </w:r>
      <w:r w:rsidRPr="007818BD">
        <w:t>Il se retira avec un sourire infernal</w:t>
      </w:r>
      <w:r w:rsidR="00E8465A">
        <w:t xml:space="preserve">, </w:t>
      </w:r>
      <w:r w:rsidRPr="007818BD">
        <w:t>replaça le flambeau</w:t>
      </w:r>
      <w:r w:rsidR="00E8465A">
        <w:t xml:space="preserve">, </w:t>
      </w:r>
      <w:r w:rsidRPr="007818BD">
        <w:t>ouvrit le bureau avec une clef qu</w:t>
      </w:r>
      <w:r w:rsidR="00E8465A">
        <w:t>’</w:t>
      </w:r>
      <w:r w:rsidRPr="007818BD">
        <w:t>il tira de sa poche</w:t>
      </w:r>
      <w:r w:rsidR="00E8465A">
        <w:t xml:space="preserve">, </w:t>
      </w:r>
      <w:r w:rsidRPr="007818BD">
        <w:t>et prit dans les tiroirs plusieurs rouleaux d</w:t>
      </w:r>
      <w:r w:rsidR="00E8465A">
        <w:t>’</w:t>
      </w:r>
      <w:r w:rsidRPr="007818BD">
        <w:t>or</w:t>
      </w:r>
      <w:r w:rsidR="00E8465A">
        <w:t xml:space="preserve">. </w:t>
      </w:r>
      <w:r w:rsidRPr="007818BD">
        <w:t>À ce même moment</w:t>
      </w:r>
      <w:r w:rsidR="00E8465A">
        <w:t xml:space="preserve">, </w:t>
      </w:r>
      <w:r w:rsidRPr="007818BD">
        <w:t>le viei</w:t>
      </w:r>
      <w:r w:rsidRPr="007818BD">
        <w:t>l</w:t>
      </w:r>
      <w:r w:rsidRPr="007818BD">
        <w:t xml:space="preserve">lard commençait à </w:t>
      </w:r>
      <w:r w:rsidRPr="007818BD">
        <w:lastRenderedPageBreak/>
        <w:t>s</w:t>
      </w:r>
      <w:r w:rsidR="00E8465A">
        <w:t>’</w:t>
      </w:r>
      <w:r w:rsidRPr="007818BD">
        <w:t>éveiller</w:t>
      </w:r>
      <w:r w:rsidR="00E8465A">
        <w:t xml:space="preserve">. </w:t>
      </w:r>
      <w:r w:rsidRPr="007818BD">
        <w:t>Il s</w:t>
      </w:r>
      <w:r w:rsidR="00E8465A">
        <w:t>’</w:t>
      </w:r>
      <w:proofErr w:type="spellStart"/>
      <w:r w:rsidRPr="007818BD">
        <w:t>agita</w:t>
      </w:r>
      <w:proofErr w:type="spellEnd"/>
      <w:r w:rsidR="00E8465A">
        <w:t xml:space="preserve">, </w:t>
      </w:r>
      <w:r w:rsidRPr="007818BD">
        <w:t>ouvrit les yeux</w:t>
      </w:r>
      <w:r w:rsidR="00E8465A">
        <w:t xml:space="preserve">, </w:t>
      </w:r>
      <w:r w:rsidRPr="007818BD">
        <w:t>les tou</w:t>
      </w:r>
      <w:r w:rsidRPr="007818BD">
        <w:t>r</w:t>
      </w:r>
      <w:r w:rsidRPr="007818BD">
        <w:t>na vers le flambeau dont la lumière épuisée commençait à pâlir</w:t>
      </w:r>
      <w:r w:rsidR="00E8465A">
        <w:t xml:space="preserve"> : </w:t>
      </w:r>
      <w:r w:rsidRPr="007818BD">
        <w:t>il vit le voleur à l</w:t>
      </w:r>
      <w:r w:rsidR="00E8465A">
        <w:t>’</w:t>
      </w:r>
      <w:r w:rsidRPr="007818BD">
        <w:t>œuvre</w:t>
      </w:r>
      <w:r w:rsidR="00E8465A">
        <w:t xml:space="preserve">, </w:t>
      </w:r>
      <w:r w:rsidRPr="007818BD">
        <w:t>il se dressa un instant dans son lit comme pétrifié d</w:t>
      </w:r>
      <w:r w:rsidR="00E8465A">
        <w:t>’</w:t>
      </w:r>
      <w:r w:rsidRPr="007818BD">
        <w:t>étonnement plus encore que de terreur</w:t>
      </w:r>
      <w:r w:rsidR="00E8465A">
        <w:t xml:space="preserve">. </w:t>
      </w:r>
      <w:r w:rsidRPr="007818BD">
        <w:t>À la fin il s</w:t>
      </w:r>
      <w:r w:rsidR="00E8465A">
        <w:t>’</w:t>
      </w:r>
      <w:r w:rsidRPr="007818BD">
        <w:t>élança hors de son lit</w:t>
      </w:r>
      <w:r w:rsidR="00E8465A">
        <w:t> :</w:t>
      </w:r>
    </w:p>
    <w:p w14:paraId="28FF50DE" w14:textId="77777777" w:rsidR="00E8465A" w:rsidRDefault="00E8465A" w:rsidP="00E0544E">
      <w:pPr>
        <w:rPr>
          <w:i/>
          <w:iCs/>
        </w:rPr>
      </w:pPr>
      <w:r>
        <w:t>« </w:t>
      </w:r>
      <w:r w:rsidR="00E0544E" w:rsidRPr="007818BD">
        <w:t>Juste ciel</w:t>
      </w:r>
      <w:r>
        <w:t xml:space="preserve"> ! </w:t>
      </w:r>
      <w:r w:rsidR="00E0544E" w:rsidRPr="007818BD">
        <w:t>Est-ce un rêve</w:t>
      </w:r>
      <w:r>
        <w:t xml:space="preserve"> ? </w:t>
      </w:r>
      <w:r w:rsidR="00E0544E" w:rsidRPr="007818BD">
        <w:t>Toi</w:t>
      </w:r>
      <w:r>
        <w:t xml:space="preserve"> ! </w:t>
      </w:r>
      <w:r w:rsidR="00E0544E" w:rsidRPr="007818BD">
        <w:t>toi</w:t>
      </w:r>
      <w:r>
        <w:t xml:space="preserve"> ! </w:t>
      </w:r>
      <w:r w:rsidR="00E0544E" w:rsidRPr="007818BD">
        <w:t>toi pour qui j</w:t>
      </w:r>
      <w:r>
        <w:t>’</w:t>
      </w:r>
      <w:r w:rsidR="00E0544E" w:rsidRPr="007818BD">
        <w:t>ai souffert le travail et la m</w:t>
      </w:r>
      <w:r w:rsidR="00E0544E" w:rsidRPr="007818BD">
        <w:t>i</w:t>
      </w:r>
      <w:r w:rsidR="00E0544E" w:rsidRPr="007818BD">
        <w:t>sère</w:t>
      </w:r>
      <w:r>
        <w:t xml:space="preserve"> ! </w:t>
      </w:r>
      <w:r w:rsidR="00E0544E" w:rsidRPr="007818BD">
        <w:rPr>
          <w:i/>
          <w:iCs/>
        </w:rPr>
        <w:t>Toi</w:t>
      </w:r>
      <w:r>
        <w:rPr>
          <w:i/>
          <w:iCs/>
        </w:rPr>
        <w:t> !</w:t>
      </w:r>
    </w:p>
    <w:p w14:paraId="310E2C44" w14:textId="77777777" w:rsidR="00E8465A" w:rsidRDefault="00E0544E" w:rsidP="00E0544E">
      <w:r w:rsidRPr="007818BD">
        <w:t>Le voleur tressaillit</w:t>
      </w:r>
      <w:r w:rsidR="00E8465A">
        <w:t xml:space="preserve"> ; </w:t>
      </w:r>
      <w:r w:rsidRPr="007818BD">
        <w:t>l</w:t>
      </w:r>
      <w:r w:rsidR="00E8465A">
        <w:t>’</w:t>
      </w:r>
      <w:r w:rsidRPr="007818BD">
        <w:t>or échappa de ses mains</w:t>
      </w:r>
      <w:r w:rsidR="00E8465A">
        <w:t xml:space="preserve">, </w:t>
      </w:r>
      <w:r w:rsidRPr="007818BD">
        <w:t>et roula à terre</w:t>
      </w:r>
      <w:r w:rsidR="00E8465A">
        <w:t>.</w:t>
      </w:r>
    </w:p>
    <w:p w14:paraId="2A628DA6" w14:textId="77777777" w:rsidR="00E8465A" w:rsidRDefault="00E8465A" w:rsidP="00E0544E">
      <w:r>
        <w:t>« </w:t>
      </w:r>
      <w:r w:rsidR="00E0544E" w:rsidRPr="007818BD">
        <w:t>Quoi</w:t>
      </w:r>
      <w:r>
        <w:t xml:space="preserve"> ! </w:t>
      </w:r>
      <w:r w:rsidR="00E0544E" w:rsidRPr="007818BD">
        <w:t>dit-il ensuite</w:t>
      </w:r>
      <w:r>
        <w:t xml:space="preserve">, </w:t>
      </w:r>
      <w:r w:rsidR="00E0544E" w:rsidRPr="007818BD">
        <w:t>tu n</w:t>
      </w:r>
      <w:r>
        <w:t>’</w:t>
      </w:r>
      <w:r w:rsidR="00E0544E" w:rsidRPr="007818BD">
        <w:t>es pas encore mort</w:t>
      </w:r>
      <w:r>
        <w:t xml:space="preserve"> ? </w:t>
      </w:r>
      <w:r w:rsidR="00E0544E" w:rsidRPr="007818BD">
        <w:t>Est-ce que le poison aurait ma</w:t>
      </w:r>
      <w:r w:rsidR="00E0544E" w:rsidRPr="007818BD">
        <w:t>n</w:t>
      </w:r>
      <w:r w:rsidR="00E0544E" w:rsidRPr="007818BD">
        <w:t>qué son effet</w:t>
      </w:r>
      <w:r>
        <w:t> ?</w:t>
      </w:r>
    </w:p>
    <w:p w14:paraId="32A074CC" w14:textId="07C4F7C9" w:rsidR="00E0544E" w:rsidRPr="007818BD" w:rsidRDefault="00E8465A" w:rsidP="00E0544E">
      <w:r>
        <w:t>— </w:t>
      </w:r>
      <w:r w:rsidR="00E0544E" w:rsidRPr="007818BD">
        <w:t>Poison</w:t>
      </w:r>
      <w:r>
        <w:t xml:space="preserve">, </w:t>
      </w:r>
      <w:r w:rsidR="00E0544E" w:rsidRPr="007818BD">
        <w:t>enfant</w:t>
      </w:r>
      <w:r>
        <w:t xml:space="preserve"> ! </w:t>
      </w:r>
      <w:r w:rsidR="00E0544E" w:rsidRPr="007818BD">
        <w:t>Ah</w:t>
      </w:r>
      <w:r>
        <w:t> !… »</w:t>
      </w:r>
      <w:r w:rsidR="00E0544E" w:rsidRPr="007818BD">
        <w:t xml:space="preserve"> Et avec un cri d</w:t>
      </w:r>
      <w:r>
        <w:t>’</w:t>
      </w:r>
      <w:r w:rsidR="00E0544E" w:rsidRPr="007818BD">
        <w:t>angoisse il se couvrit le visage de ses deux mains</w:t>
      </w:r>
      <w:r>
        <w:t xml:space="preserve"> ; </w:t>
      </w:r>
      <w:r w:rsidR="00E0544E" w:rsidRPr="007818BD">
        <w:t>puis avec une énergie e</w:t>
      </w:r>
      <w:r w:rsidR="00E0544E" w:rsidRPr="007818BD">
        <w:t>f</w:t>
      </w:r>
      <w:r w:rsidR="00E0544E" w:rsidRPr="007818BD">
        <w:t>frayante</w:t>
      </w:r>
      <w:r>
        <w:t> : « </w:t>
      </w:r>
      <w:r w:rsidR="00E0544E" w:rsidRPr="007818BD">
        <w:t>Jean</w:t>
      </w:r>
      <w:r>
        <w:t xml:space="preserve"> ! </w:t>
      </w:r>
      <w:r w:rsidR="00E0544E" w:rsidRPr="007818BD">
        <w:t>Jean</w:t>
      </w:r>
      <w:r>
        <w:t xml:space="preserve"> ! </w:t>
      </w:r>
      <w:r w:rsidR="00E0544E" w:rsidRPr="007818BD">
        <w:t>dis-moi que c</w:t>
      </w:r>
      <w:r>
        <w:t>’</w:t>
      </w:r>
      <w:r w:rsidR="00E0544E" w:rsidRPr="007818BD">
        <w:t>est un mensonge</w:t>
      </w:r>
      <w:r>
        <w:t xml:space="preserve">. </w:t>
      </w:r>
      <w:r w:rsidR="00E0544E" w:rsidRPr="007818BD">
        <w:t>Vole-moi</w:t>
      </w:r>
      <w:r>
        <w:t xml:space="preserve">, </w:t>
      </w:r>
      <w:r w:rsidR="00E0544E" w:rsidRPr="007818BD">
        <w:t>pille-moi</w:t>
      </w:r>
      <w:r>
        <w:t xml:space="preserve">, </w:t>
      </w:r>
      <w:r w:rsidR="00E0544E" w:rsidRPr="007818BD">
        <w:t>si tu veux</w:t>
      </w:r>
      <w:r>
        <w:t xml:space="preserve"> ; </w:t>
      </w:r>
      <w:r w:rsidR="00E0544E" w:rsidRPr="007818BD">
        <w:t>mais ne dis pas que tu as pu assass</w:t>
      </w:r>
      <w:r w:rsidR="00E0544E" w:rsidRPr="007818BD">
        <w:t>i</w:t>
      </w:r>
      <w:r w:rsidR="00E0544E" w:rsidRPr="007818BD">
        <w:t>ner un homme qui ne vivait que pour toi</w:t>
      </w:r>
      <w:r>
        <w:t xml:space="preserve"> !… </w:t>
      </w:r>
      <w:r w:rsidR="00E0544E" w:rsidRPr="007818BD">
        <w:t>Là</w:t>
      </w:r>
      <w:r>
        <w:t xml:space="preserve">, </w:t>
      </w:r>
      <w:r w:rsidR="00E0544E" w:rsidRPr="007818BD">
        <w:t>tiens</w:t>
      </w:r>
      <w:r>
        <w:t xml:space="preserve">, </w:t>
      </w:r>
      <w:r w:rsidR="00E0544E" w:rsidRPr="007818BD">
        <w:t>prends l</w:t>
      </w:r>
      <w:r>
        <w:t>’</w:t>
      </w:r>
      <w:r w:rsidR="00E0544E" w:rsidRPr="007818BD">
        <w:t>or</w:t>
      </w:r>
      <w:r>
        <w:t xml:space="preserve"> ; </w:t>
      </w:r>
      <w:r w:rsidR="00E0544E" w:rsidRPr="007818BD">
        <w:t>c</w:t>
      </w:r>
      <w:r>
        <w:t>’</w:t>
      </w:r>
      <w:r w:rsidR="00E0544E" w:rsidRPr="007818BD">
        <w:t>est pour toi que je l</w:t>
      </w:r>
      <w:r>
        <w:t>’</w:t>
      </w:r>
      <w:r w:rsidR="00E0544E" w:rsidRPr="007818BD">
        <w:t>ai amassé</w:t>
      </w:r>
      <w:r>
        <w:t xml:space="preserve">. </w:t>
      </w:r>
      <w:r w:rsidR="00E0544E" w:rsidRPr="007818BD">
        <w:t>Va</w:t>
      </w:r>
      <w:r>
        <w:t xml:space="preserve"> ! </w:t>
      </w:r>
      <w:r w:rsidR="00E0544E" w:rsidRPr="007818BD">
        <w:t>va</w:t>
      </w:r>
      <w:r>
        <w:t> ! »</w:t>
      </w:r>
    </w:p>
    <w:p w14:paraId="48FA3C5F" w14:textId="77777777" w:rsidR="00E8465A" w:rsidRDefault="00E0544E" w:rsidP="00E0544E">
      <w:r w:rsidRPr="007818BD">
        <w:t>Et le vieillard épuisé tomba aux pieds du meurtrier déjoué</w:t>
      </w:r>
      <w:r w:rsidR="00E8465A">
        <w:t xml:space="preserve">, </w:t>
      </w:r>
      <w:r w:rsidRPr="007818BD">
        <w:t>se tordit sur le sol</w:t>
      </w:r>
      <w:r w:rsidR="00E8465A">
        <w:t xml:space="preserve">, </w:t>
      </w:r>
      <w:r w:rsidRPr="007818BD">
        <w:t>sous une agonie morale mille fois plus intol</w:t>
      </w:r>
      <w:r w:rsidRPr="007818BD">
        <w:t>é</w:t>
      </w:r>
      <w:r w:rsidRPr="007818BD">
        <w:t>rable que celle qu</w:t>
      </w:r>
      <w:r w:rsidR="00E8465A">
        <w:t>’</w:t>
      </w:r>
      <w:r w:rsidRPr="007818BD">
        <w:t>il venait naguère de traverser</w:t>
      </w:r>
      <w:r w:rsidR="00E8465A">
        <w:t xml:space="preserve">. </w:t>
      </w:r>
      <w:r w:rsidRPr="007818BD">
        <w:t>Le voleur le r</w:t>
      </w:r>
      <w:r w:rsidRPr="007818BD">
        <w:t>e</w:t>
      </w:r>
      <w:r w:rsidRPr="007818BD">
        <w:t>garda avec un froid dédain</w:t>
      </w:r>
      <w:r w:rsidR="00E8465A">
        <w:t>.</w:t>
      </w:r>
    </w:p>
    <w:p w14:paraId="46599B1F" w14:textId="77777777" w:rsidR="00E8465A" w:rsidRDefault="00E8465A" w:rsidP="00E0544E">
      <w:r>
        <w:t>« </w:t>
      </w:r>
      <w:r w:rsidR="00E0544E" w:rsidRPr="007818BD">
        <w:t>Que t</w:t>
      </w:r>
      <w:r>
        <w:t>’</w:t>
      </w:r>
      <w:r w:rsidR="00E0544E" w:rsidRPr="007818BD">
        <w:t>ai-je jamais fait</w:t>
      </w:r>
      <w:r>
        <w:t xml:space="preserve">, </w:t>
      </w:r>
      <w:r w:rsidR="00E0544E" w:rsidRPr="007818BD">
        <w:t>malheureux</w:t>
      </w:r>
      <w:r>
        <w:t xml:space="preserve">, </w:t>
      </w:r>
      <w:r w:rsidR="00E0544E" w:rsidRPr="007818BD">
        <w:t>s</w:t>
      </w:r>
      <w:r>
        <w:t>’</w:t>
      </w:r>
      <w:r w:rsidR="00E0544E" w:rsidRPr="007818BD">
        <w:t>écria le vieillard</w:t>
      </w:r>
      <w:r>
        <w:t xml:space="preserve">, </w:t>
      </w:r>
      <w:r w:rsidR="00E0544E" w:rsidRPr="007818BD">
        <w:t>si ce n</w:t>
      </w:r>
      <w:r>
        <w:t>’</w:t>
      </w:r>
      <w:r w:rsidR="00E0544E" w:rsidRPr="007818BD">
        <w:t>est de t</w:t>
      </w:r>
      <w:r>
        <w:t>’</w:t>
      </w:r>
      <w:r w:rsidR="00E0544E" w:rsidRPr="007818BD">
        <w:t>aimer et de te chérir</w:t>
      </w:r>
      <w:r>
        <w:t xml:space="preserve"> ? </w:t>
      </w:r>
      <w:r w:rsidR="00E0544E" w:rsidRPr="007818BD">
        <w:t>Tu étais orphelin</w:t>
      </w:r>
      <w:r>
        <w:t xml:space="preserve">, </w:t>
      </w:r>
      <w:r w:rsidR="00E0544E" w:rsidRPr="007818BD">
        <w:t>tu étais r</w:t>
      </w:r>
      <w:r w:rsidR="00E0544E" w:rsidRPr="007818BD">
        <w:t>e</w:t>
      </w:r>
      <w:r w:rsidR="00E0544E" w:rsidRPr="007818BD">
        <w:t>poussé de tous</w:t>
      </w:r>
      <w:r>
        <w:t xml:space="preserve">. </w:t>
      </w:r>
      <w:r w:rsidR="00E0544E" w:rsidRPr="007818BD">
        <w:t>Je t</w:t>
      </w:r>
      <w:r>
        <w:t>’</w:t>
      </w:r>
      <w:r w:rsidR="00E0544E" w:rsidRPr="007818BD">
        <w:t>accueillis</w:t>
      </w:r>
      <w:r>
        <w:t xml:space="preserve">, </w:t>
      </w:r>
      <w:r w:rsidR="00E0544E" w:rsidRPr="007818BD">
        <w:t>t</w:t>
      </w:r>
      <w:r>
        <w:t>’</w:t>
      </w:r>
      <w:r w:rsidR="00E0544E" w:rsidRPr="007818BD">
        <w:t>élevai</w:t>
      </w:r>
      <w:r>
        <w:t xml:space="preserve">, </w:t>
      </w:r>
      <w:r w:rsidR="00E0544E" w:rsidRPr="007818BD">
        <w:t>t</w:t>
      </w:r>
      <w:r>
        <w:t>’</w:t>
      </w:r>
      <w:r w:rsidR="00E0544E" w:rsidRPr="007818BD">
        <w:t>adoptai comme mon fils</w:t>
      </w:r>
      <w:r>
        <w:t xml:space="preserve">. </w:t>
      </w:r>
      <w:r w:rsidR="00E0544E" w:rsidRPr="007818BD">
        <w:t>Si j</w:t>
      </w:r>
      <w:r>
        <w:t>’</w:t>
      </w:r>
      <w:r w:rsidR="00E0544E" w:rsidRPr="007818BD">
        <w:t>ai mérité le nom d</w:t>
      </w:r>
      <w:r>
        <w:t>’</w:t>
      </w:r>
      <w:r w:rsidR="00E0544E" w:rsidRPr="007818BD">
        <w:t>avare</w:t>
      </w:r>
      <w:r>
        <w:t xml:space="preserve">, </w:t>
      </w:r>
      <w:r w:rsidR="00E0544E" w:rsidRPr="007818BD">
        <w:t>c</w:t>
      </w:r>
      <w:r>
        <w:t>’</w:t>
      </w:r>
      <w:r w:rsidR="00E0544E" w:rsidRPr="007818BD">
        <w:t>est afin qu</w:t>
      </w:r>
      <w:r>
        <w:t>’</w:t>
      </w:r>
      <w:r w:rsidR="00E0544E" w:rsidRPr="007818BD">
        <w:t>on ne pût te m</w:t>
      </w:r>
      <w:r w:rsidR="00E0544E" w:rsidRPr="007818BD">
        <w:t>é</w:t>
      </w:r>
      <w:r w:rsidR="00E0544E" w:rsidRPr="007818BD">
        <w:t>priser</w:t>
      </w:r>
      <w:r>
        <w:t xml:space="preserve">, </w:t>
      </w:r>
      <w:r w:rsidR="00E0544E" w:rsidRPr="007818BD">
        <w:t>toi</w:t>
      </w:r>
      <w:r>
        <w:t xml:space="preserve">, </w:t>
      </w:r>
      <w:r w:rsidR="00E0544E" w:rsidRPr="007818BD">
        <w:t>mon héritier</w:t>
      </w:r>
      <w:r>
        <w:t xml:space="preserve">, </w:t>
      </w:r>
      <w:r w:rsidR="00E0544E" w:rsidRPr="007818BD">
        <w:t>quand je ne serais plus</w:t>
      </w:r>
      <w:r>
        <w:t xml:space="preserve">, </w:t>
      </w:r>
      <w:r w:rsidR="00E0544E" w:rsidRPr="007818BD">
        <w:t>tout disgracié que tu sois de la nature</w:t>
      </w:r>
      <w:r>
        <w:t xml:space="preserve">. </w:t>
      </w:r>
      <w:r w:rsidR="00E0544E" w:rsidRPr="007818BD">
        <w:t>Tu aurais eu tout mon bien après ma mort</w:t>
      </w:r>
      <w:r>
        <w:t xml:space="preserve">. </w:t>
      </w:r>
      <w:r w:rsidR="00E0544E" w:rsidRPr="007818BD">
        <w:t>Ne pouvais-tu me faire grâce de quelques mois</w:t>
      </w:r>
      <w:r>
        <w:t xml:space="preserve">, </w:t>
      </w:r>
      <w:r w:rsidR="00E0544E" w:rsidRPr="007818BD">
        <w:t>de que</w:t>
      </w:r>
      <w:r w:rsidR="00E0544E" w:rsidRPr="007818BD">
        <w:t>l</w:t>
      </w:r>
      <w:r w:rsidR="00E0544E" w:rsidRPr="007818BD">
        <w:t>ques jours</w:t>
      </w:r>
      <w:r>
        <w:t xml:space="preserve"> ? </w:t>
      </w:r>
      <w:r w:rsidR="00E0544E" w:rsidRPr="007818BD">
        <w:t>À ton âge on en a tant encore</w:t>
      </w:r>
      <w:r>
        <w:t xml:space="preserve">, </w:t>
      </w:r>
      <w:r w:rsidR="00E0544E" w:rsidRPr="007818BD">
        <w:t>et au mien il en reste si peu</w:t>
      </w:r>
      <w:r>
        <w:t xml:space="preserve"> ! </w:t>
      </w:r>
      <w:r w:rsidR="00E0544E" w:rsidRPr="007818BD">
        <w:t>Que t</w:t>
      </w:r>
      <w:r>
        <w:t>’</w:t>
      </w:r>
      <w:r w:rsidR="00E0544E" w:rsidRPr="007818BD">
        <w:t>ai-je fait</w:t>
      </w:r>
      <w:r>
        <w:t> ?</w:t>
      </w:r>
    </w:p>
    <w:p w14:paraId="0F8E89F6" w14:textId="77777777" w:rsidR="00E8465A" w:rsidRDefault="00E8465A" w:rsidP="00E0544E">
      <w:r>
        <w:lastRenderedPageBreak/>
        <w:t>— </w:t>
      </w:r>
      <w:r w:rsidR="00E0544E" w:rsidRPr="007818BD">
        <w:t>Tu continuais de vivre et ne voulais pas faire de test</w:t>
      </w:r>
      <w:r w:rsidR="00E0544E" w:rsidRPr="007818BD">
        <w:t>a</w:t>
      </w:r>
      <w:r w:rsidR="00E0544E" w:rsidRPr="007818BD">
        <w:t>ment</w:t>
      </w:r>
      <w:r>
        <w:t>.</w:t>
      </w:r>
    </w:p>
    <w:p w14:paraId="004C94C4" w14:textId="77777777" w:rsidR="00E8465A" w:rsidRDefault="00E8465A" w:rsidP="00E0544E">
      <w:r>
        <w:t>— </w:t>
      </w:r>
      <w:r w:rsidR="00E0544E" w:rsidRPr="007818BD">
        <w:t>Mon Dieu</w:t>
      </w:r>
      <w:r>
        <w:t xml:space="preserve"> ! </w:t>
      </w:r>
      <w:r w:rsidR="00E0544E" w:rsidRPr="007818BD">
        <w:t>mon Dieu</w:t>
      </w:r>
      <w:r>
        <w:t> !</w:t>
      </w:r>
    </w:p>
    <w:p w14:paraId="6979E324" w14:textId="77777777" w:rsidR="00E8465A" w:rsidRDefault="00E8465A" w:rsidP="00E0544E">
      <w:r>
        <w:t>— </w:t>
      </w:r>
      <w:r w:rsidR="00E0544E" w:rsidRPr="007818BD">
        <w:t>Ton Dieu</w:t>
      </w:r>
      <w:r>
        <w:t xml:space="preserve">, </w:t>
      </w:r>
      <w:r w:rsidR="00E0544E" w:rsidRPr="007818BD">
        <w:t>insensé</w:t>
      </w:r>
      <w:r>
        <w:t xml:space="preserve"> ! </w:t>
      </w:r>
      <w:r w:rsidR="00E0544E" w:rsidRPr="007818BD">
        <w:t>Ne m</w:t>
      </w:r>
      <w:r>
        <w:t>’</w:t>
      </w:r>
      <w:r w:rsidR="00E0544E" w:rsidRPr="007818BD">
        <w:t>as-tu pas dit</w:t>
      </w:r>
      <w:r>
        <w:t xml:space="preserve">, </w:t>
      </w:r>
      <w:r w:rsidR="00E0544E" w:rsidRPr="007818BD">
        <w:t>dès mon enfance</w:t>
      </w:r>
      <w:r>
        <w:t xml:space="preserve">, </w:t>
      </w:r>
      <w:r w:rsidR="00E0544E" w:rsidRPr="007818BD">
        <w:t>qu</w:t>
      </w:r>
      <w:r>
        <w:t>’</w:t>
      </w:r>
      <w:r w:rsidR="00E0544E" w:rsidRPr="007818BD">
        <w:t>il n</w:t>
      </w:r>
      <w:r>
        <w:t>’</w:t>
      </w:r>
      <w:r w:rsidR="00E0544E" w:rsidRPr="007818BD">
        <w:t>y a pas de Dieu</w:t>
      </w:r>
      <w:r>
        <w:t xml:space="preserve"> ? </w:t>
      </w:r>
      <w:r w:rsidR="00E0544E" w:rsidRPr="007818BD">
        <w:t>Ne m</w:t>
      </w:r>
      <w:r>
        <w:t>’</w:t>
      </w:r>
      <w:r w:rsidR="00E0544E" w:rsidRPr="007818BD">
        <w:t>as-tu pas nourri de philosophie</w:t>
      </w:r>
      <w:r>
        <w:t xml:space="preserve"> ? </w:t>
      </w:r>
      <w:r w:rsidR="00E0544E" w:rsidRPr="007818BD">
        <w:t>Ne me disais-tu pas</w:t>
      </w:r>
      <w:r>
        <w:t> : « </w:t>
      </w:r>
      <w:r w:rsidR="00E0544E" w:rsidRPr="007818BD">
        <w:t>Sois vertueux</w:t>
      </w:r>
      <w:r>
        <w:t xml:space="preserve">, </w:t>
      </w:r>
      <w:r w:rsidR="00E0544E" w:rsidRPr="007818BD">
        <w:t>sois bon</w:t>
      </w:r>
      <w:r>
        <w:t xml:space="preserve">, </w:t>
      </w:r>
      <w:r w:rsidR="00E0544E" w:rsidRPr="007818BD">
        <w:t>sois juste</w:t>
      </w:r>
      <w:r>
        <w:t xml:space="preserve">, </w:t>
      </w:r>
      <w:r w:rsidR="00E0544E" w:rsidRPr="007818BD">
        <w:t>à ca</w:t>
      </w:r>
      <w:r w:rsidR="00E0544E" w:rsidRPr="007818BD">
        <w:t>u</w:t>
      </w:r>
      <w:r w:rsidR="00E0544E" w:rsidRPr="007818BD">
        <w:t>se des hommes</w:t>
      </w:r>
      <w:r>
        <w:t xml:space="preserve"> ; </w:t>
      </w:r>
      <w:r w:rsidR="00E0544E" w:rsidRPr="007818BD">
        <w:t>mais il n</w:t>
      </w:r>
      <w:r>
        <w:t>’</w:t>
      </w:r>
      <w:r w:rsidR="00E0544E" w:rsidRPr="007818BD">
        <w:t>y a pas de vie après cette vie</w:t>
      </w:r>
      <w:r>
        <w:t> ? »</w:t>
      </w:r>
      <w:r w:rsidR="00E0544E" w:rsidRPr="007818BD">
        <w:t xml:space="preserve"> Les hommes</w:t>
      </w:r>
      <w:r>
        <w:t xml:space="preserve"> ! </w:t>
      </w:r>
      <w:r w:rsidR="00E0544E" w:rsidRPr="007818BD">
        <w:t>et pourquoi aimerais-je les hommes</w:t>
      </w:r>
      <w:r>
        <w:t xml:space="preserve"> ? </w:t>
      </w:r>
      <w:r w:rsidR="00E0544E" w:rsidRPr="007818BD">
        <w:t>Hideux et di</w:t>
      </w:r>
      <w:r w:rsidR="00E0544E" w:rsidRPr="007818BD">
        <w:t>f</w:t>
      </w:r>
      <w:r w:rsidR="00E0544E" w:rsidRPr="007818BD">
        <w:t>forme comme je suis</w:t>
      </w:r>
      <w:r>
        <w:t xml:space="preserve">, </w:t>
      </w:r>
      <w:r w:rsidR="00E0544E" w:rsidRPr="007818BD">
        <w:t>ils rient de moi quand je passe dans les rues</w:t>
      </w:r>
      <w:r>
        <w:t xml:space="preserve">. </w:t>
      </w:r>
      <w:r w:rsidR="00E0544E" w:rsidRPr="007818BD">
        <w:t>Ce que tu m</w:t>
      </w:r>
      <w:r>
        <w:t>’</w:t>
      </w:r>
      <w:r w:rsidR="00E0544E" w:rsidRPr="007818BD">
        <w:t>as fait</w:t>
      </w:r>
      <w:r>
        <w:t xml:space="preserve"> ? </w:t>
      </w:r>
      <w:r w:rsidR="00E0544E" w:rsidRPr="007818BD">
        <w:t>Tu m</w:t>
      </w:r>
      <w:r>
        <w:t>’</w:t>
      </w:r>
      <w:r w:rsidR="00E0544E" w:rsidRPr="007818BD">
        <w:t>as ravi</w:t>
      </w:r>
      <w:r>
        <w:t xml:space="preserve">, </w:t>
      </w:r>
      <w:r w:rsidR="00E0544E" w:rsidRPr="007818BD">
        <w:t>à moi qui suis le jouet et le rebut de ce monde</w:t>
      </w:r>
      <w:r>
        <w:t xml:space="preserve">, </w:t>
      </w:r>
      <w:r w:rsidR="00E0544E" w:rsidRPr="007818BD">
        <w:t>l</w:t>
      </w:r>
      <w:r>
        <w:t>’</w:t>
      </w:r>
      <w:r w:rsidR="00E0544E" w:rsidRPr="007818BD">
        <w:t>espoir d</w:t>
      </w:r>
      <w:r>
        <w:t>’</w:t>
      </w:r>
      <w:r w:rsidR="00E0544E" w:rsidRPr="007818BD">
        <w:t>un monde à venir</w:t>
      </w:r>
      <w:r>
        <w:t xml:space="preserve">. </w:t>
      </w:r>
      <w:r w:rsidR="00E0544E" w:rsidRPr="007818BD">
        <w:t>Ah</w:t>
      </w:r>
      <w:r>
        <w:t xml:space="preserve"> ! </w:t>
      </w:r>
      <w:r w:rsidR="00E0544E" w:rsidRPr="007818BD">
        <w:t>il n</w:t>
      </w:r>
      <w:r>
        <w:t>’</w:t>
      </w:r>
      <w:r w:rsidR="00E0544E" w:rsidRPr="007818BD">
        <w:t>est point d</w:t>
      </w:r>
      <w:r>
        <w:t>’</w:t>
      </w:r>
      <w:r w:rsidR="00E0544E" w:rsidRPr="007818BD">
        <w:t>autre vie</w:t>
      </w:r>
      <w:r>
        <w:t xml:space="preserve"> ! </w:t>
      </w:r>
      <w:r w:rsidR="00E0544E" w:rsidRPr="007818BD">
        <w:t>Alors il me faut ton or</w:t>
      </w:r>
      <w:r>
        <w:t xml:space="preserve">, </w:t>
      </w:r>
      <w:r w:rsidR="00E0544E" w:rsidRPr="007818BD">
        <w:t>afin de jouir le plus tôt possible de celle-ci</w:t>
      </w:r>
      <w:r>
        <w:t>.</w:t>
      </w:r>
    </w:p>
    <w:p w14:paraId="53A0EBD0" w14:textId="77777777" w:rsidR="00E8465A" w:rsidRDefault="00E8465A" w:rsidP="00E0544E">
      <w:r>
        <w:t>— </w:t>
      </w:r>
      <w:r w:rsidR="00E0544E" w:rsidRPr="007818BD">
        <w:t>Monstre</w:t>
      </w:r>
      <w:r>
        <w:t xml:space="preserve"> ! </w:t>
      </w:r>
      <w:r w:rsidR="00E0544E" w:rsidRPr="007818BD">
        <w:t>malédiction sur ton ingratitude</w:t>
      </w:r>
      <w:r>
        <w:t xml:space="preserve">, </w:t>
      </w:r>
      <w:r w:rsidR="00E0544E" w:rsidRPr="007818BD">
        <w:t>ta</w:t>
      </w:r>
      <w:r>
        <w:t>…</w:t>
      </w:r>
    </w:p>
    <w:p w14:paraId="0CFBAA68" w14:textId="040BCC15" w:rsidR="00E0544E" w:rsidRPr="007818BD" w:rsidRDefault="00E8465A" w:rsidP="00E0544E">
      <w:r>
        <w:t>— </w:t>
      </w:r>
      <w:r w:rsidR="00E0544E" w:rsidRPr="007818BD">
        <w:t>Et qui donc écoute ta malédiction</w:t>
      </w:r>
      <w:r>
        <w:t xml:space="preserve"> ? </w:t>
      </w:r>
      <w:r w:rsidR="00E0544E" w:rsidRPr="007818BD">
        <w:t>Tu sais bien qu</w:t>
      </w:r>
      <w:r>
        <w:t>’</w:t>
      </w:r>
      <w:r w:rsidR="00E0544E" w:rsidRPr="007818BD">
        <w:t>il n</w:t>
      </w:r>
      <w:r>
        <w:t>’</w:t>
      </w:r>
      <w:r w:rsidR="00E0544E" w:rsidRPr="007818BD">
        <w:t>y a pas de Dieu</w:t>
      </w:r>
      <w:r>
        <w:t xml:space="preserve">. </w:t>
      </w:r>
      <w:r w:rsidR="00E0544E" w:rsidRPr="007818BD">
        <w:t>Écoute</w:t>
      </w:r>
      <w:r>
        <w:t xml:space="preserve"> : </w:t>
      </w:r>
      <w:r w:rsidR="00E0544E" w:rsidRPr="007818BD">
        <w:t>j</w:t>
      </w:r>
      <w:r>
        <w:t>’</w:t>
      </w:r>
      <w:r w:rsidR="00E0544E" w:rsidRPr="007818BD">
        <w:t>ai tout préparé pour la fuite</w:t>
      </w:r>
      <w:r>
        <w:t xml:space="preserve">. </w:t>
      </w:r>
      <w:r w:rsidR="00E0544E" w:rsidRPr="007818BD">
        <w:t>Vois</w:t>
      </w:r>
      <w:r>
        <w:t xml:space="preserve">. </w:t>
      </w:r>
      <w:r w:rsidR="00E0544E" w:rsidRPr="007818BD">
        <w:t>J</w:t>
      </w:r>
      <w:r>
        <w:t>’</w:t>
      </w:r>
      <w:r w:rsidR="00E0544E" w:rsidRPr="007818BD">
        <w:t xml:space="preserve">ai un </w:t>
      </w:r>
      <w:proofErr w:type="spellStart"/>
      <w:r w:rsidR="00E0544E" w:rsidRPr="007818BD">
        <w:t>passe-port</w:t>
      </w:r>
      <w:proofErr w:type="spellEnd"/>
      <w:r>
        <w:t xml:space="preserve">, </w:t>
      </w:r>
      <w:r w:rsidR="00E0544E" w:rsidRPr="007818BD">
        <w:t>des chevaux m</w:t>
      </w:r>
      <w:r>
        <w:t>’</w:t>
      </w:r>
      <w:r w:rsidR="00E0544E" w:rsidRPr="007818BD">
        <w:t>attendent en bas</w:t>
      </w:r>
      <w:r>
        <w:t xml:space="preserve">, </w:t>
      </w:r>
      <w:r w:rsidR="00E0544E" w:rsidRPr="007818BD">
        <w:t>les relais sont commandés</w:t>
      </w:r>
      <w:r>
        <w:t xml:space="preserve">. </w:t>
      </w:r>
      <w:r w:rsidR="00E0544E" w:rsidRPr="007818BD">
        <w:t>J</w:t>
      </w:r>
      <w:r>
        <w:t>’</w:t>
      </w:r>
      <w:r w:rsidR="00E0544E" w:rsidRPr="007818BD">
        <w:t>ai ton or</w:t>
      </w:r>
      <w:r>
        <w:t>. »</w:t>
      </w:r>
    </w:p>
    <w:p w14:paraId="5033A3A1" w14:textId="77777777" w:rsidR="00E8465A" w:rsidRDefault="00E0544E" w:rsidP="00E0544E">
      <w:r w:rsidRPr="007818BD">
        <w:t>Et</w:t>
      </w:r>
      <w:r w:rsidR="00E8465A">
        <w:t xml:space="preserve">, </w:t>
      </w:r>
      <w:r w:rsidRPr="007818BD">
        <w:t>tout en parlant</w:t>
      </w:r>
      <w:r w:rsidR="00E8465A">
        <w:t xml:space="preserve">, </w:t>
      </w:r>
      <w:r w:rsidRPr="007818BD">
        <w:t>le misérable continuait à se charger de rouleaux</w:t>
      </w:r>
      <w:r w:rsidR="00E8465A">
        <w:t>.</w:t>
      </w:r>
    </w:p>
    <w:p w14:paraId="7A0043A6" w14:textId="5F836E84" w:rsidR="00E0544E" w:rsidRPr="007818BD" w:rsidRDefault="00E8465A" w:rsidP="00E0544E">
      <w:r>
        <w:t>« </w:t>
      </w:r>
      <w:r w:rsidR="00E0544E" w:rsidRPr="007818BD">
        <w:t>Et maintenant</w:t>
      </w:r>
      <w:r>
        <w:t xml:space="preserve">, </w:t>
      </w:r>
      <w:r w:rsidR="00E0544E" w:rsidRPr="007818BD">
        <w:t>si je te laisse la vie</w:t>
      </w:r>
      <w:r>
        <w:t xml:space="preserve">, </w:t>
      </w:r>
      <w:r w:rsidR="00E0544E" w:rsidRPr="007818BD">
        <w:t>quelle garantie ai-je que tu ne me dénonceras pas</w:t>
      </w:r>
      <w:r>
        <w:t> ? »</w:t>
      </w:r>
    </w:p>
    <w:p w14:paraId="2C51F4FD" w14:textId="77777777" w:rsidR="00E8465A" w:rsidRDefault="00E0544E" w:rsidP="00E0544E">
      <w:r w:rsidRPr="007818BD">
        <w:t>À ces mots</w:t>
      </w:r>
      <w:r w:rsidR="00E8465A">
        <w:t xml:space="preserve">, </w:t>
      </w:r>
      <w:r w:rsidRPr="007818BD">
        <w:t>il s</w:t>
      </w:r>
      <w:r w:rsidR="00E8465A">
        <w:t>’</w:t>
      </w:r>
      <w:r w:rsidRPr="007818BD">
        <w:t>approcha du vieillard</w:t>
      </w:r>
      <w:r w:rsidR="00E8465A">
        <w:t xml:space="preserve">, </w:t>
      </w:r>
      <w:r w:rsidRPr="007818BD">
        <w:t>le regard et le bras menaçants</w:t>
      </w:r>
      <w:r w:rsidR="00E8465A">
        <w:t>.</w:t>
      </w:r>
    </w:p>
    <w:p w14:paraId="5AAAD4BA" w14:textId="77777777" w:rsidR="00E8465A" w:rsidRDefault="00E0544E" w:rsidP="00E0544E">
      <w:r w:rsidRPr="007818BD">
        <w:t>La colère de celui-ci fit place à la crainte</w:t>
      </w:r>
      <w:r w:rsidR="00E8465A">
        <w:t xml:space="preserve">. </w:t>
      </w:r>
      <w:r w:rsidRPr="007818BD">
        <w:t>Il trembla devant ce monstre</w:t>
      </w:r>
      <w:r w:rsidR="00E8465A">
        <w:t>.</w:t>
      </w:r>
    </w:p>
    <w:p w14:paraId="29572F34" w14:textId="5F304A9A" w:rsidR="00E8465A" w:rsidRDefault="00E8465A" w:rsidP="00E0544E">
      <w:r>
        <w:t>« </w:t>
      </w:r>
      <w:r w:rsidR="00E0544E" w:rsidRPr="007818BD">
        <w:t>Laisse-moi vivre</w:t>
      </w:r>
      <w:r>
        <w:t xml:space="preserve">… </w:t>
      </w:r>
      <w:r w:rsidR="00E0544E" w:rsidRPr="007818BD">
        <w:t>laisse-moi vivre pour</w:t>
      </w:r>
      <w:r>
        <w:t xml:space="preserve">… </w:t>
      </w:r>
      <w:r w:rsidR="00E0544E" w:rsidRPr="007818BD">
        <w:t>pour</w:t>
      </w:r>
      <w:r>
        <w:t>… »</w:t>
      </w:r>
    </w:p>
    <w:p w14:paraId="0377637A" w14:textId="77777777" w:rsidR="00E8465A" w:rsidRDefault="00E8465A" w:rsidP="00E0544E">
      <w:r>
        <w:lastRenderedPageBreak/>
        <w:t>— </w:t>
      </w:r>
      <w:r w:rsidR="00E0544E" w:rsidRPr="007818BD">
        <w:t>Pourquoi</w:t>
      </w:r>
      <w:r>
        <w:t> ?</w:t>
      </w:r>
    </w:p>
    <w:p w14:paraId="4A795726" w14:textId="77777777" w:rsidR="00E8465A" w:rsidRDefault="00E8465A" w:rsidP="00E0544E">
      <w:r>
        <w:t>— </w:t>
      </w:r>
      <w:r w:rsidR="00E0544E" w:rsidRPr="007818BD">
        <w:t>Te pardonner</w:t>
      </w:r>
      <w:r>
        <w:t xml:space="preserve"> ! </w:t>
      </w:r>
      <w:r w:rsidR="00E0544E" w:rsidRPr="007818BD">
        <w:t>Oui</w:t>
      </w:r>
      <w:r>
        <w:t xml:space="preserve">, </w:t>
      </w:r>
      <w:r w:rsidR="00E0544E" w:rsidRPr="007818BD">
        <w:t>tu peux être sans crainte</w:t>
      </w:r>
      <w:r>
        <w:t xml:space="preserve">. </w:t>
      </w:r>
      <w:r w:rsidR="00E0544E" w:rsidRPr="007818BD">
        <w:t>Je le jure</w:t>
      </w:r>
      <w:r>
        <w:t>.</w:t>
      </w:r>
    </w:p>
    <w:p w14:paraId="23664463" w14:textId="162FFFE9" w:rsidR="00E0544E" w:rsidRPr="007818BD" w:rsidRDefault="00E8465A" w:rsidP="00E0544E">
      <w:r>
        <w:t>— </w:t>
      </w:r>
      <w:r w:rsidR="00E0544E" w:rsidRPr="007818BD">
        <w:t>Tu le jures</w:t>
      </w:r>
      <w:r>
        <w:t xml:space="preserve"> ! </w:t>
      </w:r>
      <w:r w:rsidR="00E0544E" w:rsidRPr="007818BD">
        <w:t>par qui et par quoi</w:t>
      </w:r>
      <w:r>
        <w:t xml:space="preserve">, </w:t>
      </w:r>
      <w:r w:rsidR="00E0544E" w:rsidRPr="007818BD">
        <w:t>vieillard</w:t>
      </w:r>
      <w:r>
        <w:t xml:space="preserve"> ? </w:t>
      </w:r>
      <w:r w:rsidR="00E0544E" w:rsidRPr="007818BD">
        <w:t>Je ne puis te croire si tu ne crois pas en un Dieu</w:t>
      </w:r>
      <w:r>
        <w:t xml:space="preserve">. </w:t>
      </w:r>
      <w:r w:rsidR="00E0544E" w:rsidRPr="007818BD">
        <w:t>Ah</w:t>
      </w:r>
      <w:r>
        <w:t xml:space="preserve"> ! </w:t>
      </w:r>
      <w:r w:rsidR="00E0544E" w:rsidRPr="007818BD">
        <w:t>ah</w:t>
      </w:r>
      <w:r>
        <w:t xml:space="preserve"> ! </w:t>
      </w:r>
      <w:r w:rsidR="00E0544E" w:rsidRPr="007818BD">
        <w:t>voilà le fruit de tes leçons</w:t>
      </w:r>
      <w:r>
        <w:t> ! »</w:t>
      </w:r>
    </w:p>
    <w:p w14:paraId="2A1B2D12" w14:textId="77777777" w:rsidR="00E8465A" w:rsidRDefault="00E0544E" w:rsidP="00E0544E">
      <w:r w:rsidRPr="007818BD">
        <w:t>Encore un moment</w:t>
      </w:r>
      <w:r w:rsidR="00E8465A">
        <w:t xml:space="preserve">, </w:t>
      </w:r>
      <w:r w:rsidRPr="007818BD">
        <w:t>et cette main déjà levée pour le meu</w:t>
      </w:r>
      <w:r w:rsidRPr="007818BD">
        <w:t>r</w:t>
      </w:r>
      <w:r w:rsidRPr="007818BD">
        <w:t>tre eût étranglé sa vict</w:t>
      </w:r>
      <w:r w:rsidRPr="007818BD">
        <w:t>i</w:t>
      </w:r>
      <w:r w:rsidRPr="007818BD">
        <w:t>me</w:t>
      </w:r>
      <w:r w:rsidR="00E8465A">
        <w:t xml:space="preserve">. </w:t>
      </w:r>
      <w:r w:rsidRPr="007818BD">
        <w:t>Mais entre elle et l</w:t>
      </w:r>
      <w:r w:rsidR="00E8465A">
        <w:t>’</w:t>
      </w:r>
      <w:r w:rsidRPr="007818BD">
        <w:t>assassin se dressa une apparition qui semblait presque venue de ce monde dont tous deux niaient l</w:t>
      </w:r>
      <w:r w:rsidR="00E8465A">
        <w:t>’</w:t>
      </w:r>
      <w:r w:rsidRPr="007818BD">
        <w:t>existence</w:t>
      </w:r>
      <w:r w:rsidR="00E8465A">
        <w:t xml:space="preserve">, </w:t>
      </w:r>
      <w:r w:rsidRPr="007818BD">
        <w:t>noble dans sa force majestueuse</w:t>
      </w:r>
      <w:r w:rsidR="00E8465A">
        <w:t xml:space="preserve">, </w:t>
      </w:r>
      <w:r w:rsidRPr="007818BD">
        <w:t>gl</w:t>
      </w:r>
      <w:r w:rsidRPr="007818BD">
        <w:t>o</w:t>
      </w:r>
      <w:r w:rsidRPr="007818BD">
        <w:t>rieuse d</w:t>
      </w:r>
      <w:r w:rsidR="00E8465A">
        <w:t>’</w:t>
      </w:r>
      <w:r w:rsidRPr="007818BD">
        <w:t>une beauté imposante</w:t>
      </w:r>
      <w:r w:rsidR="00E8465A">
        <w:t>.</w:t>
      </w:r>
    </w:p>
    <w:p w14:paraId="6E9D487D" w14:textId="77777777" w:rsidR="00E8465A" w:rsidRDefault="00E0544E" w:rsidP="00E0544E">
      <w:r w:rsidRPr="007818BD">
        <w:t>Le brigand recula</w:t>
      </w:r>
      <w:r w:rsidR="00E8465A">
        <w:t xml:space="preserve">, </w:t>
      </w:r>
      <w:r w:rsidRPr="007818BD">
        <w:t>regarda</w:t>
      </w:r>
      <w:r w:rsidR="00E8465A">
        <w:t xml:space="preserve">, </w:t>
      </w:r>
      <w:r w:rsidRPr="007818BD">
        <w:t>trembla</w:t>
      </w:r>
      <w:r w:rsidR="00E8465A">
        <w:t xml:space="preserve">, </w:t>
      </w:r>
      <w:r w:rsidRPr="007818BD">
        <w:t>puis se retourna et s</w:t>
      </w:r>
      <w:r w:rsidR="00E8465A">
        <w:t>’</w:t>
      </w:r>
      <w:r w:rsidRPr="007818BD">
        <w:t>enfuit</w:t>
      </w:r>
      <w:r w:rsidR="00E8465A">
        <w:t xml:space="preserve">. </w:t>
      </w:r>
      <w:r w:rsidRPr="007818BD">
        <w:t>Le vieillard retomba sur le parquet</w:t>
      </w:r>
      <w:r w:rsidR="00E8465A">
        <w:t xml:space="preserve">, </w:t>
      </w:r>
      <w:r w:rsidRPr="007818BD">
        <w:t>sans connaissa</w:t>
      </w:r>
      <w:r w:rsidRPr="007818BD">
        <w:t>n</w:t>
      </w:r>
      <w:r w:rsidRPr="007818BD">
        <w:t>ce</w:t>
      </w:r>
      <w:r w:rsidR="00E8465A">
        <w:t>…</w:t>
      </w:r>
    </w:p>
    <w:p w14:paraId="77E9A41C" w14:textId="77777777" w:rsidR="00E8465A" w:rsidRDefault="00E0544E" w:rsidP="00E8465A">
      <w:pPr>
        <w:pStyle w:val="Titre2"/>
        <w:pageBreakBefore/>
      </w:pPr>
      <w:bookmarkStart w:id="8" w:name="_Toc199963057"/>
      <w:r w:rsidRPr="007818BD">
        <w:lastRenderedPageBreak/>
        <w:t>CHAPITRE</w:t>
      </w:r>
      <w:r w:rsidR="00E8465A">
        <w:t xml:space="preserve"> </w:t>
      </w:r>
      <w:r w:rsidRPr="007818BD">
        <w:t>VIII</w:t>
      </w:r>
      <w:r w:rsidR="00E8465A">
        <w:t>.</w:t>
      </w:r>
      <w:bookmarkEnd w:id="8"/>
    </w:p>
    <w:p w14:paraId="08AA2FF2" w14:textId="77777777" w:rsidR="00E8465A" w:rsidRDefault="00E0544E" w:rsidP="00E0544E">
      <w:pPr>
        <w:pStyle w:val="NormalRetraitGauche4XIndent0"/>
        <w:spacing w:before="0" w:after="0"/>
        <w:rPr>
          <w:rStyle w:val="Taille-1Caracteres"/>
        </w:rPr>
      </w:pPr>
      <w:r w:rsidRPr="007818BD">
        <w:rPr>
          <w:rStyle w:val="Taille-1Caracteres"/>
        </w:rPr>
        <w:t>Voulez-vous savoir comment se conduira un m</w:t>
      </w:r>
      <w:r w:rsidRPr="007818BD">
        <w:rPr>
          <w:rStyle w:val="Taille-1Caracteres"/>
        </w:rPr>
        <w:t>é</w:t>
      </w:r>
      <w:r w:rsidRPr="007818BD">
        <w:rPr>
          <w:rStyle w:val="Taille-1Caracteres"/>
        </w:rPr>
        <w:t>chant homme</w:t>
      </w:r>
      <w:r w:rsidR="00E8465A">
        <w:rPr>
          <w:rStyle w:val="Taille-1Caracteres"/>
        </w:rPr>
        <w:t xml:space="preserve">, </w:t>
      </w:r>
      <w:r w:rsidRPr="007818BD">
        <w:rPr>
          <w:rStyle w:val="Taille-1Caracteres"/>
        </w:rPr>
        <w:t>s</w:t>
      </w:r>
      <w:r w:rsidR="00E8465A">
        <w:rPr>
          <w:rStyle w:val="Taille-1Caracteres"/>
        </w:rPr>
        <w:t>’</w:t>
      </w:r>
      <w:r w:rsidRPr="007818BD">
        <w:rPr>
          <w:rStyle w:val="Taille-1Caracteres"/>
        </w:rPr>
        <w:t>il arrive au pouvoir</w:t>
      </w:r>
      <w:r w:rsidR="00E8465A">
        <w:rPr>
          <w:rStyle w:val="Taille-1Caracteres"/>
        </w:rPr>
        <w:t xml:space="preserve"> ? </w:t>
      </w:r>
      <w:r w:rsidRPr="007818BD">
        <w:rPr>
          <w:rStyle w:val="Taille-1Caracteres"/>
        </w:rPr>
        <w:t>Prenez le contre-pied de toutes les doctr</w:t>
      </w:r>
      <w:r w:rsidRPr="007818BD">
        <w:rPr>
          <w:rStyle w:val="Taille-1Caracteres"/>
        </w:rPr>
        <w:t>i</w:t>
      </w:r>
      <w:r w:rsidRPr="007818BD">
        <w:rPr>
          <w:rStyle w:val="Taille-1Caracteres"/>
        </w:rPr>
        <w:t>nes qu</w:t>
      </w:r>
      <w:r w:rsidR="00E8465A">
        <w:rPr>
          <w:rStyle w:val="Taille-1Caracteres"/>
        </w:rPr>
        <w:t>’</w:t>
      </w:r>
      <w:r w:rsidRPr="007818BD">
        <w:rPr>
          <w:rStyle w:val="Taille-1Caracteres"/>
        </w:rPr>
        <w:t>il prêche pendant qu</w:t>
      </w:r>
      <w:r w:rsidR="00E8465A">
        <w:rPr>
          <w:rStyle w:val="Taille-1Caracteres"/>
        </w:rPr>
        <w:t>’</w:t>
      </w:r>
      <w:r w:rsidRPr="007818BD">
        <w:rPr>
          <w:rStyle w:val="Taille-1Caracteres"/>
        </w:rPr>
        <w:t>il est encore obscur</w:t>
      </w:r>
      <w:r w:rsidR="00E8465A">
        <w:rPr>
          <w:rStyle w:val="Taille-1Caracteres"/>
        </w:rPr>
        <w:t>.</w:t>
      </w:r>
    </w:p>
    <w:p w14:paraId="2C5C20D4" w14:textId="464CBAE1" w:rsidR="00E8465A" w:rsidRDefault="00E8465A" w:rsidP="000200A6">
      <w:pPr>
        <w:ind w:firstLine="0"/>
        <w:jc w:val="right"/>
        <w:rPr>
          <w:rStyle w:val="Taille-1Caracteres"/>
        </w:rPr>
      </w:pPr>
      <w:r>
        <w:rPr>
          <w:rStyle w:val="Taille-1Caracteres"/>
        </w:rPr>
        <w:t>(</w:t>
      </w:r>
      <w:r w:rsidR="00E0544E" w:rsidRPr="007818BD">
        <w:rPr>
          <w:rStyle w:val="Taille-1Caracteres"/>
        </w:rPr>
        <w:t>S</w:t>
      </w:r>
      <w:r>
        <w:rPr>
          <w:rStyle w:val="Taille-1Caracteres"/>
        </w:rPr>
        <w:t xml:space="preserve">. </w:t>
      </w:r>
      <w:proofErr w:type="spellStart"/>
      <w:r w:rsidR="00E0544E" w:rsidRPr="007818BD">
        <w:rPr>
          <w:rStyle w:val="Taille-1Caracteres"/>
        </w:rPr>
        <w:t>MONTAGUE</w:t>
      </w:r>
      <w:proofErr w:type="spellEnd"/>
      <w:r>
        <w:rPr>
          <w:rStyle w:val="Taille-1Caracteres"/>
        </w:rPr>
        <w:t>.)</w:t>
      </w:r>
    </w:p>
    <w:p w14:paraId="4E3172BE" w14:textId="77777777" w:rsidR="00E8465A" w:rsidRDefault="00E0544E" w:rsidP="00E0544E">
      <w:pPr>
        <w:pStyle w:val="NormalRetraitGauche4XIndent0"/>
        <w:spacing w:before="0" w:after="0"/>
        <w:rPr>
          <w:rStyle w:val="Taille-1Caracteres"/>
        </w:rPr>
      </w:pPr>
      <w:r w:rsidRPr="007818BD">
        <w:rPr>
          <w:rStyle w:val="Taille-1Caracteres"/>
        </w:rPr>
        <w:t>Les antipathies font aussi partie de ce qu</w:t>
      </w:r>
      <w:r w:rsidR="00E8465A">
        <w:rPr>
          <w:rStyle w:val="Taille-1Caracteres"/>
        </w:rPr>
        <w:t>’</w:t>
      </w:r>
      <w:r w:rsidRPr="007818BD">
        <w:rPr>
          <w:rStyle w:val="Taille-1Caracteres"/>
        </w:rPr>
        <w:t>on no</w:t>
      </w:r>
      <w:r w:rsidRPr="007818BD">
        <w:rPr>
          <w:rStyle w:val="Taille-1Caracteres"/>
        </w:rPr>
        <w:t>m</w:t>
      </w:r>
      <w:r w:rsidRPr="007818BD">
        <w:rPr>
          <w:rStyle w:val="Taille-1Caracteres"/>
        </w:rPr>
        <w:t>me improprement magie</w:t>
      </w:r>
      <w:r w:rsidR="00E8465A">
        <w:rPr>
          <w:rStyle w:val="Taille-1Caracteres"/>
        </w:rPr>
        <w:t xml:space="preserve">. </w:t>
      </w:r>
      <w:r w:rsidRPr="007818BD">
        <w:rPr>
          <w:rStyle w:val="Taille-1Caracteres"/>
        </w:rPr>
        <w:t>L</w:t>
      </w:r>
      <w:r w:rsidR="00E8465A">
        <w:rPr>
          <w:rStyle w:val="Taille-1Caracteres"/>
        </w:rPr>
        <w:t>’</w:t>
      </w:r>
      <w:r w:rsidRPr="007818BD">
        <w:rPr>
          <w:rStyle w:val="Taille-1Caracteres"/>
        </w:rPr>
        <w:t>homme possède nat</w:t>
      </w:r>
      <w:r w:rsidRPr="007818BD">
        <w:rPr>
          <w:rStyle w:val="Taille-1Caracteres"/>
        </w:rPr>
        <w:t>u</w:t>
      </w:r>
      <w:r w:rsidRPr="007818BD">
        <w:rPr>
          <w:rStyle w:val="Taille-1Caracteres"/>
        </w:rPr>
        <w:t>rellement</w:t>
      </w:r>
      <w:r w:rsidR="00E8465A">
        <w:rPr>
          <w:rStyle w:val="Taille-1Caracteres"/>
        </w:rPr>
        <w:t xml:space="preserve">, </w:t>
      </w:r>
      <w:r w:rsidRPr="007818BD">
        <w:rPr>
          <w:rStyle w:val="Taille-1Caracteres"/>
        </w:rPr>
        <w:t>en commun avec les animaux</w:t>
      </w:r>
      <w:r w:rsidR="00E8465A">
        <w:rPr>
          <w:rStyle w:val="Taille-1Caracteres"/>
        </w:rPr>
        <w:t xml:space="preserve">, </w:t>
      </w:r>
      <w:r w:rsidRPr="007818BD">
        <w:rPr>
          <w:rStyle w:val="Taille-1Caracteres"/>
        </w:rPr>
        <w:t>un in</w:t>
      </w:r>
      <w:r w:rsidRPr="007818BD">
        <w:rPr>
          <w:rStyle w:val="Taille-1Caracteres"/>
        </w:rPr>
        <w:t>s</w:t>
      </w:r>
      <w:r w:rsidRPr="007818BD">
        <w:rPr>
          <w:rStyle w:val="Taille-1Caracteres"/>
        </w:rPr>
        <w:t>tinct qui l</w:t>
      </w:r>
      <w:r w:rsidR="00E8465A">
        <w:rPr>
          <w:rStyle w:val="Taille-1Caracteres"/>
        </w:rPr>
        <w:t>’</w:t>
      </w:r>
      <w:r w:rsidRPr="007818BD">
        <w:rPr>
          <w:rStyle w:val="Taille-1Caracteres"/>
        </w:rPr>
        <w:t>éloigne involontairement des êtres host</w:t>
      </w:r>
      <w:r w:rsidRPr="007818BD">
        <w:rPr>
          <w:rStyle w:val="Taille-1Caracteres"/>
        </w:rPr>
        <w:t>i</w:t>
      </w:r>
      <w:r w:rsidRPr="007818BD">
        <w:rPr>
          <w:rStyle w:val="Taille-1Caracteres"/>
        </w:rPr>
        <w:t>les ou funestes à son existence</w:t>
      </w:r>
      <w:r w:rsidR="00E8465A">
        <w:rPr>
          <w:rStyle w:val="Taille-1Caracteres"/>
        </w:rPr>
        <w:t xml:space="preserve">. </w:t>
      </w:r>
      <w:r w:rsidRPr="007818BD">
        <w:rPr>
          <w:rStyle w:val="Taille-1Caracteres"/>
        </w:rPr>
        <w:t>Mais il néglige si souvent cet instinct que c</w:t>
      </w:r>
      <w:r w:rsidR="00E8465A">
        <w:rPr>
          <w:rStyle w:val="Taille-1Caracteres"/>
        </w:rPr>
        <w:t>’</w:t>
      </w:r>
      <w:r w:rsidRPr="007818BD">
        <w:rPr>
          <w:rStyle w:val="Taille-1Caracteres"/>
        </w:rPr>
        <w:t>est une faculté qui s</w:t>
      </w:r>
      <w:r w:rsidR="00E8465A">
        <w:rPr>
          <w:rStyle w:val="Taille-1Caracteres"/>
        </w:rPr>
        <w:t>’</w:t>
      </w:r>
      <w:r w:rsidRPr="007818BD">
        <w:rPr>
          <w:rStyle w:val="Taille-1Caracteres"/>
        </w:rPr>
        <w:t>émousse</w:t>
      </w:r>
      <w:r w:rsidR="00E8465A">
        <w:rPr>
          <w:rStyle w:val="Taille-1Caracteres"/>
        </w:rPr>
        <w:t xml:space="preserve">. </w:t>
      </w:r>
      <w:r w:rsidRPr="007818BD">
        <w:rPr>
          <w:rStyle w:val="Taille-1Caracteres"/>
        </w:rPr>
        <w:t>Il n</w:t>
      </w:r>
      <w:r w:rsidR="00E8465A">
        <w:rPr>
          <w:rStyle w:val="Taille-1Caracteres"/>
        </w:rPr>
        <w:t>’</w:t>
      </w:r>
      <w:r w:rsidRPr="007818BD">
        <w:rPr>
          <w:rStyle w:val="Taille-1Caracteres"/>
        </w:rPr>
        <w:t>en est pas ainsi de celui qui cultive le Grand Art</w:t>
      </w:r>
      <w:r w:rsidR="00E8465A">
        <w:rPr>
          <w:rStyle w:val="Taille-1Caracteres"/>
        </w:rPr>
        <w:t>. (</w:t>
      </w:r>
      <w:r w:rsidR="00E8465A" w:rsidRPr="00AF32C9">
        <w:rPr>
          <w:rStyle w:val="Taille-1Caracteres"/>
          <w:i/>
        </w:rPr>
        <w:t>Trism</w:t>
      </w:r>
      <w:r w:rsidR="00E8465A" w:rsidRPr="00AF32C9">
        <w:rPr>
          <w:rStyle w:val="Taille-1Caracteres"/>
          <w:i/>
        </w:rPr>
        <w:t>é</w:t>
      </w:r>
      <w:r w:rsidR="00E8465A" w:rsidRPr="00AF32C9">
        <w:rPr>
          <w:rStyle w:val="Taille-1Caracteres"/>
          <w:i/>
        </w:rPr>
        <w:t>giste</w:t>
      </w:r>
      <w:r w:rsidR="00E8465A">
        <w:rPr>
          <w:rStyle w:val="Taille-1Caracteres"/>
          <w:i/>
        </w:rPr>
        <w:t> </w:t>
      </w:r>
      <w:r w:rsidR="00E8465A" w:rsidRPr="00AF32C9">
        <w:rPr>
          <w:rStyle w:val="Taille-1Caracteres"/>
          <w:i/>
        </w:rPr>
        <w:t>IV</w:t>
      </w:r>
      <w:r w:rsidR="00E8465A">
        <w:rPr>
          <w:rStyle w:val="Taille-1Caracteres"/>
          <w:i/>
        </w:rPr>
        <w:t xml:space="preserve">, </w:t>
      </w:r>
      <w:r w:rsidRPr="00AF32C9">
        <w:rPr>
          <w:rStyle w:val="Taille-1Caracteres"/>
          <w:i/>
        </w:rPr>
        <w:t>Rose-croix</w:t>
      </w:r>
      <w:r w:rsidR="00E8465A">
        <w:rPr>
          <w:rStyle w:val="Taille-1Caracteres"/>
        </w:rPr>
        <w:t>.)</w:t>
      </w:r>
    </w:p>
    <w:p w14:paraId="120DFCCB" w14:textId="77777777" w:rsidR="00E8465A" w:rsidRDefault="00E0544E" w:rsidP="00E0544E">
      <w:r w:rsidRPr="007818BD">
        <w:t>Quand il revint voir le vieillard le lendemain</w:t>
      </w:r>
      <w:r w:rsidR="00E8465A">
        <w:t xml:space="preserve">, </w:t>
      </w:r>
      <w:r w:rsidRPr="007818BD">
        <w:t>l</w:t>
      </w:r>
      <w:r w:rsidR="00E8465A">
        <w:t>’</w:t>
      </w:r>
      <w:r w:rsidRPr="007818BD">
        <w:t>étranger le trouva calme et fut lui-même étonné de le voir à ce point remis des émotions et des souffrances de la nuit</w:t>
      </w:r>
      <w:r w:rsidR="00E8465A">
        <w:t xml:space="preserve">. </w:t>
      </w:r>
      <w:r w:rsidRPr="007818BD">
        <w:t>Le malade exprima sa reconnaissance à son sauveur avec des larmes ferventes</w:t>
      </w:r>
      <w:r w:rsidR="00E8465A">
        <w:t xml:space="preserve">, </w:t>
      </w:r>
      <w:r w:rsidRPr="007818BD">
        <w:t>et lui apprit qu</w:t>
      </w:r>
      <w:r w:rsidR="00E8465A">
        <w:t>’</w:t>
      </w:r>
      <w:r w:rsidRPr="007818BD">
        <w:t>il avait déjà fait demander un de ses parents</w:t>
      </w:r>
      <w:r w:rsidR="00E8465A">
        <w:t xml:space="preserve">, </w:t>
      </w:r>
      <w:r w:rsidRPr="007818BD">
        <w:t>qui veillerait désormais à sa s</w:t>
      </w:r>
      <w:r w:rsidRPr="007818BD">
        <w:t>û</w:t>
      </w:r>
      <w:r w:rsidRPr="007818BD">
        <w:t>reté et aux besoins de son existence</w:t>
      </w:r>
      <w:r w:rsidR="00E8465A">
        <w:t>.</w:t>
      </w:r>
    </w:p>
    <w:p w14:paraId="381C739D" w14:textId="5A0BCEEB" w:rsidR="00E0544E" w:rsidRPr="007818BD" w:rsidRDefault="00E8465A" w:rsidP="00E0544E">
      <w:r>
        <w:t>« </w:t>
      </w:r>
      <w:r w:rsidR="00E0544E" w:rsidRPr="007818BD">
        <w:t>Car</w:t>
      </w:r>
      <w:r>
        <w:t xml:space="preserve">, </w:t>
      </w:r>
      <w:r w:rsidR="00E0544E" w:rsidRPr="007818BD">
        <w:t>dit-il</w:t>
      </w:r>
      <w:r>
        <w:t xml:space="preserve">, </w:t>
      </w:r>
      <w:r w:rsidR="00E0544E" w:rsidRPr="007818BD">
        <w:t>il me reste encore de l</w:t>
      </w:r>
      <w:r>
        <w:t>’</w:t>
      </w:r>
      <w:r w:rsidR="00E0544E" w:rsidRPr="007818BD">
        <w:t>argent</w:t>
      </w:r>
      <w:r>
        <w:t xml:space="preserve">, </w:t>
      </w:r>
      <w:r w:rsidR="00E0544E" w:rsidRPr="007818BD">
        <w:t>et dorénavant je n</w:t>
      </w:r>
      <w:r>
        <w:t>’</w:t>
      </w:r>
      <w:r w:rsidR="00E0544E" w:rsidRPr="007818BD">
        <w:t>ai aucun motif d</w:t>
      </w:r>
      <w:r>
        <w:t>’</w:t>
      </w:r>
      <w:r w:rsidR="00E0544E" w:rsidRPr="007818BD">
        <w:t>être avare</w:t>
      </w:r>
      <w:r>
        <w:t>. »</w:t>
      </w:r>
    </w:p>
    <w:p w14:paraId="64F314C8" w14:textId="77777777" w:rsidR="00E8465A" w:rsidRDefault="00E0544E" w:rsidP="00E0544E">
      <w:r w:rsidRPr="007818BD">
        <w:t>Il se mit ensuite à raconter rapidement l</w:t>
      </w:r>
      <w:r w:rsidR="00E8465A">
        <w:t>’</w:t>
      </w:r>
      <w:r w:rsidRPr="007818BD">
        <w:t>origine et les ci</w:t>
      </w:r>
      <w:r w:rsidRPr="007818BD">
        <w:t>r</w:t>
      </w:r>
      <w:r w:rsidRPr="007818BD">
        <w:t>constances de sa liaison avec celui qui avait tenté de l</w:t>
      </w:r>
      <w:r w:rsidR="00E8465A">
        <w:t>’</w:t>
      </w:r>
      <w:r w:rsidRPr="007818BD">
        <w:t>assassiner</w:t>
      </w:r>
      <w:r w:rsidR="00E8465A">
        <w:t xml:space="preserve">. </w:t>
      </w:r>
      <w:r w:rsidRPr="007818BD">
        <w:t>Il paraît que</w:t>
      </w:r>
      <w:r w:rsidR="00E8465A">
        <w:t xml:space="preserve">, </w:t>
      </w:r>
      <w:r w:rsidRPr="007818BD">
        <w:t>dans sa jeunesse</w:t>
      </w:r>
      <w:r w:rsidR="00E8465A">
        <w:t xml:space="preserve">, </w:t>
      </w:r>
      <w:r w:rsidRPr="007818BD">
        <w:t>il s</w:t>
      </w:r>
      <w:r w:rsidR="00E8465A">
        <w:t>’</w:t>
      </w:r>
      <w:r w:rsidRPr="007818BD">
        <w:t>était brouillé avec sa famille pour quelque divergence dans leurs croyances religieuses</w:t>
      </w:r>
      <w:r w:rsidR="00E8465A">
        <w:t xml:space="preserve">. </w:t>
      </w:r>
      <w:r w:rsidRPr="007818BD">
        <w:t>R</w:t>
      </w:r>
      <w:r w:rsidRPr="007818BD">
        <w:t>e</w:t>
      </w:r>
      <w:r w:rsidRPr="007818BD">
        <w:t>poussant comme une fable toute religion précise et pratique</w:t>
      </w:r>
      <w:r w:rsidR="00E8465A">
        <w:t xml:space="preserve">, </w:t>
      </w:r>
      <w:r w:rsidRPr="007818BD">
        <w:t>il entretenait encore des sentiments qui portaient son âme à cette sensibilité fausse et exagérée</w:t>
      </w:r>
      <w:r w:rsidR="00E8465A">
        <w:t xml:space="preserve">, </w:t>
      </w:r>
      <w:r w:rsidRPr="007818BD">
        <w:t xml:space="preserve">que ceux qui </w:t>
      </w:r>
      <w:r w:rsidRPr="007818BD">
        <w:lastRenderedPageBreak/>
        <w:t>en sont dupes prennent si souvent pour de la bienveillance</w:t>
      </w:r>
      <w:r w:rsidR="00E8465A">
        <w:t xml:space="preserve">. </w:t>
      </w:r>
      <w:r w:rsidRPr="007818BD">
        <w:t>Il y avait plus de faiblesse dans son intelligence que de perversité dans son cœur</w:t>
      </w:r>
      <w:r w:rsidR="00E8465A">
        <w:t xml:space="preserve">. </w:t>
      </w:r>
      <w:r w:rsidRPr="007818BD">
        <w:t>Il n</w:t>
      </w:r>
      <w:r w:rsidR="00E8465A">
        <w:t>’</w:t>
      </w:r>
      <w:r w:rsidRPr="007818BD">
        <w:t>avait pas d</w:t>
      </w:r>
      <w:r w:rsidR="00E8465A">
        <w:t>’</w:t>
      </w:r>
      <w:r w:rsidRPr="007818BD">
        <w:t>enfants</w:t>
      </w:r>
      <w:r w:rsidR="00E8465A">
        <w:t xml:space="preserve"> : </w:t>
      </w:r>
      <w:r w:rsidRPr="007818BD">
        <w:t>il r</w:t>
      </w:r>
      <w:r w:rsidRPr="007818BD">
        <w:t>é</w:t>
      </w:r>
      <w:r w:rsidRPr="007818BD">
        <w:t>solut d</w:t>
      </w:r>
      <w:r w:rsidR="00E8465A">
        <w:t>’</w:t>
      </w:r>
      <w:r w:rsidRPr="007818BD">
        <w:t>adopter un enfant du peuple</w:t>
      </w:r>
      <w:r w:rsidR="00E8465A">
        <w:t xml:space="preserve">, </w:t>
      </w:r>
      <w:r w:rsidRPr="007818BD">
        <w:t>et de l</w:t>
      </w:r>
      <w:r w:rsidR="00E8465A">
        <w:t>’</w:t>
      </w:r>
      <w:r w:rsidRPr="007818BD">
        <w:t xml:space="preserve">élever </w:t>
      </w:r>
      <w:r w:rsidRPr="007818BD">
        <w:rPr>
          <w:i/>
          <w:iCs/>
        </w:rPr>
        <w:t>selon la raison</w:t>
      </w:r>
      <w:r w:rsidR="00E8465A">
        <w:t xml:space="preserve">. </w:t>
      </w:r>
      <w:r w:rsidRPr="007818BD">
        <w:t>Il choisit un o</w:t>
      </w:r>
      <w:r w:rsidRPr="007818BD">
        <w:t>r</w:t>
      </w:r>
      <w:r w:rsidRPr="007818BD">
        <w:t>ph</w:t>
      </w:r>
      <w:r w:rsidRPr="007818BD">
        <w:t>e</w:t>
      </w:r>
      <w:r w:rsidRPr="007818BD">
        <w:t>lin de la naissance la plus obscure</w:t>
      </w:r>
      <w:r w:rsidR="00E8465A">
        <w:t xml:space="preserve">, </w:t>
      </w:r>
      <w:r w:rsidRPr="007818BD">
        <w:t>dont les difformités et l</w:t>
      </w:r>
      <w:r w:rsidR="00E8465A">
        <w:t>’</w:t>
      </w:r>
      <w:r w:rsidRPr="007818BD">
        <w:t>aspect repoussant furent pour lui tout d</w:t>
      </w:r>
      <w:r w:rsidR="00E8465A">
        <w:t>’</w:t>
      </w:r>
      <w:r w:rsidRPr="007818BD">
        <w:t>abord un motif de plus de commisération</w:t>
      </w:r>
      <w:r w:rsidR="00E8465A">
        <w:t xml:space="preserve">, </w:t>
      </w:r>
      <w:r w:rsidRPr="007818BD">
        <w:t>et plus tard une cause no</w:t>
      </w:r>
      <w:r w:rsidRPr="007818BD">
        <w:t>u</w:t>
      </w:r>
      <w:r w:rsidRPr="007818BD">
        <w:t>velle d</w:t>
      </w:r>
      <w:r w:rsidR="00E8465A">
        <w:t>’</w:t>
      </w:r>
      <w:r w:rsidRPr="007818BD">
        <w:t>aveugle et excessive tendresse</w:t>
      </w:r>
      <w:r w:rsidR="00E8465A">
        <w:t xml:space="preserve">. </w:t>
      </w:r>
      <w:r w:rsidRPr="007818BD">
        <w:t>Dans ce rebut de la société</w:t>
      </w:r>
      <w:r w:rsidR="00E8465A">
        <w:t xml:space="preserve">, </w:t>
      </w:r>
      <w:r w:rsidRPr="007818BD">
        <w:t>ce n</w:t>
      </w:r>
      <w:r w:rsidR="00E8465A">
        <w:t>’</w:t>
      </w:r>
      <w:r w:rsidRPr="007818BD">
        <w:t>était pas seulement un fils qu</w:t>
      </w:r>
      <w:r w:rsidR="00E8465A">
        <w:t>’</w:t>
      </w:r>
      <w:r w:rsidRPr="007818BD">
        <w:t>il aimait</w:t>
      </w:r>
      <w:r w:rsidR="00E8465A">
        <w:t xml:space="preserve"> : </w:t>
      </w:r>
      <w:r w:rsidRPr="007818BD">
        <w:t>c</w:t>
      </w:r>
      <w:r w:rsidR="00E8465A">
        <w:t>’</w:t>
      </w:r>
      <w:r w:rsidRPr="007818BD">
        <w:t>était une théorie</w:t>
      </w:r>
      <w:r w:rsidR="00E8465A">
        <w:t xml:space="preserve">. </w:t>
      </w:r>
      <w:r w:rsidRPr="007818BD">
        <w:t>Il l</w:t>
      </w:r>
      <w:r w:rsidR="00E8465A">
        <w:t>’</w:t>
      </w:r>
      <w:r w:rsidRPr="007818BD">
        <w:t>éleva d</w:t>
      </w:r>
      <w:r w:rsidR="00E8465A">
        <w:t>’</w:t>
      </w:r>
      <w:r w:rsidRPr="007818BD">
        <w:t>après les principes les plus philosophiques</w:t>
      </w:r>
      <w:r w:rsidR="00E8465A">
        <w:t xml:space="preserve">. </w:t>
      </w:r>
      <w:r w:rsidRPr="007818BD">
        <w:t>Helvétius lui avait prouvé que l</w:t>
      </w:r>
      <w:r w:rsidR="00E8465A">
        <w:t>’</w:t>
      </w:r>
      <w:r w:rsidRPr="007818BD">
        <w:t>éducation peut tout et</w:t>
      </w:r>
      <w:r w:rsidR="00E8465A">
        <w:t xml:space="preserve">, </w:t>
      </w:r>
      <w:r w:rsidRPr="007818BD">
        <w:t>avant d</w:t>
      </w:r>
      <w:r w:rsidR="00E8465A">
        <w:t>’</w:t>
      </w:r>
      <w:r w:rsidRPr="007818BD">
        <w:t>avoir huit ans</w:t>
      </w:r>
      <w:r w:rsidR="00E8465A">
        <w:t xml:space="preserve">, </w:t>
      </w:r>
      <w:r w:rsidRPr="007818BD">
        <w:t>les expressions favorites du petit Jean étaient</w:t>
      </w:r>
      <w:r w:rsidR="00E8465A">
        <w:t xml:space="preserve"> : </w:t>
      </w:r>
      <w:r w:rsidRPr="007818BD">
        <w:rPr>
          <w:i/>
          <w:iCs/>
        </w:rPr>
        <w:t>La lumière et la vertu</w:t>
      </w:r>
      <w:r w:rsidR="00E8465A">
        <w:t xml:space="preserve">. </w:t>
      </w:r>
      <w:r w:rsidRPr="007818BD">
        <w:t>L</w:t>
      </w:r>
      <w:r w:rsidR="00E8465A">
        <w:t>’</w:t>
      </w:r>
      <w:r w:rsidRPr="007818BD">
        <w:t>enfant montra des dispositions</w:t>
      </w:r>
      <w:r w:rsidR="00E8465A">
        <w:t xml:space="preserve">, </w:t>
      </w:r>
      <w:r w:rsidRPr="007818BD">
        <w:t>surtout pour les arts</w:t>
      </w:r>
      <w:r w:rsidR="00E8465A">
        <w:t xml:space="preserve">. </w:t>
      </w:r>
      <w:r w:rsidRPr="007818BD">
        <w:t>Son protecteur chercha un maître aussi libre que lui-même de toute superstition</w:t>
      </w:r>
      <w:r w:rsidR="00E8465A">
        <w:t xml:space="preserve">, </w:t>
      </w:r>
      <w:r w:rsidRPr="007818BD">
        <w:t>et choisit le peintre David</w:t>
      </w:r>
      <w:r w:rsidR="00E8465A">
        <w:t xml:space="preserve">. </w:t>
      </w:r>
      <w:r w:rsidRPr="007818BD">
        <w:t>Cet artiste</w:t>
      </w:r>
      <w:r w:rsidR="00E8465A">
        <w:t xml:space="preserve">, </w:t>
      </w:r>
      <w:r w:rsidRPr="007818BD">
        <w:t>aussi hideux que son élève</w:t>
      </w:r>
      <w:r w:rsidR="00E8465A">
        <w:t xml:space="preserve">, </w:t>
      </w:r>
      <w:r w:rsidRPr="007818BD">
        <w:t>et dont les penchants étaient aussi vicieux que son talent était incontestable</w:t>
      </w:r>
      <w:r w:rsidR="00E8465A">
        <w:t xml:space="preserve">, </w:t>
      </w:r>
      <w:r w:rsidRPr="007818BD">
        <w:t>était certainement aussi peu suspect de superstition que le protecteur pouvait le dema</w:t>
      </w:r>
      <w:r w:rsidRPr="007818BD">
        <w:t>n</w:t>
      </w:r>
      <w:r w:rsidRPr="007818BD">
        <w:t>der</w:t>
      </w:r>
      <w:r w:rsidRPr="007818BD">
        <w:rPr>
          <w:rStyle w:val="Appelnotedebasdep"/>
        </w:rPr>
        <w:footnoteReference w:id="17"/>
      </w:r>
      <w:r w:rsidR="00E8465A">
        <w:t xml:space="preserve">. </w:t>
      </w:r>
      <w:r w:rsidRPr="007818BD">
        <w:t>Il était réservé à Robespierre de convertir le peintre sanguinaire à la croyance de l</w:t>
      </w:r>
      <w:r w:rsidR="00E8465A">
        <w:t>’</w:t>
      </w:r>
      <w:r w:rsidRPr="007818BD">
        <w:t>Être suprême</w:t>
      </w:r>
      <w:r w:rsidR="00E8465A">
        <w:t xml:space="preserve">. </w:t>
      </w:r>
      <w:r w:rsidRPr="007818BD">
        <w:t>L</w:t>
      </w:r>
      <w:r w:rsidR="00E8465A">
        <w:t>’</w:t>
      </w:r>
      <w:r w:rsidRPr="007818BD">
        <w:t>enfant eut de bonne heure le sentiment de sa laideur plus qu</w:t>
      </w:r>
      <w:r w:rsidR="00E8465A">
        <w:t>’</w:t>
      </w:r>
      <w:r w:rsidRPr="007818BD">
        <w:t>humaine</w:t>
      </w:r>
      <w:r w:rsidR="00E8465A">
        <w:t xml:space="preserve">. </w:t>
      </w:r>
      <w:r w:rsidRPr="007818BD">
        <w:t>Son bienfaiteur che</w:t>
      </w:r>
      <w:r w:rsidRPr="007818BD">
        <w:t>r</w:t>
      </w:r>
      <w:r w:rsidRPr="007818BD">
        <w:t>cha en vain</w:t>
      </w:r>
      <w:r w:rsidR="00E8465A">
        <w:t xml:space="preserve">, </w:t>
      </w:r>
      <w:r w:rsidRPr="007818BD">
        <w:t>par force aphorismes philosoph</w:t>
      </w:r>
      <w:r w:rsidRPr="007818BD">
        <w:t>i</w:t>
      </w:r>
      <w:r w:rsidRPr="007818BD">
        <w:t>ques</w:t>
      </w:r>
      <w:r w:rsidR="00E8465A">
        <w:t xml:space="preserve">, </w:t>
      </w:r>
      <w:r w:rsidRPr="007818BD">
        <w:t>à le consoler des disgrâces de la nature</w:t>
      </w:r>
      <w:r w:rsidR="00E8465A">
        <w:t xml:space="preserve"> ; </w:t>
      </w:r>
      <w:r w:rsidRPr="007818BD">
        <w:t>mais quand il lui apprenait que dans ce monde l</w:t>
      </w:r>
      <w:r w:rsidR="00E8465A">
        <w:t>’</w:t>
      </w:r>
      <w:r w:rsidRPr="007818BD">
        <w:t>argent</w:t>
      </w:r>
      <w:r w:rsidR="00E8465A">
        <w:t xml:space="preserve">, </w:t>
      </w:r>
      <w:r w:rsidRPr="007818BD">
        <w:t>comme la charité</w:t>
      </w:r>
      <w:r w:rsidR="00E8465A">
        <w:t xml:space="preserve">, </w:t>
      </w:r>
      <w:r w:rsidRPr="007818BD">
        <w:t>couvre une multitude de péchés</w:t>
      </w:r>
      <w:r w:rsidR="00E8465A">
        <w:t xml:space="preserve">, </w:t>
      </w:r>
      <w:r w:rsidRPr="007818BD">
        <w:t>l</w:t>
      </w:r>
      <w:r w:rsidR="00E8465A">
        <w:t>’</w:t>
      </w:r>
      <w:r w:rsidRPr="007818BD">
        <w:t xml:space="preserve">enfant écoutait alors avidement et oubliait la cause </w:t>
      </w:r>
      <w:r w:rsidRPr="007818BD">
        <w:lastRenderedPageBreak/>
        <w:t>de sa tristesse</w:t>
      </w:r>
      <w:r w:rsidR="00E8465A">
        <w:t xml:space="preserve">. </w:t>
      </w:r>
      <w:r w:rsidRPr="007818BD">
        <w:t>Amasser de l</w:t>
      </w:r>
      <w:r w:rsidR="00E8465A">
        <w:t>’</w:t>
      </w:r>
      <w:r w:rsidRPr="007818BD">
        <w:t xml:space="preserve">argent pour son </w:t>
      </w:r>
      <w:r w:rsidRPr="007818BD">
        <w:rPr>
          <w:i/>
          <w:iCs/>
        </w:rPr>
        <w:t>protégé</w:t>
      </w:r>
      <w:r w:rsidR="00E8465A">
        <w:t xml:space="preserve">, </w:t>
      </w:r>
      <w:r w:rsidRPr="007818BD">
        <w:t>pour le seul être qu</w:t>
      </w:r>
      <w:r w:rsidR="00E8465A">
        <w:t>’</w:t>
      </w:r>
      <w:r w:rsidRPr="007818BD">
        <w:t>il aimât dans ce monde</w:t>
      </w:r>
      <w:r w:rsidR="00E8465A">
        <w:t xml:space="preserve">, </w:t>
      </w:r>
      <w:r w:rsidRPr="007818BD">
        <w:t>ce fut là l</w:t>
      </w:r>
      <w:r w:rsidR="00E8465A">
        <w:t>’</w:t>
      </w:r>
      <w:r w:rsidRPr="007818BD">
        <w:t>unique passion du p</w:t>
      </w:r>
      <w:r w:rsidRPr="007818BD">
        <w:t>è</w:t>
      </w:r>
      <w:r w:rsidRPr="007818BD">
        <w:t>re d</w:t>
      </w:r>
      <w:r w:rsidR="00E8465A">
        <w:t>’</w:t>
      </w:r>
      <w:r w:rsidRPr="007818BD">
        <w:t>adoption</w:t>
      </w:r>
      <w:r w:rsidR="00E8465A">
        <w:t xml:space="preserve">. </w:t>
      </w:r>
      <w:r w:rsidRPr="007818BD">
        <w:t>On a vu qu</w:t>
      </w:r>
      <w:r w:rsidR="00E8465A">
        <w:t>’</w:t>
      </w:r>
      <w:r w:rsidRPr="007818BD">
        <w:t>il avait reçu sa récompense</w:t>
      </w:r>
      <w:r w:rsidR="00E8465A">
        <w:t>.</w:t>
      </w:r>
    </w:p>
    <w:p w14:paraId="7C67160D" w14:textId="77777777" w:rsidR="00E8465A" w:rsidRDefault="00E8465A" w:rsidP="00E0544E">
      <w:r>
        <w:t>« </w:t>
      </w:r>
      <w:r w:rsidR="00E0544E" w:rsidRPr="007818BD">
        <w:t>Mais je suis heureux qu</w:t>
      </w:r>
      <w:r>
        <w:t>’</w:t>
      </w:r>
      <w:r w:rsidR="00E0544E" w:rsidRPr="007818BD">
        <w:t>il ait échappé</w:t>
      </w:r>
      <w:r>
        <w:t xml:space="preserve">, </w:t>
      </w:r>
      <w:r w:rsidR="00E0544E" w:rsidRPr="007818BD">
        <w:t>dit le vieillard en s</w:t>
      </w:r>
      <w:r>
        <w:t>’</w:t>
      </w:r>
      <w:r w:rsidR="00E0544E" w:rsidRPr="007818BD">
        <w:t>essuyant les yeux</w:t>
      </w:r>
      <w:r>
        <w:t xml:space="preserve">. </w:t>
      </w:r>
      <w:r w:rsidR="00E0544E" w:rsidRPr="007818BD">
        <w:t>Il m</w:t>
      </w:r>
      <w:r>
        <w:t>’</w:t>
      </w:r>
      <w:r w:rsidR="00E0544E" w:rsidRPr="007818BD">
        <w:t>aurait laissé dans la misère la plus complète</w:t>
      </w:r>
      <w:r>
        <w:t xml:space="preserve">, </w:t>
      </w:r>
      <w:r w:rsidR="00E0544E" w:rsidRPr="007818BD">
        <w:t>que je n</w:t>
      </w:r>
      <w:r>
        <w:t>’</w:t>
      </w:r>
      <w:r w:rsidR="00E0544E" w:rsidRPr="007818BD">
        <w:t>aurais jamais pu me résoudre à l</w:t>
      </w:r>
      <w:r>
        <w:t>’</w:t>
      </w:r>
      <w:r w:rsidR="00E0544E" w:rsidRPr="007818BD">
        <w:t>accuser</w:t>
      </w:r>
      <w:r>
        <w:t>.</w:t>
      </w:r>
    </w:p>
    <w:p w14:paraId="5970A927" w14:textId="77777777" w:rsidR="00E8465A" w:rsidRDefault="00E8465A" w:rsidP="00E0544E">
      <w:r>
        <w:t>— </w:t>
      </w:r>
      <w:r w:rsidR="00E0544E" w:rsidRPr="007818BD">
        <w:t>Non</w:t>
      </w:r>
      <w:r>
        <w:t xml:space="preserve">, </w:t>
      </w:r>
      <w:r w:rsidR="00E0544E" w:rsidRPr="007818BD">
        <w:t>car c</w:t>
      </w:r>
      <w:r>
        <w:t>’</w:t>
      </w:r>
      <w:r w:rsidR="00E0544E" w:rsidRPr="007818BD">
        <w:t>est vous qui êtes l</w:t>
      </w:r>
      <w:r>
        <w:t>’</w:t>
      </w:r>
      <w:r w:rsidR="00E0544E" w:rsidRPr="007818BD">
        <w:t>auteur de ses crimes</w:t>
      </w:r>
      <w:r>
        <w:t>.</w:t>
      </w:r>
    </w:p>
    <w:p w14:paraId="34B416F1" w14:textId="77777777" w:rsidR="00E8465A" w:rsidRDefault="00E8465A" w:rsidP="00E0544E">
      <w:r>
        <w:t>— </w:t>
      </w:r>
      <w:r w:rsidR="00E0544E" w:rsidRPr="007818BD">
        <w:t>Comment</w:t>
      </w:r>
      <w:r>
        <w:t xml:space="preserve"> ! </w:t>
      </w:r>
      <w:r w:rsidR="00E0544E" w:rsidRPr="007818BD">
        <w:t>moi qui n</w:t>
      </w:r>
      <w:r>
        <w:t>’</w:t>
      </w:r>
      <w:r w:rsidR="00E0544E" w:rsidRPr="007818BD">
        <w:t>ai jamais cessé de lui inculquer la beauté de la vertu</w:t>
      </w:r>
      <w:r>
        <w:t xml:space="preserve"> ! </w:t>
      </w:r>
      <w:r w:rsidR="00E0544E" w:rsidRPr="007818BD">
        <w:t>E</w:t>
      </w:r>
      <w:r w:rsidR="00E0544E" w:rsidRPr="007818BD">
        <w:t>x</w:t>
      </w:r>
      <w:r w:rsidR="00E0544E" w:rsidRPr="007818BD">
        <w:t>pliquez-vous</w:t>
      </w:r>
      <w:r>
        <w:t>.</w:t>
      </w:r>
    </w:p>
    <w:p w14:paraId="7067F798" w14:textId="5216186E" w:rsidR="00E0544E" w:rsidRPr="007818BD" w:rsidRDefault="00E8465A" w:rsidP="00E0544E">
      <w:r>
        <w:t>— </w:t>
      </w:r>
      <w:r w:rsidR="00E0544E" w:rsidRPr="007818BD">
        <w:t>Hélas</w:t>
      </w:r>
      <w:r>
        <w:t xml:space="preserve"> ! </w:t>
      </w:r>
      <w:r w:rsidR="00E0544E" w:rsidRPr="007818BD">
        <w:t>si votre élève ne vous l</w:t>
      </w:r>
      <w:r>
        <w:t>’</w:t>
      </w:r>
      <w:r w:rsidR="00E0544E" w:rsidRPr="007818BD">
        <w:t>a pas fait voir hier aussi clair que le jour par ses propres aveux</w:t>
      </w:r>
      <w:r>
        <w:t xml:space="preserve">, </w:t>
      </w:r>
      <w:r w:rsidR="00E0544E" w:rsidRPr="007818BD">
        <w:t>un ange du ciel desce</w:t>
      </w:r>
      <w:r w:rsidR="00E0544E" w:rsidRPr="007818BD">
        <w:t>n</w:t>
      </w:r>
      <w:r w:rsidR="00E0544E" w:rsidRPr="007818BD">
        <w:t>drait en vain pour vous le prouver</w:t>
      </w:r>
      <w:r>
        <w:t>. »</w:t>
      </w:r>
    </w:p>
    <w:p w14:paraId="7FE5327D" w14:textId="77777777" w:rsidR="00E8465A" w:rsidRDefault="00E0544E" w:rsidP="00E0544E">
      <w:r w:rsidRPr="007818BD">
        <w:t>Le vieillard s</w:t>
      </w:r>
      <w:r w:rsidR="00E8465A">
        <w:t>’</w:t>
      </w:r>
      <w:proofErr w:type="spellStart"/>
      <w:r w:rsidRPr="007818BD">
        <w:t>agita</w:t>
      </w:r>
      <w:proofErr w:type="spellEnd"/>
      <w:r w:rsidRPr="007818BD">
        <w:t xml:space="preserve"> avec inquiétude</w:t>
      </w:r>
      <w:r w:rsidR="00E8465A">
        <w:t xml:space="preserve">, </w:t>
      </w:r>
      <w:r w:rsidRPr="007818BD">
        <w:t>et il allait répliquer</w:t>
      </w:r>
      <w:r w:rsidR="00E8465A">
        <w:t xml:space="preserve">, </w:t>
      </w:r>
      <w:r w:rsidRPr="007818BD">
        <w:t>quand le parent qu</w:t>
      </w:r>
      <w:r w:rsidR="00E8465A">
        <w:t>’</w:t>
      </w:r>
      <w:r w:rsidRPr="007818BD">
        <w:t>il avait envoyé chercher entra dans la cha</w:t>
      </w:r>
      <w:r w:rsidRPr="007818BD">
        <w:t>m</w:t>
      </w:r>
      <w:r w:rsidRPr="007818BD">
        <w:t>bre</w:t>
      </w:r>
      <w:r w:rsidR="00E8465A">
        <w:t xml:space="preserve">. </w:t>
      </w:r>
      <w:r w:rsidRPr="007818BD">
        <w:t>Il était de Nancy</w:t>
      </w:r>
      <w:r w:rsidR="00E8465A">
        <w:t xml:space="preserve">, </w:t>
      </w:r>
      <w:r w:rsidRPr="007818BD">
        <w:t>mais se trouvait en ce m</w:t>
      </w:r>
      <w:r w:rsidRPr="007818BD">
        <w:t>o</w:t>
      </w:r>
      <w:r w:rsidRPr="007818BD">
        <w:t>ment à Paris</w:t>
      </w:r>
      <w:r w:rsidR="00E8465A">
        <w:t xml:space="preserve">. </w:t>
      </w:r>
      <w:r w:rsidRPr="007818BD">
        <w:t>C</w:t>
      </w:r>
      <w:r w:rsidR="00E8465A">
        <w:t>’</w:t>
      </w:r>
      <w:r w:rsidRPr="007818BD">
        <w:t>était un homme d</w:t>
      </w:r>
      <w:r w:rsidR="00E8465A">
        <w:t>’</w:t>
      </w:r>
      <w:r w:rsidRPr="007818BD">
        <w:t>un peu plus de trente ans</w:t>
      </w:r>
      <w:r w:rsidR="00E8465A">
        <w:t xml:space="preserve">, </w:t>
      </w:r>
      <w:r w:rsidRPr="007818BD">
        <w:t>figure sèche</w:t>
      </w:r>
      <w:r w:rsidR="00E8465A">
        <w:t xml:space="preserve">, </w:t>
      </w:r>
      <w:r w:rsidRPr="007818BD">
        <w:t>maigre</w:t>
      </w:r>
      <w:r w:rsidR="00E8465A">
        <w:t xml:space="preserve">, </w:t>
      </w:r>
      <w:r w:rsidRPr="007818BD">
        <w:t>t</w:t>
      </w:r>
      <w:r w:rsidRPr="007818BD">
        <w:t>a</w:t>
      </w:r>
      <w:r w:rsidRPr="007818BD">
        <w:t>citurne</w:t>
      </w:r>
      <w:r w:rsidR="00E8465A">
        <w:t xml:space="preserve"> ; </w:t>
      </w:r>
      <w:r w:rsidRPr="007818BD">
        <w:t>ses yeux étaient d</w:t>
      </w:r>
      <w:r w:rsidR="00E8465A">
        <w:t>’</w:t>
      </w:r>
      <w:r w:rsidRPr="007818BD">
        <w:t>une mobilité perpétuelle</w:t>
      </w:r>
      <w:r w:rsidR="00E8465A">
        <w:t xml:space="preserve">, </w:t>
      </w:r>
      <w:r w:rsidRPr="007818BD">
        <w:t>ses lèvres comprimées</w:t>
      </w:r>
      <w:r w:rsidR="00E8465A">
        <w:t xml:space="preserve">. </w:t>
      </w:r>
      <w:r w:rsidRPr="007818BD">
        <w:t>Il écouta avec des exclamations d</w:t>
      </w:r>
      <w:r w:rsidR="00E8465A">
        <w:t>’</w:t>
      </w:r>
      <w:r w:rsidRPr="007818BD">
        <w:t>horreur le récit de son parent</w:t>
      </w:r>
      <w:r w:rsidR="00E8465A">
        <w:t xml:space="preserve">, </w:t>
      </w:r>
      <w:r w:rsidRPr="007818BD">
        <w:t>et chercha vivement</w:t>
      </w:r>
      <w:r w:rsidR="00E8465A">
        <w:t xml:space="preserve">, </w:t>
      </w:r>
      <w:r w:rsidRPr="007818BD">
        <w:t>et par tous les moyens</w:t>
      </w:r>
      <w:r w:rsidR="00E8465A">
        <w:t xml:space="preserve">, </w:t>
      </w:r>
      <w:r w:rsidRPr="007818BD">
        <w:t>à le décider à dénoncer son protégé</w:t>
      </w:r>
      <w:r w:rsidR="00E8465A">
        <w:t>.</w:t>
      </w:r>
    </w:p>
    <w:p w14:paraId="3496D942" w14:textId="7BE0F35D" w:rsidR="00E8465A" w:rsidRDefault="00E8465A" w:rsidP="00E0544E">
      <w:r>
        <w:t>« </w:t>
      </w:r>
      <w:r w:rsidR="00E0544E" w:rsidRPr="007818BD">
        <w:t>Allons</w:t>
      </w:r>
      <w:r>
        <w:t xml:space="preserve">, </w:t>
      </w:r>
      <w:r w:rsidR="00E0544E" w:rsidRPr="007818BD">
        <w:t>allons</w:t>
      </w:r>
      <w:r>
        <w:t xml:space="preserve">, </w:t>
      </w:r>
      <w:r w:rsidR="00E0544E" w:rsidRPr="007818BD">
        <w:t>René Dumas</w:t>
      </w:r>
      <w:r>
        <w:t xml:space="preserve"> ! </w:t>
      </w:r>
      <w:r w:rsidR="00E0544E" w:rsidRPr="007818BD">
        <w:t>dit le vieillard</w:t>
      </w:r>
      <w:r>
        <w:t xml:space="preserve">, </w:t>
      </w:r>
      <w:r w:rsidR="00E0544E" w:rsidRPr="007818BD">
        <w:t>vous êtes avocat</w:t>
      </w:r>
      <w:r>
        <w:t xml:space="preserve">, </w:t>
      </w:r>
      <w:r w:rsidR="00E0544E" w:rsidRPr="007818BD">
        <w:t>vous êtes habitué à tenir peu de compte de la vie huma</w:t>
      </w:r>
      <w:r w:rsidR="00E0544E" w:rsidRPr="007818BD">
        <w:t>i</w:t>
      </w:r>
      <w:r w:rsidR="00E0544E" w:rsidRPr="007818BD">
        <w:t>ne</w:t>
      </w:r>
      <w:r>
        <w:t xml:space="preserve">. </w:t>
      </w:r>
      <w:r w:rsidR="00E0544E" w:rsidRPr="007818BD">
        <w:t>Aussitôt qu</w:t>
      </w:r>
      <w:r>
        <w:t>’</w:t>
      </w:r>
      <w:r w:rsidR="00E0544E" w:rsidRPr="007818BD">
        <w:t>un homme a violé la loi</w:t>
      </w:r>
      <w:r>
        <w:t xml:space="preserve">, </w:t>
      </w:r>
      <w:r w:rsidR="00E0544E" w:rsidRPr="007818BD">
        <w:t>vous criez</w:t>
      </w:r>
      <w:r>
        <w:t> : « </w:t>
      </w:r>
      <w:r w:rsidR="00E0544E" w:rsidRPr="007818BD">
        <w:t>Qu</w:t>
      </w:r>
      <w:r>
        <w:t>’</w:t>
      </w:r>
      <w:r w:rsidR="00E0544E" w:rsidRPr="007818BD">
        <w:t>on le pende</w:t>
      </w:r>
      <w:r>
        <w:t> ! »</w:t>
      </w:r>
    </w:p>
    <w:p w14:paraId="127C0F92" w14:textId="21387EE7" w:rsidR="00E0544E" w:rsidRPr="007818BD" w:rsidRDefault="00E8465A" w:rsidP="00E0544E">
      <w:r>
        <w:t>— </w:t>
      </w:r>
      <w:r w:rsidR="00E0544E" w:rsidRPr="007818BD">
        <w:t>Moi</w:t>
      </w:r>
      <w:r>
        <w:t xml:space="preserve"> ! </w:t>
      </w:r>
      <w:r w:rsidR="00E0544E" w:rsidRPr="007818BD">
        <w:t>s</w:t>
      </w:r>
      <w:r>
        <w:t>’</w:t>
      </w:r>
      <w:r w:rsidR="00E0544E" w:rsidRPr="007818BD">
        <w:t>écria Dumas</w:t>
      </w:r>
      <w:r>
        <w:t xml:space="preserve">, </w:t>
      </w:r>
      <w:r w:rsidR="00E0544E" w:rsidRPr="007818BD">
        <w:t>les mains et les yeux levés</w:t>
      </w:r>
      <w:r>
        <w:t xml:space="preserve"> : </w:t>
      </w:r>
      <w:r w:rsidR="00E0544E" w:rsidRPr="007818BD">
        <w:t>vénér</w:t>
      </w:r>
      <w:r w:rsidR="00E0544E" w:rsidRPr="007818BD">
        <w:t>a</w:t>
      </w:r>
      <w:r w:rsidR="00E0544E" w:rsidRPr="007818BD">
        <w:t>ble philosophe</w:t>
      </w:r>
      <w:r>
        <w:t xml:space="preserve">, </w:t>
      </w:r>
      <w:r w:rsidR="00E0544E" w:rsidRPr="007818BD">
        <w:t>vous me jugez bien mal</w:t>
      </w:r>
      <w:r>
        <w:t xml:space="preserve">. </w:t>
      </w:r>
      <w:r w:rsidR="00E0544E" w:rsidRPr="007818BD">
        <w:t>Personne ne déplore autant que moi la sévérité de notre code</w:t>
      </w:r>
      <w:r>
        <w:t xml:space="preserve">. </w:t>
      </w:r>
      <w:r w:rsidR="00E0544E" w:rsidRPr="007818BD">
        <w:t>Selon moi</w:t>
      </w:r>
      <w:r>
        <w:t xml:space="preserve">, </w:t>
      </w:r>
      <w:r w:rsidR="00E0544E" w:rsidRPr="007818BD">
        <w:t>l</w:t>
      </w:r>
      <w:r>
        <w:t>’</w:t>
      </w:r>
      <w:r w:rsidR="00E0544E" w:rsidRPr="007818BD">
        <w:t>État ne devrait jamais ôter la vie</w:t>
      </w:r>
      <w:r>
        <w:t xml:space="preserve">, </w:t>
      </w:r>
      <w:r w:rsidR="00E0544E" w:rsidRPr="007818BD">
        <w:t>même à un meurtrier</w:t>
      </w:r>
      <w:r>
        <w:t xml:space="preserve">. </w:t>
      </w:r>
      <w:r w:rsidR="00E0544E" w:rsidRPr="007818BD">
        <w:t>Je suis de l</w:t>
      </w:r>
      <w:r>
        <w:t>’</w:t>
      </w:r>
      <w:r w:rsidR="00E0544E" w:rsidRPr="007818BD">
        <w:t>avis de ce jeune homme d</w:t>
      </w:r>
      <w:r>
        <w:t>’</w:t>
      </w:r>
      <w:r w:rsidR="00E0544E" w:rsidRPr="007818BD">
        <w:t>État</w:t>
      </w:r>
      <w:r>
        <w:t xml:space="preserve">, </w:t>
      </w:r>
      <w:r w:rsidR="00E0544E" w:rsidRPr="007818BD">
        <w:t xml:space="preserve">Maximilien </w:t>
      </w:r>
      <w:r w:rsidR="00E0544E" w:rsidRPr="007818BD">
        <w:lastRenderedPageBreak/>
        <w:t>Robespierre</w:t>
      </w:r>
      <w:r>
        <w:t xml:space="preserve"> ; </w:t>
      </w:r>
      <w:r w:rsidR="00E0544E" w:rsidRPr="007818BD">
        <w:t>le bou</w:t>
      </w:r>
      <w:r w:rsidR="00E0544E" w:rsidRPr="007818BD">
        <w:t>r</w:t>
      </w:r>
      <w:r w:rsidR="00E0544E" w:rsidRPr="007818BD">
        <w:t>reau est une invention des tyrans</w:t>
      </w:r>
      <w:r>
        <w:t xml:space="preserve">. </w:t>
      </w:r>
      <w:r w:rsidR="00E0544E" w:rsidRPr="007818BD">
        <w:t>Ce qui m</w:t>
      </w:r>
      <w:r>
        <w:t>’</w:t>
      </w:r>
      <w:r w:rsidR="00E0544E" w:rsidRPr="007818BD">
        <w:t>attache le plus fo</w:t>
      </w:r>
      <w:r w:rsidR="00E0544E" w:rsidRPr="007818BD">
        <w:t>r</w:t>
      </w:r>
      <w:r w:rsidR="00E0544E" w:rsidRPr="007818BD">
        <w:t>tement à notre Révolution prochaine</w:t>
      </w:r>
      <w:r>
        <w:t xml:space="preserve">, </w:t>
      </w:r>
      <w:r w:rsidR="00E0544E" w:rsidRPr="007818BD">
        <w:t>c</w:t>
      </w:r>
      <w:r>
        <w:t>’</w:t>
      </w:r>
      <w:r w:rsidR="00E0544E" w:rsidRPr="007818BD">
        <w:t>est la convi</w:t>
      </w:r>
      <w:r w:rsidR="00E0544E" w:rsidRPr="007818BD">
        <w:t>c</w:t>
      </w:r>
      <w:r w:rsidR="00E0544E" w:rsidRPr="007818BD">
        <w:t>tion qu</w:t>
      </w:r>
      <w:r>
        <w:t>’</w:t>
      </w:r>
      <w:r w:rsidR="00E0544E" w:rsidRPr="007818BD">
        <w:t>elle doit à jamais faire disparaître cette boucherie légale</w:t>
      </w:r>
      <w:r>
        <w:t>. »</w:t>
      </w:r>
    </w:p>
    <w:p w14:paraId="19AA9107" w14:textId="77777777" w:rsidR="00E8465A" w:rsidRDefault="00E0544E" w:rsidP="00E0544E">
      <w:r w:rsidRPr="007818BD">
        <w:t>L</w:t>
      </w:r>
      <w:r w:rsidR="00E8465A">
        <w:t>’</w:t>
      </w:r>
      <w:r w:rsidRPr="007818BD">
        <w:t>avocat s</w:t>
      </w:r>
      <w:r w:rsidR="00E8465A">
        <w:t>’</w:t>
      </w:r>
      <w:r w:rsidRPr="007818BD">
        <w:t>arrêta hors d</w:t>
      </w:r>
      <w:r w:rsidR="00E8465A">
        <w:t>’</w:t>
      </w:r>
      <w:r w:rsidRPr="007818BD">
        <w:t>haleine</w:t>
      </w:r>
      <w:r w:rsidR="00E8465A">
        <w:t xml:space="preserve">. </w:t>
      </w:r>
      <w:r w:rsidRPr="007818BD">
        <w:t>L</w:t>
      </w:r>
      <w:r w:rsidR="00E8465A">
        <w:t>’</w:t>
      </w:r>
      <w:r w:rsidRPr="007818BD">
        <w:t>étranger le regarda fix</w:t>
      </w:r>
      <w:r w:rsidRPr="007818BD">
        <w:t>e</w:t>
      </w:r>
      <w:r w:rsidRPr="007818BD">
        <w:t>ment et pâlit</w:t>
      </w:r>
      <w:r w:rsidR="00E8465A">
        <w:t xml:space="preserve">. </w:t>
      </w:r>
      <w:r w:rsidRPr="007818BD">
        <w:t>Dumas remarqua ce changement de physionomie et lui dit</w:t>
      </w:r>
      <w:r w:rsidR="00E8465A">
        <w:t> :</w:t>
      </w:r>
    </w:p>
    <w:p w14:paraId="3D963E34" w14:textId="77777777" w:rsidR="00E8465A" w:rsidRDefault="00E8465A" w:rsidP="00E0544E">
      <w:r>
        <w:t>« </w:t>
      </w:r>
      <w:r w:rsidR="00E0544E" w:rsidRPr="007818BD">
        <w:t>Ne seriez-vous pas de mon avis</w:t>
      </w:r>
      <w:r>
        <w:t xml:space="preserve">, </w:t>
      </w:r>
      <w:r w:rsidR="00E0544E" w:rsidRPr="007818BD">
        <w:t>monsieur</w:t>
      </w:r>
      <w:r>
        <w:t> ?</w:t>
      </w:r>
    </w:p>
    <w:p w14:paraId="097E07F7" w14:textId="77777777" w:rsidR="00E8465A" w:rsidRDefault="00E8465A" w:rsidP="00E0544E">
      <w:r>
        <w:t>— </w:t>
      </w:r>
      <w:r w:rsidR="00E0544E" w:rsidRPr="007818BD">
        <w:t>Veuillez me pardonner</w:t>
      </w:r>
      <w:r>
        <w:t xml:space="preserve"> ; </w:t>
      </w:r>
      <w:r w:rsidR="00E0544E" w:rsidRPr="007818BD">
        <w:t>je cherchais à réprimer en moi une vague terreur qui me semble prophétique</w:t>
      </w:r>
      <w:r>
        <w:t>.</w:t>
      </w:r>
    </w:p>
    <w:p w14:paraId="14EB62C0" w14:textId="77777777" w:rsidR="00E8465A" w:rsidRDefault="00E8465A" w:rsidP="00E0544E">
      <w:r>
        <w:t>— </w:t>
      </w:r>
      <w:r w:rsidR="00E0544E" w:rsidRPr="007818BD">
        <w:t>Et cette crainte</w:t>
      </w:r>
      <w:r>
        <w:t> ?</w:t>
      </w:r>
    </w:p>
    <w:p w14:paraId="7240D582" w14:textId="77777777" w:rsidR="00E8465A" w:rsidRDefault="00E8465A" w:rsidP="00E0544E">
      <w:r>
        <w:t>— </w:t>
      </w:r>
      <w:r w:rsidR="00E0544E" w:rsidRPr="007818BD">
        <w:t>Était que</w:t>
      </w:r>
      <w:r>
        <w:t xml:space="preserve">, </w:t>
      </w:r>
      <w:r w:rsidR="00E0544E" w:rsidRPr="007818BD">
        <w:t>si nous nous revoyions un jour</w:t>
      </w:r>
      <w:r>
        <w:t xml:space="preserve">, </w:t>
      </w:r>
      <w:r w:rsidR="00E0544E" w:rsidRPr="007818BD">
        <w:t>vos opinions sur la mort et sur la ph</w:t>
      </w:r>
      <w:r w:rsidR="00E0544E" w:rsidRPr="007818BD">
        <w:t>i</w:t>
      </w:r>
      <w:r w:rsidR="00E0544E" w:rsidRPr="007818BD">
        <w:t>losophie des révolutions ne fussent plus les mêmes</w:t>
      </w:r>
      <w:r>
        <w:t>.</w:t>
      </w:r>
    </w:p>
    <w:p w14:paraId="43F8696E" w14:textId="77777777" w:rsidR="00E8465A" w:rsidRDefault="00E8465A" w:rsidP="00E0544E">
      <w:r>
        <w:t>— </w:t>
      </w:r>
      <w:r w:rsidR="00E0544E" w:rsidRPr="007818BD">
        <w:t>Jamais</w:t>
      </w:r>
      <w:r>
        <w:t> !</w:t>
      </w:r>
    </w:p>
    <w:p w14:paraId="6C0364FE" w14:textId="77777777" w:rsidR="00E8465A" w:rsidRDefault="00E8465A" w:rsidP="00E0544E">
      <w:r>
        <w:t>— </w:t>
      </w:r>
      <w:r w:rsidR="00E0544E" w:rsidRPr="007818BD">
        <w:t>Vous me charmez</w:t>
      </w:r>
      <w:r>
        <w:t xml:space="preserve">, </w:t>
      </w:r>
      <w:r w:rsidR="00E0544E" w:rsidRPr="007818BD">
        <w:t>cousin René</w:t>
      </w:r>
      <w:r>
        <w:t xml:space="preserve">, </w:t>
      </w:r>
      <w:r w:rsidR="00E0544E" w:rsidRPr="007818BD">
        <w:t>dit le vieillard</w:t>
      </w:r>
      <w:r>
        <w:t xml:space="preserve">, </w:t>
      </w:r>
      <w:r w:rsidR="00E0544E" w:rsidRPr="007818BD">
        <w:t>qui avait écouté avidement les paroles de son parent</w:t>
      </w:r>
      <w:r>
        <w:t xml:space="preserve">. </w:t>
      </w:r>
      <w:r w:rsidR="00E0544E" w:rsidRPr="007818BD">
        <w:t>Ah</w:t>
      </w:r>
      <w:r>
        <w:t xml:space="preserve"> ! </w:t>
      </w:r>
      <w:r w:rsidR="00E0544E" w:rsidRPr="007818BD">
        <w:t>je vois que vous avez un sentiment vrai de la justice et de la philanthropie</w:t>
      </w:r>
      <w:r>
        <w:t xml:space="preserve">. </w:t>
      </w:r>
      <w:r w:rsidR="00E0544E" w:rsidRPr="007818BD">
        <w:t>Pourquoi ai-je tant tardé à vous connaître</w:t>
      </w:r>
      <w:r>
        <w:t xml:space="preserve"> ? </w:t>
      </w:r>
      <w:r w:rsidR="00E0544E" w:rsidRPr="007818BD">
        <w:t>Vous admirez la R</w:t>
      </w:r>
      <w:r w:rsidR="00E0544E" w:rsidRPr="007818BD">
        <w:t>é</w:t>
      </w:r>
      <w:r w:rsidR="00E0544E" w:rsidRPr="007818BD">
        <w:t>volution</w:t>
      </w:r>
      <w:r>
        <w:t xml:space="preserve">, </w:t>
      </w:r>
      <w:r w:rsidR="00E0544E" w:rsidRPr="007818BD">
        <w:t>vous détestez</w:t>
      </w:r>
      <w:r>
        <w:t xml:space="preserve">, </w:t>
      </w:r>
      <w:r w:rsidR="00E0544E" w:rsidRPr="007818BD">
        <w:t>comme moi</w:t>
      </w:r>
      <w:r>
        <w:t xml:space="preserve">, </w:t>
      </w:r>
      <w:r w:rsidR="00E0544E" w:rsidRPr="007818BD">
        <w:t>la tyrannie des rois et la perfide hypocrisie des pr</w:t>
      </w:r>
      <w:r w:rsidR="00E0544E" w:rsidRPr="007818BD">
        <w:t>ê</w:t>
      </w:r>
      <w:r w:rsidR="00E0544E" w:rsidRPr="007818BD">
        <w:t>tres</w:t>
      </w:r>
      <w:r>
        <w:t>.</w:t>
      </w:r>
    </w:p>
    <w:p w14:paraId="7B27DDE5" w14:textId="77777777" w:rsidR="00E8465A" w:rsidRDefault="00E8465A" w:rsidP="00E0544E">
      <w:r>
        <w:t>— </w:t>
      </w:r>
      <w:r w:rsidR="00E0544E" w:rsidRPr="007818BD">
        <w:t>Les détester</w:t>
      </w:r>
      <w:r>
        <w:t xml:space="preserve"> ! </w:t>
      </w:r>
      <w:r w:rsidR="00E0544E" w:rsidRPr="007818BD">
        <w:t>Si je ne le faisais</w:t>
      </w:r>
      <w:r>
        <w:t xml:space="preserve">, </w:t>
      </w:r>
      <w:r w:rsidR="00E0544E" w:rsidRPr="007818BD">
        <w:t>comment pourrais-je a</w:t>
      </w:r>
      <w:r w:rsidR="00E0544E" w:rsidRPr="007818BD">
        <w:t>i</w:t>
      </w:r>
      <w:r w:rsidR="00E0544E" w:rsidRPr="007818BD">
        <w:t>mer l</w:t>
      </w:r>
      <w:r>
        <w:t>’</w:t>
      </w:r>
      <w:r w:rsidR="00E0544E" w:rsidRPr="007818BD">
        <w:t>humanité</w:t>
      </w:r>
      <w:r>
        <w:t> ?</w:t>
      </w:r>
    </w:p>
    <w:p w14:paraId="05EFF932" w14:textId="77777777" w:rsidR="00E8465A" w:rsidRDefault="00E8465A" w:rsidP="00E0544E">
      <w:r>
        <w:t>— </w:t>
      </w:r>
      <w:r w:rsidR="00E0544E" w:rsidRPr="007818BD">
        <w:t>Et</w:t>
      </w:r>
      <w:r>
        <w:t xml:space="preserve">, </w:t>
      </w:r>
      <w:r w:rsidR="00E0544E" w:rsidRPr="007818BD">
        <w:t>poursuivit le vieillard avec quelque hésitation</w:t>
      </w:r>
      <w:r>
        <w:t xml:space="preserve">, </w:t>
      </w:r>
      <w:r w:rsidR="00E0544E" w:rsidRPr="007818BD">
        <w:t>vous ne pensez pas</w:t>
      </w:r>
      <w:r>
        <w:t xml:space="preserve">, </w:t>
      </w:r>
      <w:r w:rsidR="00E0544E" w:rsidRPr="007818BD">
        <w:t>comme ce noble étranger</w:t>
      </w:r>
      <w:r>
        <w:t xml:space="preserve">, </w:t>
      </w:r>
      <w:r w:rsidR="00E0544E" w:rsidRPr="007818BD">
        <w:t>que je me sois trompé dans les préceptes que j</w:t>
      </w:r>
      <w:r>
        <w:t>’</w:t>
      </w:r>
      <w:r w:rsidR="00E0544E" w:rsidRPr="007818BD">
        <w:t>ai inculqués à ce malheureux</w:t>
      </w:r>
      <w:r>
        <w:t> ?</w:t>
      </w:r>
    </w:p>
    <w:p w14:paraId="0DA7403E" w14:textId="77777777" w:rsidR="00E8465A" w:rsidRDefault="00E8465A" w:rsidP="00E0544E">
      <w:r>
        <w:lastRenderedPageBreak/>
        <w:t>— </w:t>
      </w:r>
      <w:r w:rsidR="00E0544E" w:rsidRPr="007818BD">
        <w:t>Non</w:t>
      </w:r>
      <w:r>
        <w:t xml:space="preserve">, </w:t>
      </w:r>
      <w:r w:rsidR="00E0544E" w:rsidRPr="007818BD">
        <w:t>certes</w:t>
      </w:r>
      <w:r>
        <w:t xml:space="preserve">. </w:t>
      </w:r>
      <w:r w:rsidR="00E0544E" w:rsidRPr="007818BD">
        <w:t>Faut-il en vouloir à Socrate de ce qu</w:t>
      </w:r>
      <w:r>
        <w:t>’</w:t>
      </w:r>
      <w:r w:rsidR="00E0544E" w:rsidRPr="007818BD">
        <w:t>Alcibiade fut adultère et tra</w:t>
      </w:r>
      <w:r w:rsidR="00E0544E" w:rsidRPr="007818BD">
        <w:t>î</w:t>
      </w:r>
      <w:r w:rsidR="00E0544E" w:rsidRPr="007818BD">
        <w:t>tre</w:t>
      </w:r>
      <w:r>
        <w:t> ?</w:t>
      </w:r>
    </w:p>
    <w:p w14:paraId="2971AA9D" w14:textId="77777777" w:rsidR="00E8465A" w:rsidRDefault="00E8465A" w:rsidP="00E0544E">
      <w:r>
        <w:t>— </w:t>
      </w:r>
      <w:r w:rsidR="00E0544E" w:rsidRPr="007818BD">
        <w:t>Vous l</w:t>
      </w:r>
      <w:r>
        <w:t>’</w:t>
      </w:r>
      <w:r w:rsidR="00E0544E" w:rsidRPr="007818BD">
        <w:t>entendez</w:t>
      </w:r>
      <w:r>
        <w:t xml:space="preserve"> ! </w:t>
      </w:r>
      <w:r w:rsidR="00E0544E" w:rsidRPr="007818BD">
        <w:t>vous l</w:t>
      </w:r>
      <w:r>
        <w:t>’</w:t>
      </w:r>
      <w:r w:rsidR="00E0544E" w:rsidRPr="007818BD">
        <w:t>entendez</w:t>
      </w:r>
      <w:r>
        <w:t xml:space="preserve"> ! </w:t>
      </w:r>
      <w:r w:rsidR="00E0544E" w:rsidRPr="007818BD">
        <w:t>Mais Socrate eut au</w:t>
      </w:r>
      <w:r w:rsidR="00E0544E" w:rsidRPr="007818BD">
        <w:t>s</w:t>
      </w:r>
      <w:r w:rsidR="00E0544E" w:rsidRPr="007818BD">
        <w:t>si un Platon</w:t>
      </w:r>
      <w:r>
        <w:t xml:space="preserve">. </w:t>
      </w:r>
      <w:r w:rsidR="00E0544E" w:rsidRPr="007818BD">
        <w:t>Dorén</w:t>
      </w:r>
      <w:r w:rsidR="00E0544E" w:rsidRPr="007818BD">
        <w:t>a</w:t>
      </w:r>
      <w:r w:rsidR="00E0544E" w:rsidRPr="007818BD">
        <w:t>vant tu seras mon Platon</w:t>
      </w:r>
      <w:r>
        <w:t xml:space="preserve">. </w:t>
      </w:r>
      <w:r w:rsidR="00E0544E" w:rsidRPr="007818BD">
        <w:t>Vous l</w:t>
      </w:r>
      <w:r>
        <w:t>’</w:t>
      </w:r>
      <w:r w:rsidR="00E0544E" w:rsidRPr="007818BD">
        <w:t>entendez</w:t>
      </w:r>
      <w:r>
        <w:t> ! »</w:t>
      </w:r>
      <w:r w:rsidR="00E0544E" w:rsidRPr="007818BD">
        <w:t xml:space="preserve"> répéta encore le vieillard en se tournant vers l</w:t>
      </w:r>
      <w:r>
        <w:t>’</w:t>
      </w:r>
      <w:r w:rsidR="00E0544E" w:rsidRPr="007818BD">
        <w:t>étranger</w:t>
      </w:r>
      <w:r>
        <w:t>.</w:t>
      </w:r>
    </w:p>
    <w:p w14:paraId="23721615" w14:textId="77777777" w:rsidR="00E8465A" w:rsidRDefault="00E0544E" w:rsidP="00E0544E">
      <w:r w:rsidRPr="007818BD">
        <w:t>Ce dernier était déjà sur le seuil</w:t>
      </w:r>
      <w:r w:rsidR="00E8465A">
        <w:t xml:space="preserve">. </w:t>
      </w:r>
      <w:r w:rsidRPr="007818BD">
        <w:t>Qui voudrait discuter avec le plus obstiné de tous les fanatismes</w:t>
      </w:r>
      <w:r w:rsidR="00E8465A">
        <w:t xml:space="preserve">, </w:t>
      </w:r>
      <w:r w:rsidRPr="007818BD">
        <w:t>le fanatisme de l</w:t>
      </w:r>
      <w:r w:rsidR="00E8465A">
        <w:t>’</w:t>
      </w:r>
      <w:r w:rsidRPr="007818BD">
        <w:t>incrédulité</w:t>
      </w:r>
      <w:r w:rsidR="00E8465A">
        <w:t> ?</w:t>
      </w:r>
    </w:p>
    <w:p w14:paraId="4BCA4D8E" w14:textId="08AB01D6" w:rsidR="00E0544E" w:rsidRPr="007818BD" w:rsidRDefault="00E8465A" w:rsidP="00E0544E">
      <w:r>
        <w:t>« </w:t>
      </w:r>
      <w:r w:rsidR="00E0544E" w:rsidRPr="007818BD">
        <w:t>Vous partez</w:t>
      </w:r>
      <w:r>
        <w:t xml:space="preserve">, </w:t>
      </w:r>
      <w:r w:rsidR="00E0544E" w:rsidRPr="007818BD">
        <w:t>s</w:t>
      </w:r>
      <w:r>
        <w:t>’</w:t>
      </w:r>
      <w:r w:rsidR="00E0544E" w:rsidRPr="007818BD">
        <w:t>écria Dumas</w:t>
      </w:r>
      <w:r>
        <w:t xml:space="preserve">, </w:t>
      </w:r>
      <w:r w:rsidR="00E0544E" w:rsidRPr="007818BD">
        <w:t>sans me laisser le temps de vous remercier</w:t>
      </w:r>
      <w:r>
        <w:t xml:space="preserve">, </w:t>
      </w:r>
      <w:r w:rsidR="00E0544E" w:rsidRPr="007818BD">
        <w:t>de vous bénir</w:t>
      </w:r>
      <w:r>
        <w:t xml:space="preserve">, </w:t>
      </w:r>
      <w:r w:rsidR="00E0544E" w:rsidRPr="007818BD">
        <w:t>pour la vie que vous avez rendue à ce vénérable vieillard</w:t>
      </w:r>
      <w:r>
        <w:t xml:space="preserve"> ? </w:t>
      </w:r>
      <w:r w:rsidR="00E0544E" w:rsidRPr="007818BD">
        <w:t>Si jamais je puis m</w:t>
      </w:r>
      <w:r>
        <w:t>’</w:t>
      </w:r>
      <w:r w:rsidR="00E0544E" w:rsidRPr="007818BD">
        <w:t>acquitter</w:t>
      </w:r>
      <w:r>
        <w:t xml:space="preserve">… </w:t>
      </w:r>
      <w:r w:rsidR="00E0544E" w:rsidRPr="007818BD">
        <w:t>si j</w:t>
      </w:r>
      <w:r w:rsidR="00E0544E" w:rsidRPr="007818BD">
        <w:t>a</w:t>
      </w:r>
      <w:r w:rsidR="00E0544E" w:rsidRPr="007818BD">
        <w:t>mais vous avez besoin du sang des quatre veines de René D</w:t>
      </w:r>
      <w:r w:rsidR="00E0544E" w:rsidRPr="007818BD">
        <w:t>u</w:t>
      </w:r>
      <w:r w:rsidR="00E0544E" w:rsidRPr="007818BD">
        <w:t>mas</w:t>
      </w:r>
      <w:r>
        <w:t>… »</w:t>
      </w:r>
    </w:p>
    <w:p w14:paraId="44EDC08E" w14:textId="77777777" w:rsidR="00E8465A" w:rsidRDefault="00E0544E" w:rsidP="00E0544E">
      <w:r w:rsidRPr="007818BD">
        <w:t>Tout en débitant ces protestations avec volubilité</w:t>
      </w:r>
      <w:r w:rsidR="00E8465A">
        <w:t xml:space="preserve">, </w:t>
      </w:r>
      <w:r w:rsidRPr="007818BD">
        <w:t>il a</w:t>
      </w:r>
      <w:r w:rsidRPr="007818BD">
        <w:t>c</w:t>
      </w:r>
      <w:r w:rsidRPr="007818BD">
        <w:t>compagna l</w:t>
      </w:r>
      <w:r w:rsidR="00E8465A">
        <w:t>’</w:t>
      </w:r>
      <w:r w:rsidRPr="007818BD">
        <w:t>étranger jusqu</w:t>
      </w:r>
      <w:r w:rsidR="00E8465A">
        <w:t>’</w:t>
      </w:r>
      <w:r w:rsidRPr="007818BD">
        <w:t>à la porte de l</w:t>
      </w:r>
      <w:r w:rsidR="00E8465A">
        <w:t>’</w:t>
      </w:r>
      <w:r w:rsidRPr="007818BD">
        <w:t>antichambre</w:t>
      </w:r>
      <w:r w:rsidR="00E8465A">
        <w:t xml:space="preserve"> ; </w:t>
      </w:r>
      <w:r w:rsidRPr="007818BD">
        <w:t>là il l</w:t>
      </w:r>
      <w:r w:rsidR="00E8465A">
        <w:t>’</w:t>
      </w:r>
      <w:r w:rsidRPr="007818BD">
        <w:t>arrêta un instant</w:t>
      </w:r>
      <w:r w:rsidR="00E8465A">
        <w:t xml:space="preserve">, </w:t>
      </w:r>
      <w:r w:rsidRPr="007818BD">
        <w:t>regarda derrière lui pour s</w:t>
      </w:r>
      <w:r w:rsidR="00E8465A">
        <w:t>’</w:t>
      </w:r>
      <w:r w:rsidRPr="007818BD">
        <w:t>assurer qu</w:t>
      </w:r>
      <w:r w:rsidR="00E8465A">
        <w:t>’</w:t>
      </w:r>
      <w:r w:rsidRPr="007818BD">
        <w:t>il ne pouvait être entendu</w:t>
      </w:r>
      <w:r w:rsidR="00E8465A">
        <w:t xml:space="preserve"> ; </w:t>
      </w:r>
      <w:r w:rsidRPr="007818BD">
        <w:t>puis il lui dit à voix basse</w:t>
      </w:r>
      <w:r w:rsidR="00E8465A">
        <w:t> :</w:t>
      </w:r>
    </w:p>
    <w:p w14:paraId="6D815C82" w14:textId="77777777" w:rsidR="00E8465A" w:rsidRDefault="00E8465A" w:rsidP="00E0544E">
      <w:r>
        <w:t>« </w:t>
      </w:r>
      <w:r w:rsidR="00E0544E" w:rsidRPr="007818BD">
        <w:t>Je devrais retourner à Nancy</w:t>
      </w:r>
      <w:r>
        <w:t xml:space="preserve"> ; </w:t>
      </w:r>
      <w:r w:rsidR="00E0544E" w:rsidRPr="007818BD">
        <w:t>on n</w:t>
      </w:r>
      <w:r>
        <w:t>’</w:t>
      </w:r>
      <w:r w:rsidR="00E0544E" w:rsidRPr="007818BD">
        <w:t>aime pas à perdre son temps</w:t>
      </w:r>
      <w:r>
        <w:t xml:space="preserve">… </w:t>
      </w:r>
      <w:r w:rsidR="00E0544E" w:rsidRPr="007818BD">
        <w:t>Vous ne pensez pas</w:t>
      </w:r>
      <w:r>
        <w:t xml:space="preserve">, </w:t>
      </w:r>
      <w:r w:rsidR="00E0544E" w:rsidRPr="007818BD">
        <w:t>monsieur</w:t>
      </w:r>
      <w:r>
        <w:t xml:space="preserve">, </w:t>
      </w:r>
      <w:r w:rsidR="00E0544E" w:rsidRPr="007818BD">
        <w:t>que ce brigand ait e</w:t>
      </w:r>
      <w:r w:rsidR="00E0544E" w:rsidRPr="007818BD">
        <w:t>m</w:t>
      </w:r>
      <w:r w:rsidR="00E0544E" w:rsidRPr="007818BD">
        <w:t>porté tout l</w:t>
      </w:r>
      <w:r>
        <w:t>’</w:t>
      </w:r>
      <w:r w:rsidR="00E0544E" w:rsidRPr="007818BD">
        <w:t>argent du vieil imbécile</w:t>
      </w:r>
      <w:r>
        <w:t> ?</w:t>
      </w:r>
    </w:p>
    <w:p w14:paraId="650E56B6" w14:textId="77777777" w:rsidR="00E8465A" w:rsidRDefault="00E8465A" w:rsidP="00E0544E">
      <w:r>
        <w:t>— </w:t>
      </w:r>
      <w:r w:rsidR="00E0544E" w:rsidRPr="007818BD">
        <w:t>Est-ce ainsi</w:t>
      </w:r>
      <w:r>
        <w:t xml:space="preserve">, </w:t>
      </w:r>
      <w:r w:rsidR="00E0544E" w:rsidRPr="007818BD">
        <w:t>monsieur Dumas</w:t>
      </w:r>
      <w:r>
        <w:t xml:space="preserve">, </w:t>
      </w:r>
      <w:r w:rsidR="00E0544E" w:rsidRPr="007818BD">
        <w:t>que Platon parlait de S</w:t>
      </w:r>
      <w:r w:rsidR="00E0544E" w:rsidRPr="007818BD">
        <w:t>o</w:t>
      </w:r>
      <w:r w:rsidR="00E0544E" w:rsidRPr="007818BD">
        <w:t>crate</w:t>
      </w:r>
      <w:r>
        <w:t> ?</w:t>
      </w:r>
    </w:p>
    <w:p w14:paraId="05A56B9A" w14:textId="77777777" w:rsidR="00E8465A" w:rsidRDefault="00E8465A" w:rsidP="00E0544E">
      <w:r>
        <w:t>— </w:t>
      </w:r>
      <w:r w:rsidR="00E0544E" w:rsidRPr="007818BD">
        <w:t>Vous êtes mordant</w:t>
      </w:r>
      <w:r>
        <w:t xml:space="preserve">. </w:t>
      </w:r>
      <w:r w:rsidR="00E0544E" w:rsidRPr="007818BD">
        <w:t>Au fait</w:t>
      </w:r>
      <w:r>
        <w:t xml:space="preserve">, </w:t>
      </w:r>
      <w:r w:rsidR="00E0544E" w:rsidRPr="007818BD">
        <w:t>vous en avez le droit</w:t>
      </w:r>
      <w:r>
        <w:t xml:space="preserve">. </w:t>
      </w:r>
      <w:r w:rsidR="00E0544E" w:rsidRPr="007818BD">
        <w:t>Mo</w:t>
      </w:r>
      <w:r w:rsidR="00E0544E" w:rsidRPr="007818BD">
        <w:t>n</w:t>
      </w:r>
      <w:r w:rsidR="00E0544E" w:rsidRPr="007818BD">
        <w:t>sieur</w:t>
      </w:r>
      <w:r>
        <w:t xml:space="preserve">, </w:t>
      </w:r>
      <w:r w:rsidR="00E0544E" w:rsidRPr="007818BD">
        <w:t>nous nous reve</w:t>
      </w:r>
      <w:r w:rsidR="00E0544E" w:rsidRPr="007818BD">
        <w:t>r</w:t>
      </w:r>
      <w:r w:rsidR="00E0544E" w:rsidRPr="007818BD">
        <w:t>rons un jour</w:t>
      </w:r>
      <w:r>
        <w:t>.</w:t>
      </w:r>
    </w:p>
    <w:p w14:paraId="2A3012CA" w14:textId="77777777" w:rsidR="00E8465A" w:rsidRDefault="00E8465A" w:rsidP="00E0544E">
      <w:r>
        <w:t>— </w:t>
      </w:r>
      <w:r w:rsidR="00E0544E" w:rsidRPr="007818BD">
        <w:t>Un jour</w:t>
      </w:r>
      <w:r>
        <w:t> ! »</w:t>
      </w:r>
      <w:r w:rsidR="00E0544E" w:rsidRPr="007818BD">
        <w:t xml:space="preserve"> murmura l</w:t>
      </w:r>
      <w:r>
        <w:t>’</w:t>
      </w:r>
      <w:r w:rsidR="00E0544E" w:rsidRPr="007818BD">
        <w:t>étranger</w:t>
      </w:r>
      <w:r>
        <w:t xml:space="preserve">, </w:t>
      </w:r>
      <w:r w:rsidR="00E0544E" w:rsidRPr="007818BD">
        <w:t>et son front s</w:t>
      </w:r>
      <w:r>
        <w:t>’</w:t>
      </w:r>
      <w:r w:rsidR="00E0544E" w:rsidRPr="007818BD">
        <w:t>obscurcit</w:t>
      </w:r>
      <w:r>
        <w:t xml:space="preserve">. </w:t>
      </w:r>
      <w:r w:rsidR="00E0544E" w:rsidRPr="007818BD">
        <w:t>Il rentra chez lui à la hâte</w:t>
      </w:r>
      <w:r>
        <w:t xml:space="preserve">, </w:t>
      </w:r>
      <w:r w:rsidR="00E0544E" w:rsidRPr="007818BD">
        <w:t>passa seul cette journée et la nuit su</w:t>
      </w:r>
      <w:r w:rsidR="00E0544E" w:rsidRPr="007818BD">
        <w:t>i</w:t>
      </w:r>
      <w:r w:rsidR="00E0544E" w:rsidRPr="007818BD">
        <w:t>vante</w:t>
      </w:r>
      <w:r>
        <w:t xml:space="preserve">, </w:t>
      </w:r>
      <w:r w:rsidR="00E0544E" w:rsidRPr="007818BD">
        <w:t>absorbé par des études qui</w:t>
      </w:r>
      <w:r>
        <w:t xml:space="preserve">, </w:t>
      </w:r>
      <w:r w:rsidR="00E0544E" w:rsidRPr="007818BD">
        <w:t xml:space="preserve">de quelque nature </w:t>
      </w:r>
      <w:r w:rsidR="00E0544E" w:rsidRPr="007818BD">
        <w:lastRenderedPageBreak/>
        <w:t>qu</w:t>
      </w:r>
      <w:r>
        <w:t>’</w:t>
      </w:r>
      <w:r w:rsidR="00E0544E" w:rsidRPr="007818BD">
        <w:t>elles fussent</w:t>
      </w:r>
      <w:r>
        <w:t xml:space="preserve">, </w:t>
      </w:r>
      <w:r w:rsidR="00E0544E" w:rsidRPr="007818BD">
        <w:t>ne servirent qu</w:t>
      </w:r>
      <w:r>
        <w:t>’</w:t>
      </w:r>
      <w:r w:rsidR="00E0544E" w:rsidRPr="007818BD">
        <w:t>à redoubler ses sombres préoccup</w:t>
      </w:r>
      <w:r w:rsidR="00E0544E" w:rsidRPr="007818BD">
        <w:t>a</w:t>
      </w:r>
      <w:r w:rsidR="00E0544E" w:rsidRPr="007818BD">
        <w:t>tions</w:t>
      </w:r>
      <w:r>
        <w:t>.</w:t>
      </w:r>
    </w:p>
    <w:p w14:paraId="59C945DD" w14:textId="361DA42D" w:rsidR="00E0544E" w:rsidRPr="007818BD" w:rsidRDefault="00E0544E" w:rsidP="00E0544E">
      <w:pPr>
        <w:rPr>
          <w:rStyle w:val="Taille-1Caracteres"/>
        </w:rPr>
      </w:pPr>
      <w:r w:rsidRPr="007818BD">
        <w:t>Comment sa destinée pouvait-elle se rattacher à celle de René Dumas ou de l</w:t>
      </w:r>
      <w:r w:rsidR="00E8465A">
        <w:t>’</w:t>
      </w:r>
      <w:r w:rsidRPr="007818BD">
        <w:t>assassin fugitif</w:t>
      </w:r>
      <w:r w:rsidR="00E8465A">
        <w:t xml:space="preserve"> ? </w:t>
      </w:r>
      <w:r w:rsidRPr="007818BD">
        <w:t>Pourquoi l</w:t>
      </w:r>
      <w:r w:rsidR="00E8465A">
        <w:t>’</w:t>
      </w:r>
      <w:r w:rsidRPr="007818BD">
        <w:t>air léger de P</w:t>
      </w:r>
      <w:r w:rsidRPr="007818BD">
        <w:t>a</w:t>
      </w:r>
      <w:r w:rsidRPr="007818BD">
        <w:t xml:space="preserve">ris lui </w:t>
      </w:r>
      <w:proofErr w:type="spellStart"/>
      <w:r w:rsidRPr="007818BD">
        <w:t>sembla-t-il</w:t>
      </w:r>
      <w:proofErr w:type="spellEnd"/>
      <w:r w:rsidRPr="007818BD">
        <w:t xml:space="preserve"> chargé de vapeurs de sang</w:t>
      </w:r>
      <w:r w:rsidR="00E8465A">
        <w:t xml:space="preserve"> ? </w:t>
      </w:r>
      <w:r w:rsidRPr="007818BD">
        <w:t>Quel instinct le poussa à fuir ces cercles brillants</w:t>
      </w:r>
      <w:r w:rsidR="00E8465A">
        <w:t xml:space="preserve">, </w:t>
      </w:r>
      <w:r w:rsidRPr="007818BD">
        <w:t>ce foyer des espérances nai</w:t>
      </w:r>
      <w:r w:rsidRPr="007818BD">
        <w:t>s</w:t>
      </w:r>
      <w:r w:rsidRPr="007818BD">
        <w:t>santes du monde</w:t>
      </w:r>
      <w:r w:rsidR="00E8465A">
        <w:t xml:space="preserve"> ? </w:t>
      </w:r>
      <w:r w:rsidRPr="007818BD">
        <w:t>Quelle voix lui cria de ne pas revenir</w:t>
      </w:r>
      <w:r w:rsidR="00E8465A">
        <w:t xml:space="preserve"> ? </w:t>
      </w:r>
      <w:r w:rsidRPr="007818BD">
        <w:t>lui dont l</w:t>
      </w:r>
      <w:r w:rsidR="00E8465A">
        <w:t>’</w:t>
      </w:r>
      <w:r w:rsidRPr="007818BD">
        <w:t>altière existence défiait</w:t>
      </w:r>
      <w:r w:rsidR="00E8465A">
        <w:t xml:space="preserve">… </w:t>
      </w:r>
      <w:r w:rsidRPr="007818BD">
        <w:t>Mais pourquoi ces présages et ces pressentiments</w:t>
      </w:r>
      <w:r w:rsidR="00E8465A">
        <w:t xml:space="preserve"> ?… </w:t>
      </w:r>
      <w:r w:rsidRPr="007818BD">
        <w:t>Il laisse la France derrière lui</w:t>
      </w:r>
      <w:r w:rsidR="00E8465A">
        <w:t xml:space="preserve"> ; </w:t>
      </w:r>
      <w:r w:rsidRPr="007818BD">
        <w:t>il retou</w:t>
      </w:r>
      <w:r w:rsidRPr="007818BD">
        <w:t>r</w:t>
      </w:r>
      <w:r w:rsidRPr="007818BD">
        <w:t>ne</w:t>
      </w:r>
      <w:r w:rsidR="00E8465A">
        <w:t xml:space="preserve">, </w:t>
      </w:r>
      <w:r w:rsidRPr="007818BD">
        <w:t>belle Italie</w:t>
      </w:r>
      <w:r w:rsidR="00E8465A">
        <w:t xml:space="preserve">, </w:t>
      </w:r>
      <w:r w:rsidRPr="007818BD">
        <w:t>à tes ruines majestueuses</w:t>
      </w:r>
      <w:r w:rsidR="00E8465A">
        <w:t xml:space="preserve"> ! </w:t>
      </w:r>
      <w:r w:rsidRPr="007818BD">
        <w:t>Sur les Alpes</w:t>
      </w:r>
      <w:r w:rsidR="00E8465A">
        <w:t xml:space="preserve">, </w:t>
      </w:r>
      <w:r w:rsidRPr="007818BD">
        <w:t>son âme respire encore une fois un air libre</w:t>
      </w:r>
      <w:r w:rsidR="00E8465A">
        <w:t xml:space="preserve">. </w:t>
      </w:r>
      <w:r w:rsidRPr="007818BD">
        <w:t>L</w:t>
      </w:r>
      <w:r w:rsidR="00E8465A">
        <w:t>’</w:t>
      </w:r>
      <w:r w:rsidRPr="007818BD">
        <w:t>air libre</w:t>
      </w:r>
      <w:r w:rsidR="00E8465A">
        <w:t xml:space="preserve"> ! </w:t>
      </w:r>
      <w:r w:rsidRPr="007818BD">
        <w:t>Hélas</w:t>
      </w:r>
      <w:r w:rsidR="00E8465A">
        <w:t xml:space="preserve"> ! </w:t>
      </w:r>
      <w:r w:rsidRPr="007818BD">
        <w:t>les guérisseurs du monde s</w:t>
      </w:r>
      <w:r w:rsidR="00E8465A">
        <w:t>’</w:t>
      </w:r>
      <w:r w:rsidRPr="007818BD">
        <w:t>épuisent en vain à élaborer leur pan</w:t>
      </w:r>
      <w:r w:rsidRPr="007818BD">
        <w:t>a</w:t>
      </w:r>
      <w:r w:rsidRPr="007818BD">
        <w:t>cée</w:t>
      </w:r>
      <w:r w:rsidR="00E8465A">
        <w:t xml:space="preserve">. </w:t>
      </w:r>
      <w:r w:rsidRPr="007818BD">
        <w:t>L</w:t>
      </w:r>
      <w:r w:rsidR="00E8465A">
        <w:t>’</w:t>
      </w:r>
      <w:r w:rsidRPr="007818BD">
        <w:t>homme ne sera jamais aussi libre dans la rue que sur la montagne</w:t>
      </w:r>
      <w:r w:rsidR="00E8465A">
        <w:t xml:space="preserve">. </w:t>
      </w:r>
      <w:r w:rsidRPr="007818BD">
        <w:t>Et nous aussi</w:t>
      </w:r>
      <w:r w:rsidR="00E8465A">
        <w:t xml:space="preserve">, </w:t>
      </w:r>
      <w:r w:rsidRPr="007818BD">
        <w:t>lecteur</w:t>
      </w:r>
      <w:r w:rsidR="00E8465A">
        <w:t xml:space="preserve">, </w:t>
      </w:r>
      <w:r w:rsidRPr="007818BD">
        <w:t>dérobons-nous à cet étalage de fausse sagesse qui recouvre le crime et l</w:t>
      </w:r>
      <w:r w:rsidR="00E8465A">
        <w:t>’</w:t>
      </w:r>
      <w:r w:rsidRPr="007818BD">
        <w:t>impiété</w:t>
      </w:r>
      <w:r w:rsidR="00E8465A">
        <w:t xml:space="preserve">. </w:t>
      </w:r>
      <w:r w:rsidRPr="007818BD">
        <w:t>Partons de nouveau</w:t>
      </w:r>
    </w:p>
    <w:p w14:paraId="198A0FA6" w14:textId="77777777" w:rsidR="00E0544E" w:rsidRPr="007F3440" w:rsidRDefault="00E0544E" w:rsidP="00E0544E">
      <w:pPr>
        <w:pStyle w:val="NormalRetraitGauche4XIndent0"/>
        <w:spacing w:before="0" w:after="0"/>
        <w:rPr>
          <w:rStyle w:val="Taille-1Caracteres"/>
        </w:rPr>
      </w:pPr>
      <w:r w:rsidRPr="007F3440">
        <w:rPr>
          <w:rStyle w:val="Taille-1Caracteres"/>
        </w:rPr>
        <w:t xml:space="preserve">In den </w:t>
      </w:r>
      <w:proofErr w:type="spellStart"/>
      <w:r w:rsidRPr="007F3440">
        <w:rPr>
          <w:rStyle w:val="Taille-1Caracteres"/>
        </w:rPr>
        <w:t>heitern</w:t>
      </w:r>
      <w:proofErr w:type="spellEnd"/>
      <w:r w:rsidRPr="007F3440">
        <w:rPr>
          <w:rStyle w:val="Taille-1Caracteres"/>
        </w:rPr>
        <w:t xml:space="preserve"> </w:t>
      </w:r>
      <w:proofErr w:type="spellStart"/>
      <w:r w:rsidRPr="007F3440">
        <w:rPr>
          <w:rStyle w:val="Taille-1Caracteres"/>
        </w:rPr>
        <w:t>Regionen</w:t>
      </w:r>
      <w:proofErr w:type="spellEnd"/>
    </w:p>
    <w:p w14:paraId="66D875A0" w14:textId="77777777" w:rsidR="00E8465A" w:rsidRDefault="00E0544E" w:rsidP="00E0544E">
      <w:pPr>
        <w:pStyle w:val="NormalRetraitGauche4XIndent0"/>
        <w:spacing w:before="0" w:after="0"/>
        <w:rPr>
          <w:rStyle w:val="Taille-1Caracteres"/>
        </w:rPr>
      </w:pPr>
      <w:proofErr w:type="spellStart"/>
      <w:r w:rsidRPr="007F3440">
        <w:rPr>
          <w:rStyle w:val="Taille-1Caracteres"/>
        </w:rPr>
        <w:t>Wo</w:t>
      </w:r>
      <w:proofErr w:type="spellEnd"/>
      <w:r w:rsidRPr="007F3440">
        <w:rPr>
          <w:rStyle w:val="Taille-1Caracteres"/>
        </w:rPr>
        <w:t xml:space="preserve"> die </w:t>
      </w:r>
      <w:proofErr w:type="spellStart"/>
      <w:r w:rsidRPr="007F3440">
        <w:rPr>
          <w:rStyle w:val="Taille-1Caracteres"/>
        </w:rPr>
        <w:t>reinen</w:t>
      </w:r>
      <w:proofErr w:type="spellEnd"/>
      <w:r w:rsidRPr="007F3440">
        <w:rPr>
          <w:rStyle w:val="Taille-1Caracteres"/>
        </w:rPr>
        <w:t xml:space="preserve"> Formen </w:t>
      </w:r>
      <w:proofErr w:type="spellStart"/>
      <w:r w:rsidRPr="007F3440">
        <w:rPr>
          <w:rStyle w:val="Taille-1Caracteres"/>
        </w:rPr>
        <w:t>wohnen</w:t>
      </w:r>
      <w:proofErr w:type="spellEnd"/>
      <w:r w:rsidR="00E8465A">
        <w:rPr>
          <w:rStyle w:val="Taille-1Caracteres"/>
        </w:rPr>
        <w:t>,</w:t>
      </w:r>
    </w:p>
    <w:p w14:paraId="4A727FCC" w14:textId="77777777" w:rsidR="00E8465A" w:rsidRDefault="00E0544E" w:rsidP="00E0544E">
      <w:pPr>
        <w:pStyle w:val="NormalSansIndent"/>
      </w:pPr>
      <w:r w:rsidRPr="007818BD">
        <w:t>pour ces régions plus hautes</w:t>
      </w:r>
      <w:r w:rsidR="00E8465A">
        <w:t xml:space="preserve">, </w:t>
      </w:r>
      <w:r w:rsidRPr="007818BD">
        <w:t>séjour d</w:t>
      </w:r>
      <w:r w:rsidR="00E8465A">
        <w:t>’</w:t>
      </w:r>
      <w:r w:rsidRPr="007818BD">
        <w:t>habitants plus purs</w:t>
      </w:r>
      <w:r w:rsidR="00E8465A">
        <w:t xml:space="preserve">. </w:t>
      </w:r>
      <w:r w:rsidRPr="007818BD">
        <w:t>À l</w:t>
      </w:r>
      <w:r w:rsidR="00E8465A">
        <w:t>’</w:t>
      </w:r>
      <w:r w:rsidRPr="007818BD">
        <w:t>abri des souillures de la réalité</w:t>
      </w:r>
      <w:r w:rsidR="00E8465A">
        <w:t xml:space="preserve">, </w:t>
      </w:r>
      <w:r w:rsidRPr="007818BD">
        <w:t>l</w:t>
      </w:r>
      <w:r w:rsidR="00E8465A">
        <w:t>’</w:t>
      </w:r>
      <w:r w:rsidRPr="007818BD">
        <w:t>idéal vit seul avec l</w:t>
      </w:r>
      <w:r w:rsidR="00E8465A">
        <w:t>’</w:t>
      </w:r>
      <w:r w:rsidRPr="007818BD">
        <w:t>art et le beau</w:t>
      </w:r>
      <w:r w:rsidR="00E8465A">
        <w:t xml:space="preserve">. </w:t>
      </w:r>
      <w:r w:rsidRPr="007818BD">
        <w:t>Douce Viola</w:t>
      </w:r>
      <w:r w:rsidR="00E8465A">
        <w:t xml:space="preserve">, </w:t>
      </w:r>
      <w:r w:rsidRPr="007818BD">
        <w:t>aux bords des flots azurés de Parthénope</w:t>
      </w:r>
      <w:r w:rsidR="00E8465A">
        <w:t xml:space="preserve">, </w:t>
      </w:r>
      <w:r w:rsidRPr="007818BD">
        <w:t>près du tombeau de Virgile et de la grotte Cimmérienne</w:t>
      </w:r>
      <w:r w:rsidR="00E8465A">
        <w:t xml:space="preserve">, </w:t>
      </w:r>
      <w:r w:rsidRPr="007818BD">
        <w:t>nous revenons à toi</w:t>
      </w:r>
      <w:r w:rsidR="00E8465A">
        <w:t> !</w:t>
      </w:r>
    </w:p>
    <w:p w14:paraId="4F9BD24F" w14:textId="77777777" w:rsidR="00E8465A" w:rsidRDefault="00E0544E" w:rsidP="00E8465A">
      <w:pPr>
        <w:pStyle w:val="Titre2"/>
        <w:pageBreakBefore/>
      </w:pPr>
      <w:bookmarkStart w:id="9" w:name="_Toc199963058"/>
      <w:r w:rsidRPr="007818BD">
        <w:lastRenderedPageBreak/>
        <w:t>CHAPITRE</w:t>
      </w:r>
      <w:r w:rsidR="00E8465A">
        <w:t xml:space="preserve"> </w:t>
      </w:r>
      <w:r w:rsidRPr="007818BD">
        <w:t>IX</w:t>
      </w:r>
      <w:r w:rsidR="00E8465A">
        <w:t>.</w:t>
      </w:r>
      <w:bookmarkEnd w:id="9"/>
    </w:p>
    <w:p w14:paraId="6CDF012C" w14:textId="11E314A6" w:rsidR="00E0544E" w:rsidRPr="007818BD" w:rsidRDefault="00E0544E" w:rsidP="00E0544E">
      <w:pPr>
        <w:pStyle w:val="NormalRetraitGauche4XIndent0"/>
        <w:spacing w:before="0" w:after="0"/>
        <w:rPr>
          <w:rStyle w:val="Taille-1Caracteres"/>
        </w:rPr>
      </w:pPr>
      <w:r w:rsidRPr="007818BD">
        <w:rPr>
          <w:rStyle w:val="Taille-1Caracteres"/>
        </w:rPr>
        <w:t xml:space="preserve">Che non </w:t>
      </w:r>
      <w:proofErr w:type="spellStart"/>
      <w:r w:rsidRPr="007818BD">
        <w:rPr>
          <w:rStyle w:val="Taille-1Caracteres"/>
        </w:rPr>
        <w:t>vuol</w:t>
      </w:r>
      <w:proofErr w:type="spellEnd"/>
      <w:r w:rsidRPr="007818BD">
        <w:rPr>
          <w:rStyle w:val="Taille-1Caracteres"/>
        </w:rPr>
        <w:t xml:space="preserve"> </w:t>
      </w:r>
      <w:proofErr w:type="spellStart"/>
      <w:r w:rsidRPr="007818BD">
        <w:rPr>
          <w:rStyle w:val="Taille-1Caracteres"/>
        </w:rPr>
        <w:t>ché</w:t>
      </w:r>
      <w:r w:rsidR="00E8465A">
        <w:rPr>
          <w:rStyle w:val="Taille-1Caracteres"/>
        </w:rPr>
        <w:t>’</w:t>
      </w:r>
      <w:r w:rsidRPr="007818BD">
        <w:rPr>
          <w:rStyle w:val="Taille-1Caracteres"/>
        </w:rPr>
        <w:t>l</w:t>
      </w:r>
      <w:proofErr w:type="spellEnd"/>
      <w:r w:rsidRPr="007818BD">
        <w:rPr>
          <w:rStyle w:val="Taille-1Caracteres"/>
        </w:rPr>
        <w:t xml:space="preserve"> destrier più vada in alto</w:t>
      </w:r>
    </w:p>
    <w:p w14:paraId="423CEAC6" w14:textId="77777777" w:rsidR="00E0544E" w:rsidRPr="007818BD" w:rsidRDefault="00E0544E" w:rsidP="00E0544E">
      <w:pPr>
        <w:pStyle w:val="NormalRetraitGauche4XIndent0"/>
        <w:spacing w:before="0" w:after="0"/>
        <w:rPr>
          <w:rStyle w:val="Taille-1Caracteres"/>
        </w:rPr>
      </w:pPr>
      <w:proofErr w:type="spellStart"/>
      <w:r w:rsidRPr="007818BD">
        <w:rPr>
          <w:rStyle w:val="Taille-1Caracteres"/>
        </w:rPr>
        <w:t>Poi</w:t>
      </w:r>
      <w:proofErr w:type="spellEnd"/>
      <w:r w:rsidRPr="007818BD">
        <w:rPr>
          <w:rStyle w:val="Taille-1Caracteres"/>
        </w:rPr>
        <w:t xml:space="preserve"> lo lega </w:t>
      </w:r>
      <w:proofErr w:type="spellStart"/>
      <w:r w:rsidRPr="007818BD">
        <w:rPr>
          <w:rStyle w:val="Taille-1Caracteres"/>
        </w:rPr>
        <w:t>nel</w:t>
      </w:r>
      <w:proofErr w:type="spellEnd"/>
      <w:r w:rsidRPr="007818BD">
        <w:rPr>
          <w:rStyle w:val="Taille-1Caracteres"/>
        </w:rPr>
        <w:t xml:space="preserve"> margine </w:t>
      </w:r>
      <w:proofErr w:type="spellStart"/>
      <w:r w:rsidRPr="007818BD">
        <w:rPr>
          <w:rStyle w:val="Taille-1Caracteres"/>
        </w:rPr>
        <w:t>marino</w:t>
      </w:r>
      <w:proofErr w:type="spellEnd"/>
    </w:p>
    <w:p w14:paraId="427D0009" w14:textId="77777777" w:rsidR="00E8465A" w:rsidRDefault="00E0544E" w:rsidP="00E0544E">
      <w:pPr>
        <w:pStyle w:val="NormalRetraitGauche4XIndent0"/>
        <w:spacing w:before="0" w:after="0"/>
        <w:rPr>
          <w:rStyle w:val="Taille-1Caracteres"/>
        </w:rPr>
      </w:pPr>
      <w:r w:rsidRPr="007818BD">
        <w:rPr>
          <w:rStyle w:val="Taille-1Caracteres"/>
        </w:rPr>
        <w:t xml:space="preserve">A un verde </w:t>
      </w:r>
      <w:proofErr w:type="spellStart"/>
      <w:r w:rsidRPr="007818BD">
        <w:rPr>
          <w:rStyle w:val="Taille-1Caracteres"/>
        </w:rPr>
        <w:t>mirto</w:t>
      </w:r>
      <w:proofErr w:type="spellEnd"/>
      <w:r w:rsidRPr="007818BD">
        <w:rPr>
          <w:rStyle w:val="Taille-1Caracteres"/>
        </w:rPr>
        <w:t xml:space="preserve"> in mezzo un </w:t>
      </w:r>
      <w:proofErr w:type="spellStart"/>
      <w:r w:rsidRPr="007818BD">
        <w:rPr>
          <w:rStyle w:val="Taille-1Caracteres"/>
        </w:rPr>
        <w:t>loro</w:t>
      </w:r>
      <w:proofErr w:type="spellEnd"/>
      <w:r w:rsidRPr="007818BD">
        <w:rPr>
          <w:rStyle w:val="Taille-1Caracteres"/>
        </w:rPr>
        <w:t xml:space="preserve"> e un </w:t>
      </w:r>
      <w:proofErr w:type="spellStart"/>
      <w:r w:rsidRPr="007818BD">
        <w:rPr>
          <w:rStyle w:val="Taille-1Caracteres"/>
        </w:rPr>
        <w:t>p</w:t>
      </w:r>
      <w:r w:rsidRPr="007818BD">
        <w:rPr>
          <w:rStyle w:val="Taille-1Caracteres"/>
        </w:rPr>
        <w:t>i</w:t>
      </w:r>
      <w:r w:rsidRPr="007818BD">
        <w:rPr>
          <w:rStyle w:val="Taille-1Caracteres"/>
        </w:rPr>
        <w:t>no</w:t>
      </w:r>
      <w:proofErr w:type="spellEnd"/>
      <w:r w:rsidRPr="007818BD">
        <w:rPr>
          <w:rStyle w:val="Appelnotedebasdep"/>
          <w:szCs w:val="28"/>
        </w:rPr>
        <w:footnoteReference w:id="18"/>
      </w:r>
      <w:r w:rsidR="00E8465A">
        <w:rPr>
          <w:rStyle w:val="Taille-1Caracteres"/>
        </w:rPr>
        <w:t>.</w:t>
      </w:r>
    </w:p>
    <w:p w14:paraId="0B83870C" w14:textId="03FE011A" w:rsidR="00E8465A" w:rsidRDefault="00E8465A" w:rsidP="00E0544E">
      <w:pPr>
        <w:jc w:val="right"/>
        <w:rPr>
          <w:rStyle w:val="Taille-1Caracteres"/>
        </w:rPr>
      </w:pPr>
      <w:r>
        <w:rPr>
          <w:rStyle w:val="Taille-1Caracteres"/>
        </w:rPr>
        <w:t>(</w:t>
      </w:r>
      <w:r w:rsidR="00E0544E" w:rsidRPr="00AF32C9">
        <w:rPr>
          <w:rStyle w:val="Taille-1Caracteres"/>
          <w:i/>
        </w:rPr>
        <w:t>Orl</w:t>
      </w:r>
      <w:r>
        <w:rPr>
          <w:rStyle w:val="Taille-1Caracteres"/>
          <w:i/>
        </w:rPr>
        <w:t xml:space="preserve">. </w:t>
      </w:r>
      <w:r w:rsidR="00E0544E" w:rsidRPr="00AF32C9">
        <w:rPr>
          <w:rStyle w:val="Taille-1Caracteres"/>
          <w:i/>
        </w:rPr>
        <w:t>Fur</w:t>
      </w:r>
      <w:r>
        <w:rPr>
          <w:rStyle w:val="Taille-1Caracteres"/>
        </w:rPr>
        <w:t xml:space="preserve">., </w:t>
      </w:r>
      <w:r w:rsidR="00E0544E" w:rsidRPr="007818BD">
        <w:rPr>
          <w:rStyle w:val="Taille-1Caracteres"/>
        </w:rPr>
        <w:t>c</w:t>
      </w:r>
      <w:r>
        <w:rPr>
          <w:rStyle w:val="Taille-1Caracteres"/>
        </w:rPr>
        <w:t xml:space="preserve">. </w:t>
      </w:r>
      <w:r w:rsidR="00E0544E" w:rsidRPr="007818BD">
        <w:rPr>
          <w:rStyle w:val="Taille-1Caracteres"/>
        </w:rPr>
        <w:t>VI</w:t>
      </w:r>
      <w:r>
        <w:rPr>
          <w:rStyle w:val="Taille-1Caracteres"/>
        </w:rPr>
        <w:t xml:space="preserve">, </w:t>
      </w:r>
      <w:r w:rsidR="00E0544E" w:rsidRPr="007818BD">
        <w:rPr>
          <w:rStyle w:val="Taille-1Caracteres"/>
        </w:rPr>
        <w:t>23</w:t>
      </w:r>
      <w:r>
        <w:rPr>
          <w:rStyle w:val="Taille-1Caracteres"/>
        </w:rPr>
        <w:t>.)</w:t>
      </w:r>
    </w:p>
    <w:p w14:paraId="73608F3D" w14:textId="77777777" w:rsidR="00E8465A" w:rsidRDefault="00E0544E" w:rsidP="00E0544E">
      <w:r w:rsidRPr="007818BD">
        <w:t>Eh bien</w:t>
      </w:r>
      <w:r w:rsidR="00E8465A">
        <w:t xml:space="preserve"> ! </w:t>
      </w:r>
      <w:r w:rsidRPr="007818BD">
        <w:t>musicien</w:t>
      </w:r>
      <w:r w:rsidR="00E8465A">
        <w:t xml:space="preserve">, </w:t>
      </w:r>
      <w:r w:rsidRPr="007818BD">
        <w:t>es-tu heureux maintenant</w:t>
      </w:r>
      <w:r w:rsidR="00E8465A">
        <w:t xml:space="preserve"> ? </w:t>
      </w:r>
      <w:r w:rsidRPr="007818BD">
        <w:t>Te voilà r</w:t>
      </w:r>
      <w:r w:rsidRPr="007818BD">
        <w:t>é</w:t>
      </w:r>
      <w:r w:rsidRPr="007818BD">
        <w:t>intégré devant ton p</w:t>
      </w:r>
      <w:r w:rsidRPr="007818BD">
        <w:t>u</w:t>
      </w:r>
      <w:r w:rsidRPr="007818BD">
        <w:t>pitre</w:t>
      </w:r>
      <w:r w:rsidR="00E8465A">
        <w:t xml:space="preserve"> ; </w:t>
      </w:r>
      <w:r w:rsidRPr="007818BD">
        <w:t>ton fidèle Barbiton a eu sa part de ton triomphe</w:t>
      </w:r>
      <w:r w:rsidR="00E8465A">
        <w:t xml:space="preserve"> ; </w:t>
      </w:r>
      <w:r w:rsidRPr="007818BD">
        <w:t>c</w:t>
      </w:r>
      <w:r w:rsidR="00E8465A">
        <w:t>’</w:t>
      </w:r>
      <w:r w:rsidRPr="007818BD">
        <w:t>est ton chef-d</w:t>
      </w:r>
      <w:r w:rsidR="00E8465A">
        <w:t>’</w:t>
      </w:r>
      <w:r w:rsidRPr="007818BD">
        <w:t>œuvre qui remplit toutes les oreilles</w:t>
      </w:r>
      <w:r w:rsidR="00E8465A">
        <w:t xml:space="preserve"> ; </w:t>
      </w:r>
      <w:r w:rsidRPr="007818BD">
        <w:t>c</w:t>
      </w:r>
      <w:r w:rsidR="00E8465A">
        <w:t>’</w:t>
      </w:r>
      <w:r w:rsidRPr="007818BD">
        <w:t>est ta fille qui remplit la scène</w:t>
      </w:r>
      <w:r w:rsidR="00E8465A">
        <w:t xml:space="preserve"> : </w:t>
      </w:r>
      <w:r w:rsidRPr="007818BD">
        <w:t>si bien unies l</w:t>
      </w:r>
      <w:r w:rsidR="00E8465A">
        <w:t>’</w:t>
      </w:r>
      <w:r w:rsidRPr="007818BD">
        <w:t>une à l</w:t>
      </w:r>
      <w:r w:rsidR="00E8465A">
        <w:t>’</w:t>
      </w:r>
      <w:r w:rsidRPr="007818BD">
        <w:t>autre</w:t>
      </w:r>
      <w:r w:rsidR="00E8465A">
        <w:t xml:space="preserve">, </w:t>
      </w:r>
      <w:r w:rsidRPr="007818BD">
        <w:t>l</w:t>
      </w:r>
      <w:r w:rsidR="00E8465A">
        <w:t>’</w:t>
      </w:r>
      <w:r w:rsidRPr="007818BD">
        <w:t>artiste et la musique</w:t>
      </w:r>
      <w:r w:rsidR="00E8465A">
        <w:t xml:space="preserve">, </w:t>
      </w:r>
      <w:r w:rsidRPr="007818BD">
        <w:t>qu</w:t>
      </w:r>
      <w:r w:rsidR="00E8465A">
        <w:t>’</w:t>
      </w:r>
      <w:r w:rsidRPr="007818BD">
        <w:t>en applaudissant l</w:t>
      </w:r>
      <w:r w:rsidR="00E8465A">
        <w:t>’</w:t>
      </w:r>
      <w:r w:rsidRPr="007818BD">
        <w:t>une</w:t>
      </w:r>
      <w:r w:rsidR="00E8465A">
        <w:t xml:space="preserve">, </w:t>
      </w:r>
      <w:r w:rsidRPr="007818BD">
        <w:t>on a</w:t>
      </w:r>
      <w:r w:rsidRPr="007818BD">
        <w:t>p</w:t>
      </w:r>
      <w:r w:rsidRPr="007818BD">
        <w:t>plaudit toutes deux</w:t>
      </w:r>
      <w:r w:rsidR="00E8465A">
        <w:t xml:space="preserve">. </w:t>
      </w:r>
      <w:r w:rsidRPr="007818BD">
        <w:t>On te fait place à l</w:t>
      </w:r>
      <w:r w:rsidR="00E8465A">
        <w:t>’</w:t>
      </w:r>
      <w:r w:rsidRPr="007818BD">
        <w:t>orchestre</w:t>
      </w:r>
      <w:r w:rsidR="00E8465A">
        <w:t xml:space="preserve"> ; </w:t>
      </w:r>
      <w:r w:rsidRPr="007818BD">
        <w:t>plus de raill</w:t>
      </w:r>
      <w:r w:rsidRPr="007818BD">
        <w:t>e</w:t>
      </w:r>
      <w:r w:rsidRPr="007818BD">
        <w:t>ries ni de regards moqueurs</w:t>
      </w:r>
      <w:r w:rsidR="00E8465A">
        <w:t xml:space="preserve">, </w:t>
      </w:r>
      <w:r w:rsidRPr="007818BD">
        <w:t>lorsque</w:t>
      </w:r>
      <w:r w:rsidR="00E8465A">
        <w:t xml:space="preserve">, </w:t>
      </w:r>
      <w:r w:rsidRPr="007818BD">
        <w:t>avec une tendresse exa</w:t>
      </w:r>
      <w:r w:rsidRPr="007818BD">
        <w:t>l</w:t>
      </w:r>
      <w:r w:rsidRPr="007818BD">
        <w:t>tée</w:t>
      </w:r>
      <w:r w:rsidR="00E8465A">
        <w:t xml:space="preserve">, </w:t>
      </w:r>
      <w:r w:rsidRPr="007818BD">
        <w:t>tu caresses ton Inséparable qui se plaint</w:t>
      </w:r>
      <w:r w:rsidR="00E8465A">
        <w:t xml:space="preserve">, </w:t>
      </w:r>
      <w:r w:rsidRPr="007818BD">
        <w:t>gémit</w:t>
      </w:r>
      <w:r w:rsidR="00E8465A">
        <w:t xml:space="preserve">, </w:t>
      </w:r>
      <w:r w:rsidRPr="007818BD">
        <w:t>gronde et gourmande sous ta main impitoyable</w:t>
      </w:r>
      <w:r w:rsidR="00E8465A">
        <w:t xml:space="preserve">. </w:t>
      </w:r>
      <w:r w:rsidRPr="007818BD">
        <w:t>Ils comprennent maint</w:t>
      </w:r>
      <w:r w:rsidRPr="007818BD">
        <w:t>e</w:t>
      </w:r>
      <w:r w:rsidRPr="007818BD">
        <w:t>nant ce que la symétrie du vrai génie a toujours d</w:t>
      </w:r>
      <w:r w:rsidR="00E8465A">
        <w:t>’</w:t>
      </w:r>
      <w:r w:rsidRPr="007818BD">
        <w:t>irrégulier</w:t>
      </w:r>
      <w:r w:rsidR="00E8465A">
        <w:t xml:space="preserve">. </w:t>
      </w:r>
      <w:r w:rsidRPr="007818BD">
        <w:t>Ce sont les inégalités de sa surface qui rendent la lune lumineuse pour l</w:t>
      </w:r>
      <w:r w:rsidR="00E8465A">
        <w:t>’</w:t>
      </w:r>
      <w:r w:rsidRPr="007818BD">
        <w:t>homme</w:t>
      </w:r>
      <w:r w:rsidR="00E8465A">
        <w:t xml:space="preserve">. </w:t>
      </w:r>
      <w:r w:rsidRPr="007818BD">
        <w:t>Giovanni Paisiello</w:t>
      </w:r>
      <w:r w:rsidR="00E8465A">
        <w:t xml:space="preserve">, </w:t>
      </w:r>
      <w:r w:rsidRPr="007818BD">
        <w:t>maestro da capelli</w:t>
      </w:r>
      <w:r w:rsidR="00E8465A">
        <w:t xml:space="preserve">, </w:t>
      </w:r>
      <w:r w:rsidRPr="007818BD">
        <w:t>si ton âme do</w:t>
      </w:r>
      <w:r w:rsidRPr="007818BD">
        <w:t>u</w:t>
      </w:r>
      <w:r w:rsidRPr="007818BD">
        <w:t>ce et bienveillante pouvait connaître l</w:t>
      </w:r>
      <w:r w:rsidR="00E8465A">
        <w:t>’</w:t>
      </w:r>
      <w:r w:rsidRPr="007818BD">
        <w:t>envie</w:t>
      </w:r>
      <w:r w:rsidR="00E8465A">
        <w:t xml:space="preserve">, </w:t>
      </w:r>
      <w:r w:rsidRPr="007818BD">
        <w:t xml:space="preserve">tu dois souffrir de voir ton </w:t>
      </w:r>
      <w:proofErr w:type="spellStart"/>
      <w:r w:rsidRPr="007818BD">
        <w:t>Elfrida</w:t>
      </w:r>
      <w:proofErr w:type="spellEnd"/>
      <w:r w:rsidRPr="007818BD">
        <w:t xml:space="preserve"> et ton </w:t>
      </w:r>
      <w:proofErr w:type="spellStart"/>
      <w:r w:rsidRPr="007818BD">
        <w:t>Pirro</w:t>
      </w:r>
      <w:proofErr w:type="spellEnd"/>
      <w:r w:rsidRPr="007818BD">
        <w:t xml:space="preserve"> écartés</w:t>
      </w:r>
      <w:r w:rsidR="00E8465A">
        <w:t xml:space="preserve">, </w:t>
      </w:r>
      <w:r w:rsidRPr="007818BD">
        <w:t>et tout Naples entho</w:t>
      </w:r>
      <w:r w:rsidRPr="007818BD">
        <w:t>u</w:t>
      </w:r>
      <w:r w:rsidRPr="007818BD">
        <w:t>siaste de la sirène</w:t>
      </w:r>
      <w:r w:rsidR="00E8465A">
        <w:t xml:space="preserve">, </w:t>
      </w:r>
      <w:r w:rsidRPr="007818BD">
        <w:t>dont l</w:t>
      </w:r>
      <w:r w:rsidR="00E8465A">
        <w:t>’</w:t>
      </w:r>
      <w:r w:rsidRPr="007818BD">
        <w:t>harmonie te fit secouer tristement la tête</w:t>
      </w:r>
      <w:r w:rsidR="00E8465A">
        <w:t xml:space="preserve"> ! </w:t>
      </w:r>
      <w:r w:rsidRPr="007818BD">
        <w:t>Mais toi</w:t>
      </w:r>
      <w:r w:rsidR="00E8465A">
        <w:t xml:space="preserve">, </w:t>
      </w:r>
      <w:r w:rsidRPr="007818BD">
        <w:t>Paisiello</w:t>
      </w:r>
      <w:r w:rsidR="00E8465A">
        <w:t xml:space="preserve">, </w:t>
      </w:r>
      <w:r w:rsidRPr="007818BD">
        <w:t>calme dans la longue prospérité de ta gloire</w:t>
      </w:r>
      <w:r w:rsidR="00E8465A">
        <w:t xml:space="preserve">, </w:t>
      </w:r>
      <w:r w:rsidRPr="007818BD">
        <w:t>tu</w:t>
      </w:r>
      <w:r w:rsidR="00E8465A">
        <w:t>-</w:t>
      </w:r>
      <w:r w:rsidRPr="007818BD">
        <w:t>sais qu</w:t>
      </w:r>
      <w:r w:rsidR="00E8465A">
        <w:t>’</w:t>
      </w:r>
      <w:r w:rsidRPr="007818BD">
        <w:t>il faut son jour à la nouveauté</w:t>
      </w:r>
      <w:r w:rsidR="00E8465A">
        <w:t xml:space="preserve">, </w:t>
      </w:r>
      <w:r w:rsidRPr="007818BD">
        <w:t>et tu te consoles en songeant qu</w:t>
      </w:r>
      <w:r w:rsidR="00E8465A">
        <w:t>’</w:t>
      </w:r>
      <w:proofErr w:type="spellStart"/>
      <w:r w:rsidRPr="007818BD">
        <w:t>Elfrida</w:t>
      </w:r>
      <w:proofErr w:type="spellEnd"/>
      <w:r w:rsidRPr="007818BD">
        <w:t xml:space="preserve"> et </w:t>
      </w:r>
      <w:proofErr w:type="spellStart"/>
      <w:r w:rsidRPr="007818BD">
        <w:t>Pirro</w:t>
      </w:r>
      <w:proofErr w:type="spellEnd"/>
      <w:r w:rsidRPr="007818BD">
        <w:t xml:space="preserve"> vivront à jamais</w:t>
      </w:r>
      <w:r w:rsidR="00E8465A">
        <w:t>.</w:t>
      </w:r>
    </w:p>
    <w:p w14:paraId="4DC15272" w14:textId="77777777" w:rsidR="00E8465A" w:rsidRDefault="00E0544E" w:rsidP="00E0544E">
      <w:r w:rsidRPr="007818BD">
        <w:lastRenderedPageBreak/>
        <w:t>Erreur peut-être</w:t>
      </w:r>
      <w:r w:rsidR="00E8465A">
        <w:t xml:space="preserve"> ; </w:t>
      </w:r>
      <w:r w:rsidRPr="007818BD">
        <w:t>mais c</w:t>
      </w:r>
      <w:r w:rsidR="00E8465A">
        <w:t>’</w:t>
      </w:r>
      <w:r w:rsidRPr="007818BD">
        <w:t>est par de telles erreurs que le g</w:t>
      </w:r>
      <w:r w:rsidRPr="007818BD">
        <w:t>é</w:t>
      </w:r>
      <w:r w:rsidRPr="007818BD">
        <w:t>nie se garde de l</w:t>
      </w:r>
      <w:r w:rsidR="00E8465A">
        <w:t>’</w:t>
      </w:r>
      <w:r w:rsidRPr="007818BD">
        <w:t>envie</w:t>
      </w:r>
      <w:r w:rsidR="00E8465A">
        <w:t>. « </w:t>
      </w:r>
      <w:r w:rsidRPr="007818BD">
        <w:t>Pour être immortel</w:t>
      </w:r>
      <w:r w:rsidR="00E8465A">
        <w:t xml:space="preserve">, </w:t>
      </w:r>
      <w:r w:rsidRPr="007818BD">
        <w:t>dit Schiller</w:t>
      </w:r>
      <w:r w:rsidR="00E8465A">
        <w:t xml:space="preserve">, </w:t>
      </w:r>
      <w:r w:rsidRPr="007818BD">
        <w:t>vis dans l</w:t>
      </w:r>
      <w:r w:rsidR="00E8465A">
        <w:t>’</w:t>
      </w:r>
      <w:r w:rsidRPr="007818BD">
        <w:t>infini</w:t>
      </w:r>
      <w:r w:rsidR="00E8465A">
        <w:t> ! »</w:t>
      </w:r>
      <w:r w:rsidRPr="007818BD">
        <w:t xml:space="preserve"> Pour être supérieur à l</w:t>
      </w:r>
      <w:r w:rsidR="00E8465A">
        <w:t>’</w:t>
      </w:r>
      <w:r w:rsidRPr="007818BD">
        <w:t>heure qui passe</w:t>
      </w:r>
      <w:r w:rsidR="00E8465A">
        <w:t xml:space="preserve">, </w:t>
      </w:r>
      <w:r w:rsidRPr="007818BD">
        <w:t>vis dans l</w:t>
      </w:r>
      <w:r w:rsidR="00E8465A">
        <w:t>’</w:t>
      </w:r>
      <w:r w:rsidRPr="007818BD">
        <w:t>estime de toi-même</w:t>
      </w:r>
      <w:r w:rsidR="00E8465A">
        <w:t>.</w:t>
      </w:r>
    </w:p>
    <w:p w14:paraId="5990321F" w14:textId="77777777" w:rsidR="00E8465A" w:rsidRDefault="00E0544E" w:rsidP="00E0544E">
      <w:r w:rsidRPr="007818BD">
        <w:t>La salle tout entière donnerait aujourd</w:t>
      </w:r>
      <w:r w:rsidR="00E8465A">
        <w:t>’</w:t>
      </w:r>
      <w:r w:rsidRPr="007818BD">
        <w:t>hui ses oreilles pour ces variations et ces fantaisies que naguère elle sifflait</w:t>
      </w:r>
      <w:r w:rsidR="00E8465A">
        <w:t xml:space="preserve">. </w:t>
      </w:r>
      <w:r w:rsidRPr="007818BD">
        <w:t>Mais non</w:t>
      </w:r>
      <w:r w:rsidR="00E8465A">
        <w:t xml:space="preserve"> ; </w:t>
      </w:r>
      <w:r w:rsidRPr="007818BD">
        <w:t>pendant deux tiers de sa vie</w:t>
      </w:r>
      <w:r w:rsidR="00E8465A">
        <w:t xml:space="preserve">, </w:t>
      </w:r>
      <w:r w:rsidRPr="007818BD">
        <w:t>Pisani a travaillé silencie</w:t>
      </w:r>
      <w:r w:rsidRPr="007818BD">
        <w:t>u</w:t>
      </w:r>
      <w:r w:rsidRPr="007818BD">
        <w:t>sement à son chef-d</w:t>
      </w:r>
      <w:r w:rsidR="00E8465A">
        <w:t>’</w:t>
      </w:r>
      <w:r w:rsidRPr="007818BD">
        <w:t>œuvre</w:t>
      </w:r>
      <w:r w:rsidR="00E8465A">
        <w:t xml:space="preserve"> ; </w:t>
      </w:r>
      <w:r w:rsidRPr="007818BD">
        <w:t>à celui-là</w:t>
      </w:r>
      <w:r w:rsidR="00E8465A">
        <w:t xml:space="preserve">, </w:t>
      </w:r>
      <w:r w:rsidRPr="007818BD">
        <w:t>il-ne peut plus rien ajo</w:t>
      </w:r>
      <w:r w:rsidRPr="007818BD">
        <w:t>u</w:t>
      </w:r>
      <w:r w:rsidRPr="007818BD">
        <w:t>ter</w:t>
      </w:r>
      <w:r w:rsidR="00E8465A">
        <w:t xml:space="preserve">, </w:t>
      </w:r>
      <w:r w:rsidRPr="007818BD">
        <w:t>quelque disposé qu</w:t>
      </w:r>
      <w:r w:rsidR="00E8465A">
        <w:t>’</w:t>
      </w:r>
      <w:r w:rsidRPr="007818BD">
        <w:t>il ait été à perfectionner les chefs-d</w:t>
      </w:r>
      <w:r w:rsidR="00E8465A">
        <w:t>’</w:t>
      </w:r>
      <w:r w:rsidRPr="007818BD">
        <w:t>œuvre d</w:t>
      </w:r>
      <w:r w:rsidR="00E8465A">
        <w:t>’</w:t>
      </w:r>
      <w:r w:rsidRPr="007818BD">
        <w:t>autrui</w:t>
      </w:r>
      <w:r w:rsidR="00E8465A">
        <w:t xml:space="preserve">. </w:t>
      </w:r>
      <w:r w:rsidRPr="007818BD">
        <w:t>N</w:t>
      </w:r>
      <w:r w:rsidR="00E8465A">
        <w:t>’</w:t>
      </w:r>
      <w:r w:rsidRPr="007818BD">
        <w:t>est-ce pas la loi commune</w:t>
      </w:r>
      <w:r w:rsidR="00E8465A">
        <w:t xml:space="preserve"> ? </w:t>
      </w:r>
      <w:r w:rsidRPr="007818BD">
        <w:t>Le moindre cr</w:t>
      </w:r>
      <w:r w:rsidRPr="007818BD">
        <w:t>i</w:t>
      </w:r>
      <w:r w:rsidRPr="007818BD">
        <w:t>tique</w:t>
      </w:r>
      <w:r w:rsidR="00E8465A">
        <w:t xml:space="preserve">, </w:t>
      </w:r>
      <w:r w:rsidRPr="007818BD">
        <w:t>en analysant une œuvre d</w:t>
      </w:r>
      <w:r w:rsidR="00E8465A">
        <w:t>’</w:t>
      </w:r>
      <w:r w:rsidRPr="007818BD">
        <w:t>art</w:t>
      </w:r>
      <w:r w:rsidR="00E8465A">
        <w:t xml:space="preserve">, </w:t>
      </w:r>
      <w:r w:rsidRPr="007818BD">
        <w:t>dit volontiers</w:t>
      </w:r>
      <w:r w:rsidR="00E8465A">
        <w:t> : « </w:t>
      </w:r>
      <w:r w:rsidRPr="007818BD">
        <w:t>Quel dommage</w:t>
      </w:r>
      <w:r w:rsidR="00E8465A">
        <w:t> ! »</w:t>
      </w:r>
      <w:r w:rsidRPr="007818BD">
        <w:t xml:space="preserve"> par ici</w:t>
      </w:r>
      <w:r w:rsidR="00E8465A">
        <w:t> ; « </w:t>
      </w:r>
      <w:r w:rsidRPr="007818BD">
        <w:t>nous regrettons</w:t>
      </w:r>
      <w:r w:rsidR="00E8465A">
        <w:t>, »</w:t>
      </w:r>
      <w:r w:rsidRPr="007818BD">
        <w:t xml:space="preserve"> par là</w:t>
      </w:r>
      <w:r w:rsidR="00E8465A">
        <w:t> ; « </w:t>
      </w:r>
      <w:r w:rsidRPr="007818BD">
        <w:t>on aurait pu changer ce passage</w:t>
      </w:r>
      <w:r w:rsidR="00E8465A">
        <w:t xml:space="preserve">, </w:t>
      </w:r>
      <w:r w:rsidRPr="007818BD">
        <w:t>omettre cet autre</w:t>
      </w:r>
      <w:r w:rsidR="00E8465A">
        <w:t>. »</w:t>
      </w:r>
      <w:r w:rsidRPr="007818BD">
        <w:t xml:space="preserve"> Oui</w:t>
      </w:r>
      <w:r w:rsidR="00E8465A">
        <w:t xml:space="preserve">, </w:t>
      </w:r>
      <w:r w:rsidRPr="007818BD">
        <w:t>vraiment</w:t>
      </w:r>
      <w:r w:rsidR="00E8465A">
        <w:t xml:space="preserve">, </w:t>
      </w:r>
      <w:r w:rsidRPr="007818BD">
        <w:t>et son archet strident ne nous fera pas grâce de la moindre de ses maudites variations</w:t>
      </w:r>
      <w:r w:rsidR="00E8465A">
        <w:t xml:space="preserve">. </w:t>
      </w:r>
      <w:r w:rsidRPr="007818BD">
        <w:t>Mais qu</w:t>
      </w:r>
      <w:r w:rsidR="00E8465A">
        <w:t>’</w:t>
      </w:r>
      <w:r w:rsidRPr="007818BD">
        <w:t>il se mette à composer lui-même</w:t>
      </w:r>
      <w:r w:rsidR="00E8465A">
        <w:t xml:space="preserve">, </w:t>
      </w:r>
      <w:r w:rsidRPr="007818BD">
        <w:t>alors il ne voit pas ce que son œuvre peut gagner aux variations</w:t>
      </w:r>
      <w:r w:rsidR="00E8465A">
        <w:t xml:space="preserve">. </w:t>
      </w:r>
      <w:r w:rsidRPr="007818BD">
        <w:t>Tout homme est parfaitement maître de son violon</w:t>
      </w:r>
      <w:r w:rsidR="00E8465A">
        <w:t xml:space="preserve">, </w:t>
      </w:r>
      <w:r w:rsidRPr="007818BD">
        <w:t>quand c</w:t>
      </w:r>
      <w:r w:rsidR="00E8465A">
        <w:t>’</w:t>
      </w:r>
      <w:r w:rsidRPr="007818BD">
        <w:t>est dans sa propre musique que l</w:t>
      </w:r>
      <w:r w:rsidR="00E8465A">
        <w:t>’</w:t>
      </w:r>
      <w:r w:rsidRPr="007818BD">
        <w:t>instrument vagabond se livre à ses caprices</w:t>
      </w:r>
      <w:r w:rsidR="00E8465A">
        <w:t>.</w:t>
      </w:r>
    </w:p>
    <w:p w14:paraId="212D1C2D" w14:textId="77777777" w:rsidR="00E8465A" w:rsidRDefault="00E0544E" w:rsidP="00E0544E">
      <w:r w:rsidRPr="007818BD">
        <w:t>Viola est l</w:t>
      </w:r>
      <w:r w:rsidR="00E8465A">
        <w:t>’</w:t>
      </w:r>
      <w:r w:rsidRPr="007818BD">
        <w:t>idole</w:t>
      </w:r>
      <w:r w:rsidR="00E8465A">
        <w:t xml:space="preserve">, </w:t>
      </w:r>
      <w:r w:rsidRPr="007818BD">
        <w:t>le thème de tout Naples</w:t>
      </w:r>
      <w:r w:rsidR="00E8465A">
        <w:t xml:space="preserve"> ; </w:t>
      </w:r>
      <w:r w:rsidRPr="007818BD">
        <w:t>elle est la reine</w:t>
      </w:r>
      <w:r w:rsidR="00E8465A">
        <w:t xml:space="preserve">, </w:t>
      </w:r>
      <w:r w:rsidRPr="007818BD">
        <w:t>l</w:t>
      </w:r>
      <w:r w:rsidR="00E8465A">
        <w:t>’</w:t>
      </w:r>
      <w:r w:rsidRPr="007818BD">
        <w:t>enfant gâtée de la sc</w:t>
      </w:r>
      <w:r w:rsidRPr="007818BD">
        <w:t>è</w:t>
      </w:r>
      <w:r w:rsidRPr="007818BD">
        <w:t>ne</w:t>
      </w:r>
      <w:r w:rsidR="00E8465A">
        <w:t xml:space="preserve">. </w:t>
      </w:r>
      <w:r w:rsidRPr="007818BD">
        <w:t>Gâter son jeu</w:t>
      </w:r>
      <w:r w:rsidR="00E8465A">
        <w:t xml:space="preserve">, </w:t>
      </w:r>
      <w:r w:rsidRPr="007818BD">
        <w:t>chose facile</w:t>
      </w:r>
      <w:r w:rsidR="00E8465A">
        <w:t xml:space="preserve"> : </w:t>
      </w:r>
      <w:r w:rsidRPr="007818BD">
        <w:t>gâteront-ils sa nature</w:t>
      </w:r>
      <w:r w:rsidR="00E8465A">
        <w:t xml:space="preserve"> ? </w:t>
      </w:r>
      <w:r w:rsidRPr="007818BD">
        <w:t>Je ne le crois pas</w:t>
      </w:r>
      <w:r w:rsidR="00E8465A">
        <w:t xml:space="preserve">. </w:t>
      </w:r>
      <w:r w:rsidRPr="007818BD">
        <w:t>Là</w:t>
      </w:r>
      <w:r w:rsidR="00E8465A">
        <w:t xml:space="preserve">, </w:t>
      </w:r>
      <w:r w:rsidRPr="007818BD">
        <w:t>chez elle</w:t>
      </w:r>
      <w:r w:rsidR="00E8465A">
        <w:t xml:space="preserve">, </w:t>
      </w:r>
      <w:r w:rsidRPr="007818BD">
        <w:t>elle est toujours bonne et simple</w:t>
      </w:r>
      <w:r w:rsidR="00E8465A">
        <w:t xml:space="preserve">, </w:t>
      </w:r>
      <w:r w:rsidRPr="007818BD">
        <w:t>et là</w:t>
      </w:r>
      <w:r w:rsidR="00E8465A">
        <w:t xml:space="preserve">, </w:t>
      </w:r>
      <w:r w:rsidRPr="007818BD">
        <w:t>sous la tenture de la porte</w:t>
      </w:r>
      <w:r w:rsidR="00E8465A">
        <w:t xml:space="preserve">, </w:t>
      </w:r>
      <w:r w:rsidRPr="007818BD">
        <w:t>elle s</w:t>
      </w:r>
      <w:r w:rsidR="00E8465A">
        <w:t>’</w:t>
      </w:r>
      <w:r w:rsidRPr="007818BD">
        <w:t>assied toujours</w:t>
      </w:r>
      <w:r w:rsidR="00E8465A">
        <w:t xml:space="preserve">, </w:t>
      </w:r>
      <w:r w:rsidRPr="007818BD">
        <w:t>divinement rêveuse</w:t>
      </w:r>
      <w:r w:rsidR="00E8465A">
        <w:t xml:space="preserve">. </w:t>
      </w:r>
      <w:r w:rsidRPr="007818BD">
        <w:t>Que de fois</w:t>
      </w:r>
      <w:r w:rsidR="00E8465A">
        <w:t xml:space="preserve">, </w:t>
      </w:r>
      <w:r w:rsidRPr="007818BD">
        <w:t>arbre au tronc to</w:t>
      </w:r>
      <w:r w:rsidRPr="007818BD">
        <w:t>r</w:t>
      </w:r>
      <w:r w:rsidRPr="007818BD">
        <w:t>tueux</w:t>
      </w:r>
      <w:r w:rsidR="00E8465A">
        <w:t xml:space="preserve">, </w:t>
      </w:r>
      <w:r w:rsidRPr="007818BD">
        <w:t>elle regarde tes rameaux verdoyants</w:t>
      </w:r>
      <w:r w:rsidR="00E8465A">
        <w:t xml:space="preserve"> ! </w:t>
      </w:r>
      <w:r w:rsidRPr="007818BD">
        <w:t>Que de fois</w:t>
      </w:r>
      <w:r w:rsidR="00E8465A">
        <w:t xml:space="preserve">, </w:t>
      </w:r>
      <w:r w:rsidRPr="007818BD">
        <w:t>co</w:t>
      </w:r>
      <w:r w:rsidRPr="007818BD">
        <w:t>m</w:t>
      </w:r>
      <w:r w:rsidRPr="007818BD">
        <w:t>me toi</w:t>
      </w:r>
      <w:r w:rsidR="00E8465A">
        <w:t xml:space="preserve">, </w:t>
      </w:r>
      <w:r w:rsidRPr="007818BD">
        <w:t>dans ses rêves fantastiques</w:t>
      </w:r>
      <w:r w:rsidR="00E8465A">
        <w:t xml:space="preserve">, </w:t>
      </w:r>
      <w:r w:rsidRPr="007818BD">
        <w:t>lutte-t-elle bravement pour la lumière</w:t>
      </w:r>
      <w:r w:rsidR="00E8465A">
        <w:t xml:space="preserve">, </w:t>
      </w:r>
      <w:r w:rsidRPr="007818BD">
        <w:t>non pas la lumière de la rampe</w:t>
      </w:r>
      <w:r w:rsidR="00E8465A">
        <w:t xml:space="preserve"> ! </w:t>
      </w:r>
      <w:r w:rsidRPr="007818BD">
        <w:t>Enfant</w:t>
      </w:r>
      <w:r w:rsidR="00E8465A">
        <w:t xml:space="preserve"> ! </w:t>
      </w:r>
      <w:r w:rsidRPr="007818BD">
        <w:t>contente-toi de la lampe</w:t>
      </w:r>
      <w:r w:rsidR="00E8465A">
        <w:t xml:space="preserve">, </w:t>
      </w:r>
      <w:r w:rsidRPr="007818BD">
        <w:t>que dis-je</w:t>
      </w:r>
      <w:r w:rsidR="00E8465A">
        <w:t xml:space="preserve"> ? </w:t>
      </w:r>
      <w:r w:rsidRPr="007818BD">
        <w:t>de la pâle veilleuse</w:t>
      </w:r>
      <w:r w:rsidR="00E8465A">
        <w:t xml:space="preserve">. </w:t>
      </w:r>
      <w:r w:rsidRPr="007818BD">
        <w:t>Pour les besoins du ménage</w:t>
      </w:r>
      <w:r w:rsidR="00E8465A">
        <w:t xml:space="preserve">, </w:t>
      </w:r>
      <w:r w:rsidRPr="007818BD">
        <w:t>une chandelle d</w:t>
      </w:r>
      <w:r w:rsidR="00E8465A">
        <w:t>’</w:t>
      </w:r>
      <w:r w:rsidRPr="007818BD">
        <w:t>un sou est plus commode que to</w:t>
      </w:r>
      <w:r w:rsidRPr="007818BD">
        <w:t>u</w:t>
      </w:r>
      <w:r w:rsidRPr="007818BD">
        <w:t>tes les étoiles du ciel</w:t>
      </w:r>
      <w:r w:rsidR="00E8465A">
        <w:t>.</w:t>
      </w:r>
    </w:p>
    <w:p w14:paraId="14B73B32" w14:textId="77777777" w:rsidR="00E8465A" w:rsidRDefault="00E0544E" w:rsidP="00E0544E">
      <w:r w:rsidRPr="007818BD">
        <w:lastRenderedPageBreak/>
        <w:t>Les semaines passèrent</w:t>
      </w:r>
      <w:r w:rsidR="00E8465A">
        <w:t xml:space="preserve">, </w:t>
      </w:r>
      <w:r w:rsidRPr="007818BD">
        <w:t>et l</w:t>
      </w:r>
      <w:r w:rsidR="00E8465A">
        <w:t>’</w:t>
      </w:r>
      <w:r w:rsidRPr="007818BD">
        <w:t>inconnu ne reparut pas</w:t>
      </w:r>
      <w:r w:rsidR="00E8465A">
        <w:t xml:space="preserve"> ; </w:t>
      </w:r>
      <w:r w:rsidRPr="007818BD">
        <w:t>les mois passèrent</w:t>
      </w:r>
      <w:r w:rsidR="00E8465A">
        <w:t xml:space="preserve">, </w:t>
      </w:r>
      <w:r w:rsidRPr="007818BD">
        <w:t>et sa prophétie de douleur ne s</w:t>
      </w:r>
      <w:r w:rsidR="00E8465A">
        <w:t>’</w:t>
      </w:r>
      <w:r w:rsidRPr="007818BD">
        <w:t>accomplit pas encore</w:t>
      </w:r>
      <w:r w:rsidR="00E8465A">
        <w:t xml:space="preserve">. </w:t>
      </w:r>
      <w:r w:rsidRPr="007818BD">
        <w:t>Un soir</w:t>
      </w:r>
      <w:r w:rsidR="00E8465A">
        <w:t xml:space="preserve">, </w:t>
      </w:r>
      <w:r w:rsidRPr="007818BD">
        <w:t>Pisani tomba malade</w:t>
      </w:r>
      <w:r w:rsidR="00E8465A">
        <w:t xml:space="preserve">. </w:t>
      </w:r>
      <w:r w:rsidRPr="007818BD">
        <w:t xml:space="preserve">Son succès avait attiré au compositeur longtemps dédaigné des demandes pressantes de </w:t>
      </w:r>
      <w:r w:rsidRPr="007818BD">
        <w:rPr>
          <w:i/>
          <w:iCs/>
        </w:rPr>
        <w:t>concerto</w:t>
      </w:r>
      <w:r w:rsidRPr="007818BD">
        <w:t xml:space="preserve"> et de sonates adaptés à son talent spécial de violoniste</w:t>
      </w:r>
      <w:r w:rsidR="00E8465A">
        <w:t xml:space="preserve">. </w:t>
      </w:r>
      <w:r w:rsidRPr="007818BD">
        <w:t>Il avait passé des semaines</w:t>
      </w:r>
      <w:r w:rsidR="00E8465A">
        <w:t xml:space="preserve">, </w:t>
      </w:r>
      <w:r w:rsidRPr="007818BD">
        <w:t>jour et nuit</w:t>
      </w:r>
      <w:r w:rsidR="00E8465A">
        <w:t xml:space="preserve">, </w:t>
      </w:r>
      <w:r w:rsidRPr="007818BD">
        <w:t>à composer un morceau dans lequel il comptait se surpasser</w:t>
      </w:r>
      <w:r w:rsidR="00E8465A">
        <w:t xml:space="preserve">. </w:t>
      </w:r>
      <w:r w:rsidRPr="007818BD">
        <w:t>Il avait choisi</w:t>
      </w:r>
      <w:r w:rsidR="00E8465A">
        <w:t xml:space="preserve">, </w:t>
      </w:r>
      <w:r w:rsidRPr="007818BD">
        <w:t>comme to</w:t>
      </w:r>
      <w:r w:rsidRPr="007818BD">
        <w:t>u</w:t>
      </w:r>
      <w:r w:rsidRPr="007818BD">
        <w:t>jours</w:t>
      </w:r>
      <w:r w:rsidR="00E8465A">
        <w:t xml:space="preserve">, </w:t>
      </w:r>
      <w:r w:rsidRPr="007818BD">
        <w:t>un de ces sujets impraticables en apparence</w:t>
      </w:r>
      <w:r w:rsidR="00E8465A">
        <w:t xml:space="preserve">, </w:t>
      </w:r>
      <w:r w:rsidRPr="007818BD">
        <w:t>qu</w:t>
      </w:r>
      <w:r w:rsidR="00E8465A">
        <w:t>’</w:t>
      </w:r>
      <w:r w:rsidRPr="007818BD">
        <w:t>il a</w:t>
      </w:r>
      <w:r w:rsidRPr="007818BD">
        <w:t>i</w:t>
      </w:r>
      <w:r w:rsidRPr="007818BD">
        <w:t>mait à plier à la puissance excessive de son talent</w:t>
      </w:r>
      <w:r w:rsidR="00E8465A">
        <w:t xml:space="preserve"> : </w:t>
      </w:r>
      <w:r w:rsidRPr="007818BD">
        <w:t>la terrible légende de la métamo</w:t>
      </w:r>
      <w:r w:rsidRPr="007818BD">
        <w:t>r</w:t>
      </w:r>
      <w:r w:rsidRPr="007818BD">
        <w:t>phose de Philomèle</w:t>
      </w:r>
      <w:r w:rsidR="00E8465A">
        <w:t xml:space="preserve">. </w:t>
      </w:r>
      <w:r w:rsidRPr="007818BD">
        <w:t>La pantomime d</w:t>
      </w:r>
      <w:r w:rsidR="00E8465A">
        <w:t>’</w:t>
      </w:r>
      <w:r w:rsidRPr="007818BD">
        <w:t>harmonie s</w:t>
      </w:r>
      <w:r w:rsidR="00E8465A">
        <w:t>’</w:t>
      </w:r>
      <w:r w:rsidRPr="007818BD">
        <w:t>ouvrait au milieu d</w:t>
      </w:r>
      <w:r w:rsidR="00E8465A">
        <w:t>’</w:t>
      </w:r>
      <w:r w:rsidRPr="007818BD">
        <w:t>un banquet joyeux</w:t>
      </w:r>
      <w:r w:rsidR="00E8465A">
        <w:t xml:space="preserve">. </w:t>
      </w:r>
      <w:r w:rsidRPr="007818BD">
        <w:t>C</w:t>
      </w:r>
      <w:r w:rsidR="00E8465A">
        <w:t>’</w:t>
      </w:r>
      <w:r w:rsidRPr="007818BD">
        <w:t>est un festin donné par le roi de Thrace</w:t>
      </w:r>
      <w:r w:rsidR="00E8465A">
        <w:t xml:space="preserve"> : </w:t>
      </w:r>
      <w:r w:rsidRPr="007818BD">
        <w:t>une dissonance subite interrompt les notes légères</w:t>
      </w:r>
      <w:r w:rsidR="00E8465A">
        <w:t xml:space="preserve"> ; </w:t>
      </w:r>
      <w:r w:rsidRPr="007818BD">
        <w:t>la corde semble grincer d</w:t>
      </w:r>
      <w:r w:rsidR="00E8465A">
        <w:t>’</w:t>
      </w:r>
      <w:r w:rsidRPr="007818BD">
        <w:t>horreur</w:t>
      </w:r>
      <w:r w:rsidR="00E8465A">
        <w:t xml:space="preserve">. </w:t>
      </w:r>
      <w:r w:rsidRPr="007818BD">
        <w:t>Le roi apprend que son fils a péri de la main des sœurs vengeresses</w:t>
      </w:r>
      <w:r w:rsidR="00E8465A">
        <w:t xml:space="preserve"> ; </w:t>
      </w:r>
      <w:r w:rsidRPr="007818BD">
        <w:t>rapide comme un vent d</w:t>
      </w:r>
      <w:r w:rsidR="00E8465A">
        <w:t>’</w:t>
      </w:r>
      <w:r w:rsidRPr="007818BD">
        <w:t>orage</w:t>
      </w:r>
      <w:r w:rsidR="00E8465A">
        <w:t xml:space="preserve">, </w:t>
      </w:r>
      <w:r w:rsidRPr="007818BD">
        <w:t>la mélodie gronde avec le souffle croissant de la crainte</w:t>
      </w:r>
      <w:r w:rsidR="00E8465A">
        <w:t xml:space="preserve">, </w:t>
      </w:r>
      <w:r w:rsidRPr="007818BD">
        <w:t>de l</w:t>
      </w:r>
      <w:r w:rsidR="00E8465A">
        <w:t>’</w:t>
      </w:r>
      <w:r w:rsidRPr="007818BD">
        <w:t>horreur</w:t>
      </w:r>
      <w:r w:rsidR="00E8465A">
        <w:t xml:space="preserve">, </w:t>
      </w:r>
      <w:r w:rsidRPr="007818BD">
        <w:t>de la fureur</w:t>
      </w:r>
      <w:r w:rsidR="00E8465A">
        <w:t xml:space="preserve">, </w:t>
      </w:r>
      <w:r w:rsidRPr="007818BD">
        <w:t>de l</w:t>
      </w:r>
      <w:r w:rsidR="00E8465A">
        <w:t>’</w:t>
      </w:r>
      <w:r w:rsidRPr="007818BD">
        <w:t>épouvante</w:t>
      </w:r>
      <w:r w:rsidR="00E8465A">
        <w:t xml:space="preserve">. </w:t>
      </w:r>
      <w:r w:rsidRPr="007818BD">
        <w:t>Le p</w:t>
      </w:r>
      <w:r w:rsidRPr="007818BD">
        <w:t>è</w:t>
      </w:r>
      <w:r w:rsidRPr="007818BD">
        <w:t>re est à la poursuite des sœurs</w:t>
      </w:r>
      <w:r w:rsidR="00E8465A">
        <w:t xml:space="preserve">… </w:t>
      </w:r>
      <w:r w:rsidRPr="007818BD">
        <w:t>Écoutez</w:t>
      </w:r>
      <w:r w:rsidR="00E8465A">
        <w:t xml:space="preserve"> ! </w:t>
      </w:r>
      <w:r w:rsidRPr="007818BD">
        <w:t>comment tout</w:t>
      </w:r>
      <w:r w:rsidR="00E8465A">
        <w:t>-</w:t>
      </w:r>
      <w:r w:rsidRPr="007818BD">
        <w:t>cet effroi di</w:t>
      </w:r>
      <w:r w:rsidRPr="007818BD">
        <w:t>s</w:t>
      </w:r>
      <w:r w:rsidRPr="007818BD">
        <w:t>cordant s</w:t>
      </w:r>
      <w:r w:rsidR="00E8465A">
        <w:t>’</w:t>
      </w:r>
      <w:r w:rsidRPr="007818BD">
        <w:t>est-il changé tout à coup en une plainte lente</w:t>
      </w:r>
      <w:r w:rsidR="00E8465A">
        <w:t xml:space="preserve">, </w:t>
      </w:r>
      <w:r w:rsidRPr="007818BD">
        <w:t>limpide et argentine</w:t>
      </w:r>
      <w:r w:rsidR="00E8465A">
        <w:t xml:space="preserve"> ? </w:t>
      </w:r>
      <w:r w:rsidRPr="007818BD">
        <w:t>La métamorphose est accomplie</w:t>
      </w:r>
      <w:r w:rsidR="00E8465A">
        <w:t xml:space="preserve">, </w:t>
      </w:r>
      <w:r w:rsidRPr="007818BD">
        <w:t>et Philomèle</w:t>
      </w:r>
      <w:r w:rsidR="00E8465A">
        <w:t xml:space="preserve">, </w:t>
      </w:r>
      <w:r w:rsidRPr="007818BD">
        <w:t>maintenant rossignol</w:t>
      </w:r>
      <w:r w:rsidR="00E8465A">
        <w:t xml:space="preserve">, </w:t>
      </w:r>
      <w:r w:rsidRPr="007818BD">
        <w:t>fait déborder du myrte où elle est c</w:t>
      </w:r>
      <w:r w:rsidRPr="007818BD">
        <w:t>a</w:t>
      </w:r>
      <w:r w:rsidRPr="007818BD">
        <w:t>chée ces accords pleins</w:t>
      </w:r>
      <w:r w:rsidR="00E8465A">
        <w:t xml:space="preserve">, </w:t>
      </w:r>
      <w:r w:rsidRPr="007818BD">
        <w:t>liquides</w:t>
      </w:r>
      <w:r w:rsidR="00E8465A">
        <w:t xml:space="preserve">, </w:t>
      </w:r>
      <w:r w:rsidRPr="007818BD">
        <w:t>attendrissants</w:t>
      </w:r>
      <w:r w:rsidR="00E8465A">
        <w:t xml:space="preserve">, </w:t>
      </w:r>
      <w:r w:rsidRPr="007818BD">
        <w:t>qui doivent à jamais redire au mo</w:t>
      </w:r>
      <w:r w:rsidRPr="007818BD">
        <w:t>n</w:t>
      </w:r>
      <w:r w:rsidRPr="007818BD">
        <w:t>de l</w:t>
      </w:r>
      <w:r w:rsidR="00E8465A">
        <w:t>’</w:t>
      </w:r>
      <w:r w:rsidRPr="007818BD">
        <w:t>histoire de ses malheurs</w:t>
      </w:r>
      <w:r w:rsidR="00E8465A">
        <w:t xml:space="preserve">… </w:t>
      </w:r>
      <w:r w:rsidRPr="007818BD">
        <w:t>Or</w:t>
      </w:r>
      <w:r w:rsidR="00E8465A">
        <w:t xml:space="preserve">, </w:t>
      </w:r>
      <w:r w:rsidRPr="007818BD">
        <w:t>ce fut au milieu de cette tentative difficile et co</w:t>
      </w:r>
      <w:r w:rsidRPr="007818BD">
        <w:t>m</w:t>
      </w:r>
      <w:r w:rsidRPr="007818BD">
        <w:t>pliquée</w:t>
      </w:r>
      <w:r w:rsidR="00E8465A">
        <w:t xml:space="preserve">, </w:t>
      </w:r>
      <w:r w:rsidRPr="007818BD">
        <w:t>que la santé de l</w:t>
      </w:r>
      <w:r w:rsidR="00E8465A">
        <w:t>’</w:t>
      </w:r>
      <w:r w:rsidRPr="007818BD">
        <w:t>artiste surmené</w:t>
      </w:r>
      <w:r w:rsidR="00E8465A">
        <w:t xml:space="preserve">, </w:t>
      </w:r>
      <w:r w:rsidRPr="007818BD">
        <w:t xml:space="preserve">mais animé </w:t>
      </w:r>
      <w:proofErr w:type="spellStart"/>
      <w:r w:rsidRPr="007818BD">
        <w:t>tout</w:t>
      </w:r>
      <w:proofErr w:type="spellEnd"/>
      <w:r w:rsidRPr="007818BD">
        <w:t xml:space="preserve"> ensemble par son trio</w:t>
      </w:r>
      <w:r w:rsidRPr="007818BD">
        <w:t>m</w:t>
      </w:r>
      <w:r w:rsidRPr="007818BD">
        <w:t>phe passé et son ambition nouvelle</w:t>
      </w:r>
      <w:r w:rsidR="00E8465A">
        <w:t xml:space="preserve">, </w:t>
      </w:r>
      <w:r w:rsidRPr="007818BD">
        <w:t>s</w:t>
      </w:r>
      <w:r w:rsidR="00E8465A">
        <w:t>’</w:t>
      </w:r>
      <w:r w:rsidRPr="007818BD">
        <w:t>était tout à coup brisée</w:t>
      </w:r>
      <w:r w:rsidR="00E8465A">
        <w:t xml:space="preserve">. </w:t>
      </w:r>
      <w:r w:rsidRPr="007818BD">
        <w:t>Il tomba mal</w:t>
      </w:r>
      <w:r w:rsidRPr="007818BD">
        <w:t>a</w:t>
      </w:r>
      <w:r w:rsidRPr="007818BD">
        <w:t>de la nuit même</w:t>
      </w:r>
      <w:r w:rsidR="00E8465A">
        <w:t xml:space="preserve"> ; </w:t>
      </w:r>
      <w:r w:rsidRPr="007818BD">
        <w:t>le lendemain matin</w:t>
      </w:r>
      <w:r w:rsidR="00E8465A">
        <w:t xml:space="preserve">, </w:t>
      </w:r>
      <w:r w:rsidRPr="007818BD">
        <w:t>le médecin constata une fièvre maligne et contagieuse</w:t>
      </w:r>
      <w:r w:rsidR="00E8465A">
        <w:t xml:space="preserve">. </w:t>
      </w:r>
      <w:r w:rsidRPr="007818BD">
        <w:t>Viola et sa mère se partagèrent la pieuse tâche de veiller auprès de lui</w:t>
      </w:r>
      <w:r w:rsidR="00E8465A">
        <w:t xml:space="preserve"> ; </w:t>
      </w:r>
      <w:r w:rsidRPr="007818BD">
        <w:t>mais bientôt Viola deme</w:t>
      </w:r>
      <w:r w:rsidRPr="007818BD">
        <w:t>u</w:t>
      </w:r>
      <w:r w:rsidRPr="007818BD">
        <w:t>ra seule à la remplir</w:t>
      </w:r>
      <w:r w:rsidR="00E8465A">
        <w:t xml:space="preserve">. </w:t>
      </w:r>
      <w:r w:rsidRPr="007818BD">
        <w:t>La signora Pisani fut atteinte</w:t>
      </w:r>
      <w:r w:rsidR="00E8465A">
        <w:t xml:space="preserve">, </w:t>
      </w:r>
      <w:r w:rsidRPr="007818BD">
        <w:t>et</w:t>
      </w:r>
      <w:r w:rsidR="00E8465A">
        <w:t xml:space="preserve">, </w:t>
      </w:r>
      <w:r w:rsidRPr="007818BD">
        <w:t>au bout de que</w:t>
      </w:r>
      <w:r w:rsidRPr="007818BD">
        <w:t>l</w:t>
      </w:r>
      <w:r w:rsidRPr="007818BD">
        <w:t>ques heures</w:t>
      </w:r>
      <w:r w:rsidR="00E8465A">
        <w:t xml:space="preserve">, </w:t>
      </w:r>
      <w:r w:rsidRPr="007818BD">
        <w:t>son état devint plus alarmant que celui de son mari</w:t>
      </w:r>
      <w:r w:rsidR="00E8465A">
        <w:t xml:space="preserve">. </w:t>
      </w:r>
      <w:r w:rsidRPr="007818BD">
        <w:t>Les Napolitains</w:t>
      </w:r>
      <w:r w:rsidR="00E8465A">
        <w:t xml:space="preserve">, </w:t>
      </w:r>
      <w:r w:rsidRPr="007818BD">
        <w:t>comme tous les habitants des pays chauds</w:t>
      </w:r>
      <w:r w:rsidR="00E8465A">
        <w:t xml:space="preserve">, </w:t>
      </w:r>
      <w:r w:rsidRPr="007818BD">
        <w:t xml:space="preserve">deviennent </w:t>
      </w:r>
      <w:r w:rsidRPr="007818BD">
        <w:lastRenderedPageBreak/>
        <w:t>volontiers égoïstes et barbares sous l</w:t>
      </w:r>
      <w:r w:rsidR="00E8465A">
        <w:t>’</w:t>
      </w:r>
      <w:r w:rsidRPr="007818BD">
        <w:t>influence de la terreur qu</w:t>
      </w:r>
      <w:r w:rsidR="00E8465A">
        <w:t>’</w:t>
      </w:r>
      <w:r w:rsidRPr="007818BD">
        <w:t>inspirent les épidémies</w:t>
      </w:r>
      <w:r w:rsidR="00E8465A">
        <w:t xml:space="preserve">. </w:t>
      </w:r>
      <w:proofErr w:type="spellStart"/>
      <w:r w:rsidRPr="007818BD">
        <w:t>Gionetta</w:t>
      </w:r>
      <w:proofErr w:type="spellEnd"/>
      <w:r w:rsidRPr="007818BD">
        <w:t xml:space="preserve"> e</w:t>
      </w:r>
      <w:r w:rsidRPr="007818BD">
        <w:t>l</w:t>
      </w:r>
      <w:r w:rsidRPr="007818BD">
        <w:t>le-même se pr</w:t>
      </w:r>
      <w:r w:rsidRPr="007818BD">
        <w:t>é</w:t>
      </w:r>
      <w:r w:rsidRPr="007818BD">
        <w:t>tendit malade</w:t>
      </w:r>
      <w:r w:rsidR="00E8465A">
        <w:t xml:space="preserve">, </w:t>
      </w:r>
      <w:r w:rsidRPr="007818BD">
        <w:t>pour se dispenser d</w:t>
      </w:r>
      <w:r w:rsidR="00E8465A">
        <w:t>’</w:t>
      </w:r>
      <w:r w:rsidRPr="007818BD">
        <w:t>entrer dans la chambre de Gaetano</w:t>
      </w:r>
      <w:r w:rsidR="00E8465A">
        <w:t xml:space="preserve">. </w:t>
      </w:r>
      <w:r w:rsidRPr="007818BD">
        <w:t>Sur Viola seule retomba tout entier le d</w:t>
      </w:r>
      <w:r w:rsidRPr="007818BD">
        <w:t>e</w:t>
      </w:r>
      <w:r w:rsidRPr="007818BD">
        <w:t>voir d</w:t>
      </w:r>
      <w:r w:rsidR="00E8465A">
        <w:t>’</w:t>
      </w:r>
      <w:r w:rsidRPr="007818BD">
        <w:t>amour et de douleur</w:t>
      </w:r>
      <w:r w:rsidR="00E8465A">
        <w:t xml:space="preserve">. </w:t>
      </w:r>
      <w:r w:rsidRPr="007818BD">
        <w:t>Ce fut une terrible épreuve</w:t>
      </w:r>
      <w:r w:rsidR="00E8465A">
        <w:t xml:space="preserve">. </w:t>
      </w:r>
      <w:r w:rsidRPr="007818BD">
        <w:t>Abr</w:t>
      </w:r>
      <w:r w:rsidRPr="007818BD">
        <w:t>é</w:t>
      </w:r>
      <w:r w:rsidRPr="007818BD">
        <w:t>geons les détails</w:t>
      </w:r>
      <w:r w:rsidR="00E8465A">
        <w:t xml:space="preserve">. </w:t>
      </w:r>
      <w:r w:rsidRPr="007818BD">
        <w:t>La femme mourut la première</w:t>
      </w:r>
      <w:r w:rsidR="00E8465A">
        <w:t>.</w:t>
      </w:r>
    </w:p>
    <w:p w14:paraId="7FF127F6" w14:textId="77777777" w:rsidR="00E8465A" w:rsidRDefault="00E0544E" w:rsidP="00E0544E">
      <w:r w:rsidRPr="007818BD">
        <w:t>Un jour</w:t>
      </w:r>
      <w:r w:rsidR="00E8465A">
        <w:t xml:space="preserve">, </w:t>
      </w:r>
      <w:r w:rsidRPr="007818BD">
        <w:t>un peu avant le coucher du soleil</w:t>
      </w:r>
      <w:r w:rsidR="00E8465A">
        <w:t xml:space="preserve">, </w:t>
      </w:r>
      <w:r w:rsidRPr="007818BD">
        <w:t>Pisani s</w:t>
      </w:r>
      <w:r w:rsidR="00E8465A">
        <w:t>’</w:t>
      </w:r>
      <w:r w:rsidRPr="007818BD">
        <w:t>éveilla soulagé en partie du délire qui</w:t>
      </w:r>
      <w:r w:rsidR="00E8465A">
        <w:t xml:space="preserve">, </w:t>
      </w:r>
      <w:r w:rsidRPr="007818BD">
        <w:t>depuis le second jour de sa m</w:t>
      </w:r>
      <w:r w:rsidRPr="007818BD">
        <w:t>a</w:t>
      </w:r>
      <w:r w:rsidRPr="007818BD">
        <w:t>ladie</w:t>
      </w:r>
      <w:r w:rsidR="00E8465A">
        <w:t xml:space="preserve">, </w:t>
      </w:r>
      <w:r w:rsidRPr="007818BD">
        <w:t>ne lui avait laissé que de rares intervalles de repos</w:t>
      </w:r>
      <w:r w:rsidR="00E8465A">
        <w:t xml:space="preserve"> : </w:t>
      </w:r>
      <w:r w:rsidRPr="007818BD">
        <w:t>il promena autour de lui ses yeux faibles et incertains</w:t>
      </w:r>
      <w:r w:rsidR="00E8465A">
        <w:t xml:space="preserve">, </w:t>
      </w:r>
      <w:r w:rsidRPr="007818BD">
        <w:t>il reconnut Viola avec un sourire</w:t>
      </w:r>
      <w:r w:rsidR="00E8465A">
        <w:t xml:space="preserve">. </w:t>
      </w:r>
      <w:r w:rsidRPr="007818BD">
        <w:t>Il balbutia son nom</w:t>
      </w:r>
      <w:r w:rsidR="00E8465A">
        <w:t xml:space="preserve">, </w:t>
      </w:r>
      <w:r w:rsidRPr="007818BD">
        <w:t>se dressa dans son lit et lui tendit les bras</w:t>
      </w:r>
      <w:r w:rsidR="00E8465A">
        <w:t xml:space="preserve">. </w:t>
      </w:r>
      <w:r w:rsidRPr="007818BD">
        <w:t>Elle se jeta sur son cœur</w:t>
      </w:r>
      <w:r w:rsidR="00E8465A">
        <w:t xml:space="preserve">, </w:t>
      </w:r>
      <w:r w:rsidRPr="007818BD">
        <w:t>et chercha à étouffer ses larmes</w:t>
      </w:r>
      <w:r w:rsidR="00E8465A">
        <w:t>.</w:t>
      </w:r>
    </w:p>
    <w:p w14:paraId="7B97EA8B" w14:textId="77777777" w:rsidR="00E8465A" w:rsidRDefault="00E8465A" w:rsidP="00E0544E">
      <w:r>
        <w:t>« </w:t>
      </w:r>
      <w:r w:rsidR="00E0544E" w:rsidRPr="007818BD">
        <w:t>Ta mère</w:t>
      </w:r>
      <w:r>
        <w:t xml:space="preserve"> ! </w:t>
      </w:r>
      <w:r w:rsidR="00E0544E" w:rsidRPr="007818BD">
        <w:t>dit-il</w:t>
      </w:r>
      <w:r>
        <w:t xml:space="preserve">, </w:t>
      </w:r>
      <w:r w:rsidR="00E0544E" w:rsidRPr="007818BD">
        <w:t>est-ce qu</w:t>
      </w:r>
      <w:r>
        <w:t>’</w:t>
      </w:r>
      <w:r w:rsidR="00E0544E" w:rsidRPr="007818BD">
        <w:t>elle dort</w:t>
      </w:r>
      <w:r>
        <w:t> ?</w:t>
      </w:r>
    </w:p>
    <w:p w14:paraId="74DE21F7" w14:textId="619711EF" w:rsidR="00E0544E" w:rsidRPr="007818BD" w:rsidRDefault="00E8465A" w:rsidP="00E0544E">
      <w:r>
        <w:t>— </w:t>
      </w:r>
      <w:r w:rsidR="00E0544E" w:rsidRPr="007818BD">
        <w:t>Elle dort</w:t>
      </w:r>
      <w:r>
        <w:t xml:space="preserve"> ; </w:t>
      </w:r>
      <w:r w:rsidR="00E0544E" w:rsidRPr="007818BD">
        <w:t>oui</w:t>
      </w:r>
      <w:r>
        <w:t>. »</w:t>
      </w:r>
    </w:p>
    <w:p w14:paraId="416B9FF3" w14:textId="77777777" w:rsidR="00E8465A" w:rsidRDefault="00E0544E" w:rsidP="00E0544E">
      <w:r w:rsidRPr="007818BD">
        <w:t>Et les larmes jaillirent de nouveau</w:t>
      </w:r>
      <w:r w:rsidR="00E8465A">
        <w:t>.</w:t>
      </w:r>
    </w:p>
    <w:p w14:paraId="454E2821" w14:textId="0E0DC5D8" w:rsidR="00E0544E" w:rsidRPr="007818BD" w:rsidRDefault="00E8465A" w:rsidP="00E0544E">
      <w:r>
        <w:t>« </w:t>
      </w:r>
      <w:r w:rsidR="00E0544E" w:rsidRPr="007818BD">
        <w:t>Je croyais</w:t>
      </w:r>
      <w:r>
        <w:t xml:space="preserve">… </w:t>
      </w:r>
      <w:r w:rsidR="00E0544E" w:rsidRPr="007818BD">
        <w:t>qu</w:t>
      </w:r>
      <w:r>
        <w:t>’</w:t>
      </w:r>
      <w:r w:rsidR="00E0544E" w:rsidRPr="007818BD">
        <w:t>est-ce donc que je croyais</w:t>
      </w:r>
      <w:r>
        <w:t xml:space="preserve"> ? </w:t>
      </w:r>
      <w:r w:rsidR="00E0544E" w:rsidRPr="007818BD">
        <w:t>Je n</w:t>
      </w:r>
      <w:r>
        <w:t>’</w:t>
      </w:r>
      <w:r w:rsidR="00E0544E" w:rsidRPr="007818BD">
        <w:t>en sais rien</w:t>
      </w:r>
      <w:r>
        <w:t xml:space="preserve"> ! </w:t>
      </w:r>
      <w:r w:rsidR="00E0544E" w:rsidRPr="007818BD">
        <w:t>Mais ne pleure pas</w:t>
      </w:r>
      <w:r>
        <w:t xml:space="preserve">… </w:t>
      </w:r>
      <w:r w:rsidR="00E0544E" w:rsidRPr="007818BD">
        <w:t>je vais être bien maintenant</w:t>
      </w:r>
      <w:r>
        <w:t xml:space="preserve"> ; </w:t>
      </w:r>
      <w:r w:rsidR="00E0544E" w:rsidRPr="007818BD">
        <w:t>bien</w:t>
      </w:r>
      <w:r>
        <w:t xml:space="preserve">, </w:t>
      </w:r>
      <w:r w:rsidR="00E0544E" w:rsidRPr="007818BD">
        <w:t>tout à fait</w:t>
      </w:r>
      <w:r>
        <w:t xml:space="preserve">. </w:t>
      </w:r>
      <w:r w:rsidR="00E0544E" w:rsidRPr="007818BD">
        <w:t>Elle viendra me voir quand elle s</w:t>
      </w:r>
      <w:r>
        <w:t>’</w:t>
      </w:r>
      <w:r w:rsidR="00E0544E" w:rsidRPr="007818BD">
        <w:t>éveillera</w:t>
      </w:r>
      <w:r>
        <w:t xml:space="preserve">, </w:t>
      </w:r>
      <w:r w:rsidR="00E0544E" w:rsidRPr="007818BD">
        <w:t>n</w:t>
      </w:r>
      <w:r>
        <w:t>’</w:t>
      </w:r>
      <w:r w:rsidR="00E0544E" w:rsidRPr="007818BD">
        <w:t>est-ce pas</w:t>
      </w:r>
      <w:r>
        <w:t> ? »</w:t>
      </w:r>
    </w:p>
    <w:p w14:paraId="3C319B41" w14:textId="77777777" w:rsidR="00E8465A" w:rsidRDefault="00E0544E" w:rsidP="00E0544E">
      <w:r w:rsidRPr="007818BD">
        <w:t>Viola ne pouvait parler</w:t>
      </w:r>
      <w:r w:rsidR="00E8465A">
        <w:t xml:space="preserve"> : </w:t>
      </w:r>
      <w:r w:rsidRPr="007818BD">
        <w:t>elle se hâta de préparer un méd</w:t>
      </w:r>
      <w:r w:rsidRPr="007818BD">
        <w:t>i</w:t>
      </w:r>
      <w:r w:rsidRPr="007818BD">
        <w:t>cament anodin</w:t>
      </w:r>
      <w:r w:rsidR="00E8465A">
        <w:t xml:space="preserve">, </w:t>
      </w:r>
      <w:r w:rsidRPr="007818BD">
        <w:t>qu</w:t>
      </w:r>
      <w:r w:rsidR="00E8465A">
        <w:t>’</w:t>
      </w:r>
      <w:r w:rsidRPr="007818BD">
        <w:t>elle devait faire prendre au malade dès que le délire aurait cessé</w:t>
      </w:r>
      <w:r w:rsidR="00E8465A">
        <w:t xml:space="preserve">. </w:t>
      </w:r>
      <w:r w:rsidRPr="007818BD">
        <w:t>Le médecin lui avait de plus recommandé de l</w:t>
      </w:r>
      <w:r w:rsidR="00E8465A">
        <w:t>’</w:t>
      </w:r>
      <w:r w:rsidRPr="007818BD">
        <w:t>envoyer chercher aussitôt que cet important changement surviendrait</w:t>
      </w:r>
      <w:r w:rsidR="00E8465A">
        <w:t>.</w:t>
      </w:r>
    </w:p>
    <w:p w14:paraId="55E20D82" w14:textId="77777777" w:rsidR="00E8465A" w:rsidRDefault="00E0544E" w:rsidP="00E0544E">
      <w:r w:rsidRPr="007818BD">
        <w:t>Elle alla vers la porte</w:t>
      </w:r>
      <w:r w:rsidR="00E8465A">
        <w:t xml:space="preserve">, </w:t>
      </w:r>
      <w:r w:rsidRPr="007818BD">
        <w:t>appela la femme qui</w:t>
      </w:r>
      <w:r w:rsidR="00E8465A">
        <w:t xml:space="preserve">, </w:t>
      </w:r>
      <w:r w:rsidRPr="007818BD">
        <w:t>pendant la m</w:t>
      </w:r>
      <w:r w:rsidRPr="007818BD">
        <w:t>a</w:t>
      </w:r>
      <w:r w:rsidRPr="007818BD">
        <w:t xml:space="preserve">ladie simulée de </w:t>
      </w:r>
      <w:proofErr w:type="spellStart"/>
      <w:r w:rsidRPr="007818BD">
        <w:t>Gionetta</w:t>
      </w:r>
      <w:proofErr w:type="spellEnd"/>
      <w:r w:rsidR="00E8465A">
        <w:t xml:space="preserve">, </w:t>
      </w:r>
      <w:r w:rsidRPr="007818BD">
        <w:t>avait consenti à la remplacer</w:t>
      </w:r>
      <w:r w:rsidR="00E8465A">
        <w:t xml:space="preserve"> ; </w:t>
      </w:r>
      <w:r w:rsidRPr="007818BD">
        <w:t>mais la mercenaire ne répondit pas</w:t>
      </w:r>
      <w:r w:rsidR="00E8465A">
        <w:t xml:space="preserve">. </w:t>
      </w:r>
      <w:r w:rsidRPr="007818BD">
        <w:t>Elle la chercha en vain dans to</w:t>
      </w:r>
      <w:r w:rsidRPr="007818BD">
        <w:t>u</w:t>
      </w:r>
      <w:r w:rsidRPr="007818BD">
        <w:t>tes les chambres</w:t>
      </w:r>
      <w:r w:rsidR="00E8465A">
        <w:t xml:space="preserve">. </w:t>
      </w:r>
      <w:r w:rsidRPr="007818BD">
        <w:t xml:space="preserve">La contagion de </w:t>
      </w:r>
      <w:proofErr w:type="spellStart"/>
      <w:r w:rsidRPr="007818BD">
        <w:t>Gionetta</w:t>
      </w:r>
      <w:proofErr w:type="spellEnd"/>
      <w:r w:rsidRPr="007818BD">
        <w:t xml:space="preserve"> l</w:t>
      </w:r>
      <w:r w:rsidR="00E8465A">
        <w:t>’</w:t>
      </w:r>
      <w:r w:rsidRPr="007818BD">
        <w:t xml:space="preserve">avait </w:t>
      </w:r>
      <w:r w:rsidRPr="007818BD">
        <w:lastRenderedPageBreak/>
        <w:t>gagnée</w:t>
      </w:r>
      <w:r w:rsidR="00E8465A">
        <w:t xml:space="preserve">, </w:t>
      </w:r>
      <w:r w:rsidRPr="007818BD">
        <w:t>elle s</w:t>
      </w:r>
      <w:r w:rsidR="00E8465A">
        <w:t>’</w:t>
      </w:r>
      <w:r w:rsidRPr="007818BD">
        <w:t>était enfuie</w:t>
      </w:r>
      <w:r w:rsidR="00E8465A">
        <w:t xml:space="preserve">. </w:t>
      </w:r>
      <w:r w:rsidRPr="007818BD">
        <w:t>Que faire</w:t>
      </w:r>
      <w:r w:rsidR="00E8465A">
        <w:t xml:space="preserve"> ? </w:t>
      </w:r>
      <w:r w:rsidRPr="007818BD">
        <w:t>le cas était urgent</w:t>
      </w:r>
      <w:r w:rsidR="00E8465A">
        <w:t xml:space="preserve"> ; </w:t>
      </w:r>
      <w:r w:rsidRPr="007818BD">
        <w:t>le docteur avait r</w:t>
      </w:r>
      <w:r w:rsidRPr="007818BD">
        <w:t>e</w:t>
      </w:r>
      <w:r w:rsidRPr="007818BD">
        <w:t>commandé qu</w:t>
      </w:r>
      <w:r w:rsidR="00E8465A">
        <w:t>’</w:t>
      </w:r>
      <w:r w:rsidRPr="007818BD">
        <w:t>on ne tardât pas un instant à l</w:t>
      </w:r>
      <w:r w:rsidR="00E8465A">
        <w:t>’</w:t>
      </w:r>
      <w:r w:rsidRPr="007818BD">
        <w:t>envoyer chercher</w:t>
      </w:r>
      <w:r w:rsidR="00E8465A">
        <w:t xml:space="preserve">. </w:t>
      </w:r>
      <w:r w:rsidRPr="007818BD">
        <w:t>Il faut qu</w:t>
      </w:r>
      <w:r w:rsidR="00E8465A">
        <w:t>’</w:t>
      </w:r>
      <w:r w:rsidRPr="007818BD">
        <w:t>elle quitté son père</w:t>
      </w:r>
      <w:r w:rsidR="00E8465A">
        <w:t xml:space="preserve">, </w:t>
      </w:r>
      <w:r w:rsidRPr="007818BD">
        <w:t>qu</w:t>
      </w:r>
      <w:r w:rsidR="00E8465A">
        <w:t>’</w:t>
      </w:r>
      <w:r w:rsidRPr="007818BD">
        <w:t>elle aille le che</w:t>
      </w:r>
      <w:r w:rsidRPr="007818BD">
        <w:t>r</w:t>
      </w:r>
      <w:r w:rsidRPr="007818BD">
        <w:t>cher elle-même</w:t>
      </w:r>
      <w:r w:rsidR="00E8465A">
        <w:t xml:space="preserve">. </w:t>
      </w:r>
      <w:r w:rsidRPr="007818BD">
        <w:t>Elle se glissa de nouveau auprès du malade</w:t>
      </w:r>
      <w:r w:rsidR="00E8465A">
        <w:t xml:space="preserve"> ; </w:t>
      </w:r>
      <w:r w:rsidRPr="007818BD">
        <w:t>la potion calmante semblait avoir déjà produit un salutaire effet</w:t>
      </w:r>
      <w:r w:rsidR="00E8465A">
        <w:t xml:space="preserve">. </w:t>
      </w:r>
      <w:r w:rsidRPr="007818BD">
        <w:t>Il avait les yeux fermés</w:t>
      </w:r>
      <w:r w:rsidR="00E8465A">
        <w:t xml:space="preserve">, </w:t>
      </w:r>
      <w:r w:rsidRPr="007818BD">
        <w:t>sa respiration était régulière comme dans le sommeil</w:t>
      </w:r>
      <w:r w:rsidR="00E8465A">
        <w:t xml:space="preserve">. </w:t>
      </w:r>
      <w:r w:rsidRPr="007818BD">
        <w:t>Elle s</w:t>
      </w:r>
      <w:r w:rsidR="00E8465A">
        <w:t>’</w:t>
      </w:r>
      <w:r w:rsidRPr="007818BD">
        <w:t>éloigna rapidement</w:t>
      </w:r>
      <w:r w:rsidR="00E8465A">
        <w:t xml:space="preserve">, </w:t>
      </w:r>
      <w:r w:rsidRPr="007818BD">
        <w:t>jeta son voile sur son visage et partit</w:t>
      </w:r>
      <w:r w:rsidR="00E8465A">
        <w:t>.</w:t>
      </w:r>
    </w:p>
    <w:p w14:paraId="48368BB3" w14:textId="77777777" w:rsidR="00E8465A" w:rsidRDefault="00E0544E" w:rsidP="00E0544E">
      <w:r w:rsidRPr="007818BD">
        <w:t>Or</w:t>
      </w:r>
      <w:r w:rsidR="00E8465A">
        <w:t xml:space="preserve">, </w:t>
      </w:r>
      <w:r w:rsidRPr="007818BD">
        <w:t>la potion n</w:t>
      </w:r>
      <w:r w:rsidR="00E8465A">
        <w:t>’</w:t>
      </w:r>
      <w:r w:rsidRPr="007818BD">
        <w:t>avait point produit l</w:t>
      </w:r>
      <w:r w:rsidR="00E8465A">
        <w:t>’</w:t>
      </w:r>
      <w:r w:rsidRPr="007818BD">
        <w:t>effet qu</w:t>
      </w:r>
      <w:r w:rsidR="00E8465A">
        <w:t>’</w:t>
      </w:r>
      <w:r w:rsidRPr="007818BD">
        <w:t>elle semblait avoir déterminé</w:t>
      </w:r>
      <w:r w:rsidR="00E8465A">
        <w:t xml:space="preserve"> : </w:t>
      </w:r>
      <w:r w:rsidRPr="007818BD">
        <w:t>au lieu d</w:t>
      </w:r>
      <w:r w:rsidR="00E8465A">
        <w:t>’</w:t>
      </w:r>
      <w:r w:rsidRPr="007818BD">
        <w:t>un sommeil bienfaisant</w:t>
      </w:r>
      <w:r w:rsidR="00E8465A">
        <w:t xml:space="preserve">, </w:t>
      </w:r>
      <w:r w:rsidRPr="007818BD">
        <w:t>elle avait fait naître une espèce de somnolence fiévreuse où l</w:t>
      </w:r>
      <w:r w:rsidR="00E8465A">
        <w:t>’</w:t>
      </w:r>
      <w:r w:rsidRPr="007818BD">
        <w:t>esprit</w:t>
      </w:r>
      <w:r w:rsidR="00E8465A">
        <w:t xml:space="preserve">, </w:t>
      </w:r>
      <w:r w:rsidRPr="007818BD">
        <w:t>tourme</w:t>
      </w:r>
      <w:r w:rsidRPr="007818BD">
        <w:t>n</w:t>
      </w:r>
      <w:r w:rsidRPr="007818BD">
        <w:t>té d</w:t>
      </w:r>
      <w:r w:rsidR="00E8465A">
        <w:t>’</w:t>
      </w:r>
      <w:r w:rsidRPr="007818BD">
        <w:t>une agitation violente</w:t>
      </w:r>
      <w:r w:rsidR="00E8465A">
        <w:t xml:space="preserve">, </w:t>
      </w:r>
      <w:r w:rsidRPr="007818BD">
        <w:t>retrouvait dans une incohérence f</w:t>
      </w:r>
      <w:r w:rsidRPr="007818BD">
        <w:t>a</w:t>
      </w:r>
      <w:r w:rsidRPr="007818BD">
        <w:t>tigante et confuse les pensées qui l</w:t>
      </w:r>
      <w:r w:rsidR="00E8465A">
        <w:t>’</w:t>
      </w:r>
      <w:r w:rsidRPr="007818BD">
        <w:t>avaient occupé</w:t>
      </w:r>
      <w:r w:rsidR="00E8465A">
        <w:t xml:space="preserve">, </w:t>
      </w:r>
      <w:r w:rsidRPr="007818BD">
        <w:t>et évoquait ses instincts et ses goûts fam</w:t>
      </w:r>
      <w:r w:rsidRPr="007818BD">
        <w:t>i</w:t>
      </w:r>
      <w:r w:rsidRPr="007818BD">
        <w:t>liers</w:t>
      </w:r>
      <w:r w:rsidR="00E8465A">
        <w:t xml:space="preserve">. </w:t>
      </w:r>
      <w:r w:rsidRPr="007818BD">
        <w:t>Ce n</w:t>
      </w:r>
      <w:r w:rsidR="00E8465A">
        <w:t>’</w:t>
      </w:r>
      <w:r w:rsidRPr="007818BD">
        <w:t>était pas le sommeil</w:t>
      </w:r>
      <w:r w:rsidR="00E8465A">
        <w:t xml:space="preserve">, </w:t>
      </w:r>
      <w:r w:rsidRPr="007818BD">
        <w:t>ce n</w:t>
      </w:r>
      <w:r w:rsidR="00E8465A">
        <w:t>’</w:t>
      </w:r>
      <w:r w:rsidRPr="007818BD">
        <w:t>était pas le délire</w:t>
      </w:r>
      <w:r w:rsidR="00E8465A">
        <w:t xml:space="preserve"> ; </w:t>
      </w:r>
      <w:r w:rsidRPr="007818BD">
        <w:t>c</w:t>
      </w:r>
      <w:r w:rsidR="00E8465A">
        <w:t>’</w:t>
      </w:r>
      <w:r w:rsidRPr="007818BD">
        <w:t>était cet état moitié rêve</w:t>
      </w:r>
      <w:r w:rsidR="00E8465A">
        <w:t xml:space="preserve">, </w:t>
      </w:r>
      <w:r w:rsidRPr="007818BD">
        <w:t>moitié veille</w:t>
      </w:r>
      <w:r w:rsidR="00E8465A">
        <w:t xml:space="preserve">, </w:t>
      </w:r>
      <w:r w:rsidRPr="007818BD">
        <w:t>que produit parfois l</w:t>
      </w:r>
      <w:r w:rsidR="00E8465A">
        <w:t>’</w:t>
      </w:r>
      <w:r w:rsidRPr="007818BD">
        <w:t>opium</w:t>
      </w:r>
      <w:r w:rsidR="00E8465A">
        <w:t xml:space="preserve">, </w:t>
      </w:r>
      <w:r w:rsidRPr="007818BD">
        <w:t>alors que chaque nerf frémissant et irrité communique une activité fébrile à l</w:t>
      </w:r>
      <w:r w:rsidR="00E8465A">
        <w:t>’</w:t>
      </w:r>
      <w:r w:rsidRPr="007818BD">
        <w:t>organisme tout entier en lui donnant une vigueur trompeuse et morbide</w:t>
      </w:r>
      <w:r w:rsidR="00E8465A">
        <w:t xml:space="preserve">. </w:t>
      </w:r>
      <w:r w:rsidRPr="007818BD">
        <w:t>Quelque chose manquait à Pisani</w:t>
      </w:r>
      <w:r w:rsidR="00E8465A">
        <w:t xml:space="preserve">. </w:t>
      </w:r>
      <w:r w:rsidRPr="007818BD">
        <w:t>Quoi</w:t>
      </w:r>
      <w:r w:rsidR="00E8465A">
        <w:t xml:space="preserve"> ? </w:t>
      </w:r>
      <w:r w:rsidRPr="007818BD">
        <w:t>il le sentait sans le savoir</w:t>
      </w:r>
      <w:r w:rsidR="00E8465A">
        <w:t xml:space="preserve">. </w:t>
      </w:r>
      <w:r w:rsidRPr="007818BD">
        <w:t>C</w:t>
      </w:r>
      <w:r w:rsidR="00E8465A">
        <w:t>’</w:t>
      </w:r>
      <w:r w:rsidRPr="007818BD">
        <w:t>était la combinaison des deux besoins les plus essentiels à la vie de son âme</w:t>
      </w:r>
      <w:r w:rsidR="00E8465A">
        <w:t xml:space="preserve"> : </w:t>
      </w:r>
      <w:r w:rsidRPr="007818BD">
        <w:t>la voix de sa femme</w:t>
      </w:r>
      <w:r w:rsidR="00E8465A">
        <w:t xml:space="preserve">, </w:t>
      </w:r>
      <w:r w:rsidRPr="007818BD">
        <w:t>et le contact de son Ins</w:t>
      </w:r>
      <w:r w:rsidRPr="007818BD">
        <w:t>é</w:t>
      </w:r>
      <w:r w:rsidRPr="007818BD">
        <w:t>parable</w:t>
      </w:r>
      <w:r w:rsidR="00E8465A">
        <w:t xml:space="preserve">. </w:t>
      </w:r>
      <w:r w:rsidRPr="007818BD">
        <w:t>Il se leva</w:t>
      </w:r>
      <w:r w:rsidR="00E8465A">
        <w:t xml:space="preserve">, </w:t>
      </w:r>
      <w:r w:rsidRPr="007818BD">
        <w:t>il quitta son lit</w:t>
      </w:r>
      <w:r w:rsidR="00E8465A">
        <w:t xml:space="preserve">, </w:t>
      </w:r>
      <w:r w:rsidRPr="007818BD">
        <w:t>il mit tranquillement sa viei</w:t>
      </w:r>
      <w:r w:rsidRPr="007818BD">
        <w:t>l</w:t>
      </w:r>
      <w:r w:rsidRPr="007818BD">
        <w:t>le robe de chambre</w:t>
      </w:r>
      <w:r w:rsidR="00E8465A">
        <w:t xml:space="preserve">, </w:t>
      </w:r>
      <w:r w:rsidRPr="007818BD">
        <w:t>celle qu</w:t>
      </w:r>
      <w:r w:rsidR="00E8465A">
        <w:t>’</w:t>
      </w:r>
      <w:r w:rsidRPr="007818BD">
        <w:t>il portait quand il composait</w:t>
      </w:r>
      <w:r w:rsidR="00E8465A">
        <w:t xml:space="preserve">. </w:t>
      </w:r>
      <w:r w:rsidRPr="007818BD">
        <w:t>Il sourit avec complaisance aux souvenirs que ce vêtement lui rappelait</w:t>
      </w:r>
      <w:r w:rsidR="00E8465A">
        <w:t xml:space="preserve"> ; </w:t>
      </w:r>
      <w:r w:rsidRPr="007818BD">
        <w:t>il traversa sa chambre d</w:t>
      </w:r>
      <w:r w:rsidR="00E8465A">
        <w:t>’</w:t>
      </w:r>
      <w:r w:rsidRPr="007818BD">
        <w:t>un pas chancelant</w:t>
      </w:r>
      <w:r w:rsidR="00E8465A">
        <w:t xml:space="preserve">, </w:t>
      </w:r>
      <w:r w:rsidRPr="007818BD">
        <w:t>il entra dans le petit cabinet attenant à sa chambre</w:t>
      </w:r>
      <w:r w:rsidR="00E8465A">
        <w:t xml:space="preserve">, </w:t>
      </w:r>
      <w:r w:rsidRPr="007818BD">
        <w:t>où sa femme</w:t>
      </w:r>
      <w:r w:rsidR="00E8465A">
        <w:t xml:space="preserve">, </w:t>
      </w:r>
      <w:r w:rsidRPr="007818BD">
        <w:t>d</w:t>
      </w:r>
      <w:r w:rsidRPr="007818BD">
        <w:t>e</w:t>
      </w:r>
      <w:r w:rsidRPr="007818BD">
        <w:t>puis que la maladie l</w:t>
      </w:r>
      <w:r w:rsidR="00E8465A">
        <w:t>’</w:t>
      </w:r>
      <w:r w:rsidRPr="007818BD">
        <w:t>avait séparée de lui</w:t>
      </w:r>
      <w:r w:rsidR="00E8465A">
        <w:t xml:space="preserve">, </w:t>
      </w:r>
      <w:r w:rsidRPr="007818BD">
        <w:t>avait moins souvent dormi que veillé</w:t>
      </w:r>
      <w:r w:rsidR="00E8465A">
        <w:t xml:space="preserve">. </w:t>
      </w:r>
      <w:r w:rsidRPr="007818BD">
        <w:t>La pièce était désolée et vide</w:t>
      </w:r>
      <w:r w:rsidR="00E8465A">
        <w:t xml:space="preserve">. </w:t>
      </w:r>
      <w:r w:rsidRPr="007818BD">
        <w:t>Il regarda autour de lui avec égarement</w:t>
      </w:r>
      <w:r w:rsidR="00E8465A">
        <w:t xml:space="preserve">, </w:t>
      </w:r>
      <w:r w:rsidRPr="007818BD">
        <w:t>balbutia quelques paroles insaisissables</w:t>
      </w:r>
      <w:r w:rsidR="00E8465A">
        <w:t xml:space="preserve">, </w:t>
      </w:r>
      <w:r w:rsidRPr="007818BD">
        <w:t>et puis</w:t>
      </w:r>
      <w:r w:rsidR="00E8465A">
        <w:t xml:space="preserve">, </w:t>
      </w:r>
      <w:r w:rsidRPr="007818BD">
        <w:t>à pas silencieux</w:t>
      </w:r>
      <w:r w:rsidR="00E8465A">
        <w:t xml:space="preserve">, </w:t>
      </w:r>
      <w:r w:rsidRPr="007818BD">
        <w:t>il parcourut régulièrement</w:t>
      </w:r>
      <w:r w:rsidR="00E8465A">
        <w:t xml:space="preserve">, </w:t>
      </w:r>
      <w:r w:rsidRPr="007818BD">
        <w:t>et une à une</w:t>
      </w:r>
      <w:r w:rsidR="00E8465A">
        <w:t xml:space="preserve">, </w:t>
      </w:r>
      <w:r w:rsidRPr="007818BD">
        <w:t>toutes les chambres de la maison muette</w:t>
      </w:r>
      <w:r w:rsidR="00E8465A">
        <w:t>…</w:t>
      </w:r>
    </w:p>
    <w:p w14:paraId="09D686B6" w14:textId="77777777" w:rsidR="00E8465A" w:rsidRDefault="00E0544E" w:rsidP="00E0544E">
      <w:r w:rsidRPr="007818BD">
        <w:lastRenderedPageBreak/>
        <w:t xml:space="preserve">Il arriva enfin à celle où la vieille </w:t>
      </w:r>
      <w:proofErr w:type="spellStart"/>
      <w:r w:rsidRPr="007818BD">
        <w:t>Gionetta</w:t>
      </w:r>
      <w:proofErr w:type="spellEnd"/>
      <w:r w:rsidR="00E8465A">
        <w:t xml:space="preserve">, </w:t>
      </w:r>
      <w:r w:rsidRPr="007818BD">
        <w:t>fidèle</w:t>
      </w:r>
      <w:r w:rsidR="00E8465A">
        <w:t xml:space="preserve">, </w:t>
      </w:r>
      <w:r w:rsidRPr="007818BD">
        <w:t>sinon à de plus nobles intérêts</w:t>
      </w:r>
      <w:r w:rsidR="00E8465A">
        <w:t xml:space="preserve">, </w:t>
      </w:r>
      <w:r w:rsidRPr="007818BD">
        <w:t>du moins à sa propre sûreté</w:t>
      </w:r>
      <w:r w:rsidR="00E8465A">
        <w:t xml:space="preserve">, </w:t>
      </w:r>
      <w:r w:rsidRPr="007818BD">
        <w:t>se soignait dans le coin le plus retiré du logis</w:t>
      </w:r>
      <w:r w:rsidR="00E8465A">
        <w:t xml:space="preserve">, </w:t>
      </w:r>
      <w:r w:rsidRPr="007818BD">
        <w:t>et aussi loin que possible des chances de la contagion</w:t>
      </w:r>
      <w:r w:rsidR="00E8465A">
        <w:t xml:space="preserve">. </w:t>
      </w:r>
      <w:r w:rsidRPr="007818BD">
        <w:t>Quand elle vit cette apparition blême</w:t>
      </w:r>
      <w:r w:rsidR="00E8465A">
        <w:t xml:space="preserve">, </w:t>
      </w:r>
      <w:r w:rsidRPr="007818BD">
        <w:t>amaigrie</w:t>
      </w:r>
      <w:r w:rsidR="00E8465A">
        <w:t xml:space="preserve">, </w:t>
      </w:r>
      <w:r w:rsidRPr="007818BD">
        <w:t>et le regard inquiet</w:t>
      </w:r>
      <w:r w:rsidR="00E8465A">
        <w:t xml:space="preserve">, </w:t>
      </w:r>
      <w:r w:rsidRPr="007818BD">
        <w:t>anxieux</w:t>
      </w:r>
      <w:r w:rsidR="00E8465A">
        <w:t xml:space="preserve">, </w:t>
      </w:r>
      <w:r w:rsidRPr="007818BD">
        <w:t>interrogateur</w:t>
      </w:r>
      <w:r w:rsidR="00E8465A">
        <w:t xml:space="preserve">, </w:t>
      </w:r>
      <w:r w:rsidRPr="007818BD">
        <w:t>de ces yeux hagards</w:t>
      </w:r>
      <w:r w:rsidR="00E8465A">
        <w:t xml:space="preserve">, </w:t>
      </w:r>
      <w:r w:rsidRPr="007818BD">
        <w:t>la duègne poussa un cri et tomba à ses pieds</w:t>
      </w:r>
      <w:r w:rsidR="00E8465A">
        <w:t xml:space="preserve">. </w:t>
      </w:r>
      <w:r w:rsidRPr="007818BD">
        <w:t>Il se pencha sur elle</w:t>
      </w:r>
      <w:r w:rsidR="00E8465A">
        <w:t xml:space="preserve">, </w:t>
      </w:r>
      <w:r w:rsidRPr="007818BD">
        <w:t>passa ses doigts effilés sur son visage à demi c</w:t>
      </w:r>
      <w:r w:rsidRPr="007818BD">
        <w:t>a</w:t>
      </w:r>
      <w:r w:rsidRPr="007818BD">
        <w:t>ché</w:t>
      </w:r>
      <w:r w:rsidR="00E8465A">
        <w:t xml:space="preserve">, </w:t>
      </w:r>
      <w:r w:rsidRPr="007818BD">
        <w:t>secoua la tête</w:t>
      </w:r>
      <w:r w:rsidR="00E8465A">
        <w:t xml:space="preserve">, </w:t>
      </w:r>
      <w:r w:rsidRPr="007818BD">
        <w:t>et dit d</w:t>
      </w:r>
      <w:r w:rsidR="00E8465A">
        <w:t>’</w:t>
      </w:r>
      <w:r w:rsidRPr="007818BD">
        <w:t>une voix creuse</w:t>
      </w:r>
      <w:r w:rsidR="00E8465A">
        <w:t> :</w:t>
      </w:r>
    </w:p>
    <w:p w14:paraId="7B21CDB7" w14:textId="77777777" w:rsidR="00E8465A" w:rsidRDefault="00E8465A" w:rsidP="00E0544E">
      <w:r>
        <w:t>« </w:t>
      </w:r>
      <w:r w:rsidR="00E0544E" w:rsidRPr="007818BD">
        <w:t>Je ne puis les trouver</w:t>
      </w:r>
      <w:r>
        <w:t xml:space="preserve"> : </w:t>
      </w:r>
      <w:r w:rsidR="00E0544E" w:rsidRPr="007818BD">
        <w:t>où sont-elles</w:t>
      </w:r>
      <w:r>
        <w:t> ?</w:t>
      </w:r>
    </w:p>
    <w:p w14:paraId="0EA1723D" w14:textId="77777777" w:rsidR="00E8465A" w:rsidRDefault="00E8465A" w:rsidP="00E0544E">
      <w:r>
        <w:t>— </w:t>
      </w:r>
      <w:r w:rsidR="00E0544E" w:rsidRPr="007818BD">
        <w:t>Qui</w:t>
      </w:r>
      <w:r>
        <w:t xml:space="preserve">, </w:t>
      </w:r>
      <w:r w:rsidR="00E0544E" w:rsidRPr="007818BD">
        <w:t>mon cher maître</w:t>
      </w:r>
      <w:r>
        <w:t xml:space="preserve"> ?… </w:t>
      </w:r>
      <w:r w:rsidR="00E0544E" w:rsidRPr="007818BD">
        <w:t>Oh</w:t>
      </w:r>
      <w:r>
        <w:t xml:space="preserve"> ! </w:t>
      </w:r>
      <w:r w:rsidR="00E0544E" w:rsidRPr="007818BD">
        <w:t>ayez pitié de vous-même</w:t>
      </w:r>
      <w:r>
        <w:t xml:space="preserve"> ; </w:t>
      </w:r>
      <w:r w:rsidR="00E0544E" w:rsidRPr="007818BD">
        <w:t>elles ne sont pas</w:t>
      </w:r>
      <w:r>
        <w:t xml:space="preserve">, </w:t>
      </w:r>
      <w:r w:rsidR="00E0544E" w:rsidRPr="007818BD">
        <w:t>ici</w:t>
      </w:r>
      <w:r>
        <w:t xml:space="preserve">… </w:t>
      </w:r>
      <w:r w:rsidR="00E0544E" w:rsidRPr="007818BD">
        <w:t>Saints du paradis</w:t>
      </w:r>
      <w:r>
        <w:t xml:space="preserve"> ! </w:t>
      </w:r>
      <w:r w:rsidR="00E0544E" w:rsidRPr="007818BD">
        <w:t>il m</w:t>
      </w:r>
      <w:r>
        <w:t>’</w:t>
      </w:r>
      <w:r w:rsidR="00E0544E" w:rsidRPr="007818BD">
        <w:t>a touchée</w:t>
      </w:r>
      <w:r>
        <w:t xml:space="preserve"> ; </w:t>
      </w:r>
      <w:r w:rsidR="00E0544E" w:rsidRPr="007818BD">
        <w:t>je suis morte</w:t>
      </w:r>
      <w:r>
        <w:t> !</w:t>
      </w:r>
    </w:p>
    <w:p w14:paraId="6AB749B9" w14:textId="77777777" w:rsidR="00E8465A" w:rsidRDefault="00E8465A" w:rsidP="00E0544E">
      <w:r>
        <w:t>— </w:t>
      </w:r>
      <w:r w:rsidR="00E0544E" w:rsidRPr="007818BD">
        <w:t>Morte</w:t>
      </w:r>
      <w:r>
        <w:t xml:space="preserve"> ! </w:t>
      </w:r>
      <w:r w:rsidR="00E0544E" w:rsidRPr="007818BD">
        <w:t>Qui est morte</w:t>
      </w:r>
      <w:r>
        <w:t xml:space="preserve"> ? </w:t>
      </w:r>
      <w:r w:rsidR="00E0544E" w:rsidRPr="007818BD">
        <w:t>Y a-t-il quelqu</w:t>
      </w:r>
      <w:r>
        <w:t>’</w:t>
      </w:r>
      <w:r w:rsidR="00E0544E" w:rsidRPr="007818BD">
        <w:t>un de mort</w:t>
      </w:r>
      <w:r>
        <w:t> ?</w:t>
      </w:r>
    </w:p>
    <w:p w14:paraId="1AFA4308" w14:textId="62A8399E" w:rsidR="00E0544E" w:rsidRPr="007818BD" w:rsidRDefault="00E8465A" w:rsidP="00E0544E">
      <w:r>
        <w:t>— </w:t>
      </w:r>
      <w:r w:rsidR="00E0544E" w:rsidRPr="007818BD">
        <w:t>Oh</w:t>
      </w:r>
      <w:r>
        <w:t xml:space="preserve"> ! </w:t>
      </w:r>
      <w:r w:rsidR="00E0544E" w:rsidRPr="007818BD">
        <w:t>ne parlez pas ainsi</w:t>
      </w:r>
      <w:r>
        <w:t xml:space="preserve">… </w:t>
      </w:r>
      <w:r w:rsidR="00E0544E" w:rsidRPr="007818BD">
        <w:t>vous le savez bien</w:t>
      </w:r>
      <w:r>
        <w:t xml:space="preserve"> ; </w:t>
      </w:r>
      <w:r w:rsidR="00E0544E" w:rsidRPr="007818BD">
        <w:t>ma pauvre maîtresse</w:t>
      </w:r>
      <w:r>
        <w:t xml:space="preserve">, </w:t>
      </w:r>
      <w:r w:rsidR="00E0544E" w:rsidRPr="007818BD">
        <w:t>elle a pris votre fièvre</w:t>
      </w:r>
      <w:r>
        <w:t xml:space="preserve"> : </w:t>
      </w:r>
      <w:r w:rsidR="00E0544E" w:rsidRPr="007818BD">
        <w:t>il y a de quoi tuer toute la vi</w:t>
      </w:r>
      <w:r w:rsidR="00E0544E" w:rsidRPr="007818BD">
        <w:t>l</w:t>
      </w:r>
      <w:r w:rsidR="00E0544E" w:rsidRPr="007818BD">
        <w:t>le</w:t>
      </w:r>
      <w:r>
        <w:t xml:space="preserve"> : </w:t>
      </w:r>
      <w:r w:rsidR="00E0544E" w:rsidRPr="007818BD">
        <w:t>Saint Janvier</w:t>
      </w:r>
      <w:r>
        <w:t xml:space="preserve">, </w:t>
      </w:r>
      <w:r w:rsidR="00E0544E" w:rsidRPr="007818BD">
        <w:t>protégez-moi</w:t>
      </w:r>
      <w:r>
        <w:t xml:space="preserve">. </w:t>
      </w:r>
      <w:r w:rsidR="00E0544E" w:rsidRPr="007818BD">
        <w:t>Ma pauvre maîtresse</w:t>
      </w:r>
      <w:r>
        <w:t xml:space="preserve">… </w:t>
      </w:r>
      <w:r w:rsidR="00E0544E" w:rsidRPr="007818BD">
        <w:t>elle est morte</w:t>
      </w:r>
      <w:r>
        <w:t xml:space="preserve">, </w:t>
      </w:r>
      <w:r w:rsidR="00E0544E" w:rsidRPr="007818BD">
        <w:t>ensevelie</w:t>
      </w:r>
      <w:r>
        <w:t xml:space="preserve">, </w:t>
      </w:r>
      <w:r w:rsidR="00E0544E" w:rsidRPr="007818BD">
        <w:t>et moi</w:t>
      </w:r>
      <w:r>
        <w:t xml:space="preserve">, </w:t>
      </w:r>
      <w:r w:rsidR="00E0544E" w:rsidRPr="007818BD">
        <w:t xml:space="preserve">votre fidèle </w:t>
      </w:r>
      <w:proofErr w:type="spellStart"/>
      <w:r w:rsidR="00E0544E" w:rsidRPr="007818BD">
        <w:t>Gionetta</w:t>
      </w:r>
      <w:proofErr w:type="spellEnd"/>
      <w:r>
        <w:t xml:space="preserve">, </w:t>
      </w:r>
      <w:r w:rsidR="00E0544E" w:rsidRPr="007818BD">
        <w:t>malheureuse</w:t>
      </w:r>
      <w:r>
        <w:t xml:space="preserve"> !… </w:t>
      </w:r>
      <w:r w:rsidR="00E0544E" w:rsidRPr="007818BD">
        <w:t>Allez</w:t>
      </w:r>
      <w:r>
        <w:t xml:space="preserve"> ; </w:t>
      </w:r>
      <w:r w:rsidR="00E0544E" w:rsidRPr="007818BD">
        <w:t>retournez à votre lit</w:t>
      </w:r>
      <w:r>
        <w:t xml:space="preserve">, </w:t>
      </w:r>
      <w:r w:rsidR="00E0544E" w:rsidRPr="007818BD">
        <w:t>mon bien-aimé maître</w:t>
      </w:r>
      <w:r>
        <w:t xml:space="preserve"> ; </w:t>
      </w:r>
      <w:r w:rsidR="00E0544E" w:rsidRPr="007818BD">
        <w:t>allez</w:t>
      </w:r>
      <w:r>
        <w:t> ! »</w:t>
      </w:r>
    </w:p>
    <w:p w14:paraId="13315617" w14:textId="77777777" w:rsidR="00E8465A" w:rsidRDefault="00E0544E" w:rsidP="00E0544E">
      <w:r w:rsidRPr="007818BD">
        <w:t>Le pauvre Gaetano demeura un instant muet et immobile</w:t>
      </w:r>
      <w:r w:rsidR="00E8465A">
        <w:t xml:space="preserve"> ; </w:t>
      </w:r>
      <w:r w:rsidRPr="007818BD">
        <w:t>puis un imperceptible frisson le parcourut de la tête aux pieds</w:t>
      </w:r>
      <w:r w:rsidR="00E8465A">
        <w:t xml:space="preserve"> ; </w:t>
      </w:r>
      <w:r w:rsidRPr="007818BD">
        <w:t>il se retourna et disparut de même qu</w:t>
      </w:r>
      <w:r w:rsidR="00E8465A">
        <w:t>’</w:t>
      </w:r>
      <w:r w:rsidRPr="007818BD">
        <w:t>il était entré</w:t>
      </w:r>
      <w:r w:rsidR="00E8465A">
        <w:t xml:space="preserve">, </w:t>
      </w:r>
      <w:r w:rsidRPr="007818BD">
        <w:t>comme un spectre silencieux</w:t>
      </w:r>
      <w:r w:rsidR="00E8465A">
        <w:t xml:space="preserve">. </w:t>
      </w:r>
      <w:r w:rsidRPr="007818BD">
        <w:t>Il pénétra dans la chambre où il avait cout</w:t>
      </w:r>
      <w:r w:rsidRPr="007818BD">
        <w:t>u</w:t>
      </w:r>
      <w:r w:rsidRPr="007818BD">
        <w:t>me de composer</w:t>
      </w:r>
      <w:r w:rsidR="00E8465A">
        <w:t xml:space="preserve">, </w:t>
      </w:r>
      <w:r w:rsidRPr="007818BD">
        <w:t>où sa femme</w:t>
      </w:r>
      <w:r w:rsidR="00E8465A">
        <w:t xml:space="preserve">, </w:t>
      </w:r>
      <w:r w:rsidRPr="007818BD">
        <w:t>avec sa douce patience</w:t>
      </w:r>
      <w:r w:rsidR="00E8465A">
        <w:t xml:space="preserve">, </w:t>
      </w:r>
      <w:r w:rsidRPr="007818BD">
        <w:t>était souvent demeurée assise auprès de lui</w:t>
      </w:r>
      <w:r w:rsidR="00E8465A">
        <w:t xml:space="preserve">, </w:t>
      </w:r>
      <w:r w:rsidRPr="007818BD">
        <w:t>louant et vantant ce que le monde n</w:t>
      </w:r>
      <w:r w:rsidR="00E8465A">
        <w:t>’</w:t>
      </w:r>
      <w:r w:rsidRPr="007818BD">
        <w:t>avait fait que décrier et railler</w:t>
      </w:r>
      <w:r w:rsidR="00E8465A">
        <w:t xml:space="preserve">. </w:t>
      </w:r>
      <w:r w:rsidRPr="007818BD">
        <w:t>Dans un coin</w:t>
      </w:r>
      <w:r w:rsidR="00E8465A">
        <w:t xml:space="preserve">, </w:t>
      </w:r>
      <w:r w:rsidRPr="007818BD">
        <w:t>il tro</w:t>
      </w:r>
      <w:r w:rsidRPr="007818BD">
        <w:t>u</w:t>
      </w:r>
      <w:r w:rsidRPr="007818BD">
        <w:t>va la couronne de laurier qu</w:t>
      </w:r>
      <w:r w:rsidR="00E8465A">
        <w:t>’</w:t>
      </w:r>
      <w:r w:rsidRPr="007818BD">
        <w:t>elle avait posée sur son front dans cette nuit de triomphe et de gloire</w:t>
      </w:r>
      <w:r w:rsidR="00E8465A">
        <w:t xml:space="preserve"> ; </w:t>
      </w:r>
      <w:r w:rsidRPr="007818BD">
        <w:lastRenderedPageBreak/>
        <w:t>et</w:t>
      </w:r>
      <w:r w:rsidR="00E8465A">
        <w:t xml:space="preserve">, </w:t>
      </w:r>
      <w:r w:rsidRPr="007818BD">
        <w:t>près de là</w:t>
      </w:r>
      <w:r w:rsidR="00E8465A">
        <w:t xml:space="preserve">, </w:t>
      </w:r>
      <w:r w:rsidRPr="007818BD">
        <w:t>à demi caché par sa mantille</w:t>
      </w:r>
      <w:r w:rsidR="00E8465A">
        <w:t xml:space="preserve">, </w:t>
      </w:r>
      <w:r w:rsidRPr="007818BD">
        <w:t>dormait dans son étui l</w:t>
      </w:r>
      <w:r w:rsidR="00E8465A">
        <w:t>’</w:t>
      </w:r>
      <w:r w:rsidRPr="007818BD">
        <w:t>instrument négligé</w:t>
      </w:r>
      <w:r w:rsidR="00E8465A">
        <w:t>.</w:t>
      </w:r>
    </w:p>
    <w:p w14:paraId="73047370" w14:textId="14942A8E" w:rsidR="00E0544E" w:rsidRPr="007818BD" w:rsidRDefault="00E0544E" w:rsidP="00E0544E">
      <w:r w:rsidRPr="007818BD">
        <w:t>Viola ne fut pas longtemps partie</w:t>
      </w:r>
      <w:r w:rsidR="00E8465A">
        <w:t xml:space="preserve"> : </w:t>
      </w:r>
      <w:r w:rsidRPr="007818BD">
        <w:t>elle avait trouvé le m</w:t>
      </w:r>
      <w:r w:rsidRPr="007818BD">
        <w:t>é</w:t>
      </w:r>
      <w:r w:rsidRPr="007818BD">
        <w:t>decin</w:t>
      </w:r>
      <w:r w:rsidR="00E8465A">
        <w:t xml:space="preserve"> ; </w:t>
      </w:r>
      <w:r w:rsidRPr="007818BD">
        <w:t>elle le ramenait</w:t>
      </w:r>
      <w:r w:rsidR="00E8465A">
        <w:t xml:space="preserve"> ; </w:t>
      </w:r>
      <w:r w:rsidRPr="007818BD">
        <w:t>en approchant du seuil de la maison</w:t>
      </w:r>
      <w:r w:rsidR="00E8465A">
        <w:t xml:space="preserve">, </w:t>
      </w:r>
      <w:r w:rsidRPr="007818BD">
        <w:t>ils entendirent éclater des accords d</w:t>
      </w:r>
      <w:r w:rsidR="00E8465A">
        <w:t>’</w:t>
      </w:r>
      <w:r w:rsidRPr="007818BD">
        <w:t>harmonie</w:t>
      </w:r>
      <w:r w:rsidR="00E8465A">
        <w:t xml:space="preserve">, </w:t>
      </w:r>
      <w:r w:rsidRPr="007818BD">
        <w:t>des accords de do</w:t>
      </w:r>
      <w:r w:rsidRPr="007818BD">
        <w:t>u</w:t>
      </w:r>
      <w:r w:rsidRPr="007818BD">
        <w:t>leur poignante</w:t>
      </w:r>
      <w:r w:rsidR="00E8465A">
        <w:t xml:space="preserve">, </w:t>
      </w:r>
      <w:r w:rsidRPr="007818BD">
        <w:t>d</w:t>
      </w:r>
      <w:r w:rsidR="00E8465A">
        <w:t>’</w:t>
      </w:r>
      <w:r w:rsidRPr="007818BD">
        <w:t>angoisse à déchirer le cœur</w:t>
      </w:r>
      <w:r w:rsidR="00E8465A">
        <w:t xml:space="preserve">. </w:t>
      </w:r>
      <w:r w:rsidRPr="007818BD">
        <w:t>Ce n</w:t>
      </w:r>
      <w:r w:rsidR="00E8465A">
        <w:t>’</w:t>
      </w:r>
      <w:r w:rsidRPr="007818BD">
        <w:t>était pas un instrument insensible</w:t>
      </w:r>
      <w:r w:rsidR="00E8465A">
        <w:t xml:space="preserve">, </w:t>
      </w:r>
      <w:r w:rsidRPr="007818BD">
        <w:t>obéissant machinalement à une main humaine</w:t>
      </w:r>
      <w:r w:rsidR="00E8465A">
        <w:t xml:space="preserve"> ; </w:t>
      </w:r>
      <w:r w:rsidRPr="007818BD">
        <w:t>c</w:t>
      </w:r>
      <w:r w:rsidR="00E8465A">
        <w:t>’</w:t>
      </w:r>
      <w:r w:rsidRPr="007818BD">
        <w:t>était comme un esprit jetant</w:t>
      </w:r>
      <w:r w:rsidR="00E8465A">
        <w:t xml:space="preserve">, </w:t>
      </w:r>
      <w:r w:rsidRPr="007818BD">
        <w:t>des sombres régions du désespoir un cri d</w:t>
      </w:r>
      <w:r w:rsidR="00E8465A">
        <w:t>’</w:t>
      </w:r>
      <w:r w:rsidRPr="007818BD">
        <w:t>agonie et de détresse vers les anges qu</w:t>
      </w:r>
      <w:r w:rsidR="00E8465A">
        <w:t>’</w:t>
      </w:r>
      <w:r w:rsidRPr="007818BD">
        <w:t>il apercevait loin</w:t>
      </w:r>
      <w:r w:rsidR="00E8465A">
        <w:t xml:space="preserve">, </w:t>
      </w:r>
      <w:r w:rsidRPr="007818BD">
        <w:t xml:space="preserve">bien loin </w:t>
      </w:r>
      <w:proofErr w:type="spellStart"/>
      <w:r w:rsidRPr="007818BD">
        <w:t>au delà</w:t>
      </w:r>
      <w:proofErr w:type="spellEnd"/>
      <w:r w:rsidRPr="007818BD">
        <w:t xml:space="preserve"> du gouffre éternel</w:t>
      </w:r>
      <w:r w:rsidR="00E8465A">
        <w:t xml:space="preserve"> ! </w:t>
      </w:r>
      <w:r w:rsidRPr="007818BD">
        <w:t>Ils écha</w:t>
      </w:r>
      <w:r w:rsidRPr="007818BD">
        <w:t>n</w:t>
      </w:r>
      <w:r w:rsidRPr="007818BD">
        <w:t>gèrent un regard d</w:t>
      </w:r>
      <w:r w:rsidR="00E8465A">
        <w:t>’</w:t>
      </w:r>
      <w:r w:rsidRPr="007818BD">
        <w:t>effroi</w:t>
      </w:r>
      <w:r w:rsidR="00E8465A">
        <w:t xml:space="preserve"> : </w:t>
      </w:r>
      <w:r w:rsidRPr="007818BD">
        <w:t>ils coururent vers la maison</w:t>
      </w:r>
      <w:r w:rsidR="00E8465A">
        <w:t xml:space="preserve">, </w:t>
      </w:r>
      <w:r w:rsidRPr="007818BD">
        <w:t>se préc</w:t>
      </w:r>
      <w:r w:rsidRPr="007818BD">
        <w:t>i</w:t>
      </w:r>
      <w:r w:rsidRPr="007818BD">
        <w:t>pitèrent dans la chambre</w:t>
      </w:r>
      <w:r w:rsidR="00E8465A">
        <w:t xml:space="preserve">. </w:t>
      </w:r>
      <w:r w:rsidRPr="007818BD">
        <w:t>Pisani se retourna</w:t>
      </w:r>
      <w:r w:rsidR="00E8465A">
        <w:t xml:space="preserve">. </w:t>
      </w:r>
      <w:r w:rsidRPr="007818BD">
        <w:t>Son regard</w:t>
      </w:r>
      <w:r w:rsidR="00E8465A">
        <w:t xml:space="preserve">, </w:t>
      </w:r>
      <w:r w:rsidRPr="007818BD">
        <w:t>d</w:t>
      </w:r>
      <w:r w:rsidR="00E8465A">
        <w:t>’</w:t>
      </w:r>
      <w:r w:rsidRPr="007818BD">
        <w:t>une expression effrayante</w:t>
      </w:r>
      <w:r w:rsidR="00E8465A">
        <w:t xml:space="preserve">, </w:t>
      </w:r>
      <w:r w:rsidRPr="007818BD">
        <w:t>imposant</w:t>
      </w:r>
      <w:r w:rsidR="00E8465A">
        <w:t xml:space="preserve">, </w:t>
      </w:r>
      <w:r w:rsidRPr="007818BD">
        <w:t>impérieux</w:t>
      </w:r>
      <w:r w:rsidR="00E8465A">
        <w:t xml:space="preserve">, </w:t>
      </w:r>
      <w:r w:rsidRPr="007818BD">
        <w:t>les fit r</w:t>
      </w:r>
      <w:r w:rsidRPr="007818BD">
        <w:t>e</w:t>
      </w:r>
      <w:r w:rsidRPr="007818BD">
        <w:t>culer de terreur</w:t>
      </w:r>
      <w:r w:rsidR="00E8465A">
        <w:t xml:space="preserve">. </w:t>
      </w:r>
      <w:r w:rsidRPr="007818BD">
        <w:t>La mantille noire</w:t>
      </w:r>
      <w:r w:rsidR="00E8465A">
        <w:t xml:space="preserve">, </w:t>
      </w:r>
      <w:r w:rsidRPr="007818BD">
        <w:t>le laurier flétri</w:t>
      </w:r>
      <w:r w:rsidR="00E8465A">
        <w:t xml:space="preserve">, </w:t>
      </w:r>
      <w:r w:rsidRPr="007818BD">
        <w:t>étaient là</w:t>
      </w:r>
      <w:r w:rsidR="00E8465A">
        <w:t xml:space="preserve">, </w:t>
      </w:r>
      <w:r w:rsidRPr="007818BD">
        <w:t>devant lui</w:t>
      </w:r>
      <w:r w:rsidR="00E8465A">
        <w:t xml:space="preserve">. </w:t>
      </w:r>
      <w:r w:rsidRPr="007818BD">
        <w:t>Le cœur de Viola devina tout à première vue</w:t>
      </w:r>
      <w:r w:rsidR="00E8465A">
        <w:t xml:space="preserve"> : </w:t>
      </w:r>
      <w:r w:rsidRPr="007818BD">
        <w:t>elle tomba à ses genoux</w:t>
      </w:r>
      <w:r w:rsidR="00E8465A">
        <w:t xml:space="preserve"> ; </w:t>
      </w:r>
      <w:r w:rsidRPr="007818BD">
        <w:t>elle les embrassa convu</w:t>
      </w:r>
      <w:r w:rsidRPr="007818BD">
        <w:t>l</w:t>
      </w:r>
      <w:r w:rsidRPr="007818BD">
        <w:t>sivement</w:t>
      </w:r>
      <w:r w:rsidR="00E8465A">
        <w:t>. « </w:t>
      </w:r>
      <w:r w:rsidRPr="007818BD">
        <w:t>Père</w:t>
      </w:r>
      <w:r w:rsidR="00E8465A">
        <w:t xml:space="preserve"> ! </w:t>
      </w:r>
      <w:r w:rsidRPr="007818BD">
        <w:t>père</w:t>
      </w:r>
      <w:r w:rsidR="00E8465A">
        <w:t xml:space="preserve"> ! </w:t>
      </w:r>
      <w:r w:rsidRPr="007818BD">
        <w:t>je te reste encore</w:t>
      </w:r>
      <w:r w:rsidR="00E8465A">
        <w:t> ! »</w:t>
      </w:r>
    </w:p>
    <w:p w14:paraId="006075EC" w14:textId="77777777" w:rsidR="00E8465A" w:rsidRDefault="00E0544E" w:rsidP="00E0544E">
      <w:r w:rsidRPr="007818BD">
        <w:t>Le cri de détresse cessa</w:t>
      </w:r>
      <w:r w:rsidR="00E8465A">
        <w:t xml:space="preserve">, </w:t>
      </w:r>
      <w:r w:rsidRPr="007818BD">
        <w:t>la note changea par une associ</w:t>
      </w:r>
      <w:r w:rsidRPr="007818BD">
        <w:t>a</w:t>
      </w:r>
      <w:r w:rsidRPr="007818BD">
        <w:t>tion confuse</w:t>
      </w:r>
      <w:r w:rsidR="00E8465A">
        <w:t xml:space="preserve">, </w:t>
      </w:r>
      <w:r w:rsidRPr="007818BD">
        <w:t>moitié de l</w:t>
      </w:r>
      <w:r w:rsidR="00E8465A">
        <w:t>’</w:t>
      </w:r>
      <w:r w:rsidRPr="007818BD">
        <w:t>homme</w:t>
      </w:r>
      <w:r w:rsidR="00E8465A">
        <w:t xml:space="preserve">, </w:t>
      </w:r>
      <w:r w:rsidRPr="007818BD">
        <w:t>moitié de l</w:t>
      </w:r>
      <w:r w:rsidR="00E8465A">
        <w:t>’</w:t>
      </w:r>
      <w:r w:rsidRPr="007818BD">
        <w:t>artiste</w:t>
      </w:r>
      <w:r w:rsidR="00E8465A">
        <w:t xml:space="preserve"> ; </w:t>
      </w:r>
      <w:r w:rsidRPr="007818BD">
        <w:t>la douleur</w:t>
      </w:r>
      <w:r w:rsidR="00E8465A">
        <w:t xml:space="preserve">, </w:t>
      </w:r>
      <w:r w:rsidRPr="007818BD">
        <w:t>encore vivante dans la mélodie</w:t>
      </w:r>
      <w:r w:rsidR="00E8465A">
        <w:t xml:space="preserve">, </w:t>
      </w:r>
      <w:r w:rsidRPr="007818BD">
        <w:t>s</w:t>
      </w:r>
      <w:r w:rsidR="00E8465A">
        <w:t>’</w:t>
      </w:r>
      <w:r w:rsidRPr="007818BD">
        <w:t>unit à des accords</w:t>
      </w:r>
      <w:r w:rsidR="00E8465A">
        <w:t xml:space="preserve">, </w:t>
      </w:r>
      <w:r w:rsidRPr="007818BD">
        <w:t>à des pe</w:t>
      </w:r>
      <w:r w:rsidRPr="007818BD">
        <w:t>n</w:t>
      </w:r>
      <w:r w:rsidRPr="007818BD">
        <w:t>sées moins lugubres</w:t>
      </w:r>
      <w:r w:rsidR="00E8465A">
        <w:t xml:space="preserve">. </w:t>
      </w:r>
      <w:r w:rsidRPr="007818BD">
        <w:t>Le rossignol avait échappé aux poursuites de ses ennemis</w:t>
      </w:r>
      <w:r w:rsidR="00E8465A">
        <w:t xml:space="preserve">. </w:t>
      </w:r>
      <w:r w:rsidRPr="007818BD">
        <w:t>Légères</w:t>
      </w:r>
      <w:r w:rsidR="00E8465A">
        <w:t xml:space="preserve">, </w:t>
      </w:r>
      <w:r w:rsidRPr="007818BD">
        <w:t>aériennes</w:t>
      </w:r>
      <w:r w:rsidR="00E8465A">
        <w:t xml:space="preserve">, </w:t>
      </w:r>
      <w:r w:rsidRPr="007818BD">
        <w:t>ailées</w:t>
      </w:r>
      <w:r w:rsidR="00E8465A">
        <w:t xml:space="preserve">, </w:t>
      </w:r>
      <w:r w:rsidRPr="007818BD">
        <w:t>les notes délicieuses frémirent un moment</w:t>
      </w:r>
      <w:r w:rsidR="00E8465A">
        <w:t xml:space="preserve">, </w:t>
      </w:r>
      <w:r w:rsidRPr="007818BD">
        <w:t>puis s</w:t>
      </w:r>
      <w:r w:rsidR="00E8465A">
        <w:t>’</w:t>
      </w:r>
      <w:r w:rsidRPr="007818BD">
        <w:t>éteignirent</w:t>
      </w:r>
      <w:r w:rsidR="00E8465A">
        <w:t xml:space="preserve">. </w:t>
      </w:r>
      <w:r w:rsidRPr="007818BD">
        <w:t>L</w:t>
      </w:r>
      <w:r w:rsidR="00E8465A">
        <w:t>’</w:t>
      </w:r>
      <w:r w:rsidRPr="007818BD">
        <w:t>instrument tomba à terre</w:t>
      </w:r>
      <w:r w:rsidR="00E8465A">
        <w:t xml:space="preserve">, </w:t>
      </w:r>
      <w:r w:rsidRPr="007818BD">
        <w:t>ses cordes se brisèrent avec</w:t>
      </w:r>
      <w:r w:rsidR="00E8465A">
        <w:t xml:space="preserve"> : </w:t>
      </w:r>
      <w:r w:rsidRPr="007818BD">
        <w:t>un bruit sec qui retentit dans le silence</w:t>
      </w:r>
      <w:r w:rsidR="00E8465A">
        <w:t xml:space="preserve">. </w:t>
      </w:r>
      <w:r w:rsidRPr="007818BD">
        <w:t>L</w:t>
      </w:r>
      <w:r w:rsidR="00E8465A">
        <w:t>’</w:t>
      </w:r>
      <w:r w:rsidRPr="007818BD">
        <w:t>artiste regarda son enfant agenouillé</w:t>
      </w:r>
      <w:r w:rsidR="00E8465A">
        <w:t xml:space="preserve">, </w:t>
      </w:r>
      <w:r w:rsidRPr="007818BD">
        <w:t>et puis les cordes brisées</w:t>
      </w:r>
      <w:r w:rsidR="00E8465A">
        <w:t>…</w:t>
      </w:r>
    </w:p>
    <w:p w14:paraId="41DFD490" w14:textId="66C0754A" w:rsidR="00E0544E" w:rsidRPr="007818BD" w:rsidRDefault="00E8465A" w:rsidP="00E0544E">
      <w:r>
        <w:t>« </w:t>
      </w:r>
      <w:r w:rsidR="00E0544E" w:rsidRPr="007818BD">
        <w:t>Enterrez-moi à côté d</w:t>
      </w:r>
      <w:r>
        <w:t>’</w:t>
      </w:r>
      <w:r w:rsidR="00E0544E" w:rsidRPr="007818BD">
        <w:t>elle</w:t>
      </w:r>
      <w:r>
        <w:t xml:space="preserve">, </w:t>
      </w:r>
      <w:r w:rsidR="00E0544E" w:rsidRPr="007818BD">
        <w:t>dit-il d</w:t>
      </w:r>
      <w:r>
        <w:t>’</w:t>
      </w:r>
      <w:r w:rsidR="00E0544E" w:rsidRPr="007818BD">
        <w:t>une voix calme et r</w:t>
      </w:r>
      <w:r w:rsidR="00E0544E" w:rsidRPr="007818BD">
        <w:t>e</w:t>
      </w:r>
      <w:r w:rsidR="00E0544E" w:rsidRPr="007818BD">
        <w:t>cueillie</w:t>
      </w:r>
      <w:r>
        <w:t xml:space="preserve"> ; </w:t>
      </w:r>
      <w:r w:rsidR="00E0544E" w:rsidRPr="007818BD">
        <w:t xml:space="preserve">et </w:t>
      </w:r>
      <w:r w:rsidR="00E0544E" w:rsidRPr="007818BD">
        <w:rPr>
          <w:i/>
          <w:iCs/>
        </w:rPr>
        <w:t>cela</w:t>
      </w:r>
      <w:r w:rsidR="00E0544E" w:rsidRPr="007818BD">
        <w:t xml:space="preserve"> à côté de moi</w:t>
      </w:r>
      <w:r>
        <w:t>. »</w:t>
      </w:r>
    </w:p>
    <w:p w14:paraId="6AF19601" w14:textId="77777777" w:rsidR="00E8465A" w:rsidRDefault="00E0544E" w:rsidP="00E0544E">
      <w:r w:rsidRPr="007818BD">
        <w:t>À ces paroles</w:t>
      </w:r>
      <w:r w:rsidR="00E8465A">
        <w:t xml:space="preserve">, </w:t>
      </w:r>
      <w:r w:rsidRPr="007818BD">
        <w:t>son être tout entier se roidit comme s</w:t>
      </w:r>
      <w:r w:rsidR="00E8465A">
        <w:t>’</w:t>
      </w:r>
      <w:r w:rsidRPr="007818BD">
        <w:t>il eût été pétrifié</w:t>
      </w:r>
      <w:r w:rsidR="00E8465A">
        <w:t xml:space="preserve">. </w:t>
      </w:r>
      <w:r w:rsidRPr="007818BD">
        <w:t>Le dernier changement passa sur ses traits</w:t>
      </w:r>
      <w:r w:rsidR="00E8465A">
        <w:t xml:space="preserve">. </w:t>
      </w:r>
      <w:r w:rsidRPr="007818BD">
        <w:t>Il tomba à terre</w:t>
      </w:r>
      <w:r w:rsidR="00E8465A">
        <w:t xml:space="preserve">, </w:t>
      </w:r>
      <w:r w:rsidRPr="007818BD">
        <w:t>subitement</w:t>
      </w:r>
      <w:r w:rsidR="00E8465A">
        <w:t xml:space="preserve">, </w:t>
      </w:r>
      <w:r w:rsidRPr="007818BD">
        <w:t>lourdement</w:t>
      </w:r>
      <w:r w:rsidR="00E8465A">
        <w:t xml:space="preserve">, </w:t>
      </w:r>
      <w:r w:rsidRPr="007818BD">
        <w:t>comme un bloc</w:t>
      </w:r>
      <w:r w:rsidR="00E8465A">
        <w:t xml:space="preserve">. </w:t>
      </w:r>
      <w:r w:rsidRPr="007818BD">
        <w:t xml:space="preserve">Là </w:t>
      </w:r>
      <w:r w:rsidRPr="007818BD">
        <w:lastRenderedPageBreak/>
        <w:t>aussi les cordes</w:t>
      </w:r>
      <w:r w:rsidR="00E8465A">
        <w:t xml:space="preserve">, </w:t>
      </w:r>
      <w:r w:rsidRPr="007818BD">
        <w:t>les cordes de l</w:t>
      </w:r>
      <w:r w:rsidR="00E8465A">
        <w:t>’</w:t>
      </w:r>
      <w:r w:rsidRPr="007818BD">
        <w:t>instrument humain</w:t>
      </w:r>
      <w:r w:rsidR="00E8465A">
        <w:t xml:space="preserve">, </w:t>
      </w:r>
      <w:r w:rsidRPr="007818BD">
        <w:t>venaient de se briser</w:t>
      </w:r>
      <w:r w:rsidR="00E8465A">
        <w:t xml:space="preserve">. </w:t>
      </w:r>
      <w:r w:rsidRPr="007818BD">
        <w:t>Dans sa chute</w:t>
      </w:r>
      <w:r w:rsidR="00E8465A">
        <w:t xml:space="preserve">, </w:t>
      </w:r>
      <w:r w:rsidRPr="007818BD">
        <w:t>son vêtement froissa la couronne de lauriers</w:t>
      </w:r>
      <w:r w:rsidR="00E8465A">
        <w:t xml:space="preserve">, </w:t>
      </w:r>
      <w:r w:rsidRPr="007818BD">
        <w:t>qui tomba de même près de lui</w:t>
      </w:r>
      <w:r w:rsidR="00E8465A">
        <w:t xml:space="preserve">, </w:t>
      </w:r>
      <w:r w:rsidRPr="007818BD">
        <w:t>mais non pas à portée de sa main immobile</w:t>
      </w:r>
      <w:r w:rsidR="00E8465A">
        <w:t xml:space="preserve">. </w:t>
      </w:r>
      <w:r w:rsidRPr="007818BD">
        <w:t>Instrument brisé</w:t>
      </w:r>
      <w:r w:rsidR="00E8465A">
        <w:t xml:space="preserve">, </w:t>
      </w:r>
      <w:r w:rsidRPr="007818BD">
        <w:t>cœur brisé</w:t>
      </w:r>
      <w:r w:rsidR="00E8465A">
        <w:t xml:space="preserve">, </w:t>
      </w:r>
      <w:r w:rsidRPr="007818BD">
        <w:t>couronne flétrie</w:t>
      </w:r>
      <w:r w:rsidR="00E8465A">
        <w:t xml:space="preserve">… </w:t>
      </w:r>
      <w:r w:rsidRPr="007818BD">
        <w:t>le s</w:t>
      </w:r>
      <w:r w:rsidRPr="007818BD">
        <w:t>o</w:t>
      </w:r>
      <w:r w:rsidRPr="007818BD">
        <w:t>leil</w:t>
      </w:r>
      <w:r w:rsidR="00E8465A">
        <w:t xml:space="preserve">, </w:t>
      </w:r>
      <w:r w:rsidRPr="007818BD">
        <w:t>à travers la fenêtre tapissée de pampre</w:t>
      </w:r>
      <w:r w:rsidR="00E8465A">
        <w:t xml:space="preserve">, </w:t>
      </w:r>
      <w:r w:rsidRPr="007818BD">
        <w:t>vous inonda tous trois de ses derniers rayons</w:t>
      </w:r>
      <w:r w:rsidR="00E8465A">
        <w:t xml:space="preserve">. </w:t>
      </w:r>
      <w:r w:rsidRPr="007818BD">
        <w:t>Ainsi sourit l</w:t>
      </w:r>
      <w:r w:rsidR="00E8465A">
        <w:t>’</w:t>
      </w:r>
      <w:r w:rsidRPr="007818BD">
        <w:t>éternelle nature sur les débris de tout ce qui rend la vie glorieuse</w:t>
      </w:r>
      <w:r w:rsidR="00E8465A">
        <w:t xml:space="preserve">. </w:t>
      </w:r>
      <w:r w:rsidRPr="007818BD">
        <w:t>Et pas un soleil qui ne se couche quelque part sur l</w:t>
      </w:r>
      <w:r w:rsidR="00E8465A">
        <w:t>’</w:t>
      </w:r>
      <w:r w:rsidRPr="007818BD">
        <w:t>accord étouffé</w:t>
      </w:r>
      <w:r w:rsidR="00E8465A">
        <w:t xml:space="preserve">, </w:t>
      </w:r>
      <w:r w:rsidRPr="007818BD">
        <w:t>sur le laurier flétri</w:t>
      </w:r>
      <w:r w:rsidR="00E8465A">
        <w:t> !</w:t>
      </w:r>
    </w:p>
    <w:p w14:paraId="7463289F" w14:textId="77777777" w:rsidR="00E8465A" w:rsidRDefault="00E0544E" w:rsidP="00E8465A">
      <w:pPr>
        <w:pStyle w:val="Titre2"/>
        <w:pageBreakBefore/>
      </w:pPr>
      <w:bookmarkStart w:id="10" w:name="_Toc199963059"/>
      <w:r w:rsidRPr="007818BD">
        <w:lastRenderedPageBreak/>
        <w:t>CHAPITRE</w:t>
      </w:r>
      <w:r w:rsidR="00E8465A">
        <w:t xml:space="preserve"> </w:t>
      </w:r>
      <w:r w:rsidRPr="007818BD">
        <w:t>X</w:t>
      </w:r>
      <w:r w:rsidR="00E8465A">
        <w:t>.</w:t>
      </w:r>
      <w:bookmarkEnd w:id="10"/>
    </w:p>
    <w:p w14:paraId="33273882" w14:textId="1C729FA4" w:rsidR="00E0544E" w:rsidRPr="007818BD" w:rsidRDefault="00E0544E" w:rsidP="00E0544E">
      <w:pPr>
        <w:pStyle w:val="NormalRetraitGauche4XIndent0"/>
        <w:spacing w:before="0" w:after="0"/>
        <w:rPr>
          <w:rStyle w:val="Taille-1Caracteres"/>
        </w:rPr>
      </w:pPr>
      <w:proofErr w:type="spellStart"/>
      <w:r w:rsidRPr="007818BD">
        <w:rPr>
          <w:rStyle w:val="Taille-1Caracteres"/>
        </w:rPr>
        <w:t>Chè</w:t>
      </w:r>
      <w:proofErr w:type="spellEnd"/>
      <w:r w:rsidRPr="007818BD">
        <w:rPr>
          <w:rStyle w:val="Taille-1Caracteres"/>
        </w:rPr>
        <w:t xml:space="preserve"> </w:t>
      </w:r>
      <w:proofErr w:type="spellStart"/>
      <w:r w:rsidRPr="007818BD">
        <w:rPr>
          <w:rStyle w:val="Taille-1Caracteres"/>
        </w:rPr>
        <w:t>difesa</w:t>
      </w:r>
      <w:proofErr w:type="spellEnd"/>
      <w:r w:rsidRPr="007818BD">
        <w:rPr>
          <w:rStyle w:val="Taille-1Caracteres"/>
        </w:rPr>
        <w:t xml:space="preserve"> </w:t>
      </w:r>
      <w:proofErr w:type="spellStart"/>
      <w:r w:rsidRPr="007818BD">
        <w:rPr>
          <w:rStyle w:val="Taille-1Caracteres"/>
        </w:rPr>
        <w:t>melior</w:t>
      </w:r>
      <w:proofErr w:type="spellEnd"/>
      <w:r w:rsidRPr="007818BD">
        <w:rPr>
          <w:rStyle w:val="Taille-1Caracteres"/>
        </w:rPr>
        <w:t xml:space="preserve"> </w:t>
      </w:r>
      <w:proofErr w:type="spellStart"/>
      <w:r w:rsidRPr="007818BD">
        <w:rPr>
          <w:rStyle w:val="Taille-1Caracteres"/>
        </w:rPr>
        <w:t>ch</w:t>
      </w:r>
      <w:r w:rsidR="00E8465A">
        <w:rPr>
          <w:rStyle w:val="Taille-1Caracteres"/>
        </w:rPr>
        <w:t>’</w:t>
      </w:r>
      <w:r w:rsidRPr="007818BD">
        <w:rPr>
          <w:rStyle w:val="Taille-1Caracteres"/>
        </w:rPr>
        <w:t>usbergo</w:t>
      </w:r>
      <w:proofErr w:type="spellEnd"/>
      <w:r w:rsidRPr="007818BD">
        <w:rPr>
          <w:rStyle w:val="Taille-1Caracteres"/>
        </w:rPr>
        <w:t xml:space="preserve"> e </w:t>
      </w:r>
      <w:proofErr w:type="spellStart"/>
      <w:r w:rsidRPr="007818BD">
        <w:rPr>
          <w:rStyle w:val="Taille-1Caracteres"/>
        </w:rPr>
        <w:t>scudo</w:t>
      </w:r>
      <w:proofErr w:type="spellEnd"/>
    </w:p>
    <w:p w14:paraId="09B6B66A" w14:textId="77777777" w:rsidR="00E8465A" w:rsidRDefault="00E0544E" w:rsidP="00E0544E">
      <w:pPr>
        <w:pStyle w:val="NormalRetraitGauche4XIndent0"/>
        <w:spacing w:before="0" w:after="0"/>
        <w:rPr>
          <w:rStyle w:val="Taille-1Caracteres"/>
        </w:rPr>
      </w:pPr>
      <w:r w:rsidRPr="007818BD">
        <w:rPr>
          <w:rStyle w:val="Taille-1Caracteres"/>
        </w:rPr>
        <w:t xml:space="preserve">E la santa </w:t>
      </w:r>
      <w:proofErr w:type="spellStart"/>
      <w:r w:rsidRPr="007818BD">
        <w:rPr>
          <w:rStyle w:val="Taille-1Caracteres"/>
        </w:rPr>
        <w:t>innocenja</w:t>
      </w:r>
      <w:proofErr w:type="spellEnd"/>
      <w:r w:rsidRPr="007818BD">
        <w:rPr>
          <w:rStyle w:val="Taille-1Caracteres"/>
        </w:rPr>
        <w:t xml:space="preserve"> al </w:t>
      </w:r>
      <w:proofErr w:type="spellStart"/>
      <w:r w:rsidRPr="007818BD">
        <w:rPr>
          <w:rStyle w:val="Taille-1Caracteres"/>
        </w:rPr>
        <w:t>pelto</w:t>
      </w:r>
      <w:proofErr w:type="spellEnd"/>
      <w:r w:rsidRPr="007818BD">
        <w:rPr>
          <w:rStyle w:val="Taille-1Caracteres"/>
        </w:rPr>
        <w:t xml:space="preserve"> </w:t>
      </w:r>
      <w:proofErr w:type="spellStart"/>
      <w:r w:rsidRPr="007818BD">
        <w:rPr>
          <w:rStyle w:val="Taille-1Caracteres"/>
        </w:rPr>
        <w:t>ignudo</w:t>
      </w:r>
      <w:proofErr w:type="spellEnd"/>
      <w:r w:rsidRPr="007818BD">
        <w:rPr>
          <w:rStyle w:val="Appelnotedebasdep"/>
          <w:szCs w:val="28"/>
        </w:rPr>
        <w:footnoteReference w:id="19"/>
      </w:r>
      <w:r w:rsidR="00E8465A">
        <w:rPr>
          <w:rStyle w:val="Taille-1Caracteres"/>
        </w:rPr>
        <w:t>.</w:t>
      </w:r>
    </w:p>
    <w:p w14:paraId="03DF3877" w14:textId="50773EF2" w:rsidR="00E8465A" w:rsidRDefault="00E8465A" w:rsidP="00E0544E">
      <w:pPr>
        <w:jc w:val="right"/>
        <w:rPr>
          <w:rStyle w:val="Taille-1Caracteres"/>
        </w:rPr>
      </w:pPr>
      <w:r>
        <w:rPr>
          <w:rStyle w:val="Taille-1Caracteres"/>
        </w:rPr>
        <w:t>(</w:t>
      </w:r>
      <w:r w:rsidR="00E0544E" w:rsidRPr="00AF32C9">
        <w:rPr>
          <w:rStyle w:val="Taille-1Caracteres"/>
          <w:i/>
        </w:rPr>
        <w:t>Ger</w:t>
      </w:r>
      <w:r>
        <w:rPr>
          <w:rStyle w:val="Taille-1Caracteres"/>
          <w:i/>
        </w:rPr>
        <w:t xml:space="preserve">., </w:t>
      </w:r>
      <w:r w:rsidR="00E0544E" w:rsidRPr="00AF32C9">
        <w:rPr>
          <w:rStyle w:val="Taille-1Caracteres"/>
          <w:i/>
        </w:rPr>
        <w:t>lib</w:t>
      </w:r>
      <w:r>
        <w:rPr>
          <w:rStyle w:val="Taille-1Caracteres"/>
        </w:rPr>
        <w:t xml:space="preserve">. </w:t>
      </w:r>
      <w:r w:rsidR="00E0544E" w:rsidRPr="007818BD">
        <w:rPr>
          <w:rStyle w:val="Taille-1Caracteres"/>
        </w:rPr>
        <w:t>VIII</w:t>
      </w:r>
      <w:r>
        <w:rPr>
          <w:rStyle w:val="Taille-1Caracteres"/>
        </w:rPr>
        <w:t xml:space="preserve">, </w:t>
      </w:r>
      <w:r w:rsidR="00E0544E" w:rsidRPr="007818BD">
        <w:rPr>
          <w:rStyle w:val="Taille-1Caracteres"/>
        </w:rPr>
        <w:t>41</w:t>
      </w:r>
      <w:r>
        <w:rPr>
          <w:rStyle w:val="Taille-1Caracteres"/>
        </w:rPr>
        <w:t>.)</w:t>
      </w:r>
    </w:p>
    <w:p w14:paraId="1944515F" w14:textId="77777777" w:rsidR="00E8465A" w:rsidRDefault="00E0544E" w:rsidP="00E0544E">
      <w:r w:rsidRPr="007818BD">
        <w:t>On enterra le musicien et son barbiton ensemble</w:t>
      </w:r>
      <w:r w:rsidR="00E8465A">
        <w:t xml:space="preserve">, </w:t>
      </w:r>
      <w:r w:rsidRPr="007818BD">
        <w:t>dans le même cercueil</w:t>
      </w:r>
      <w:r w:rsidR="00E8465A">
        <w:t xml:space="preserve">. </w:t>
      </w:r>
      <w:r w:rsidRPr="007818BD">
        <w:t>Glorieux Steiner</w:t>
      </w:r>
      <w:r w:rsidR="00E8465A">
        <w:t xml:space="preserve">, </w:t>
      </w:r>
      <w:r w:rsidRPr="007818BD">
        <w:t>Titan primitif de la grande r</w:t>
      </w:r>
      <w:r w:rsidRPr="007818BD">
        <w:t>a</w:t>
      </w:r>
      <w:r w:rsidRPr="007818BD">
        <w:t>ce tyrolienne</w:t>
      </w:r>
      <w:r w:rsidR="00E8465A">
        <w:t xml:space="preserve">, </w:t>
      </w:r>
      <w:r w:rsidRPr="007818BD">
        <w:t>souvent tu as cherché à escalader le ciel</w:t>
      </w:r>
      <w:r w:rsidR="00E8465A">
        <w:t xml:space="preserve"> ; </w:t>
      </w:r>
      <w:r w:rsidRPr="007818BD">
        <w:t>et voilà pourquoi</w:t>
      </w:r>
      <w:r w:rsidR="00E8465A">
        <w:t xml:space="preserve">, </w:t>
      </w:r>
      <w:r w:rsidRPr="007818BD">
        <w:t>comme les fils des simples mortels</w:t>
      </w:r>
      <w:r w:rsidR="00E8465A">
        <w:t xml:space="preserve">, </w:t>
      </w:r>
      <w:r w:rsidRPr="007818BD">
        <w:t>il te faut desce</w:t>
      </w:r>
      <w:r w:rsidRPr="007818BD">
        <w:t>n</w:t>
      </w:r>
      <w:r w:rsidRPr="007818BD">
        <w:t>dre aux sombres demeures de Pluton</w:t>
      </w:r>
      <w:r w:rsidR="00E8465A">
        <w:t xml:space="preserve"> ! </w:t>
      </w:r>
      <w:r w:rsidRPr="007818BD">
        <w:t>Destinée plus cruelle pour toi que pour ton maître</w:t>
      </w:r>
      <w:r w:rsidR="00E8465A">
        <w:t xml:space="preserve"> : </w:t>
      </w:r>
      <w:r w:rsidRPr="007818BD">
        <w:t>car ton âme à toi dort avec toi dans le cercueil</w:t>
      </w:r>
      <w:r w:rsidR="00E8465A">
        <w:t xml:space="preserve">, </w:t>
      </w:r>
      <w:r w:rsidRPr="007818BD">
        <w:t>tandis que la musique qui appartient à la sie</w:t>
      </w:r>
      <w:r w:rsidRPr="007818BD">
        <w:t>n</w:t>
      </w:r>
      <w:r w:rsidRPr="007818BD">
        <w:t>ne</w:t>
      </w:r>
      <w:r w:rsidR="00E8465A">
        <w:t xml:space="preserve">, </w:t>
      </w:r>
      <w:r w:rsidRPr="007818BD">
        <w:t>séparée de l</w:t>
      </w:r>
      <w:r w:rsidR="00E8465A">
        <w:t>’</w:t>
      </w:r>
      <w:r w:rsidRPr="007818BD">
        <w:t>instrument</w:t>
      </w:r>
      <w:r w:rsidR="00E8465A">
        <w:t xml:space="preserve">, </w:t>
      </w:r>
      <w:r w:rsidRPr="007818BD">
        <w:t>monte vers des régions immortelles d</w:t>
      </w:r>
      <w:r w:rsidR="00E8465A">
        <w:t>’</w:t>
      </w:r>
      <w:r w:rsidRPr="007818BD">
        <w:t>où souvent elle sera entendue des oreilles pieuses d</w:t>
      </w:r>
      <w:r w:rsidR="00E8465A">
        <w:t>’</w:t>
      </w:r>
      <w:r w:rsidRPr="007818BD">
        <w:t>une fille</w:t>
      </w:r>
      <w:r w:rsidR="00E8465A">
        <w:t xml:space="preserve">, </w:t>
      </w:r>
      <w:r w:rsidRPr="007818BD">
        <w:t>quand le ciel sera serein et la terre a</w:t>
      </w:r>
      <w:r w:rsidRPr="007818BD">
        <w:t>t</w:t>
      </w:r>
      <w:r w:rsidRPr="007818BD">
        <w:t>tristée</w:t>
      </w:r>
      <w:r w:rsidR="00E8465A">
        <w:t xml:space="preserve">. </w:t>
      </w:r>
      <w:r w:rsidRPr="007818BD">
        <w:t>Il existe un sens de l</w:t>
      </w:r>
      <w:r w:rsidR="00E8465A">
        <w:t>’</w:t>
      </w:r>
      <w:r w:rsidRPr="007818BD">
        <w:t>ouïe qu</w:t>
      </w:r>
      <w:r w:rsidR="00E8465A">
        <w:t>’</w:t>
      </w:r>
      <w:r w:rsidRPr="007818BD">
        <w:t>ignore le vulgaire</w:t>
      </w:r>
      <w:r w:rsidR="00E8465A">
        <w:t xml:space="preserve"> ; </w:t>
      </w:r>
      <w:r w:rsidRPr="007818BD">
        <w:t>la voix de ceux qui ne sont plus pa</w:t>
      </w:r>
      <w:r w:rsidRPr="007818BD">
        <w:t>r</w:t>
      </w:r>
      <w:r w:rsidRPr="007818BD">
        <w:t>le souvent en doux murmures à ceux qui savent unir le souvenir à la foi</w:t>
      </w:r>
      <w:r w:rsidR="00E8465A">
        <w:t>.</w:t>
      </w:r>
    </w:p>
    <w:p w14:paraId="2BE5A50E" w14:textId="77777777" w:rsidR="00E8465A" w:rsidRDefault="00E0544E" w:rsidP="00E0544E">
      <w:r w:rsidRPr="007818BD">
        <w:t>Maintenant Viola est seule au monde</w:t>
      </w:r>
      <w:r w:rsidR="00E8465A">
        <w:t xml:space="preserve">, </w:t>
      </w:r>
      <w:r w:rsidRPr="007818BD">
        <w:t>seule dans la maison où depuis son berceau la solitude lui avait paru une chose contre nature</w:t>
      </w:r>
      <w:r w:rsidR="00E8465A">
        <w:t xml:space="preserve">. </w:t>
      </w:r>
      <w:r w:rsidRPr="007818BD">
        <w:t>Cet isolement</w:t>
      </w:r>
      <w:r w:rsidR="00E8465A">
        <w:t xml:space="preserve">, </w:t>
      </w:r>
      <w:r w:rsidRPr="007818BD">
        <w:t>ce silence</w:t>
      </w:r>
      <w:r w:rsidR="00E8465A">
        <w:t xml:space="preserve">, </w:t>
      </w:r>
      <w:r w:rsidRPr="007818BD">
        <w:t>lui furent d</w:t>
      </w:r>
      <w:r w:rsidR="00E8465A">
        <w:t>’</w:t>
      </w:r>
      <w:r w:rsidRPr="007818BD">
        <w:t>abord int</w:t>
      </w:r>
      <w:r w:rsidRPr="007818BD">
        <w:t>o</w:t>
      </w:r>
      <w:r w:rsidRPr="007818BD">
        <w:t>lérables</w:t>
      </w:r>
      <w:r w:rsidR="00E8465A">
        <w:t xml:space="preserve">. </w:t>
      </w:r>
      <w:r w:rsidRPr="007818BD">
        <w:t>Oh</w:t>
      </w:r>
      <w:r w:rsidR="00E8465A">
        <w:t xml:space="preserve"> ! </w:t>
      </w:r>
      <w:r w:rsidRPr="007818BD">
        <w:t>vous qui pleurez et à qui parviendront ces feuilles sibyllines chargées de plus d</w:t>
      </w:r>
      <w:r w:rsidR="00E8465A">
        <w:t>’</w:t>
      </w:r>
      <w:r w:rsidRPr="007818BD">
        <w:t>une énigme sombre et</w:t>
      </w:r>
      <w:r w:rsidR="00E8465A">
        <w:t xml:space="preserve"> ; </w:t>
      </w:r>
      <w:r w:rsidRPr="007818BD">
        <w:t>mystérie</w:t>
      </w:r>
      <w:r w:rsidRPr="007818BD">
        <w:t>u</w:t>
      </w:r>
      <w:r w:rsidRPr="007818BD">
        <w:t>se</w:t>
      </w:r>
      <w:r w:rsidR="00E8465A">
        <w:t xml:space="preserve">, </w:t>
      </w:r>
      <w:r w:rsidRPr="007818BD">
        <w:t>n</w:t>
      </w:r>
      <w:r w:rsidR="00E8465A">
        <w:t>’</w:t>
      </w:r>
      <w:r w:rsidRPr="007818BD">
        <w:t>avez-vous pas senti</w:t>
      </w:r>
      <w:r w:rsidR="00E8465A">
        <w:t xml:space="preserve">, </w:t>
      </w:r>
      <w:r w:rsidRPr="007818BD">
        <w:t>lorsque la mort d</w:t>
      </w:r>
      <w:r w:rsidR="00E8465A">
        <w:t>’</w:t>
      </w:r>
      <w:r w:rsidRPr="007818BD">
        <w:t>un être tendrement chéri a désolé votre foyer</w:t>
      </w:r>
      <w:r w:rsidR="00E8465A">
        <w:t xml:space="preserve"> ; </w:t>
      </w:r>
      <w:r w:rsidRPr="007818BD">
        <w:t>n</w:t>
      </w:r>
      <w:r w:rsidR="00E8465A">
        <w:t>’</w:t>
      </w:r>
      <w:r w:rsidRPr="007818BD">
        <w:t xml:space="preserve">avez-vous pas senti comme si les lugubres ténèbres de la maison de deuil étaient </w:t>
      </w:r>
      <w:r w:rsidRPr="007818BD">
        <w:lastRenderedPageBreak/>
        <w:t>trop lourdes pour être suppo</w:t>
      </w:r>
      <w:r w:rsidRPr="007818BD">
        <w:t>r</w:t>
      </w:r>
      <w:r w:rsidRPr="007818BD">
        <w:t>tées par la pensée</w:t>
      </w:r>
      <w:r w:rsidR="00E8465A">
        <w:t xml:space="preserve"> ? </w:t>
      </w:r>
      <w:r w:rsidRPr="007818BD">
        <w:t>Vous vouliez la quitter</w:t>
      </w:r>
      <w:r w:rsidR="00E8465A">
        <w:t xml:space="preserve">, </w:t>
      </w:r>
      <w:r w:rsidRPr="007818BD">
        <w:t>fût-ce un palais</w:t>
      </w:r>
      <w:r w:rsidR="00E8465A">
        <w:t xml:space="preserve">, </w:t>
      </w:r>
      <w:r w:rsidRPr="007818BD">
        <w:t>même pour une cabane</w:t>
      </w:r>
      <w:r w:rsidR="00E8465A">
        <w:t xml:space="preserve">. </w:t>
      </w:r>
      <w:r w:rsidRPr="007818BD">
        <w:t>Et pourtant</w:t>
      </w:r>
      <w:r w:rsidR="00E8465A">
        <w:t xml:space="preserve">, </w:t>
      </w:r>
      <w:r w:rsidRPr="007818BD">
        <w:t>triste aveu</w:t>
      </w:r>
      <w:r w:rsidR="00E8465A">
        <w:t xml:space="preserve"> ! </w:t>
      </w:r>
      <w:r w:rsidRPr="007818BD">
        <w:t>quand vous avez obéi à votre impulsion</w:t>
      </w:r>
      <w:r w:rsidR="00E8465A">
        <w:t xml:space="preserve">, </w:t>
      </w:r>
      <w:r w:rsidRPr="007818BD">
        <w:t>quand vous avez fui loin de ces murs</w:t>
      </w:r>
      <w:r w:rsidR="00E8465A">
        <w:t xml:space="preserve">, </w:t>
      </w:r>
      <w:r w:rsidRPr="007818BD">
        <w:t>quand</w:t>
      </w:r>
      <w:r w:rsidR="00E8465A">
        <w:t xml:space="preserve">, </w:t>
      </w:r>
      <w:r w:rsidRPr="007818BD">
        <w:t>dans ce lieu inconnu où vous êtes venu vous réfugier</w:t>
      </w:r>
      <w:r w:rsidR="00E8465A">
        <w:t xml:space="preserve">, </w:t>
      </w:r>
      <w:r w:rsidRPr="007818BD">
        <w:t>rien ne vous parlait de tout ce que vous aviez pe</w:t>
      </w:r>
      <w:r w:rsidRPr="007818BD">
        <w:t>r</w:t>
      </w:r>
      <w:r w:rsidRPr="007818BD">
        <w:t>du</w:t>
      </w:r>
      <w:r w:rsidR="00E8465A">
        <w:t xml:space="preserve">, </w:t>
      </w:r>
      <w:r w:rsidRPr="007818BD">
        <w:t>n</w:t>
      </w:r>
      <w:r w:rsidR="00E8465A">
        <w:t>’</w:t>
      </w:r>
      <w:r w:rsidRPr="007818BD">
        <w:t>avez-vous pas éprouvé un besoin insatiable de retrouver cet aliment du souvenir qui naguère encore n</w:t>
      </w:r>
      <w:r w:rsidR="00E8465A">
        <w:t>’</w:t>
      </w:r>
      <w:r w:rsidRPr="007818BD">
        <w:t>était qu</w:t>
      </w:r>
      <w:r w:rsidR="00E8465A">
        <w:t>’</w:t>
      </w:r>
      <w:r w:rsidRPr="007818BD">
        <w:t>amertume et que fiel</w:t>
      </w:r>
      <w:r w:rsidR="00E8465A">
        <w:t xml:space="preserve"> ? </w:t>
      </w:r>
      <w:r w:rsidRPr="007818BD">
        <w:t>N</w:t>
      </w:r>
      <w:r w:rsidR="00E8465A">
        <w:t>’</w:t>
      </w:r>
      <w:r w:rsidRPr="007818BD">
        <w:t>y a-t-il pas de l</w:t>
      </w:r>
      <w:r w:rsidR="00E8465A">
        <w:t>’</w:t>
      </w:r>
      <w:r w:rsidRPr="007818BD">
        <w:t>impiété</w:t>
      </w:r>
      <w:r w:rsidR="00E8465A">
        <w:t xml:space="preserve">, </w:t>
      </w:r>
      <w:r w:rsidRPr="007818BD">
        <w:t>de la profanation</w:t>
      </w:r>
      <w:r w:rsidR="00E8465A">
        <w:t xml:space="preserve">, </w:t>
      </w:r>
      <w:r w:rsidRPr="007818BD">
        <w:t>à livr</w:t>
      </w:r>
      <w:r w:rsidRPr="007818BD">
        <w:t>e</w:t>
      </w:r>
      <w:r w:rsidRPr="007818BD">
        <w:t>ra des étrangers ce cher et douloureux foyer</w:t>
      </w:r>
      <w:r w:rsidR="00E8465A">
        <w:t xml:space="preserve"> ? </w:t>
      </w:r>
      <w:r w:rsidRPr="007818BD">
        <w:t>Et l</w:t>
      </w:r>
      <w:r w:rsidR="00E8465A">
        <w:t>’</w:t>
      </w:r>
      <w:r w:rsidRPr="007818BD">
        <w:t>abandon de cette demeure où votre mère a vécu</w:t>
      </w:r>
      <w:r w:rsidR="00E8465A">
        <w:t xml:space="preserve">, </w:t>
      </w:r>
      <w:r w:rsidRPr="007818BD">
        <w:t>où votre père vous a béni</w:t>
      </w:r>
      <w:r w:rsidR="00E8465A">
        <w:t xml:space="preserve">, </w:t>
      </w:r>
      <w:r w:rsidRPr="007818BD">
        <w:t>pèse sur votre conscience comme si vous eussiez vendu leurs tombes</w:t>
      </w:r>
      <w:r w:rsidR="00E8465A">
        <w:t xml:space="preserve">. </w:t>
      </w:r>
      <w:r w:rsidRPr="007818BD">
        <w:t>Elle était belle</w:t>
      </w:r>
      <w:r w:rsidR="00E8465A">
        <w:t xml:space="preserve">, </w:t>
      </w:r>
      <w:r w:rsidRPr="007818BD">
        <w:t>cette superstition toscane qui faisait des ancêtres les dieux du foyer</w:t>
      </w:r>
      <w:r w:rsidR="00E8465A">
        <w:t xml:space="preserve">. </w:t>
      </w:r>
      <w:r w:rsidRPr="007818BD">
        <w:t>Bien sourd est le cœur que les Lares appellent en vain dans le silence mystérieux de la maison dése</w:t>
      </w:r>
      <w:r w:rsidRPr="007818BD">
        <w:t>r</w:t>
      </w:r>
      <w:r w:rsidRPr="007818BD">
        <w:t>te</w:t>
      </w:r>
      <w:r w:rsidR="00E8465A">
        <w:t> !</w:t>
      </w:r>
    </w:p>
    <w:p w14:paraId="40B03A8D" w14:textId="77777777" w:rsidR="00E8465A" w:rsidRDefault="00E0544E" w:rsidP="00E0544E">
      <w:r w:rsidRPr="007818BD">
        <w:t>Viola avait d</w:t>
      </w:r>
      <w:r w:rsidR="00E8465A">
        <w:t>’</w:t>
      </w:r>
      <w:r w:rsidRPr="007818BD">
        <w:t>abord</w:t>
      </w:r>
      <w:r w:rsidR="00E8465A">
        <w:t xml:space="preserve">, </w:t>
      </w:r>
      <w:r w:rsidRPr="007818BD">
        <w:t>dans sa douleur insupportable</w:t>
      </w:r>
      <w:r w:rsidR="00E8465A">
        <w:t xml:space="preserve">, </w:t>
      </w:r>
      <w:r w:rsidRPr="007818BD">
        <w:t>accuei</w:t>
      </w:r>
      <w:r w:rsidRPr="007818BD">
        <w:t>l</w:t>
      </w:r>
      <w:r w:rsidRPr="007818BD">
        <w:t>li avec reconnaissance l</w:t>
      </w:r>
      <w:r w:rsidR="00E8465A">
        <w:t>’</w:t>
      </w:r>
      <w:r w:rsidRPr="007818BD">
        <w:t>offre d</w:t>
      </w:r>
      <w:r w:rsidR="00E8465A">
        <w:t>’</w:t>
      </w:r>
      <w:r w:rsidRPr="007818BD">
        <w:t>un refuge dans la maison et dans la famille d</w:t>
      </w:r>
      <w:r w:rsidR="00E8465A">
        <w:t>’</w:t>
      </w:r>
      <w:r w:rsidRPr="007818BD">
        <w:t>un voisin touché de son malheur</w:t>
      </w:r>
      <w:r w:rsidR="00E8465A">
        <w:t xml:space="preserve">, </w:t>
      </w:r>
      <w:r w:rsidRPr="007818BD">
        <w:t>fort attaché à son père</w:t>
      </w:r>
      <w:r w:rsidR="00E8465A">
        <w:t xml:space="preserve">, </w:t>
      </w:r>
      <w:r w:rsidRPr="007818BD">
        <w:t>et membre d</w:t>
      </w:r>
      <w:r w:rsidR="00E8465A">
        <w:t>’</w:t>
      </w:r>
      <w:r w:rsidRPr="007818BD">
        <w:t>ailleurs de cet orchestre que Pisani ne tro</w:t>
      </w:r>
      <w:r w:rsidRPr="007818BD">
        <w:t>u</w:t>
      </w:r>
      <w:r w:rsidRPr="007818BD">
        <w:t>blera plus de ses excentriques improvisations</w:t>
      </w:r>
      <w:r w:rsidR="00E8465A">
        <w:t xml:space="preserve">. </w:t>
      </w:r>
      <w:r w:rsidRPr="007818BD">
        <w:t>Mais dans la do</w:t>
      </w:r>
      <w:r w:rsidRPr="007818BD">
        <w:t>u</w:t>
      </w:r>
      <w:r w:rsidRPr="007818BD">
        <w:t>leur la société d</w:t>
      </w:r>
      <w:r w:rsidR="00E8465A">
        <w:t>’</w:t>
      </w:r>
      <w:r w:rsidRPr="007818BD">
        <w:t>un inconnu</w:t>
      </w:r>
      <w:r w:rsidR="00E8465A">
        <w:t xml:space="preserve">, </w:t>
      </w:r>
      <w:r w:rsidRPr="007818BD">
        <w:t>les consolations d</w:t>
      </w:r>
      <w:r w:rsidR="00E8465A">
        <w:t>’</w:t>
      </w:r>
      <w:r w:rsidRPr="007818BD">
        <w:t>un indifférent</w:t>
      </w:r>
      <w:r w:rsidR="00E8465A">
        <w:t xml:space="preserve">, </w:t>
      </w:r>
      <w:r w:rsidRPr="007818BD">
        <w:t>ne font qu</w:t>
      </w:r>
      <w:r w:rsidR="00E8465A">
        <w:t>’</w:t>
      </w:r>
      <w:r w:rsidRPr="007818BD">
        <w:t>irriter la blessure</w:t>
      </w:r>
      <w:r w:rsidR="00E8465A">
        <w:t xml:space="preserve"> ! </w:t>
      </w:r>
      <w:r w:rsidRPr="007818BD">
        <w:t>Et puis</w:t>
      </w:r>
      <w:r w:rsidR="00E8465A">
        <w:t xml:space="preserve">, </w:t>
      </w:r>
      <w:r w:rsidRPr="007818BD">
        <w:t xml:space="preserve">entendre ailleurs ces mots de </w:t>
      </w:r>
      <w:r w:rsidRPr="007818BD">
        <w:rPr>
          <w:i/>
          <w:iCs/>
        </w:rPr>
        <w:t>père</w:t>
      </w:r>
      <w:r w:rsidR="00E8465A">
        <w:t xml:space="preserve">, </w:t>
      </w:r>
      <w:r w:rsidRPr="007818BD">
        <w:rPr>
          <w:i/>
          <w:iCs/>
        </w:rPr>
        <w:t>mère</w:t>
      </w:r>
      <w:r w:rsidR="00E8465A">
        <w:t xml:space="preserve">, </w:t>
      </w:r>
      <w:r w:rsidRPr="007818BD">
        <w:rPr>
          <w:i/>
          <w:iCs/>
        </w:rPr>
        <w:t>fille</w:t>
      </w:r>
      <w:r w:rsidR="00E8465A">
        <w:t xml:space="preserve">, </w:t>
      </w:r>
      <w:r w:rsidRPr="007818BD">
        <w:t>comme si la mort ne venait que pour vous seul</w:t>
      </w:r>
      <w:r w:rsidR="00E8465A">
        <w:t xml:space="preserve"> ; </w:t>
      </w:r>
      <w:r w:rsidRPr="007818BD">
        <w:t>voir ailleurs la calme régularité de ces vies unies dans l</w:t>
      </w:r>
      <w:r w:rsidR="00E8465A">
        <w:t>’</w:t>
      </w:r>
      <w:r w:rsidRPr="007818BD">
        <w:t>ordre et dans l</w:t>
      </w:r>
      <w:r w:rsidR="00E8465A">
        <w:t>’</w:t>
      </w:r>
      <w:r w:rsidRPr="007818BD">
        <w:t>amour</w:t>
      </w:r>
      <w:r w:rsidR="00E8465A">
        <w:t xml:space="preserve">, </w:t>
      </w:r>
      <w:r w:rsidRPr="007818BD">
        <w:t>comptant une à une des heures de bo</w:t>
      </w:r>
      <w:r w:rsidRPr="007818BD">
        <w:t>n</w:t>
      </w:r>
      <w:r w:rsidRPr="007818BD">
        <w:t>heur à l</w:t>
      </w:r>
      <w:r w:rsidR="00E8465A">
        <w:t>’</w:t>
      </w:r>
      <w:r w:rsidRPr="007818BD">
        <w:t>horloge encore entière du foyer comme si nulle part ai</w:t>
      </w:r>
      <w:r w:rsidRPr="007818BD">
        <w:t>l</w:t>
      </w:r>
      <w:r w:rsidRPr="007818BD">
        <w:t>leurs les rouages ne s</w:t>
      </w:r>
      <w:r w:rsidR="00E8465A">
        <w:t>’</w:t>
      </w:r>
      <w:r w:rsidRPr="007818BD">
        <w:t>arrêtaient</w:t>
      </w:r>
      <w:r w:rsidR="00E8465A">
        <w:t xml:space="preserve">, </w:t>
      </w:r>
      <w:r w:rsidRPr="007818BD">
        <w:t>le ressort ne se brisait</w:t>
      </w:r>
      <w:r w:rsidR="00E8465A">
        <w:t xml:space="preserve">, </w:t>
      </w:r>
      <w:r w:rsidRPr="007818BD">
        <w:t>l</w:t>
      </w:r>
      <w:r w:rsidR="00E8465A">
        <w:t>’</w:t>
      </w:r>
      <w:r w:rsidRPr="007818BD">
        <w:t>aiguille ne devenait immobile</w:t>
      </w:r>
      <w:r w:rsidR="00E8465A">
        <w:t xml:space="preserve">, </w:t>
      </w:r>
      <w:r w:rsidRPr="007818BD">
        <w:t>le timbre harmonieux ne cessait de v</w:t>
      </w:r>
      <w:r w:rsidRPr="007818BD">
        <w:t>i</w:t>
      </w:r>
      <w:r w:rsidRPr="007818BD">
        <w:t>brer</w:t>
      </w:r>
      <w:r w:rsidR="00E8465A">
        <w:t xml:space="preserve">… </w:t>
      </w:r>
      <w:r w:rsidRPr="007818BD">
        <w:t>non</w:t>
      </w:r>
      <w:r w:rsidR="00E8465A">
        <w:t xml:space="preserve"> ! </w:t>
      </w:r>
      <w:r w:rsidRPr="007818BD">
        <w:t>la tombe elle-même nous rappelle moins notre pe</w:t>
      </w:r>
      <w:r w:rsidRPr="007818BD">
        <w:t>r</w:t>
      </w:r>
      <w:r w:rsidRPr="007818BD">
        <w:t>te que ne le fait la société de ceux qui n</w:t>
      </w:r>
      <w:r w:rsidR="00E8465A">
        <w:t>’</w:t>
      </w:r>
      <w:r w:rsidRPr="007818BD">
        <w:t>ont pas de perte à ple</w:t>
      </w:r>
      <w:r w:rsidRPr="007818BD">
        <w:t>u</w:t>
      </w:r>
      <w:r w:rsidRPr="007818BD">
        <w:t>rer</w:t>
      </w:r>
      <w:r w:rsidR="00E8465A">
        <w:t xml:space="preserve">. </w:t>
      </w:r>
      <w:r w:rsidRPr="007818BD">
        <w:t>Retourne à ta solitude</w:t>
      </w:r>
      <w:r w:rsidR="00E8465A">
        <w:t xml:space="preserve">, </w:t>
      </w:r>
      <w:r w:rsidRPr="007818BD">
        <w:t>jeune orpheline</w:t>
      </w:r>
      <w:r w:rsidR="00E8465A">
        <w:t xml:space="preserve"> ; </w:t>
      </w:r>
      <w:r w:rsidRPr="007818BD">
        <w:t xml:space="preserve">rentre dans cette maison vide et </w:t>
      </w:r>
      <w:r w:rsidRPr="007818BD">
        <w:lastRenderedPageBreak/>
        <w:t>glaciale</w:t>
      </w:r>
      <w:r w:rsidR="00E8465A">
        <w:t xml:space="preserve"> : </w:t>
      </w:r>
      <w:r w:rsidRPr="007818BD">
        <w:t>la douleur qui t</w:t>
      </w:r>
      <w:r w:rsidR="00E8465A">
        <w:t>’</w:t>
      </w:r>
      <w:r w:rsidRPr="007818BD">
        <w:t>attend sur le seuil t</w:t>
      </w:r>
      <w:r w:rsidR="00E8465A">
        <w:t>’</w:t>
      </w:r>
      <w:r w:rsidRPr="007818BD">
        <w:t>accueillera</w:t>
      </w:r>
      <w:r w:rsidR="00E8465A">
        <w:t xml:space="preserve">, </w:t>
      </w:r>
      <w:r w:rsidRPr="007818BD">
        <w:t>même avec sa tristesse</w:t>
      </w:r>
      <w:r w:rsidR="00E8465A">
        <w:t xml:space="preserve">, </w:t>
      </w:r>
      <w:r w:rsidRPr="007818BD">
        <w:t>comme le sourire sur des lèvres inanimées</w:t>
      </w:r>
      <w:r w:rsidR="00E8465A">
        <w:t xml:space="preserve">. </w:t>
      </w:r>
      <w:r w:rsidRPr="007818BD">
        <w:t>Et là</w:t>
      </w:r>
      <w:r w:rsidR="00E8465A">
        <w:t xml:space="preserve">, </w:t>
      </w:r>
      <w:r w:rsidRPr="007818BD">
        <w:t>de ta fenêtre</w:t>
      </w:r>
      <w:r w:rsidR="00E8465A">
        <w:t xml:space="preserve">, </w:t>
      </w:r>
      <w:r w:rsidRPr="007818BD">
        <w:t>là</w:t>
      </w:r>
      <w:r w:rsidR="00E8465A">
        <w:t xml:space="preserve">, </w:t>
      </w:r>
      <w:r w:rsidRPr="007818BD">
        <w:t>de ta place auprès de la porte</w:t>
      </w:r>
      <w:r w:rsidR="00E8465A">
        <w:t xml:space="preserve">, </w:t>
      </w:r>
      <w:r w:rsidRPr="007818BD">
        <w:t>tu verras encore l</w:t>
      </w:r>
      <w:r w:rsidR="00E8465A">
        <w:t>’</w:t>
      </w:r>
      <w:r w:rsidRPr="007818BD">
        <w:t>arbre</w:t>
      </w:r>
      <w:r w:rsidR="00E8465A">
        <w:t xml:space="preserve">, </w:t>
      </w:r>
      <w:r w:rsidRPr="007818BD">
        <w:t>solitaire comme toi</w:t>
      </w:r>
      <w:r w:rsidR="00E8465A">
        <w:t xml:space="preserve">, </w:t>
      </w:r>
      <w:r w:rsidRPr="007818BD">
        <w:t>et empr</w:t>
      </w:r>
      <w:r w:rsidRPr="007818BD">
        <w:t>i</w:t>
      </w:r>
      <w:r w:rsidRPr="007818BD">
        <w:t>sonné dans les fentes du rocher</w:t>
      </w:r>
      <w:r w:rsidR="00E8465A">
        <w:t xml:space="preserve">, </w:t>
      </w:r>
      <w:r w:rsidRPr="007818BD">
        <w:t>mais se frayant un chemin vers la lumière</w:t>
      </w:r>
      <w:r w:rsidR="00E8465A">
        <w:t xml:space="preserve">. </w:t>
      </w:r>
      <w:r w:rsidRPr="007818BD">
        <w:t>C</w:t>
      </w:r>
      <w:r w:rsidR="00E8465A">
        <w:t>’</w:t>
      </w:r>
      <w:r w:rsidRPr="007818BD">
        <w:t>est ainsi qu</w:t>
      </w:r>
      <w:r w:rsidR="00E8465A">
        <w:t>’</w:t>
      </w:r>
      <w:r w:rsidRPr="007818BD">
        <w:t>à travers toute douleur</w:t>
      </w:r>
      <w:r w:rsidR="00E8465A">
        <w:t xml:space="preserve">, </w:t>
      </w:r>
      <w:r w:rsidRPr="007818BD">
        <w:t>tant que les saisons peuvent renouveler la verdure et la fraîcheur de la je</w:t>
      </w:r>
      <w:r w:rsidRPr="007818BD">
        <w:t>u</w:t>
      </w:r>
      <w:r w:rsidRPr="007818BD">
        <w:t>nesse</w:t>
      </w:r>
      <w:r w:rsidR="00E8465A">
        <w:t xml:space="preserve">, </w:t>
      </w:r>
      <w:r w:rsidRPr="007818BD">
        <w:t>lutte toujours l</w:t>
      </w:r>
      <w:r w:rsidR="00E8465A">
        <w:t>’</w:t>
      </w:r>
      <w:r w:rsidRPr="007818BD">
        <w:t>instinct du cœur humain</w:t>
      </w:r>
      <w:r w:rsidR="00E8465A">
        <w:t xml:space="preserve">. </w:t>
      </w:r>
      <w:r w:rsidRPr="007818BD">
        <w:t>C</w:t>
      </w:r>
      <w:r w:rsidR="00E8465A">
        <w:t>’</w:t>
      </w:r>
      <w:r w:rsidRPr="007818BD">
        <w:t>est seulement quand la sève est tarie</w:t>
      </w:r>
      <w:r w:rsidR="00E8465A">
        <w:t xml:space="preserve">, </w:t>
      </w:r>
      <w:r w:rsidRPr="007818BD">
        <w:t>quand l</w:t>
      </w:r>
      <w:r w:rsidR="00E8465A">
        <w:t>’</w:t>
      </w:r>
      <w:r w:rsidRPr="007818BD">
        <w:t>âge avance</w:t>
      </w:r>
      <w:r w:rsidR="00E8465A">
        <w:t xml:space="preserve">, </w:t>
      </w:r>
      <w:r w:rsidRPr="007818BD">
        <w:t>c</w:t>
      </w:r>
      <w:r w:rsidR="00E8465A">
        <w:t>’</w:t>
      </w:r>
      <w:r w:rsidRPr="007818BD">
        <w:t>est seulement alors que le soleil brille en vain pour l</w:t>
      </w:r>
      <w:r w:rsidR="00E8465A">
        <w:t>’</w:t>
      </w:r>
      <w:r w:rsidRPr="007818BD">
        <w:t>homme et pour l</w:t>
      </w:r>
      <w:r w:rsidR="00E8465A">
        <w:t>’</w:t>
      </w:r>
      <w:r w:rsidRPr="007818BD">
        <w:t>arbre</w:t>
      </w:r>
      <w:r w:rsidR="00E8465A">
        <w:t>.</w:t>
      </w:r>
    </w:p>
    <w:p w14:paraId="2CEFEF74" w14:textId="77777777" w:rsidR="00E8465A" w:rsidRDefault="00E0544E" w:rsidP="00E0544E">
      <w:r w:rsidRPr="007818BD">
        <w:t>Des semaines</w:t>
      </w:r>
      <w:r w:rsidR="00E8465A">
        <w:t xml:space="preserve">, </w:t>
      </w:r>
      <w:r w:rsidRPr="007818BD">
        <w:t>des mois longs</w:t>
      </w:r>
      <w:r w:rsidR="00E8465A">
        <w:t xml:space="preserve">, </w:t>
      </w:r>
      <w:r w:rsidRPr="007818BD">
        <w:t>nombreux et tristes</w:t>
      </w:r>
      <w:r w:rsidR="00E8465A">
        <w:t xml:space="preserve">, </w:t>
      </w:r>
      <w:r w:rsidRPr="007818BD">
        <w:t>ont passé encore</w:t>
      </w:r>
      <w:r w:rsidR="00E8465A">
        <w:t xml:space="preserve">, </w:t>
      </w:r>
      <w:r w:rsidRPr="007818BD">
        <w:t>et Naples ne veut plus permettre à son idole de fuir ses hommages</w:t>
      </w:r>
      <w:r w:rsidR="00E8465A">
        <w:t xml:space="preserve">. </w:t>
      </w:r>
      <w:r w:rsidRPr="007818BD">
        <w:t>Le monde avec ses mille bras nous arrache toujours à nous-mêmes</w:t>
      </w:r>
      <w:r w:rsidR="00E8465A">
        <w:t xml:space="preserve">. </w:t>
      </w:r>
      <w:r w:rsidRPr="007818BD">
        <w:t>La voix de Viola se fait entendre de nouveau sur le théâtre</w:t>
      </w:r>
      <w:r w:rsidR="00E8465A">
        <w:t xml:space="preserve">, </w:t>
      </w:r>
      <w:r w:rsidRPr="007818BD">
        <w:t>image mystérieusement fidèle de la vie</w:t>
      </w:r>
      <w:r w:rsidR="00E8465A">
        <w:t xml:space="preserve">, </w:t>
      </w:r>
      <w:r w:rsidRPr="007818BD">
        <w:t>et fidèle surtout en ce que ce sont des apparences qui rempli</w:t>
      </w:r>
      <w:r w:rsidRPr="007818BD">
        <w:t>s</w:t>
      </w:r>
      <w:r w:rsidRPr="007818BD">
        <w:t>sent la scène</w:t>
      </w:r>
      <w:r w:rsidR="00E8465A">
        <w:t xml:space="preserve">, </w:t>
      </w:r>
      <w:r w:rsidRPr="007818BD">
        <w:t>et que nul ne s</w:t>
      </w:r>
      <w:r w:rsidR="00E8465A">
        <w:t>’</w:t>
      </w:r>
      <w:r w:rsidRPr="007818BD">
        <w:t>arrête pour s</w:t>
      </w:r>
      <w:r w:rsidR="00E8465A">
        <w:t>’</w:t>
      </w:r>
      <w:r w:rsidRPr="007818BD">
        <w:t>informer de quelles réalités ces apparences tiennent la place</w:t>
      </w:r>
      <w:r w:rsidR="00E8465A">
        <w:t xml:space="preserve">. </w:t>
      </w:r>
      <w:r w:rsidRPr="007818BD">
        <w:t>Lorsque l</w:t>
      </w:r>
      <w:r w:rsidR="00E8465A">
        <w:t>’</w:t>
      </w:r>
      <w:r w:rsidRPr="007818BD">
        <w:t>artiste ath</w:t>
      </w:r>
      <w:r w:rsidRPr="007818BD">
        <w:t>é</w:t>
      </w:r>
      <w:r w:rsidRPr="007818BD">
        <w:t>nien émut tous les cœurs en embrassant l</w:t>
      </w:r>
      <w:r w:rsidR="00E8465A">
        <w:t>’</w:t>
      </w:r>
      <w:r w:rsidRPr="007818BD">
        <w:t>urne funèbre</w:t>
      </w:r>
      <w:r w:rsidR="00E8465A">
        <w:t xml:space="preserve">, </w:t>
      </w:r>
      <w:r w:rsidRPr="007818BD">
        <w:t>et éclata en sanglots étouffés</w:t>
      </w:r>
      <w:r w:rsidR="00E8465A">
        <w:t xml:space="preserve">, </w:t>
      </w:r>
      <w:r w:rsidRPr="007818BD">
        <w:t>combien peu de spectateurs savaient que les cendres qu</w:t>
      </w:r>
      <w:r w:rsidR="00E8465A">
        <w:t>’</w:t>
      </w:r>
      <w:r w:rsidRPr="007818BD">
        <w:t>il portait étaient celles de son fils</w:t>
      </w:r>
      <w:r w:rsidR="00E8465A">
        <w:t> !</w:t>
      </w:r>
    </w:p>
    <w:p w14:paraId="29C37E89" w14:textId="77777777" w:rsidR="00E8465A" w:rsidRDefault="00E0544E" w:rsidP="00E0544E">
      <w:r w:rsidRPr="007818BD">
        <w:t>L</w:t>
      </w:r>
      <w:r w:rsidR="00E8465A">
        <w:t>’</w:t>
      </w:r>
      <w:r w:rsidRPr="007818BD">
        <w:t>or et la gloire furent prodigués l</w:t>
      </w:r>
      <w:r w:rsidR="00E8465A">
        <w:t>’</w:t>
      </w:r>
      <w:r w:rsidRPr="007818BD">
        <w:t>un et l</w:t>
      </w:r>
      <w:r w:rsidR="00E8465A">
        <w:t>’</w:t>
      </w:r>
      <w:r w:rsidRPr="007818BD">
        <w:t>autre à la jeune actrice</w:t>
      </w:r>
      <w:r w:rsidR="00E8465A">
        <w:t xml:space="preserve"> ; </w:t>
      </w:r>
      <w:r w:rsidRPr="007818BD">
        <w:t>elle n</w:t>
      </w:r>
      <w:r w:rsidR="00E8465A">
        <w:t>’</w:t>
      </w:r>
      <w:r w:rsidRPr="007818BD">
        <w:t>en demeura pas moins fidèle à la simplicité de son genre de vie</w:t>
      </w:r>
      <w:r w:rsidR="00E8465A">
        <w:t xml:space="preserve">, </w:t>
      </w:r>
      <w:r w:rsidRPr="007818BD">
        <w:t>à son humble demeure</w:t>
      </w:r>
      <w:r w:rsidR="00E8465A">
        <w:t xml:space="preserve">, </w:t>
      </w:r>
      <w:r w:rsidRPr="007818BD">
        <w:t>à son unique serva</w:t>
      </w:r>
      <w:r w:rsidRPr="007818BD">
        <w:t>n</w:t>
      </w:r>
      <w:r w:rsidRPr="007818BD">
        <w:t>te</w:t>
      </w:r>
      <w:r w:rsidR="00E8465A">
        <w:t xml:space="preserve">, </w:t>
      </w:r>
      <w:r w:rsidRPr="007818BD">
        <w:t>dont les défauts</w:t>
      </w:r>
      <w:r w:rsidR="00E8465A">
        <w:t xml:space="preserve">, </w:t>
      </w:r>
      <w:r w:rsidRPr="007818BD">
        <w:t>malgré l</w:t>
      </w:r>
      <w:r w:rsidR="00E8465A">
        <w:t>’</w:t>
      </w:r>
      <w:r w:rsidRPr="007818BD">
        <w:t>égoïsme dont ils étaient empreints</w:t>
      </w:r>
      <w:r w:rsidR="00E8465A">
        <w:t xml:space="preserve">, </w:t>
      </w:r>
      <w:r w:rsidRPr="007818BD">
        <w:t>échappaient à l</w:t>
      </w:r>
      <w:r w:rsidR="00E8465A">
        <w:t>’</w:t>
      </w:r>
      <w:r w:rsidRPr="007818BD">
        <w:t>inexpérience de Viola</w:t>
      </w:r>
      <w:r w:rsidR="00E8465A">
        <w:t xml:space="preserve">. </w:t>
      </w:r>
      <w:r w:rsidRPr="007818BD">
        <w:t>Et puis</w:t>
      </w:r>
      <w:r w:rsidR="00E8465A">
        <w:t xml:space="preserve">, </w:t>
      </w:r>
      <w:r w:rsidRPr="007818BD">
        <w:t>n</w:t>
      </w:r>
      <w:r w:rsidR="00E8465A">
        <w:t>’</w:t>
      </w:r>
      <w:r w:rsidRPr="007818BD">
        <w:t xml:space="preserve">était-ce pas </w:t>
      </w:r>
      <w:proofErr w:type="spellStart"/>
      <w:r w:rsidRPr="007818BD">
        <w:t>Gionetta</w:t>
      </w:r>
      <w:proofErr w:type="spellEnd"/>
      <w:r w:rsidRPr="007818BD">
        <w:t xml:space="preserve"> qui l</w:t>
      </w:r>
      <w:r w:rsidR="00E8465A">
        <w:t>’</w:t>
      </w:r>
      <w:r w:rsidRPr="007818BD">
        <w:t>avait d</w:t>
      </w:r>
      <w:r w:rsidRPr="007818BD">
        <w:t>é</w:t>
      </w:r>
      <w:r w:rsidRPr="007818BD">
        <w:t>posée</w:t>
      </w:r>
      <w:r w:rsidR="00E8465A">
        <w:t xml:space="preserve">, </w:t>
      </w:r>
      <w:r w:rsidRPr="007818BD">
        <w:t>à sa naissance</w:t>
      </w:r>
      <w:r w:rsidR="00E8465A">
        <w:t xml:space="preserve">, </w:t>
      </w:r>
      <w:r w:rsidRPr="007818BD">
        <w:t>dans les bras de son père</w:t>
      </w:r>
      <w:r w:rsidR="00E8465A">
        <w:t> ?</w:t>
      </w:r>
    </w:p>
    <w:p w14:paraId="0A98E412" w14:textId="77777777" w:rsidR="00E8465A" w:rsidRDefault="00E0544E" w:rsidP="00E0544E">
      <w:r w:rsidRPr="007818BD">
        <w:lastRenderedPageBreak/>
        <w:t>Elle était entourée de tous les pièges</w:t>
      </w:r>
      <w:r w:rsidR="00E8465A">
        <w:t xml:space="preserve">, </w:t>
      </w:r>
      <w:r w:rsidRPr="007818BD">
        <w:t>sollicitée par toutes les tentations qui po</w:t>
      </w:r>
      <w:r w:rsidRPr="007818BD">
        <w:t>u</w:t>
      </w:r>
      <w:r w:rsidRPr="007818BD">
        <w:t>vaient assaillir sa beauté sans défense et sa vocation dangereuse</w:t>
      </w:r>
      <w:r w:rsidR="00E8465A">
        <w:t xml:space="preserve"> ; </w:t>
      </w:r>
      <w:r w:rsidRPr="007818BD">
        <w:t>mais sa pure vertu les traversa tous sans tache</w:t>
      </w:r>
      <w:r w:rsidR="00E8465A">
        <w:t xml:space="preserve">. </w:t>
      </w:r>
      <w:r w:rsidRPr="007818BD">
        <w:t>Elle avait appris</w:t>
      </w:r>
      <w:r w:rsidR="00E8465A">
        <w:t xml:space="preserve">, </w:t>
      </w:r>
      <w:r w:rsidRPr="007818BD">
        <w:t>il est vrai</w:t>
      </w:r>
      <w:r w:rsidR="00E8465A">
        <w:t xml:space="preserve">, </w:t>
      </w:r>
      <w:r w:rsidRPr="007818BD">
        <w:t>de lèvres maintenant mue</w:t>
      </w:r>
      <w:r w:rsidRPr="007818BD">
        <w:t>t</w:t>
      </w:r>
      <w:r w:rsidRPr="007818BD">
        <w:t>tes</w:t>
      </w:r>
      <w:r w:rsidR="00E8465A">
        <w:t xml:space="preserve">, </w:t>
      </w:r>
      <w:r w:rsidRPr="007818BD">
        <w:t>les devoirs que l</w:t>
      </w:r>
      <w:r w:rsidR="00E8465A">
        <w:t>’</w:t>
      </w:r>
      <w:r w:rsidRPr="007818BD">
        <w:t>honneur et la religion imposent à une jeune fille</w:t>
      </w:r>
      <w:r w:rsidR="00E8465A">
        <w:t xml:space="preserve"> ; </w:t>
      </w:r>
      <w:r w:rsidRPr="007818BD">
        <w:t>et tout amour qui ne parlait pas de l</w:t>
      </w:r>
      <w:r w:rsidR="00E8465A">
        <w:t>’</w:t>
      </w:r>
      <w:r w:rsidRPr="007818BD">
        <w:t>autel était par elle r</w:t>
      </w:r>
      <w:r w:rsidRPr="007818BD">
        <w:t>e</w:t>
      </w:r>
      <w:r w:rsidRPr="007818BD">
        <w:t>poussé comme une insulte</w:t>
      </w:r>
      <w:r w:rsidR="00E8465A">
        <w:t xml:space="preserve">. </w:t>
      </w:r>
      <w:r w:rsidRPr="007818BD">
        <w:t>Mais elle avait aussi une autre sa</w:t>
      </w:r>
      <w:r w:rsidRPr="007818BD">
        <w:t>u</w:t>
      </w:r>
      <w:r w:rsidRPr="007818BD">
        <w:t>vegarde à mesure que la douleur et la solitude mûrissaient son cœur</w:t>
      </w:r>
      <w:r w:rsidR="00E8465A">
        <w:t xml:space="preserve">, </w:t>
      </w:r>
      <w:r w:rsidRPr="007818BD">
        <w:t>et développaient en elle une sensibilité dont la profo</w:t>
      </w:r>
      <w:r w:rsidRPr="007818BD">
        <w:t>n</w:t>
      </w:r>
      <w:r w:rsidRPr="007818BD">
        <w:t>deur la faisait parfois trembler</w:t>
      </w:r>
      <w:r w:rsidR="00E8465A">
        <w:t xml:space="preserve"> ; </w:t>
      </w:r>
      <w:r w:rsidRPr="007818BD">
        <w:t>les vagues visions de son enfa</w:t>
      </w:r>
      <w:r w:rsidRPr="007818BD">
        <w:t>n</w:t>
      </w:r>
      <w:r w:rsidRPr="007818BD">
        <w:t>ce se fixèrent dans une forme idéale d</w:t>
      </w:r>
      <w:r w:rsidR="00E8465A">
        <w:t>’</w:t>
      </w:r>
      <w:r w:rsidRPr="007818BD">
        <w:t>amour</w:t>
      </w:r>
      <w:r w:rsidR="00E8465A">
        <w:t xml:space="preserve">. </w:t>
      </w:r>
      <w:r w:rsidRPr="007818BD">
        <w:t>Jusqu</w:t>
      </w:r>
      <w:r w:rsidR="00E8465A">
        <w:t>’</w:t>
      </w:r>
      <w:r w:rsidRPr="007818BD">
        <w:t>à ce que cet idéal soit enfin rencontré</w:t>
      </w:r>
      <w:r w:rsidR="00E8465A">
        <w:t xml:space="preserve">, </w:t>
      </w:r>
      <w:r w:rsidRPr="007818BD">
        <w:t>comme l</w:t>
      </w:r>
      <w:r w:rsidR="00E8465A">
        <w:t>’</w:t>
      </w:r>
      <w:r w:rsidRPr="007818BD">
        <w:t>ombre qu</w:t>
      </w:r>
      <w:r w:rsidR="00E8465A">
        <w:t>’</w:t>
      </w:r>
      <w:r w:rsidRPr="007818BD">
        <w:t>il projette devant lui nous rend de glace à toute réalité</w:t>
      </w:r>
      <w:r w:rsidR="00E8465A">
        <w:t xml:space="preserve"> ! </w:t>
      </w:r>
      <w:r w:rsidRPr="007818BD">
        <w:t>Toujours et irrésistibl</w:t>
      </w:r>
      <w:r w:rsidRPr="007818BD">
        <w:t>e</w:t>
      </w:r>
      <w:r w:rsidRPr="007818BD">
        <w:t>ment</w:t>
      </w:r>
      <w:r w:rsidR="00E8465A">
        <w:t xml:space="preserve">, </w:t>
      </w:r>
      <w:r w:rsidRPr="007818BD">
        <w:t>avec cet idéal</w:t>
      </w:r>
      <w:r w:rsidR="00E8465A">
        <w:t xml:space="preserve">, </w:t>
      </w:r>
      <w:r w:rsidRPr="007818BD">
        <w:t>revenaient</w:t>
      </w:r>
      <w:r w:rsidR="00E8465A">
        <w:t xml:space="preserve">, </w:t>
      </w:r>
      <w:r w:rsidRPr="007818BD">
        <w:t>en apportant avec elles un ce</w:t>
      </w:r>
      <w:r w:rsidRPr="007818BD">
        <w:t>r</w:t>
      </w:r>
      <w:r w:rsidRPr="007818BD">
        <w:t>tain effroi involontaire</w:t>
      </w:r>
      <w:r w:rsidR="00E8465A">
        <w:t xml:space="preserve">, </w:t>
      </w:r>
      <w:r w:rsidRPr="007818BD">
        <w:t>l</w:t>
      </w:r>
      <w:r w:rsidR="00E8465A">
        <w:t>’</w:t>
      </w:r>
      <w:r w:rsidRPr="007818BD">
        <w:t>image et la voix de l</w:t>
      </w:r>
      <w:r w:rsidR="00E8465A">
        <w:t>’</w:t>
      </w:r>
      <w:r w:rsidRPr="007818BD">
        <w:t>étranger</w:t>
      </w:r>
      <w:r w:rsidR="00E8465A">
        <w:t xml:space="preserve">. </w:t>
      </w:r>
      <w:r w:rsidRPr="007818BD">
        <w:t>Près de deux ans</w:t>
      </w:r>
      <w:r>
        <w:t xml:space="preserve"> </w:t>
      </w:r>
      <w:r w:rsidRPr="007818BD">
        <w:t>s</w:t>
      </w:r>
      <w:r w:rsidR="00E8465A">
        <w:t>’</w:t>
      </w:r>
      <w:r w:rsidRPr="007818BD">
        <w:t>étaient passés depuis qu</w:t>
      </w:r>
      <w:r w:rsidR="00E8465A">
        <w:t>’</w:t>
      </w:r>
      <w:r w:rsidRPr="007818BD">
        <w:t>il avait paru à Naples</w:t>
      </w:r>
      <w:r w:rsidR="00E8465A">
        <w:t xml:space="preserve">. </w:t>
      </w:r>
      <w:r w:rsidRPr="007818BD">
        <w:t>Tout ce qu</w:t>
      </w:r>
      <w:r w:rsidR="00E8465A">
        <w:t>’</w:t>
      </w:r>
      <w:r w:rsidRPr="007818BD">
        <w:t>on avait su de lui</w:t>
      </w:r>
      <w:r w:rsidR="00E8465A">
        <w:t xml:space="preserve">, </w:t>
      </w:r>
      <w:r w:rsidRPr="007818BD">
        <w:t>c</w:t>
      </w:r>
      <w:r w:rsidR="00E8465A">
        <w:t>’</w:t>
      </w:r>
      <w:r w:rsidRPr="007818BD">
        <w:t>est que</w:t>
      </w:r>
      <w:r w:rsidR="00E8465A">
        <w:t xml:space="preserve">, </w:t>
      </w:r>
      <w:r w:rsidRPr="007818BD">
        <w:t>quelques mois après son d</w:t>
      </w:r>
      <w:r w:rsidRPr="007818BD">
        <w:t>é</w:t>
      </w:r>
      <w:r w:rsidRPr="007818BD">
        <w:t>part</w:t>
      </w:r>
      <w:r w:rsidR="00E8465A">
        <w:t xml:space="preserve">, </w:t>
      </w:r>
      <w:r w:rsidRPr="007818BD">
        <w:t>son navire</w:t>
      </w:r>
      <w:r w:rsidR="00E8465A">
        <w:t>-</w:t>
      </w:r>
      <w:r w:rsidRPr="007818BD">
        <w:t>avait reçu l</w:t>
      </w:r>
      <w:r w:rsidR="00E8465A">
        <w:t>’</w:t>
      </w:r>
      <w:r w:rsidRPr="007818BD">
        <w:t>ordre de partir pour Livourne</w:t>
      </w:r>
      <w:r w:rsidR="00E8465A">
        <w:t xml:space="preserve">. </w:t>
      </w:r>
      <w:r w:rsidRPr="007818BD">
        <w:t>N</w:t>
      </w:r>
      <w:r w:rsidRPr="007818BD">
        <w:t>a</w:t>
      </w:r>
      <w:r w:rsidRPr="007818BD">
        <w:t>ples dont la curiosité avait été si vivement éveillée par son exi</w:t>
      </w:r>
      <w:r w:rsidRPr="007818BD">
        <w:t>s</w:t>
      </w:r>
      <w:r w:rsidRPr="007818BD">
        <w:t>tence</w:t>
      </w:r>
      <w:r w:rsidR="00E8465A">
        <w:t xml:space="preserve">, </w:t>
      </w:r>
      <w:r w:rsidRPr="007818BD">
        <w:t>en apparence extraordinaire</w:t>
      </w:r>
      <w:r w:rsidR="00E8465A">
        <w:t xml:space="preserve">, </w:t>
      </w:r>
      <w:r w:rsidRPr="007818BD">
        <w:t>l</w:t>
      </w:r>
      <w:r w:rsidR="00E8465A">
        <w:t>’</w:t>
      </w:r>
      <w:r w:rsidRPr="007818BD">
        <w:t>avait à peu près oublié</w:t>
      </w:r>
      <w:r w:rsidR="00E8465A">
        <w:t xml:space="preserve"> ; </w:t>
      </w:r>
      <w:r w:rsidRPr="007818BD">
        <w:t>mais le cœur de Viola était plus fidèle</w:t>
      </w:r>
      <w:r w:rsidR="00E8465A">
        <w:t xml:space="preserve">. </w:t>
      </w:r>
      <w:r w:rsidRPr="007818BD">
        <w:t>Souvent l</w:t>
      </w:r>
      <w:r w:rsidR="00E8465A">
        <w:t>’</w:t>
      </w:r>
      <w:r w:rsidRPr="007818BD">
        <w:t>inconnu passa dans les songes</w:t>
      </w:r>
      <w:r w:rsidR="00E8465A">
        <w:t xml:space="preserve">, </w:t>
      </w:r>
      <w:r w:rsidRPr="007818BD">
        <w:t>de l</w:t>
      </w:r>
      <w:r w:rsidR="00E8465A">
        <w:t>’</w:t>
      </w:r>
      <w:r w:rsidRPr="007818BD">
        <w:t>artiste</w:t>
      </w:r>
      <w:r w:rsidR="00E8465A">
        <w:t xml:space="preserve">, </w:t>
      </w:r>
      <w:r w:rsidRPr="007818BD">
        <w:t>et</w:t>
      </w:r>
      <w:r w:rsidR="00E8465A">
        <w:t xml:space="preserve">, </w:t>
      </w:r>
      <w:r w:rsidRPr="007818BD">
        <w:t>quand le vent soufflait dans l</w:t>
      </w:r>
      <w:r w:rsidR="00E8465A">
        <w:t>’</w:t>
      </w:r>
      <w:r w:rsidRPr="007818BD">
        <w:t>arbre emblématique uni à son souvenir</w:t>
      </w:r>
      <w:r w:rsidR="00E8465A">
        <w:t xml:space="preserve">, </w:t>
      </w:r>
      <w:r w:rsidRPr="007818BD">
        <w:t>elle tressaillait en tremblant et en rougissant</w:t>
      </w:r>
      <w:r w:rsidR="00E8465A">
        <w:t xml:space="preserve">, </w:t>
      </w:r>
      <w:r w:rsidRPr="007818BD">
        <w:t>comme si elle eût entendu sa voix</w:t>
      </w:r>
      <w:r w:rsidR="00E8465A">
        <w:t>.</w:t>
      </w:r>
    </w:p>
    <w:p w14:paraId="0A75971B" w14:textId="77777777" w:rsidR="00E8465A" w:rsidRDefault="00E0544E" w:rsidP="00E0544E">
      <w:r w:rsidRPr="007818BD">
        <w:t>Dans le cortège de ses</w:t>
      </w:r>
      <w:r w:rsidR="00E8465A">
        <w:t>-</w:t>
      </w:r>
      <w:r w:rsidRPr="007818BD">
        <w:t>admirateurs</w:t>
      </w:r>
      <w:r w:rsidR="00E8465A">
        <w:t xml:space="preserve">, </w:t>
      </w:r>
      <w:r w:rsidRPr="007818BD">
        <w:t>il en était un qu</w:t>
      </w:r>
      <w:r w:rsidR="00E8465A">
        <w:t>’</w:t>
      </w:r>
      <w:r w:rsidRPr="007818BD">
        <w:t>elle écoutait avec moins d</w:t>
      </w:r>
      <w:r w:rsidR="00E8465A">
        <w:t>’</w:t>
      </w:r>
      <w:r w:rsidRPr="007818BD">
        <w:t>ennui que le reste</w:t>
      </w:r>
      <w:r w:rsidR="00E8465A">
        <w:t xml:space="preserve"> ; </w:t>
      </w:r>
      <w:r w:rsidRPr="007818BD">
        <w:t>en partie</w:t>
      </w:r>
      <w:r w:rsidR="00E8465A">
        <w:t xml:space="preserve">, </w:t>
      </w:r>
      <w:r w:rsidRPr="007818BD">
        <w:t>sans doute</w:t>
      </w:r>
      <w:r w:rsidR="00E8465A">
        <w:t xml:space="preserve">, </w:t>
      </w:r>
      <w:r w:rsidRPr="007818BD">
        <w:t>parce qu</w:t>
      </w:r>
      <w:r w:rsidR="00E8465A">
        <w:t>’</w:t>
      </w:r>
      <w:r w:rsidRPr="007818BD">
        <w:t>il parlait la langue de sa mère</w:t>
      </w:r>
      <w:r w:rsidR="00E8465A">
        <w:t xml:space="preserve">, </w:t>
      </w:r>
      <w:r w:rsidRPr="007818BD">
        <w:t>et en partie aussi parce que sa timidité n</w:t>
      </w:r>
      <w:r w:rsidR="00E8465A">
        <w:t>’</w:t>
      </w:r>
      <w:r w:rsidRPr="007818BD">
        <w:t>avait rien qui pût alarmer ou déplaire</w:t>
      </w:r>
      <w:r w:rsidR="00E8465A">
        <w:t xml:space="preserve">. </w:t>
      </w:r>
      <w:r w:rsidRPr="007818BD">
        <w:t>Sa pos</w:t>
      </w:r>
      <w:r w:rsidRPr="007818BD">
        <w:t>i</w:t>
      </w:r>
      <w:r w:rsidRPr="007818BD">
        <w:t>tion d</w:t>
      </w:r>
      <w:r w:rsidR="00E8465A">
        <w:t>’</w:t>
      </w:r>
      <w:r w:rsidRPr="007818BD">
        <w:t>ailleurs</w:t>
      </w:r>
      <w:r w:rsidR="00E8465A">
        <w:t xml:space="preserve">, </w:t>
      </w:r>
      <w:r w:rsidRPr="007818BD">
        <w:t>moins élevée que celle des jeunes seigneurs n</w:t>
      </w:r>
      <w:r w:rsidRPr="007818BD">
        <w:t>a</w:t>
      </w:r>
      <w:r w:rsidRPr="007818BD">
        <w:t>politains dont elle était assiégée</w:t>
      </w:r>
      <w:r w:rsidR="00E8465A">
        <w:t xml:space="preserve">, </w:t>
      </w:r>
      <w:r w:rsidRPr="007818BD">
        <w:t>ôtait à son admiration tout c</w:t>
      </w:r>
      <w:r w:rsidRPr="007818BD">
        <w:t>a</w:t>
      </w:r>
      <w:r w:rsidRPr="007818BD">
        <w:t>ractère insultant</w:t>
      </w:r>
      <w:r w:rsidR="00E8465A">
        <w:t xml:space="preserve"> ; </w:t>
      </w:r>
      <w:r w:rsidRPr="007818BD">
        <w:t>enfin</w:t>
      </w:r>
      <w:r w:rsidR="00E8465A">
        <w:t xml:space="preserve">, </w:t>
      </w:r>
      <w:r w:rsidRPr="007818BD">
        <w:t>éloquent et rêveur lui-même</w:t>
      </w:r>
      <w:r w:rsidR="00E8465A">
        <w:t xml:space="preserve">, </w:t>
      </w:r>
      <w:r w:rsidRPr="007818BD">
        <w:t>il expr</w:t>
      </w:r>
      <w:r w:rsidRPr="007818BD">
        <w:t>i</w:t>
      </w:r>
      <w:r w:rsidRPr="007818BD">
        <w:t xml:space="preserve">mait souvent des pensées qui </w:t>
      </w:r>
      <w:r w:rsidRPr="007818BD">
        <w:lastRenderedPageBreak/>
        <w:t>semblaient comme l</w:t>
      </w:r>
      <w:r w:rsidR="00E8465A">
        <w:t>’</w:t>
      </w:r>
      <w:r w:rsidRPr="007818BD">
        <w:t>écho de celles qu</w:t>
      </w:r>
      <w:r w:rsidR="00E8465A">
        <w:t>’</w:t>
      </w:r>
      <w:r w:rsidRPr="007818BD">
        <w:t>elle gardait ensevelies dans les plus profonds replis de son cœur</w:t>
      </w:r>
      <w:r w:rsidR="00E8465A">
        <w:t xml:space="preserve">. </w:t>
      </w:r>
      <w:r w:rsidRPr="007818BD">
        <w:t>Elle se prit de goût pour lui</w:t>
      </w:r>
      <w:r w:rsidR="00E8465A">
        <w:t xml:space="preserve">, </w:t>
      </w:r>
      <w:r w:rsidRPr="007818BD">
        <w:t>peut-être d</w:t>
      </w:r>
      <w:r w:rsidR="00E8465A">
        <w:t>’</w:t>
      </w:r>
      <w:r w:rsidRPr="007818BD">
        <w:t>affection</w:t>
      </w:r>
      <w:r w:rsidR="00E8465A">
        <w:t xml:space="preserve">, </w:t>
      </w:r>
      <w:r w:rsidRPr="007818BD">
        <w:t>mais d</w:t>
      </w:r>
      <w:r w:rsidR="00E8465A">
        <w:t>’</w:t>
      </w:r>
      <w:r w:rsidRPr="007818BD">
        <w:t>une tendresse de sœur</w:t>
      </w:r>
      <w:r w:rsidR="00E8465A">
        <w:t xml:space="preserve">. </w:t>
      </w:r>
      <w:r w:rsidRPr="007818BD">
        <w:t>Une familiarité privilégiée s</w:t>
      </w:r>
      <w:r w:rsidR="00E8465A">
        <w:t>’</w:t>
      </w:r>
      <w:r w:rsidRPr="007818BD">
        <w:t>établit e</w:t>
      </w:r>
      <w:r w:rsidRPr="007818BD">
        <w:t>n</w:t>
      </w:r>
      <w:r w:rsidRPr="007818BD">
        <w:t>tre eux</w:t>
      </w:r>
      <w:r w:rsidR="00E8465A">
        <w:t xml:space="preserve">. </w:t>
      </w:r>
      <w:r w:rsidRPr="007818BD">
        <w:t>Si dans le cœur de l</w:t>
      </w:r>
      <w:r w:rsidR="00E8465A">
        <w:t>’</w:t>
      </w:r>
      <w:r w:rsidRPr="007818BD">
        <w:t>Anglais s</w:t>
      </w:r>
      <w:r w:rsidR="00E8465A">
        <w:t>’</w:t>
      </w:r>
      <w:r w:rsidRPr="007818BD">
        <w:t>élevèrent jamais des esp</w:t>
      </w:r>
      <w:r w:rsidRPr="007818BD">
        <w:t>é</w:t>
      </w:r>
      <w:r w:rsidRPr="007818BD">
        <w:t>rances i</w:t>
      </w:r>
      <w:r w:rsidRPr="007818BD">
        <w:t>n</w:t>
      </w:r>
      <w:r w:rsidRPr="007818BD">
        <w:t>sensées et indignes d</w:t>
      </w:r>
      <w:r w:rsidR="00E8465A">
        <w:t>’</w:t>
      </w:r>
      <w:r w:rsidRPr="007818BD">
        <w:t>elle</w:t>
      </w:r>
      <w:r w:rsidR="00E8465A">
        <w:t xml:space="preserve">, </w:t>
      </w:r>
      <w:r w:rsidRPr="007818BD">
        <w:t>il ne le savait jamais du moins jusqu</w:t>
      </w:r>
      <w:r w:rsidR="00E8465A">
        <w:t>’</w:t>
      </w:r>
      <w:r w:rsidRPr="007818BD">
        <w:t>alors exprimées</w:t>
      </w:r>
      <w:r w:rsidR="00E8465A">
        <w:t>.</w:t>
      </w:r>
    </w:p>
    <w:p w14:paraId="1EAB994B" w14:textId="77777777" w:rsidR="00E8465A" w:rsidRDefault="00E0544E" w:rsidP="00E0544E">
      <w:r w:rsidRPr="007818BD">
        <w:t>Viola</w:t>
      </w:r>
      <w:r w:rsidR="00E8465A">
        <w:t xml:space="preserve"> ! </w:t>
      </w:r>
      <w:r w:rsidRPr="007818BD">
        <w:t>pauvre fille isolée</w:t>
      </w:r>
      <w:r w:rsidR="00E8465A">
        <w:t xml:space="preserve">, </w:t>
      </w:r>
      <w:r w:rsidRPr="007818BD">
        <w:t>n</w:t>
      </w:r>
      <w:r w:rsidR="00E8465A">
        <w:t>’</w:t>
      </w:r>
      <w:r w:rsidRPr="007818BD">
        <w:t>y a-t-il la aucun danger pour toi</w:t>
      </w:r>
      <w:r w:rsidR="00E8465A">
        <w:t xml:space="preserve"> ? </w:t>
      </w:r>
      <w:r w:rsidRPr="007818BD">
        <w:t>ou bien le danger n</w:t>
      </w:r>
      <w:r w:rsidR="00E8465A">
        <w:t>’</w:t>
      </w:r>
      <w:r w:rsidRPr="007818BD">
        <w:t>est-il pas plus grand encore dans l</w:t>
      </w:r>
      <w:r w:rsidR="00E8465A">
        <w:t>’</w:t>
      </w:r>
      <w:r w:rsidRPr="007818BD">
        <w:t>idéal que tu cherches</w:t>
      </w:r>
      <w:r w:rsidR="00E8465A">
        <w:t> ?</w:t>
      </w:r>
    </w:p>
    <w:p w14:paraId="6FDF7133" w14:textId="77777777" w:rsidR="00E8465A" w:rsidRDefault="00E0544E" w:rsidP="00E0544E">
      <w:r w:rsidRPr="007818BD">
        <w:t>Ici s</w:t>
      </w:r>
      <w:r w:rsidR="00E8465A">
        <w:t>’</w:t>
      </w:r>
      <w:r w:rsidRPr="007818BD">
        <w:t>arrête ce prélude</w:t>
      </w:r>
      <w:r w:rsidR="00E8465A">
        <w:t xml:space="preserve">, </w:t>
      </w:r>
      <w:r w:rsidRPr="007818BD">
        <w:t>comme l</w:t>
      </w:r>
      <w:r w:rsidR="00E8465A">
        <w:t>’</w:t>
      </w:r>
      <w:r w:rsidRPr="007818BD">
        <w:t>ouverture de quelque spe</w:t>
      </w:r>
      <w:r w:rsidRPr="007818BD">
        <w:t>c</w:t>
      </w:r>
      <w:r w:rsidRPr="007818BD">
        <w:t>tacle étrange et surnat</w:t>
      </w:r>
      <w:r w:rsidRPr="007818BD">
        <w:t>u</w:t>
      </w:r>
      <w:r w:rsidRPr="007818BD">
        <w:t>rel</w:t>
      </w:r>
      <w:r w:rsidR="00E8465A">
        <w:t xml:space="preserve">. </w:t>
      </w:r>
      <w:r w:rsidRPr="007818BD">
        <w:t>En veux-tu entendre davantage</w:t>
      </w:r>
      <w:r w:rsidR="00E8465A">
        <w:t xml:space="preserve"> ? </w:t>
      </w:r>
      <w:r w:rsidRPr="007818BD">
        <w:t>Viens donc</w:t>
      </w:r>
      <w:r w:rsidR="00E8465A">
        <w:t xml:space="preserve">, </w:t>
      </w:r>
      <w:r w:rsidRPr="007818BD">
        <w:t>et viens avec la foi</w:t>
      </w:r>
      <w:r w:rsidR="00E8465A">
        <w:t xml:space="preserve">. </w:t>
      </w:r>
      <w:r w:rsidRPr="007818BD">
        <w:t>Je ne demande pas les yeux fe</w:t>
      </w:r>
      <w:r w:rsidRPr="007818BD">
        <w:t>r</w:t>
      </w:r>
      <w:r w:rsidRPr="007818BD">
        <w:t>més</w:t>
      </w:r>
      <w:r w:rsidR="00E8465A">
        <w:t xml:space="preserve">, </w:t>
      </w:r>
      <w:r w:rsidRPr="007818BD">
        <w:t>mais une intelligence ouverte</w:t>
      </w:r>
      <w:r w:rsidR="00E8465A">
        <w:t xml:space="preserve">. </w:t>
      </w:r>
      <w:r w:rsidRPr="007818BD">
        <w:t>Semblable à l</w:t>
      </w:r>
      <w:r w:rsidR="00E8465A">
        <w:t>’</w:t>
      </w:r>
      <w:r w:rsidRPr="007818BD">
        <w:t>île enchantée</w:t>
      </w:r>
      <w:r w:rsidR="00E8465A">
        <w:t xml:space="preserve">, </w:t>
      </w:r>
      <w:r w:rsidRPr="007818BD">
        <w:t>loin des demeures des hommes</w:t>
      </w:r>
      <w:r w:rsidR="00E8465A">
        <w:t>.</w:t>
      </w:r>
    </w:p>
    <w:p w14:paraId="55C07716" w14:textId="38249E73" w:rsidR="00E0544E" w:rsidRPr="007818BD" w:rsidRDefault="00E0544E" w:rsidP="00E8465A">
      <w:pPr>
        <w:spacing w:before="0" w:after="0"/>
        <w:ind w:firstLine="0"/>
        <w:jc w:val="center"/>
        <w:rPr>
          <w:rStyle w:val="Taille-1Caracteres"/>
        </w:rPr>
      </w:pPr>
      <w:r w:rsidRPr="007818BD">
        <w:rPr>
          <w:rStyle w:val="Taille-1Caracteres"/>
        </w:rPr>
        <w:t xml:space="preserve">Ove </w:t>
      </w:r>
      <w:proofErr w:type="spellStart"/>
      <w:r w:rsidRPr="007818BD">
        <w:rPr>
          <w:rStyle w:val="Taille-1Caracteres"/>
        </w:rPr>
        <w:t>alcun</w:t>
      </w:r>
      <w:proofErr w:type="spellEnd"/>
      <w:r w:rsidRPr="007818BD">
        <w:rPr>
          <w:rStyle w:val="Taille-1Caracteres"/>
        </w:rPr>
        <w:t xml:space="preserve"> </w:t>
      </w:r>
      <w:proofErr w:type="spellStart"/>
      <w:r w:rsidRPr="007818BD">
        <w:rPr>
          <w:rStyle w:val="Taille-1Caracteres"/>
        </w:rPr>
        <w:t>legno</w:t>
      </w:r>
      <w:proofErr w:type="spellEnd"/>
    </w:p>
    <w:p w14:paraId="019C9B30" w14:textId="77777777" w:rsidR="00E8465A" w:rsidRDefault="00E0544E" w:rsidP="00E8465A">
      <w:pPr>
        <w:spacing w:before="0" w:after="0"/>
        <w:ind w:firstLine="0"/>
        <w:jc w:val="center"/>
        <w:rPr>
          <w:rStyle w:val="Taille-1Caracteres"/>
        </w:rPr>
      </w:pPr>
      <w:proofErr w:type="spellStart"/>
      <w:r w:rsidRPr="007818BD">
        <w:rPr>
          <w:rStyle w:val="Taille-1Caracteres"/>
        </w:rPr>
        <w:t>Rado</w:t>
      </w:r>
      <w:proofErr w:type="spellEnd"/>
      <w:r w:rsidR="00E8465A">
        <w:rPr>
          <w:rStyle w:val="Taille-1Caracteres"/>
        </w:rPr>
        <w:t xml:space="preserve">, </w:t>
      </w:r>
      <w:r w:rsidRPr="007818BD">
        <w:rPr>
          <w:rStyle w:val="Taille-1Caracteres"/>
        </w:rPr>
        <w:t xml:space="preserve">o non mai va dalle </w:t>
      </w:r>
      <w:proofErr w:type="spellStart"/>
      <w:r w:rsidRPr="007818BD">
        <w:rPr>
          <w:rStyle w:val="Taille-1Caracteres"/>
        </w:rPr>
        <w:t>nostre</w:t>
      </w:r>
      <w:proofErr w:type="spellEnd"/>
      <w:r w:rsidRPr="007818BD">
        <w:rPr>
          <w:rStyle w:val="Taille-1Caracteres"/>
        </w:rPr>
        <w:t xml:space="preserve"> </w:t>
      </w:r>
      <w:proofErr w:type="spellStart"/>
      <w:r w:rsidRPr="007818BD">
        <w:rPr>
          <w:rStyle w:val="Taille-1Caracteres"/>
        </w:rPr>
        <w:t>sponde</w:t>
      </w:r>
      <w:proofErr w:type="spellEnd"/>
      <w:r w:rsidR="00E8465A">
        <w:rPr>
          <w:rStyle w:val="Taille-1Caracteres"/>
        </w:rPr>
        <w:t xml:space="preserve">. </w:t>
      </w:r>
      <w:r w:rsidRPr="007818BD">
        <w:rPr>
          <w:rStyle w:val="Appelnotedebasdep"/>
          <w:szCs w:val="28"/>
        </w:rPr>
        <w:footnoteReference w:id="20"/>
      </w:r>
    </w:p>
    <w:p w14:paraId="1B36C334" w14:textId="4180B495" w:rsidR="00E8465A" w:rsidRDefault="00E8465A" w:rsidP="000200A6">
      <w:pPr>
        <w:ind w:firstLine="0"/>
        <w:jc w:val="right"/>
        <w:rPr>
          <w:rStyle w:val="Taille-1Caracteres"/>
        </w:rPr>
      </w:pPr>
      <w:r>
        <w:rPr>
          <w:rStyle w:val="Taille-1Caracteres"/>
        </w:rPr>
        <w:t>(</w:t>
      </w:r>
      <w:r w:rsidR="00E0544E" w:rsidRPr="007818BD">
        <w:rPr>
          <w:rStyle w:val="Taille-1Caracteres"/>
        </w:rPr>
        <w:t>Ger</w:t>
      </w:r>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XIV</w:t>
      </w:r>
      <w:r>
        <w:rPr>
          <w:rStyle w:val="Taille-1Caracteres"/>
        </w:rPr>
        <w:t xml:space="preserve">. </w:t>
      </w:r>
      <w:r w:rsidR="00E0544E" w:rsidRPr="007818BD">
        <w:rPr>
          <w:rStyle w:val="Taille-1Caracteres"/>
        </w:rPr>
        <w:t>69</w:t>
      </w:r>
      <w:r>
        <w:rPr>
          <w:rStyle w:val="Taille-1Caracteres"/>
        </w:rPr>
        <w:t>.)</w:t>
      </w:r>
    </w:p>
    <w:p w14:paraId="4836464A" w14:textId="77777777" w:rsidR="00E8465A" w:rsidRDefault="00E0544E" w:rsidP="00E0544E">
      <w:pPr>
        <w:pStyle w:val="NormalSansIndent"/>
      </w:pPr>
      <w:r w:rsidRPr="007818BD">
        <w:t>se trouve cet espace dans l</w:t>
      </w:r>
      <w:r w:rsidR="00E8465A">
        <w:t>’</w:t>
      </w:r>
      <w:r w:rsidRPr="007818BD">
        <w:t>océan fatigant de la vie réelle</w:t>
      </w:r>
      <w:r w:rsidR="00E8465A">
        <w:t xml:space="preserve">, </w:t>
      </w:r>
      <w:r w:rsidRPr="007818BD">
        <w:t>vers lequel la muse ou la sibylle</w:t>
      </w:r>
      <w:r w:rsidR="00E8465A">
        <w:t xml:space="preserve"> (</w:t>
      </w:r>
      <w:r w:rsidRPr="007818BD">
        <w:t>antique par les années</w:t>
      </w:r>
      <w:r w:rsidR="00E8465A">
        <w:t xml:space="preserve">, </w:t>
      </w:r>
      <w:r w:rsidRPr="007818BD">
        <w:t>mais to</w:t>
      </w:r>
      <w:r w:rsidRPr="007818BD">
        <w:t>u</w:t>
      </w:r>
      <w:r w:rsidRPr="007818BD">
        <w:t>jours belle d</w:t>
      </w:r>
      <w:r w:rsidR="00E8465A">
        <w:t>’</w:t>
      </w:r>
      <w:r w:rsidRPr="007818BD">
        <w:t>une immortelle jeunesse</w:t>
      </w:r>
      <w:r w:rsidR="00E8465A">
        <w:t xml:space="preserve">) </w:t>
      </w:r>
      <w:r w:rsidRPr="007818BD">
        <w:t>veut diriger à travers les flots ton saint pèlerinage</w:t>
      </w:r>
      <w:r w:rsidR="00E8465A">
        <w:t>.</w:t>
      </w:r>
    </w:p>
    <w:p w14:paraId="287602E5" w14:textId="1EEB6960" w:rsidR="00E0544E" w:rsidRPr="007818BD" w:rsidRDefault="00E0544E" w:rsidP="00E0544E">
      <w:pPr>
        <w:pStyle w:val="NormalRetraitGauche2X"/>
        <w:spacing w:before="0" w:after="0"/>
        <w:rPr>
          <w:rStyle w:val="Taille-1Caracteres"/>
        </w:rPr>
      </w:pPr>
      <w:proofErr w:type="spellStart"/>
      <w:r w:rsidRPr="007818BD">
        <w:rPr>
          <w:rStyle w:val="Taille-1Caracteres"/>
        </w:rPr>
        <w:t>Quinci</w:t>
      </w:r>
      <w:proofErr w:type="spellEnd"/>
      <w:r w:rsidRPr="007818BD">
        <w:rPr>
          <w:rStyle w:val="Taille-1Caracteres"/>
        </w:rPr>
        <w:t xml:space="preserve"> </w:t>
      </w:r>
      <w:proofErr w:type="spellStart"/>
      <w:r w:rsidRPr="007818BD">
        <w:rPr>
          <w:rStyle w:val="Taille-1Caracteres"/>
        </w:rPr>
        <w:t>ella</w:t>
      </w:r>
      <w:proofErr w:type="spellEnd"/>
      <w:r w:rsidRPr="007818BD">
        <w:rPr>
          <w:rStyle w:val="Taille-1Caracteres"/>
        </w:rPr>
        <w:t xml:space="preserve"> in </w:t>
      </w:r>
      <w:proofErr w:type="spellStart"/>
      <w:r w:rsidRPr="007818BD">
        <w:rPr>
          <w:rStyle w:val="Taille-1Caracteres"/>
        </w:rPr>
        <w:t>cima</w:t>
      </w:r>
      <w:proofErr w:type="spellEnd"/>
      <w:r w:rsidRPr="007818BD">
        <w:rPr>
          <w:rStyle w:val="Taille-1Caracteres"/>
        </w:rPr>
        <w:t xml:space="preserve"> a </w:t>
      </w:r>
      <w:proofErr w:type="spellStart"/>
      <w:r w:rsidRPr="007818BD">
        <w:rPr>
          <w:rStyle w:val="Taille-1Caracteres"/>
        </w:rPr>
        <w:t>una</w:t>
      </w:r>
      <w:proofErr w:type="spellEnd"/>
      <w:r w:rsidRPr="007818BD">
        <w:rPr>
          <w:rStyle w:val="Taille-1Caracteres"/>
        </w:rPr>
        <w:t xml:space="preserve"> </w:t>
      </w:r>
      <w:proofErr w:type="spellStart"/>
      <w:r w:rsidRPr="007818BD">
        <w:rPr>
          <w:rStyle w:val="Taille-1Caracteres"/>
        </w:rPr>
        <w:t>montagna</w:t>
      </w:r>
      <w:proofErr w:type="spellEnd"/>
      <w:r w:rsidRPr="007818BD">
        <w:rPr>
          <w:rStyle w:val="Taille-1Caracteres"/>
        </w:rPr>
        <w:t xml:space="preserve"> </w:t>
      </w:r>
      <w:proofErr w:type="spellStart"/>
      <w:r w:rsidRPr="007818BD">
        <w:rPr>
          <w:rStyle w:val="Taille-1Caracteres"/>
        </w:rPr>
        <w:t>ascende</w:t>
      </w:r>
      <w:proofErr w:type="spellEnd"/>
    </w:p>
    <w:p w14:paraId="0088FC94" w14:textId="77777777" w:rsidR="00E8465A" w:rsidRDefault="00E0544E" w:rsidP="00E0544E">
      <w:pPr>
        <w:pStyle w:val="NormalRetraitGauche2X"/>
        <w:spacing w:before="0" w:after="0"/>
        <w:rPr>
          <w:rStyle w:val="Taille-1Caracteres"/>
        </w:rPr>
      </w:pPr>
      <w:proofErr w:type="spellStart"/>
      <w:r w:rsidRPr="007818BD">
        <w:rPr>
          <w:rStyle w:val="Taille-1Caracteres"/>
        </w:rPr>
        <w:t>Disabitata</w:t>
      </w:r>
      <w:proofErr w:type="spellEnd"/>
      <w:r w:rsidR="00E8465A">
        <w:rPr>
          <w:rStyle w:val="Taille-1Caracteres"/>
        </w:rPr>
        <w:t xml:space="preserve"> ; </w:t>
      </w:r>
      <w:r w:rsidRPr="007818BD">
        <w:rPr>
          <w:rStyle w:val="Taille-1Caracteres"/>
        </w:rPr>
        <w:t>et d</w:t>
      </w:r>
      <w:r w:rsidR="00E8465A">
        <w:rPr>
          <w:rStyle w:val="Taille-1Caracteres"/>
        </w:rPr>
        <w:t>’</w:t>
      </w:r>
      <w:r w:rsidRPr="007818BD">
        <w:rPr>
          <w:rStyle w:val="Taille-1Caracteres"/>
        </w:rPr>
        <w:t xml:space="preserve">ombre </w:t>
      </w:r>
      <w:proofErr w:type="spellStart"/>
      <w:r w:rsidRPr="007818BD">
        <w:rPr>
          <w:rStyle w:val="Taille-1Caracteres"/>
        </w:rPr>
        <w:t>oscura</w:t>
      </w:r>
      <w:proofErr w:type="spellEnd"/>
      <w:r w:rsidRPr="007818BD">
        <w:rPr>
          <w:rStyle w:val="Taille-1Caracteres"/>
        </w:rPr>
        <w:t xml:space="preserve"> e </w:t>
      </w:r>
      <w:proofErr w:type="spellStart"/>
      <w:r w:rsidRPr="007818BD">
        <w:rPr>
          <w:rStyle w:val="Taille-1Caracteres"/>
        </w:rPr>
        <w:t>bruna</w:t>
      </w:r>
      <w:proofErr w:type="spellEnd"/>
      <w:r w:rsidR="00E8465A">
        <w:rPr>
          <w:rStyle w:val="Taille-1Caracteres"/>
        </w:rPr>
        <w:t> ;</w:t>
      </w:r>
    </w:p>
    <w:p w14:paraId="5CC2C071" w14:textId="65336A7C" w:rsidR="00E0544E" w:rsidRPr="007818BD" w:rsidRDefault="00E0544E" w:rsidP="00E0544E">
      <w:pPr>
        <w:pStyle w:val="NormalRetraitGauche2X"/>
        <w:spacing w:before="0" w:after="0"/>
        <w:rPr>
          <w:rStyle w:val="Taille-1Caracteres"/>
        </w:rPr>
      </w:pPr>
      <w:r w:rsidRPr="007818BD">
        <w:rPr>
          <w:rStyle w:val="Taille-1Caracteres"/>
        </w:rPr>
        <w:t xml:space="preserve">E par </w:t>
      </w:r>
      <w:proofErr w:type="spellStart"/>
      <w:r w:rsidRPr="007818BD">
        <w:rPr>
          <w:rStyle w:val="Taille-1Caracteres"/>
        </w:rPr>
        <w:t>incanto</w:t>
      </w:r>
      <w:proofErr w:type="spellEnd"/>
      <w:r w:rsidRPr="007818BD">
        <w:rPr>
          <w:rStyle w:val="Taille-1Caracteres"/>
        </w:rPr>
        <w:t xml:space="preserve"> a lei </w:t>
      </w:r>
      <w:proofErr w:type="spellStart"/>
      <w:r w:rsidRPr="007818BD">
        <w:rPr>
          <w:rStyle w:val="Taille-1Caracteres"/>
        </w:rPr>
        <w:t>nevose</w:t>
      </w:r>
      <w:proofErr w:type="spellEnd"/>
      <w:r w:rsidRPr="007818BD">
        <w:rPr>
          <w:rStyle w:val="Taille-1Caracteres"/>
        </w:rPr>
        <w:t xml:space="preserve"> rende</w:t>
      </w:r>
    </w:p>
    <w:p w14:paraId="365D8957" w14:textId="6A4BCB1E" w:rsidR="00E0544E" w:rsidRPr="007818BD" w:rsidRDefault="00E0544E" w:rsidP="00E0544E">
      <w:pPr>
        <w:pStyle w:val="NormalRetraitGauche2X"/>
        <w:spacing w:before="0" w:after="0"/>
        <w:rPr>
          <w:rStyle w:val="Taille-1Caracteres"/>
        </w:rPr>
      </w:pPr>
      <w:r w:rsidRPr="007818BD">
        <w:rPr>
          <w:rStyle w:val="Taille-1Caracteres"/>
        </w:rPr>
        <w:t xml:space="preserve">Le </w:t>
      </w:r>
      <w:proofErr w:type="spellStart"/>
      <w:r w:rsidRPr="007818BD">
        <w:rPr>
          <w:rStyle w:val="Taille-1Caracteres"/>
        </w:rPr>
        <w:t>spalle</w:t>
      </w:r>
      <w:proofErr w:type="spellEnd"/>
      <w:r w:rsidRPr="007818BD">
        <w:rPr>
          <w:rStyle w:val="Taille-1Caracteres"/>
        </w:rPr>
        <w:t xml:space="preserve"> e i </w:t>
      </w:r>
      <w:proofErr w:type="spellStart"/>
      <w:r w:rsidRPr="007818BD">
        <w:rPr>
          <w:rStyle w:val="Taille-1Caracteres"/>
        </w:rPr>
        <w:t>fianchi</w:t>
      </w:r>
      <w:proofErr w:type="spellEnd"/>
      <w:r w:rsidR="00E8465A">
        <w:rPr>
          <w:rStyle w:val="Taille-1Caracteres"/>
        </w:rPr>
        <w:t xml:space="preserve"> ; </w:t>
      </w:r>
      <w:r w:rsidRPr="007818BD">
        <w:rPr>
          <w:rStyle w:val="Taille-1Caracteres"/>
        </w:rPr>
        <w:t xml:space="preserve">e senza </w:t>
      </w:r>
      <w:proofErr w:type="spellStart"/>
      <w:r w:rsidRPr="007818BD">
        <w:rPr>
          <w:rStyle w:val="Taille-1Caracteres"/>
        </w:rPr>
        <w:t>neve</w:t>
      </w:r>
      <w:proofErr w:type="spellEnd"/>
      <w:r w:rsidRPr="007818BD">
        <w:rPr>
          <w:rStyle w:val="Taille-1Caracteres"/>
        </w:rPr>
        <w:t xml:space="preserve"> </w:t>
      </w:r>
      <w:proofErr w:type="spellStart"/>
      <w:r w:rsidRPr="007818BD">
        <w:rPr>
          <w:rStyle w:val="Taille-1Caracteres"/>
        </w:rPr>
        <w:t>alcuna</w:t>
      </w:r>
      <w:proofErr w:type="spellEnd"/>
    </w:p>
    <w:p w14:paraId="3D6AA3B9" w14:textId="77777777" w:rsidR="00E0544E" w:rsidRPr="007818BD" w:rsidRDefault="00E0544E" w:rsidP="00E0544E">
      <w:pPr>
        <w:pStyle w:val="NormalRetraitGauche2X"/>
        <w:spacing w:before="0" w:after="0"/>
        <w:rPr>
          <w:rStyle w:val="Taille-1Caracteres"/>
        </w:rPr>
      </w:pPr>
      <w:proofErr w:type="spellStart"/>
      <w:r w:rsidRPr="007818BD">
        <w:rPr>
          <w:rStyle w:val="Taille-1Caracteres"/>
        </w:rPr>
        <w:t>Gli</w:t>
      </w:r>
      <w:proofErr w:type="spellEnd"/>
      <w:r w:rsidRPr="007818BD">
        <w:rPr>
          <w:rStyle w:val="Taille-1Caracteres"/>
        </w:rPr>
        <w:t xml:space="preserve"> </w:t>
      </w:r>
      <w:proofErr w:type="spellStart"/>
      <w:r w:rsidRPr="007818BD">
        <w:rPr>
          <w:rStyle w:val="Taille-1Caracteres"/>
        </w:rPr>
        <w:t>lascia</w:t>
      </w:r>
      <w:proofErr w:type="spellEnd"/>
      <w:r w:rsidRPr="007818BD">
        <w:rPr>
          <w:rStyle w:val="Taille-1Caracteres"/>
        </w:rPr>
        <w:t xml:space="preserve"> il capo </w:t>
      </w:r>
      <w:proofErr w:type="spellStart"/>
      <w:r w:rsidRPr="007818BD">
        <w:rPr>
          <w:rStyle w:val="Taille-1Caracteres"/>
        </w:rPr>
        <w:t>verdeggiante</w:t>
      </w:r>
      <w:proofErr w:type="spellEnd"/>
      <w:r w:rsidRPr="007818BD">
        <w:rPr>
          <w:rStyle w:val="Taille-1Caracteres"/>
        </w:rPr>
        <w:t xml:space="preserve"> e vago</w:t>
      </w:r>
    </w:p>
    <w:p w14:paraId="3F17D73C" w14:textId="58D1D9A7" w:rsidR="00E0544E" w:rsidRPr="007818BD" w:rsidRDefault="00E0544E" w:rsidP="00E0544E">
      <w:pPr>
        <w:pStyle w:val="NormalRetraitGauche2X"/>
        <w:spacing w:before="0" w:after="0"/>
      </w:pPr>
      <w:r w:rsidRPr="007818BD">
        <w:rPr>
          <w:rStyle w:val="Taille-1Caracteres"/>
        </w:rPr>
        <w:lastRenderedPageBreak/>
        <w:t xml:space="preserve">E vi fonda un </w:t>
      </w:r>
      <w:proofErr w:type="spellStart"/>
      <w:r w:rsidRPr="007818BD">
        <w:rPr>
          <w:rStyle w:val="Taille-1Caracteres"/>
        </w:rPr>
        <w:t>palaggio</w:t>
      </w:r>
      <w:proofErr w:type="spellEnd"/>
      <w:r w:rsidRPr="007818BD">
        <w:rPr>
          <w:rStyle w:val="Taille-1Caracteres"/>
        </w:rPr>
        <w:t xml:space="preserve"> </w:t>
      </w:r>
      <w:proofErr w:type="spellStart"/>
      <w:r w:rsidRPr="007818BD">
        <w:rPr>
          <w:rStyle w:val="Taille-1Caracteres"/>
        </w:rPr>
        <w:t>appresso</w:t>
      </w:r>
      <w:proofErr w:type="spellEnd"/>
      <w:r w:rsidRPr="007818BD">
        <w:rPr>
          <w:rStyle w:val="Taille-1Caracteres"/>
        </w:rPr>
        <w:t xml:space="preserve"> un </w:t>
      </w:r>
      <w:proofErr w:type="spellStart"/>
      <w:r w:rsidRPr="007818BD">
        <w:rPr>
          <w:rStyle w:val="Taille-1Caracteres"/>
        </w:rPr>
        <w:t>lago</w:t>
      </w:r>
      <w:proofErr w:type="spellEnd"/>
      <w:r w:rsidR="00E8465A">
        <w:rPr>
          <w:rStyle w:val="Taille-1Caracteres"/>
        </w:rPr>
        <w:t xml:space="preserve">. </w:t>
      </w:r>
      <w:r w:rsidRPr="007818BD">
        <w:rPr>
          <w:rStyle w:val="Appelnotedebasdep"/>
          <w:szCs w:val="28"/>
        </w:rPr>
        <w:footnoteReference w:id="21"/>
      </w:r>
    </w:p>
    <w:p w14:paraId="3676CD0D" w14:textId="411FEDD4" w:rsidR="00E8465A" w:rsidRDefault="000200A6" w:rsidP="000200A6">
      <w:pPr>
        <w:pStyle w:val="Titre1"/>
        <w:rPr>
          <w:sz w:val="60"/>
          <w:szCs w:val="60"/>
        </w:rPr>
      </w:pPr>
      <w:r>
        <w:rPr>
          <w:sz w:val="60"/>
          <w:szCs w:val="60"/>
        </w:rPr>
        <w:lastRenderedPageBreak/>
        <w:br/>
      </w:r>
      <w:r>
        <w:rPr>
          <w:sz w:val="60"/>
          <w:szCs w:val="60"/>
        </w:rPr>
        <w:br/>
      </w:r>
      <w:r>
        <w:rPr>
          <w:sz w:val="60"/>
          <w:szCs w:val="60"/>
        </w:rPr>
        <w:br/>
      </w:r>
      <w:bookmarkStart w:id="11" w:name="_Toc199963060"/>
      <w:r w:rsidR="00E0544E" w:rsidRPr="00EA53BB">
        <w:rPr>
          <w:sz w:val="60"/>
          <w:szCs w:val="60"/>
        </w:rPr>
        <w:t>LIVRE</w:t>
      </w:r>
      <w:r w:rsidR="00E8465A">
        <w:rPr>
          <w:sz w:val="60"/>
          <w:szCs w:val="60"/>
        </w:rPr>
        <w:t xml:space="preserve"> </w:t>
      </w:r>
      <w:r w:rsidR="00E0544E" w:rsidRPr="00EA53BB">
        <w:rPr>
          <w:sz w:val="60"/>
          <w:szCs w:val="60"/>
        </w:rPr>
        <w:t>II</w:t>
      </w:r>
      <w:r w:rsidR="00E0544E" w:rsidRPr="00EA53BB">
        <w:rPr>
          <w:sz w:val="60"/>
          <w:szCs w:val="60"/>
        </w:rPr>
        <w:br/>
      </w:r>
      <w:r w:rsidR="00E0544E" w:rsidRPr="00EA53BB">
        <w:rPr>
          <w:sz w:val="60"/>
          <w:szCs w:val="60"/>
        </w:rPr>
        <w:br/>
        <w:t>ART</w:t>
      </w:r>
      <w:r w:rsidR="00E8465A">
        <w:rPr>
          <w:sz w:val="60"/>
          <w:szCs w:val="60"/>
        </w:rPr>
        <w:t xml:space="preserve">, </w:t>
      </w:r>
      <w:r w:rsidR="00E0544E" w:rsidRPr="00EA53BB">
        <w:rPr>
          <w:sz w:val="60"/>
          <w:szCs w:val="60"/>
        </w:rPr>
        <w:t>AMOUR ET MYSTÈRE</w:t>
      </w:r>
      <w:r w:rsidR="00E8465A">
        <w:rPr>
          <w:sz w:val="60"/>
          <w:szCs w:val="60"/>
        </w:rPr>
        <w:t>.</w:t>
      </w:r>
      <w:bookmarkEnd w:id="11"/>
    </w:p>
    <w:p w14:paraId="7F2B60E1" w14:textId="77777777" w:rsidR="00E8465A" w:rsidRDefault="00E0544E" w:rsidP="00E8465A">
      <w:pPr>
        <w:pStyle w:val="Titre2"/>
        <w:pageBreakBefore/>
      </w:pPr>
      <w:bookmarkStart w:id="12" w:name="_Toc199963061"/>
      <w:r w:rsidRPr="007818BD">
        <w:lastRenderedPageBreak/>
        <w:t>CHAPITRE PREMIER</w:t>
      </w:r>
      <w:r w:rsidR="00E8465A">
        <w:t>.</w:t>
      </w:r>
      <w:bookmarkEnd w:id="12"/>
    </w:p>
    <w:p w14:paraId="6D642125" w14:textId="77777777" w:rsidR="00E8465A" w:rsidRDefault="00E0544E" w:rsidP="00E0544E">
      <w:pPr>
        <w:pStyle w:val="NormalRetraitGauche4XIndent0"/>
        <w:spacing w:before="0" w:after="0"/>
        <w:rPr>
          <w:rStyle w:val="Taille-1Caracteres"/>
        </w:rPr>
      </w:pPr>
      <w:proofErr w:type="spellStart"/>
      <w:r w:rsidRPr="007818BD">
        <w:rPr>
          <w:rStyle w:val="Taille-1Caracteres"/>
        </w:rPr>
        <w:t>Centauri</w:t>
      </w:r>
      <w:proofErr w:type="spellEnd"/>
      <w:r w:rsidR="00E8465A">
        <w:rPr>
          <w:rStyle w:val="Taille-1Caracteres"/>
        </w:rPr>
        <w:t xml:space="preserve">, </w:t>
      </w:r>
      <w:r w:rsidRPr="007818BD">
        <w:rPr>
          <w:rStyle w:val="Taille-1Caracteres"/>
        </w:rPr>
        <w:t xml:space="preserve">e </w:t>
      </w:r>
      <w:proofErr w:type="spellStart"/>
      <w:r w:rsidRPr="007818BD">
        <w:rPr>
          <w:rStyle w:val="Taille-1Caracteres"/>
        </w:rPr>
        <w:t>sfingi</w:t>
      </w:r>
      <w:proofErr w:type="spellEnd"/>
      <w:r w:rsidRPr="007818BD">
        <w:rPr>
          <w:rStyle w:val="Taille-1Caracteres"/>
        </w:rPr>
        <w:t xml:space="preserve"> e </w:t>
      </w:r>
      <w:proofErr w:type="spellStart"/>
      <w:r w:rsidRPr="007818BD">
        <w:rPr>
          <w:rStyle w:val="Taille-1Caracteres"/>
        </w:rPr>
        <w:t>pallide</w:t>
      </w:r>
      <w:proofErr w:type="spellEnd"/>
      <w:r w:rsidRPr="007818BD">
        <w:rPr>
          <w:rStyle w:val="Taille-1Caracteres"/>
        </w:rPr>
        <w:t xml:space="preserve"> </w:t>
      </w:r>
      <w:proofErr w:type="spellStart"/>
      <w:r w:rsidRPr="007818BD">
        <w:rPr>
          <w:rStyle w:val="Taille-1Caracteres"/>
        </w:rPr>
        <w:t>Gorgoni</w:t>
      </w:r>
      <w:proofErr w:type="spellEnd"/>
      <w:r w:rsidRPr="007818BD">
        <w:rPr>
          <w:rStyle w:val="Appelnotedebasdep"/>
          <w:szCs w:val="28"/>
        </w:rPr>
        <w:footnoteReference w:id="22"/>
      </w:r>
      <w:r w:rsidR="00E8465A">
        <w:rPr>
          <w:rStyle w:val="Taille-1Caracteres"/>
        </w:rPr>
        <w:t>.</w:t>
      </w:r>
    </w:p>
    <w:p w14:paraId="4A25D9E1" w14:textId="6FFA38DB" w:rsidR="00E8465A" w:rsidRDefault="00E8465A" w:rsidP="00E0544E">
      <w:pPr>
        <w:jc w:val="right"/>
        <w:rPr>
          <w:rStyle w:val="Taille-1Caracteres"/>
        </w:rPr>
      </w:pPr>
      <w:r>
        <w:rPr>
          <w:rStyle w:val="Taille-1Caracteres"/>
        </w:rPr>
        <w:t>(</w:t>
      </w:r>
      <w:r w:rsidR="00E0544E" w:rsidRPr="00AF32C9">
        <w:rPr>
          <w:rStyle w:val="Taille-1Caracteres"/>
          <w:i/>
        </w:rPr>
        <w:t>Ger</w:t>
      </w:r>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IV</w:t>
      </w:r>
      <w:r>
        <w:rPr>
          <w:rStyle w:val="Taille-1Caracteres"/>
        </w:rPr>
        <w:t xml:space="preserve">, </w:t>
      </w:r>
      <w:r w:rsidR="00E0544E" w:rsidRPr="007818BD">
        <w:rPr>
          <w:rStyle w:val="Taille-1Caracteres"/>
        </w:rPr>
        <w:t>c</w:t>
      </w:r>
      <w:r>
        <w:rPr>
          <w:rStyle w:val="Taille-1Caracteres"/>
        </w:rPr>
        <w:t xml:space="preserve">. </w:t>
      </w:r>
      <w:r w:rsidR="00E0544E" w:rsidRPr="007818BD">
        <w:rPr>
          <w:rStyle w:val="Taille-1Caracteres"/>
        </w:rPr>
        <w:t>50</w:t>
      </w:r>
      <w:r>
        <w:rPr>
          <w:rStyle w:val="Taille-1Caracteres"/>
        </w:rPr>
        <w:t>)</w:t>
      </w:r>
    </w:p>
    <w:p w14:paraId="761B1AF1" w14:textId="77777777" w:rsidR="00E8465A" w:rsidRDefault="00E0544E" w:rsidP="00E0544E">
      <w:r w:rsidRPr="007818BD">
        <w:t>Une nuit</w:t>
      </w:r>
      <w:r w:rsidR="00E8465A">
        <w:t xml:space="preserve">, </w:t>
      </w:r>
      <w:r w:rsidRPr="007818BD">
        <w:t>par un beau clair de lune</w:t>
      </w:r>
      <w:r w:rsidR="00E8465A">
        <w:t xml:space="preserve">, </w:t>
      </w:r>
      <w:r w:rsidRPr="007818BD">
        <w:t xml:space="preserve">dans les </w:t>
      </w:r>
      <w:r w:rsidRPr="007818BD">
        <w:rPr>
          <w:i/>
          <w:iCs/>
        </w:rPr>
        <w:t>Jardins</w:t>
      </w:r>
      <w:r w:rsidR="00E8465A">
        <w:t xml:space="preserve">, </w:t>
      </w:r>
      <w:r w:rsidRPr="007818BD">
        <w:t>à N</w:t>
      </w:r>
      <w:r w:rsidRPr="007818BD">
        <w:t>a</w:t>
      </w:r>
      <w:r w:rsidRPr="007818BD">
        <w:t>ples</w:t>
      </w:r>
      <w:r w:rsidR="00E8465A">
        <w:t xml:space="preserve">, </w:t>
      </w:r>
      <w:r w:rsidRPr="007818BD">
        <w:t>quatre ou cinq jeunes seigneurs étaient assis sous un arbre à prendre leurs sorbets</w:t>
      </w:r>
      <w:r w:rsidR="00E8465A">
        <w:t xml:space="preserve">, </w:t>
      </w:r>
      <w:r w:rsidRPr="007818BD">
        <w:t>et prêtaient l</w:t>
      </w:r>
      <w:r w:rsidR="00E8465A">
        <w:t>’</w:t>
      </w:r>
      <w:r w:rsidRPr="007818BD">
        <w:t>oreille</w:t>
      </w:r>
      <w:r w:rsidR="00E8465A">
        <w:t xml:space="preserve">, </w:t>
      </w:r>
      <w:r w:rsidRPr="007818BD">
        <w:t>dans les intervalles de la conversation</w:t>
      </w:r>
      <w:r w:rsidR="00E8465A">
        <w:t xml:space="preserve">, </w:t>
      </w:r>
      <w:r w:rsidRPr="007818BD">
        <w:t>à la musique qui animait ce rendez-vous f</w:t>
      </w:r>
      <w:r w:rsidRPr="007818BD">
        <w:t>a</w:t>
      </w:r>
      <w:r w:rsidRPr="007818BD">
        <w:t>vori de la population oisive</w:t>
      </w:r>
      <w:r w:rsidR="00E8465A">
        <w:t xml:space="preserve">. </w:t>
      </w:r>
      <w:r w:rsidRPr="007818BD">
        <w:t>Un d</w:t>
      </w:r>
      <w:r w:rsidR="00E8465A">
        <w:t>’</w:t>
      </w:r>
      <w:r w:rsidRPr="007818BD">
        <w:t>eux était un jeune Anglais</w:t>
      </w:r>
      <w:r w:rsidR="00E8465A">
        <w:t xml:space="preserve">, </w:t>
      </w:r>
      <w:r w:rsidRPr="007818BD">
        <w:t>qui jusqu</w:t>
      </w:r>
      <w:r w:rsidR="00E8465A">
        <w:t>’</w:t>
      </w:r>
      <w:r w:rsidRPr="007818BD">
        <w:t>alors avait été l</w:t>
      </w:r>
      <w:r w:rsidR="00E8465A">
        <w:t>’</w:t>
      </w:r>
      <w:r w:rsidRPr="007818BD">
        <w:t>âme du groupe</w:t>
      </w:r>
      <w:r w:rsidR="00E8465A">
        <w:t xml:space="preserve">, </w:t>
      </w:r>
      <w:r w:rsidRPr="007818BD">
        <w:t>mais qui</w:t>
      </w:r>
      <w:r w:rsidR="00E8465A">
        <w:t xml:space="preserve">, </w:t>
      </w:r>
      <w:r w:rsidRPr="007818BD">
        <w:t>depuis quelques instants</w:t>
      </w:r>
      <w:r w:rsidR="00E8465A">
        <w:t xml:space="preserve">, </w:t>
      </w:r>
      <w:r w:rsidRPr="007818BD">
        <w:t>était tombé dans une rêverie sombre et distraite</w:t>
      </w:r>
      <w:r w:rsidR="00E8465A">
        <w:t xml:space="preserve">. </w:t>
      </w:r>
      <w:r w:rsidRPr="007818BD">
        <w:t>Un de ses compatriotes remarqua ce nuage</w:t>
      </w:r>
      <w:r w:rsidR="00E8465A">
        <w:t xml:space="preserve">, </w:t>
      </w:r>
      <w:r w:rsidRPr="007818BD">
        <w:t>et lui fra</w:t>
      </w:r>
      <w:r w:rsidRPr="007818BD">
        <w:t>p</w:t>
      </w:r>
      <w:r w:rsidRPr="007818BD">
        <w:t>pant sur l</w:t>
      </w:r>
      <w:r w:rsidR="00E8465A">
        <w:t>’</w:t>
      </w:r>
      <w:r w:rsidRPr="007818BD">
        <w:t>épaule lui dit</w:t>
      </w:r>
      <w:r w:rsidR="00E8465A">
        <w:t> :</w:t>
      </w:r>
    </w:p>
    <w:p w14:paraId="67A3A97C" w14:textId="77777777" w:rsidR="00E8465A" w:rsidRDefault="00E8465A" w:rsidP="00E0544E">
      <w:r>
        <w:t>« </w:t>
      </w:r>
      <w:r w:rsidR="00E0544E" w:rsidRPr="007818BD">
        <w:t>Qu</w:t>
      </w:r>
      <w:r>
        <w:t>’</w:t>
      </w:r>
      <w:r w:rsidR="00E0544E" w:rsidRPr="007818BD">
        <w:t>avez-vous donc</w:t>
      </w:r>
      <w:r>
        <w:t xml:space="preserve">, </w:t>
      </w:r>
      <w:proofErr w:type="spellStart"/>
      <w:r w:rsidR="00E0544E" w:rsidRPr="007818BD">
        <w:t>Glyndon</w:t>
      </w:r>
      <w:proofErr w:type="spellEnd"/>
      <w:r>
        <w:t xml:space="preserve"> ? </w:t>
      </w:r>
      <w:r w:rsidR="00E0544E" w:rsidRPr="007818BD">
        <w:t>Êtes-vous malade</w:t>
      </w:r>
      <w:r>
        <w:t xml:space="preserve"> ? </w:t>
      </w:r>
      <w:r w:rsidR="00E0544E" w:rsidRPr="007818BD">
        <w:t>Vous êtes tout pâle</w:t>
      </w:r>
      <w:r>
        <w:t xml:space="preserve">, </w:t>
      </w:r>
      <w:r w:rsidR="00E0544E" w:rsidRPr="007818BD">
        <w:t>vous tremblez</w:t>
      </w:r>
      <w:r>
        <w:t xml:space="preserve">. </w:t>
      </w:r>
      <w:r w:rsidR="00E0544E" w:rsidRPr="007818BD">
        <w:t>Est-ce un refroidissement subit</w:t>
      </w:r>
      <w:r>
        <w:t xml:space="preserve"> ? </w:t>
      </w:r>
      <w:r w:rsidR="00E0544E" w:rsidRPr="007818BD">
        <w:t>Vous ferez bien de rentrer</w:t>
      </w:r>
      <w:r>
        <w:t xml:space="preserve"> : </w:t>
      </w:r>
      <w:r w:rsidR="00E0544E" w:rsidRPr="007818BD">
        <w:t>ces nuits italiennes sont souvent dangereuses pour notre tempérament anglais</w:t>
      </w:r>
      <w:r>
        <w:t>.</w:t>
      </w:r>
    </w:p>
    <w:p w14:paraId="6B0456DB" w14:textId="08E58172" w:rsidR="00E0544E" w:rsidRPr="007818BD" w:rsidRDefault="00E8465A" w:rsidP="00E0544E">
      <w:r>
        <w:t>— </w:t>
      </w:r>
      <w:r w:rsidR="00E0544E" w:rsidRPr="007818BD">
        <w:t>Non</w:t>
      </w:r>
      <w:r>
        <w:t xml:space="preserve">, </w:t>
      </w:r>
      <w:r w:rsidR="00E0544E" w:rsidRPr="007818BD">
        <w:t>je suis mieux maintenant</w:t>
      </w:r>
      <w:r>
        <w:t xml:space="preserve"> : </w:t>
      </w:r>
      <w:r w:rsidR="00E0544E" w:rsidRPr="007818BD">
        <w:t>c</w:t>
      </w:r>
      <w:r>
        <w:t>’</w:t>
      </w:r>
      <w:r w:rsidR="00E0544E" w:rsidRPr="007818BD">
        <w:t>était un frisson m</w:t>
      </w:r>
      <w:r w:rsidR="00E0544E" w:rsidRPr="007818BD">
        <w:t>o</w:t>
      </w:r>
      <w:r w:rsidR="00E0544E" w:rsidRPr="007818BD">
        <w:t>mentané</w:t>
      </w:r>
      <w:r>
        <w:t xml:space="preserve">. </w:t>
      </w:r>
      <w:r w:rsidR="00E0544E" w:rsidRPr="007818BD">
        <w:t>Je n</w:t>
      </w:r>
      <w:r>
        <w:t>’</w:t>
      </w:r>
      <w:r w:rsidR="00E0544E" w:rsidRPr="007818BD">
        <w:t>en puis re</w:t>
      </w:r>
      <w:r w:rsidR="00E0544E" w:rsidRPr="007818BD">
        <w:t>n</w:t>
      </w:r>
      <w:r w:rsidR="00E0544E" w:rsidRPr="007818BD">
        <w:t>dre compte moi-même</w:t>
      </w:r>
      <w:r>
        <w:t>. »</w:t>
      </w:r>
    </w:p>
    <w:p w14:paraId="6D1AFBA4" w14:textId="77777777" w:rsidR="00E8465A" w:rsidRDefault="00E0544E" w:rsidP="00E0544E">
      <w:r w:rsidRPr="007818BD">
        <w:t>Un homme qui paraissait âgé d</w:t>
      </w:r>
      <w:r w:rsidR="00E8465A">
        <w:t>’</w:t>
      </w:r>
      <w:r w:rsidRPr="007818BD">
        <w:t>environ trente ans</w:t>
      </w:r>
      <w:r w:rsidR="00E8465A">
        <w:t xml:space="preserve">, </w:t>
      </w:r>
      <w:r w:rsidRPr="007818BD">
        <w:t>et dont tout l</w:t>
      </w:r>
      <w:r w:rsidR="00E8465A">
        <w:t>’</w:t>
      </w:r>
      <w:r w:rsidRPr="007818BD">
        <w:t>extérieur accusait une remarquable supériorité sur son entourage</w:t>
      </w:r>
      <w:r w:rsidR="00E8465A">
        <w:t xml:space="preserve">, </w:t>
      </w:r>
      <w:r w:rsidRPr="007818BD">
        <w:t xml:space="preserve">se retourna brusquement et fixa ses regards sur </w:t>
      </w:r>
      <w:proofErr w:type="spellStart"/>
      <w:r w:rsidRPr="007818BD">
        <w:t>Glyndon</w:t>
      </w:r>
      <w:proofErr w:type="spellEnd"/>
      <w:r w:rsidR="00E8465A">
        <w:t>.</w:t>
      </w:r>
    </w:p>
    <w:p w14:paraId="6155DB8C" w14:textId="77777777" w:rsidR="00E8465A" w:rsidRDefault="00E8465A" w:rsidP="00E0544E">
      <w:r>
        <w:t>« </w:t>
      </w:r>
      <w:r w:rsidR="00E0544E" w:rsidRPr="007818BD">
        <w:t>Je crois comprendre ce que vous voulez dire</w:t>
      </w:r>
      <w:r>
        <w:t xml:space="preserve">, </w:t>
      </w:r>
      <w:r w:rsidR="00E0544E" w:rsidRPr="007818BD">
        <w:t>et peut-être</w:t>
      </w:r>
      <w:r>
        <w:t xml:space="preserve">, </w:t>
      </w:r>
      <w:r w:rsidR="00E0544E" w:rsidRPr="007818BD">
        <w:t>ajouta-il avec un so</w:t>
      </w:r>
      <w:r w:rsidR="00E0544E" w:rsidRPr="007818BD">
        <w:t>u</w:t>
      </w:r>
      <w:r w:rsidR="00E0544E" w:rsidRPr="007818BD">
        <w:t>rire grave</w:t>
      </w:r>
      <w:r>
        <w:t xml:space="preserve">, </w:t>
      </w:r>
      <w:r w:rsidR="00E0544E" w:rsidRPr="007818BD">
        <w:t>pourrai-je l</w:t>
      </w:r>
      <w:r>
        <w:t>’</w:t>
      </w:r>
      <w:r w:rsidR="00E0544E" w:rsidRPr="007818BD">
        <w:t xml:space="preserve">expliquer </w:t>
      </w:r>
      <w:r w:rsidR="00E0544E" w:rsidRPr="007818BD">
        <w:lastRenderedPageBreak/>
        <w:t>mieux que vous-même</w:t>
      </w:r>
      <w:r>
        <w:t>. »</w:t>
      </w:r>
      <w:r w:rsidR="00E0544E" w:rsidRPr="007818BD">
        <w:t xml:space="preserve"> Il se tourna alors vers le groupe et poursuivit</w:t>
      </w:r>
      <w:r>
        <w:t> : « </w:t>
      </w:r>
      <w:r w:rsidR="00E0544E" w:rsidRPr="007818BD">
        <w:t>Il n</w:t>
      </w:r>
      <w:r>
        <w:t>’</w:t>
      </w:r>
      <w:r w:rsidR="00E0544E" w:rsidRPr="007818BD">
        <w:t>est aucun de vous</w:t>
      </w:r>
      <w:r>
        <w:t xml:space="preserve">, </w:t>
      </w:r>
      <w:r w:rsidR="00E0544E" w:rsidRPr="007818BD">
        <w:t>messieurs</w:t>
      </w:r>
      <w:r>
        <w:t xml:space="preserve">, </w:t>
      </w:r>
      <w:r w:rsidR="00E0544E" w:rsidRPr="007818BD">
        <w:t>qui n</w:t>
      </w:r>
      <w:r>
        <w:t>’</w:t>
      </w:r>
      <w:r w:rsidR="00E0544E" w:rsidRPr="007818BD">
        <w:t>ait dû sentir</w:t>
      </w:r>
      <w:r>
        <w:t xml:space="preserve">, </w:t>
      </w:r>
      <w:r w:rsidR="00E0544E" w:rsidRPr="007818BD">
        <w:t>au moins une fois</w:t>
      </w:r>
      <w:r>
        <w:t xml:space="preserve">, </w:t>
      </w:r>
      <w:r w:rsidR="00E0544E" w:rsidRPr="007818BD">
        <w:t>surtout en veillant seul la nuit</w:t>
      </w:r>
      <w:r>
        <w:t xml:space="preserve">, </w:t>
      </w:r>
      <w:r w:rsidR="00E0544E" w:rsidRPr="007818BD">
        <w:t>passer sur lui une étrange et inexpl</w:t>
      </w:r>
      <w:r w:rsidR="00E0544E" w:rsidRPr="007818BD">
        <w:t>i</w:t>
      </w:r>
      <w:r w:rsidR="00E0544E" w:rsidRPr="007818BD">
        <w:t>cable impression de froid et de terreur</w:t>
      </w:r>
      <w:r>
        <w:t xml:space="preserve"> : </w:t>
      </w:r>
      <w:r w:rsidR="00E0544E" w:rsidRPr="007818BD">
        <w:t>le sang se fige</w:t>
      </w:r>
      <w:r>
        <w:t xml:space="preserve">, </w:t>
      </w:r>
      <w:r w:rsidR="00E0544E" w:rsidRPr="007818BD">
        <w:t>le cœur s</w:t>
      </w:r>
      <w:r>
        <w:t>’</w:t>
      </w:r>
      <w:r w:rsidR="00E0544E" w:rsidRPr="007818BD">
        <w:t>arrête</w:t>
      </w:r>
      <w:r>
        <w:t xml:space="preserve">, </w:t>
      </w:r>
      <w:r w:rsidR="00E0544E" w:rsidRPr="007818BD">
        <w:t>les membres frissonnent</w:t>
      </w:r>
      <w:r>
        <w:t xml:space="preserve">, </w:t>
      </w:r>
      <w:r w:rsidR="00E0544E" w:rsidRPr="007818BD">
        <w:t>les ch</w:t>
      </w:r>
      <w:r w:rsidR="00E0544E" w:rsidRPr="007818BD">
        <w:t>e</w:t>
      </w:r>
      <w:r w:rsidR="00E0544E" w:rsidRPr="007818BD">
        <w:t>veux se dressent</w:t>
      </w:r>
      <w:r>
        <w:t xml:space="preserve">, </w:t>
      </w:r>
      <w:r w:rsidR="00E0544E" w:rsidRPr="007818BD">
        <w:t>vous n</w:t>
      </w:r>
      <w:r>
        <w:t>’</w:t>
      </w:r>
      <w:r w:rsidR="00E0544E" w:rsidRPr="007818BD">
        <w:t>osez lever les yeux ni les porter vers les angles obscurs de la chambre</w:t>
      </w:r>
      <w:r>
        <w:t xml:space="preserve"> ; </w:t>
      </w:r>
      <w:r w:rsidR="00E0544E" w:rsidRPr="007818BD">
        <w:t>vous avez je ne sais quelle horr</w:t>
      </w:r>
      <w:r w:rsidR="00E0544E" w:rsidRPr="007818BD">
        <w:t>i</w:t>
      </w:r>
      <w:r w:rsidR="00E0544E" w:rsidRPr="007818BD">
        <w:t>ble idée que quelque chose de surnaturel approche</w:t>
      </w:r>
      <w:r>
        <w:t xml:space="preserve"> ; </w:t>
      </w:r>
      <w:r w:rsidR="00E0544E" w:rsidRPr="007818BD">
        <w:t>et puis</w:t>
      </w:r>
      <w:r>
        <w:t xml:space="preserve">, </w:t>
      </w:r>
      <w:r w:rsidR="00E0544E" w:rsidRPr="007818BD">
        <w:t>le calme mystérieux</w:t>
      </w:r>
      <w:r>
        <w:t xml:space="preserve">, </w:t>
      </w:r>
      <w:r w:rsidR="00E0544E" w:rsidRPr="007818BD">
        <w:t>si je puis l</w:t>
      </w:r>
      <w:r>
        <w:t>’</w:t>
      </w:r>
      <w:r w:rsidR="00E0544E" w:rsidRPr="007818BD">
        <w:t>appeler ainsi</w:t>
      </w:r>
      <w:r>
        <w:t xml:space="preserve">, </w:t>
      </w:r>
      <w:r w:rsidR="00E0544E" w:rsidRPr="007818BD">
        <w:t>se dissipe</w:t>
      </w:r>
      <w:r>
        <w:t xml:space="preserve">, </w:t>
      </w:r>
      <w:r w:rsidR="00E0544E" w:rsidRPr="007818BD">
        <w:t>et vous êtes tenté de rite de votre faiblesse</w:t>
      </w:r>
      <w:r>
        <w:t xml:space="preserve">. </w:t>
      </w:r>
      <w:r w:rsidR="00E0544E" w:rsidRPr="007818BD">
        <w:t>N</w:t>
      </w:r>
      <w:r>
        <w:t>’</w:t>
      </w:r>
      <w:r w:rsidR="00E0544E" w:rsidRPr="007818BD">
        <w:t>avez-vous pas souvent éprouvé ce que je viens imparfaitement de décrire</w:t>
      </w:r>
      <w:r>
        <w:t xml:space="preserve"> ? </w:t>
      </w:r>
      <w:r w:rsidR="00E0544E" w:rsidRPr="007818BD">
        <w:t>Alors vous pouvez comprendre ce que vient de ressentir notre jeune ami</w:t>
      </w:r>
      <w:r>
        <w:t xml:space="preserve">, </w:t>
      </w:r>
      <w:r w:rsidR="00E0544E" w:rsidRPr="007818BD">
        <w:t>même au milieu de cette scène enchanteresse</w:t>
      </w:r>
      <w:r>
        <w:t xml:space="preserve">, </w:t>
      </w:r>
      <w:r w:rsidR="00E0544E" w:rsidRPr="007818BD">
        <w:t>au milieu de l</w:t>
      </w:r>
      <w:r>
        <w:t>’</w:t>
      </w:r>
      <w:r w:rsidR="00E0544E" w:rsidRPr="007818BD">
        <w:t>haleine embaumée d</w:t>
      </w:r>
      <w:r>
        <w:t>’</w:t>
      </w:r>
      <w:r w:rsidR="00E0544E" w:rsidRPr="007818BD">
        <w:t>une nuit de juillet</w:t>
      </w:r>
      <w:r>
        <w:t>.</w:t>
      </w:r>
    </w:p>
    <w:p w14:paraId="34EF82ED" w14:textId="77777777" w:rsidR="00E8465A" w:rsidRDefault="00E8465A" w:rsidP="00E0544E">
      <w:r>
        <w:t>— </w:t>
      </w:r>
      <w:r w:rsidR="00E0544E" w:rsidRPr="007818BD">
        <w:t>Monsieur</w:t>
      </w:r>
      <w:r>
        <w:t xml:space="preserve">, </w:t>
      </w:r>
      <w:r w:rsidR="00E0544E" w:rsidRPr="007818BD">
        <w:t xml:space="preserve">répondit </w:t>
      </w:r>
      <w:proofErr w:type="spellStart"/>
      <w:r w:rsidR="00E0544E" w:rsidRPr="007818BD">
        <w:t>Glyndon</w:t>
      </w:r>
      <w:proofErr w:type="spellEnd"/>
      <w:r>
        <w:t xml:space="preserve">, </w:t>
      </w:r>
      <w:r w:rsidR="00E0544E" w:rsidRPr="007818BD">
        <w:t>évidemment fort étonné</w:t>
      </w:r>
      <w:r>
        <w:t xml:space="preserve">, </w:t>
      </w:r>
      <w:r w:rsidR="00E0544E" w:rsidRPr="007818BD">
        <w:t>vous avez exactement défini la nature du frisson qui m</w:t>
      </w:r>
      <w:r>
        <w:t>’</w:t>
      </w:r>
      <w:r w:rsidR="00E0544E" w:rsidRPr="007818BD">
        <w:t>a envahi</w:t>
      </w:r>
      <w:r>
        <w:t xml:space="preserve">. </w:t>
      </w:r>
      <w:r w:rsidR="00E0544E" w:rsidRPr="007818BD">
        <w:t>Mais quelle indication extérieure a pu trahir aussi fidèlement mes impressions</w:t>
      </w:r>
      <w:r>
        <w:t> ?</w:t>
      </w:r>
    </w:p>
    <w:p w14:paraId="703B7CD0" w14:textId="35D48498" w:rsidR="00E0544E" w:rsidRPr="007818BD" w:rsidRDefault="00E8465A" w:rsidP="00E0544E">
      <w:r>
        <w:t>— </w:t>
      </w:r>
      <w:r w:rsidR="00E0544E" w:rsidRPr="007818BD">
        <w:t>Je connais les signes du phénomène</w:t>
      </w:r>
      <w:r>
        <w:t xml:space="preserve">, </w:t>
      </w:r>
      <w:r w:rsidR="00E0544E" w:rsidRPr="007818BD">
        <w:t>répliqua gravement l</w:t>
      </w:r>
      <w:r>
        <w:t>’</w:t>
      </w:r>
      <w:r w:rsidR="00E0544E" w:rsidRPr="007818BD">
        <w:t>étranger</w:t>
      </w:r>
      <w:r>
        <w:t xml:space="preserve">. </w:t>
      </w:r>
      <w:r w:rsidR="00E0544E" w:rsidRPr="007818BD">
        <w:t>Un homme de mon expérience ne saurait s</w:t>
      </w:r>
      <w:r>
        <w:t>’</w:t>
      </w:r>
      <w:r w:rsidR="00E0544E" w:rsidRPr="007818BD">
        <w:t>y tro</w:t>
      </w:r>
      <w:r w:rsidR="00E0544E" w:rsidRPr="007818BD">
        <w:t>m</w:t>
      </w:r>
      <w:r w:rsidR="00E0544E" w:rsidRPr="007818BD">
        <w:t>per</w:t>
      </w:r>
      <w:r>
        <w:t>. »</w:t>
      </w:r>
    </w:p>
    <w:p w14:paraId="099D8F1D" w14:textId="77777777" w:rsidR="00E8465A" w:rsidRDefault="00E0544E" w:rsidP="00E0544E">
      <w:r w:rsidRPr="007818BD">
        <w:t>Tous les assistants avouèrent qu</w:t>
      </w:r>
      <w:r w:rsidR="00E8465A">
        <w:t>’</w:t>
      </w:r>
      <w:r w:rsidRPr="007818BD">
        <w:t>ils comprenaient</w:t>
      </w:r>
      <w:r w:rsidR="00E8465A">
        <w:t xml:space="preserve">, </w:t>
      </w:r>
      <w:r w:rsidRPr="007818BD">
        <w:t>qu</w:t>
      </w:r>
      <w:r w:rsidR="00E8465A">
        <w:t>’</w:t>
      </w:r>
      <w:r w:rsidRPr="007818BD">
        <w:t>ils avaient éprouvé ce que l</w:t>
      </w:r>
      <w:r w:rsidR="00E8465A">
        <w:t>’</w:t>
      </w:r>
      <w:r w:rsidRPr="007818BD">
        <w:t>inconnu venait de décrire</w:t>
      </w:r>
      <w:r w:rsidR="00E8465A">
        <w:t>.</w:t>
      </w:r>
    </w:p>
    <w:p w14:paraId="0A3A71A7" w14:textId="77777777" w:rsidR="00E8465A" w:rsidRDefault="00E8465A" w:rsidP="00E0544E">
      <w:r>
        <w:t>« </w:t>
      </w:r>
      <w:r w:rsidR="00E0544E" w:rsidRPr="007818BD">
        <w:t>D</w:t>
      </w:r>
      <w:r>
        <w:t>’</w:t>
      </w:r>
      <w:r w:rsidR="00E0544E" w:rsidRPr="007818BD">
        <w:t>après une de nos superstitions nationales</w:t>
      </w:r>
      <w:r>
        <w:t xml:space="preserve">, </w:t>
      </w:r>
      <w:r w:rsidR="00E0544E" w:rsidRPr="007818BD">
        <w:t xml:space="preserve">dit </w:t>
      </w:r>
      <w:proofErr w:type="spellStart"/>
      <w:r w:rsidR="00E0544E" w:rsidRPr="007818BD">
        <w:t>Mervale</w:t>
      </w:r>
      <w:proofErr w:type="spellEnd"/>
      <w:r>
        <w:t xml:space="preserve"> (</w:t>
      </w:r>
      <w:r w:rsidR="00E0544E" w:rsidRPr="007818BD">
        <w:t xml:space="preserve">celui qui le premier avait parlé à </w:t>
      </w:r>
      <w:proofErr w:type="spellStart"/>
      <w:r w:rsidR="00E0544E" w:rsidRPr="007818BD">
        <w:t>Glyndon</w:t>
      </w:r>
      <w:proofErr w:type="spellEnd"/>
      <w:r>
        <w:t xml:space="preserve">), </w:t>
      </w:r>
      <w:r w:rsidR="00E0544E" w:rsidRPr="007818BD">
        <w:t>au moment où vous sentez ainsi votre sang se glacer et se dresser vos cheveux</w:t>
      </w:r>
      <w:r>
        <w:t xml:space="preserve">, </w:t>
      </w:r>
      <w:r w:rsidR="00E0544E" w:rsidRPr="007818BD">
        <w:t>il y a quelqu</w:t>
      </w:r>
      <w:r>
        <w:t>’</w:t>
      </w:r>
      <w:r w:rsidR="00E0544E" w:rsidRPr="007818BD">
        <w:t>un qui passe sur la place où sera votre tombe</w:t>
      </w:r>
      <w:r>
        <w:t>.</w:t>
      </w:r>
    </w:p>
    <w:p w14:paraId="0B850135" w14:textId="77777777" w:rsidR="00E8465A" w:rsidRDefault="00E8465A" w:rsidP="00E0544E">
      <w:r>
        <w:lastRenderedPageBreak/>
        <w:t>— </w:t>
      </w:r>
      <w:r w:rsidR="00E0544E" w:rsidRPr="007818BD">
        <w:t>Il n</w:t>
      </w:r>
      <w:r>
        <w:t>’</w:t>
      </w:r>
      <w:r w:rsidR="00E0544E" w:rsidRPr="007818BD">
        <w:t>est pas de pays qui n</w:t>
      </w:r>
      <w:r>
        <w:t>’</w:t>
      </w:r>
      <w:r w:rsidR="00E0544E" w:rsidRPr="007818BD">
        <w:t>explique par quelque superst</w:t>
      </w:r>
      <w:r w:rsidR="00E0544E" w:rsidRPr="007818BD">
        <w:t>i</w:t>
      </w:r>
      <w:r w:rsidR="00E0544E" w:rsidRPr="007818BD">
        <w:t>tion particulière un év</w:t>
      </w:r>
      <w:r w:rsidR="00E0544E" w:rsidRPr="007818BD">
        <w:t>é</w:t>
      </w:r>
      <w:r w:rsidR="00E0544E" w:rsidRPr="007818BD">
        <w:t>nement aussi fréquent</w:t>
      </w:r>
      <w:r>
        <w:t xml:space="preserve"> : </w:t>
      </w:r>
      <w:r w:rsidR="00E0544E" w:rsidRPr="007818BD">
        <w:t>il y a parmi les Arabes une secte qui croit qu</w:t>
      </w:r>
      <w:r>
        <w:t>’</w:t>
      </w:r>
      <w:r w:rsidR="00E0544E" w:rsidRPr="007818BD">
        <w:t>à ce moment-là Dieu marque l</w:t>
      </w:r>
      <w:r>
        <w:t>’</w:t>
      </w:r>
      <w:r w:rsidR="00E0544E" w:rsidRPr="007818BD">
        <w:t>heure de votre mort ou de celle de quelqu</w:t>
      </w:r>
      <w:r>
        <w:t>’</w:t>
      </w:r>
      <w:r w:rsidR="00E0544E" w:rsidRPr="007818BD">
        <w:t>un qui vous est cher</w:t>
      </w:r>
      <w:r>
        <w:t xml:space="preserve">. </w:t>
      </w:r>
      <w:r w:rsidR="00E0544E" w:rsidRPr="007818BD">
        <w:t>Le sauvage Africain</w:t>
      </w:r>
      <w:r>
        <w:t xml:space="preserve">, </w:t>
      </w:r>
      <w:r w:rsidR="00E0544E" w:rsidRPr="007818BD">
        <w:t>dont l</w:t>
      </w:r>
      <w:r>
        <w:t>’</w:t>
      </w:r>
      <w:r w:rsidR="00E0544E" w:rsidRPr="007818BD">
        <w:t>imagination est obscurcie par les r</w:t>
      </w:r>
      <w:r w:rsidR="00E0544E" w:rsidRPr="007818BD">
        <w:t>i</w:t>
      </w:r>
      <w:r w:rsidR="00E0544E" w:rsidRPr="007818BD">
        <w:t>tes hideux de sa sombre idolâtrie</w:t>
      </w:r>
      <w:r>
        <w:t xml:space="preserve">, </w:t>
      </w:r>
      <w:r w:rsidR="00E0544E" w:rsidRPr="007818BD">
        <w:t>croit que le mauvais Esprit vous tire alors à lui par les cheveux</w:t>
      </w:r>
      <w:r>
        <w:t xml:space="preserve"> : </w:t>
      </w:r>
      <w:r w:rsidR="00E0544E" w:rsidRPr="007818BD">
        <w:t>c</w:t>
      </w:r>
      <w:r>
        <w:t>’</w:t>
      </w:r>
      <w:r w:rsidR="00E0544E" w:rsidRPr="007818BD">
        <w:t>est ainsi que le grotesque s</w:t>
      </w:r>
      <w:r>
        <w:t>’</w:t>
      </w:r>
      <w:r w:rsidR="00E0544E" w:rsidRPr="007818BD">
        <w:t>allie au terrible</w:t>
      </w:r>
      <w:r>
        <w:t>.</w:t>
      </w:r>
    </w:p>
    <w:p w14:paraId="7D2E3FFC" w14:textId="77777777" w:rsidR="00E8465A" w:rsidRDefault="00E8465A" w:rsidP="00E0544E">
      <w:r>
        <w:t>— </w:t>
      </w:r>
      <w:r w:rsidR="00E0544E" w:rsidRPr="007818BD">
        <w:t>Ce n</w:t>
      </w:r>
      <w:r>
        <w:t>’</w:t>
      </w:r>
      <w:r w:rsidR="00E0544E" w:rsidRPr="007818BD">
        <w:t>est évidemment qu</w:t>
      </w:r>
      <w:r>
        <w:t>’</w:t>
      </w:r>
      <w:r w:rsidR="00E0544E" w:rsidRPr="007818BD">
        <w:t>un accident purement physique</w:t>
      </w:r>
      <w:r>
        <w:t xml:space="preserve">, </w:t>
      </w:r>
      <w:r w:rsidR="00E0544E" w:rsidRPr="007818BD">
        <w:t>ou un trouble de l</w:t>
      </w:r>
      <w:r>
        <w:t>’</w:t>
      </w:r>
      <w:r w:rsidR="00E0544E" w:rsidRPr="007818BD">
        <w:t>estomac</w:t>
      </w:r>
      <w:r>
        <w:t xml:space="preserve">, </w:t>
      </w:r>
      <w:r w:rsidR="00E0544E" w:rsidRPr="007818BD">
        <w:t>une perturbation du sang</w:t>
      </w:r>
      <w:r>
        <w:t xml:space="preserve">, </w:t>
      </w:r>
      <w:r w:rsidR="00E0544E" w:rsidRPr="007818BD">
        <w:t xml:space="preserve">dit un jeune Napolitain avec qui </w:t>
      </w:r>
      <w:proofErr w:type="spellStart"/>
      <w:r w:rsidR="00E0544E" w:rsidRPr="007818BD">
        <w:t>Glyndon</w:t>
      </w:r>
      <w:proofErr w:type="spellEnd"/>
      <w:r w:rsidR="00E0544E" w:rsidRPr="007818BD">
        <w:t xml:space="preserve"> avait formé une liaison s</w:t>
      </w:r>
      <w:r w:rsidR="00E0544E" w:rsidRPr="007818BD">
        <w:t>u</w:t>
      </w:r>
      <w:r w:rsidR="00E0544E" w:rsidRPr="007818BD">
        <w:t>perficielle</w:t>
      </w:r>
      <w:r>
        <w:t>.</w:t>
      </w:r>
    </w:p>
    <w:p w14:paraId="7128CA7B" w14:textId="77777777" w:rsidR="00E8465A" w:rsidRDefault="00E8465A" w:rsidP="00E0544E">
      <w:r>
        <w:t>— </w:t>
      </w:r>
      <w:r w:rsidR="00E0544E" w:rsidRPr="007818BD">
        <w:t>Pourquoi alors tous les peuples y rattachent-ils quelque pressentiment</w:t>
      </w:r>
      <w:r>
        <w:t xml:space="preserve">, </w:t>
      </w:r>
      <w:r w:rsidR="00E0544E" w:rsidRPr="007818BD">
        <w:t>quelque terreur superstitieuse</w:t>
      </w:r>
      <w:r>
        <w:t xml:space="preserve">, </w:t>
      </w:r>
      <w:r w:rsidR="00E0544E" w:rsidRPr="007818BD">
        <w:t>quelque rapport entre l</w:t>
      </w:r>
      <w:r>
        <w:t>’</w:t>
      </w:r>
      <w:r w:rsidR="00E0544E" w:rsidRPr="007818BD">
        <w:t>élément matériel de notre être et le monde invisible dont nous nous supposons environnés</w:t>
      </w:r>
      <w:r>
        <w:t xml:space="preserve"> ? </w:t>
      </w:r>
      <w:r w:rsidR="00E0544E" w:rsidRPr="007818BD">
        <w:t>Pour ma part</w:t>
      </w:r>
      <w:r>
        <w:t xml:space="preserve">, </w:t>
      </w:r>
      <w:r w:rsidR="00E0544E" w:rsidRPr="007818BD">
        <w:t>je pense</w:t>
      </w:r>
      <w:r>
        <w:t>…</w:t>
      </w:r>
    </w:p>
    <w:p w14:paraId="4B7B2D32" w14:textId="77777777" w:rsidR="00E8465A" w:rsidRDefault="00E8465A" w:rsidP="00E0544E">
      <w:r>
        <w:t>— </w:t>
      </w:r>
      <w:r w:rsidR="00E0544E" w:rsidRPr="007818BD">
        <w:t>Que pensez-vous</w:t>
      </w:r>
      <w:r>
        <w:t xml:space="preserve">, </w:t>
      </w:r>
      <w:r w:rsidR="00E0544E" w:rsidRPr="007818BD">
        <w:t>monsieur</w:t>
      </w:r>
      <w:r>
        <w:t xml:space="preserve"> ? </w:t>
      </w:r>
      <w:r w:rsidR="00E0544E" w:rsidRPr="007818BD">
        <w:t xml:space="preserve">demanda </w:t>
      </w:r>
      <w:proofErr w:type="spellStart"/>
      <w:r w:rsidR="00E0544E" w:rsidRPr="007818BD">
        <w:t>Glyndon</w:t>
      </w:r>
      <w:proofErr w:type="spellEnd"/>
      <w:r>
        <w:t xml:space="preserve">, </w:t>
      </w:r>
      <w:r w:rsidR="00E0544E" w:rsidRPr="007818BD">
        <w:t>dont la curiosité était excitée</w:t>
      </w:r>
      <w:r>
        <w:t>.</w:t>
      </w:r>
    </w:p>
    <w:p w14:paraId="3D4526FA" w14:textId="77777777" w:rsidR="00E8465A" w:rsidRDefault="00E8465A" w:rsidP="00E0544E">
      <w:r>
        <w:t>— </w:t>
      </w:r>
      <w:r w:rsidR="00E0544E" w:rsidRPr="007818BD">
        <w:t>Je pense</w:t>
      </w:r>
      <w:r>
        <w:t xml:space="preserve">, </w:t>
      </w:r>
      <w:r w:rsidR="00E0544E" w:rsidRPr="007818BD">
        <w:t>continua l</w:t>
      </w:r>
      <w:r>
        <w:t>’</w:t>
      </w:r>
      <w:r w:rsidR="00E0544E" w:rsidRPr="007818BD">
        <w:t>étranger</w:t>
      </w:r>
      <w:r>
        <w:t xml:space="preserve">, </w:t>
      </w:r>
      <w:r w:rsidR="00E0544E" w:rsidRPr="007818BD">
        <w:t>que ce mouvement n</w:t>
      </w:r>
      <w:r>
        <w:t>’</w:t>
      </w:r>
      <w:r w:rsidR="00E0544E" w:rsidRPr="007818BD">
        <w:t>est que l</w:t>
      </w:r>
      <w:r>
        <w:t>’</w:t>
      </w:r>
      <w:r w:rsidR="00E0544E" w:rsidRPr="007818BD">
        <w:t>expression de la répugnance et de l</w:t>
      </w:r>
      <w:r>
        <w:t>’</w:t>
      </w:r>
      <w:r w:rsidR="00E0544E" w:rsidRPr="007818BD">
        <w:t>horreur de nos él</w:t>
      </w:r>
      <w:r w:rsidR="00E0544E" w:rsidRPr="007818BD">
        <w:t>é</w:t>
      </w:r>
      <w:r w:rsidR="00E0544E" w:rsidRPr="007818BD">
        <w:t>ments purement humains devant quelque chose d</w:t>
      </w:r>
      <w:r>
        <w:t>’</w:t>
      </w:r>
      <w:r w:rsidR="00E0544E" w:rsidRPr="007818BD">
        <w:t>invincible</w:t>
      </w:r>
      <w:r>
        <w:t xml:space="preserve">, </w:t>
      </w:r>
      <w:r w:rsidR="00E0544E" w:rsidRPr="007818BD">
        <w:t>sans doute</w:t>
      </w:r>
      <w:r>
        <w:t xml:space="preserve">, </w:t>
      </w:r>
      <w:r w:rsidR="00E0544E" w:rsidRPr="007818BD">
        <w:t>mais d</w:t>
      </w:r>
      <w:r>
        <w:t>’</w:t>
      </w:r>
      <w:r w:rsidR="00E0544E" w:rsidRPr="007818BD">
        <w:t>antipathique à notre nature</w:t>
      </w:r>
      <w:r>
        <w:t xml:space="preserve"> : </w:t>
      </w:r>
      <w:r w:rsidR="00E0544E" w:rsidRPr="007818BD">
        <w:t>quelque agent ou quelque puissance hostile</w:t>
      </w:r>
      <w:r>
        <w:t xml:space="preserve">, </w:t>
      </w:r>
      <w:r w:rsidR="00E0544E" w:rsidRPr="007818BD">
        <w:t>dont heureusement la connai</w:t>
      </w:r>
      <w:r w:rsidR="00E0544E" w:rsidRPr="007818BD">
        <w:t>s</w:t>
      </w:r>
      <w:r w:rsidR="00E0544E" w:rsidRPr="007818BD">
        <w:t>sance nous est dérobée par l</w:t>
      </w:r>
      <w:r>
        <w:t>’</w:t>
      </w:r>
      <w:r w:rsidR="00E0544E" w:rsidRPr="007818BD">
        <w:t>imperfection de nos sens</w:t>
      </w:r>
      <w:r>
        <w:t>.</w:t>
      </w:r>
    </w:p>
    <w:p w14:paraId="7458C593" w14:textId="77777777" w:rsidR="00E8465A" w:rsidRDefault="00E8465A" w:rsidP="00E0544E">
      <w:r>
        <w:t>— </w:t>
      </w:r>
      <w:r w:rsidR="00E0544E" w:rsidRPr="007818BD">
        <w:t>Vous croyez donc aux esprits</w:t>
      </w:r>
      <w:r>
        <w:t xml:space="preserve"> ? </w:t>
      </w:r>
      <w:r w:rsidR="00E0544E" w:rsidRPr="007818BD">
        <w:t xml:space="preserve">dit </w:t>
      </w:r>
      <w:proofErr w:type="spellStart"/>
      <w:r w:rsidR="00E0544E" w:rsidRPr="007818BD">
        <w:t>Mervale</w:t>
      </w:r>
      <w:proofErr w:type="spellEnd"/>
      <w:r w:rsidR="00E0544E" w:rsidRPr="007818BD">
        <w:t xml:space="preserve"> avec un sour</w:t>
      </w:r>
      <w:r w:rsidR="00E0544E" w:rsidRPr="007818BD">
        <w:t>i</w:t>
      </w:r>
      <w:r w:rsidR="00E0544E" w:rsidRPr="007818BD">
        <w:t>re d</w:t>
      </w:r>
      <w:r>
        <w:t>’</w:t>
      </w:r>
      <w:r w:rsidR="00E0544E" w:rsidRPr="007818BD">
        <w:t>incrédulité</w:t>
      </w:r>
      <w:r>
        <w:t>.</w:t>
      </w:r>
    </w:p>
    <w:p w14:paraId="0819A356" w14:textId="77777777" w:rsidR="00E8465A" w:rsidRDefault="00E8465A" w:rsidP="00E0544E">
      <w:r>
        <w:t>— </w:t>
      </w:r>
      <w:r w:rsidR="00E0544E" w:rsidRPr="007818BD">
        <w:t>Ce n</w:t>
      </w:r>
      <w:r>
        <w:t>’</w:t>
      </w:r>
      <w:r w:rsidR="00E0544E" w:rsidRPr="007818BD">
        <w:t>est pas précisément d</w:t>
      </w:r>
      <w:r>
        <w:t>’</w:t>
      </w:r>
      <w:r w:rsidR="00E0544E" w:rsidRPr="007818BD">
        <w:t>esprits que je voulais parler</w:t>
      </w:r>
      <w:r>
        <w:t xml:space="preserve"> ; </w:t>
      </w:r>
      <w:r w:rsidR="00E0544E" w:rsidRPr="007818BD">
        <w:t>mais il peut exister des formes de la matière aussi invisibles pour nous</w:t>
      </w:r>
      <w:r>
        <w:t xml:space="preserve">, </w:t>
      </w:r>
      <w:r w:rsidR="00E0544E" w:rsidRPr="007818BD">
        <w:t xml:space="preserve">et aussi impalpables que les animalcules de </w:t>
      </w:r>
      <w:r w:rsidR="00E0544E" w:rsidRPr="007818BD">
        <w:lastRenderedPageBreak/>
        <w:t>l</w:t>
      </w:r>
      <w:r>
        <w:t>’</w:t>
      </w:r>
      <w:r w:rsidR="00E0544E" w:rsidRPr="007818BD">
        <w:t>air que nous respirons</w:t>
      </w:r>
      <w:r>
        <w:t xml:space="preserve">, </w:t>
      </w:r>
      <w:r w:rsidR="00E0544E" w:rsidRPr="007818BD">
        <w:t>de l</w:t>
      </w:r>
      <w:r>
        <w:t>’</w:t>
      </w:r>
      <w:r w:rsidR="00E0544E" w:rsidRPr="007818BD">
        <w:t>eau qui jaillit dans ce bassin</w:t>
      </w:r>
      <w:r>
        <w:t xml:space="preserve">. </w:t>
      </w:r>
      <w:r w:rsidR="00E0544E" w:rsidRPr="007818BD">
        <w:t>Ces êtres pe</w:t>
      </w:r>
      <w:r w:rsidR="00E0544E" w:rsidRPr="007818BD">
        <w:t>u</w:t>
      </w:r>
      <w:r w:rsidR="00E0544E" w:rsidRPr="007818BD">
        <w:t>vent avoir leurs passions et leurs facultés</w:t>
      </w:r>
      <w:r>
        <w:t xml:space="preserve">, </w:t>
      </w:r>
      <w:r w:rsidR="00E0544E" w:rsidRPr="007818BD">
        <w:t>exactement comme les animalcules auxquels je viens de les comparer</w:t>
      </w:r>
      <w:r>
        <w:t xml:space="preserve">. </w:t>
      </w:r>
      <w:r w:rsidR="00E0544E" w:rsidRPr="007818BD">
        <w:t>Le monstre qui vit et meurt dans une goutte d</w:t>
      </w:r>
      <w:r>
        <w:t>’</w:t>
      </w:r>
      <w:r w:rsidR="00E0544E" w:rsidRPr="007818BD">
        <w:t>eau</w:t>
      </w:r>
      <w:r>
        <w:t xml:space="preserve">, </w:t>
      </w:r>
      <w:r w:rsidR="00E0544E" w:rsidRPr="007818BD">
        <w:t>carnivore insatiable</w:t>
      </w:r>
      <w:r>
        <w:t xml:space="preserve">, </w:t>
      </w:r>
      <w:r w:rsidR="00E0544E" w:rsidRPr="007818BD">
        <w:t>se nourrissant de créatures plus microscopiques que lui</w:t>
      </w:r>
      <w:r>
        <w:t xml:space="preserve">, </w:t>
      </w:r>
      <w:r w:rsidR="00E0544E" w:rsidRPr="007818BD">
        <w:t>n</w:t>
      </w:r>
      <w:r>
        <w:t>’</w:t>
      </w:r>
      <w:r w:rsidR="00E0544E" w:rsidRPr="007818BD">
        <w:t>est pas moins fatal dans sa colère</w:t>
      </w:r>
      <w:r>
        <w:t xml:space="preserve">, </w:t>
      </w:r>
      <w:r w:rsidR="00E0544E" w:rsidRPr="007818BD">
        <w:t>moins féroce dans sa nature</w:t>
      </w:r>
      <w:r>
        <w:t xml:space="preserve">, </w:t>
      </w:r>
      <w:r w:rsidR="00E0544E" w:rsidRPr="007818BD">
        <w:t>que le tigre du désert</w:t>
      </w:r>
      <w:r>
        <w:t xml:space="preserve">. </w:t>
      </w:r>
      <w:r w:rsidR="00E0544E" w:rsidRPr="007818BD">
        <w:t>Il peut y avoir autour de nous des choses qui s</w:t>
      </w:r>
      <w:r w:rsidR="00E0544E" w:rsidRPr="007818BD">
        <w:t>e</w:t>
      </w:r>
      <w:r w:rsidR="00E0544E" w:rsidRPr="007818BD">
        <w:t>raient dangereuses et funestes pour l</w:t>
      </w:r>
      <w:r>
        <w:t>’</w:t>
      </w:r>
      <w:r w:rsidR="00E0544E" w:rsidRPr="007818BD">
        <w:t>homme</w:t>
      </w:r>
      <w:r>
        <w:t xml:space="preserve">, </w:t>
      </w:r>
      <w:r w:rsidR="00E0544E" w:rsidRPr="007818BD">
        <w:t>si la Providence n</w:t>
      </w:r>
      <w:r>
        <w:t>’</w:t>
      </w:r>
      <w:r w:rsidR="00E0544E" w:rsidRPr="007818BD">
        <w:t>avait</w:t>
      </w:r>
      <w:r>
        <w:t xml:space="preserve">, </w:t>
      </w:r>
      <w:r w:rsidR="00E0544E" w:rsidRPr="007818BD">
        <w:t>par de simples modifications de la matière</w:t>
      </w:r>
      <w:r>
        <w:t xml:space="preserve">, </w:t>
      </w:r>
      <w:r w:rsidR="00E0544E" w:rsidRPr="007818BD">
        <w:t>mis une ba</w:t>
      </w:r>
      <w:r w:rsidR="00E0544E" w:rsidRPr="007818BD">
        <w:t>r</w:t>
      </w:r>
      <w:r w:rsidR="00E0544E" w:rsidRPr="007818BD">
        <w:t>rière entre elles et nous</w:t>
      </w:r>
      <w:r>
        <w:t>.</w:t>
      </w:r>
    </w:p>
    <w:p w14:paraId="28C7DFA5" w14:textId="77777777" w:rsidR="00E8465A" w:rsidRDefault="00E8465A" w:rsidP="00E0544E">
      <w:r>
        <w:t>— </w:t>
      </w:r>
      <w:r w:rsidR="00E0544E" w:rsidRPr="007818BD">
        <w:t>Et pensez-vous que cette barrière ne puisse jamais être levée</w:t>
      </w:r>
      <w:r>
        <w:t xml:space="preserve"> ? </w:t>
      </w:r>
      <w:r w:rsidR="00E0544E" w:rsidRPr="007818BD">
        <w:t>demanda le je</w:t>
      </w:r>
      <w:r w:rsidR="00E0544E" w:rsidRPr="007818BD">
        <w:t>u</w:t>
      </w:r>
      <w:r w:rsidR="00E0544E" w:rsidRPr="007818BD">
        <w:t xml:space="preserve">ne </w:t>
      </w:r>
      <w:proofErr w:type="spellStart"/>
      <w:r w:rsidR="00E0544E" w:rsidRPr="007818BD">
        <w:t>Glyndon</w:t>
      </w:r>
      <w:proofErr w:type="spellEnd"/>
      <w:r w:rsidR="00E0544E" w:rsidRPr="007818BD">
        <w:t xml:space="preserve"> brusquement</w:t>
      </w:r>
      <w:r>
        <w:t xml:space="preserve">. </w:t>
      </w:r>
      <w:r w:rsidR="00E0544E" w:rsidRPr="007818BD">
        <w:t>Les traditions de la magie et de la sorcellerie</w:t>
      </w:r>
      <w:r>
        <w:t xml:space="preserve">, </w:t>
      </w:r>
      <w:r w:rsidR="00E0544E" w:rsidRPr="007818BD">
        <w:t>si universe</w:t>
      </w:r>
      <w:r w:rsidR="00E0544E" w:rsidRPr="007818BD">
        <w:t>l</w:t>
      </w:r>
      <w:r w:rsidR="00E0544E" w:rsidRPr="007818BD">
        <w:t>les dans le temps et dans l</w:t>
      </w:r>
      <w:r>
        <w:t>’</w:t>
      </w:r>
      <w:r w:rsidR="00E0544E" w:rsidRPr="007818BD">
        <w:t>espace</w:t>
      </w:r>
      <w:r>
        <w:t xml:space="preserve">, </w:t>
      </w:r>
      <w:r w:rsidR="00E0544E" w:rsidRPr="007818BD">
        <w:t>sont-elles de pures fables</w:t>
      </w:r>
      <w:r>
        <w:t> ?</w:t>
      </w:r>
    </w:p>
    <w:p w14:paraId="6B69CE0E" w14:textId="5A9BDF06" w:rsidR="00E0544E" w:rsidRPr="007818BD" w:rsidRDefault="00E8465A" w:rsidP="00E0544E">
      <w:r>
        <w:t>— </w:t>
      </w:r>
      <w:r w:rsidR="00E0544E" w:rsidRPr="007818BD">
        <w:t>Peut-être que oui</w:t>
      </w:r>
      <w:r>
        <w:t xml:space="preserve">, </w:t>
      </w:r>
      <w:r w:rsidR="00E0544E" w:rsidRPr="007818BD">
        <w:t>peut-être que non</w:t>
      </w:r>
      <w:r>
        <w:t xml:space="preserve">, </w:t>
      </w:r>
      <w:r w:rsidR="00E0544E" w:rsidRPr="007818BD">
        <w:t>répondit nonch</w:t>
      </w:r>
      <w:r w:rsidR="00E0544E" w:rsidRPr="007818BD">
        <w:t>a</w:t>
      </w:r>
      <w:r w:rsidR="00E0544E" w:rsidRPr="007818BD">
        <w:t>lamment l</w:t>
      </w:r>
      <w:r>
        <w:t>’</w:t>
      </w:r>
      <w:r w:rsidR="00E0544E" w:rsidRPr="007818BD">
        <w:t>étranger</w:t>
      </w:r>
      <w:r>
        <w:t xml:space="preserve">. </w:t>
      </w:r>
      <w:r w:rsidR="00E0544E" w:rsidRPr="007818BD">
        <w:t>Mais</w:t>
      </w:r>
      <w:r>
        <w:t xml:space="preserve">, </w:t>
      </w:r>
      <w:r w:rsidR="00E0544E" w:rsidRPr="007818BD">
        <w:t>dans ce siècle que la Raison a choisi entre tous les autres pour son ère</w:t>
      </w:r>
      <w:r>
        <w:t xml:space="preserve">, </w:t>
      </w:r>
      <w:r w:rsidR="00E0544E" w:rsidRPr="007818BD">
        <w:t>qui serait assez insensé pour vouloir briser l</w:t>
      </w:r>
      <w:r>
        <w:t>’</w:t>
      </w:r>
      <w:r w:rsidR="00E0544E" w:rsidRPr="007818BD">
        <w:t>obstacle qui le sépare du lion et du boa</w:t>
      </w:r>
      <w:r>
        <w:t xml:space="preserve"> ? </w:t>
      </w:r>
      <w:r w:rsidR="00E0544E" w:rsidRPr="007818BD">
        <w:t>pour se plaindre</w:t>
      </w:r>
      <w:r>
        <w:t xml:space="preserve">, </w:t>
      </w:r>
      <w:r w:rsidR="00E0544E" w:rsidRPr="007818BD">
        <w:t>comme d</w:t>
      </w:r>
      <w:r>
        <w:t>’</w:t>
      </w:r>
      <w:r w:rsidR="00E0544E" w:rsidRPr="007818BD">
        <w:t>une tyrannie</w:t>
      </w:r>
      <w:r>
        <w:t xml:space="preserve">, </w:t>
      </w:r>
      <w:r w:rsidR="00E0544E" w:rsidRPr="007818BD">
        <w:t>de cette loi qui relègue le r</w:t>
      </w:r>
      <w:r w:rsidR="00E0544E" w:rsidRPr="007818BD">
        <w:t>e</w:t>
      </w:r>
      <w:r w:rsidR="00E0544E" w:rsidRPr="007818BD">
        <w:t>quin dans les vastes abîmes des mers</w:t>
      </w:r>
      <w:r>
        <w:t xml:space="preserve"> ? </w:t>
      </w:r>
      <w:r w:rsidR="00E0544E" w:rsidRPr="007818BD">
        <w:t>Assez de cette discussion oiseuse</w:t>
      </w:r>
      <w:r>
        <w:t>. »</w:t>
      </w:r>
    </w:p>
    <w:p w14:paraId="7C745F08" w14:textId="77777777" w:rsidR="00E8465A" w:rsidRDefault="00E0544E" w:rsidP="00E0544E">
      <w:r w:rsidRPr="007818BD">
        <w:t>Il se leva</w:t>
      </w:r>
      <w:r w:rsidR="00E8465A">
        <w:t xml:space="preserve">, </w:t>
      </w:r>
      <w:r w:rsidRPr="007818BD">
        <w:t>paya son sorbet</w:t>
      </w:r>
      <w:r w:rsidR="00E8465A">
        <w:t xml:space="preserve">, </w:t>
      </w:r>
      <w:r w:rsidRPr="007818BD">
        <w:t>salua légèrement le groupe</w:t>
      </w:r>
      <w:r w:rsidR="00E8465A">
        <w:t xml:space="preserve">, </w:t>
      </w:r>
      <w:r w:rsidRPr="007818BD">
        <w:t>et disparut bientôt au milieu des arbres</w:t>
      </w:r>
      <w:r w:rsidR="00E8465A">
        <w:t>.</w:t>
      </w:r>
    </w:p>
    <w:p w14:paraId="0A02E7E4" w14:textId="77777777" w:rsidR="00E8465A" w:rsidRDefault="00E8465A" w:rsidP="00E0544E">
      <w:r>
        <w:t>« </w:t>
      </w:r>
      <w:r w:rsidR="00E0544E" w:rsidRPr="007818BD">
        <w:t>Quel est ce gentilhomme</w:t>
      </w:r>
      <w:r>
        <w:t> ? »</w:t>
      </w:r>
      <w:r w:rsidR="00E0544E" w:rsidRPr="007818BD">
        <w:t xml:space="preserve"> demanda avidement </w:t>
      </w:r>
      <w:proofErr w:type="spellStart"/>
      <w:r w:rsidR="00E0544E" w:rsidRPr="007818BD">
        <w:t>Gly</w:t>
      </w:r>
      <w:r w:rsidR="00E0544E" w:rsidRPr="007818BD">
        <w:t>n</w:t>
      </w:r>
      <w:r w:rsidR="00E0544E" w:rsidRPr="007818BD">
        <w:t>don</w:t>
      </w:r>
      <w:proofErr w:type="spellEnd"/>
      <w:r>
        <w:t xml:space="preserve">. </w:t>
      </w:r>
      <w:r w:rsidR="00E0544E" w:rsidRPr="007818BD">
        <w:t>Les autres se rega</w:t>
      </w:r>
      <w:r w:rsidR="00E0544E" w:rsidRPr="007818BD">
        <w:t>r</w:t>
      </w:r>
      <w:r w:rsidR="00E0544E" w:rsidRPr="007818BD">
        <w:t>dèrent quelques instants en silence</w:t>
      </w:r>
      <w:r>
        <w:t>.</w:t>
      </w:r>
    </w:p>
    <w:p w14:paraId="48E5B284" w14:textId="77777777" w:rsidR="00E8465A" w:rsidRDefault="00E8465A" w:rsidP="00E0544E">
      <w:r>
        <w:t>« </w:t>
      </w:r>
      <w:r w:rsidR="00E0544E" w:rsidRPr="007818BD">
        <w:t>C</w:t>
      </w:r>
      <w:r>
        <w:t>’</w:t>
      </w:r>
      <w:r w:rsidR="00E0544E" w:rsidRPr="007818BD">
        <w:t>est la première fois que je le vois</w:t>
      </w:r>
      <w:r>
        <w:t xml:space="preserve">, </w:t>
      </w:r>
      <w:r w:rsidR="00E0544E" w:rsidRPr="007818BD">
        <w:t xml:space="preserve">dit enfin </w:t>
      </w:r>
      <w:proofErr w:type="spellStart"/>
      <w:r w:rsidR="00E0544E" w:rsidRPr="007818BD">
        <w:t>Mervale</w:t>
      </w:r>
      <w:proofErr w:type="spellEnd"/>
      <w:r>
        <w:t>.</w:t>
      </w:r>
    </w:p>
    <w:p w14:paraId="6FD63813" w14:textId="77777777" w:rsidR="00E8465A" w:rsidRDefault="00E8465A" w:rsidP="00E0544E">
      <w:r>
        <w:t>— </w:t>
      </w:r>
      <w:r w:rsidR="00E0544E" w:rsidRPr="007818BD">
        <w:t>Et moi aussi</w:t>
      </w:r>
      <w:r>
        <w:t>.</w:t>
      </w:r>
    </w:p>
    <w:p w14:paraId="077057B2" w14:textId="77777777" w:rsidR="00E8465A" w:rsidRDefault="00E8465A" w:rsidP="00E0544E">
      <w:r>
        <w:t>— </w:t>
      </w:r>
      <w:r w:rsidR="00E0544E" w:rsidRPr="007818BD">
        <w:t>Et moi</w:t>
      </w:r>
      <w:r>
        <w:t>…</w:t>
      </w:r>
    </w:p>
    <w:p w14:paraId="0237786F" w14:textId="77777777" w:rsidR="00E8465A" w:rsidRDefault="00E8465A" w:rsidP="00E0544E">
      <w:r>
        <w:lastRenderedPageBreak/>
        <w:t>— </w:t>
      </w:r>
      <w:r w:rsidR="00E0544E" w:rsidRPr="007818BD">
        <w:t>Je le connais bien</w:t>
      </w:r>
      <w:r>
        <w:t xml:space="preserve">, </w:t>
      </w:r>
      <w:r w:rsidR="00E0544E" w:rsidRPr="007818BD">
        <w:t>moi</w:t>
      </w:r>
      <w:r>
        <w:t xml:space="preserve">, </w:t>
      </w:r>
      <w:r w:rsidR="00E0544E" w:rsidRPr="007818BD">
        <w:t>dit le Napolitain</w:t>
      </w:r>
      <w:r>
        <w:t xml:space="preserve">, </w:t>
      </w:r>
      <w:r w:rsidR="00E0544E" w:rsidRPr="007818BD">
        <w:t>qui n</w:t>
      </w:r>
      <w:r>
        <w:t>’</w:t>
      </w:r>
      <w:r w:rsidR="00E0544E" w:rsidRPr="007818BD">
        <w:t>était a</w:t>
      </w:r>
      <w:r w:rsidR="00E0544E" w:rsidRPr="007818BD">
        <w:t>u</w:t>
      </w:r>
      <w:r w:rsidR="00E0544E" w:rsidRPr="007818BD">
        <w:t xml:space="preserve">tre que </w:t>
      </w:r>
      <w:proofErr w:type="spellStart"/>
      <w:r w:rsidR="00E0544E" w:rsidRPr="007818BD">
        <w:t>Cetoxa</w:t>
      </w:r>
      <w:proofErr w:type="spellEnd"/>
      <w:r>
        <w:t xml:space="preserve">. </w:t>
      </w:r>
      <w:r w:rsidR="00E0544E" w:rsidRPr="007818BD">
        <w:t>Si vous vous en souvenez</w:t>
      </w:r>
      <w:r>
        <w:t xml:space="preserve">, </w:t>
      </w:r>
      <w:r w:rsidR="00E0544E" w:rsidRPr="007818BD">
        <w:t>c</w:t>
      </w:r>
      <w:r>
        <w:t>’</w:t>
      </w:r>
      <w:r w:rsidR="00E0544E" w:rsidRPr="007818BD">
        <w:t>est en ma compagnie qu</w:t>
      </w:r>
      <w:r>
        <w:t>’</w:t>
      </w:r>
      <w:r w:rsidR="00E0544E" w:rsidRPr="007818BD">
        <w:t>il</w:t>
      </w:r>
      <w:r>
        <w:t>-</w:t>
      </w:r>
      <w:r w:rsidR="00E0544E" w:rsidRPr="007818BD">
        <w:t>est survenu</w:t>
      </w:r>
      <w:r>
        <w:t xml:space="preserve">. </w:t>
      </w:r>
      <w:r w:rsidR="00E0544E" w:rsidRPr="007818BD">
        <w:t>Il vint à Naples il y a env</w:t>
      </w:r>
      <w:r w:rsidR="00E0544E" w:rsidRPr="007818BD">
        <w:t>i</w:t>
      </w:r>
      <w:r w:rsidR="00E0544E" w:rsidRPr="007818BD">
        <w:t>ron deux ans</w:t>
      </w:r>
      <w:r>
        <w:t xml:space="preserve">, </w:t>
      </w:r>
      <w:r w:rsidR="00E0544E" w:rsidRPr="007818BD">
        <w:t>et il y est arrivé depuis peu</w:t>
      </w:r>
      <w:r>
        <w:t xml:space="preserve"> ; </w:t>
      </w:r>
      <w:r w:rsidR="00E0544E" w:rsidRPr="007818BD">
        <w:t>il est immensément riche</w:t>
      </w:r>
      <w:r>
        <w:t xml:space="preserve">, </w:t>
      </w:r>
      <w:r w:rsidR="00E0544E" w:rsidRPr="007818BD">
        <w:t>charmant du reste</w:t>
      </w:r>
      <w:r>
        <w:t xml:space="preserve">. </w:t>
      </w:r>
      <w:r w:rsidR="00E0544E" w:rsidRPr="007818BD">
        <w:t>Je suis fâché de l</w:t>
      </w:r>
      <w:r>
        <w:t>’</w:t>
      </w:r>
      <w:r w:rsidR="00E0544E" w:rsidRPr="007818BD">
        <w:t>entendre tenir ce soir de si étranges pr</w:t>
      </w:r>
      <w:r w:rsidR="00E0544E" w:rsidRPr="007818BD">
        <w:t>o</w:t>
      </w:r>
      <w:r w:rsidR="00E0544E" w:rsidRPr="007818BD">
        <w:t>pos</w:t>
      </w:r>
      <w:r>
        <w:t xml:space="preserve"> ; </w:t>
      </w:r>
      <w:r w:rsidR="00E0544E" w:rsidRPr="007818BD">
        <w:t>ils encouragent et confirment les bruits ridicules qu</w:t>
      </w:r>
      <w:r>
        <w:t>’</w:t>
      </w:r>
      <w:r w:rsidR="00E0544E" w:rsidRPr="007818BD">
        <w:t>on fait courir sur lui</w:t>
      </w:r>
      <w:r>
        <w:t>.</w:t>
      </w:r>
    </w:p>
    <w:p w14:paraId="08296811" w14:textId="77777777" w:rsidR="00E8465A" w:rsidRDefault="00E8465A" w:rsidP="00E0544E">
      <w:r>
        <w:t>— </w:t>
      </w:r>
      <w:r w:rsidR="00E0544E" w:rsidRPr="007818BD">
        <w:t>Et assurément</w:t>
      </w:r>
      <w:r>
        <w:t xml:space="preserve">, </w:t>
      </w:r>
      <w:r w:rsidR="00E0544E" w:rsidRPr="007818BD">
        <w:t>dit un autre Napolitain</w:t>
      </w:r>
      <w:r>
        <w:t xml:space="preserve">, </w:t>
      </w:r>
      <w:r w:rsidR="00E0544E" w:rsidRPr="007818BD">
        <w:t>les événements de l</w:t>
      </w:r>
      <w:r>
        <w:t>’</w:t>
      </w:r>
      <w:r w:rsidR="00E0544E" w:rsidRPr="007818BD">
        <w:t>autre jour</w:t>
      </w:r>
      <w:r>
        <w:t xml:space="preserve">, </w:t>
      </w:r>
      <w:r w:rsidR="00E0544E" w:rsidRPr="007818BD">
        <w:t>que vous connaissez à merveille</w:t>
      </w:r>
      <w:r>
        <w:t xml:space="preserve">, </w:t>
      </w:r>
      <w:proofErr w:type="spellStart"/>
      <w:r w:rsidR="00E0544E" w:rsidRPr="007818BD">
        <w:t>Cetoxa</w:t>
      </w:r>
      <w:proofErr w:type="spellEnd"/>
      <w:r>
        <w:t xml:space="preserve">, </w:t>
      </w:r>
      <w:r w:rsidR="00E0544E" w:rsidRPr="007818BD">
        <w:t>just</w:t>
      </w:r>
      <w:r w:rsidR="00E0544E" w:rsidRPr="007818BD">
        <w:t>i</w:t>
      </w:r>
      <w:r w:rsidR="00E0544E" w:rsidRPr="007818BD">
        <w:t>fient les rumeurs que vous voudriez étouffer</w:t>
      </w:r>
      <w:r>
        <w:t>.</w:t>
      </w:r>
    </w:p>
    <w:p w14:paraId="436E9932" w14:textId="77777777" w:rsidR="00E8465A" w:rsidRDefault="00E8465A" w:rsidP="00E0544E">
      <w:r>
        <w:t>— </w:t>
      </w:r>
      <w:r w:rsidR="00E0544E" w:rsidRPr="007818BD">
        <w:t>Nous nous mêlons si peu</w:t>
      </w:r>
      <w:r>
        <w:t xml:space="preserve">, </w:t>
      </w:r>
      <w:r w:rsidR="00E0544E" w:rsidRPr="007818BD">
        <w:t>mon compatriote et moi</w:t>
      </w:r>
      <w:r>
        <w:t xml:space="preserve">, </w:t>
      </w:r>
      <w:r w:rsidR="00E0544E" w:rsidRPr="007818BD">
        <w:t>à la société napolitaine</w:t>
      </w:r>
      <w:r>
        <w:t xml:space="preserve">, </w:t>
      </w:r>
      <w:r w:rsidR="00E0544E" w:rsidRPr="007818BD">
        <w:t xml:space="preserve">dit </w:t>
      </w:r>
      <w:proofErr w:type="spellStart"/>
      <w:r w:rsidR="00E0544E" w:rsidRPr="007818BD">
        <w:t>Glyndon</w:t>
      </w:r>
      <w:proofErr w:type="spellEnd"/>
      <w:r>
        <w:t xml:space="preserve">, </w:t>
      </w:r>
      <w:r w:rsidR="00E0544E" w:rsidRPr="007818BD">
        <w:t>que nous perdons beaucoup de ce qui paraît digne du plus vif intérêt</w:t>
      </w:r>
      <w:r>
        <w:t xml:space="preserve">. </w:t>
      </w:r>
      <w:r w:rsidR="00E0544E" w:rsidRPr="007818BD">
        <w:t>Peut-on vous demander quels sont ces bruits</w:t>
      </w:r>
      <w:r>
        <w:t xml:space="preserve">, </w:t>
      </w:r>
      <w:r w:rsidR="00E0544E" w:rsidRPr="007818BD">
        <w:t>et à quels événements vous faites all</w:t>
      </w:r>
      <w:r w:rsidR="00E0544E" w:rsidRPr="007818BD">
        <w:t>u</w:t>
      </w:r>
      <w:r w:rsidR="00E0544E" w:rsidRPr="007818BD">
        <w:t>sion</w:t>
      </w:r>
      <w:r>
        <w:t> ?</w:t>
      </w:r>
    </w:p>
    <w:p w14:paraId="371DE798" w14:textId="7FC4465B" w:rsidR="00E8465A" w:rsidRDefault="00E8465A" w:rsidP="00E0544E">
      <w:r>
        <w:t>— </w:t>
      </w:r>
      <w:r w:rsidR="00E0544E" w:rsidRPr="007818BD">
        <w:t>Quant aux bruits</w:t>
      </w:r>
      <w:r>
        <w:t xml:space="preserve">, </w:t>
      </w:r>
      <w:r w:rsidR="00E0544E" w:rsidRPr="007818BD">
        <w:t xml:space="preserve">dit </w:t>
      </w:r>
      <w:proofErr w:type="spellStart"/>
      <w:r w:rsidR="00E0544E" w:rsidRPr="007818BD">
        <w:t>Cetoxa</w:t>
      </w:r>
      <w:proofErr w:type="spellEnd"/>
      <w:r>
        <w:t xml:space="preserve">, </w:t>
      </w:r>
      <w:r w:rsidR="00E0544E" w:rsidRPr="007818BD">
        <w:t>s</w:t>
      </w:r>
      <w:r>
        <w:t>’</w:t>
      </w:r>
      <w:r w:rsidR="00E0544E" w:rsidRPr="007818BD">
        <w:t>adressant courtoisement aux deux Anglais</w:t>
      </w:r>
      <w:r>
        <w:t xml:space="preserve">, </w:t>
      </w:r>
      <w:r w:rsidR="00E0544E" w:rsidRPr="007818BD">
        <w:t>il su</w:t>
      </w:r>
      <w:r w:rsidR="00E0544E" w:rsidRPr="007818BD">
        <w:t>f</w:t>
      </w:r>
      <w:r w:rsidR="00E0544E" w:rsidRPr="007818BD">
        <w:t>fit de vous dire qu</w:t>
      </w:r>
      <w:r>
        <w:t>’</w:t>
      </w:r>
      <w:r w:rsidR="00E0544E" w:rsidRPr="007818BD">
        <w:t xml:space="preserve">on attribue au </w:t>
      </w:r>
      <w:proofErr w:type="spellStart"/>
      <w:r w:rsidR="00E0544E" w:rsidRPr="007818BD">
        <w:t>signor</w:t>
      </w:r>
      <w:proofErr w:type="spellEnd"/>
      <w:r w:rsidR="00E0544E" w:rsidRPr="007818BD">
        <w:t xml:space="preserve"> </w:t>
      </w:r>
      <w:proofErr w:type="spellStart"/>
      <w:r w:rsidR="00E0544E" w:rsidRPr="007818BD">
        <w:t>Zanoni</w:t>
      </w:r>
      <w:proofErr w:type="spellEnd"/>
      <w:r w:rsidR="00E0544E" w:rsidRPr="007818BD">
        <w:t xml:space="preserve"> certaines qualités que tout le monde désire pour lui-même</w:t>
      </w:r>
      <w:r>
        <w:t xml:space="preserve">, </w:t>
      </w:r>
      <w:r w:rsidR="00E0544E" w:rsidRPr="007818BD">
        <w:t>et que tout le monde blâme chez autrui</w:t>
      </w:r>
      <w:r>
        <w:t xml:space="preserve">. </w:t>
      </w:r>
      <w:r w:rsidR="00E0544E" w:rsidRPr="007818BD">
        <w:t>L</w:t>
      </w:r>
      <w:r>
        <w:t>’</w:t>
      </w:r>
      <w:r w:rsidR="00E0544E" w:rsidRPr="007818BD">
        <w:t>incident que ra</w:t>
      </w:r>
      <w:r w:rsidR="00E0544E">
        <w:t>p</w:t>
      </w:r>
      <w:r w:rsidR="00E0544E" w:rsidRPr="007818BD">
        <w:t xml:space="preserve">pelle le </w:t>
      </w:r>
      <w:proofErr w:type="spellStart"/>
      <w:r w:rsidR="00E0544E" w:rsidRPr="007818BD">
        <w:t>signor</w:t>
      </w:r>
      <w:proofErr w:type="spellEnd"/>
      <w:r w:rsidR="00E0544E" w:rsidRPr="007818BD">
        <w:t xml:space="preserve"> </w:t>
      </w:r>
      <w:proofErr w:type="spellStart"/>
      <w:r w:rsidR="00E0544E" w:rsidRPr="007818BD">
        <w:t>Belgioso</w:t>
      </w:r>
      <w:proofErr w:type="spellEnd"/>
      <w:r w:rsidR="00E0544E" w:rsidRPr="007818BD">
        <w:t xml:space="preserve"> fait ressortir ces qualités et ne ma</w:t>
      </w:r>
      <w:r w:rsidR="00E0544E" w:rsidRPr="007818BD">
        <w:t>n</w:t>
      </w:r>
      <w:r w:rsidR="00E0544E" w:rsidRPr="007818BD">
        <w:t>que pas</w:t>
      </w:r>
      <w:r>
        <w:t xml:space="preserve">, </w:t>
      </w:r>
      <w:r w:rsidR="00E0544E" w:rsidRPr="007818BD">
        <w:t>je l</w:t>
      </w:r>
      <w:r>
        <w:t>’</w:t>
      </w:r>
      <w:r w:rsidR="00E0544E" w:rsidRPr="007818BD">
        <w:t>avoue</w:t>
      </w:r>
      <w:r>
        <w:t xml:space="preserve">, </w:t>
      </w:r>
      <w:r w:rsidR="00E0544E" w:rsidRPr="007818BD">
        <w:t>d</w:t>
      </w:r>
      <w:r>
        <w:t>’</w:t>
      </w:r>
      <w:r w:rsidR="00E0544E" w:rsidRPr="007818BD">
        <w:t>un certain merveilleux</w:t>
      </w:r>
      <w:r>
        <w:t xml:space="preserve">. </w:t>
      </w:r>
      <w:r w:rsidR="00E0544E" w:rsidRPr="007818BD">
        <w:t>Vous jouez sans doute</w:t>
      </w:r>
      <w:r>
        <w:t xml:space="preserve">, </w:t>
      </w:r>
      <w:r w:rsidR="00E0544E" w:rsidRPr="007818BD">
        <w:t>messieurs</w:t>
      </w:r>
      <w:r>
        <w:t> ? »</w:t>
      </w:r>
      <w:r w:rsidR="00E0544E" w:rsidRPr="007818BD">
        <w:t xml:space="preserve"> Ici </w:t>
      </w:r>
      <w:proofErr w:type="spellStart"/>
      <w:r w:rsidR="00E0544E" w:rsidRPr="007818BD">
        <w:t>Cetoxa</w:t>
      </w:r>
      <w:proofErr w:type="spellEnd"/>
      <w:r w:rsidR="00E0544E" w:rsidRPr="007818BD">
        <w:t xml:space="preserve"> s</w:t>
      </w:r>
      <w:r>
        <w:t>’</w:t>
      </w:r>
      <w:r w:rsidR="00E0544E" w:rsidRPr="007818BD">
        <w:t>interrompit</w:t>
      </w:r>
      <w:r>
        <w:t xml:space="preserve">, </w:t>
      </w:r>
      <w:r w:rsidR="00E0544E" w:rsidRPr="007818BD">
        <w:t>et</w:t>
      </w:r>
      <w:r>
        <w:t xml:space="preserve">, </w:t>
      </w:r>
      <w:r w:rsidR="00E0544E" w:rsidRPr="007818BD">
        <w:t xml:space="preserve">comme les deux Anglais avaient de temps à autre risqué quelques </w:t>
      </w:r>
      <w:proofErr w:type="spellStart"/>
      <w:r w:rsidR="00E0544E" w:rsidRPr="007818BD">
        <w:rPr>
          <w:i/>
          <w:iCs/>
        </w:rPr>
        <w:t>scudi</w:t>
      </w:r>
      <w:proofErr w:type="spellEnd"/>
      <w:r w:rsidR="00E0544E" w:rsidRPr="007818BD">
        <w:rPr>
          <w:i/>
          <w:iCs/>
        </w:rPr>
        <w:t xml:space="preserve"> </w:t>
      </w:r>
      <w:r w:rsidR="00E0544E" w:rsidRPr="007818BD">
        <w:t>aux tables de jeu</w:t>
      </w:r>
      <w:r>
        <w:t xml:space="preserve">, </w:t>
      </w:r>
      <w:r w:rsidR="00E0544E" w:rsidRPr="007818BD">
        <w:t>ils répondirent par un signe d</w:t>
      </w:r>
      <w:r>
        <w:t>’</w:t>
      </w:r>
      <w:r w:rsidR="00E0544E" w:rsidRPr="007818BD">
        <w:t>assentiment</w:t>
      </w:r>
      <w:r>
        <w:t xml:space="preserve">. </w:t>
      </w:r>
      <w:proofErr w:type="spellStart"/>
      <w:r w:rsidR="00E0544E" w:rsidRPr="007818BD">
        <w:t>Cetoxa</w:t>
      </w:r>
      <w:proofErr w:type="spellEnd"/>
      <w:r w:rsidR="00E0544E" w:rsidRPr="007818BD">
        <w:t xml:space="preserve"> continua</w:t>
      </w:r>
      <w:r>
        <w:t> : « </w:t>
      </w:r>
      <w:r w:rsidR="00E0544E" w:rsidRPr="007818BD">
        <w:t>Eh bien donc</w:t>
      </w:r>
      <w:r>
        <w:t xml:space="preserve">, </w:t>
      </w:r>
      <w:r w:rsidR="00E0544E" w:rsidRPr="007818BD">
        <w:t>il y a quelques jours à peine</w:t>
      </w:r>
      <w:r>
        <w:t xml:space="preserve">, </w:t>
      </w:r>
      <w:r w:rsidR="00E0544E" w:rsidRPr="007818BD">
        <w:t>le jour même de l</w:t>
      </w:r>
      <w:r>
        <w:t>’</w:t>
      </w:r>
      <w:r w:rsidR="00E0544E" w:rsidRPr="007818BD">
        <w:t xml:space="preserve">arrivée de </w:t>
      </w:r>
      <w:proofErr w:type="spellStart"/>
      <w:r w:rsidR="00E0544E" w:rsidRPr="007818BD">
        <w:t>Zanoni</w:t>
      </w:r>
      <w:proofErr w:type="spellEnd"/>
      <w:r w:rsidR="00E0544E" w:rsidRPr="007818BD">
        <w:t xml:space="preserve"> à Naples</w:t>
      </w:r>
      <w:r>
        <w:t xml:space="preserve">, </w:t>
      </w:r>
      <w:r w:rsidR="00E0544E" w:rsidRPr="007818BD">
        <w:t>le hasard vo</w:t>
      </w:r>
      <w:r w:rsidR="00E0544E" w:rsidRPr="007818BD">
        <w:t>u</w:t>
      </w:r>
      <w:r w:rsidR="00E0544E" w:rsidRPr="007818BD">
        <w:t>lut que j</w:t>
      </w:r>
      <w:r>
        <w:t>’</w:t>
      </w:r>
      <w:r w:rsidR="00E0544E" w:rsidRPr="007818BD">
        <w:t>eusse joué assez gros jeu et perdu</w:t>
      </w:r>
      <w:r>
        <w:t xml:space="preserve">. </w:t>
      </w:r>
      <w:r w:rsidR="00E0544E" w:rsidRPr="007818BD">
        <w:t>Je me levai</w:t>
      </w:r>
      <w:r>
        <w:t xml:space="preserve">, </w:t>
      </w:r>
      <w:r w:rsidR="00E0544E" w:rsidRPr="007818BD">
        <w:t>décidé à ne plus tenter la fo</w:t>
      </w:r>
      <w:r w:rsidR="00E0544E" w:rsidRPr="007818BD">
        <w:t>r</w:t>
      </w:r>
      <w:r w:rsidR="00E0544E" w:rsidRPr="007818BD">
        <w:t>tune</w:t>
      </w:r>
      <w:r>
        <w:t xml:space="preserve">, </w:t>
      </w:r>
      <w:r w:rsidR="00E0544E" w:rsidRPr="007818BD">
        <w:t>quand tout à coup j</w:t>
      </w:r>
      <w:r>
        <w:t>’</w:t>
      </w:r>
      <w:r w:rsidR="00E0544E" w:rsidRPr="007818BD">
        <w:t xml:space="preserve">aperçus </w:t>
      </w:r>
      <w:proofErr w:type="spellStart"/>
      <w:r w:rsidR="00E0544E" w:rsidRPr="007818BD">
        <w:t>Zanoni</w:t>
      </w:r>
      <w:proofErr w:type="spellEnd"/>
      <w:r>
        <w:t xml:space="preserve">, </w:t>
      </w:r>
      <w:r w:rsidR="00E0544E" w:rsidRPr="007818BD">
        <w:t>dont j</w:t>
      </w:r>
      <w:r>
        <w:t>’</w:t>
      </w:r>
      <w:r w:rsidR="00E0544E" w:rsidRPr="007818BD">
        <w:t>avais précédemment fait connaissance</w:t>
      </w:r>
      <w:r>
        <w:t xml:space="preserve">, </w:t>
      </w:r>
      <w:r w:rsidR="00E0544E" w:rsidRPr="007818BD">
        <w:t>et qui</w:t>
      </w:r>
      <w:r>
        <w:t xml:space="preserve">, </w:t>
      </w:r>
      <w:r w:rsidR="00E0544E" w:rsidRPr="007818BD">
        <w:t>je puis le dire</w:t>
      </w:r>
      <w:r>
        <w:t xml:space="preserve">, </w:t>
      </w:r>
      <w:r w:rsidR="00E0544E" w:rsidRPr="007818BD">
        <w:t>m</w:t>
      </w:r>
      <w:r>
        <w:t>’</w:t>
      </w:r>
      <w:r w:rsidR="00E0544E" w:rsidRPr="007818BD">
        <w:t>avait quelques petites obligations</w:t>
      </w:r>
      <w:r>
        <w:t xml:space="preserve">. </w:t>
      </w:r>
      <w:r w:rsidR="00E0544E" w:rsidRPr="007818BD">
        <w:t xml:space="preserve">Avant de me laisser le temps de lui exprimer le </w:t>
      </w:r>
      <w:r w:rsidR="00E0544E" w:rsidRPr="007818BD">
        <w:lastRenderedPageBreak/>
        <w:t>plaisir que j</w:t>
      </w:r>
      <w:r>
        <w:t>’</w:t>
      </w:r>
      <w:r w:rsidR="00E0544E" w:rsidRPr="007818BD">
        <w:t>éprouvais de cette re</w:t>
      </w:r>
      <w:r w:rsidR="00E0544E" w:rsidRPr="007818BD">
        <w:t>n</w:t>
      </w:r>
      <w:r w:rsidR="00E0544E" w:rsidRPr="007818BD">
        <w:t>contre</w:t>
      </w:r>
      <w:r>
        <w:t xml:space="preserve">, </w:t>
      </w:r>
      <w:r w:rsidR="00E0544E" w:rsidRPr="007818BD">
        <w:t>il posa sa main sur mon bras</w:t>
      </w:r>
      <w:r>
        <w:t> : « </w:t>
      </w:r>
      <w:r w:rsidR="00E0544E" w:rsidRPr="007818BD">
        <w:t>Vous avez perdu</w:t>
      </w:r>
      <w:r>
        <w:t xml:space="preserve">, </w:t>
      </w:r>
      <w:r w:rsidR="00E0544E" w:rsidRPr="007818BD">
        <w:t>dit-il</w:t>
      </w:r>
      <w:r>
        <w:t xml:space="preserve">, </w:t>
      </w:r>
      <w:r w:rsidR="00E0544E" w:rsidRPr="007818BD">
        <w:t>plus que vous ne pouvez payer sans vous g</w:t>
      </w:r>
      <w:r w:rsidR="00E0544E" w:rsidRPr="007818BD">
        <w:t>ê</w:t>
      </w:r>
      <w:r w:rsidR="00E0544E" w:rsidRPr="007818BD">
        <w:t>ner</w:t>
      </w:r>
      <w:r>
        <w:t xml:space="preserve">. </w:t>
      </w:r>
      <w:r w:rsidR="00E0544E" w:rsidRPr="007818BD">
        <w:t>Pour moi</w:t>
      </w:r>
      <w:r>
        <w:t xml:space="preserve">, </w:t>
      </w:r>
      <w:r w:rsidR="00E0544E" w:rsidRPr="007818BD">
        <w:t>je hais le jeu</w:t>
      </w:r>
      <w:r>
        <w:t xml:space="preserve">, </w:t>
      </w:r>
      <w:r w:rsidR="00E0544E" w:rsidRPr="007818BD">
        <w:t>mais je veux cependant m</w:t>
      </w:r>
      <w:r>
        <w:t>’</w:t>
      </w:r>
      <w:r w:rsidR="00E0544E" w:rsidRPr="007818BD">
        <w:t>intéresser à cette partie</w:t>
      </w:r>
      <w:r>
        <w:t xml:space="preserve">. </w:t>
      </w:r>
      <w:r w:rsidR="00E0544E" w:rsidRPr="007818BD">
        <w:t>Vo</w:t>
      </w:r>
      <w:r w:rsidR="00E0544E" w:rsidRPr="007818BD">
        <w:t>u</w:t>
      </w:r>
      <w:r w:rsidR="00E0544E" w:rsidRPr="007818BD">
        <w:t>lez-vous jouer cette somme pour moi</w:t>
      </w:r>
      <w:r>
        <w:t xml:space="preserve"> ? </w:t>
      </w:r>
      <w:r w:rsidR="00E0544E" w:rsidRPr="007818BD">
        <w:t>les risques sont pour moi</w:t>
      </w:r>
      <w:r>
        <w:t xml:space="preserve"> ; </w:t>
      </w:r>
      <w:r w:rsidR="00E0544E" w:rsidRPr="007818BD">
        <w:t>la moitié du gain pour vous</w:t>
      </w:r>
      <w:r>
        <w:t>. »</w:t>
      </w:r>
      <w:r w:rsidR="00E0544E" w:rsidRPr="007818BD">
        <w:t xml:space="preserve"> Étonné</w:t>
      </w:r>
      <w:r>
        <w:t xml:space="preserve">, </w:t>
      </w:r>
      <w:r w:rsidR="00E0544E" w:rsidRPr="007818BD">
        <w:t>comme vous le pensez</w:t>
      </w:r>
      <w:r>
        <w:t xml:space="preserve">, </w:t>
      </w:r>
      <w:r w:rsidR="00E0544E" w:rsidRPr="007818BD">
        <w:t>de cette proposition</w:t>
      </w:r>
      <w:r>
        <w:t xml:space="preserve">, </w:t>
      </w:r>
      <w:r w:rsidR="00E0544E" w:rsidRPr="007818BD">
        <w:t>je voulais refuser</w:t>
      </w:r>
      <w:r>
        <w:t xml:space="preserve">, </w:t>
      </w:r>
      <w:r w:rsidR="00E0544E" w:rsidRPr="007818BD">
        <w:t>mais l</w:t>
      </w:r>
      <w:r>
        <w:t>’</w:t>
      </w:r>
      <w:r w:rsidR="00E0544E" w:rsidRPr="007818BD">
        <w:t xml:space="preserve">accent et le regard de </w:t>
      </w:r>
      <w:proofErr w:type="spellStart"/>
      <w:r w:rsidR="00E0544E" w:rsidRPr="007818BD">
        <w:t>Zanoni</w:t>
      </w:r>
      <w:proofErr w:type="spellEnd"/>
      <w:r w:rsidR="00E0544E" w:rsidRPr="007818BD">
        <w:t xml:space="preserve"> avaient quelque chose d</w:t>
      </w:r>
      <w:r>
        <w:t>’</w:t>
      </w:r>
      <w:r w:rsidR="00E0544E" w:rsidRPr="007818BD">
        <w:t>irrésistible</w:t>
      </w:r>
      <w:r>
        <w:t xml:space="preserve"> ; </w:t>
      </w:r>
      <w:r w:rsidR="00E0544E" w:rsidRPr="007818BD">
        <w:t>je br</w:t>
      </w:r>
      <w:r w:rsidR="00E0544E" w:rsidRPr="007818BD">
        <w:t>û</w:t>
      </w:r>
      <w:r w:rsidR="00E0544E" w:rsidRPr="007818BD">
        <w:t>lais d</w:t>
      </w:r>
      <w:r>
        <w:t>’</w:t>
      </w:r>
      <w:r w:rsidR="00E0544E" w:rsidRPr="007818BD">
        <w:t>ailleurs de réparer mes pertes</w:t>
      </w:r>
      <w:r>
        <w:t xml:space="preserve">, </w:t>
      </w:r>
      <w:r w:rsidR="00E0544E" w:rsidRPr="007818BD">
        <w:t>et je ne me serais pas levé de table si j</w:t>
      </w:r>
      <w:r>
        <w:t>’</w:t>
      </w:r>
      <w:r w:rsidR="00E0544E" w:rsidRPr="007818BD">
        <w:t>avais encore eu quelque argent dans ma bourse</w:t>
      </w:r>
      <w:r>
        <w:t xml:space="preserve">. </w:t>
      </w:r>
      <w:r w:rsidR="00E0544E" w:rsidRPr="007818BD">
        <w:t>Je lui dis que j</w:t>
      </w:r>
      <w:r>
        <w:t>’</w:t>
      </w:r>
      <w:r w:rsidR="00E0544E" w:rsidRPr="007818BD">
        <w:t>acceptais son offre</w:t>
      </w:r>
      <w:r>
        <w:t xml:space="preserve">, </w:t>
      </w:r>
      <w:r w:rsidR="00E0544E" w:rsidRPr="007818BD">
        <w:t>à condition que nous partag</w:t>
      </w:r>
      <w:r w:rsidR="00E0544E" w:rsidRPr="007818BD">
        <w:t>e</w:t>
      </w:r>
      <w:r w:rsidR="00E0544E" w:rsidRPr="007818BD">
        <w:t>rions la perte comme le gain</w:t>
      </w:r>
      <w:r>
        <w:t>, « </w:t>
      </w:r>
      <w:r w:rsidR="00E0544E" w:rsidRPr="007818BD">
        <w:t>Comme vous voudrez</w:t>
      </w:r>
      <w:r>
        <w:t xml:space="preserve">, </w:t>
      </w:r>
      <w:r w:rsidR="00E0544E" w:rsidRPr="007818BD">
        <w:t>dit-il avec un sourire</w:t>
      </w:r>
      <w:r>
        <w:t xml:space="preserve"> ; </w:t>
      </w:r>
      <w:r w:rsidR="00E0544E" w:rsidRPr="007818BD">
        <w:t>vous pouvez être sans crainte</w:t>
      </w:r>
      <w:r>
        <w:t xml:space="preserve">, </w:t>
      </w:r>
      <w:r w:rsidR="00E0544E" w:rsidRPr="007818BD">
        <w:t>vous êtes sûr de g</w:t>
      </w:r>
      <w:r w:rsidR="00E0544E" w:rsidRPr="007818BD">
        <w:t>a</w:t>
      </w:r>
      <w:r w:rsidR="00E0544E" w:rsidRPr="007818BD">
        <w:t>gner</w:t>
      </w:r>
      <w:r>
        <w:t xml:space="preserve">. </w:t>
      </w:r>
      <w:r w:rsidR="00E0544E" w:rsidRPr="007818BD">
        <w:t>Je me rassis</w:t>
      </w:r>
      <w:r>
        <w:t xml:space="preserve">. </w:t>
      </w:r>
      <w:proofErr w:type="spellStart"/>
      <w:r w:rsidR="00E0544E" w:rsidRPr="007818BD">
        <w:t>Zanoni</w:t>
      </w:r>
      <w:proofErr w:type="spellEnd"/>
      <w:r w:rsidR="00E0544E" w:rsidRPr="007818BD">
        <w:t xml:space="preserve"> se tint debout derrière moi</w:t>
      </w:r>
      <w:r>
        <w:t xml:space="preserve"> ; </w:t>
      </w:r>
      <w:r w:rsidR="00E0544E" w:rsidRPr="007818BD">
        <w:t>ma chance revint</w:t>
      </w:r>
      <w:r>
        <w:t xml:space="preserve">, </w:t>
      </w:r>
      <w:r w:rsidR="00E0544E" w:rsidRPr="007818BD">
        <w:t>je gagnai continuellement</w:t>
      </w:r>
      <w:r>
        <w:t xml:space="preserve">. </w:t>
      </w:r>
      <w:r w:rsidR="00E0544E" w:rsidRPr="007818BD">
        <w:t>Bref</w:t>
      </w:r>
      <w:r>
        <w:t xml:space="preserve">, </w:t>
      </w:r>
      <w:r w:rsidR="00E0544E" w:rsidRPr="007818BD">
        <w:t>quand je me l</w:t>
      </w:r>
      <w:r w:rsidR="00E0544E" w:rsidRPr="007818BD">
        <w:t>e</w:t>
      </w:r>
      <w:r w:rsidR="00E0544E" w:rsidRPr="007818BD">
        <w:t>vai de table</w:t>
      </w:r>
      <w:r>
        <w:t xml:space="preserve">, </w:t>
      </w:r>
      <w:r w:rsidR="00E0544E" w:rsidRPr="007818BD">
        <w:t>j</w:t>
      </w:r>
      <w:r>
        <w:t>’</w:t>
      </w:r>
      <w:r w:rsidR="00E0544E" w:rsidRPr="007818BD">
        <w:t>étais riche</w:t>
      </w:r>
      <w:r>
        <w:t>.</w:t>
      </w:r>
    </w:p>
    <w:p w14:paraId="68B0E50C" w14:textId="04F7F27A" w:rsidR="00E0544E" w:rsidRPr="007818BD" w:rsidRDefault="00E8465A" w:rsidP="00E0544E">
      <w:r>
        <w:t>— </w:t>
      </w:r>
      <w:r w:rsidR="00E0544E" w:rsidRPr="007818BD">
        <w:t>Il ne peut y avoir de tricherie au jeu public</w:t>
      </w:r>
      <w:r>
        <w:t xml:space="preserve">, </w:t>
      </w:r>
      <w:r w:rsidR="00E0544E" w:rsidRPr="007818BD">
        <w:t>surtout contre la banque</w:t>
      </w:r>
      <w:r>
        <w:t> ? »</w:t>
      </w:r>
    </w:p>
    <w:p w14:paraId="74C3836B" w14:textId="77777777" w:rsidR="00E8465A" w:rsidRDefault="00E0544E" w:rsidP="00E0544E">
      <w:r w:rsidRPr="007818BD">
        <w:t>C</w:t>
      </w:r>
      <w:r w:rsidR="00E8465A">
        <w:t>’</w:t>
      </w:r>
      <w:r w:rsidRPr="007818BD">
        <w:t xml:space="preserve">était </w:t>
      </w:r>
      <w:proofErr w:type="spellStart"/>
      <w:r w:rsidRPr="007818BD">
        <w:t>Glyndon</w:t>
      </w:r>
      <w:proofErr w:type="spellEnd"/>
      <w:r w:rsidRPr="007818BD">
        <w:t xml:space="preserve"> qui faisait cette question</w:t>
      </w:r>
      <w:r w:rsidR="00E8465A">
        <w:t>.</w:t>
      </w:r>
    </w:p>
    <w:p w14:paraId="05C62F1B" w14:textId="77777777" w:rsidR="00E8465A" w:rsidRDefault="00E8465A" w:rsidP="00E0544E">
      <w:r>
        <w:t>« </w:t>
      </w:r>
      <w:r w:rsidR="00E0544E" w:rsidRPr="007818BD">
        <w:t>Non</w:t>
      </w:r>
      <w:r>
        <w:t xml:space="preserve">, </w:t>
      </w:r>
      <w:r w:rsidR="00E0544E" w:rsidRPr="007818BD">
        <w:t>certainement</w:t>
      </w:r>
      <w:r>
        <w:t xml:space="preserve">, </w:t>
      </w:r>
      <w:r w:rsidR="00E0544E" w:rsidRPr="007818BD">
        <w:t>répliqua le comte</w:t>
      </w:r>
      <w:r>
        <w:t xml:space="preserve">. </w:t>
      </w:r>
      <w:r w:rsidR="00E0544E" w:rsidRPr="007818BD">
        <w:t>Notre veine fut vraiment merveilleuse</w:t>
      </w:r>
      <w:r>
        <w:t xml:space="preserve"> ; </w:t>
      </w:r>
      <w:r w:rsidR="00E0544E" w:rsidRPr="007818BD">
        <w:t>à tel point qu</w:t>
      </w:r>
      <w:r>
        <w:t>’</w:t>
      </w:r>
      <w:r w:rsidR="00E0544E" w:rsidRPr="007818BD">
        <w:t>un Sicilien</w:t>
      </w:r>
      <w:r>
        <w:t xml:space="preserve"> (</w:t>
      </w:r>
      <w:r w:rsidR="00E0544E" w:rsidRPr="007818BD">
        <w:t>les Siciliens sont volontiers mal élevés et irascibles</w:t>
      </w:r>
      <w:r>
        <w:t xml:space="preserve">), </w:t>
      </w:r>
      <w:r w:rsidR="00E0544E" w:rsidRPr="007818BD">
        <w:t>devint colère et ins</w:t>
      </w:r>
      <w:r w:rsidR="00E0544E" w:rsidRPr="007818BD">
        <w:t>o</w:t>
      </w:r>
      <w:r w:rsidR="00E0544E" w:rsidRPr="007818BD">
        <w:t>lent</w:t>
      </w:r>
      <w:r>
        <w:t xml:space="preserve">. </w:t>
      </w:r>
      <w:r w:rsidR="00E0544E" w:rsidRPr="007818BD">
        <w:t>Monsieur</w:t>
      </w:r>
      <w:r>
        <w:t xml:space="preserve">, </w:t>
      </w:r>
      <w:r w:rsidR="00E0544E" w:rsidRPr="007818BD">
        <w:t>dit-il en se tournant vers mon nouvel ami</w:t>
      </w:r>
      <w:r>
        <w:t xml:space="preserve">, </w:t>
      </w:r>
      <w:r w:rsidR="00E0544E" w:rsidRPr="007818BD">
        <w:t>vous ne devez pas être si près de la table</w:t>
      </w:r>
      <w:r>
        <w:t xml:space="preserve">. </w:t>
      </w:r>
      <w:r w:rsidR="00E0544E" w:rsidRPr="007818BD">
        <w:t>Je ne sais pas comment cela se fait</w:t>
      </w:r>
      <w:r>
        <w:t xml:space="preserve">, </w:t>
      </w:r>
      <w:r w:rsidR="00E0544E" w:rsidRPr="007818BD">
        <w:t>mais vous n</w:t>
      </w:r>
      <w:r>
        <w:t>’</w:t>
      </w:r>
      <w:r w:rsidR="00E0544E" w:rsidRPr="007818BD">
        <w:t>avez pas agi loyalement</w:t>
      </w:r>
      <w:r>
        <w:t>. »</w:t>
      </w:r>
      <w:r w:rsidR="00E0544E" w:rsidRPr="007818BD">
        <w:t xml:space="preserve"> </w:t>
      </w:r>
      <w:proofErr w:type="spellStart"/>
      <w:r w:rsidR="00E0544E" w:rsidRPr="007818BD">
        <w:t>Zanoni</w:t>
      </w:r>
      <w:proofErr w:type="spellEnd"/>
      <w:r w:rsidR="00E0544E" w:rsidRPr="007818BD">
        <w:t xml:space="preserve"> répliqua avec beaucoup de calme qu</w:t>
      </w:r>
      <w:r>
        <w:t>’</w:t>
      </w:r>
      <w:r w:rsidR="00E0544E" w:rsidRPr="007818BD">
        <w:t>il n</w:t>
      </w:r>
      <w:r>
        <w:t>’</w:t>
      </w:r>
      <w:r w:rsidR="00E0544E" w:rsidRPr="007818BD">
        <w:t>avait rien fait contre les règles</w:t>
      </w:r>
      <w:r>
        <w:t xml:space="preserve">, </w:t>
      </w:r>
      <w:r w:rsidR="00E0544E" w:rsidRPr="007818BD">
        <w:t>qu</w:t>
      </w:r>
      <w:r>
        <w:t>’</w:t>
      </w:r>
      <w:r w:rsidR="00E0544E" w:rsidRPr="007818BD">
        <w:t>il était désolé qu</w:t>
      </w:r>
      <w:r>
        <w:t>’</w:t>
      </w:r>
      <w:r w:rsidR="00E0544E" w:rsidRPr="007818BD">
        <w:t>un joueur ne pût gagner sans qu</w:t>
      </w:r>
      <w:r>
        <w:t>’</w:t>
      </w:r>
      <w:r w:rsidR="00E0544E" w:rsidRPr="007818BD">
        <w:t>un autre perdît</w:t>
      </w:r>
      <w:r>
        <w:t xml:space="preserve">, </w:t>
      </w:r>
      <w:r w:rsidR="00E0544E" w:rsidRPr="007818BD">
        <w:t>et qu</w:t>
      </w:r>
      <w:r>
        <w:t>’</w:t>
      </w:r>
      <w:r w:rsidR="00E0544E" w:rsidRPr="007818BD">
        <w:t>il ne pouvait avoir agi déloyalement quand même il l</w:t>
      </w:r>
      <w:r>
        <w:t>’</w:t>
      </w:r>
      <w:r w:rsidR="00E0544E" w:rsidRPr="007818BD">
        <w:t>aurait voulu</w:t>
      </w:r>
      <w:r>
        <w:t xml:space="preserve">. </w:t>
      </w:r>
      <w:r w:rsidR="00E0544E" w:rsidRPr="007818BD">
        <w:t>Le Sicilien prit pour de la crainte la modération de l</w:t>
      </w:r>
      <w:r>
        <w:t>’</w:t>
      </w:r>
      <w:r w:rsidR="00E0544E" w:rsidRPr="007818BD">
        <w:t>étranger</w:t>
      </w:r>
      <w:r>
        <w:t xml:space="preserve">, </w:t>
      </w:r>
      <w:r w:rsidR="00E0544E" w:rsidRPr="007818BD">
        <w:t>et devint plus tapageur et plus grossier</w:t>
      </w:r>
      <w:r>
        <w:t xml:space="preserve">. </w:t>
      </w:r>
      <w:r w:rsidR="00E0544E" w:rsidRPr="007818BD">
        <w:t xml:space="preserve">Il se leva de table et regarda </w:t>
      </w:r>
      <w:proofErr w:type="spellStart"/>
      <w:r w:rsidR="00E0544E" w:rsidRPr="007818BD">
        <w:t>Zanoni</w:t>
      </w:r>
      <w:proofErr w:type="spellEnd"/>
      <w:r w:rsidR="00E0544E" w:rsidRPr="007818BD">
        <w:t xml:space="preserve"> d</w:t>
      </w:r>
      <w:r>
        <w:t>’</w:t>
      </w:r>
      <w:r w:rsidR="00E0544E" w:rsidRPr="007818BD">
        <w:t xml:space="preserve">une </w:t>
      </w:r>
      <w:r w:rsidR="00E0544E" w:rsidRPr="007818BD">
        <w:lastRenderedPageBreak/>
        <w:t>manière fort provocante pour qu</w:t>
      </w:r>
      <w:r w:rsidR="00E0544E" w:rsidRPr="007818BD">
        <w:t>i</w:t>
      </w:r>
      <w:r w:rsidR="00E0544E" w:rsidRPr="007818BD">
        <w:t>conque a quelque vivacité dans le caractère ou quelque adresse à l</w:t>
      </w:r>
      <w:r>
        <w:t>’</w:t>
      </w:r>
      <w:r w:rsidR="00E0544E" w:rsidRPr="007818BD">
        <w:t>épée</w:t>
      </w:r>
      <w:r>
        <w:t>.</w:t>
      </w:r>
    </w:p>
    <w:p w14:paraId="55623CE0" w14:textId="77777777" w:rsidR="00E8465A" w:rsidRDefault="00E8465A" w:rsidP="00E0544E">
      <w:r>
        <w:t>— </w:t>
      </w:r>
      <w:r w:rsidR="00E0544E" w:rsidRPr="007818BD">
        <w:t>Et</w:t>
      </w:r>
      <w:r>
        <w:t xml:space="preserve">, </w:t>
      </w:r>
      <w:r w:rsidR="00E0544E" w:rsidRPr="007818BD">
        <w:t xml:space="preserve">interrompit </w:t>
      </w:r>
      <w:proofErr w:type="spellStart"/>
      <w:r w:rsidR="00E0544E" w:rsidRPr="007818BD">
        <w:t>Belgioso</w:t>
      </w:r>
      <w:proofErr w:type="spellEnd"/>
      <w:r>
        <w:t xml:space="preserve">, </w:t>
      </w:r>
      <w:r w:rsidR="00E0544E" w:rsidRPr="007818BD">
        <w:t>ce qui dans tout cela me paraît le plus étrange</w:t>
      </w:r>
      <w:r>
        <w:t xml:space="preserve">, </w:t>
      </w:r>
      <w:r w:rsidR="00E0544E" w:rsidRPr="007818BD">
        <w:t>c</w:t>
      </w:r>
      <w:r>
        <w:t>’</w:t>
      </w:r>
      <w:r w:rsidR="00E0544E" w:rsidRPr="007818BD">
        <w:t>est que pendant tout ce temps</w:t>
      </w:r>
      <w:r>
        <w:t xml:space="preserve">, </w:t>
      </w:r>
      <w:proofErr w:type="spellStart"/>
      <w:r w:rsidR="00E0544E" w:rsidRPr="007818BD">
        <w:t>Zanoni</w:t>
      </w:r>
      <w:proofErr w:type="spellEnd"/>
      <w:r>
        <w:t xml:space="preserve">, </w:t>
      </w:r>
      <w:r w:rsidR="00E0544E" w:rsidRPr="007818BD">
        <w:t>qui était en face de moi</w:t>
      </w:r>
      <w:r>
        <w:t xml:space="preserve">, </w:t>
      </w:r>
      <w:r w:rsidR="00E0544E" w:rsidRPr="007818BD">
        <w:t>et dont j</w:t>
      </w:r>
      <w:r>
        <w:t>’</w:t>
      </w:r>
      <w:r w:rsidR="00E0544E" w:rsidRPr="007818BD">
        <w:t>observais le v</w:t>
      </w:r>
      <w:r w:rsidR="00E0544E" w:rsidRPr="007818BD">
        <w:t>i</w:t>
      </w:r>
      <w:r w:rsidR="00E0544E" w:rsidRPr="007818BD">
        <w:t>sage</w:t>
      </w:r>
      <w:r>
        <w:t xml:space="preserve">, </w:t>
      </w:r>
      <w:r w:rsidR="00E0544E" w:rsidRPr="007818BD">
        <w:t>ne fit aucune remarque et ne trahit pas la moindre émotion</w:t>
      </w:r>
      <w:r>
        <w:t xml:space="preserve">. </w:t>
      </w:r>
      <w:r w:rsidR="00E0544E" w:rsidRPr="007818BD">
        <w:t>Il regarda fix</w:t>
      </w:r>
      <w:r w:rsidR="00E0544E" w:rsidRPr="007818BD">
        <w:t>e</w:t>
      </w:r>
      <w:r w:rsidR="00E0544E" w:rsidRPr="007818BD">
        <w:t>ment le Sicilien</w:t>
      </w:r>
      <w:r>
        <w:t xml:space="preserve">, </w:t>
      </w:r>
      <w:r w:rsidR="00E0544E" w:rsidRPr="007818BD">
        <w:t>jamais je n</w:t>
      </w:r>
      <w:r>
        <w:t>’</w:t>
      </w:r>
      <w:r w:rsidR="00E0544E" w:rsidRPr="007818BD">
        <w:t>oublierai ce regard</w:t>
      </w:r>
      <w:r>
        <w:t xml:space="preserve"> ; </w:t>
      </w:r>
      <w:r w:rsidR="00E0544E" w:rsidRPr="007818BD">
        <w:t>je ne saurais vous le décrire</w:t>
      </w:r>
      <w:r>
        <w:t xml:space="preserve">, </w:t>
      </w:r>
      <w:r w:rsidR="00E0544E" w:rsidRPr="007818BD">
        <w:t>mais il glaça tout mon sang</w:t>
      </w:r>
      <w:r>
        <w:t xml:space="preserve">. </w:t>
      </w:r>
      <w:r w:rsidR="00E0544E" w:rsidRPr="007818BD">
        <w:t>Le Sicilien recula en chancelant</w:t>
      </w:r>
      <w:r>
        <w:t xml:space="preserve">, </w:t>
      </w:r>
      <w:r w:rsidR="00E0544E" w:rsidRPr="007818BD">
        <w:t>comme s</w:t>
      </w:r>
      <w:r>
        <w:t>’</w:t>
      </w:r>
      <w:r w:rsidR="00E0544E" w:rsidRPr="007818BD">
        <w:t>il eût reçu un coup</w:t>
      </w:r>
      <w:r>
        <w:t xml:space="preserve">. </w:t>
      </w:r>
      <w:r w:rsidR="00E0544E" w:rsidRPr="007818BD">
        <w:t>Je le vis trembler</w:t>
      </w:r>
      <w:r>
        <w:t xml:space="preserve"> ; </w:t>
      </w:r>
      <w:r w:rsidR="00E0544E" w:rsidRPr="007818BD">
        <w:t>il se laissa tomber sur le banc</w:t>
      </w:r>
      <w:r>
        <w:t xml:space="preserve">. </w:t>
      </w:r>
      <w:r w:rsidR="00E0544E" w:rsidRPr="007818BD">
        <w:t>Et alors</w:t>
      </w:r>
      <w:r>
        <w:t>…</w:t>
      </w:r>
    </w:p>
    <w:p w14:paraId="325DF4DF" w14:textId="77777777" w:rsidR="00E8465A" w:rsidRDefault="00E8465A" w:rsidP="00E0544E">
      <w:r>
        <w:t>— </w:t>
      </w:r>
      <w:r w:rsidR="00E0544E" w:rsidRPr="007818BD">
        <w:t>Oui</w:t>
      </w:r>
      <w:r>
        <w:t xml:space="preserve">, </w:t>
      </w:r>
      <w:r w:rsidR="00E0544E" w:rsidRPr="007818BD">
        <w:t>alors</w:t>
      </w:r>
      <w:r>
        <w:t xml:space="preserve">, </w:t>
      </w:r>
      <w:r w:rsidR="00E0544E" w:rsidRPr="007818BD">
        <w:t>à mon très-grand étonnement</w:t>
      </w:r>
      <w:r>
        <w:t xml:space="preserve">, </w:t>
      </w:r>
      <w:r w:rsidR="00E0544E" w:rsidRPr="007818BD">
        <w:t xml:space="preserve">dit </w:t>
      </w:r>
      <w:proofErr w:type="spellStart"/>
      <w:r w:rsidR="00E0544E" w:rsidRPr="007818BD">
        <w:t>Cetoxa</w:t>
      </w:r>
      <w:proofErr w:type="spellEnd"/>
      <w:r>
        <w:t xml:space="preserve">, </w:t>
      </w:r>
      <w:r w:rsidR="00E0544E" w:rsidRPr="007818BD">
        <w:t>n</w:t>
      </w:r>
      <w:r w:rsidR="00E0544E" w:rsidRPr="007818BD">
        <w:t>o</w:t>
      </w:r>
      <w:r w:rsidR="00E0544E" w:rsidRPr="007818BD">
        <w:t>tre insulaire</w:t>
      </w:r>
      <w:r>
        <w:t xml:space="preserve">, </w:t>
      </w:r>
      <w:r w:rsidR="00E0544E" w:rsidRPr="007818BD">
        <w:t>ainsi d</w:t>
      </w:r>
      <w:r w:rsidR="00E0544E" w:rsidRPr="007818BD">
        <w:t>é</w:t>
      </w:r>
      <w:r w:rsidR="00E0544E" w:rsidRPr="007818BD">
        <w:t xml:space="preserve">sarmé par un regard de </w:t>
      </w:r>
      <w:proofErr w:type="spellStart"/>
      <w:r w:rsidR="00E0544E" w:rsidRPr="007818BD">
        <w:t>Zanoni</w:t>
      </w:r>
      <w:proofErr w:type="spellEnd"/>
      <w:r>
        <w:t xml:space="preserve">, </w:t>
      </w:r>
      <w:r w:rsidR="00E0544E" w:rsidRPr="007818BD">
        <w:t>tourna toute sa colère sur moi</w:t>
      </w:r>
      <w:r>
        <w:t xml:space="preserve">, </w:t>
      </w:r>
      <w:r w:rsidR="00E0544E" w:rsidRPr="007818BD">
        <w:rPr>
          <w:i/>
          <w:iCs/>
        </w:rPr>
        <w:t>le</w:t>
      </w:r>
      <w:r>
        <w:t xml:space="preserve">… </w:t>
      </w:r>
      <w:r w:rsidR="00E0544E" w:rsidRPr="007818BD">
        <w:t>mais vous ne savez peut-être pas</w:t>
      </w:r>
      <w:r>
        <w:t xml:space="preserve">, </w:t>
      </w:r>
      <w:r w:rsidR="00E0544E" w:rsidRPr="007818BD">
        <w:t>messieurs</w:t>
      </w:r>
      <w:r>
        <w:t xml:space="preserve">, </w:t>
      </w:r>
      <w:r w:rsidR="00E0544E" w:rsidRPr="007818BD">
        <w:t xml:space="preserve">que </w:t>
      </w:r>
      <w:proofErr w:type="gramStart"/>
      <w:r w:rsidR="00E0544E" w:rsidRPr="007818BD">
        <w:t>j</w:t>
      </w:r>
      <w:r>
        <w:t>’</w:t>
      </w:r>
      <w:r w:rsidR="00E0544E" w:rsidRPr="007818BD">
        <w:t>ai une</w:t>
      </w:r>
      <w:proofErr w:type="gramEnd"/>
      <w:r w:rsidR="00E0544E" w:rsidRPr="007818BD">
        <w:t xml:space="preserve"> certaine réputation à l</w:t>
      </w:r>
      <w:r>
        <w:t>’</w:t>
      </w:r>
      <w:r w:rsidR="00E0544E" w:rsidRPr="007818BD">
        <w:t>escrime</w:t>
      </w:r>
      <w:r>
        <w:t>.</w:t>
      </w:r>
    </w:p>
    <w:p w14:paraId="4AF787A8" w14:textId="77777777" w:rsidR="00E8465A" w:rsidRDefault="00E8465A" w:rsidP="00E0544E">
      <w:r>
        <w:t>— </w:t>
      </w:r>
      <w:r w:rsidR="00E0544E" w:rsidRPr="007818BD">
        <w:t>La meilleure lame de toute l</w:t>
      </w:r>
      <w:r>
        <w:t>’</w:t>
      </w:r>
      <w:r w:rsidR="00E0544E" w:rsidRPr="007818BD">
        <w:t>Italie</w:t>
      </w:r>
      <w:r>
        <w:t xml:space="preserve">, </w:t>
      </w:r>
      <w:r w:rsidR="00E0544E" w:rsidRPr="007818BD">
        <w:t xml:space="preserve">dit </w:t>
      </w:r>
      <w:proofErr w:type="spellStart"/>
      <w:r w:rsidR="00E0544E" w:rsidRPr="007818BD">
        <w:t>Belgioso</w:t>
      </w:r>
      <w:proofErr w:type="spellEnd"/>
      <w:r>
        <w:t>.</w:t>
      </w:r>
    </w:p>
    <w:p w14:paraId="703CD150" w14:textId="77777777" w:rsidR="00E8465A" w:rsidRDefault="00E8465A" w:rsidP="00E0544E">
      <w:r>
        <w:t>— </w:t>
      </w:r>
      <w:r w:rsidR="00E0544E" w:rsidRPr="007818BD">
        <w:t>Avant que j</w:t>
      </w:r>
      <w:r>
        <w:t>’</w:t>
      </w:r>
      <w:r w:rsidR="00E0544E" w:rsidRPr="007818BD">
        <w:t>eusse pu deviner comment ni pourquoi</w:t>
      </w:r>
      <w:r>
        <w:t xml:space="preserve">, </w:t>
      </w:r>
      <w:r w:rsidR="00E0544E" w:rsidRPr="007818BD">
        <w:t>r</w:t>
      </w:r>
      <w:r w:rsidR="00E0544E" w:rsidRPr="007818BD">
        <w:t>e</w:t>
      </w:r>
      <w:r w:rsidR="00E0544E" w:rsidRPr="007818BD">
        <w:t xml:space="preserve">prit </w:t>
      </w:r>
      <w:proofErr w:type="spellStart"/>
      <w:r w:rsidR="00E0544E" w:rsidRPr="007818BD">
        <w:t>Cetoxa</w:t>
      </w:r>
      <w:proofErr w:type="spellEnd"/>
      <w:r>
        <w:t xml:space="preserve">, </w:t>
      </w:r>
      <w:r w:rsidR="00E0544E" w:rsidRPr="007818BD">
        <w:t>je me trouvai dans le jardin</w:t>
      </w:r>
      <w:r>
        <w:t xml:space="preserve">, </w:t>
      </w:r>
      <w:r w:rsidR="00E0544E" w:rsidRPr="007818BD">
        <w:t>derrière la maison</w:t>
      </w:r>
      <w:r>
        <w:t xml:space="preserve">, </w:t>
      </w:r>
      <w:r w:rsidR="00E0544E" w:rsidRPr="007818BD">
        <w:t xml:space="preserve">avec </w:t>
      </w:r>
      <w:proofErr w:type="spellStart"/>
      <w:r w:rsidR="00E0544E" w:rsidRPr="007818BD">
        <w:t>Ughelli</w:t>
      </w:r>
      <w:proofErr w:type="spellEnd"/>
      <w:r>
        <w:t xml:space="preserve"> (</w:t>
      </w:r>
      <w:r w:rsidR="00E0544E" w:rsidRPr="007818BD">
        <w:t>c</w:t>
      </w:r>
      <w:r>
        <w:t>’</w:t>
      </w:r>
      <w:r w:rsidR="00E0544E" w:rsidRPr="007818BD">
        <w:t>est le nom de mon Sicilien</w:t>
      </w:r>
      <w:r>
        <w:t xml:space="preserve">) </w:t>
      </w:r>
      <w:r w:rsidR="00E0544E" w:rsidRPr="007818BD">
        <w:t>en face de moi</w:t>
      </w:r>
      <w:r>
        <w:t xml:space="preserve">, </w:t>
      </w:r>
      <w:r w:rsidR="00E0544E" w:rsidRPr="007818BD">
        <w:t>et cinq ou six gentilshommes autour de nous</w:t>
      </w:r>
      <w:r>
        <w:t xml:space="preserve">, </w:t>
      </w:r>
      <w:r w:rsidR="00E0544E" w:rsidRPr="007818BD">
        <w:t>comme témoins</w:t>
      </w:r>
      <w:r>
        <w:t xml:space="preserve">. </w:t>
      </w:r>
      <w:proofErr w:type="spellStart"/>
      <w:r w:rsidR="00E0544E" w:rsidRPr="007818BD">
        <w:t>Z</w:t>
      </w:r>
      <w:r w:rsidR="00E0544E" w:rsidRPr="007818BD">
        <w:t>a</w:t>
      </w:r>
      <w:r w:rsidR="00E0544E" w:rsidRPr="007818BD">
        <w:t>noni</w:t>
      </w:r>
      <w:proofErr w:type="spellEnd"/>
      <w:r w:rsidR="00E0544E" w:rsidRPr="007818BD">
        <w:t xml:space="preserve"> me fit signe</w:t>
      </w:r>
      <w:r>
        <w:t xml:space="preserve"> ; </w:t>
      </w:r>
      <w:r w:rsidR="00E0544E" w:rsidRPr="007818BD">
        <w:t>je me rapprochai de lui</w:t>
      </w:r>
      <w:r>
        <w:t> : « </w:t>
      </w:r>
      <w:r w:rsidR="00E0544E" w:rsidRPr="007818BD">
        <w:t>Cet homme to</w:t>
      </w:r>
      <w:r w:rsidR="00E0544E" w:rsidRPr="007818BD">
        <w:t>m</w:t>
      </w:r>
      <w:r w:rsidR="00E0544E" w:rsidRPr="007818BD">
        <w:t>bera</w:t>
      </w:r>
      <w:r>
        <w:t xml:space="preserve">, </w:t>
      </w:r>
      <w:r w:rsidR="00E0544E" w:rsidRPr="007818BD">
        <w:t>dit-il</w:t>
      </w:r>
      <w:r>
        <w:t xml:space="preserve"> ; </w:t>
      </w:r>
      <w:r w:rsidR="00E0544E" w:rsidRPr="007818BD">
        <w:t>quand il sera à terre</w:t>
      </w:r>
      <w:r>
        <w:t xml:space="preserve">, </w:t>
      </w:r>
      <w:r w:rsidR="00E0544E" w:rsidRPr="007818BD">
        <w:t xml:space="preserve">allez à lui et </w:t>
      </w:r>
      <w:proofErr w:type="spellStart"/>
      <w:r w:rsidR="00E0544E" w:rsidRPr="007818BD">
        <w:t>demandez lui</w:t>
      </w:r>
      <w:proofErr w:type="spellEnd"/>
      <w:r w:rsidR="00E0544E" w:rsidRPr="007818BD">
        <w:t xml:space="preserve"> s</w:t>
      </w:r>
      <w:r>
        <w:t>’</w:t>
      </w:r>
      <w:r w:rsidR="00E0544E" w:rsidRPr="007818BD">
        <w:t>il veut être enterré auprès de son père</w:t>
      </w:r>
      <w:r>
        <w:t xml:space="preserve">, </w:t>
      </w:r>
      <w:r w:rsidR="00E0544E" w:rsidRPr="007818BD">
        <w:t>dans l</w:t>
      </w:r>
      <w:r>
        <w:t>’</w:t>
      </w:r>
      <w:r w:rsidR="00E0544E" w:rsidRPr="007818BD">
        <w:t>église de San Ge</w:t>
      </w:r>
      <w:r w:rsidR="00E0544E" w:rsidRPr="007818BD">
        <w:t>n</w:t>
      </w:r>
      <w:r w:rsidR="00E0544E" w:rsidRPr="007818BD">
        <w:t>naro</w:t>
      </w:r>
      <w:r>
        <w:t xml:space="preserve">. – </w:t>
      </w:r>
      <w:r w:rsidR="00E0544E" w:rsidRPr="007818BD">
        <w:t>Vous connaissez donc sa famille</w:t>
      </w:r>
      <w:r>
        <w:t> ? »</w:t>
      </w:r>
      <w:r w:rsidR="00E0544E" w:rsidRPr="007818BD">
        <w:t xml:space="preserve"> lui demandai-je étonné</w:t>
      </w:r>
      <w:r>
        <w:t xml:space="preserve">. </w:t>
      </w:r>
      <w:proofErr w:type="spellStart"/>
      <w:r w:rsidR="00E0544E" w:rsidRPr="007818BD">
        <w:t>Zanoni</w:t>
      </w:r>
      <w:proofErr w:type="spellEnd"/>
      <w:r w:rsidR="00E0544E" w:rsidRPr="007818BD">
        <w:t xml:space="preserve"> ne répondit pas</w:t>
      </w:r>
      <w:r>
        <w:t xml:space="preserve">, </w:t>
      </w:r>
      <w:r w:rsidR="00E0544E" w:rsidRPr="007818BD">
        <w:t>et l</w:t>
      </w:r>
      <w:r>
        <w:t>’</w:t>
      </w:r>
      <w:r w:rsidR="00E0544E" w:rsidRPr="007818BD">
        <w:t>instant d</w:t>
      </w:r>
      <w:r>
        <w:t>’</w:t>
      </w:r>
      <w:r w:rsidR="00E0544E" w:rsidRPr="007818BD">
        <w:t>après j</w:t>
      </w:r>
      <w:r>
        <w:t>’</w:t>
      </w:r>
      <w:r w:rsidR="00E0544E" w:rsidRPr="007818BD">
        <w:t>étais en garde</w:t>
      </w:r>
      <w:r>
        <w:t xml:space="preserve">. </w:t>
      </w:r>
      <w:r w:rsidR="00E0544E" w:rsidRPr="007818BD">
        <w:t>Il faut lui rendre justice</w:t>
      </w:r>
      <w:r>
        <w:t xml:space="preserve">, </w:t>
      </w:r>
      <w:r w:rsidR="00E0544E" w:rsidRPr="007818BD">
        <w:t>le Sicilien avait un jeu brouillé magnifique</w:t>
      </w:r>
      <w:r>
        <w:t xml:space="preserve">, </w:t>
      </w:r>
      <w:r w:rsidR="00E0544E" w:rsidRPr="007818BD">
        <w:t>et je n</w:t>
      </w:r>
      <w:r>
        <w:t>’</w:t>
      </w:r>
      <w:r w:rsidR="00E0544E" w:rsidRPr="007818BD">
        <w:t>ai jamais croisé le fer avec un adversaire si prompt à la riposte</w:t>
      </w:r>
      <w:r>
        <w:t xml:space="preserve"> ; </w:t>
      </w:r>
      <w:r w:rsidR="00E0544E" w:rsidRPr="007818BD">
        <w:t>cependant</w:t>
      </w:r>
      <w:r>
        <w:t xml:space="preserve">, </w:t>
      </w:r>
      <w:r w:rsidR="00E0544E" w:rsidRPr="007818BD">
        <w:t xml:space="preserve">ajouta </w:t>
      </w:r>
      <w:proofErr w:type="spellStart"/>
      <w:r w:rsidR="00E0544E" w:rsidRPr="007818BD">
        <w:t>Cetoxa</w:t>
      </w:r>
      <w:proofErr w:type="spellEnd"/>
      <w:r w:rsidR="00E0544E" w:rsidRPr="007818BD">
        <w:t xml:space="preserve"> avec une mode</w:t>
      </w:r>
      <w:r w:rsidR="00E0544E" w:rsidRPr="007818BD">
        <w:t>s</w:t>
      </w:r>
      <w:r w:rsidR="00E0544E" w:rsidRPr="007818BD">
        <w:t>tie pleine d</w:t>
      </w:r>
      <w:r>
        <w:t>’</w:t>
      </w:r>
      <w:r w:rsidR="00E0544E" w:rsidRPr="007818BD">
        <w:t>aisance</w:t>
      </w:r>
      <w:r>
        <w:t xml:space="preserve">, </w:t>
      </w:r>
      <w:r w:rsidR="00E0544E" w:rsidRPr="007818BD">
        <w:t>mon épée le traversa</w:t>
      </w:r>
      <w:r>
        <w:t xml:space="preserve">. </w:t>
      </w:r>
      <w:r w:rsidR="00E0544E" w:rsidRPr="007818BD">
        <w:t>Je courus à lui</w:t>
      </w:r>
      <w:r>
        <w:t xml:space="preserve"> ; </w:t>
      </w:r>
      <w:r w:rsidR="00E0544E" w:rsidRPr="007818BD">
        <w:t>il pouvait à peine parler</w:t>
      </w:r>
      <w:r>
        <w:t>. « </w:t>
      </w:r>
      <w:r w:rsidR="00E0544E" w:rsidRPr="007818BD">
        <w:t>Avez-vous quelque recommandation à</w:t>
      </w:r>
      <w:r>
        <w:t>-</w:t>
      </w:r>
      <w:r w:rsidR="00E0544E" w:rsidRPr="007818BD">
        <w:t>faire</w:t>
      </w:r>
      <w:r>
        <w:t xml:space="preserve">, </w:t>
      </w:r>
      <w:r w:rsidR="00E0544E" w:rsidRPr="007818BD">
        <w:t>quelque volonté à exprimer</w:t>
      </w:r>
      <w:r>
        <w:t> ? »</w:t>
      </w:r>
      <w:r w:rsidR="00E0544E" w:rsidRPr="007818BD">
        <w:t xml:space="preserve"> Il secoua la tête</w:t>
      </w:r>
      <w:r>
        <w:t>. « </w:t>
      </w:r>
      <w:r w:rsidR="00E0544E" w:rsidRPr="007818BD">
        <w:t>Où vo</w:t>
      </w:r>
      <w:r w:rsidR="00E0544E" w:rsidRPr="007818BD">
        <w:t>u</w:t>
      </w:r>
      <w:r w:rsidR="00E0544E" w:rsidRPr="007818BD">
        <w:t>lez-vous être enterré</w:t>
      </w:r>
      <w:r>
        <w:t> ? »</w:t>
      </w:r>
      <w:r w:rsidR="00E0544E" w:rsidRPr="007818BD">
        <w:t xml:space="preserve"> Il montra la </w:t>
      </w:r>
      <w:r w:rsidR="00E0544E" w:rsidRPr="007818BD">
        <w:lastRenderedPageBreak/>
        <w:t>direction de la Sicile</w:t>
      </w:r>
      <w:r>
        <w:t>. « </w:t>
      </w:r>
      <w:r w:rsidR="00E0544E" w:rsidRPr="007818BD">
        <w:t>Quoi</w:t>
      </w:r>
      <w:r>
        <w:t xml:space="preserve"> ! </w:t>
      </w:r>
      <w:r w:rsidR="00E0544E" w:rsidRPr="007818BD">
        <w:t>lui dis-je avec quelque surprise</w:t>
      </w:r>
      <w:r>
        <w:t xml:space="preserve">, </w:t>
      </w:r>
      <w:r w:rsidR="00E0544E" w:rsidRPr="007818BD">
        <w:t>pas auprès de votre p</w:t>
      </w:r>
      <w:r w:rsidR="00E0544E" w:rsidRPr="007818BD">
        <w:t>è</w:t>
      </w:r>
      <w:r w:rsidR="00E0544E" w:rsidRPr="007818BD">
        <w:t>re</w:t>
      </w:r>
      <w:r>
        <w:t xml:space="preserve">, </w:t>
      </w:r>
      <w:r w:rsidR="00E0544E" w:rsidRPr="007818BD">
        <w:t>dans l</w:t>
      </w:r>
      <w:r>
        <w:t>’</w:t>
      </w:r>
      <w:r w:rsidR="00E0544E" w:rsidRPr="007818BD">
        <w:t>église San Gennaro</w:t>
      </w:r>
      <w:r>
        <w:t> ? »</w:t>
      </w:r>
      <w:r w:rsidR="00E0544E" w:rsidRPr="007818BD">
        <w:t xml:space="preserve"> À ces mots</w:t>
      </w:r>
      <w:r>
        <w:t xml:space="preserve">, </w:t>
      </w:r>
      <w:r w:rsidR="00E0544E" w:rsidRPr="007818BD">
        <w:t>son visage se bo</w:t>
      </w:r>
      <w:r w:rsidR="00E0544E" w:rsidRPr="007818BD">
        <w:t>u</w:t>
      </w:r>
      <w:r w:rsidR="00E0544E" w:rsidRPr="007818BD">
        <w:t>leversa</w:t>
      </w:r>
      <w:r>
        <w:t xml:space="preserve">, </w:t>
      </w:r>
      <w:r w:rsidR="00E0544E" w:rsidRPr="007818BD">
        <w:t>il poussa un cri perçant</w:t>
      </w:r>
      <w:r>
        <w:t xml:space="preserve">, </w:t>
      </w:r>
      <w:r w:rsidR="00E0544E" w:rsidRPr="007818BD">
        <w:t>le sang jaillit de sa bouche</w:t>
      </w:r>
      <w:r>
        <w:t xml:space="preserve">, </w:t>
      </w:r>
      <w:r w:rsidR="00E0544E" w:rsidRPr="007818BD">
        <w:t>et il tomba mort</w:t>
      </w:r>
      <w:r>
        <w:t xml:space="preserve">. </w:t>
      </w:r>
      <w:r w:rsidR="00E0544E" w:rsidRPr="007818BD">
        <w:t>La partie la plus étrange de l</w:t>
      </w:r>
      <w:r>
        <w:t>’</w:t>
      </w:r>
      <w:r w:rsidR="00E0544E" w:rsidRPr="007818BD">
        <w:t>histoire est encore à venir</w:t>
      </w:r>
      <w:r>
        <w:t xml:space="preserve">. </w:t>
      </w:r>
      <w:r w:rsidR="00E0544E" w:rsidRPr="007818BD">
        <w:t>Nous l</w:t>
      </w:r>
      <w:r>
        <w:t>’</w:t>
      </w:r>
      <w:r w:rsidR="00E0544E" w:rsidRPr="007818BD">
        <w:t>enterrâmes dans San Gennaro</w:t>
      </w:r>
      <w:r>
        <w:t xml:space="preserve">. </w:t>
      </w:r>
      <w:r w:rsidR="00E0544E" w:rsidRPr="007818BD">
        <w:t>Pour cette cérém</w:t>
      </w:r>
      <w:r w:rsidR="00E0544E" w:rsidRPr="007818BD">
        <w:t>o</w:t>
      </w:r>
      <w:r w:rsidR="00E0544E" w:rsidRPr="007818BD">
        <w:t>nie</w:t>
      </w:r>
      <w:r>
        <w:t xml:space="preserve">, </w:t>
      </w:r>
      <w:r w:rsidR="00E0544E" w:rsidRPr="007818BD">
        <w:t>nous soulevâmes le cercueil de son père</w:t>
      </w:r>
      <w:r>
        <w:t xml:space="preserve"> ; </w:t>
      </w:r>
      <w:r w:rsidR="00E0544E" w:rsidRPr="007818BD">
        <w:t>le couvercle s</w:t>
      </w:r>
      <w:r>
        <w:t>’</w:t>
      </w:r>
      <w:r w:rsidR="00E0544E" w:rsidRPr="007818BD">
        <w:t>en détacha</w:t>
      </w:r>
      <w:r>
        <w:t xml:space="preserve">, </w:t>
      </w:r>
      <w:r w:rsidR="00E0544E" w:rsidRPr="007818BD">
        <w:t>le squelette se montra à nos yeux</w:t>
      </w:r>
      <w:r>
        <w:t xml:space="preserve">. </w:t>
      </w:r>
      <w:r w:rsidR="00E0544E" w:rsidRPr="007818BD">
        <w:t>Dans la cavité du crâne nous trouvâmes un fil très-mince d</w:t>
      </w:r>
      <w:r>
        <w:t>’</w:t>
      </w:r>
      <w:r w:rsidR="00E0544E" w:rsidRPr="007818BD">
        <w:t>acier aigu</w:t>
      </w:r>
      <w:r>
        <w:t xml:space="preserve"> : </w:t>
      </w:r>
      <w:r w:rsidR="00E0544E" w:rsidRPr="007818BD">
        <w:t>cette d</w:t>
      </w:r>
      <w:r w:rsidR="00E0544E" w:rsidRPr="007818BD">
        <w:t>é</w:t>
      </w:r>
      <w:r w:rsidR="00E0544E" w:rsidRPr="007818BD">
        <w:t>couverte provoqua de l</w:t>
      </w:r>
      <w:r>
        <w:t>’</w:t>
      </w:r>
      <w:r w:rsidR="00E0544E" w:rsidRPr="007818BD">
        <w:t>étonnement et des recherches</w:t>
      </w:r>
      <w:r>
        <w:t xml:space="preserve">. </w:t>
      </w:r>
      <w:r w:rsidR="00E0544E" w:rsidRPr="007818BD">
        <w:t>Le père</w:t>
      </w:r>
      <w:r>
        <w:t xml:space="preserve">, </w:t>
      </w:r>
      <w:r w:rsidR="00E0544E" w:rsidRPr="007818BD">
        <w:t>qui était riche et avare</w:t>
      </w:r>
      <w:r>
        <w:t xml:space="preserve">, </w:t>
      </w:r>
      <w:r w:rsidR="00E0544E" w:rsidRPr="007818BD">
        <w:t>était mort subit</w:t>
      </w:r>
      <w:r w:rsidR="00E0544E" w:rsidRPr="007818BD">
        <w:t>e</w:t>
      </w:r>
      <w:r w:rsidR="00E0544E" w:rsidRPr="007818BD">
        <w:t>ment</w:t>
      </w:r>
      <w:r>
        <w:t xml:space="preserve"> ; </w:t>
      </w:r>
      <w:r w:rsidR="00E0544E" w:rsidRPr="007818BD">
        <w:t>on l</w:t>
      </w:r>
      <w:r>
        <w:t>’</w:t>
      </w:r>
      <w:r w:rsidR="00E0544E" w:rsidRPr="007818BD">
        <w:t>avait enterré à la hâte</w:t>
      </w:r>
      <w:r>
        <w:t xml:space="preserve">, </w:t>
      </w:r>
      <w:r w:rsidR="00E0544E" w:rsidRPr="007818BD">
        <w:t>à cause</w:t>
      </w:r>
      <w:r>
        <w:t xml:space="preserve">, </w:t>
      </w:r>
      <w:r w:rsidR="00E0544E" w:rsidRPr="007818BD">
        <w:t>disait-on</w:t>
      </w:r>
      <w:r>
        <w:t xml:space="preserve">, </w:t>
      </w:r>
      <w:r w:rsidR="00E0544E" w:rsidRPr="007818BD">
        <w:t>des grandes chaleurs</w:t>
      </w:r>
      <w:r>
        <w:t xml:space="preserve">. </w:t>
      </w:r>
      <w:r w:rsidR="00E0544E" w:rsidRPr="007818BD">
        <w:t>Les sou</w:t>
      </w:r>
      <w:r w:rsidR="00E0544E" w:rsidRPr="007818BD">
        <w:t>p</w:t>
      </w:r>
      <w:r w:rsidR="00E0544E" w:rsidRPr="007818BD">
        <w:t>çons une fois éveillés</w:t>
      </w:r>
      <w:r>
        <w:t xml:space="preserve">, </w:t>
      </w:r>
      <w:r w:rsidR="00E0544E" w:rsidRPr="007818BD">
        <w:t>l</w:t>
      </w:r>
      <w:r>
        <w:t>’</w:t>
      </w:r>
      <w:r w:rsidR="00E0544E" w:rsidRPr="007818BD">
        <w:t>enquête devint minutieuse</w:t>
      </w:r>
      <w:r>
        <w:t xml:space="preserve">. </w:t>
      </w:r>
      <w:r w:rsidR="00E0544E" w:rsidRPr="007818BD">
        <w:t>On interrogea le domestique du vieillard</w:t>
      </w:r>
      <w:r>
        <w:t xml:space="preserve"> ; </w:t>
      </w:r>
      <w:r w:rsidR="00E0544E" w:rsidRPr="007818BD">
        <w:t>il avoua enfin que le fils avait assass</w:t>
      </w:r>
      <w:r w:rsidR="00E0544E" w:rsidRPr="007818BD">
        <w:t>i</w:t>
      </w:r>
      <w:r w:rsidR="00E0544E" w:rsidRPr="007818BD">
        <w:t>né le père</w:t>
      </w:r>
      <w:r>
        <w:t xml:space="preserve"> ; </w:t>
      </w:r>
      <w:r w:rsidR="00E0544E" w:rsidRPr="007818BD">
        <w:t>l</w:t>
      </w:r>
      <w:r>
        <w:t>’</w:t>
      </w:r>
      <w:r w:rsidR="00E0544E" w:rsidRPr="007818BD">
        <w:t>invention était ingénie</w:t>
      </w:r>
      <w:r w:rsidR="00E0544E" w:rsidRPr="007818BD">
        <w:t>u</w:t>
      </w:r>
      <w:r w:rsidR="00E0544E" w:rsidRPr="007818BD">
        <w:t>se</w:t>
      </w:r>
      <w:r>
        <w:t xml:space="preserve"> : </w:t>
      </w:r>
      <w:r w:rsidR="00E0544E" w:rsidRPr="007818BD">
        <w:t>le fer était si mince qu</w:t>
      </w:r>
      <w:r>
        <w:t>’</w:t>
      </w:r>
      <w:r w:rsidR="00E0544E" w:rsidRPr="007818BD">
        <w:t>il avait percé la cervelle et n</w:t>
      </w:r>
      <w:r>
        <w:t>’</w:t>
      </w:r>
      <w:r w:rsidR="00E0544E" w:rsidRPr="007818BD">
        <w:t>avait fait couler qu</w:t>
      </w:r>
      <w:r>
        <w:t>’</w:t>
      </w:r>
      <w:r w:rsidR="00E0544E" w:rsidRPr="007818BD">
        <w:t>une seule goutte de sang que les cheveux blancs avaient cachée</w:t>
      </w:r>
      <w:r>
        <w:t xml:space="preserve">. </w:t>
      </w:r>
      <w:r w:rsidR="00E0544E" w:rsidRPr="007818BD">
        <w:t>Le complice sera exécuté</w:t>
      </w:r>
      <w:r>
        <w:t>.</w:t>
      </w:r>
    </w:p>
    <w:p w14:paraId="19E65125" w14:textId="77777777" w:rsidR="00E8465A" w:rsidRDefault="00E8465A" w:rsidP="00E0544E">
      <w:r>
        <w:t>— </w:t>
      </w:r>
      <w:r w:rsidR="00E0544E" w:rsidRPr="007818BD">
        <w:t xml:space="preserve">Et </w:t>
      </w:r>
      <w:proofErr w:type="spellStart"/>
      <w:r w:rsidR="00E0544E" w:rsidRPr="007818BD">
        <w:t>Zanoni</w:t>
      </w:r>
      <w:proofErr w:type="spellEnd"/>
      <w:r w:rsidR="00E0544E" w:rsidRPr="007818BD">
        <w:t xml:space="preserve"> fit-il sa déposition</w:t>
      </w:r>
      <w:r>
        <w:t xml:space="preserve"> ? </w:t>
      </w:r>
      <w:r w:rsidR="00E0544E" w:rsidRPr="007818BD">
        <w:t>expliqua-t-il</w:t>
      </w:r>
      <w:r>
        <w:t>…</w:t>
      </w:r>
    </w:p>
    <w:p w14:paraId="7705ACC1" w14:textId="77777777" w:rsidR="00E8465A" w:rsidRDefault="00E8465A" w:rsidP="00E0544E">
      <w:r>
        <w:t>— </w:t>
      </w:r>
      <w:r w:rsidR="00E0544E" w:rsidRPr="007818BD">
        <w:t>Non</w:t>
      </w:r>
      <w:r>
        <w:t xml:space="preserve">, </w:t>
      </w:r>
      <w:r w:rsidR="00E0544E" w:rsidRPr="007818BD">
        <w:t>reprit le comte</w:t>
      </w:r>
      <w:r>
        <w:t xml:space="preserve"> ; </w:t>
      </w:r>
      <w:r w:rsidR="00E0544E" w:rsidRPr="007818BD">
        <w:t>il déclara qu</w:t>
      </w:r>
      <w:r>
        <w:t>’</w:t>
      </w:r>
      <w:r w:rsidR="00E0544E" w:rsidRPr="007818BD">
        <w:t>il avait accidentell</w:t>
      </w:r>
      <w:r w:rsidR="00E0544E" w:rsidRPr="007818BD">
        <w:t>e</w:t>
      </w:r>
      <w:r w:rsidR="00E0544E" w:rsidRPr="007818BD">
        <w:t>ment visité l</w:t>
      </w:r>
      <w:r>
        <w:t>’</w:t>
      </w:r>
      <w:r w:rsidR="00E0544E" w:rsidRPr="007818BD">
        <w:t>église ce matin-là</w:t>
      </w:r>
      <w:r>
        <w:t xml:space="preserve"> ; </w:t>
      </w:r>
      <w:r w:rsidR="00E0544E" w:rsidRPr="007818BD">
        <w:t>qu</w:t>
      </w:r>
      <w:r>
        <w:t>’</w:t>
      </w:r>
      <w:r w:rsidR="00E0544E" w:rsidRPr="007818BD">
        <w:t>il avait remarqué</w:t>
      </w:r>
      <w:r>
        <w:t xml:space="preserve">, </w:t>
      </w:r>
      <w:r w:rsidR="00E0544E" w:rsidRPr="007818BD">
        <w:t xml:space="preserve">la tombe du comte </w:t>
      </w:r>
      <w:proofErr w:type="spellStart"/>
      <w:r w:rsidR="00E0544E" w:rsidRPr="007818BD">
        <w:t>Ughelli</w:t>
      </w:r>
      <w:proofErr w:type="spellEnd"/>
      <w:r>
        <w:t xml:space="preserve"> ; </w:t>
      </w:r>
      <w:r w:rsidR="00E0544E" w:rsidRPr="007818BD">
        <w:t>que son guide lui avait appris que le fils du défunt était à Naples</w:t>
      </w:r>
      <w:r>
        <w:t xml:space="preserve">, </w:t>
      </w:r>
      <w:r w:rsidR="00E0544E" w:rsidRPr="007818BD">
        <w:t>où il dépensait sa fortune au jeu</w:t>
      </w:r>
      <w:r>
        <w:t xml:space="preserve">. </w:t>
      </w:r>
      <w:r w:rsidR="00E0544E" w:rsidRPr="007818BD">
        <w:t>Pendant que nous jouions</w:t>
      </w:r>
      <w:r>
        <w:t xml:space="preserve">, </w:t>
      </w:r>
      <w:r w:rsidR="00E0544E" w:rsidRPr="007818BD">
        <w:t>il avait entendu prononcer le nom du Sicilien</w:t>
      </w:r>
      <w:r>
        <w:t xml:space="preserve">, </w:t>
      </w:r>
      <w:r w:rsidR="00E0544E" w:rsidRPr="007818BD">
        <w:t>et</w:t>
      </w:r>
      <w:r>
        <w:t xml:space="preserve">, </w:t>
      </w:r>
      <w:r w:rsidR="00E0544E" w:rsidRPr="007818BD">
        <w:t>après la provocation</w:t>
      </w:r>
      <w:r>
        <w:t xml:space="preserve">, </w:t>
      </w:r>
      <w:r w:rsidR="00E0544E" w:rsidRPr="007818BD">
        <w:t>il avait été poussé</w:t>
      </w:r>
      <w:r>
        <w:t xml:space="preserve">, </w:t>
      </w:r>
      <w:r w:rsidR="00E0544E" w:rsidRPr="007818BD">
        <w:t>par un instinct qu</w:t>
      </w:r>
      <w:r>
        <w:t>’</w:t>
      </w:r>
      <w:r w:rsidR="00E0544E" w:rsidRPr="007818BD">
        <w:t>il ne pouvait ni ne voulait expliquer</w:t>
      </w:r>
      <w:r>
        <w:t xml:space="preserve">, </w:t>
      </w:r>
      <w:r w:rsidR="00E0544E" w:rsidRPr="007818BD">
        <w:t>à nommer le lieu où était e</w:t>
      </w:r>
      <w:r w:rsidR="00E0544E" w:rsidRPr="007818BD">
        <w:t>n</w:t>
      </w:r>
      <w:r w:rsidR="00E0544E" w:rsidRPr="007818BD">
        <w:t>terré le père</w:t>
      </w:r>
      <w:r>
        <w:t>.</w:t>
      </w:r>
    </w:p>
    <w:p w14:paraId="25E649FA" w14:textId="77777777" w:rsidR="00E8465A" w:rsidRDefault="00E8465A" w:rsidP="00E0544E">
      <w:r>
        <w:t>— </w:t>
      </w:r>
      <w:r w:rsidR="00E0544E" w:rsidRPr="007818BD">
        <w:t>Votre histoire n</w:t>
      </w:r>
      <w:r>
        <w:t>’</w:t>
      </w:r>
      <w:r w:rsidR="00E0544E" w:rsidRPr="007818BD">
        <w:t>est pas bien forte</w:t>
      </w:r>
      <w:r>
        <w:t xml:space="preserve">, </w:t>
      </w:r>
      <w:r w:rsidR="00E0544E" w:rsidRPr="007818BD">
        <w:t xml:space="preserve">dit </w:t>
      </w:r>
      <w:proofErr w:type="spellStart"/>
      <w:r w:rsidR="00E0544E" w:rsidRPr="007818BD">
        <w:t>Mervale</w:t>
      </w:r>
      <w:proofErr w:type="spellEnd"/>
      <w:r>
        <w:t>.</w:t>
      </w:r>
    </w:p>
    <w:p w14:paraId="2CC5D6D3" w14:textId="77777777" w:rsidR="00E8465A" w:rsidRDefault="00E8465A" w:rsidP="00E0544E">
      <w:r>
        <w:t>— </w:t>
      </w:r>
      <w:r w:rsidR="00E0544E" w:rsidRPr="007818BD">
        <w:t>Oui</w:t>
      </w:r>
      <w:r>
        <w:t xml:space="preserve">, </w:t>
      </w:r>
      <w:r w:rsidR="00E0544E" w:rsidRPr="007818BD">
        <w:t>mais nous autres Italiens nous sommes superst</w:t>
      </w:r>
      <w:r w:rsidR="00E0544E" w:rsidRPr="007818BD">
        <w:t>i</w:t>
      </w:r>
      <w:r w:rsidR="00E0544E" w:rsidRPr="007818BD">
        <w:t>tieux</w:t>
      </w:r>
      <w:r>
        <w:t xml:space="preserve"> ; </w:t>
      </w:r>
      <w:r w:rsidR="00E0544E" w:rsidRPr="007818BD">
        <w:t>cet instinct prétendu fut regardé par beaucoup de gens comme une inspiration de la Providence</w:t>
      </w:r>
      <w:r>
        <w:t xml:space="preserve">. </w:t>
      </w:r>
      <w:r w:rsidR="00E0544E" w:rsidRPr="007818BD">
        <w:t>Le le</w:t>
      </w:r>
      <w:r w:rsidR="00E0544E" w:rsidRPr="007818BD">
        <w:t>n</w:t>
      </w:r>
      <w:r w:rsidR="00E0544E" w:rsidRPr="007818BD">
        <w:t>demain</w:t>
      </w:r>
      <w:r>
        <w:t xml:space="preserve">, </w:t>
      </w:r>
      <w:r w:rsidR="00E0544E" w:rsidRPr="007818BD">
        <w:lastRenderedPageBreak/>
        <w:t>l</w:t>
      </w:r>
      <w:r>
        <w:t>’</w:t>
      </w:r>
      <w:r w:rsidR="00E0544E" w:rsidRPr="007818BD">
        <w:t>étranger devint l</w:t>
      </w:r>
      <w:r>
        <w:t>’</w:t>
      </w:r>
      <w:r w:rsidR="00E0544E" w:rsidRPr="007818BD">
        <w:t>objet de l</w:t>
      </w:r>
      <w:r>
        <w:t>’</w:t>
      </w:r>
      <w:r w:rsidR="00E0544E" w:rsidRPr="007818BD">
        <w:t>intérêt et de la curiosité générale</w:t>
      </w:r>
      <w:r>
        <w:t xml:space="preserve">. </w:t>
      </w:r>
      <w:r w:rsidR="00E0544E" w:rsidRPr="007818BD">
        <w:t>Ses richesses</w:t>
      </w:r>
      <w:r>
        <w:t xml:space="preserve">, </w:t>
      </w:r>
      <w:r w:rsidR="00E0544E" w:rsidRPr="007818BD">
        <w:t>son genre de vie</w:t>
      </w:r>
      <w:r>
        <w:t xml:space="preserve">, </w:t>
      </w:r>
      <w:r w:rsidR="00E0544E" w:rsidRPr="007818BD">
        <w:t>sa beauté personnelle</w:t>
      </w:r>
      <w:r>
        <w:t xml:space="preserve">, </w:t>
      </w:r>
      <w:r w:rsidR="00E0544E" w:rsidRPr="007818BD">
        <w:t>en ont fait un lion</w:t>
      </w:r>
      <w:r>
        <w:t xml:space="preserve"> ; </w:t>
      </w:r>
      <w:r w:rsidR="00E0544E" w:rsidRPr="007818BD">
        <w:t>et puis j</w:t>
      </w:r>
      <w:r>
        <w:t>’</w:t>
      </w:r>
      <w:r w:rsidR="00E0544E" w:rsidRPr="007818BD">
        <w:t>ai eu le plaisir de présenter une personne si éminente aux plus élégants cavaliers et aux plus belles d</w:t>
      </w:r>
      <w:r w:rsidR="00E0544E" w:rsidRPr="007818BD">
        <w:t>a</w:t>
      </w:r>
      <w:r w:rsidR="00E0544E" w:rsidRPr="007818BD">
        <w:t>mes de la ville</w:t>
      </w:r>
      <w:r>
        <w:t>.</w:t>
      </w:r>
    </w:p>
    <w:p w14:paraId="71765375" w14:textId="77777777" w:rsidR="00E8465A" w:rsidRDefault="00E8465A" w:rsidP="00E0544E">
      <w:r>
        <w:t>— </w:t>
      </w:r>
      <w:r w:rsidR="00E0544E" w:rsidRPr="007818BD">
        <w:t>Récit fort intéressant</w:t>
      </w:r>
      <w:r>
        <w:t xml:space="preserve">, </w:t>
      </w:r>
      <w:r w:rsidR="00E0544E" w:rsidRPr="007818BD">
        <w:t xml:space="preserve">dit </w:t>
      </w:r>
      <w:proofErr w:type="spellStart"/>
      <w:r w:rsidR="00E0544E" w:rsidRPr="007818BD">
        <w:t>Mervale</w:t>
      </w:r>
      <w:proofErr w:type="spellEnd"/>
      <w:r w:rsidR="00E0544E" w:rsidRPr="007818BD">
        <w:t xml:space="preserve"> en se levant</w:t>
      </w:r>
      <w:r>
        <w:t xml:space="preserve">. </w:t>
      </w:r>
      <w:r w:rsidR="00E0544E" w:rsidRPr="007818BD">
        <w:t>Allons</w:t>
      </w:r>
      <w:r>
        <w:t xml:space="preserve">, </w:t>
      </w:r>
      <w:proofErr w:type="spellStart"/>
      <w:r w:rsidR="00E0544E" w:rsidRPr="007818BD">
        <w:t>Glyndon</w:t>
      </w:r>
      <w:proofErr w:type="spellEnd"/>
      <w:r>
        <w:t xml:space="preserve">, </w:t>
      </w:r>
      <w:r w:rsidR="00E0544E" w:rsidRPr="007818BD">
        <w:t>regagnons notre hôtel</w:t>
      </w:r>
      <w:r>
        <w:t xml:space="preserve"> : </w:t>
      </w:r>
      <w:r w:rsidR="00E0544E" w:rsidRPr="007818BD">
        <w:t>il est près de minuit</w:t>
      </w:r>
      <w:r>
        <w:t xml:space="preserve">. </w:t>
      </w:r>
      <w:r w:rsidR="00E0544E" w:rsidRPr="007818BD">
        <w:t>Adieu</w:t>
      </w:r>
      <w:r>
        <w:t xml:space="preserve">, </w:t>
      </w:r>
      <w:proofErr w:type="spellStart"/>
      <w:r w:rsidR="00E0544E" w:rsidRPr="007818BD">
        <w:t>signor</w:t>
      </w:r>
      <w:proofErr w:type="spellEnd"/>
      <w:r>
        <w:t>.</w:t>
      </w:r>
    </w:p>
    <w:p w14:paraId="573F56E2" w14:textId="77777777" w:rsidR="00E8465A" w:rsidRDefault="00E8465A" w:rsidP="00E0544E">
      <w:r>
        <w:t>— </w:t>
      </w:r>
      <w:r w:rsidR="00E0544E" w:rsidRPr="007818BD">
        <w:t>Que pensez-vous de cette histoire</w:t>
      </w:r>
      <w:r>
        <w:t xml:space="preserve"> ? </w:t>
      </w:r>
      <w:r w:rsidR="00E0544E" w:rsidRPr="007818BD">
        <w:t xml:space="preserve">dit </w:t>
      </w:r>
      <w:proofErr w:type="spellStart"/>
      <w:r w:rsidR="00E0544E" w:rsidRPr="007818BD">
        <w:t>Glyndon</w:t>
      </w:r>
      <w:proofErr w:type="spellEnd"/>
      <w:r w:rsidR="00E0544E" w:rsidRPr="007818BD">
        <w:t xml:space="preserve"> à son compagnon</w:t>
      </w:r>
      <w:r>
        <w:t xml:space="preserve">, </w:t>
      </w:r>
      <w:r w:rsidR="00E0544E" w:rsidRPr="007818BD">
        <w:t>tout en ma</w:t>
      </w:r>
      <w:r w:rsidR="00E0544E" w:rsidRPr="007818BD">
        <w:t>r</w:t>
      </w:r>
      <w:r w:rsidR="00E0544E" w:rsidRPr="007818BD">
        <w:t>chant</w:t>
      </w:r>
      <w:r>
        <w:t>.</w:t>
      </w:r>
    </w:p>
    <w:p w14:paraId="5858070A" w14:textId="77777777" w:rsidR="00E8465A" w:rsidRDefault="00E8465A" w:rsidP="00E0544E">
      <w:r>
        <w:t>— </w:t>
      </w:r>
      <w:r w:rsidR="00E0544E" w:rsidRPr="007818BD">
        <w:t>Eh mais</w:t>
      </w:r>
      <w:r>
        <w:t xml:space="preserve"> ! </w:t>
      </w:r>
      <w:r w:rsidR="00E0544E" w:rsidRPr="007818BD">
        <w:t xml:space="preserve">il me paraît clair que ce </w:t>
      </w:r>
      <w:proofErr w:type="spellStart"/>
      <w:r w:rsidR="00E0544E" w:rsidRPr="007818BD">
        <w:t>Zanoni</w:t>
      </w:r>
      <w:proofErr w:type="spellEnd"/>
      <w:r w:rsidR="00E0544E" w:rsidRPr="007818BD">
        <w:t xml:space="preserve"> est quelque i</w:t>
      </w:r>
      <w:r w:rsidR="00E0544E" w:rsidRPr="007818BD">
        <w:t>m</w:t>
      </w:r>
      <w:r w:rsidR="00E0544E" w:rsidRPr="007818BD">
        <w:t>posteur</w:t>
      </w:r>
      <w:r>
        <w:t xml:space="preserve">, </w:t>
      </w:r>
      <w:r w:rsidR="00E0544E" w:rsidRPr="007818BD">
        <w:t>quelque habile intrigant</w:t>
      </w:r>
      <w:r>
        <w:t xml:space="preserve">. </w:t>
      </w:r>
      <w:r w:rsidR="00E0544E" w:rsidRPr="007818BD">
        <w:t>Le Napolitain partage les pr</w:t>
      </w:r>
      <w:r w:rsidR="00E0544E" w:rsidRPr="007818BD">
        <w:t>o</w:t>
      </w:r>
      <w:r w:rsidR="00E0544E" w:rsidRPr="007818BD">
        <w:t>fits de la spéculation et le fait mousser avec tout le charlatani</w:t>
      </w:r>
      <w:r w:rsidR="00E0544E" w:rsidRPr="007818BD">
        <w:t>s</w:t>
      </w:r>
      <w:r w:rsidR="00E0544E" w:rsidRPr="007818BD">
        <w:t>me usé dû merveilleux</w:t>
      </w:r>
      <w:r>
        <w:t xml:space="preserve">. </w:t>
      </w:r>
      <w:r w:rsidR="00E0544E" w:rsidRPr="007818BD">
        <w:t>Un aventurier inconnu dont on fait un objet de terreur et de curiosité se glisse dans la société</w:t>
      </w:r>
      <w:r>
        <w:t xml:space="preserve"> ; </w:t>
      </w:r>
      <w:r w:rsidR="00E0544E" w:rsidRPr="007818BD">
        <w:t>il a une beauté peu commune</w:t>
      </w:r>
      <w:r>
        <w:t xml:space="preserve">, </w:t>
      </w:r>
      <w:r w:rsidR="00E0544E" w:rsidRPr="007818BD">
        <w:t>et les femmes sont enchantées de l</w:t>
      </w:r>
      <w:r>
        <w:t>’</w:t>
      </w:r>
      <w:r w:rsidR="00E0544E" w:rsidRPr="007818BD">
        <w:t xml:space="preserve">accueillir sans autre recommandation que sa bonne mine et les fables de </w:t>
      </w:r>
      <w:proofErr w:type="spellStart"/>
      <w:r w:rsidR="00E0544E" w:rsidRPr="007818BD">
        <w:t>Cetoxa</w:t>
      </w:r>
      <w:proofErr w:type="spellEnd"/>
      <w:r>
        <w:t>.</w:t>
      </w:r>
    </w:p>
    <w:p w14:paraId="25E78FB5" w14:textId="77777777" w:rsidR="00E8465A" w:rsidRDefault="00E8465A" w:rsidP="00E0544E">
      <w:r>
        <w:t>— </w:t>
      </w:r>
      <w:r w:rsidR="00E0544E" w:rsidRPr="007818BD">
        <w:t>Je ne suis pas de votre avis</w:t>
      </w:r>
      <w:r>
        <w:t xml:space="preserve">. </w:t>
      </w:r>
      <w:proofErr w:type="spellStart"/>
      <w:r w:rsidR="00E0544E" w:rsidRPr="007818BD">
        <w:t>Cetoxa</w:t>
      </w:r>
      <w:proofErr w:type="spellEnd"/>
      <w:r>
        <w:t xml:space="preserve">, </w:t>
      </w:r>
      <w:r w:rsidR="00E0544E" w:rsidRPr="007818BD">
        <w:t>quoique joueur et dissipé</w:t>
      </w:r>
      <w:r>
        <w:t xml:space="preserve">, </w:t>
      </w:r>
      <w:r w:rsidR="00E0544E" w:rsidRPr="007818BD">
        <w:t>n</w:t>
      </w:r>
      <w:r>
        <w:t>’</w:t>
      </w:r>
      <w:r w:rsidR="00E0544E" w:rsidRPr="007818BD">
        <w:t>en est pas moins un gentilhomme de haute naissance</w:t>
      </w:r>
      <w:r>
        <w:t xml:space="preserve">, </w:t>
      </w:r>
      <w:r w:rsidR="00E0544E" w:rsidRPr="007818BD">
        <w:t>connu par son honneur et son courage</w:t>
      </w:r>
      <w:r>
        <w:t xml:space="preserve">. </w:t>
      </w:r>
      <w:r w:rsidR="00E0544E" w:rsidRPr="007818BD">
        <w:t>D</w:t>
      </w:r>
      <w:r>
        <w:t>’</w:t>
      </w:r>
      <w:r w:rsidR="00E0544E" w:rsidRPr="007818BD">
        <w:t>ailleurs cet étranger</w:t>
      </w:r>
      <w:r>
        <w:t xml:space="preserve">, </w:t>
      </w:r>
      <w:r w:rsidR="00E0544E" w:rsidRPr="007818BD">
        <w:t>avec la noblesse de son maintien</w:t>
      </w:r>
      <w:r>
        <w:t xml:space="preserve">, </w:t>
      </w:r>
      <w:r w:rsidR="00E0544E" w:rsidRPr="007818BD">
        <w:t>son air altier</w:t>
      </w:r>
      <w:r>
        <w:t xml:space="preserve">, </w:t>
      </w:r>
      <w:r w:rsidR="00E0544E" w:rsidRPr="007818BD">
        <w:t>si calme</w:t>
      </w:r>
      <w:r>
        <w:t xml:space="preserve">, </w:t>
      </w:r>
      <w:r w:rsidR="00E0544E" w:rsidRPr="007818BD">
        <w:t>si r</w:t>
      </w:r>
      <w:r w:rsidR="00E0544E" w:rsidRPr="007818BD">
        <w:t>é</w:t>
      </w:r>
      <w:r w:rsidR="00E0544E" w:rsidRPr="007818BD">
        <w:t>servé</w:t>
      </w:r>
      <w:r>
        <w:t xml:space="preserve">, </w:t>
      </w:r>
      <w:r w:rsidR="00E0544E" w:rsidRPr="007818BD">
        <w:t>n</w:t>
      </w:r>
      <w:r>
        <w:t>’</w:t>
      </w:r>
      <w:r w:rsidR="00E0544E" w:rsidRPr="007818BD">
        <w:t>a rien de commun avec la loquacité outrecuidante d</w:t>
      </w:r>
      <w:r>
        <w:t>’</w:t>
      </w:r>
      <w:r w:rsidR="00E0544E" w:rsidRPr="007818BD">
        <w:t>un imposteur</w:t>
      </w:r>
      <w:r>
        <w:t>.</w:t>
      </w:r>
    </w:p>
    <w:p w14:paraId="4AEB2F7A" w14:textId="77777777" w:rsidR="00E8465A" w:rsidRDefault="00E8465A" w:rsidP="00E0544E">
      <w:r>
        <w:t>— </w:t>
      </w:r>
      <w:r w:rsidR="00E0544E" w:rsidRPr="007818BD">
        <w:t xml:space="preserve">Mon cher </w:t>
      </w:r>
      <w:proofErr w:type="spellStart"/>
      <w:r w:rsidR="00E0544E" w:rsidRPr="007818BD">
        <w:t>Glyndon</w:t>
      </w:r>
      <w:proofErr w:type="spellEnd"/>
      <w:r>
        <w:t xml:space="preserve">, </w:t>
      </w:r>
      <w:r w:rsidR="00E0544E" w:rsidRPr="007818BD">
        <w:t>pardonnez-moi</w:t>
      </w:r>
      <w:r>
        <w:t xml:space="preserve">. </w:t>
      </w:r>
      <w:r w:rsidR="00E0544E" w:rsidRPr="007818BD">
        <w:t>Vous n</w:t>
      </w:r>
      <w:r>
        <w:t>’</w:t>
      </w:r>
      <w:r w:rsidR="00E0544E" w:rsidRPr="007818BD">
        <w:t>avez encore aucune connaissance du monde</w:t>
      </w:r>
      <w:r>
        <w:t xml:space="preserve">. </w:t>
      </w:r>
      <w:r w:rsidR="00E0544E" w:rsidRPr="007818BD">
        <w:t>L</w:t>
      </w:r>
      <w:r>
        <w:t>’</w:t>
      </w:r>
      <w:r w:rsidR="00E0544E" w:rsidRPr="007818BD">
        <w:t>inconnu exploite de son mieux ses avantages physiques</w:t>
      </w:r>
      <w:r>
        <w:t xml:space="preserve">, </w:t>
      </w:r>
      <w:r w:rsidR="00E0544E" w:rsidRPr="007818BD">
        <w:t>et son grand air n</w:t>
      </w:r>
      <w:r>
        <w:t>’</w:t>
      </w:r>
      <w:r w:rsidR="00E0544E" w:rsidRPr="007818BD">
        <w:t>est qu</w:t>
      </w:r>
      <w:r>
        <w:t>’</w:t>
      </w:r>
      <w:r w:rsidR="00E0544E" w:rsidRPr="007818BD">
        <w:t>une f</w:t>
      </w:r>
      <w:r w:rsidR="00E0544E" w:rsidRPr="007818BD">
        <w:t>i</w:t>
      </w:r>
      <w:r w:rsidR="00E0544E" w:rsidRPr="007818BD">
        <w:t>nesse du métier</w:t>
      </w:r>
      <w:r>
        <w:t xml:space="preserve">. </w:t>
      </w:r>
      <w:r w:rsidR="00E0544E" w:rsidRPr="007818BD">
        <w:t>Mais</w:t>
      </w:r>
      <w:r>
        <w:t xml:space="preserve">, </w:t>
      </w:r>
      <w:r w:rsidR="00E0544E" w:rsidRPr="007818BD">
        <w:t>pour changer de sujet de conversation</w:t>
      </w:r>
      <w:r>
        <w:t xml:space="preserve">, </w:t>
      </w:r>
      <w:r w:rsidR="00E0544E" w:rsidRPr="007818BD">
        <w:t>où en est votre affaire d</w:t>
      </w:r>
      <w:r>
        <w:t>’</w:t>
      </w:r>
      <w:r w:rsidR="00E0544E" w:rsidRPr="007818BD">
        <w:t>amour</w:t>
      </w:r>
      <w:r>
        <w:t> ?</w:t>
      </w:r>
    </w:p>
    <w:p w14:paraId="17C6AEB8" w14:textId="77777777" w:rsidR="00E8465A" w:rsidRDefault="00E8465A" w:rsidP="00E0544E">
      <w:r>
        <w:t>— </w:t>
      </w:r>
      <w:r w:rsidR="00E0544E" w:rsidRPr="007818BD">
        <w:t>Viola n</w:t>
      </w:r>
      <w:r>
        <w:t>’</w:t>
      </w:r>
      <w:r w:rsidR="00E0544E" w:rsidRPr="007818BD">
        <w:t>a pu me recevoir aujourd</w:t>
      </w:r>
      <w:r>
        <w:t>’</w:t>
      </w:r>
      <w:r w:rsidR="00E0544E" w:rsidRPr="007818BD">
        <w:t>hui</w:t>
      </w:r>
      <w:r>
        <w:t>.</w:t>
      </w:r>
    </w:p>
    <w:p w14:paraId="1FD2391C" w14:textId="77777777" w:rsidR="00E8465A" w:rsidRDefault="00E8465A" w:rsidP="00E0544E">
      <w:r>
        <w:lastRenderedPageBreak/>
        <w:t>— </w:t>
      </w:r>
      <w:r w:rsidR="00E0544E" w:rsidRPr="007818BD">
        <w:t>N</w:t>
      </w:r>
      <w:r>
        <w:t>’</w:t>
      </w:r>
      <w:r w:rsidR="00E0544E" w:rsidRPr="007818BD">
        <w:t>allez pas l</w:t>
      </w:r>
      <w:r>
        <w:t>’</w:t>
      </w:r>
      <w:r w:rsidR="00E0544E" w:rsidRPr="007818BD">
        <w:t>épouser</w:t>
      </w:r>
      <w:r>
        <w:t xml:space="preserve"> ! </w:t>
      </w:r>
      <w:r w:rsidR="00E0544E" w:rsidRPr="007818BD">
        <w:t>Que dirait tout le monde en Angl</w:t>
      </w:r>
      <w:r w:rsidR="00E0544E" w:rsidRPr="007818BD">
        <w:t>e</w:t>
      </w:r>
      <w:r w:rsidR="00E0544E" w:rsidRPr="007818BD">
        <w:t>terre</w:t>
      </w:r>
      <w:r>
        <w:t> ?</w:t>
      </w:r>
    </w:p>
    <w:p w14:paraId="29C97FB6" w14:textId="77777777" w:rsidR="00E8465A" w:rsidRDefault="00E8465A" w:rsidP="00E0544E">
      <w:r>
        <w:t>— </w:t>
      </w:r>
      <w:r w:rsidR="00E0544E" w:rsidRPr="007818BD">
        <w:t>Jouissons du présent</w:t>
      </w:r>
      <w:r>
        <w:t xml:space="preserve">, </w:t>
      </w:r>
      <w:r w:rsidR="00E0544E" w:rsidRPr="007818BD">
        <w:t xml:space="preserve">dit vivement </w:t>
      </w:r>
      <w:proofErr w:type="spellStart"/>
      <w:r w:rsidR="00E0544E" w:rsidRPr="007818BD">
        <w:t>Glyndon</w:t>
      </w:r>
      <w:proofErr w:type="spellEnd"/>
      <w:r>
        <w:t xml:space="preserve"> ; </w:t>
      </w:r>
      <w:r w:rsidR="00E0544E" w:rsidRPr="007818BD">
        <w:t>nous so</w:t>
      </w:r>
      <w:r w:rsidR="00E0544E" w:rsidRPr="007818BD">
        <w:t>m</w:t>
      </w:r>
      <w:r w:rsidR="00E0544E" w:rsidRPr="007818BD">
        <w:t>mes jeunes</w:t>
      </w:r>
      <w:r>
        <w:t xml:space="preserve">, </w:t>
      </w:r>
      <w:r w:rsidR="00E0544E" w:rsidRPr="007818BD">
        <w:t>riches</w:t>
      </w:r>
      <w:r>
        <w:t xml:space="preserve">, </w:t>
      </w:r>
      <w:r w:rsidR="00E0544E" w:rsidRPr="007818BD">
        <w:t>bien tournés</w:t>
      </w:r>
      <w:r>
        <w:t xml:space="preserve"> ; </w:t>
      </w:r>
      <w:r w:rsidR="00E0544E" w:rsidRPr="007818BD">
        <w:t>ne songeons pas à d</w:t>
      </w:r>
      <w:r w:rsidR="00E0544E" w:rsidRPr="007818BD">
        <w:t>e</w:t>
      </w:r>
      <w:r w:rsidR="00E0544E" w:rsidRPr="007818BD">
        <w:t>main</w:t>
      </w:r>
      <w:r>
        <w:t>.</w:t>
      </w:r>
    </w:p>
    <w:p w14:paraId="7AD4FEF3" w14:textId="5EE59D1E" w:rsidR="00E0544E" w:rsidRPr="007818BD" w:rsidRDefault="00E8465A" w:rsidP="00E0544E">
      <w:r>
        <w:t>— </w:t>
      </w:r>
      <w:r w:rsidR="00E0544E" w:rsidRPr="007818BD">
        <w:t>Bravo</w:t>
      </w:r>
      <w:r>
        <w:t xml:space="preserve">, </w:t>
      </w:r>
      <w:proofErr w:type="spellStart"/>
      <w:r w:rsidR="00E0544E" w:rsidRPr="007818BD">
        <w:t>Glyndon</w:t>
      </w:r>
      <w:proofErr w:type="spellEnd"/>
      <w:r>
        <w:t xml:space="preserve"> ! </w:t>
      </w:r>
      <w:r w:rsidR="00E0544E" w:rsidRPr="007818BD">
        <w:t>Nous voici arrivés</w:t>
      </w:r>
      <w:r>
        <w:t xml:space="preserve">. </w:t>
      </w:r>
      <w:r w:rsidR="00E0544E" w:rsidRPr="007818BD">
        <w:t>Bonne nuit</w:t>
      </w:r>
      <w:r>
        <w:t xml:space="preserve"> ! </w:t>
      </w:r>
      <w:r w:rsidR="00E0544E" w:rsidRPr="007818BD">
        <w:t>Do</w:t>
      </w:r>
      <w:r w:rsidR="00E0544E" w:rsidRPr="007818BD">
        <w:t>r</w:t>
      </w:r>
      <w:r w:rsidR="00E0544E" w:rsidRPr="007818BD">
        <w:t xml:space="preserve">mez bien et ne rêvez pas du </w:t>
      </w:r>
      <w:proofErr w:type="spellStart"/>
      <w:r w:rsidR="00E0544E" w:rsidRPr="007818BD">
        <w:t>signor</w:t>
      </w:r>
      <w:proofErr w:type="spellEnd"/>
      <w:r w:rsidR="00E0544E" w:rsidRPr="007818BD">
        <w:t xml:space="preserve"> </w:t>
      </w:r>
      <w:proofErr w:type="spellStart"/>
      <w:r w:rsidR="00E0544E" w:rsidRPr="007818BD">
        <w:t>Zanoni</w:t>
      </w:r>
      <w:proofErr w:type="spellEnd"/>
      <w:r>
        <w:t>. »</w:t>
      </w:r>
    </w:p>
    <w:p w14:paraId="3D234789" w14:textId="77777777" w:rsidR="00E8465A" w:rsidRDefault="00E0544E" w:rsidP="00E8465A">
      <w:pPr>
        <w:pStyle w:val="Titre2"/>
        <w:pageBreakBefore/>
      </w:pPr>
      <w:bookmarkStart w:id="13" w:name="_Toc199963062"/>
      <w:r w:rsidRPr="007818BD">
        <w:lastRenderedPageBreak/>
        <w:t>CHAPITRE</w:t>
      </w:r>
      <w:r w:rsidR="00E8465A">
        <w:t xml:space="preserve"> </w:t>
      </w:r>
      <w:r w:rsidRPr="007818BD">
        <w:t>II</w:t>
      </w:r>
      <w:r w:rsidR="00E8465A">
        <w:t>.</w:t>
      </w:r>
      <w:bookmarkEnd w:id="13"/>
    </w:p>
    <w:p w14:paraId="6D80A898" w14:textId="77777777" w:rsidR="00E8465A" w:rsidRDefault="00E0544E" w:rsidP="00E0544E">
      <w:pPr>
        <w:pStyle w:val="NormalRetraitGauche4XIndent0"/>
        <w:spacing w:before="0" w:after="0"/>
        <w:rPr>
          <w:rStyle w:val="Taille-1Caracteres"/>
        </w:rPr>
      </w:pPr>
      <w:proofErr w:type="spellStart"/>
      <w:r w:rsidRPr="007818BD">
        <w:rPr>
          <w:rStyle w:val="Taille-1Caracteres"/>
        </w:rPr>
        <w:t>Prende</w:t>
      </w:r>
      <w:proofErr w:type="spellEnd"/>
      <w:r w:rsidR="00E8465A">
        <w:rPr>
          <w:rStyle w:val="Taille-1Caracteres"/>
        </w:rPr>
        <w:t xml:space="preserve">, </w:t>
      </w:r>
      <w:proofErr w:type="spellStart"/>
      <w:r w:rsidRPr="007818BD">
        <w:rPr>
          <w:rStyle w:val="Taille-1Caracteres"/>
        </w:rPr>
        <w:t>giovine</w:t>
      </w:r>
      <w:proofErr w:type="spellEnd"/>
      <w:r w:rsidRPr="007818BD">
        <w:rPr>
          <w:rStyle w:val="Taille-1Caracteres"/>
        </w:rPr>
        <w:t xml:space="preserve"> audace e </w:t>
      </w:r>
      <w:proofErr w:type="spellStart"/>
      <w:r w:rsidRPr="007818BD">
        <w:rPr>
          <w:rStyle w:val="Taille-1Caracteres"/>
        </w:rPr>
        <w:t>impaziente</w:t>
      </w:r>
      <w:proofErr w:type="spellEnd"/>
      <w:r w:rsidR="00E8465A">
        <w:rPr>
          <w:rStyle w:val="Taille-1Caracteres"/>
        </w:rPr>
        <w:t>,</w:t>
      </w:r>
    </w:p>
    <w:p w14:paraId="1BE468B7" w14:textId="77777777" w:rsidR="00E8465A" w:rsidRDefault="00E0544E" w:rsidP="00E0544E">
      <w:pPr>
        <w:pStyle w:val="NormalRetraitGauche4XIndent0"/>
        <w:spacing w:before="0" w:after="0"/>
        <w:rPr>
          <w:rStyle w:val="Taille-1Caracteres"/>
        </w:rPr>
      </w:pPr>
      <w:r w:rsidRPr="007818BD">
        <w:rPr>
          <w:rStyle w:val="Taille-1Caracteres"/>
        </w:rPr>
        <w:t>L</w:t>
      </w:r>
      <w:r w:rsidR="00E8465A">
        <w:rPr>
          <w:rStyle w:val="Taille-1Caracteres"/>
        </w:rPr>
        <w:t>’</w:t>
      </w:r>
      <w:proofErr w:type="spellStart"/>
      <w:r w:rsidRPr="007818BD">
        <w:rPr>
          <w:rStyle w:val="Taille-1Caracteres"/>
        </w:rPr>
        <w:t>occasione</w:t>
      </w:r>
      <w:proofErr w:type="spellEnd"/>
      <w:r w:rsidRPr="007818BD">
        <w:rPr>
          <w:rStyle w:val="Taille-1Caracteres"/>
        </w:rPr>
        <w:t xml:space="preserve"> </w:t>
      </w:r>
      <w:proofErr w:type="spellStart"/>
      <w:r w:rsidRPr="007818BD">
        <w:rPr>
          <w:rStyle w:val="Taille-1Caracteres"/>
        </w:rPr>
        <w:t>offerta</w:t>
      </w:r>
      <w:proofErr w:type="spellEnd"/>
      <w:r w:rsidRPr="007818BD">
        <w:rPr>
          <w:rStyle w:val="Taille-1Caracteres"/>
        </w:rPr>
        <w:t xml:space="preserve"> </w:t>
      </w:r>
      <w:proofErr w:type="spellStart"/>
      <w:r w:rsidRPr="007818BD">
        <w:rPr>
          <w:rStyle w:val="Taille-1Caracteres"/>
        </w:rPr>
        <w:t>avidamente</w:t>
      </w:r>
      <w:proofErr w:type="spellEnd"/>
      <w:r w:rsidRPr="007818BD">
        <w:rPr>
          <w:rStyle w:val="Appelnotedebasdep"/>
          <w:szCs w:val="28"/>
        </w:rPr>
        <w:footnoteReference w:id="23"/>
      </w:r>
      <w:r w:rsidR="00E8465A">
        <w:rPr>
          <w:rStyle w:val="Taille-1Caracteres"/>
        </w:rPr>
        <w:t>.</w:t>
      </w:r>
    </w:p>
    <w:p w14:paraId="6B947712" w14:textId="355869ED" w:rsidR="00E8465A" w:rsidRDefault="00E8465A" w:rsidP="00E0544E">
      <w:pPr>
        <w:jc w:val="right"/>
        <w:rPr>
          <w:rStyle w:val="Taille-1Caracteres"/>
        </w:rPr>
      </w:pPr>
      <w:r>
        <w:rPr>
          <w:rStyle w:val="Taille-1Caracteres"/>
        </w:rPr>
        <w:t>(</w:t>
      </w:r>
      <w:r w:rsidR="00E0544E" w:rsidRPr="00AF32C9">
        <w:rPr>
          <w:rStyle w:val="Taille-1Caracteres"/>
          <w:i/>
        </w:rPr>
        <w:t>Ger</w:t>
      </w:r>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VI</w:t>
      </w:r>
      <w:r>
        <w:rPr>
          <w:rStyle w:val="Taille-1Caracteres"/>
        </w:rPr>
        <w:t xml:space="preserve">, </w:t>
      </w:r>
      <w:r w:rsidR="00E0544E" w:rsidRPr="007818BD">
        <w:rPr>
          <w:rStyle w:val="Taille-1Caracteres"/>
        </w:rPr>
        <w:t>29</w:t>
      </w:r>
      <w:r>
        <w:rPr>
          <w:rStyle w:val="Taille-1Caracteres"/>
        </w:rPr>
        <w:t>.)</w:t>
      </w:r>
    </w:p>
    <w:p w14:paraId="1C03D9D5" w14:textId="77777777" w:rsidR="00E8465A" w:rsidRDefault="00E0544E" w:rsidP="00E0544E">
      <w:r w:rsidRPr="007818BD">
        <w:t xml:space="preserve">Clarence </w:t>
      </w:r>
      <w:proofErr w:type="spellStart"/>
      <w:r w:rsidRPr="007818BD">
        <w:t>Glyndon</w:t>
      </w:r>
      <w:proofErr w:type="spellEnd"/>
      <w:r w:rsidRPr="007818BD">
        <w:t xml:space="preserve"> jouissait</w:t>
      </w:r>
      <w:r w:rsidR="00E8465A">
        <w:t xml:space="preserve">, </w:t>
      </w:r>
      <w:r w:rsidRPr="007818BD">
        <w:t>sans être riche</w:t>
      </w:r>
      <w:r w:rsidR="00E8465A">
        <w:t xml:space="preserve">, </w:t>
      </w:r>
      <w:r w:rsidRPr="007818BD">
        <w:t>d</w:t>
      </w:r>
      <w:r w:rsidR="00E8465A">
        <w:t>’</w:t>
      </w:r>
      <w:r w:rsidRPr="007818BD">
        <w:t>une indépe</w:t>
      </w:r>
      <w:r w:rsidRPr="007818BD">
        <w:t>n</w:t>
      </w:r>
      <w:r w:rsidRPr="007818BD">
        <w:t>dance aisée</w:t>
      </w:r>
      <w:r w:rsidR="00E8465A">
        <w:t xml:space="preserve">. </w:t>
      </w:r>
      <w:r w:rsidRPr="007818BD">
        <w:t>Ses parents étaient morts</w:t>
      </w:r>
      <w:r w:rsidR="00E8465A">
        <w:t xml:space="preserve"> ; </w:t>
      </w:r>
      <w:r w:rsidRPr="007818BD">
        <w:t>il ne lui restait qu</w:t>
      </w:r>
      <w:r w:rsidR="00E8465A">
        <w:t>’</w:t>
      </w:r>
      <w:r w:rsidRPr="007818BD">
        <w:t>une sœur demeurée en Angleterre sous la garde de sa tante</w:t>
      </w:r>
      <w:r w:rsidR="00E8465A">
        <w:t xml:space="preserve">, </w:t>
      </w:r>
      <w:r w:rsidRPr="007818BD">
        <w:t>et de plusieurs années plus jeune que lui</w:t>
      </w:r>
      <w:r w:rsidR="00E8465A">
        <w:t xml:space="preserve">. </w:t>
      </w:r>
      <w:r w:rsidRPr="007818BD">
        <w:t>Il avait de bonne heure montré de grandes dispositions pour la peinture</w:t>
      </w:r>
      <w:r w:rsidR="00E8465A">
        <w:t xml:space="preserve">, </w:t>
      </w:r>
      <w:r w:rsidRPr="007818BD">
        <w:t>et</w:t>
      </w:r>
      <w:r w:rsidR="00E8465A">
        <w:t xml:space="preserve">, </w:t>
      </w:r>
      <w:r w:rsidRPr="007818BD">
        <w:t>plutôt par enthousiasme que par nécessité</w:t>
      </w:r>
      <w:r w:rsidR="00E8465A">
        <w:t xml:space="preserve">, </w:t>
      </w:r>
      <w:r w:rsidRPr="007818BD">
        <w:t>il avait résolu d</w:t>
      </w:r>
      <w:r w:rsidR="00E8465A">
        <w:t>’</w:t>
      </w:r>
      <w:r w:rsidRPr="007818BD">
        <w:t>embrasser une carrière qui</w:t>
      </w:r>
      <w:r w:rsidR="00E8465A">
        <w:t xml:space="preserve">, </w:t>
      </w:r>
      <w:r w:rsidRPr="007818BD">
        <w:t>pour l</w:t>
      </w:r>
      <w:r w:rsidR="00E8465A">
        <w:t>’</w:t>
      </w:r>
      <w:r w:rsidRPr="007818BD">
        <w:t>artiste anglais</w:t>
      </w:r>
      <w:r w:rsidR="00E8465A">
        <w:t xml:space="preserve">, </w:t>
      </w:r>
      <w:r w:rsidRPr="007818BD">
        <w:t>commence ordina</w:t>
      </w:r>
      <w:r w:rsidRPr="007818BD">
        <w:t>i</w:t>
      </w:r>
      <w:r w:rsidRPr="007818BD">
        <w:t>rement par l</w:t>
      </w:r>
      <w:r w:rsidR="00E8465A">
        <w:t>’</w:t>
      </w:r>
      <w:r w:rsidRPr="007818BD">
        <w:t>ardeur et la composition historique pour finir par la cupidité et les po</w:t>
      </w:r>
      <w:r w:rsidRPr="007818BD">
        <w:t>r</w:t>
      </w:r>
      <w:r w:rsidRPr="007818BD">
        <w:t>traits de l</w:t>
      </w:r>
      <w:r w:rsidR="00E8465A">
        <w:t>’</w:t>
      </w:r>
      <w:r w:rsidRPr="007818BD">
        <w:t xml:space="preserve">alderman </w:t>
      </w:r>
      <w:proofErr w:type="spellStart"/>
      <w:r w:rsidRPr="007818BD">
        <w:t>Simpkins</w:t>
      </w:r>
      <w:proofErr w:type="spellEnd"/>
      <w:r w:rsidR="00E8465A">
        <w:t>.</w:t>
      </w:r>
    </w:p>
    <w:p w14:paraId="577BC572" w14:textId="77777777" w:rsidR="00E8465A" w:rsidRDefault="00E0544E" w:rsidP="00E0544E">
      <w:r w:rsidRPr="007818BD">
        <w:t xml:space="preserve">Les amis de </w:t>
      </w:r>
      <w:proofErr w:type="spellStart"/>
      <w:r w:rsidRPr="007818BD">
        <w:t>Glyndon</w:t>
      </w:r>
      <w:proofErr w:type="spellEnd"/>
      <w:r w:rsidRPr="007818BD">
        <w:t xml:space="preserve"> lui supposaient un talent réel</w:t>
      </w:r>
      <w:r w:rsidR="00E8465A">
        <w:t xml:space="preserve">, </w:t>
      </w:r>
      <w:r w:rsidRPr="007818BD">
        <w:t>mais ce talent était d</w:t>
      </w:r>
      <w:r w:rsidR="00E8465A">
        <w:t>’</w:t>
      </w:r>
      <w:r w:rsidRPr="007818BD">
        <w:t>un cara</w:t>
      </w:r>
      <w:r w:rsidRPr="007818BD">
        <w:t>c</w:t>
      </w:r>
      <w:r w:rsidRPr="007818BD">
        <w:t>tère hardi et même téméraire</w:t>
      </w:r>
      <w:r w:rsidR="00E8465A">
        <w:t xml:space="preserve">. </w:t>
      </w:r>
      <w:r w:rsidRPr="007818BD">
        <w:t>Tout travail régulier et suivi lui répugnait</w:t>
      </w:r>
      <w:r w:rsidR="00E8465A">
        <w:t xml:space="preserve">, </w:t>
      </w:r>
      <w:r w:rsidRPr="007818BD">
        <w:t>et son amb</w:t>
      </w:r>
      <w:r w:rsidRPr="007818BD">
        <w:t>i</w:t>
      </w:r>
      <w:r w:rsidRPr="007818BD">
        <w:t>tion visait plutôt à cueillir le fruit qu</w:t>
      </w:r>
      <w:r w:rsidR="00E8465A">
        <w:t>’</w:t>
      </w:r>
      <w:r w:rsidRPr="007818BD">
        <w:t>à planter l</w:t>
      </w:r>
      <w:r w:rsidR="00E8465A">
        <w:t>’</w:t>
      </w:r>
      <w:r w:rsidRPr="007818BD">
        <w:t>arbre</w:t>
      </w:r>
      <w:r w:rsidR="00E8465A">
        <w:t xml:space="preserve">. </w:t>
      </w:r>
      <w:r w:rsidRPr="007818BD">
        <w:t>Comme la plupart des jeunes artistes</w:t>
      </w:r>
      <w:r w:rsidR="00E8465A">
        <w:t xml:space="preserve">, </w:t>
      </w:r>
      <w:r w:rsidRPr="007818BD">
        <w:t>il aimait le plaisir et les émotions</w:t>
      </w:r>
      <w:r w:rsidR="00E8465A">
        <w:t xml:space="preserve">, </w:t>
      </w:r>
      <w:r w:rsidRPr="007818BD">
        <w:t>et s</w:t>
      </w:r>
      <w:r w:rsidR="00E8465A">
        <w:t>’</w:t>
      </w:r>
      <w:r w:rsidRPr="007818BD">
        <w:t>abandonnait sans prévoyance à toutes les fantaisies de l</w:t>
      </w:r>
      <w:r w:rsidR="00E8465A">
        <w:t>’</w:t>
      </w:r>
      <w:r w:rsidRPr="007818BD">
        <w:t>imagination</w:t>
      </w:r>
      <w:r w:rsidR="00E8465A">
        <w:t xml:space="preserve">, </w:t>
      </w:r>
      <w:r w:rsidRPr="007818BD">
        <w:t>à tous les e</w:t>
      </w:r>
      <w:r w:rsidRPr="007818BD">
        <w:t>n</w:t>
      </w:r>
      <w:r w:rsidRPr="007818BD">
        <w:t>traînements de la passion</w:t>
      </w:r>
      <w:r w:rsidR="00E8465A">
        <w:t xml:space="preserve">. </w:t>
      </w:r>
      <w:r w:rsidRPr="007818BD">
        <w:t>Il avait parcouru les villes les plus c</w:t>
      </w:r>
      <w:r w:rsidRPr="007818BD">
        <w:t>é</w:t>
      </w:r>
      <w:r w:rsidRPr="007818BD">
        <w:t>lèbres de l</w:t>
      </w:r>
      <w:r w:rsidR="00E8465A">
        <w:t>’</w:t>
      </w:r>
      <w:r w:rsidRPr="007818BD">
        <w:t>Europe</w:t>
      </w:r>
      <w:r w:rsidR="00E8465A">
        <w:t xml:space="preserve">, </w:t>
      </w:r>
      <w:r w:rsidRPr="007818BD">
        <w:t>dans le but avoué et avec la résolution sinc</w:t>
      </w:r>
      <w:r w:rsidRPr="007818BD">
        <w:t>è</w:t>
      </w:r>
      <w:r w:rsidRPr="007818BD">
        <w:t>re d</w:t>
      </w:r>
      <w:r w:rsidR="00E8465A">
        <w:t>’</w:t>
      </w:r>
      <w:r w:rsidRPr="007818BD">
        <w:t>étudier les divins chefs-d</w:t>
      </w:r>
      <w:r w:rsidR="00E8465A">
        <w:t>’</w:t>
      </w:r>
      <w:r w:rsidRPr="007818BD">
        <w:t>œuvre de son art</w:t>
      </w:r>
      <w:r w:rsidR="00E8465A">
        <w:t xml:space="preserve"> ; </w:t>
      </w:r>
      <w:r w:rsidRPr="007818BD">
        <w:t>mais</w:t>
      </w:r>
      <w:r w:rsidR="00E8465A">
        <w:t xml:space="preserve">, </w:t>
      </w:r>
      <w:r w:rsidRPr="007818BD">
        <w:t>dans chaque cité</w:t>
      </w:r>
      <w:r w:rsidR="00E8465A">
        <w:t xml:space="preserve">, </w:t>
      </w:r>
      <w:r w:rsidRPr="007818BD">
        <w:t>le plaisir l</w:t>
      </w:r>
      <w:r w:rsidR="00E8465A">
        <w:t>’</w:t>
      </w:r>
      <w:r w:rsidRPr="007818BD">
        <w:t>avait trop souvent distrait de l</w:t>
      </w:r>
      <w:r w:rsidR="00E8465A">
        <w:t>’</w:t>
      </w:r>
      <w:r w:rsidRPr="007818BD">
        <w:t>ambition</w:t>
      </w:r>
      <w:r w:rsidR="00E8465A">
        <w:t xml:space="preserve">, </w:t>
      </w:r>
      <w:r w:rsidRPr="007818BD">
        <w:t xml:space="preserve">et il avait quitté pour la </w:t>
      </w:r>
      <w:r w:rsidRPr="007818BD">
        <w:lastRenderedPageBreak/>
        <w:t>beauté vivante le culte de la beauté fro</w:t>
      </w:r>
      <w:r w:rsidRPr="007818BD">
        <w:t>i</w:t>
      </w:r>
      <w:r w:rsidRPr="007818BD">
        <w:t>de</w:t>
      </w:r>
      <w:r w:rsidR="00E8465A">
        <w:t xml:space="preserve">, </w:t>
      </w:r>
      <w:r w:rsidRPr="007818BD">
        <w:t>mais immortelle</w:t>
      </w:r>
      <w:r w:rsidR="00E8465A">
        <w:t xml:space="preserve">, </w:t>
      </w:r>
      <w:r w:rsidRPr="007818BD">
        <w:t>de l</w:t>
      </w:r>
      <w:r w:rsidR="00E8465A">
        <w:t>’</w:t>
      </w:r>
      <w:r w:rsidRPr="007818BD">
        <w:t>art</w:t>
      </w:r>
      <w:r w:rsidR="00E8465A">
        <w:t xml:space="preserve">. </w:t>
      </w:r>
      <w:r w:rsidRPr="007818BD">
        <w:t>Brave</w:t>
      </w:r>
      <w:r w:rsidR="00E8465A">
        <w:t xml:space="preserve">, </w:t>
      </w:r>
      <w:r w:rsidRPr="007818BD">
        <w:t>aventurier</w:t>
      </w:r>
      <w:r w:rsidR="00E8465A">
        <w:t xml:space="preserve">, </w:t>
      </w:r>
      <w:r w:rsidRPr="007818BD">
        <w:t>vaniteux</w:t>
      </w:r>
      <w:r w:rsidR="00E8465A">
        <w:t xml:space="preserve">, </w:t>
      </w:r>
      <w:r w:rsidRPr="007818BD">
        <w:t>i</w:t>
      </w:r>
      <w:r w:rsidRPr="007818BD">
        <w:t>n</w:t>
      </w:r>
      <w:r w:rsidRPr="007818BD">
        <w:t>quiet</w:t>
      </w:r>
      <w:r w:rsidR="00E8465A">
        <w:t xml:space="preserve">, </w:t>
      </w:r>
      <w:r w:rsidRPr="007818BD">
        <w:t>curieux</w:t>
      </w:r>
      <w:r w:rsidR="00E8465A">
        <w:t xml:space="preserve">, </w:t>
      </w:r>
      <w:r w:rsidRPr="007818BD">
        <w:t>il aimait à s</w:t>
      </w:r>
      <w:r w:rsidR="00E8465A">
        <w:t>’</w:t>
      </w:r>
      <w:r w:rsidRPr="007818BD">
        <w:t>engager dans des projets i</w:t>
      </w:r>
      <w:r w:rsidRPr="007818BD">
        <w:t>n</w:t>
      </w:r>
      <w:r w:rsidRPr="007818BD">
        <w:t>sensés</w:t>
      </w:r>
      <w:r w:rsidR="00E8465A">
        <w:t xml:space="preserve">, </w:t>
      </w:r>
      <w:r w:rsidRPr="007818BD">
        <w:t>et à s</w:t>
      </w:r>
      <w:r w:rsidR="00E8465A">
        <w:t>’</w:t>
      </w:r>
      <w:r w:rsidRPr="007818BD">
        <w:t>exposer à des dangers pleins d</w:t>
      </w:r>
      <w:r w:rsidR="00E8465A">
        <w:t>’</w:t>
      </w:r>
      <w:r w:rsidRPr="007818BD">
        <w:t>attraits</w:t>
      </w:r>
      <w:r w:rsidR="00E8465A">
        <w:t xml:space="preserve">, </w:t>
      </w:r>
      <w:r w:rsidRPr="007818BD">
        <w:t>esclave docile et aveugle de l</w:t>
      </w:r>
      <w:r w:rsidR="00E8465A">
        <w:t>’</w:t>
      </w:r>
      <w:r w:rsidRPr="007818BD">
        <w:t>élan du moment et des caprices de son im</w:t>
      </w:r>
      <w:r w:rsidRPr="007818BD">
        <w:t>a</w:t>
      </w:r>
      <w:r w:rsidRPr="007818BD">
        <w:t>gination</w:t>
      </w:r>
      <w:r w:rsidR="00E8465A">
        <w:t>.</w:t>
      </w:r>
    </w:p>
    <w:p w14:paraId="72232E61" w14:textId="77777777" w:rsidR="00E8465A" w:rsidRDefault="00E0544E" w:rsidP="00E0544E">
      <w:r w:rsidRPr="007818BD">
        <w:t>On était donc à cette époque où une soif fébrile du cha</w:t>
      </w:r>
      <w:r w:rsidRPr="007818BD">
        <w:t>n</w:t>
      </w:r>
      <w:r w:rsidRPr="007818BD">
        <w:t>gement préparait les voies à cette hideuse moquerie des esp</w:t>
      </w:r>
      <w:r w:rsidRPr="007818BD">
        <w:t>é</w:t>
      </w:r>
      <w:r w:rsidRPr="007818BD">
        <w:t>rances humaines</w:t>
      </w:r>
      <w:r w:rsidR="00E8465A">
        <w:t xml:space="preserve"> : </w:t>
      </w:r>
      <w:r w:rsidRPr="007818BD">
        <w:t>la Révolution française</w:t>
      </w:r>
      <w:r w:rsidR="00E8465A">
        <w:t xml:space="preserve">. </w:t>
      </w:r>
      <w:r w:rsidRPr="007818BD">
        <w:t>Et de ce chaos</w:t>
      </w:r>
      <w:r w:rsidR="00E8465A">
        <w:t xml:space="preserve">, </w:t>
      </w:r>
      <w:r w:rsidRPr="007818BD">
        <w:t>où déjà étaient confondus les saints débris de l</w:t>
      </w:r>
      <w:r w:rsidR="00E8465A">
        <w:t>’</w:t>
      </w:r>
      <w:r w:rsidRPr="007818BD">
        <w:t>antique foi du mo</w:t>
      </w:r>
      <w:r w:rsidRPr="007818BD">
        <w:t>n</w:t>
      </w:r>
      <w:r w:rsidRPr="007818BD">
        <w:t>de</w:t>
      </w:r>
      <w:r w:rsidR="00E8465A">
        <w:t xml:space="preserve">, </w:t>
      </w:r>
      <w:r w:rsidRPr="007818BD">
        <w:t>s</w:t>
      </w:r>
      <w:r w:rsidR="00E8465A">
        <w:t>’</w:t>
      </w:r>
      <w:r w:rsidRPr="007818BD">
        <w:t>élevait plus d</w:t>
      </w:r>
      <w:r w:rsidR="00E8465A">
        <w:t>’</w:t>
      </w:r>
      <w:r w:rsidRPr="007818BD">
        <w:t>une chimère informe et à peine ébauchée</w:t>
      </w:r>
      <w:r w:rsidR="00E8465A">
        <w:t xml:space="preserve">. </w:t>
      </w:r>
      <w:r w:rsidRPr="007818BD">
        <w:t>Est-il nécessaire de rappeler au lecteur que ce temps de scept</w:t>
      </w:r>
      <w:r w:rsidRPr="007818BD">
        <w:t>i</w:t>
      </w:r>
      <w:r w:rsidRPr="007818BD">
        <w:t>cisme élégant et de sagesse prétendue était aussi le temps de la plus aveugle crédulité et des superstitions les plus mystiques</w:t>
      </w:r>
      <w:r w:rsidR="00E8465A">
        <w:t xml:space="preserve"> ? </w:t>
      </w:r>
      <w:r w:rsidRPr="007818BD">
        <w:t>le temps où le magnétisme et la magie trouvèrent des adeptes parmi les disciples de Diderot</w:t>
      </w:r>
      <w:r w:rsidR="00E8465A">
        <w:t xml:space="preserve"> ; </w:t>
      </w:r>
      <w:r w:rsidRPr="007818BD">
        <w:t>où les prophéties couraient de bouche en bouche</w:t>
      </w:r>
      <w:r w:rsidR="00E8465A">
        <w:t xml:space="preserve"> ; </w:t>
      </w:r>
      <w:r w:rsidRPr="007818BD">
        <w:t>où le salon d</w:t>
      </w:r>
      <w:r w:rsidR="00E8465A">
        <w:t>’</w:t>
      </w:r>
      <w:r w:rsidRPr="007818BD">
        <w:t>un philosophe déiste dev</w:t>
      </w:r>
      <w:r w:rsidRPr="007818BD">
        <w:t>e</w:t>
      </w:r>
      <w:r w:rsidRPr="007818BD">
        <w:t>nait une Héraclée dans laquelle le nécromancien évoquait les o</w:t>
      </w:r>
      <w:r w:rsidRPr="007818BD">
        <w:t>m</w:t>
      </w:r>
      <w:r w:rsidRPr="007818BD">
        <w:t>bres des morts</w:t>
      </w:r>
      <w:r w:rsidR="00E8465A">
        <w:t xml:space="preserve"> ; </w:t>
      </w:r>
      <w:r w:rsidRPr="007818BD">
        <w:t>le temps enfin où l</w:t>
      </w:r>
      <w:r w:rsidR="00E8465A">
        <w:t>’</w:t>
      </w:r>
      <w:r w:rsidRPr="007818BD">
        <w:t>on ridiculisait la Croix et la Bible</w:t>
      </w:r>
      <w:r w:rsidR="00E8465A">
        <w:t xml:space="preserve">, </w:t>
      </w:r>
      <w:r w:rsidRPr="007818BD">
        <w:t>mais où l</w:t>
      </w:r>
      <w:r w:rsidR="00E8465A">
        <w:t>’</w:t>
      </w:r>
      <w:r w:rsidRPr="007818BD">
        <w:t>on croyait à Mesmer et à Cagliostro</w:t>
      </w:r>
      <w:r w:rsidR="00E8465A">
        <w:t xml:space="preserve">. </w:t>
      </w:r>
      <w:r w:rsidRPr="007818BD">
        <w:t>Dans ce demi-jour crépusculaire</w:t>
      </w:r>
      <w:r w:rsidR="00E8465A">
        <w:t xml:space="preserve">, </w:t>
      </w:r>
      <w:r w:rsidRPr="007818BD">
        <w:t>avant-coureur du soleil nouveau qui devait à jamais dissiper les vapeurs de l</w:t>
      </w:r>
      <w:r w:rsidR="00E8465A">
        <w:t>’</w:t>
      </w:r>
      <w:r w:rsidRPr="007818BD">
        <w:t>ignorance et des préj</w:t>
      </w:r>
      <w:r w:rsidRPr="007818BD">
        <w:t>u</w:t>
      </w:r>
      <w:r w:rsidRPr="007818BD">
        <w:t>gés</w:t>
      </w:r>
      <w:r w:rsidR="00E8465A">
        <w:t xml:space="preserve">, </w:t>
      </w:r>
      <w:r w:rsidRPr="007818BD">
        <w:t>surgissaient</w:t>
      </w:r>
      <w:r w:rsidR="00E8465A">
        <w:t xml:space="preserve">, </w:t>
      </w:r>
      <w:r w:rsidRPr="007818BD">
        <w:t>échappés de leurs tombes féodales</w:t>
      </w:r>
      <w:r w:rsidR="00E8465A">
        <w:t xml:space="preserve">, </w:t>
      </w:r>
      <w:r w:rsidRPr="007818BD">
        <w:t>tous les fantômes qui jamais ont passé devant les yeux de Paracelse et d</w:t>
      </w:r>
      <w:r w:rsidR="00E8465A">
        <w:t>’</w:t>
      </w:r>
      <w:r w:rsidRPr="007818BD">
        <w:t>Agrippa</w:t>
      </w:r>
      <w:r w:rsidR="00E8465A">
        <w:t>.</w:t>
      </w:r>
    </w:p>
    <w:p w14:paraId="6EA5B649" w14:textId="77777777" w:rsidR="00E8465A" w:rsidRDefault="00E0544E" w:rsidP="00E0544E">
      <w:r w:rsidRPr="007818BD">
        <w:t>Ébloui par l</w:t>
      </w:r>
      <w:r w:rsidR="00E8465A">
        <w:t>’</w:t>
      </w:r>
      <w:r w:rsidRPr="007818BD">
        <w:t>aube naissante de la Révolution</w:t>
      </w:r>
      <w:r w:rsidR="00E8465A">
        <w:t xml:space="preserve">, </w:t>
      </w:r>
      <w:proofErr w:type="spellStart"/>
      <w:r w:rsidRPr="007818BD">
        <w:t>Glyndon</w:t>
      </w:r>
      <w:proofErr w:type="spellEnd"/>
      <w:r w:rsidRPr="007818BD">
        <w:t xml:space="preserve"> le fut plus encore par les mystérieuses pratiques qui l</w:t>
      </w:r>
      <w:r w:rsidR="00E8465A">
        <w:t>’</w:t>
      </w:r>
      <w:r w:rsidRPr="007818BD">
        <w:t>accompagnaient</w:t>
      </w:r>
      <w:r w:rsidR="00E8465A">
        <w:t xml:space="preserve">, </w:t>
      </w:r>
      <w:r w:rsidRPr="007818BD">
        <w:t>et</w:t>
      </w:r>
      <w:r w:rsidR="00E8465A">
        <w:t xml:space="preserve">, </w:t>
      </w:r>
      <w:r w:rsidRPr="007818BD">
        <w:t>pour lui comme pour beaucoup d</w:t>
      </w:r>
      <w:r w:rsidR="00E8465A">
        <w:t>’</w:t>
      </w:r>
      <w:r w:rsidRPr="007818BD">
        <w:t>autres</w:t>
      </w:r>
      <w:r w:rsidR="00E8465A">
        <w:t xml:space="preserve">, </w:t>
      </w:r>
      <w:r w:rsidRPr="007818BD">
        <w:t>il était naturel que l</w:t>
      </w:r>
      <w:r w:rsidR="00E8465A">
        <w:t>’</w:t>
      </w:r>
      <w:r w:rsidRPr="007818BD">
        <w:t>imagination qui s</w:t>
      </w:r>
      <w:r w:rsidR="00E8465A">
        <w:t>’</w:t>
      </w:r>
      <w:r w:rsidRPr="007818BD">
        <w:t>égarait au milieu des rêves d</w:t>
      </w:r>
      <w:r w:rsidR="00E8465A">
        <w:t>’</w:t>
      </w:r>
      <w:r w:rsidRPr="007818BD">
        <w:t>une utopie sociale</w:t>
      </w:r>
      <w:r w:rsidR="00E8465A">
        <w:t xml:space="preserve">, </w:t>
      </w:r>
      <w:r w:rsidRPr="007818BD">
        <w:t>saisît avec avidité tout ce qui promettait</w:t>
      </w:r>
      <w:r w:rsidR="00E8465A">
        <w:t xml:space="preserve">, </w:t>
      </w:r>
      <w:r w:rsidRPr="007818BD">
        <w:t>loin des sentiers poudreux et r</w:t>
      </w:r>
      <w:r w:rsidRPr="007818BD">
        <w:t>e</w:t>
      </w:r>
      <w:r w:rsidRPr="007818BD">
        <w:t>battus de la science vulgaire</w:t>
      </w:r>
      <w:r w:rsidR="00E8465A">
        <w:t xml:space="preserve">, </w:t>
      </w:r>
      <w:r w:rsidRPr="007818BD">
        <w:t>les découvertes hardies de quelque Élysée merveilleux</w:t>
      </w:r>
      <w:r w:rsidR="00E8465A">
        <w:t>.</w:t>
      </w:r>
    </w:p>
    <w:p w14:paraId="01E641AE" w14:textId="77777777" w:rsidR="00E8465A" w:rsidRDefault="00E0544E" w:rsidP="00E0544E">
      <w:r w:rsidRPr="007818BD">
        <w:lastRenderedPageBreak/>
        <w:t>Dans le cours de ses voyages</w:t>
      </w:r>
      <w:r w:rsidR="00E8465A">
        <w:t xml:space="preserve">, </w:t>
      </w:r>
      <w:r w:rsidRPr="007818BD">
        <w:t>il avait écouté avec un vif i</w:t>
      </w:r>
      <w:r w:rsidRPr="007818BD">
        <w:t>n</w:t>
      </w:r>
      <w:r w:rsidRPr="007818BD">
        <w:t>térêt</w:t>
      </w:r>
      <w:r w:rsidR="00E8465A">
        <w:t xml:space="preserve">, </w:t>
      </w:r>
      <w:r w:rsidRPr="007818BD">
        <w:t>sinon avec une foi implicite</w:t>
      </w:r>
      <w:r w:rsidR="00E8465A">
        <w:t xml:space="preserve">, </w:t>
      </w:r>
      <w:r w:rsidRPr="007818BD">
        <w:t>tout ce qu</w:t>
      </w:r>
      <w:r w:rsidR="00E8465A">
        <w:t>’</w:t>
      </w:r>
      <w:r w:rsidRPr="007818BD">
        <w:t>on racontait des plus célèbres voyants</w:t>
      </w:r>
      <w:r w:rsidR="00E8465A">
        <w:t xml:space="preserve">, </w:t>
      </w:r>
      <w:r w:rsidRPr="007818BD">
        <w:t>et son âme était par conséquent prédi</w:t>
      </w:r>
      <w:r w:rsidRPr="007818BD">
        <w:t>s</w:t>
      </w:r>
      <w:r w:rsidRPr="007818BD">
        <w:t>posée à l</w:t>
      </w:r>
      <w:r w:rsidR="00E8465A">
        <w:t>’</w:t>
      </w:r>
      <w:r w:rsidRPr="007818BD">
        <w:t xml:space="preserve">impression que le mystérieux </w:t>
      </w:r>
      <w:proofErr w:type="spellStart"/>
      <w:r w:rsidRPr="007818BD">
        <w:t>Zanoni</w:t>
      </w:r>
      <w:proofErr w:type="spellEnd"/>
      <w:r w:rsidRPr="007818BD">
        <w:t xml:space="preserve"> avait à première vue produite sur elle</w:t>
      </w:r>
      <w:r w:rsidR="00E8465A">
        <w:t>.</w:t>
      </w:r>
    </w:p>
    <w:p w14:paraId="33C34FFC" w14:textId="77777777" w:rsidR="00E8465A" w:rsidRDefault="00E0544E" w:rsidP="00E0544E">
      <w:r w:rsidRPr="007818BD">
        <w:t>On pouvait d</w:t>
      </w:r>
      <w:r w:rsidR="00E8465A">
        <w:t>’</w:t>
      </w:r>
      <w:r w:rsidRPr="007818BD">
        <w:t>ailleurs expliquer autrement ses instincts de crédulité</w:t>
      </w:r>
      <w:r w:rsidR="00E8465A">
        <w:t xml:space="preserve">. </w:t>
      </w:r>
      <w:r w:rsidRPr="007818BD">
        <w:t xml:space="preserve">Un des premiers ancêtres de </w:t>
      </w:r>
      <w:proofErr w:type="spellStart"/>
      <w:r w:rsidRPr="007818BD">
        <w:t>Glyndon</w:t>
      </w:r>
      <w:proofErr w:type="spellEnd"/>
      <w:r w:rsidR="00E8465A">
        <w:t xml:space="preserve">, </w:t>
      </w:r>
      <w:r w:rsidRPr="007818BD">
        <w:t>du côté mate</w:t>
      </w:r>
      <w:r w:rsidRPr="007818BD">
        <w:t>r</w:t>
      </w:r>
      <w:r w:rsidRPr="007818BD">
        <w:t>nel</w:t>
      </w:r>
      <w:r w:rsidR="00E8465A">
        <w:t xml:space="preserve">, </w:t>
      </w:r>
      <w:r w:rsidRPr="007818BD">
        <w:t>s</w:t>
      </w:r>
      <w:r w:rsidR="00E8465A">
        <w:t>’</w:t>
      </w:r>
      <w:r w:rsidRPr="007818BD">
        <w:t>était acquis une réputation assez considérable comme ph</w:t>
      </w:r>
      <w:r w:rsidRPr="007818BD">
        <w:t>i</w:t>
      </w:r>
      <w:r w:rsidRPr="007818BD">
        <w:t>losophe et comme alchimiste</w:t>
      </w:r>
      <w:r w:rsidR="00E8465A">
        <w:t xml:space="preserve">. </w:t>
      </w:r>
      <w:r w:rsidRPr="007818BD">
        <w:t>D</w:t>
      </w:r>
      <w:r w:rsidR="00E8465A">
        <w:t>’</w:t>
      </w:r>
      <w:r w:rsidRPr="007818BD">
        <w:t>étranges histoires circulaient sur le compte de ce sage vénérable</w:t>
      </w:r>
      <w:r w:rsidR="00E8465A">
        <w:t xml:space="preserve"> : </w:t>
      </w:r>
      <w:r w:rsidRPr="007818BD">
        <w:t>on disait que son existence s</w:t>
      </w:r>
      <w:r w:rsidR="00E8465A">
        <w:t>’</w:t>
      </w:r>
      <w:r w:rsidRPr="007818BD">
        <w:t xml:space="preserve">était prolongée bien </w:t>
      </w:r>
      <w:proofErr w:type="spellStart"/>
      <w:r w:rsidRPr="007818BD">
        <w:t>au delà</w:t>
      </w:r>
      <w:proofErr w:type="spellEnd"/>
      <w:r w:rsidRPr="007818BD">
        <w:t xml:space="preserve"> des limites ordinaires de la vie</w:t>
      </w:r>
      <w:r w:rsidR="00E8465A">
        <w:t xml:space="preserve">, </w:t>
      </w:r>
      <w:r w:rsidRPr="007818BD">
        <w:t>et qu</w:t>
      </w:r>
      <w:r w:rsidR="00E8465A">
        <w:t>’</w:t>
      </w:r>
      <w:r w:rsidRPr="007818BD">
        <w:t>il avait conservé jusqu</w:t>
      </w:r>
      <w:r w:rsidR="00E8465A">
        <w:t>’</w:t>
      </w:r>
      <w:r w:rsidRPr="007818BD">
        <w:t>à son dernier jour l</w:t>
      </w:r>
      <w:r w:rsidR="00E8465A">
        <w:t>’</w:t>
      </w:r>
      <w:r w:rsidRPr="007818BD">
        <w:t>apparence d</w:t>
      </w:r>
      <w:r w:rsidR="00E8465A">
        <w:t>’</w:t>
      </w:r>
      <w:r w:rsidRPr="007818BD">
        <w:t>un homme d</w:t>
      </w:r>
      <w:r w:rsidR="00E8465A">
        <w:t>’</w:t>
      </w:r>
      <w:r w:rsidRPr="007818BD">
        <w:t>âge moyen</w:t>
      </w:r>
      <w:r w:rsidR="00E8465A">
        <w:t xml:space="preserve">. </w:t>
      </w:r>
      <w:r w:rsidRPr="007818BD">
        <w:t>Enfin</w:t>
      </w:r>
      <w:r w:rsidR="00E8465A">
        <w:t xml:space="preserve">, </w:t>
      </w:r>
      <w:r w:rsidRPr="007818BD">
        <w:t>il était mort de chagrin</w:t>
      </w:r>
      <w:r w:rsidR="00E8465A">
        <w:t xml:space="preserve">, </w:t>
      </w:r>
      <w:r w:rsidRPr="007818BD">
        <w:t>disait-on</w:t>
      </w:r>
      <w:r w:rsidR="00E8465A">
        <w:t xml:space="preserve">, </w:t>
      </w:r>
      <w:r w:rsidRPr="007818BD">
        <w:t>de la perte d</w:t>
      </w:r>
      <w:r w:rsidR="00E8465A">
        <w:t>’</w:t>
      </w:r>
      <w:r w:rsidRPr="007818BD">
        <w:t>une arrière-petite-fille</w:t>
      </w:r>
      <w:r w:rsidR="00E8465A">
        <w:t xml:space="preserve">, </w:t>
      </w:r>
      <w:r w:rsidRPr="007818BD">
        <w:t>la seule créature qu</w:t>
      </w:r>
      <w:r w:rsidR="00E8465A">
        <w:t>’</w:t>
      </w:r>
      <w:r w:rsidRPr="007818BD">
        <w:t>il eût jamais paru aimer</w:t>
      </w:r>
      <w:r w:rsidR="00E8465A">
        <w:t xml:space="preserve">. </w:t>
      </w:r>
      <w:r w:rsidRPr="007818BD">
        <w:t>Les œuvres de ce philosophe</w:t>
      </w:r>
      <w:r w:rsidR="00E8465A">
        <w:t xml:space="preserve">, </w:t>
      </w:r>
      <w:r w:rsidRPr="007818BD">
        <w:t>quoique fort rares</w:t>
      </w:r>
      <w:r w:rsidR="00E8465A">
        <w:t xml:space="preserve">, </w:t>
      </w:r>
      <w:r w:rsidRPr="007818BD">
        <w:t>existaient et se trouvaient dans la bibli</w:t>
      </w:r>
      <w:r w:rsidRPr="007818BD">
        <w:t>o</w:t>
      </w:r>
      <w:r w:rsidRPr="007818BD">
        <w:t xml:space="preserve">thèque de famille de </w:t>
      </w:r>
      <w:proofErr w:type="spellStart"/>
      <w:r w:rsidRPr="007818BD">
        <w:t>Glyndon</w:t>
      </w:r>
      <w:proofErr w:type="spellEnd"/>
      <w:r w:rsidR="00E8465A">
        <w:t xml:space="preserve">. </w:t>
      </w:r>
      <w:r w:rsidRPr="007818BD">
        <w:t>Leur mysticisme platonique</w:t>
      </w:r>
      <w:r w:rsidR="00E8465A">
        <w:t xml:space="preserve">, </w:t>
      </w:r>
      <w:r w:rsidRPr="007818BD">
        <w:t>leurs assertions ha</w:t>
      </w:r>
      <w:r w:rsidRPr="007818BD">
        <w:t>r</w:t>
      </w:r>
      <w:r w:rsidRPr="007818BD">
        <w:t>dies</w:t>
      </w:r>
      <w:r w:rsidR="00E8465A">
        <w:t xml:space="preserve">, </w:t>
      </w:r>
      <w:r w:rsidRPr="007818BD">
        <w:t>les hautes promesses que laissait découvrir leur phraséol</w:t>
      </w:r>
      <w:r w:rsidRPr="007818BD">
        <w:t>o</w:t>
      </w:r>
      <w:r w:rsidRPr="007818BD">
        <w:t>gie emblématique et figur</w:t>
      </w:r>
      <w:r w:rsidRPr="007818BD">
        <w:t>a</w:t>
      </w:r>
      <w:r w:rsidRPr="007818BD">
        <w:t>tive</w:t>
      </w:r>
      <w:r w:rsidR="00E8465A">
        <w:t xml:space="preserve">, </w:t>
      </w:r>
      <w:r w:rsidRPr="007818BD">
        <w:t xml:space="preserve">avaient produit sur la jeune imagination de </w:t>
      </w:r>
      <w:proofErr w:type="spellStart"/>
      <w:r w:rsidRPr="007818BD">
        <w:t>Glyndon</w:t>
      </w:r>
      <w:proofErr w:type="spellEnd"/>
      <w:r w:rsidRPr="007818BD">
        <w:t xml:space="preserve"> une impression profonde</w:t>
      </w:r>
      <w:r w:rsidR="00E8465A">
        <w:t xml:space="preserve">. </w:t>
      </w:r>
      <w:r w:rsidRPr="007818BD">
        <w:t>Ses parents</w:t>
      </w:r>
      <w:r w:rsidR="00E8465A">
        <w:t xml:space="preserve">, </w:t>
      </w:r>
      <w:r w:rsidRPr="007818BD">
        <w:t>ignorant quel pouvait être le danger d</w:t>
      </w:r>
      <w:r w:rsidR="00E8465A">
        <w:t>’</w:t>
      </w:r>
      <w:r w:rsidRPr="007818BD">
        <w:t>encourager des idées dont ferait promptement justice</w:t>
      </w:r>
      <w:r w:rsidR="00E8465A">
        <w:t xml:space="preserve">, </w:t>
      </w:r>
      <w:r w:rsidRPr="007818BD">
        <w:t>selon eux</w:t>
      </w:r>
      <w:r w:rsidR="00E8465A">
        <w:t xml:space="preserve">, </w:t>
      </w:r>
      <w:r w:rsidRPr="007818BD">
        <w:t>l</w:t>
      </w:r>
      <w:r w:rsidR="00E8465A">
        <w:t>’</w:t>
      </w:r>
      <w:r w:rsidRPr="007818BD">
        <w:t>esprit éminemment p</w:t>
      </w:r>
      <w:r w:rsidRPr="007818BD">
        <w:t>o</w:t>
      </w:r>
      <w:r w:rsidRPr="007818BD">
        <w:t>sitif de ce siècle éclairé</w:t>
      </w:r>
      <w:r w:rsidR="00E8465A">
        <w:t xml:space="preserve">, </w:t>
      </w:r>
      <w:r w:rsidRPr="007818BD">
        <w:t>a</w:t>
      </w:r>
      <w:r w:rsidRPr="007818BD">
        <w:t>i</w:t>
      </w:r>
      <w:r w:rsidRPr="007818BD">
        <w:t>maient</w:t>
      </w:r>
      <w:r w:rsidR="00E8465A">
        <w:t xml:space="preserve">, </w:t>
      </w:r>
      <w:r w:rsidRPr="007818BD">
        <w:t>dans leurs longues soirées d</w:t>
      </w:r>
      <w:r w:rsidR="00E8465A">
        <w:t>’</w:t>
      </w:r>
      <w:r w:rsidRPr="007818BD">
        <w:t>hiver</w:t>
      </w:r>
      <w:r w:rsidR="00E8465A">
        <w:t xml:space="preserve">, </w:t>
      </w:r>
      <w:r w:rsidRPr="007818BD">
        <w:t>à ramener la conversation sur l</w:t>
      </w:r>
      <w:r w:rsidR="00E8465A">
        <w:t>’</w:t>
      </w:r>
      <w:r w:rsidRPr="007818BD">
        <w:t>histoire traditionnelle de leur illustre ancêtre</w:t>
      </w:r>
      <w:r w:rsidR="00E8465A">
        <w:t xml:space="preserve">. </w:t>
      </w:r>
      <w:r w:rsidRPr="007818BD">
        <w:t>Clarence se sentait frissonner d</w:t>
      </w:r>
      <w:r w:rsidR="00E8465A">
        <w:t>’</w:t>
      </w:r>
      <w:r w:rsidRPr="007818BD">
        <w:t>une joie mêlée de crainte mystérieuse</w:t>
      </w:r>
      <w:r w:rsidR="00E8465A">
        <w:t xml:space="preserve">, </w:t>
      </w:r>
      <w:r w:rsidRPr="007818BD">
        <w:t>chaque fois que sa mère préte</w:t>
      </w:r>
      <w:r w:rsidRPr="007818BD">
        <w:t>n</w:t>
      </w:r>
      <w:r w:rsidRPr="007818BD">
        <w:t>dait découvrir une ressemblance frappante entre les traits du jeune héritier et le portrait à demi effacé de l</w:t>
      </w:r>
      <w:r w:rsidR="00E8465A">
        <w:t>’</w:t>
      </w:r>
      <w:r w:rsidRPr="007818BD">
        <w:t>alchimiste</w:t>
      </w:r>
      <w:r w:rsidR="00E8465A">
        <w:t xml:space="preserve">, </w:t>
      </w:r>
      <w:r w:rsidRPr="007818BD">
        <w:t>qui o</w:t>
      </w:r>
      <w:r w:rsidRPr="007818BD">
        <w:t>r</w:t>
      </w:r>
      <w:r w:rsidRPr="007818BD">
        <w:t>nait la cheminée et faisait la gloire de la maison et l</w:t>
      </w:r>
      <w:r w:rsidR="00E8465A">
        <w:t>’</w:t>
      </w:r>
      <w:r w:rsidRPr="007818BD">
        <w:t xml:space="preserve">admiration des </w:t>
      </w:r>
      <w:r w:rsidRPr="007818BD">
        <w:lastRenderedPageBreak/>
        <w:t>voisins</w:t>
      </w:r>
      <w:r w:rsidR="00E8465A">
        <w:t xml:space="preserve"> : </w:t>
      </w:r>
      <w:r w:rsidRPr="007818BD">
        <w:t>tant il est vrai que</w:t>
      </w:r>
      <w:r w:rsidR="00E8465A">
        <w:t xml:space="preserve">, </w:t>
      </w:r>
      <w:r w:rsidRPr="007818BD">
        <w:t>plus souvent que nous ne le pensons</w:t>
      </w:r>
      <w:r w:rsidR="00E8465A">
        <w:t xml:space="preserve">, </w:t>
      </w:r>
      <w:r w:rsidRPr="007818BD">
        <w:rPr>
          <w:i/>
          <w:iCs/>
        </w:rPr>
        <w:t>l</w:t>
      </w:r>
      <w:r w:rsidR="00E8465A">
        <w:rPr>
          <w:i/>
          <w:iCs/>
        </w:rPr>
        <w:t>’</w:t>
      </w:r>
      <w:r w:rsidRPr="007818BD">
        <w:rPr>
          <w:i/>
          <w:iCs/>
        </w:rPr>
        <w:t>enfant est le père de l</w:t>
      </w:r>
      <w:r w:rsidR="00E8465A">
        <w:rPr>
          <w:i/>
          <w:iCs/>
        </w:rPr>
        <w:t>’</w:t>
      </w:r>
      <w:r w:rsidRPr="007818BD">
        <w:rPr>
          <w:i/>
          <w:iCs/>
        </w:rPr>
        <w:t>homme</w:t>
      </w:r>
      <w:r w:rsidRPr="0012353C">
        <w:rPr>
          <w:rStyle w:val="Appelnotedebasdep"/>
        </w:rPr>
        <w:footnoteReference w:id="24"/>
      </w:r>
      <w:r w:rsidR="00E8465A">
        <w:t>.</w:t>
      </w:r>
    </w:p>
    <w:p w14:paraId="44CF4AC7" w14:textId="77777777" w:rsidR="00E8465A" w:rsidRDefault="00E0544E" w:rsidP="00E0544E">
      <w:r w:rsidRPr="007818BD">
        <w:t>J</w:t>
      </w:r>
      <w:r w:rsidR="00E8465A">
        <w:t>’</w:t>
      </w:r>
      <w:r w:rsidRPr="007818BD">
        <w:t xml:space="preserve">ai dit que </w:t>
      </w:r>
      <w:proofErr w:type="spellStart"/>
      <w:r w:rsidRPr="007818BD">
        <w:t>Glyndon</w:t>
      </w:r>
      <w:proofErr w:type="spellEnd"/>
      <w:r w:rsidRPr="007818BD">
        <w:t xml:space="preserve"> aimait le plaisir</w:t>
      </w:r>
      <w:r w:rsidR="00E8465A">
        <w:t xml:space="preserve">. </w:t>
      </w:r>
      <w:r w:rsidRPr="007818BD">
        <w:t>Aisément accessible</w:t>
      </w:r>
      <w:r w:rsidR="00E8465A">
        <w:t xml:space="preserve">, </w:t>
      </w:r>
      <w:r w:rsidRPr="007818BD">
        <w:t>comme le talent l</w:t>
      </w:r>
      <w:r w:rsidR="00E8465A">
        <w:t>’</w:t>
      </w:r>
      <w:r w:rsidRPr="007818BD">
        <w:t>est toujours</w:t>
      </w:r>
      <w:r w:rsidR="00E8465A">
        <w:t xml:space="preserve">, </w:t>
      </w:r>
      <w:r w:rsidRPr="007818BD">
        <w:t>à toute impression agréable</w:t>
      </w:r>
      <w:r w:rsidR="00E8465A">
        <w:t xml:space="preserve">, </w:t>
      </w:r>
      <w:r w:rsidRPr="007818BD">
        <w:t>sa vie d</w:t>
      </w:r>
      <w:r w:rsidR="00E8465A">
        <w:t>’</w:t>
      </w:r>
      <w:r w:rsidRPr="007818BD">
        <w:t>artiste</w:t>
      </w:r>
      <w:r w:rsidR="00E8465A">
        <w:t xml:space="preserve">, </w:t>
      </w:r>
      <w:r w:rsidRPr="007818BD">
        <w:t>vie insouciante jusqu</w:t>
      </w:r>
      <w:r w:rsidR="00E8465A">
        <w:t>’</w:t>
      </w:r>
      <w:r w:rsidRPr="007818BD">
        <w:t>à ce qu</w:t>
      </w:r>
      <w:r w:rsidR="00E8465A">
        <w:t>’</w:t>
      </w:r>
      <w:r w:rsidRPr="007818BD">
        <w:t>elle devienne une vie de sérieux labeur</w:t>
      </w:r>
      <w:r w:rsidR="00E8465A">
        <w:t xml:space="preserve">, </w:t>
      </w:r>
      <w:r w:rsidRPr="007818BD">
        <w:t>avait voltigé de fleur en fleur</w:t>
      </w:r>
      <w:r w:rsidR="00E8465A">
        <w:t xml:space="preserve">. </w:t>
      </w:r>
      <w:r w:rsidRPr="007818BD">
        <w:t>Il avait goûté</w:t>
      </w:r>
      <w:r w:rsidR="00E8465A">
        <w:t xml:space="preserve">, </w:t>
      </w:r>
      <w:r w:rsidRPr="007818BD">
        <w:t>épuisé presque jusqu</w:t>
      </w:r>
      <w:r w:rsidR="00E8465A">
        <w:t>’</w:t>
      </w:r>
      <w:r w:rsidRPr="007818BD">
        <w:t>à ce que la satiété eût produit une réa</w:t>
      </w:r>
      <w:r w:rsidRPr="007818BD">
        <w:t>c</w:t>
      </w:r>
      <w:r w:rsidRPr="007818BD">
        <w:t>tion</w:t>
      </w:r>
      <w:r w:rsidR="00E8465A">
        <w:t xml:space="preserve">, </w:t>
      </w:r>
      <w:r w:rsidRPr="007818BD">
        <w:t>les folles ivresses de Naples</w:t>
      </w:r>
      <w:r w:rsidR="00E8465A">
        <w:t xml:space="preserve">, </w:t>
      </w:r>
      <w:r w:rsidRPr="007818BD">
        <w:t>avant de s</w:t>
      </w:r>
      <w:r w:rsidR="00E8465A">
        <w:t>’</w:t>
      </w:r>
      <w:r w:rsidRPr="007818BD">
        <w:t>éprendre de la beauté et de la voix de Viola Pisani</w:t>
      </w:r>
      <w:r w:rsidR="00E8465A">
        <w:t xml:space="preserve">. </w:t>
      </w:r>
      <w:r w:rsidRPr="007818BD">
        <w:t>Mais son amour</w:t>
      </w:r>
      <w:r w:rsidR="00E8465A">
        <w:t xml:space="preserve">, </w:t>
      </w:r>
      <w:r w:rsidRPr="007818BD">
        <w:t>comme son ambition</w:t>
      </w:r>
      <w:r w:rsidR="00E8465A">
        <w:t xml:space="preserve">, </w:t>
      </w:r>
      <w:r w:rsidRPr="007818BD">
        <w:t>était vague et inconstant</w:t>
      </w:r>
      <w:r w:rsidR="00E8465A">
        <w:t xml:space="preserve">. </w:t>
      </w:r>
      <w:r w:rsidRPr="007818BD">
        <w:t>Cet amour ne satisfa</w:t>
      </w:r>
      <w:r w:rsidRPr="007818BD">
        <w:t>i</w:t>
      </w:r>
      <w:r w:rsidRPr="007818BD">
        <w:t>sait pas son cœur tout entier</w:t>
      </w:r>
      <w:r w:rsidR="00E8465A">
        <w:t xml:space="preserve">, </w:t>
      </w:r>
      <w:r w:rsidRPr="007818BD">
        <w:t>ne remplissait pas tout son être</w:t>
      </w:r>
      <w:r w:rsidR="00E8465A">
        <w:t xml:space="preserve"> ; </w:t>
      </w:r>
      <w:r w:rsidRPr="007818BD">
        <w:t>non qu</w:t>
      </w:r>
      <w:r w:rsidR="00E8465A">
        <w:t>’</w:t>
      </w:r>
      <w:r w:rsidRPr="007818BD">
        <w:t>il fût incapable de fo</w:t>
      </w:r>
      <w:r w:rsidRPr="007818BD">
        <w:t>r</w:t>
      </w:r>
      <w:r w:rsidRPr="007818BD">
        <w:t>tes et nobles passions</w:t>
      </w:r>
      <w:r w:rsidR="00E8465A">
        <w:t xml:space="preserve">, </w:t>
      </w:r>
      <w:r w:rsidRPr="007818BD">
        <w:t>mais parce que son âme n</w:t>
      </w:r>
      <w:r w:rsidR="00E8465A">
        <w:t>’</w:t>
      </w:r>
      <w:r w:rsidRPr="007818BD">
        <w:t>était encore ni assez mûre ni assez recueillie pour qu</w:t>
      </w:r>
      <w:r w:rsidR="00E8465A">
        <w:t>’</w:t>
      </w:r>
      <w:r w:rsidRPr="007818BD">
        <w:t>elles pussent s</w:t>
      </w:r>
      <w:r w:rsidR="00E8465A">
        <w:t>’</w:t>
      </w:r>
      <w:r w:rsidRPr="007818BD">
        <w:t>y développer</w:t>
      </w:r>
      <w:r w:rsidR="00E8465A">
        <w:t xml:space="preserve">. </w:t>
      </w:r>
      <w:r w:rsidRPr="007818BD">
        <w:t>Il y a une saison pour la fleur</w:t>
      </w:r>
      <w:r w:rsidR="00E8465A">
        <w:t xml:space="preserve">, </w:t>
      </w:r>
      <w:r w:rsidRPr="007818BD">
        <w:t>une a</w:t>
      </w:r>
      <w:r w:rsidRPr="007818BD">
        <w:t>u</w:t>
      </w:r>
      <w:r w:rsidRPr="007818BD">
        <w:t>tre pour le fruit</w:t>
      </w:r>
      <w:r w:rsidR="00E8465A">
        <w:t xml:space="preserve"> : </w:t>
      </w:r>
      <w:r w:rsidRPr="007818BD">
        <w:t>aussi faut-il que les fleurs brillantes de l</w:t>
      </w:r>
      <w:r w:rsidR="00E8465A">
        <w:t>’</w:t>
      </w:r>
      <w:r w:rsidRPr="007818BD">
        <w:t>imagination se fanent avant que la passion qu</w:t>
      </w:r>
      <w:r w:rsidR="00E8465A">
        <w:t>’</w:t>
      </w:r>
      <w:r w:rsidRPr="007818BD">
        <w:t>elles précèdent et qu</w:t>
      </w:r>
      <w:r w:rsidR="00E8465A">
        <w:t>’</w:t>
      </w:r>
      <w:r w:rsidRPr="007818BD">
        <w:t>elles annoncent fasse mûrir le cœur</w:t>
      </w:r>
      <w:r w:rsidR="00E8465A">
        <w:t xml:space="preserve">. </w:t>
      </w:r>
      <w:r w:rsidRPr="007818BD">
        <w:t>Également enjoué dans son atelier solitaire et au milieu de ses compagnons de plaisir</w:t>
      </w:r>
      <w:r w:rsidR="00E8465A">
        <w:t xml:space="preserve">, </w:t>
      </w:r>
      <w:r w:rsidRPr="007818BD">
        <w:t>il n</w:t>
      </w:r>
      <w:r w:rsidR="00E8465A">
        <w:t>’</w:t>
      </w:r>
      <w:r w:rsidRPr="007818BD">
        <w:t>avait pas assez connu le chagrin pour aimer profo</w:t>
      </w:r>
      <w:r w:rsidRPr="007818BD">
        <w:t>n</w:t>
      </w:r>
      <w:r w:rsidRPr="007818BD">
        <w:t>dément</w:t>
      </w:r>
      <w:r w:rsidR="00E8465A">
        <w:t xml:space="preserve"> : </w:t>
      </w:r>
      <w:r w:rsidRPr="007818BD">
        <w:t>car il faut que l</w:t>
      </w:r>
      <w:r w:rsidR="00E8465A">
        <w:t>’</w:t>
      </w:r>
      <w:r w:rsidRPr="007818BD">
        <w:t>homme sente la déception des petites choses de la vie pour apprécier les grandes à toute leur valeur</w:t>
      </w:r>
      <w:r w:rsidR="00E8465A">
        <w:t xml:space="preserve">. </w:t>
      </w:r>
      <w:r w:rsidRPr="007818BD">
        <w:t>Ce sont les sensualistes superficiels de la France qui</w:t>
      </w:r>
      <w:r w:rsidR="00E8465A">
        <w:t xml:space="preserve">, </w:t>
      </w:r>
      <w:r w:rsidRPr="007818BD">
        <w:t>dans leur langage de s</w:t>
      </w:r>
      <w:r w:rsidRPr="007818BD">
        <w:t>a</w:t>
      </w:r>
      <w:r w:rsidRPr="007818BD">
        <w:t>lon</w:t>
      </w:r>
      <w:r w:rsidR="00E8465A">
        <w:t xml:space="preserve">, </w:t>
      </w:r>
      <w:r w:rsidRPr="007818BD">
        <w:t>appellent l</w:t>
      </w:r>
      <w:r w:rsidR="00E8465A">
        <w:t>’</w:t>
      </w:r>
      <w:r w:rsidRPr="007818BD">
        <w:t xml:space="preserve">amour une </w:t>
      </w:r>
      <w:r w:rsidRPr="007818BD">
        <w:rPr>
          <w:i/>
          <w:iCs/>
        </w:rPr>
        <w:t>folie</w:t>
      </w:r>
      <w:r w:rsidR="00E8465A">
        <w:t xml:space="preserve"> ! </w:t>
      </w:r>
      <w:r w:rsidRPr="007818BD">
        <w:t>L</w:t>
      </w:r>
      <w:r w:rsidR="00E8465A">
        <w:t>’</w:t>
      </w:r>
      <w:r w:rsidRPr="007818BD">
        <w:t>amour</w:t>
      </w:r>
      <w:r w:rsidR="00E8465A">
        <w:t xml:space="preserve">, </w:t>
      </w:r>
      <w:r w:rsidRPr="007818BD">
        <w:t>mieux compris</w:t>
      </w:r>
      <w:r w:rsidR="00E8465A">
        <w:t xml:space="preserve">, </w:t>
      </w:r>
      <w:r w:rsidRPr="007818BD">
        <w:t>est la sagesse</w:t>
      </w:r>
      <w:r w:rsidR="00E8465A">
        <w:t>.</w:t>
      </w:r>
    </w:p>
    <w:p w14:paraId="14D6C787" w14:textId="77777777" w:rsidR="00E8465A" w:rsidRDefault="00E0544E" w:rsidP="00E0544E">
      <w:r w:rsidRPr="007818BD">
        <w:t>Le monde d</w:t>
      </w:r>
      <w:r w:rsidR="00E8465A">
        <w:t>’</w:t>
      </w:r>
      <w:r w:rsidRPr="007818BD">
        <w:t xml:space="preserve">ailleurs tenait trop de place dans la pensée de </w:t>
      </w:r>
      <w:proofErr w:type="spellStart"/>
      <w:r w:rsidRPr="007818BD">
        <w:t>Glyndon</w:t>
      </w:r>
      <w:proofErr w:type="spellEnd"/>
      <w:r w:rsidR="00E8465A">
        <w:t xml:space="preserve">. </w:t>
      </w:r>
      <w:r w:rsidRPr="007818BD">
        <w:t>L</w:t>
      </w:r>
      <w:r w:rsidR="00E8465A">
        <w:t>’</w:t>
      </w:r>
      <w:r w:rsidRPr="007818BD">
        <w:t>ambition de l</w:t>
      </w:r>
      <w:r w:rsidR="00E8465A">
        <w:t>’</w:t>
      </w:r>
      <w:r w:rsidRPr="007818BD">
        <w:t xml:space="preserve">art se combinait chez lui avec la </w:t>
      </w:r>
      <w:r w:rsidRPr="007818BD">
        <w:lastRenderedPageBreak/>
        <w:t>r</w:t>
      </w:r>
      <w:r w:rsidRPr="007818BD">
        <w:t>e</w:t>
      </w:r>
      <w:r w:rsidRPr="007818BD">
        <w:t>cherche de l</w:t>
      </w:r>
      <w:r w:rsidR="00E8465A">
        <w:t>’</w:t>
      </w:r>
      <w:r w:rsidRPr="007818BD">
        <w:t>estime et de l</w:t>
      </w:r>
      <w:r w:rsidR="00E8465A">
        <w:t>’</w:t>
      </w:r>
      <w:r w:rsidRPr="007818BD">
        <w:t>approbation de cette misérable min</w:t>
      </w:r>
      <w:r w:rsidRPr="007818BD">
        <w:t>o</w:t>
      </w:r>
      <w:r w:rsidRPr="007818BD">
        <w:t>rité de la surface</w:t>
      </w:r>
      <w:r w:rsidR="00E8465A">
        <w:t xml:space="preserve">, </w:t>
      </w:r>
      <w:r w:rsidRPr="007818BD">
        <w:t>que nous appelons le public</w:t>
      </w:r>
      <w:r w:rsidR="00E8465A">
        <w:t xml:space="preserve">. </w:t>
      </w:r>
      <w:r w:rsidRPr="007818BD">
        <w:t>Comme tous ceux qui trompent</w:t>
      </w:r>
      <w:r w:rsidR="00E8465A">
        <w:t xml:space="preserve">, </w:t>
      </w:r>
      <w:r w:rsidRPr="007818BD">
        <w:t>il craignait perpétuellement d</w:t>
      </w:r>
      <w:r w:rsidR="00E8465A">
        <w:t>’</w:t>
      </w:r>
      <w:r w:rsidRPr="007818BD">
        <w:t>être pris pour d</w:t>
      </w:r>
      <w:r w:rsidRPr="007818BD">
        <w:t>u</w:t>
      </w:r>
      <w:r w:rsidRPr="007818BD">
        <w:t>pe</w:t>
      </w:r>
      <w:r w:rsidR="00E8465A">
        <w:t xml:space="preserve">. </w:t>
      </w:r>
      <w:r w:rsidRPr="007818BD">
        <w:t>Il se méfiait de la douce et naïve innocence de Viola</w:t>
      </w:r>
      <w:r w:rsidR="00E8465A">
        <w:t xml:space="preserve">. </w:t>
      </w:r>
      <w:r w:rsidRPr="007818BD">
        <w:t>Il ne pouvait courir les chances d</w:t>
      </w:r>
      <w:r w:rsidR="00E8465A">
        <w:t>’</w:t>
      </w:r>
      <w:r w:rsidRPr="007818BD">
        <w:t>offrir sérieusement sa main à une actrice italienne</w:t>
      </w:r>
      <w:r w:rsidR="00E8465A">
        <w:t xml:space="preserve"> ; </w:t>
      </w:r>
      <w:r w:rsidRPr="007818BD">
        <w:t>mais la dignité modeste et réservée de la jeune fille</w:t>
      </w:r>
      <w:r w:rsidR="00E8465A">
        <w:t xml:space="preserve">, </w:t>
      </w:r>
      <w:r w:rsidRPr="007818BD">
        <w:t>et ce quelque chose de bon et de généreux qu</w:t>
      </w:r>
      <w:r w:rsidR="00E8465A">
        <w:t>’</w:t>
      </w:r>
      <w:r w:rsidRPr="007818BD">
        <w:t>il avait dans sa nature</w:t>
      </w:r>
      <w:r w:rsidR="00E8465A">
        <w:t xml:space="preserve">, </w:t>
      </w:r>
      <w:r w:rsidRPr="007818BD">
        <w:t>l</w:t>
      </w:r>
      <w:r w:rsidR="00E8465A">
        <w:t>’</w:t>
      </w:r>
      <w:r w:rsidRPr="007818BD">
        <w:t>avaient jusqu</w:t>
      </w:r>
      <w:r w:rsidR="00E8465A">
        <w:t>’</w:t>
      </w:r>
      <w:r w:rsidRPr="007818BD">
        <w:t>alors gardé de projets moins honor</w:t>
      </w:r>
      <w:r w:rsidRPr="007818BD">
        <w:t>a</w:t>
      </w:r>
      <w:r w:rsidRPr="007818BD">
        <w:t>bles</w:t>
      </w:r>
      <w:r w:rsidR="00E8465A">
        <w:t xml:space="preserve"> : </w:t>
      </w:r>
      <w:r w:rsidRPr="007818BD">
        <w:t>de sorte que la familiarité qui existait entre eux semblait fondée plutôt sur l</w:t>
      </w:r>
      <w:r w:rsidR="00E8465A">
        <w:t>’</w:t>
      </w:r>
      <w:r w:rsidRPr="007818BD">
        <w:t>estime et la bienveillance que sur une affe</w:t>
      </w:r>
      <w:r w:rsidRPr="007818BD">
        <w:t>c</w:t>
      </w:r>
      <w:r w:rsidRPr="007818BD">
        <w:t>tion profonde</w:t>
      </w:r>
      <w:r w:rsidR="00E8465A">
        <w:t xml:space="preserve">. </w:t>
      </w:r>
      <w:r w:rsidRPr="007818BD">
        <w:t>Il était assidu au théâtre</w:t>
      </w:r>
      <w:r w:rsidR="00E8465A">
        <w:t xml:space="preserve"> ; </w:t>
      </w:r>
      <w:r w:rsidRPr="007818BD">
        <w:t>il se glissait dans la coulisse pour s</w:t>
      </w:r>
      <w:r w:rsidR="00E8465A">
        <w:t>’</w:t>
      </w:r>
      <w:r w:rsidRPr="007818BD">
        <w:t>entretenir avec elle</w:t>
      </w:r>
      <w:r w:rsidR="00E8465A">
        <w:t xml:space="preserve"> ; </w:t>
      </w:r>
      <w:r w:rsidRPr="007818BD">
        <w:t>il remplissait son port</w:t>
      </w:r>
      <w:r w:rsidRPr="007818BD">
        <w:t>e</w:t>
      </w:r>
      <w:r w:rsidRPr="007818BD">
        <w:t>feuille d</w:t>
      </w:r>
      <w:r w:rsidR="00E8465A">
        <w:t>’</w:t>
      </w:r>
      <w:r w:rsidRPr="007818BD">
        <w:t>esquisses innombrables de cette beauté qui le charmait comme artiste et comme amant</w:t>
      </w:r>
      <w:r w:rsidR="00E8465A">
        <w:t xml:space="preserve">. </w:t>
      </w:r>
      <w:r w:rsidRPr="007818BD">
        <w:t>Ainsi</w:t>
      </w:r>
      <w:r w:rsidR="00E8465A">
        <w:t xml:space="preserve">, </w:t>
      </w:r>
      <w:r w:rsidRPr="007818BD">
        <w:t>jour après jour</w:t>
      </w:r>
      <w:r w:rsidR="00E8465A">
        <w:t xml:space="preserve">, </w:t>
      </w:r>
      <w:r w:rsidRPr="007818BD">
        <w:t>il flottait au h</w:t>
      </w:r>
      <w:r w:rsidRPr="007818BD">
        <w:t>a</w:t>
      </w:r>
      <w:r w:rsidRPr="007818BD">
        <w:t>sard sur une mer incessamment mobile de doute</w:t>
      </w:r>
      <w:r w:rsidR="00E8465A">
        <w:t xml:space="preserve">, </w:t>
      </w:r>
      <w:r w:rsidRPr="007818BD">
        <w:t>d</w:t>
      </w:r>
      <w:r w:rsidR="00E8465A">
        <w:t>’</w:t>
      </w:r>
      <w:r w:rsidRPr="007818BD">
        <w:t>hésitation</w:t>
      </w:r>
      <w:r w:rsidR="00E8465A">
        <w:t xml:space="preserve">, </w:t>
      </w:r>
      <w:r w:rsidRPr="007818BD">
        <w:t>d</w:t>
      </w:r>
      <w:r w:rsidR="00E8465A">
        <w:t>’</w:t>
      </w:r>
      <w:r w:rsidRPr="007818BD">
        <w:t>affection et de soupçons</w:t>
      </w:r>
      <w:r w:rsidR="00E8465A">
        <w:t xml:space="preserve">. </w:t>
      </w:r>
      <w:r w:rsidRPr="007818BD">
        <w:t>Le soupçon</w:t>
      </w:r>
      <w:r w:rsidR="00E8465A">
        <w:t xml:space="preserve">, </w:t>
      </w:r>
      <w:r w:rsidRPr="007818BD">
        <w:t>en définit</w:t>
      </w:r>
      <w:r w:rsidRPr="007818BD">
        <w:t>i</w:t>
      </w:r>
      <w:r w:rsidRPr="007818BD">
        <w:t>ve</w:t>
      </w:r>
      <w:r w:rsidR="00E8465A">
        <w:t xml:space="preserve">, </w:t>
      </w:r>
      <w:r w:rsidRPr="007818BD">
        <w:t>finissait toujours par triompher de sa raison</w:t>
      </w:r>
      <w:r w:rsidR="00E8465A">
        <w:t xml:space="preserve">, </w:t>
      </w:r>
      <w:r w:rsidRPr="007818BD">
        <w:t xml:space="preserve">grâce aux sages admonitions de son ami </w:t>
      </w:r>
      <w:proofErr w:type="spellStart"/>
      <w:r w:rsidRPr="007818BD">
        <w:t>Mervale</w:t>
      </w:r>
      <w:proofErr w:type="spellEnd"/>
      <w:r w:rsidR="00E8465A">
        <w:t xml:space="preserve">, </w:t>
      </w:r>
      <w:r w:rsidRPr="007818BD">
        <w:t>homme positif et pratique</w:t>
      </w:r>
      <w:r w:rsidR="00E8465A">
        <w:t>.</w:t>
      </w:r>
    </w:p>
    <w:p w14:paraId="413A6681" w14:textId="77777777" w:rsidR="00E8465A" w:rsidRDefault="00E0544E" w:rsidP="00E0544E">
      <w:r w:rsidRPr="007818BD">
        <w:t>Le lendemain de la soirée que j</w:t>
      </w:r>
      <w:r w:rsidR="00E8465A">
        <w:t>’</w:t>
      </w:r>
      <w:r w:rsidRPr="007818BD">
        <w:t>ai racontée au commenc</w:t>
      </w:r>
      <w:r w:rsidRPr="007818BD">
        <w:t>e</w:t>
      </w:r>
      <w:r w:rsidRPr="007818BD">
        <w:t>ment de cette partie de mon récit</w:t>
      </w:r>
      <w:r w:rsidR="00E8465A">
        <w:t xml:space="preserve">, </w:t>
      </w:r>
      <w:proofErr w:type="spellStart"/>
      <w:r w:rsidRPr="007818BD">
        <w:t>Glyndon</w:t>
      </w:r>
      <w:proofErr w:type="spellEnd"/>
      <w:r w:rsidRPr="007818BD">
        <w:t xml:space="preserve"> se promenait seul à cheval sur les bords du golfe de Naples</w:t>
      </w:r>
      <w:r w:rsidR="00E8465A">
        <w:t xml:space="preserve">, </w:t>
      </w:r>
      <w:proofErr w:type="spellStart"/>
      <w:r w:rsidRPr="007818BD">
        <w:t>au delà</w:t>
      </w:r>
      <w:proofErr w:type="spellEnd"/>
      <w:r w:rsidRPr="007818BD">
        <w:t xml:space="preserve"> de la grotte du Pausilippe</w:t>
      </w:r>
      <w:r w:rsidR="00E8465A">
        <w:t xml:space="preserve">. </w:t>
      </w:r>
      <w:r w:rsidRPr="007818BD">
        <w:t>Le soleil avait déjà perdu de son ardeur</w:t>
      </w:r>
      <w:r w:rsidR="00E8465A">
        <w:t xml:space="preserve">, </w:t>
      </w:r>
      <w:r w:rsidRPr="007818BD">
        <w:t>et une brise rafraîchissante s</w:t>
      </w:r>
      <w:r w:rsidR="00E8465A">
        <w:t>’</w:t>
      </w:r>
      <w:r w:rsidRPr="007818BD">
        <w:t>élevait voluptueusement des flots étincelants</w:t>
      </w:r>
      <w:r w:rsidR="00E8465A">
        <w:t xml:space="preserve">. </w:t>
      </w:r>
      <w:r w:rsidRPr="007818BD">
        <w:t>Au moment où il se penchait pour lire une inscription gravée sur une pierre</w:t>
      </w:r>
      <w:r w:rsidR="00E8465A">
        <w:t xml:space="preserve">, </w:t>
      </w:r>
      <w:r w:rsidRPr="007818BD">
        <w:t>au bord du chemin</w:t>
      </w:r>
      <w:r w:rsidR="00E8465A">
        <w:t xml:space="preserve">, </w:t>
      </w:r>
      <w:r w:rsidRPr="007818BD">
        <w:t>il ape</w:t>
      </w:r>
      <w:r w:rsidRPr="007818BD">
        <w:t>r</w:t>
      </w:r>
      <w:r w:rsidRPr="007818BD">
        <w:t>çut un homme</w:t>
      </w:r>
      <w:r w:rsidR="00E8465A">
        <w:t xml:space="preserve"> : </w:t>
      </w:r>
      <w:r w:rsidRPr="007818BD">
        <w:t>il l</w:t>
      </w:r>
      <w:r w:rsidR="00E8465A">
        <w:t>’</w:t>
      </w:r>
      <w:r w:rsidRPr="007818BD">
        <w:t>aborda</w:t>
      </w:r>
      <w:r w:rsidR="00E8465A">
        <w:t xml:space="preserve">, </w:t>
      </w:r>
      <w:r w:rsidRPr="007818BD">
        <w:t xml:space="preserve">et reconnut </w:t>
      </w:r>
      <w:proofErr w:type="spellStart"/>
      <w:r w:rsidRPr="007818BD">
        <w:t>Zanoni</w:t>
      </w:r>
      <w:proofErr w:type="spellEnd"/>
      <w:r w:rsidR="00E8465A">
        <w:t>.</w:t>
      </w:r>
    </w:p>
    <w:p w14:paraId="2A9559E9" w14:textId="77777777" w:rsidR="00E8465A" w:rsidRDefault="00E0544E" w:rsidP="00E0544E">
      <w:r w:rsidRPr="007818BD">
        <w:t>L</w:t>
      </w:r>
      <w:r w:rsidR="00E8465A">
        <w:t>’</w:t>
      </w:r>
      <w:r w:rsidRPr="007818BD">
        <w:t>Anglais le salua</w:t>
      </w:r>
      <w:r w:rsidR="00E8465A">
        <w:t>.</w:t>
      </w:r>
    </w:p>
    <w:p w14:paraId="27CF26A8" w14:textId="77777777" w:rsidR="00E8465A" w:rsidRDefault="00E8465A" w:rsidP="00E0544E">
      <w:r>
        <w:t>« </w:t>
      </w:r>
      <w:r w:rsidR="00E0544E" w:rsidRPr="007818BD">
        <w:t>Avez-vous découvert quelque antiquité</w:t>
      </w:r>
      <w:r>
        <w:t xml:space="preserve"> ? </w:t>
      </w:r>
      <w:r w:rsidR="00E0544E" w:rsidRPr="007818BD">
        <w:t>dit-il en so</w:t>
      </w:r>
      <w:r w:rsidR="00E0544E" w:rsidRPr="007818BD">
        <w:t>u</w:t>
      </w:r>
      <w:r w:rsidR="00E0544E" w:rsidRPr="007818BD">
        <w:t>riant</w:t>
      </w:r>
      <w:r>
        <w:t xml:space="preserve">. </w:t>
      </w:r>
      <w:r w:rsidR="00E0544E" w:rsidRPr="007818BD">
        <w:t>On en rencontre autant que de pierres sur cette route</w:t>
      </w:r>
      <w:r>
        <w:t>.</w:t>
      </w:r>
    </w:p>
    <w:p w14:paraId="07AE215E" w14:textId="3EA7009C" w:rsidR="00E0544E" w:rsidRPr="007818BD" w:rsidRDefault="00E8465A" w:rsidP="00E0544E">
      <w:r>
        <w:lastRenderedPageBreak/>
        <w:t>— </w:t>
      </w:r>
      <w:r w:rsidR="00E0544E" w:rsidRPr="007818BD">
        <w:t>Non</w:t>
      </w:r>
      <w:r>
        <w:t xml:space="preserve">, </w:t>
      </w:r>
      <w:r w:rsidR="00E0544E" w:rsidRPr="007818BD">
        <w:t xml:space="preserve">répliqua </w:t>
      </w:r>
      <w:proofErr w:type="spellStart"/>
      <w:r w:rsidR="00E0544E" w:rsidRPr="007818BD">
        <w:t>Zanoni</w:t>
      </w:r>
      <w:proofErr w:type="spellEnd"/>
      <w:r>
        <w:t xml:space="preserve">, </w:t>
      </w:r>
      <w:r w:rsidR="00E0544E" w:rsidRPr="007818BD">
        <w:t>à moins que ce ne soit une de ces antiquités dont la date remonte au commencement du monde</w:t>
      </w:r>
      <w:r>
        <w:t xml:space="preserve">, </w:t>
      </w:r>
      <w:r w:rsidR="00E0544E" w:rsidRPr="007818BD">
        <w:t>et que la nature flétrit et renouvelle ince</w:t>
      </w:r>
      <w:r w:rsidR="00E0544E" w:rsidRPr="007818BD">
        <w:t>s</w:t>
      </w:r>
      <w:r w:rsidR="00E0544E" w:rsidRPr="007818BD">
        <w:t>samment</w:t>
      </w:r>
      <w:r>
        <w:t>. »</w:t>
      </w:r>
    </w:p>
    <w:p w14:paraId="259597B5" w14:textId="77777777" w:rsidR="00E8465A" w:rsidRDefault="00E0544E" w:rsidP="00E0544E">
      <w:r w:rsidRPr="007818BD">
        <w:t xml:space="preserve">Et il montra à </w:t>
      </w:r>
      <w:proofErr w:type="spellStart"/>
      <w:r w:rsidRPr="007818BD">
        <w:t>Glyndon</w:t>
      </w:r>
      <w:proofErr w:type="spellEnd"/>
      <w:r w:rsidRPr="007818BD">
        <w:t xml:space="preserve"> une petite plante</w:t>
      </w:r>
      <w:r w:rsidR="00E8465A">
        <w:t xml:space="preserve">, </w:t>
      </w:r>
      <w:r w:rsidRPr="007818BD">
        <w:t>avec une fleur d</w:t>
      </w:r>
      <w:r w:rsidR="00E8465A">
        <w:t>’</w:t>
      </w:r>
      <w:r w:rsidRPr="007818BD">
        <w:t>un bleu pâle</w:t>
      </w:r>
      <w:r w:rsidR="00E8465A">
        <w:t xml:space="preserve">, </w:t>
      </w:r>
      <w:r w:rsidRPr="007818BD">
        <w:t>qu</w:t>
      </w:r>
      <w:r w:rsidR="00E8465A">
        <w:t>’</w:t>
      </w:r>
      <w:r w:rsidRPr="007818BD">
        <w:t>il repl</w:t>
      </w:r>
      <w:r w:rsidRPr="007818BD">
        <w:t>a</w:t>
      </w:r>
      <w:r w:rsidRPr="007818BD">
        <w:t>ça ensuite avec soin dans son sein</w:t>
      </w:r>
      <w:r w:rsidR="00E8465A">
        <w:t>. « </w:t>
      </w:r>
      <w:r w:rsidRPr="007818BD">
        <w:t>Vous êtes herboriseur</w:t>
      </w:r>
      <w:r w:rsidR="00E8465A">
        <w:t> ?</w:t>
      </w:r>
    </w:p>
    <w:p w14:paraId="7E6ED7DC" w14:textId="77777777" w:rsidR="00E8465A" w:rsidRDefault="00E8465A" w:rsidP="00E0544E">
      <w:r>
        <w:t>— </w:t>
      </w:r>
      <w:r w:rsidR="00E0544E" w:rsidRPr="007818BD">
        <w:t>Oui</w:t>
      </w:r>
      <w:r>
        <w:t>.</w:t>
      </w:r>
    </w:p>
    <w:p w14:paraId="503405EC" w14:textId="77777777" w:rsidR="00E8465A" w:rsidRDefault="00E8465A" w:rsidP="00E0544E">
      <w:r>
        <w:t>— </w:t>
      </w:r>
      <w:r w:rsidR="00E0544E" w:rsidRPr="007818BD">
        <w:t>C</w:t>
      </w:r>
      <w:r>
        <w:t>’</w:t>
      </w:r>
      <w:r w:rsidR="00E0544E" w:rsidRPr="007818BD">
        <w:t>est</w:t>
      </w:r>
      <w:r>
        <w:t xml:space="preserve">, </w:t>
      </w:r>
      <w:r w:rsidR="00E0544E" w:rsidRPr="007818BD">
        <w:t>dit-on</w:t>
      </w:r>
      <w:r>
        <w:t xml:space="preserve">, </w:t>
      </w:r>
      <w:r w:rsidR="00E0544E" w:rsidRPr="007818BD">
        <w:t>une étude des plus intéressantes</w:t>
      </w:r>
      <w:r>
        <w:t>.</w:t>
      </w:r>
    </w:p>
    <w:p w14:paraId="4200228E" w14:textId="77777777" w:rsidR="00E8465A" w:rsidRDefault="00E8465A" w:rsidP="00E0544E">
      <w:r>
        <w:t>— </w:t>
      </w:r>
      <w:r w:rsidR="00E0544E" w:rsidRPr="007818BD">
        <w:t>Sans doute</w:t>
      </w:r>
      <w:r>
        <w:t xml:space="preserve">, </w:t>
      </w:r>
      <w:r w:rsidR="00E0544E" w:rsidRPr="007818BD">
        <w:t>pour ceux qui la comprennent</w:t>
      </w:r>
      <w:r>
        <w:t>.</w:t>
      </w:r>
    </w:p>
    <w:p w14:paraId="4E8CEE11" w14:textId="77777777" w:rsidR="00E8465A" w:rsidRDefault="00E8465A" w:rsidP="00E0544E">
      <w:r>
        <w:t>— </w:t>
      </w:r>
      <w:r w:rsidR="00E0544E" w:rsidRPr="007818BD">
        <w:t>Est-ce donc une science si rare</w:t>
      </w:r>
      <w:r>
        <w:t> ?</w:t>
      </w:r>
    </w:p>
    <w:p w14:paraId="7A21A859" w14:textId="1A3A6DA4" w:rsidR="00E0544E" w:rsidRPr="007818BD" w:rsidRDefault="00E8465A" w:rsidP="00E0544E">
      <w:r>
        <w:t>— </w:t>
      </w:r>
      <w:r w:rsidR="00E0544E" w:rsidRPr="007818BD">
        <w:t>Rare</w:t>
      </w:r>
      <w:r>
        <w:t xml:space="preserve"> ! </w:t>
      </w:r>
      <w:r w:rsidR="00E0544E" w:rsidRPr="007818BD">
        <w:t>La profonde et intime philosophie des arts et des sciences est peut-être complètement perdue dans ce temps de connaissances triviales et superficielles</w:t>
      </w:r>
      <w:r>
        <w:t xml:space="preserve">. </w:t>
      </w:r>
      <w:r w:rsidR="00E0544E" w:rsidRPr="007818BD">
        <w:t>Pensez-vous qu</w:t>
      </w:r>
      <w:r>
        <w:t>’</w:t>
      </w:r>
      <w:r w:rsidR="00E0544E" w:rsidRPr="007818BD">
        <w:t>il n</w:t>
      </w:r>
      <w:r>
        <w:t>’</w:t>
      </w:r>
      <w:r w:rsidR="00E0544E" w:rsidRPr="007818BD">
        <w:t>y eût aucune vérité dans ces traditions qui sont parvenues</w:t>
      </w:r>
      <w:r>
        <w:t xml:space="preserve">, </w:t>
      </w:r>
      <w:r w:rsidR="00E0544E" w:rsidRPr="007818BD">
        <w:t>plus ou moins obscurcies</w:t>
      </w:r>
      <w:r>
        <w:t xml:space="preserve">, </w:t>
      </w:r>
      <w:r w:rsidR="00E0544E" w:rsidRPr="007818BD">
        <w:t>des siècles les plus reculés jusqu</w:t>
      </w:r>
      <w:r>
        <w:t>’</w:t>
      </w:r>
      <w:r w:rsidR="00E0544E" w:rsidRPr="007818BD">
        <w:t>à nous</w:t>
      </w:r>
      <w:r>
        <w:t xml:space="preserve">… </w:t>
      </w:r>
      <w:r w:rsidR="00E0544E" w:rsidRPr="007818BD">
        <w:t>comme les coquillages qu</w:t>
      </w:r>
      <w:r>
        <w:t>’</w:t>
      </w:r>
      <w:r w:rsidR="00E0544E" w:rsidRPr="007818BD">
        <w:t>on recueille aujourd</w:t>
      </w:r>
      <w:r>
        <w:t>’</w:t>
      </w:r>
      <w:r w:rsidR="00E0544E" w:rsidRPr="007818BD">
        <w:t>hui au sommet des montagnes nous révèlent la place où f</w:t>
      </w:r>
      <w:r w:rsidR="00E0544E" w:rsidRPr="007818BD">
        <w:t>u</w:t>
      </w:r>
      <w:r w:rsidR="00E0544E" w:rsidRPr="007818BD">
        <w:t>rent jadis des mers</w:t>
      </w:r>
      <w:r>
        <w:t xml:space="preserve"> ? </w:t>
      </w:r>
      <w:r w:rsidR="00E0544E" w:rsidRPr="007818BD">
        <w:t>L</w:t>
      </w:r>
      <w:r>
        <w:t>’</w:t>
      </w:r>
      <w:r w:rsidR="00E0544E" w:rsidRPr="007818BD">
        <w:t>antique magie de la Colchide était-elle autre chose que l</w:t>
      </w:r>
      <w:r>
        <w:t>’</w:t>
      </w:r>
      <w:r w:rsidR="00E0544E" w:rsidRPr="007818BD">
        <w:t>étude de la nature dans ses ouvrages les plus humbles</w:t>
      </w:r>
      <w:r>
        <w:t xml:space="preserve"> ? </w:t>
      </w:r>
      <w:r w:rsidR="00E0544E" w:rsidRPr="007818BD">
        <w:t>La fable de Médée</w:t>
      </w:r>
      <w:r>
        <w:t xml:space="preserve">, </w:t>
      </w:r>
      <w:r w:rsidR="00E0544E" w:rsidRPr="007818BD">
        <w:t>que prouve-t-elle</w:t>
      </w:r>
      <w:r>
        <w:t xml:space="preserve">, </w:t>
      </w:r>
      <w:r w:rsidR="00E0544E" w:rsidRPr="007818BD">
        <w:t>sinon la vertu qu</w:t>
      </w:r>
      <w:r>
        <w:t>’</w:t>
      </w:r>
      <w:r w:rsidR="00E0544E" w:rsidRPr="007818BD">
        <w:t>on peut extraire du germe et de la feuille</w:t>
      </w:r>
      <w:r>
        <w:t xml:space="preserve"> ? </w:t>
      </w:r>
      <w:r w:rsidR="00E0544E" w:rsidRPr="007818BD">
        <w:t>Le sacerdoce le plus heureusement doué de tous</w:t>
      </w:r>
      <w:r>
        <w:t xml:space="preserve">, </w:t>
      </w:r>
      <w:r w:rsidR="00E0544E" w:rsidRPr="007818BD">
        <w:t xml:space="preserve">les mystérieux collèges des vierges de </w:t>
      </w:r>
      <w:proofErr w:type="spellStart"/>
      <w:r w:rsidR="00E0544E" w:rsidRPr="007818BD">
        <w:t>Cuth</w:t>
      </w:r>
      <w:proofErr w:type="spellEnd"/>
      <w:r>
        <w:t xml:space="preserve">, </w:t>
      </w:r>
      <w:r w:rsidR="00E0544E" w:rsidRPr="007818BD">
        <w:t>dont les e</w:t>
      </w:r>
      <w:r w:rsidR="00E0544E" w:rsidRPr="007818BD">
        <w:t>n</w:t>
      </w:r>
      <w:r w:rsidR="00E0544E" w:rsidRPr="007818BD">
        <w:t>chantements sont pour la science un inextricable labyrinthe tout peuplé de légendes</w:t>
      </w:r>
      <w:r>
        <w:t xml:space="preserve">, </w:t>
      </w:r>
      <w:r w:rsidR="00E0544E" w:rsidRPr="007818BD">
        <w:t>que cherchaient-ils dans l</w:t>
      </w:r>
      <w:r>
        <w:t>’</w:t>
      </w:r>
      <w:r w:rsidR="00E0544E" w:rsidRPr="007818BD">
        <w:t>herbe la plus ch</w:t>
      </w:r>
      <w:r w:rsidR="00E0544E" w:rsidRPr="007818BD">
        <w:t>é</w:t>
      </w:r>
      <w:r w:rsidR="00E0544E" w:rsidRPr="007818BD">
        <w:t>tive</w:t>
      </w:r>
      <w:r>
        <w:t xml:space="preserve"> ? </w:t>
      </w:r>
      <w:r w:rsidR="00E0544E" w:rsidRPr="007818BD">
        <w:t>peut-être ce que les sages de Bab</w:t>
      </w:r>
      <w:r w:rsidR="00E0544E" w:rsidRPr="007818BD">
        <w:t>y</w:t>
      </w:r>
      <w:r w:rsidR="00E0544E" w:rsidRPr="007818BD">
        <w:t>lone demandaient en vain aux astres les plus sublimes</w:t>
      </w:r>
      <w:r>
        <w:t xml:space="preserve">. </w:t>
      </w:r>
      <w:r w:rsidR="00E0544E" w:rsidRPr="007818BD">
        <w:t>La tradition nous raconte e</w:t>
      </w:r>
      <w:r w:rsidR="00E0544E" w:rsidRPr="007818BD">
        <w:t>n</w:t>
      </w:r>
      <w:r w:rsidR="00E0544E" w:rsidRPr="007818BD">
        <w:t>core qu</w:t>
      </w:r>
      <w:r>
        <w:t>’</w:t>
      </w:r>
      <w:r w:rsidR="00E0544E" w:rsidRPr="007818BD">
        <w:t>il existait une race qui savait tuer ses ennemis</w:t>
      </w:r>
      <w:r>
        <w:t>-</w:t>
      </w:r>
      <w:r w:rsidR="00E0544E" w:rsidRPr="007818BD">
        <w:t>de loin</w:t>
      </w:r>
      <w:r>
        <w:t xml:space="preserve">, </w:t>
      </w:r>
      <w:r w:rsidR="00E0544E" w:rsidRPr="007818BD">
        <w:t>sans armes</w:t>
      </w:r>
      <w:r>
        <w:t xml:space="preserve">, </w:t>
      </w:r>
      <w:r w:rsidR="00E0544E" w:rsidRPr="007818BD">
        <w:t>sans mo</w:t>
      </w:r>
      <w:r w:rsidR="00E0544E" w:rsidRPr="007818BD">
        <w:t>u</w:t>
      </w:r>
      <w:r w:rsidR="00E0544E" w:rsidRPr="007818BD">
        <w:t>vement</w:t>
      </w:r>
      <w:r>
        <w:t xml:space="preserve">. </w:t>
      </w:r>
      <w:r w:rsidR="00E0544E" w:rsidRPr="007818BD">
        <w:t>La plante que vous foulez aux pieds a peut-être une puissance plus mortelle que n</w:t>
      </w:r>
      <w:r>
        <w:t>’</w:t>
      </w:r>
      <w:r w:rsidR="00E0544E" w:rsidRPr="007818BD">
        <w:t xml:space="preserve">en peuvent prêter vos </w:t>
      </w:r>
      <w:r w:rsidR="00E0544E" w:rsidRPr="007818BD">
        <w:lastRenderedPageBreak/>
        <w:t>ingénieurs aux plus formidables instruments de de</w:t>
      </w:r>
      <w:r w:rsidR="00E0544E" w:rsidRPr="007818BD">
        <w:t>s</w:t>
      </w:r>
      <w:r w:rsidR="00E0544E" w:rsidRPr="007818BD">
        <w:t>truction</w:t>
      </w:r>
      <w:r>
        <w:t xml:space="preserve">. </w:t>
      </w:r>
      <w:r w:rsidR="00E0544E" w:rsidRPr="007818BD">
        <w:t>Savez-vous que c</w:t>
      </w:r>
      <w:r>
        <w:t>’</w:t>
      </w:r>
      <w:r w:rsidR="00E0544E" w:rsidRPr="007818BD">
        <w:t>est aux rivages de l</w:t>
      </w:r>
      <w:r>
        <w:t>’</w:t>
      </w:r>
      <w:r w:rsidR="00E0544E" w:rsidRPr="007818BD">
        <w:t>Italie</w:t>
      </w:r>
      <w:r>
        <w:t xml:space="preserve">, </w:t>
      </w:r>
      <w:r w:rsidR="00E0544E" w:rsidRPr="007818BD">
        <w:t>au vieux promontoire de Circé</w:t>
      </w:r>
      <w:r>
        <w:t xml:space="preserve">, </w:t>
      </w:r>
      <w:r w:rsidR="00E0544E" w:rsidRPr="007818BD">
        <w:t>que sont venus du fond de l</w:t>
      </w:r>
      <w:r>
        <w:t>’</w:t>
      </w:r>
      <w:r w:rsidR="00E0544E" w:rsidRPr="007818BD">
        <w:t>Orient des sages</w:t>
      </w:r>
      <w:r>
        <w:t xml:space="preserve">, </w:t>
      </w:r>
      <w:r w:rsidR="00E0544E" w:rsidRPr="007818BD">
        <w:t>pour recueillir des plantes et des simples que la pharm</w:t>
      </w:r>
      <w:r w:rsidR="00E0544E" w:rsidRPr="007818BD">
        <w:t>a</w:t>
      </w:r>
      <w:r w:rsidR="00E0544E" w:rsidRPr="007818BD">
        <w:t>copée de nos jours rejetterait comme inutiles</w:t>
      </w:r>
      <w:r>
        <w:t xml:space="preserve"> ? </w:t>
      </w:r>
      <w:r w:rsidR="00E0544E" w:rsidRPr="007818BD">
        <w:t>Les premiers herbor</w:t>
      </w:r>
      <w:r w:rsidR="00E0544E" w:rsidRPr="007818BD">
        <w:t>i</w:t>
      </w:r>
      <w:r w:rsidR="00E0544E" w:rsidRPr="007818BD">
        <w:t>seurs</w:t>
      </w:r>
      <w:r>
        <w:t xml:space="preserve">, </w:t>
      </w:r>
      <w:r w:rsidR="00E0544E" w:rsidRPr="007818BD">
        <w:t>les maîtres de la chimie</w:t>
      </w:r>
      <w:r>
        <w:t xml:space="preserve">, </w:t>
      </w:r>
      <w:r w:rsidR="00E0544E" w:rsidRPr="007818BD">
        <w:t>étaient cette race que la vénération des anciens a a</w:t>
      </w:r>
      <w:r w:rsidR="00E0544E" w:rsidRPr="007818BD">
        <w:t>p</w:t>
      </w:r>
      <w:r w:rsidR="00E0544E" w:rsidRPr="007818BD">
        <w:t>pelée Titans</w:t>
      </w:r>
      <w:r w:rsidR="00E0544E" w:rsidRPr="007818BD">
        <w:rPr>
          <w:rStyle w:val="Appelnotedebasdep"/>
        </w:rPr>
        <w:footnoteReference w:id="25"/>
      </w:r>
      <w:r>
        <w:t xml:space="preserve">. </w:t>
      </w:r>
      <w:r w:rsidR="00E0544E" w:rsidRPr="007818BD">
        <w:t>Je me souviens qu</w:t>
      </w:r>
      <w:r>
        <w:t>’</w:t>
      </w:r>
      <w:r w:rsidR="00E0544E" w:rsidRPr="007818BD">
        <w:t>un jour</w:t>
      </w:r>
      <w:r>
        <w:t xml:space="preserve">, </w:t>
      </w:r>
      <w:r w:rsidR="00E0544E" w:rsidRPr="007818BD">
        <w:t>aux bords de l</w:t>
      </w:r>
      <w:r>
        <w:t>’</w:t>
      </w:r>
      <w:proofErr w:type="spellStart"/>
      <w:r w:rsidR="00E0544E" w:rsidRPr="007818BD">
        <w:t>Hébrus</w:t>
      </w:r>
      <w:proofErr w:type="spellEnd"/>
      <w:r>
        <w:t xml:space="preserve">, </w:t>
      </w:r>
      <w:r w:rsidR="00E0544E" w:rsidRPr="007818BD">
        <w:t>sous le règne de</w:t>
      </w:r>
      <w:r>
        <w:t>… »</w:t>
      </w:r>
    </w:p>
    <w:p w14:paraId="01BC276D" w14:textId="77777777" w:rsidR="00E8465A" w:rsidRDefault="00E0544E" w:rsidP="00E0544E">
      <w:proofErr w:type="spellStart"/>
      <w:r w:rsidRPr="007818BD">
        <w:t>Zanoni</w:t>
      </w:r>
      <w:proofErr w:type="spellEnd"/>
      <w:r w:rsidRPr="007818BD">
        <w:t xml:space="preserve"> s</w:t>
      </w:r>
      <w:r w:rsidR="00E8465A">
        <w:t>’</w:t>
      </w:r>
      <w:r w:rsidRPr="007818BD">
        <w:t>interrompit tout à coup</w:t>
      </w:r>
      <w:r w:rsidR="00E8465A">
        <w:t xml:space="preserve">, </w:t>
      </w:r>
      <w:r w:rsidRPr="007818BD">
        <w:t>puis ajouta avec un froid sourire</w:t>
      </w:r>
      <w:r w:rsidR="00E8465A">
        <w:t> :</w:t>
      </w:r>
    </w:p>
    <w:p w14:paraId="72197D72" w14:textId="0F95D294" w:rsidR="00E0544E" w:rsidRPr="007818BD" w:rsidRDefault="00E8465A" w:rsidP="00E0544E">
      <w:r>
        <w:t>« </w:t>
      </w:r>
      <w:r w:rsidR="00E0544E" w:rsidRPr="007818BD">
        <w:t>Mais cet entretien ne sert qu</w:t>
      </w:r>
      <w:r>
        <w:t>’</w:t>
      </w:r>
      <w:r w:rsidR="00E0544E" w:rsidRPr="007818BD">
        <w:t>à perdre votre temps et le mien</w:t>
      </w:r>
      <w:r>
        <w:t>. »</w:t>
      </w:r>
    </w:p>
    <w:p w14:paraId="1FBA2E22" w14:textId="77777777" w:rsidR="00E8465A" w:rsidRDefault="00E0544E" w:rsidP="00E0544E">
      <w:r w:rsidRPr="007818BD">
        <w:t>Il s</w:t>
      </w:r>
      <w:r w:rsidR="00E8465A">
        <w:t>’</w:t>
      </w:r>
      <w:r w:rsidRPr="007818BD">
        <w:t>arrêta encore</w:t>
      </w:r>
      <w:r w:rsidR="00E8465A">
        <w:t xml:space="preserve">, </w:t>
      </w:r>
      <w:r w:rsidRPr="007818BD">
        <w:t xml:space="preserve">regarda fixement </w:t>
      </w:r>
      <w:proofErr w:type="spellStart"/>
      <w:r w:rsidRPr="007818BD">
        <w:t>Glyndon</w:t>
      </w:r>
      <w:proofErr w:type="spellEnd"/>
      <w:r w:rsidRPr="007818BD">
        <w:t xml:space="preserve"> et continua</w:t>
      </w:r>
      <w:r w:rsidR="00E8465A">
        <w:t> : « </w:t>
      </w:r>
      <w:r w:rsidRPr="007818BD">
        <w:t>Croyez-vous</w:t>
      </w:r>
      <w:r w:rsidR="00E8465A">
        <w:t xml:space="preserve">, </w:t>
      </w:r>
      <w:r w:rsidRPr="007818BD">
        <w:t>jeune homme</w:t>
      </w:r>
      <w:r w:rsidR="00E8465A">
        <w:t xml:space="preserve">, </w:t>
      </w:r>
      <w:r w:rsidRPr="007818BD">
        <w:t>qu</w:t>
      </w:r>
      <w:r w:rsidR="00E8465A">
        <w:t>’</w:t>
      </w:r>
      <w:r w:rsidRPr="007818BD">
        <w:t>une curiosité vague puisse t</w:t>
      </w:r>
      <w:r w:rsidRPr="007818BD">
        <w:t>e</w:t>
      </w:r>
      <w:r w:rsidRPr="007818BD">
        <w:t>nir lieu d</w:t>
      </w:r>
      <w:r w:rsidR="00E8465A">
        <w:t>’</w:t>
      </w:r>
      <w:r w:rsidRPr="007818BD">
        <w:t>un travail sérieux</w:t>
      </w:r>
      <w:r w:rsidR="00E8465A">
        <w:t xml:space="preserve"> ? </w:t>
      </w:r>
      <w:r w:rsidRPr="007818BD">
        <w:t>Je lis dans v</w:t>
      </w:r>
      <w:r w:rsidRPr="007818BD">
        <w:t>o</w:t>
      </w:r>
      <w:r w:rsidRPr="007818BD">
        <w:t>tre cœur</w:t>
      </w:r>
      <w:r w:rsidR="00E8465A">
        <w:t xml:space="preserve"> : </w:t>
      </w:r>
      <w:r w:rsidRPr="007818BD">
        <w:t>ce n</w:t>
      </w:r>
      <w:r w:rsidR="00E8465A">
        <w:t>’</w:t>
      </w:r>
      <w:r w:rsidRPr="007818BD">
        <w:t>est pas cette plante que vous désirez connaître</w:t>
      </w:r>
      <w:r w:rsidR="00E8465A">
        <w:t xml:space="preserve">, </w:t>
      </w:r>
      <w:r w:rsidRPr="007818BD">
        <w:t>c</w:t>
      </w:r>
      <w:r w:rsidR="00E8465A">
        <w:t>’</w:t>
      </w:r>
      <w:r w:rsidRPr="007818BD">
        <w:t>est moi</w:t>
      </w:r>
      <w:r w:rsidR="00E8465A">
        <w:t xml:space="preserve"> ; </w:t>
      </w:r>
      <w:r w:rsidRPr="007818BD">
        <w:t>mais allez</w:t>
      </w:r>
      <w:r w:rsidR="00E8465A">
        <w:t xml:space="preserve"> ! </w:t>
      </w:r>
      <w:r w:rsidRPr="007818BD">
        <w:t>votre désir ne se peut accomplir</w:t>
      </w:r>
      <w:r w:rsidR="00E8465A">
        <w:t>.</w:t>
      </w:r>
    </w:p>
    <w:p w14:paraId="48811ECB" w14:textId="77777777" w:rsidR="00E8465A" w:rsidRDefault="00E8465A" w:rsidP="00E0544E">
      <w:r>
        <w:t>— </w:t>
      </w:r>
      <w:r w:rsidR="00E0544E" w:rsidRPr="007818BD">
        <w:t>Vous n</w:t>
      </w:r>
      <w:r>
        <w:t>’</w:t>
      </w:r>
      <w:r w:rsidR="00E0544E" w:rsidRPr="007818BD">
        <w:t>avez pas la politesse de vos compatriotes</w:t>
      </w:r>
      <w:r>
        <w:t xml:space="preserve">, </w:t>
      </w:r>
      <w:r w:rsidR="00E0544E" w:rsidRPr="007818BD">
        <w:t xml:space="preserve">dit </w:t>
      </w:r>
      <w:proofErr w:type="spellStart"/>
      <w:r w:rsidR="00E0544E" w:rsidRPr="007818BD">
        <w:t>Glyndon</w:t>
      </w:r>
      <w:proofErr w:type="spellEnd"/>
      <w:r w:rsidR="00E0544E" w:rsidRPr="007818BD">
        <w:t xml:space="preserve"> légèrement piqué</w:t>
      </w:r>
      <w:r>
        <w:t xml:space="preserve">. </w:t>
      </w:r>
      <w:r w:rsidR="00E0544E" w:rsidRPr="007818BD">
        <w:t>En admettant que je désire cultiver votre connaissance</w:t>
      </w:r>
      <w:r>
        <w:t xml:space="preserve">, </w:t>
      </w:r>
      <w:r w:rsidR="00E0544E" w:rsidRPr="007818BD">
        <w:t>pourquoi rejetteriez-vous mes avances</w:t>
      </w:r>
      <w:r>
        <w:t> ?</w:t>
      </w:r>
    </w:p>
    <w:p w14:paraId="08ED87AD" w14:textId="77777777" w:rsidR="00E8465A" w:rsidRDefault="00E8465A" w:rsidP="00E0544E">
      <w:r>
        <w:t>— </w:t>
      </w:r>
      <w:r w:rsidR="00E0544E" w:rsidRPr="007818BD">
        <w:t>Je ne rejette les avances de personne</w:t>
      </w:r>
      <w:r>
        <w:t xml:space="preserve">, </w:t>
      </w:r>
      <w:r w:rsidR="00E0544E" w:rsidRPr="007818BD">
        <w:t xml:space="preserve">reprit </w:t>
      </w:r>
      <w:proofErr w:type="spellStart"/>
      <w:r w:rsidR="00E0544E" w:rsidRPr="007818BD">
        <w:t>Zanoni</w:t>
      </w:r>
      <w:proofErr w:type="spellEnd"/>
      <w:r>
        <w:t xml:space="preserve">. </w:t>
      </w:r>
      <w:r w:rsidR="00E0544E" w:rsidRPr="007818BD">
        <w:t>Il faut bien que je connai</w:t>
      </w:r>
      <w:r w:rsidR="00E0544E" w:rsidRPr="007818BD">
        <w:t>s</w:t>
      </w:r>
      <w:r w:rsidR="00E0544E" w:rsidRPr="007818BD">
        <w:t>se ceux qui y tiennent absolument</w:t>
      </w:r>
      <w:r>
        <w:t xml:space="preserve"> ; </w:t>
      </w:r>
      <w:r w:rsidR="00E0544E" w:rsidRPr="007818BD">
        <w:t>mais pour moi</w:t>
      </w:r>
      <w:r>
        <w:t xml:space="preserve">, </w:t>
      </w:r>
      <w:r w:rsidR="00E0544E" w:rsidRPr="007818BD">
        <w:t>ils ne pourront jamais me comprendre</w:t>
      </w:r>
      <w:r>
        <w:t xml:space="preserve">. </w:t>
      </w:r>
      <w:r w:rsidR="00E0544E" w:rsidRPr="007818BD">
        <w:t>Si vous dés</w:t>
      </w:r>
      <w:r w:rsidR="00E0544E" w:rsidRPr="007818BD">
        <w:t>i</w:t>
      </w:r>
      <w:r w:rsidR="00E0544E" w:rsidRPr="007818BD">
        <w:t>rez vous lier avec moi</w:t>
      </w:r>
      <w:r>
        <w:t xml:space="preserve">, </w:t>
      </w:r>
      <w:r w:rsidR="00E0544E" w:rsidRPr="007818BD">
        <w:t>vous le pouvez</w:t>
      </w:r>
      <w:r>
        <w:t xml:space="preserve"> ; </w:t>
      </w:r>
      <w:r w:rsidR="00E0544E" w:rsidRPr="007818BD">
        <w:t>mais je vous conseille de m</w:t>
      </w:r>
      <w:r>
        <w:t>’</w:t>
      </w:r>
      <w:r w:rsidR="00E0544E" w:rsidRPr="007818BD">
        <w:t>éviter</w:t>
      </w:r>
      <w:r>
        <w:t>.</w:t>
      </w:r>
    </w:p>
    <w:p w14:paraId="4C8CBB01" w14:textId="77777777" w:rsidR="00E8465A" w:rsidRDefault="00E8465A" w:rsidP="00E0544E">
      <w:r>
        <w:lastRenderedPageBreak/>
        <w:t>— </w:t>
      </w:r>
      <w:r w:rsidR="00E0544E" w:rsidRPr="007818BD">
        <w:t>Et pourquoi donc êtes-vous si dangereux</w:t>
      </w:r>
      <w:r>
        <w:t> ?</w:t>
      </w:r>
    </w:p>
    <w:p w14:paraId="633E8558" w14:textId="77777777" w:rsidR="00E8465A" w:rsidRDefault="00E8465A" w:rsidP="00E0544E">
      <w:r>
        <w:t>— </w:t>
      </w:r>
      <w:r w:rsidR="00E0544E" w:rsidRPr="007818BD">
        <w:t>Sur cette terre</w:t>
      </w:r>
      <w:r>
        <w:t xml:space="preserve">, </w:t>
      </w:r>
      <w:r w:rsidR="00E0544E" w:rsidRPr="007818BD">
        <w:t>il est souvent dans la destinée d</w:t>
      </w:r>
      <w:r>
        <w:t>’</w:t>
      </w:r>
      <w:r w:rsidR="00E0544E" w:rsidRPr="007818BD">
        <w:t>un ho</w:t>
      </w:r>
      <w:r w:rsidR="00E0544E" w:rsidRPr="007818BD">
        <w:t>m</w:t>
      </w:r>
      <w:r w:rsidR="00E0544E" w:rsidRPr="007818BD">
        <w:t>me d</w:t>
      </w:r>
      <w:r>
        <w:t>’</w:t>
      </w:r>
      <w:r w:rsidR="00E0544E" w:rsidRPr="007818BD">
        <w:t>être</w:t>
      </w:r>
      <w:r>
        <w:t xml:space="preserve">, </w:t>
      </w:r>
      <w:r w:rsidR="00E0544E" w:rsidRPr="007818BD">
        <w:t>sans le concours de sa volonté</w:t>
      </w:r>
      <w:r>
        <w:t xml:space="preserve">, </w:t>
      </w:r>
      <w:r w:rsidR="00E0544E" w:rsidRPr="007818BD">
        <w:t>dangereux à un autre homme</w:t>
      </w:r>
      <w:r>
        <w:t xml:space="preserve">. </w:t>
      </w:r>
      <w:r w:rsidR="00E0544E" w:rsidRPr="007818BD">
        <w:t>Si je voulais prédire votre avenir d</w:t>
      </w:r>
      <w:r>
        <w:t>’</w:t>
      </w:r>
      <w:r w:rsidR="00E0544E" w:rsidRPr="007818BD">
        <w:t>après les vains ca</w:t>
      </w:r>
      <w:r w:rsidR="00E0544E" w:rsidRPr="007818BD">
        <w:t>l</w:t>
      </w:r>
      <w:r w:rsidR="00E0544E" w:rsidRPr="007818BD">
        <w:t>culs de l</w:t>
      </w:r>
      <w:r>
        <w:t>’</w:t>
      </w:r>
      <w:r w:rsidR="00E0544E" w:rsidRPr="007818BD">
        <w:t>astrologue</w:t>
      </w:r>
      <w:r>
        <w:t xml:space="preserve">, </w:t>
      </w:r>
      <w:r w:rsidR="00E0544E" w:rsidRPr="007818BD">
        <w:t>je vous dirais</w:t>
      </w:r>
      <w:r>
        <w:t xml:space="preserve">, </w:t>
      </w:r>
      <w:r w:rsidR="00E0544E" w:rsidRPr="007818BD">
        <w:t>dans son jargon mépris</w:t>
      </w:r>
      <w:r w:rsidR="00E0544E" w:rsidRPr="007818BD">
        <w:t>a</w:t>
      </w:r>
      <w:r w:rsidR="00E0544E" w:rsidRPr="007818BD">
        <w:t>ble</w:t>
      </w:r>
      <w:r>
        <w:t xml:space="preserve">, </w:t>
      </w:r>
      <w:r w:rsidR="00E0544E" w:rsidRPr="007818BD">
        <w:t>que mon étoile a fait ombre dans la maison céleste qui pr</w:t>
      </w:r>
      <w:r w:rsidR="00E0544E" w:rsidRPr="007818BD">
        <w:t>é</w:t>
      </w:r>
      <w:r w:rsidR="00E0544E" w:rsidRPr="007818BD">
        <w:t>sida à votre naissance</w:t>
      </w:r>
      <w:r>
        <w:t xml:space="preserve">. </w:t>
      </w:r>
      <w:r w:rsidR="00E0544E" w:rsidRPr="007818BD">
        <w:t>Ne me rencontrez pas</w:t>
      </w:r>
      <w:r>
        <w:t xml:space="preserve">, </w:t>
      </w:r>
      <w:r w:rsidR="00E0544E" w:rsidRPr="007818BD">
        <w:t>si vous pouvez m</w:t>
      </w:r>
      <w:r>
        <w:t>’</w:t>
      </w:r>
      <w:r w:rsidR="00E0544E" w:rsidRPr="007818BD">
        <w:t>éviter</w:t>
      </w:r>
      <w:r>
        <w:t xml:space="preserve"> : </w:t>
      </w:r>
      <w:r w:rsidR="00E0544E" w:rsidRPr="007818BD">
        <w:t>je vous en avertis pour la première et la dernière fois</w:t>
      </w:r>
      <w:r>
        <w:t>.</w:t>
      </w:r>
    </w:p>
    <w:p w14:paraId="232147A3" w14:textId="77777777" w:rsidR="00E8465A" w:rsidRDefault="00E8465A" w:rsidP="00E0544E">
      <w:r>
        <w:t>— </w:t>
      </w:r>
      <w:r w:rsidR="00E0544E" w:rsidRPr="007818BD">
        <w:t>Vous méprisez les astrologues</w:t>
      </w:r>
      <w:r>
        <w:t xml:space="preserve">, </w:t>
      </w:r>
      <w:r w:rsidR="00E0544E" w:rsidRPr="007818BD">
        <w:t>et cependant votre lang</w:t>
      </w:r>
      <w:r w:rsidR="00E0544E" w:rsidRPr="007818BD">
        <w:t>a</w:t>
      </w:r>
      <w:r w:rsidR="00E0544E" w:rsidRPr="007818BD">
        <w:t>ge est aussi mystérieux que le leur</w:t>
      </w:r>
      <w:r>
        <w:t xml:space="preserve">. </w:t>
      </w:r>
      <w:r w:rsidR="00E0544E" w:rsidRPr="007818BD">
        <w:t>Je ne suis ni un joueur</w:t>
      </w:r>
      <w:r>
        <w:t xml:space="preserve">, </w:t>
      </w:r>
      <w:r w:rsidR="00E0544E" w:rsidRPr="007818BD">
        <w:t>ni un duelliste</w:t>
      </w:r>
      <w:r>
        <w:t xml:space="preserve"> ; </w:t>
      </w:r>
      <w:r w:rsidR="00E0544E" w:rsidRPr="007818BD">
        <w:t>pourquoi donc vous craindrais-je</w:t>
      </w:r>
      <w:r>
        <w:t> ?</w:t>
      </w:r>
    </w:p>
    <w:p w14:paraId="1C231DA1" w14:textId="77777777" w:rsidR="00E8465A" w:rsidRDefault="00E8465A" w:rsidP="00E0544E">
      <w:r>
        <w:t>— </w:t>
      </w:r>
      <w:r w:rsidR="00E0544E" w:rsidRPr="007818BD">
        <w:t>Comme il vous plaira</w:t>
      </w:r>
      <w:r>
        <w:t xml:space="preserve">. </w:t>
      </w:r>
      <w:r w:rsidR="00E0544E" w:rsidRPr="007818BD">
        <w:t>J</w:t>
      </w:r>
      <w:r>
        <w:t>’</w:t>
      </w:r>
      <w:r w:rsidR="00E0544E" w:rsidRPr="007818BD">
        <w:t>ai dit</w:t>
      </w:r>
      <w:r>
        <w:t>.</w:t>
      </w:r>
    </w:p>
    <w:p w14:paraId="157D85CD" w14:textId="77777777" w:rsidR="00E8465A" w:rsidRDefault="00E8465A" w:rsidP="00E0544E">
      <w:r>
        <w:t>— </w:t>
      </w:r>
      <w:r w:rsidR="00E0544E" w:rsidRPr="007818BD">
        <w:t>Parlons franchement</w:t>
      </w:r>
      <w:r>
        <w:t xml:space="preserve">. </w:t>
      </w:r>
      <w:r w:rsidR="00E0544E" w:rsidRPr="007818BD">
        <w:t>Votre conversation d</w:t>
      </w:r>
      <w:r>
        <w:t>’</w:t>
      </w:r>
      <w:r w:rsidR="00E0544E" w:rsidRPr="007818BD">
        <w:t>hier au soir m</w:t>
      </w:r>
      <w:r>
        <w:t>’</w:t>
      </w:r>
      <w:r w:rsidR="00E0544E" w:rsidRPr="007818BD">
        <w:t>a vivement intéressé et préoccupé</w:t>
      </w:r>
      <w:r>
        <w:t>.</w:t>
      </w:r>
    </w:p>
    <w:p w14:paraId="214016CA" w14:textId="0A345A6C" w:rsidR="00E0544E" w:rsidRPr="007818BD" w:rsidRDefault="00E8465A" w:rsidP="00E0544E">
      <w:r>
        <w:t>— </w:t>
      </w:r>
      <w:r w:rsidR="00E0544E" w:rsidRPr="007818BD">
        <w:t>Je le sais</w:t>
      </w:r>
      <w:r>
        <w:t xml:space="preserve"> ; </w:t>
      </w:r>
      <w:r w:rsidR="00E0544E" w:rsidRPr="007818BD">
        <w:t>les esprits comme le vôtre sont attirés par le mystère</w:t>
      </w:r>
      <w:r>
        <w:t>. »</w:t>
      </w:r>
    </w:p>
    <w:p w14:paraId="32B704B9" w14:textId="3026EFB9" w:rsidR="00E0544E" w:rsidRPr="007818BD" w:rsidRDefault="00E0544E" w:rsidP="00E0544E">
      <w:proofErr w:type="spellStart"/>
      <w:r w:rsidRPr="007818BD">
        <w:t>Glyndon</w:t>
      </w:r>
      <w:proofErr w:type="spellEnd"/>
      <w:r w:rsidRPr="007818BD">
        <w:t xml:space="preserve"> fut de nouveau piqué par ces paroles</w:t>
      </w:r>
      <w:r w:rsidR="00E8465A">
        <w:t xml:space="preserve">, </w:t>
      </w:r>
      <w:r w:rsidRPr="007818BD">
        <w:t>dont le ton n</w:t>
      </w:r>
      <w:r w:rsidR="00E8465A">
        <w:t>’</w:t>
      </w:r>
      <w:r w:rsidRPr="007818BD">
        <w:t>avait cependant rien de dédaigneux</w:t>
      </w:r>
      <w:r w:rsidR="00E8465A">
        <w:t>. »</w:t>
      </w:r>
    </w:p>
    <w:p w14:paraId="323CEFAB" w14:textId="1A430254" w:rsidR="00E0544E" w:rsidRPr="007818BD" w:rsidRDefault="00E8465A" w:rsidP="00E0544E">
      <w:r>
        <w:t>« </w:t>
      </w:r>
      <w:r w:rsidR="00E0544E" w:rsidRPr="007818BD">
        <w:t>Je vois que vous ne me trouvez pas digne de votre amitié</w:t>
      </w:r>
      <w:r>
        <w:t xml:space="preserve">. </w:t>
      </w:r>
      <w:r w:rsidR="00E0544E" w:rsidRPr="007818BD">
        <w:t>Soit</w:t>
      </w:r>
      <w:r>
        <w:t xml:space="preserve">… </w:t>
      </w:r>
      <w:r w:rsidR="00E0544E" w:rsidRPr="007818BD">
        <w:t>Adieu</w:t>
      </w:r>
      <w:r>
        <w:t>. »</w:t>
      </w:r>
    </w:p>
    <w:p w14:paraId="35465D88" w14:textId="77777777" w:rsidR="00E8465A" w:rsidRDefault="00E0544E" w:rsidP="00E0544E">
      <w:proofErr w:type="spellStart"/>
      <w:r w:rsidRPr="007818BD">
        <w:t>Zanoni</w:t>
      </w:r>
      <w:proofErr w:type="spellEnd"/>
      <w:r w:rsidRPr="007818BD">
        <w:t xml:space="preserve"> lui rendit froidement son salut</w:t>
      </w:r>
      <w:r w:rsidR="00E8465A">
        <w:t xml:space="preserve">, </w:t>
      </w:r>
      <w:r w:rsidRPr="007818BD">
        <w:t>laissa l</w:t>
      </w:r>
      <w:r w:rsidR="00E8465A">
        <w:t>’</w:t>
      </w:r>
      <w:r w:rsidRPr="007818BD">
        <w:t>Anglais continuer sa promenade</w:t>
      </w:r>
      <w:r w:rsidR="00E8465A">
        <w:t xml:space="preserve">, </w:t>
      </w:r>
      <w:r w:rsidRPr="007818BD">
        <w:t>et retourna à ses recherches botan</w:t>
      </w:r>
      <w:r w:rsidRPr="007818BD">
        <w:t>i</w:t>
      </w:r>
      <w:r w:rsidRPr="007818BD">
        <w:t>ques</w:t>
      </w:r>
      <w:r w:rsidR="00E8465A">
        <w:t>.</w:t>
      </w:r>
    </w:p>
    <w:p w14:paraId="6E15E368" w14:textId="0B82D587" w:rsidR="00E0544E" w:rsidRPr="007818BD" w:rsidRDefault="00E0544E" w:rsidP="00E0544E">
      <w:r w:rsidRPr="007818BD">
        <w:t>Le même soir</w:t>
      </w:r>
      <w:r w:rsidR="00E8465A">
        <w:t xml:space="preserve">, </w:t>
      </w:r>
      <w:proofErr w:type="spellStart"/>
      <w:r w:rsidRPr="007818BD">
        <w:t>Glyndon</w:t>
      </w:r>
      <w:proofErr w:type="spellEnd"/>
      <w:r w:rsidRPr="007818BD">
        <w:t xml:space="preserve"> alla</w:t>
      </w:r>
      <w:r w:rsidR="00E8465A">
        <w:t xml:space="preserve">, </w:t>
      </w:r>
      <w:r w:rsidRPr="007818BD">
        <w:t>comme de coutume</w:t>
      </w:r>
      <w:r w:rsidR="00E8465A">
        <w:t xml:space="preserve">, </w:t>
      </w:r>
      <w:r w:rsidRPr="007818BD">
        <w:t>au thé</w:t>
      </w:r>
      <w:r w:rsidRPr="007818BD">
        <w:t>â</w:t>
      </w:r>
      <w:r w:rsidRPr="007818BD">
        <w:t>tre</w:t>
      </w:r>
      <w:r w:rsidR="00E8465A">
        <w:t xml:space="preserve">. </w:t>
      </w:r>
      <w:r w:rsidRPr="007818BD">
        <w:t>Des coulisses</w:t>
      </w:r>
      <w:r w:rsidR="00E8465A">
        <w:t xml:space="preserve">, </w:t>
      </w:r>
      <w:r w:rsidRPr="007818BD">
        <w:t>il su</w:t>
      </w:r>
      <w:r w:rsidRPr="007818BD">
        <w:t>i</w:t>
      </w:r>
      <w:r w:rsidRPr="007818BD">
        <w:t>vait le jeu de Viola</w:t>
      </w:r>
      <w:r w:rsidR="00E8465A">
        <w:t xml:space="preserve">, </w:t>
      </w:r>
      <w:r w:rsidRPr="007818BD">
        <w:t>qui remplissait un de ses rôles les plus brillants</w:t>
      </w:r>
      <w:r w:rsidR="00E8465A">
        <w:t xml:space="preserve">. </w:t>
      </w:r>
      <w:r w:rsidRPr="007818BD">
        <w:t>La salle retentissait d</w:t>
      </w:r>
      <w:r w:rsidR="00E8465A">
        <w:t>’</w:t>
      </w:r>
      <w:r w:rsidRPr="007818BD">
        <w:t>applaudissements</w:t>
      </w:r>
      <w:r w:rsidR="00E8465A">
        <w:t xml:space="preserve">. </w:t>
      </w:r>
      <w:proofErr w:type="spellStart"/>
      <w:r w:rsidRPr="007818BD">
        <w:t>Glyndon</w:t>
      </w:r>
      <w:proofErr w:type="spellEnd"/>
      <w:r w:rsidRPr="007818BD">
        <w:t xml:space="preserve"> était transporté par la passion et par </w:t>
      </w:r>
      <w:r w:rsidRPr="007818BD">
        <w:lastRenderedPageBreak/>
        <w:t>l</w:t>
      </w:r>
      <w:r w:rsidR="00E8465A">
        <w:t>’</w:t>
      </w:r>
      <w:r w:rsidRPr="007818BD">
        <w:t>orgueil</w:t>
      </w:r>
      <w:r w:rsidR="00E8465A">
        <w:t>. « </w:t>
      </w:r>
      <w:r w:rsidRPr="007818BD">
        <w:t>Cette créature glorieuse</w:t>
      </w:r>
      <w:r w:rsidR="00E8465A">
        <w:t xml:space="preserve">, </w:t>
      </w:r>
      <w:r w:rsidRPr="007818BD">
        <w:t>pensa-t-il</w:t>
      </w:r>
      <w:r w:rsidR="00E8465A">
        <w:t xml:space="preserve">, </w:t>
      </w:r>
      <w:r w:rsidRPr="007818BD">
        <w:t>peut pou</w:t>
      </w:r>
      <w:r w:rsidRPr="007818BD">
        <w:t>r</w:t>
      </w:r>
      <w:r w:rsidRPr="007818BD">
        <w:t>tant être à moi</w:t>
      </w:r>
      <w:r w:rsidR="00E8465A">
        <w:t>. »</w:t>
      </w:r>
    </w:p>
    <w:p w14:paraId="0D6886DB" w14:textId="77777777" w:rsidR="00E8465A" w:rsidRDefault="00E0544E" w:rsidP="00E0544E">
      <w:r w:rsidRPr="007818BD">
        <w:t>Absorbé dans cette délicieuse rêverie</w:t>
      </w:r>
      <w:r w:rsidR="00E8465A">
        <w:t xml:space="preserve">, </w:t>
      </w:r>
      <w:r w:rsidRPr="007818BD">
        <w:t>il sentit une main se poser légèrement sur son épaule</w:t>
      </w:r>
      <w:r w:rsidR="00E8465A">
        <w:t xml:space="preserve"> : </w:t>
      </w:r>
      <w:r w:rsidRPr="007818BD">
        <w:t xml:space="preserve">il se retourna et reconnut </w:t>
      </w:r>
      <w:proofErr w:type="spellStart"/>
      <w:r w:rsidRPr="007818BD">
        <w:t>Z</w:t>
      </w:r>
      <w:r w:rsidRPr="007818BD">
        <w:t>a</w:t>
      </w:r>
      <w:r w:rsidRPr="007818BD">
        <w:t>noni</w:t>
      </w:r>
      <w:proofErr w:type="spellEnd"/>
      <w:r w:rsidR="00E8465A">
        <w:t>.</w:t>
      </w:r>
    </w:p>
    <w:p w14:paraId="2576685F" w14:textId="677EFACD" w:rsidR="00E0544E" w:rsidRPr="007818BD" w:rsidRDefault="00E8465A" w:rsidP="00E0544E">
      <w:r>
        <w:t>« </w:t>
      </w:r>
      <w:r w:rsidR="00E0544E" w:rsidRPr="007818BD">
        <w:t>Un danger vous menace</w:t>
      </w:r>
      <w:r>
        <w:t xml:space="preserve">, </w:t>
      </w:r>
      <w:r w:rsidR="00E0544E" w:rsidRPr="007818BD">
        <w:t>dit ce dernier</w:t>
      </w:r>
      <w:r>
        <w:t xml:space="preserve">. </w:t>
      </w:r>
      <w:r w:rsidR="00E0544E" w:rsidRPr="007818BD">
        <w:t>Ne rentrez pas chez vous à pied ce soir</w:t>
      </w:r>
      <w:r>
        <w:t xml:space="preserve">, </w:t>
      </w:r>
      <w:r w:rsidR="00E0544E" w:rsidRPr="007818BD">
        <w:t>ou du moins ne rentrez pas seul</w:t>
      </w:r>
      <w:r>
        <w:t>. »</w:t>
      </w:r>
    </w:p>
    <w:p w14:paraId="6B570F48" w14:textId="77777777" w:rsidR="00E8465A" w:rsidRDefault="00E0544E" w:rsidP="00E0544E">
      <w:r w:rsidRPr="007818BD">
        <w:t xml:space="preserve">Avant que </w:t>
      </w:r>
      <w:proofErr w:type="spellStart"/>
      <w:r w:rsidRPr="007818BD">
        <w:t>Glyndon</w:t>
      </w:r>
      <w:proofErr w:type="spellEnd"/>
      <w:r w:rsidRPr="007818BD">
        <w:t xml:space="preserve"> revînt de sa surprise</w:t>
      </w:r>
      <w:r w:rsidR="00E8465A">
        <w:t xml:space="preserve">, </w:t>
      </w:r>
      <w:proofErr w:type="spellStart"/>
      <w:r w:rsidRPr="007818BD">
        <w:t>Zanoni</w:t>
      </w:r>
      <w:proofErr w:type="spellEnd"/>
      <w:r w:rsidRPr="007818BD">
        <w:t xml:space="preserve"> avait di</w:t>
      </w:r>
      <w:r w:rsidRPr="007818BD">
        <w:t>s</w:t>
      </w:r>
      <w:r w:rsidRPr="007818BD">
        <w:t>paru</w:t>
      </w:r>
      <w:r w:rsidR="00E8465A">
        <w:t xml:space="preserve">. </w:t>
      </w:r>
      <w:r w:rsidRPr="007818BD">
        <w:t>L</w:t>
      </w:r>
      <w:r w:rsidR="00E8465A">
        <w:t>’</w:t>
      </w:r>
      <w:r w:rsidRPr="007818BD">
        <w:t>Anglais ne le revit que dans la loge d</w:t>
      </w:r>
      <w:r w:rsidR="00E8465A">
        <w:t>’</w:t>
      </w:r>
      <w:r w:rsidRPr="007818BD">
        <w:t>un gentilhomme napolitain</w:t>
      </w:r>
      <w:r w:rsidR="00E8465A">
        <w:t xml:space="preserve">, </w:t>
      </w:r>
      <w:r w:rsidRPr="007818BD">
        <w:t>où il ne pouvait le rejoindre</w:t>
      </w:r>
      <w:r w:rsidR="00E8465A">
        <w:t>.</w:t>
      </w:r>
    </w:p>
    <w:p w14:paraId="3493F8EF" w14:textId="77777777" w:rsidR="00E8465A" w:rsidRDefault="00E0544E" w:rsidP="00E0544E">
      <w:r w:rsidRPr="007818BD">
        <w:t>Viola quitta la scène</w:t>
      </w:r>
      <w:r w:rsidR="00E8465A">
        <w:t xml:space="preserve">. </w:t>
      </w:r>
      <w:proofErr w:type="spellStart"/>
      <w:r w:rsidRPr="007818BD">
        <w:t>Glyndon</w:t>
      </w:r>
      <w:proofErr w:type="spellEnd"/>
      <w:r w:rsidRPr="007818BD">
        <w:t xml:space="preserve"> l</w:t>
      </w:r>
      <w:r w:rsidR="00E8465A">
        <w:t>’</w:t>
      </w:r>
      <w:r w:rsidRPr="007818BD">
        <w:t>aborda avec un empress</w:t>
      </w:r>
      <w:r w:rsidRPr="007818BD">
        <w:t>e</w:t>
      </w:r>
      <w:r w:rsidRPr="007818BD">
        <w:t>ment plus vif que d</w:t>
      </w:r>
      <w:r w:rsidR="00E8465A">
        <w:t>’</w:t>
      </w:r>
      <w:r w:rsidRPr="007818BD">
        <w:t>ordinaire</w:t>
      </w:r>
      <w:r w:rsidR="00E8465A">
        <w:t xml:space="preserve"> ; </w:t>
      </w:r>
      <w:r w:rsidRPr="007818BD">
        <w:t>mais Viola</w:t>
      </w:r>
      <w:r w:rsidR="00E8465A">
        <w:t xml:space="preserve">, </w:t>
      </w:r>
      <w:r w:rsidRPr="007818BD">
        <w:t>contrairement à ses habitudes</w:t>
      </w:r>
      <w:r w:rsidR="00E8465A">
        <w:t xml:space="preserve">, </w:t>
      </w:r>
      <w:r w:rsidRPr="007818BD">
        <w:t>détourna la tête avec imp</w:t>
      </w:r>
      <w:r w:rsidRPr="007818BD">
        <w:t>a</w:t>
      </w:r>
      <w:r w:rsidRPr="007818BD">
        <w:t xml:space="preserve">tience quand </w:t>
      </w:r>
      <w:proofErr w:type="spellStart"/>
      <w:r w:rsidRPr="007818BD">
        <w:t>Glyndon</w:t>
      </w:r>
      <w:proofErr w:type="spellEnd"/>
      <w:r w:rsidRPr="007818BD">
        <w:t xml:space="preserve"> lui parla</w:t>
      </w:r>
      <w:r w:rsidR="00E8465A">
        <w:t xml:space="preserve">. </w:t>
      </w:r>
      <w:r w:rsidRPr="007818BD">
        <w:t xml:space="preserve">Elle prit à part </w:t>
      </w:r>
      <w:proofErr w:type="spellStart"/>
      <w:r w:rsidRPr="007818BD">
        <w:t>Gionetta</w:t>
      </w:r>
      <w:proofErr w:type="spellEnd"/>
      <w:r w:rsidR="00E8465A">
        <w:t xml:space="preserve">, </w:t>
      </w:r>
      <w:r w:rsidRPr="007818BD">
        <w:t>qui l</w:t>
      </w:r>
      <w:r w:rsidR="00E8465A">
        <w:t>’</w:t>
      </w:r>
      <w:r w:rsidRPr="007818BD">
        <w:t>accompagnait toujours au théâtre</w:t>
      </w:r>
      <w:r w:rsidR="00E8465A">
        <w:t xml:space="preserve">, </w:t>
      </w:r>
      <w:r w:rsidRPr="007818BD">
        <w:t>et lui dit à voix basse</w:t>
      </w:r>
      <w:r w:rsidR="00E8465A">
        <w:t xml:space="preserve">, </w:t>
      </w:r>
      <w:r w:rsidRPr="007818BD">
        <w:t>mais avec animation</w:t>
      </w:r>
      <w:r w:rsidR="00E8465A">
        <w:t> : « </w:t>
      </w:r>
      <w:proofErr w:type="spellStart"/>
      <w:r w:rsidRPr="007818BD">
        <w:t>Gionetta</w:t>
      </w:r>
      <w:proofErr w:type="spellEnd"/>
      <w:r w:rsidR="00E8465A">
        <w:t xml:space="preserve">, </w:t>
      </w:r>
      <w:r w:rsidRPr="007818BD">
        <w:t>il est revenu</w:t>
      </w:r>
      <w:r w:rsidR="00E8465A">
        <w:t xml:space="preserve">, </w:t>
      </w:r>
      <w:r w:rsidRPr="007818BD">
        <w:t>il est ici</w:t>
      </w:r>
      <w:r w:rsidR="00E8465A">
        <w:t xml:space="preserve">, </w:t>
      </w:r>
      <w:r w:rsidRPr="007818BD">
        <w:t>l</w:t>
      </w:r>
      <w:r w:rsidR="00E8465A">
        <w:t>’</w:t>
      </w:r>
      <w:r w:rsidRPr="007818BD">
        <w:t>étranger dont je t</w:t>
      </w:r>
      <w:r w:rsidR="00E8465A">
        <w:t>’</w:t>
      </w:r>
      <w:r w:rsidRPr="007818BD">
        <w:t>ai parlé</w:t>
      </w:r>
      <w:r w:rsidR="00E8465A">
        <w:t xml:space="preserve">… </w:t>
      </w:r>
      <w:r w:rsidRPr="007818BD">
        <w:t>et seul de toute la salle il s</w:t>
      </w:r>
      <w:r w:rsidR="00E8465A">
        <w:t>’</w:t>
      </w:r>
      <w:r w:rsidRPr="007818BD">
        <w:t>abstient de m</w:t>
      </w:r>
      <w:r w:rsidR="00E8465A">
        <w:t>’</w:t>
      </w:r>
      <w:r w:rsidRPr="007818BD">
        <w:t>applaudir</w:t>
      </w:r>
      <w:r w:rsidR="00E8465A">
        <w:t>.</w:t>
      </w:r>
    </w:p>
    <w:p w14:paraId="4503B562" w14:textId="05F21ECB" w:rsidR="00E0544E" w:rsidRPr="007818BD" w:rsidRDefault="00E8465A" w:rsidP="00E0544E">
      <w:r>
        <w:t>— </w:t>
      </w:r>
      <w:r w:rsidR="00E0544E" w:rsidRPr="007818BD">
        <w:t>Lequel est-ce</w:t>
      </w:r>
      <w:r>
        <w:t xml:space="preserve">, </w:t>
      </w:r>
      <w:r w:rsidR="00E0544E" w:rsidRPr="007818BD">
        <w:t>ma bonne petite</w:t>
      </w:r>
      <w:r>
        <w:t xml:space="preserve"> ? </w:t>
      </w:r>
      <w:r w:rsidR="00E0544E" w:rsidRPr="007818BD">
        <w:t>dit la vieille avec une voix pleine de tendresse</w:t>
      </w:r>
      <w:r>
        <w:t xml:space="preserve">. </w:t>
      </w:r>
      <w:r w:rsidR="00E0544E" w:rsidRPr="007818BD">
        <w:t>Il faut alors qu</w:t>
      </w:r>
      <w:r>
        <w:t>’</w:t>
      </w:r>
      <w:r w:rsidR="00E0544E" w:rsidRPr="007818BD">
        <w:t>il soit bien obtus</w:t>
      </w:r>
      <w:r>
        <w:t xml:space="preserve"> ; </w:t>
      </w:r>
      <w:r w:rsidR="00E0544E" w:rsidRPr="007818BD">
        <w:t>il ne vaut pas une pensée</w:t>
      </w:r>
      <w:r>
        <w:t>. »</w:t>
      </w:r>
    </w:p>
    <w:p w14:paraId="4352E58F" w14:textId="77777777" w:rsidR="00E8465A" w:rsidRDefault="00E0544E" w:rsidP="00E0544E">
      <w:r w:rsidRPr="007818BD">
        <w:t>L</w:t>
      </w:r>
      <w:r w:rsidR="00E8465A">
        <w:t>’</w:t>
      </w:r>
      <w:r w:rsidRPr="007818BD">
        <w:t xml:space="preserve">actrice attira </w:t>
      </w:r>
      <w:proofErr w:type="spellStart"/>
      <w:r w:rsidRPr="007818BD">
        <w:t>Gionetta</w:t>
      </w:r>
      <w:proofErr w:type="spellEnd"/>
      <w:r w:rsidRPr="007818BD">
        <w:t xml:space="preserve"> près de la scène</w:t>
      </w:r>
      <w:r w:rsidR="00E8465A">
        <w:t xml:space="preserve">, </w:t>
      </w:r>
      <w:r w:rsidRPr="007818BD">
        <w:t>et lui montra dans une des loges un homme remarquable</w:t>
      </w:r>
      <w:r w:rsidR="00E8465A">
        <w:t xml:space="preserve">, </w:t>
      </w:r>
      <w:r w:rsidRPr="007818BD">
        <w:t>entre tous les a</w:t>
      </w:r>
      <w:r w:rsidRPr="007818BD">
        <w:t>u</w:t>
      </w:r>
      <w:r w:rsidRPr="007818BD">
        <w:t>tres</w:t>
      </w:r>
      <w:r w:rsidR="00E8465A">
        <w:t xml:space="preserve">, </w:t>
      </w:r>
      <w:r w:rsidRPr="007818BD">
        <w:t>par la simplicité de sa mise et la beauté extraordinaire de ses traits</w:t>
      </w:r>
      <w:r w:rsidR="00E8465A">
        <w:t>.</w:t>
      </w:r>
    </w:p>
    <w:p w14:paraId="00BCB136" w14:textId="2BC1C297" w:rsidR="00E0544E" w:rsidRPr="007818BD" w:rsidRDefault="00E8465A" w:rsidP="00E0544E">
      <w:r>
        <w:t>« </w:t>
      </w:r>
      <w:r w:rsidR="00E0544E" w:rsidRPr="007818BD">
        <w:t>Il ne vaut pas une pensée</w:t>
      </w:r>
      <w:r>
        <w:t xml:space="preserve"> ! </w:t>
      </w:r>
      <w:r w:rsidR="00E0544E" w:rsidRPr="007818BD">
        <w:t>répéta Viola</w:t>
      </w:r>
      <w:r>
        <w:t xml:space="preserve">… </w:t>
      </w:r>
      <w:r w:rsidR="00E0544E" w:rsidRPr="007818BD">
        <w:t>une pensée</w:t>
      </w:r>
      <w:r>
        <w:t xml:space="preserve"> ! </w:t>
      </w:r>
      <w:r w:rsidR="00E0544E" w:rsidRPr="007818BD">
        <w:t>Ah</w:t>
      </w:r>
      <w:r>
        <w:t xml:space="preserve"> ! </w:t>
      </w:r>
      <w:r w:rsidR="00E0544E" w:rsidRPr="007818BD">
        <w:t>ne pas penser à lui</w:t>
      </w:r>
      <w:r>
        <w:t xml:space="preserve">, </w:t>
      </w:r>
      <w:r w:rsidR="00E0544E" w:rsidRPr="007818BD">
        <w:t>ce serait l</w:t>
      </w:r>
      <w:r>
        <w:t>’</w:t>
      </w:r>
      <w:r w:rsidR="00E0544E" w:rsidRPr="007818BD">
        <w:t>absence de toute pensée</w:t>
      </w:r>
      <w:r>
        <w:t> ! »</w:t>
      </w:r>
    </w:p>
    <w:p w14:paraId="77DC88B7" w14:textId="77777777" w:rsidR="00E8465A" w:rsidRDefault="00E0544E" w:rsidP="00E0544E">
      <w:r w:rsidRPr="007818BD">
        <w:t>Le régisseur appela Viola</w:t>
      </w:r>
      <w:r w:rsidR="00E8465A">
        <w:t>. « </w:t>
      </w:r>
      <w:proofErr w:type="spellStart"/>
      <w:r w:rsidRPr="007818BD">
        <w:t>Gionetta</w:t>
      </w:r>
      <w:proofErr w:type="spellEnd"/>
      <w:r w:rsidR="00E8465A">
        <w:t xml:space="preserve">, </w:t>
      </w:r>
      <w:r w:rsidRPr="007818BD">
        <w:t>sache son nom</w:t>
      </w:r>
      <w:r w:rsidR="00E8465A">
        <w:t>, »</w:t>
      </w:r>
      <w:r w:rsidRPr="007818BD">
        <w:t xml:space="preserve"> dit-elle en s</w:t>
      </w:r>
      <w:r w:rsidR="00E8465A">
        <w:t>’</w:t>
      </w:r>
      <w:r w:rsidRPr="007818BD">
        <w:t>avançant le</w:t>
      </w:r>
      <w:r w:rsidRPr="007818BD">
        <w:t>n</w:t>
      </w:r>
      <w:r w:rsidRPr="007818BD">
        <w:t>tement vers la scène</w:t>
      </w:r>
      <w:r w:rsidR="00E8465A">
        <w:t xml:space="preserve">, </w:t>
      </w:r>
      <w:r w:rsidRPr="007818BD">
        <w:t xml:space="preserve">et en passant </w:t>
      </w:r>
      <w:r w:rsidRPr="007818BD">
        <w:lastRenderedPageBreak/>
        <w:t xml:space="preserve">auprès de </w:t>
      </w:r>
      <w:proofErr w:type="spellStart"/>
      <w:r w:rsidRPr="007818BD">
        <w:t>Glyndon</w:t>
      </w:r>
      <w:proofErr w:type="spellEnd"/>
      <w:r w:rsidRPr="007818BD">
        <w:t xml:space="preserve"> qui lui jeta un regard plein de tristesse et de repr</w:t>
      </w:r>
      <w:r w:rsidRPr="007818BD">
        <w:t>o</w:t>
      </w:r>
      <w:r w:rsidRPr="007818BD">
        <w:t>che</w:t>
      </w:r>
      <w:r w:rsidR="00E8465A">
        <w:t>.</w:t>
      </w:r>
    </w:p>
    <w:p w14:paraId="5BD7C1A1" w14:textId="77777777" w:rsidR="00E8465A" w:rsidRDefault="00E0544E" w:rsidP="00E0544E">
      <w:r w:rsidRPr="007818BD">
        <w:t>L</w:t>
      </w:r>
      <w:r w:rsidR="00E8465A">
        <w:t>’</w:t>
      </w:r>
      <w:r w:rsidRPr="007818BD">
        <w:t>artiste venait d</w:t>
      </w:r>
      <w:r w:rsidR="00E8465A">
        <w:t>’</w:t>
      </w:r>
      <w:r w:rsidRPr="007818BD">
        <w:t>aborder la scène de la catastrophe finale</w:t>
      </w:r>
      <w:r w:rsidR="00E8465A">
        <w:t xml:space="preserve">, </w:t>
      </w:r>
      <w:r w:rsidRPr="007818BD">
        <w:t>où toute la puissance de sa voix et de son talent se déployaient dans sa plénitude</w:t>
      </w:r>
      <w:r w:rsidR="00E8465A">
        <w:t xml:space="preserve">. </w:t>
      </w:r>
      <w:r w:rsidRPr="007818BD">
        <w:t>La salle attentive</w:t>
      </w:r>
      <w:r w:rsidR="00E8465A">
        <w:t xml:space="preserve">, </w:t>
      </w:r>
      <w:r w:rsidRPr="007818BD">
        <w:t>haletante</w:t>
      </w:r>
      <w:r w:rsidR="00E8465A">
        <w:t xml:space="preserve">, </w:t>
      </w:r>
      <w:r w:rsidRPr="007818BD">
        <w:t>était suspendue à chacune de ses paroles</w:t>
      </w:r>
      <w:r w:rsidR="00E8465A">
        <w:t xml:space="preserve"> ; </w:t>
      </w:r>
      <w:r w:rsidRPr="007818BD">
        <w:t>mais les yeux de Viola ne cherchaient que ceux de l</w:t>
      </w:r>
      <w:r w:rsidR="00E8465A">
        <w:t>’</w:t>
      </w:r>
      <w:r w:rsidRPr="007818BD">
        <w:t>inconnu</w:t>
      </w:r>
      <w:r w:rsidR="00E8465A">
        <w:t xml:space="preserve">, </w:t>
      </w:r>
      <w:r w:rsidRPr="007818BD">
        <w:t>calme et impassible</w:t>
      </w:r>
      <w:r w:rsidR="00E8465A">
        <w:t xml:space="preserve">. </w:t>
      </w:r>
      <w:r w:rsidRPr="007818BD">
        <w:t>Elle se surpassa et sembla inspirée</w:t>
      </w:r>
      <w:r w:rsidR="00E8465A">
        <w:t xml:space="preserve">. </w:t>
      </w:r>
      <w:proofErr w:type="spellStart"/>
      <w:r w:rsidRPr="007818BD">
        <w:t>Zanoni</w:t>
      </w:r>
      <w:proofErr w:type="spellEnd"/>
      <w:r w:rsidRPr="007818BD">
        <w:t xml:space="preserve"> écouta</w:t>
      </w:r>
      <w:r w:rsidR="00E8465A">
        <w:t xml:space="preserve">, </w:t>
      </w:r>
      <w:r w:rsidRPr="007818BD">
        <w:t>l</w:t>
      </w:r>
      <w:r w:rsidR="00E8465A">
        <w:t>’</w:t>
      </w:r>
      <w:r w:rsidRPr="007818BD">
        <w:t>observa d</w:t>
      </w:r>
      <w:r w:rsidR="00E8465A">
        <w:t>’</w:t>
      </w:r>
      <w:r w:rsidRPr="007818BD">
        <w:t>un air attentif</w:t>
      </w:r>
      <w:r w:rsidR="00E8465A">
        <w:t xml:space="preserve">, </w:t>
      </w:r>
      <w:r w:rsidRPr="007818BD">
        <w:t>mais aucun signe d</w:t>
      </w:r>
      <w:r w:rsidR="00E8465A">
        <w:t>’</w:t>
      </w:r>
      <w:r w:rsidRPr="007818BD">
        <w:t>approbation ne lui échappa</w:t>
      </w:r>
      <w:r w:rsidR="00E8465A">
        <w:t xml:space="preserve"> ; </w:t>
      </w:r>
      <w:r w:rsidRPr="007818BD">
        <w:t>nulle émotion ne vint changer l</w:t>
      </w:r>
      <w:r w:rsidR="00E8465A">
        <w:t>’</w:t>
      </w:r>
      <w:r w:rsidRPr="007818BD">
        <w:t>expression froide et presque dédaigneuse de sa physionomie</w:t>
      </w:r>
      <w:r w:rsidR="00E8465A">
        <w:t xml:space="preserve">. </w:t>
      </w:r>
      <w:r w:rsidRPr="007818BD">
        <w:t>Viola</w:t>
      </w:r>
      <w:r w:rsidR="00E8465A">
        <w:t xml:space="preserve">, </w:t>
      </w:r>
      <w:r w:rsidRPr="007818BD">
        <w:t>qui jouait le rôle d</w:t>
      </w:r>
      <w:r w:rsidR="00E8465A">
        <w:t>’</w:t>
      </w:r>
      <w:r w:rsidRPr="007818BD">
        <w:t>une femme qui aime sans être aimée</w:t>
      </w:r>
      <w:r w:rsidR="00E8465A">
        <w:t xml:space="preserve">, </w:t>
      </w:r>
      <w:r w:rsidRPr="007818BD">
        <w:t>n</w:t>
      </w:r>
      <w:r w:rsidR="00E8465A">
        <w:t>’</w:t>
      </w:r>
      <w:r w:rsidRPr="007818BD">
        <w:t>avait jamais si vivement senti son rôle</w:t>
      </w:r>
      <w:r w:rsidR="00E8465A">
        <w:t xml:space="preserve">. </w:t>
      </w:r>
      <w:r w:rsidRPr="007818BD">
        <w:t>Elle versa de vraies larmes</w:t>
      </w:r>
      <w:r w:rsidR="00E8465A">
        <w:t xml:space="preserve">, </w:t>
      </w:r>
      <w:r w:rsidRPr="007818BD">
        <w:t>sa passion était la nature même</w:t>
      </w:r>
      <w:r w:rsidR="00E8465A">
        <w:t xml:space="preserve"> ; </w:t>
      </w:r>
      <w:r w:rsidRPr="007818BD">
        <w:t>c</w:t>
      </w:r>
      <w:r w:rsidR="00E8465A">
        <w:t>’</w:t>
      </w:r>
      <w:r w:rsidRPr="007818BD">
        <w:t>était un spectacle presque trop terrible à regarder</w:t>
      </w:r>
      <w:r w:rsidR="00E8465A">
        <w:t xml:space="preserve">. </w:t>
      </w:r>
      <w:r w:rsidRPr="007818BD">
        <w:t>Elle fut emportée de la scène</w:t>
      </w:r>
      <w:r w:rsidR="00E8465A">
        <w:t xml:space="preserve">, </w:t>
      </w:r>
      <w:r w:rsidRPr="007818BD">
        <w:t>épuisée</w:t>
      </w:r>
      <w:r w:rsidR="00E8465A">
        <w:t xml:space="preserve">, </w:t>
      </w:r>
      <w:r w:rsidRPr="007818BD">
        <w:t>sans connaissance</w:t>
      </w:r>
      <w:r w:rsidR="00E8465A">
        <w:t xml:space="preserve">, </w:t>
      </w:r>
      <w:r w:rsidRPr="007818BD">
        <w:t>au milieu d</w:t>
      </w:r>
      <w:r w:rsidR="00E8465A">
        <w:t>’</w:t>
      </w:r>
      <w:r w:rsidRPr="007818BD">
        <w:t>une temp</w:t>
      </w:r>
      <w:r w:rsidRPr="007818BD">
        <w:t>ê</w:t>
      </w:r>
      <w:r w:rsidRPr="007818BD">
        <w:t>te d</w:t>
      </w:r>
      <w:r w:rsidR="00E8465A">
        <w:t>’</w:t>
      </w:r>
      <w:r w:rsidRPr="007818BD">
        <w:t>applaudissements</w:t>
      </w:r>
      <w:r w:rsidR="00E8465A">
        <w:t xml:space="preserve">, </w:t>
      </w:r>
      <w:r w:rsidRPr="007818BD">
        <w:t>comme il ne s</w:t>
      </w:r>
      <w:r w:rsidR="00E8465A">
        <w:t>’</w:t>
      </w:r>
      <w:r w:rsidRPr="007818BD">
        <w:t>en déchaîne que sur le continent</w:t>
      </w:r>
      <w:r w:rsidR="00E8465A">
        <w:t xml:space="preserve">. </w:t>
      </w:r>
      <w:r w:rsidRPr="007818BD">
        <w:t>La salle entière se leva</w:t>
      </w:r>
      <w:r w:rsidR="00E8465A">
        <w:t xml:space="preserve">, </w:t>
      </w:r>
      <w:r w:rsidRPr="007818BD">
        <w:t>les mouchoirs s</w:t>
      </w:r>
      <w:r w:rsidR="00E8465A">
        <w:t>’</w:t>
      </w:r>
      <w:r w:rsidRPr="007818BD">
        <w:t>agitèrent</w:t>
      </w:r>
      <w:r w:rsidR="00E8465A">
        <w:t xml:space="preserve">, </w:t>
      </w:r>
      <w:r w:rsidRPr="007818BD">
        <w:t>les fleurs</w:t>
      </w:r>
      <w:r w:rsidR="00E8465A">
        <w:t xml:space="preserve">, </w:t>
      </w:r>
      <w:r w:rsidRPr="007818BD">
        <w:t>les couronnes</w:t>
      </w:r>
      <w:r w:rsidR="00E8465A">
        <w:t xml:space="preserve">, </w:t>
      </w:r>
      <w:r w:rsidRPr="007818BD">
        <w:t>jonchèrent la scène</w:t>
      </w:r>
      <w:r w:rsidR="00E8465A">
        <w:t xml:space="preserve"> ; </w:t>
      </w:r>
      <w:r w:rsidRPr="007818BD">
        <w:t>les hommes ple</w:t>
      </w:r>
      <w:r w:rsidRPr="007818BD">
        <w:t>u</w:t>
      </w:r>
      <w:r w:rsidRPr="007818BD">
        <w:t>raient</w:t>
      </w:r>
      <w:r w:rsidR="00E8465A">
        <w:t xml:space="preserve">, </w:t>
      </w:r>
      <w:r w:rsidRPr="007818BD">
        <w:t>les femmes sanglotaient</w:t>
      </w:r>
      <w:r w:rsidR="00E8465A">
        <w:t>…</w:t>
      </w:r>
    </w:p>
    <w:p w14:paraId="5C64C235" w14:textId="77777777" w:rsidR="00E8465A" w:rsidRDefault="00E8465A" w:rsidP="00E0544E">
      <w:r>
        <w:t>« </w:t>
      </w:r>
      <w:r w:rsidR="00E0544E" w:rsidRPr="007818BD">
        <w:t>Par le ciel</w:t>
      </w:r>
      <w:r>
        <w:t xml:space="preserve"> ! </w:t>
      </w:r>
      <w:r w:rsidR="00E0544E" w:rsidRPr="007818BD">
        <w:t>s</w:t>
      </w:r>
      <w:r>
        <w:t>’</w:t>
      </w:r>
      <w:r w:rsidR="00E0544E" w:rsidRPr="007818BD">
        <w:t>écria un noble napolitain</w:t>
      </w:r>
      <w:r>
        <w:t xml:space="preserve">, </w:t>
      </w:r>
      <w:r w:rsidR="00E0544E" w:rsidRPr="007818BD">
        <w:t>elle a allumé en moi d</w:t>
      </w:r>
      <w:r>
        <w:t>’</w:t>
      </w:r>
      <w:r w:rsidR="00E0544E" w:rsidRPr="007818BD">
        <w:t>irrésistibles tran</w:t>
      </w:r>
      <w:r w:rsidR="00E0544E" w:rsidRPr="007818BD">
        <w:t>s</w:t>
      </w:r>
      <w:r w:rsidR="00E0544E" w:rsidRPr="007818BD">
        <w:t>ports</w:t>
      </w:r>
      <w:r>
        <w:t xml:space="preserve">. </w:t>
      </w:r>
      <w:r w:rsidR="00E0544E" w:rsidRPr="007818BD">
        <w:t>Cette nuit</w:t>
      </w:r>
      <w:r>
        <w:t xml:space="preserve">, </w:t>
      </w:r>
      <w:r w:rsidR="00E0544E" w:rsidRPr="007818BD">
        <w:t>cette nuit même</w:t>
      </w:r>
      <w:r>
        <w:t xml:space="preserve">, </w:t>
      </w:r>
      <w:r w:rsidR="00E0544E" w:rsidRPr="007818BD">
        <w:t>elle sera à moi</w:t>
      </w:r>
      <w:r>
        <w:t xml:space="preserve"> : </w:t>
      </w:r>
      <w:r w:rsidR="00E0544E" w:rsidRPr="007818BD">
        <w:t>tu as tout arrangé</w:t>
      </w:r>
      <w:r>
        <w:t xml:space="preserve">, </w:t>
      </w:r>
      <w:proofErr w:type="spellStart"/>
      <w:r w:rsidR="00E0544E" w:rsidRPr="007818BD">
        <w:t>Mascari</w:t>
      </w:r>
      <w:proofErr w:type="spellEnd"/>
      <w:r>
        <w:t> ?</w:t>
      </w:r>
    </w:p>
    <w:p w14:paraId="378613D1" w14:textId="77777777" w:rsidR="00E8465A" w:rsidRDefault="00E8465A" w:rsidP="00E0544E">
      <w:r>
        <w:t>— </w:t>
      </w:r>
      <w:r w:rsidR="00E0544E" w:rsidRPr="007818BD">
        <w:t>Tout</w:t>
      </w:r>
      <w:r>
        <w:t xml:space="preserve">, </w:t>
      </w:r>
      <w:proofErr w:type="spellStart"/>
      <w:r w:rsidR="00E0544E" w:rsidRPr="007818BD">
        <w:t>signor</w:t>
      </w:r>
      <w:proofErr w:type="spellEnd"/>
      <w:r>
        <w:t xml:space="preserve">. </w:t>
      </w:r>
      <w:r w:rsidR="00E0544E" w:rsidRPr="007818BD">
        <w:t>Et le jeune Anglais</w:t>
      </w:r>
      <w:r>
        <w:t> ?</w:t>
      </w:r>
    </w:p>
    <w:p w14:paraId="4A90331D" w14:textId="77777777" w:rsidR="00E8465A" w:rsidRDefault="00E8465A" w:rsidP="00E0544E">
      <w:r>
        <w:t>— </w:t>
      </w:r>
      <w:r w:rsidR="00E0544E" w:rsidRPr="007818BD">
        <w:t>Ce barbare présomptueux</w:t>
      </w:r>
      <w:r>
        <w:t xml:space="preserve"> ? </w:t>
      </w:r>
      <w:r w:rsidR="00E0544E" w:rsidRPr="007818BD">
        <w:t>Je te l</w:t>
      </w:r>
      <w:r>
        <w:t>’</w:t>
      </w:r>
      <w:r w:rsidR="00E0544E" w:rsidRPr="007818BD">
        <w:t>ai déjà dit</w:t>
      </w:r>
      <w:r>
        <w:t xml:space="preserve">, </w:t>
      </w:r>
      <w:r w:rsidR="00E0544E" w:rsidRPr="007818BD">
        <w:t>qu</w:t>
      </w:r>
      <w:r>
        <w:t>’</w:t>
      </w:r>
      <w:r w:rsidR="00E0544E" w:rsidRPr="007818BD">
        <w:t>il paye de son sang sa folie</w:t>
      </w:r>
      <w:r>
        <w:t xml:space="preserve"> : </w:t>
      </w:r>
      <w:r w:rsidR="00E0544E" w:rsidRPr="007818BD">
        <w:t>je ne veux pas de rival</w:t>
      </w:r>
      <w:r>
        <w:t>.</w:t>
      </w:r>
    </w:p>
    <w:p w14:paraId="0EC48599" w14:textId="77777777" w:rsidR="00E8465A" w:rsidRDefault="00E8465A" w:rsidP="00E0544E">
      <w:r>
        <w:t>— </w:t>
      </w:r>
      <w:r w:rsidR="00E0544E" w:rsidRPr="007818BD">
        <w:t>Mais un Anglais</w:t>
      </w:r>
      <w:r>
        <w:t xml:space="preserve"> ! </w:t>
      </w:r>
      <w:r w:rsidR="00E0544E" w:rsidRPr="007818BD">
        <w:t>on fait toujours une enquête sur le meurtre d</w:t>
      </w:r>
      <w:r>
        <w:t>’</w:t>
      </w:r>
      <w:r w:rsidR="00E0544E" w:rsidRPr="007818BD">
        <w:t>un Anglais</w:t>
      </w:r>
      <w:r>
        <w:t>.</w:t>
      </w:r>
    </w:p>
    <w:p w14:paraId="68601B97" w14:textId="1905CE35" w:rsidR="00E0544E" w:rsidRPr="007818BD" w:rsidRDefault="00E8465A" w:rsidP="00E0544E">
      <w:r>
        <w:t>— </w:t>
      </w:r>
      <w:proofErr w:type="spellStart"/>
      <w:r w:rsidR="00E0544E" w:rsidRPr="007818BD">
        <w:t>Belître</w:t>
      </w:r>
      <w:proofErr w:type="spellEnd"/>
      <w:r>
        <w:t xml:space="preserve"> ! </w:t>
      </w:r>
      <w:r w:rsidR="00E0544E" w:rsidRPr="007818BD">
        <w:t>la mer n</w:t>
      </w:r>
      <w:r>
        <w:t>’</w:t>
      </w:r>
      <w:r w:rsidR="00E0544E" w:rsidRPr="007818BD">
        <w:t>est-elle pas assez profonde ni la terre assez discrète pour c</w:t>
      </w:r>
      <w:r w:rsidR="00E0544E" w:rsidRPr="007818BD">
        <w:t>a</w:t>
      </w:r>
      <w:r w:rsidR="00E0544E" w:rsidRPr="007818BD">
        <w:t>cher le corps d</w:t>
      </w:r>
      <w:r>
        <w:t>’</w:t>
      </w:r>
      <w:r w:rsidR="00E0544E" w:rsidRPr="007818BD">
        <w:t>un homme</w:t>
      </w:r>
      <w:r>
        <w:t xml:space="preserve"> ? </w:t>
      </w:r>
      <w:r w:rsidR="00E0544E" w:rsidRPr="007818BD">
        <w:t xml:space="preserve">Nos sbires </w:t>
      </w:r>
      <w:r w:rsidR="00E0544E" w:rsidRPr="007818BD">
        <w:lastRenderedPageBreak/>
        <w:t>sont muets comme la tombe</w:t>
      </w:r>
      <w:r>
        <w:t xml:space="preserve"> ; </w:t>
      </w:r>
      <w:r w:rsidR="00E0544E" w:rsidRPr="007818BD">
        <w:t>et moi</w:t>
      </w:r>
      <w:r>
        <w:t xml:space="preserve">… </w:t>
      </w:r>
      <w:r w:rsidR="00E0544E" w:rsidRPr="007818BD">
        <w:t>qui oserait jamais sou</w:t>
      </w:r>
      <w:r w:rsidR="00E0544E" w:rsidRPr="007818BD">
        <w:t>p</w:t>
      </w:r>
      <w:r w:rsidR="00E0544E" w:rsidRPr="007818BD">
        <w:t>çonner</w:t>
      </w:r>
      <w:r>
        <w:t xml:space="preserve">, </w:t>
      </w:r>
      <w:r w:rsidR="00E0544E" w:rsidRPr="007818BD">
        <w:t>accuser le prince de</w:t>
      </w:r>
      <w:r>
        <w:t xml:space="preserve">… ? </w:t>
      </w:r>
      <w:r w:rsidR="00E0544E" w:rsidRPr="007818BD">
        <w:t>Songes-y</w:t>
      </w:r>
      <w:r>
        <w:t xml:space="preserve"> ! </w:t>
      </w:r>
      <w:r w:rsidR="00E0544E" w:rsidRPr="007818BD">
        <w:t>ce soir</w:t>
      </w:r>
      <w:r>
        <w:t xml:space="preserve">. </w:t>
      </w:r>
      <w:r w:rsidR="00E0544E" w:rsidRPr="007818BD">
        <w:t>Je compte sur toi</w:t>
      </w:r>
      <w:r>
        <w:t xml:space="preserve">… </w:t>
      </w:r>
      <w:r w:rsidR="00E0544E" w:rsidRPr="007818BD">
        <w:t>Ce sont des voleurs qui le tuent</w:t>
      </w:r>
      <w:r>
        <w:t xml:space="preserve">, </w:t>
      </w:r>
      <w:r w:rsidR="00E0544E" w:rsidRPr="007818BD">
        <w:t>tu comprends</w:t>
      </w:r>
      <w:r>
        <w:t xml:space="preserve"> ; </w:t>
      </w:r>
      <w:r w:rsidR="00E0544E" w:rsidRPr="007818BD">
        <w:t>le pays en est infesté</w:t>
      </w:r>
      <w:r>
        <w:t xml:space="preserve"> ; </w:t>
      </w:r>
      <w:r w:rsidR="00E0544E" w:rsidRPr="007818BD">
        <w:t>pillez-le</w:t>
      </w:r>
      <w:r>
        <w:t xml:space="preserve">, </w:t>
      </w:r>
      <w:r w:rsidR="00E0544E" w:rsidRPr="007818BD">
        <w:t>d</w:t>
      </w:r>
      <w:r w:rsidR="00E0544E" w:rsidRPr="007818BD">
        <w:t>é</w:t>
      </w:r>
      <w:r w:rsidR="00E0544E" w:rsidRPr="007818BD">
        <w:t>pouillez-le pour donner plus de crédit à cette rumeur</w:t>
      </w:r>
      <w:r>
        <w:t xml:space="preserve">. </w:t>
      </w:r>
      <w:r w:rsidR="00E0544E" w:rsidRPr="007818BD">
        <w:t>Prends trois hommes avec toi</w:t>
      </w:r>
      <w:r>
        <w:t xml:space="preserve"> ; </w:t>
      </w:r>
      <w:r w:rsidR="00E0544E" w:rsidRPr="007818BD">
        <w:t>les autres form</w:t>
      </w:r>
      <w:r w:rsidR="00E0544E" w:rsidRPr="007818BD">
        <w:t>e</w:t>
      </w:r>
      <w:r w:rsidR="00E0544E" w:rsidRPr="007818BD">
        <w:t>ront mon escorte</w:t>
      </w:r>
      <w:r>
        <w:t>. »</w:t>
      </w:r>
    </w:p>
    <w:p w14:paraId="2B1BF2D9" w14:textId="77777777" w:rsidR="00E8465A" w:rsidRDefault="00E0544E" w:rsidP="00E0544E">
      <w:proofErr w:type="spellStart"/>
      <w:r w:rsidRPr="007818BD">
        <w:t>Mascari</w:t>
      </w:r>
      <w:proofErr w:type="spellEnd"/>
      <w:r w:rsidRPr="007818BD">
        <w:t xml:space="preserve"> haussa les épaules et s</w:t>
      </w:r>
      <w:r w:rsidR="00E8465A">
        <w:t>’</w:t>
      </w:r>
      <w:r w:rsidRPr="007818BD">
        <w:t>inclina en signe de soumi</w:t>
      </w:r>
      <w:r w:rsidRPr="007818BD">
        <w:t>s</w:t>
      </w:r>
      <w:r w:rsidRPr="007818BD">
        <w:t>sion</w:t>
      </w:r>
      <w:r w:rsidR="00E8465A">
        <w:t>.</w:t>
      </w:r>
    </w:p>
    <w:p w14:paraId="3A17BADF" w14:textId="77777777" w:rsidR="00E8465A" w:rsidRDefault="00E0544E" w:rsidP="00E0544E">
      <w:r w:rsidRPr="007818BD">
        <w:t>Les rues de Naples n</w:t>
      </w:r>
      <w:r w:rsidR="00E8465A">
        <w:t>’</w:t>
      </w:r>
      <w:r w:rsidRPr="007818BD">
        <w:t>étaient pas alors aussi sûres qu</w:t>
      </w:r>
      <w:r w:rsidR="00E8465A">
        <w:t>’</w:t>
      </w:r>
      <w:r w:rsidRPr="007818BD">
        <w:t>elles le sont aujourd</w:t>
      </w:r>
      <w:r w:rsidR="00E8465A">
        <w:t>’</w:t>
      </w:r>
      <w:r w:rsidRPr="007818BD">
        <w:t>hui</w:t>
      </w:r>
      <w:r w:rsidR="00E8465A">
        <w:t xml:space="preserve">, </w:t>
      </w:r>
      <w:r w:rsidRPr="007818BD">
        <w:t>et les voitures étaient à la fois un luxe moins dispendieux et plus nécessaire</w:t>
      </w:r>
      <w:r w:rsidR="00E8465A">
        <w:t xml:space="preserve">. </w:t>
      </w:r>
      <w:r w:rsidRPr="007818BD">
        <w:t>Celle qui servait régulièrement à la jeune artiste ne se trouvant pas</w:t>
      </w:r>
      <w:r w:rsidR="00E8465A">
        <w:t xml:space="preserve">, </w:t>
      </w:r>
      <w:proofErr w:type="spellStart"/>
      <w:r w:rsidRPr="007818BD">
        <w:t>Gionetta</w:t>
      </w:r>
      <w:proofErr w:type="spellEnd"/>
      <w:r w:rsidRPr="007818BD">
        <w:t xml:space="preserve"> connaissait trop bien la beauté de sa maîtresse et l</w:t>
      </w:r>
      <w:r w:rsidR="00E8465A">
        <w:t>’</w:t>
      </w:r>
      <w:r w:rsidRPr="007818BD">
        <w:t>audace de ses admirateurs pour envisager sans e</w:t>
      </w:r>
      <w:r w:rsidRPr="007818BD">
        <w:t>f</w:t>
      </w:r>
      <w:r w:rsidRPr="007818BD">
        <w:t>froi la perspective d</w:t>
      </w:r>
      <w:r w:rsidR="00E8465A">
        <w:t>’</w:t>
      </w:r>
      <w:r w:rsidRPr="007818BD">
        <w:t>un retour à pied</w:t>
      </w:r>
      <w:r w:rsidR="00E8465A">
        <w:t xml:space="preserve">. </w:t>
      </w:r>
      <w:r w:rsidRPr="007818BD">
        <w:t xml:space="preserve">Elle fit part de son embarras à </w:t>
      </w:r>
      <w:proofErr w:type="spellStart"/>
      <w:r w:rsidRPr="007818BD">
        <w:t>Glyndon</w:t>
      </w:r>
      <w:proofErr w:type="spellEnd"/>
      <w:r w:rsidR="00E8465A">
        <w:t xml:space="preserve">, </w:t>
      </w:r>
      <w:r w:rsidRPr="007818BD">
        <w:t>et celui-ci supplia Viola</w:t>
      </w:r>
      <w:r w:rsidR="00E8465A">
        <w:t xml:space="preserve">, </w:t>
      </w:r>
      <w:r w:rsidRPr="007818BD">
        <w:t>e</w:t>
      </w:r>
      <w:r w:rsidRPr="007818BD">
        <w:t>n</w:t>
      </w:r>
      <w:r w:rsidRPr="007818BD">
        <w:t>fin remise de ses émotions</w:t>
      </w:r>
      <w:r w:rsidR="00E8465A">
        <w:t xml:space="preserve">, </w:t>
      </w:r>
      <w:r w:rsidRPr="007818BD">
        <w:t>d</w:t>
      </w:r>
      <w:r w:rsidR="00E8465A">
        <w:t>’</w:t>
      </w:r>
      <w:r w:rsidRPr="007818BD">
        <w:t>accepter sa voiture</w:t>
      </w:r>
      <w:r w:rsidR="00E8465A">
        <w:t xml:space="preserve">. </w:t>
      </w:r>
      <w:r w:rsidRPr="007818BD">
        <w:t>Jusqu</w:t>
      </w:r>
      <w:r w:rsidR="00E8465A">
        <w:t>’</w:t>
      </w:r>
      <w:r w:rsidRPr="007818BD">
        <w:t>à ce</w:t>
      </w:r>
      <w:r w:rsidRPr="007818BD">
        <w:t>t</w:t>
      </w:r>
      <w:r w:rsidRPr="007818BD">
        <w:t>te nuit-là</w:t>
      </w:r>
      <w:r w:rsidR="00E8465A">
        <w:t xml:space="preserve">, </w:t>
      </w:r>
      <w:r w:rsidRPr="007818BD">
        <w:t>peut-être n</w:t>
      </w:r>
      <w:r w:rsidR="00E8465A">
        <w:t>’</w:t>
      </w:r>
      <w:r w:rsidRPr="007818BD">
        <w:t>eût-elle pas refusé ce léger service</w:t>
      </w:r>
      <w:r w:rsidR="00E8465A">
        <w:t xml:space="preserve"> ; </w:t>
      </w:r>
      <w:r w:rsidRPr="007818BD">
        <w:t>mais</w:t>
      </w:r>
      <w:r w:rsidR="00E8465A">
        <w:t xml:space="preserve">, </w:t>
      </w:r>
      <w:r w:rsidRPr="007818BD">
        <w:t>pour une raison ou pour une autre</w:t>
      </w:r>
      <w:r w:rsidR="00E8465A">
        <w:t xml:space="preserve">, </w:t>
      </w:r>
      <w:r w:rsidRPr="007818BD">
        <w:t>elle refusa</w:t>
      </w:r>
      <w:r w:rsidR="00E8465A">
        <w:t xml:space="preserve">. </w:t>
      </w:r>
      <w:proofErr w:type="spellStart"/>
      <w:r w:rsidRPr="007818BD">
        <w:t>Glyndon</w:t>
      </w:r>
      <w:proofErr w:type="spellEnd"/>
      <w:r w:rsidRPr="007818BD">
        <w:t xml:space="preserve"> irrité se retirait assez maussade</w:t>
      </w:r>
      <w:r w:rsidR="00E8465A">
        <w:t xml:space="preserve"> ; </w:t>
      </w:r>
      <w:proofErr w:type="spellStart"/>
      <w:r w:rsidRPr="007818BD">
        <w:t>Gionetta</w:t>
      </w:r>
      <w:proofErr w:type="spellEnd"/>
      <w:r>
        <w:t xml:space="preserve"> </w:t>
      </w:r>
      <w:r w:rsidRPr="007818BD">
        <w:t>l</w:t>
      </w:r>
      <w:r w:rsidR="00E8465A">
        <w:t>’</w:t>
      </w:r>
      <w:r w:rsidRPr="007818BD">
        <w:t>arrêta</w:t>
      </w:r>
      <w:r w:rsidR="00E8465A">
        <w:t>.</w:t>
      </w:r>
    </w:p>
    <w:p w14:paraId="14F714B6" w14:textId="6A4026A7" w:rsidR="00E0544E" w:rsidRPr="007818BD" w:rsidRDefault="00E8465A" w:rsidP="00E0544E">
      <w:r>
        <w:t>« </w:t>
      </w:r>
      <w:r w:rsidR="00E0544E" w:rsidRPr="007818BD">
        <w:t>Attendez</w:t>
      </w:r>
      <w:r>
        <w:t xml:space="preserve">, </w:t>
      </w:r>
      <w:proofErr w:type="spellStart"/>
      <w:r w:rsidR="00E0544E" w:rsidRPr="007818BD">
        <w:t>signor</w:t>
      </w:r>
      <w:proofErr w:type="spellEnd"/>
      <w:r>
        <w:t xml:space="preserve">, </w:t>
      </w:r>
      <w:r w:rsidR="00E0544E" w:rsidRPr="007818BD">
        <w:t>dit-elle d</w:t>
      </w:r>
      <w:r>
        <w:t>’</w:t>
      </w:r>
      <w:r w:rsidR="00E0544E" w:rsidRPr="007818BD">
        <w:t>un ton presque caressant</w:t>
      </w:r>
      <w:r>
        <w:t xml:space="preserve">, </w:t>
      </w:r>
      <w:r w:rsidR="00E0544E" w:rsidRPr="007818BD">
        <w:t>la chère signora n</w:t>
      </w:r>
      <w:r>
        <w:t>’</w:t>
      </w:r>
      <w:r w:rsidR="00E0544E" w:rsidRPr="007818BD">
        <w:t>est pas bien</w:t>
      </w:r>
      <w:r>
        <w:t xml:space="preserve"> ; </w:t>
      </w:r>
      <w:r w:rsidR="00E0544E" w:rsidRPr="007818BD">
        <w:t>ne soyez pas fâché contre elle</w:t>
      </w:r>
      <w:r>
        <w:t xml:space="preserve"> ; </w:t>
      </w:r>
      <w:r w:rsidR="00E0544E" w:rsidRPr="007818BD">
        <w:t>je la déciderai à accepter votre offre</w:t>
      </w:r>
      <w:r>
        <w:t>. »</w:t>
      </w:r>
    </w:p>
    <w:p w14:paraId="3EA2CAE7" w14:textId="77777777" w:rsidR="00E8465A" w:rsidRDefault="00E0544E" w:rsidP="00E0544E">
      <w:proofErr w:type="spellStart"/>
      <w:r w:rsidRPr="007818BD">
        <w:t>Glyndon</w:t>
      </w:r>
      <w:proofErr w:type="spellEnd"/>
      <w:r w:rsidRPr="007818BD">
        <w:t xml:space="preserve"> attendit</w:t>
      </w:r>
      <w:r w:rsidR="00E8465A">
        <w:t xml:space="preserve">. </w:t>
      </w:r>
      <w:r w:rsidRPr="007818BD">
        <w:t xml:space="preserve">Après un </w:t>
      </w:r>
      <w:proofErr w:type="spellStart"/>
      <w:r w:rsidRPr="007818BD">
        <w:t>pourparler</w:t>
      </w:r>
      <w:proofErr w:type="spellEnd"/>
      <w:r w:rsidRPr="007818BD">
        <w:t xml:space="preserve"> de quelques m</w:t>
      </w:r>
      <w:r w:rsidRPr="007818BD">
        <w:t>o</w:t>
      </w:r>
      <w:r w:rsidRPr="007818BD">
        <w:t xml:space="preserve">ments entre </w:t>
      </w:r>
      <w:proofErr w:type="spellStart"/>
      <w:r w:rsidRPr="007818BD">
        <w:t>Gionetta</w:t>
      </w:r>
      <w:proofErr w:type="spellEnd"/>
      <w:r w:rsidRPr="007818BD">
        <w:t xml:space="preserve"> et Viola</w:t>
      </w:r>
      <w:r w:rsidR="00E8465A">
        <w:t xml:space="preserve">, </w:t>
      </w:r>
      <w:r w:rsidRPr="007818BD">
        <w:t>cette dernière se rendit</w:t>
      </w:r>
      <w:r w:rsidR="00E8465A">
        <w:t xml:space="preserve">. </w:t>
      </w:r>
      <w:r w:rsidRPr="007818BD">
        <w:t>Elles montèrent dans le carrosse</w:t>
      </w:r>
      <w:r w:rsidR="00E8465A">
        <w:t xml:space="preserve">, </w:t>
      </w:r>
      <w:r w:rsidRPr="007818BD">
        <w:t xml:space="preserve">et </w:t>
      </w:r>
      <w:proofErr w:type="spellStart"/>
      <w:r w:rsidRPr="007818BD">
        <w:t>Glyndon</w:t>
      </w:r>
      <w:proofErr w:type="spellEnd"/>
      <w:r w:rsidRPr="007818BD">
        <w:t xml:space="preserve"> resta à la porte du thé</w:t>
      </w:r>
      <w:r w:rsidRPr="007818BD">
        <w:t>â</w:t>
      </w:r>
      <w:r w:rsidRPr="007818BD">
        <w:t>tre</w:t>
      </w:r>
      <w:r w:rsidR="00E8465A">
        <w:t xml:space="preserve">, </w:t>
      </w:r>
      <w:r w:rsidRPr="007818BD">
        <w:t>pour rentrer à pied chez lui</w:t>
      </w:r>
      <w:r w:rsidR="00E8465A">
        <w:t xml:space="preserve">. </w:t>
      </w:r>
      <w:r w:rsidRPr="007818BD">
        <w:t>L</w:t>
      </w:r>
      <w:r w:rsidR="00E8465A">
        <w:t>’</w:t>
      </w:r>
      <w:r w:rsidRPr="007818BD">
        <w:t xml:space="preserve">avertissement de </w:t>
      </w:r>
      <w:proofErr w:type="spellStart"/>
      <w:r w:rsidRPr="007818BD">
        <w:t>Zanoni</w:t>
      </w:r>
      <w:proofErr w:type="spellEnd"/>
      <w:r w:rsidRPr="007818BD">
        <w:t xml:space="preserve"> lui revint subitement à l</w:t>
      </w:r>
      <w:r w:rsidR="00E8465A">
        <w:t>’</w:t>
      </w:r>
      <w:r w:rsidRPr="007818BD">
        <w:t>esprit</w:t>
      </w:r>
      <w:r w:rsidR="00E8465A">
        <w:t xml:space="preserve"> ; </w:t>
      </w:r>
      <w:r w:rsidRPr="007818BD">
        <w:t>il l</w:t>
      </w:r>
      <w:r w:rsidR="00E8465A">
        <w:t>’</w:t>
      </w:r>
      <w:r w:rsidRPr="007818BD">
        <w:t>avait oublié dans l</w:t>
      </w:r>
      <w:r w:rsidR="00E8465A">
        <w:t>’</w:t>
      </w:r>
      <w:r w:rsidRPr="007818BD">
        <w:t>intérêt de sa querelle d</w:t>
      </w:r>
      <w:r w:rsidR="00E8465A">
        <w:t>’</w:t>
      </w:r>
      <w:r w:rsidRPr="007818BD">
        <w:t>amoureux avec Viola</w:t>
      </w:r>
      <w:r w:rsidR="00E8465A">
        <w:t>.</w:t>
      </w:r>
    </w:p>
    <w:p w14:paraId="1BCAE4B8" w14:textId="77777777" w:rsidR="00E8465A" w:rsidRDefault="00E0544E" w:rsidP="00E0544E">
      <w:r w:rsidRPr="007818BD">
        <w:lastRenderedPageBreak/>
        <w:t>Il jugea prudent de se prémunir contre un danger signalé par des lèvres aussi mystérieuses</w:t>
      </w:r>
      <w:r w:rsidR="00E8465A">
        <w:t xml:space="preserve"> ; </w:t>
      </w:r>
      <w:r w:rsidRPr="007818BD">
        <w:t>il chercha autour de lui que</w:t>
      </w:r>
      <w:r w:rsidRPr="007818BD">
        <w:t>l</w:t>
      </w:r>
      <w:r w:rsidRPr="007818BD">
        <w:t>qu</w:t>
      </w:r>
      <w:r w:rsidR="00E8465A">
        <w:t>’</w:t>
      </w:r>
      <w:r w:rsidRPr="007818BD">
        <w:t>un qu</w:t>
      </w:r>
      <w:r w:rsidR="00E8465A">
        <w:t>’</w:t>
      </w:r>
      <w:r w:rsidRPr="007818BD">
        <w:t>il connût</w:t>
      </w:r>
      <w:r w:rsidR="00E8465A">
        <w:t xml:space="preserve">. </w:t>
      </w:r>
      <w:r w:rsidRPr="007818BD">
        <w:t>Le théâtre vomissait la fo</w:t>
      </w:r>
      <w:r w:rsidRPr="007818BD">
        <w:t>u</w:t>
      </w:r>
      <w:r w:rsidRPr="007818BD">
        <w:t>le par toutes ses portes</w:t>
      </w:r>
      <w:r w:rsidR="00E8465A">
        <w:t xml:space="preserve"> ; </w:t>
      </w:r>
      <w:r w:rsidRPr="007818BD">
        <w:t>on le heurtait</w:t>
      </w:r>
      <w:r w:rsidR="00E8465A">
        <w:t xml:space="preserve">, </w:t>
      </w:r>
      <w:r w:rsidRPr="007818BD">
        <w:t>on le pressait</w:t>
      </w:r>
      <w:r w:rsidR="00E8465A">
        <w:t xml:space="preserve">, </w:t>
      </w:r>
      <w:r w:rsidRPr="007818BD">
        <w:t>on le poussait</w:t>
      </w:r>
      <w:r w:rsidR="00E8465A">
        <w:t xml:space="preserve"> ; </w:t>
      </w:r>
      <w:r w:rsidRPr="007818BD">
        <w:t>mais il ne trouvait aucune figure de connaissance</w:t>
      </w:r>
      <w:r w:rsidR="00E8465A">
        <w:t xml:space="preserve">. </w:t>
      </w:r>
      <w:r w:rsidRPr="007818BD">
        <w:t>Au milieu de son ind</w:t>
      </w:r>
      <w:r w:rsidRPr="007818BD">
        <w:t>é</w:t>
      </w:r>
      <w:r w:rsidRPr="007818BD">
        <w:t>cision</w:t>
      </w:r>
      <w:r w:rsidR="00E8465A">
        <w:t xml:space="preserve">, </w:t>
      </w:r>
      <w:r w:rsidRPr="007818BD">
        <w:t>il s</w:t>
      </w:r>
      <w:r w:rsidR="00E8465A">
        <w:t>’</w:t>
      </w:r>
      <w:r w:rsidRPr="007818BD">
        <w:t xml:space="preserve">entendit appeler par la voix de </w:t>
      </w:r>
      <w:proofErr w:type="spellStart"/>
      <w:r w:rsidRPr="007818BD">
        <w:t>Mervale</w:t>
      </w:r>
      <w:proofErr w:type="spellEnd"/>
      <w:r w:rsidR="00E8465A">
        <w:t xml:space="preserve">, </w:t>
      </w:r>
      <w:r w:rsidRPr="007818BD">
        <w:t>et</w:t>
      </w:r>
      <w:r w:rsidR="00E8465A">
        <w:t xml:space="preserve">, </w:t>
      </w:r>
      <w:r w:rsidRPr="007818BD">
        <w:t>à son grand soulagement</w:t>
      </w:r>
      <w:r w:rsidR="00E8465A">
        <w:t xml:space="preserve">, </w:t>
      </w:r>
      <w:r w:rsidRPr="007818BD">
        <w:t>il aperçut son ami qui se frayait un chemin à travers la presse</w:t>
      </w:r>
      <w:r w:rsidR="00E8465A">
        <w:t>.</w:t>
      </w:r>
    </w:p>
    <w:p w14:paraId="2BD68C6E" w14:textId="77777777" w:rsidR="00E8465A" w:rsidRDefault="00E8465A" w:rsidP="00E0544E">
      <w:r>
        <w:t>« </w:t>
      </w:r>
      <w:r w:rsidR="00E0544E" w:rsidRPr="007818BD">
        <w:t>Je vous ai trouvé</w:t>
      </w:r>
      <w:r>
        <w:t xml:space="preserve">, </w:t>
      </w:r>
      <w:r w:rsidR="00E0544E" w:rsidRPr="007818BD">
        <w:t>dit-il</w:t>
      </w:r>
      <w:r>
        <w:t xml:space="preserve">, </w:t>
      </w:r>
      <w:r w:rsidR="00E0544E" w:rsidRPr="007818BD">
        <w:t xml:space="preserve">une place dans le carrosse du comte </w:t>
      </w:r>
      <w:proofErr w:type="spellStart"/>
      <w:r w:rsidR="00E0544E" w:rsidRPr="007818BD">
        <w:t>Cetoxa</w:t>
      </w:r>
      <w:proofErr w:type="spellEnd"/>
      <w:r>
        <w:t xml:space="preserve"> ; </w:t>
      </w:r>
      <w:r w:rsidR="00E0544E" w:rsidRPr="007818BD">
        <w:t>venez</w:t>
      </w:r>
      <w:r>
        <w:t xml:space="preserve">, </w:t>
      </w:r>
      <w:r w:rsidR="00E0544E" w:rsidRPr="007818BD">
        <w:t>il nous attend</w:t>
      </w:r>
      <w:r>
        <w:t>.</w:t>
      </w:r>
    </w:p>
    <w:p w14:paraId="0F3F50D4" w14:textId="77777777" w:rsidR="00E8465A" w:rsidRDefault="00E8465A" w:rsidP="00E0544E">
      <w:r>
        <w:t>— </w:t>
      </w:r>
      <w:r w:rsidR="00E0544E" w:rsidRPr="007818BD">
        <w:t>Que vous êtes bon</w:t>
      </w:r>
      <w:r>
        <w:t xml:space="preserve"> ! </w:t>
      </w:r>
      <w:r w:rsidR="00E0544E" w:rsidRPr="007818BD">
        <w:t>comment m</w:t>
      </w:r>
      <w:r>
        <w:t>’</w:t>
      </w:r>
      <w:r w:rsidR="00E0544E" w:rsidRPr="007818BD">
        <w:t>avez-vous découvert</w:t>
      </w:r>
      <w:r>
        <w:t> ?</w:t>
      </w:r>
    </w:p>
    <w:p w14:paraId="61BB9FA1" w14:textId="60D61061" w:rsidR="00E0544E" w:rsidRPr="007818BD" w:rsidRDefault="00E8465A" w:rsidP="00E0544E">
      <w:r>
        <w:t>— </w:t>
      </w:r>
      <w:r w:rsidR="00E0544E" w:rsidRPr="007818BD">
        <w:t>J</w:t>
      </w:r>
      <w:r>
        <w:t>’</w:t>
      </w:r>
      <w:r w:rsidR="00E0544E" w:rsidRPr="007818BD">
        <w:t xml:space="preserve">ai rencontré </w:t>
      </w:r>
      <w:proofErr w:type="spellStart"/>
      <w:r w:rsidR="00E0544E" w:rsidRPr="007818BD">
        <w:t>Zanoni</w:t>
      </w:r>
      <w:proofErr w:type="spellEnd"/>
      <w:r w:rsidR="00E0544E" w:rsidRPr="007818BD">
        <w:t xml:space="preserve"> dans les couloirs</w:t>
      </w:r>
      <w:r>
        <w:t>. « </w:t>
      </w:r>
      <w:r w:rsidR="00E0544E" w:rsidRPr="007818BD">
        <w:t>Votre ami est à la porte du théâtre</w:t>
      </w:r>
      <w:r>
        <w:t xml:space="preserve">, </w:t>
      </w:r>
      <w:r w:rsidR="00E0544E" w:rsidRPr="007818BD">
        <w:t>dit-il</w:t>
      </w:r>
      <w:r>
        <w:t xml:space="preserve"> ; </w:t>
      </w:r>
      <w:r w:rsidR="00E0544E" w:rsidRPr="007818BD">
        <w:t>ne le laissez pas rentrer seul à pied ce soir</w:t>
      </w:r>
      <w:r>
        <w:t xml:space="preserve"> ; </w:t>
      </w:r>
      <w:r w:rsidR="00E0544E" w:rsidRPr="007818BD">
        <w:t>les rues de Naples ne sont pas to</w:t>
      </w:r>
      <w:r w:rsidR="00E0544E" w:rsidRPr="007818BD">
        <w:t>u</w:t>
      </w:r>
      <w:r w:rsidR="00E0544E" w:rsidRPr="007818BD">
        <w:t>jours sûres</w:t>
      </w:r>
      <w:r>
        <w:t>. »</w:t>
      </w:r>
      <w:r w:rsidR="00E0544E" w:rsidRPr="007818BD">
        <w:t xml:space="preserve"> Je me souvins en effet que certains Calabrais avaient exploité la ville depuis quelques semaines</w:t>
      </w:r>
      <w:r>
        <w:t xml:space="preserve">, </w:t>
      </w:r>
      <w:r w:rsidR="00E0544E" w:rsidRPr="007818BD">
        <w:t>et</w:t>
      </w:r>
      <w:r>
        <w:t xml:space="preserve">, </w:t>
      </w:r>
      <w:r w:rsidR="00E0544E" w:rsidRPr="007818BD">
        <w:t xml:space="preserve">rencontrant tout à coup </w:t>
      </w:r>
      <w:proofErr w:type="spellStart"/>
      <w:r w:rsidR="00E0544E" w:rsidRPr="007818BD">
        <w:t>Cetoxa</w:t>
      </w:r>
      <w:proofErr w:type="spellEnd"/>
      <w:r w:rsidR="00E0544E" w:rsidRPr="007818BD">
        <w:t xml:space="preserve"> mais le voici</w:t>
      </w:r>
      <w:r>
        <w:t>. »</w:t>
      </w:r>
    </w:p>
    <w:p w14:paraId="7A47A22B" w14:textId="77777777" w:rsidR="00E8465A" w:rsidRDefault="00E0544E" w:rsidP="00E0544E">
      <w:r w:rsidRPr="007818BD">
        <w:t>L</w:t>
      </w:r>
      <w:r w:rsidR="00E8465A">
        <w:t>’</w:t>
      </w:r>
      <w:r w:rsidRPr="007818BD">
        <w:t>explication ne fut pas poussée plus loin</w:t>
      </w:r>
      <w:r w:rsidR="00E8465A">
        <w:t xml:space="preserve">. </w:t>
      </w:r>
      <w:proofErr w:type="spellStart"/>
      <w:r w:rsidRPr="007818BD">
        <w:t>Glyndon</w:t>
      </w:r>
      <w:proofErr w:type="spellEnd"/>
      <w:r w:rsidRPr="007818BD">
        <w:t xml:space="preserve"> monta dans la voiture</w:t>
      </w:r>
      <w:r w:rsidR="00E8465A">
        <w:t xml:space="preserve">, </w:t>
      </w:r>
      <w:r w:rsidRPr="007818BD">
        <w:t>leva la glace</w:t>
      </w:r>
      <w:r w:rsidR="00E8465A">
        <w:t xml:space="preserve">, </w:t>
      </w:r>
      <w:r w:rsidRPr="007818BD">
        <w:t>et aperçut en même temps</w:t>
      </w:r>
      <w:r w:rsidR="00E8465A">
        <w:t xml:space="preserve">, </w:t>
      </w:r>
      <w:r w:rsidRPr="007818BD">
        <w:t>isolé sur le pavé</w:t>
      </w:r>
      <w:r w:rsidR="00E8465A">
        <w:t xml:space="preserve">, </w:t>
      </w:r>
      <w:r w:rsidRPr="007818BD">
        <w:t>un groupe de quatre hommes qui semblaient le su</w:t>
      </w:r>
      <w:r w:rsidRPr="007818BD">
        <w:t>r</w:t>
      </w:r>
      <w:r w:rsidRPr="007818BD">
        <w:t>veiller attentivement</w:t>
      </w:r>
      <w:r w:rsidR="00E8465A">
        <w:t>.</w:t>
      </w:r>
    </w:p>
    <w:p w14:paraId="5B2559D6" w14:textId="0B0C8499" w:rsidR="00E0544E" w:rsidRPr="007818BD" w:rsidRDefault="00E8465A" w:rsidP="00E0544E">
      <w:r>
        <w:t>« </w:t>
      </w:r>
      <w:proofErr w:type="spellStart"/>
      <w:r w:rsidR="00E0544E" w:rsidRPr="007818BD">
        <w:t>Cospetto</w:t>
      </w:r>
      <w:proofErr w:type="spellEnd"/>
      <w:r>
        <w:t xml:space="preserve">, </w:t>
      </w:r>
      <w:r w:rsidR="00E0544E" w:rsidRPr="007818BD">
        <w:t>s</w:t>
      </w:r>
      <w:r>
        <w:t>’</w:t>
      </w:r>
      <w:r w:rsidR="00E0544E" w:rsidRPr="007818BD">
        <w:t>écria l</w:t>
      </w:r>
      <w:r>
        <w:t>’</w:t>
      </w:r>
      <w:r w:rsidR="00E0544E" w:rsidRPr="007818BD">
        <w:t>un d</w:t>
      </w:r>
      <w:r>
        <w:t>’</w:t>
      </w:r>
      <w:r w:rsidR="00E0544E" w:rsidRPr="007818BD">
        <w:t>eux</w:t>
      </w:r>
      <w:r>
        <w:t xml:space="preserve">, </w:t>
      </w:r>
      <w:r w:rsidR="00E0544E" w:rsidRPr="007818BD">
        <w:t>voilà l</w:t>
      </w:r>
      <w:r>
        <w:t>’</w:t>
      </w:r>
      <w:r w:rsidR="00E0544E" w:rsidRPr="007818BD">
        <w:t>Anglais</w:t>
      </w:r>
      <w:r>
        <w:t>. »</w:t>
      </w:r>
    </w:p>
    <w:p w14:paraId="14680B98" w14:textId="77777777" w:rsidR="00E8465A" w:rsidRDefault="00E0544E" w:rsidP="00E0544E">
      <w:proofErr w:type="spellStart"/>
      <w:r w:rsidRPr="007818BD">
        <w:t>Glyndon</w:t>
      </w:r>
      <w:proofErr w:type="spellEnd"/>
      <w:r w:rsidRPr="007818BD">
        <w:t xml:space="preserve"> entendit à moitié l</w:t>
      </w:r>
      <w:r w:rsidR="00E8465A">
        <w:t>’</w:t>
      </w:r>
      <w:r w:rsidRPr="007818BD">
        <w:t>exclamation</w:t>
      </w:r>
      <w:r w:rsidR="00E8465A">
        <w:t xml:space="preserve"> ; </w:t>
      </w:r>
      <w:r w:rsidRPr="007818BD">
        <w:t>le carrosse était déjà en mouvement</w:t>
      </w:r>
      <w:r w:rsidR="00E8465A">
        <w:t xml:space="preserve">. </w:t>
      </w:r>
      <w:r w:rsidRPr="007818BD">
        <w:t>Il arriva sain et sauf chez lui</w:t>
      </w:r>
      <w:r w:rsidR="00E8465A">
        <w:t>.</w:t>
      </w:r>
    </w:p>
    <w:p w14:paraId="4957AC69" w14:textId="77777777" w:rsidR="00E8465A" w:rsidRDefault="00E0544E" w:rsidP="00E0544E">
      <w:proofErr w:type="spellStart"/>
      <w:r w:rsidRPr="007818BD">
        <w:t>Shakspeare</w:t>
      </w:r>
      <w:proofErr w:type="spellEnd"/>
      <w:r w:rsidR="00E8465A">
        <w:t xml:space="preserve">, </w:t>
      </w:r>
      <w:r w:rsidRPr="007818BD">
        <w:t xml:space="preserve">dans </w:t>
      </w:r>
      <w:r w:rsidRPr="007818BD">
        <w:rPr>
          <w:i/>
          <w:iCs/>
        </w:rPr>
        <w:t>Roméo et Juliette</w:t>
      </w:r>
      <w:r w:rsidR="00E8465A">
        <w:t xml:space="preserve">, </w:t>
      </w:r>
      <w:r w:rsidRPr="007818BD">
        <w:t>n</w:t>
      </w:r>
      <w:r w:rsidR="00E8465A">
        <w:t>’</w:t>
      </w:r>
      <w:r w:rsidRPr="007818BD">
        <w:t>a pas exagéré cette familière et tendre intimité qui existe toujours en Italie entre la nourrice et l</w:t>
      </w:r>
      <w:r w:rsidR="00E8465A">
        <w:t>’</w:t>
      </w:r>
      <w:r w:rsidRPr="007818BD">
        <w:t>enfant qu</w:t>
      </w:r>
      <w:r w:rsidR="00E8465A">
        <w:t>’</w:t>
      </w:r>
      <w:r w:rsidRPr="007818BD">
        <w:t>elle a élevé</w:t>
      </w:r>
      <w:r w:rsidR="00E8465A">
        <w:t xml:space="preserve">. </w:t>
      </w:r>
      <w:r w:rsidRPr="007818BD">
        <w:t>L</w:t>
      </w:r>
      <w:r w:rsidR="00E8465A">
        <w:t>’</w:t>
      </w:r>
      <w:r w:rsidRPr="007818BD">
        <w:t>isolement de l</w:t>
      </w:r>
      <w:r w:rsidR="00E8465A">
        <w:t>’</w:t>
      </w:r>
      <w:r w:rsidRPr="007818BD">
        <w:t>actrice o</w:t>
      </w:r>
      <w:r w:rsidRPr="007818BD">
        <w:t>r</w:t>
      </w:r>
      <w:r w:rsidRPr="007818BD">
        <w:t>pheline n</w:t>
      </w:r>
      <w:r w:rsidR="00E8465A">
        <w:t>’</w:t>
      </w:r>
      <w:r w:rsidRPr="007818BD">
        <w:t xml:space="preserve">avait fait que resserrer ce lien entre elle et </w:t>
      </w:r>
      <w:proofErr w:type="spellStart"/>
      <w:r w:rsidRPr="007818BD">
        <w:lastRenderedPageBreak/>
        <w:t>Gionetta</w:t>
      </w:r>
      <w:proofErr w:type="spellEnd"/>
      <w:r w:rsidR="00E8465A">
        <w:t xml:space="preserve">. </w:t>
      </w:r>
      <w:r w:rsidRPr="007818BD">
        <w:t>L</w:t>
      </w:r>
      <w:r w:rsidR="00E8465A">
        <w:t>’</w:t>
      </w:r>
      <w:r w:rsidRPr="007818BD">
        <w:t xml:space="preserve">expérience de </w:t>
      </w:r>
      <w:proofErr w:type="spellStart"/>
      <w:r w:rsidRPr="007818BD">
        <w:t>Gionetta</w:t>
      </w:r>
      <w:proofErr w:type="spellEnd"/>
      <w:r w:rsidR="00E8465A">
        <w:t xml:space="preserve">, </w:t>
      </w:r>
      <w:r w:rsidRPr="007818BD">
        <w:t>dans tout ce qui regarde les faiblesses du cœur</w:t>
      </w:r>
      <w:r w:rsidR="00E8465A">
        <w:t xml:space="preserve">, </w:t>
      </w:r>
      <w:r w:rsidRPr="007818BD">
        <w:t>était consommée</w:t>
      </w:r>
      <w:r w:rsidR="00E8465A">
        <w:t xml:space="preserve"> ; </w:t>
      </w:r>
      <w:r w:rsidRPr="007818BD">
        <w:t>et quand</w:t>
      </w:r>
      <w:r w:rsidR="00E8465A">
        <w:t xml:space="preserve">, </w:t>
      </w:r>
      <w:r w:rsidRPr="007818BD">
        <w:t>trois nuits auparavant</w:t>
      </w:r>
      <w:r w:rsidR="00E8465A">
        <w:t xml:space="preserve">, </w:t>
      </w:r>
      <w:r w:rsidRPr="007818BD">
        <w:t>Viola</w:t>
      </w:r>
      <w:r w:rsidR="00E8465A">
        <w:t xml:space="preserve">, </w:t>
      </w:r>
      <w:r w:rsidRPr="007818BD">
        <w:t>au retour du théâtre</w:t>
      </w:r>
      <w:r w:rsidR="00E8465A">
        <w:t xml:space="preserve">, </w:t>
      </w:r>
      <w:r w:rsidRPr="007818BD">
        <w:t>avait ple</w:t>
      </w:r>
      <w:r w:rsidRPr="007818BD">
        <w:t>u</w:t>
      </w:r>
      <w:r w:rsidRPr="007818BD">
        <w:t>ré amèrement</w:t>
      </w:r>
      <w:r w:rsidR="00E8465A">
        <w:t xml:space="preserve">, </w:t>
      </w:r>
      <w:r w:rsidRPr="007818BD">
        <w:t>la duègne avait réussi à lui arracher l</w:t>
      </w:r>
      <w:r w:rsidR="00E8465A">
        <w:t>’</w:t>
      </w:r>
      <w:r w:rsidRPr="007818BD">
        <w:t>aveu qu</w:t>
      </w:r>
      <w:r w:rsidR="00E8465A">
        <w:t>’</w:t>
      </w:r>
      <w:r w:rsidRPr="007818BD">
        <w:t>elle venait de voir celui que</w:t>
      </w:r>
      <w:r w:rsidR="00E8465A">
        <w:t xml:space="preserve">, </w:t>
      </w:r>
      <w:r w:rsidRPr="007818BD">
        <w:t>pendant de longues années remplies de tristes événements</w:t>
      </w:r>
      <w:r w:rsidR="00E8465A">
        <w:t xml:space="preserve">, </w:t>
      </w:r>
      <w:r w:rsidRPr="007818BD">
        <w:t>elle avait perdu de vue</w:t>
      </w:r>
      <w:r w:rsidR="00E8465A">
        <w:t xml:space="preserve">, </w:t>
      </w:r>
      <w:r w:rsidRPr="007818BD">
        <w:t>mais non oublié</w:t>
      </w:r>
      <w:r w:rsidR="00E8465A">
        <w:t xml:space="preserve">, </w:t>
      </w:r>
      <w:r w:rsidRPr="007818BD">
        <w:t>quoique lui-même n</w:t>
      </w:r>
      <w:r w:rsidR="00E8465A">
        <w:t>’</w:t>
      </w:r>
      <w:r w:rsidRPr="007818BD">
        <w:t>eût en rien témoigné qu</w:t>
      </w:r>
      <w:r w:rsidR="00E8465A">
        <w:t>’</w:t>
      </w:r>
      <w:r w:rsidRPr="007818BD">
        <w:t>il la reconnût</w:t>
      </w:r>
      <w:r w:rsidR="00E8465A">
        <w:t xml:space="preserve">. </w:t>
      </w:r>
      <w:proofErr w:type="spellStart"/>
      <w:r w:rsidRPr="007818BD">
        <w:t>Gionetta</w:t>
      </w:r>
      <w:proofErr w:type="spellEnd"/>
      <w:r w:rsidRPr="007818BD">
        <w:t xml:space="preserve"> ne pouvait compre</w:t>
      </w:r>
      <w:r w:rsidRPr="007818BD">
        <w:t>n</w:t>
      </w:r>
      <w:r w:rsidRPr="007818BD">
        <w:t>dre toutes les émotions vagues et innocentes qui au</w:t>
      </w:r>
      <w:r w:rsidRPr="007818BD">
        <w:t>g</w:t>
      </w:r>
      <w:r w:rsidRPr="007818BD">
        <w:t>mentaient ce chagrin</w:t>
      </w:r>
      <w:r w:rsidR="00E8465A">
        <w:t xml:space="preserve"> ; </w:t>
      </w:r>
      <w:r w:rsidRPr="007818BD">
        <w:t>mais elle les réduisait toutes</w:t>
      </w:r>
      <w:r w:rsidR="00E8465A">
        <w:t xml:space="preserve">, </w:t>
      </w:r>
      <w:r w:rsidRPr="007818BD">
        <w:t>avec son intelligence simple et peu raffinée</w:t>
      </w:r>
      <w:r w:rsidR="00E8465A">
        <w:t xml:space="preserve">, </w:t>
      </w:r>
      <w:r w:rsidRPr="007818BD">
        <w:t>à un sentiment unique</w:t>
      </w:r>
      <w:r w:rsidR="00E8465A">
        <w:t xml:space="preserve">, </w:t>
      </w:r>
      <w:r w:rsidRPr="007818BD">
        <w:t>l</w:t>
      </w:r>
      <w:r w:rsidR="00E8465A">
        <w:t>’</w:t>
      </w:r>
      <w:r w:rsidRPr="007818BD">
        <w:t>amour</w:t>
      </w:r>
      <w:r w:rsidR="00E8465A">
        <w:t>.</w:t>
      </w:r>
    </w:p>
    <w:p w14:paraId="548AD8FB" w14:textId="77777777" w:rsidR="00E8465A" w:rsidRDefault="00E0544E" w:rsidP="00E0544E">
      <w:r w:rsidRPr="007818BD">
        <w:t>Sur ce terrain</w:t>
      </w:r>
      <w:r w:rsidR="00E8465A">
        <w:t xml:space="preserve">, </w:t>
      </w:r>
      <w:r w:rsidRPr="007818BD">
        <w:t>elle était à son aise et parfaitement comp</w:t>
      </w:r>
      <w:r w:rsidRPr="007818BD">
        <w:t>é</w:t>
      </w:r>
      <w:r w:rsidRPr="007818BD">
        <w:t>tente pour offrir ses sy</w:t>
      </w:r>
      <w:r w:rsidRPr="007818BD">
        <w:t>m</w:t>
      </w:r>
      <w:r w:rsidRPr="007818BD">
        <w:t>pathies et ses consolations</w:t>
      </w:r>
      <w:r w:rsidR="00E8465A">
        <w:t xml:space="preserve">. </w:t>
      </w:r>
      <w:r w:rsidRPr="007818BD">
        <w:t>Elle ne pouvait</w:t>
      </w:r>
      <w:r w:rsidR="00E8465A">
        <w:t xml:space="preserve">, </w:t>
      </w:r>
      <w:r w:rsidRPr="007818BD">
        <w:t>il est vrai</w:t>
      </w:r>
      <w:r w:rsidR="00E8465A">
        <w:t xml:space="preserve">, </w:t>
      </w:r>
      <w:r w:rsidRPr="007818BD">
        <w:t>prétendre à être la confidente de tout ce que le cœur de Viola renfermait dans ses profondeurs d</w:t>
      </w:r>
      <w:r w:rsidR="00E8465A">
        <w:t>’</w:t>
      </w:r>
      <w:r w:rsidRPr="007818BD">
        <w:t>impressions int</w:t>
      </w:r>
      <w:r w:rsidRPr="007818BD">
        <w:t>i</w:t>
      </w:r>
      <w:r w:rsidRPr="007818BD">
        <w:t>mes</w:t>
      </w:r>
      <w:r w:rsidR="00E8465A">
        <w:t xml:space="preserve">, </w:t>
      </w:r>
      <w:r w:rsidRPr="007818BD">
        <w:t>car ce cœur n</w:t>
      </w:r>
      <w:r w:rsidR="00E8465A">
        <w:t>’</w:t>
      </w:r>
      <w:r w:rsidRPr="007818BD">
        <w:t>aurait jamais pu trouver des paroles pour tous ses secrets</w:t>
      </w:r>
      <w:r w:rsidR="00E8465A">
        <w:t xml:space="preserve"> ; </w:t>
      </w:r>
      <w:r w:rsidRPr="007818BD">
        <w:t>mais</w:t>
      </w:r>
      <w:r w:rsidR="00E8465A">
        <w:t xml:space="preserve">, </w:t>
      </w:r>
      <w:r w:rsidRPr="007818BD">
        <w:t>sous quelques réserves que Viola lui a</w:t>
      </w:r>
      <w:r w:rsidRPr="007818BD">
        <w:t>c</w:t>
      </w:r>
      <w:r w:rsidRPr="007818BD">
        <w:t>cordât sa confiance</w:t>
      </w:r>
      <w:r w:rsidR="00E8465A">
        <w:t xml:space="preserve">, </w:t>
      </w:r>
      <w:r w:rsidRPr="007818BD">
        <w:t>elle était disposée à la reconnaître par la p</w:t>
      </w:r>
      <w:r w:rsidRPr="007818BD">
        <w:t>i</w:t>
      </w:r>
      <w:r w:rsidRPr="007818BD">
        <w:t>tié la plus indulgente et le service le plus empressé</w:t>
      </w:r>
      <w:r w:rsidR="00E8465A">
        <w:t>.</w:t>
      </w:r>
    </w:p>
    <w:p w14:paraId="03ED51D7" w14:textId="77777777" w:rsidR="00E8465A" w:rsidRDefault="00E8465A" w:rsidP="00E0544E">
      <w:r>
        <w:t>« </w:t>
      </w:r>
      <w:r w:rsidR="00E0544E" w:rsidRPr="007818BD">
        <w:t>As-tu découvert qui il est</w:t>
      </w:r>
      <w:r>
        <w:t xml:space="preserve"> ? </w:t>
      </w:r>
      <w:r w:rsidR="00E0544E" w:rsidRPr="007818BD">
        <w:t>demanda Viola</w:t>
      </w:r>
      <w:r>
        <w:t xml:space="preserve">, </w:t>
      </w:r>
      <w:r w:rsidR="00E0544E" w:rsidRPr="007818BD">
        <w:t xml:space="preserve">maintenant seule dans la voiture avec </w:t>
      </w:r>
      <w:proofErr w:type="spellStart"/>
      <w:r w:rsidR="00E0544E" w:rsidRPr="007818BD">
        <w:t>Gionetta</w:t>
      </w:r>
      <w:proofErr w:type="spellEnd"/>
      <w:r>
        <w:t>.</w:t>
      </w:r>
    </w:p>
    <w:p w14:paraId="5D41ABC4" w14:textId="77777777" w:rsidR="00E8465A" w:rsidRDefault="00E8465A" w:rsidP="00E0544E">
      <w:r>
        <w:t>— </w:t>
      </w:r>
      <w:r w:rsidR="00E0544E" w:rsidRPr="007818BD">
        <w:t>Oui</w:t>
      </w:r>
      <w:r>
        <w:t xml:space="preserve">, </w:t>
      </w:r>
      <w:r w:rsidR="00E0544E" w:rsidRPr="007818BD">
        <w:t>c</w:t>
      </w:r>
      <w:r>
        <w:t>’</w:t>
      </w:r>
      <w:r w:rsidR="00E0544E" w:rsidRPr="007818BD">
        <w:t xml:space="preserve">est le célèbre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dont toutes les gra</w:t>
      </w:r>
      <w:r w:rsidR="00E0544E" w:rsidRPr="007818BD">
        <w:t>n</w:t>
      </w:r>
      <w:r w:rsidR="00E0544E" w:rsidRPr="007818BD">
        <w:t>des dames ont la tête tournée</w:t>
      </w:r>
      <w:r>
        <w:t xml:space="preserve"> ! </w:t>
      </w:r>
      <w:r w:rsidR="00E0544E" w:rsidRPr="007818BD">
        <w:t>On le dit si riche</w:t>
      </w:r>
      <w:r>
        <w:t xml:space="preserve">… </w:t>
      </w:r>
      <w:r w:rsidR="00E0544E" w:rsidRPr="007818BD">
        <w:t>bien plus r</w:t>
      </w:r>
      <w:r w:rsidR="00E0544E" w:rsidRPr="007818BD">
        <w:t>i</w:t>
      </w:r>
      <w:r w:rsidR="00E0544E" w:rsidRPr="007818BD">
        <w:t xml:space="preserve">che que tous les </w:t>
      </w:r>
      <w:proofErr w:type="spellStart"/>
      <w:r w:rsidR="00E0544E" w:rsidRPr="007818BD">
        <w:t>Inglesi</w:t>
      </w:r>
      <w:proofErr w:type="spellEnd"/>
      <w:r>
        <w:t xml:space="preserve"> !… </w:t>
      </w:r>
      <w:r w:rsidR="00E0544E" w:rsidRPr="007818BD">
        <w:t>ce n</w:t>
      </w:r>
      <w:r>
        <w:t>’</w:t>
      </w:r>
      <w:r w:rsidR="00E0544E" w:rsidRPr="007818BD">
        <w:t xml:space="preserve">est pas que le </w:t>
      </w:r>
      <w:proofErr w:type="spellStart"/>
      <w:r w:rsidR="00E0544E" w:rsidRPr="007818BD">
        <w:t>signor</w:t>
      </w:r>
      <w:proofErr w:type="spellEnd"/>
      <w:r w:rsidR="00E0544E" w:rsidRPr="007818BD">
        <w:t xml:space="preserve"> </w:t>
      </w:r>
      <w:proofErr w:type="spellStart"/>
      <w:r w:rsidR="00E0544E" w:rsidRPr="007818BD">
        <w:t>Glyndon</w:t>
      </w:r>
      <w:proofErr w:type="spellEnd"/>
      <w:r>
        <w:t>…</w:t>
      </w:r>
    </w:p>
    <w:p w14:paraId="36614233" w14:textId="4269507D" w:rsidR="00E0544E" w:rsidRPr="007818BD" w:rsidRDefault="00E8465A" w:rsidP="00E0544E">
      <w:r>
        <w:t>— </w:t>
      </w:r>
      <w:r w:rsidR="00E0544E" w:rsidRPr="007818BD">
        <w:t>Paix</w:t>
      </w:r>
      <w:r>
        <w:t xml:space="preserve"> ! </w:t>
      </w:r>
      <w:r w:rsidR="00E0544E" w:rsidRPr="007818BD">
        <w:t>interrompit la jeune artiste</w:t>
      </w:r>
      <w:r>
        <w:t xml:space="preserve">. </w:t>
      </w:r>
      <w:proofErr w:type="spellStart"/>
      <w:r w:rsidR="00E0544E" w:rsidRPr="007818BD">
        <w:t>Zanoni</w:t>
      </w:r>
      <w:proofErr w:type="spellEnd"/>
      <w:r>
        <w:t xml:space="preserve"> ! </w:t>
      </w:r>
      <w:r w:rsidR="00E0544E" w:rsidRPr="007818BD">
        <w:t>Ne me parle plus de l</w:t>
      </w:r>
      <w:r>
        <w:t>’</w:t>
      </w:r>
      <w:r w:rsidR="00E0544E" w:rsidRPr="007818BD">
        <w:t>Anglais</w:t>
      </w:r>
      <w:r>
        <w:t>. »</w:t>
      </w:r>
    </w:p>
    <w:p w14:paraId="0A0D889D" w14:textId="77777777" w:rsidR="00E8465A" w:rsidRDefault="00E0544E" w:rsidP="00E0544E">
      <w:r w:rsidRPr="007818BD">
        <w:lastRenderedPageBreak/>
        <w:t>La voiture venait de pénétrer dans cette partie déserte et isolée de la ville où était située la maison de Viola</w:t>
      </w:r>
      <w:r w:rsidR="00E8465A">
        <w:t xml:space="preserve"> ; </w:t>
      </w:r>
      <w:r w:rsidRPr="007818BD">
        <w:t>tout à coup elle s</w:t>
      </w:r>
      <w:r w:rsidR="00E8465A">
        <w:t>’</w:t>
      </w:r>
      <w:r w:rsidRPr="007818BD">
        <w:t>arrêta</w:t>
      </w:r>
      <w:r w:rsidR="00E8465A">
        <w:t>…</w:t>
      </w:r>
    </w:p>
    <w:p w14:paraId="3512290D" w14:textId="77777777" w:rsidR="00E8465A" w:rsidRDefault="00E0544E" w:rsidP="00E0544E">
      <w:proofErr w:type="spellStart"/>
      <w:r w:rsidRPr="007818BD">
        <w:t>Gionetta</w:t>
      </w:r>
      <w:proofErr w:type="spellEnd"/>
      <w:r w:rsidRPr="007818BD">
        <w:t xml:space="preserve"> alarmée avança la tête par la portière</w:t>
      </w:r>
      <w:r w:rsidR="00E8465A">
        <w:t xml:space="preserve">, </w:t>
      </w:r>
      <w:r w:rsidRPr="007818BD">
        <w:t>et s</w:t>
      </w:r>
      <w:r w:rsidR="00E8465A">
        <w:t>’</w:t>
      </w:r>
      <w:r w:rsidRPr="007818BD">
        <w:t>aperçut</w:t>
      </w:r>
      <w:r w:rsidR="00E8465A">
        <w:t xml:space="preserve">, </w:t>
      </w:r>
      <w:r w:rsidRPr="007818BD">
        <w:t>à la pâle lueur de la lune</w:t>
      </w:r>
      <w:r w:rsidR="00E8465A">
        <w:t xml:space="preserve">, </w:t>
      </w:r>
      <w:r w:rsidRPr="007818BD">
        <w:t>que le cocher</w:t>
      </w:r>
      <w:r w:rsidR="00E8465A">
        <w:t xml:space="preserve">, </w:t>
      </w:r>
      <w:r w:rsidRPr="007818BD">
        <w:t>arraché de son siège</w:t>
      </w:r>
      <w:r w:rsidR="00E8465A">
        <w:t xml:space="preserve">, </w:t>
      </w:r>
      <w:r w:rsidRPr="007818BD">
        <w:t>était déjà garrotté par deux hommes</w:t>
      </w:r>
      <w:r w:rsidR="00E8465A">
        <w:t xml:space="preserve"> ; </w:t>
      </w:r>
      <w:r w:rsidRPr="007818BD">
        <w:t>le moment d</w:t>
      </w:r>
      <w:r w:rsidR="00E8465A">
        <w:t>’</w:t>
      </w:r>
      <w:r w:rsidRPr="007818BD">
        <w:t>après</w:t>
      </w:r>
      <w:r w:rsidR="00E8465A">
        <w:t xml:space="preserve">, </w:t>
      </w:r>
      <w:r w:rsidRPr="007818BD">
        <w:t>la portière s</w:t>
      </w:r>
      <w:r w:rsidR="00E8465A">
        <w:t>’</w:t>
      </w:r>
      <w:r w:rsidRPr="007818BD">
        <w:t>ouvrit brusquement</w:t>
      </w:r>
      <w:r w:rsidR="00E8465A">
        <w:t xml:space="preserve">, </w:t>
      </w:r>
      <w:r w:rsidRPr="007818BD">
        <w:t>et un grand homme</w:t>
      </w:r>
      <w:r w:rsidR="00E8465A">
        <w:t xml:space="preserve">, </w:t>
      </w:r>
      <w:r w:rsidRPr="007818BD">
        <w:t>masqué et enveloppé d</w:t>
      </w:r>
      <w:r w:rsidR="00E8465A">
        <w:t>’</w:t>
      </w:r>
      <w:r w:rsidRPr="007818BD">
        <w:t>un manteau</w:t>
      </w:r>
      <w:r w:rsidR="00E8465A">
        <w:t xml:space="preserve">, </w:t>
      </w:r>
      <w:r w:rsidRPr="007818BD">
        <w:t>apparut</w:t>
      </w:r>
      <w:r w:rsidR="00E8465A">
        <w:t>.</w:t>
      </w:r>
    </w:p>
    <w:p w14:paraId="4BCD78EF" w14:textId="77777777" w:rsidR="00E8465A" w:rsidRDefault="00E8465A" w:rsidP="00E0544E">
      <w:r>
        <w:t>« </w:t>
      </w:r>
      <w:r w:rsidR="00E0544E" w:rsidRPr="007818BD">
        <w:t>Ne craignez rien</w:t>
      </w:r>
      <w:r>
        <w:t xml:space="preserve">, </w:t>
      </w:r>
      <w:r w:rsidR="00E0544E" w:rsidRPr="007818BD">
        <w:t>belle Pisani</w:t>
      </w:r>
      <w:r>
        <w:t xml:space="preserve">, </w:t>
      </w:r>
      <w:r w:rsidR="00E0544E" w:rsidRPr="007818BD">
        <w:t>dit-il avec douceur</w:t>
      </w:r>
      <w:r>
        <w:t xml:space="preserve">, </w:t>
      </w:r>
      <w:r w:rsidR="00E0544E" w:rsidRPr="007818BD">
        <w:t>il ne vous arrivera aucun mal</w:t>
      </w:r>
      <w:r>
        <w:t>. »</w:t>
      </w:r>
      <w:r w:rsidR="00E0544E" w:rsidRPr="007818BD">
        <w:t xml:space="preserve"> Et</w:t>
      </w:r>
      <w:r>
        <w:t xml:space="preserve">, </w:t>
      </w:r>
      <w:r w:rsidR="00E0544E" w:rsidRPr="007818BD">
        <w:t>tout en parlant</w:t>
      </w:r>
      <w:r>
        <w:t xml:space="preserve">, </w:t>
      </w:r>
      <w:r w:rsidR="00E0544E" w:rsidRPr="007818BD">
        <w:t>il avait passé son bras sous la taille de l</w:t>
      </w:r>
      <w:r>
        <w:t>’</w:t>
      </w:r>
      <w:r w:rsidR="00E0544E" w:rsidRPr="007818BD">
        <w:t>artiste et essayait de l</w:t>
      </w:r>
      <w:r>
        <w:t>’</w:t>
      </w:r>
      <w:r w:rsidR="00E0544E" w:rsidRPr="007818BD">
        <w:t>enlever de la voit</w:t>
      </w:r>
      <w:r w:rsidR="00E0544E" w:rsidRPr="007818BD">
        <w:t>u</w:t>
      </w:r>
      <w:r w:rsidR="00E0544E" w:rsidRPr="007818BD">
        <w:t>re</w:t>
      </w:r>
      <w:r>
        <w:t xml:space="preserve">. </w:t>
      </w:r>
      <w:r w:rsidR="00E0544E" w:rsidRPr="007818BD">
        <w:t xml:space="preserve">Mais </w:t>
      </w:r>
      <w:proofErr w:type="spellStart"/>
      <w:r w:rsidR="00E0544E" w:rsidRPr="007818BD">
        <w:t>Gionetta</w:t>
      </w:r>
      <w:proofErr w:type="spellEnd"/>
      <w:r w:rsidR="00E0544E" w:rsidRPr="007818BD">
        <w:t xml:space="preserve"> était une alliée rare et précieuse</w:t>
      </w:r>
      <w:r>
        <w:t xml:space="preserve"> ; </w:t>
      </w:r>
      <w:r w:rsidR="00E0544E" w:rsidRPr="007818BD">
        <w:t>elle repou</w:t>
      </w:r>
      <w:r w:rsidR="00E0544E" w:rsidRPr="007818BD">
        <w:t>s</w:t>
      </w:r>
      <w:r w:rsidR="00E0544E" w:rsidRPr="007818BD">
        <w:t>sa l</w:t>
      </w:r>
      <w:r>
        <w:t>’</w:t>
      </w:r>
      <w:r w:rsidR="00E0544E" w:rsidRPr="007818BD">
        <w:t>assaillant avec une vigueur qui l</w:t>
      </w:r>
      <w:r>
        <w:t>’</w:t>
      </w:r>
      <w:r w:rsidR="00E0544E" w:rsidRPr="007818BD">
        <w:t>étonna</w:t>
      </w:r>
      <w:r>
        <w:t xml:space="preserve">, </w:t>
      </w:r>
      <w:r w:rsidR="00E0544E" w:rsidRPr="007818BD">
        <w:t>et compléta le mouvement défensif par une décharge d</w:t>
      </w:r>
      <w:r>
        <w:t>’</w:t>
      </w:r>
      <w:r w:rsidR="00E0544E" w:rsidRPr="007818BD">
        <w:t>invectives de la plus grande énergie</w:t>
      </w:r>
      <w:r>
        <w:t>.</w:t>
      </w:r>
    </w:p>
    <w:p w14:paraId="7293CA15" w14:textId="77777777" w:rsidR="00E8465A" w:rsidRDefault="00E0544E" w:rsidP="00E0544E">
      <w:r w:rsidRPr="007818BD">
        <w:t>L</w:t>
      </w:r>
      <w:r w:rsidR="00E8465A">
        <w:t>’</w:t>
      </w:r>
      <w:r w:rsidRPr="007818BD">
        <w:t>homme masqué se retira pour réparer le désordre que la lutte avait produit dans son costume</w:t>
      </w:r>
      <w:r w:rsidR="00E8465A">
        <w:t>.</w:t>
      </w:r>
    </w:p>
    <w:p w14:paraId="4131FF00" w14:textId="24A53FF8" w:rsidR="00E0544E" w:rsidRPr="007818BD" w:rsidRDefault="00E8465A" w:rsidP="00E0544E">
      <w:r>
        <w:t>« </w:t>
      </w:r>
      <w:r w:rsidR="00E0544E" w:rsidRPr="007818BD">
        <w:t xml:space="preserve">Corpo di </w:t>
      </w:r>
      <w:proofErr w:type="spellStart"/>
      <w:r w:rsidR="00E0544E" w:rsidRPr="007818BD">
        <w:t>Baccho</w:t>
      </w:r>
      <w:proofErr w:type="spellEnd"/>
      <w:r>
        <w:t xml:space="preserve"> ! </w:t>
      </w:r>
      <w:r w:rsidR="00E0544E" w:rsidRPr="007818BD">
        <w:t>dit-il en riant à demi</w:t>
      </w:r>
      <w:r>
        <w:t xml:space="preserve">, </w:t>
      </w:r>
      <w:r w:rsidR="00E0544E" w:rsidRPr="007818BD">
        <w:t>elle est bien pr</w:t>
      </w:r>
      <w:r w:rsidR="00E0544E" w:rsidRPr="007818BD">
        <w:t>o</w:t>
      </w:r>
      <w:r w:rsidR="00E0544E" w:rsidRPr="007818BD">
        <w:t>tégée</w:t>
      </w:r>
      <w:r>
        <w:t xml:space="preserve">… </w:t>
      </w:r>
      <w:r w:rsidR="00E0544E" w:rsidRPr="007818BD">
        <w:t>Holà</w:t>
      </w:r>
      <w:r>
        <w:t xml:space="preserve"> ! </w:t>
      </w:r>
      <w:r w:rsidR="00E0544E" w:rsidRPr="007818BD">
        <w:t>Luigi</w:t>
      </w:r>
      <w:r>
        <w:t xml:space="preserve">, </w:t>
      </w:r>
      <w:r w:rsidR="00E0544E" w:rsidRPr="007818BD">
        <w:t>Giovanni</w:t>
      </w:r>
      <w:r>
        <w:t xml:space="preserve">, </w:t>
      </w:r>
      <w:r w:rsidR="00E0544E" w:rsidRPr="007818BD">
        <w:t>saisissez cette vieille</w:t>
      </w:r>
      <w:r>
        <w:t xml:space="preserve"> ! </w:t>
      </w:r>
      <w:r w:rsidR="00E0544E" w:rsidRPr="007818BD">
        <w:t>Vite</w:t>
      </w:r>
      <w:r>
        <w:t xml:space="preserve"> ! </w:t>
      </w:r>
      <w:r w:rsidR="00E0544E" w:rsidRPr="007818BD">
        <w:t>qu</w:t>
      </w:r>
      <w:r>
        <w:t>’</w:t>
      </w:r>
      <w:r w:rsidR="00E0544E" w:rsidRPr="007818BD">
        <w:t>attendez-vous</w:t>
      </w:r>
      <w:r>
        <w:t> ? »</w:t>
      </w:r>
    </w:p>
    <w:p w14:paraId="3610726D" w14:textId="5B1088D7" w:rsidR="00E0544E" w:rsidRPr="007818BD" w:rsidRDefault="00E0544E" w:rsidP="00E0544E">
      <w:r w:rsidRPr="007818BD">
        <w:t>L</w:t>
      </w:r>
      <w:r w:rsidR="00E8465A">
        <w:t>’</w:t>
      </w:r>
      <w:r w:rsidRPr="007818BD">
        <w:t>homme se retira pour laisser la place libre à ses subo</w:t>
      </w:r>
      <w:r w:rsidRPr="007818BD">
        <w:t>r</w:t>
      </w:r>
      <w:r w:rsidRPr="007818BD">
        <w:t>donnés</w:t>
      </w:r>
      <w:r w:rsidR="00E8465A">
        <w:t xml:space="preserve"> ; </w:t>
      </w:r>
      <w:r w:rsidRPr="007818BD">
        <w:t>un autre perso</w:t>
      </w:r>
      <w:r w:rsidRPr="007818BD">
        <w:t>n</w:t>
      </w:r>
      <w:r w:rsidRPr="007818BD">
        <w:t>nage également masqué</w:t>
      </w:r>
      <w:r w:rsidR="00E8465A">
        <w:t xml:space="preserve">, </w:t>
      </w:r>
      <w:r w:rsidRPr="007818BD">
        <w:t>et plus grand encore que lui</w:t>
      </w:r>
      <w:r w:rsidR="00E8465A">
        <w:t xml:space="preserve">, </w:t>
      </w:r>
      <w:r w:rsidRPr="007818BD">
        <w:t>s</w:t>
      </w:r>
      <w:r w:rsidR="00E8465A">
        <w:t>’</w:t>
      </w:r>
      <w:r w:rsidRPr="007818BD">
        <w:t>approcha</w:t>
      </w:r>
      <w:r w:rsidR="00E8465A">
        <w:t> : « </w:t>
      </w:r>
      <w:r w:rsidRPr="007818BD">
        <w:t>Soyez sans crainte</w:t>
      </w:r>
      <w:r w:rsidR="00E8465A">
        <w:t xml:space="preserve">, </w:t>
      </w:r>
      <w:r w:rsidRPr="007818BD">
        <w:t>Viola Pisani</w:t>
      </w:r>
      <w:r w:rsidR="00E8465A">
        <w:t xml:space="preserve">, </w:t>
      </w:r>
      <w:r w:rsidRPr="007818BD">
        <w:t>dit-il à voix basse</w:t>
      </w:r>
      <w:r w:rsidR="00E8465A">
        <w:t xml:space="preserve"> ; </w:t>
      </w:r>
      <w:r w:rsidRPr="007818BD">
        <w:t>avec moi vous êtes réellement en sûreté</w:t>
      </w:r>
      <w:r w:rsidR="00E8465A">
        <w:t>. »</w:t>
      </w:r>
    </w:p>
    <w:p w14:paraId="1CDF11B3" w14:textId="77777777" w:rsidR="00E8465A" w:rsidRDefault="00E0544E" w:rsidP="00E0544E">
      <w:r w:rsidRPr="007818BD">
        <w:t>Il leva son masque en parlant</w:t>
      </w:r>
      <w:r w:rsidR="00E8465A">
        <w:t xml:space="preserve">, </w:t>
      </w:r>
      <w:r w:rsidRPr="007818BD">
        <w:t xml:space="preserve">et montra les nobles traits de </w:t>
      </w:r>
      <w:proofErr w:type="spellStart"/>
      <w:r w:rsidRPr="007818BD">
        <w:t>Zanoni</w:t>
      </w:r>
      <w:proofErr w:type="spellEnd"/>
      <w:r w:rsidR="00E8465A">
        <w:t>.</w:t>
      </w:r>
    </w:p>
    <w:p w14:paraId="6C1ECDE1" w14:textId="2ABC824A" w:rsidR="00E0544E" w:rsidRPr="007818BD" w:rsidRDefault="00E8465A" w:rsidP="00E0544E">
      <w:r>
        <w:t>« </w:t>
      </w:r>
      <w:r w:rsidR="00E0544E" w:rsidRPr="007818BD">
        <w:t>Soyez calme</w:t>
      </w:r>
      <w:r>
        <w:t xml:space="preserve">, </w:t>
      </w:r>
      <w:r w:rsidR="00E0544E" w:rsidRPr="007818BD">
        <w:t>et je puis vous sauver</w:t>
      </w:r>
      <w:r>
        <w:t>. »</w:t>
      </w:r>
    </w:p>
    <w:p w14:paraId="60C085A5" w14:textId="77777777" w:rsidR="00E8465A" w:rsidRDefault="00E0544E" w:rsidP="00E0544E">
      <w:r w:rsidRPr="007818BD">
        <w:lastRenderedPageBreak/>
        <w:t>Il disparut</w:t>
      </w:r>
      <w:r w:rsidR="00E8465A">
        <w:t xml:space="preserve">, </w:t>
      </w:r>
      <w:r w:rsidRPr="007818BD">
        <w:t>laissant Viola perdue dans la surprise</w:t>
      </w:r>
      <w:r w:rsidR="00E8465A">
        <w:t xml:space="preserve">, </w:t>
      </w:r>
      <w:r w:rsidRPr="007818BD">
        <w:t>l</w:t>
      </w:r>
      <w:r w:rsidR="00E8465A">
        <w:t>’</w:t>
      </w:r>
      <w:r w:rsidRPr="007818BD">
        <w:t>agitation</w:t>
      </w:r>
      <w:r w:rsidR="00E8465A">
        <w:t xml:space="preserve">, </w:t>
      </w:r>
      <w:r w:rsidRPr="007818BD">
        <w:t>le bonheur</w:t>
      </w:r>
      <w:r w:rsidR="00E8465A">
        <w:t xml:space="preserve">. </w:t>
      </w:r>
      <w:r w:rsidRPr="007818BD">
        <w:t>Il y avait en tout neuf masques</w:t>
      </w:r>
      <w:r w:rsidR="00E8465A">
        <w:t xml:space="preserve"> : </w:t>
      </w:r>
      <w:r w:rsidRPr="007818BD">
        <w:t>deux étaient occupés du cocher</w:t>
      </w:r>
      <w:r w:rsidR="00E8465A">
        <w:t xml:space="preserve"> ; </w:t>
      </w:r>
      <w:r w:rsidRPr="007818BD">
        <w:t>un autre tenait la tête des chevaux</w:t>
      </w:r>
      <w:r w:rsidR="00E8465A">
        <w:t xml:space="preserve"> ; </w:t>
      </w:r>
      <w:r w:rsidRPr="007818BD">
        <w:t>un quatrième gardait ceux des ravisseurs</w:t>
      </w:r>
      <w:r w:rsidR="00E8465A">
        <w:t xml:space="preserve"> ; </w:t>
      </w:r>
      <w:r w:rsidRPr="007818BD">
        <w:t>trois autres</w:t>
      </w:r>
      <w:r w:rsidR="00E8465A">
        <w:t xml:space="preserve"> (</w:t>
      </w:r>
      <w:r w:rsidRPr="007818BD">
        <w:t xml:space="preserve">outre </w:t>
      </w:r>
      <w:proofErr w:type="spellStart"/>
      <w:r w:rsidRPr="007818BD">
        <w:t>Zanoni</w:t>
      </w:r>
      <w:proofErr w:type="spellEnd"/>
      <w:r w:rsidRPr="007818BD">
        <w:t xml:space="preserve"> et celui qui le premier avait abordé Viola</w:t>
      </w:r>
      <w:r w:rsidR="00E8465A">
        <w:t xml:space="preserve">) </w:t>
      </w:r>
      <w:r w:rsidRPr="007818BD">
        <w:t>se tenaient auprès d</w:t>
      </w:r>
      <w:r w:rsidR="00E8465A">
        <w:t>’</w:t>
      </w:r>
      <w:r w:rsidRPr="007818BD">
        <w:t>une voiture stationnée au bord de la route</w:t>
      </w:r>
      <w:r w:rsidR="00E8465A">
        <w:t xml:space="preserve">. </w:t>
      </w:r>
      <w:proofErr w:type="spellStart"/>
      <w:r w:rsidRPr="007818BD">
        <w:t>Zanoni</w:t>
      </w:r>
      <w:proofErr w:type="spellEnd"/>
      <w:r w:rsidRPr="007818BD">
        <w:t xml:space="preserve"> leur fit signe</w:t>
      </w:r>
      <w:r w:rsidR="00E8465A">
        <w:t xml:space="preserve"> ; </w:t>
      </w:r>
      <w:r w:rsidRPr="007818BD">
        <w:t>ils s</w:t>
      </w:r>
      <w:r w:rsidR="00E8465A">
        <w:t>’</w:t>
      </w:r>
      <w:r w:rsidRPr="007818BD">
        <w:t>approchèrent</w:t>
      </w:r>
      <w:r w:rsidR="00E8465A">
        <w:t xml:space="preserve"> ; </w:t>
      </w:r>
      <w:r w:rsidRPr="007818BD">
        <w:t>il leur montra le premier masque qui n</w:t>
      </w:r>
      <w:r w:rsidR="00E8465A">
        <w:t>’</w:t>
      </w:r>
      <w:r w:rsidRPr="007818BD">
        <w:t>était autre que le prince de</w:t>
      </w:r>
      <w:r w:rsidR="00E8465A">
        <w:t xml:space="preserve">… </w:t>
      </w:r>
      <w:r w:rsidRPr="007818BD">
        <w:t>et</w:t>
      </w:r>
      <w:r w:rsidR="00E8465A">
        <w:t xml:space="preserve">, </w:t>
      </w:r>
      <w:r w:rsidRPr="007818BD">
        <w:t>à son inexprimable éto</w:t>
      </w:r>
      <w:r w:rsidRPr="007818BD">
        <w:t>n</w:t>
      </w:r>
      <w:r w:rsidRPr="007818BD">
        <w:t>nement</w:t>
      </w:r>
      <w:r w:rsidR="00E8465A">
        <w:t xml:space="preserve">, </w:t>
      </w:r>
      <w:r w:rsidRPr="007818BD">
        <w:t>le prince se sentit tout à coup saisir par derrière</w:t>
      </w:r>
      <w:r w:rsidR="00E8465A">
        <w:t>.</w:t>
      </w:r>
    </w:p>
    <w:p w14:paraId="627DA17D" w14:textId="77777777" w:rsidR="00E8465A" w:rsidRDefault="00E8465A" w:rsidP="00E0544E">
      <w:r>
        <w:t>« </w:t>
      </w:r>
      <w:r w:rsidR="00E0544E" w:rsidRPr="007818BD">
        <w:t>Trahison</w:t>
      </w:r>
      <w:r>
        <w:t xml:space="preserve"> ! </w:t>
      </w:r>
      <w:r w:rsidR="00E0544E" w:rsidRPr="007818BD">
        <w:t>cria-t-il</w:t>
      </w:r>
      <w:r>
        <w:t xml:space="preserve">. </w:t>
      </w:r>
      <w:r w:rsidR="00E0544E" w:rsidRPr="007818BD">
        <w:t>Trahison parmi mes gens</w:t>
      </w:r>
      <w:r>
        <w:t xml:space="preserve"> ! </w:t>
      </w:r>
      <w:r w:rsidR="00E0544E" w:rsidRPr="007818BD">
        <w:t>Que sign</w:t>
      </w:r>
      <w:r w:rsidR="00E0544E" w:rsidRPr="007818BD">
        <w:t>i</w:t>
      </w:r>
      <w:r w:rsidR="00E0544E" w:rsidRPr="007818BD">
        <w:t>fie ceci</w:t>
      </w:r>
      <w:r>
        <w:t> ?</w:t>
      </w:r>
    </w:p>
    <w:p w14:paraId="595ED0B9" w14:textId="77777777" w:rsidR="00E8465A" w:rsidRDefault="00E8465A" w:rsidP="00E0544E">
      <w:r>
        <w:t>— </w:t>
      </w:r>
      <w:r w:rsidR="00E0544E" w:rsidRPr="007818BD">
        <w:t>Placez-le dans son carrosse</w:t>
      </w:r>
      <w:r>
        <w:t xml:space="preserve"> ! </w:t>
      </w:r>
      <w:r w:rsidR="00E0544E" w:rsidRPr="007818BD">
        <w:t>S</w:t>
      </w:r>
      <w:r>
        <w:t>’</w:t>
      </w:r>
      <w:r w:rsidR="00E0544E" w:rsidRPr="007818BD">
        <w:t>il résiste</w:t>
      </w:r>
      <w:r>
        <w:t xml:space="preserve">, </w:t>
      </w:r>
      <w:r w:rsidR="00E0544E" w:rsidRPr="007818BD">
        <w:t>que son sang r</w:t>
      </w:r>
      <w:r w:rsidR="00E0544E" w:rsidRPr="007818BD">
        <w:t>e</w:t>
      </w:r>
      <w:r w:rsidR="00E0544E" w:rsidRPr="007818BD">
        <w:t>tombe sur sa tête</w:t>
      </w:r>
      <w:r>
        <w:t> ! »</w:t>
      </w:r>
      <w:r w:rsidR="00E0544E" w:rsidRPr="007818BD">
        <w:t xml:space="preserve"> dit tranquillement </w:t>
      </w:r>
      <w:proofErr w:type="spellStart"/>
      <w:r w:rsidR="00E0544E" w:rsidRPr="007818BD">
        <w:t>Zanoni</w:t>
      </w:r>
      <w:proofErr w:type="spellEnd"/>
      <w:r>
        <w:t>.</w:t>
      </w:r>
    </w:p>
    <w:p w14:paraId="5A8DEA4C" w14:textId="77777777" w:rsidR="00E8465A" w:rsidRDefault="00E0544E" w:rsidP="00E0544E">
      <w:r w:rsidRPr="007818BD">
        <w:t>Il s</w:t>
      </w:r>
      <w:r w:rsidR="00E8465A">
        <w:t>’</w:t>
      </w:r>
      <w:r w:rsidRPr="007818BD">
        <w:t>approcha des hommes qui avaient garrotté le cocher</w:t>
      </w:r>
      <w:r w:rsidR="00E8465A">
        <w:t>.</w:t>
      </w:r>
    </w:p>
    <w:p w14:paraId="6A6379B1" w14:textId="257A2944" w:rsidR="00E0544E" w:rsidRPr="007818BD" w:rsidRDefault="00E8465A" w:rsidP="00E0544E">
      <w:r>
        <w:t>« </w:t>
      </w:r>
      <w:r w:rsidR="00E0544E" w:rsidRPr="007818BD">
        <w:t>Vous n</w:t>
      </w:r>
      <w:r>
        <w:t>’</w:t>
      </w:r>
      <w:r w:rsidR="00E0544E" w:rsidRPr="007818BD">
        <w:t>êtes pas en force</w:t>
      </w:r>
      <w:r>
        <w:t xml:space="preserve">, </w:t>
      </w:r>
      <w:r w:rsidR="00E0544E" w:rsidRPr="007818BD">
        <w:t>vous êtes joués</w:t>
      </w:r>
      <w:r>
        <w:t xml:space="preserve">, </w:t>
      </w:r>
      <w:r w:rsidR="00E0544E" w:rsidRPr="007818BD">
        <w:t>dit-il</w:t>
      </w:r>
      <w:r>
        <w:t xml:space="preserve"> ; </w:t>
      </w:r>
      <w:r w:rsidR="00E0544E" w:rsidRPr="007818BD">
        <w:t>rejoignez votre maître</w:t>
      </w:r>
      <w:r>
        <w:t xml:space="preserve"> ; </w:t>
      </w:r>
      <w:r w:rsidR="00E0544E" w:rsidRPr="007818BD">
        <w:t>vous êtes trois</w:t>
      </w:r>
      <w:r>
        <w:t xml:space="preserve">, </w:t>
      </w:r>
      <w:r w:rsidR="00E0544E" w:rsidRPr="007818BD">
        <w:t>nous sommes six</w:t>
      </w:r>
      <w:r>
        <w:t xml:space="preserve">, </w:t>
      </w:r>
      <w:r w:rsidR="00E0544E" w:rsidRPr="007818BD">
        <w:t>armés jusqu</w:t>
      </w:r>
      <w:r>
        <w:t>’</w:t>
      </w:r>
      <w:r w:rsidR="00E0544E" w:rsidRPr="007818BD">
        <w:t>aux dents</w:t>
      </w:r>
      <w:r>
        <w:t xml:space="preserve">. </w:t>
      </w:r>
      <w:r w:rsidR="00E0544E" w:rsidRPr="007818BD">
        <w:t>Estimez-vous heureux que nous vous laissions la vie</w:t>
      </w:r>
      <w:r>
        <w:t xml:space="preserve">,… </w:t>
      </w:r>
      <w:r w:rsidR="00E0544E" w:rsidRPr="007818BD">
        <w:t>Allez</w:t>
      </w:r>
      <w:r>
        <w:t>… »</w:t>
      </w:r>
    </w:p>
    <w:p w14:paraId="01934BAB" w14:textId="77777777" w:rsidR="00E8465A" w:rsidRDefault="00E0544E" w:rsidP="00E0544E">
      <w:r w:rsidRPr="007818BD">
        <w:t>Les hommes effrayés se retirèrent</w:t>
      </w:r>
      <w:r w:rsidR="00E8465A">
        <w:t xml:space="preserve">. </w:t>
      </w:r>
      <w:r w:rsidRPr="007818BD">
        <w:t>Le cocher remonta</w:t>
      </w:r>
      <w:r w:rsidR="00E8465A">
        <w:t>.</w:t>
      </w:r>
    </w:p>
    <w:p w14:paraId="187AE85A" w14:textId="77777777" w:rsidR="00E8465A" w:rsidRDefault="00E8465A" w:rsidP="00E0544E">
      <w:r>
        <w:t>« </w:t>
      </w:r>
      <w:r w:rsidR="00E0544E" w:rsidRPr="007818BD">
        <w:t>Coupez les traits de leurs chevaux</w:t>
      </w:r>
      <w:r>
        <w:t xml:space="preserve">, </w:t>
      </w:r>
      <w:r w:rsidR="00E0544E" w:rsidRPr="007818BD">
        <w:t>et les rênes</w:t>
      </w:r>
      <w:r>
        <w:t>, »</w:t>
      </w:r>
      <w:r w:rsidR="00E0544E" w:rsidRPr="007818BD">
        <w:t xml:space="preserve"> dit </w:t>
      </w:r>
      <w:proofErr w:type="spellStart"/>
      <w:r w:rsidR="00E0544E" w:rsidRPr="007818BD">
        <w:t>Z</w:t>
      </w:r>
      <w:r w:rsidR="00E0544E" w:rsidRPr="007818BD">
        <w:t>a</w:t>
      </w:r>
      <w:r w:rsidR="00E0544E" w:rsidRPr="007818BD">
        <w:t>noni</w:t>
      </w:r>
      <w:proofErr w:type="spellEnd"/>
      <w:r>
        <w:t>.</w:t>
      </w:r>
    </w:p>
    <w:p w14:paraId="67940E27" w14:textId="77777777" w:rsidR="00E8465A" w:rsidRDefault="00E0544E" w:rsidP="00E0544E">
      <w:r w:rsidRPr="007818BD">
        <w:t>Il monta ensuite dans la voiture où était Viola</w:t>
      </w:r>
      <w:r w:rsidR="00E8465A">
        <w:t xml:space="preserve">, </w:t>
      </w:r>
      <w:r w:rsidRPr="007818BD">
        <w:t>et qui s</w:t>
      </w:r>
      <w:r w:rsidR="00E8465A">
        <w:t>’</w:t>
      </w:r>
      <w:r w:rsidRPr="007818BD">
        <w:t>éloigna rapidement</w:t>
      </w:r>
      <w:r w:rsidR="00E8465A">
        <w:t xml:space="preserve">, </w:t>
      </w:r>
      <w:r w:rsidRPr="007818BD">
        <w:t>lai</w:t>
      </w:r>
      <w:r w:rsidRPr="007818BD">
        <w:t>s</w:t>
      </w:r>
      <w:r w:rsidRPr="007818BD">
        <w:t>sant le ravisseur déconfit</w:t>
      </w:r>
      <w:r w:rsidR="00E8465A">
        <w:t xml:space="preserve">, </w:t>
      </w:r>
      <w:r w:rsidRPr="007818BD">
        <w:t>dans un état de fureur et de surprise impossible à décrire</w:t>
      </w:r>
      <w:r w:rsidR="00E8465A">
        <w:t>.</w:t>
      </w:r>
    </w:p>
    <w:p w14:paraId="1B0E2C50" w14:textId="3E308CBD" w:rsidR="00E0544E" w:rsidRPr="007818BD" w:rsidRDefault="00E8465A" w:rsidP="00E0544E">
      <w:r>
        <w:t>« </w:t>
      </w:r>
      <w:r w:rsidR="00E0544E" w:rsidRPr="007818BD">
        <w:t>Permettez-moi de vous expliquer le mystère</w:t>
      </w:r>
      <w:r>
        <w:t xml:space="preserve">, </w:t>
      </w:r>
      <w:r w:rsidR="00E0544E" w:rsidRPr="007818BD">
        <w:t xml:space="preserve">dit </w:t>
      </w:r>
      <w:proofErr w:type="spellStart"/>
      <w:r w:rsidR="00E0544E" w:rsidRPr="007818BD">
        <w:t>Zanoni</w:t>
      </w:r>
      <w:proofErr w:type="spellEnd"/>
      <w:r>
        <w:t xml:space="preserve">. </w:t>
      </w:r>
      <w:r w:rsidR="00E0544E" w:rsidRPr="007818BD">
        <w:t>J</w:t>
      </w:r>
      <w:r>
        <w:t>’</w:t>
      </w:r>
      <w:r w:rsidR="00E0544E" w:rsidRPr="007818BD">
        <w:t>ai découvert le complot</w:t>
      </w:r>
      <w:r>
        <w:t xml:space="preserve">, </w:t>
      </w:r>
      <w:r w:rsidR="00E0544E" w:rsidRPr="007818BD">
        <w:t>n</w:t>
      </w:r>
      <w:r>
        <w:t>’</w:t>
      </w:r>
      <w:r w:rsidR="00E0544E" w:rsidRPr="007818BD">
        <w:t>importe comment</w:t>
      </w:r>
      <w:r>
        <w:t xml:space="preserve">, </w:t>
      </w:r>
      <w:r w:rsidR="00E0544E" w:rsidRPr="007818BD">
        <w:t>et je l</w:t>
      </w:r>
      <w:r>
        <w:t>’</w:t>
      </w:r>
      <w:r w:rsidR="00E0544E" w:rsidRPr="007818BD">
        <w:t>ai déjoué</w:t>
      </w:r>
      <w:r>
        <w:t xml:space="preserve">. </w:t>
      </w:r>
      <w:r w:rsidR="00E0544E" w:rsidRPr="007818BD">
        <w:t>L</w:t>
      </w:r>
      <w:r>
        <w:t>’</w:t>
      </w:r>
      <w:r w:rsidR="00E0544E" w:rsidRPr="007818BD">
        <w:t>auteur du guet-apens est un gentilhomme qui vous a lon</w:t>
      </w:r>
      <w:r w:rsidR="00E0544E" w:rsidRPr="007818BD">
        <w:t>g</w:t>
      </w:r>
      <w:r w:rsidR="00E0544E" w:rsidRPr="007818BD">
        <w:t>temps obsédée eu vain</w:t>
      </w:r>
      <w:r>
        <w:t xml:space="preserve">. </w:t>
      </w:r>
      <w:r w:rsidR="00E0544E" w:rsidRPr="007818BD">
        <w:t>Lui et deux de ses créatures vous ont guettée depuis votre entrée au théâtre</w:t>
      </w:r>
      <w:r>
        <w:t xml:space="preserve">, </w:t>
      </w:r>
      <w:r w:rsidR="00E0544E" w:rsidRPr="007818BD">
        <w:t xml:space="preserve">après avoir </w:t>
      </w:r>
      <w:r w:rsidR="00E0544E" w:rsidRPr="007818BD">
        <w:lastRenderedPageBreak/>
        <w:t>donné re</w:t>
      </w:r>
      <w:r w:rsidR="00E0544E" w:rsidRPr="007818BD">
        <w:t>n</w:t>
      </w:r>
      <w:r w:rsidR="00E0544E" w:rsidRPr="007818BD">
        <w:t>dez-vous à six autres à l</w:t>
      </w:r>
      <w:r>
        <w:t>’</w:t>
      </w:r>
      <w:r w:rsidR="00E0544E" w:rsidRPr="007818BD">
        <w:t>endroit même où vous venez d</w:t>
      </w:r>
      <w:r>
        <w:t>’</w:t>
      </w:r>
      <w:r w:rsidR="00E0544E" w:rsidRPr="007818BD">
        <w:t>être a</w:t>
      </w:r>
      <w:r w:rsidR="00E0544E" w:rsidRPr="007818BD">
        <w:t>t</w:t>
      </w:r>
      <w:r w:rsidR="00E0544E" w:rsidRPr="007818BD">
        <w:t>taquée</w:t>
      </w:r>
      <w:r>
        <w:t xml:space="preserve"> : </w:t>
      </w:r>
      <w:r w:rsidR="00E0544E" w:rsidRPr="007818BD">
        <w:t>je les ai remplacés par cinq de mes domestiques</w:t>
      </w:r>
      <w:r>
        <w:t xml:space="preserve">, </w:t>
      </w:r>
      <w:r w:rsidR="00E0544E" w:rsidRPr="007818BD">
        <w:t>et ils nous ont pris pour leurs complices</w:t>
      </w:r>
      <w:r>
        <w:t xml:space="preserve">. </w:t>
      </w:r>
      <w:r w:rsidR="00E0544E" w:rsidRPr="007818BD">
        <w:t>J</w:t>
      </w:r>
      <w:r>
        <w:t>’</w:t>
      </w:r>
      <w:r w:rsidR="00E0544E" w:rsidRPr="007818BD">
        <w:t>étais précédemment venu au rendez-vous</w:t>
      </w:r>
      <w:r>
        <w:t xml:space="preserve">, </w:t>
      </w:r>
      <w:r w:rsidR="00E0544E" w:rsidRPr="007818BD">
        <w:t>à cheval</w:t>
      </w:r>
      <w:r>
        <w:t xml:space="preserve">, </w:t>
      </w:r>
      <w:r w:rsidR="00E0544E" w:rsidRPr="007818BD">
        <w:t>et j</w:t>
      </w:r>
      <w:r>
        <w:t>’</w:t>
      </w:r>
      <w:r w:rsidR="00E0544E" w:rsidRPr="007818BD">
        <w:t>avais prévenu les six hommes qui attendaient déjà</w:t>
      </w:r>
      <w:r>
        <w:t xml:space="preserve">, </w:t>
      </w:r>
      <w:r w:rsidR="00E0544E" w:rsidRPr="007818BD">
        <w:t>que leur maître n</w:t>
      </w:r>
      <w:r>
        <w:t>’</w:t>
      </w:r>
      <w:r w:rsidR="00E0544E" w:rsidRPr="007818BD">
        <w:t>aurait pas besoin de leurs services ce soir</w:t>
      </w:r>
      <w:r>
        <w:t xml:space="preserve">. </w:t>
      </w:r>
      <w:r w:rsidR="00E0544E" w:rsidRPr="007818BD">
        <w:t>Ils me crurent</w:t>
      </w:r>
      <w:r>
        <w:t xml:space="preserve">, </w:t>
      </w:r>
      <w:r w:rsidR="00E0544E" w:rsidRPr="007818BD">
        <w:t>se dispersèrent</w:t>
      </w:r>
      <w:r>
        <w:t xml:space="preserve">, </w:t>
      </w:r>
      <w:r w:rsidR="00E0544E" w:rsidRPr="007818BD">
        <w:t>et je fis alors avancer mon monde que j</w:t>
      </w:r>
      <w:r>
        <w:t>’</w:t>
      </w:r>
      <w:r w:rsidR="00E0544E" w:rsidRPr="007818BD">
        <w:t>avais laissé derrière moi</w:t>
      </w:r>
      <w:r>
        <w:t xml:space="preserve">. </w:t>
      </w:r>
      <w:r w:rsidR="00E0544E" w:rsidRPr="007818BD">
        <w:t>Vous savez tout</w:t>
      </w:r>
      <w:r>
        <w:t xml:space="preserve"> ; </w:t>
      </w:r>
      <w:r w:rsidR="00E0544E" w:rsidRPr="007818BD">
        <w:t>nous voici à votre porte</w:t>
      </w:r>
      <w:r>
        <w:t>. »</w:t>
      </w:r>
    </w:p>
    <w:p w14:paraId="509B640E" w14:textId="77777777" w:rsidR="00E8465A" w:rsidRDefault="00E0544E" w:rsidP="00E8465A">
      <w:pPr>
        <w:pStyle w:val="Titre2"/>
        <w:pageBreakBefore/>
      </w:pPr>
      <w:bookmarkStart w:id="14" w:name="_Toc199963063"/>
      <w:r w:rsidRPr="007818BD">
        <w:lastRenderedPageBreak/>
        <w:t>CHAPITRE</w:t>
      </w:r>
      <w:r w:rsidR="00E8465A">
        <w:t xml:space="preserve"> </w:t>
      </w:r>
      <w:r w:rsidRPr="007818BD">
        <w:t>III</w:t>
      </w:r>
      <w:r w:rsidR="00E8465A">
        <w:t>.</w:t>
      </w:r>
      <w:bookmarkEnd w:id="14"/>
    </w:p>
    <w:p w14:paraId="0DB5C595" w14:textId="77777777" w:rsidR="00E8465A" w:rsidRDefault="00E0544E" w:rsidP="00E0544E">
      <w:pPr>
        <w:pStyle w:val="NormalRetraitGauche4XIndent0"/>
        <w:spacing w:before="0" w:after="0"/>
        <w:rPr>
          <w:rStyle w:val="Taille-1Caracteres"/>
        </w:rPr>
      </w:pPr>
      <w:r w:rsidRPr="007818BD">
        <w:rPr>
          <w:rStyle w:val="Taille-1Caracteres"/>
        </w:rPr>
        <w:t>C</w:t>
      </w:r>
      <w:r w:rsidR="00E8465A">
        <w:rPr>
          <w:rStyle w:val="Taille-1Caracteres"/>
        </w:rPr>
        <w:t>’</w:t>
      </w:r>
      <w:r w:rsidRPr="007818BD">
        <w:rPr>
          <w:rStyle w:val="Taille-1Caracteres"/>
        </w:rPr>
        <w:t>est lorsqu</w:t>
      </w:r>
      <w:r w:rsidR="00E8465A">
        <w:rPr>
          <w:rStyle w:val="Taille-1Caracteres"/>
        </w:rPr>
        <w:t>’</w:t>
      </w:r>
      <w:r w:rsidRPr="007818BD">
        <w:rPr>
          <w:rStyle w:val="Taille-1Caracteres"/>
        </w:rPr>
        <w:t>ils sont fermés que mes yeux voient le mieux</w:t>
      </w:r>
      <w:r w:rsidR="00E8465A">
        <w:rPr>
          <w:rStyle w:val="Taille-1Caracteres"/>
        </w:rPr>
        <w:t xml:space="preserve"> : </w:t>
      </w:r>
      <w:r w:rsidRPr="007818BD">
        <w:rPr>
          <w:rStyle w:val="Taille-1Caracteres"/>
        </w:rPr>
        <w:t>car pendant le jour ils contemplent des choses indifférentes</w:t>
      </w:r>
      <w:r w:rsidR="00E8465A">
        <w:rPr>
          <w:rStyle w:val="Taille-1Caracteres"/>
        </w:rPr>
        <w:t xml:space="preserve"> ; </w:t>
      </w:r>
      <w:r w:rsidRPr="007818BD">
        <w:rPr>
          <w:rStyle w:val="Taille-1Caracteres"/>
        </w:rPr>
        <w:t>mais quand je sommeille</w:t>
      </w:r>
      <w:r w:rsidR="00E8465A">
        <w:rPr>
          <w:rStyle w:val="Taille-1Caracteres"/>
        </w:rPr>
        <w:t xml:space="preserve">, </w:t>
      </w:r>
      <w:r w:rsidRPr="007818BD">
        <w:rPr>
          <w:rStyle w:val="Taille-1Caracteres"/>
        </w:rPr>
        <w:t>dans mes rêves ils te regardent</w:t>
      </w:r>
      <w:r w:rsidR="00E8465A">
        <w:rPr>
          <w:rStyle w:val="Taille-1Caracteres"/>
        </w:rPr>
        <w:t xml:space="preserve">, </w:t>
      </w:r>
      <w:r w:rsidRPr="007818BD">
        <w:rPr>
          <w:rStyle w:val="Taille-1Caracteres"/>
        </w:rPr>
        <w:t>ils s</w:t>
      </w:r>
      <w:r w:rsidR="00E8465A">
        <w:rPr>
          <w:rStyle w:val="Taille-1Caracteres"/>
        </w:rPr>
        <w:t>’</w:t>
      </w:r>
      <w:r w:rsidRPr="007818BD">
        <w:rPr>
          <w:rStyle w:val="Taille-1Caracteres"/>
        </w:rPr>
        <w:t>éclairent dans l</w:t>
      </w:r>
      <w:r w:rsidR="00E8465A">
        <w:rPr>
          <w:rStyle w:val="Taille-1Caracteres"/>
        </w:rPr>
        <w:t>’</w:t>
      </w:r>
      <w:r w:rsidRPr="007818BD">
        <w:rPr>
          <w:rStyle w:val="Taille-1Caracteres"/>
        </w:rPr>
        <w:t>ombre</w:t>
      </w:r>
      <w:r w:rsidR="00E8465A">
        <w:rPr>
          <w:rStyle w:val="Taille-1Caracteres"/>
        </w:rPr>
        <w:t xml:space="preserve">, </w:t>
      </w:r>
      <w:r w:rsidRPr="007818BD">
        <w:rPr>
          <w:rStyle w:val="Taille-1Caracteres"/>
        </w:rPr>
        <w:t>et leur lumineux regard pénètre les tén</w:t>
      </w:r>
      <w:r w:rsidRPr="007818BD">
        <w:rPr>
          <w:rStyle w:val="Taille-1Caracteres"/>
        </w:rPr>
        <w:t>è</w:t>
      </w:r>
      <w:r w:rsidRPr="007818BD">
        <w:rPr>
          <w:rStyle w:val="Taille-1Caracteres"/>
        </w:rPr>
        <w:t>bres</w:t>
      </w:r>
      <w:r w:rsidR="00E8465A">
        <w:rPr>
          <w:rStyle w:val="Taille-1Caracteres"/>
        </w:rPr>
        <w:t>.</w:t>
      </w:r>
    </w:p>
    <w:p w14:paraId="6B8489BB" w14:textId="2491F020"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SHAKSPEARE</w:t>
      </w:r>
      <w:proofErr w:type="spellEnd"/>
      <w:r>
        <w:rPr>
          <w:rStyle w:val="Taille-1Caracteres"/>
        </w:rPr>
        <w:t>)</w:t>
      </w:r>
    </w:p>
    <w:p w14:paraId="060A0967" w14:textId="77777777" w:rsidR="00E8465A" w:rsidRDefault="00E0544E" w:rsidP="00E0544E">
      <w:proofErr w:type="spellStart"/>
      <w:r w:rsidRPr="007818BD">
        <w:t>Zanoni</w:t>
      </w:r>
      <w:proofErr w:type="spellEnd"/>
      <w:r w:rsidRPr="007818BD">
        <w:t xml:space="preserve"> suivit la jeune Napolitaine dans la maison</w:t>
      </w:r>
      <w:r w:rsidR="00E8465A">
        <w:t xml:space="preserve"> ; </w:t>
      </w:r>
      <w:proofErr w:type="spellStart"/>
      <w:r w:rsidRPr="007818BD">
        <w:t>Gione</w:t>
      </w:r>
      <w:r w:rsidRPr="007818BD">
        <w:t>t</w:t>
      </w:r>
      <w:r w:rsidRPr="007818BD">
        <w:t>ta</w:t>
      </w:r>
      <w:proofErr w:type="spellEnd"/>
      <w:r w:rsidRPr="007818BD">
        <w:t xml:space="preserve"> disparut</w:t>
      </w:r>
      <w:r w:rsidR="00E8465A">
        <w:t xml:space="preserve">. </w:t>
      </w:r>
      <w:r w:rsidRPr="007818BD">
        <w:t>Ils étaient seuls</w:t>
      </w:r>
      <w:r w:rsidR="00E8465A">
        <w:t xml:space="preserve">. </w:t>
      </w:r>
      <w:r w:rsidRPr="007818BD">
        <w:t>Seuls dans cette chambre si so</w:t>
      </w:r>
      <w:r w:rsidRPr="007818BD">
        <w:t>u</w:t>
      </w:r>
      <w:r w:rsidRPr="007818BD">
        <w:t>vent remplie</w:t>
      </w:r>
      <w:r w:rsidR="00E8465A">
        <w:t xml:space="preserve">, </w:t>
      </w:r>
      <w:r w:rsidRPr="007818BD">
        <w:t>dans les heureux jours d</w:t>
      </w:r>
      <w:r w:rsidR="00E8465A">
        <w:t>’</w:t>
      </w:r>
      <w:r w:rsidRPr="007818BD">
        <w:t>autrefois</w:t>
      </w:r>
      <w:r w:rsidR="00E8465A">
        <w:t xml:space="preserve">, </w:t>
      </w:r>
      <w:r w:rsidRPr="007818BD">
        <w:t>par les capr</w:t>
      </w:r>
      <w:r w:rsidRPr="007818BD">
        <w:t>i</w:t>
      </w:r>
      <w:r w:rsidRPr="007818BD">
        <w:t>cieuses mélodies de Pisani</w:t>
      </w:r>
      <w:r w:rsidR="00E8465A">
        <w:t xml:space="preserve"> ; </w:t>
      </w:r>
      <w:r w:rsidRPr="007818BD">
        <w:t>et maintenant elle y voyait cet étranger mystérieux</w:t>
      </w:r>
      <w:r w:rsidR="00E8465A">
        <w:t xml:space="preserve">, </w:t>
      </w:r>
      <w:r w:rsidRPr="007818BD">
        <w:t>attaché</w:t>
      </w:r>
      <w:r w:rsidR="00E8465A">
        <w:t xml:space="preserve">, </w:t>
      </w:r>
      <w:r w:rsidRPr="007818BD">
        <w:t>pour ainsi dire</w:t>
      </w:r>
      <w:r w:rsidR="00E8465A">
        <w:t xml:space="preserve">, </w:t>
      </w:r>
      <w:r w:rsidRPr="007818BD">
        <w:t>à sa destinée</w:t>
      </w:r>
      <w:r w:rsidR="00E8465A">
        <w:t xml:space="preserve">, </w:t>
      </w:r>
      <w:r w:rsidRPr="007818BD">
        <w:t>mais beau et majestueux</w:t>
      </w:r>
      <w:r w:rsidR="00E8465A">
        <w:t xml:space="preserve">, </w:t>
      </w:r>
      <w:r w:rsidRPr="007818BD">
        <w:t>debout à la place même ou tant de fois elle s</w:t>
      </w:r>
      <w:r w:rsidR="00E8465A">
        <w:t>’</w:t>
      </w:r>
      <w:r w:rsidRPr="007818BD">
        <w:t>était assise aux pieds de son père</w:t>
      </w:r>
      <w:r w:rsidR="00E8465A">
        <w:t xml:space="preserve">, </w:t>
      </w:r>
      <w:r w:rsidRPr="007818BD">
        <w:t>émue et charmée</w:t>
      </w:r>
      <w:r w:rsidR="00E8465A">
        <w:t xml:space="preserve">. </w:t>
      </w:r>
      <w:r w:rsidRPr="007818BD">
        <w:t>Elle pensa presque</w:t>
      </w:r>
      <w:r w:rsidR="00E8465A">
        <w:t xml:space="preserve">, </w:t>
      </w:r>
      <w:r w:rsidRPr="007818BD">
        <w:t>avec son habitude de personnifier par l</w:t>
      </w:r>
      <w:r w:rsidR="00E8465A">
        <w:t>’</w:t>
      </w:r>
      <w:r w:rsidRPr="007818BD">
        <w:t>imagination ses rêves aériens</w:t>
      </w:r>
      <w:r w:rsidR="00E8465A">
        <w:t xml:space="preserve">, </w:t>
      </w:r>
      <w:r w:rsidRPr="007818BD">
        <w:t>que l</w:t>
      </w:r>
      <w:r w:rsidR="00E8465A">
        <w:t>’</w:t>
      </w:r>
      <w:r w:rsidRPr="007818BD">
        <w:t>esprit de la musique avait pris une forme v</w:t>
      </w:r>
      <w:r w:rsidRPr="007818BD">
        <w:t>i</w:t>
      </w:r>
      <w:r w:rsidRPr="007818BD">
        <w:t>vante et se tenait devant elle</w:t>
      </w:r>
      <w:r w:rsidR="00E8465A">
        <w:t xml:space="preserve">, </w:t>
      </w:r>
      <w:r w:rsidRPr="007818BD">
        <w:t>radieux dans l</w:t>
      </w:r>
      <w:r w:rsidR="00E8465A">
        <w:t>’</w:t>
      </w:r>
      <w:r w:rsidRPr="007818BD">
        <w:t>image qu</w:t>
      </w:r>
      <w:r w:rsidR="00E8465A">
        <w:t>’</w:t>
      </w:r>
      <w:r w:rsidRPr="007818BD">
        <w:t>il avait empruntée</w:t>
      </w:r>
      <w:r w:rsidR="00E8465A">
        <w:t xml:space="preserve">. </w:t>
      </w:r>
      <w:r w:rsidRPr="007818BD">
        <w:t>Elle ignorait pendant tout ce temps combien elle-même était belle</w:t>
      </w:r>
      <w:r w:rsidR="00E8465A">
        <w:t xml:space="preserve">. </w:t>
      </w:r>
      <w:r w:rsidRPr="007818BD">
        <w:t>Elle avait quitté son capuchon et son voile</w:t>
      </w:r>
      <w:r w:rsidR="00E8465A">
        <w:t xml:space="preserve"> ; </w:t>
      </w:r>
      <w:r w:rsidRPr="007818BD">
        <w:t>ses cheveux un peu en désordre retombaient sur le cou d</w:t>
      </w:r>
      <w:r w:rsidR="00E8465A">
        <w:t>’</w:t>
      </w:r>
      <w:r w:rsidRPr="007818BD">
        <w:t>ivoire que laissait voir sa robe</w:t>
      </w:r>
      <w:r w:rsidR="00E8465A">
        <w:t xml:space="preserve"> ; </w:t>
      </w:r>
      <w:r w:rsidRPr="007818BD">
        <w:t>ses yeux noirs étaient baignés de la</w:t>
      </w:r>
      <w:r w:rsidRPr="007818BD">
        <w:t>r</w:t>
      </w:r>
      <w:r w:rsidRPr="007818BD">
        <w:t>mes reconnaissantes</w:t>
      </w:r>
      <w:r w:rsidR="00E8465A">
        <w:t xml:space="preserve">, </w:t>
      </w:r>
      <w:r w:rsidRPr="007818BD">
        <w:t>son teint était encore animé par ses réce</w:t>
      </w:r>
      <w:r w:rsidRPr="007818BD">
        <w:t>n</w:t>
      </w:r>
      <w:r w:rsidRPr="007818BD">
        <w:t>tes émotions</w:t>
      </w:r>
      <w:r w:rsidR="00E8465A">
        <w:t xml:space="preserve">. </w:t>
      </w:r>
      <w:r w:rsidRPr="007818BD">
        <w:t>Jamais le dieu de la lumière et de l</w:t>
      </w:r>
      <w:r w:rsidR="00E8465A">
        <w:t>’</w:t>
      </w:r>
      <w:r w:rsidRPr="007818BD">
        <w:t>harmonie</w:t>
      </w:r>
      <w:r w:rsidR="00E8465A">
        <w:t xml:space="preserve">, </w:t>
      </w:r>
      <w:r w:rsidRPr="007818BD">
        <w:t>dans ses bosquets d</w:t>
      </w:r>
      <w:r w:rsidR="00E8465A">
        <w:t>’</w:t>
      </w:r>
      <w:r w:rsidRPr="007818BD">
        <w:t>Arcadie</w:t>
      </w:r>
      <w:r w:rsidR="00E8465A">
        <w:t xml:space="preserve">, </w:t>
      </w:r>
      <w:r w:rsidRPr="007818BD">
        <w:t>n</w:t>
      </w:r>
      <w:r w:rsidR="00E8465A">
        <w:t>’</w:t>
      </w:r>
      <w:r w:rsidRPr="007818BD">
        <w:t>avait vu</w:t>
      </w:r>
      <w:r w:rsidR="00E8465A">
        <w:t xml:space="preserve">, </w:t>
      </w:r>
      <w:r w:rsidRPr="007818BD">
        <w:t>sous sa forme mortelle</w:t>
      </w:r>
      <w:r w:rsidR="00E8465A">
        <w:t xml:space="preserve">, </w:t>
      </w:r>
      <w:r w:rsidRPr="007818BD">
        <w:t>vierge ou nymphe plus belle</w:t>
      </w:r>
      <w:r w:rsidR="00E8465A">
        <w:t>.</w:t>
      </w:r>
    </w:p>
    <w:p w14:paraId="00AB9A57" w14:textId="77777777" w:rsidR="00E8465A" w:rsidRDefault="00E0544E" w:rsidP="00E0544E">
      <w:proofErr w:type="spellStart"/>
      <w:r w:rsidRPr="007818BD">
        <w:t>Zanoni</w:t>
      </w:r>
      <w:proofErr w:type="spellEnd"/>
      <w:r w:rsidRPr="007818BD">
        <w:t xml:space="preserve"> la contempla avec un regard où l</w:t>
      </w:r>
      <w:r w:rsidR="00E8465A">
        <w:t>’</w:t>
      </w:r>
      <w:r w:rsidRPr="007818BD">
        <w:t>admiration se</w:t>
      </w:r>
      <w:r w:rsidRPr="007818BD">
        <w:t>m</w:t>
      </w:r>
      <w:r w:rsidRPr="007818BD">
        <w:t>blait mêlée à une sorte de compassion</w:t>
      </w:r>
      <w:r w:rsidR="00E8465A">
        <w:t xml:space="preserve">. </w:t>
      </w:r>
      <w:r w:rsidRPr="007818BD">
        <w:t>Il murmura en lui-même quelques-paroles</w:t>
      </w:r>
      <w:r w:rsidR="00E8465A">
        <w:t xml:space="preserve">, </w:t>
      </w:r>
      <w:r w:rsidRPr="007818BD">
        <w:t>puis lui parla à voix haute</w:t>
      </w:r>
      <w:r w:rsidR="00E8465A">
        <w:t>.</w:t>
      </w:r>
    </w:p>
    <w:p w14:paraId="13AD4F0C" w14:textId="4A177335" w:rsidR="00E0544E" w:rsidRPr="007818BD" w:rsidRDefault="00E8465A" w:rsidP="00E0544E">
      <w:r>
        <w:lastRenderedPageBreak/>
        <w:t>« </w:t>
      </w:r>
      <w:r w:rsidR="00E0544E" w:rsidRPr="007818BD">
        <w:t>Viola</w:t>
      </w:r>
      <w:r>
        <w:t xml:space="preserve"> ! </w:t>
      </w:r>
      <w:r w:rsidR="00E0544E" w:rsidRPr="007818BD">
        <w:t>Je vous ai sauvée d</w:t>
      </w:r>
      <w:r>
        <w:t>’</w:t>
      </w:r>
      <w:r w:rsidR="00E0544E" w:rsidRPr="007818BD">
        <w:t>un grand péril</w:t>
      </w:r>
      <w:r>
        <w:t xml:space="preserve"> ; </w:t>
      </w:r>
      <w:r w:rsidR="00E0544E" w:rsidRPr="007818BD">
        <w:t>non pas du déshonneur seulement</w:t>
      </w:r>
      <w:r>
        <w:t xml:space="preserve">, </w:t>
      </w:r>
      <w:r w:rsidR="00E0544E" w:rsidRPr="007818BD">
        <w:t>mais peut-être de la mort</w:t>
      </w:r>
      <w:r>
        <w:t xml:space="preserve">. </w:t>
      </w:r>
      <w:r w:rsidR="00E0544E" w:rsidRPr="007818BD">
        <w:t>Le prince de</w:t>
      </w:r>
      <w:r>
        <w:t xml:space="preserve">… </w:t>
      </w:r>
      <w:r w:rsidR="00E0544E" w:rsidRPr="007818BD">
        <w:t>sous un gouvernement faible</w:t>
      </w:r>
      <w:r>
        <w:t xml:space="preserve">, </w:t>
      </w:r>
      <w:r w:rsidR="00E0544E" w:rsidRPr="007818BD">
        <w:t>despotique et vénal</w:t>
      </w:r>
      <w:r>
        <w:t xml:space="preserve">, </w:t>
      </w:r>
      <w:r w:rsidR="00E0544E" w:rsidRPr="007818BD">
        <w:t>est au</w:t>
      </w:r>
      <w:r>
        <w:t>-</w:t>
      </w:r>
      <w:r w:rsidR="00E0544E" w:rsidRPr="007818BD">
        <w:t>dessus des lois</w:t>
      </w:r>
      <w:r>
        <w:t xml:space="preserve">. </w:t>
      </w:r>
      <w:r w:rsidR="00E0544E" w:rsidRPr="007818BD">
        <w:t>Il est capable de tous les crimes</w:t>
      </w:r>
      <w:r>
        <w:t xml:space="preserve"> ; </w:t>
      </w:r>
      <w:r w:rsidR="00E0544E" w:rsidRPr="007818BD">
        <w:t>mais</w:t>
      </w:r>
      <w:r>
        <w:t xml:space="preserve">, </w:t>
      </w:r>
      <w:r w:rsidR="00E0544E" w:rsidRPr="007818BD">
        <w:t>au m</w:t>
      </w:r>
      <w:r w:rsidR="00E0544E" w:rsidRPr="007818BD">
        <w:t>i</w:t>
      </w:r>
      <w:r w:rsidR="00E0544E" w:rsidRPr="007818BD">
        <w:t>lieu de ses passions</w:t>
      </w:r>
      <w:r>
        <w:t xml:space="preserve">, </w:t>
      </w:r>
      <w:r w:rsidR="00E0544E" w:rsidRPr="007818BD">
        <w:t>il a la prudence de l</w:t>
      </w:r>
      <w:r>
        <w:t>’</w:t>
      </w:r>
      <w:r w:rsidR="00E0544E" w:rsidRPr="007818BD">
        <w:t>ambition</w:t>
      </w:r>
      <w:r>
        <w:t xml:space="preserve">. </w:t>
      </w:r>
      <w:r w:rsidR="00E0544E" w:rsidRPr="007818BD">
        <w:t>Si vous ne vouliez pas prendre le parti de vous résigner à l</w:t>
      </w:r>
      <w:r>
        <w:t>’</w:t>
      </w:r>
      <w:r w:rsidR="00E0544E" w:rsidRPr="007818BD">
        <w:t>infamie</w:t>
      </w:r>
      <w:r>
        <w:t xml:space="preserve">, </w:t>
      </w:r>
      <w:r w:rsidR="00E0544E" w:rsidRPr="007818BD">
        <w:t>vous étiez sûre de ne reparaître jamais dans le monde pour raconter votre histoire</w:t>
      </w:r>
      <w:r>
        <w:t xml:space="preserve">. </w:t>
      </w:r>
      <w:r w:rsidR="00E0544E" w:rsidRPr="007818BD">
        <w:t>Le ravisseur n</w:t>
      </w:r>
      <w:r>
        <w:t>’</w:t>
      </w:r>
      <w:r w:rsidR="00E0544E" w:rsidRPr="007818BD">
        <w:t>a pas de cœur pour se repentir</w:t>
      </w:r>
      <w:r>
        <w:t xml:space="preserve">, </w:t>
      </w:r>
      <w:r w:rsidR="00E0544E" w:rsidRPr="007818BD">
        <w:t>mais il a une main pour tuer</w:t>
      </w:r>
      <w:r>
        <w:t xml:space="preserve">. </w:t>
      </w:r>
      <w:r w:rsidR="00E0544E" w:rsidRPr="007818BD">
        <w:t>Je vous ai sauvée</w:t>
      </w:r>
      <w:r>
        <w:t xml:space="preserve">, </w:t>
      </w:r>
      <w:r w:rsidR="00E0544E" w:rsidRPr="007818BD">
        <w:t>Viola</w:t>
      </w:r>
      <w:r>
        <w:t xml:space="preserve"> ! </w:t>
      </w:r>
      <w:r w:rsidR="00E0544E" w:rsidRPr="007818BD">
        <w:t>Peut-être me demanderez-vous pou</w:t>
      </w:r>
      <w:r w:rsidR="00E0544E" w:rsidRPr="007818BD">
        <w:t>r</w:t>
      </w:r>
      <w:r w:rsidR="00E0544E" w:rsidRPr="007818BD">
        <w:t>quoi</w:t>
      </w:r>
      <w:r>
        <w:t> ? »</w:t>
      </w:r>
    </w:p>
    <w:p w14:paraId="618F79B1" w14:textId="77777777" w:rsidR="00E8465A" w:rsidRDefault="00E0544E" w:rsidP="00E0544E">
      <w:proofErr w:type="spellStart"/>
      <w:r w:rsidRPr="007818BD">
        <w:t>Zanoni</w:t>
      </w:r>
      <w:proofErr w:type="spellEnd"/>
      <w:r w:rsidRPr="007818BD">
        <w:t xml:space="preserve"> s</w:t>
      </w:r>
      <w:r w:rsidR="00E8465A">
        <w:t>’</w:t>
      </w:r>
      <w:r w:rsidRPr="007818BD">
        <w:t>arrêta et sourit tristement en ajoutant</w:t>
      </w:r>
      <w:r w:rsidR="00E8465A">
        <w:t> :</w:t>
      </w:r>
    </w:p>
    <w:p w14:paraId="6F5D5A24" w14:textId="524CA62A" w:rsidR="00E0544E" w:rsidRPr="007818BD" w:rsidRDefault="00E8465A" w:rsidP="00E0544E">
      <w:r>
        <w:t>« </w:t>
      </w:r>
      <w:r w:rsidR="00E0544E" w:rsidRPr="007818BD">
        <w:t>Vous ne me ferez pas l</w:t>
      </w:r>
      <w:r>
        <w:t>’</w:t>
      </w:r>
      <w:r w:rsidR="00E0544E" w:rsidRPr="007818BD">
        <w:t>injure de penser que celui qui vous a délivrée est aussi l</w:t>
      </w:r>
      <w:r w:rsidR="00E0544E" w:rsidRPr="007818BD">
        <w:t>â</w:t>
      </w:r>
      <w:r w:rsidR="00E0544E" w:rsidRPr="007818BD">
        <w:t>che que celui qui vous a outragée</w:t>
      </w:r>
      <w:r>
        <w:t xml:space="preserve">. </w:t>
      </w:r>
      <w:r w:rsidR="00E0544E" w:rsidRPr="007818BD">
        <w:t>Pauvre orpheline</w:t>
      </w:r>
      <w:r>
        <w:t xml:space="preserve"> ! </w:t>
      </w:r>
      <w:r w:rsidR="00E0544E" w:rsidRPr="007818BD">
        <w:t>je ne vous parle pas le langage de vos admirateurs</w:t>
      </w:r>
      <w:r>
        <w:t xml:space="preserve"> ; </w:t>
      </w:r>
      <w:r w:rsidR="00E0544E" w:rsidRPr="007818BD">
        <w:t>sachez seulement que je connais la pitié et ne suis pas sans r</w:t>
      </w:r>
      <w:r w:rsidR="00E0544E" w:rsidRPr="007818BD">
        <w:t>e</w:t>
      </w:r>
      <w:r w:rsidR="00E0544E" w:rsidRPr="007818BD">
        <w:t>connaissance pour l</w:t>
      </w:r>
      <w:r>
        <w:t>’</w:t>
      </w:r>
      <w:r w:rsidR="00E0544E" w:rsidRPr="007818BD">
        <w:t>affection</w:t>
      </w:r>
      <w:r>
        <w:t xml:space="preserve">. </w:t>
      </w:r>
      <w:r w:rsidR="00E0544E" w:rsidRPr="007818BD">
        <w:t>Pourquoi rougir</w:t>
      </w:r>
      <w:r>
        <w:t xml:space="preserve">, </w:t>
      </w:r>
      <w:r w:rsidR="00E0544E" w:rsidRPr="007818BD">
        <w:t>pourquoi tre</w:t>
      </w:r>
      <w:r w:rsidR="00E0544E" w:rsidRPr="007818BD">
        <w:t>m</w:t>
      </w:r>
      <w:r w:rsidR="00E0544E" w:rsidRPr="007818BD">
        <w:t>bler à ce mot</w:t>
      </w:r>
      <w:r>
        <w:t xml:space="preserve"> ? </w:t>
      </w:r>
      <w:r w:rsidR="00E0544E" w:rsidRPr="007818BD">
        <w:t>Je lis dans votre cœur</w:t>
      </w:r>
      <w:r>
        <w:t xml:space="preserve">, </w:t>
      </w:r>
      <w:r w:rsidR="00E0544E" w:rsidRPr="007818BD">
        <w:t>et je n</w:t>
      </w:r>
      <w:r>
        <w:t>’</w:t>
      </w:r>
      <w:r w:rsidR="00E0544E" w:rsidRPr="007818BD">
        <w:t>y vois pas une pe</w:t>
      </w:r>
      <w:r w:rsidR="00E0544E" w:rsidRPr="007818BD">
        <w:t>n</w:t>
      </w:r>
      <w:r w:rsidR="00E0544E" w:rsidRPr="007818BD">
        <w:t>sée qui doive vous rendre confuse</w:t>
      </w:r>
      <w:r>
        <w:t xml:space="preserve">. </w:t>
      </w:r>
      <w:r w:rsidR="00E0544E" w:rsidRPr="007818BD">
        <w:t>Je ne dis pas que vous m</w:t>
      </w:r>
      <w:r>
        <w:t>’</w:t>
      </w:r>
      <w:r w:rsidR="00E0544E" w:rsidRPr="007818BD">
        <w:t>aimiez encore</w:t>
      </w:r>
      <w:r>
        <w:t xml:space="preserve"> : </w:t>
      </w:r>
      <w:r w:rsidR="00E0544E" w:rsidRPr="007818BD">
        <w:t>l</w:t>
      </w:r>
      <w:r>
        <w:t>’</w:t>
      </w:r>
      <w:r w:rsidR="00E0544E" w:rsidRPr="007818BD">
        <w:t>imagination</w:t>
      </w:r>
      <w:r>
        <w:t xml:space="preserve">, </w:t>
      </w:r>
      <w:r w:rsidR="00E0544E" w:rsidRPr="007818BD">
        <w:t>heureusement</w:t>
      </w:r>
      <w:r>
        <w:t xml:space="preserve">, </w:t>
      </w:r>
      <w:r w:rsidR="00E0544E" w:rsidRPr="007818BD">
        <w:t>peut être évei</w:t>
      </w:r>
      <w:r w:rsidR="00E0544E" w:rsidRPr="007818BD">
        <w:t>l</w:t>
      </w:r>
      <w:r w:rsidR="00E0544E" w:rsidRPr="007818BD">
        <w:t>lée avant que le cœur soit touché</w:t>
      </w:r>
      <w:r>
        <w:t xml:space="preserve">. </w:t>
      </w:r>
      <w:r w:rsidR="00E0544E" w:rsidRPr="007818BD">
        <w:t>Mais il a été dans ma destinée de fasciner vos yeux</w:t>
      </w:r>
      <w:r>
        <w:t xml:space="preserve">, </w:t>
      </w:r>
      <w:r w:rsidR="00E0544E" w:rsidRPr="007818BD">
        <w:t>d</w:t>
      </w:r>
      <w:r>
        <w:t>’</w:t>
      </w:r>
      <w:r w:rsidR="00E0544E" w:rsidRPr="007818BD">
        <w:t>influencer votre âme</w:t>
      </w:r>
      <w:r>
        <w:t xml:space="preserve">. </w:t>
      </w:r>
      <w:r w:rsidR="00E0544E" w:rsidRPr="007818BD">
        <w:t>C</w:t>
      </w:r>
      <w:r>
        <w:t>’</w:t>
      </w:r>
      <w:r w:rsidR="00E0544E" w:rsidRPr="007818BD">
        <w:t>est pour vous prévenir contre un sentiment qui ne pourrait</w:t>
      </w:r>
      <w:r>
        <w:t xml:space="preserve">, </w:t>
      </w:r>
      <w:r w:rsidR="00E0544E" w:rsidRPr="007818BD">
        <w:t>vous causer que de la douleur</w:t>
      </w:r>
      <w:r>
        <w:t xml:space="preserve">, </w:t>
      </w:r>
      <w:r w:rsidR="00E0544E" w:rsidRPr="007818BD">
        <w:t>comme je vous ai prévenue autrefois de vous pr</w:t>
      </w:r>
      <w:r w:rsidR="00E0544E" w:rsidRPr="007818BD">
        <w:t>é</w:t>
      </w:r>
      <w:r w:rsidR="00E0544E" w:rsidRPr="007818BD">
        <w:t>parer à la douleur</w:t>
      </w:r>
      <w:r>
        <w:t xml:space="preserve">, </w:t>
      </w:r>
      <w:r w:rsidR="00E0544E" w:rsidRPr="007818BD">
        <w:t>que je suis en ce moment votre hôte</w:t>
      </w:r>
      <w:r>
        <w:t xml:space="preserve">. </w:t>
      </w:r>
      <w:r w:rsidR="00E0544E" w:rsidRPr="007818BD">
        <w:t>L</w:t>
      </w:r>
      <w:r>
        <w:t>’</w:t>
      </w:r>
      <w:r w:rsidR="00E0544E" w:rsidRPr="007818BD">
        <w:t xml:space="preserve">Anglais </w:t>
      </w:r>
      <w:proofErr w:type="spellStart"/>
      <w:r w:rsidR="00E0544E" w:rsidRPr="007818BD">
        <w:t>Glyndon</w:t>
      </w:r>
      <w:proofErr w:type="spellEnd"/>
      <w:r w:rsidR="00E0544E" w:rsidRPr="007818BD">
        <w:t xml:space="preserve"> t</w:t>
      </w:r>
      <w:r>
        <w:t>’</w:t>
      </w:r>
      <w:r w:rsidR="00E0544E" w:rsidRPr="007818BD">
        <w:t>aime</w:t>
      </w:r>
      <w:r>
        <w:t xml:space="preserve"> : </w:t>
      </w:r>
      <w:r w:rsidR="00E0544E" w:rsidRPr="007818BD">
        <w:t>mieux peut-être que je ne pourrais aimer</w:t>
      </w:r>
      <w:r>
        <w:t xml:space="preserve">. </w:t>
      </w:r>
      <w:r w:rsidR="00E0544E" w:rsidRPr="007818BD">
        <w:t>S</w:t>
      </w:r>
      <w:r>
        <w:t>’</w:t>
      </w:r>
      <w:r w:rsidR="00E0544E" w:rsidRPr="007818BD">
        <w:t>il n</w:t>
      </w:r>
      <w:r>
        <w:t>’</w:t>
      </w:r>
      <w:r w:rsidR="00E0544E" w:rsidRPr="007818BD">
        <w:t>est pas encore digne de toi</w:t>
      </w:r>
      <w:r>
        <w:t xml:space="preserve">, </w:t>
      </w:r>
      <w:r w:rsidR="00E0544E" w:rsidRPr="007818BD">
        <w:t>il ne lui reste qu</w:t>
      </w:r>
      <w:r>
        <w:t>’</w:t>
      </w:r>
      <w:r w:rsidR="00E0544E" w:rsidRPr="007818BD">
        <w:t>à mieux te connaître pour mieux te mériter</w:t>
      </w:r>
      <w:r>
        <w:t xml:space="preserve">. </w:t>
      </w:r>
      <w:r w:rsidR="00E0544E" w:rsidRPr="007818BD">
        <w:t>Il peut t</w:t>
      </w:r>
      <w:r>
        <w:t>’</w:t>
      </w:r>
      <w:r w:rsidR="00E0544E" w:rsidRPr="007818BD">
        <w:t>épouser</w:t>
      </w:r>
      <w:r>
        <w:t xml:space="preserve">, </w:t>
      </w:r>
      <w:r w:rsidR="00E0544E" w:rsidRPr="007818BD">
        <w:t>il peut t</w:t>
      </w:r>
      <w:r>
        <w:t>’</w:t>
      </w:r>
      <w:r w:rsidR="00E0544E" w:rsidRPr="007818BD">
        <w:t>emmener dans sa libre et heureuse patrie</w:t>
      </w:r>
      <w:r>
        <w:t xml:space="preserve">, </w:t>
      </w:r>
      <w:r w:rsidR="00E0544E" w:rsidRPr="007818BD">
        <w:t>la patrie de ta mère</w:t>
      </w:r>
      <w:r>
        <w:t xml:space="preserve">. </w:t>
      </w:r>
      <w:r w:rsidR="00E0544E" w:rsidRPr="007818BD">
        <w:t>Ne l</w:t>
      </w:r>
      <w:r>
        <w:t>’</w:t>
      </w:r>
      <w:r w:rsidR="00E0544E" w:rsidRPr="007818BD">
        <w:t>oublie pas</w:t>
      </w:r>
      <w:r>
        <w:t xml:space="preserve"> ; </w:t>
      </w:r>
      <w:r w:rsidR="00E0544E" w:rsidRPr="007818BD">
        <w:t>apprends à re</w:t>
      </w:r>
      <w:r w:rsidR="00E0544E" w:rsidRPr="007818BD">
        <w:t>n</w:t>
      </w:r>
      <w:r w:rsidR="00E0544E" w:rsidRPr="007818BD">
        <w:t>dre et à mériter son amour</w:t>
      </w:r>
      <w:r>
        <w:t xml:space="preserve">, </w:t>
      </w:r>
      <w:r w:rsidR="00E0544E" w:rsidRPr="007818BD">
        <w:t>et je te dis que tu seras honorée et heureuse</w:t>
      </w:r>
      <w:r>
        <w:t>. »</w:t>
      </w:r>
    </w:p>
    <w:p w14:paraId="1E029319" w14:textId="77777777" w:rsidR="00E8465A" w:rsidRDefault="00E0544E" w:rsidP="00E0544E">
      <w:r w:rsidRPr="007818BD">
        <w:lastRenderedPageBreak/>
        <w:t>Viola écouta avec une émotion muette</w:t>
      </w:r>
      <w:r w:rsidR="00E8465A">
        <w:t xml:space="preserve">, </w:t>
      </w:r>
      <w:r w:rsidRPr="007818BD">
        <w:t>inexprimable</w:t>
      </w:r>
      <w:r w:rsidR="00E8465A">
        <w:t xml:space="preserve"> ; </w:t>
      </w:r>
      <w:r w:rsidRPr="007818BD">
        <w:t>une rougeur brûlante env</w:t>
      </w:r>
      <w:r w:rsidRPr="007818BD">
        <w:t>a</w:t>
      </w:r>
      <w:r w:rsidRPr="007818BD">
        <w:t>hit son visage</w:t>
      </w:r>
      <w:r w:rsidR="00E8465A">
        <w:t xml:space="preserve">. </w:t>
      </w:r>
      <w:r w:rsidRPr="007818BD">
        <w:t xml:space="preserve">Quand </w:t>
      </w:r>
      <w:proofErr w:type="spellStart"/>
      <w:r w:rsidRPr="007818BD">
        <w:t>Zanoni</w:t>
      </w:r>
      <w:proofErr w:type="spellEnd"/>
      <w:r w:rsidRPr="007818BD">
        <w:t xml:space="preserve"> eut fini de parler</w:t>
      </w:r>
      <w:r w:rsidR="00E8465A">
        <w:t xml:space="preserve">, </w:t>
      </w:r>
      <w:r w:rsidRPr="007818BD">
        <w:t>elle cacha sa tête entre ses deux mains et pleura</w:t>
      </w:r>
      <w:r w:rsidR="00E8465A">
        <w:t xml:space="preserve">. </w:t>
      </w:r>
      <w:r w:rsidRPr="007818BD">
        <w:t>Et pou</w:t>
      </w:r>
      <w:r w:rsidRPr="007818BD">
        <w:t>r</w:t>
      </w:r>
      <w:r w:rsidRPr="007818BD">
        <w:t>tant</w:t>
      </w:r>
      <w:r w:rsidR="00E8465A">
        <w:t xml:space="preserve">, </w:t>
      </w:r>
      <w:r w:rsidRPr="007818BD">
        <w:t>malgré tout ce qu</w:t>
      </w:r>
      <w:r w:rsidR="00E8465A">
        <w:t>’</w:t>
      </w:r>
      <w:r w:rsidRPr="007818BD">
        <w:t>il y avait d</w:t>
      </w:r>
      <w:r w:rsidR="00E8465A">
        <w:t>’</w:t>
      </w:r>
      <w:r w:rsidRPr="007818BD">
        <w:t>humiliant et d</w:t>
      </w:r>
      <w:r w:rsidR="00E8465A">
        <w:t>’</w:t>
      </w:r>
      <w:r w:rsidRPr="007818BD">
        <w:t>irritant dans son langage</w:t>
      </w:r>
      <w:r w:rsidR="00E8465A">
        <w:t xml:space="preserve">, </w:t>
      </w:r>
      <w:r w:rsidRPr="007818BD">
        <w:t>malgré tout ce qu</w:t>
      </w:r>
      <w:r w:rsidR="00E8465A">
        <w:t>’</w:t>
      </w:r>
      <w:r w:rsidRPr="007818BD">
        <w:t>il pouvait faire naître d</w:t>
      </w:r>
      <w:r w:rsidR="00E8465A">
        <w:t>’</w:t>
      </w:r>
      <w:r w:rsidRPr="007818BD">
        <w:t>indignation ou de honte</w:t>
      </w:r>
      <w:r w:rsidR="00E8465A">
        <w:t xml:space="preserve">, </w:t>
      </w:r>
      <w:r w:rsidRPr="007818BD">
        <w:t>ce ne f</w:t>
      </w:r>
      <w:r w:rsidRPr="007818BD">
        <w:t>u</w:t>
      </w:r>
      <w:r w:rsidRPr="007818BD">
        <w:t>rent pas là les sentiments qui firent couler ses larmes et gonflèrent son cœur</w:t>
      </w:r>
      <w:r w:rsidR="00E8465A">
        <w:t xml:space="preserve">. </w:t>
      </w:r>
      <w:r w:rsidRPr="007818BD">
        <w:t>La femme en ce moment s</w:t>
      </w:r>
      <w:r w:rsidR="00E8465A">
        <w:t>’</w:t>
      </w:r>
      <w:r w:rsidRPr="007818BD">
        <w:t>était abîmée et avait disparu dans l</w:t>
      </w:r>
      <w:r w:rsidR="00E8465A">
        <w:t>’</w:t>
      </w:r>
      <w:r w:rsidRPr="007818BD">
        <w:t>enfant</w:t>
      </w:r>
      <w:r w:rsidR="00E8465A">
        <w:t xml:space="preserve"> ; </w:t>
      </w:r>
      <w:r w:rsidRPr="007818BD">
        <w:t>et</w:t>
      </w:r>
      <w:r w:rsidR="00E8465A">
        <w:t xml:space="preserve">, </w:t>
      </w:r>
      <w:r w:rsidRPr="007818BD">
        <w:t>co</w:t>
      </w:r>
      <w:r w:rsidRPr="007818BD">
        <w:t>m</w:t>
      </w:r>
      <w:r w:rsidRPr="007818BD">
        <w:t>me l</w:t>
      </w:r>
      <w:r w:rsidR="00E8465A">
        <w:t>’</w:t>
      </w:r>
      <w:r w:rsidRPr="007818BD">
        <w:t>enfant</w:t>
      </w:r>
      <w:r w:rsidR="00E8465A">
        <w:t xml:space="preserve">, </w:t>
      </w:r>
      <w:r w:rsidRPr="007818BD">
        <w:t>avec son besoin exigeant</w:t>
      </w:r>
      <w:r w:rsidR="00E8465A">
        <w:t xml:space="preserve">, </w:t>
      </w:r>
      <w:r w:rsidRPr="007818BD">
        <w:t>insatiable et cependant innocent d</w:t>
      </w:r>
      <w:r w:rsidR="00E8465A">
        <w:t>’</w:t>
      </w:r>
      <w:r w:rsidRPr="007818BD">
        <w:t>être aimé</w:t>
      </w:r>
      <w:r w:rsidR="00E8465A">
        <w:t xml:space="preserve">, </w:t>
      </w:r>
      <w:r w:rsidRPr="007818BD">
        <w:t>pleure</w:t>
      </w:r>
      <w:r w:rsidR="00E8465A">
        <w:t xml:space="preserve">, </w:t>
      </w:r>
      <w:r w:rsidRPr="007818BD">
        <w:t>dans sa douleur résignée</w:t>
      </w:r>
      <w:r w:rsidR="00E8465A">
        <w:t xml:space="preserve">, </w:t>
      </w:r>
      <w:r w:rsidRPr="007818BD">
        <w:t>quand on refoule avec sévérité sa tendresse</w:t>
      </w:r>
      <w:r w:rsidR="00E8465A">
        <w:t xml:space="preserve">, </w:t>
      </w:r>
      <w:r w:rsidRPr="007818BD">
        <w:t>ainsi</w:t>
      </w:r>
      <w:r w:rsidR="00E8465A">
        <w:t xml:space="preserve">, </w:t>
      </w:r>
      <w:r w:rsidRPr="007818BD">
        <w:t>sans colère et sans honte</w:t>
      </w:r>
      <w:r w:rsidR="00E8465A">
        <w:t xml:space="preserve">, </w:t>
      </w:r>
      <w:r w:rsidRPr="007818BD">
        <w:t>pleurait Viola</w:t>
      </w:r>
      <w:r w:rsidR="00E8465A">
        <w:t>.</w:t>
      </w:r>
    </w:p>
    <w:p w14:paraId="05464C9B" w14:textId="77777777" w:rsidR="00E8465A" w:rsidRDefault="00E0544E" w:rsidP="00E0544E">
      <w:proofErr w:type="spellStart"/>
      <w:r w:rsidRPr="007818BD">
        <w:t>Zanoni</w:t>
      </w:r>
      <w:proofErr w:type="spellEnd"/>
      <w:r w:rsidRPr="007818BD">
        <w:t xml:space="preserve"> contempla longtemps sa tête gracieuse ombragée par son opulente chev</w:t>
      </w:r>
      <w:r w:rsidRPr="007818BD">
        <w:t>e</w:t>
      </w:r>
      <w:r w:rsidRPr="007818BD">
        <w:t>lure et inclinée devant lui</w:t>
      </w:r>
      <w:r w:rsidR="00E8465A">
        <w:t xml:space="preserve"> ; </w:t>
      </w:r>
      <w:r w:rsidRPr="007818BD">
        <w:t>puis il s</w:t>
      </w:r>
      <w:r w:rsidR="00E8465A">
        <w:t>’</w:t>
      </w:r>
      <w:r w:rsidRPr="007818BD">
        <w:t>approcha d</w:t>
      </w:r>
      <w:r w:rsidR="00E8465A">
        <w:t>’</w:t>
      </w:r>
      <w:r w:rsidRPr="007818BD">
        <w:t>elle et lui dit d</w:t>
      </w:r>
      <w:r w:rsidR="00E8465A">
        <w:t>’</w:t>
      </w:r>
      <w:r w:rsidRPr="007818BD">
        <w:t>un ton plein de la plus consolante douceur</w:t>
      </w:r>
      <w:r w:rsidR="00E8465A">
        <w:t xml:space="preserve">, </w:t>
      </w:r>
      <w:r w:rsidRPr="007818BD">
        <w:t>et avec un demi-sourire sur les lèvres</w:t>
      </w:r>
      <w:r w:rsidR="00E8465A">
        <w:t> :</w:t>
      </w:r>
    </w:p>
    <w:p w14:paraId="0C969FF8" w14:textId="77777777" w:rsidR="00E8465A" w:rsidRDefault="00E8465A" w:rsidP="00E0544E">
      <w:r>
        <w:t>« </w:t>
      </w:r>
      <w:r w:rsidR="00E0544E" w:rsidRPr="007818BD">
        <w:t>Vous souvenez-vous que</w:t>
      </w:r>
      <w:r>
        <w:t xml:space="preserve">, </w:t>
      </w:r>
      <w:r w:rsidR="00E0544E" w:rsidRPr="007818BD">
        <w:t>lorsque je vous recommandai de lutter pour la lumière</w:t>
      </w:r>
      <w:r>
        <w:t xml:space="preserve">, </w:t>
      </w:r>
      <w:r w:rsidR="00E0544E" w:rsidRPr="007818BD">
        <w:t>je vous montrai comme modèle cet arbre courageux et infatigable</w:t>
      </w:r>
      <w:r>
        <w:t xml:space="preserve"> ; </w:t>
      </w:r>
      <w:r w:rsidR="00E0544E" w:rsidRPr="007818BD">
        <w:t>je ne vous dis pas alors</w:t>
      </w:r>
      <w:r>
        <w:t xml:space="preserve">, </w:t>
      </w:r>
      <w:r w:rsidR="00E0544E" w:rsidRPr="007818BD">
        <w:t>belle e</w:t>
      </w:r>
      <w:r w:rsidR="00E0544E" w:rsidRPr="007818BD">
        <w:t>n</w:t>
      </w:r>
      <w:r w:rsidR="00E0544E" w:rsidRPr="007818BD">
        <w:t>fant</w:t>
      </w:r>
      <w:r>
        <w:t xml:space="preserve">, </w:t>
      </w:r>
      <w:r w:rsidR="00E0544E" w:rsidRPr="007818BD">
        <w:t>de prendre exemple sur le papillon qui voudrait s</w:t>
      </w:r>
      <w:r>
        <w:t>’</w:t>
      </w:r>
      <w:r w:rsidR="00E0544E" w:rsidRPr="007818BD">
        <w:t>élever jusqu</w:t>
      </w:r>
      <w:r>
        <w:t>’</w:t>
      </w:r>
      <w:r w:rsidR="00E0544E" w:rsidRPr="007818BD">
        <w:t>à l</w:t>
      </w:r>
      <w:r>
        <w:t>’</w:t>
      </w:r>
      <w:r w:rsidR="00E0544E" w:rsidRPr="007818BD">
        <w:t>étoile</w:t>
      </w:r>
      <w:r>
        <w:t xml:space="preserve">, </w:t>
      </w:r>
      <w:r w:rsidR="00E0544E" w:rsidRPr="007818BD">
        <w:t>et qui tombe brûlé auprès du flambeau Allons</w:t>
      </w:r>
      <w:r>
        <w:t xml:space="preserve">, </w:t>
      </w:r>
      <w:r w:rsidR="00E0544E" w:rsidRPr="007818BD">
        <w:t>causons</w:t>
      </w:r>
      <w:r>
        <w:t xml:space="preserve">… </w:t>
      </w:r>
      <w:r w:rsidR="00E0544E" w:rsidRPr="007818BD">
        <w:t>Cet Anglais</w:t>
      </w:r>
      <w:r>
        <w:t>… »</w:t>
      </w:r>
      <w:r w:rsidR="00E0544E" w:rsidRPr="007818BD">
        <w:t xml:space="preserve"> Viola s</w:t>
      </w:r>
      <w:r>
        <w:t>’</w:t>
      </w:r>
      <w:r w:rsidR="00E0544E" w:rsidRPr="007818BD">
        <w:t>éloigna et pleura plus amèr</w:t>
      </w:r>
      <w:r w:rsidR="00E0544E" w:rsidRPr="007818BD">
        <w:t>e</w:t>
      </w:r>
      <w:r w:rsidR="00E0544E" w:rsidRPr="007818BD">
        <w:t>ment encore</w:t>
      </w:r>
      <w:r>
        <w:t>. « </w:t>
      </w:r>
      <w:r w:rsidR="00E0544E" w:rsidRPr="007818BD">
        <w:t>Cet Anglais est de votre âge</w:t>
      </w:r>
      <w:r>
        <w:t xml:space="preserve">, </w:t>
      </w:r>
      <w:r w:rsidR="00E0544E" w:rsidRPr="007818BD">
        <w:t>et son rang n</w:t>
      </w:r>
      <w:r>
        <w:t>’</w:t>
      </w:r>
      <w:r w:rsidR="00E0544E" w:rsidRPr="007818BD">
        <w:t xml:space="preserve">est guère </w:t>
      </w:r>
      <w:proofErr w:type="spellStart"/>
      <w:r w:rsidR="00E0544E" w:rsidRPr="007818BD">
        <w:t>au dessus</w:t>
      </w:r>
      <w:proofErr w:type="spellEnd"/>
      <w:r w:rsidR="00E0544E" w:rsidRPr="007818BD">
        <w:t xml:space="preserve"> du vôtre</w:t>
      </w:r>
      <w:r>
        <w:t xml:space="preserve">. </w:t>
      </w:r>
      <w:r w:rsidR="00E0544E" w:rsidRPr="007818BD">
        <w:t>Vous pouvez partager vos pensées dans la vie</w:t>
      </w:r>
      <w:r>
        <w:t xml:space="preserve"> ; </w:t>
      </w:r>
      <w:r w:rsidR="00E0544E" w:rsidRPr="007818BD">
        <w:t>vous pouvez dormir dans la même tombe auprès de lui</w:t>
      </w:r>
      <w:r>
        <w:t xml:space="preserve">, </w:t>
      </w:r>
      <w:r w:rsidR="00E0544E" w:rsidRPr="007818BD">
        <w:t>après la mort</w:t>
      </w:r>
      <w:r>
        <w:t xml:space="preserve"> ! </w:t>
      </w:r>
      <w:r w:rsidR="00E0544E" w:rsidRPr="007818BD">
        <w:t xml:space="preserve">Et </w:t>
      </w:r>
      <w:r w:rsidR="00E0544E" w:rsidRPr="007818BD">
        <w:rPr>
          <w:i/>
          <w:iCs/>
        </w:rPr>
        <w:t>moi</w:t>
      </w:r>
      <w:r>
        <w:t xml:space="preserve">… </w:t>
      </w:r>
      <w:r w:rsidR="00E0544E" w:rsidRPr="007818BD">
        <w:t>Mais cette perspective de l</w:t>
      </w:r>
      <w:r>
        <w:t>’</w:t>
      </w:r>
      <w:r w:rsidR="00E0544E" w:rsidRPr="007818BD">
        <w:t>avenir ne doit pas vous occuper</w:t>
      </w:r>
      <w:r>
        <w:t xml:space="preserve">. </w:t>
      </w:r>
      <w:r w:rsidR="00E0544E" w:rsidRPr="007818BD">
        <w:t>Regardez dans votre cœur</w:t>
      </w:r>
      <w:r>
        <w:t xml:space="preserve">, </w:t>
      </w:r>
      <w:r w:rsidR="00E0544E" w:rsidRPr="007818BD">
        <w:t>et vous verrez que</w:t>
      </w:r>
      <w:r>
        <w:t xml:space="preserve">, </w:t>
      </w:r>
      <w:r w:rsidR="00E0544E" w:rsidRPr="007818BD">
        <w:t>jusqu</w:t>
      </w:r>
      <w:r>
        <w:t>’</w:t>
      </w:r>
      <w:r w:rsidR="00E0544E" w:rsidRPr="007818BD">
        <w:t>au moment où je suis venu de nouveau traverser v</w:t>
      </w:r>
      <w:r w:rsidR="00E0544E" w:rsidRPr="007818BD">
        <w:t>o</w:t>
      </w:r>
      <w:r w:rsidR="00E0544E" w:rsidRPr="007818BD">
        <w:t>tre sentier</w:t>
      </w:r>
      <w:r>
        <w:t xml:space="preserve">, </w:t>
      </w:r>
      <w:r w:rsidR="00E0544E" w:rsidRPr="007818BD">
        <w:t>il y avait germé pour cet étranger</w:t>
      </w:r>
      <w:r>
        <w:t xml:space="preserve">, </w:t>
      </w:r>
      <w:r w:rsidR="00E0544E" w:rsidRPr="007818BD">
        <w:t>votre égal</w:t>
      </w:r>
      <w:r>
        <w:t xml:space="preserve">, </w:t>
      </w:r>
      <w:r w:rsidR="00E0544E" w:rsidRPr="007818BD">
        <w:t>une a</w:t>
      </w:r>
      <w:r w:rsidR="00E0544E" w:rsidRPr="007818BD">
        <w:t>f</w:t>
      </w:r>
      <w:r w:rsidR="00E0544E" w:rsidRPr="007818BD">
        <w:t>fection calme et pure</w:t>
      </w:r>
      <w:r>
        <w:t xml:space="preserve">, </w:t>
      </w:r>
      <w:r w:rsidR="00E0544E" w:rsidRPr="007818BD">
        <w:t>qui</w:t>
      </w:r>
      <w:r>
        <w:t xml:space="preserve">, </w:t>
      </w:r>
      <w:r w:rsidR="00E0544E" w:rsidRPr="007818BD">
        <w:t>en m</w:t>
      </w:r>
      <w:r w:rsidR="00E0544E" w:rsidRPr="007818BD">
        <w:t>û</w:t>
      </w:r>
      <w:r w:rsidR="00E0544E" w:rsidRPr="007818BD">
        <w:t>rissant</w:t>
      </w:r>
      <w:r>
        <w:t xml:space="preserve">, </w:t>
      </w:r>
      <w:r w:rsidR="00E0544E" w:rsidRPr="007818BD">
        <w:t>fût devenue de l</w:t>
      </w:r>
      <w:r>
        <w:t>’</w:t>
      </w:r>
      <w:r w:rsidR="00E0544E" w:rsidRPr="007818BD">
        <w:t>amour</w:t>
      </w:r>
      <w:r>
        <w:t xml:space="preserve">. </w:t>
      </w:r>
      <w:r w:rsidR="00E0544E" w:rsidRPr="007818BD">
        <w:t xml:space="preserve">Ne vous êtes-vous jamais </w:t>
      </w:r>
      <w:r w:rsidR="00E0544E" w:rsidRPr="007818BD">
        <w:lastRenderedPageBreak/>
        <w:t>figuré une demeure</w:t>
      </w:r>
      <w:r>
        <w:t xml:space="preserve">, </w:t>
      </w:r>
      <w:r w:rsidR="00E0544E" w:rsidRPr="007818BD">
        <w:t>un abri que vous auriez aimé à partager avec lui</w:t>
      </w:r>
      <w:r>
        <w:t> ?</w:t>
      </w:r>
    </w:p>
    <w:p w14:paraId="2554B826" w14:textId="74F5965F" w:rsidR="00E0544E" w:rsidRPr="007818BD" w:rsidRDefault="00E8465A" w:rsidP="00E0544E">
      <w:r>
        <w:t>— </w:t>
      </w:r>
      <w:r w:rsidR="00E0544E" w:rsidRPr="007818BD">
        <w:t>Jamais</w:t>
      </w:r>
      <w:r>
        <w:t xml:space="preserve"> ! </w:t>
      </w:r>
      <w:r w:rsidR="00E0544E" w:rsidRPr="007818BD">
        <w:t>dit Viola avec une énergie soudaine</w:t>
      </w:r>
      <w:r>
        <w:t xml:space="preserve">. </w:t>
      </w:r>
      <w:r w:rsidR="00E0544E" w:rsidRPr="007818BD">
        <w:t>Jamais</w:t>
      </w:r>
      <w:r>
        <w:t xml:space="preserve">, </w:t>
      </w:r>
      <w:r w:rsidR="00E0544E" w:rsidRPr="007818BD">
        <w:t>e</w:t>
      </w:r>
      <w:r w:rsidR="00E0544E" w:rsidRPr="007818BD">
        <w:t>x</w:t>
      </w:r>
      <w:r w:rsidR="00E0544E" w:rsidRPr="007818BD">
        <w:t>cepté pour sentir que telle n</w:t>
      </w:r>
      <w:r>
        <w:t>’</w:t>
      </w:r>
      <w:r w:rsidR="00E0544E" w:rsidRPr="007818BD">
        <w:t>était pas ma destinée</w:t>
      </w:r>
      <w:r>
        <w:t xml:space="preserve">. </w:t>
      </w:r>
      <w:r w:rsidR="00E0544E" w:rsidRPr="007818BD">
        <w:t>Et</w:t>
      </w:r>
      <w:r>
        <w:t xml:space="preserve">, </w:t>
      </w:r>
      <w:r w:rsidR="00E0544E" w:rsidRPr="007818BD">
        <w:t>continua-t-elle en se levant brusquement</w:t>
      </w:r>
      <w:r>
        <w:t xml:space="preserve">, </w:t>
      </w:r>
      <w:r w:rsidR="00E0544E" w:rsidRPr="007818BD">
        <w:t xml:space="preserve">après avoir écarté les tresses qui voilaient son visage et fixé sur </w:t>
      </w:r>
      <w:proofErr w:type="spellStart"/>
      <w:r w:rsidR="00E0544E" w:rsidRPr="007818BD">
        <w:t>Zanoni</w:t>
      </w:r>
      <w:proofErr w:type="spellEnd"/>
      <w:r w:rsidR="00E0544E" w:rsidRPr="007818BD">
        <w:t xml:space="preserve"> des regards pleins d</w:t>
      </w:r>
      <w:r>
        <w:t>’</w:t>
      </w:r>
      <w:r w:rsidR="00E0544E" w:rsidRPr="007818BD">
        <w:t>une éloquente expression</w:t>
      </w:r>
      <w:r>
        <w:t xml:space="preserve">, </w:t>
      </w:r>
      <w:r w:rsidR="00E0544E" w:rsidRPr="007818BD">
        <w:t>et</w:t>
      </w:r>
      <w:r>
        <w:t xml:space="preserve">, </w:t>
      </w:r>
      <w:r w:rsidR="00E0544E" w:rsidRPr="007818BD">
        <w:t>qui que tu sois</w:t>
      </w:r>
      <w:r>
        <w:t xml:space="preserve">, </w:t>
      </w:r>
      <w:r w:rsidR="00E0544E" w:rsidRPr="007818BD">
        <w:t>qui voudrais ai</w:t>
      </w:r>
      <w:r w:rsidR="00E0544E" w:rsidRPr="007818BD">
        <w:t>n</w:t>
      </w:r>
      <w:r w:rsidR="00E0544E" w:rsidRPr="007818BD">
        <w:t>si lire dans mon âme et tirer l</w:t>
      </w:r>
      <w:r>
        <w:t>’</w:t>
      </w:r>
      <w:r w:rsidR="00E0544E" w:rsidRPr="007818BD">
        <w:t>horoscope de mon destin</w:t>
      </w:r>
      <w:r>
        <w:t xml:space="preserve">, </w:t>
      </w:r>
      <w:r w:rsidR="00E0544E" w:rsidRPr="007818BD">
        <w:t>ne m</w:t>
      </w:r>
      <w:r w:rsidR="00E0544E" w:rsidRPr="007818BD">
        <w:t>é</w:t>
      </w:r>
      <w:r w:rsidR="00E0544E" w:rsidRPr="007818BD">
        <w:t>connais pas le sentiment qui</w:t>
      </w:r>
      <w:r>
        <w:t xml:space="preserve">… </w:t>
      </w:r>
      <w:r w:rsidR="00E0544E" w:rsidRPr="007818BD">
        <w:t>qui</w:t>
      </w:r>
      <w:r>
        <w:t xml:space="preserve"> (</w:t>
      </w:r>
      <w:r w:rsidR="00E0544E" w:rsidRPr="007818BD">
        <w:t>elle hésita un instant</w:t>
      </w:r>
      <w:r>
        <w:t xml:space="preserve">, </w:t>
      </w:r>
      <w:r w:rsidR="00E0544E" w:rsidRPr="007818BD">
        <w:t>puis continua les yeux baissés</w:t>
      </w:r>
      <w:r>
        <w:t xml:space="preserve">)… </w:t>
      </w:r>
      <w:r w:rsidR="00E0544E" w:rsidRPr="007818BD">
        <w:t>qui a fasciné ma pensée en toi</w:t>
      </w:r>
      <w:r>
        <w:t xml:space="preserve">. </w:t>
      </w:r>
      <w:r w:rsidR="00E0544E" w:rsidRPr="007818BD">
        <w:t>Ne pense pas que je puisse nourrir un amour qui ne serait ni che</w:t>
      </w:r>
      <w:r w:rsidR="00E0544E" w:rsidRPr="007818BD">
        <w:t>r</w:t>
      </w:r>
      <w:r w:rsidR="00E0544E" w:rsidRPr="007818BD">
        <w:t>ché ni rendu</w:t>
      </w:r>
      <w:r>
        <w:t xml:space="preserve">. </w:t>
      </w:r>
      <w:r w:rsidR="00E0544E" w:rsidRPr="007818BD">
        <w:t>Ce n</w:t>
      </w:r>
      <w:r>
        <w:t>’</w:t>
      </w:r>
      <w:r w:rsidR="00E0544E" w:rsidRPr="007818BD">
        <w:t>est pas de l</w:t>
      </w:r>
      <w:r>
        <w:t>’</w:t>
      </w:r>
      <w:r w:rsidR="00E0544E" w:rsidRPr="007818BD">
        <w:t>amour que je sens pour toi</w:t>
      </w:r>
      <w:r>
        <w:t xml:space="preserve">, </w:t>
      </w:r>
      <w:r w:rsidR="00E0544E" w:rsidRPr="007818BD">
        <w:t>étranger</w:t>
      </w:r>
      <w:r>
        <w:t xml:space="preserve">. </w:t>
      </w:r>
      <w:r w:rsidR="00E0544E" w:rsidRPr="007818BD">
        <w:t>De l</w:t>
      </w:r>
      <w:r>
        <w:t>’</w:t>
      </w:r>
      <w:r w:rsidR="00E0544E" w:rsidRPr="007818BD">
        <w:t>amour</w:t>
      </w:r>
      <w:r>
        <w:t xml:space="preserve"> ? </w:t>
      </w:r>
      <w:r w:rsidR="00E0544E" w:rsidRPr="007818BD">
        <w:t>et pourquoi</w:t>
      </w:r>
      <w:r>
        <w:t xml:space="preserve"> ?… </w:t>
      </w:r>
      <w:r w:rsidR="00E0544E" w:rsidRPr="007818BD">
        <w:t>La première fois que tu m</w:t>
      </w:r>
      <w:r>
        <w:t>’</w:t>
      </w:r>
      <w:r w:rsidR="00E0544E" w:rsidRPr="007818BD">
        <w:t>as parlé n</w:t>
      </w:r>
      <w:r>
        <w:t>’</w:t>
      </w:r>
      <w:r w:rsidR="00E0544E" w:rsidRPr="007818BD">
        <w:t>a été que pour m</w:t>
      </w:r>
      <w:r>
        <w:t>’</w:t>
      </w:r>
      <w:r w:rsidR="00E0544E" w:rsidRPr="007818BD">
        <w:t>avertir</w:t>
      </w:r>
      <w:r>
        <w:t xml:space="preserve">, </w:t>
      </w:r>
      <w:r w:rsidR="00E0544E" w:rsidRPr="007818BD">
        <w:t>me donner des avertiss</w:t>
      </w:r>
      <w:r w:rsidR="00E0544E" w:rsidRPr="007818BD">
        <w:t>e</w:t>
      </w:r>
      <w:r w:rsidR="00E0544E" w:rsidRPr="007818BD">
        <w:t>ments sévères</w:t>
      </w:r>
      <w:r>
        <w:t xml:space="preserve"> ; </w:t>
      </w:r>
      <w:r w:rsidR="00E0544E" w:rsidRPr="007818BD">
        <w:t>aujourd</w:t>
      </w:r>
      <w:r>
        <w:t>’</w:t>
      </w:r>
      <w:r w:rsidR="00E0544E" w:rsidRPr="007818BD">
        <w:t>hui</w:t>
      </w:r>
      <w:r>
        <w:t xml:space="preserve">, </w:t>
      </w:r>
      <w:r w:rsidR="00E0544E" w:rsidRPr="007818BD">
        <w:t>c</w:t>
      </w:r>
      <w:r>
        <w:t>’</w:t>
      </w:r>
      <w:r w:rsidR="00E0544E" w:rsidRPr="007818BD">
        <w:t>est seulement pour me blesser</w:t>
      </w:r>
      <w:r>
        <w:t>. »</w:t>
      </w:r>
    </w:p>
    <w:p w14:paraId="19635656" w14:textId="77777777" w:rsidR="00E8465A" w:rsidRDefault="00E0544E" w:rsidP="00E0544E">
      <w:r w:rsidRPr="007818BD">
        <w:t>Elle s</w:t>
      </w:r>
      <w:r w:rsidR="00E8465A">
        <w:t>’</w:t>
      </w:r>
      <w:r w:rsidRPr="007818BD">
        <w:t>arrêta encore</w:t>
      </w:r>
      <w:r w:rsidR="00E8465A">
        <w:t xml:space="preserve">, </w:t>
      </w:r>
      <w:r w:rsidRPr="007818BD">
        <w:t>sa voix défaillit</w:t>
      </w:r>
      <w:r w:rsidR="00E8465A">
        <w:t xml:space="preserve">, </w:t>
      </w:r>
      <w:r w:rsidRPr="007818BD">
        <w:t>les larmes tremblèrent dans ses yeux</w:t>
      </w:r>
      <w:r w:rsidR="00E8465A">
        <w:t xml:space="preserve"> ; </w:t>
      </w:r>
      <w:r w:rsidRPr="007818BD">
        <w:t>elle les essuya et reprit</w:t>
      </w:r>
      <w:r w:rsidR="00E8465A">
        <w:t> :</w:t>
      </w:r>
    </w:p>
    <w:p w14:paraId="50B332B9" w14:textId="09839E7A" w:rsidR="00E0544E" w:rsidRPr="007818BD" w:rsidRDefault="00E8465A" w:rsidP="00E0544E">
      <w:r>
        <w:t>« </w:t>
      </w:r>
      <w:r w:rsidR="00E0544E" w:rsidRPr="007818BD">
        <w:t>De l</w:t>
      </w:r>
      <w:r>
        <w:t>’</w:t>
      </w:r>
      <w:r w:rsidR="00E0544E" w:rsidRPr="007818BD">
        <w:t>amour</w:t>
      </w:r>
      <w:r>
        <w:t xml:space="preserve"> ! </w:t>
      </w:r>
      <w:r w:rsidR="00E0544E" w:rsidRPr="007818BD">
        <w:t>Oh</w:t>
      </w:r>
      <w:r>
        <w:t xml:space="preserve">, </w:t>
      </w:r>
      <w:r w:rsidR="00E0544E" w:rsidRPr="007818BD">
        <w:t>non</w:t>
      </w:r>
      <w:r>
        <w:t xml:space="preserve"> ! </w:t>
      </w:r>
      <w:r w:rsidR="00E0544E" w:rsidRPr="007818BD">
        <w:t>Si l</w:t>
      </w:r>
      <w:r>
        <w:t>’</w:t>
      </w:r>
      <w:r w:rsidR="00E0544E" w:rsidRPr="007818BD">
        <w:t>amour ressemble au portrait que j</w:t>
      </w:r>
      <w:r>
        <w:t>’</w:t>
      </w:r>
      <w:r w:rsidR="00E0544E" w:rsidRPr="007818BD">
        <w:t>en ai entendu faire</w:t>
      </w:r>
      <w:r>
        <w:t xml:space="preserve">, </w:t>
      </w:r>
      <w:r w:rsidR="00E0544E" w:rsidRPr="007818BD">
        <w:t>ou que j</w:t>
      </w:r>
      <w:r>
        <w:t>’</w:t>
      </w:r>
      <w:r w:rsidR="00E0544E" w:rsidRPr="007818BD">
        <w:t>en ai lu dans les livres</w:t>
      </w:r>
      <w:r>
        <w:t xml:space="preserve">, </w:t>
      </w:r>
      <w:r w:rsidR="00E0544E" w:rsidRPr="007818BD">
        <w:t>ou que j</w:t>
      </w:r>
      <w:r>
        <w:t>’</w:t>
      </w:r>
      <w:r w:rsidR="00E0544E" w:rsidRPr="007818BD">
        <w:t>ai cherché à reproduire sur la scène</w:t>
      </w:r>
      <w:r>
        <w:t xml:space="preserve">… </w:t>
      </w:r>
      <w:r w:rsidR="00E0544E" w:rsidRPr="007818BD">
        <w:t>ce n</w:t>
      </w:r>
      <w:r>
        <w:t>’</w:t>
      </w:r>
      <w:r w:rsidR="00E0544E" w:rsidRPr="007818BD">
        <w:t>est ici qu</w:t>
      </w:r>
      <w:r>
        <w:t>’</w:t>
      </w:r>
      <w:r w:rsidR="00E0544E" w:rsidRPr="007818BD">
        <w:t>une attra</w:t>
      </w:r>
      <w:r w:rsidR="00E0544E" w:rsidRPr="007818BD">
        <w:t>c</w:t>
      </w:r>
      <w:r w:rsidR="00E0544E" w:rsidRPr="007818BD">
        <w:t>tion plus solennelle</w:t>
      </w:r>
      <w:r>
        <w:t xml:space="preserve">, </w:t>
      </w:r>
      <w:r w:rsidR="00E0544E" w:rsidRPr="007818BD">
        <w:t>effrayante</w:t>
      </w:r>
      <w:r>
        <w:t xml:space="preserve">, </w:t>
      </w:r>
      <w:r w:rsidR="00E0544E" w:rsidRPr="007818BD">
        <w:t>et</w:t>
      </w:r>
      <w:r>
        <w:t xml:space="preserve">, </w:t>
      </w:r>
      <w:r w:rsidR="00E0544E" w:rsidRPr="007818BD">
        <w:t>à ce qu</w:t>
      </w:r>
      <w:r>
        <w:t>’</w:t>
      </w:r>
      <w:r w:rsidR="00E0544E" w:rsidRPr="007818BD">
        <w:t>il me semble</w:t>
      </w:r>
      <w:r>
        <w:t xml:space="preserve">, </w:t>
      </w:r>
      <w:r w:rsidR="00E0544E" w:rsidRPr="007818BD">
        <w:t>presque surnaturelle</w:t>
      </w:r>
      <w:r>
        <w:t xml:space="preserve">, </w:t>
      </w:r>
      <w:r w:rsidR="00E0544E" w:rsidRPr="007818BD">
        <w:t>qui fait que</w:t>
      </w:r>
      <w:r>
        <w:t xml:space="preserve">, </w:t>
      </w:r>
      <w:r w:rsidR="00E0544E" w:rsidRPr="007818BD">
        <w:t>veillant ou dormant</w:t>
      </w:r>
      <w:r>
        <w:t xml:space="preserve">, </w:t>
      </w:r>
      <w:r w:rsidR="00E0544E" w:rsidRPr="007818BD">
        <w:t>je t</w:t>
      </w:r>
      <w:r>
        <w:t>’</w:t>
      </w:r>
      <w:r w:rsidR="00E0544E" w:rsidRPr="007818BD">
        <w:t>associe inv</w:t>
      </w:r>
      <w:r w:rsidR="00E0544E" w:rsidRPr="007818BD">
        <w:t>o</w:t>
      </w:r>
      <w:r w:rsidR="00E0544E" w:rsidRPr="007818BD">
        <w:t>lontairement à des images pleines à la fois de charme et de te</w:t>
      </w:r>
      <w:r w:rsidR="00E0544E" w:rsidRPr="007818BD">
        <w:t>r</w:t>
      </w:r>
      <w:r w:rsidR="00E0544E" w:rsidRPr="007818BD">
        <w:t>reur</w:t>
      </w:r>
      <w:r>
        <w:t xml:space="preserve">. </w:t>
      </w:r>
      <w:r w:rsidR="00E0544E" w:rsidRPr="007818BD">
        <w:t>Crois-tu</w:t>
      </w:r>
      <w:r>
        <w:t xml:space="preserve">, </w:t>
      </w:r>
      <w:r w:rsidR="00E0544E" w:rsidRPr="007818BD">
        <w:t>si c</w:t>
      </w:r>
      <w:r>
        <w:t>’</w:t>
      </w:r>
      <w:r w:rsidR="00E0544E" w:rsidRPr="007818BD">
        <w:t>était de l</w:t>
      </w:r>
      <w:r>
        <w:t>’</w:t>
      </w:r>
      <w:r w:rsidR="00E0544E" w:rsidRPr="007818BD">
        <w:t>amour</w:t>
      </w:r>
      <w:r>
        <w:t xml:space="preserve">, </w:t>
      </w:r>
      <w:r w:rsidR="00E0544E" w:rsidRPr="007818BD">
        <w:t>que je pourrais te parler ai</w:t>
      </w:r>
      <w:r w:rsidR="00E0544E" w:rsidRPr="007818BD">
        <w:t>n</w:t>
      </w:r>
      <w:r w:rsidR="00E0544E" w:rsidRPr="007818BD">
        <w:t>si</w:t>
      </w:r>
      <w:r>
        <w:t xml:space="preserve"> ? </w:t>
      </w:r>
      <w:r w:rsidR="00E0544E" w:rsidRPr="007818BD">
        <w:t>que</w:t>
      </w:r>
      <w:r>
        <w:t xml:space="preserve"> (</w:t>
      </w:r>
      <w:r w:rsidR="00E0544E" w:rsidRPr="007818BD">
        <w:t>elle leva tout à coup les yeux vers les siens</w:t>
      </w:r>
      <w:r>
        <w:t xml:space="preserve">) </w:t>
      </w:r>
      <w:r w:rsidR="00E0544E" w:rsidRPr="007818BD">
        <w:t>mon regard pourrait ainsi sonder et affronter le tien</w:t>
      </w:r>
      <w:r>
        <w:t xml:space="preserve"> ? </w:t>
      </w:r>
      <w:r w:rsidR="00E0544E" w:rsidRPr="007818BD">
        <w:t>Tout ce que je te d</w:t>
      </w:r>
      <w:r w:rsidR="00E0544E" w:rsidRPr="007818BD">
        <w:t>e</w:t>
      </w:r>
      <w:r w:rsidR="00E0544E" w:rsidRPr="007818BD">
        <w:t>mande</w:t>
      </w:r>
      <w:r>
        <w:t xml:space="preserve">, </w:t>
      </w:r>
      <w:r w:rsidR="00E0544E" w:rsidRPr="007818BD">
        <w:t>c</w:t>
      </w:r>
      <w:r>
        <w:t>’</w:t>
      </w:r>
      <w:r w:rsidR="00E0544E" w:rsidRPr="007818BD">
        <w:t>est de te voir quelquefois</w:t>
      </w:r>
      <w:r>
        <w:t xml:space="preserve">, </w:t>
      </w:r>
      <w:r w:rsidR="00E0544E" w:rsidRPr="007818BD">
        <w:t>de t</w:t>
      </w:r>
      <w:r>
        <w:t>’</w:t>
      </w:r>
      <w:r w:rsidR="00E0544E" w:rsidRPr="007818BD">
        <w:t>entendre</w:t>
      </w:r>
      <w:r>
        <w:t xml:space="preserve">. </w:t>
      </w:r>
      <w:r w:rsidR="00E0544E" w:rsidRPr="007818BD">
        <w:t>Étranger</w:t>
      </w:r>
      <w:r>
        <w:t xml:space="preserve"> ! </w:t>
      </w:r>
      <w:r w:rsidR="00E0544E" w:rsidRPr="007818BD">
        <w:t>ne me parle pas des autres</w:t>
      </w:r>
      <w:r>
        <w:t xml:space="preserve">… </w:t>
      </w:r>
      <w:r w:rsidR="00E0544E" w:rsidRPr="007818BD">
        <w:t>Avertis moi</w:t>
      </w:r>
      <w:r>
        <w:t xml:space="preserve">, </w:t>
      </w:r>
      <w:r w:rsidR="00E0544E" w:rsidRPr="007818BD">
        <w:t>réprimande-moi</w:t>
      </w:r>
      <w:r>
        <w:t xml:space="preserve">, </w:t>
      </w:r>
      <w:r w:rsidR="00E0544E" w:rsidRPr="007818BD">
        <w:t>meu</w:t>
      </w:r>
      <w:r w:rsidR="00E0544E" w:rsidRPr="007818BD">
        <w:t>r</w:t>
      </w:r>
      <w:r w:rsidR="00E0544E" w:rsidRPr="007818BD">
        <w:t>tris à ton gré mon cœur</w:t>
      </w:r>
      <w:r>
        <w:t xml:space="preserve">, </w:t>
      </w:r>
      <w:r w:rsidR="00E0544E" w:rsidRPr="007818BD">
        <w:t>repousse la reconnaissance qu</w:t>
      </w:r>
      <w:r>
        <w:t>’</w:t>
      </w:r>
      <w:r w:rsidR="00E0544E" w:rsidRPr="007818BD">
        <w:t>il t</w:t>
      </w:r>
      <w:r>
        <w:t>’</w:t>
      </w:r>
      <w:r w:rsidR="00E0544E" w:rsidRPr="007818BD">
        <w:t>offre</w:t>
      </w:r>
      <w:r>
        <w:t xml:space="preserve">, </w:t>
      </w:r>
      <w:r w:rsidR="00E0544E" w:rsidRPr="007818BD">
        <w:t>et qui est pourtant digne de toi</w:t>
      </w:r>
      <w:r>
        <w:t xml:space="preserve"> ; </w:t>
      </w:r>
      <w:r w:rsidR="00E0544E" w:rsidRPr="007818BD">
        <w:lastRenderedPageBreak/>
        <w:t>mais ne viens pas toujours à moi comme un présage de do</w:t>
      </w:r>
      <w:r w:rsidR="00E0544E" w:rsidRPr="007818BD">
        <w:t>u</w:t>
      </w:r>
      <w:r w:rsidR="00E0544E" w:rsidRPr="007818BD">
        <w:t>leur et de trouble</w:t>
      </w:r>
      <w:r>
        <w:t xml:space="preserve">. </w:t>
      </w:r>
      <w:r w:rsidR="00E0544E" w:rsidRPr="007818BD">
        <w:t>Parfois</w:t>
      </w:r>
      <w:r>
        <w:t xml:space="preserve">, </w:t>
      </w:r>
      <w:r w:rsidR="00E0544E" w:rsidRPr="007818BD">
        <w:t>je t</w:t>
      </w:r>
      <w:r>
        <w:t>’</w:t>
      </w:r>
      <w:r w:rsidR="00E0544E" w:rsidRPr="007818BD">
        <w:t>ai vu dans mes rêves</w:t>
      </w:r>
      <w:r>
        <w:t xml:space="preserve">, </w:t>
      </w:r>
      <w:r w:rsidR="00E0544E" w:rsidRPr="007818BD">
        <w:t>environné de formes glorieuses et brillantes</w:t>
      </w:r>
      <w:r>
        <w:t xml:space="preserve">, </w:t>
      </w:r>
      <w:r w:rsidR="00E0544E" w:rsidRPr="007818BD">
        <w:t>le regard tout radieux d</w:t>
      </w:r>
      <w:r>
        <w:t>’</w:t>
      </w:r>
      <w:r w:rsidR="00E0544E" w:rsidRPr="007818BD">
        <w:t>une joie céleste qui ne l</w:t>
      </w:r>
      <w:r>
        <w:t>’</w:t>
      </w:r>
      <w:r w:rsidR="00E0544E" w:rsidRPr="007818BD">
        <w:t>anime pas maintenant</w:t>
      </w:r>
      <w:r>
        <w:t xml:space="preserve">. </w:t>
      </w:r>
      <w:r w:rsidR="00E0544E" w:rsidRPr="007818BD">
        <w:t>Étranger</w:t>
      </w:r>
      <w:r>
        <w:t xml:space="preserve"> ! </w:t>
      </w:r>
      <w:r w:rsidR="00E0544E" w:rsidRPr="007818BD">
        <w:t>tu m</w:t>
      </w:r>
      <w:r>
        <w:t>’</w:t>
      </w:r>
      <w:r w:rsidR="00E0544E" w:rsidRPr="007818BD">
        <w:t>as sauvée</w:t>
      </w:r>
      <w:r>
        <w:t xml:space="preserve">, </w:t>
      </w:r>
      <w:r w:rsidR="00E0544E" w:rsidRPr="007818BD">
        <w:t>je te remercie</w:t>
      </w:r>
      <w:r>
        <w:t xml:space="preserve"> ; </w:t>
      </w:r>
      <w:r w:rsidR="00E0544E" w:rsidRPr="007818BD">
        <w:t>je te b</w:t>
      </w:r>
      <w:r w:rsidR="00E0544E" w:rsidRPr="007818BD">
        <w:t>é</w:t>
      </w:r>
      <w:r w:rsidR="00E0544E" w:rsidRPr="007818BD">
        <w:t>nis</w:t>
      </w:r>
      <w:r>
        <w:t xml:space="preserve"> ! </w:t>
      </w:r>
      <w:r w:rsidR="00E0544E" w:rsidRPr="007818BD">
        <w:t>Est-ce encore là un hommage que tu veuilles repousser</w:t>
      </w:r>
      <w:r>
        <w:t> ? »</w:t>
      </w:r>
    </w:p>
    <w:p w14:paraId="2F2EA8C7" w14:textId="77777777" w:rsidR="00E8465A" w:rsidRDefault="00E0544E" w:rsidP="00E0544E">
      <w:r w:rsidRPr="007818BD">
        <w:t>À ces mots</w:t>
      </w:r>
      <w:r w:rsidR="00E8465A">
        <w:t xml:space="preserve">, </w:t>
      </w:r>
      <w:r w:rsidRPr="007818BD">
        <w:t>elle croisa humblement et doucement ses mains sur sa poitrine et s</w:t>
      </w:r>
      <w:r w:rsidR="00E8465A">
        <w:t>’</w:t>
      </w:r>
      <w:r w:rsidRPr="007818BD">
        <w:t>inclina devant lui</w:t>
      </w:r>
      <w:r w:rsidR="00E8465A">
        <w:t xml:space="preserve">. </w:t>
      </w:r>
      <w:r w:rsidRPr="007818BD">
        <w:t>Dans son attitude humble il n</w:t>
      </w:r>
      <w:r w:rsidR="00E8465A">
        <w:t>’</w:t>
      </w:r>
      <w:r w:rsidRPr="007818BD">
        <w:t>y avait rien de bas qui dérogeât à la dignité de son sexe</w:t>
      </w:r>
      <w:r w:rsidR="00E8465A">
        <w:t xml:space="preserve"> : </w:t>
      </w:r>
      <w:r w:rsidRPr="007818BD">
        <w:t>ce n</w:t>
      </w:r>
      <w:r w:rsidR="00E8465A">
        <w:t>’</w:t>
      </w:r>
      <w:r w:rsidRPr="007818BD">
        <w:t>était pas la soumission d</w:t>
      </w:r>
      <w:r w:rsidR="00E8465A">
        <w:t>’</w:t>
      </w:r>
      <w:r w:rsidRPr="007818BD">
        <w:t>une maîtresse à son amant</w:t>
      </w:r>
      <w:r w:rsidR="00E8465A">
        <w:t xml:space="preserve">, </w:t>
      </w:r>
      <w:r w:rsidRPr="007818BD">
        <w:t>d</w:t>
      </w:r>
      <w:r w:rsidR="00E8465A">
        <w:t>’</w:t>
      </w:r>
      <w:r w:rsidRPr="007818BD">
        <w:t>une esclave à son maître</w:t>
      </w:r>
      <w:r w:rsidR="00E8465A">
        <w:t xml:space="preserve"> ; </w:t>
      </w:r>
      <w:r w:rsidRPr="007818BD">
        <w:t>c</w:t>
      </w:r>
      <w:r w:rsidR="00E8465A">
        <w:t>’</w:t>
      </w:r>
      <w:r w:rsidRPr="007818BD">
        <w:t>était plutôt celle d</w:t>
      </w:r>
      <w:r w:rsidR="00E8465A">
        <w:t>’</w:t>
      </w:r>
      <w:r w:rsidRPr="007818BD">
        <w:t>une enfant pour sa mère</w:t>
      </w:r>
      <w:r w:rsidR="00E8465A">
        <w:t xml:space="preserve">, </w:t>
      </w:r>
      <w:r w:rsidRPr="007818BD">
        <w:t>d</w:t>
      </w:r>
      <w:r w:rsidR="00E8465A">
        <w:t>’</w:t>
      </w:r>
      <w:r w:rsidRPr="007818BD">
        <w:t>une néophyte des religions antiques pour le prêtre</w:t>
      </w:r>
      <w:r w:rsidR="00E8465A">
        <w:t xml:space="preserve">. </w:t>
      </w:r>
      <w:r w:rsidRPr="007818BD">
        <w:t xml:space="preserve">Le front de </w:t>
      </w:r>
      <w:proofErr w:type="spellStart"/>
      <w:r w:rsidRPr="007818BD">
        <w:t>Zanoni</w:t>
      </w:r>
      <w:proofErr w:type="spellEnd"/>
      <w:r w:rsidRPr="007818BD">
        <w:t xml:space="preserve"> devint sombre et pensif</w:t>
      </w:r>
      <w:r w:rsidR="00E8465A">
        <w:t xml:space="preserve">. </w:t>
      </w:r>
      <w:r w:rsidRPr="007818BD">
        <w:t>Il la regarda avec une expression étrange de bonté</w:t>
      </w:r>
      <w:r w:rsidR="00E8465A">
        <w:t xml:space="preserve">, </w:t>
      </w:r>
      <w:r w:rsidRPr="007818BD">
        <w:t>de tristesse</w:t>
      </w:r>
      <w:r w:rsidR="00E8465A">
        <w:t xml:space="preserve">, </w:t>
      </w:r>
      <w:r w:rsidRPr="007818BD">
        <w:t>de tendre affe</w:t>
      </w:r>
      <w:r w:rsidRPr="007818BD">
        <w:t>c</w:t>
      </w:r>
      <w:r w:rsidRPr="007818BD">
        <w:t>tion cepe</w:t>
      </w:r>
      <w:r w:rsidRPr="007818BD">
        <w:t>n</w:t>
      </w:r>
      <w:r w:rsidRPr="007818BD">
        <w:t>dant</w:t>
      </w:r>
      <w:r w:rsidR="00E8465A">
        <w:t xml:space="preserve"> ; </w:t>
      </w:r>
      <w:r w:rsidRPr="007818BD">
        <w:t>mais ses lèvres avaient un pli austère</w:t>
      </w:r>
      <w:r w:rsidR="00E8465A">
        <w:t xml:space="preserve">, </w:t>
      </w:r>
      <w:r w:rsidRPr="007818BD">
        <w:t>et sa voix était froide</w:t>
      </w:r>
      <w:r w:rsidR="00E8465A">
        <w:t xml:space="preserve">, </w:t>
      </w:r>
      <w:r w:rsidRPr="007818BD">
        <w:t>quand il répliqua</w:t>
      </w:r>
      <w:r w:rsidR="00E8465A">
        <w:t> :</w:t>
      </w:r>
    </w:p>
    <w:p w14:paraId="202F82CA" w14:textId="77777777" w:rsidR="00E8465A" w:rsidRDefault="00E8465A" w:rsidP="00E0544E">
      <w:r>
        <w:t>« </w:t>
      </w:r>
      <w:r w:rsidR="00E0544E" w:rsidRPr="007818BD">
        <w:t>Savez-vous ce que vous demandez</w:t>
      </w:r>
      <w:r>
        <w:t xml:space="preserve">, </w:t>
      </w:r>
      <w:r w:rsidR="00E0544E" w:rsidRPr="007818BD">
        <w:t>Viola</w:t>
      </w:r>
      <w:r>
        <w:t xml:space="preserve"> ? </w:t>
      </w:r>
      <w:r w:rsidR="00E0544E" w:rsidRPr="007818BD">
        <w:t>Prévoyez-vous le danger pour vous</w:t>
      </w:r>
      <w:r>
        <w:t xml:space="preserve">, </w:t>
      </w:r>
      <w:r w:rsidR="00E0544E" w:rsidRPr="007818BD">
        <w:t>peut-être pour nous deux</w:t>
      </w:r>
      <w:r>
        <w:t xml:space="preserve">, </w:t>
      </w:r>
      <w:r w:rsidR="00E0544E" w:rsidRPr="007818BD">
        <w:t>que vous sollic</w:t>
      </w:r>
      <w:r w:rsidR="00E0544E" w:rsidRPr="007818BD">
        <w:t>i</w:t>
      </w:r>
      <w:r w:rsidR="00E0544E" w:rsidRPr="007818BD">
        <w:t>tez de moi</w:t>
      </w:r>
      <w:r>
        <w:t xml:space="preserve"> ? </w:t>
      </w:r>
      <w:r w:rsidR="00E0544E" w:rsidRPr="007818BD">
        <w:t>Savez-vous que ma vie</w:t>
      </w:r>
      <w:r>
        <w:t xml:space="preserve">, </w:t>
      </w:r>
      <w:r w:rsidR="00E0544E" w:rsidRPr="007818BD">
        <w:t>isolée de la troupe turb</w:t>
      </w:r>
      <w:r w:rsidR="00E0544E" w:rsidRPr="007818BD">
        <w:t>u</w:t>
      </w:r>
      <w:r w:rsidR="00E0544E" w:rsidRPr="007818BD">
        <w:t>lente des hommes</w:t>
      </w:r>
      <w:r>
        <w:t xml:space="preserve">, </w:t>
      </w:r>
      <w:r w:rsidR="00E0544E" w:rsidRPr="007818BD">
        <w:t>n</w:t>
      </w:r>
      <w:r>
        <w:t>’</w:t>
      </w:r>
      <w:r w:rsidR="00E0544E" w:rsidRPr="007818BD">
        <w:t>est qu</w:t>
      </w:r>
      <w:r>
        <w:t>’</w:t>
      </w:r>
      <w:r w:rsidR="00E0544E" w:rsidRPr="007818BD">
        <w:t>un culte continuel de la beauté</w:t>
      </w:r>
      <w:r>
        <w:t xml:space="preserve">, </w:t>
      </w:r>
      <w:r w:rsidR="00E0544E" w:rsidRPr="007818BD">
        <w:t>d</w:t>
      </w:r>
      <w:r>
        <w:t>’</w:t>
      </w:r>
      <w:r w:rsidR="00E0544E" w:rsidRPr="007818BD">
        <w:t>où je cherche à bannir le sentiment qu</w:t>
      </w:r>
      <w:r>
        <w:t>’</w:t>
      </w:r>
      <w:r w:rsidR="00E0544E" w:rsidRPr="007818BD">
        <w:t>inspire avant tout la bea</w:t>
      </w:r>
      <w:r w:rsidR="00E0544E" w:rsidRPr="007818BD">
        <w:t>u</w:t>
      </w:r>
      <w:r w:rsidR="00E0544E" w:rsidRPr="007818BD">
        <w:t>té</w:t>
      </w:r>
      <w:r>
        <w:t xml:space="preserve"> ? </w:t>
      </w:r>
      <w:r w:rsidR="00E0544E" w:rsidRPr="007818BD">
        <w:t>Je fuis comme une c</w:t>
      </w:r>
      <w:r w:rsidR="00E0544E" w:rsidRPr="007818BD">
        <w:t>a</w:t>
      </w:r>
      <w:r w:rsidR="00E0544E" w:rsidRPr="007818BD">
        <w:t>lamité ce qui semble à l</w:t>
      </w:r>
      <w:r>
        <w:t>’</w:t>
      </w:r>
      <w:r w:rsidR="00E0544E" w:rsidRPr="007818BD">
        <w:t>homme la plus belle des destinées</w:t>
      </w:r>
      <w:r>
        <w:t xml:space="preserve">, </w:t>
      </w:r>
      <w:r w:rsidR="00E0544E" w:rsidRPr="007818BD">
        <w:t>l</w:t>
      </w:r>
      <w:r>
        <w:t>’</w:t>
      </w:r>
      <w:r w:rsidR="00E0544E" w:rsidRPr="007818BD">
        <w:t>amour des filles de la terre</w:t>
      </w:r>
      <w:r>
        <w:t xml:space="preserve">. </w:t>
      </w:r>
      <w:r w:rsidR="00E0544E" w:rsidRPr="007818BD">
        <w:t>Aujourd</w:t>
      </w:r>
      <w:r>
        <w:t>’</w:t>
      </w:r>
      <w:r w:rsidR="00E0544E" w:rsidRPr="007818BD">
        <w:t>hui mes conseils peuvent vous sauver de beaucoup de malheurs</w:t>
      </w:r>
      <w:r>
        <w:t xml:space="preserve"> ; </w:t>
      </w:r>
      <w:r w:rsidR="00E0544E" w:rsidRPr="007818BD">
        <w:t>si je vous voyais davantage</w:t>
      </w:r>
      <w:r>
        <w:t xml:space="preserve">, </w:t>
      </w:r>
      <w:r w:rsidR="00E0544E" w:rsidRPr="007818BD">
        <w:t>aurais-je encore le même pouvoir</w:t>
      </w:r>
      <w:r>
        <w:t xml:space="preserve"> ? </w:t>
      </w:r>
      <w:r w:rsidR="00E0544E" w:rsidRPr="007818BD">
        <w:t>Vous ne me comprenez pas</w:t>
      </w:r>
      <w:r>
        <w:t xml:space="preserve">. </w:t>
      </w:r>
      <w:r w:rsidR="00E0544E" w:rsidRPr="007818BD">
        <w:t>Ce que je vais ajouter</w:t>
      </w:r>
      <w:r>
        <w:t xml:space="preserve">, </w:t>
      </w:r>
      <w:r w:rsidR="00E0544E" w:rsidRPr="007818BD">
        <w:t>vous le co</w:t>
      </w:r>
      <w:r w:rsidR="00E0544E" w:rsidRPr="007818BD">
        <w:t>m</w:t>
      </w:r>
      <w:r w:rsidR="00E0544E" w:rsidRPr="007818BD">
        <w:t>prendrez plus aisément</w:t>
      </w:r>
      <w:r>
        <w:t xml:space="preserve">. </w:t>
      </w:r>
      <w:r w:rsidR="00E0544E" w:rsidRPr="007818BD">
        <w:t>Je vous ordonne de bannir de votre cœur toute pensée qui me retracerait à vos yeux autrement que comme un homme que l</w:t>
      </w:r>
      <w:r>
        <w:t>’</w:t>
      </w:r>
      <w:r w:rsidR="00E0544E" w:rsidRPr="007818BD">
        <w:t>avenir vous crie à haute voix d</w:t>
      </w:r>
      <w:r>
        <w:t>’</w:t>
      </w:r>
      <w:r w:rsidR="00E0544E" w:rsidRPr="007818BD">
        <w:t>éviter</w:t>
      </w:r>
      <w:r>
        <w:t xml:space="preserve">. </w:t>
      </w:r>
      <w:proofErr w:type="spellStart"/>
      <w:r w:rsidR="00E0544E" w:rsidRPr="007818BD">
        <w:t>Glyndon</w:t>
      </w:r>
      <w:proofErr w:type="spellEnd"/>
      <w:r>
        <w:t xml:space="preserve">, </w:t>
      </w:r>
      <w:r w:rsidR="00E0544E" w:rsidRPr="007818BD">
        <w:t>si vous acceptez son hommage</w:t>
      </w:r>
      <w:r>
        <w:t xml:space="preserve">, </w:t>
      </w:r>
      <w:r w:rsidR="00E0544E" w:rsidRPr="007818BD">
        <w:t>vous aimera jusqu</w:t>
      </w:r>
      <w:r>
        <w:t>’</w:t>
      </w:r>
      <w:r w:rsidR="00E0544E" w:rsidRPr="007818BD">
        <w:t xml:space="preserve">à ce que la tombe se ferme </w:t>
      </w:r>
      <w:r w:rsidR="00E0544E" w:rsidRPr="007818BD">
        <w:lastRenderedPageBreak/>
        <w:t>sur vous deux</w:t>
      </w:r>
      <w:r>
        <w:t xml:space="preserve">. </w:t>
      </w:r>
      <w:r w:rsidR="00E0544E" w:rsidRPr="007818BD">
        <w:t>Moi au</w:t>
      </w:r>
      <w:r w:rsidR="00E0544E" w:rsidRPr="007818BD">
        <w:t>s</w:t>
      </w:r>
      <w:r w:rsidR="00E0544E" w:rsidRPr="007818BD">
        <w:t>si</w:t>
      </w:r>
      <w:r>
        <w:t xml:space="preserve">, </w:t>
      </w:r>
      <w:r w:rsidR="00E0544E" w:rsidRPr="007818BD">
        <w:t>ajouta-t-il avec émotion</w:t>
      </w:r>
      <w:r>
        <w:t xml:space="preserve">, </w:t>
      </w:r>
      <w:r w:rsidR="00E0544E" w:rsidRPr="007818BD">
        <w:t>moi aussi</w:t>
      </w:r>
      <w:r>
        <w:t xml:space="preserve">, </w:t>
      </w:r>
      <w:r w:rsidR="00E0544E" w:rsidRPr="007818BD">
        <w:t>je pourrais t</w:t>
      </w:r>
      <w:r>
        <w:t>’</w:t>
      </w:r>
      <w:r w:rsidR="00E0544E" w:rsidRPr="007818BD">
        <w:t>aimer</w:t>
      </w:r>
      <w:r>
        <w:t> !</w:t>
      </w:r>
    </w:p>
    <w:p w14:paraId="35927D89" w14:textId="77777777" w:rsidR="00E8465A" w:rsidRDefault="00E8465A" w:rsidP="00E0544E">
      <w:r>
        <w:t>— </w:t>
      </w:r>
      <w:r w:rsidR="00E0544E" w:rsidRPr="007818BD">
        <w:t>Vous</w:t>
      </w:r>
      <w:r>
        <w:t> ! »</w:t>
      </w:r>
      <w:r w:rsidR="00E0544E" w:rsidRPr="007818BD">
        <w:t xml:space="preserve"> s</w:t>
      </w:r>
      <w:r>
        <w:t>’</w:t>
      </w:r>
      <w:r w:rsidR="00E0544E" w:rsidRPr="007818BD">
        <w:t>écria Viola avec un élan soudain de bonheur et de ravissement dont elle ne put maîtriser la violence</w:t>
      </w:r>
      <w:r>
        <w:t>.</w:t>
      </w:r>
    </w:p>
    <w:p w14:paraId="64760EA7" w14:textId="77777777" w:rsidR="00E8465A" w:rsidRDefault="00E0544E" w:rsidP="00E0544E">
      <w:r w:rsidRPr="007818BD">
        <w:t>Mais l</w:t>
      </w:r>
      <w:r w:rsidR="00E8465A">
        <w:t>’</w:t>
      </w:r>
      <w:r w:rsidRPr="007818BD">
        <w:t>instant d</w:t>
      </w:r>
      <w:r w:rsidR="00E8465A">
        <w:t>’</w:t>
      </w:r>
      <w:r w:rsidRPr="007818BD">
        <w:t>après elle eût donné des mondes pour ra</w:t>
      </w:r>
      <w:r w:rsidRPr="007818BD">
        <w:t>p</w:t>
      </w:r>
      <w:r w:rsidRPr="007818BD">
        <w:t>peler ce cri de son âme</w:t>
      </w:r>
      <w:r w:rsidR="00E8465A">
        <w:t>.</w:t>
      </w:r>
    </w:p>
    <w:p w14:paraId="456879C5" w14:textId="4FE6CDE8" w:rsidR="00E0544E" w:rsidRPr="007818BD" w:rsidRDefault="00E8465A" w:rsidP="00E0544E">
      <w:r>
        <w:t>« </w:t>
      </w:r>
      <w:r w:rsidR="00E0544E" w:rsidRPr="007818BD">
        <w:t>Oui</w:t>
      </w:r>
      <w:r>
        <w:t xml:space="preserve">, </w:t>
      </w:r>
      <w:r w:rsidR="00E0544E" w:rsidRPr="007818BD">
        <w:t>Viola</w:t>
      </w:r>
      <w:r>
        <w:t xml:space="preserve"> ! </w:t>
      </w:r>
      <w:r w:rsidR="00E0544E" w:rsidRPr="007818BD">
        <w:t>je pourrais aussi t</w:t>
      </w:r>
      <w:r>
        <w:t>’</w:t>
      </w:r>
      <w:r w:rsidR="00E0544E" w:rsidRPr="007818BD">
        <w:t>aimer</w:t>
      </w:r>
      <w:r>
        <w:t xml:space="preserve"> ; </w:t>
      </w:r>
      <w:r w:rsidR="00E0544E" w:rsidRPr="007818BD">
        <w:t>mais dans cet amour quel changement</w:t>
      </w:r>
      <w:r>
        <w:t xml:space="preserve"> ! </w:t>
      </w:r>
      <w:r w:rsidR="00E0544E" w:rsidRPr="007818BD">
        <w:t>que de douleur</w:t>
      </w:r>
      <w:r>
        <w:t xml:space="preserve"> ! </w:t>
      </w:r>
      <w:r w:rsidR="00E0544E" w:rsidRPr="007818BD">
        <w:t>La fleur</w:t>
      </w:r>
      <w:r>
        <w:t xml:space="preserve">, </w:t>
      </w:r>
      <w:r w:rsidR="00E0544E" w:rsidRPr="007818BD">
        <w:t>attachée au cœur du rocher l</w:t>
      </w:r>
      <w:r>
        <w:t>’</w:t>
      </w:r>
      <w:r w:rsidR="00E0544E" w:rsidRPr="007818BD">
        <w:t>embaume de son parfum</w:t>
      </w:r>
      <w:r>
        <w:t xml:space="preserve">. </w:t>
      </w:r>
      <w:r w:rsidR="00E0544E" w:rsidRPr="007818BD">
        <w:t>Encore un peu de temps</w:t>
      </w:r>
      <w:r>
        <w:t xml:space="preserve">, </w:t>
      </w:r>
      <w:r w:rsidR="00E0544E" w:rsidRPr="007818BD">
        <w:t>et la fleur est morte</w:t>
      </w:r>
      <w:r>
        <w:t xml:space="preserve"> ; </w:t>
      </w:r>
      <w:r w:rsidR="00E0544E" w:rsidRPr="007818BD">
        <w:t>le rocher dure toujours</w:t>
      </w:r>
      <w:r>
        <w:t xml:space="preserve">, </w:t>
      </w:r>
      <w:r w:rsidR="00E0544E" w:rsidRPr="007818BD">
        <w:t>la neige sur son cœur</w:t>
      </w:r>
      <w:r>
        <w:t xml:space="preserve">, </w:t>
      </w:r>
      <w:r w:rsidR="00E0544E" w:rsidRPr="007818BD">
        <w:t>le soleil rayonnant sur sa tête</w:t>
      </w:r>
      <w:r>
        <w:t xml:space="preserve">. </w:t>
      </w:r>
      <w:r w:rsidR="00E0544E" w:rsidRPr="007818BD">
        <w:t>Songe</w:t>
      </w:r>
      <w:r>
        <w:t xml:space="preserve">, </w:t>
      </w:r>
      <w:r w:rsidR="00E0544E" w:rsidRPr="007818BD">
        <w:t>songe bien</w:t>
      </w:r>
      <w:r>
        <w:t xml:space="preserve"> ! </w:t>
      </w:r>
      <w:r w:rsidR="00E0544E" w:rsidRPr="007818BD">
        <w:t>Le danger t</w:t>
      </w:r>
      <w:r>
        <w:t>’</w:t>
      </w:r>
      <w:r w:rsidR="00E0544E" w:rsidRPr="007818BD">
        <w:t>environne to</w:t>
      </w:r>
      <w:r w:rsidR="00E0544E" w:rsidRPr="007818BD">
        <w:t>u</w:t>
      </w:r>
      <w:r w:rsidR="00E0544E" w:rsidRPr="007818BD">
        <w:t>jours</w:t>
      </w:r>
      <w:r>
        <w:t xml:space="preserve">. </w:t>
      </w:r>
      <w:r w:rsidR="00E0544E" w:rsidRPr="007818BD">
        <w:t>Pendant quelques jours encore tu peux être à l</w:t>
      </w:r>
      <w:r>
        <w:t>’</w:t>
      </w:r>
      <w:r w:rsidR="00E0544E" w:rsidRPr="007818BD">
        <w:t>abri de ton persécuteur cruel et sans remords</w:t>
      </w:r>
      <w:r>
        <w:t xml:space="preserve">, </w:t>
      </w:r>
      <w:r w:rsidR="00E0544E" w:rsidRPr="007818BD">
        <w:t>mais l</w:t>
      </w:r>
      <w:r>
        <w:t>’</w:t>
      </w:r>
      <w:r w:rsidR="00E0544E" w:rsidRPr="007818BD">
        <w:t>heure approche où tu n</w:t>
      </w:r>
      <w:r>
        <w:t>’</w:t>
      </w:r>
      <w:r w:rsidR="00E0544E" w:rsidRPr="007818BD">
        <w:t>auras de salut que dans la fuite</w:t>
      </w:r>
      <w:r>
        <w:t xml:space="preserve">. </w:t>
      </w:r>
      <w:r w:rsidR="00E0544E" w:rsidRPr="007818BD">
        <w:t>Si l</w:t>
      </w:r>
      <w:r>
        <w:t>’</w:t>
      </w:r>
      <w:r w:rsidR="00E0544E" w:rsidRPr="007818BD">
        <w:t>Anglais t</w:t>
      </w:r>
      <w:r>
        <w:t>’</w:t>
      </w:r>
      <w:r w:rsidR="00E0544E" w:rsidRPr="007818BD">
        <w:t>aime d</w:t>
      </w:r>
      <w:r>
        <w:t>’</w:t>
      </w:r>
      <w:r w:rsidR="00E0544E" w:rsidRPr="007818BD">
        <w:t>un amour digne de toi</w:t>
      </w:r>
      <w:r>
        <w:t xml:space="preserve">, </w:t>
      </w:r>
      <w:r w:rsidR="00E0544E" w:rsidRPr="007818BD">
        <w:t>ton honneur lui sera aussi cher que le sien</w:t>
      </w:r>
      <w:r>
        <w:t xml:space="preserve">. </w:t>
      </w:r>
      <w:r w:rsidR="00E0544E" w:rsidRPr="007818BD">
        <w:t>Sinon</w:t>
      </w:r>
      <w:r>
        <w:t xml:space="preserve">, </w:t>
      </w:r>
      <w:r w:rsidR="00E0544E" w:rsidRPr="007818BD">
        <w:t>il y a encore des lieux où tu trouv</w:t>
      </w:r>
      <w:r w:rsidR="00E0544E" w:rsidRPr="007818BD">
        <w:t>e</w:t>
      </w:r>
      <w:r w:rsidR="00E0544E" w:rsidRPr="007818BD">
        <w:t>ras l</w:t>
      </w:r>
      <w:r>
        <w:t>’</w:t>
      </w:r>
      <w:r w:rsidR="00E0544E" w:rsidRPr="007818BD">
        <w:t>amour plus respectueux et la vertu moins exposée qu</w:t>
      </w:r>
      <w:r>
        <w:t>’</w:t>
      </w:r>
      <w:r w:rsidR="00E0544E" w:rsidRPr="007818BD">
        <w:t>ici à la force et à la ruse</w:t>
      </w:r>
      <w:r>
        <w:t xml:space="preserve">. </w:t>
      </w:r>
      <w:r w:rsidR="00E0544E" w:rsidRPr="007818BD">
        <w:t>Adieu</w:t>
      </w:r>
      <w:r>
        <w:t xml:space="preserve">, </w:t>
      </w:r>
      <w:r w:rsidR="00E0544E" w:rsidRPr="007818BD">
        <w:t>je ne puis voir ma destinée qu</w:t>
      </w:r>
      <w:r>
        <w:t>’</w:t>
      </w:r>
      <w:r w:rsidR="00E0544E" w:rsidRPr="007818BD">
        <w:t>à tr</w:t>
      </w:r>
      <w:r w:rsidR="00E0544E" w:rsidRPr="007818BD">
        <w:t>a</w:t>
      </w:r>
      <w:r w:rsidR="00E0544E" w:rsidRPr="007818BD">
        <w:t>vers un obscur nuage</w:t>
      </w:r>
      <w:r>
        <w:t xml:space="preserve">. </w:t>
      </w:r>
      <w:r w:rsidR="00E0544E" w:rsidRPr="007818BD">
        <w:t>Je sais du moins que nous nous reve</w:t>
      </w:r>
      <w:r w:rsidR="00E0544E" w:rsidRPr="007818BD">
        <w:t>r</w:t>
      </w:r>
      <w:r w:rsidR="00E0544E" w:rsidRPr="007818BD">
        <w:t>rons</w:t>
      </w:r>
      <w:r>
        <w:t xml:space="preserve"> : </w:t>
      </w:r>
      <w:r w:rsidR="00E0544E" w:rsidRPr="007818BD">
        <w:t>mais apprends dès à présent</w:t>
      </w:r>
      <w:r>
        <w:t xml:space="preserve">, </w:t>
      </w:r>
      <w:r w:rsidR="00E0544E" w:rsidRPr="007818BD">
        <w:t>douce fleur</w:t>
      </w:r>
      <w:r>
        <w:t xml:space="preserve">, </w:t>
      </w:r>
      <w:r w:rsidR="00E0544E" w:rsidRPr="007818BD">
        <w:t>qu</w:t>
      </w:r>
      <w:r>
        <w:t>’</w:t>
      </w:r>
      <w:r w:rsidR="00E0544E" w:rsidRPr="007818BD">
        <w:t>il est des lieux de repos moins durs pour toi que le R</w:t>
      </w:r>
      <w:r w:rsidR="00E0544E" w:rsidRPr="007818BD">
        <w:t>o</w:t>
      </w:r>
      <w:r w:rsidR="00E0544E" w:rsidRPr="007818BD">
        <w:t>cher</w:t>
      </w:r>
      <w:r>
        <w:t>. »</w:t>
      </w:r>
    </w:p>
    <w:p w14:paraId="54146770" w14:textId="7BF60CBB" w:rsidR="00E0544E" w:rsidRPr="007818BD" w:rsidRDefault="00E0544E" w:rsidP="00E0544E">
      <w:r w:rsidRPr="007818BD">
        <w:t>Il se leva et gagna la porte extérieure où se tenait discrèt</w:t>
      </w:r>
      <w:r w:rsidRPr="007818BD">
        <w:t>e</w:t>
      </w:r>
      <w:r w:rsidRPr="007818BD">
        <w:t xml:space="preserve">ment </w:t>
      </w:r>
      <w:proofErr w:type="spellStart"/>
      <w:r w:rsidRPr="007818BD">
        <w:t>Gionetta</w:t>
      </w:r>
      <w:proofErr w:type="spellEnd"/>
      <w:r w:rsidR="00E8465A">
        <w:t xml:space="preserve">. </w:t>
      </w:r>
      <w:proofErr w:type="spellStart"/>
      <w:r w:rsidRPr="007818BD">
        <w:t>Zanoni</w:t>
      </w:r>
      <w:proofErr w:type="spellEnd"/>
      <w:r w:rsidRPr="007818BD">
        <w:t xml:space="preserve"> lui posa doucement la main sur le bras</w:t>
      </w:r>
      <w:r w:rsidR="00E8465A">
        <w:t xml:space="preserve">… </w:t>
      </w:r>
      <w:r w:rsidRPr="007818BD">
        <w:t>Puis avec l</w:t>
      </w:r>
      <w:r w:rsidR="00E8465A">
        <w:t>’</w:t>
      </w:r>
      <w:r w:rsidRPr="007818BD">
        <w:t>accent d</w:t>
      </w:r>
      <w:r w:rsidR="00E8465A">
        <w:t>’</w:t>
      </w:r>
      <w:r w:rsidRPr="007818BD">
        <w:t>un cavalier insouciant</w:t>
      </w:r>
      <w:r w:rsidR="00E8465A">
        <w:t> : « </w:t>
      </w:r>
      <w:r w:rsidRPr="007818BD">
        <w:t xml:space="preserve">Le </w:t>
      </w:r>
      <w:proofErr w:type="spellStart"/>
      <w:r w:rsidRPr="007818BD">
        <w:t>signor</w:t>
      </w:r>
      <w:proofErr w:type="spellEnd"/>
      <w:r w:rsidRPr="007818BD">
        <w:t xml:space="preserve"> </w:t>
      </w:r>
      <w:proofErr w:type="spellStart"/>
      <w:r w:rsidRPr="007818BD">
        <w:t>Gly</w:t>
      </w:r>
      <w:r w:rsidRPr="007818BD">
        <w:t>n</w:t>
      </w:r>
      <w:r w:rsidRPr="007818BD">
        <w:t>don</w:t>
      </w:r>
      <w:proofErr w:type="spellEnd"/>
      <w:r w:rsidR="00E8465A">
        <w:t xml:space="preserve">, </w:t>
      </w:r>
      <w:r w:rsidRPr="007818BD">
        <w:t>lui dit-il</w:t>
      </w:r>
      <w:r w:rsidR="00E8465A">
        <w:t xml:space="preserve">, </w:t>
      </w:r>
      <w:r w:rsidRPr="007818BD">
        <w:t>aime ta maîtresse</w:t>
      </w:r>
      <w:r w:rsidR="00E8465A">
        <w:t xml:space="preserve"> ; </w:t>
      </w:r>
      <w:r w:rsidRPr="007818BD">
        <w:t>il peut l</w:t>
      </w:r>
      <w:r w:rsidR="00E8465A">
        <w:t>’</w:t>
      </w:r>
      <w:r w:rsidRPr="007818BD">
        <w:t>épouser</w:t>
      </w:r>
      <w:r w:rsidR="00E8465A">
        <w:t xml:space="preserve">. </w:t>
      </w:r>
      <w:r w:rsidRPr="007818BD">
        <w:t>Je sais ton dévouement pour elle</w:t>
      </w:r>
      <w:r w:rsidR="00E8465A">
        <w:t xml:space="preserve">. </w:t>
      </w:r>
      <w:r w:rsidRPr="007818BD">
        <w:t>Désabuse-la de tout caprice pour moi</w:t>
      </w:r>
      <w:r w:rsidR="00E8465A">
        <w:t xml:space="preserve">. </w:t>
      </w:r>
      <w:r w:rsidRPr="007818BD">
        <w:t>Je suis comme l</w:t>
      </w:r>
      <w:r w:rsidR="00E8465A">
        <w:t>’</w:t>
      </w:r>
      <w:r w:rsidRPr="007818BD">
        <w:t>oiseau sur la branche</w:t>
      </w:r>
      <w:r w:rsidR="00E8465A">
        <w:t>. »</w:t>
      </w:r>
    </w:p>
    <w:p w14:paraId="13AAD992" w14:textId="77777777" w:rsidR="00E8465A" w:rsidRDefault="00E0544E" w:rsidP="00E0544E">
      <w:r w:rsidRPr="007818BD">
        <w:t>Il laissa tomber une bourse dans la main de la nourrice</w:t>
      </w:r>
      <w:r w:rsidR="00E8465A">
        <w:t xml:space="preserve">, </w:t>
      </w:r>
      <w:r w:rsidRPr="007818BD">
        <w:t>et disparut</w:t>
      </w:r>
      <w:r w:rsidR="00E8465A">
        <w:t>.</w:t>
      </w:r>
    </w:p>
    <w:p w14:paraId="6124C934" w14:textId="77777777" w:rsidR="00E8465A" w:rsidRDefault="00E0544E" w:rsidP="00E8465A">
      <w:pPr>
        <w:pStyle w:val="Titre2"/>
        <w:pageBreakBefore/>
      </w:pPr>
      <w:bookmarkStart w:id="15" w:name="_Toc199963064"/>
      <w:r w:rsidRPr="007818BD">
        <w:lastRenderedPageBreak/>
        <w:t>CHAPITRE</w:t>
      </w:r>
      <w:r w:rsidR="00E8465A">
        <w:t xml:space="preserve"> </w:t>
      </w:r>
      <w:r w:rsidRPr="007818BD">
        <w:t>IV</w:t>
      </w:r>
      <w:r w:rsidR="00E8465A">
        <w:t>.</w:t>
      </w:r>
      <w:bookmarkEnd w:id="15"/>
    </w:p>
    <w:p w14:paraId="6C016628" w14:textId="663087CC" w:rsidR="00E8465A" w:rsidRDefault="00E0544E" w:rsidP="00E0544E">
      <w:pPr>
        <w:pStyle w:val="NormalRetraitGauche4XIndent0"/>
        <w:spacing w:before="0" w:after="0"/>
        <w:rPr>
          <w:rStyle w:val="Taille-1Caracteres"/>
        </w:rPr>
      </w:pPr>
      <w:r w:rsidRPr="007818BD">
        <w:rPr>
          <w:rStyle w:val="Taille-1Caracteres"/>
        </w:rPr>
        <w:t>Les intelligences célestes se font voir et se comm</w:t>
      </w:r>
      <w:r w:rsidRPr="007818BD">
        <w:rPr>
          <w:rStyle w:val="Taille-1Caracteres"/>
        </w:rPr>
        <w:t>u</w:t>
      </w:r>
      <w:r w:rsidRPr="007818BD">
        <w:rPr>
          <w:rStyle w:val="Taille-1Caracteres"/>
        </w:rPr>
        <w:t>niquent plus volontiers dans le silence et dans la tranquillité de la solitude</w:t>
      </w:r>
      <w:r w:rsidR="00E8465A">
        <w:rPr>
          <w:rStyle w:val="Taille-1Caracteres"/>
        </w:rPr>
        <w:t xml:space="preserve">. </w:t>
      </w:r>
      <w:r w:rsidRPr="007818BD">
        <w:rPr>
          <w:rStyle w:val="Taille-1Caracteres"/>
        </w:rPr>
        <w:t>On aura donc une petite chambre ou un cabinet secret</w:t>
      </w:r>
      <w:r w:rsidR="00E8465A">
        <w:rPr>
          <w:rStyle w:val="Taille-1Caracteres"/>
        </w:rPr>
        <w:t>… (</w:t>
      </w:r>
      <w:r w:rsidRPr="007818BD">
        <w:rPr>
          <w:rStyle w:val="Taille-1Caracteres"/>
        </w:rPr>
        <w:t>Les Clavicules du Rabbi Salomon</w:t>
      </w:r>
      <w:r w:rsidR="00E8465A">
        <w:rPr>
          <w:rStyle w:val="Taille-1Caracteres"/>
        </w:rPr>
        <w:t xml:space="preserve">, </w:t>
      </w:r>
      <w:r w:rsidRPr="007818BD">
        <w:rPr>
          <w:rStyle w:val="Taille-1Caracteres"/>
        </w:rPr>
        <w:t>chap</w:t>
      </w:r>
      <w:r w:rsidR="00E8465A">
        <w:rPr>
          <w:rStyle w:val="Taille-1Caracteres"/>
        </w:rPr>
        <w:t xml:space="preserve">. </w:t>
      </w:r>
      <w:r w:rsidRPr="007818BD">
        <w:rPr>
          <w:rStyle w:val="Taille-1Caracteres"/>
        </w:rPr>
        <w:t>III</w:t>
      </w:r>
      <w:r w:rsidR="00E8465A">
        <w:rPr>
          <w:rStyle w:val="Taille-1Caracteres"/>
        </w:rPr>
        <w:t xml:space="preserve"> : </w:t>
      </w:r>
      <w:r w:rsidRPr="007818BD">
        <w:rPr>
          <w:rStyle w:val="Taille-1Caracteres"/>
        </w:rPr>
        <w:t xml:space="preserve">traduites exactement du texte hébreu par </w:t>
      </w:r>
      <w:r w:rsidR="00E8465A">
        <w:rPr>
          <w:rStyle w:val="Taille-1Caracteres"/>
        </w:rPr>
        <w:t>M. </w:t>
      </w:r>
      <w:r w:rsidRPr="007818BD">
        <w:rPr>
          <w:rStyle w:val="Taille-1Caracteres"/>
        </w:rPr>
        <w:t xml:space="preserve">Pierre </w:t>
      </w:r>
      <w:proofErr w:type="spellStart"/>
      <w:r w:rsidRPr="007818BD">
        <w:rPr>
          <w:rStyle w:val="Taille-1Caracteres"/>
        </w:rPr>
        <w:t>Morissonneau</w:t>
      </w:r>
      <w:proofErr w:type="spellEnd"/>
      <w:r w:rsidR="00E8465A">
        <w:rPr>
          <w:rStyle w:val="Taille-1Caracteres"/>
        </w:rPr>
        <w:t xml:space="preserve">, </w:t>
      </w:r>
      <w:r w:rsidRPr="007818BD">
        <w:rPr>
          <w:rStyle w:val="Taille-1Caracteres"/>
        </w:rPr>
        <w:t>profe</w:t>
      </w:r>
      <w:r w:rsidRPr="007818BD">
        <w:rPr>
          <w:rStyle w:val="Taille-1Caracteres"/>
        </w:rPr>
        <w:t>s</w:t>
      </w:r>
      <w:r w:rsidRPr="007818BD">
        <w:rPr>
          <w:rStyle w:val="Taille-1Caracteres"/>
        </w:rPr>
        <w:t>seur de langues orientales</w:t>
      </w:r>
      <w:r w:rsidR="00E8465A">
        <w:rPr>
          <w:rStyle w:val="Taille-1Caracteres"/>
        </w:rPr>
        <w:t xml:space="preserve">, </w:t>
      </w:r>
      <w:r w:rsidRPr="007818BD">
        <w:rPr>
          <w:rStyle w:val="Taille-1Caracteres"/>
        </w:rPr>
        <w:t>et sectateur de la phil</w:t>
      </w:r>
      <w:r w:rsidRPr="007818BD">
        <w:rPr>
          <w:rStyle w:val="Taille-1Caracteres"/>
        </w:rPr>
        <w:t>o</w:t>
      </w:r>
      <w:r w:rsidRPr="007818BD">
        <w:rPr>
          <w:rStyle w:val="Taille-1Caracteres"/>
        </w:rPr>
        <w:t>sophie des sages cab</w:t>
      </w:r>
      <w:r w:rsidRPr="007818BD">
        <w:rPr>
          <w:rStyle w:val="Taille-1Caracteres"/>
        </w:rPr>
        <w:t>a</w:t>
      </w:r>
      <w:r w:rsidRPr="007818BD">
        <w:rPr>
          <w:rStyle w:val="Taille-1Caracteres"/>
        </w:rPr>
        <w:t>listes</w:t>
      </w:r>
      <w:r w:rsidR="00E8465A">
        <w:rPr>
          <w:rStyle w:val="Taille-1Caracteres"/>
        </w:rPr>
        <w:t>.)</w:t>
      </w:r>
    </w:p>
    <w:p w14:paraId="30CE89C5" w14:textId="77777777" w:rsidR="00E8465A" w:rsidRDefault="00E0544E" w:rsidP="00E0544E">
      <w:r w:rsidRPr="007818BD">
        <w:t xml:space="preserve">Le palais occupé par </w:t>
      </w:r>
      <w:proofErr w:type="spellStart"/>
      <w:r w:rsidRPr="007818BD">
        <w:t>Zanoni</w:t>
      </w:r>
      <w:proofErr w:type="spellEnd"/>
      <w:r w:rsidRPr="007818BD">
        <w:t xml:space="preserve"> était situé dans un des qua</w:t>
      </w:r>
      <w:r w:rsidRPr="007818BD">
        <w:t>r</w:t>
      </w:r>
      <w:r w:rsidRPr="007818BD">
        <w:t>tiers les moins fréquentés</w:t>
      </w:r>
      <w:r w:rsidR="00E8465A">
        <w:t xml:space="preserve">. </w:t>
      </w:r>
      <w:r w:rsidRPr="007818BD">
        <w:t>On le voit encore debout</w:t>
      </w:r>
      <w:r w:rsidR="00E8465A">
        <w:t xml:space="preserve">, </w:t>
      </w:r>
      <w:r w:rsidRPr="007818BD">
        <w:t>mais ruiné et démantelé</w:t>
      </w:r>
      <w:r w:rsidR="00E8465A">
        <w:t xml:space="preserve">, </w:t>
      </w:r>
      <w:r w:rsidRPr="007818BD">
        <w:t>monument de la splendeur d</w:t>
      </w:r>
      <w:r w:rsidR="00E8465A">
        <w:t>’</w:t>
      </w:r>
      <w:r w:rsidRPr="007818BD">
        <w:t>une chevalerie dès longtemps disparue de Naples avec les nobles fils de la No</w:t>
      </w:r>
      <w:r w:rsidRPr="007818BD">
        <w:t>r</w:t>
      </w:r>
      <w:r w:rsidRPr="007818BD">
        <w:t>mandie et de l</w:t>
      </w:r>
      <w:r w:rsidR="00E8465A">
        <w:t>’</w:t>
      </w:r>
      <w:r w:rsidRPr="007818BD">
        <w:t>Espagne</w:t>
      </w:r>
      <w:r w:rsidR="00E8465A">
        <w:t>.</w:t>
      </w:r>
    </w:p>
    <w:p w14:paraId="442C4685" w14:textId="77777777" w:rsidR="00E8465A" w:rsidRDefault="00E0544E" w:rsidP="00E0544E">
      <w:r w:rsidRPr="007818BD">
        <w:t>À son entrée dans les appartements réservés à ses heures de solitude</w:t>
      </w:r>
      <w:r w:rsidR="00E8465A">
        <w:t xml:space="preserve">, </w:t>
      </w:r>
      <w:r w:rsidRPr="007818BD">
        <w:t>deux Indiens</w:t>
      </w:r>
      <w:r w:rsidR="00E8465A">
        <w:t xml:space="preserve">, </w:t>
      </w:r>
      <w:r w:rsidRPr="007818BD">
        <w:t>dans leur costume national</w:t>
      </w:r>
      <w:r w:rsidR="00E8465A">
        <w:t xml:space="preserve">, </w:t>
      </w:r>
      <w:r w:rsidRPr="007818BD">
        <w:t>le reç</w:t>
      </w:r>
      <w:r w:rsidRPr="007818BD">
        <w:t>u</w:t>
      </w:r>
      <w:r w:rsidRPr="007818BD">
        <w:t>rent sur le seuil avec les graves salutations de l</w:t>
      </w:r>
      <w:r w:rsidR="00E8465A">
        <w:t>’</w:t>
      </w:r>
      <w:r w:rsidRPr="007818BD">
        <w:t>Orient</w:t>
      </w:r>
      <w:r w:rsidR="00E8465A">
        <w:t xml:space="preserve">. </w:t>
      </w:r>
      <w:r w:rsidRPr="007818BD">
        <w:t>Ils l</w:t>
      </w:r>
      <w:r w:rsidR="00E8465A">
        <w:t>’</w:t>
      </w:r>
      <w:r w:rsidRPr="007818BD">
        <w:t>avaient suivi des régions lointaines où</w:t>
      </w:r>
      <w:r w:rsidR="00E8465A">
        <w:t xml:space="preserve">, </w:t>
      </w:r>
      <w:r w:rsidRPr="007818BD">
        <w:t>d</w:t>
      </w:r>
      <w:r w:rsidR="00E8465A">
        <w:t>’</w:t>
      </w:r>
      <w:r w:rsidRPr="007818BD">
        <w:t>après la rumeur gén</w:t>
      </w:r>
      <w:r w:rsidRPr="007818BD">
        <w:t>é</w:t>
      </w:r>
      <w:r w:rsidRPr="007818BD">
        <w:t>rale</w:t>
      </w:r>
      <w:r w:rsidR="00E8465A">
        <w:t xml:space="preserve">, </w:t>
      </w:r>
      <w:r w:rsidRPr="007818BD">
        <w:t>il avait séjourné pendant de longues années</w:t>
      </w:r>
      <w:r w:rsidR="00E8465A">
        <w:t xml:space="preserve"> ; </w:t>
      </w:r>
      <w:r w:rsidRPr="007818BD">
        <w:t>mais ils ne pouvaient donner aucun re</w:t>
      </w:r>
      <w:r w:rsidRPr="007818BD">
        <w:t>n</w:t>
      </w:r>
      <w:r w:rsidRPr="007818BD">
        <w:t>seignement capable de satisfaire la curiosité ou de justifier le soupçon</w:t>
      </w:r>
      <w:r w:rsidR="00E8465A">
        <w:t xml:space="preserve">. </w:t>
      </w:r>
      <w:r w:rsidRPr="007818BD">
        <w:t>Ils ne parlaient d</w:t>
      </w:r>
      <w:r w:rsidR="00E8465A">
        <w:t>’</w:t>
      </w:r>
      <w:r w:rsidRPr="007818BD">
        <w:t>autre la</w:t>
      </w:r>
      <w:r w:rsidRPr="007818BD">
        <w:t>n</w:t>
      </w:r>
      <w:r w:rsidRPr="007818BD">
        <w:t>gue que la leur</w:t>
      </w:r>
      <w:r w:rsidR="00E8465A">
        <w:t xml:space="preserve">. </w:t>
      </w:r>
      <w:r w:rsidRPr="007818BD">
        <w:t>À l</w:t>
      </w:r>
      <w:r w:rsidR="00E8465A">
        <w:t>’</w:t>
      </w:r>
      <w:r w:rsidRPr="007818BD">
        <w:t>exception de ces deux serviteurs</w:t>
      </w:r>
      <w:r w:rsidR="00E8465A">
        <w:t xml:space="preserve">, </w:t>
      </w:r>
      <w:r w:rsidRPr="007818BD">
        <w:t>sa suite princière était recrutée parmi les mercenaires de la ville</w:t>
      </w:r>
      <w:r w:rsidR="00E8465A">
        <w:t xml:space="preserve">, </w:t>
      </w:r>
      <w:r w:rsidRPr="007818BD">
        <w:t>dev</w:t>
      </w:r>
      <w:r w:rsidRPr="007818BD">
        <w:t>e</w:t>
      </w:r>
      <w:r w:rsidRPr="007818BD">
        <w:t>nus</w:t>
      </w:r>
      <w:r w:rsidR="00E8465A">
        <w:t xml:space="preserve">, </w:t>
      </w:r>
      <w:r w:rsidRPr="007818BD">
        <w:t>grâce à sa générosité prodigue mais impérieuse</w:t>
      </w:r>
      <w:r w:rsidR="00E8465A">
        <w:t xml:space="preserve">, </w:t>
      </w:r>
      <w:r w:rsidRPr="007818BD">
        <w:t>les in</w:t>
      </w:r>
      <w:r w:rsidRPr="007818BD">
        <w:t>s</w:t>
      </w:r>
      <w:r w:rsidRPr="007818BD">
        <w:t>truments dociles et discrets de sa volonté</w:t>
      </w:r>
      <w:r w:rsidR="00E8465A">
        <w:t xml:space="preserve">. </w:t>
      </w:r>
      <w:r w:rsidRPr="007818BD">
        <w:t>Dans sa maison et dans ses habitudes</w:t>
      </w:r>
      <w:r w:rsidR="00E8465A">
        <w:t xml:space="preserve">, </w:t>
      </w:r>
      <w:r w:rsidRPr="007818BD">
        <w:t>du moins autant qu</w:t>
      </w:r>
      <w:r w:rsidR="00E8465A">
        <w:t>’</w:t>
      </w:r>
      <w:r w:rsidRPr="007818BD">
        <w:t>on en pouvait conna</w:t>
      </w:r>
      <w:r w:rsidRPr="007818BD">
        <w:t>î</w:t>
      </w:r>
      <w:r w:rsidRPr="007818BD">
        <w:t>tre</w:t>
      </w:r>
      <w:r w:rsidR="00E8465A">
        <w:t xml:space="preserve">, </w:t>
      </w:r>
      <w:r w:rsidRPr="007818BD">
        <w:t>il n</w:t>
      </w:r>
      <w:r w:rsidR="00E8465A">
        <w:t>’</w:t>
      </w:r>
      <w:r w:rsidRPr="007818BD">
        <w:t>y avait rien qui pût confirmer les bruits qu</w:t>
      </w:r>
      <w:r w:rsidR="00E8465A">
        <w:t>’</w:t>
      </w:r>
      <w:r w:rsidRPr="007818BD">
        <w:t>on avait fait circuler</w:t>
      </w:r>
      <w:r w:rsidR="00E8465A">
        <w:t xml:space="preserve">. </w:t>
      </w:r>
      <w:r w:rsidRPr="007818BD">
        <w:t>Il n</w:t>
      </w:r>
      <w:r w:rsidR="00E8465A">
        <w:t>’</w:t>
      </w:r>
      <w:r w:rsidRPr="007818BD">
        <w:t>était pas servi</w:t>
      </w:r>
      <w:r w:rsidR="00E8465A">
        <w:t xml:space="preserve">, </w:t>
      </w:r>
      <w:r w:rsidRPr="007818BD">
        <w:t>comme on nous le raconte d</w:t>
      </w:r>
      <w:r w:rsidR="00E8465A">
        <w:t>’</w:t>
      </w:r>
      <w:r w:rsidRPr="007818BD">
        <w:t>Albert le Grand et du grand Léonard de Vinci</w:t>
      </w:r>
      <w:r w:rsidR="00E8465A">
        <w:t xml:space="preserve">, </w:t>
      </w:r>
      <w:r w:rsidRPr="007818BD">
        <w:t>par des formes aérie</w:t>
      </w:r>
      <w:r w:rsidRPr="007818BD">
        <w:t>n</w:t>
      </w:r>
      <w:r w:rsidRPr="007818BD">
        <w:t>nes</w:t>
      </w:r>
      <w:r w:rsidR="00E8465A">
        <w:t xml:space="preserve"> ; </w:t>
      </w:r>
      <w:r w:rsidRPr="007818BD">
        <w:t>nulle image d</w:t>
      </w:r>
      <w:r w:rsidR="00E8465A">
        <w:t>’</w:t>
      </w:r>
      <w:r w:rsidRPr="007818BD">
        <w:t>airain</w:t>
      </w:r>
      <w:r w:rsidR="00E8465A">
        <w:t xml:space="preserve">, </w:t>
      </w:r>
      <w:r w:rsidRPr="007818BD">
        <w:t>chef d</w:t>
      </w:r>
      <w:r w:rsidR="00E8465A">
        <w:t>’</w:t>
      </w:r>
      <w:r w:rsidRPr="007818BD">
        <w:t>œuvre de la mécanique mag</w:t>
      </w:r>
      <w:r w:rsidRPr="007818BD">
        <w:t>i</w:t>
      </w:r>
      <w:r w:rsidRPr="007818BD">
        <w:t>que</w:t>
      </w:r>
      <w:r w:rsidR="00E8465A">
        <w:t xml:space="preserve">, </w:t>
      </w:r>
      <w:r w:rsidRPr="007818BD">
        <w:t>ne lui comm</w:t>
      </w:r>
      <w:r w:rsidRPr="007818BD">
        <w:t>u</w:t>
      </w:r>
      <w:r w:rsidRPr="007818BD">
        <w:t xml:space="preserve">niquait </w:t>
      </w:r>
      <w:r w:rsidRPr="007818BD">
        <w:lastRenderedPageBreak/>
        <w:t>l</w:t>
      </w:r>
      <w:r w:rsidR="00E8465A">
        <w:t>’</w:t>
      </w:r>
      <w:r w:rsidRPr="007818BD">
        <w:t>influence des astres</w:t>
      </w:r>
      <w:r w:rsidR="00E8465A">
        <w:t xml:space="preserve">. </w:t>
      </w:r>
      <w:r w:rsidRPr="007818BD">
        <w:t>Il n</w:t>
      </w:r>
      <w:r w:rsidR="00E8465A">
        <w:t>’</w:t>
      </w:r>
      <w:r w:rsidRPr="007818BD">
        <w:t>y avait</w:t>
      </w:r>
      <w:r w:rsidR="00E8465A">
        <w:t xml:space="preserve">, </w:t>
      </w:r>
      <w:r w:rsidRPr="007818BD">
        <w:t>pour prêter de la solennité à sa demeure ou pour expliquer son opulence</w:t>
      </w:r>
      <w:r w:rsidR="00E8465A">
        <w:t xml:space="preserve">, </w:t>
      </w:r>
      <w:r w:rsidRPr="007818BD">
        <w:t>aucun des instruments de l</w:t>
      </w:r>
      <w:r w:rsidR="00E8465A">
        <w:t>’</w:t>
      </w:r>
      <w:r w:rsidRPr="007818BD">
        <w:t>arsenal de l</w:t>
      </w:r>
      <w:r w:rsidR="00E8465A">
        <w:t>’</w:t>
      </w:r>
      <w:r w:rsidRPr="007818BD">
        <w:t>alchimiste</w:t>
      </w:r>
      <w:r w:rsidR="00E8465A">
        <w:t xml:space="preserve">, </w:t>
      </w:r>
      <w:r w:rsidRPr="007818BD">
        <w:t>ni creuset</w:t>
      </w:r>
      <w:r w:rsidR="00E8465A">
        <w:t xml:space="preserve">, </w:t>
      </w:r>
      <w:r w:rsidRPr="007818BD">
        <w:t>ni métaux</w:t>
      </w:r>
      <w:r w:rsidR="00E8465A">
        <w:t xml:space="preserve"> ; </w:t>
      </w:r>
      <w:r w:rsidRPr="007818BD">
        <w:t>il ne semblait même pas s</w:t>
      </w:r>
      <w:r w:rsidR="00E8465A">
        <w:t>’</w:t>
      </w:r>
      <w:r w:rsidRPr="007818BD">
        <w:t>intéresser à ces études plus sereines qu</w:t>
      </w:r>
      <w:r w:rsidR="00E8465A">
        <w:t>’</w:t>
      </w:r>
      <w:r w:rsidRPr="007818BD">
        <w:t>on aurait pu regarder comme la source des idées abstraites et souvent de la science profonde qui cara</w:t>
      </w:r>
      <w:r w:rsidRPr="007818BD">
        <w:t>c</w:t>
      </w:r>
      <w:r w:rsidRPr="007818BD">
        <w:t>térisaient son langage</w:t>
      </w:r>
      <w:r w:rsidR="00E8465A">
        <w:t xml:space="preserve">. </w:t>
      </w:r>
      <w:r w:rsidRPr="007818BD">
        <w:t>Nul livre ne lui parlait dans sa solitude</w:t>
      </w:r>
      <w:r w:rsidR="00E8465A">
        <w:t xml:space="preserve"> ; </w:t>
      </w:r>
      <w:r w:rsidRPr="007818BD">
        <w:t>et</w:t>
      </w:r>
      <w:r w:rsidR="00E8465A">
        <w:t xml:space="preserve">, </w:t>
      </w:r>
      <w:r w:rsidRPr="007818BD">
        <w:t>si jamais il y avait puisé son instruction</w:t>
      </w:r>
      <w:r w:rsidR="00E8465A">
        <w:t xml:space="preserve">, </w:t>
      </w:r>
      <w:r w:rsidRPr="007818BD">
        <w:t>il semblait qu</w:t>
      </w:r>
      <w:r w:rsidR="00E8465A">
        <w:t>’</w:t>
      </w:r>
      <w:r w:rsidRPr="007818BD">
        <w:t>aujourd</w:t>
      </w:r>
      <w:r w:rsidR="00E8465A">
        <w:t>’</w:t>
      </w:r>
      <w:r w:rsidRPr="007818BD">
        <w:t>hui il ne lût que la grande page de la nature</w:t>
      </w:r>
      <w:r w:rsidR="00E8465A">
        <w:t xml:space="preserve">, </w:t>
      </w:r>
      <w:r w:rsidRPr="007818BD">
        <w:t>et que</w:t>
      </w:r>
      <w:r w:rsidR="00E8465A">
        <w:t xml:space="preserve">, </w:t>
      </w:r>
      <w:r w:rsidRPr="007818BD">
        <w:t>pour le reste</w:t>
      </w:r>
      <w:r w:rsidR="00E8465A">
        <w:t xml:space="preserve">, </w:t>
      </w:r>
      <w:r w:rsidRPr="007818BD">
        <w:t>il n</w:t>
      </w:r>
      <w:r w:rsidR="00E8465A">
        <w:t>’</w:t>
      </w:r>
      <w:r w:rsidRPr="007818BD">
        <w:t>eût d</w:t>
      </w:r>
      <w:r w:rsidR="00E8465A">
        <w:t>’</w:t>
      </w:r>
      <w:r w:rsidRPr="007818BD">
        <w:t>autre ressource qu</w:t>
      </w:r>
      <w:r w:rsidR="00E8465A">
        <w:t>’</w:t>
      </w:r>
      <w:r w:rsidRPr="007818BD">
        <w:t>une vaste et prod</w:t>
      </w:r>
      <w:r w:rsidRPr="007818BD">
        <w:t>i</w:t>
      </w:r>
      <w:r w:rsidRPr="007818BD">
        <w:t>gieuse mémoire</w:t>
      </w:r>
      <w:r w:rsidR="00E8465A">
        <w:t xml:space="preserve">. </w:t>
      </w:r>
      <w:r w:rsidRPr="007818BD">
        <w:t>Il y avait cependant une exception à cet e</w:t>
      </w:r>
      <w:r w:rsidRPr="007818BD">
        <w:t>n</w:t>
      </w:r>
      <w:r w:rsidRPr="007818BD">
        <w:t>semble</w:t>
      </w:r>
      <w:r w:rsidR="00E8465A">
        <w:t xml:space="preserve">, </w:t>
      </w:r>
      <w:r w:rsidRPr="007818BD">
        <w:t>d</w:t>
      </w:r>
      <w:r w:rsidR="00E8465A">
        <w:t>’</w:t>
      </w:r>
      <w:r w:rsidRPr="007818BD">
        <w:t>ailleurs banal et ordinaire</w:t>
      </w:r>
      <w:r w:rsidR="00E8465A">
        <w:t xml:space="preserve"> ; </w:t>
      </w:r>
      <w:r w:rsidRPr="007818BD">
        <w:t>et cette exception</w:t>
      </w:r>
      <w:r w:rsidR="00E8465A">
        <w:t xml:space="preserve">, </w:t>
      </w:r>
      <w:r w:rsidRPr="007818BD">
        <w:t>d</w:t>
      </w:r>
      <w:r w:rsidR="00E8465A">
        <w:t>’</w:t>
      </w:r>
      <w:r w:rsidRPr="007818BD">
        <w:t>après la cotation mise en tête de ce chapitre</w:t>
      </w:r>
      <w:r w:rsidR="00E8465A">
        <w:t xml:space="preserve">, </w:t>
      </w:r>
      <w:r w:rsidRPr="007818BD">
        <w:t>eût pu accuser un adepte des sciences occultes</w:t>
      </w:r>
      <w:r w:rsidR="00E8465A">
        <w:t xml:space="preserve">. </w:t>
      </w:r>
      <w:r w:rsidRPr="007818BD">
        <w:t>À Rome</w:t>
      </w:r>
      <w:r w:rsidR="00E8465A">
        <w:t xml:space="preserve">, </w:t>
      </w:r>
      <w:r w:rsidRPr="007818BD">
        <w:t>à Naples</w:t>
      </w:r>
      <w:r w:rsidR="00E8465A">
        <w:t xml:space="preserve">, </w:t>
      </w:r>
      <w:r w:rsidRPr="007818BD">
        <w:t>partout où il séjou</w:t>
      </w:r>
      <w:r w:rsidRPr="007818BD">
        <w:t>r</w:t>
      </w:r>
      <w:r w:rsidRPr="007818BD">
        <w:t>nait</w:t>
      </w:r>
      <w:r w:rsidR="00E8465A">
        <w:t xml:space="preserve">, </w:t>
      </w:r>
      <w:r w:rsidRPr="007818BD">
        <w:t>il choisissait une chambre isolée du reste de la maison</w:t>
      </w:r>
      <w:r w:rsidR="00E8465A">
        <w:t xml:space="preserve">, </w:t>
      </w:r>
      <w:r w:rsidRPr="007818BD">
        <w:t>et qu</w:t>
      </w:r>
      <w:r w:rsidR="00E8465A">
        <w:t>’</w:t>
      </w:r>
      <w:r w:rsidRPr="007818BD">
        <w:t>il fermait d</w:t>
      </w:r>
      <w:r w:rsidR="00E8465A">
        <w:t>’</w:t>
      </w:r>
      <w:r w:rsidRPr="007818BD">
        <w:t>une serrure à peine plus grande que le sceau d</w:t>
      </w:r>
      <w:r w:rsidR="00E8465A">
        <w:t>’</w:t>
      </w:r>
      <w:r w:rsidRPr="007818BD">
        <w:t>une bague</w:t>
      </w:r>
      <w:r w:rsidR="00E8465A">
        <w:t xml:space="preserve">, </w:t>
      </w:r>
      <w:r w:rsidRPr="007818BD">
        <w:t>mais suffisante pour déjouer les efforts des plus habiles ouvriers</w:t>
      </w:r>
      <w:r w:rsidR="00E8465A">
        <w:t xml:space="preserve"> : </w:t>
      </w:r>
      <w:r w:rsidRPr="007818BD">
        <w:t>du moins</w:t>
      </w:r>
      <w:r w:rsidR="00E8465A">
        <w:t xml:space="preserve">, </w:t>
      </w:r>
      <w:r w:rsidRPr="007818BD">
        <w:t>un de ses serviteurs</w:t>
      </w:r>
      <w:r w:rsidR="00E8465A">
        <w:t xml:space="preserve">, </w:t>
      </w:r>
      <w:r w:rsidRPr="007818BD">
        <w:t>poussé par une curiosité irrésistible</w:t>
      </w:r>
      <w:r w:rsidR="00E8465A">
        <w:t xml:space="preserve">, </w:t>
      </w:r>
      <w:r w:rsidRPr="007818BD">
        <w:t>avait en vain tenté de l</w:t>
      </w:r>
      <w:r w:rsidR="00E8465A">
        <w:t>’</w:t>
      </w:r>
      <w:r w:rsidRPr="007818BD">
        <w:t>ouvrir</w:t>
      </w:r>
      <w:r w:rsidR="00E8465A">
        <w:t xml:space="preserve"> ; </w:t>
      </w:r>
      <w:r w:rsidRPr="007818BD">
        <w:t>et</w:t>
      </w:r>
      <w:r w:rsidR="00E8465A">
        <w:t xml:space="preserve">, </w:t>
      </w:r>
      <w:r w:rsidRPr="007818BD">
        <w:t>bien qu</w:t>
      </w:r>
      <w:r w:rsidR="00E8465A">
        <w:t>’</w:t>
      </w:r>
      <w:r w:rsidRPr="007818BD">
        <w:t>il eût choisi le moment le plus favorable pour n</w:t>
      </w:r>
      <w:r w:rsidR="00E8465A">
        <w:t>’</w:t>
      </w:r>
      <w:r w:rsidRPr="007818BD">
        <w:t>être pas d</w:t>
      </w:r>
      <w:r w:rsidRPr="007818BD">
        <w:t>é</w:t>
      </w:r>
      <w:r w:rsidRPr="007818BD">
        <w:t>couvert</w:t>
      </w:r>
      <w:r w:rsidR="00E8465A">
        <w:t xml:space="preserve">… </w:t>
      </w:r>
      <w:r w:rsidRPr="007818BD">
        <w:t>pas une âme qui pût le voir</w:t>
      </w:r>
      <w:r w:rsidR="00E8465A">
        <w:t xml:space="preserve">… </w:t>
      </w:r>
      <w:r w:rsidRPr="007818BD">
        <w:t>à l</w:t>
      </w:r>
      <w:r w:rsidR="00E8465A">
        <w:t>’</w:t>
      </w:r>
      <w:r w:rsidRPr="007818BD">
        <w:t>heure la plus discrète de la nuit</w:t>
      </w:r>
      <w:r w:rsidR="00E8465A">
        <w:t xml:space="preserve">… </w:t>
      </w:r>
      <w:r w:rsidRPr="007818BD">
        <w:t xml:space="preserve">pendant une absence de </w:t>
      </w:r>
      <w:proofErr w:type="spellStart"/>
      <w:r w:rsidRPr="007818BD">
        <w:t>Zanoni</w:t>
      </w:r>
      <w:proofErr w:type="spellEnd"/>
      <w:r w:rsidR="00E8465A">
        <w:t xml:space="preserve">, </w:t>
      </w:r>
      <w:r w:rsidRPr="007818BD">
        <w:t>cependant sa s</w:t>
      </w:r>
      <w:r w:rsidRPr="007818BD">
        <w:t>u</w:t>
      </w:r>
      <w:r w:rsidRPr="007818BD">
        <w:t>perstition ou sa conscience ne lui permit pas le lendemain de demander la moindre explication</w:t>
      </w:r>
      <w:r w:rsidR="00E8465A">
        <w:t xml:space="preserve">, </w:t>
      </w:r>
      <w:r w:rsidRPr="007818BD">
        <w:t>quand il se vit congédier par le majordome</w:t>
      </w:r>
      <w:r w:rsidR="00E8465A">
        <w:t xml:space="preserve">. </w:t>
      </w:r>
      <w:r w:rsidRPr="007818BD">
        <w:t>Le serviteur indiscret se consola de son insuccès en contant sa propre histoire embellie de mille exagérations amusantes</w:t>
      </w:r>
      <w:r w:rsidR="00E8465A">
        <w:t xml:space="preserve">. </w:t>
      </w:r>
      <w:r w:rsidRPr="007818BD">
        <w:t>Il déclara qu</w:t>
      </w:r>
      <w:r w:rsidR="00E8465A">
        <w:t>’</w:t>
      </w:r>
      <w:r w:rsidRPr="007818BD">
        <w:t>en s</w:t>
      </w:r>
      <w:r w:rsidR="00E8465A">
        <w:t>’</w:t>
      </w:r>
      <w:r w:rsidRPr="007818BD">
        <w:t>approchant de la porte</w:t>
      </w:r>
      <w:r w:rsidR="00E8465A">
        <w:t xml:space="preserve">, </w:t>
      </w:r>
      <w:r w:rsidRPr="007818BD">
        <w:t>il s</w:t>
      </w:r>
      <w:r w:rsidR="00E8465A">
        <w:t>’</w:t>
      </w:r>
      <w:r w:rsidRPr="007818BD">
        <w:t>était senti saisir par des mains invisibles qui cherchaient à le retenir</w:t>
      </w:r>
      <w:r w:rsidR="00E8465A">
        <w:t xml:space="preserve">, </w:t>
      </w:r>
      <w:r w:rsidRPr="007818BD">
        <w:t>et que</w:t>
      </w:r>
      <w:r w:rsidR="00E8465A">
        <w:t xml:space="preserve">, </w:t>
      </w:r>
      <w:r w:rsidRPr="007818BD">
        <w:t>au moment de toucher la serrure</w:t>
      </w:r>
      <w:r w:rsidR="00E8465A">
        <w:t xml:space="preserve">, </w:t>
      </w:r>
      <w:r w:rsidRPr="007818BD">
        <w:t>il avait été frappé comme de paralysie</w:t>
      </w:r>
      <w:r w:rsidR="00E8465A">
        <w:t xml:space="preserve">. </w:t>
      </w:r>
      <w:r w:rsidRPr="007818BD">
        <w:t>Un chirurgien</w:t>
      </w:r>
      <w:r w:rsidR="00E8465A">
        <w:t xml:space="preserve">, </w:t>
      </w:r>
      <w:r w:rsidRPr="007818BD">
        <w:t>qui entendit le récit</w:t>
      </w:r>
      <w:r w:rsidR="00E8465A">
        <w:t xml:space="preserve">, </w:t>
      </w:r>
      <w:r w:rsidRPr="007818BD">
        <w:t>fit r</w:t>
      </w:r>
      <w:r w:rsidRPr="007818BD">
        <w:t>e</w:t>
      </w:r>
      <w:r w:rsidRPr="007818BD">
        <w:t>ma</w:t>
      </w:r>
      <w:r w:rsidRPr="007818BD">
        <w:t>r</w:t>
      </w:r>
      <w:r w:rsidRPr="007818BD">
        <w:t>quer</w:t>
      </w:r>
      <w:r w:rsidR="00E8465A">
        <w:t xml:space="preserve">, </w:t>
      </w:r>
      <w:r w:rsidRPr="007818BD">
        <w:t>au grand déplaisir des amateurs du merveilleux</w:t>
      </w:r>
      <w:r w:rsidR="00E8465A">
        <w:t xml:space="preserve">, </w:t>
      </w:r>
      <w:r w:rsidRPr="007818BD">
        <w:t xml:space="preserve">que </w:t>
      </w:r>
      <w:proofErr w:type="spellStart"/>
      <w:r w:rsidRPr="007818BD">
        <w:t>Zanoni</w:t>
      </w:r>
      <w:proofErr w:type="spellEnd"/>
      <w:r w:rsidRPr="007818BD">
        <w:t xml:space="preserve"> se servait peut-être habilement de </w:t>
      </w:r>
      <w:r w:rsidRPr="007818BD">
        <w:lastRenderedPageBreak/>
        <w:t>l</w:t>
      </w:r>
      <w:r w:rsidR="00E8465A">
        <w:t>’</w:t>
      </w:r>
      <w:r w:rsidRPr="007818BD">
        <w:t>électricité</w:t>
      </w:r>
      <w:r w:rsidR="00E8465A">
        <w:t xml:space="preserve">. </w:t>
      </w:r>
      <w:r w:rsidRPr="007818BD">
        <w:t>Quoi qu</w:t>
      </w:r>
      <w:r w:rsidR="00E8465A">
        <w:t>’</w:t>
      </w:r>
      <w:r w:rsidRPr="007818BD">
        <w:t>il en soit</w:t>
      </w:r>
      <w:r w:rsidR="00E8465A">
        <w:t xml:space="preserve">, </w:t>
      </w:r>
      <w:r w:rsidRPr="007818BD">
        <w:t>dans cette chambre ainsi fermée</w:t>
      </w:r>
      <w:r w:rsidR="00E8465A">
        <w:t xml:space="preserve">, </w:t>
      </w:r>
      <w:r w:rsidRPr="007818BD">
        <w:t>nul ne pénétrait j</w:t>
      </w:r>
      <w:r w:rsidRPr="007818BD">
        <w:t>a</w:t>
      </w:r>
      <w:r w:rsidRPr="007818BD">
        <w:t xml:space="preserve">mais que </w:t>
      </w:r>
      <w:proofErr w:type="spellStart"/>
      <w:r w:rsidRPr="007818BD">
        <w:t>Zanoni</w:t>
      </w:r>
      <w:proofErr w:type="spellEnd"/>
      <w:r w:rsidRPr="007818BD">
        <w:t xml:space="preserve"> lui-même</w:t>
      </w:r>
      <w:r w:rsidR="00E8465A">
        <w:t>.</w:t>
      </w:r>
    </w:p>
    <w:p w14:paraId="42BDBDFB" w14:textId="77777777" w:rsidR="00E8465A" w:rsidRDefault="00E0544E" w:rsidP="00E0544E">
      <w:r w:rsidRPr="007818BD">
        <w:t>La voix solennelle du temps</w:t>
      </w:r>
      <w:r w:rsidR="00E8465A">
        <w:t xml:space="preserve">, </w:t>
      </w:r>
      <w:r w:rsidRPr="007818BD">
        <w:t>retentissant à l</w:t>
      </w:r>
      <w:r w:rsidR="00E8465A">
        <w:t>’</w:t>
      </w:r>
      <w:r w:rsidRPr="007818BD">
        <w:t>horloge d</w:t>
      </w:r>
      <w:r w:rsidR="00E8465A">
        <w:t>’</w:t>
      </w:r>
      <w:r w:rsidRPr="007818BD">
        <w:t>une église voisine</w:t>
      </w:r>
      <w:r w:rsidR="00E8465A">
        <w:t xml:space="preserve">, </w:t>
      </w:r>
      <w:r w:rsidRPr="007818BD">
        <w:t>arracha enfin le maître du palais à la rêverie pr</w:t>
      </w:r>
      <w:r w:rsidRPr="007818BD">
        <w:t>o</w:t>
      </w:r>
      <w:r w:rsidRPr="007818BD">
        <w:t>fonde et immobile</w:t>
      </w:r>
      <w:r w:rsidR="00E8465A">
        <w:t xml:space="preserve">, </w:t>
      </w:r>
      <w:r w:rsidRPr="007818BD">
        <w:t>semblable plutôt à l</w:t>
      </w:r>
      <w:r w:rsidR="00E8465A">
        <w:t>’</w:t>
      </w:r>
      <w:r w:rsidRPr="007818BD">
        <w:t>extase qu</w:t>
      </w:r>
      <w:r w:rsidR="00E8465A">
        <w:t>’</w:t>
      </w:r>
      <w:r w:rsidRPr="007818BD">
        <w:t>à la réflexion</w:t>
      </w:r>
      <w:r w:rsidR="00E8465A">
        <w:t xml:space="preserve">, </w:t>
      </w:r>
      <w:r w:rsidRPr="007818BD">
        <w:t>dans laquelle son âme était plongée</w:t>
      </w:r>
      <w:r w:rsidR="00E8465A">
        <w:t>.</w:t>
      </w:r>
    </w:p>
    <w:p w14:paraId="791951A4" w14:textId="2720693A" w:rsidR="00E8465A" w:rsidRDefault="00E8465A" w:rsidP="00E0544E">
      <w:r>
        <w:t>« </w:t>
      </w:r>
      <w:r w:rsidR="00E0544E" w:rsidRPr="007818BD">
        <w:t>Encore un grain tombé de l</w:t>
      </w:r>
      <w:r>
        <w:t>’</w:t>
      </w:r>
      <w:r w:rsidR="00E0544E" w:rsidRPr="007818BD">
        <w:t>immense sablier</w:t>
      </w:r>
      <w:r>
        <w:t xml:space="preserve">, </w:t>
      </w:r>
      <w:r w:rsidR="00E0544E" w:rsidRPr="007818BD">
        <w:t>se dit-il à lui-même</w:t>
      </w:r>
      <w:r>
        <w:t xml:space="preserve">, </w:t>
      </w:r>
      <w:r w:rsidR="00E0544E" w:rsidRPr="007818BD">
        <w:t>et cependant le Temps n</w:t>
      </w:r>
      <w:r>
        <w:t>’</w:t>
      </w:r>
      <w:r w:rsidR="00E0544E" w:rsidRPr="007818BD">
        <w:t>ajoute ni ne dérobe un at</w:t>
      </w:r>
      <w:r w:rsidR="00E0544E" w:rsidRPr="007818BD">
        <w:t>o</w:t>
      </w:r>
      <w:r w:rsidR="00E0544E" w:rsidRPr="007818BD">
        <w:t>me à l</w:t>
      </w:r>
      <w:r>
        <w:t>’</w:t>
      </w:r>
      <w:r w:rsidR="00E0544E" w:rsidRPr="007818BD">
        <w:t>Infini</w:t>
      </w:r>
      <w:r>
        <w:t xml:space="preserve"> ! </w:t>
      </w:r>
      <w:r w:rsidR="00E0544E" w:rsidRPr="007818BD">
        <w:t>Mon âme</w:t>
      </w:r>
      <w:r>
        <w:t xml:space="preserve">, </w:t>
      </w:r>
      <w:r w:rsidR="00E0544E" w:rsidRPr="007818BD">
        <w:t>être lumineux</w:t>
      </w:r>
      <w:r>
        <w:t xml:space="preserve"> ! </w:t>
      </w:r>
      <w:r w:rsidR="00E0544E" w:rsidRPr="007818BD">
        <w:t xml:space="preserve">sublime </w:t>
      </w:r>
      <w:proofErr w:type="spellStart"/>
      <w:r w:rsidR="00E0544E" w:rsidRPr="00657EF9">
        <w:rPr>
          <w:i/>
        </w:rPr>
        <w:t>Au</w:t>
      </w:r>
      <w:r>
        <w:rPr>
          <w:i/>
        </w:rPr>
        <w:t>goe</w:t>
      </w:r>
      <w:r w:rsidR="00E0544E" w:rsidRPr="00657EF9">
        <w:rPr>
          <w:i/>
        </w:rPr>
        <w:t>i</w:t>
      </w:r>
      <w:r w:rsidR="00E0544E" w:rsidRPr="00657EF9">
        <w:rPr>
          <w:i/>
        </w:rPr>
        <w:t>des</w:t>
      </w:r>
      <w:proofErr w:type="spellEnd"/>
      <w:r w:rsidR="00E0544E" w:rsidRPr="007818BD">
        <w:rPr>
          <w:rStyle w:val="Appelnotedebasdep"/>
        </w:rPr>
        <w:footnoteReference w:id="26"/>
      </w:r>
      <w:r>
        <w:t> !</w:t>
      </w:r>
    </w:p>
    <w:p w14:paraId="125F9A7B" w14:textId="042E23A0" w:rsidR="00E0544E" w:rsidRPr="007818BD" w:rsidRDefault="00E0544E" w:rsidP="00E0544E">
      <w:r w:rsidRPr="007818BD">
        <w:t>Pourquoi descends-tu de ta sphère</w:t>
      </w:r>
      <w:r w:rsidR="00E8465A">
        <w:t xml:space="preserve"> ? </w:t>
      </w:r>
      <w:r w:rsidRPr="007818BD">
        <w:t>Pourquoi</w:t>
      </w:r>
      <w:r w:rsidR="00E8465A">
        <w:t xml:space="preserve">, </w:t>
      </w:r>
      <w:r w:rsidRPr="007818BD">
        <w:t>des ha</w:t>
      </w:r>
      <w:r w:rsidRPr="007818BD">
        <w:t>u</w:t>
      </w:r>
      <w:r w:rsidRPr="007818BD">
        <w:t xml:space="preserve">teurs de la </w:t>
      </w:r>
      <w:r w:rsidRPr="007818BD">
        <w:rPr>
          <w:rStyle w:val="Taille-1Caracteres"/>
        </w:rPr>
        <w:t>SÉRÉNITÉ</w:t>
      </w:r>
      <w:r w:rsidRPr="007818BD">
        <w:t xml:space="preserve"> éte</w:t>
      </w:r>
      <w:r w:rsidRPr="007818BD">
        <w:t>r</w:t>
      </w:r>
      <w:r w:rsidRPr="007818BD">
        <w:t>nelle</w:t>
      </w:r>
      <w:r w:rsidR="00E8465A">
        <w:t xml:space="preserve">, </w:t>
      </w:r>
      <w:r w:rsidRPr="007818BD">
        <w:t>étoilée</w:t>
      </w:r>
      <w:r w:rsidR="00E8465A">
        <w:t xml:space="preserve">, </w:t>
      </w:r>
      <w:r w:rsidRPr="007818BD">
        <w:t>impassible</w:t>
      </w:r>
      <w:r w:rsidR="00E8465A">
        <w:t xml:space="preserve">, </w:t>
      </w:r>
      <w:r w:rsidRPr="007818BD">
        <w:t>te rejettes-tu dans les brumes du sombre sarcophage</w:t>
      </w:r>
      <w:r w:rsidR="00E8465A">
        <w:t xml:space="preserve"> ? </w:t>
      </w:r>
      <w:r w:rsidRPr="007818BD">
        <w:t>Combien de temps</w:t>
      </w:r>
      <w:r w:rsidR="00E8465A">
        <w:t xml:space="preserve">, </w:t>
      </w:r>
      <w:r w:rsidRPr="007818BD">
        <w:t>avertie par de trop sévères leçons que tout ce qui meurt ne peut donner qu</w:t>
      </w:r>
      <w:r w:rsidR="00E8465A">
        <w:t>’</w:t>
      </w:r>
      <w:r w:rsidRPr="007818BD">
        <w:t>une joie pleine de tristesse</w:t>
      </w:r>
      <w:r w:rsidR="00E8465A">
        <w:t xml:space="preserve">, </w:t>
      </w:r>
      <w:r w:rsidRPr="007818BD">
        <w:t>es-tu demeurée satisfaite de ta majestueuse solitude</w:t>
      </w:r>
      <w:r w:rsidR="00E8465A">
        <w:t> ? »</w:t>
      </w:r>
    </w:p>
    <w:p w14:paraId="78B62C35" w14:textId="4D542689" w:rsidR="00E0544E" w:rsidRPr="007818BD" w:rsidRDefault="00E0544E" w:rsidP="00E0544E">
      <w:r w:rsidRPr="007818BD">
        <w:t>Comme il parlait</w:t>
      </w:r>
      <w:r w:rsidR="00E8465A">
        <w:t xml:space="preserve">, </w:t>
      </w:r>
      <w:r w:rsidRPr="007818BD">
        <w:t>un des oiseaux qui saluent les premiers le retour de l</w:t>
      </w:r>
      <w:r w:rsidR="00E8465A">
        <w:t>’</w:t>
      </w:r>
      <w:r w:rsidRPr="007818BD">
        <w:t xml:space="preserve">aurore fit tout à coup retentir son chant au milieu </w:t>
      </w:r>
      <w:proofErr w:type="spellStart"/>
      <w:r w:rsidRPr="007818BD">
        <w:t>dès</w:t>
      </w:r>
      <w:proofErr w:type="spellEnd"/>
      <w:r w:rsidRPr="007818BD">
        <w:t xml:space="preserve"> orangers placés sous sa fenêtre</w:t>
      </w:r>
      <w:r w:rsidR="00E8465A">
        <w:t xml:space="preserve">, </w:t>
      </w:r>
      <w:r w:rsidRPr="007818BD">
        <w:t>et tout aussitôt à ce chant r</w:t>
      </w:r>
      <w:r w:rsidRPr="007818BD">
        <w:t>é</w:t>
      </w:r>
      <w:r w:rsidRPr="007818BD">
        <w:t>pondit un autre chant</w:t>
      </w:r>
      <w:r w:rsidR="00E8465A">
        <w:t xml:space="preserve"> ; </w:t>
      </w:r>
      <w:r w:rsidRPr="007818BD">
        <w:t xml:space="preserve">la campagne éveillée par ces </w:t>
      </w:r>
      <w:r w:rsidRPr="007818BD">
        <w:lastRenderedPageBreak/>
        <w:t>accords renvoya à l</w:t>
      </w:r>
      <w:r w:rsidR="00E8465A">
        <w:t>’</w:t>
      </w:r>
      <w:r w:rsidRPr="007818BD">
        <w:t>oiseau sa réponse la plus joyeuse</w:t>
      </w:r>
      <w:r w:rsidR="00E8465A">
        <w:t xml:space="preserve">. </w:t>
      </w:r>
      <w:r w:rsidRPr="007818BD">
        <w:t>Il écouta</w:t>
      </w:r>
      <w:r w:rsidR="00E8465A">
        <w:t xml:space="preserve"> : </w:t>
      </w:r>
      <w:r w:rsidRPr="007818BD">
        <w:t>ce ne fut pas l</w:t>
      </w:r>
      <w:r w:rsidR="00E8465A">
        <w:t>’</w:t>
      </w:r>
      <w:r w:rsidRPr="007818BD">
        <w:t>âme qu</w:t>
      </w:r>
      <w:r w:rsidR="00E8465A">
        <w:t>’</w:t>
      </w:r>
      <w:r w:rsidRPr="007818BD">
        <w:t>il v</w:t>
      </w:r>
      <w:r w:rsidRPr="007818BD">
        <w:t>e</w:t>
      </w:r>
      <w:r w:rsidRPr="007818BD">
        <w:t>nait d</w:t>
      </w:r>
      <w:r w:rsidR="00E8465A">
        <w:t>’</w:t>
      </w:r>
      <w:r w:rsidRPr="007818BD">
        <w:t>interroger qui répondit</w:t>
      </w:r>
      <w:r w:rsidR="00E8465A">
        <w:t xml:space="preserve"> ; </w:t>
      </w:r>
      <w:r w:rsidRPr="007818BD">
        <w:t>ce fut le cœur</w:t>
      </w:r>
      <w:r w:rsidR="00E8465A">
        <w:t xml:space="preserve">. </w:t>
      </w:r>
      <w:r w:rsidRPr="007818BD">
        <w:t>Il se leva</w:t>
      </w:r>
      <w:r w:rsidR="00E8465A">
        <w:t xml:space="preserve">, </w:t>
      </w:r>
      <w:r w:rsidRPr="007818BD">
        <w:t>et à pas inquiets arpenta l</w:t>
      </w:r>
      <w:r w:rsidR="00E8465A">
        <w:t>’</w:t>
      </w:r>
      <w:r w:rsidRPr="007818BD">
        <w:t>étroit espace de sa retraite</w:t>
      </w:r>
      <w:r w:rsidR="00E8465A">
        <w:t>. « </w:t>
      </w:r>
      <w:r w:rsidRPr="007818BD">
        <w:t>Maudit soit ce monde</w:t>
      </w:r>
      <w:r w:rsidR="00E8465A">
        <w:t xml:space="preserve"> ! </w:t>
      </w:r>
      <w:r w:rsidRPr="007818BD">
        <w:t>s</w:t>
      </w:r>
      <w:r w:rsidR="00E8465A">
        <w:t>’</w:t>
      </w:r>
      <w:r w:rsidRPr="007818BD">
        <w:t>écria-t-il enfin d</w:t>
      </w:r>
      <w:r w:rsidR="00E8465A">
        <w:t>’</w:t>
      </w:r>
      <w:r w:rsidRPr="007818BD">
        <w:t>un ton imp</w:t>
      </w:r>
      <w:r w:rsidRPr="007818BD">
        <w:t>a</w:t>
      </w:r>
      <w:r w:rsidRPr="007818BD">
        <w:t>tient</w:t>
      </w:r>
      <w:r w:rsidR="00E8465A">
        <w:t xml:space="preserve">. </w:t>
      </w:r>
      <w:r w:rsidRPr="007818BD">
        <w:t>Le Temps ne brisera donc jamais ses attaches fatales</w:t>
      </w:r>
      <w:r w:rsidR="00E8465A">
        <w:t xml:space="preserve"> ! </w:t>
      </w:r>
      <w:r w:rsidRPr="007818BD">
        <w:t>Une attra</w:t>
      </w:r>
      <w:r w:rsidRPr="007818BD">
        <w:t>c</w:t>
      </w:r>
      <w:r w:rsidRPr="007818BD">
        <w:t>tion soutient la terre dans l</w:t>
      </w:r>
      <w:r w:rsidR="00E8465A">
        <w:t>’</w:t>
      </w:r>
      <w:r w:rsidRPr="007818BD">
        <w:t>espace</w:t>
      </w:r>
      <w:r w:rsidR="00E8465A">
        <w:t xml:space="preserve"> ; </w:t>
      </w:r>
      <w:r w:rsidRPr="007818BD">
        <w:t>une autre attraction fixe l</w:t>
      </w:r>
      <w:r w:rsidR="00E8465A">
        <w:t>’</w:t>
      </w:r>
      <w:r w:rsidRPr="007818BD">
        <w:t>âme à la terre</w:t>
      </w:r>
      <w:r w:rsidR="00E8465A">
        <w:t xml:space="preserve">. </w:t>
      </w:r>
      <w:r w:rsidRPr="007818BD">
        <w:t>Que ne suis-je loin</w:t>
      </w:r>
      <w:r w:rsidR="00E8465A">
        <w:t xml:space="preserve">, </w:t>
      </w:r>
      <w:r w:rsidRPr="007818BD">
        <w:t>bien loin de cette sombre et obscure planète</w:t>
      </w:r>
      <w:r w:rsidR="00E8465A">
        <w:t xml:space="preserve"> ! </w:t>
      </w:r>
      <w:r w:rsidRPr="007818BD">
        <w:t>Entraves</w:t>
      </w:r>
      <w:r w:rsidR="00E8465A">
        <w:t xml:space="preserve">, </w:t>
      </w:r>
      <w:r w:rsidRPr="007818BD">
        <w:t>brisez-vous</w:t>
      </w:r>
      <w:r w:rsidR="00E8465A">
        <w:t xml:space="preserve"> ! </w:t>
      </w:r>
      <w:r w:rsidRPr="007818BD">
        <w:t>Ailes</w:t>
      </w:r>
      <w:r w:rsidR="00E8465A">
        <w:t xml:space="preserve">, </w:t>
      </w:r>
      <w:r w:rsidRPr="007818BD">
        <w:t>déployez-vous</w:t>
      </w:r>
      <w:r w:rsidR="00E8465A">
        <w:t> ! »</w:t>
      </w:r>
    </w:p>
    <w:p w14:paraId="3F599587" w14:textId="77777777" w:rsidR="00E8465A" w:rsidRDefault="00E0544E" w:rsidP="00E0544E">
      <w:r w:rsidRPr="007818BD">
        <w:t>Il traversa les galeries silencieuses</w:t>
      </w:r>
      <w:r w:rsidR="00E8465A">
        <w:t xml:space="preserve">, </w:t>
      </w:r>
      <w:r w:rsidRPr="007818BD">
        <w:t>monta les escaliers sp</w:t>
      </w:r>
      <w:r w:rsidRPr="007818BD">
        <w:t>a</w:t>
      </w:r>
      <w:r w:rsidRPr="007818BD">
        <w:t>cieux et pénétra dans la chambre secrète</w:t>
      </w:r>
      <w:r w:rsidR="00E8465A">
        <w:t>.</w:t>
      </w:r>
    </w:p>
    <w:p w14:paraId="7985D93C" w14:textId="77777777" w:rsidR="00E8465A" w:rsidRDefault="00E0544E" w:rsidP="00E8465A">
      <w:pPr>
        <w:pStyle w:val="Titre2"/>
        <w:pageBreakBefore/>
      </w:pPr>
      <w:bookmarkStart w:id="16" w:name="_Toc199963065"/>
      <w:r w:rsidRPr="007818BD">
        <w:lastRenderedPageBreak/>
        <w:t>CHAPITRE</w:t>
      </w:r>
      <w:r w:rsidR="00E8465A">
        <w:t xml:space="preserve"> </w:t>
      </w:r>
      <w:r w:rsidRPr="007818BD">
        <w:t>V</w:t>
      </w:r>
      <w:r w:rsidR="00E8465A">
        <w:t>.</w:t>
      </w:r>
      <w:bookmarkEnd w:id="16"/>
    </w:p>
    <w:p w14:paraId="57D0FB55" w14:textId="77777777" w:rsidR="00E8465A" w:rsidRDefault="00E0544E" w:rsidP="00E0544E">
      <w:pPr>
        <w:pStyle w:val="NormalRetraitGauche4XIndent0"/>
        <w:spacing w:before="0" w:after="0"/>
        <w:rPr>
          <w:rStyle w:val="Taille-1Caracteres"/>
        </w:rPr>
      </w:pPr>
      <w:r w:rsidRPr="007818BD">
        <w:rPr>
          <w:rStyle w:val="Taille-1Caracteres"/>
        </w:rPr>
        <w:t>Moi et mes compagnons</w:t>
      </w:r>
      <w:r w:rsidR="00E8465A">
        <w:rPr>
          <w:rStyle w:val="Taille-1Caracteres"/>
        </w:rPr>
        <w:t xml:space="preserve">, </w:t>
      </w:r>
      <w:r w:rsidRPr="007818BD">
        <w:rPr>
          <w:rStyle w:val="Taille-1Caracteres"/>
        </w:rPr>
        <w:t>nous sommes les mini</w:t>
      </w:r>
      <w:r w:rsidRPr="007818BD">
        <w:rPr>
          <w:rStyle w:val="Taille-1Caracteres"/>
        </w:rPr>
        <w:t>s</w:t>
      </w:r>
      <w:r w:rsidRPr="007818BD">
        <w:rPr>
          <w:rStyle w:val="Taille-1Caracteres"/>
        </w:rPr>
        <w:t>tres du destin</w:t>
      </w:r>
      <w:r w:rsidR="00E8465A">
        <w:rPr>
          <w:rStyle w:val="Taille-1Caracteres"/>
        </w:rPr>
        <w:t>. (</w:t>
      </w:r>
      <w:r w:rsidRPr="007818BD">
        <w:rPr>
          <w:rStyle w:val="Taille-1Caracteres"/>
        </w:rPr>
        <w:t xml:space="preserve">THE </w:t>
      </w:r>
      <w:proofErr w:type="spellStart"/>
      <w:r w:rsidRPr="007818BD">
        <w:rPr>
          <w:rStyle w:val="Taille-1Caracteres"/>
        </w:rPr>
        <w:t>TEMPEST</w:t>
      </w:r>
      <w:proofErr w:type="spellEnd"/>
      <w:r w:rsidR="00E8465A">
        <w:rPr>
          <w:rStyle w:val="Taille-1Caracteres"/>
        </w:rPr>
        <w:t>.)</w:t>
      </w:r>
    </w:p>
    <w:p w14:paraId="42F08070" w14:textId="77777777" w:rsidR="00E8465A" w:rsidRDefault="00E0544E" w:rsidP="00E0544E">
      <w:r w:rsidRPr="007818BD">
        <w:t>Le lendemain</w:t>
      </w:r>
      <w:r w:rsidR="00E8465A">
        <w:t xml:space="preserve">, </w:t>
      </w:r>
      <w:proofErr w:type="spellStart"/>
      <w:r w:rsidRPr="007818BD">
        <w:t>Glyndon</w:t>
      </w:r>
      <w:proofErr w:type="spellEnd"/>
      <w:r w:rsidRPr="007818BD">
        <w:t xml:space="preserve"> se dirigea vers le palais de </w:t>
      </w:r>
      <w:proofErr w:type="spellStart"/>
      <w:r w:rsidRPr="007818BD">
        <w:t>Zanoni</w:t>
      </w:r>
      <w:proofErr w:type="spellEnd"/>
      <w:r w:rsidR="00E8465A">
        <w:t xml:space="preserve">. </w:t>
      </w:r>
      <w:r w:rsidRPr="007818BD">
        <w:t>L</w:t>
      </w:r>
      <w:r w:rsidR="00E8465A">
        <w:t>’</w:t>
      </w:r>
      <w:r w:rsidRPr="007818BD">
        <w:t>imagination du jeune homme</w:t>
      </w:r>
      <w:r w:rsidR="00E8465A">
        <w:t xml:space="preserve">, </w:t>
      </w:r>
      <w:r w:rsidRPr="007818BD">
        <w:t>naturellement ardente</w:t>
      </w:r>
      <w:r w:rsidR="00E8465A">
        <w:t xml:space="preserve">, </w:t>
      </w:r>
      <w:r w:rsidRPr="007818BD">
        <w:t>était singulièrement excitée par le peu qu</w:t>
      </w:r>
      <w:r w:rsidR="00E8465A">
        <w:t>’</w:t>
      </w:r>
      <w:r w:rsidRPr="007818BD">
        <w:t>il avait vu ou entendu de ce personnage étrange</w:t>
      </w:r>
      <w:r w:rsidR="00E8465A">
        <w:t xml:space="preserve"> : </w:t>
      </w:r>
      <w:r w:rsidRPr="007818BD">
        <w:t>une influence mystérieuse</w:t>
      </w:r>
      <w:r w:rsidR="00E8465A">
        <w:t xml:space="preserve">, </w:t>
      </w:r>
      <w:r w:rsidRPr="007818BD">
        <w:t>qu</w:t>
      </w:r>
      <w:r w:rsidR="00E8465A">
        <w:t>’</w:t>
      </w:r>
      <w:r w:rsidRPr="007818BD">
        <w:t>il ne pouvait ni maîtriser ni expliquer</w:t>
      </w:r>
      <w:r w:rsidR="00E8465A">
        <w:t xml:space="preserve">, </w:t>
      </w:r>
      <w:r w:rsidRPr="007818BD">
        <w:t>l</w:t>
      </w:r>
      <w:r w:rsidR="00E8465A">
        <w:t>’</w:t>
      </w:r>
      <w:r w:rsidRPr="007818BD">
        <w:t>attirait vers l</w:t>
      </w:r>
      <w:r w:rsidR="00E8465A">
        <w:t>’</w:t>
      </w:r>
      <w:r w:rsidRPr="007818BD">
        <w:t>étranger</w:t>
      </w:r>
      <w:r w:rsidR="00E8465A">
        <w:t xml:space="preserve">. </w:t>
      </w:r>
      <w:r w:rsidRPr="007818BD">
        <w:t xml:space="preserve">La puissance de </w:t>
      </w:r>
      <w:proofErr w:type="spellStart"/>
      <w:r w:rsidRPr="007818BD">
        <w:t>Zanoni</w:t>
      </w:r>
      <w:proofErr w:type="spellEnd"/>
      <w:r w:rsidRPr="007818BD">
        <w:t xml:space="preserve"> semblait grande et presque surnaturelle</w:t>
      </w:r>
      <w:r w:rsidR="00E8465A">
        <w:t xml:space="preserve">, </w:t>
      </w:r>
      <w:r w:rsidRPr="007818BD">
        <w:t>ses inte</w:t>
      </w:r>
      <w:r w:rsidRPr="007818BD">
        <w:t>n</w:t>
      </w:r>
      <w:r w:rsidRPr="007818BD">
        <w:t>tions bienveillantes</w:t>
      </w:r>
      <w:r w:rsidR="00E8465A">
        <w:t xml:space="preserve"> ; </w:t>
      </w:r>
      <w:r w:rsidRPr="007818BD">
        <w:t>et pourtant ses mani</w:t>
      </w:r>
      <w:r w:rsidRPr="007818BD">
        <w:t>è</w:t>
      </w:r>
      <w:r w:rsidRPr="007818BD">
        <w:t>res étaient glaciales</w:t>
      </w:r>
      <w:r w:rsidR="00E8465A">
        <w:t xml:space="preserve">. </w:t>
      </w:r>
      <w:r w:rsidRPr="007818BD">
        <w:t xml:space="preserve">Pourquoi dans un moment repousser les avances de </w:t>
      </w:r>
      <w:proofErr w:type="spellStart"/>
      <w:r w:rsidRPr="007818BD">
        <w:t>Glyndon</w:t>
      </w:r>
      <w:proofErr w:type="spellEnd"/>
      <w:r w:rsidR="00E8465A">
        <w:t xml:space="preserve">, </w:t>
      </w:r>
      <w:r w:rsidRPr="007818BD">
        <w:t>et le moment d</w:t>
      </w:r>
      <w:r w:rsidR="00E8465A">
        <w:t>’</w:t>
      </w:r>
      <w:r w:rsidRPr="007818BD">
        <w:t>après le sauver</w:t>
      </w:r>
      <w:r w:rsidR="00E8465A">
        <w:t xml:space="preserve"> ? </w:t>
      </w:r>
      <w:r w:rsidRPr="007818BD">
        <w:t xml:space="preserve">Comment </w:t>
      </w:r>
      <w:proofErr w:type="spellStart"/>
      <w:r w:rsidRPr="007818BD">
        <w:t>Zanoni</w:t>
      </w:r>
      <w:proofErr w:type="spellEnd"/>
      <w:r w:rsidRPr="007818BD">
        <w:t xml:space="preserve"> avait-il déco</w:t>
      </w:r>
      <w:r w:rsidRPr="007818BD">
        <w:t>u</w:t>
      </w:r>
      <w:r w:rsidRPr="007818BD">
        <w:t xml:space="preserve">vert des ennemis inconnus à </w:t>
      </w:r>
      <w:proofErr w:type="spellStart"/>
      <w:r w:rsidRPr="007818BD">
        <w:t>Glyndon</w:t>
      </w:r>
      <w:proofErr w:type="spellEnd"/>
      <w:r w:rsidRPr="007818BD">
        <w:t xml:space="preserve"> lui-même</w:t>
      </w:r>
      <w:r w:rsidR="00E8465A">
        <w:t xml:space="preserve"> ? </w:t>
      </w:r>
      <w:r w:rsidRPr="007818BD">
        <w:t>Son intérêt était vivement piqué</w:t>
      </w:r>
      <w:r w:rsidR="00E8465A">
        <w:t xml:space="preserve">, </w:t>
      </w:r>
      <w:r w:rsidRPr="007818BD">
        <w:t>sa reconnaissance était en cause</w:t>
      </w:r>
      <w:r w:rsidR="00E8465A">
        <w:t xml:space="preserve"> : </w:t>
      </w:r>
      <w:r w:rsidRPr="007818BD">
        <w:t>il rés</w:t>
      </w:r>
      <w:r w:rsidRPr="007818BD">
        <w:t>o</w:t>
      </w:r>
      <w:r w:rsidRPr="007818BD">
        <w:t xml:space="preserve">lut de </w:t>
      </w:r>
      <w:proofErr w:type="gramStart"/>
      <w:r w:rsidRPr="007818BD">
        <w:t>faire</w:t>
      </w:r>
      <w:proofErr w:type="gramEnd"/>
      <w:r w:rsidRPr="007818BD">
        <w:t xml:space="preserve"> un nouvel effort pour se concilier le farouche bot</w:t>
      </w:r>
      <w:r w:rsidRPr="007818BD">
        <w:t>a</w:t>
      </w:r>
      <w:r w:rsidRPr="007818BD">
        <w:t>niste</w:t>
      </w:r>
      <w:r w:rsidR="00E8465A">
        <w:t>.</w:t>
      </w:r>
    </w:p>
    <w:p w14:paraId="7545E93E" w14:textId="77777777" w:rsidR="00E8465A" w:rsidRDefault="00E0544E" w:rsidP="00E0544E">
      <w:r w:rsidRPr="007818BD">
        <w:t xml:space="preserve">Le </w:t>
      </w:r>
      <w:proofErr w:type="spellStart"/>
      <w:r w:rsidRPr="007818BD">
        <w:t>signor</w:t>
      </w:r>
      <w:proofErr w:type="spellEnd"/>
      <w:r w:rsidRPr="007818BD">
        <w:t xml:space="preserve"> était chez lui</w:t>
      </w:r>
      <w:r w:rsidR="00E8465A">
        <w:t xml:space="preserve">, </w:t>
      </w:r>
      <w:r w:rsidRPr="007818BD">
        <w:t xml:space="preserve">et </w:t>
      </w:r>
      <w:proofErr w:type="spellStart"/>
      <w:r w:rsidRPr="007818BD">
        <w:t>Glyndon</w:t>
      </w:r>
      <w:proofErr w:type="spellEnd"/>
      <w:r w:rsidRPr="007818BD">
        <w:t xml:space="preserve"> fut reçu dans un vaste et haut salon</w:t>
      </w:r>
      <w:r w:rsidR="00E8465A">
        <w:t xml:space="preserve">, </w:t>
      </w:r>
      <w:r w:rsidRPr="007818BD">
        <w:t>où que</w:t>
      </w:r>
      <w:r w:rsidRPr="007818BD">
        <w:t>l</w:t>
      </w:r>
      <w:r w:rsidRPr="007818BD">
        <w:t xml:space="preserve">ques instants après </w:t>
      </w:r>
      <w:proofErr w:type="spellStart"/>
      <w:r w:rsidRPr="007818BD">
        <w:t>Zanoni</w:t>
      </w:r>
      <w:proofErr w:type="spellEnd"/>
      <w:r w:rsidRPr="007818BD">
        <w:t xml:space="preserve"> le rejoignit</w:t>
      </w:r>
      <w:r w:rsidR="00E8465A">
        <w:t>.</w:t>
      </w:r>
    </w:p>
    <w:p w14:paraId="4740BA3F" w14:textId="77777777" w:rsidR="00E8465A" w:rsidRDefault="00E8465A" w:rsidP="00E0544E">
      <w:r>
        <w:t>« </w:t>
      </w:r>
      <w:r w:rsidR="00E0544E" w:rsidRPr="007818BD">
        <w:t>Je viens vous remercier de votre avertissement d</w:t>
      </w:r>
      <w:r>
        <w:t>’</w:t>
      </w:r>
      <w:r w:rsidR="00E0544E" w:rsidRPr="007818BD">
        <w:t>hier soir</w:t>
      </w:r>
      <w:r>
        <w:t xml:space="preserve">, </w:t>
      </w:r>
      <w:r w:rsidR="00E0544E" w:rsidRPr="007818BD">
        <w:t>dit-il</w:t>
      </w:r>
      <w:r>
        <w:t xml:space="preserve">, </w:t>
      </w:r>
      <w:r w:rsidR="00E0544E" w:rsidRPr="007818BD">
        <w:t>et vous prier de mettre le comble aux obligations que je vous dois</w:t>
      </w:r>
      <w:r>
        <w:t xml:space="preserve">, </w:t>
      </w:r>
      <w:r w:rsidR="00E0544E" w:rsidRPr="007818BD">
        <w:t>en m</w:t>
      </w:r>
      <w:r>
        <w:t>’</w:t>
      </w:r>
      <w:r w:rsidR="00E0544E" w:rsidRPr="007818BD">
        <w:t>apprenant de quel côté je dois attendre le p</w:t>
      </w:r>
      <w:r w:rsidR="00E0544E" w:rsidRPr="007818BD">
        <w:t>é</w:t>
      </w:r>
      <w:r w:rsidR="00E0544E" w:rsidRPr="007818BD">
        <w:t>ril et les hostilités</w:t>
      </w:r>
      <w:r>
        <w:t>.</w:t>
      </w:r>
    </w:p>
    <w:p w14:paraId="454A1BBF" w14:textId="77777777" w:rsidR="00E8465A" w:rsidRDefault="00E8465A" w:rsidP="00E0544E">
      <w:r>
        <w:t>— </w:t>
      </w:r>
      <w:r w:rsidR="00E0544E" w:rsidRPr="007818BD">
        <w:t>Vous êtes galant</w:t>
      </w:r>
      <w:r>
        <w:t xml:space="preserve">, </w:t>
      </w:r>
      <w:r w:rsidR="00E0544E" w:rsidRPr="007818BD">
        <w:t>monsieur</w:t>
      </w:r>
      <w:r>
        <w:t xml:space="preserve">, </w:t>
      </w:r>
      <w:r w:rsidR="00E0544E" w:rsidRPr="007818BD">
        <w:t xml:space="preserve">dit en anglais </w:t>
      </w:r>
      <w:proofErr w:type="spellStart"/>
      <w:r w:rsidR="00E0544E" w:rsidRPr="007818BD">
        <w:t>Zanoni</w:t>
      </w:r>
      <w:proofErr w:type="spellEnd"/>
      <w:r w:rsidR="00E0544E" w:rsidRPr="007818BD">
        <w:t xml:space="preserve"> avec un sourire</w:t>
      </w:r>
      <w:r>
        <w:t xml:space="preserve">, </w:t>
      </w:r>
      <w:r w:rsidR="00E0544E" w:rsidRPr="007818BD">
        <w:t>et vous connaissez mal le Midi</w:t>
      </w:r>
      <w:r>
        <w:t xml:space="preserve"> : </w:t>
      </w:r>
      <w:r w:rsidR="00E0544E" w:rsidRPr="007818BD">
        <w:t>vous sauriez sans cela qu</w:t>
      </w:r>
      <w:r>
        <w:t>’</w:t>
      </w:r>
      <w:r w:rsidR="00E0544E" w:rsidRPr="007818BD">
        <w:t>il n</w:t>
      </w:r>
      <w:r>
        <w:t>’</w:t>
      </w:r>
      <w:r w:rsidR="00E0544E" w:rsidRPr="007818BD">
        <w:t>y a pas de galants qui n</w:t>
      </w:r>
      <w:r>
        <w:t>’</w:t>
      </w:r>
      <w:r w:rsidR="00E0544E" w:rsidRPr="007818BD">
        <w:t>aient des rivaux</w:t>
      </w:r>
      <w:r>
        <w:t>.</w:t>
      </w:r>
    </w:p>
    <w:p w14:paraId="642EFFBF" w14:textId="77777777" w:rsidR="00E8465A" w:rsidRDefault="00E8465A" w:rsidP="00E0544E">
      <w:r>
        <w:t>— </w:t>
      </w:r>
      <w:r w:rsidR="00E0544E" w:rsidRPr="007818BD">
        <w:t>Parlez-vous sérieusement</w:t>
      </w:r>
      <w:r>
        <w:t xml:space="preserve"> ? </w:t>
      </w:r>
      <w:r w:rsidR="00E0544E" w:rsidRPr="007818BD">
        <w:t xml:space="preserve">dit </w:t>
      </w:r>
      <w:proofErr w:type="spellStart"/>
      <w:r w:rsidR="00E0544E" w:rsidRPr="007818BD">
        <w:t>Glyndon</w:t>
      </w:r>
      <w:proofErr w:type="spellEnd"/>
      <w:r w:rsidR="00E0544E" w:rsidRPr="007818BD">
        <w:t xml:space="preserve"> en rougissant</w:t>
      </w:r>
      <w:r>
        <w:t>.</w:t>
      </w:r>
    </w:p>
    <w:p w14:paraId="423395F8" w14:textId="77777777" w:rsidR="00E8465A" w:rsidRDefault="00E8465A" w:rsidP="00E0544E">
      <w:r>
        <w:lastRenderedPageBreak/>
        <w:t>— </w:t>
      </w:r>
      <w:r w:rsidR="00E0544E" w:rsidRPr="007818BD">
        <w:t>Très-sérieusement</w:t>
      </w:r>
      <w:r>
        <w:t xml:space="preserve">. </w:t>
      </w:r>
      <w:r w:rsidR="00E0544E" w:rsidRPr="007818BD">
        <w:t>Vous aimez Viola Pisani</w:t>
      </w:r>
      <w:r>
        <w:t xml:space="preserve"> ; </w:t>
      </w:r>
      <w:r w:rsidR="00E0544E" w:rsidRPr="007818BD">
        <w:t>vous avez pour rival un des pri</w:t>
      </w:r>
      <w:r w:rsidR="00E0544E" w:rsidRPr="007818BD">
        <w:t>n</w:t>
      </w:r>
      <w:r w:rsidR="00E0544E" w:rsidRPr="007818BD">
        <w:t>ces napolitains les plus puissants et les plus implacables</w:t>
      </w:r>
      <w:r>
        <w:t xml:space="preserve"> ; </w:t>
      </w:r>
      <w:r w:rsidR="00E0544E" w:rsidRPr="007818BD">
        <w:t>voyez si vous courez du danger</w:t>
      </w:r>
      <w:r>
        <w:t>.</w:t>
      </w:r>
    </w:p>
    <w:p w14:paraId="2257819F" w14:textId="77777777" w:rsidR="00E8465A" w:rsidRDefault="00E8465A" w:rsidP="00E0544E">
      <w:r>
        <w:t>— </w:t>
      </w:r>
      <w:r w:rsidR="00E0544E" w:rsidRPr="007818BD">
        <w:t>Mais</w:t>
      </w:r>
      <w:r>
        <w:t xml:space="preserve">, </w:t>
      </w:r>
      <w:r w:rsidR="00E0544E" w:rsidRPr="007818BD">
        <w:t>pardonnez-moi</w:t>
      </w:r>
      <w:r>
        <w:t xml:space="preserve">, </w:t>
      </w:r>
      <w:r w:rsidR="00E0544E" w:rsidRPr="007818BD">
        <w:t>comment l</w:t>
      </w:r>
      <w:r>
        <w:t>’</w:t>
      </w:r>
      <w:r w:rsidR="00E0544E" w:rsidRPr="007818BD">
        <w:t>avez-vous appris</w:t>
      </w:r>
      <w:r>
        <w:t> ?</w:t>
      </w:r>
    </w:p>
    <w:p w14:paraId="34A3BAD5" w14:textId="77777777" w:rsidR="00E8465A" w:rsidRDefault="00E8465A" w:rsidP="00E0544E">
      <w:r>
        <w:t>— </w:t>
      </w:r>
      <w:r w:rsidR="00E0544E" w:rsidRPr="007818BD">
        <w:t>Il n</w:t>
      </w:r>
      <w:r>
        <w:t>’</w:t>
      </w:r>
      <w:r w:rsidR="00E0544E" w:rsidRPr="007818BD">
        <w:t>y a pas un mortel à qui je rende compte de moi-même</w:t>
      </w:r>
      <w:r>
        <w:t xml:space="preserve">, </w:t>
      </w:r>
      <w:r w:rsidR="00E0544E" w:rsidRPr="007818BD">
        <w:t xml:space="preserve">répliqua </w:t>
      </w:r>
      <w:proofErr w:type="spellStart"/>
      <w:r w:rsidR="00E0544E" w:rsidRPr="007818BD">
        <w:t>Zanoni</w:t>
      </w:r>
      <w:proofErr w:type="spellEnd"/>
      <w:r w:rsidR="00E0544E" w:rsidRPr="007818BD">
        <w:t xml:space="preserve"> avec hauteur</w:t>
      </w:r>
      <w:r>
        <w:t xml:space="preserve">. </w:t>
      </w:r>
      <w:r w:rsidR="00E0544E" w:rsidRPr="007818BD">
        <w:t>Suivez ou dédaignez mes avis</w:t>
      </w:r>
      <w:r>
        <w:t xml:space="preserve">, </w:t>
      </w:r>
      <w:r w:rsidR="00E0544E" w:rsidRPr="007818BD">
        <w:t>cela ne m</w:t>
      </w:r>
      <w:r>
        <w:t>’</w:t>
      </w:r>
      <w:r w:rsidR="00E0544E" w:rsidRPr="007818BD">
        <w:t>importe guère</w:t>
      </w:r>
      <w:r>
        <w:t>.</w:t>
      </w:r>
    </w:p>
    <w:p w14:paraId="17BE3051" w14:textId="77777777" w:rsidR="00E8465A" w:rsidRDefault="00E8465A" w:rsidP="00E0544E">
      <w:r>
        <w:t>— </w:t>
      </w:r>
      <w:r w:rsidR="00E0544E" w:rsidRPr="007818BD">
        <w:t>Eh bien</w:t>
      </w:r>
      <w:r>
        <w:t xml:space="preserve">, </w:t>
      </w:r>
      <w:r w:rsidR="00E0544E" w:rsidRPr="007818BD">
        <w:t>si je ne dois pas vous interroger</w:t>
      </w:r>
      <w:r>
        <w:t xml:space="preserve">, </w:t>
      </w:r>
      <w:r w:rsidR="00E0544E" w:rsidRPr="007818BD">
        <w:t>je le veux bien</w:t>
      </w:r>
      <w:r>
        <w:t xml:space="preserve"> ; </w:t>
      </w:r>
      <w:r w:rsidR="00E0544E" w:rsidRPr="007818BD">
        <w:t>mais au moins conseillez-moi</w:t>
      </w:r>
      <w:r>
        <w:t xml:space="preserve"> : </w:t>
      </w:r>
      <w:r w:rsidR="00E0544E" w:rsidRPr="007818BD">
        <w:t>que faut-il faire</w:t>
      </w:r>
      <w:r>
        <w:t> ?</w:t>
      </w:r>
    </w:p>
    <w:p w14:paraId="00A5DEA1" w14:textId="77777777" w:rsidR="00E8465A" w:rsidRDefault="00E8465A" w:rsidP="00E0544E">
      <w:r>
        <w:t>— </w:t>
      </w:r>
      <w:r w:rsidR="00E0544E" w:rsidRPr="007818BD">
        <w:t>Suivrez-vous mon conseil</w:t>
      </w:r>
      <w:r>
        <w:t> ?</w:t>
      </w:r>
    </w:p>
    <w:p w14:paraId="072B543C" w14:textId="77777777" w:rsidR="00E8465A" w:rsidRDefault="00E8465A" w:rsidP="00E0544E">
      <w:r>
        <w:t>— </w:t>
      </w:r>
      <w:r w:rsidR="00E0544E" w:rsidRPr="007818BD">
        <w:t>Pourquoi non</w:t>
      </w:r>
      <w:r>
        <w:t> ?</w:t>
      </w:r>
    </w:p>
    <w:p w14:paraId="76E27218" w14:textId="77777777" w:rsidR="00E8465A" w:rsidRDefault="00E8465A" w:rsidP="00E0544E">
      <w:r>
        <w:t>— </w:t>
      </w:r>
      <w:r w:rsidR="00E0544E" w:rsidRPr="007818BD">
        <w:t>Parce que vous êtes brave par tempérament</w:t>
      </w:r>
      <w:r>
        <w:t xml:space="preserve"> ; </w:t>
      </w:r>
      <w:r w:rsidR="00E0544E" w:rsidRPr="007818BD">
        <w:t>vous aimez les émotions et les mystères</w:t>
      </w:r>
      <w:r>
        <w:t xml:space="preserve"> ; </w:t>
      </w:r>
      <w:r w:rsidR="00E0544E" w:rsidRPr="007818BD">
        <w:t>vous aimez à faire le héros de r</w:t>
      </w:r>
      <w:r w:rsidR="00E0544E" w:rsidRPr="007818BD">
        <w:t>o</w:t>
      </w:r>
      <w:r w:rsidR="00E0544E" w:rsidRPr="007818BD">
        <w:t>man</w:t>
      </w:r>
      <w:r>
        <w:t xml:space="preserve">. </w:t>
      </w:r>
      <w:r w:rsidR="00E0544E" w:rsidRPr="007818BD">
        <w:t>Si je vous conseillais de quitter N</w:t>
      </w:r>
      <w:r w:rsidR="00E0544E" w:rsidRPr="007818BD">
        <w:t>a</w:t>
      </w:r>
      <w:r w:rsidR="00E0544E" w:rsidRPr="007818BD">
        <w:t>ples</w:t>
      </w:r>
      <w:r>
        <w:t xml:space="preserve">, </w:t>
      </w:r>
      <w:r w:rsidR="00E0544E" w:rsidRPr="007818BD">
        <w:t>le feriez-vous</w:t>
      </w:r>
      <w:r>
        <w:t xml:space="preserve">, </w:t>
      </w:r>
      <w:r w:rsidR="00E0544E" w:rsidRPr="007818BD">
        <w:t>tant que Naples contient un ennemi à braver</w:t>
      </w:r>
      <w:r>
        <w:t xml:space="preserve">, </w:t>
      </w:r>
      <w:r w:rsidR="00E0544E" w:rsidRPr="007818BD">
        <w:t>une maîtresse à conquérir</w:t>
      </w:r>
      <w:r>
        <w:t> ?</w:t>
      </w:r>
    </w:p>
    <w:p w14:paraId="7B1EA515" w14:textId="77777777" w:rsidR="00E8465A" w:rsidRDefault="00E8465A" w:rsidP="00E0544E">
      <w:r>
        <w:t>— </w:t>
      </w:r>
      <w:r w:rsidR="00E0544E" w:rsidRPr="007818BD">
        <w:t>Vous avez raison</w:t>
      </w:r>
      <w:r>
        <w:t xml:space="preserve">, </w:t>
      </w:r>
      <w:r w:rsidR="00E0544E" w:rsidRPr="007818BD">
        <w:t>dit l</w:t>
      </w:r>
      <w:r>
        <w:t>’</w:t>
      </w:r>
      <w:r w:rsidR="00E0544E" w:rsidRPr="007818BD">
        <w:t>Anglais avec énergie</w:t>
      </w:r>
      <w:r>
        <w:t xml:space="preserve">. </w:t>
      </w:r>
      <w:r w:rsidR="00E0544E" w:rsidRPr="007818BD">
        <w:t>Non</w:t>
      </w:r>
      <w:r>
        <w:t xml:space="preserve"> ; </w:t>
      </w:r>
      <w:r w:rsidR="00E0544E" w:rsidRPr="007818BD">
        <w:t>et ce n</w:t>
      </w:r>
      <w:r>
        <w:t>’</w:t>
      </w:r>
      <w:r w:rsidR="00E0544E" w:rsidRPr="007818BD">
        <w:t>est pas vous qui pourriez me blâmer de cette résolution</w:t>
      </w:r>
      <w:r>
        <w:t>.</w:t>
      </w:r>
    </w:p>
    <w:p w14:paraId="38A2BAFF" w14:textId="77777777" w:rsidR="00E8465A" w:rsidRDefault="00E8465A" w:rsidP="00E0544E">
      <w:r>
        <w:t>— </w:t>
      </w:r>
      <w:r w:rsidR="00E0544E" w:rsidRPr="007818BD">
        <w:t>Mais il vous reste un autre parti</w:t>
      </w:r>
      <w:r>
        <w:t xml:space="preserve"> ; </w:t>
      </w:r>
      <w:r w:rsidR="00E0544E" w:rsidRPr="007818BD">
        <w:t>aimez-vous Viola sinc</w:t>
      </w:r>
      <w:r w:rsidR="00E0544E" w:rsidRPr="007818BD">
        <w:t>è</w:t>
      </w:r>
      <w:r w:rsidR="00E0544E" w:rsidRPr="007818BD">
        <w:t>rement</w:t>
      </w:r>
      <w:r>
        <w:t xml:space="preserve">, </w:t>
      </w:r>
      <w:r w:rsidR="00E0544E" w:rsidRPr="007818BD">
        <w:t>ardemment</w:t>
      </w:r>
      <w:r>
        <w:t xml:space="preserve"> ? </w:t>
      </w:r>
      <w:r w:rsidR="00E0544E" w:rsidRPr="007818BD">
        <w:t>Alors</w:t>
      </w:r>
      <w:r>
        <w:t xml:space="preserve">, </w:t>
      </w:r>
      <w:r w:rsidR="00E0544E" w:rsidRPr="007818BD">
        <w:t>épousez-la</w:t>
      </w:r>
      <w:r>
        <w:t xml:space="preserve">, </w:t>
      </w:r>
      <w:r w:rsidR="00E0544E" w:rsidRPr="007818BD">
        <w:t>et emmenez votre fia</w:t>
      </w:r>
      <w:r w:rsidR="00E0544E" w:rsidRPr="007818BD">
        <w:t>n</w:t>
      </w:r>
      <w:r w:rsidR="00E0544E" w:rsidRPr="007818BD">
        <w:t>cée dans votre terre natale</w:t>
      </w:r>
      <w:r>
        <w:t>.</w:t>
      </w:r>
    </w:p>
    <w:p w14:paraId="2C3212AD" w14:textId="61B00452" w:rsidR="00E0544E" w:rsidRPr="007818BD" w:rsidRDefault="00E8465A" w:rsidP="00E0544E">
      <w:r>
        <w:t>— </w:t>
      </w:r>
      <w:r w:rsidR="00E0544E" w:rsidRPr="007818BD">
        <w:t>Mais</w:t>
      </w:r>
      <w:r>
        <w:t xml:space="preserve">, </w:t>
      </w:r>
      <w:r w:rsidR="00E0544E" w:rsidRPr="007818BD">
        <w:t xml:space="preserve">répondit </w:t>
      </w:r>
      <w:proofErr w:type="spellStart"/>
      <w:r w:rsidR="00E0544E" w:rsidRPr="007818BD">
        <w:t>Glyndon</w:t>
      </w:r>
      <w:proofErr w:type="spellEnd"/>
      <w:r>
        <w:t xml:space="preserve">, </w:t>
      </w:r>
      <w:r w:rsidR="00E0544E" w:rsidRPr="007818BD">
        <w:t>quelque peu embarrassé</w:t>
      </w:r>
      <w:r>
        <w:t xml:space="preserve">, </w:t>
      </w:r>
      <w:r w:rsidR="00E0544E" w:rsidRPr="007818BD">
        <w:t>Viola n</w:t>
      </w:r>
      <w:r>
        <w:t>’</w:t>
      </w:r>
      <w:r w:rsidR="00E0544E" w:rsidRPr="007818BD">
        <w:t>est pas de mon rang</w:t>
      </w:r>
      <w:r>
        <w:t xml:space="preserve">. </w:t>
      </w:r>
      <w:r w:rsidR="00E0544E" w:rsidRPr="007818BD">
        <w:t>Et puis sa profession</w:t>
      </w:r>
      <w:r>
        <w:t xml:space="preserve">… </w:t>
      </w:r>
      <w:r w:rsidR="00E0544E" w:rsidRPr="007818BD">
        <w:t>En un mot</w:t>
      </w:r>
      <w:r>
        <w:t xml:space="preserve">, </w:t>
      </w:r>
      <w:r w:rsidR="00E0544E" w:rsidRPr="007818BD">
        <w:t>je suis l</w:t>
      </w:r>
      <w:r>
        <w:t>’</w:t>
      </w:r>
      <w:r w:rsidR="00E0544E" w:rsidRPr="007818BD">
        <w:t>esclave de sa beauté</w:t>
      </w:r>
      <w:r>
        <w:t xml:space="preserve">, </w:t>
      </w:r>
      <w:r w:rsidR="00E0544E" w:rsidRPr="007818BD">
        <w:t>mais je ne puis l</w:t>
      </w:r>
      <w:r>
        <w:t>’</w:t>
      </w:r>
      <w:r w:rsidR="00E0544E" w:rsidRPr="007818BD">
        <w:t>épouser</w:t>
      </w:r>
      <w:r>
        <w:t>. »</w:t>
      </w:r>
    </w:p>
    <w:p w14:paraId="6F61B3AD" w14:textId="77777777" w:rsidR="00E8465A" w:rsidRDefault="00E0544E" w:rsidP="00E0544E">
      <w:r w:rsidRPr="007818BD">
        <w:t xml:space="preserve">Le front de </w:t>
      </w:r>
      <w:proofErr w:type="spellStart"/>
      <w:r w:rsidRPr="007818BD">
        <w:t>Zanoni</w:t>
      </w:r>
      <w:proofErr w:type="spellEnd"/>
      <w:r w:rsidRPr="007818BD">
        <w:t xml:space="preserve"> s</w:t>
      </w:r>
      <w:r w:rsidR="00E8465A">
        <w:t>’</w:t>
      </w:r>
      <w:r w:rsidRPr="007818BD">
        <w:t>obscurcit</w:t>
      </w:r>
      <w:r w:rsidR="00E8465A">
        <w:t>.</w:t>
      </w:r>
    </w:p>
    <w:p w14:paraId="5D40F64E" w14:textId="77777777" w:rsidR="00E8465A" w:rsidRDefault="00E8465A" w:rsidP="00E0544E">
      <w:r>
        <w:t>« </w:t>
      </w:r>
      <w:r w:rsidR="00E0544E" w:rsidRPr="007818BD">
        <w:t>Votre amour n</w:t>
      </w:r>
      <w:r>
        <w:t>’</w:t>
      </w:r>
      <w:r w:rsidR="00E0544E" w:rsidRPr="007818BD">
        <w:t>est donc qu</w:t>
      </w:r>
      <w:r>
        <w:t>’</w:t>
      </w:r>
      <w:r w:rsidR="00E0544E" w:rsidRPr="007818BD">
        <w:t>une passion égoïste et se</w:t>
      </w:r>
      <w:r w:rsidR="00E0544E" w:rsidRPr="007818BD">
        <w:t>n</w:t>
      </w:r>
      <w:r w:rsidR="00E0544E" w:rsidRPr="007818BD">
        <w:t>suelle</w:t>
      </w:r>
      <w:r>
        <w:t xml:space="preserve"> ; </w:t>
      </w:r>
      <w:r w:rsidR="00E0544E" w:rsidRPr="007818BD">
        <w:t xml:space="preserve">alors je ne vous donne plus de conseil pour votre </w:t>
      </w:r>
      <w:r w:rsidR="00E0544E" w:rsidRPr="007818BD">
        <w:lastRenderedPageBreak/>
        <w:t>bo</w:t>
      </w:r>
      <w:r w:rsidR="00E0544E" w:rsidRPr="007818BD">
        <w:t>n</w:t>
      </w:r>
      <w:r w:rsidR="00E0544E" w:rsidRPr="007818BD">
        <w:t>heur</w:t>
      </w:r>
      <w:r>
        <w:t xml:space="preserve">. </w:t>
      </w:r>
      <w:r w:rsidR="00E0544E" w:rsidRPr="007818BD">
        <w:t>Jeune homme</w:t>
      </w:r>
      <w:r>
        <w:t xml:space="preserve"> ! </w:t>
      </w:r>
      <w:r w:rsidR="00E0544E" w:rsidRPr="007818BD">
        <w:t>la destinée est moins inexorable qu</w:t>
      </w:r>
      <w:r>
        <w:t>’</w:t>
      </w:r>
      <w:r w:rsidR="00E0544E" w:rsidRPr="007818BD">
        <w:t>elle ne paraît</w:t>
      </w:r>
      <w:r>
        <w:t xml:space="preserve">. </w:t>
      </w:r>
      <w:r w:rsidR="00E0544E" w:rsidRPr="007818BD">
        <w:t>Les ressources du grand Arbitre de l</w:t>
      </w:r>
      <w:r>
        <w:t>’</w:t>
      </w:r>
      <w:r w:rsidR="00E0544E" w:rsidRPr="007818BD">
        <w:t>univers ne sont ni assez restreintes ni assez rigides pour qu</w:t>
      </w:r>
      <w:r>
        <w:t>’</w:t>
      </w:r>
      <w:r w:rsidR="00E0544E" w:rsidRPr="007818BD">
        <w:t>il refuse à l</w:t>
      </w:r>
      <w:r>
        <w:t>’</w:t>
      </w:r>
      <w:r w:rsidR="00E0544E" w:rsidRPr="007818BD">
        <w:t>homme le divin privilège de la liberté</w:t>
      </w:r>
      <w:r>
        <w:t xml:space="preserve"> : </w:t>
      </w:r>
      <w:r w:rsidR="00E0544E" w:rsidRPr="007818BD">
        <w:t>tous</w:t>
      </w:r>
      <w:r>
        <w:t xml:space="preserve">, </w:t>
      </w:r>
      <w:r w:rsidR="00E0544E" w:rsidRPr="007818BD">
        <w:t>nous pouvons nous frayer un chemin</w:t>
      </w:r>
      <w:r>
        <w:t xml:space="preserve">, </w:t>
      </w:r>
      <w:r w:rsidR="00E0544E" w:rsidRPr="007818BD">
        <w:t>et Dieu peut faire concourir nos contradictions elles-mêmes à l</w:t>
      </w:r>
      <w:r>
        <w:t>’</w:t>
      </w:r>
      <w:r w:rsidR="00E0544E" w:rsidRPr="007818BD">
        <w:t>harmonie de ses desseins suprêmes</w:t>
      </w:r>
      <w:r>
        <w:t xml:space="preserve">. </w:t>
      </w:r>
      <w:r w:rsidR="00E0544E" w:rsidRPr="007818BD">
        <w:t>Vous avez le choix devant vous</w:t>
      </w:r>
      <w:r>
        <w:t xml:space="preserve">. </w:t>
      </w:r>
      <w:r w:rsidR="00E0544E" w:rsidRPr="007818BD">
        <w:t>Un amour honorable et généreux peut</w:t>
      </w:r>
      <w:r>
        <w:t xml:space="preserve">, </w:t>
      </w:r>
      <w:r w:rsidR="00E0544E" w:rsidRPr="007818BD">
        <w:t>m</w:t>
      </w:r>
      <w:r w:rsidR="00E0544E" w:rsidRPr="007818BD">
        <w:t>ê</w:t>
      </w:r>
      <w:r w:rsidR="00E0544E" w:rsidRPr="007818BD">
        <w:t>me à cette heure</w:t>
      </w:r>
      <w:r>
        <w:t xml:space="preserve">, </w:t>
      </w:r>
      <w:r w:rsidR="00E0544E" w:rsidRPr="007818BD">
        <w:t>assurer votre bonheur et votre salut</w:t>
      </w:r>
      <w:r>
        <w:t xml:space="preserve"> ; </w:t>
      </w:r>
      <w:r w:rsidR="00E0544E" w:rsidRPr="007818BD">
        <w:t>une pa</w:t>
      </w:r>
      <w:r w:rsidR="00E0544E" w:rsidRPr="007818BD">
        <w:t>s</w:t>
      </w:r>
      <w:r w:rsidR="00E0544E" w:rsidRPr="007818BD">
        <w:t>sion folle et égoïste vous conduira infailliblement à votre perte</w:t>
      </w:r>
      <w:r>
        <w:t>.</w:t>
      </w:r>
    </w:p>
    <w:p w14:paraId="4FCDEFDF" w14:textId="77777777" w:rsidR="00E8465A" w:rsidRDefault="00E8465A" w:rsidP="00E0544E">
      <w:r>
        <w:t>— </w:t>
      </w:r>
      <w:r w:rsidR="00E0544E" w:rsidRPr="007818BD">
        <w:t>Prétendez-vous donc lire dans l</w:t>
      </w:r>
      <w:r>
        <w:t>’</w:t>
      </w:r>
      <w:r w:rsidR="00E0544E" w:rsidRPr="007818BD">
        <w:t>avenir</w:t>
      </w:r>
      <w:r>
        <w:t> ?</w:t>
      </w:r>
    </w:p>
    <w:p w14:paraId="5D7CA940" w14:textId="77777777" w:rsidR="00E8465A" w:rsidRDefault="00E8465A" w:rsidP="00E0544E">
      <w:r>
        <w:t>— </w:t>
      </w:r>
      <w:r w:rsidR="00E0544E" w:rsidRPr="007818BD">
        <w:t>J</w:t>
      </w:r>
      <w:r>
        <w:t>’</w:t>
      </w:r>
      <w:r w:rsidR="00E0544E" w:rsidRPr="007818BD">
        <w:t>ai dit tout ce qu</w:t>
      </w:r>
      <w:r>
        <w:t>’</w:t>
      </w:r>
      <w:r w:rsidR="00E0544E" w:rsidRPr="007818BD">
        <w:t>il me convient de dire</w:t>
      </w:r>
      <w:r>
        <w:t>.</w:t>
      </w:r>
    </w:p>
    <w:p w14:paraId="528569C5" w14:textId="77777777" w:rsidR="00E8465A" w:rsidRDefault="00E8465A" w:rsidP="00E0544E">
      <w:r>
        <w:t>— </w:t>
      </w:r>
      <w:r w:rsidR="00E0544E" w:rsidRPr="007818BD">
        <w:t xml:space="preserve">Seigneur </w:t>
      </w:r>
      <w:proofErr w:type="spellStart"/>
      <w:r w:rsidR="00E0544E" w:rsidRPr="007818BD">
        <w:t>Zanoni</w:t>
      </w:r>
      <w:proofErr w:type="spellEnd"/>
      <w:r>
        <w:t xml:space="preserve">, </w:t>
      </w:r>
      <w:r w:rsidR="00E0544E" w:rsidRPr="007818BD">
        <w:t>vous qui prenez avec moi le rôle de m</w:t>
      </w:r>
      <w:r w:rsidR="00E0544E" w:rsidRPr="007818BD">
        <w:t>o</w:t>
      </w:r>
      <w:r w:rsidR="00E0544E" w:rsidRPr="007818BD">
        <w:t>raliste</w:t>
      </w:r>
      <w:r>
        <w:t xml:space="preserve">, </w:t>
      </w:r>
      <w:r w:rsidR="00E0544E" w:rsidRPr="007818BD">
        <w:t xml:space="preserve">dit </w:t>
      </w:r>
      <w:proofErr w:type="spellStart"/>
      <w:r w:rsidR="00E0544E" w:rsidRPr="007818BD">
        <w:t>Glyndon</w:t>
      </w:r>
      <w:proofErr w:type="spellEnd"/>
      <w:r>
        <w:t xml:space="preserve">, </w:t>
      </w:r>
      <w:r w:rsidR="00E0544E" w:rsidRPr="007818BD">
        <w:t>êtes-vous donc vous-même assez indiff</w:t>
      </w:r>
      <w:r w:rsidR="00E0544E" w:rsidRPr="007818BD">
        <w:t>é</w:t>
      </w:r>
      <w:r w:rsidR="00E0544E" w:rsidRPr="007818BD">
        <w:t>rent à la jeunesse et à la beauté pour opposer à leurs sédu</w:t>
      </w:r>
      <w:r w:rsidR="00E0544E" w:rsidRPr="007818BD">
        <w:t>c</w:t>
      </w:r>
      <w:r w:rsidR="00E0544E" w:rsidRPr="007818BD">
        <w:t>tions une résistance stoïque</w:t>
      </w:r>
      <w:r>
        <w:t> ?</w:t>
      </w:r>
    </w:p>
    <w:p w14:paraId="655DAA40" w14:textId="77777777" w:rsidR="00E8465A" w:rsidRDefault="00E8465A" w:rsidP="00E0544E">
      <w:r>
        <w:t>— </w:t>
      </w:r>
      <w:r w:rsidR="00E0544E" w:rsidRPr="007818BD">
        <w:t>S</w:t>
      </w:r>
      <w:r>
        <w:t>’</w:t>
      </w:r>
      <w:r w:rsidR="00E0544E" w:rsidRPr="007818BD">
        <w:t>il était nécessaire que l</w:t>
      </w:r>
      <w:r>
        <w:t>’</w:t>
      </w:r>
      <w:r w:rsidR="00E0544E" w:rsidRPr="007818BD">
        <w:t>exemple s</w:t>
      </w:r>
      <w:r>
        <w:t>’</w:t>
      </w:r>
      <w:r w:rsidR="00E0544E" w:rsidRPr="007818BD">
        <w:t>accordât toujours avec le précepte</w:t>
      </w:r>
      <w:r>
        <w:t xml:space="preserve">, </w:t>
      </w:r>
      <w:r w:rsidR="00E0544E" w:rsidRPr="007818BD">
        <w:t xml:space="preserve">dit </w:t>
      </w:r>
      <w:proofErr w:type="spellStart"/>
      <w:r w:rsidR="00E0544E" w:rsidRPr="007818BD">
        <w:t>Z</w:t>
      </w:r>
      <w:r w:rsidR="00E0544E" w:rsidRPr="007818BD">
        <w:t>a</w:t>
      </w:r>
      <w:r w:rsidR="00E0544E" w:rsidRPr="007818BD">
        <w:t>noni</w:t>
      </w:r>
      <w:proofErr w:type="spellEnd"/>
      <w:r w:rsidR="00E0544E" w:rsidRPr="007818BD">
        <w:t xml:space="preserve"> en souriant amèrement</w:t>
      </w:r>
      <w:r>
        <w:t xml:space="preserve">, </w:t>
      </w:r>
      <w:r w:rsidR="00E0544E" w:rsidRPr="007818BD">
        <w:t>les mentors seraient rares</w:t>
      </w:r>
      <w:r>
        <w:t xml:space="preserve">. </w:t>
      </w:r>
      <w:r w:rsidR="00E0544E" w:rsidRPr="007818BD">
        <w:t>La conduite d</w:t>
      </w:r>
      <w:r>
        <w:t>’</w:t>
      </w:r>
      <w:r w:rsidR="00E0544E" w:rsidRPr="007818BD">
        <w:t>un homme ne peut avoir d</w:t>
      </w:r>
      <w:r>
        <w:t>’</w:t>
      </w:r>
      <w:r w:rsidR="00E0544E" w:rsidRPr="007818BD">
        <w:t>influence que sur un cercle étroit</w:t>
      </w:r>
      <w:r>
        <w:t xml:space="preserve"> ; </w:t>
      </w:r>
      <w:r w:rsidR="00E0544E" w:rsidRPr="007818BD">
        <w:t>le bien ou le mal perm</w:t>
      </w:r>
      <w:r w:rsidR="00E0544E" w:rsidRPr="007818BD">
        <w:t>a</w:t>
      </w:r>
      <w:r w:rsidR="00E0544E" w:rsidRPr="007818BD">
        <w:t>nent qu</w:t>
      </w:r>
      <w:r>
        <w:t>’</w:t>
      </w:r>
      <w:r w:rsidR="00E0544E" w:rsidRPr="007818BD">
        <w:t>il fait à autrui est plutôt dans les doctrines qu</w:t>
      </w:r>
      <w:r>
        <w:t>’</w:t>
      </w:r>
      <w:r w:rsidR="00E0544E" w:rsidRPr="007818BD">
        <w:t>il peut r</w:t>
      </w:r>
      <w:r w:rsidR="00E0544E" w:rsidRPr="007818BD">
        <w:t>é</w:t>
      </w:r>
      <w:r w:rsidR="00E0544E" w:rsidRPr="007818BD">
        <w:t>pandre</w:t>
      </w:r>
      <w:r>
        <w:t xml:space="preserve">. </w:t>
      </w:r>
      <w:r w:rsidR="00E0544E" w:rsidRPr="007818BD">
        <w:t>Ses actes sont limités dans le temps et dans l</w:t>
      </w:r>
      <w:r>
        <w:t>’</w:t>
      </w:r>
      <w:r w:rsidR="00E0544E" w:rsidRPr="007818BD">
        <w:t>espace</w:t>
      </w:r>
      <w:r>
        <w:t xml:space="preserve"> ; </w:t>
      </w:r>
      <w:r w:rsidR="00E0544E" w:rsidRPr="007818BD">
        <w:t>ses maximes peuvent s</w:t>
      </w:r>
      <w:r>
        <w:t>’</w:t>
      </w:r>
      <w:r w:rsidR="00E0544E" w:rsidRPr="007818BD">
        <w:t>étendre sur l</w:t>
      </w:r>
      <w:r>
        <w:t>’</w:t>
      </w:r>
      <w:r w:rsidR="00E0544E" w:rsidRPr="007818BD">
        <w:t>univers entier et inspirer les générations jusqu</w:t>
      </w:r>
      <w:r>
        <w:t>’</w:t>
      </w:r>
      <w:r w:rsidR="00E0544E" w:rsidRPr="007818BD">
        <w:t>au dernier jour</w:t>
      </w:r>
      <w:r>
        <w:t xml:space="preserve">. </w:t>
      </w:r>
      <w:r w:rsidR="00E0544E" w:rsidRPr="007818BD">
        <w:t>Toutes nos vertus</w:t>
      </w:r>
      <w:r>
        <w:t xml:space="preserve">, </w:t>
      </w:r>
      <w:r w:rsidR="00E0544E" w:rsidRPr="007818BD">
        <w:t>toutes nos lois</w:t>
      </w:r>
      <w:r>
        <w:t xml:space="preserve">, </w:t>
      </w:r>
      <w:r w:rsidR="00E0544E" w:rsidRPr="007818BD">
        <w:t>sont tirées des livres et des maximes qui sont des pe</w:t>
      </w:r>
      <w:r w:rsidR="00E0544E" w:rsidRPr="007818BD">
        <w:t>n</w:t>
      </w:r>
      <w:r w:rsidR="00E0544E" w:rsidRPr="007818BD">
        <w:t>sées</w:t>
      </w:r>
      <w:r>
        <w:t xml:space="preserve"> ; </w:t>
      </w:r>
      <w:r w:rsidR="00E0544E" w:rsidRPr="007818BD">
        <w:t>et non pas d</w:t>
      </w:r>
      <w:r>
        <w:t>’</w:t>
      </w:r>
      <w:r w:rsidR="00E0544E" w:rsidRPr="007818BD">
        <w:t>actions</w:t>
      </w:r>
      <w:r>
        <w:t xml:space="preserve">. </w:t>
      </w:r>
      <w:r w:rsidR="00E0544E" w:rsidRPr="007818BD">
        <w:t>En conduite</w:t>
      </w:r>
      <w:r>
        <w:t xml:space="preserve">, </w:t>
      </w:r>
      <w:r w:rsidR="00E0544E" w:rsidRPr="007818BD">
        <w:t>Julien avait les vertus d</w:t>
      </w:r>
      <w:r>
        <w:t>’</w:t>
      </w:r>
      <w:r w:rsidR="00E0544E" w:rsidRPr="007818BD">
        <w:t>un chrétien</w:t>
      </w:r>
      <w:r>
        <w:t xml:space="preserve">, </w:t>
      </w:r>
      <w:r w:rsidR="00E0544E" w:rsidRPr="007818BD">
        <w:t>et Constantin les vices d</w:t>
      </w:r>
      <w:r>
        <w:t>’</w:t>
      </w:r>
      <w:r w:rsidR="00E0544E" w:rsidRPr="007818BD">
        <w:t>un païen</w:t>
      </w:r>
      <w:r>
        <w:t xml:space="preserve">. </w:t>
      </w:r>
      <w:r w:rsidR="00E0544E" w:rsidRPr="007818BD">
        <w:t>Les pensées de Julien ramenèrent au paganisme des milliers de disciples</w:t>
      </w:r>
      <w:r>
        <w:t xml:space="preserve"> ; </w:t>
      </w:r>
      <w:r w:rsidR="00E0544E" w:rsidRPr="007818BD">
        <w:t>ce</w:t>
      </w:r>
      <w:r w:rsidR="00E0544E" w:rsidRPr="007818BD">
        <w:t>l</w:t>
      </w:r>
      <w:r w:rsidR="00E0544E" w:rsidRPr="007818BD">
        <w:t>les de Constantin</w:t>
      </w:r>
      <w:r>
        <w:t xml:space="preserve">, </w:t>
      </w:r>
      <w:r w:rsidR="00E0544E" w:rsidRPr="007818BD">
        <w:t>par la volonté du ciel</w:t>
      </w:r>
      <w:r>
        <w:t xml:space="preserve">, </w:t>
      </w:r>
      <w:r w:rsidR="00E0544E" w:rsidRPr="007818BD">
        <w:t>aidèrent à courber sous le christianisme toutes les nations de la terre</w:t>
      </w:r>
      <w:r>
        <w:t xml:space="preserve">. </w:t>
      </w:r>
      <w:r w:rsidR="00E0544E" w:rsidRPr="007818BD">
        <w:t>En conduite</w:t>
      </w:r>
      <w:r>
        <w:t xml:space="preserve">, </w:t>
      </w:r>
      <w:r w:rsidR="00E0544E" w:rsidRPr="007818BD">
        <w:t xml:space="preserve">le plus humble pêcheur de ce </w:t>
      </w:r>
      <w:r w:rsidR="00E0544E" w:rsidRPr="007818BD">
        <w:lastRenderedPageBreak/>
        <w:t>golfe</w:t>
      </w:r>
      <w:r>
        <w:t xml:space="preserve">, </w:t>
      </w:r>
      <w:r w:rsidR="00E0544E" w:rsidRPr="007818BD">
        <w:t>qui croit avec ferveur aux m</w:t>
      </w:r>
      <w:r w:rsidR="00E0544E" w:rsidRPr="007818BD">
        <w:t>i</w:t>
      </w:r>
      <w:r w:rsidR="00E0544E" w:rsidRPr="007818BD">
        <w:t>racles de saint Janvier</w:t>
      </w:r>
      <w:r>
        <w:t xml:space="preserve">, </w:t>
      </w:r>
      <w:r w:rsidR="00E0544E" w:rsidRPr="007818BD">
        <w:t>peut être meilleur que Luther</w:t>
      </w:r>
      <w:r>
        <w:t xml:space="preserve"> ; </w:t>
      </w:r>
      <w:r w:rsidR="00E0544E" w:rsidRPr="007818BD">
        <w:t>cepe</w:t>
      </w:r>
      <w:r w:rsidR="00E0544E" w:rsidRPr="007818BD">
        <w:t>n</w:t>
      </w:r>
      <w:r w:rsidR="00E0544E" w:rsidRPr="007818BD">
        <w:t>dant Dieu a permis que la pensée de Luther soulevât dans l</w:t>
      </w:r>
      <w:r>
        <w:t>’</w:t>
      </w:r>
      <w:r w:rsidR="00E0544E" w:rsidRPr="007818BD">
        <w:t>Europe moderne la plus grande révolution qu</w:t>
      </w:r>
      <w:r>
        <w:t>’</w:t>
      </w:r>
      <w:r w:rsidR="00E0544E" w:rsidRPr="007818BD">
        <w:t>elle ait connue</w:t>
      </w:r>
      <w:r>
        <w:t xml:space="preserve">. </w:t>
      </w:r>
      <w:r w:rsidR="00E0544E" w:rsidRPr="007818BD">
        <w:t>Nos opinions</w:t>
      </w:r>
      <w:r>
        <w:t xml:space="preserve">, </w:t>
      </w:r>
      <w:r w:rsidR="00E0544E" w:rsidRPr="007818BD">
        <w:t>jeune Anglais</w:t>
      </w:r>
      <w:r>
        <w:t xml:space="preserve">, </w:t>
      </w:r>
      <w:r w:rsidR="00E0544E" w:rsidRPr="007818BD">
        <w:t>c</w:t>
      </w:r>
      <w:r>
        <w:t>’</w:t>
      </w:r>
      <w:r w:rsidR="00E0544E" w:rsidRPr="007818BD">
        <w:t>est notre élément angélique</w:t>
      </w:r>
      <w:r>
        <w:t xml:space="preserve"> ; </w:t>
      </w:r>
      <w:r w:rsidR="00E0544E" w:rsidRPr="007818BD">
        <w:t>nos actes</w:t>
      </w:r>
      <w:r>
        <w:t xml:space="preserve">, </w:t>
      </w:r>
      <w:r w:rsidR="00E0544E" w:rsidRPr="007818BD">
        <w:t>n</w:t>
      </w:r>
      <w:r w:rsidR="00E0544E" w:rsidRPr="007818BD">
        <w:t>o</w:t>
      </w:r>
      <w:r w:rsidR="00E0544E" w:rsidRPr="007818BD">
        <w:t>tre élément terrestre</w:t>
      </w:r>
      <w:r>
        <w:t>.</w:t>
      </w:r>
    </w:p>
    <w:p w14:paraId="5E11BC99" w14:textId="77777777" w:rsidR="00E8465A" w:rsidRDefault="00E8465A" w:rsidP="00E0544E">
      <w:r>
        <w:t>— </w:t>
      </w:r>
      <w:r w:rsidR="00E0544E" w:rsidRPr="007818BD">
        <w:t>Pour un Italien</w:t>
      </w:r>
      <w:r>
        <w:t xml:space="preserve"> ; </w:t>
      </w:r>
      <w:r w:rsidR="00E0544E" w:rsidRPr="007818BD">
        <w:t>vous avez médité profondément</w:t>
      </w:r>
      <w:r>
        <w:t xml:space="preserve">, </w:t>
      </w:r>
      <w:r w:rsidR="00E0544E" w:rsidRPr="007818BD">
        <w:t xml:space="preserve">dit </w:t>
      </w:r>
      <w:proofErr w:type="spellStart"/>
      <w:r w:rsidR="00E0544E" w:rsidRPr="007818BD">
        <w:t>Glyndon</w:t>
      </w:r>
      <w:proofErr w:type="spellEnd"/>
      <w:r>
        <w:t>.</w:t>
      </w:r>
    </w:p>
    <w:p w14:paraId="00CEABD9" w14:textId="77777777" w:rsidR="00E8465A" w:rsidRDefault="00E8465A" w:rsidP="00E0544E">
      <w:r>
        <w:t>— </w:t>
      </w:r>
      <w:r w:rsidR="00E0544E" w:rsidRPr="007818BD">
        <w:t>Qui vous a dit que je fusse Italien</w:t>
      </w:r>
      <w:r>
        <w:t> ?</w:t>
      </w:r>
    </w:p>
    <w:p w14:paraId="7A7EF8B5" w14:textId="77777777" w:rsidR="00E8465A" w:rsidRDefault="00E8465A" w:rsidP="00E0544E">
      <w:r>
        <w:t>— </w:t>
      </w:r>
      <w:r w:rsidR="00E0544E" w:rsidRPr="007818BD">
        <w:t>Ne l</w:t>
      </w:r>
      <w:r>
        <w:t>’</w:t>
      </w:r>
      <w:r w:rsidR="00E0544E" w:rsidRPr="007818BD">
        <w:t>êtes-vous pas</w:t>
      </w:r>
      <w:r>
        <w:t xml:space="preserve"> ? </w:t>
      </w:r>
      <w:r w:rsidR="00E0544E" w:rsidRPr="007818BD">
        <w:t>Et cependant</w:t>
      </w:r>
      <w:r>
        <w:t xml:space="preserve">, </w:t>
      </w:r>
      <w:r w:rsidR="00E0544E" w:rsidRPr="007818BD">
        <w:t>à vous entendre parler ma langue comme un Anglais</w:t>
      </w:r>
      <w:r>
        <w:t xml:space="preserve">, </w:t>
      </w:r>
      <w:r w:rsidR="00E0544E" w:rsidRPr="007818BD">
        <w:t>je</w:t>
      </w:r>
      <w:r>
        <w:t>…</w:t>
      </w:r>
    </w:p>
    <w:p w14:paraId="603A32DF" w14:textId="77777777" w:rsidR="00E8465A" w:rsidRDefault="00E8465A" w:rsidP="00E0544E">
      <w:r>
        <w:t>— </w:t>
      </w:r>
      <w:proofErr w:type="spellStart"/>
      <w:r w:rsidR="00E0544E" w:rsidRPr="007818BD">
        <w:t>Bast</w:t>
      </w:r>
      <w:proofErr w:type="spellEnd"/>
      <w:r>
        <w:t xml:space="preserve"> !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avec impatience</w:t>
      </w:r>
      <w:r>
        <w:t xml:space="preserve">. </w:t>
      </w:r>
      <w:r w:rsidR="00E0544E" w:rsidRPr="007818BD">
        <w:t>Puis</w:t>
      </w:r>
      <w:r>
        <w:t xml:space="preserve">, </w:t>
      </w:r>
      <w:r w:rsidR="00E0544E" w:rsidRPr="007818BD">
        <w:t>après un moment de silence</w:t>
      </w:r>
      <w:r>
        <w:t xml:space="preserve">, </w:t>
      </w:r>
      <w:r w:rsidR="00E0544E" w:rsidRPr="007818BD">
        <w:t>il reprit d</w:t>
      </w:r>
      <w:r>
        <w:t>’</w:t>
      </w:r>
      <w:r w:rsidR="00E0544E" w:rsidRPr="007818BD">
        <w:t>un ton calme</w:t>
      </w:r>
      <w:r>
        <w:t> : « </w:t>
      </w:r>
      <w:proofErr w:type="spellStart"/>
      <w:r w:rsidR="00E0544E" w:rsidRPr="007818BD">
        <w:t>Glyndon</w:t>
      </w:r>
      <w:proofErr w:type="spellEnd"/>
      <w:r>
        <w:t xml:space="preserve">, </w:t>
      </w:r>
      <w:r w:rsidR="00E0544E" w:rsidRPr="007818BD">
        <w:t>reno</w:t>
      </w:r>
      <w:r w:rsidR="00E0544E" w:rsidRPr="007818BD">
        <w:t>n</w:t>
      </w:r>
      <w:r w:rsidR="00E0544E" w:rsidRPr="007818BD">
        <w:t>cez-vous à Viola Pisani</w:t>
      </w:r>
      <w:r>
        <w:t xml:space="preserve"> ? </w:t>
      </w:r>
      <w:r w:rsidR="00E0544E" w:rsidRPr="007818BD">
        <w:t>Voulez-vous prendre quelques jours pour réfléchir à ce que je vous ai dit</w:t>
      </w:r>
      <w:r>
        <w:t> ?</w:t>
      </w:r>
    </w:p>
    <w:p w14:paraId="2DE2D985" w14:textId="77777777" w:rsidR="00E8465A" w:rsidRDefault="00E8465A" w:rsidP="00E0544E">
      <w:r>
        <w:t>— </w:t>
      </w:r>
      <w:r w:rsidR="00E0544E" w:rsidRPr="007818BD">
        <w:t>Renoncer à elle</w:t>
      </w:r>
      <w:r>
        <w:t xml:space="preserve"> ! </w:t>
      </w:r>
      <w:r w:rsidR="00E0544E" w:rsidRPr="007818BD">
        <w:t>jamais</w:t>
      </w:r>
      <w:r>
        <w:t> !</w:t>
      </w:r>
    </w:p>
    <w:p w14:paraId="3B9B1D9A" w14:textId="77777777" w:rsidR="00E8465A" w:rsidRDefault="00E8465A" w:rsidP="00E0544E">
      <w:r>
        <w:t>— </w:t>
      </w:r>
      <w:r w:rsidR="00E0544E" w:rsidRPr="007818BD">
        <w:t>Alors voulez-vous l</w:t>
      </w:r>
      <w:r>
        <w:t>’</w:t>
      </w:r>
      <w:r w:rsidR="00E0544E" w:rsidRPr="007818BD">
        <w:t>épouser</w:t>
      </w:r>
      <w:r>
        <w:t> ?</w:t>
      </w:r>
    </w:p>
    <w:p w14:paraId="3E87E67D" w14:textId="77777777" w:rsidR="00E8465A" w:rsidRDefault="00E8465A" w:rsidP="00E0544E">
      <w:r>
        <w:t>— </w:t>
      </w:r>
      <w:r w:rsidR="00E0544E" w:rsidRPr="007818BD">
        <w:t>Impossible</w:t>
      </w:r>
      <w:r>
        <w:t>.</w:t>
      </w:r>
    </w:p>
    <w:p w14:paraId="2BC4F038" w14:textId="77777777" w:rsidR="00E8465A" w:rsidRDefault="00E8465A" w:rsidP="00E0544E">
      <w:r>
        <w:t>— </w:t>
      </w:r>
      <w:r w:rsidR="00E0544E" w:rsidRPr="007818BD">
        <w:t>Soit</w:t>
      </w:r>
      <w:r>
        <w:t xml:space="preserve">. </w:t>
      </w:r>
      <w:r w:rsidR="00E0544E" w:rsidRPr="007818BD">
        <w:t>Alors c</w:t>
      </w:r>
      <w:r>
        <w:t>’</w:t>
      </w:r>
      <w:r w:rsidR="00E0544E" w:rsidRPr="007818BD">
        <w:t>est elle qui renoncera à vous</w:t>
      </w:r>
      <w:r>
        <w:t xml:space="preserve">. </w:t>
      </w:r>
      <w:r w:rsidR="00E0544E" w:rsidRPr="007818BD">
        <w:t>Je vous dis que vous avez des rivaux</w:t>
      </w:r>
      <w:r>
        <w:t>.</w:t>
      </w:r>
    </w:p>
    <w:p w14:paraId="6912724D" w14:textId="77777777" w:rsidR="00E8465A" w:rsidRDefault="00E8465A" w:rsidP="00E0544E">
      <w:r>
        <w:t>— </w:t>
      </w:r>
      <w:r w:rsidR="00E0544E" w:rsidRPr="007818BD">
        <w:t>Oui</w:t>
      </w:r>
      <w:r>
        <w:t xml:space="preserve">, </w:t>
      </w:r>
      <w:r w:rsidR="00E0544E" w:rsidRPr="007818BD">
        <w:t>le prince de</w:t>
      </w:r>
      <w:r>
        <w:t xml:space="preserve">… </w:t>
      </w:r>
      <w:r w:rsidR="00E0544E" w:rsidRPr="007818BD">
        <w:t>mais je ne le crains pas</w:t>
      </w:r>
      <w:r>
        <w:t>.</w:t>
      </w:r>
    </w:p>
    <w:p w14:paraId="3E84A90B" w14:textId="77777777" w:rsidR="00E8465A" w:rsidRDefault="00E8465A" w:rsidP="00E0544E">
      <w:r>
        <w:t>— </w:t>
      </w:r>
      <w:r w:rsidR="00E0544E" w:rsidRPr="007818BD">
        <w:t>Vous en avez un autre que vous craindrez davantage</w:t>
      </w:r>
      <w:r>
        <w:t>.</w:t>
      </w:r>
    </w:p>
    <w:p w14:paraId="3466B559" w14:textId="77777777" w:rsidR="00E8465A" w:rsidRDefault="00E8465A" w:rsidP="00E0544E">
      <w:r>
        <w:t>— </w:t>
      </w:r>
      <w:r w:rsidR="00E0544E" w:rsidRPr="007818BD">
        <w:t>Et qui</w:t>
      </w:r>
      <w:r>
        <w:t> ?</w:t>
      </w:r>
    </w:p>
    <w:p w14:paraId="3AFBB721" w14:textId="0255E60A" w:rsidR="00E0544E" w:rsidRPr="007818BD" w:rsidRDefault="00E8465A" w:rsidP="00E0544E">
      <w:r>
        <w:t>— </w:t>
      </w:r>
      <w:r w:rsidR="00E0544E" w:rsidRPr="007818BD">
        <w:t>Moi</w:t>
      </w:r>
      <w:r>
        <w:t>. »</w:t>
      </w:r>
    </w:p>
    <w:p w14:paraId="55C8FE07" w14:textId="77777777" w:rsidR="00E8465A" w:rsidRDefault="00E0544E" w:rsidP="00E0544E">
      <w:proofErr w:type="spellStart"/>
      <w:r w:rsidRPr="007818BD">
        <w:t>Glyndon</w:t>
      </w:r>
      <w:proofErr w:type="spellEnd"/>
      <w:r w:rsidRPr="007818BD">
        <w:t xml:space="preserve"> pâlit et se leva vivement</w:t>
      </w:r>
      <w:r w:rsidR="00E8465A">
        <w:t>.</w:t>
      </w:r>
    </w:p>
    <w:p w14:paraId="3F37220F" w14:textId="77777777" w:rsidR="00E8465A" w:rsidRDefault="00E8465A" w:rsidP="00E0544E">
      <w:r>
        <w:lastRenderedPageBreak/>
        <w:t>« </w:t>
      </w:r>
      <w:r w:rsidR="00E0544E" w:rsidRPr="007818BD">
        <w:t>Vous</w:t>
      </w:r>
      <w:r>
        <w:t xml:space="preserve"> !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 </w:t>
      </w:r>
      <w:r w:rsidR="00E0544E" w:rsidRPr="007818BD">
        <w:t>Vous</w:t>
      </w:r>
      <w:r>
        <w:t xml:space="preserve"> ! </w:t>
      </w:r>
      <w:r w:rsidR="00E0544E" w:rsidRPr="007818BD">
        <w:t>Et vous osez me l</w:t>
      </w:r>
      <w:r>
        <w:t>’</w:t>
      </w:r>
      <w:r w:rsidR="00E0544E" w:rsidRPr="007818BD">
        <w:t>avouer</w:t>
      </w:r>
      <w:r>
        <w:t> !</w:t>
      </w:r>
    </w:p>
    <w:p w14:paraId="7959DD1C" w14:textId="1AC6299D" w:rsidR="00E0544E" w:rsidRPr="007818BD" w:rsidRDefault="00E8465A" w:rsidP="00E0544E">
      <w:r>
        <w:t>— </w:t>
      </w:r>
      <w:r w:rsidR="00E0544E" w:rsidRPr="007818BD">
        <w:t>Oser</w:t>
      </w:r>
      <w:r>
        <w:t xml:space="preserve"> ! </w:t>
      </w:r>
      <w:r w:rsidR="00E0544E" w:rsidRPr="007818BD">
        <w:t>Hélas</w:t>
      </w:r>
      <w:r>
        <w:t xml:space="preserve"> ! </w:t>
      </w:r>
      <w:r w:rsidR="00E0544E" w:rsidRPr="007818BD">
        <w:t>il y a des moments où je voudrais pouvoir craindre</w:t>
      </w:r>
      <w:r>
        <w:t>. »</w:t>
      </w:r>
    </w:p>
    <w:p w14:paraId="61771203" w14:textId="77777777" w:rsidR="00E8465A" w:rsidRDefault="00E0544E" w:rsidP="00E0544E">
      <w:r w:rsidRPr="007818BD">
        <w:t>Ces paroles arrogantes ne furent pourtant pas prononcées avec arrogance</w:t>
      </w:r>
      <w:r w:rsidR="00E8465A">
        <w:t xml:space="preserve">, </w:t>
      </w:r>
      <w:r w:rsidRPr="007818BD">
        <w:t>mais plutôt sur le ton d</w:t>
      </w:r>
      <w:r w:rsidR="00E8465A">
        <w:t>’</w:t>
      </w:r>
      <w:r w:rsidRPr="007818BD">
        <w:t>un triste abattement</w:t>
      </w:r>
      <w:r w:rsidR="00E8465A">
        <w:t xml:space="preserve">. </w:t>
      </w:r>
      <w:proofErr w:type="spellStart"/>
      <w:r w:rsidRPr="007818BD">
        <w:t>Glyndon</w:t>
      </w:r>
      <w:proofErr w:type="spellEnd"/>
      <w:r w:rsidRPr="007818BD">
        <w:t xml:space="preserve"> était irrité</w:t>
      </w:r>
      <w:r w:rsidR="00E8465A">
        <w:t xml:space="preserve">, </w:t>
      </w:r>
      <w:r w:rsidRPr="007818BD">
        <w:t>confondu</w:t>
      </w:r>
      <w:r w:rsidR="00E8465A">
        <w:t xml:space="preserve">, </w:t>
      </w:r>
      <w:r w:rsidRPr="007818BD">
        <w:t>mais dominé par je ne sais quelle influence étrange</w:t>
      </w:r>
      <w:r w:rsidR="00E8465A">
        <w:t xml:space="preserve">. </w:t>
      </w:r>
      <w:r w:rsidRPr="007818BD">
        <w:t>Cependant il portait dans sa poitrine un br</w:t>
      </w:r>
      <w:r w:rsidRPr="007818BD">
        <w:t>a</w:t>
      </w:r>
      <w:r w:rsidRPr="007818BD">
        <w:t>ve cœur anglais</w:t>
      </w:r>
      <w:r w:rsidR="00E8465A">
        <w:t xml:space="preserve">, </w:t>
      </w:r>
      <w:r w:rsidRPr="007818BD">
        <w:t>et il se remit promptement</w:t>
      </w:r>
      <w:r w:rsidR="00E8465A">
        <w:t>.</w:t>
      </w:r>
    </w:p>
    <w:p w14:paraId="453F5831" w14:textId="77777777" w:rsidR="00E8465A" w:rsidRDefault="00E8465A" w:rsidP="00E0544E">
      <w:r>
        <w:t>« </w:t>
      </w:r>
      <w:proofErr w:type="spellStart"/>
      <w:r w:rsidR="00E0544E" w:rsidRPr="007818BD">
        <w:t>Signor</w:t>
      </w:r>
      <w:proofErr w:type="spellEnd"/>
      <w:r>
        <w:t xml:space="preserve">, </w:t>
      </w:r>
      <w:r w:rsidR="00E0544E" w:rsidRPr="007818BD">
        <w:t>dit-il</w:t>
      </w:r>
      <w:r>
        <w:t xml:space="preserve">, </w:t>
      </w:r>
      <w:r w:rsidR="00E0544E" w:rsidRPr="007818BD">
        <w:t>ce n</w:t>
      </w:r>
      <w:r>
        <w:t>’</w:t>
      </w:r>
      <w:r w:rsidR="00E0544E" w:rsidRPr="007818BD">
        <w:t>est pas moi qu</w:t>
      </w:r>
      <w:r>
        <w:t>’</w:t>
      </w:r>
      <w:r w:rsidR="00E0544E" w:rsidRPr="007818BD">
        <w:t>on peut duper par des phrases solennelles et des allures mystiques</w:t>
      </w:r>
      <w:r>
        <w:t xml:space="preserve">. </w:t>
      </w:r>
      <w:r w:rsidR="00E0544E" w:rsidRPr="007818BD">
        <w:t>Vous pouvez avoir une puissance que je ne saurais ni co</w:t>
      </w:r>
      <w:r w:rsidR="00E0544E" w:rsidRPr="007818BD">
        <w:t>m</w:t>
      </w:r>
      <w:r w:rsidR="00E0544E" w:rsidRPr="007818BD">
        <w:t>prendre ni égaler</w:t>
      </w:r>
      <w:r>
        <w:t xml:space="preserve">, </w:t>
      </w:r>
      <w:r w:rsidR="00E0544E" w:rsidRPr="007818BD">
        <w:t>mais vous pouvez aussi n</w:t>
      </w:r>
      <w:r>
        <w:t>’</w:t>
      </w:r>
      <w:r w:rsidR="00E0544E" w:rsidRPr="007818BD">
        <w:t>être qu</w:t>
      </w:r>
      <w:r>
        <w:t>’</w:t>
      </w:r>
      <w:r w:rsidR="00E0544E" w:rsidRPr="007818BD">
        <w:t>un habile et hardi imposteur</w:t>
      </w:r>
      <w:r>
        <w:t>.</w:t>
      </w:r>
    </w:p>
    <w:p w14:paraId="3DA0114A" w14:textId="77777777" w:rsidR="00E8465A" w:rsidRDefault="00E8465A" w:rsidP="00E0544E">
      <w:r>
        <w:t>— </w:t>
      </w:r>
      <w:r w:rsidR="00E0544E" w:rsidRPr="007818BD">
        <w:t>Eh bien</w:t>
      </w:r>
      <w:r>
        <w:t xml:space="preserve"> ! </w:t>
      </w:r>
      <w:r w:rsidR="00E0544E" w:rsidRPr="007818BD">
        <w:t>poursuivez</w:t>
      </w:r>
      <w:r>
        <w:t>.</w:t>
      </w:r>
    </w:p>
    <w:p w14:paraId="7DA9AD42" w14:textId="2A27381A" w:rsidR="00E0544E" w:rsidRPr="007818BD" w:rsidRDefault="00E8465A" w:rsidP="00E0544E">
      <w:r>
        <w:t>— </w:t>
      </w:r>
      <w:r w:rsidR="00E0544E" w:rsidRPr="007818BD">
        <w:t>Je veux donc</w:t>
      </w:r>
      <w:r>
        <w:t xml:space="preserve">, </w:t>
      </w:r>
      <w:r w:rsidR="00E0544E" w:rsidRPr="007818BD">
        <w:t xml:space="preserve">continua </w:t>
      </w:r>
      <w:proofErr w:type="spellStart"/>
      <w:r w:rsidR="00E0544E" w:rsidRPr="007818BD">
        <w:t>Glyndon</w:t>
      </w:r>
      <w:proofErr w:type="spellEnd"/>
      <w:r w:rsidR="00E0544E" w:rsidRPr="007818BD">
        <w:t xml:space="preserve"> résolument</w:t>
      </w:r>
      <w:r>
        <w:t xml:space="preserve">, </w:t>
      </w:r>
      <w:r w:rsidR="00E0544E" w:rsidRPr="007818BD">
        <w:t>quoique un peu déconcerté</w:t>
      </w:r>
      <w:r>
        <w:t xml:space="preserve">, </w:t>
      </w:r>
      <w:r w:rsidR="00E0544E" w:rsidRPr="007818BD">
        <w:t>je veux que vous sachiez bien que</w:t>
      </w:r>
      <w:r>
        <w:t xml:space="preserve">, </w:t>
      </w:r>
      <w:r w:rsidR="00E0544E" w:rsidRPr="007818BD">
        <w:t>si je ne me laisse pas persuader ni contraindre par le premier venu à épo</w:t>
      </w:r>
      <w:r w:rsidR="00E0544E" w:rsidRPr="007818BD">
        <w:t>u</w:t>
      </w:r>
      <w:r w:rsidR="00E0544E" w:rsidRPr="007818BD">
        <w:t>ser Viola Pisani</w:t>
      </w:r>
      <w:r>
        <w:t xml:space="preserve">, </w:t>
      </w:r>
      <w:r w:rsidR="00E0544E" w:rsidRPr="007818BD">
        <w:t>je n</w:t>
      </w:r>
      <w:r>
        <w:t>’</w:t>
      </w:r>
      <w:r w:rsidR="00E0544E" w:rsidRPr="007818BD">
        <w:t>en suis pas moins décidé à ne la jamais c</w:t>
      </w:r>
      <w:r w:rsidR="00E0544E" w:rsidRPr="007818BD">
        <w:t>é</w:t>
      </w:r>
      <w:r w:rsidR="00E0544E" w:rsidRPr="007818BD">
        <w:t>der lâchement à un autre</w:t>
      </w:r>
      <w:r>
        <w:t>. »</w:t>
      </w:r>
    </w:p>
    <w:p w14:paraId="402DA2F0" w14:textId="77777777" w:rsidR="00E8465A" w:rsidRDefault="00E0544E" w:rsidP="00E0544E">
      <w:proofErr w:type="spellStart"/>
      <w:r w:rsidRPr="007818BD">
        <w:t>Zanoni</w:t>
      </w:r>
      <w:proofErr w:type="spellEnd"/>
      <w:r w:rsidRPr="007818BD">
        <w:t xml:space="preserve"> regarda gravement le jeune homme</w:t>
      </w:r>
      <w:r w:rsidR="00E8465A">
        <w:t xml:space="preserve">, </w:t>
      </w:r>
      <w:r w:rsidRPr="007818BD">
        <w:t>dont les yeux étincelants et le teint animé annonçaient ce courage capable de soutenir son dire</w:t>
      </w:r>
      <w:r w:rsidR="00E8465A">
        <w:t xml:space="preserve"> ; </w:t>
      </w:r>
      <w:r w:rsidRPr="007818BD">
        <w:t>puis il ajouta</w:t>
      </w:r>
      <w:r w:rsidR="00E8465A">
        <w:t> :.</w:t>
      </w:r>
    </w:p>
    <w:p w14:paraId="2CC262C7" w14:textId="77777777" w:rsidR="00E8465A" w:rsidRDefault="00E8465A" w:rsidP="00E0544E">
      <w:r>
        <w:t>« </w:t>
      </w:r>
      <w:r w:rsidR="00E0544E" w:rsidRPr="007818BD">
        <w:t>Quelle hardiesse</w:t>
      </w:r>
      <w:r>
        <w:t xml:space="preserve"> ! </w:t>
      </w:r>
      <w:r w:rsidR="00E0544E" w:rsidRPr="007818BD">
        <w:t>mais elle vous va bien</w:t>
      </w:r>
      <w:r>
        <w:t xml:space="preserve">. </w:t>
      </w:r>
      <w:r w:rsidR="00E0544E" w:rsidRPr="007818BD">
        <w:t>C</w:t>
      </w:r>
      <w:r>
        <w:t>’</w:t>
      </w:r>
      <w:r w:rsidR="00E0544E" w:rsidRPr="007818BD">
        <w:t>est égal</w:t>
      </w:r>
      <w:r>
        <w:t xml:space="preserve">, </w:t>
      </w:r>
      <w:r w:rsidR="00E0544E" w:rsidRPr="007818BD">
        <w:t>pr</w:t>
      </w:r>
      <w:r w:rsidR="00E0544E" w:rsidRPr="007818BD">
        <w:t>e</w:t>
      </w:r>
      <w:r w:rsidR="00E0544E" w:rsidRPr="007818BD">
        <w:t>nez conseil de moi</w:t>
      </w:r>
      <w:r>
        <w:t xml:space="preserve"> ; </w:t>
      </w:r>
      <w:r w:rsidR="00E0544E" w:rsidRPr="007818BD">
        <w:t>a</w:t>
      </w:r>
      <w:r w:rsidR="00E0544E" w:rsidRPr="007818BD">
        <w:t>t</w:t>
      </w:r>
      <w:r w:rsidR="00E0544E" w:rsidRPr="007818BD">
        <w:t>tendez encore neuf jours</w:t>
      </w:r>
      <w:r>
        <w:t xml:space="preserve">, </w:t>
      </w:r>
      <w:r w:rsidR="00E0544E" w:rsidRPr="007818BD">
        <w:t>et alors vous me direz si vous voulez épouser la plus belle</w:t>
      </w:r>
      <w:r>
        <w:t xml:space="preserve">, </w:t>
      </w:r>
      <w:r w:rsidR="00E0544E" w:rsidRPr="007818BD">
        <w:t>la plus pure créature que vous ayez jamais rencontrée</w:t>
      </w:r>
      <w:r>
        <w:t>.</w:t>
      </w:r>
    </w:p>
    <w:p w14:paraId="11D19205" w14:textId="77777777" w:rsidR="00E8465A" w:rsidRDefault="00E8465A" w:rsidP="00E0544E">
      <w:r>
        <w:t>— </w:t>
      </w:r>
      <w:r w:rsidR="00E0544E" w:rsidRPr="007818BD">
        <w:t>Mais si vous l</w:t>
      </w:r>
      <w:r>
        <w:t>’</w:t>
      </w:r>
      <w:r w:rsidR="00E0544E" w:rsidRPr="007818BD">
        <w:t>aimez</w:t>
      </w:r>
      <w:r>
        <w:t xml:space="preserve">, </w:t>
      </w:r>
      <w:r w:rsidR="00E0544E" w:rsidRPr="007818BD">
        <w:t>pourquoi</w:t>
      </w:r>
      <w:r>
        <w:t xml:space="preserve">… </w:t>
      </w:r>
      <w:r w:rsidR="00E0544E" w:rsidRPr="007818BD">
        <w:t>pourquoi</w:t>
      </w:r>
      <w:r>
        <w:t>… ?</w:t>
      </w:r>
    </w:p>
    <w:p w14:paraId="38BC4770" w14:textId="38543712" w:rsidR="00E0544E" w:rsidRPr="007818BD" w:rsidRDefault="00E8465A" w:rsidP="00E0544E">
      <w:r>
        <w:lastRenderedPageBreak/>
        <w:t>— </w:t>
      </w:r>
      <w:r w:rsidR="00E0544E" w:rsidRPr="007818BD">
        <w:t>Pourquoi je désire qu</w:t>
      </w:r>
      <w:r>
        <w:t>’</w:t>
      </w:r>
      <w:r w:rsidR="00E0544E" w:rsidRPr="007818BD">
        <w:t>elle en épouse un autre</w:t>
      </w:r>
      <w:r>
        <w:t xml:space="preserve"> ? </w:t>
      </w:r>
      <w:r w:rsidR="00E0544E" w:rsidRPr="007818BD">
        <w:t>Pour la sauver de moi-même</w:t>
      </w:r>
      <w:r>
        <w:t xml:space="preserve">. </w:t>
      </w:r>
      <w:r w:rsidR="00E0544E" w:rsidRPr="007818BD">
        <w:t>Écoutez-moi</w:t>
      </w:r>
      <w:r>
        <w:t xml:space="preserve">. </w:t>
      </w:r>
      <w:r w:rsidR="00E0544E" w:rsidRPr="007818BD">
        <w:t>Cette enfant</w:t>
      </w:r>
      <w:r>
        <w:t xml:space="preserve">, </w:t>
      </w:r>
      <w:r w:rsidR="00E0544E" w:rsidRPr="007818BD">
        <w:t>tout humble et sans éducation qu</w:t>
      </w:r>
      <w:r>
        <w:t>’</w:t>
      </w:r>
      <w:r w:rsidR="00E0544E" w:rsidRPr="007818BD">
        <w:t>elle est</w:t>
      </w:r>
      <w:r>
        <w:t xml:space="preserve">, </w:t>
      </w:r>
      <w:r w:rsidR="00E0544E" w:rsidRPr="007818BD">
        <w:t>a en elle le ge</w:t>
      </w:r>
      <w:r w:rsidR="00E0544E" w:rsidRPr="007818BD">
        <w:t>r</w:t>
      </w:r>
      <w:r w:rsidR="00E0544E" w:rsidRPr="007818BD">
        <w:t>me des plus nobles qualités</w:t>
      </w:r>
      <w:r>
        <w:t xml:space="preserve">, </w:t>
      </w:r>
      <w:r w:rsidR="00E0544E" w:rsidRPr="007818BD">
        <w:t>des vertus les plus sublimes</w:t>
      </w:r>
      <w:r>
        <w:t xml:space="preserve">. </w:t>
      </w:r>
      <w:r w:rsidR="00E0544E" w:rsidRPr="007818BD">
        <w:t>Elle peut être tout pour l</w:t>
      </w:r>
      <w:r>
        <w:t>’</w:t>
      </w:r>
      <w:r w:rsidR="00E0544E" w:rsidRPr="007818BD">
        <w:t>homme qu</w:t>
      </w:r>
      <w:r>
        <w:t>’</w:t>
      </w:r>
      <w:r w:rsidR="00E0544E" w:rsidRPr="007818BD">
        <w:t>elle aimera</w:t>
      </w:r>
      <w:r>
        <w:t xml:space="preserve">, </w:t>
      </w:r>
      <w:r w:rsidR="00E0544E" w:rsidRPr="007818BD">
        <w:t>tout ce qu</w:t>
      </w:r>
      <w:r>
        <w:t>’</w:t>
      </w:r>
      <w:r w:rsidR="00E0544E" w:rsidRPr="007818BD">
        <w:t>un homme peut désirer dans une femme</w:t>
      </w:r>
      <w:r>
        <w:t xml:space="preserve">. </w:t>
      </w:r>
      <w:r w:rsidR="00E0544E" w:rsidRPr="007818BD">
        <w:t>Son âme</w:t>
      </w:r>
      <w:r>
        <w:t xml:space="preserve">, </w:t>
      </w:r>
      <w:r w:rsidR="00E0544E" w:rsidRPr="007818BD">
        <w:t>développée par l</w:t>
      </w:r>
      <w:r>
        <w:t>’</w:t>
      </w:r>
      <w:r w:rsidR="00E0544E" w:rsidRPr="007818BD">
        <w:t>affection</w:t>
      </w:r>
      <w:r>
        <w:t xml:space="preserve">, </w:t>
      </w:r>
      <w:r w:rsidR="00E0544E" w:rsidRPr="007818BD">
        <w:t>élèvera la v</w:t>
      </w:r>
      <w:r w:rsidR="00E0544E" w:rsidRPr="007818BD">
        <w:t>ô</w:t>
      </w:r>
      <w:r w:rsidR="00E0544E" w:rsidRPr="007818BD">
        <w:t>tre</w:t>
      </w:r>
      <w:r>
        <w:t xml:space="preserve"> ; </w:t>
      </w:r>
      <w:r w:rsidR="00E0544E" w:rsidRPr="007818BD">
        <w:t>elle influencera votre avenir</w:t>
      </w:r>
      <w:r>
        <w:t xml:space="preserve">, </w:t>
      </w:r>
      <w:r w:rsidR="00E0544E" w:rsidRPr="007818BD">
        <w:t>exalt</w:t>
      </w:r>
      <w:r w:rsidR="00E0544E" w:rsidRPr="007818BD">
        <w:t>e</w:t>
      </w:r>
      <w:r w:rsidR="00E0544E" w:rsidRPr="007818BD">
        <w:t>ra votre destinée</w:t>
      </w:r>
      <w:r>
        <w:t xml:space="preserve"> ; </w:t>
      </w:r>
      <w:r w:rsidR="00E0544E" w:rsidRPr="007818BD">
        <w:t>vous deviendrez un homme illustre et prospère</w:t>
      </w:r>
      <w:r>
        <w:t xml:space="preserve">. </w:t>
      </w:r>
      <w:r w:rsidR="00E0544E" w:rsidRPr="007818BD">
        <w:t>Si</w:t>
      </w:r>
      <w:r>
        <w:t xml:space="preserve">, </w:t>
      </w:r>
      <w:r w:rsidR="00E0544E" w:rsidRPr="007818BD">
        <w:t>au contraire</w:t>
      </w:r>
      <w:r>
        <w:t xml:space="preserve">, </w:t>
      </w:r>
      <w:r w:rsidR="00E0544E" w:rsidRPr="007818BD">
        <w:t>elle devient mon partage</w:t>
      </w:r>
      <w:r>
        <w:t xml:space="preserve">, </w:t>
      </w:r>
      <w:r w:rsidR="00E0544E" w:rsidRPr="007818BD">
        <w:t>j</w:t>
      </w:r>
      <w:r>
        <w:t>’</w:t>
      </w:r>
      <w:r w:rsidR="00E0544E" w:rsidRPr="007818BD">
        <w:t>ignore quel sera son sort</w:t>
      </w:r>
      <w:r>
        <w:t xml:space="preserve"> ; </w:t>
      </w:r>
      <w:r w:rsidR="00E0544E" w:rsidRPr="007818BD">
        <w:t>mais je sais bien qu</w:t>
      </w:r>
      <w:r>
        <w:t>’</w:t>
      </w:r>
      <w:r w:rsidR="00E0544E" w:rsidRPr="007818BD">
        <w:t>il y a une épreuve que peu d</w:t>
      </w:r>
      <w:r>
        <w:t>’</w:t>
      </w:r>
      <w:r w:rsidR="00E0544E" w:rsidRPr="007818BD">
        <w:t>hommes ont pu traverser</w:t>
      </w:r>
      <w:r>
        <w:t xml:space="preserve">, </w:t>
      </w:r>
      <w:r w:rsidR="00E0544E" w:rsidRPr="007818BD">
        <w:t>et à laquelle il n</w:t>
      </w:r>
      <w:r>
        <w:t>’</w:t>
      </w:r>
      <w:r w:rsidR="00E0544E" w:rsidRPr="007818BD">
        <w:t>a été donné jusqu</w:t>
      </w:r>
      <w:r>
        <w:t>’</w:t>
      </w:r>
      <w:r w:rsidR="00E0544E" w:rsidRPr="007818BD">
        <w:t>ici à aucune femme de surv</w:t>
      </w:r>
      <w:r w:rsidR="00E0544E" w:rsidRPr="007818BD">
        <w:t>i</w:t>
      </w:r>
      <w:r w:rsidR="00E0544E" w:rsidRPr="007818BD">
        <w:t>vre</w:t>
      </w:r>
      <w:r>
        <w:t>. »</w:t>
      </w:r>
    </w:p>
    <w:p w14:paraId="15B83183" w14:textId="77777777" w:rsidR="00E8465A" w:rsidRDefault="00E0544E" w:rsidP="00E0544E">
      <w:r w:rsidRPr="007818BD">
        <w:t>En parlant ainsi</w:t>
      </w:r>
      <w:r w:rsidR="00E8465A">
        <w:t xml:space="preserve">, </w:t>
      </w:r>
      <w:r w:rsidRPr="007818BD">
        <w:t xml:space="preserve">le visage de </w:t>
      </w:r>
      <w:proofErr w:type="spellStart"/>
      <w:r w:rsidRPr="007818BD">
        <w:t>Zanoni</w:t>
      </w:r>
      <w:proofErr w:type="spellEnd"/>
      <w:r w:rsidRPr="007818BD">
        <w:t xml:space="preserve"> devint blême</w:t>
      </w:r>
      <w:r w:rsidR="00E8465A">
        <w:t xml:space="preserve">, </w:t>
      </w:r>
      <w:r w:rsidRPr="007818BD">
        <w:t>et il y avait dans sa voix quelque chose qui glaça le sang ardent de son interlocuteur</w:t>
      </w:r>
      <w:r w:rsidR="00E8465A">
        <w:t>.</w:t>
      </w:r>
    </w:p>
    <w:p w14:paraId="5BB35249" w14:textId="77777777" w:rsidR="00E8465A" w:rsidRDefault="00E8465A" w:rsidP="00E0544E">
      <w:r>
        <w:t>« </w:t>
      </w:r>
      <w:r w:rsidR="00E0544E" w:rsidRPr="007818BD">
        <w:t>Quel est ce mystère qui vous environne</w:t>
      </w:r>
      <w:r>
        <w:t xml:space="preserve"> ? </w:t>
      </w:r>
      <w:r w:rsidR="00E0544E" w:rsidRPr="007818BD">
        <w:t xml:space="preserve">demanda </w:t>
      </w:r>
      <w:proofErr w:type="spellStart"/>
      <w:r w:rsidR="00E0544E" w:rsidRPr="007818BD">
        <w:t>Gly</w:t>
      </w:r>
      <w:r w:rsidR="00E0544E" w:rsidRPr="007818BD">
        <w:t>n</w:t>
      </w:r>
      <w:r w:rsidR="00E0544E" w:rsidRPr="007818BD">
        <w:t>don</w:t>
      </w:r>
      <w:proofErr w:type="spellEnd"/>
      <w:r>
        <w:t xml:space="preserve">, </w:t>
      </w:r>
      <w:r w:rsidR="00E0544E" w:rsidRPr="007818BD">
        <w:t>incapable de contenir son émotion</w:t>
      </w:r>
      <w:r>
        <w:t xml:space="preserve">. </w:t>
      </w:r>
      <w:r w:rsidR="00E0544E" w:rsidRPr="007818BD">
        <w:t>Êtes-vous véritabl</w:t>
      </w:r>
      <w:r w:rsidR="00E0544E" w:rsidRPr="007818BD">
        <w:t>e</w:t>
      </w:r>
      <w:r w:rsidR="00E0544E" w:rsidRPr="007818BD">
        <w:t>ment différent du reste des hommes</w:t>
      </w:r>
      <w:r>
        <w:t xml:space="preserve"> ? </w:t>
      </w:r>
      <w:r w:rsidR="00E0544E" w:rsidRPr="007818BD">
        <w:t>Avez-vous franchi les l</w:t>
      </w:r>
      <w:r w:rsidR="00E0544E" w:rsidRPr="007818BD">
        <w:t>i</w:t>
      </w:r>
      <w:r w:rsidR="00E0544E" w:rsidRPr="007818BD">
        <w:t>mites de la science permise</w:t>
      </w:r>
      <w:r>
        <w:t xml:space="preserve"> ? </w:t>
      </w:r>
      <w:r w:rsidR="00E0544E" w:rsidRPr="007818BD">
        <w:t>Êtes-vous</w:t>
      </w:r>
      <w:r>
        <w:t xml:space="preserve">, </w:t>
      </w:r>
      <w:r w:rsidR="00E0544E" w:rsidRPr="007818BD">
        <w:t>comme le prétendent que</w:t>
      </w:r>
      <w:r w:rsidR="00E0544E" w:rsidRPr="007818BD">
        <w:t>l</w:t>
      </w:r>
      <w:r w:rsidR="00E0544E" w:rsidRPr="007818BD">
        <w:t>ques-uns</w:t>
      </w:r>
      <w:r>
        <w:t xml:space="preserve">, </w:t>
      </w:r>
      <w:r w:rsidR="00E0544E" w:rsidRPr="007818BD">
        <w:t>un magicien</w:t>
      </w:r>
      <w:r>
        <w:t xml:space="preserve">, </w:t>
      </w:r>
      <w:r w:rsidR="00E0544E" w:rsidRPr="007818BD">
        <w:t>ou seulement un</w:t>
      </w:r>
      <w:r>
        <w:t>…</w:t>
      </w:r>
    </w:p>
    <w:p w14:paraId="489983B5" w14:textId="56502549" w:rsidR="00E0544E" w:rsidRPr="007818BD" w:rsidRDefault="00E8465A" w:rsidP="00E0544E">
      <w:r>
        <w:t>— </w:t>
      </w:r>
      <w:r w:rsidR="00E0544E" w:rsidRPr="007818BD">
        <w:t>Silence</w:t>
      </w:r>
      <w:r>
        <w:t xml:space="preserve"> ! </w:t>
      </w:r>
      <w:r w:rsidR="00E0544E" w:rsidRPr="007818BD">
        <w:t xml:space="preserve">dit doucement </w:t>
      </w:r>
      <w:proofErr w:type="spellStart"/>
      <w:r w:rsidR="00E0544E" w:rsidRPr="007818BD">
        <w:t>Zanoni</w:t>
      </w:r>
      <w:proofErr w:type="spellEnd"/>
      <w:r w:rsidR="00E0544E" w:rsidRPr="007818BD">
        <w:t xml:space="preserve"> avec un sourire d</w:t>
      </w:r>
      <w:r>
        <w:t>’</w:t>
      </w:r>
      <w:r w:rsidR="00E0544E" w:rsidRPr="007818BD">
        <w:t>une suavité étrange</w:t>
      </w:r>
      <w:r>
        <w:t xml:space="preserve">, </w:t>
      </w:r>
      <w:r w:rsidR="00E0544E" w:rsidRPr="007818BD">
        <w:t>mais m</w:t>
      </w:r>
      <w:r w:rsidR="00E0544E" w:rsidRPr="007818BD">
        <w:t>é</w:t>
      </w:r>
      <w:r w:rsidR="00E0544E" w:rsidRPr="007818BD">
        <w:t>lancolique</w:t>
      </w:r>
      <w:r>
        <w:t xml:space="preserve">. </w:t>
      </w:r>
      <w:r w:rsidR="00E0544E" w:rsidRPr="007818BD">
        <w:t>Avez-vous acquis le droit de me faire de telles questions</w:t>
      </w:r>
      <w:r>
        <w:t xml:space="preserve"> ? </w:t>
      </w:r>
      <w:r w:rsidR="00E0544E" w:rsidRPr="007818BD">
        <w:t>L</w:t>
      </w:r>
      <w:r>
        <w:t>’</w:t>
      </w:r>
      <w:r w:rsidR="00E0544E" w:rsidRPr="007818BD">
        <w:t>Italie compte encore</w:t>
      </w:r>
      <w:r>
        <w:t xml:space="preserve">, </w:t>
      </w:r>
      <w:r w:rsidR="00E0544E" w:rsidRPr="007818BD">
        <w:t>il est vrai</w:t>
      </w:r>
      <w:r>
        <w:t xml:space="preserve">, </w:t>
      </w:r>
      <w:r w:rsidR="00E0544E" w:rsidRPr="007818BD">
        <w:t>parmi ses gloires</w:t>
      </w:r>
      <w:r>
        <w:t xml:space="preserve">, </w:t>
      </w:r>
      <w:r w:rsidR="00E0544E" w:rsidRPr="007818BD">
        <w:t>une Inquisition</w:t>
      </w:r>
      <w:r>
        <w:t xml:space="preserve"> ; </w:t>
      </w:r>
      <w:r w:rsidR="00E0544E" w:rsidRPr="007818BD">
        <w:t>mais la puissance en est fl</w:t>
      </w:r>
      <w:r w:rsidR="00E0544E" w:rsidRPr="007818BD">
        <w:t>é</w:t>
      </w:r>
      <w:r w:rsidR="00E0544E" w:rsidRPr="007818BD">
        <w:t>trie comme une feuille qu</w:t>
      </w:r>
      <w:r>
        <w:t>’</w:t>
      </w:r>
      <w:r w:rsidR="00E0544E" w:rsidRPr="007818BD">
        <w:t>emportera le premier souffle</w:t>
      </w:r>
      <w:r>
        <w:t xml:space="preserve">. </w:t>
      </w:r>
      <w:r w:rsidR="00E0544E" w:rsidRPr="007818BD">
        <w:t>Les jours sont passés de la torture et de la persécution</w:t>
      </w:r>
      <w:r>
        <w:t xml:space="preserve"> ; </w:t>
      </w:r>
      <w:r w:rsidR="00E0544E" w:rsidRPr="007818BD">
        <w:t>un homme peut vivre comme il lui plaît et parler comme il lui convient</w:t>
      </w:r>
      <w:r>
        <w:t xml:space="preserve">, </w:t>
      </w:r>
      <w:r w:rsidR="00E0544E" w:rsidRPr="007818BD">
        <w:t>sans craindre ni pilori ni chevalet</w:t>
      </w:r>
      <w:r>
        <w:t xml:space="preserve">. </w:t>
      </w:r>
      <w:r w:rsidR="00E0544E" w:rsidRPr="007818BD">
        <w:t>Je défie la persécution</w:t>
      </w:r>
      <w:r>
        <w:t xml:space="preserve"> ; </w:t>
      </w:r>
      <w:r w:rsidR="00E0544E" w:rsidRPr="007818BD">
        <w:t>pa</w:t>
      </w:r>
      <w:r w:rsidR="00E0544E" w:rsidRPr="007818BD">
        <w:t>r</w:t>
      </w:r>
      <w:r w:rsidR="00E0544E" w:rsidRPr="007818BD">
        <w:t>donnez-moi donc si je ne cède pas à la curiosité</w:t>
      </w:r>
      <w:r>
        <w:t>. »</w:t>
      </w:r>
    </w:p>
    <w:p w14:paraId="0E2FA6A8" w14:textId="77777777" w:rsidR="00E8465A" w:rsidRDefault="00E0544E" w:rsidP="00E0544E">
      <w:proofErr w:type="spellStart"/>
      <w:r w:rsidRPr="007818BD">
        <w:t>Glyndon</w:t>
      </w:r>
      <w:proofErr w:type="spellEnd"/>
      <w:r w:rsidRPr="007818BD">
        <w:t xml:space="preserve"> rougit et se leva</w:t>
      </w:r>
      <w:r w:rsidR="00E8465A">
        <w:t xml:space="preserve">. </w:t>
      </w:r>
      <w:r w:rsidRPr="007818BD">
        <w:t>Malgré son amour pour Viola et sa crainte naturelle d</w:t>
      </w:r>
      <w:r w:rsidR="00E8465A">
        <w:t>’</w:t>
      </w:r>
      <w:r w:rsidRPr="007818BD">
        <w:t>un tel rival</w:t>
      </w:r>
      <w:r w:rsidR="00E8465A">
        <w:t xml:space="preserve">, </w:t>
      </w:r>
      <w:r w:rsidRPr="007818BD">
        <w:t xml:space="preserve">il se sentait </w:t>
      </w:r>
      <w:r w:rsidRPr="007818BD">
        <w:lastRenderedPageBreak/>
        <w:t>irrésistiblement attiré vers cet homme qu</w:t>
      </w:r>
      <w:r w:rsidR="00E8465A">
        <w:t>’</w:t>
      </w:r>
      <w:r w:rsidRPr="007818BD">
        <w:t>il avait lieu de soupçonner et de redo</w:t>
      </w:r>
      <w:r w:rsidRPr="007818BD">
        <w:t>u</w:t>
      </w:r>
      <w:r w:rsidRPr="007818BD">
        <w:t>ter entre tous</w:t>
      </w:r>
      <w:r w:rsidR="00E8465A">
        <w:t xml:space="preserve">. </w:t>
      </w:r>
      <w:r w:rsidRPr="007818BD">
        <w:t xml:space="preserve">Il tendit la main à </w:t>
      </w:r>
      <w:proofErr w:type="spellStart"/>
      <w:r w:rsidRPr="007818BD">
        <w:t>Zanoni</w:t>
      </w:r>
      <w:proofErr w:type="spellEnd"/>
      <w:r w:rsidR="00E8465A">
        <w:t>.</w:t>
      </w:r>
    </w:p>
    <w:p w14:paraId="404B37B8" w14:textId="77777777" w:rsidR="00E8465A" w:rsidRDefault="00E8465A" w:rsidP="00E0544E">
      <w:r>
        <w:t>« </w:t>
      </w:r>
      <w:r w:rsidR="00E0544E" w:rsidRPr="007818BD">
        <w:t>Eh bien</w:t>
      </w:r>
      <w:r>
        <w:t xml:space="preserve"> ! </w:t>
      </w:r>
      <w:r w:rsidR="00E0544E" w:rsidRPr="007818BD">
        <w:t>dit-il</w:t>
      </w:r>
      <w:r>
        <w:t xml:space="preserve">, </w:t>
      </w:r>
      <w:r w:rsidR="00E0544E" w:rsidRPr="007818BD">
        <w:t>si nous devons être rivaux</w:t>
      </w:r>
      <w:r>
        <w:t xml:space="preserve">, </w:t>
      </w:r>
      <w:r w:rsidR="00E0544E" w:rsidRPr="007818BD">
        <w:t>c</w:t>
      </w:r>
      <w:r>
        <w:t>’</w:t>
      </w:r>
      <w:r w:rsidR="00E0544E" w:rsidRPr="007818BD">
        <w:t>est à nos épées à décider plus tard de nos droits</w:t>
      </w:r>
      <w:r>
        <w:t xml:space="preserve">. </w:t>
      </w:r>
      <w:r w:rsidR="00E0544E" w:rsidRPr="007818BD">
        <w:t>Jusque-là</w:t>
      </w:r>
      <w:r>
        <w:t xml:space="preserve">, </w:t>
      </w:r>
      <w:r w:rsidR="00E0544E" w:rsidRPr="007818BD">
        <w:t>je désirerais que nous fussions amis</w:t>
      </w:r>
      <w:r>
        <w:t>.</w:t>
      </w:r>
    </w:p>
    <w:p w14:paraId="0628437F" w14:textId="77777777" w:rsidR="00E8465A" w:rsidRDefault="00E8465A" w:rsidP="00E0544E">
      <w:r>
        <w:t>— </w:t>
      </w:r>
      <w:r w:rsidR="00E0544E" w:rsidRPr="007818BD">
        <w:t>Amis</w:t>
      </w:r>
      <w:r>
        <w:t xml:space="preserve"> ! </w:t>
      </w:r>
      <w:r w:rsidR="00E0544E" w:rsidRPr="007818BD">
        <w:t>vous ne savez ce que vous demandez</w:t>
      </w:r>
      <w:r>
        <w:t>.</w:t>
      </w:r>
    </w:p>
    <w:p w14:paraId="39DF676C" w14:textId="77777777" w:rsidR="00E8465A" w:rsidRDefault="00E8465A" w:rsidP="00E0544E">
      <w:r>
        <w:t>— </w:t>
      </w:r>
      <w:r w:rsidR="00E0544E" w:rsidRPr="007818BD">
        <w:t>Encore des énigmes</w:t>
      </w:r>
      <w:r>
        <w:t> !</w:t>
      </w:r>
    </w:p>
    <w:p w14:paraId="787F5B72" w14:textId="77777777" w:rsidR="00E8465A" w:rsidRDefault="00E8465A" w:rsidP="00E0544E">
      <w:r>
        <w:t>— </w:t>
      </w:r>
      <w:r w:rsidR="00E0544E" w:rsidRPr="007818BD">
        <w:t>Des énigmes</w:t>
      </w:r>
      <w:r>
        <w:t xml:space="preserve"> !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avec emportement</w:t>
      </w:r>
      <w:r>
        <w:t xml:space="preserve">. </w:t>
      </w:r>
      <w:r w:rsidR="00E0544E" w:rsidRPr="007818BD">
        <w:t>Oui</w:t>
      </w:r>
      <w:r>
        <w:t xml:space="preserve"> : </w:t>
      </w:r>
      <w:r w:rsidR="00E0544E" w:rsidRPr="007818BD">
        <w:t>auriez-vous</w:t>
      </w:r>
      <w:r>
        <w:t xml:space="preserve">, </w:t>
      </w:r>
      <w:r w:rsidR="00E0544E" w:rsidRPr="007818BD">
        <w:t>par hasard</w:t>
      </w:r>
      <w:r>
        <w:t xml:space="preserve">, </w:t>
      </w:r>
      <w:r w:rsidR="00E0544E" w:rsidRPr="007818BD">
        <w:t>la présomption de vouloir les réso</w:t>
      </w:r>
      <w:r w:rsidR="00E0544E" w:rsidRPr="007818BD">
        <w:t>u</w:t>
      </w:r>
      <w:r w:rsidR="00E0544E" w:rsidRPr="007818BD">
        <w:t>dre</w:t>
      </w:r>
      <w:r>
        <w:t xml:space="preserve"> ? </w:t>
      </w:r>
      <w:r w:rsidR="00E0544E" w:rsidRPr="007818BD">
        <w:t>Alors seulement je pourrai vous donner cette main et vous appeler du nom d</w:t>
      </w:r>
      <w:r>
        <w:t>’</w:t>
      </w:r>
      <w:r w:rsidR="00E0544E" w:rsidRPr="007818BD">
        <w:t>ami</w:t>
      </w:r>
      <w:r>
        <w:t>.</w:t>
      </w:r>
    </w:p>
    <w:p w14:paraId="74E1A1C2" w14:textId="77777777" w:rsidR="00E8465A" w:rsidRDefault="00E8465A" w:rsidP="00E0544E">
      <w:r>
        <w:t>— </w:t>
      </w:r>
      <w:r w:rsidR="00E0544E" w:rsidRPr="007818BD">
        <w:t>J</w:t>
      </w:r>
      <w:r>
        <w:t>’</w:t>
      </w:r>
      <w:r w:rsidR="00E0544E" w:rsidRPr="007818BD">
        <w:t>oserais tout</w:t>
      </w:r>
      <w:r>
        <w:t xml:space="preserve">, </w:t>
      </w:r>
      <w:r w:rsidR="00E0544E" w:rsidRPr="007818BD">
        <w:t>je braverais tout pour atteindre la sagesse surhumaine</w:t>
      </w:r>
      <w:r>
        <w:t>, »</w:t>
      </w:r>
      <w:r w:rsidR="00E0544E" w:rsidRPr="007818BD">
        <w:t xml:space="preserve"> dit </w:t>
      </w:r>
      <w:proofErr w:type="spellStart"/>
      <w:r w:rsidR="00E0544E" w:rsidRPr="007818BD">
        <w:t>Glyndon</w:t>
      </w:r>
      <w:proofErr w:type="spellEnd"/>
      <w:r>
        <w:t xml:space="preserve"> ; </w:t>
      </w:r>
      <w:r w:rsidR="00E0544E" w:rsidRPr="007818BD">
        <w:t>et son visage s</w:t>
      </w:r>
      <w:r>
        <w:t>’</w:t>
      </w:r>
      <w:r w:rsidR="00E0544E" w:rsidRPr="007818BD">
        <w:t>illumina d</w:t>
      </w:r>
      <w:r>
        <w:t>’</w:t>
      </w:r>
      <w:r w:rsidR="00E0544E" w:rsidRPr="007818BD">
        <w:t>un e</w:t>
      </w:r>
      <w:r w:rsidR="00E0544E" w:rsidRPr="007818BD">
        <w:t>n</w:t>
      </w:r>
      <w:r w:rsidR="00E0544E" w:rsidRPr="007818BD">
        <w:t>thousiasme sauvage et exalté</w:t>
      </w:r>
      <w:r>
        <w:t>.</w:t>
      </w:r>
    </w:p>
    <w:p w14:paraId="2F4281FE" w14:textId="77777777" w:rsidR="00E8465A" w:rsidRDefault="00E0544E" w:rsidP="00E0544E">
      <w:proofErr w:type="spellStart"/>
      <w:r w:rsidRPr="007818BD">
        <w:t>Zanoni</w:t>
      </w:r>
      <w:proofErr w:type="spellEnd"/>
      <w:r w:rsidRPr="007818BD">
        <w:t xml:space="preserve"> le regarda pensif et silencieux</w:t>
      </w:r>
      <w:r w:rsidR="00E8465A">
        <w:t>.</w:t>
      </w:r>
    </w:p>
    <w:p w14:paraId="4F60D143" w14:textId="0F0789EA" w:rsidR="00E0544E" w:rsidRPr="007818BD" w:rsidRDefault="00E8465A" w:rsidP="00E0544E">
      <w:r>
        <w:t>« </w:t>
      </w:r>
      <w:r w:rsidR="00E0544E" w:rsidRPr="007818BD">
        <w:t>Les semences de l</w:t>
      </w:r>
      <w:r>
        <w:t>’</w:t>
      </w:r>
      <w:r w:rsidR="00E0544E" w:rsidRPr="007818BD">
        <w:t>aïeul vivent dans le fils</w:t>
      </w:r>
      <w:r>
        <w:t xml:space="preserve">, </w:t>
      </w:r>
      <w:r w:rsidR="00E0544E" w:rsidRPr="007818BD">
        <w:t>dit-il à voix basse</w:t>
      </w:r>
      <w:r>
        <w:t xml:space="preserve"> ; </w:t>
      </w:r>
      <w:r w:rsidR="00E0544E" w:rsidRPr="007818BD">
        <w:t>il pourrait cepe</w:t>
      </w:r>
      <w:r w:rsidR="00E0544E" w:rsidRPr="007818BD">
        <w:t>n</w:t>
      </w:r>
      <w:r w:rsidR="00E0544E" w:rsidRPr="007818BD">
        <w:t>dant</w:t>
      </w:r>
      <w:r>
        <w:t>… »</w:t>
      </w:r>
    </w:p>
    <w:p w14:paraId="7C95AE2A" w14:textId="77777777" w:rsidR="00E8465A" w:rsidRDefault="00E0544E" w:rsidP="00E0544E">
      <w:r w:rsidRPr="007818BD">
        <w:t>Il s</w:t>
      </w:r>
      <w:r w:rsidR="00E8465A">
        <w:t>’</w:t>
      </w:r>
      <w:r w:rsidRPr="007818BD">
        <w:t>interrompit brusquement</w:t>
      </w:r>
      <w:r w:rsidR="00E8465A">
        <w:t xml:space="preserve">, </w:t>
      </w:r>
      <w:r w:rsidRPr="007818BD">
        <w:t>puis</w:t>
      </w:r>
      <w:r w:rsidR="00E8465A">
        <w:t xml:space="preserve">, </w:t>
      </w:r>
      <w:r w:rsidRPr="007818BD">
        <w:t>parlant plus haut</w:t>
      </w:r>
      <w:r w:rsidR="00E8465A">
        <w:t> :</w:t>
      </w:r>
    </w:p>
    <w:p w14:paraId="14AD41F7" w14:textId="2581B8A7" w:rsidR="00E0544E" w:rsidRPr="007818BD" w:rsidRDefault="00E8465A" w:rsidP="00E0544E">
      <w:r>
        <w:t>« </w:t>
      </w:r>
      <w:r w:rsidR="00E0544E" w:rsidRPr="007818BD">
        <w:t>Allez</w:t>
      </w:r>
      <w:r>
        <w:t xml:space="preserve">, </w:t>
      </w:r>
      <w:proofErr w:type="spellStart"/>
      <w:r w:rsidR="00E0544E" w:rsidRPr="007818BD">
        <w:t>Glyndon</w:t>
      </w:r>
      <w:proofErr w:type="spellEnd"/>
      <w:r>
        <w:t xml:space="preserve">, </w:t>
      </w:r>
      <w:r w:rsidR="00E0544E" w:rsidRPr="007818BD">
        <w:t>dit-il</w:t>
      </w:r>
      <w:r>
        <w:t xml:space="preserve">, </w:t>
      </w:r>
      <w:r w:rsidR="00E0544E" w:rsidRPr="007818BD">
        <w:t>nous nous reverrons</w:t>
      </w:r>
      <w:r>
        <w:t xml:space="preserve"> ; </w:t>
      </w:r>
      <w:r w:rsidR="00E0544E" w:rsidRPr="007818BD">
        <w:t>mais je ne vous demanderai votre réponse que lorsque l</w:t>
      </w:r>
      <w:r>
        <w:t>’</w:t>
      </w:r>
      <w:r w:rsidR="00E0544E" w:rsidRPr="007818BD">
        <w:t>heure réclamera une décision</w:t>
      </w:r>
      <w:r>
        <w:t>. »</w:t>
      </w:r>
    </w:p>
    <w:p w14:paraId="71A35008" w14:textId="77777777" w:rsidR="00E8465A" w:rsidRDefault="00E0544E" w:rsidP="00E8465A">
      <w:pPr>
        <w:pStyle w:val="Titre2"/>
        <w:pageBreakBefore/>
      </w:pPr>
      <w:bookmarkStart w:id="17" w:name="_Toc199963066"/>
      <w:r w:rsidRPr="007818BD">
        <w:lastRenderedPageBreak/>
        <w:t>CHAPITRE</w:t>
      </w:r>
      <w:r w:rsidR="00E8465A">
        <w:t xml:space="preserve"> </w:t>
      </w:r>
      <w:r w:rsidRPr="007818BD">
        <w:t>VI</w:t>
      </w:r>
      <w:r w:rsidR="00E8465A">
        <w:t>.</w:t>
      </w:r>
      <w:bookmarkEnd w:id="17"/>
    </w:p>
    <w:p w14:paraId="02582610" w14:textId="404220FE" w:rsidR="00E8465A" w:rsidRDefault="00E0544E" w:rsidP="00E0544E">
      <w:pPr>
        <w:pStyle w:val="NormalRetraitGauche4XIndent0"/>
        <w:spacing w:before="0" w:after="0"/>
        <w:rPr>
          <w:rStyle w:val="Taille-1Caracteres"/>
        </w:rPr>
      </w:pPr>
      <w:r w:rsidRPr="007818BD">
        <w:rPr>
          <w:rStyle w:val="Taille-1Caracteres"/>
        </w:rPr>
        <w:t>Il est certain que cet homme a une fortune de ci</w:t>
      </w:r>
      <w:r w:rsidRPr="007818BD">
        <w:rPr>
          <w:rStyle w:val="Taille-1Caracteres"/>
        </w:rPr>
        <w:t>n</w:t>
      </w:r>
      <w:r w:rsidRPr="007818BD">
        <w:rPr>
          <w:rStyle w:val="Taille-1Caracteres"/>
        </w:rPr>
        <w:t>quante mille livres de rente</w:t>
      </w:r>
      <w:r w:rsidR="00E8465A">
        <w:rPr>
          <w:rStyle w:val="Taille-1Caracteres"/>
        </w:rPr>
        <w:t xml:space="preserve">, </w:t>
      </w:r>
      <w:r w:rsidRPr="007818BD">
        <w:rPr>
          <w:rStyle w:val="Taille-1Caracteres"/>
        </w:rPr>
        <w:t>et semble une perso</w:t>
      </w:r>
      <w:r w:rsidRPr="007818BD">
        <w:rPr>
          <w:rStyle w:val="Taille-1Caracteres"/>
        </w:rPr>
        <w:t>n</w:t>
      </w:r>
      <w:r w:rsidRPr="007818BD">
        <w:rPr>
          <w:rStyle w:val="Taille-1Caracteres"/>
        </w:rPr>
        <w:t>ne accomplie</w:t>
      </w:r>
      <w:r w:rsidR="00E8465A">
        <w:rPr>
          <w:rStyle w:val="Taille-1Caracteres"/>
        </w:rPr>
        <w:t xml:space="preserve">. </w:t>
      </w:r>
      <w:r w:rsidRPr="007818BD">
        <w:rPr>
          <w:rStyle w:val="Taille-1Caracteres"/>
        </w:rPr>
        <w:t>Mais alors</w:t>
      </w:r>
      <w:r w:rsidR="00E8465A">
        <w:rPr>
          <w:rStyle w:val="Taille-1Caracteres"/>
        </w:rPr>
        <w:t xml:space="preserve">, </w:t>
      </w:r>
      <w:r w:rsidRPr="007818BD">
        <w:rPr>
          <w:rStyle w:val="Taille-1Caracteres"/>
        </w:rPr>
        <w:t>s</w:t>
      </w:r>
      <w:r w:rsidR="00E8465A">
        <w:rPr>
          <w:rStyle w:val="Taille-1Caracteres"/>
        </w:rPr>
        <w:t>’</w:t>
      </w:r>
      <w:r w:rsidRPr="007818BD">
        <w:rPr>
          <w:rStyle w:val="Taille-1Caracteres"/>
        </w:rPr>
        <w:t>il est sorcier</w:t>
      </w:r>
      <w:r w:rsidR="00E8465A">
        <w:rPr>
          <w:rStyle w:val="Taille-1Caracteres"/>
        </w:rPr>
        <w:t xml:space="preserve">, </w:t>
      </w:r>
      <w:r w:rsidRPr="007818BD">
        <w:rPr>
          <w:rStyle w:val="Taille-1Caracteres"/>
        </w:rPr>
        <w:t>les so</w:t>
      </w:r>
      <w:r w:rsidRPr="007818BD">
        <w:rPr>
          <w:rStyle w:val="Taille-1Caracteres"/>
        </w:rPr>
        <w:t>r</w:t>
      </w:r>
      <w:r w:rsidRPr="007818BD">
        <w:rPr>
          <w:rStyle w:val="Taille-1Caracteres"/>
        </w:rPr>
        <w:t>ciers sont-ils aussi adonnes à la dévotion qu</w:t>
      </w:r>
      <w:r w:rsidR="00E8465A">
        <w:rPr>
          <w:rStyle w:val="Taille-1Caracteres"/>
        </w:rPr>
        <w:t>’</w:t>
      </w:r>
      <w:r w:rsidRPr="007818BD">
        <w:rPr>
          <w:rStyle w:val="Taille-1Caracteres"/>
        </w:rPr>
        <w:t>il par</w:t>
      </w:r>
      <w:r w:rsidRPr="007818BD">
        <w:rPr>
          <w:rStyle w:val="Taille-1Caracteres"/>
        </w:rPr>
        <w:t>a</w:t>
      </w:r>
      <w:r w:rsidRPr="007818BD">
        <w:rPr>
          <w:rStyle w:val="Taille-1Caracteres"/>
        </w:rPr>
        <w:t>ît l</w:t>
      </w:r>
      <w:r w:rsidR="00E8465A">
        <w:rPr>
          <w:rStyle w:val="Taille-1Caracteres"/>
        </w:rPr>
        <w:t>’</w:t>
      </w:r>
      <w:r w:rsidRPr="007818BD">
        <w:rPr>
          <w:rStyle w:val="Taille-1Caracteres"/>
        </w:rPr>
        <w:t>être</w:t>
      </w:r>
      <w:r w:rsidR="00E8465A">
        <w:rPr>
          <w:rStyle w:val="Taille-1Caracteres"/>
        </w:rPr>
        <w:t xml:space="preserve"> ? </w:t>
      </w:r>
      <w:r w:rsidRPr="007818BD">
        <w:rPr>
          <w:rStyle w:val="Taille-1Caracteres"/>
        </w:rPr>
        <w:t>Bref</w:t>
      </w:r>
      <w:r w:rsidR="00E8465A">
        <w:rPr>
          <w:rStyle w:val="Taille-1Caracteres"/>
        </w:rPr>
        <w:t xml:space="preserve">, </w:t>
      </w:r>
      <w:r w:rsidRPr="007818BD">
        <w:rPr>
          <w:rStyle w:val="Taille-1Caracteres"/>
        </w:rPr>
        <w:t>je ne savais qu</w:t>
      </w:r>
      <w:r w:rsidR="00E8465A">
        <w:rPr>
          <w:rStyle w:val="Taille-1Caracteres"/>
        </w:rPr>
        <w:t>’</w:t>
      </w:r>
      <w:r w:rsidRPr="007818BD">
        <w:rPr>
          <w:rStyle w:val="Taille-1Caracteres"/>
        </w:rPr>
        <w:t>en penser</w:t>
      </w:r>
      <w:r w:rsidR="00E8465A">
        <w:rPr>
          <w:rStyle w:val="Taille-1Caracteres"/>
        </w:rPr>
        <w:t>. (</w:t>
      </w:r>
      <w:r w:rsidRPr="007818BD">
        <w:rPr>
          <w:rStyle w:val="Taille-1Caracteres"/>
        </w:rPr>
        <w:t xml:space="preserve">Le comte de </w:t>
      </w:r>
      <w:proofErr w:type="spellStart"/>
      <w:r w:rsidRPr="007818BD">
        <w:rPr>
          <w:rStyle w:val="Taille-1Caracteres"/>
        </w:rPr>
        <w:t>GABALIS</w:t>
      </w:r>
      <w:proofErr w:type="spellEnd"/>
      <w:r w:rsidR="00E8465A">
        <w:rPr>
          <w:rStyle w:val="Taille-1Caracteres"/>
        </w:rPr>
        <w:t xml:space="preserve">, </w:t>
      </w:r>
      <w:r w:rsidRPr="007818BD">
        <w:rPr>
          <w:rStyle w:val="Taille-1Caracteres"/>
        </w:rPr>
        <w:t xml:space="preserve">traduction anglaise annexée à la </w:t>
      </w:r>
      <w:r w:rsidR="00E8465A" w:rsidRPr="007818BD">
        <w:rPr>
          <w:rStyle w:val="Taille-1Caracteres"/>
        </w:rPr>
        <w:t>3</w:t>
      </w:r>
      <w:r w:rsidR="00E8465A" w:rsidRPr="00E8465A">
        <w:rPr>
          <w:rStyle w:val="Taille-1Caracteres"/>
          <w:vertAlign w:val="superscript"/>
        </w:rPr>
        <w:t>e</w:t>
      </w:r>
      <w:r w:rsidRPr="007818BD">
        <w:rPr>
          <w:rStyle w:val="Taille-1Caracteres"/>
        </w:rPr>
        <w:t xml:space="preserve"> édition de la </w:t>
      </w:r>
      <w:r w:rsidRPr="00AF32C9">
        <w:rPr>
          <w:rStyle w:val="Taille-1Caracteres"/>
          <w:i/>
        </w:rPr>
        <w:t>Boucle de cheveux enlevée</w:t>
      </w:r>
      <w:r w:rsidR="00E8465A">
        <w:rPr>
          <w:rStyle w:val="Taille-1Caracteres"/>
        </w:rPr>
        <w:t>.)</w:t>
      </w:r>
    </w:p>
    <w:p w14:paraId="7342EB68" w14:textId="77777777" w:rsidR="00E8465A" w:rsidRDefault="00E0544E" w:rsidP="00E0544E">
      <w:r w:rsidRPr="007818BD">
        <w:t>De toutes les faiblesses qui attirent les railleries des ho</w:t>
      </w:r>
      <w:r w:rsidRPr="007818BD">
        <w:t>m</w:t>
      </w:r>
      <w:r w:rsidRPr="007818BD">
        <w:t>mes médiocres</w:t>
      </w:r>
      <w:r w:rsidR="00E8465A">
        <w:t xml:space="preserve">, </w:t>
      </w:r>
      <w:r w:rsidRPr="007818BD">
        <w:t>il n</w:t>
      </w:r>
      <w:r w:rsidR="00E8465A">
        <w:t>’</w:t>
      </w:r>
      <w:r w:rsidRPr="007818BD">
        <w:t>en est aucune qu</w:t>
      </w:r>
      <w:r w:rsidR="00E8465A">
        <w:t>’</w:t>
      </w:r>
      <w:r w:rsidRPr="007818BD">
        <w:t>ils soient plus disposés à tourner en ridicule qu</w:t>
      </w:r>
      <w:r w:rsidR="00E8465A">
        <w:t>’</w:t>
      </w:r>
      <w:r w:rsidRPr="007818BD">
        <w:t>un esprit crédule</w:t>
      </w:r>
      <w:r w:rsidR="00E8465A">
        <w:t xml:space="preserve"> ; </w:t>
      </w:r>
      <w:r w:rsidRPr="007818BD">
        <w:t>ajoutons que</w:t>
      </w:r>
      <w:r w:rsidR="00E8465A">
        <w:t xml:space="preserve">, </w:t>
      </w:r>
      <w:r w:rsidRPr="007818BD">
        <w:t>de tous les indices d</w:t>
      </w:r>
      <w:r w:rsidR="00E8465A">
        <w:t>’</w:t>
      </w:r>
      <w:r w:rsidRPr="007818BD">
        <w:t>un cœur corrompu et d</w:t>
      </w:r>
      <w:r w:rsidR="00E8465A">
        <w:t>’</w:t>
      </w:r>
      <w:r w:rsidRPr="007818BD">
        <w:t>une tête faible</w:t>
      </w:r>
      <w:r w:rsidR="00E8465A">
        <w:t xml:space="preserve">, </w:t>
      </w:r>
      <w:r w:rsidRPr="007818BD">
        <w:t>la tendance à l</w:t>
      </w:r>
      <w:r w:rsidR="00E8465A">
        <w:t>’</w:t>
      </w:r>
      <w:r w:rsidRPr="007818BD">
        <w:t>incrédulité est le plus infaillible</w:t>
      </w:r>
      <w:r w:rsidR="00E8465A">
        <w:t>.</w:t>
      </w:r>
    </w:p>
    <w:p w14:paraId="6DB3692D" w14:textId="77777777" w:rsidR="00E8465A" w:rsidRDefault="00E0544E" w:rsidP="00E0544E">
      <w:r w:rsidRPr="007818BD">
        <w:t>La vraie philosophie cherche moins à nier qu</w:t>
      </w:r>
      <w:r w:rsidR="00E8465A">
        <w:t>’</w:t>
      </w:r>
      <w:r w:rsidRPr="007818BD">
        <w:t>à compre</w:t>
      </w:r>
      <w:r w:rsidRPr="007818BD">
        <w:t>n</w:t>
      </w:r>
      <w:r w:rsidRPr="007818BD">
        <w:t>dre</w:t>
      </w:r>
      <w:r w:rsidR="00E8465A">
        <w:t xml:space="preserve">. </w:t>
      </w:r>
      <w:r w:rsidRPr="007818BD">
        <w:t>Tous les jours nous entendons les petits savants parler de l</w:t>
      </w:r>
      <w:r w:rsidR="00E8465A">
        <w:t>’</w:t>
      </w:r>
      <w:r w:rsidRPr="007818BD">
        <w:t>absurdité de l</w:t>
      </w:r>
      <w:r w:rsidR="00E8465A">
        <w:t>’</w:t>
      </w:r>
      <w:r w:rsidRPr="007818BD">
        <w:t>alchimie et du rêve de la pierre philosophale</w:t>
      </w:r>
      <w:r w:rsidR="00E8465A">
        <w:t xml:space="preserve">, </w:t>
      </w:r>
      <w:r w:rsidRPr="007818BD">
        <w:t>tandis que les savants moins superficiels n</w:t>
      </w:r>
      <w:r w:rsidR="00E8465A">
        <w:t>’</w:t>
      </w:r>
      <w:r w:rsidRPr="007818BD">
        <w:t>ignorent pas que c</w:t>
      </w:r>
      <w:r w:rsidR="00E8465A">
        <w:t>’</w:t>
      </w:r>
      <w:r w:rsidRPr="007818BD">
        <w:t>est aux alchimistes que nous devons les plus grandes déco</w:t>
      </w:r>
      <w:r w:rsidRPr="007818BD">
        <w:t>u</w:t>
      </w:r>
      <w:r w:rsidRPr="007818BD">
        <w:t>vertes qui aient jamais été faites</w:t>
      </w:r>
      <w:r w:rsidR="00E8465A">
        <w:t xml:space="preserve"> ; </w:t>
      </w:r>
      <w:r w:rsidRPr="007818BD">
        <w:t>et plus d</w:t>
      </w:r>
      <w:r w:rsidR="00E8465A">
        <w:t>’</w:t>
      </w:r>
      <w:r w:rsidRPr="007818BD">
        <w:t>un passage</w:t>
      </w:r>
      <w:r w:rsidR="00E8465A">
        <w:t xml:space="preserve">, </w:t>
      </w:r>
      <w:r w:rsidRPr="007818BD">
        <w:t>obscur aujourd</w:t>
      </w:r>
      <w:r w:rsidR="00E8465A">
        <w:t>’</w:t>
      </w:r>
      <w:r w:rsidRPr="007818BD">
        <w:t>hui</w:t>
      </w:r>
      <w:r w:rsidR="00E8465A">
        <w:t xml:space="preserve">, </w:t>
      </w:r>
      <w:r w:rsidRPr="007818BD">
        <w:t>pourrait</w:t>
      </w:r>
      <w:r w:rsidR="00E8465A">
        <w:t xml:space="preserve">, </w:t>
      </w:r>
      <w:r w:rsidRPr="007818BD">
        <w:t>si nous avions la clef de la phraséologie mystique qu</w:t>
      </w:r>
      <w:r w:rsidR="00E8465A">
        <w:t>’</w:t>
      </w:r>
      <w:r w:rsidRPr="007818BD">
        <w:t>ils ont été obligés d</w:t>
      </w:r>
      <w:r w:rsidR="00E8465A">
        <w:t>’</w:t>
      </w:r>
      <w:r w:rsidRPr="007818BD">
        <w:t>adopter</w:t>
      </w:r>
      <w:r w:rsidR="00E8465A">
        <w:t xml:space="preserve">, </w:t>
      </w:r>
      <w:r w:rsidRPr="007818BD">
        <w:t>mettre sur la voie de conquêtes scientifiques plus précieuses encore</w:t>
      </w:r>
      <w:r w:rsidR="00E8465A">
        <w:t xml:space="preserve">. </w:t>
      </w:r>
      <w:r w:rsidRPr="007818BD">
        <w:t>La pierre phil</w:t>
      </w:r>
      <w:r w:rsidRPr="007818BD">
        <w:t>o</w:t>
      </w:r>
      <w:r w:rsidRPr="007818BD">
        <w:t>sophale elle-même ne semblait pas une vision si chimérique à quelques-uns des plus forts chimistes que notre siècle ait pr</w:t>
      </w:r>
      <w:r w:rsidRPr="007818BD">
        <w:t>o</w:t>
      </w:r>
      <w:r w:rsidRPr="007818BD">
        <w:t>duits</w:t>
      </w:r>
      <w:r w:rsidRPr="007818BD">
        <w:rPr>
          <w:rStyle w:val="Appelnotedebasdep"/>
        </w:rPr>
        <w:footnoteReference w:id="27"/>
      </w:r>
      <w:r w:rsidR="00E8465A">
        <w:t xml:space="preserve">. </w:t>
      </w:r>
      <w:r w:rsidRPr="007818BD">
        <w:t>L</w:t>
      </w:r>
      <w:r w:rsidR="00E8465A">
        <w:t>’</w:t>
      </w:r>
      <w:r w:rsidRPr="007818BD">
        <w:t>homme ne peut</w:t>
      </w:r>
      <w:r w:rsidR="00E8465A">
        <w:t xml:space="preserve">, </w:t>
      </w:r>
      <w:r w:rsidRPr="007818BD">
        <w:t>sans doute</w:t>
      </w:r>
      <w:r w:rsidR="00E8465A">
        <w:t xml:space="preserve">, </w:t>
      </w:r>
      <w:r w:rsidRPr="007818BD">
        <w:t xml:space="preserve">contredire </w:t>
      </w:r>
      <w:r w:rsidRPr="007818BD">
        <w:lastRenderedPageBreak/>
        <w:t>les lois de la nature</w:t>
      </w:r>
      <w:r w:rsidR="00E8465A">
        <w:t xml:space="preserve"> ; </w:t>
      </w:r>
      <w:r w:rsidRPr="007818BD">
        <w:t>mais les lois de la nature</w:t>
      </w:r>
      <w:r w:rsidR="00E8465A">
        <w:t xml:space="preserve">, </w:t>
      </w:r>
      <w:r w:rsidRPr="007818BD">
        <w:t>les a-t-on toutes découve</w:t>
      </w:r>
      <w:r w:rsidRPr="007818BD">
        <w:t>r</w:t>
      </w:r>
      <w:r w:rsidRPr="007818BD">
        <w:t>tes</w:t>
      </w:r>
      <w:r w:rsidR="00E8465A">
        <w:t> ? « </w:t>
      </w:r>
      <w:r w:rsidRPr="007818BD">
        <w:t>Donnez-moi une preuve de votre art</w:t>
      </w:r>
      <w:r w:rsidR="00E8465A">
        <w:t xml:space="preserve">, </w:t>
      </w:r>
      <w:r w:rsidRPr="007818BD">
        <w:t>dit un philosophe véritable</w:t>
      </w:r>
      <w:r w:rsidR="00E8465A">
        <w:t xml:space="preserve"> ; </w:t>
      </w:r>
      <w:r w:rsidRPr="007818BD">
        <w:t>quand j</w:t>
      </w:r>
      <w:r w:rsidR="00E8465A">
        <w:t>’</w:t>
      </w:r>
      <w:r w:rsidRPr="007818BD">
        <w:t>aurai vu l</w:t>
      </w:r>
      <w:r w:rsidR="00E8465A">
        <w:t>’</w:t>
      </w:r>
      <w:r w:rsidRPr="007818BD">
        <w:t>effet</w:t>
      </w:r>
      <w:r w:rsidR="00E8465A">
        <w:t xml:space="preserve">, </w:t>
      </w:r>
      <w:r w:rsidRPr="007818BD">
        <w:t>j</w:t>
      </w:r>
      <w:r w:rsidR="00E8465A">
        <w:t>’</w:t>
      </w:r>
      <w:r w:rsidRPr="007818BD">
        <w:t>essayerai au moins d</w:t>
      </w:r>
      <w:r w:rsidR="00E8465A">
        <w:t>’</w:t>
      </w:r>
      <w:r w:rsidRPr="007818BD">
        <w:t>en trouver les causes</w:t>
      </w:r>
      <w:r w:rsidR="00E8465A">
        <w:t>. »</w:t>
      </w:r>
      <w:r w:rsidRPr="007818BD">
        <w:t xml:space="preserve"> Telles étaient à peu près les premières pe</w:t>
      </w:r>
      <w:r w:rsidRPr="007818BD">
        <w:t>n</w:t>
      </w:r>
      <w:r w:rsidRPr="007818BD">
        <w:t xml:space="preserve">sées de </w:t>
      </w:r>
      <w:proofErr w:type="spellStart"/>
      <w:r w:rsidRPr="007818BD">
        <w:t>Glyndon</w:t>
      </w:r>
      <w:proofErr w:type="spellEnd"/>
      <w:r w:rsidRPr="007818BD">
        <w:t xml:space="preserve"> en quittant </w:t>
      </w:r>
      <w:proofErr w:type="spellStart"/>
      <w:r w:rsidRPr="007818BD">
        <w:t>Zanoni</w:t>
      </w:r>
      <w:proofErr w:type="spellEnd"/>
      <w:r w:rsidR="00E8465A">
        <w:t xml:space="preserve"> ; </w:t>
      </w:r>
      <w:r w:rsidRPr="007818BD">
        <w:t xml:space="preserve">mais Clarence </w:t>
      </w:r>
      <w:proofErr w:type="spellStart"/>
      <w:r w:rsidRPr="007818BD">
        <w:t>Glyndon</w:t>
      </w:r>
      <w:proofErr w:type="spellEnd"/>
      <w:r w:rsidRPr="007818BD">
        <w:t xml:space="preserve"> n</w:t>
      </w:r>
      <w:r w:rsidR="00E8465A">
        <w:t>’</w:t>
      </w:r>
      <w:r w:rsidRPr="007818BD">
        <w:t>était rien moins qu</w:t>
      </w:r>
      <w:r w:rsidR="00E8465A">
        <w:t>’</w:t>
      </w:r>
      <w:r w:rsidRPr="007818BD">
        <w:t>un véritable philos</w:t>
      </w:r>
      <w:r w:rsidRPr="007818BD">
        <w:t>o</w:t>
      </w:r>
      <w:r w:rsidRPr="007818BD">
        <w:t>phe</w:t>
      </w:r>
      <w:r w:rsidR="00E8465A">
        <w:t xml:space="preserve">. </w:t>
      </w:r>
      <w:r w:rsidRPr="007818BD">
        <w:t xml:space="preserve">Plus était vague et mystérieux le langage de </w:t>
      </w:r>
      <w:proofErr w:type="spellStart"/>
      <w:r w:rsidRPr="007818BD">
        <w:t>Zanoni</w:t>
      </w:r>
      <w:proofErr w:type="spellEnd"/>
      <w:r w:rsidR="00E8465A">
        <w:t xml:space="preserve">, </w:t>
      </w:r>
      <w:r w:rsidRPr="007818BD">
        <w:t>et plus il en était frappé</w:t>
      </w:r>
      <w:r w:rsidR="00E8465A">
        <w:t xml:space="preserve">. </w:t>
      </w:r>
      <w:r w:rsidRPr="007818BD">
        <w:t>Une preuve eût été quelque chose de palpable</w:t>
      </w:r>
      <w:r w:rsidR="00E8465A">
        <w:t xml:space="preserve"> ; </w:t>
      </w:r>
      <w:r w:rsidRPr="007818BD">
        <w:t>il aurait cherché à lutter contre elle</w:t>
      </w:r>
      <w:r w:rsidR="00E8465A">
        <w:t xml:space="preserve">, </w:t>
      </w:r>
      <w:r w:rsidRPr="007818BD">
        <w:t>et sa curiosité n</w:t>
      </w:r>
      <w:r w:rsidR="00E8465A">
        <w:t>’</w:t>
      </w:r>
      <w:r w:rsidRPr="007818BD">
        <w:t>aurait pas trouvé son compte à découvrir que le surnaturel rentrait dans la nature</w:t>
      </w:r>
      <w:r w:rsidR="00E8465A">
        <w:t xml:space="preserve">. </w:t>
      </w:r>
      <w:r w:rsidRPr="007818BD">
        <w:t>En vain</w:t>
      </w:r>
      <w:r w:rsidR="00E8465A">
        <w:t xml:space="preserve">, </w:t>
      </w:r>
      <w:r w:rsidRPr="007818BD">
        <w:t>se retranchant par moments contre la crédulité dans ce sceptici</w:t>
      </w:r>
      <w:r w:rsidRPr="007818BD">
        <w:t>s</w:t>
      </w:r>
      <w:r w:rsidRPr="007818BD">
        <w:t>me qu</w:t>
      </w:r>
      <w:r w:rsidR="00E8465A">
        <w:t>’</w:t>
      </w:r>
      <w:r w:rsidRPr="007818BD">
        <w:t>il redoutait</w:t>
      </w:r>
      <w:r w:rsidR="00E8465A">
        <w:t xml:space="preserve">, </w:t>
      </w:r>
      <w:r w:rsidRPr="007818BD">
        <w:t>cherchait-il à concilier ce qu</w:t>
      </w:r>
      <w:r w:rsidR="00E8465A">
        <w:t>’</w:t>
      </w:r>
      <w:r w:rsidRPr="007818BD">
        <w:t>il avait entendu avec les motifs et les artifices probables d</w:t>
      </w:r>
      <w:r w:rsidR="00E8465A">
        <w:t>’</w:t>
      </w:r>
      <w:r w:rsidRPr="007818BD">
        <w:t>un imposteur</w:t>
      </w:r>
      <w:r w:rsidR="00E8465A">
        <w:t xml:space="preserve">. </w:t>
      </w:r>
      <w:r w:rsidRPr="007818BD">
        <w:t>Quelles que fussent ses prétentions</w:t>
      </w:r>
      <w:r w:rsidR="00E8465A">
        <w:t xml:space="preserve">, </w:t>
      </w:r>
      <w:proofErr w:type="spellStart"/>
      <w:r w:rsidRPr="007818BD">
        <w:t>Zanoni</w:t>
      </w:r>
      <w:proofErr w:type="spellEnd"/>
      <w:r w:rsidRPr="007818BD">
        <w:t xml:space="preserve"> n</w:t>
      </w:r>
      <w:r w:rsidR="00E8465A">
        <w:t>’</w:t>
      </w:r>
      <w:r w:rsidRPr="007818BD">
        <w:t>en faisait pas</w:t>
      </w:r>
      <w:r w:rsidR="00E8465A">
        <w:t xml:space="preserve">, </w:t>
      </w:r>
      <w:r w:rsidRPr="007818BD">
        <w:t>comme Mesmer et Cagliostro</w:t>
      </w:r>
      <w:r w:rsidR="00E8465A">
        <w:t xml:space="preserve">, </w:t>
      </w:r>
      <w:r w:rsidRPr="007818BD">
        <w:t>une source de profits</w:t>
      </w:r>
      <w:r w:rsidR="00E8465A">
        <w:t xml:space="preserve"> : </w:t>
      </w:r>
      <w:r w:rsidRPr="007818BD">
        <w:t xml:space="preserve">la position et le rang de </w:t>
      </w:r>
      <w:proofErr w:type="spellStart"/>
      <w:r w:rsidRPr="007818BD">
        <w:t>Glyndon</w:t>
      </w:r>
      <w:proofErr w:type="spellEnd"/>
      <w:r w:rsidRPr="007818BD">
        <w:t xml:space="preserve"> n</w:t>
      </w:r>
      <w:r w:rsidR="00E8465A">
        <w:t>’</w:t>
      </w:r>
      <w:r w:rsidRPr="007818BD">
        <w:t>étaient pas d</w:t>
      </w:r>
      <w:r w:rsidR="00E8465A">
        <w:t>’</w:t>
      </w:r>
      <w:r w:rsidRPr="007818BD">
        <w:t>ailleurs assez élevés pour qu</w:t>
      </w:r>
      <w:r w:rsidR="00E8465A">
        <w:t>’</w:t>
      </w:r>
      <w:r w:rsidRPr="007818BD">
        <w:t>une influence quelconque établie sur son esprit pût servir des projets d</w:t>
      </w:r>
      <w:r w:rsidR="00E8465A">
        <w:t>’</w:t>
      </w:r>
      <w:r w:rsidRPr="007818BD">
        <w:t>avarice ou d</w:t>
      </w:r>
      <w:r w:rsidR="00E8465A">
        <w:t>’</w:t>
      </w:r>
      <w:r w:rsidRPr="007818BD">
        <w:t>ambition</w:t>
      </w:r>
      <w:r w:rsidR="00E8465A">
        <w:t xml:space="preserve">. </w:t>
      </w:r>
      <w:r w:rsidRPr="007818BD">
        <w:t>Cependant pa</w:t>
      </w:r>
      <w:r w:rsidRPr="007818BD">
        <w:t>r</w:t>
      </w:r>
      <w:r w:rsidRPr="007818BD">
        <w:t>fois</w:t>
      </w:r>
      <w:r w:rsidR="00E8465A">
        <w:t xml:space="preserve">, </w:t>
      </w:r>
      <w:r w:rsidRPr="007818BD">
        <w:t>avec la tendance soupçonneuse de toute science superficielle et mo</w:t>
      </w:r>
      <w:r w:rsidRPr="007818BD">
        <w:t>n</w:t>
      </w:r>
      <w:r w:rsidRPr="007818BD">
        <w:t>daine</w:t>
      </w:r>
      <w:r w:rsidR="00E8465A">
        <w:t xml:space="preserve">, </w:t>
      </w:r>
      <w:r w:rsidRPr="007818BD">
        <w:t xml:space="preserve">il cherchait à se persuader que </w:t>
      </w:r>
      <w:proofErr w:type="spellStart"/>
      <w:r w:rsidRPr="007818BD">
        <w:t>Zanoni</w:t>
      </w:r>
      <w:proofErr w:type="spellEnd"/>
      <w:r w:rsidRPr="007818BD">
        <w:t xml:space="preserve"> avait au moins quelque but ténébreux en le poussant à ce que</w:t>
      </w:r>
      <w:r w:rsidR="00E8465A">
        <w:t xml:space="preserve">, </w:t>
      </w:r>
      <w:r w:rsidRPr="007818BD">
        <w:t>dans son orgueil anglais et d</w:t>
      </w:r>
      <w:r w:rsidR="00E8465A">
        <w:t>’</w:t>
      </w:r>
      <w:r w:rsidRPr="007818BD">
        <w:t>après ses idées particulières</w:t>
      </w:r>
      <w:r w:rsidR="00E8465A">
        <w:t xml:space="preserve">, </w:t>
      </w:r>
      <w:r w:rsidRPr="007818BD">
        <w:t>il cons</w:t>
      </w:r>
      <w:r w:rsidRPr="007818BD">
        <w:t>i</w:t>
      </w:r>
      <w:r w:rsidRPr="007818BD">
        <w:t>dérait comme une mésalliance avec la pauvre Viola</w:t>
      </w:r>
      <w:r w:rsidR="00E8465A">
        <w:t xml:space="preserve">. </w:t>
      </w:r>
      <w:r w:rsidRPr="007818BD">
        <w:t>N</w:t>
      </w:r>
      <w:r w:rsidR="00E8465A">
        <w:t>’</w:t>
      </w:r>
      <w:r w:rsidRPr="007818BD">
        <w:t>était-il pas possible qu</w:t>
      </w:r>
      <w:r w:rsidR="00E8465A">
        <w:t>’</w:t>
      </w:r>
      <w:r w:rsidRPr="007818BD">
        <w:t>elle fût d</w:t>
      </w:r>
      <w:r w:rsidR="00E8465A">
        <w:t>’</w:t>
      </w:r>
      <w:r w:rsidRPr="007818BD">
        <w:t>intelligence avec ce personnage mystique</w:t>
      </w:r>
      <w:r w:rsidR="00E8465A">
        <w:t xml:space="preserve"> ? </w:t>
      </w:r>
      <w:r w:rsidRPr="007818BD">
        <w:t>Tout ce jargon prophétique et menaçant n</w:t>
      </w:r>
      <w:r w:rsidR="00E8465A">
        <w:t>’</w:t>
      </w:r>
      <w:r w:rsidRPr="007818BD">
        <w:t>était peut-être qu</w:t>
      </w:r>
      <w:r w:rsidR="00E8465A">
        <w:t>’</w:t>
      </w:r>
      <w:r w:rsidRPr="007818BD">
        <w:t>une ruse pour le duper</w:t>
      </w:r>
      <w:r w:rsidR="00E8465A">
        <w:t xml:space="preserve">. </w:t>
      </w:r>
      <w:r w:rsidRPr="007818BD">
        <w:t>Il éprouva un injuste ressentiment contre Viola pour s</w:t>
      </w:r>
      <w:r w:rsidR="00E8465A">
        <w:t>’</w:t>
      </w:r>
      <w:r w:rsidRPr="007818BD">
        <w:t>être assuré un tel allié</w:t>
      </w:r>
      <w:r w:rsidR="00E8465A">
        <w:t xml:space="preserve">. </w:t>
      </w:r>
      <w:r w:rsidRPr="007818BD">
        <w:t>Mais à ce ressentiment se mêlait une jalousie naturelle</w:t>
      </w:r>
      <w:r w:rsidR="00E8465A">
        <w:t xml:space="preserve">. </w:t>
      </w:r>
      <w:proofErr w:type="spellStart"/>
      <w:r w:rsidRPr="007818BD">
        <w:t>Zanoni</w:t>
      </w:r>
      <w:proofErr w:type="spellEnd"/>
      <w:r w:rsidRPr="007818BD">
        <w:t xml:space="preserve"> l</w:t>
      </w:r>
      <w:r w:rsidR="00E8465A">
        <w:t>’</w:t>
      </w:r>
      <w:r w:rsidRPr="007818BD">
        <w:t>avait menacé de sa rivalité</w:t>
      </w:r>
      <w:r w:rsidR="00E8465A">
        <w:t xml:space="preserve">. </w:t>
      </w:r>
      <w:proofErr w:type="spellStart"/>
      <w:r w:rsidRPr="007818BD">
        <w:lastRenderedPageBreak/>
        <w:t>Z</w:t>
      </w:r>
      <w:r w:rsidRPr="007818BD">
        <w:t>a</w:t>
      </w:r>
      <w:r w:rsidRPr="007818BD">
        <w:t>noni</w:t>
      </w:r>
      <w:proofErr w:type="spellEnd"/>
      <w:r w:rsidR="00E8465A">
        <w:t xml:space="preserve"> ! </w:t>
      </w:r>
      <w:r w:rsidRPr="007818BD">
        <w:t>qui</w:t>
      </w:r>
      <w:r w:rsidR="00E8465A">
        <w:t xml:space="preserve">, </w:t>
      </w:r>
      <w:r w:rsidRPr="007818BD">
        <w:t>en laissant de côté ses arts occultes et le rôle qu</w:t>
      </w:r>
      <w:r w:rsidR="00E8465A">
        <w:t>’</w:t>
      </w:r>
      <w:r w:rsidRPr="007818BD">
        <w:t>on lui attribuait</w:t>
      </w:r>
      <w:r w:rsidR="00E8465A">
        <w:t xml:space="preserve">, </w:t>
      </w:r>
      <w:r w:rsidRPr="007818BD">
        <w:t>disposait au moins de tous les avantages extérieurs qui éblouissent et subjuguent</w:t>
      </w:r>
      <w:r w:rsidR="00E8465A">
        <w:t xml:space="preserve">. </w:t>
      </w:r>
      <w:r w:rsidRPr="007818BD">
        <w:t>Impatient de ses doutes</w:t>
      </w:r>
      <w:r w:rsidR="00E8465A">
        <w:t xml:space="preserve">, </w:t>
      </w:r>
      <w:proofErr w:type="spellStart"/>
      <w:r w:rsidRPr="007818BD">
        <w:t>Glyndon</w:t>
      </w:r>
      <w:proofErr w:type="spellEnd"/>
      <w:r w:rsidRPr="007818BD">
        <w:t xml:space="preserve"> se lança dans la société dont il avait fait connaissance à Naples</w:t>
      </w:r>
      <w:r w:rsidR="00E8465A">
        <w:t xml:space="preserve">, </w:t>
      </w:r>
      <w:r w:rsidRPr="007818BD">
        <w:t>principalement des artistes comme lui</w:t>
      </w:r>
      <w:r w:rsidR="00E8465A">
        <w:t xml:space="preserve">, </w:t>
      </w:r>
      <w:r w:rsidRPr="007818BD">
        <w:t>des hommes de lettres et de riches négociants qui</w:t>
      </w:r>
      <w:r w:rsidR="00E8465A">
        <w:t xml:space="preserve">, </w:t>
      </w:r>
      <w:r w:rsidRPr="007818BD">
        <w:t>privés des privilèges de la noblesse</w:t>
      </w:r>
      <w:r w:rsidR="00E8465A">
        <w:t xml:space="preserve">, </w:t>
      </w:r>
      <w:r w:rsidRPr="007818BD">
        <w:t>cherchaient du moins à l</w:t>
      </w:r>
      <w:r w:rsidR="00E8465A">
        <w:t>’</w:t>
      </w:r>
      <w:r w:rsidRPr="007818BD">
        <w:t>éclipser par leur splendeur</w:t>
      </w:r>
      <w:r w:rsidR="00E8465A">
        <w:t xml:space="preserve">. </w:t>
      </w:r>
      <w:r w:rsidRPr="007818BD">
        <w:t>Il apprit d</w:t>
      </w:r>
      <w:r w:rsidR="00E8465A">
        <w:t>’</w:t>
      </w:r>
      <w:r w:rsidRPr="007818BD">
        <w:t xml:space="preserve">eux beaucoup de détails sur </w:t>
      </w:r>
      <w:proofErr w:type="spellStart"/>
      <w:r w:rsidRPr="007818BD">
        <w:t>Zanoni</w:t>
      </w:r>
      <w:proofErr w:type="spellEnd"/>
      <w:r w:rsidR="00E8465A">
        <w:t xml:space="preserve">, </w:t>
      </w:r>
      <w:r w:rsidRPr="007818BD">
        <w:t>qui était déjà pour eux</w:t>
      </w:r>
      <w:r w:rsidR="00E8465A">
        <w:t xml:space="preserve">, </w:t>
      </w:r>
      <w:r w:rsidRPr="007818BD">
        <w:t>comme pour les classes plus oisives</w:t>
      </w:r>
      <w:r w:rsidR="00E8465A">
        <w:t xml:space="preserve">, </w:t>
      </w:r>
      <w:r w:rsidRPr="007818BD">
        <w:t>un objet de curiosité et de conjectures</w:t>
      </w:r>
      <w:r w:rsidR="00E8465A">
        <w:t>.</w:t>
      </w:r>
    </w:p>
    <w:p w14:paraId="4CE18A2C" w14:textId="77777777" w:rsidR="00E8465A" w:rsidRDefault="00E0544E" w:rsidP="00E0544E">
      <w:r w:rsidRPr="007818BD">
        <w:t xml:space="preserve">Il avait remarqué avec surprise que </w:t>
      </w:r>
      <w:proofErr w:type="spellStart"/>
      <w:r w:rsidRPr="007818BD">
        <w:t>Zanoni</w:t>
      </w:r>
      <w:proofErr w:type="spellEnd"/>
      <w:r w:rsidRPr="007818BD">
        <w:t xml:space="preserve"> s</w:t>
      </w:r>
      <w:r w:rsidR="00E8465A">
        <w:t>’</w:t>
      </w:r>
      <w:r w:rsidRPr="007818BD">
        <w:t>était entret</w:t>
      </w:r>
      <w:r w:rsidRPr="007818BD">
        <w:t>e</w:t>
      </w:r>
      <w:r w:rsidRPr="007818BD">
        <w:t>nu avec lui en anglais</w:t>
      </w:r>
      <w:r w:rsidR="00E8465A">
        <w:t xml:space="preserve">, </w:t>
      </w:r>
      <w:r w:rsidRPr="007818BD">
        <w:t>et avec une si parfaite aisance qu</w:t>
      </w:r>
      <w:r w:rsidR="00E8465A">
        <w:t>’</w:t>
      </w:r>
      <w:r w:rsidRPr="007818BD">
        <w:t>il aurait pu passer pour son compatriote</w:t>
      </w:r>
      <w:r w:rsidR="00E8465A">
        <w:t xml:space="preserve">. </w:t>
      </w:r>
      <w:proofErr w:type="spellStart"/>
      <w:r w:rsidRPr="007818BD">
        <w:t>Glyndon</w:t>
      </w:r>
      <w:proofErr w:type="spellEnd"/>
      <w:r w:rsidRPr="007818BD">
        <w:t xml:space="preserve"> a</w:t>
      </w:r>
      <w:r w:rsidRPr="007818BD">
        <w:t>p</w:t>
      </w:r>
      <w:r w:rsidRPr="007818BD">
        <w:t>prit qu</w:t>
      </w:r>
      <w:r w:rsidR="00E8465A">
        <w:t>’</w:t>
      </w:r>
      <w:r w:rsidRPr="007818BD">
        <w:t>il en était de même pour des idiomes moins familiers à des étrangers</w:t>
      </w:r>
      <w:r w:rsidR="00E8465A">
        <w:t xml:space="preserve">. </w:t>
      </w:r>
      <w:r w:rsidRPr="007818BD">
        <w:t>Un peintre suédois</w:t>
      </w:r>
      <w:r w:rsidR="00E8465A">
        <w:t xml:space="preserve">, </w:t>
      </w:r>
      <w:r w:rsidRPr="007818BD">
        <w:t>qui avait causé avec lui</w:t>
      </w:r>
      <w:r w:rsidR="00E8465A">
        <w:t xml:space="preserve">, </w:t>
      </w:r>
      <w:r w:rsidRPr="007818BD">
        <w:t>affirmait qu</w:t>
      </w:r>
      <w:r w:rsidR="00E8465A">
        <w:t>’</w:t>
      </w:r>
      <w:r w:rsidRPr="007818BD">
        <w:t>il était Suédois</w:t>
      </w:r>
      <w:r w:rsidR="00E8465A">
        <w:t xml:space="preserve"> ; </w:t>
      </w:r>
      <w:r w:rsidRPr="007818BD">
        <w:t>et un négociant de Constantinople</w:t>
      </w:r>
      <w:r w:rsidR="00E8465A">
        <w:t xml:space="preserve">, </w:t>
      </w:r>
      <w:r w:rsidRPr="007818BD">
        <w:t>qui lui avait vendu quelques marchandises</w:t>
      </w:r>
      <w:r w:rsidR="00E8465A">
        <w:t xml:space="preserve">, </w:t>
      </w:r>
      <w:r w:rsidRPr="007818BD">
        <w:t>se disait convaincu qu</w:t>
      </w:r>
      <w:r w:rsidR="00E8465A">
        <w:t>’</w:t>
      </w:r>
      <w:r w:rsidRPr="007818BD">
        <w:t>un Turc seul</w:t>
      </w:r>
      <w:r w:rsidR="00E8465A">
        <w:t xml:space="preserve">, </w:t>
      </w:r>
      <w:r w:rsidRPr="007818BD">
        <w:t>ou au moins un naturel de l</w:t>
      </w:r>
      <w:r w:rsidR="00E8465A">
        <w:t>’</w:t>
      </w:r>
      <w:r w:rsidRPr="007818BD">
        <w:t>Orient</w:t>
      </w:r>
      <w:r w:rsidR="00E8465A">
        <w:t xml:space="preserve">, </w:t>
      </w:r>
      <w:r w:rsidRPr="007818BD">
        <w:t>pouvait avoir aussi complèt</w:t>
      </w:r>
      <w:r w:rsidRPr="007818BD">
        <w:t>e</w:t>
      </w:r>
      <w:r w:rsidRPr="007818BD">
        <w:t>ment saisi les molles intonations asiatiques</w:t>
      </w:r>
      <w:r w:rsidR="00E8465A">
        <w:t xml:space="preserve">. </w:t>
      </w:r>
      <w:r w:rsidRPr="007818BD">
        <w:t>Cependant</w:t>
      </w:r>
      <w:r w:rsidR="00E8465A">
        <w:t xml:space="preserve">, </w:t>
      </w:r>
      <w:r w:rsidRPr="007818BD">
        <w:t>dans toutes ces langues</w:t>
      </w:r>
      <w:r w:rsidR="00E8465A">
        <w:t xml:space="preserve">, </w:t>
      </w:r>
      <w:r w:rsidRPr="007818BD">
        <w:t>quand on recueillait et comparait ses i</w:t>
      </w:r>
      <w:r w:rsidRPr="007818BD">
        <w:t>m</w:t>
      </w:r>
      <w:r w:rsidRPr="007818BD">
        <w:t>pressions</w:t>
      </w:r>
      <w:r w:rsidR="00E8465A">
        <w:t xml:space="preserve">, </w:t>
      </w:r>
      <w:r w:rsidRPr="007818BD">
        <w:t>il y avait une particularité légère et presque impe</w:t>
      </w:r>
      <w:r w:rsidRPr="007818BD">
        <w:t>r</w:t>
      </w:r>
      <w:r w:rsidRPr="007818BD">
        <w:t>ceptible</w:t>
      </w:r>
      <w:r w:rsidR="00E8465A">
        <w:t xml:space="preserve">, </w:t>
      </w:r>
      <w:r w:rsidRPr="007818BD">
        <w:t>non pas dans la prononciation</w:t>
      </w:r>
      <w:r w:rsidR="00E8465A">
        <w:t xml:space="preserve">, </w:t>
      </w:r>
      <w:r w:rsidRPr="007818BD">
        <w:t>ni même dans l</w:t>
      </w:r>
      <w:r w:rsidR="00E8465A">
        <w:t>’</w:t>
      </w:r>
      <w:r w:rsidRPr="007818BD">
        <w:t>accent</w:t>
      </w:r>
      <w:r w:rsidR="00E8465A">
        <w:t xml:space="preserve">, </w:t>
      </w:r>
      <w:r w:rsidRPr="007818BD">
        <w:t>mais dans le ton et le timbre de la voix</w:t>
      </w:r>
      <w:r w:rsidR="00E8465A">
        <w:t xml:space="preserve">, </w:t>
      </w:r>
      <w:r w:rsidRPr="007818BD">
        <w:t>qui le distinguait d</w:t>
      </w:r>
      <w:r w:rsidR="00E8465A">
        <w:t>’</w:t>
      </w:r>
      <w:r w:rsidRPr="007818BD">
        <w:t>un originaire du pays dont il parlait l</w:t>
      </w:r>
      <w:r w:rsidR="00E8465A">
        <w:t>’</w:t>
      </w:r>
      <w:r w:rsidRPr="007818BD">
        <w:t>idiome</w:t>
      </w:r>
      <w:r w:rsidR="00E8465A">
        <w:t xml:space="preserve">. </w:t>
      </w:r>
      <w:r w:rsidRPr="007818BD">
        <w:t>C</w:t>
      </w:r>
      <w:r w:rsidR="00E8465A">
        <w:t>’</w:t>
      </w:r>
      <w:r w:rsidRPr="007818BD">
        <w:t>était là</w:t>
      </w:r>
      <w:r w:rsidR="00E8465A">
        <w:t xml:space="preserve">, </w:t>
      </w:r>
      <w:r w:rsidRPr="007818BD">
        <w:t xml:space="preserve">et </w:t>
      </w:r>
      <w:proofErr w:type="spellStart"/>
      <w:r w:rsidRPr="007818BD">
        <w:t>Glyndon</w:t>
      </w:r>
      <w:proofErr w:type="spellEnd"/>
      <w:r w:rsidRPr="007818BD">
        <w:t xml:space="preserve"> s</w:t>
      </w:r>
      <w:r w:rsidR="00E8465A">
        <w:t>’</w:t>
      </w:r>
      <w:r w:rsidRPr="007818BD">
        <w:t>en souvenait</w:t>
      </w:r>
      <w:r w:rsidR="00E8465A">
        <w:t xml:space="preserve">, </w:t>
      </w:r>
      <w:r w:rsidRPr="007818BD">
        <w:t>une faculté qui caractérisait spécialement une secte dont les doctrines et le pouvoir n</w:t>
      </w:r>
      <w:r w:rsidR="00E8465A">
        <w:t>’</w:t>
      </w:r>
      <w:r w:rsidRPr="007818BD">
        <w:t>avaient jamais été que très incomplètement étudiés</w:t>
      </w:r>
      <w:r w:rsidR="00E8465A">
        <w:t xml:space="preserve">, </w:t>
      </w:r>
      <w:r w:rsidRPr="007818BD">
        <w:t xml:space="preserve">les </w:t>
      </w:r>
      <w:proofErr w:type="spellStart"/>
      <w:r w:rsidRPr="007818BD">
        <w:rPr>
          <w:i/>
          <w:iCs/>
        </w:rPr>
        <w:t>Roses-Croix</w:t>
      </w:r>
      <w:proofErr w:type="spellEnd"/>
      <w:r w:rsidR="00E8465A">
        <w:t xml:space="preserve">. </w:t>
      </w:r>
      <w:r w:rsidRPr="007818BD">
        <w:t>Il se rappelait avoir</w:t>
      </w:r>
      <w:r w:rsidR="00E8465A">
        <w:t xml:space="preserve">, </w:t>
      </w:r>
      <w:r w:rsidRPr="007818BD">
        <w:t>en Allemagne</w:t>
      </w:r>
      <w:r w:rsidR="00E8465A">
        <w:t xml:space="preserve">, </w:t>
      </w:r>
      <w:r w:rsidRPr="007818BD">
        <w:t>entendu parler de l</w:t>
      </w:r>
      <w:r w:rsidR="00E8465A">
        <w:t>’</w:t>
      </w:r>
      <w:r w:rsidRPr="007818BD">
        <w:t xml:space="preserve">ouvrage de Jean </w:t>
      </w:r>
      <w:proofErr w:type="spellStart"/>
      <w:r w:rsidRPr="007818BD">
        <w:t>Bri</w:t>
      </w:r>
      <w:r w:rsidRPr="007818BD">
        <w:t>n</w:t>
      </w:r>
      <w:r w:rsidRPr="007818BD">
        <w:t>geret</w:t>
      </w:r>
      <w:proofErr w:type="spellEnd"/>
      <w:r w:rsidRPr="007818BD">
        <w:rPr>
          <w:rStyle w:val="Appelnotedebasdep"/>
        </w:rPr>
        <w:footnoteReference w:id="28"/>
      </w:r>
      <w:r w:rsidR="00E8465A">
        <w:t xml:space="preserve">, </w:t>
      </w:r>
      <w:r w:rsidRPr="007818BD">
        <w:lastRenderedPageBreak/>
        <w:t>affirmant que toutes les langues de la terre étaient connues de la Société authentique de la Rose-Croix</w:t>
      </w:r>
      <w:r w:rsidR="00E8465A">
        <w:t xml:space="preserve">. </w:t>
      </w:r>
      <w:proofErr w:type="spellStart"/>
      <w:r w:rsidRPr="007818BD">
        <w:t>Zanoni</w:t>
      </w:r>
      <w:proofErr w:type="spellEnd"/>
      <w:r w:rsidRPr="007818BD">
        <w:t xml:space="preserve"> a</w:t>
      </w:r>
      <w:r w:rsidRPr="007818BD">
        <w:t>p</w:t>
      </w:r>
      <w:r w:rsidRPr="007818BD">
        <w:t>partenait-il à cette société mystique qui</w:t>
      </w:r>
      <w:r w:rsidR="00E8465A">
        <w:t xml:space="preserve">, </w:t>
      </w:r>
      <w:r w:rsidRPr="007818BD">
        <w:t>dans des siècles plus reculés</w:t>
      </w:r>
      <w:r w:rsidR="00E8465A">
        <w:t xml:space="preserve">, </w:t>
      </w:r>
      <w:r w:rsidRPr="007818BD">
        <w:t>se glorifiait de posséder des secrets dont la pierre phil</w:t>
      </w:r>
      <w:r w:rsidRPr="007818BD">
        <w:t>o</w:t>
      </w:r>
      <w:r w:rsidRPr="007818BD">
        <w:t>sophale était le moindre</w:t>
      </w:r>
      <w:r w:rsidR="00E8465A">
        <w:t xml:space="preserve"> ; </w:t>
      </w:r>
      <w:r w:rsidRPr="007818BD">
        <w:t>qui se considérait comme hér</w:t>
      </w:r>
      <w:r w:rsidRPr="007818BD">
        <w:t>i</w:t>
      </w:r>
      <w:r w:rsidRPr="007818BD">
        <w:t>tière de tout ce qu</w:t>
      </w:r>
      <w:r w:rsidR="00E8465A">
        <w:t>’</w:t>
      </w:r>
      <w:r w:rsidRPr="007818BD">
        <w:t>avaient enseigné les Chaldéens</w:t>
      </w:r>
      <w:r w:rsidR="00E8465A">
        <w:t xml:space="preserve">, </w:t>
      </w:r>
      <w:r w:rsidRPr="007818BD">
        <w:t>les mages</w:t>
      </w:r>
      <w:r w:rsidR="00E8465A">
        <w:t xml:space="preserve">, </w:t>
      </w:r>
      <w:r w:rsidRPr="007818BD">
        <w:t>les gymn</w:t>
      </w:r>
      <w:r w:rsidRPr="007818BD">
        <w:t>o</w:t>
      </w:r>
      <w:r w:rsidRPr="007818BD">
        <w:t>sophistes et les néo-platoniciens</w:t>
      </w:r>
      <w:r w:rsidR="00E8465A">
        <w:t xml:space="preserve">, </w:t>
      </w:r>
      <w:r w:rsidRPr="007818BD">
        <w:t>et qui différait de toutes les autres écoles de magiciens par la pratique de la vertu</w:t>
      </w:r>
      <w:r w:rsidR="00E8465A">
        <w:t xml:space="preserve">, </w:t>
      </w:r>
      <w:r w:rsidRPr="007818BD">
        <w:t>la pureté de sa doctrine et la double base qu</w:t>
      </w:r>
      <w:r w:rsidR="00E8465A">
        <w:t>’</w:t>
      </w:r>
      <w:r w:rsidRPr="007818BD">
        <w:t>elle posait comme indispe</w:t>
      </w:r>
      <w:r w:rsidRPr="007818BD">
        <w:t>n</w:t>
      </w:r>
      <w:r w:rsidRPr="007818BD">
        <w:t>sable à l</w:t>
      </w:r>
      <w:r w:rsidR="00E8465A">
        <w:t>’</w:t>
      </w:r>
      <w:r w:rsidRPr="007818BD">
        <w:t>édifice de toute sagesse</w:t>
      </w:r>
      <w:r w:rsidR="00E8465A">
        <w:t xml:space="preserve">, </w:t>
      </w:r>
      <w:r w:rsidRPr="007818BD">
        <w:t>l</w:t>
      </w:r>
      <w:r w:rsidR="00E8465A">
        <w:t>’</w:t>
      </w:r>
      <w:r w:rsidRPr="007818BD">
        <w:t>asservissement des sens et l</w:t>
      </w:r>
      <w:r w:rsidR="00E8465A">
        <w:t>’</w:t>
      </w:r>
      <w:r w:rsidRPr="007818BD">
        <w:t>ardeur de la foi religieuse</w:t>
      </w:r>
      <w:r w:rsidR="00E8465A">
        <w:t xml:space="preserve"> ? </w:t>
      </w:r>
      <w:r w:rsidRPr="007818BD">
        <w:t>Secte glorieuse</w:t>
      </w:r>
      <w:r w:rsidR="00E8465A">
        <w:t xml:space="preserve">, </w:t>
      </w:r>
      <w:r w:rsidRPr="007818BD">
        <w:t>si elle disait vrai</w:t>
      </w:r>
      <w:r w:rsidR="00E8465A">
        <w:t xml:space="preserve"> ! </w:t>
      </w:r>
      <w:r w:rsidRPr="007818BD">
        <w:t>Et</w:t>
      </w:r>
      <w:r w:rsidR="00E8465A">
        <w:t xml:space="preserve">, </w:t>
      </w:r>
      <w:r w:rsidRPr="007818BD">
        <w:t>en vérité</w:t>
      </w:r>
      <w:r w:rsidR="00E8465A">
        <w:t xml:space="preserve">, </w:t>
      </w:r>
      <w:r w:rsidRPr="007818BD">
        <w:t xml:space="preserve">si </w:t>
      </w:r>
      <w:proofErr w:type="spellStart"/>
      <w:r w:rsidRPr="007818BD">
        <w:t>Zanoni</w:t>
      </w:r>
      <w:proofErr w:type="spellEnd"/>
      <w:r w:rsidRPr="007818BD">
        <w:t xml:space="preserve"> avait une puissance supérieure à la race tout entière des sages ordinaires</w:t>
      </w:r>
      <w:r w:rsidR="00E8465A">
        <w:t xml:space="preserve">, </w:t>
      </w:r>
      <w:r w:rsidRPr="007818BD">
        <w:t>il faut avouer que l</w:t>
      </w:r>
      <w:r w:rsidR="00E8465A">
        <w:t>’</w:t>
      </w:r>
      <w:r w:rsidRPr="007818BD">
        <w:t>usage qu</w:t>
      </w:r>
      <w:r w:rsidR="00E8465A">
        <w:t>’</w:t>
      </w:r>
      <w:r w:rsidRPr="007818BD">
        <w:t>il en faisait n</w:t>
      </w:r>
      <w:r w:rsidR="00E8465A">
        <w:t>’</w:t>
      </w:r>
      <w:r w:rsidRPr="007818BD">
        <w:t>était pas indigne d</w:t>
      </w:r>
      <w:r w:rsidR="00E8465A">
        <w:t>’</w:t>
      </w:r>
      <w:r w:rsidRPr="007818BD">
        <w:t>un pouvoir aussi étendu</w:t>
      </w:r>
      <w:r w:rsidR="00E8465A">
        <w:t xml:space="preserve">. </w:t>
      </w:r>
      <w:r w:rsidRPr="007818BD">
        <w:t>Le peu qu</w:t>
      </w:r>
      <w:r w:rsidR="00E8465A">
        <w:t>’</w:t>
      </w:r>
      <w:r w:rsidRPr="007818BD">
        <w:t>on s</w:t>
      </w:r>
      <w:r w:rsidRPr="007818BD">
        <w:t>a</w:t>
      </w:r>
      <w:r w:rsidRPr="007818BD">
        <w:t>vait de sa vie était en sa faveur</w:t>
      </w:r>
      <w:r w:rsidR="00E8465A">
        <w:t xml:space="preserve">. </w:t>
      </w:r>
      <w:r w:rsidRPr="007818BD">
        <w:t>On citait des actes</w:t>
      </w:r>
      <w:r w:rsidR="00E8465A">
        <w:t xml:space="preserve">, </w:t>
      </w:r>
      <w:r w:rsidRPr="007818BD">
        <w:t>non pas d</w:t>
      </w:r>
      <w:r w:rsidR="00E8465A">
        <w:t>’</w:t>
      </w:r>
      <w:r w:rsidRPr="007818BD">
        <w:t>une générosité sans di</w:t>
      </w:r>
      <w:r w:rsidRPr="007818BD">
        <w:t>s</w:t>
      </w:r>
      <w:r w:rsidRPr="007818BD">
        <w:t>cernement</w:t>
      </w:r>
      <w:r w:rsidR="00E8465A">
        <w:t xml:space="preserve">, </w:t>
      </w:r>
      <w:r w:rsidRPr="007818BD">
        <w:t>mais d</w:t>
      </w:r>
      <w:r w:rsidR="00E8465A">
        <w:t>’</w:t>
      </w:r>
      <w:r w:rsidRPr="007818BD">
        <w:t>une judicieuse bienfaisance</w:t>
      </w:r>
      <w:r w:rsidR="00E8465A">
        <w:t xml:space="preserve">. </w:t>
      </w:r>
      <w:r w:rsidRPr="007818BD">
        <w:t>Toutefois</w:t>
      </w:r>
      <w:r w:rsidR="00E8465A">
        <w:t xml:space="preserve">, </w:t>
      </w:r>
      <w:r w:rsidRPr="007818BD">
        <w:t>en les rappelant</w:t>
      </w:r>
      <w:r w:rsidR="00E8465A">
        <w:t xml:space="preserve">, </w:t>
      </w:r>
      <w:r w:rsidRPr="007818BD">
        <w:t>les narrateurs s</w:t>
      </w:r>
      <w:r w:rsidRPr="007818BD">
        <w:t>e</w:t>
      </w:r>
      <w:r w:rsidRPr="007818BD">
        <w:t>couaient la tête</w:t>
      </w:r>
      <w:r w:rsidR="00E8465A">
        <w:t xml:space="preserve">, </w:t>
      </w:r>
      <w:r w:rsidRPr="007818BD">
        <w:t>et demandaient avec surprise comment un étranger pouvait posséder une connaissance</w:t>
      </w:r>
      <w:r w:rsidR="00E8465A">
        <w:t>-</w:t>
      </w:r>
      <w:r w:rsidRPr="007818BD">
        <w:t>aussi circonsta</w:t>
      </w:r>
      <w:r w:rsidRPr="007818BD">
        <w:t>n</w:t>
      </w:r>
      <w:r w:rsidRPr="007818BD">
        <w:t>ciée des misères obscures et secrètes qu</w:t>
      </w:r>
      <w:r w:rsidR="00E8465A">
        <w:t>’</w:t>
      </w:r>
      <w:r w:rsidRPr="007818BD">
        <w:t>il avait soulagées</w:t>
      </w:r>
      <w:r w:rsidR="00E8465A">
        <w:t xml:space="preserve">. </w:t>
      </w:r>
      <w:r w:rsidRPr="007818BD">
        <w:t>Deux ou trois malades</w:t>
      </w:r>
      <w:r w:rsidR="00E8465A">
        <w:t xml:space="preserve">, </w:t>
      </w:r>
      <w:r w:rsidRPr="007818BD">
        <w:t>abandonnés de tous les médecins</w:t>
      </w:r>
      <w:r w:rsidR="00E8465A">
        <w:t xml:space="preserve">, </w:t>
      </w:r>
      <w:r w:rsidRPr="007818BD">
        <w:t>étaient v</w:t>
      </w:r>
      <w:r w:rsidRPr="007818BD">
        <w:t>e</w:t>
      </w:r>
      <w:r w:rsidRPr="007818BD">
        <w:t>nus le consulter et avaient obtenu de lui une entrevue secrète</w:t>
      </w:r>
      <w:r w:rsidR="00E8465A">
        <w:t xml:space="preserve">. </w:t>
      </w:r>
      <w:r w:rsidRPr="007818BD">
        <w:t>Ils s</w:t>
      </w:r>
      <w:r w:rsidR="00E8465A">
        <w:t>’</w:t>
      </w:r>
      <w:r w:rsidRPr="007818BD">
        <w:t>étaient rétablis</w:t>
      </w:r>
      <w:r w:rsidR="00E8465A">
        <w:t xml:space="preserve">, </w:t>
      </w:r>
      <w:r w:rsidRPr="007818BD">
        <w:t>ils lui avaient attribué leur guérison</w:t>
      </w:r>
      <w:r w:rsidR="00E8465A">
        <w:t xml:space="preserve"> ; </w:t>
      </w:r>
      <w:r w:rsidRPr="007818BD">
        <w:t>et c</w:t>
      </w:r>
      <w:r w:rsidRPr="007818BD">
        <w:t>e</w:t>
      </w:r>
      <w:r w:rsidRPr="007818BD">
        <w:t>pendant ils ne pouvaient dire par quels méd</w:t>
      </w:r>
      <w:r w:rsidRPr="007818BD">
        <w:t>i</w:t>
      </w:r>
      <w:r w:rsidRPr="007818BD">
        <w:t>caments ils avaient été sauvés</w:t>
      </w:r>
      <w:r w:rsidR="00E8465A">
        <w:t xml:space="preserve">. </w:t>
      </w:r>
      <w:r w:rsidRPr="007818BD">
        <w:t>Tout ce qu</w:t>
      </w:r>
      <w:r w:rsidR="00E8465A">
        <w:t>’</w:t>
      </w:r>
      <w:r w:rsidRPr="007818BD">
        <w:t>ils pouvaient certifier</w:t>
      </w:r>
      <w:r w:rsidR="00E8465A">
        <w:t xml:space="preserve">, </w:t>
      </w:r>
      <w:r w:rsidRPr="007818BD">
        <w:t>c</w:t>
      </w:r>
      <w:r w:rsidR="00E8465A">
        <w:t>’</w:t>
      </w:r>
      <w:r w:rsidRPr="007818BD">
        <w:t>est qu</w:t>
      </w:r>
      <w:r w:rsidR="00E8465A">
        <w:t>’</w:t>
      </w:r>
      <w:r w:rsidRPr="007818BD">
        <w:t>il était v</w:t>
      </w:r>
      <w:r w:rsidRPr="007818BD">
        <w:t>e</w:t>
      </w:r>
      <w:r w:rsidRPr="007818BD">
        <w:t>nu</w:t>
      </w:r>
      <w:r w:rsidR="00E8465A">
        <w:t xml:space="preserve">, </w:t>
      </w:r>
      <w:r w:rsidRPr="007818BD">
        <w:t>qu</w:t>
      </w:r>
      <w:r w:rsidR="00E8465A">
        <w:t>’</w:t>
      </w:r>
      <w:r w:rsidRPr="007818BD">
        <w:t>il avait conversé avec eux</w:t>
      </w:r>
      <w:r w:rsidR="00E8465A">
        <w:t xml:space="preserve">, </w:t>
      </w:r>
      <w:r w:rsidRPr="007818BD">
        <w:t>et qu</w:t>
      </w:r>
      <w:r w:rsidR="00E8465A">
        <w:t>’</w:t>
      </w:r>
      <w:r w:rsidRPr="007818BD">
        <w:t>ils avaient recouvré la santé</w:t>
      </w:r>
      <w:r w:rsidR="00E8465A">
        <w:t xml:space="preserve">, </w:t>
      </w:r>
      <w:r w:rsidRPr="007818BD">
        <w:t>ordinairement après un long et profond sommeil</w:t>
      </w:r>
      <w:r w:rsidR="00E8465A">
        <w:t xml:space="preserve">. </w:t>
      </w:r>
      <w:r w:rsidRPr="007818BD">
        <w:t>On commençait aussi à remarquer une autre circonsta</w:t>
      </w:r>
      <w:r w:rsidRPr="007818BD">
        <w:t>n</w:t>
      </w:r>
      <w:r w:rsidRPr="007818BD">
        <w:t>ce qui était à son éloge</w:t>
      </w:r>
      <w:r w:rsidR="00E8465A">
        <w:t xml:space="preserve">. </w:t>
      </w:r>
      <w:r w:rsidRPr="007818BD">
        <w:t>Ceux dont il faisait sa société</w:t>
      </w:r>
      <w:r w:rsidR="00E8465A">
        <w:t>-</w:t>
      </w:r>
      <w:r w:rsidRPr="007818BD">
        <w:t>ordinaire</w:t>
      </w:r>
      <w:r w:rsidR="00E8465A">
        <w:t xml:space="preserve">, </w:t>
      </w:r>
      <w:r w:rsidRPr="007818BD">
        <w:t>la jeunesse légère</w:t>
      </w:r>
      <w:r w:rsidR="00E8465A">
        <w:t xml:space="preserve">, </w:t>
      </w:r>
      <w:r w:rsidRPr="007818BD">
        <w:t>dissipée et étourdie</w:t>
      </w:r>
      <w:r w:rsidR="00E8465A">
        <w:t xml:space="preserve">, </w:t>
      </w:r>
      <w:r w:rsidRPr="007818BD">
        <w:t>les pécheurs et les publicains du monde élégant</w:t>
      </w:r>
      <w:r w:rsidR="00E8465A">
        <w:t xml:space="preserve">, </w:t>
      </w:r>
      <w:r w:rsidRPr="007818BD">
        <w:t>tous semblaient rapidement</w:t>
      </w:r>
      <w:r w:rsidR="00E8465A">
        <w:t xml:space="preserve">, </w:t>
      </w:r>
      <w:r w:rsidRPr="007818BD">
        <w:t>et sans s</w:t>
      </w:r>
      <w:r w:rsidR="00E8465A">
        <w:t>’</w:t>
      </w:r>
      <w:r w:rsidRPr="007818BD">
        <w:t>en ape</w:t>
      </w:r>
      <w:r w:rsidRPr="007818BD">
        <w:t>r</w:t>
      </w:r>
      <w:r w:rsidRPr="007818BD">
        <w:t>cevoir</w:t>
      </w:r>
      <w:r w:rsidR="00E8465A">
        <w:t xml:space="preserve">, </w:t>
      </w:r>
      <w:r w:rsidRPr="007818BD">
        <w:t xml:space="preserve">ouvrir les yeux et le cœur à des </w:t>
      </w:r>
      <w:r w:rsidRPr="007818BD">
        <w:lastRenderedPageBreak/>
        <w:t>pensées plus pures et à une vie plus régulière</w:t>
      </w:r>
      <w:r w:rsidR="00E8465A">
        <w:t xml:space="preserve">. </w:t>
      </w:r>
      <w:proofErr w:type="spellStart"/>
      <w:r w:rsidRPr="007818BD">
        <w:t>Cetoxa</w:t>
      </w:r>
      <w:proofErr w:type="spellEnd"/>
      <w:r w:rsidRPr="007818BD">
        <w:t xml:space="preserve"> lui-même</w:t>
      </w:r>
      <w:r w:rsidR="00E8465A">
        <w:t xml:space="preserve">, </w:t>
      </w:r>
      <w:r w:rsidRPr="007818BD">
        <w:t>le roi de la galanterie</w:t>
      </w:r>
      <w:r w:rsidR="00E8465A">
        <w:t xml:space="preserve">, </w:t>
      </w:r>
      <w:r w:rsidRPr="007818BD">
        <w:t>des duels et du jeu</w:t>
      </w:r>
      <w:r w:rsidR="00E8465A">
        <w:t xml:space="preserve">, </w:t>
      </w:r>
      <w:r w:rsidRPr="007818BD">
        <w:t>n</w:t>
      </w:r>
      <w:r w:rsidR="00E8465A">
        <w:t>’</w:t>
      </w:r>
      <w:r w:rsidRPr="007818BD">
        <w:t xml:space="preserve">était plus le même depuis la nuit dont il avait raconté à </w:t>
      </w:r>
      <w:proofErr w:type="spellStart"/>
      <w:r w:rsidRPr="007818BD">
        <w:t>Glyndon</w:t>
      </w:r>
      <w:proofErr w:type="spellEnd"/>
      <w:r w:rsidRPr="007818BD">
        <w:t xml:space="preserve"> les événements singuliers</w:t>
      </w:r>
      <w:r w:rsidR="00E8465A">
        <w:t xml:space="preserve">. </w:t>
      </w:r>
      <w:r w:rsidRPr="007818BD">
        <w:t>Le premier symptôme de sa conversion fut son absence des maisons de jeu</w:t>
      </w:r>
      <w:r w:rsidR="00E8465A">
        <w:t xml:space="preserve"> ; </w:t>
      </w:r>
      <w:r w:rsidRPr="007818BD">
        <w:t>le second</w:t>
      </w:r>
      <w:r w:rsidR="00E8465A">
        <w:t xml:space="preserve">, </w:t>
      </w:r>
      <w:r w:rsidRPr="007818BD">
        <w:t>sa réconciliation publique avec un ennemi héréditaire de sa famille</w:t>
      </w:r>
      <w:r w:rsidR="00E8465A">
        <w:t xml:space="preserve">, </w:t>
      </w:r>
      <w:r w:rsidRPr="007818BD">
        <w:t>qu</w:t>
      </w:r>
      <w:r w:rsidR="00E8465A">
        <w:t>’</w:t>
      </w:r>
      <w:r w:rsidRPr="007818BD">
        <w:t>il avait cherché constamment depuis six ans à entraîner dans une querelle d</w:t>
      </w:r>
      <w:r w:rsidR="00E8465A">
        <w:t>’</w:t>
      </w:r>
      <w:r w:rsidRPr="007818BD">
        <w:t>une nature telle qu</w:t>
      </w:r>
      <w:r w:rsidR="00E8465A">
        <w:t>’</w:t>
      </w:r>
      <w:r w:rsidRPr="007818BD">
        <w:t xml:space="preserve">elle ne se pût terminer que par sa botte inimitable de la </w:t>
      </w:r>
      <w:proofErr w:type="spellStart"/>
      <w:r w:rsidRPr="007818BD">
        <w:rPr>
          <w:i/>
          <w:iCs/>
        </w:rPr>
        <w:t>stoccata</w:t>
      </w:r>
      <w:proofErr w:type="spellEnd"/>
      <w:r w:rsidR="00E8465A">
        <w:t xml:space="preserve">. </w:t>
      </w:r>
      <w:r w:rsidRPr="007818BD">
        <w:t xml:space="preserve">Quand </w:t>
      </w:r>
      <w:proofErr w:type="spellStart"/>
      <w:r w:rsidRPr="007818BD">
        <w:t>C</w:t>
      </w:r>
      <w:r w:rsidRPr="007818BD">
        <w:t>e</w:t>
      </w:r>
      <w:r w:rsidRPr="007818BD">
        <w:t>toxa</w:t>
      </w:r>
      <w:proofErr w:type="spellEnd"/>
      <w:r w:rsidRPr="007818BD">
        <w:t xml:space="preserve"> et ses jeunes compagnons parlaient de </w:t>
      </w:r>
      <w:proofErr w:type="spellStart"/>
      <w:r w:rsidRPr="007818BD">
        <w:t>Zanoni</w:t>
      </w:r>
      <w:proofErr w:type="spellEnd"/>
      <w:r w:rsidR="00E8465A">
        <w:t xml:space="preserve">, </w:t>
      </w:r>
      <w:r w:rsidRPr="007818BD">
        <w:t>il ne parai</w:t>
      </w:r>
      <w:r w:rsidRPr="007818BD">
        <w:t>s</w:t>
      </w:r>
      <w:r w:rsidRPr="007818BD">
        <w:t>sait pas que ce changement eût été produit par des avertiss</w:t>
      </w:r>
      <w:r w:rsidRPr="007818BD">
        <w:t>e</w:t>
      </w:r>
      <w:r w:rsidRPr="007818BD">
        <w:t>ments ou des remontrances plus ou moins sévères</w:t>
      </w:r>
      <w:r w:rsidR="00E8465A">
        <w:t xml:space="preserve">. </w:t>
      </w:r>
      <w:r w:rsidRPr="007818BD">
        <w:t>Tous le r</w:t>
      </w:r>
      <w:r w:rsidRPr="007818BD">
        <w:t>e</w:t>
      </w:r>
      <w:r w:rsidRPr="007818BD">
        <w:t>présentaient comme ami du plaisir</w:t>
      </w:r>
      <w:r w:rsidR="00E8465A">
        <w:t xml:space="preserve">, </w:t>
      </w:r>
      <w:r w:rsidRPr="007818BD">
        <w:t>exempt de toute roideur dans les manières</w:t>
      </w:r>
      <w:r w:rsidR="00E8465A">
        <w:t xml:space="preserve"> ; </w:t>
      </w:r>
      <w:r w:rsidRPr="007818BD">
        <w:t>pas précisément gai</w:t>
      </w:r>
      <w:r w:rsidR="00E8465A">
        <w:t xml:space="preserve">, </w:t>
      </w:r>
      <w:r w:rsidRPr="007818BD">
        <w:t>mais d</w:t>
      </w:r>
      <w:r w:rsidR="00E8465A">
        <w:t>’</w:t>
      </w:r>
      <w:r w:rsidRPr="007818BD">
        <w:t>une humeur égale</w:t>
      </w:r>
      <w:r w:rsidR="00E8465A">
        <w:t xml:space="preserve">, </w:t>
      </w:r>
      <w:r w:rsidRPr="007818BD">
        <w:t>sereine</w:t>
      </w:r>
      <w:r w:rsidR="00E8465A">
        <w:t xml:space="preserve">, </w:t>
      </w:r>
      <w:r w:rsidRPr="007818BD">
        <w:t>enjouée</w:t>
      </w:r>
      <w:r w:rsidR="00E8465A">
        <w:t xml:space="preserve">, </w:t>
      </w:r>
      <w:r w:rsidRPr="007818BD">
        <w:t>toujours disposé à écouter la convers</w:t>
      </w:r>
      <w:r w:rsidRPr="007818BD">
        <w:t>a</w:t>
      </w:r>
      <w:r w:rsidRPr="007818BD">
        <w:t>tion des autres</w:t>
      </w:r>
      <w:r w:rsidR="00E8465A">
        <w:t xml:space="preserve">, </w:t>
      </w:r>
      <w:r w:rsidRPr="007818BD">
        <w:t>si insignifiante qu</w:t>
      </w:r>
      <w:r w:rsidR="00E8465A">
        <w:t>’</w:t>
      </w:r>
      <w:r w:rsidRPr="007818BD">
        <w:t>elle fût</w:t>
      </w:r>
      <w:r w:rsidR="00E8465A">
        <w:t xml:space="preserve">, </w:t>
      </w:r>
      <w:r w:rsidRPr="007818BD">
        <w:t>ou à charmer toutes les oreilles par un fonds inépuisable d</w:t>
      </w:r>
      <w:r w:rsidR="00E8465A">
        <w:t>’</w:t>
      </w:r>
      <w:r w:rsidRPr="007818BD">
        <w:t>anecdotes brillantes et d</w:t>
      </w:r>
      <w:r w:rsidR="00E8465A">
        <w:t>’</w:t>
      </w:r>
      <w:r w:rsidRPr="007818BD">
        <w:t>expérience de la vie</w:t>
      </w:r>
      <w:r w:rsidR="00E8465A">
        <w:t xml:space="preserve">. </w:t>
      </w:r>
      <w:r w:rsidRPr="007818BD">
        <w:t>Toutes les Coutumes</w:t>
      </w:r>
      <w:r w:rsidR="00E8465A">
        <w:t xml:space="preserve">, </w:t>
      </w:r>
      <w:r w:rsidRPr="007818BD">
        <w:t>toutes les nations</w:t>
      </w:r>
      <w:r w:rsidR="00E8465A">
        <w:t xml:space="preserve">, </w:t>
      </w:r>
      <w:r w:rsidRPr="007818BD">
        <w:t>tous les rangs de la société</w:t>
      </w:r>
      <w:r w:rsidR="00E8465A">
        <w:t xml:space="preserve">, </w:t>
      </w:r>
      <w:r w:rsidRPr="007818BD">
        <w:t>semblaient lui être familiers</w:t>
      </w:r>
      <w:r w:rsidR="00E8465A">
        <w:t xml:space="preserve">. </w:t>
      </w:r>
      <w:r w:rsidRPr="007818BD">
        <w:t>Il ne se renfermait dans la réserve la plus discr</w:t>
      </w:r>
      <w:r w:rsidRPr="007818BD">
        <w:t>è</w:t>
      </w:r>
      <w:r w:rsidRPr="007818BD">
        <w:t>te que lorsqu</w:t>
      </w:r>
      <w:r w:rsidR="00E8465A">
        <w:t>’</w:t>
      </w:r>
      <w:r w:rsidRPr="007818BD">
        <w:t>on risquait quelque allusion sur son origine ou sur son histoire</w:t>
      </w:r>
      <w:r w:rsidR="00E8465A">
        <w:t xml:space="preserve">. </w:t>
      </w:r>
      <w:r w:rsidRPr="007818BD">
        <w:t>L</w:t>
      </w:r>
      <w:r w:rsidR="00E8465A">
        <w:t>’</w:t>
      </w:r>
      <w:r w:rsidRPr="007818BD">
        <w:t xml:space="preserve">opinion la plus générale sur le premier de ces </w:t>
      </w:r>
      <w:proofErr w:type="spellStart"/>
      <w:r w:rsidRPr="007818BD">
        <w:t>deux-points</w:t>
      </w:r>
      <w:proofErr w:type="spellEnd"/>
      <w:r w:rsidRPr="007818BD">
        <w:t xml:space="preserve"> semblait aussi la plus plausible</w:t>
      </w:r>
      <w:r w:rsidR="00E8465A">
        <w:t xml:space="preserve">. </w:t>
      </w:r>
      <w:r w:rsidRPr="007818BD">
        <w:t>Ses richesses</w:t>
      </w:r>
      <w:r w:rsidR="00E8465A">
        <w:t xml:space="preserve">, </w:t>
      </w:r>
      <w:r w:rsidRPr="007818BD">
        <w:t>sa profonde connaissance des la</w:t>
      </w:r>
      <w:r w:rsidRPr="007818BD">
        <w:t>n</w:t>
      </w:r>
      <w:r w:rsidRPr="007818BD">
        <w:t>gues orientales</w:t>
      </w:r>
      <w:r w:rsidR="00E8465A">
        <w:t xml:space="preserve">, </w:t>
      </w:r>
      <w:r w:rsidRPr="007818BD">
        <w:t>son séjour dans les Indes</w:t>
      </w:r>
      <w:r w:rsidR="00E8465A">
        <w:t xml:space="preserve">, </w:t>
      </w:r>
      <w:r w:rsidRPr="007818BD">
        <w:t>une certaine gravité qui ne l</w:t>
      </w:r>
      <w:r w:rsidR="00E8465A">
        <w:t>’</w:t>
      </w:r>
      <w:r w:rsidRPr="007818BD">
        <w:t>abandonnait jamais</w:t>
      </w:r>
      <w:r w:rsidR="00E8465A">
        <w:t xml:space="preserve">, </w:t>
      </w:r>
      <w:r w:rsidRPr="007818BD">
        <w:t>même à ses heures les plus famili</w:t>
      </w:r>
      <w:r w:rsidRPr="007818BD">
        <w:t>è</w:t>
      </w:r>
      <w:r w:rsidRPr="007818BD">
        <w:t>res et les plus enjouées</w:t>
      </w:r>
      <w:r w:rsidR="00E8465A">
        <w:t xml:space="preserve"> ; </w:t>
      </w:r>
      <w:r w:rsidRPr="007818BD">
        <w:t>l</w:t>
      </w:r>
      <w:r w:rsidR="00E8465A">
        <w:t>’</w:t>
      </w:r>
      <w:r w:rsidRPr="007818BD">
        <w:t>éclat de son œil noir et de sa chevelure d</w:t>
      </w:r>
      <w:r w:rsidR="00E8465A">
        <w:t>’</w:t>
      </w:r>
      <w:r w:rsidRPr="007818BD">
        <w:t>ébène</w:t>
      </w:r>
      <w:r w:rsidR="00E8465A">
        <w:t xml:space="preserve">, </w:t>
      </w:r>
      <w:r w:rsidRPr="007818BD">
        <w:t>et même les particularités de sa conformation</w:t>
      </w:r>
      <w:r w:rsidR="00E8465A">
        <w:t xml:space="preserve">, </w:t>
      </w:r>
      <w:r w:rsidRPr="007818BD">
        <w:t>la fine</w:t>
      </w:r>
      <w:r w:rsidRPr="007818BD">
        <w:t>s</w:t>
      </w:r>
      <w:r w:rsidRPr="007818BD">
        <w:t>se de sa main</w:t>
      </w:r>
      <w:r w:rsidR="00E8465A">
        <w:t xml:space="preserve">, </w:t>
      </w:r>
      <w:r w:rsidRPr="007818BD">
        <w:t>le tour arabe de sa noble tête</w:t>
      </w:r>
      <w:r w:rsidR="00E8465A">
        <w:t xml:space="preserve">, </w:t>
      </w:r>
      <w:r w:rsidRPr="007818BD">
        <w:t>tout semblait rév</w:t>
      </w:r>
      <w:r w:rsidRPr="007818BD">
        <w:t>é</w:t>
      </w:r>
      <w:r w:rsidRPr="007818BD">
        <w:t>ler en lui un fils de l</w:t>
      </w:r>
      <w:r w:rsidR="00E8465A">
        <w:t>’</w:t>
      </w:r>
      <w:r w:rsidRPr="007818BD">
        <w:t>Orient</w:t>
      </w:r>
      <w:r w:rsidR="00E8465A">
        <w:t xml:space="preserve"> ; </w:t>
      </w:r>
      <w:r w:rsidRPr="007818BD">
        <w:t>enfin</w:t>
      </w:r>
      <w:r w:rsidR="00E8465A">
        <w:t xml:space="preserve">, </w:t>
      </w:r>
      <w:r w:rsidRPr="007818BD">
        <w:t>un adepte des langues sém</w:t>
      </w:r>
      <w:r w:rsidRPr="007818BD">
        <w:t>i</w:t>
      </w:r>
      <w:r w:rsidRPr="007818BD">
        <w:t xml:space="preserve">tiques avait cherché à ramener le nom même de </w:t>
      </w:r>
      <w:proofErr w:type="spellStart"/>
      <w:r w:rsidRPr="007818BD">
        <w:t>Zanoni</w:t>
      </w:r>
      <w:proofErr w:type="spellEnd"/>
      <w:r w:rsidR="00E8465A">
        <w:t xml:space="preserve">, </w:t>
      </w:r>
      <w:r w:rsidRPr="007818BD">
        <w:t xml:space="preserve">porté dans le </w:t>
      </w:r>
      <w:r w:rsidRPr="007818BD">
        <w:lastRenderedPageBreak/>
        <w:t>siècle précédent par un naturaliste inoffensif de Bol</w:t>
      </w:r>
      <w:r w:rsidRPr="007818BD">
        <w:t>o</w:t>
      </w:r>
      <w:r w:rsidRPr="007818BD">
        <w:t>gne</w:t>
      </w:r>
      <w:r w:rsidRPr="007818BD">
        <w:rPr>
          <w:rStyle w:val="Appelnotedebasdep"/>
        </w:rPr>
        <w:footnoteReference w:id="29"/>
      </w:r>
      <w:r w:rsidR="00E8465A">
        <w:t xml:space="preserve">, </w:t>
      </w:r>
      <w:r w:rsidRPr="007818BD">
        <w:t>aux racines d</w:t>
      </w:r>
      <w:r w:rsidR="00E8465A">
        <w:t>’</w:t>
      </w:r>
      <w:r w:rsidRPr="007818BD">
        <w:t>un idiome disparu</w:t>
      </w:r>
      <w:r w:rsidR="00E8465A">
        <w:t xml:space="preserve">. </w:t>
      </w:r>
      <w:r w:rsidRPr="007818BD">
        <w:rPr>
          <w:i/>
          <w:iCs/>
        </w:rPr>
        <w:t>Zan</w:t>
      </w:r>
      <w:r w:rsidRPr="007818BD">
        <w:t xml:space="preserve"> était incontest</w:t>
      </w:r>
      <w:r w:rsidRPr="007818BD">
        <w:t>a</w:t>
      </w:r>
      <w:r w:rsidRPr="007818BD">
        <w:t>blement le nom chaldéen du soleil</w:t>
      </w:r>
      <w:r w:rsidR="00E8465A">
        <w:t xml:space="preserve">. </w:t>
      </w:r>
      <w:r w:rsidRPr="007818BD">
        <w:t>Les Grecs eux-mêmes</w:t>
      </w:r>
      <w:r w:rsidR="00E8465A">
        <w:t xml:space="preserve">, </w:t>
      </w:r>
      <w:r w:rsidRPr="007818BD">
        <w:t>qui mutilaient tous les noms orientaux</w:t>
      </w:r>
      <w:r w:rsidR="00E8465A">
        <w:t xml:space="preserve">, </w:t>
      </w:r>
      <w:r w:rsidRPr="007818BD">
        <w:t>avaient conservé l</w:t>
      </w:r>
      <w:r w:rsidR="00E8465A">
        <w:t>’</w:t>
      </w:r>
      <w:r w:rsidRPr="007818BD">
        <w:t>étymologie dans ce cas exceptionnel</w:t>
      </w:r>
      <w:r w:rsidR="00E8465A">
        <w:t xml:space="preserve">, </w:t>
      </w:r>
      <w:r w:rsidRPr="007818BD">
        <w:t>ainsi que l</w:t>
      </w:r>
      <w:r w:rsidR="00E8465A">
        <w:t>’</w:t>
      </w:r>
      <w:r w:rsidRPr="007818BD">
        <w:t>atteste l</w:t>
      </w:r>
      <w:r w:rsidR="00E8465A">
        <w:t>’</w:t>
      </w:r>
      <w:r w:rsidRPr="007818BD">
        <w:t>inscription crétoise du tombeau de Zeus</w:t>
      </w:r>
      <w:r w:rsidRPr="007818BD">
        <w:rPr>
          <w:rStyle w:val="Appelnotedebasdep"/>
        </w:rPr>
        <w:footnoteReference w:id="30"/>
      </w:r>
      <w:r w:rsidR="00E8465A">
        <w:t xml:space="preserve">. </w:t>
      </w:r>
      <w:r w:rsidRPr="007818BD">
        <w:t>Quant au reste du nom</w:t>
      </w:r>
      <w:r w:rsidR="00E8465A">
        <w:t xml:space="preserve">, </w:t>
      </w:r>
      <w:r w:rsidRPr="007818BD">
        <w:t xml:space="preserve">Zan ou </w:t>
      </w:r>
      <w:proofErr w:type="spellStart"/>
      <w:r w:rsidRPr="007818BD">
        <w:t>Zaun</w:t>
      </w:r>
      <w:proofErr w:type="spellEnd"/>
      <w:r w:rsidRPr="007818BD">
        <w:t xml:space="preserve"> était fréquemment</w:t>
      </w:r>
      <w:r w:rsidR="00E8465A">
        <w:t xml:space="preserve">, </w:t>
      </w:r>
      <w:r w:rsidRPr="007818BD">
        <w:t>chez les Sidoniens</w:t>
      </w:r>
      <w:r w:rsidR="00E8465A">
        <w:t xml:space="preserve">, </w:t>
      </w:r>
      <w:r w:rsidRPr="007818BD">
        <w:t xml:space="preserve">la préfixe de </w:t>
      </w:r>
      <w:r w:rsidRPr="007818BD">
        <w:rPr>
          <w:i/>
          <w:iCs/>
        </w:rPr>
        <w:t>On</w:t>
      </w:r>
      <w:r w:rsidR="00E8465A">
        <w:t xml:space="preserve">. </w:t>
      </w:r>
      <w:proofErr w:type="spellStart"/>
      <w:r w:rsidRPr="007818BD">
        <w:rPr>
          <w:i/>
          <w:iCs/>
        </w:rPr>
        <w:t>Zanonas</w:t>
      </w:r>
      <w:proofErr w:type="spellEnd"/>
      <w:r w:rsidR="00E8465A">
        <w:t xml:space="preserve">, </w:t>
      </w:r>
      <w:r w:rsidRPr="007818BD">
        <w:t>dont le culte était</w:t>
      </w:r>
      <w:r w:rsidR="00E8465A">
        <w:t xml:space="preserve">, </w:t>
      </w:r>
      <w:r w:rsidRPr="007818BD">
        <w:t>d</w:t>
      </w:r>
      <w:r w:rsidR="00E8465A">
        <w:t>’</w:t>
      </w:r>
      <w:r w:rsidRPr="007818BD">
        <w:t xml:space="preserve">après </w:t>
      </w:r>
      <w:proofErr w:type="spellStart"/>
      <w:r w:rsidRPr="007818BD">
        <w:t>Hésychius</w:t>
      </w:r>
      <w:proofErr w:type="spellEnd"/>
      <w:r w:rsidR="00E8465A">
        <w:t xml:space="preserve">, </w:t>
      </w:r>
      <w:r w:rsidRPr="007818BD">
        <w:t>en honneur à Sidon</w:t>
      </w:r>
      <w:r w:rsidR="00E8465A">
        <w:t xml:space="preserve">, </w:t>
      </w:r>
      <w:r w:rsidRPr="007818BD">
        <w:t>n</w:t>
      </w:r>
      <w:r w:rsidR="00E8465A">
        <w:t>’</w:t>
      </w:r>
      <w:r w:rsidRPr="007818BD">
        <w:t>est a</w:t>
      </w:r>
      <w:r w:rsidRPr="007818BD">
        <w:t>u</w:t>
      </w:r>
      <w:r w:rsidRPr="007818BD">
        <w:t>tre qu</w:t>
      </w:r>
      <w:r w:rsidR="00E8465A">
        <w:t>’</w:t>
      </w:r>
      <w:r w:rsidRPr="007818BD">
        <w:t>Adonis</w:t>
      </w:r>
      <w:r w:rsidR="00E8465A">
        <w:t>.</w:t>
      </w:r>
    </w:p>
    <w:p w14:paraId="194ADD81" w14:textId="16D6E37A" w:rsidR="00E0544E" w:rsidRPr="007818BD" w:rsidRDefault="00E0544E" w:rsidP="00E0544E">
      <w:proofErr w:type="spellStart"/>
      <w:r w:rsidRPr="007818BD">
        <w:t>Mervale</w:t>
      </w:r>
      <w:proofErr w:type="spellEnd"/>
      <w:r w:rsidRPr="007818BD">
        <w:t xml:space="preserve"> écouta avec une profonde attention cette savante et triomphante dérivation</w:t>
      </w:r>
      <w:r w:rsidR="00E8465A">
        <w:t xml:space="preserve">, </w:t>
      </w:r>
      <w:r w:rsidRPr="007818BD">
        <w:t>et remarqua qu</w:t>
      </w:r>
      <w:r w:rsidR="00E8465A">
        <w:t>’</w:t>
      </w:r>
      <w:r w:rsidRPr="007818BD">
        <w:t>il allait commun</w:t>
      </w:r>
      <w:r w:rsidRPr="007818BD">
        <w:t>i</w:t>
      </w:r>
      <w:r w:rsidRPr="007818BD">
        <w:t>quer à l</w:t>
      </w:r>
      <w:r w:rsidR="00E8465A">
        <w:t>’</w:t>
      </w:r>
      <w:r w:rsidRPr="007818BD">
        <w:t>auditoire une découverte d</w:t>
      </w:r>
      <w:r w:rsidR="00E8465A">
        <w:t>’</w:t>
      </w:r>
      <w:r w:rsidRPr="007818BD">
        <w:t>érudition qu</w:t>
      </w:r>
      <w:r w:rsidR="00E8465A">
        <w:t>’</w:t>
      </w:r>
      <w:r w:rsidRPr="007818BD">
        <w:t>il avait faite d</w:t>
      </w:r>
      <w:r w:rsidRPr="007818BD">
        <w:t>e</w:t>
      </w:r>
      <w:r w:rsidRPr="007818BD">
        <w:t>puis longtemps</w:t>
      </w:r>
      <w:r w:rsidR="00E8465A">
        <w:t xml:space="preserve">, </w:t>
      </w:r>
      <w:r w:rsidRPr="007818BD">
        <w:t>à savoir que la nombreuse famille anglaise des Smith descendait incontestablement d</w:t>
      </w:r>
      <w:r w:rsidR="00E8465A">
        <w:t>’</w:t>
      </w:r>
      <w:r w:rsidRPr="007818BD">
        <w:t>un prêtre d</w:t>
      </w:r>
      <w:r w:rsidR="00E8465A">
        <w:t>’</w:t>
      </w:r>
      <w:r w:rsidRPr="007818BD">
        <w:t>Apollon phrygien</w:t>
      </w:r>
      <w:r w:rsidR="00E8465A">
        <w:t xml:space="preserve">. </w:t>
      </w:r>
      <w:r w:rsidRPr="007818BD">
        <w:t>En effet</w:t>
      </w:r>
      <w:r w:rsidR="00E8465A">
        <w:t xml:space="preserve">, </w:t>
      </w:r>
      <w:r w:rsidRPr="007818BD">
        <w:t>dit-il</w:t>
      </w:r>
      <w:r w:rsidR="00E8465A">
        <w:t xml:space="preserve">, </w:t>
      </w:r>
      <w:r w:rsidRPr="007818BD">
        <w:t>Apollon ne s</w:t>
      </w:r>
      <w:r w:rsidR="00E8465A">
        <w:t>’</w:t>
      </w:r>
      <w:r w:rsidRPr="007818BD">
        <w:t>appelait-il pas</w:t>
      </w:r>
      <w:r w:rsidR="00E8465A">
        <w:t xml:space="preserve">, </w:t>
      </w:r>
      <w:r w:rsidRPr="007818BD">
        <w:t>en Phr</w:t>
      </w:r>
      <w:r w:rsidRPr="007818BD">
        <w:t>y</w:t>
      </w:r>
      <w:r w:rsidRPr="007818BD">
        <w:t>gie</w:t>
      </w:r>
      <w:r w:rsidR="00E8465A">
        <w:t xml:space="preserve">, </w:t>
      </w:r>
      <w:proofErr w:type="spellStart"/>
      <w:r w:rsidRPr="007818BD">
        <w:t>Sminthée</w:t>
      </w:r>
      <w:proofErr w:type="spellEnd"/>
      <w:r w:rsidR="00E8465A">
        <w:t xml:space="preserve"> ? </w:t>
      </w:r>
      <w:r w:rsidRPr="007818BD">
        <w:t>Les corruptions successives du nom auguste sont évidentes</w:t>
      </w:r>
      <w:r w:rsidR="00E8465A">
        <w:t xml:space="preserve">, </w:t>
      </w:r>
      <w:proofErr w:type="spellStart"/>
      <w:r w:rsidRPr="007818BD">
        <w:t>Sminthée</w:t>
      </w:r>
      <w:proofErr w:type="spellEnd"/>
      <w:r w:rsidR="00E8465A">
        <w:t xml:space="preserve">, </w:t>
      </w:r>
      <w:proofErr w:type="spellStart"/>
      <w:r w:rsidRPr="007818BD">
        <w:t>Smithée</w:t>
      </w:r>
      <w:proofErr w:type="spellEnd"/>
      <w:r w:rsidR="00E8465A">
        <w:t xml:space="preserve">, </w:t>
      </w:r>
      <w:r w:rsidRPr="007818BD">
        <w:t>Smith</w:t>
      </w:r>
      <w:r w:rsidR="00E8465A">
        <w:t>, « </w:t>
      </w:r>
      <w:r w:rsidRPr="007818BD">
        <w:t>Et remarquez</w:t>
      </w:r>
      <w:r w:rsidR="00E8465A">
        <w:t xml:space="preserve">, </w:t>
      </w:r>
      <w:r w:rsidRPr="007818BD">
        <w:t>dit-il</w:t>
      </w:r>
      <w:r w:rsidR="00E8465A">
        <w:t xml:space="preserve">, </w:t>
      </w:r>
      <w:r w:rsidRPr="007818BD">
        <w:t>que</w:t>
      </w:r>
      <w:r w:rsidR="00E8465A">
        <w:t xml:space="preserve">, </w:t>
      </w:r>
      <w:r w:rsidRPr="007818BD">
        <w:t>même aujourd</w:t>
      </w:r>
      <w:r w:rsidR="00E8465A">
        <w:t>’</w:t>
      </w:r>
      <w:r w:rsidRPr="007818BD">
        <w:t>hui</w:t>
      </w:r>
      <w:r w:rsidR="00E8465A">
        <w:t xml:space="preserve">, </w:t>
      </w:r>
      <w:r w:rsidRPr="007818BD">
        <w:t>la branche la plus ancienne de cette illustre famille</w:t>
      </w:r>
      <w:r w:rsidR="00E8465A">
        <w:t xml:space="preserve">, </w:t>
      </w:r>
      <w:r w:rsidRPr="007818BD">
        <w:t>dans son désir instinctif d</w:t>
      </w:r>
      <w:r w:rsidR="00E8465A">
        <w:t>’</w:t>
      </w:r>
      <w:r w:rsidRPr="007818BD">
        <w:t>être au moins d</w:t>
      </w:r>
      <w:r w:rsidR="00E8465A">
        <w:t>’</w:t>
      </w:r>
      <w:r w:rsidRPr="007818BD">
        <w:t>une lettre plus près du titre véritable</w:t>
      </w:r>
      <w:r w:rsidR="00E8465A">
        <w:t xml:space="preserve">, </w:t>
      </w:r>
      <w:r w:rsidRPr="007818BD">
        <w:t xml:space="preserve">prend un plaisir pieux à signer </w:t>
      </w:r>
      <w:proofErr w:type="spellStart"/>
      <w:r w:rsidRPr="007818BD">
        <w:t>Smithe</w:t>
      </w:r>
      <w:proofErr w:type="spellEnd"/>
      <w:r w:rsidR="00E8465A">
        <w:t>. »</w:t>
      </w:r>
    </w:p>
    <w:p w14:paraId="2C9D58EF" w14:textId="77777777" w:rsidR="00E8465A" w:rsidRDefault="00E0544E" w:rsidP="00E0544E">
      <w:r w:rsidRPr="007818BD">
        <w:t>Le philosophe sémitique fut profondément émerveillé de cette découverte</w:t>
      </w:r>
      <w:r w:rsidR="00E8465A">
        <w:t xml:space="preserve">, </w:t>
      </w:r>
      <w:r w:rsidRPr="007818BD">
        <w:t xml:space="preserve">et pria </w:t>
      </w:r>
      <w:proofErr w:type="spellStart"/>
      <w:r w:rsidRPr="007818BD">
        <w:t>Mervale</w:t>
      </w:r>
      <w:proofErr w:type="spellEnd"/>
      <w:r w:rsidRPr="007818BD">
        <w:t xml:space="preserve"> de lui permettre d</w:t>
      </w:r>
      <w:r w:rsidR="00E8465A">
        <w:t>’</w:t>
      </w:r>
      <w:r w:rsidRPr="007818BD">
        <w:t>en prendre note comme d</w:t>
      </w:r>
      <w:r w:rsidR="00E8465A">
        <w:t>’</w:t>
      </w:r>
      <w:r w:rsidRPr="007818BD">
        <w:t>un argument précieux pour un ouvrage qu</w:t>
      </w:r>
      <w:r w:rsidR="00E8465A">
        <w:t>’</w:t>
      </w:r>
      <w:r w:rsidRPr="007818BD">
        <w:t>il était à la veille de publier sur l</w:t>
      </w:r>
      <w:r w:rsidR="00E8465A">
        <w:t>’</w:t>
      </w:r>
      <w:r w:rsidRPr="007818BD">
        <w:t>origine des langues</w:t>
      </w:r>
      <w:r w:rsidR="00E8465A">
        <w:t xml:space="preserve"> ; </w:t>
      </w:r>
      <w:r w:rsidRPr="007818BD">
        <w:lastRenderedPageBreak/>
        <w:t>ouvrage qui d</w:t>
      </w:r>
      <w:r w:rsidRPr="007818BD">
        <w:t>e</w:t>
      </w:r>
      <w:r w:rsidRPr="007818BD">
        <w:t>vait s</w:t>
      </w:r>
      <w:r w:rsidR="00E8465A">
        <w:t>’</w:t>
      </w:r>
      <w:r w:rsidRPr="007818BD">
        <w:t xml:space="preserve">appeler </w:t>
      </w:r>
      <w:r w:rsidRPr="007818BD">
        <w:rPr>
          <w:i/>
          <w:iCs/>
        </w:rPr>
        <w:t>Babel</w:t>
      </w:r>
      <w:r w:rsidR="00E8465A">
        <w:t xml:space="preserve">, </w:t>
      </w:r>
      <w:r w:rsidRPr="007818BD">
        <w:t>et paraître par souscription en trois vol</w:t>
      </w:r>
      <w:r w:rsidRPr="007818BD">
        <w:t>u</w:t>
      </w:r>
      <w:r w:rsidRPr="007818BD">
        <w:t>mes in-quarto</w:t>
      </w:r>
      <w:r w:rsidR="00E8465A">
        <w:t>.</w:t>
      </w:r>
    </w:p>
    <w:p w14:paraId="136A96F5" w14:textId="77777777" w:rsidR="00E8465A" w:rsidRDefault="00E0544E" w:rsidP="00E8465A">
      <w:pPr>
        <w:pStyle w:val="Titre2"/>
        <w:pageBreakBefore/>
      </w:pPr>
      <w:bookmarkStart w:id="18" w:name="_Toc199963067"/>
      <w:r w:rsidRPr="007818BD">
        <w:lastRenderedPageBreak/>
        <w:t>CHAPITRE</w:t>
      </w:r>
      <w:r w:rsidR="00E8465A">
        <w:t xml:space="preserve"> </w:t>
      </w:r>
      <w:r w:rsidRPr="007818BD">
        <w:t>VII</w:t>
      </w:r>
      <w:r w:rsidR="00E8465A">
        <w:t>.</w:t>
      </w:r>
      <w:bookmarkEnd w:id="18"/>
    </w:p>
    <w:p w14:paraId="1CAB517D" w14:textId="51FA54C5" w:rsidR="00E8465A" w:rsidRDefault="00E0544E" w:rsidP="00E0544E">
      <w:pPr>
        <w:pStyle w:val="NormalRetraitGauche4XIndent0"/>
        <w:spacing w:before="0" w:after="0"/>
        <w:rPr>
          <w:rStyle w:val="Taille-1Caracteres"/>
        </w:rPr>
      </w:pPr>
      <w:r w:rsidRPr="007818BD">
        <w:rPr>
          <w:rStyle w:val="Taille-1Caracteres"/>
        </w:rPr>
        <w:t>Apprends à être pauvre d</w:t>
      </w:r>
      <w:r w:rsidR="00E8465A">
        <w:rPr>
          <w:rStyle w:val="Taille-1Caracteres"/>
        </w:rPr>
        <w:t>’</w:t>
      </w:r>
      <w:r w:rsidRPr="007818BD">
        <w:rPr>
          <w:rStyle w:val="Taille-1Caracteres"/>
        </w:rPr>
        <w:t>esprit</w:t>
      </w:r>
      <w:r w:rsidR="00E8465A">
        <w:rPr>
          <w:rStyle w:val="Taille-1Caracteres"/>
        </w:rPr>
        <w:t xml:space="preserve">, </w:t>
      </w:r>
      <w:r w:rsidRPr="007818BD">
        <w:rPr>
          <w:rStyle w:val="Taille-1Caracteres"/>
        </w:rPr>
        <w:t>mon fils</w:t>
      </w:r>
      <w:r w:rsidR="00E8465A">
        <w:rPr>
          <w:rStyle w:val="Taille-1Caracteres"/>
        </w:rPr>
        <w:t xml:space="preserve">, </w:t>
      </w:r>
      <w:r w:rsidRPr="007818BD">
        <w:rPr>
          <w:rStyle w:val="Taille-1Caracteres"/>
        </w:rPr>
        <w:t>si tu veux pénétrer cette nuit sacrée qui environn</w:t>
      </w:r>
      <w:r>
        <w:rPr>
          <w:rStyle w:val="Taille-1Caracteres"/>
        </w:rPr>
        <w:t>e</w:t>
      </w:r>
      <w:r w:rsidRPr="007818BD">
        <w:rPr>
          <w:rStyle w:val="Taille-1Caracteres"/>
        </w:rPr>
        <w:t xml:space="preserve"> la vérité</w:t>
      </w:r>
      <w:r w:rsidR="00E8465A">
        <w:rPr>
          <w:rStyle w:val="Taille-1Caracteres"/>
        </w:rPr>
        <w:t xml:space="preserve">. </w:t>
      </w:r>
      <w:r w:rsidRPr="007818BD">
        <w:rPr>
          <w:rStyle w:val="Taille-1Caracteres"/>
        </w:rPr>
        <w:t>Apprends des sages à ne laisser aux démons aucun pouvoir dans la nature</w:t>
      </w:r>
      <w:r w:rsidR="00E8465A">
        <w:rPr>
          <w:rStyle w:val="Taille-1Caracteres"/>
        </w:rPr>
        <w:t xml:space="preserve">, </w:t>
      </w:r>
      <w:r w:rsidRPr="007818BD">
        <w:rPr>
          <w:rStyle w:val="Taille-1Caracteres"/>
        </w:rPr>
        <w:t>puisque la pierre fatale les a emprisonnés dans l</w:t>
      </w:r>
      <w:r w:rsidR="00E8465A">
        <w:rPr>
          <w:rStyle w:val="Taille-1Caracteres"/>
        </w:rPr>
        <w:t>’</w:t>
      </w:r>
      <w:r w:rsidRPr="007818BD">
        <w:rPr>
          <w:rStyle w:val="Taille-1Caracteres"/>
        </w:rPr>
        <w:t>ultime</w:t>
      </w:r>
      <w:r w:rsidR="00E8465A">
        <w:rPr>
          <w:rStyle w:val="Taille-1Caracteres"/>
        </w:rPr>
        <w:t xml:space="preserve">. </w:t>
      </w:r>
      <w:r w:rsidRPr="007818BD">
        <w:rPr>
          <w:rStyle w:val="Taille-1Caracteres"/>
        </w:rPr>
        <w:t>Apprends des phil</w:t>
      </w:r>
      <w:r w:rsidRPr="007818BD">
        <w:rPr>
          <w:rStyle w:val="Taille-1Caracteres"/>
        </w:rPr>
        <w:t>o</w:t>
      </w:r>
      <w:r w:rsidRPr="007818BD">
        <w:rPr>
          <w:rStyle w:val="Taille-1Caracteres"/>
        </w:rPr>
        <w:t>sophes à rechercher toujours des causes naturelles dans tous les événements extraordinaires</w:t>
      </w:r>
      <w:r w:rsidR="00E8465A">
        <w:rPr>
          <w:rStyle w:val="Taille-1Caracteres"/>
        </w:rPr>
        <w:t xml:space="preserve">, </w:t>
      </w:r>
      <w:r w:rsidRPr="007818BD">
        <w:rPr>
          <w:rStyle w:val="Taille-1Caracteres"/>
        </w:rPr>
        <w:t>et</w:t>
      </w:r>
      <w:r w:rsidR="00E8465A">
        <w:rPr>
          <w:rStyle w:val="Taille-1Caracteres"/>
        </w:rPr>
        <w:t xml:space="preserve">, </w:t>
      </w:r>
      <w:r w:rsidRPr="007818BD">
        <w:rPr>
          <w:rStyle w:val="Taille-1Caracteres"/>
        </w:rPr>
        <w:t>quand ces causes font défaut</w:t>
      </w:r>
      <w:r w:rsidR="00E8465A">
        <w:rPr>
          <w:rStyle w:val="Taille-1Caracteres"/>
        </w:rPr>
        <w:t xml:space="preserve">, </w:t>
      </w:r>
      <w:r w:rsidRPr="007818BD">
        <w:rPr>
          <w:rStyle w:val="Taille-1Caracteres"/>
        </w:rPr>
        <w:t>aie recours à Dieu</w:t>
      </w:r>
      <w:r w:rsidR="00E8465A">
        <w:rPr>
          <w:rStyle w:val="Taille-1Caracteres"/>
        </w:rPr>
        <w:t>.</w:t>
      </w:r>
    </w:p>
    <w:p w14:paraId="4AFAF30E" w14:textId="1169A353" w:rsidR="00E8465A" w:rsidRDefault="00E8465A" w:rsidP="000200A6">
      <w:pPr>
        <w:ind w:firstLine="0"/>
        <w:jc w:val="right"/>
        <w:rPr>
          <w:rStyle w:val="Taille-1Caracteres"/>
        </w:rPr>
      </w:pPr>
      <w:r>
        <w:rPr>
          <w:rStyle w:val="Taille-1Caracteres"/>
        </w:rPr>
        <w:t>(</w:t>
      </w:r>
      <w:r w:rsidR="00E0544E" w:rsidRPr="007818BD">
        <w:rPr>
          <w:rStyle w:val="Taille-1Caracteres"/>
        </w:rPr>
        <w:t xml:space="preserve">Le comte de </w:t>
      </w:r>
      <w:proofErr w:type="spellStart"/>
      <w:r w:rsidR="00E0544E" w:rsidRPr="007818BD">
        <w:rPr>
          <w:rStyle w:val="Taille-1Caracteres"/>
        </w:rPr>
        <w:t>G</w:t>
      </w:r>
      <w:r w:rsidR="00E0544E" w:rsidRPr="007818BD">
        <w:rPr>
          <w:rStyle w:val="Taille-1Caracteres"/>
        </w:rPr>
        <w:t>A</w:t>
      </w:r>
      <w:r w:rsidR="00E0544E" w:rsidRPr="007818BD">
        <w:rPr>
          <w:rStyle w:val="Taille-1Caracteres"/>
        </w:rPr>
        <w:t>BALIS</w:t>
      </w:r>
      <w:proofErr w:type="spellEnd"/>
      <w:r>
        <w:rPr>
          <w:rStyle w:val="Taille-1Caracteres"/>
        </w:rPr>
        <w:t>.)</w:t>
      </w:r>
    </w:p>
    <w:p w14:paraId="169E65EE" w14:textId="77777777" w:rsidR="00E8465A" w:rsidRDefault="00E0544E" w:rsidP="00E0544E">
      <w:r w:rsidRPr="007818BD">
        <w:t>Tout ce que</w:t>
      </w:r>
      <w:r w:rsidR="00E8465A">
        <w:t xml:space="preserve">, </w:t>
      </w:r>
      <w:r w:rsidRPr="007818BD">
        <w:t>dans les promenades et dans les lieux divers qu</w:t>
      </w:r>
      <w:r w:rsidR="00E8465A">
        <w:t>’</w:t>
      </w:r>
      <w:r w:rsidRPr="007818BD">
        <w:t>il fréquentait</w:t>
      </w:r>
      <w:r w:rsidR="00E8465A">
        <w:t xml:space="preserve">, </w:t>
      </w:r>
      <w:proofErr w:type="spellStart"/>
      <w:r>
        <w:t>Glyn</w:t>
      </w:r>
      <w:r w:rsidRPr="007818BD">
        <w:t>don</w:t>
      </w:r>
      <w:proofErr w:type="spellEnd"/>
      <w:r w:rsidRPr="007818BD">
        <w:t xml:space="preserve"> pouvait recueillir de renseignements sur </w:t>
      </w:r>
      <w:proofErr w:type="spellStart"/>
      <w:r w:rsidRPr="007818BD">
        <w:t>Zanoni</w:t>
      </w:r>
      <w:proofErr w:type="spellEnd"/>
      <w:r w:rsidR="00E8465A">
        <w:t xml:space="preserve">, </w:t>
      </w:r>
      <w:r w:rsidRPr="007818BD">
        <w:t>ne le satisfaisait pas</w:t>
      </w:r>
      <w:r w:rsidR="00E8465A">
        <w:t xml:space="preserve">… </w:t>
      </w:r>
      <w:r w:rsidRPr="007818BD">
        <w:t>Cette nuit-là</w:t>
      </w:r>
      <w:r w:rsidR="00E8465A">
        <w:t xml:space="preserve">, </w:t>
      </w:r>
      <w:r w:rsidRPr="007818BD">
        <w:t>Viola ne joua pas</w:t>
      </w:r>
      <w:r w:rsidR="00E8465A">
        <w:t xml:space="preserve"> ; </w:t>
      </w:r>
      <w:r w:rsidRPr="007818BD">
        <w:t>et le lendemain</w:t>
      </w:r>
      <w:r w:rsidR="00E8465A">
        <w:t xml:space="preserve">, </w:t>
      </w:r>
      <w:r w:rsidRPr="007818BD">
        <w:t>poursuivie encore par sa pensée inquiète</w:t>
      </w:r>
      <w:r w:rsidR="00E8465A">
        <w:t xml:space="preserve">, </w:t>
      </w:r>
      <w:r w:rsidRPr="007818BD">
        <w:t>et se sentant peu de goût pour la société d</w:t>
      </w:r>
      <w:r w:rsidR="00E8465A">
        <w:t>’</w:t>
      </w:r>
      <w:r w:rsidRPr="007818BD">
        <w:t>un homme aussi pos</w:t>
      </w:r>
      <w:r w:rsidRPr="007818BD">
        <w:t>i</w:t>
      </w:r>
      <w:r w:rsidRPr="007818BD">
        <w:t xml:space="preserve">tif et aussi sceptique que </w:t>
      </w:r>
      <w:proofErr w:type="spellStart"/>
      <w:r w:rsidRPr="007818BD">
        <w:t>Mervale</w:t>
      </w:r>
      <w:proofErr w:type="spellEnd"/>
      <w:r w:rsidR="00E8465A">
        <w:t xml:space="preserve">, </w:t>
      </w:r>
      <w:proofErr w:type="spellStart"/>
      <w:r w:rsidRPr="007818BD">
        <w:t>Glyndon</w:t>
      </w:r>
      <w:proofErr w:type="spellEnd"/>
      <w:r w:rsidRPr="007818BD">
        <w:t xml:space="preserve"> dirigea sa promen</w:t>
      </w:r>
      <w:r w:rsidRPr="007818BD">
        <w:t>a</w:t>
      </w:r>
      <w:r w:rsidRPr="007818BD">
        <w:t>de rêveuse et solitaire vers les jardins publics</w:t>
      </w:r>
      <w:r w:rsidR="00E8465A">
        <w:t xml:space="preserve">, </w:t>
      </w:r>
      <w:r w:rsidRPr="007818BD">
        <w:t>et s</w:t>
      </w:r>
      <w:r w:rsidR="00E8465A">
        <w:t>’</w:t>
      </w:r>
      <w:r w:rsidRPr="007818BD">
        <w:t>arrêta préc</w:t>
      </w:r>
      <w:r w:rsidRPr="007818BD">
        <w:t>i</w:t>
      </w:r>
      <w:r w:rsidRPr="007818BD">
        <w:t>sément sous l</w:t>
      </w:r>
      <w:r w:rsidR="00E8465A">
        <w:t>’</w:t>
      </w:r>
      <w:r w:rsidRPr="007818BD">
        <w:t>arbre où pour la première fois il avait entendu cette voix qui avait exercé sur son âme une si singulière influe</w:t>
      </w:r>
      <w:r w:rsidRPr="007818BD">
        <w:t>n</w:t>
      </w:r>
      <w:r w:rsidRPr="007818BD">
        <w:t>ce</w:t>
      </w:r>
      <w:r w:rsidR="00E8465A">
        <w:t xml:space="preserve">. </w:t>
      </w:r>
      <w:r w:rsidRPr="007818BD">
        <w:t>Les jardins étaient déserts</w:t>
      </w:r>
      <w:r w:rsidR="00E8465A">
        <w:t xml:space="preserve"> : </w:t>
      </w:r>
      <w:r w:rsidRPr="007818BD">
        <w:t>il se jeta sur l</w:t>
      </w:r>
      <w:r w:rsidR="00E8465A">
        <w:t>’</w:t>
      </w:r>
      <w:r w:rsidRPr="007818BD">
        <w:t>un des bancs pl</w:t>
      </w:r>
      <w:r w:rsidRPr="007818BD">
        <w:t>a</w:t>
      </w:r>
      <w:r w:rsidRPr="007818BD">
        <w:t>cés à l</w:t>
      </w:r>
      <w:r w:rsidR="00E8465A">
        <w:t>’</w:t>
      </w:r>
      <w:r w:rsidRPr="007818BD">
        <w:t>ombre</w:t>
      </w:r>
      <w:r w:rsidR="00E8465A">
        <w:t xml:space="preserve">, </w:t>
      </w:r>
      <w:r w:rsidRPr="007818BD">
        <w:t>et encore une fois</w:t>
      </w:r>
      <w:r w:rsidR="00E8465A">
        <w:t xml:space="preserve">, </w:t>
      </w:r>
      <w:r w:rsidRPr="007818BD">
        <w:t>au milieu de sa rêverie</w:t>
      </w:r>
      <w:r w:rsidR="00E8465A">
        <w:t xml:space="preserve">, </w:t>
      </w:r>
      <w:r w:rsidRPr="007818BD">
        <w:t xml:space="preserve">il se sentit saisi de ce même frisson glacial que </w:t>
      </w:r>
      <w:proofErr w:type="spellStart"/>
      <w:r w:rsidRPr="007818BD">
        <w:t>Zanoni</w:t>
      </w:r>
      <w:proofErr w:type="spellEnd"/>
      <w:r w:rsidRPr="007818BD">
        <w:t xml:space="preserve"> avait si ne</w:t>
      </w:r>
      <w:r w:rsidRPr="007818BD">
        <w:t>t</w:t>
      </w:r>
      <w:r w:rsidRPr="007818BD">
        <w:t>tement dépeint</w:t>
      </w:r>
      <w:r w:rsidR="00E8465A">
        <w:t xml:space="preserve">, </w:t>
      </w:r>
      <w:r w:rsidRPr="007818BD">
        <w:t>et auquel il avait attribué une cause extraord</w:t>
      </w:r>
      <w:r w:rsidRPr="007818BD">
        <w:t>i</w:t>
      </w:r>
      <w:r w:rsidRPr="007818BD">
        <w:t>naire</w:t>
      </w:r>
      <w:r w:rsidR="00E8465A">
        <w:t>.</w:t>
      </w:r>
    </w:p>
    <w:p w14:paraId="3AA3BAA6" w14:textId="77777777" w:rsidR="00E8465A" w:rsidRDefault="00E0544E" w:rsidP="00E0544E">
      <w:r w:rsidRPr="007818BD">
        <w:t>Il se leva brusquement</w:t>
      </w:r>
      <w:r w:rsidR="00E8465A">
        <w:t xml:space="preserve">, </w:t>
      </w:r>
      <w:r w:rsidRPr="007818BD">
        <w:t>et tressaillit en voyant auprès de lui un personnage assez hideux pour être l</w:t>
      </w:r>
      <w:r w:rsidR="00E8465A">
        <w:t>’</w:t>
      </w:r>
      <w:r w:rsidRPr="007818BD">
        <w:t>incarnation d</w:t>
      </w:r>
      <w:r w:rsidR="00E8465A">
        <w:t>’</w:t>
      </w:r>
      <w:r w:rsidRPr="007818BD">
        <w:t xml:space="preserve">un de ces êtres malfaisants dont </w:t>
      </w:r>
      <w:proofErr w:type="spellStart"/>
      <w:r w:rsidRPr="007818BD">
        <w:t>Zanoni</w:t>
      </w:r>
      <w:proofErr w:type="spellEnd"/>
      <w:r w:rsidRPr="007818BD">
        <w:t xml:space="preserve"> avait parlé</w:t>
      </w:r>
      <w:r w:rsidR="00E8465A">
        <w:t xml:space="preserve">. </w:t>
      </w:r>
      <w:r w:rsidRPr="007818BD">
        <w:t>C</w:t>
      </w:r>
      <w:r w:rsidR="00E8465A">
        <w:t>’</w:t>
      </w:r>
      <w:r w:rsidRPr="007818BD">
        <w:t>était un homme p</w:t>
      </w:r>
      <w:r w:rsidRPr="007818BD">
        <w:t>e</w:t>
      </w:r>
      <w:r w:rsidRPr="007818BD">
        <w:t>tit</w:t>
      </w:r>
      <w:r w:rsidR="00E8465A">
        <w:t xml:space="preserve">, </w:t>
      </w:r>
      <w:r w:rsidRPr="007818BD">
        <w:t>vêtu d</w:t>
      </w:r>
      <w:r w:rsidR="00E8465A">
        <w:t>’</w:t>
      </w:r>
      <w:r w:rsidRPr="007818BD">
        <w:t>une manière qui contrastait singulièrement avec la r</w:t>
      </w:r>
      <w:r w:rsidRPr="007818BD">
        <w:t>e</w:t>
      </w:r>
      <w:r w:rsidRPr="007818BD">
        <w:t>cherche particulière à l</w:t>
      </w:r>
      <w:r w:rsidR="00E8465A">
        <w:t>’</w:t>
      </w:r>
      <w:r w:rsidRPr="007818BD">
        <w:t>époque</w:t>
      </w:r>
      <w:r w:rsidR="00E8465A">
        <w:t xml:space="preserve">. </w:t>
      </w:r>
      <w:r w:rsidRPr="007818BD">
        <w:t xml:space="preserve">Il y avait une affectation de simplicité et de pauvreté presque sordide dans </w:t>
      </w:r>
      <w:r w:rsidRPr="007818BD">
        <w:lastRenderedPageBreak/>
        <w:t>le pantalon flo</w:t>
      </w:r>
      <w:r w:rsidRPr="007818BD">
        <w:t>t</w:t>
      </w:r>
      <w:r w:rsidRPr="007818BD">
        <w:t>tant de toile grossière</w:t>
      </w:r>
      <w:r w:rsidR="00E8465A">
        <w:t xml:space="preserve">, </w:t>
      </w:r>
      <w:r w:rsidRPr="007818BD">
        <w:t>dans la veste de bure dont les déchirures paraissaient réellement volontaires</w:t>
      </w:r>
      <w:r w:rsidR="00E8465A">
        <w:t xml:space="preserve">, </w:t>
      </w:r>
      <w:r w:rsidRPr="007818BD">
        <w:t>et dans la chevelure noire et négligée qui s</w:t>
      </w:r>
      <w:r w:rsidR="00E8465A">
        <w:t>’</w:t>
      </w:r>
      <w:r w:rsidRPr="007818BD">
        <w:t>échappait d</w:t>
      </w:r>
      <w:r w:rsidR="00E8465A">
        <w:t>’</w:t>
      </w:r>
      <w:r w:rsidRPr="007818BD">
        <w:t>un bonnet de laine destiné à la cont</w:t>
      </w:r>
      <w:r w:rsidRPr="007818BD">
        <w:t>e</w:t>
      </w:r>
      <w:r w:rsidRPr="007818BD">
        <w:t>nir</w:t>
      </w:r>
      <w:r w:rsidR="00E8465A">
        <w:t xml:space="preserve">. </w:t>
      </w:r>
      <w:r w:rsidRPr="007818BD">
        <w:t>Tous ces détails s</w:t>
      </w:r>
      <w:r w:rsidR="00E8465A">
        <w:t>’</w:t>
      </w:r>
      <w:r w:rsidRPr="007818BD">
        <w:t>accordaient mal avec d</w:t>
      </w:r>
      <w:r w:rsidR="00E8465A">
        <w:t>’</w:t>
      </w:r>
      <w:r w:rsidRPr="007818BD">
        <w:t>autres qui acc</w:t>
      </w:r>
      <w:r w:rsidRPr="007818BD">
        <w:t>u</w:t>
      </w:r>
      <w:r w:rsidRPr="007818BD">
        <w:t>saient une opulence relative</w:t>
      </w:r>
      <w:r w:rsidR="00E8465A">
        <w:t xml:space="preserve">. </w:t>
      </w:r>
      <w:r w:rsidRPr="007818BD">
        <w:t>La chemise</w:t>
      </w:r>
      <w:r w:rsidR="00E8465A">
        <w:t xml:space="preserve">, </w:t>
      </w:r>
      <w:r w:rsidRPr="007818BD">
        <w:t>o</w:t>
      </w:r>
      <w:r w:rsidRPr="007818BD">
        <w:t>u</w:t>
      </w:r>
      <w:r w:rsidRPr="007818BD">
        <w:t>verte à la gorge</w:t>
      </w:r>
      <w:r w:rsidR="00E8465A">
        <w:t xml:space="preserve">, </w:t>
      </w:r>
      <w:r w:rsidRPr="007818BD">
        <w:t>était retenue par une broche de pierres éclatantes</w:t>
      </w:r>
      <w:r w:rsidR="00E8465A">
        <w:t xml:space="preserve">, </w:t>
      </w:r>
      <w:r w:rsidRPr="007818BD">
        <w:t>et deux lou</w:t>
      </w:r>
      <w:r w:rsidRPr="007818BD">
        <w:t>r</w:t>
      </w:r>
      <w:r w:rsidRPr="007818BD">
        <w:t>des chaînes d</w:t>
      </w:r>
      <w:r w:rsidR="00E8465A">
        <w:t>’</w:t>
      </w:r>
      <w:r w:rsidRPr="007818BD">
        <w:t>or annonçaient le luxe prétentieux de deux mo</w:t>
      </w:r>
      <w:r w:rsidRPr="007818BD">
        <w:t>n</w:t>
      </w:r>
      <w:r w:rsidRPr="007818BD">
        <w:t>tres</w:t>
      </w:r>
      <w:r w:rsidR="00E8465A">
        <w:t>.</w:t>
      </w:r>
    </w:p>
    <w:p w14:paraId="41BDBF10" w14:textId="77777777" w:rsidR="00E8465A" w:rsidRDefault="00E0544E" w:rsidP="00E0544E">
      <w:r w:rsidRPr="007818BD">
        <w:t>L</w:t>
      </w:r>
      <w:r w:rsidR="00E8465A">
        <w:t>’</w:t>
      </w:r>
      <w:r w:rsidRPr="007818BD">
        <w:t>ensemble de cet individu</w:t>
      </w:r>
      <w:r w:rsidR="00E8465A">
        <w:t xml:space="preserve">, </w:t>
      </w:r>
      <w:r w:rsidRPr="007818BD">
        <w:t>sinon absolument difforme</w:t>
      </w:r>
      <w:r w:rsidR="00E8465A">
        <w:t xml:space="preserve">, </w:t>
      </w:r>
      <w:r w:rsidRPr="007818BD">
        <w:t>était au moins prodigie</w:t>
      </w:r>
      <w:r w:rsidRPr="007818BD">
        <w:t>u</w:t>
      </w:r>
      <w:r w:rsidRPr="007818BD">
        <w:t>sement déplaisant</w:t>
      </w:r>
      <w:r w:rsidR="00E8465A">
        <w:t xml:space="preserve">. </w:t>
      </w:r>
      <w:r w:rsidRPr="007818BD">
        <w:t>Ses épaules étaient larges et carrées</w:t>
      </w:r>
      <w:r w:rsidR="00E8465A">
        <w:t xml:space="preserve"> ; </w:t>
      </w:r>
      <w:r w:rsidRPr="007818BD">
        <w:t>sa poitrine aplatie</w:t>
      </w:r>
      <w:r w:rsidR="00E8465A">
        <w:t xml:space="preserve">, </w:t>
      </w:r>
      <w:r w:rsidRPr="007818BD">
        <w:t>et comme écrasée</w:t>
      </w:r>
      <w:r w:rsidR="00E8465A">
        <w:t xml:space="preserve"> ; </w:t>
      </w:r>
      <w:r w:rsidRPr="007818BD">
        <w:t>ses mains nues</w:t>
      </w:r>
      <w:r w:rsidR="00E8465A">
        <w:t xml:space="preserve">, </w:t>
      </w:r>
      <w:r w:rsidRPr="007818BD">
        <w:t>aux articulations noueuses</w:t>
      </w:r>
      <w:r w:rsidR="00E8465A">
        <w:t xml:space="preserve">, </w:t>
      </w:r>
      <w:r w:rsidRPr="007818BD">
        <w:t>pendaient larges osse</w:t>
      </w:r>
      <w:r w:rsidRPr="007818BD">
        <w:t>u</w:t>
      </w:r>
      <w:r w:rsidRPr="007818BD">
        <w:t>ses et musclées</w:t>
      </w:r>
      <w:r w:rsidR="00E8465A">
        <w:t xml:space="preserve">, </w:t>
      </w:r>
      <w:r w:rsidRPr="007818BD">
        <w:t>aux extrémités de deux poignets maigres qui semblaient ne pas leur appa</w:t>
      </w:r>
      <w:r w:rsidRPr="007818BD">
        <w:t>r</w:t>
      </w:r>
      <w:r w:rsidRPr="007818BD">
        <w:t>tenir</w:t>
      </w:r>
      <w:r w:rsidR="00E8465A">
        <w:t xml:space="preserve">. </w:t>
      </w:r>
      <w:r w:rsidRPr="007818BD">
        <w:t>Ses traits avaient ce caractère disproportionné et discordant que présentent ceux d</w:t>
      </w:r>
      <w:r w:rsidR="00E8465A">
        <w:t>’</w:t>
      </w:r>
      <w:r w:rsidRPr="007818BD">
        <w:t>un paral</w:t>
      </w:r>
      <w:r w:rsidRPr="007818BD">
        <w:t>y</w:t>
      </w:r>
      <w:r w:rsidRPr="007818BD">
        <w:t>tique</w:t>
      </w:r>
      <w:r w:rsidR="00E8465A">
        <w:t xml:space="preserve">, </w:t>
      </w:r>
      <w:r w:rsidRPr="007818BD">
        <w:t>grands</w:t>
      </w:r>
      <w:r w:rsidR="00E8465A">
        <w:t xml:space="preserve">, </w:t>
      </w:r>
      <w:r w:rsidRPr="007818BD">
        <w:t>exagérés</w:t>
      </w:r>
      <w:r w:rsidR="00E8465A">
        <w:t xml:space="preserve"> ; </w:t>
      </w:r>
      <w:r w:rsidRPr="007818BD">
        <w:t>le nez touchant presque au menton</w:t>
      </w:r>
      <w:r w:rsidR="00E8465A">
        <w:t xml:space="preserve"> ; </w:t>
      </w:r>
      <w:r w:rsidRPr="007818BD">
        <w:t>les yeux petits</w:t>
      </w:r>
      <w:r w:rsidR="00E8465A">
        <w:t xml:space="preserve">, </w:t>
      </w:r>
      <w:r w:rsidRPr="007818BD">
        <w:t>mais pétillants d</w:t>
      </w:r>
      <w:r w:rsidR="00E8465A">
        <w:t>’</w:t>
      </w:r>
      <w:r w:rsidRPr="007818BD">
        <w:t>une flamme malveillante en r</w:t>
      </w:r>
      <w:r w:rsidRPr="007818BD">
        <w:t>e</w:t>
      </w:r>
      <w:r w:rsidRPr="007818BD">
        <w:t xml:space="preserve">gardant </w:t>
      </w:r>
      <w:proofErr w:type="spellStart"/>
      <w:r w:rsidRPr="007818BD">
        <w:t>Glyndon</w:t>
      </w:r>
      <w:proofErr w:type="spellEnd"/>
      <w:r w:rsidR="00E8465A">
        <w:t xml:space="preserve"> ; </w:t>
      </w:r>
      <w:r w:rsidRPr="007818BD">
        <w:t>et la bouche contournée en une grimace qui laissait voir une double rangée de dents irrégulières</w:t>
      </w:r>
      <w:r w:rsidR="00E8465A">
        <w:t xml:space="preserve">, </w:t>
      </w:r>
      <w:r w:rsidRPr="007818BD">
        <w:t>noires et incomplètes</w:t>
      </w:r>
      <w:r w:rsidR="00E8465A">
        <w:t xml:space="preserve">. </w:t>
      </w:r>
      <w:r w:rsidRPr="007818BD">
        <w:t>Mais sur ce visage repoussant planait encore une e</w:t>
      </w:r>
      <w:r w:rsidRPr="007818BD">
        <w:t>x</w:t>
      </w:r>
      <w:r w:rsidRPr="007818BD">
        <w:t>pression d</w:t>
      </w:r>
      <w:r w:rsidR="00E8465A">
        <w:t>’</w:t>
      </w:r>
      <w:r w:rsidRPr="007818BD">
        <w:t>intelligence désagréable</w:t>
      </w:r>
      <w:r w:rsidR="00E8465A">
        <w:t xml:space="preserve">, </w:t>
      </w:r>
      <w:r w:rsidRPr="007818BD">
        <w:t xml:space="preserve">astucieuse et hardie </w:t>
      </w:r>
      <w:proofErr w:type="spellStart"/>
      <w:r w:rsidRPr="007818BD">
        <w:t>tout</w:t>
      </w:r>
      <w:proofErr w:type="spellEnd"/>
      <w:r w:rsidRPr="007818BD">
        <w:t xml:space="preserve"> ensemble</w:t>
      </w:r>
      <w:r w:rsidR="00E8465A">
        <w:t xml:space="preserve">. </w:t>
      </w:r>
      <w:proofErr w:type="spellStart"/>
      <w:r w:rsidRPr="007818BD">
        <w:t>Glyndon</w:t>
      </w:r>
      <w:proofErr w:type="spellEnd"/>
      <w:r w:rsidR="00E8465A">
        <w:t xml:space="preserve">, </w:t>
      </w:r>
      <w:r w:rsidRPr="007818BD">
        <w:t>r</w:t>
      </w:r>
      <w:r w:rsidRPr="007818BD">
        <w:t>e</w:t>
      </w:r>
      <w:r w:rsidRPr="007818BD">
        <w:t>venu de sa première impression</w:t>
      </w:r>
      <w:r w:rsidR="00E8465A">
        <w:t xml:space="preserve">, </w:t>
      </w:r>
      <w:r w:rsidRPr="007818BD">
        <w:t>regarda de nouveau son voisin</w:t>
      </w:r>
      <w:r w:rsidR="00E8465A">
        <w:t xml:space="preserve">, </w:t>
      </w:r>
      <w:r w:rsidRPr="007818BD">
        <w:t>et rougit de son e</w:t>
      </w:r>
      <w:r w:rsidRPr="007818BD">
        <w:t>f</w:t>
      </w:r>
      <w:r w:rsidRPr="007818BD">
        <w:t>froi en reconnaissant un peintre français qu</w:t>
      </w:r>
      <w:r w:rsidR="00E8465A">
        <w:t>’</w:t>
      </w:r>
      <w:r w:rsidRPr="007818BD">
        <w:t>il avait autrefois connu</w:t>
      </w:r>
      <w:r w:rsidR="00E8465A">
        <w:t xml:space="preserve">, </w:t>
      </w:r>
      <w:r w:rsidRPr="007818BD">
        <w:t>doué</w:t>
      </w:r>
      <w:r w:rsidR="00E8465A">
        <w:t xml:space="preserve">, </w:t>
      </w:r>
      <w:r w:rsidRPr="007818BD">
        <w:t>dans son art</w:t>
      </w:r>
      <w:r w:rsidR="00E8465A">
        <w:t xml:space="preserve">, </w:t>
      </w:r>
      <w:r w:rsidRPr="007818BD">
        <w:t>d</w:t>
      </w:r>
      <w:r w:rsidR="00E8465A">
        <w:t>’</w:t>
      </w:r>
      <w:r w:rsidRPr="007818BD">
        <w:t>un talent qui n</w:t>
      </w:r>
      <w:r w:rsidR="00E8465A">
        <w:t>’</w:t>
      </w:r>
      <w:r w:rsidRPr="007818BD">
        <w:t>était pas à dédaigner</w:t>
      </w:r>
      <w:r w:rsidR="00E8465A">
        <w:t xml:space="preserve">. </w:t>
      </w:r>
      <w:r w:rsidRPr="007818BD">
        <w:t>Bien plus</w:t>
      </w:r>
      <w:r w:rsidR="00E8465A">
        <w:t xml:space="preserve">, </w:t>
      </w:r>
      <w:r w:rsidRPr="007818BD">
        <w:t>il était r</w:t>
      </w:r>
      <w:r w:rsidRPr="007818BD">
        <w:t>e</w:t>
      </w:r>
      <w:r w:rsidRPr="007818BD">
        <w:t>marquable que cet i</w:t>
      </w:r>
      <w:r w:rsidRPr="007818BD">
        <w:t>n</w:t>
      </w:r>
      <w:r w:rsidRPr="007818BD">
        <w:t>dividu</w:t>
      </w:r>
      <w:r w:rsidR="00E8465A">
        <w:t xml:space="preserve">, </w:t>
      </w:r>
      <w:r w:rsidRPr="007818BD">
        <w:t>dont l</w:t>
      </w:r>
      <w:r w:rsidR="00E8465A">
        <w:t>’</w:t>
      </w:r>
      <w:r w:rsidRPr="007818BD">
        <w:t>extérieur était si délaissé par les Grâces</w:t>
      </w:r>
      <w:r w:rsidR="00E8465A">
        <w:t xml:space="preserve">, </w:t>
      </w:r>
      <w:r w:rsidRPr="007818BD">
        <w:t>se plaisait surtout aux sujets qui visaient à la majesté et à la grandeur</w:t>
      </w:r>
      <w:r w:rsidR="00E8465A">
        <w:t xml:space="preserve">. </w:t>
      </w:r>
      <w:r w:rsidRPr="007818BD">
        <w:t>Son coloris était dur et maigre</w:t>
      </w:r>
      <w:r w:rsidR="00E8465A">
        <w:t xml:space="preserve">, </w:t>
      </w:r>
      <w:r w:rsidRPr="007818BD">
        <w:t>comme celui de l</w:t>
      </w:r>
      <w:r w:rsidR="00E8465A">
        <w:t>’</w:t>
      </w:r>
      <w:r w:rsidRPr="007818BD">
        <w:t>école française en général à cette époque</w:t>
      </w:r>
      <w:r w:rsidR="00E8465A">
        <w:t xml:space="preserve"> ; </w:t>
      </w:r>
      <w:r w:rsidRPr="007818BD">
        <w:t>mais ses dessins étaient admirables de symétrie</w:t>
      </w:r>
      <w:r w:rsidR="00E8465A">
        <w:t xml:space="preserve">, </w:t>
      </w:r>
      <w:r w:rsidRPr="007818BD">
        <w:t>de simplicité élégante et de v</w:t>
      </w:r>
      <w:r w:rsidRPr="007818BD">
        <w:t>i</w:t>
      </w:r>
      <w:r w:rsidRPr="007818BD">
        <w:t>gueur classique</w:t>
      </w:r>
      <w:r w:rsidR="00E8465A">
        <w:t xml:space="preserve"> : </w:t>
      </w:r>
      <w:r w:rsidRPr="007818BD">
        <w:t>seulement ils manquaient en même temps de toute grâce idéale</w:t>
      </w:r>
      <w:r w:rsidR="00E8465A">
        <w:t xml:space="preserve">. </w:t>
      </w:r>
      <w:r w:rsidRPr="007818BD">
        <w:t xml:space="preserve">Il aimait à choisir ses </w:t>
      </w:r>
      <w:r w:rsidRPr="007818BD">
        <w:lastRenderedPageBreak/>
        <w:t>sujets dans l</w:t>
      </w:r>
      <w:r w:rsidR="00E8465A">
        <w:t>’</w:t>
      </w:r>
      <w:r w:rsidRPr="007818BD">
        <w:t>histoire romaine plus que dans le monde fécond de la beauté grecque</w:t>
      </w:r>
      <w:r w:rsidR="00E8465A">
        <w:t xml:space="preserve">, </w:t>
      </w:r>
      <w:r w:rsidRPr="007818BD">
        <w:t>ou dans ces récits sublimes de l</w:t>
      </w:r>
      <w:r w:rsidR="00E8465A">
        <w:t>’</w:t>
      </w:r>
      <w:r w:rsidRPr="007818BD">
        <w:t>Écriture</w:t>
      </w:r>
      <w:r w:rsidR="00E8465A">
        <w:t xml:space="preserve">, </w:t>
      </w:r>
      <w:r w:rsidRPr="007818BD">
        <w:t>d</w:t>
      </w:r>
      <w:r w:rsidR="00E8465A">
        <w:t>’</w:t>
      </w:r>
      <w:r w:rsidRPr="007818BD">
        <w:t>où Raphaël et M</w:t>
      </w:r>
      <w:r w:rsidRPr="007818BD">
        <w:t>i</w:t>
      </w:r>
      <w:r w:rsidRPr="007818BD">
        <w:t>chel-Ange empruntaient leurs inspirations</w:t>
      </w:r>
      <w:r w:rsidR="00E8465A">
        <w:t xml:space="preserve">. </w:t>
      </w:r>
      <w:r w:rsidRPr="007818BD">
        <w:t>Son grandiose n</w:t>
      </w:r>
      <w:r w:rsidR="00E8465A">
        <w:t>’</w:t>
      </w:r>
      <w:r w:rsidRPr="007818BD">
        <w:t>était pas celui des dieux ni des saints</w:t>
      </w:r>
      <w:r w:rsidR="00E8465A">
        <w:t xml:space="preserve">, </w:t>
      </w:r>
      <w:r w:rsidRPr="007818BD">
        <w:t>mais celui des mortels</w:t>
      </w:r>
      <w:r w:rsidR="00E8465A">
        <w:t xml:space="preserve">. </w:t>
      </w:r>
      <w:r w:rsidRPr="007818BD">
        <w:t>Son type de beauté était celui où l</w:t>
      </w:r>
      <w:r w:rsidR="00E8465A">
        <w:t>’</w:t>
      </w:r>
      <w:r w:rsidRPr="007818BD">
        <w:t>œil ne peut rien trouver à r</w:t>
      </w:r>
      <w:r w:rsidRPr="007818BD">
        <w:t>e</w:t>
      </w:r>
      <w:r w:rsidRPr="007818BD">
        <w:t>dire</w:t>
      </w:r>
      <w:r w:rsidR="00E8465A">
        <w:t xml:space="preserve">, </w:t>
      </w:r>
      <w:r w:rsidRPr="007818BD">
        <w:t>mais que l</w:t>
      </w:r>
      <w:r w:rsidR="00E8465A">
        <w:t>’</w:t>
      </w:r>
      <w:r w:rsidRPr="007818BD">
        <w:t>âme ne veut pas r</w:t>
      </w:r>
      <w:r w:rsidRPr="007818BD">
        <w:t>e</w:t>
      </w:r>
      <w:r w:rsidRPr="007818BD">
        <w:t>connaître</w:t>
      </w:r>
      <w:r w:rsidR="00E8465A">
        <w:t xml:space="preserve">. </w:t>
      </w:r>
      <w:r w:rsidRPr="007818BD">
        <w:t>En un mot comme on l</w:t>
      </w:r>
      <w:r w:rsidR="00E8465A">
        <w:t>’</w:t>
      </w:r>
      <w:r w:rsidRPr="007818BD">
        <w:t xml:space="preserve">a dit de Denys </w:t>
      </w:r>
      <w:proofErr w:type="spellStart"/>
      <w:r w:rsidRPr="007818BD">
        <w:t>Calvart</w:t>
      </w:r>
      <w:proofErr w:type="spellEnd"/>
      <w:r w:rsidR="00E8465A">
        <w:t xml:space="preserve">, </w:t>
      </w:r>
      <w:r w:rsidRPr="007818BD">
        <w:t>c</w:t>
      </w:r>
      <w:r w:rsidR="00E8465A">
        <w:t>’</w:t>
      </w:r>
      <w:r w:rsidRPr="007818BD">
        <w:t>était un anthropographe</w:t>
      </w:r>
      <w:r w:rsidR="00E8465A">
        <w:t xml:space="preserve">, </w:t>
      </w:r>
      <w:r w:rsidRPr="007818BD">
        <w:t>ou pei</w:t>
      </w:r>
      <w:r w:rsidRPr="007818BD">
        <w:t>n</w:t>
      </w:r>
      <w:r w:rsidRPr="007818BD">
        <w:t>tre d</w:t>
      </w:r>
      <w:r w:rsidR="00E8465A">
        <w:t>’</w:t>
      </w:r>
      <w:r w:rsidRPr="007818BD">
        <w:t>hommes</w:t>
      </w:r>
      <w:r w:rsidR="00E8465A">
        <w:t xml:space="preserve">. </w:t>
      </w:r>
      <w:r w:rsidRPr="007818BD">
        <w:t>Autre contradiction dans ce personnage adonné aux excès les plus extravagants de toutes les passions</w:t>
      </w:r>
      <w:r w:rsidR="00E8465A">
        <w:t xml:space="preserve">, </w:t>
      </w:r>
      <w:r w:rsidRPr="007818BD">
        <w:t>implac</w:t>
      </w:r>
      <w:r w:rsidRPr="007818BD">
        <w:t>a</w:t>
      </w:r>
      <w:r w:rsidRPr="007818BD">
        <w:t>ble</w:t>
      </w:r>
      <w:r w:rsidR="00E8465A">
        <w:t xml:space="preserve">, </w:t>
      </w:r>
      <w:r w:rsidRPr="007818BD">
        <w:t>dans la vengeance</w:t>
      </w:r>
      <w:r w:rsidR="00E8465A">
        <w:t xml:space="preserve">, </w:t>
      </w:r>
      <w:r w:rsidRPr="007818BD">
        <w:t>insatiable dans la débauche</w:t>
      </w:r>
      <w:r w:rsidR="00E8465A">
        <w:t xml:space="preserve">, </w:t>
      </w:r>
      <w:r w:rsidRPr="007818BD">
        <w:t>c</w:t>
      </w:r>
      <w:r w:rsidR="00E8465A">
        <w:t>’</w:t>
      </w:r>
      <w:r w:rsidRPr="007818BD">
        <w:t>est qu</w:t>
      </w:r>
      <w:r w:rsidR="00E8465A">
        <w:t>’</w:t>
      </w:r>
      <w:r w:rsidRPr="007818BD">
        <w:t>il avait l</w:t>
      </w:r>
      <w:r w:rsidR="00E8465A">
        <w:t>’</w:t>
      </w:r>
      <w:r w:rsidRPr="007818BD">
        <w:t>habitude de proclamer les plus belles maximes de pureté exaltée et de philanthropie généreuse</w:t>
      </w:r>
      <w:r w:rsidR="00E8465A">
        <w:t xml:space="preserve"> ; </w:t>
      </w:r>
      <w:r w:rsidRPr="007818BD">
        <w:t>le monde n</w:t>
      </w:r>
      <w:r w:rsidR="00E8465A">
        <w:t>’</w:t>
      </w:r>
      <w:r w:rsidRPr="007818BD">
        <w:t>était pas a</w:t>
      </w:r>
      <w:r w:rsidRPr="007818BD">
        <w:t>s</w:t>
      </w:r>
      <w:r w:rsidRPr="007818BD">
        <w:t>sez bon pour lui</w:t>
      </w:r>
      <w:r w:rsidR="00E8465A">
        <w:t xml:space="preserve"> : </w:t>
      </w:r>
      <w:r w:rsidRPr="007818BD">
        <w:t>il était ce que les Allemands désignent par une locution expressive</w:t>
      </w:r>
      <w:r w:rsidR="00E8465A">
        <w:t xml:space="preserve">, </w:t>
      </w:r>
      <w:r w:rsidRPr="007818BD">
        <w:t xml:space="preserve">un </w:t>
      </w:r>
      <w:r w:rsidRPr="007818BD">
        <w:rPr>
          <w:i/>
          <w:iCs/>
        </w:rPr>
        <w:t>perfectionneur du monde</w:t>
      </w:r>
      <w:r w:rsidR="00E8465A">
        <w:t xml:space="preserve">. </w:t>
      </w:r>
      <w:r w:rsidRPr="007818BD">
        <w:t>Sa lèvre ir</w:t>
      </w:r>
      <w:r w:rsidRPr="007818BD">
        <w:t>o</w:t>
      </w:r>
      <w:r w:rsidRPr="007818BD">
        <w:t>nique semblait pourtant</w:t>
      </w:r>
      <w:r w:rsidR="00E8465A">
        <w:t xml:space="preserve">, </w:t>
      </w:r>
      <w:r w:rsidRPr="007818BD">
        <w:t>plus d</w:t>
      </w:r>
      <w:r w:rsidR="00E8465A">
        <w:t>’</w:t>
      </w:r>
      <w:r w:rsidRPr="007818BD">
        <w:t>une fois railler les maximes qu</w:t>
      </w:r>
      <w:r w:rsidR="00E8465A">
        <w:t>’</w:t>
      </w:r>
      <w:r w:rsidRPr="007818BD">
        <w:t>il professait</w:t>
      </w:r>
      <w:r w:rsidR="00E8465A">
        <w:t xml:space="preserve">, </w:t>
      </w:r>
      <w:r w:rsidRPr="007818BD">
        <w:t>comme s</w:t>
      </w:r>
      <w:r w:rsidR="00E8465A">
        <w:t>’</w:t>
      </w:r>
      <w:r w:rsidRPr="007818BD">
        <w:t>il eût voulu donner à comprendre qu</w:t>
      </w:r>
      <w:r w:rsidR="00E8465A">
        <w:t>’</w:t>
      </w:r>
      <w:r w:rsidRPr="007818BD">
        <w:t>il était au-dessus même du monde nouveau qu</w:t>
      </w:r>
      <w:r w:rsidR="00E8465A">
        <w:t>’</w:t>
      </w:r>
      <w:r w:rsidRPr="007818BD">
        <w:t>il voulait édifier</w:t>
      </w:r>
      <w:r w:rsidR="00E8465A">
        <w:t>.</w:t>
      </w:r>
    </w:p>
    <w:p w14:paraId="67A036FE" w14:textId="77777777" w:rsidR="00E8465A" w:rsidRDefault="00E0544E" w:rsidP="00E0544E">
      <w:r w:rsidRPr="007818BD">
        <w:t>Enfin</w:t>
      </w:r>
      <w:r w:rsidR="00E8465A">
        <w:t xml:space="preserve">, </w:t>
      </w:r>
      <w:r w:rsidRPr="007818BD">
        <w:t>ce peintre était en correspondance suivie avec les républicains de Paris</w:t>
      </w:r>
      <w:r w:rsidR="00E8465A">
        <w:t xml:space="preserve"> ; </w:t>
      </w:r>
      <w:r w:rsidRPr="007818BD">
        <w:t>et on le regardait comme un de ces émi</w:t>
      </w:r>
      <w:r w:rsidRPr="007818BD">
        <w:t>s</w:t>
      </w:r>
      <w:r w:rsidRPr="007818BD">
        <w:t>saires que</w:t>
      </w:r>
      <w:r w:rsidR="00E8465A">
        <w:t xml:space="preserve">, </w:t>
      </w:r>
      <w:r w:rsidRPr="007818BD">
        <w:t>dès la première période de la Révolution</w:t>
      </w:r>
      <w:r w:rsidR="00E8465A">
        <w:t xml:space="preserve">, </w:t>
      </w:r>
      <w:r w:rsidRPr="007818BD">
        <w:t>les régén</w:t>
      </w:r>
      <w:r w:rsidRPr="007818BD">
        <w:t>é</w:t>
      </w:r>
      <w:r w:rsidRPr="007818BD">
        <w:t>rateurs de l</w:t>
      </w:r>
      <w:r w:rsidR="00E8465A">
        <w:t>’</w:t>
      </w:r>
      <w:r w:rsidRPr="007818BD">
        <w:t>humanité voulurent bien expédier aux divers États asservis encore par une tyrannie prétendue ou par des lois sal</w:t>
      </w:r>
      <w:r w:rsidRPr="007818BD">
        <w:t>u</w:t>
      </w:r>
      <w:r w:rsidRPr="007818BD">
        <w:t>taires</w:t>
      </w:r>
      <w:r w:rsidR="00E8465A">
        <w:t xml:space="preserve">. </w:t>
      </w:r>
      <w:r w:rsidRPr="007818BD">
        <w:t>Assurément</w:t>
      </w:r>
      <w:r w:rsidR="00E8465A">
        <w:t xml:space="preserve">, </w:t>
      </w:r>
      <w:r w:rsidRPr="007818BD">
        <w:t>comme l</w:t>
      </w:r>
      <w:r w:rsidR="00E8465A">
        <w:t>’</w:t>
      </w:r>
      <w:r w:rsidRPr="007818BD">
        <w:t>a remarqué l</w:t>
      </w:r>
      <w:r w:rsidR="00E8465A">
        <w:t>’</w:t>
      </w:r>
      <w:r w:rsidRPr="007818BD">
        <w:t>historien de l</w:t>
      </w:r>
      <w:r w:rsidR="00E8465A">
        <w:t>’</w:t>
      </w:r>
      <w:r w:rsidRPr="007818BD">
        <w:t>Italie</w:t>
      </w:r>
      <w:r w:rsidRPr="007818BD">
        <w:rPr>
          <w:rStyle w:val="Appelnotedebasdep"/>
        </w:rPr>
        <w:footnoteReference w:id="31"/>
      </w:r>
      <w:r w:rsidR="00E8465A">
        <w:t xml:space="preserve">, </w:t>
      </w:r>
      <w:r w:rsidRPr="007818BD">
        <w:t>il n</w:t>
      </w:r>
      <w:r w:rsidR="00E8465A">
        <w:t>’</w:t>
      </w:r>
      <w:r w:rsidRPr="007818BD">
        <w:t>y avait pas</w:t>
      </w:r>
      <w:r w:rsidR="00E8465A">
        <w:t xml:space="preserve">, </w:t>
      </w:r>
      <w:r w:rsidRPr="007818BD">
        <w:t>dans toute la Péninsule</w:t>
      </w:r>
      <w:r w:rsidR="00E8465A">
        <w:t xml:space="preserve">, </w:t>
      </w:r>
      <w:r w:rsidRPr="007818BD">
        <w:t>de villes où les nouvelles doctrines pussent rencontrer plus de faveur qu</w:t>
      </w:r>
      <w:r w:rsidR="00E8465A">
        <w:t>’</w:t>
      </w:r>
      <w:r w:rsidRPr="007818BD">
        <w:t>à Naples</w:t>
      </w:r>
      <w:r w:rsidR="00E8465A">
        <w:t xml:space="preserve">, </w:t>
      </w:r>
      <w:r w:rsidRPr="007818BD">
        <w:t>en pa</w:t>
      </w:r>
      <w:r w:rsidRPr="007818BD">
        <w:t>r</w:t>
      </w:r>
      <w:r w:rsidRPr="007818BD">
        <w:t>tie à cause du caractère mobile du peuple</w:t>
      </w:r>
      <w:r w:rsidR="00E8465A">
        <w:t xml:space="preserve">, </w:t>
      </w:r>
      <w:r w:rsidRPr="007818BD">
        <w:t>mais su</w:t>
      </w:r>
      <w:r w:rsidRPr="007818BD">
        <w:t>r</w:t>
      </w:r>
      <w:r w:rsidRPr="007818BD">
        <w:t xml:space="preserve">tout à cause des odieux privilèges de la </w:t>
      </w:r>
      <w:r w:rsidRPr="007818BD">
        <w:lastRenderedPageBreak/>
        <w:t>féodalité qui subsi</w:t>
      </w:r>
      <w:r w:rsidRPr="007818BD">
        <w:t>s</w:t>
      </w:r>
      <w:r w:rsidRPr="007818BD">
        <w:t>taient encore</w:t>
      </w:r>
      <w:r w:rsidR="00E8465A">
        <w:t xml:space="preserve">, </w:t>
      </w:r>
      <w:r w:rsidRPr="007818BD">
        <w:t>malgré les réformes récentes et hardies de Tanu</w:t>
      </w:r>
      <w:r w:rsidRPr="007818BD">
        <w:t>c</w:t>
      </w:r>
      <w:r w:rsidRPr="007818BD">
        <w:t>ci ni</w:t>
      </w:r>
      <w:r w:rsidR="00E8465A">
        <w:t>.</w:t>
      </w:r>
    </w:p>
    <w:p w14:paraId="7EDF998F" w14:textId="4E9B12A8" w:rsidR="00E8465A" w:rsidRDefault="00E0544E" w:rsidP="00E0544E">
      <w:r w:rsidRPr="007818BD">
        <w:t>Les abus journaliers et pratiques qui avaient survécu à ces sages mesures do</w:t>
      </w:r>
      <w:r w:rsidRPr="007818BD">
        <w:t>n</w:t>
      </w:r>
      <w:r w:rsidRPr="007818BD">
        <w:t>naient à chaque espoir de changement un charme tout autre que celui d</w:t>
      </w:r>
      <w:r w:rsidR="00E8465A">
        <w:t>’</w:t>
      </w:r>
      <w:r w:rsidRPr="007818BD">
        <w:t>une trompeuse et stérile nouvea</w:t>
      </w:r>
      <w:r w:rsidRPr="007818BD">
        <w:t>u</w:t>
      </w:r>
      <w:r w:rsidRPr="007818BD">
        <w:t>té</w:t>
      </w:r>
      <w:r w:rsidR="00E8465A">
        <w:t xml:space="preserve"> ; </w:t>
      </w:r>
      <w:r w:rsidRPr="007818BD">
        <w:t>aussi cet artiste</w:t>
      </w:r>
      <w:r w:rsidR="00E8465A">
        <w:t xml:space="preserve">, </w:t>
      </w:r>
      <w:r w:rsidRPr="007818BD">
        <w:t>que j</w:t>
      </w:r>
      <w:r w:rsidR="00E8465A">
        <w:t>’</w:t>
      </w:r>
      <w:r w:rsidRPr="007818BD">
        <w:t>appellerai Jean Nicot</w:t>
      </w:r>
      <w:r w:rsidR="00E8465A">
        <w:t xml:space="preserve">, </w:t>
      </w:r>
      <w:r w:rsidRPr="007818BD">
        <w:t>était-il un or</w:t>
      </w:r>
      <w:r w:rsidRPr="007818BD">
        <w:t>a</w:t>
      </w:r>
      <w:r w:rsidRPr="007818BD">
        <w:t>cle pour les esprits les plus jeunes et les plus ardents de Naples</w:t>
      </w:r>
      <w:r w:rsidR="00E8465A">
        <w:t xml:space="preserve"> : </w:t>
      </w:r>
      <w:r w:rsidRPr="007818BD">
        <w:t xml:space="preserve">et </w:t>
      </w:r>
      <w:proofErr w:type="spellStart"/>
      <w:r w:rsidRPr="007818BD">
        <w:t>Glyndon</w:t>
      </w:r>
      <w:proofErr w:type="spellEnd"/>
      <w:r w:rsidR="00E8465A">
        <w:t xml:space="preserve">, </w:t>
      </w:r>
      <w:r w:rsidRPr="007818BD">
        <w:t xml:space="preserve">avant de connaître </w:t>
      </w:r>
      <w:proofErr w:type="spellStart"/>
      <w:r w:rsidRPr="007818BD">
        <w:t>Zanoni</w:t>
      </w:r>
      <w:proofErr w:type="spellEnd"/>
      <w:r w:rsidR="00E8465A">
        <w:t xml:space="preserve">, </w:t>
      </w:r>
      <w:r w:rsidRPr="007818BD">
        <w:t>n</w:t>
      </w:r>
      <w:r w:rsidR="00E8465A">
        <w:t>’</w:t>
      </w:r>
      <w:r w:rsidRPr="007818BD">
        <w:t>avait pas été des de</w:t>
      </w:r>
      <w:r w:rsidRPr="007818BD">
        <w:t>r</w:t>
      </w:r>
      <w:r w:rsidRPr="007818BD">
        <w:t>niers à se laisser éblouir par les théories éloquentes du hideux philanthrope</w:t>
      </w:r>
      <w:r w:rsidR="00E8465A">
        <w:t>.</w:t>
      </w:r>
    </w:p>
    <w:p w14:paraId="6B10C50D" w14:textId="77777777" w:rsidR="00E8465A" w:rsidRDefault="00E8465A" w:rsidP="00E0544E">
      <w:r>
        <w:t>« </w:t>
      </w:r>
      <w:r w:rsidR="00E0544E" w:rsidRPr="007818BD">
        <w:t>Il y a si longtemps que nous ne nous sommes rencontrés</w:t>
      </w:r>
      <w:r>
        <w:t xml:space="preserve">, </w:t>
      </w:r>
      <w:r w:rsidR="00E0544E" w:rsidRPr="007818BD">
        <w:t>cher confrère</w:t>
      </w:r>
      <w:r>
        <w:t xml:space="preserve">, </w:t>
      </w:r>
      <w:r w:rsidR="00E0544E" w:rsidRPr="007818BD">
        <w:t>dit Nicot en s</w:t>
      </w:r>
      <w:r>
        <w:t>’</w:t>
      </w:r>
      <w:r w:rsidR="00E0544E" w:rsidRPr="007818BD">
        <w:t xml:space="preserve">approchant de </w:t>
      </w:r>
      <w:proofErr w:type="spellStart"/>
      <w:r w:rsidR="00E0544E" w:rsidRPr="007818BD">
        <w:t>Glyndon</w:t>
      </w:r>
      <w:proofErr w:type="spellEnd"/>
      <w:r>
        <w:t xml:space="preserve">, </w:t>
      </w:r>
      <w:r w:rsidR="00E0544E" w:rsidRPr="007818BD">
        <w:t>que vous ne serez pas surpris que j</w:t>
      </w:r>
      <w:r>
        <w:t>’</w:t>
      </w:r>
      <w:r w:rsidR="00E0544E" w:rsidRPr="007818BD">
        <w:t>aie du plaisir à vous revoir</w:t>
      </w:r>
      <w:r>
        <w:t xml:space="preserve">, </w:t>
      </w:r>
      <w:r w:rsidR="00E0544E" w:rsidRPr="007818BD">
        <w:t>et que je prenne même la liberté de venir interrompre vos méditations</w:t>
      </w:r>
      <w:r>
        <w:t>.</w:t>
      </w:r>
    </w:p>
    <w:p w14:paraId="11E426EB" w14:textId="77777777" w:rsidR="00E8465A" w:rsidRDefault="00E8465A" w:rsidP="00E0544E">
      <w:r>
        <w:t>— </w:t>
      </w:r>
      <w:r w:rsidR="00E0544E" w:rsidRPr="007818BD">
        <w:t>Elles n</w:t>
      </w:r>
      <w:r>
        <w:t>’</w:t>
      </w:r>
      <w:r w:rsidR="00E0544E" w:rsidRPr="007818BD">
        <w:t>avaient rien d</w:t>
      </w:r>
      <w:r>
        <w:t>’</w:t>
      </w:r>
      <w:r w:rsidR="00E0544E" w:rsidRPr="007818BD">
        <w:t>agréable</w:t>
      </w:r>
      <w:r>
        <w:t xml:space="preserve">, </w:t>
      </w:r>
      <w:r w:rsidR="00E0544E" w:rsidRPr="007818BD">
        <w:t xml:space="preserve">dit </w:t>
      </w:r>
      <w:proofErr w:type="spellStart"/>
      <w:r w:rsidR="00E0544E" w:rsidRPr="007818BD">
        <w:t>Glyndon</w:t>
      </w:r>
      <w:proofErr w:type="spellEnd"/>
      <w:r>
        <w:t xml:space="preserve"> ; </w:t>
      </w:r>
      <w:r w:rsidR="00E0544E" w:rsidRPr="007818BD">
        <w:t>et toute i</w:t>
      </w:r>
      <w:r w:rsidR="00E0544E" w:rsidRPr="007818BD">
        <w:t>n</w:t>
      </w:r>
      <w:r w:rsidR="00E0544E" w:rsidRPr="007818BD">
        <w:t>terruption est la bienvenue</w:t>
      </w:r>
      <w:r>
        <w:t>.</w:t>
      </w:r>
    </w:p>
    <w:p w14:paraId="3AB232A2" w14:textId="7D6474DC" w:rsidR="00E0544E" w:rsidRPr="007818BD" w:rsidRDefault="00E8465A" w:rsidP="00E0544E">
      <w:r>
        <w:t>— </w:t>
      </w:r>
      <w:r w:rsidR="00E0544E" w:rsidRPr="007818BD">
        <w:t>Vous serez ravi d</w:t>
      </w:r>
      <w:r>
        <w:t>’</w:t>
      </w:r>
      <w:r w:rsidR="00E0544E" w:rsidRPr="007818BD">
        <w:t>apprendre</w:t>
      </w:r>
      <w:r>
        <w:t xml:space="preserve">, </w:t>
      </w:r>
      <w:r w:rsidR="00E0544E" w:rsidRPr="007818BD">
        <w:t>dit Nicot en tirant pl</w:t>
      </w:r>
      <w:r w:rsidR="00E0544E" w:rsidRPr="007818BD">
        <w:t>u</w:t>
      </w:r>
      <w:r w:rsidR="00E0544E" w:rsidRPr="007818BD">
        <w:t>sieurs lettres de sa poche</w:t>
      </w:r>
      <w:r>
        <w:t xml:space="preserve">, </w:t>
      </w:r>
      <w:r w:rsidR="00E0544E" w:rsidRPr="007818BD">
        <w:t>que le grand œuvre marche rapidement</w:t>
      </w:r>
      <w:r>
        <w:t xml:space="preserve">. </w:t>
      </w:r>
      <w:r w:rsidR="00E0544E" w:rsidRPr="007818BD">
        <w:t>M</w:t>
      </w:r>
      <w:r w:rsidR="00E0544E" w:rsidRPr="007818BD">
        <w:t>i</w:t>
      </w:r>
      <w:r w:rsidR="00E0544E" w:rsidRPr="007818BD">
        <w:t>rabeau n</w:t>
      </w:r>
      <w:r>
        <w:t>’</w:t>
      </w:r>
      <w:r w:rsidR="00E0544E" w:rsidRPr="007818BD">
        <w:t>est plus</w:t>
      </w:r>
      <w:r>
        <w:t xml:space="preserve">, </w:t>
      </w:r>
      <w:r w:rsidR="00E0544E" w:rsidRPr="007818BD">
        <w:t>il est vrai</w:t>
      </w:r>
      <w:r>
        <w:t xml:space="preserve"> ; </w:t>
      </w:r>
      <w:r w:rsidR="00E0544E" w:rsidRPr="007818BD">
        <w:t xml:space="preserve">mais </w:t>
      </w:r>
      <w:r w:rsidR="00E0544E" w:rsidRPr="007818BD">
        <w:rPr>
          <w:i/>
          <w:iCs/>
        </w:rPr>
        <w:t>Mort Diable</w:t>
      </w:r>
      <w:r>
        <w:t xml:space="preserve"> ! </w:t>
      </w:r>
      <w:r w:rsidR="00E0544E" w:rsidRPr="007818BD">
        <w:t xml:space="preserve">les Français sont maintenant tous des </w:t>
      </w:r>
      <w:proofErr w:type="spellStart"/>
      <w:r w:rsidR="00E0544E" w:rsidRPr="007818BD">
        <w:t>Mirabeaux</w:t>
      </w:r>
      <w:proofErr w:type="spellEnd"/>
      <w:r>
        <w:t>. »</w:t>
      </w:r>
    </w:p>
    <w:p w14:paraId="6E30B21F" w14:textId="38780D97" w:rsidR="00E8465A" w:rsidRDefault="00E0544E" w:rsidP="00E0544E">
      <w:r w:rsidRPr="007818BD">
        <w:t>Et là-dessus Nicot se mit en devoir de lire et de commenter divers passages enthousiastes et intéressants</w:t>
      </w:r>
      <w:r w:rsidR="00E8465A">
        <w:t xml:space="preserve">, </w:t>
      </w:r>
      <w:r w:rsidRPr="007818BD">
        <w:t>dans lesquels le mot vertu reparaissait vingt-sept fois</w:t>
      </w:r>
      <w:r w:rsidR="00E8465A">
        <w:t xml:space="preserve">, </w:t>
      </w:r>
      <w:r w:rsidRPr="007818BD">
        <w:t>et le mot Dieu pas une</w:t>
      </w:r>
      <w:r w:rsidR="00E8465A">
        <w:t xml:space="preserve">. </w:t>
      </w:r>
      <w:r w:rsidRPr="007818BD">
        <w:t>Puis</w:t>
      </w:r>
      <w:r w:rsidR="00E8465A">
        <w:t xml:space="preserve">, </w:t>
      </w:r>
      <w:r w:rsidRPr="007818BD">
        <w:t>échauffé par la radieuse perspective qui s</w:t>
      </w:r>
      <w:r w:rsidR="00E8465A">
        <w:t>’</w:t>
      </w:r>
      <w:r w:rsidRPr="007818BD">
        <w:t>ouvrait devant lui</w:t>
      </w:r>
      <w:r w:rsidR="00E8465A">
        <w:t xml:space="preserve">, </w:t>
      </w:r>
      <w:r w:rsidRPr="007818BD">
        <w:t>il commença à se lancer dans ces rêves anticipés de l</w:t>
      </w:r>
      <w:r w:rsidR="00E8465A">
        <w:t>’</w:t>
      </w:r>
      <w:r w:rsidRPr="007818BD">
        <w:t>avenir</w:t>
      </w:r>
      <w:r w:rsidR="00E8465A">
        <w:t xml:space="preserve">, </w:t>
      </w:r>
      <w:r w:rsidRPr="007818BD">
        <w:t>dont nous avons déjà entendu quelque chose dans les élégantes divagations de Condorcet</w:t>
      </w:r>
      <w:r w:rsidR="00E8465A">
        <w:t xml:space="preserve">. </w:t>
      </w:r>
      <w:r w:rsidRPr="007818BD">
        <w:t>Toutes les vieilles vertus étaient d</w:t>
      </w:r>
      <w:r w:rsidRPr="007818BD">
        <w:t>é</w:t>
      </w:r>
      <w:r w:rsidRPr="007818BD">
        <w:t>trônées pour un Panthéon nouveau</w:t>
      </w:r>
      <w:r w:rsidR="00E8465A">
        <w:t xml:space="preserve">. </w:t>
      </w:r>
      <w:r w:rsidRPr="007818BD">
        <w:t>Le patriotisme était un se</w:t>
      </w:r>
      <w:r w:rsidRPr="007818BD">
        <w:t>n</w:t>
      </w:r>
      <w:r w:rsidRPr="007818BD">
        <w:t>timent étroit</w:t>
      </w:r>
      <w:r w:rsidR="00E8465A">
        <w:t xml:space="preserve"> ; </w:t>
      </w:r>
      <w:r w:rsidRPr="007818BD">
        <w:t xml:space="preserve">la </w:t>
      </w:r>
      <w:r w:rsidRPr="007818BD">
        <w:lastRenderedPageBreak/>
        <w:t>philanthropie allait le remplacer</w:t>
      </w:r>
      <w:r w:rsidR="00E8465A">
        <w:t xml:space="preserve">. </w:t>
      </w:r>
      <w:r w:rsidRPr="007818BD">
        <w:t>Le seul amour digne d</w:t>
      </w:r>
      <w:r w:rsidR="00E8465A">
        <w:t>’</w:t>
      </w:r>
      <w:r w:rsidRPr="007818BD">
        <w:t>un cœur généreux était celui qui embrassait to</w:t>
      </w:r>
      <w:r w:rsidRPr="007818BD">
        <w:t>u</w:t>
      </w:r>
      <w:r w:rsidRPr="007818BD">
        <w:t>te l</w:t>
      </w:r>
      <w:r w:rsidR="00E8465A">
        <w:t>’</w:t>
      </w:r>
      <w:r w:rsidRPr="007818BD">
        <w:t>humanité</w:t>
      </w:r>
      <w:r w:rsidR="00E8465A">
        <w:t xml:space="preserve">, </w:t>
      </w:r>
      <w:r w:rsidRPr="007818BD">
        <w:t>aussi ardent pour le Gange et pour le pôle que pour le foyer de la famille</w:t>
      </w:r>
      <w:r w:rsidR="00E8465A">
        <w:t xml:space="preserve">. </w:t>
      </w:r>
      <w:r w:rsidRPr="007818BD">
        <w:t>Les opinions seraient libres comme l</w:t>
      </w:r>
      <w:r w:rsidR="00E8465A">
        <w:t>’</w:t>
      </w:r>
      <w:r w:rsidRPr="007818BD">
        <w:t>air</w:t>
      </w:r>
      <w:r w:rsidR="00E8465A">
        <w:t xml:space="preserve"> ; </w:t>
      </w:r>
      <w:r w:rsidRPr="007818BD">
        <w:t>et</w:t>
      </w:r>
      <w:r w:rsidR="00E8465A">
        <w:t xml:space="preserve">, </w:t>
      </w:r>
      <w:r w:rsidRPr="007818BD">
        <w:t>pour assurer ce beau résultat</w:t>
      </w:r>
      <w:r w:rsidR="00E8465A">
        <w:t xml:space="preserve">, </w:t>
      </w:r>
      <w:r w:rsidRPr="007818BD">
        <w:t>il était nécessaire de commencer par exterminer tous ceux dont les opinions ne c</w:t>
      </w:r>
      <w:r w:rsidRPr="007818BD">
        <w:t>a</w:t>
      </w:r>
      <w:r w:rsidRPr="007818BD">
        <w:t xml:space="preserve">draient pas avec celles de </w:t>
      </w:r>
      <w:r w:rsidR="00E8465A">
        <w:t>M. </w:t>
      </w:r>
      <w:r w:rsidRPr="007818BD">
        <w:t>Jean Nicot</w:t>
      </w:r>
      <w:r w:rsidR="00E8465A">
        <w:t xml:space="preserve">. </w:t>
      </w:r>
      <w:r w:rsidRPr="007818BD">
        <w:t xml:space="preserve">Dans tout cela il y avait bien des choses qui pouvaient amuser </w:t>
      </w:r>
      <w:proofErr w:type="spellStart"/>
      <w:r w:rsidRPr="007818BD">
        <w:t>Glyndon</w:t>
      </w:r>
      <w:proofErr w:type="spellEnd"/>
      <w:r w:rsidR="00E8465A">
        <w:t xml:space="preserve">, </w:t>
      </w:r>
      <w:r w:rsidRPr="007818BD">
        <w:t>mais plus enc</w:t>
      </w:r>
      <w:r w:rsidRPr="007818BD">
        <w:t>o</w:t>
      </w:r>
      <w:r w:rsidRPr="007818BD">
        <w:t>re qui le dégo</w:t>
      </w:r>
      <w:r w:rsidRPr="007818BD">
        <w:t>û</w:t>
      </w:r>
      <w:r w:rsidRPr="007818BD">
        <w:t>tèrent</w:t>
      </w:r>
      <w:r w:rsidR="00E8465A">
        <w:t xml:space="preserve"> ; </w:t>
      </w:r>
      <w:r w:rsidRPr="007818BD">
        <w:t>et</w:t>
      </w:r>
      <w:r w:rsidR="00E8465A">
        <w:t xml:space="preserve">, </w:t>
      </w:r>
      <w:r w:rsidRPr="007818BD">
        <w:t>quand le peintre vint à parler d</w:t>
      </w:r>
      <w:r w:rsidR="00E8465A">
        <w:t>’</w:t>
      </w:r>
      <w:r w:rsidRPr="007818BD">
        <w:t>une science que tous comprendraient</w:t>
      </w:r>
      <w:r w:rsidR="00E8465A">
        <w:t xml:space="preserve">, </w:t>
      </w:r>
      <w:r w:rsidRPr="007818BD">
        <w:t>dont tous cueilleraient les fruits</w:t>
      </w:r>
      <w:r w:rsidR="00E8465A">
        <w:t xml:space="preserve">, </w:t>
      </w:r>
      <w:r w:rsidRPr="007818BD">
        <w:t>d</w:t>
      </w:r>
      <w:r w:rsidR="00E8465A">
        <w:t>’</w:t>
      </w:r>
      <w:r w:rsidRPr="007818BD">
        <w:t>une science qui</w:t>
      </w:r>
      <w:r w:rsidR="00E8465A">
        <w:t xml:space="preserve">, </w:t>
      </w:r>
      <w:r w:rsidRPr="007818BD">
        <w:t>née sur le terrain de l</w:t>
      </w:r>
      <w:r w:rsidR="00E8465A">
        <w:t>’</w:t>
      </w:r>
      <w:r w:rsidRPr="007818BD">
        <w:t>égalité dans les institutions et de l</w:t>
      </w:r>
      <w:r w:rsidR="00E8465A">
        <w:t>’</w:t>
      </w:r>
      <w:r w:rsidRPr="007818BD">
        <w:t>égalité dans l</w:t>
      </w:r>
      <w:r w:rsidR="00E8465A">
        <w:t>’</w:t>
      </w:r>
      <w:r w:rsidRPr="007818BD">
        <w:t>instruction</w:t>
      </w:r>
      <w:r w:rsidR="00E8465A">
        <w:t xml:space="preserve">, </w:t>
      </w:r>
      <w:r w:rsidRPr="007818BD">
        <w:t>donnerait à toutes les races humaines la richesse sans le travail</w:t>
      </w:r>
      <w:r w:rsidR="00E8465A">
        <w:t xml:space="preserve">, </w:t>
      </w:r>
      <w:r w:rsidRPr="007818BD">
        <w:t>avec une vie plus longue que celle des patriarches et exempte de tout souci</w:t>
      </w:r>
      <w:r w:rsidR="00E8465A">
        <w:t xml:space="preserve">, </w:t>
      </w:r>
      <w:r w:rsidRPr="007818BD">
        <w:t xml:space="preserve">alors </w:t>
      </w:r>
      <w:proofErr w:type="spellStart"/>
      <w:r w:rsidRPr="007818BD">
        <w:t>Glyndon</w:t>
      </w:r>
      <w:proofErr w:type="spellEnd"/>
      <w:r w:rsidRPr="007818BD">
        <w:t xml:space="preserve"> écouta avec un intérêt et une admiration auxquels se mêlait un certain respect</w:t>
      </w:r>
      <w:r w:rsidR="00E8465A">
        <w:t>.</w:t>
      </w:r>
    </w:p>
    <w:p w14:paraId="54AB59FA" w14:textId="77777777" w:rsidR="00E8465A" w:rsidRDefault="00E8465A" w:rsidP="00E0544E">
      <w:r>
        <w:t>« </w:t>
      </w:r>
      <w:r w:rsidR="00E0544E" w:rsidRPr="007818BD">
        <w:t>Remarquez</w:t>
      </w:r>
      <w:r>
        <w:t xml:space="preserve">, </w:t>
      </w:r>
      <w:r w:rsidR="00E0544E" w:rsidRPr="007818BD">
        <w:t>dit Nicot</w:t>
      </w:r>
      <w:r>
        <w:t xml:space="preserve">, </w:t>
      </w:r>
      <w:r w:rsidR="00E0544E" w:rsidRPr="007818BD">
        <w:t>combien de choses que nous est</w:t>
      </w:r>
      <w:r w:rsidR="00E0544E" w:rsidRPr="007818BD">
        <w:t>i</w:t>
      </w:r>
      <w:r w:rsidR="00E0544E" w:rsidRPr="007818BD">
        <w:t>mons machinalement comme des vertus seront alors rejetées comme des faiblesses</w:t>
      </w:r>
      <w:r>
        <w:t xml:space="preserve">. </w:t>
      </w:r>
      <w:r w:rsidR="00E0544E" w:rsidRPr="007818BD">
        <w:t>Nos oppresseurs</w:t>
      </w:r>
      <w:r>
        <w:t xml:space="preserve">, </w:t>
      </w:r>
      <w:r w:rsidR="00E0544E" w:rsidRPr="007818BD">
        <w:t>par exemple</w:t>
      </w:r>
      <w:r>
        <w:t xml:space="preserve">, </w:t>
      </w:r>
      <w:r w:rsidR="00E0544E" w:rsidRPr="007818BD">
        <w:t>nous pr</w:t>
      </w:r>
      <w:r w:rsidR="00E0544E" w:rsidRPr="007818BD">
        <w:t>é</w:t>
      </w:r>
      <w:r w:rsidR="00E0544E" w:rsidRPr="007818BD">
        <w:t>conisent l</w:t>
      </w:r>
      <w:r>
        <w:t>’</w:t>
      </w:r>
      <w:r w:rsidR="00E0544E" w:rsidRPr="007818BD">
        <w:t>excellence de la reconnaissance</w:t>
      </w:r>
      <w:r>
        <w:t xml:space="preserve">. </w:t>
      </w:r>
      <w:r w:rsidR="00E0544E" w:rsidRPr="007818BD">
        <w:t>La reconnaissance</w:t>
      </w:r>
      <w:r>
        <w:t xml:space="preserve"> ! </w:t>
      </w:r>
      <w:r w:rsidR="00E0544E" w:rsidRPr="007818BD">
        <w:t>l</w:t>
      </w:r>
      <w:r>
        <w:t>’</w:t>
      </w:r>
      <w:r w:rsidR="00E0544E" w:rsidRPr="007818BD">
        <w:t>aveu de notre infériorité</w:t>
      </w:r>
      <w:r>
        <w:t xml:space="preserve"> ! </w:t>
      </w:r>
      <w:r w:rsidR="00E0544E" w:rsidRPr="007818BD">
        <w:t>Qu</w:t>
      </w:r>
      <w:r>
        <w:t>’</w:t>
      </w:r>
      <w:r w:rsidR="00E0544E" w:rsidRPr="007818BD">
        <w:t>y a-t-il de plus odieux à une âme élevée que le sent</w:t>
      </w:r>
      <w:r w:rsidR="00E0544E" w:rsidRPr="007818BD">
        <w:t>i</w:t>
      </w:r>
      <w:r w:rsidR="00E0544E" w:rsidRPr="007818BD">
        <w:t>ment dégradant d</w:t>
      </w:r>
      <w:r>
        <w:t>’</w:t>
      </w:r>
      <w:r w:rsidR="00E0544E" w:rsidRPr="007818BD">
        <w:t>une obligation</w:t>
      </w:r>
      <w:r>
        <w:t xml:space="preserve"> ? </w:t>
      </w:r>
      <w:r w:rsidR="00E0544E" w:rsidRPr="007818BD">
        <w:t>Mais là où existe l</w:t>
      </w:r>
      <w:r>
        <w:t>’</w:t>
      </w:r>
      <w:r w:rsidR="00E0544E" w:rsidRPr="007818BD">
        <w:t>égalité</w:t>
      </w:r>
      <w:r>
        <w:t xml:space="preserve">, </w:t>
      </w:r>
      <w:r w:rsidR="00E0544E" w:rsidRPr="007818BD">
        <w:t>le pouvoir n</w:t>
      </w:r>
      <w:r>
        <w:t>’</w:t>
      </w:r>
      <w:r w:rsidR="00E0544E" w:rsidRPr="007818BD">
        <w:t>aura plus les moyens d</w:t>
      </w:r>
      <w:r>
        <w:t>’</w:t>
      </w:r>
      <w:r w:rsidR="00E0544E" w:rsidRPr="007818BD">
        <w:t>asservir ainsi le mérite</w:t>
      </w:r>
      <w:r>
        <w:t xml:space="preserve">. </w:t>
      </w:r>
      <w:r w:rsidR="00E0544E" w:rsidRPr="007818BD">
        <w:t>Il n</w:t>
      </w:r>
      <w:r>
        <w:t>’</w:t>
      </w:r>
      <w:r w:rsidR="00E0544E" w:rsidRPr="007818BD">
        <w:t>y aura plus alors ni bienfaiteur ni protégé</w:t>
      </w:r>
      <w:r>
        <w:t xml:space="preserve">, </w:t>
      </w:r>
      <w:r w:rsidR="00E0544E" w:rsidRPr="007818BD">
        <w:t>et</w:t>
      </w:r>
      <w:r>
        <w:t>…</w:t>
      </w:r>
    </w:p>
    <w:p w14:paraId="3C08A833" w14:textId="5D2E4F76" w:rsidR="00E0544E" w:rsidRPr="007818BD" w:rsidRDefault="00E8465A" w:rsidP="00E0544E">
      <w:r>
        <w:t>— </w:t>
      </w:r>
      <w:r w:rsidR="00E0544E" w:rsidRPr="007818BD">
        <w:t>Et</w:t>
      </w:r>
      <w:r>
        <w:t xml:space="preserve">, </w:t>
      </w:r>
      <w:r w:rsidR="00E0544E" w:rsidRPr="007818BD">
        <w:t>en attendant</w:t>
      </w:r>
      <w:r>
        <w:t xml:space="preserve">, </w:t>
      </w:r>
      <w:r w:rsidR="00E0544E" w:rsidRPr="007818BD">
        <w:t>dit quelqu</w:t>
      </w:r>
      <w:r>
        <w:t>’</w:t>
      </w:r>
      <w:r w:rsidR="00E0544E" w:rsidRPr="007818BD">
        <w:t>un à voix basse tout près d</w:t>
      </w:r>
      <w:r>
        <w:t>’</w:t>
      </w:r>
      <w:r w:rsidR="00E0544E" w:rsidRPr="007818BD">
        <w:t>eux</w:t>
      </w:r>
      <w:r>
        <w:t xml:space="preserve">, </w:t>
      </w:r>
      <w:r w:rsidR="00E0544E" w:rsidRPr="007818BD">
        <w:t>en attendant</w:t>
      </w:r>
      <w:r>
        <w:t xml:space="preserve">, </w:t>
      </w:r>
      <w:r w:rsidR="00E0544E" w:rsidRPr="007818BD">
        <w:t>Jean Nicot</w:t>
      </w:r>
      <w:r>
        <w:t> ? »</w:t>
      </w:r>
    </w:p>
    <w:p w14:paraId="57852AD0" w14:textId="77777777" w:rsidR="00E8465A" w:rsidRDefault="00E0544E" w:rsidP="00E0544E">
      <w:r w:rsidRPr="007818BD">
        <w:t>Les deux artistes tressaillirent</w:t>
      </w:r>
      <w:r w:rsidR="00E8465A">
        <w:t xml:space="preserve">, </w:t>
      </w:r>
      <w:r w:rsidRPr="007818BD">
        <w:t xml:space="preserve">et </w:t>
      </w:r>
      <w:proofErr w:type="spellStart"/>
      <w:r w:rsidRPr="007818BD">
        <w:t>Glyndon</w:t>
      </w:r>
      <w:proofErr w:type="spellEnd"/>
      <w:r w:rsidRPr="007818BD">
        <w:t xml:space="preserve"> reconnut </w:t>
      </w:r>
      <w:proofErr w:type="spellStart"/>
      <w:r w:rsidRPr="007818BD">
        <w:t>Zan</w:t>
      </w:r>
      <w:r w:rsidRPr="007818BD">
        <w:t>o</w:t>
      </w:r>
      <w:r w:rsidRPr="007818BD">
        <w:t>ni</w:t>
      </w:r>
      <w:proofErr w:type="spellEnd"/>
      <w:r w:rsidR="00E8465A">
        <w:t>.</w:t>
      </w:r>
    </w:p>
    <w:p w14:paraId="6419C18A" w14:textId="77777777" w:rsidR="00E8465A" w:rsidRDefault="00E0544E" w:rsidP="00E0544E">
      <w:r w:rsidRPr="007818BD">
        <w:t>En regardant Nicot</w:t>
      </w:r>
      <w:r w:rsidR="00E8465A">
        <w:t xml:space="preserve">, </w:t>
      </w:r>
      <w:r w:rsidRPr="007818BD">
        <w:t>son front devint plus sévère encore que de coutume</w:t>
      </w:r>
      <w:r w:rsidR="00E8465A">
        <w:t xml:space="preserve"> ; </w:t>
      </w:r>
      <w:r w:rsidRPr="007818BD">
        <w:t>ce dernier se blottit sur son siège</w:t>
      </w:r>
      <w:r w:rsidR="00E8465A">
        <w:t xml:space="preserve">, </w:t>
      </w:r>
      <w:r w:rsidRPr="007818BD">
        <w:t xml:space="preserve">lui lança </w:t>
      </w:r>
      <w:r w:rsidRPr="007818BD">
        <w:lastRenderedPageBreak/>
        <w:t>un r</w:t>
      </w:r>
      <w:r w:rsidRPr="007818BD">
        <w:t>e</w:t>
      </w:r>
      <w:r w:rsidRPr="007818BD">
        <w:t>gard oblique</w:t>
      </w:r>
      <w:r w:rsidR="00E8465A">
        <w:t xml:space="preserve">, </w:t>
      </w:r>
      <w:r w:rsidRPr="007818BD">
        <w:t>et une expression de crainte et d</w:t>
      </w:r>
      <w:r w:rsidR="00E8465A">
        <w:t>’</w:t>
      </w:r>
      <w:r w:rsidRPr="007818BD">
        <w:t>effroi se peignit sur ses traits hideux</w:t>
      </w:r>
      <w:r w:rsidR="00E8465A">
        <w:t>.</w:t>
      </w:r>
    </w:p>
    <w:p w14:paraId="0ED72B53" w14:textId="77777777" w:rsidR="00E8465A" w:rsidRDefault="00E0544E" w:rsidP="00E0544E">
      <w:r w:rsidRPr="007818BD">
        <w:t>Oh</w:t>
      </w:r>
      <w:r w:rsidR="00E8465A">
        <w:t xml:space="preserve">, </w:t>
      </w:r>
      <w:r w:rsidRPr="007818BD">
        <w:t>oh</w:t>
      </w:r>
      <w:r w:rsidR="00E8465A">
        <w:t xml:space="preserve"> ! </w:t>
      </w:r>
      <w:r w:rsidRPr="007818BD">
        <w:t>messire Jean Nicot</w:t>
      </w:r>
      <w:r w:rsidR="00E8465A">
        <w:t xml:space="preserve">, </w:t>
      </w:r>
      <w:r w:rsidRPr="007818BD">
        <w:t>toi qui ne crains ni Dieu ni diable</w:t>
      </w:r>
      <w:r w:rsidR="00E8465A">
        <w:t xml:space="preserve">, </w:t>
      </w:r>
      <w:r w:rsidRPr="007818BD">
        <w:t>pourquoi crains-tu l</w:t>
      </w:r>
      <w:r w:rsidR="00E8465A">
        <w:t>’</w:t>
      </w:r>
      <w:r w:rsidRPr="007818BD">
        <w:t>œil d</w:t>
      </w:r>
      <w:r w:rsidR="00E8465A">
        <w:t>’</w:t>
      </w:r>
      <w:r w:rsidRPr="007818BD">
        <w:t>un homme</w:t>
      </w:r>
      <w:r w:rsidR="00E8465A">
        <w:t> ?.</w:t>
      </w:r>
    </w:p>
    <w:p w14:paraId="47A3AF94" w14:textId="77777777" w:rsidR="00E8465A" w:rsidRDefault="00E8465A" w:rsidP="00E0544E">
      <w:r>
        <w:t>« </w:t>
      </w:r>
      <w:r w:rsidR="00E0544E" w:rsidRPr="007818BD">
        <w:t>Ce n</w:t>
      </w:r>
      <w:r>
        <w:t>’</w:t>
      </w:r>
      <w:r w:rsidR="00E0544E" w:rsidRPr="007818BD">
        <w:t>est pas la première fois que je vous entends profe</w:t>
      </w:r>
      <w:r w:rsidR="00E0544E" w:rsidRPr="007818BD">
        <w:t>s</w:t>
      </w:r>
      <w:r w:rsidR="00E0544E" w:rsidRPr="007818BD">
        <w:t>ser vos opinions sur cette infirmité que nous appelons ingrat</w:t>
      </w:r>
      <w:r w:rsidR="00E0544E" w:rsidRPr="007818BD">
        <w:t>i</w:t>
      </w:r>
      <w:r w:rsidR="00E0544E" w:rsidRPr="007818BD">
        <w:t>tude</w:t>
      </w:r>
      <w:r>
        <w:t>. »</w:t>
      </w:r>
      <w:r w:rsidR="00E0544E" w:rsidRPr="007818BD">
        <w:t xml:space="preserve"> dit </w:t>
      </w:r>
      <w:proofErr w:type="spellStart"/>
      <w:r w:rsidR="00E0544E" w:rsidRPr="007818BD">
        <w:t>Zanoni</w:t>
      </w:r>
      <w:proofErr w:type="spellEnd"/>
      <w:r>
        <w:t>.</w:t>
      </w:r>
    </w:p>
    <w:p w14:paraId="540EED6D" w14:textId="77777777" w:rsidR="00E8465A" w:rsidRDefault="00E0544E" w:rsidP="00E0544E">
      <w:r w:rsidRPr="007818BD">
        <w:t>Nicot réprima une exclamation</w:t>
      </w:r>
      <w:r w:rsidR="00E8465A">
        <w:t xml:space="preserve">, </w:t>
      </w:r>
      <w:r w:rsidRPr="007818BD">
        <w:t xml:space="preserve">et après avoir regardé </w:t>
      </w:r>
      <w:proofErr w:type="spellStart"/>
      <w:r w:rsidRPr="007818BD">
        <w:t>Z</w:t>
      </w:r>
      <w:r w:rsidRPr="007818BD">
        <w:t>a</w:t>
      </w:r>
      <w:r w:rsidRPr="007818BD">
        <w:t>noni</w:t>
      </w:r>
      <w:proofErr w:type="spellEnd"/>
      <w:r w:rsidRPr="007818BD">
        <w:t xml:space="preserve"> avec des yeux sombres et sinistres</w:t>
      </w:r>
      <w:r w:rsidR="00E8465A">
        <w:t xml:space="preserve">, </w:t>
      </w:r>
      <w:r w:rsidRPr="007818BD">
        <w:t>mais pleins de haine impuissante et implacable</w:t>
      </w:r>
      <w:r w:rsidR="00E8465A">
        <w:t xml:space="preserve">, </w:t>
      </w:r>
      <w:r w:rsidRPr="007818BD">
        <w:t>il dit</w:t>
      </w:r>
      <w:r w:rsidR="00E8465A">
        <w:t> :</w:t>
      </w:r>
    </w:p>
    <w:p w14:paraId="22C73253" w14:textId="77777777" w:rsidR="00E8465A" w:rsidRDefault="00E8465A" w:rsidP="00E0544E">
      <w:r>
        <w:t>« </w:t>
      </w:r>
      <w:r w:rsidR="00E0544E" w:rsidRPr="007818BD">
        <w:t>Je ne sais</w:t>
      </w:r>
      <w:r>
        <w:t xml:space="preserve">… </w:t>
      </w:r>
      <w:r w:rsidR="00E0544E" w:rsidRPr="007818BD">
        <w:t>je ne sais vraiment ce que vous voulez</w:t>
      </w:r>
      <w:r>
        <w:t>.</w:t>
      </w:r>
    </w:p>
    <w:p w14:paraId="6D97851A" w14:textId="5BB751BA" w:rsidR="00E0544E" w:rsidRPr="007818BD" w:rsidRDefault="00E8465A" w:rsidP="00E0544E">
      <w:r>
        <w:t>— </w:t>
      </w:r>
      <w:r w:rsidR="00E0544E" w:rsidRPr="007818BD">
        <w:t>Votre absence</w:t>
      </w:r>
      <w:r>
        <w:t xml:space="preserve">. </w:t>
      </w:r>
      <w:r w:rsidR="00E0544E" w:rsidRPr="007818BD">
        <w:t>Laissez-moi</w:t>
      </w:r>
      <w:r>
        <w:t>. »</w:t>
      </w:r>
    </w:p>
    <w:p w14:paraId="5E9FFEEE" w14:textId="77777777" w:rsidR="00E8465A" w:rsidRDefault="00E0544E" w:rsidP="00E0544E">
      <w:r w:rsidRPr="007818BD">
        <w:t>Nicot s</w:t>
      </w:r>
      <w:r w:rsidR="00E8465A">
        <w:t>’</w:t>
      </w:r>
      <w:r w:rsidRPr="007818BD">
        <w:t>élança les poings serrés</w:t>
      </w:r>
      <w:r w:rsidR="00E8465A">
        <w:t xml:space="preserve">, </w:t>
      </w:r>
      <w:r w:rsidRPr="007818BD">
        <w:t>montrant toutes ses dents d</w:t>
      </w:r>
      <w:r w:rsidR="00E8465A">
        <w:t>’</w:t>
      </w:r>
      <w:r w:rsidRPr="007818BD">
        <w:t>une oreille à l</w:t>
      </w:r>
      <w:r w:rsidR="00E8465A">
        <w:t>’</w:t>
      </w:r>
      <w:r w:rsidRPr="007818BD">
        <w:t>autre</w:t>
      </w:r>
      <w:r w:rsidR="00E8465A">
        <w:t xml:space="preserve">, </w:t>
      </w:r>
      <w:r w:rsidRPr="007818BD">
        <w:t>comme une bête sauvage irritée</w:t>
      </w:r>
      <w:r w:rsidR="00E8465A">
        <w:t xml:space="preserve">. </w:t>
      </w:r>
      <w:proofErr w:type="spellStart"/>
      <w:r w:rsidRPr="007818BD">
        <w:t>Zanoni</w:t>
      </w:r>
      <w:proofErr w:type="spellEnd"/>
      <w:r w:rsidRPr="007818BD">
        <w:t xml:space="preserve"> demeura immobile</w:t>
      </w:r>
      <w:r w:rsidR="00E8465A">
        <w:t xml:space="preserve">, </w:t>
      </w:r>
      <w:r w:rsidRPr="007818BD">
        <w:t>et le regarda avec un sourire de dédain</w:t>
      </w:r>
      <w:r w:rsidR="00E8465A">
        <w:t xml:space="preserve">. </w:t>
      </w:r>
      <w:r w:rsidRPr="007818BD">
        <w:t>N</w:t>
      </w:r>
      <w:r w:rsidRPr="007818BD">
        <w:t>i</w:t>
      </w:r>
      <w:r w:rsidRPr="007818BD">
        <w:t>cot s</w:t>
      </w:r>
      <w:r w:rsidR="00E8465A">
        <w:t>’</w:t>
      </w:r>
      <w:r w:rsidRPr="007818BD">
        <w:t>arrêta sur place</w:t>
      </w:r>
      <w:r w:rsidR="00E8465A">
        <w:t xml:space="preserve"> ; </w:t>
      </w:r>
      <w:r w:rsidRPr="007818BD">
        <w:t>comme si ce regard l</w:t>
      </w:r>
      <w:r w:rsidR="00E8465A">
        <w:t>’</w:t>
      </w:r>
      <w:r w:rsidRPr="007818BD">
        <w:t>eût fasciné et tran</w:t>
      </w:r>
      <w:r w:rsidRPr="007818BD">
        <w:t>s</w:t>
      </w:r>
      <w:r w:rsidRPr="007818BD">
        <w:t>percé</w:t>
      </w:r>
      <w:r w:rsidR="00E8465A">
        <w:t xml:space="preserve"> ; </w:t>
      </w:r>
      <w:r w:rsidRPr="007818BD">
        <w:t>il frissonna de la tête aux pieds</w:t>
      </w:r>
      <w:r w:rsidR="00E8465A">
        <w:t xml:space="preserve"> ; </w:t>
      </w:r>
      <w:r w:rsidRPr="007818BD">
        <w:t>puis</w:t>
      </w:r>
      <w:r w:rsidR="00E8465A">
        <w:t xml:space="preserve">, </w:t>
      </w:r>
      <w:r w:rsidRPr="007818BD">
        <w:t>à contrecœur</w:t>
      </w:r>
      <w:r w:rsidR="00E8465A">
        <w:t xml:space="preserve">, </w:t>
      </w:r>
      <w:r w:rsidRPr="007818BD">
        <w:t>par un effort violent</w:t>
      </w:r>
      <w:r w:rsidR="00E8465A">
        <w:t xml:space="preserve">, </w:t>
      </w:r>
      <w:r w:rsidRPr="007818BD">
        <w:t>poussé comme par une puissance victorieuse</w:t>
      </w:r>
      <w:r w:rsidR="00E8465A">
        <w:t xml:space="preserve">, </w:t>
      </w:r>
      <w:r w:rsidRPr="007818BD">
        <w:t>il s</w:t>
      </w:r>
      <w:r w:rsidR="00E8465A">
        <w:t>’</w:t>
      </w:r>
      <w:r w:rsidRPr="007818BD">
        <w:t>éloigna</w:t>
      </w:r>
      <w:r w:rsidR="00E8465A">
        <w:t>.</w:t>
      </w:r>
    </w:p>
    <w:p w14:paraId="1CE4AD18" w14:textId="77777777" w:rsidR="00E8465A" w:rsidRDefault="00E0544E" w:rsidP="00E0544E">
      <w:r w:rsidRPr="007818BD">
        <w:t xml:space="preserve">Les yeux étonnés de </w:t>
      </w:r>
      <w:proofErr w:type="spellStart"/>
      <w:r w:rsidRPr="007818BD">
        <w:t>Glyndon</w:t>
      </w:r>
      <w:proofErr w:type="spellEnd"/>
      <w:r w:rsidRPr="007818BD">
        <w:t xml:space="preserve"> le suivirent</w:t>
      </w:r>
      <w:r w:rsidR="00E8465A">
        <w:t>.</w:t>
      </w:r>
    </w:p>
    <w:p w14:paraId="72EB710E" w14:textId="77777777" w:rsidR="00E8465A" w:rsidRDefault="00E8465A" w:rsidP="00E0544E">
      <w:r>
        <w:t>« </w:t>
      </w:r>
      <w:r w:rsidR="00E0544E" w:rsidRPr="007818BD">
        <w:t>Que savez-vous de cet homme</w:t>
      </w:r>
      <w:r>
        <w:t xml:space="preserve"> ? </w:t>
      </w:r>
      <w:r w:rsidR="00E0544E" w:rsidRPr="007818BD">
        <w:t xml:space="preserve">demanda </w:t>
      </w:r>
      <w:proofErr w:type="spellStart"/>
      <w:r w:rsidR="00E0544E" w:rsidRPr="007818BD">
        <w:t>Zanoni</w:t>
      </w:r>
      <w:proofErr w:type="spellEnd"/>
      <w:r>
        <w:t>.</w:t>
      </w:r>
    </w:p>
    <w:p w14:paraId="08E63E65" w14:textId="77777777" w:rsidR="00E8465A" w:rsidRDefault="00E8465A" w:rsidP="00E0544E">
      <w:r>
        <w:t>— </w:t>
      </w:r>
      <w:r w:rsidR="00E0544E" w:rsidRPr="007818BD">
        <w:t>Je le connais comme étant</w:t>
      </w:r>
      <w:r>
        <w:t xml:space="preserve">, </w:t>
      </w:r>
      <w:r w:rsidR="00E0544E" w:rsidRPr="007818BD">
        <w:t>ainsi que moi</w:t>
      </w:r>
      <w:r>
        <w:t xml:space="preserve">, </w:t>
      </w:r>
      <w:r w:rsidR="00E0544E" w:rsidRPr="007818BD">
        <w:t>à la recherche de l</w:t>
      </w:r>
      <w:r>
        <w:t>’</w:t>
      </w:r>
      <w:r w:rsidR="00E0544E" w:rsidRPr="007818BD">
        <w:t>Art</w:t>
      </w:r>
      <w:r>
        <w:t>.</w:t>
      </w:r>
    </w:p>
    <w:p w14:paraId="4E4A68C5" w14:textId="77777777" w:rsidR="00E8465A" w:rsidRDefault="00E8465A" w:rsidP="00E0544E">
      <w:r>
        <w:t>— </w:t>
      </w:r>
      <w:r w:rsidR="00E0544E" w:rsidRPr="007818BD">
        <w:t>De l</w:t>
      </w:r>
      <w:r>
        <w:t>’</w:t>
      </w:r>
      <w:r w:rsidR="00E0544E" w:rsidRPr="007818BD">
        <w:rPr>
          <w:i/>
          <w:iCs/>
        </w:rPr>
        <w:t>Art</w:t>
      </w:r>
      <w:r>
        <w:t xml:space="preserve"> ! </w:t>
      </w:r>
      <w:r w:rsidR="00E0544E" w:rsidRPr="007818BD">
        <w:t>Ne profanez pas ainsi ce mot glorieux</w:t>
      </w:r>
      <w:r>
        <w:t xml:space="preserve">. </w:t>
      </w:r>
      <w:r w:rsidR="00E0544E" w:rsidRPr="007818BD">
        <w:t>Ce que la nature est pour Dieu</w:t>
      </w:r>
      <w:r>
        <w:t xml:space="preserve">, </w:t>
      </w:r>
      <w:r w:rsidR="00E0544E" w:rsidRPr="007818BD">
        <w:t>l</w:t>
      </w:r>
      <w:r>
        <w:t>’</w:t>
      </w:r>
      <w:r w:rsidR="00E0544E" w:rsidRPr="007818BD">
        <w:t>art doit l</w:t>
      </w:r>
      <w:r>
        <w:t>’</w:t>
      </w:r>
      <w:r w:rsidR="00E0544E" w:rsidRPr="007818BD">
        <w:t>être pour l</w:t>
      </w:r>
      <w:r>
        <w:t>’</w:t>
      </w:r>
      <w:r w:rsidR="00E0544E" w:rsidRPr="007818BD">
        <w:t>homme</w:t>
      </w:r>
      <w:r>
        <w:t xml:space="preserve"> ; </w:t>
      </w:r>
      <w:r w:rsidR="00E0544E" w:rsidRPr="007818BD">
        <w:t>une cré</w:t>
      </w:r>
      <w:r w:rsidR="00E0544E" w:rsidRPr="007818BD">
        <w:t>a</w:t>
      </w:r>
      <w:r w:rsidR="00E0544E" w:rsidRPr="007818BD">
        <w:t>tion sublime</w:t>
      </w:r>
      <w:r>
        <w:t xml:space="preserve">, </w:t>
      </w:r>
      <w:r w:rsidR="00E0544E" w:rsidRPr="007818BD">
        <w:t>bienfaisante</w:t>
      </w:r>
      <w:r>
        <w:t xml:space="preserve">, </w:t>
      </w:r>
      <w:r w:rsidR="00E0544E" w:rsidRPr="007818BD">
        <w:t>féconde</w:t>
      </w:r>
      <w:r>
        <w:t xml:space="preserve">, </w:t>
      </w:r>
      <w:r w:rsidR="00E0544E" w:rsidRPr="007818BD">
        <w:t>inspirée</w:t>
      </w:r>
      <w:r>
        <w:t xml:space="preserve">. </w:t>
      </w:r>
      <w:r w:rsidR="00E0544E" w:rsidRPr="007818BD">
        <w:t xml:space="preserve">Ce misérable peut être un </w:t>
      </w:r>
      <w:r w:rsidR="00E0544E" w:rsidRPr="007818BD">
        <w:rPr>
          <w:i/>
          <w:iCs/>
        </w:rPr>
        <w:t>peintre</w:t>
      </w:r>
      <w:r>
        <w:t xml:space="preserve">, </w:t>
      </w:r>
      <w:r w:rsidR="00E0544E" w:rsidRPr="007818BD">
        <w:t>mais un artiste</w:t>
      </w:r>
      <w:r>
        <w:t xml:space="preserve">, </w:t>
      </w:r>
      <w:r w:rsidR="00E0544E" w:rsidRPr="007818BD">
        <w:t>non pas</w:t>
      </w:r>
      <w:r>
        <w:t> !</w:t>
      </w:r>
    </w:p>
    <w:p w14:paraId="43ABE87F" w14:textId="77777777" w:rsidR="00E8465A" w:rsidRDefault="00E8465A" w:rsidP="00E0544E">
      <w:r>
        <w:lastRenderedPageBreak/>
        <w:t>— </w:t>
      </w:r>
      <w:r w:rsidR="00E0544E" w:rsidRPr="007818BD">
        <w:t>Veuillez me pardonner si à mon tour je vous demande ce que vous savez d</w:t>
      </w:r>
      <w:r>
        <w:t>’</w:t>
      </w:r>
      <w:r w:rsidR="00E0544E" w:rsidRPr="007818BD">
        <w:t>un homme dont vous parlez si peu favorabl</w:t>
      </w:r>
      <w:r w:rsidR="00E0544E" w:rsidRPr="007818BD">
        <w:t>e</w:t>
      </w:r>
      <w:r w:rsidR="00E0544E" w:rsidRPr="007818BD">
        <w:t>ment</w:t>
      </w:r>
      <w:r>
        <w:t>.</w:t>
      </w:r>
    </w:p>
    <w:p w14:paraId="53CD603E" w14:textId="77777777" w:rsidR="00E8465A" w:rsidRDefault="00E8465A" w:rsidP="00E0544E">
      <w:r>
        <w:t>— </w:t>
      </w:r>
      <w:r w:rsidR="00E0544E" w:rsidRPr="007818BD">
        <w:t>Ce que je sais</w:t>
      </w:r>
      <w:r>
        <w:t xml:space="preserve">, </w:t>
      </w:r>
      <w:r w:rsidR="00E0544E" w:rsidRPr="007818BD">
        <w:t>c</w:t>
      </w:r>
      <w:r>
        <w:t>’</w:t>
      </w:r>
      <w:r w:rsidR="00E0544E" w:rsidRPr="007818BD">
        <w:t>est que vous êtes sous ma protection</w:t>
      </w:r>
      <w:r>
        <w:t xml:space="preserve">, </w:t>
      </w:r>
      <w:r w:rsidR="00E0544E" w:rsidRPr="007818BD">
        <w:t>s</w:t>
      </w:r>
      <w:r>
        <w:t>’</w:t>
      </w:r>
      <w:r w:rsidR="00E0544E" w:rsidRPr="007818BD">
        <w:t>il est nécessaire de vous prévenir contre lui</w:t>
      </w:r>
      <w:r>
        <w:t xml:space="preserve"> : </w:t>
      </w:r>
      <w:r w:rsidR="00E0544E" w:rsidRPr="007818BD">
        <w:t>sa bouche même montre toute la noirceur de son âme</w:t>
      </w:r>
      <w:r>
        <w:t xml:space="preserve">. </w:t>
      </w:r>
      <w:r w:rsidR="00E0544E" w:rsidRPr="007818BD">
        <w:t>Pourquoi vous dirais-je les crimes qu</w:t>
      </w:r>
      <w:r>
        <w:t>’</w:t>
      </w:r>
      <w:r w:rsidR="00E0544E" w:rsidRPr="007818BD">
        <w:t>il a commis</w:t>
      </w:r>
      <w:r>
        <w:t xml:space="preserve"> ? </w:t>
      </w:r>
      <w:r w:rsidR="00E0544E" w:rsidRPr="007818BD">
        <w:t>Le crime</w:t>
      </w:r>
      <w:r>
        <w:t xml:space="preserve"> ! </w:t>
      </w:r>
      <w:r w:rsidR="00E0544E" w:rsidRPr="007818BD">
        <w:t>il est jusque dans son lang</w:t>
      </w:r>
      <w:r w:rsidR="00E0544E" w:rsidRPr="007818BD">
        <w:t>a</w:t>
      </w:r>
      <w:r w:rsidR="00E0544E" w:rsidRPr="007818BD">
        <w:t>ge</w:t>
      </w:r>
      <w:r>
        <w:t>.</w:t>
      </w:r>
    </w:p>
    <w:p w14:paraId="4ADCF015" w14:textId="77777777" w:rsidR="00E8465A" w:rsidRDefault="00E8465A" w:rsidP="00E0544E">
      <w:r>
        <w:t>— </w:t>
      </w:r>
      <w:r w:rsidR="00E0544E" w:rsidRPr="007818BD">
        <w:t>Il paraît</w:t>
      </w:r>
      <w:r>
        <w:t xml:space="preserv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que vous ne comptez pas parmi les admirateurs de la naissante révolution</w:t>
      </w:r>
      <w:r>
        <w:t xml:space="preserve">. </w:t>
      </w:r>
      <w:r w:rsidR="00E0544E" w:rsidRPr="007818BD">
        <w:t>Peut-être êtes-vous prévenu contre l</w:t>
      </w:r>
      <w:r>
        <w:t>’</w:t>
      </w:r>
      <w:r w:rsidR="00E0544E" w:rsidRPr="007818BD">
        <w:t>homme parce que vous n</w:t>
      </w:r>
      <w:r>
        <w:t>’</w:t>
      </w:r>
      <w:r w:rsidR="00E0544E" w:rsidRPr="007818BD">
        <w:t>aimez pas ses op</w:t>
      </w:r>
      <w:r w:rsidR="00E0544E" w:rsidRPr="007818BD">
        <w:t>i</w:t>
      </w:r>
      <w:r w:rsidR="00E0544E" w:rsidRPr="007818BD">
        <w:t>nions</w:t>
      </w:r>
      <w:r>
        <w:t>.</w:t>
      </w:r>
    </w:p>
    <w:p w14:paraId="25062B5A" w14:textId="08F21A05" w:rsidR="00E0544E" w:rsidRPr="007818BD" w:rsidRDefault="00E8465A" w:rsidP="00E0544E">
      <w:r>
        <w:t>— </w:t>
      </w:r>
      <w:r w:rsidR="00E0544E" w:rsidRPr="007818BD">
        <w:t>Quelles opinions</w:t>
      </w:r>
      <w:r>
        <w:t> ? »</w:t>
      </w:r>
    </w:p>
    <w:p w14:paraId="441D8404" w14:textId="77777777" w:rsidR="00E8465A" w:rsidRDefault="00E0544E" w:rsidP="00E0544E">
      <w:proofErr w:type="spellStart"/>
      <w:r w:rsidRPr="007818BD">
        <w:t>Glyndon</w:t>
      </w:r>
      <w:proofErr w:type="spellEnd"/>
      <w:r w:rsidRPr="007818BD">
        <w:t xml:space="preserve"> s</w:t>
      </w:r>
      <w:r w:rsidR="00E8465A">
        <w:t>’</w:t>
      </w:r>
      <w:r w:rsidRPr="007818BD">
        <w:t>arrêta quelque peu</w:t>
      </w:r>
      <w:r w:rsidR="00E8465A">
        <w:t xml:space="preserve">, </w:t>
      </w:r>
      <w:r w:rsidRPr="007818BD">
        <w:t>embarrassé de répondre</w:t>
      </w:r>
      <w:r w:rsidR="00E8465A">
        <w:t xml:space="preserve"> ; </w:t>
      </w:r>
      <w:r w:rsidRPr="007818BD">
        <w:t>enfin il dit</w:t>
      </w:r>
      <w:r w:rsidR="00E8465A">
        <w:t> :</w:t>
      </w:r>
    </w:p>
    <w:p w14:paraId="3045D311" w14:textId="77777777" w:rsidR="00E8465A" w:rsidRDefault="00E8465A" w:rsidP="00E0544E">
      <w:r>
        <w:t>« </w:t>
      </w:r>
      <w:r w:rsidR="00E0544E" w:rsidRPr="007818BD">
        <w:t>Mais non</w:t>
      </w:r>
      <w:r>
        <w:t xml:space="preserve">, </w:t>
      </w:r>
      <w:r w:rsidR="00E0544E" w:rsidRPr="007818BD">
        <w:t>je suis injuste</w:t>
      </w:r>
      <w:r>
        <w:t xml:space="preserve"> : </w:t>
      </w:r>
      <w:r w:rsidR="00E0544E" w:rsidRPr="007818BD">
        <w:t>car moins que tout autre vous pouvez être ennemi de cette doctrine qui prêche le perfectio</w:t>
      </w:r>
      <w:r w:rsidR="00E0544E" w:rsidRPr="007818BD">
        <w:t>n</w:t>
      </w:r>
      <w:r w:rsidR="00E0544E" w:rsidRPr="007818BD">
        <w:t>nement de l</w:t>
      </w:r>
      <w:r>
        <w:t>’</w:t>
      </w:r>
      <w:r w:rsidR="00E0544E" w:rsidRPr="007818BD">
        <w:t>espèce humaine</w:t>
      </w:r>
      <w:r>
        <w:t>.</w:t>
      </w:r>
    </w:p>
    <w:p w14:paraId="155572D1" w14:textId="77777777" w:rsidR="00E8465A" w:rsidRDefault="00E8465A" w:rsidP="00E0544E">
      <w:r>
        <w:t>— </w:t>
      </w:r>
      <w:r w:rsidR="00E0544E" w:rsidRPr="007818BD">
        <w:t>Vous avez raison</w:t>
      </w:r>
      <w:r>
        <w:t xml:space="preserve"> : </w:t>
      </w:r>
      <w:r w:rsidR="00E0544E" w:rsidRPr="007818BD">
        <w:t>c</w:t>
      </w:r>
      <w:r>
        <w:t>’</w:t>
      </w:r>
      <w:r w:rsidR="00E0544E" w:rsidRPr="007818BD">
        <w:t>est le petit nombre</w:t>
      </w:r>
      <w:r>
        <w:t xml:space="preserve">, </w:t>
      </w:r>
      <w:r w:rsidR="00E0544E" w:rsidRPr="007818BD">
        <w:t>dans tous les si</w:t>
      </w:r>
      <w:r w:rsidR="00E0544E" w:rsidRPr="007818BD">
        <w:t>è</w:t>
      </w:r>
      <w:r w:rsidR="00E0544E" w:rsidRPr="007818BD">
        <w:t>cles</w:t>
      </w:r>
      <w:r>
        <w:t xml:space="preserve">, </w:t>
      </w:r>
      <w:r w:rsidR="00E0544E" w:rsidRPr="007818BD">
        <w:t>qui améliore la foule</w:t>
      </w:r>
      <w:r>
        <w:t xml:space="preserve">. </w:t>
      </w:r>
      <w:r w:rsidR="00E0544E" w:rsidRPr="007818BD">
        <w:t>Il se peut que la foule aujourd</w:t>
      </w:r>
      <w:r>
        <w:t>’</w:t>
      </w:r>
      <w:r w:rsidR="00E0544E" w:rsidRPr="007818BD">
        <w:t>hui soit aussi sage que l</w:t>
      </w:r>
      <w:r>
        <w:t>’</w:t>
      </w:r>
      <w:r w:rsidR="00E0544E" w:rsidRPr="007818BD">
        <w:t>était le petit nombre</w:t>
      </w:r>
      <w:r>
        <w:t xml:space="preserve"> ; </w:t>
      </w:r>
      <w:r w:rsidR="00E0544E" w:rsidRPr="007818BD">
        <w:t>mais le progrès est st</w:t>
      </w:r>
      <w:r w:rsidR="00E0544E" w:rsidRPr="007818BD">
        <w:t>a</w:t>
      </w:r>
      <w:r w:rsidR="00E0544E" w:rsidRPr="007818BD">
        <w:t>tionnaire</w:t>
      </w:r>
      <w:r>
        <w:t xml:space="preserve">, </w:t>
      </w:r>
      <w:r w:rsidR="00E0544E" w:rsidRPr="007818BD">
        <w:t>si vous me dites que la foule est aujourd</w:t>
      </w:r>
      <w:r>
        <w:t>’</w:t>
      </w:r>
      <w:r w:rsidR="00E0544E" w:rsidRPr="007818BD">
        <w:t>hui aussi s</w:t>
      </w:r>
      <w:r w:rsidR="00E0544E" w:rsidRPr="007818BD">
        <w:t>a</w:t>
      </w:r>
      <w:r w:rsidR="00E0544E" w:rsidRPr="007818BD">
        <w:t>ge que l</w:t>
      </w:r>
      <w:r>
        <w:t>’</w:t>
      </w:r>
      <w:r w:rsidR="00E0544E" w:rsidRPr="007818BD">
        <w:t>est maintenant le petit nombre</w:t>
      </w:r>
      <w:r>
        <w:t>.</w:t>
      </w:r>
    </w:p>
    <w:p w14:paraId="64C29A7B" w14:textId="77777777" w:rsidR="00E8465A" w:rsidRDefault="00E8465A" w:rsidP="00E0544E">
      <w:r>
        <w:t>— </w:t>
      </w:r>
      <w:r w:rsidR="00E0544E" w:rsidRPr="007818BD">
        <w:t>Je vous entends</w:t>
      </w:r>
      <w:r>
        <w:t xml:space="preserve"> : </w:t>
      </w:r>
      <w:r w:rsidR="00E0544E" w:rsidRPr="007818BD">
        <w:t>vous n</w:t>
      </w:r>
      <w:r>
        <w:t>’</w:t>
      </w:r>
      <w:r w:rsidR="00E0544E" w:rsidRPr="007818BD">
        <w:t>admettez pas la loi de l</w:t>
      </w:r>
      <w:r>
        <w:t>’</w:t>
      </w:r>
      <w:r w:rsidR="00E0544E" w:rsidRPr="007818BD">
        <w:t>égalité universelle</w:t>
      </w:r>
      <w:r>
        <w:t>.</w:t>
      </w:r>
    </w:p>
    <w:p w14:paraId="4BBE94EA" w14:textId="77777777" w:rsidR="00E8465A" w:rsidRDefault="00E8465A" w:rsidP="00E0544E">
      <w:r>
        <w:t>— </w:t>
      </w:r>
      <w:r w:rsidR="00E0544E" w:rsidRPr="007818BD">
        <w:t xml:space="preserve">La </w:t>
      </w:r>
      <w:r w:rsidR="00E0544E" w:rsidRPr="007818BD">
        <w:rPr>
          <w:i/>
          <w:iCs/>
        </w:rPr>
        <w:t>loi</w:t>
      </w:r>
      <w:r>
        <w:t xml:space="preserve"> ! </w:t>
      </w:r>
      <w:r w:rsidR="00E0544E" w:rsidRPr="007818BD">
        <w:t>Le monde entier conspirerait pour imposer ce mensonge</w:t>
      </w:r>
      <w:r>
        <w:t xml:space="preserve">, </w:t>
      </w:r>
      <w:r w:rsidR="00E0544E" w:rsidRPr="007818BD">
        <w:t>qu</w:t>
      </w:r>
      <w:r>
        <w:t>’</w:t>
      </w:r>
      <w:r w:rsidR="00E0544E" w:rsidRPr="007818BD">
        <w:t>il n</w:t>
      </w:r>
      <w:r>
        <w:t>’</w:t>
      </w:r>
      <w:r w:rsidR="00E0544E" w:rsidRPr="007818BD">
        <w:t xml:space="preserve">en ferait pas une </w:t>
      </w:r>
      <w:r w:rsidR="00E0544E" w:rsidRPr="007818BD">
        <w:rPr>
          <w:i/>
          <w:iCs/>
        </w:rPr>
        <w:t>loi</w:t>
      </w:r>
      <w:r>
        <w:t xml:space="preserve">. </w:t>
      </w:r>
      <w:r w:rsidR="00E0544E" w:rsidRPr="007818BD">
        <w:t>Nivelez aujourd</w:t>
      </w:r>
      <w:r>
        <w:t>’</w:t>
      </w:r>
      <w:r w:rsidR="00E0544E" w:rsidRPr="007818BD">
        <w:t>hui to</w:t>
      </w:r>
      <w:r w:rsidR="00E0544E" w:rsidRPr="007818BD">
        <w:t>u</w:t>
      </w:r>
      <w:r w:rsidR="00E0544E" w:rsidRPr="007818BD">
        <w:t>tes les conditions</w:t>
      </w:r>
      <w:r>
        <w:t xml:space="preserve">, </w:t>
      </w:r>
      <w:r w:rsidR="00E0544E" w:rsidRPr="007818BD">
        <w:t>et vous aplanissez les ob</w:t>
      </w:r>
      <w:r w:rsidR="00E0544E" w:rsidRPr="007818BD">
        <w:t>s</w:t>
      </w:r>
      <w:r w:rsidR="00E0544E" w:rsidRPr="007818BD">
        <w:t>tacles à la tyrannie de demain</w:t>
      </w:r>
      <w:r>
        <w:t xml:space="preserve">. </w:t>
      </w:r>
      <w:r w:rsidR="00E0544E" w:rsidRPr="007818BD">
        <w:t>Une nation qui aspire à l</w:t>
      </w:r>
      <w:r>
        <w:t>’</w:t>
      </w:r>
      <w:r w:rsidR="00E0544E" w:rsidRPr="007818BD">
        <w:t xml:space="preserve">égalité est indigne </w:t>
      </w:r>
      <w:r w:rsidR="00E0544E" w:rsidRPr="007818BD">
        <w:lastRenderedPageBreak/>
        <w:t>de la l</w:t>
      </w:r>
      <w:r w:rsidR="00E0544E" w:rsidRPr="007818BD">
        <w:t>i</w:t>
      </w:r>
      <w:r w:rsidR="00E0544E" w:rsidRPr="007818BD">
        <w:t>berté</w:t>
      </w:r>
      <w:r>
        <w:t xml:space="preserve">. </w:t>
      </w:r>
      <w:r w:rsidR="00E0544E" w:rsidRPr="007818BD">
        <w:t>Dans toute l</w:t>
      </w:r>
      <w:r>
        <w:t>’</w:t>
      </w:r>
      <w:r w:rsidR="00E0544E" w:rsidRPr="007818BD">
        <w:t>étendue de la création</w:t>
      </w:r>
      <w:r>
        <w:t xml:space="preserve">, </w:t>
      </w:r>
      <w:r w:rsidR="00E0544E" w:rsidRPr="007818BD">
        <w:t>depuis l</w:t>
      </w:r>
      <w:r>
        <w:t>’</w:t>
      </w:r>
      <w:r w:rsidR="00E0544E" w:rsidRPr="007818BD">
        <w:t>ange ju</w:t>
      </w:r>
      <w:r w:rsidR="00E0544E" w:rsidRPr="007818BD">
        <w:t>s</w:t>
      </w:r>
      <w:r w:rsidR="00E0544E" w:rsidRPr="007818BD">
        <w:t>qu</w:t>
      </w:r>
      <w:r>
        <w:t>’</w:t>
      </w:r>
      <w:r w:rsidR="00E0544E" w:rsidRPr="007818BD">
        <w:t>au ver</w:t>
      </w:r>
      <w:r>
        <w:t xml:space="preserve">, </w:t>
      </w:r>
      <w:r w:rsidR="00E0544E" w:rsidRPr="007818BD">
        <w:t>depuis l</w:t>
      </w:r>
      <w:r>
        <w:t>’</w:t>
      </w:r>
      <w:r w:rsidR="00E0544E" w:rsidRPr="007818BD">
        <w:t>Olympe jusqu</w:t>
      </w:r>
      <w:r>
        <w:t>’</w:t>
      </w:r>
      <w:r w:rsidR="00E0544E" w:rsidRPr="007818BD">
        <w:t>au grain de sable</w:t>
      </w:r>
      <w:r>
        <w:t xml:space="preserve">, </w:t>
      </w:r>
      <w:r w:rsidR="00E0544E" w:rsidRPr="007818BD">
        <w:t>depuis l</w:t>
      </w:r>
      <w:r>
        <w:t>’</w:t>
      </w:r>
      <w:r w:rsidR="00E0544E" w:rsidRPr="007818BD">
        <w:t>astre r</w:t>
      </w:r>
      <w:r w:rsidR="00E0544E" w:rsidRPr="007818BD">
        <w:t>a</w:t>
      </w:r>
      <w:r w:rsidR="00E0544E" w:rsidRPr="007818BD">
        <w:t>dieux et parfait jusqu</w:t>
      </w:r>
      <w:r>
        <w:t>’</w:t>
      </w:r>
      <w:r w:rsidR="00E0544E" w:rsidRPr="007818BD">
        <w:t>à la masse confuse et obscure qui</w:t>
      </w:r>
      <w:r>
        <w:t xml:space="preserve">, </w:t>
      </w:r>
      <w:r w:rsidR="00E0544E" w:rsidRPr="007818BD">
        <w:t>durcie par des siècles de brouillard et de boue</w:t>
      </w:r>
      <w:r>
        <w:t xml:space="preserve">, </w:t>
      </w:r>
      <w:r w:rsidR="00E0544E" w:rsidRPr="007818BD">
        <w:t>devient un monde hab</w:t>
      </w:r>
      <w:r w:rsidR="00E0544E" w:rsidRPr="007818BD">
        <w:t>i</w:t>
      </w:r>
      <w:r w:rsidR="00E0544E" w:rsidRPr="007818BD">
        <w:t>table</w:t>
      </w:r>
      <w:r>
        <w:t xml:space="preserve">, </w:t>
      </w:r>
      <w:r w:rsidR="00E0544E" w:rsidRPr="007818BD">
        <w:t>la première loi de la nature</w:t>
      </w:r>
      <w:r>
        <w:t xml:space="preserve"> ; </w:t>
      </w:r>
      <w:r w:rsidR="00E0544E" w:rsidRPr="007818BD">
        <w:t>c</w:t>
      </w:r>
      <w:r>
        <w:t>’</w:t>
      </w:r>
      <w:r w:rsidR="00E0544E" w:rsidRPr="007818BD">
        <w:t>est l</w:t>
      </w:r>
      <w:r>
        <w:t>’</w:t>
      </w:r>
      <w:r w:rsidR="00E0544E" w:rsidRPr="007818BD">
        <w:t>inégalité</w:t>
      </w:r>
      <w:r>
        <w:t>.</w:t>
      </w:r>
    </w:p>
    <w:p w14:paraId="3367E7C7" w14:textId="77777777" w:rsidR="00E8465A" w:rsidRDefault="00E8465A" w:rsidP="00E0544E">
      <w:r>
        <w:t>— </w:t>
      </w:r>
      <w:r w:rsidR="00E0544E" w:rsidRPr="007818BD">
        <w:t>Doctrine décourageante</w:t>
      </w:r>
      <w:r>
        <w:t xml:space="preserve">, </w:t>
      </w:r>
      <w:r w:rsidR="00E0544E" w:rsidRPr="007818BD">
        <w:t>si on l</w:t>
      </w:r>
      <w:r>
        <w:t>’</w:t>
      </w:r>
      <w:r w:rsidR="00E0544E" w:rsidRPr="007818BD">
        <w:t>applique à la politique</w:t>
      </w:r>
      <w:r>
        <w:t xml:space="preserve">. </w:t>
      </w:r>
      <w:r w:rsidR="00E0544E" w:rsidRPr="007818BD">
        <w:t>Ces contrastes cruels de la vie ne doivent-ils jamais disparaître</w:t>
      </w:r>
      <w:r>
        <w:t> ?</w:t>
      </w:r>
    </w:p>
    <w:p w14:paraId="31F59CEC" w14:textId="6963C420" w:rsidR="00E0544E" w:rsidRPr="007818BD" w:rsidRDefault="00E8465A" w:rsidP="00E0544E">
      <w:r>
        <w:t>— </w:t>
      </w:r>
      <w:r w:rsidR="00E0544E" w:rsidRPr="007818BD">
        <w:t>Dans la vie physique</w:t>
      </w:r>
      <w:r>
        <w:t xml:space="preserve">, </w:t>
      </w:r>
      <w:r w:rsidR="00E0544E" w:rsidRPr="007818BD">
        <w:t>espérons-le</w:t>
      </w:r>
      <w:r>
        <w:t xml:space="preserve"> ; </w:t>
      </w:r>
      <w:r w:rsidR="00E0544E" w:rsidRPr="007818BD">
        <w:t>mais pour l</w:t>
      </w:r>
      <w:r>
        <w:t>’</w:t>
      </w:r>
      <w:r w:rsidR="00E0544E" w:rsidRPr="007818BD">
        <w:t>inégalité morale et intellectuelle</w:t>
      </w:r>
      <w:r>
        <w:t xml:space="preserve">, </w:t>
      </w:r>
      <w:r w:rsidR="00E0544E" w:rsidRPr="007818BD">
        <w:t>jamais</w:t>
      </w:r>
      <w:r>
        <w:t xml:space="preserve">. </w:t>
      </w:r>
      <w:r w:rsidR="00E0544E" w:rsidRPr="007818BD">
        <w:t>L</w:t>
      </w:r>
      <w:r>
        <w:t>’</w:t>
      </w:r>
      <w:r w:rsidR="00E0544E" w:rsidRPr="007818BD">
        <w:t>égalité universelle de l</w:t>
      </w:r>
      <w:r>
        <w:t>’</w:t>
      </w:r>
      <w:r w:rsidR="00E0544E" w:rsidRPr="007818BD">
        <w:t>intelligence</w:t>
      </w:r>
      <w:r>
        <w:t xml:space="preserve">, </w:t>
      </w:r>
      <w:r w:rsidR="00E0544E" w:rsidRPr="007818BD">
        <w:t>de l</w:t>
      </w:r>
      <w:r>
        <w:t>’</w:t>
      </w:r>
      <w:r w:rsidR="00E0544E" w:rsidRPr="007818BD">
        <w:t>âme</w:t>
      </w:r>
      <w:r>
        <w:t xml:space="preserve">, </w:t>
      </w:r>
      <w:r w:rsidR="00E0544E" w:rsidRPr="007818BD">
        <w:t>du génie</w:t>
      </w:r>
      <w:r>
        <w:t xml:space="preserve">, </w:t>
      </w:r>
      <w:r w:rsidR="00E0544E" w:rsidRPr="007818BD">
        <w:t>de la vertu</w:t>
      </w:r>
      <w:r>
        <w:t xml:space="preserve"> ! </w:t>
      </w:r>
      <w:r w:rsidR="00E0544E" w:rsidRPr="007818BD">
        <w:t>Pas de maître lai</w:t>
      </w:r>
      <w:r w:rsidR="00E0544E" w:rsidRPr="007818BD">
        <w:t>s</w:t>
      </w:r>
      <w:r w:rsidR="00E0544E" w:rsidRPr="007818BD">
        <w:t>sé au monde</w:t>
      </w:r>
      <w:r>
        <w:t xml:space="preserve"> ! </w:t>
      </w:r>
      <w:r w:rsidR="00E0544E" w:rsidRPr="007818BD">
        <w:t>Pas d</w:t>
      </w:r>
      <w:r>
        <w:t>’</w:t>
      </w:r>
      <w:r w:rsidR="00E0544E" w:rsidRPr="007818BD">
        <w:t>hommes plus sages</w:t>
      </w:r>
      <w:r>
        <w:t xml:space="preserve">, </w:t>
      </w:r>
      <w:r w:rsidR="00E0544E" w:rsidRPr="007818BD">
        <w:t>meilleurs que les a</w:t>
      </w:r>
      <w:r w:rsidR="00E0544E" w:rsidRPr="007818BD">
        <w:t>u</w:t>
      </w:r>
      <w:r w:rsidR="00E0544E" w:rsidRPr="007818BD">
        <w:t>tres</w:t>
      </w:r>
      <w:r>
        <w:t xml:space="preserve"> ! </w:t>
      </w:r>
      <w:r w:rsidR="00E0544E" w:rsidRPr="007818BD">
        <w:t>Quand même ce ne serait pas une condition impossible</w:t>
      </w:r>
      <w:r>
        <w:t xml:space="preserve">, </w:t>
      </w:r>
      <w:r w:rsidR="00E0544E" w:rsidRPr="007818BD">
        <w:t>quelle perspective désespérante pour l</w:t>
      </w:r>
      <w:r>
        <w:t>’</w:t>
      </w:r>
      <w:r w:rsidR="00E0544E" w:rsidRPr="007818BD">
        <w:t>humanité</w:t>
      </w:r>
      <w:r>
        <w:t xml:space="preserve"> ! </w:t>
      </w:r>
      <w:r w:rsidR="00E0544E" w:rsidRPr="007818BD">
        <w:t>Non</w:t>
      </w:r>
      <w:r>
        <w:t xml:space="preserve">, </w:t>
      </w:r>
      <w:r w:rsidR="00E0544E" w:rsidRPr="007818BD">
        <w:t>tant que le monde durera</w:t>
      </w:r>
      <w:r>
        <w:t xml:space="preserve">, </w:t>
      </w:r>
      <w:r w:rsidR="00E0544E" w:rsidRPr="007818BD">
        <w:t>le soleil dorera le sommet de la montagne avant d</w:t>
      </w:r>
      <w:r>
        <w:t>’</w:t>
      </w:r>
      <w:r w:rsidR="00E0544E" w:rsidRPr="007818BD">
        <w:t>éclairer la plaine</w:t>
      </w:r>
      <w:r>
        <w:t xml:space="preserve">. </w:t>
      </w:r>
      <w:r w:rsidR="00E0544E" w:rsidRPr="007818BD">
        <w:t>Répandez aujourd</w:t>
      </w:r>
      <w:r>
        <w:t>’</w:t>
      </w:r>
      <w:r w:rsidR="00E0544E" w:rsidRPr="007818BD">
        <w:t>hui la science h</w:t>
      </w:r>
      <w:r w:rsidR="00E0544E" w:rsidRPr="007818BD">
        <w:t>u</w:t>
      </w:r>
      <w:r w:rsidR="00E0544E" w:rsidRPr="007818BD">
        <w:t>maine avec une rigoureuse égalité sur tous les hommes</w:t>
      </w:r>
      <w:r>
        <w:t xml:space="preserve">, </w:t>
      </w:r>
      <w:r w:rsidR="00E0544E" w:rsidRPr="007818BD">
        <w:t>et d</w:t>
      </w:r>
      <w:r w:rsidR="00E0544E" w:rsidRPr="007818BD">
        <w:t>e</w:t>
      </w:r>
      <w:r w:rsidR="00E0544E" w:rsidRPr="007818BD">
        <w:t>main il y aura des hommes plus sages que les autres</w:t>
      </w:r>
      <w:r>
        <w:t xml:space="preserve">. </w:t>
      </w:r>
      <w:r w:rsidR="00E0544E" w:rsidRPr="007818BD">
        <w:t>Ce n</w:t>
      </w:r>
      <w:r>
        <w:t>’</w:t>
      </w:r>
      <w:r w:rsidR="00E0544E" w:rsidRPr="007818BD">
        <w:t>est pas là une loi sévère</w:t>
      </w:r>
      <w:r>
        <w:t xml:space="preserve">, </w:t>
      </w:r>
      <w:r w:rsidR="00E0544E" w:rsidRPr="007818BD">
        <w:t>mais une loi d</w:t>
      </w:r>
      <w:r>
        <w:t>’</w:t>
      </w:r>
      <w:r w:rsidR="00E0544E" w:rsidRPr="007818BD">
        <w:t>amour</w:t>
      </w:r>
      <w:r>
        <w:t xml:space="preserve">, </w:t>
      </w:r>
      <w:r w:rsidR="00E0544E" w:rsidRPr="007818BD">
        <w:t>la loi du vrai pr</w:t>
      </w:r>
      <w:r w:rsidR="00E0544E" w:rsidRPr="007818BD">
        <w:t>o</w:t>
      </w:r>
      <w:r w:rsidR="00E0544E" w:rsidRPr="007818BD">
        <w:t>grès</w:t>
      </w:r>
      <w:r>
        <w:t xml:space="preserve">. </w:t>
      </w:r>
      <w:r w:rsidR="00E0544E" w:rsidRPr="007818BD">
        <w:t>Plus</w:t>
      </w:r>
      <w:r>
        <w:t xml:space="preserve">, </w:t>
      </w:r>
      <w:r w:rsidR="00E0544E" w:rsidRPr="007818BD">
        <w:t>dans une génération</w:t>
      </w:r>
      <w:r>
        <w:t xml:space="preserve">, </w:t>
      </w:r>
      <w:r w:rsidR="00E0544E" w:rsidRPr="007818BD">
        <w:t>le petit nombre est sage</w:t>
      </w:r>
      <w:r>
        <w:t xml:space="preserve">, </w:t>
      </w:r>
      <w:r w:rsidR="00E0544E" w:rsidRPr="007818BD">
        <w:t>plus sage sera la mult</w:t>
      </w:r>
      <w:r w:rsidR="00E0544E" w:rsidRPr="007818BD">
        <w:t>i</w:t>
      </w:r>
      <w:r w:rsidR="00E0544E" w:rsidRPr="007818BD">
        <w:t>tude dans la génération suivante</w:t>
      </w:r>
      <w:r>
        <w:t>. »</w:t>
      </w:r>
    </w:p>
    <w:p w14:paraId="373D276D" w14:textId="77777777" w:rsidR="00E8465A" w:rsidRDefault="00E0544E" w:rsidP="00E0544E">
      <w:r w:rsidRPr="007818BD">
        <w:t>Pendant cette conversation</w:t>
      </w:r>
      <w:r w:rsidR="00E8465A">
        <w:t xml:space="preserve">, </w:t>
      </w:r>
      <w:r w:rsidRPr="007818BD">
        <w:t>ils passaient à travers des ja</w:t>
      </w:r>
      <w:r w:rsidRPr="007818BD">
        <w:t>r</w:t>
      </w:r>
      <w:r w:rsidRPr="007818BD">
        <w:t>dins souriants</w:t>
      </w:r>
      <w:r w:rsidR="00E8465A">
        <w:t xml:space="preserve">, </w:t>
      </w:r>
      <w:r w:rsidRPr="007818BD">
        <w:t>et le golfe</w:t>
      </w:r>
      <w:r w:rsidR="00E8465A">
        <w:t xml:space="preserve">, </w:t>
      </w:r>
      <w:r w:rsidRPr="007818BD">
        <w:t>dans toute sa beauté</w:t>
      </w:r>
      <w:r w:rsidR="00E8465A">
        <w:t xml:space="preserve">, </w:t>
      </w:r>
      <w:r w:rsidRPr="007818BD">
        <w:t>se déroulait d</w:t>
      </w:r>
      <w:r w:rsidRPr="007818BD">
        <w:t>e</w:t>
      </w:r>
      <w:r w:rsidRPr="007818BD">
        <w:t>vant eux</w:t>
      </w:r>
      <w:r w:rsidR="00E8465A">
        <w:t xml:space="preserve">, </w:t>
      </w:r>
      <w:r w:rsidRPr="007818BD">
        <w:t>étincelant au soleil de midi</w:t>
      </w:r>
      <w:r w:rsidR="00E8465A">
        <w:t xml:space="preserve">. </w:t>
      </w:r>
      <w:r w:rsidRPr="007818BD">
        <w:t>Une br</w:t>
      </w:r>
      <w:r w:rsidRPr="007818BD">
        <w:t>i</w:t>
      </w:r>
      <w:r w:rsidRPr="007818BD">
        <w:t>se molle et douce en tempérait à peine l</w:t>
      </w:r>
      <w:r w:rsidR="00E8465A">
        <w:t>’</w:t>
      </w:r>
      <w:r w:rsidRPr="007818BD">
        <w:t>ardeur et faisait frémir l</w:t>
      </w:r>
      <w:r w:rsidR="00E8465A">
        <w:t>’</w:t>
      </w:r>
      <w:r w:rsidRPr="007818BD">
        <w:t>eau</w:t>
      </w:r>
      <w:r w:rsidR="00E8465A">
        <w:t xml:space="preserve">. </w:t>
      </w:r>
      <w:r w:rsidRPr="007818BD">
        <w:t>Il y avait dans l</w:t>
      </w:r>
      <w:r w:rsidR="00E8465A">
        <w:t>’</w:t>
      </w:r>
      <w:r w:rsidRPr="007818BD">
        <w:t>inexprimable pureté du ciel quelque chose qui réjouissait les sens</w:t>
      </w:r>
      <w:r w:rsidR="00E8465A">
        <w:t xml:space="preserve">. </w:t>
      </w:r>
      <w:r w:rsidRPr="007818BD">
        <w:t>L</w:t>
      </w:r>
      <w:r w:rsidR="00E8465A">
        <w:t>’</w:t>
      </w:r>
      <w:r w:rsidRPr="007818BD">
        <w:t>âme elle-même</w:t>
      </w:r>
      <w:r w:rsidR="00E8465A">
        <w:t xml:space="preserve">, </w:t>
      </w:r>
      <w:r w:rsidRPr="007818BD">
        <w:t>au milieu de cette atmosphère tran</w:t>
      </w:r>
      <w:r w:rsidRPr="007818BD">
        <w:t>s</w:t>
      </w:r>
      <w:r w:rsidRPr="007818BD">
        <w:t>parente</w:t>
      </w:r>
      <w:r w:rsidR="00E8465A">
        <w:t xml:space="preserve">, </w:t>
      </w:r>
      <w:r w:rsidRPr="007818BD">
        <w:t>semblait devenir plus légère et plus l</w:t>
      </w:r>
      <w:r w:rsidRPr="007818BD">
        <w:t>u</w:t>
      </w:r>
      <w:r w:rsidRPr="007818BD">
        <w:t>mineuse</w:t>
      </w:r>
      <w:r w:rsidR="00E8465A">
        <w:t>.</w:t>
      </w:r>
    </w:p>
    <w:p w14:paraId="15221818" w14:textId="34338334" w:rsidR="00E0544E" w:rsidRPr="007818BD" w:rsidRDefault="00E8465A" w:rsidP="00E0544E">
      <w:r>
        <w:lastRenderedPageBreak/>
        <w:t>« </w:t>
      </w:r>
      <w:r w:rsidR="00E0544E" w:rsidRPr="007818BD">
        <w:t>Et ces hommes</w:t>
      </w:r>
      <w:r>
        <w:t xml:space="preserve">, </w:t>
      </w:r>
      <w:r w:rsidR="00E0544E" w:rsidRPr="007818BD">
        <w:t>pour commencer leur ère de progrès et d</w:t>
      </w:r>
      <w:r>
        <w:t>’</w:t>
      </w:r>
      <w:r w:rsidR="00E0544E" w:rsidRPr="007818BD">
        <w:t>égalité</w:t>
      </w:r>
      <w:r>
        <w:t xml:space="preserve">, </w:t>
      </w:r>
      <w:r w:rsidR="00E0544E" w:rsidRPr="007818BD">
        <w:t>sont jaloux</w:t>
      </w:r>
      <w:r>
        <w:t xml:space="preserve">, </w:t>
      </w:r>
      <w:r w:rsidR="00E0544E" w:rsidRPr="007818BD">
        <w:t>même du Créateur</w:t>
      </w:r>
      <w:r>
        <w:t xml:space="preserve"> ! </w:t>
      </w:r>
      <w:r w:rsidR="00E0544E" w:rsidRPr="007818BD">
        <w:t>Ils voudraient nier l</w:t>
      </w:r>
      <w:r>
        <w:t>’</w:t>
      </w:r>
      <w:r w:rsidR="00E0544E" w:rsidRPr="007818BD">
        <w:t>existence d</w:t>
      </w:r>
      <w:r>
        <w:t>’</w:t>
      </w:r>
      <w:r w:rsidR="00E0544E" w:rsidRPr="007818BD">
        <w:t>une intelligence</w:t>
      </w:r>
      <w:r>
        <w:t xml:space="preserve">, </w:t>
      </w:r>
      <w:r w:rsidR="00E0544E" w:rsidRPr="007818BD">
        <w:t>d</w:t>
      </w:r>
      <w:r>
        <w:t>’</w:t>
      </w:r>
      <w:r w:rsidR="00E0544E" w:rsidRPr="007818BD">
        <w:t>un Dieu</w:t>
      </w:r>
      <w:r>
        <w:t xml:space="preserve"> ! </w:t>
      </w:r>
      <w:r w:rsidR="00E0544E" w:rsidRPr="007818BD">
        <w:t xml:space="preserve">dit </w:t>
      </w:r>
      <w:proofErr w:type="spellStart"/>
      <w:r w:rsidR="00E0544E" w:rsidRPr="007818BD">
        <w:t>Zanoni</w:t>
      </w:r>
      <w:proofErr w:type="spellEnd"/>
      <w:r w:rsidR="00E0544E" w:rsidRPr="007818BD">
        <w:t xml:space="preserve"> presque i</w:t>
      </w:r>
      <w:r w:rsidR="00E0544E" w:rsidRPr="007818BD">
        <w:t>n</w:t>
      </w:r>
      <w:r w:rsidR="00E0544E" w:rsidRPr="007818BD">
        <w:t>volontairement</w:t>
      </w:r>
      <w:r>
        <w:t xml:space="preserve">. </w:t>
      </w:r>
      <w:r w:rsidR="00E0544E" w:rsidRPr="007818BD">
        <w:t>Vous êtes artiste</w:t>
      </w:r>
      <w:r>
        <w:t xml:space="preserve">, </w:t>
      </w:r>
      <w:r w:rsidR="00E0544E" w:rsidRPr="007818BD">
        <w:t>et en regardant le monde vous pouvez prêter l</w:t>
      </w:r>
      <w:r>
        <w:t>’</w:t>
      </w:r>
      <w:r w:rsidR="00E0544E" w:rsidRPr="007818BD">
        <w:t>oreille à un dogme semblable</w:t>
      </w:r>
      <w:r>
        <w:t xml:space="preserve"> ! </w:t>
      </w:r>
      <w:r w:rsidR="00E0544E" w:rsidRPr="007818BD">
        <w:t>Entre Dieu et le génie</w:t>
      </w:r>
      <w:r>
        <w:t xml:space="preserve">, </w:t>
      </w:r>
      <w:r w:rsidR="00E0544E" w:rsidRPr="007818BD">
        <w:t>il y a un lien nécessaire</w:t>
      </w:r>
      <w:r>
        <w:t xml:space="preserve">, </w:t>
      </w:r>
      <w:r w:rsidR="00E0544E" w:rsidRPr="007818BD">
        <w:t>il y a presque un langage commun</w:t>
      </w:r>
      <w:r>
        <w:t xml:space="preserve">. </w:t>
      </w:r>
      <w:r w:rsidR="00E0544E" w:rsidRPr="007818BD">
        <w:t>Le pythagoricien</w:t>
      </w:r>
      <w:r w:rsidR="00E0544E" w:rsidRPr="007818BD">
        <w:rPr>
          <w:rStyle w:val="Appelnotedebasdep"/>
        </w:rPr>
        <w:footnoteReference w:id="32"/>
      </w:r>
      <w:r w:rsidR="00E0544E" w:rsidRPr="007818BD">
        <w:t xml:space="preserve"> avait raison</w:t>
      </w:r>
      <w:r>
        <w:t xml:space="preserve"> : </w:t>
      </w:r>
      <w:r w:rsidR="00E0544E" w:rsidRPr="007818BD">
        <w:rPr>
          <w:i/>
          <w:iCs/>
        </w:rPr>
        <w:t>une intelligence dro</w:t>
      </w:r>
      <w:r w:rsidR="00E0544E" w:rsidRPr="007818BD">
        <w:rPr>
          <w:i/>
          <w:iCs/>
        </w:rPr>
        <w:t>i</w:t>
      </w:r>
      <w:r w:rsidR="00E0544E" w:rsidRPr="007818BD">
        <w:rPr>
          <w:i/>
          <w:iCs/>
        </w:rPr>
        <w:t>te est l</w:t>
      </w:r>
      <w:r>
        <w:rPr>
          <w:i/>
          <w:iCs/>
        </w:rPr>
        <w:t>’</w:t>
      </w:r>
      <w:r w:rsidR="00E0544E" w:rsidRPr="007818BD">
        <w:rPr>
          <w:i/>
          <w:iCs/>
        </w:rPr>
        <w:t>écho harmonieux de la Divinité</w:t>
      </w:r>
      <w:r>
        <w:t>. »</w:t>
      </w:r>
    </w:p>
    <w:p w14:paraId="64FC6954" w14:textId="77777777" w:rsidR="00E8465A" w:rsidRDefault="00E0544E" w:rsidP="00E0544E">
      <w:r w:rsidRPr="007818BD">
        <w:t>Frappé et touché de ces pensées qu</w:t>
      </w:r>
      <w:r w:rsidR="00E8465A">
        <w:t>’</w:t>
      </w:r>
      <w:r w:rsidRPr="007818BD">
        <w:t>il ne s</w:t>
      </w:r>
      <w:r w:rsidR="00E8465A">
        <w:t>’</w:t>
      </w:r>
      <w:r w:rsidRPr="007818BD">
        <w:t>attendait pas à entendre proclamer par un homme à qui il supposait une pui</w:t>
      </w:r>
      <w:r w:rsidRPr="007818BD">
        <w:t>s</w:t>
      </w:r>
      <w:r w:rsidRPr="007818BD">
        <w:t>sance que l</w:t>
      </w:r>
      <w:r w:rsidR="00E8465A">
        <w:t>’</w:t>
      </w:r>
      <w:r w:rsidRPr="007818BD">
        <w:t>enfance superstitieuse du peuple a</w:t>
      </w:r>
      <w:r w:rsidRPr="007818BD">
        <w:t>t</w:t>
      </w:r>
      <w:r w:rsidRPr="007818BD">
        <w:t>tribue à des agents implacables</w:t>
      </w:r>
      <w:r w:rsidR="00E8465A">
        <w:t xml:space="preserve">, </w:t>
      </w:r>
      <w:r w:rsidRPr="007818BD">
        <w:t>hostiles aux décrets de la Providence</w:t>
      </w:r>
      <w:r w:rsidR="00E8465A">
        <w:t xml:space="preserve">, </w:t>
      </w:r>
      <w:proofErr w:type="spellStart"/>
      <w:r w:rsidRPr="007818BD">
        <w:t>Gly</w:t>
      </w:r>
      <w:r w:rsidRPr="007818BD">
        <w:t>n</w:t>
      </w:r>
      <w:r w:rsidRPr="007818BD">
        <w:t>don</w:t>
      </w:r>
      <w:proofErr w:type="spellEnd"/>
      <w:r w:rsidRPr="007818BD">
        <w:t xml:space="preserve"> lui dit</w:t>
      </w:r>
      <w:r w:rsidR="00E8465A">
        <w:t> :</w:t>
      </w:r>
    </w:p>
    <w:p w14:paraId="34F6525E" w14:textId="77777777" w:rsidR="00E8465A" w:rsidRDefault="00E8465A" w:rsidP="00E0544E">
      <w:r>
        <w:t>« </w:t>
      </w:r>
      <w:r w:rsidR="00E0544E" w:rsidRPr="007818BD">
        <w:t>Et pourtant vous avez avoué que votre existence</w:t>
      </w:r>
      <w:r>
        <w:t xml:space="preserve">, </w:t>
      </w:r>
      <w:r w:rsidR="00E0544E" w:rsidRPr="007818BD">
        <w:t>séparée de celle des autres</w:t>
      </w:r>
      <w:r>
        <w:t xml:space="preserve">, </w:t>
      </w:r>
      <w:r w:rsidR="00E0544E" w:rsidRPr="007818BD">
        <w:t>d</w:t>
      </w:r>
      <w:r w:rsidR="00E0544E" w:rsidRPr="007818BD">
        <w:t>e</w:t>
      </w:r>
      <w:r w:rsidR="00E0544E" w:rsidRPr="007818BD">
        <w:t>vait être pour l</w:t>
      </w:r>
      <w:r>
        <w:t>’</w:t>
      </w:r>
      <w:r w:rsidR="00E0544E" w:rsidRPr="007818BD">
        <w:t>homme un objet d</w:t>
      </w:r>
      <w:r>
        <w:t>’</w:t>
      </w:r>
      <w:r w:rsidR="00E0544E" w:rsidRPr="007818BD">
        <w:t>effroi</w:t>
      </w:r>
      <w:r>
        <w:t xml:space="preserve">. </w:t>
      </w:r>
      <w:r w:rsidR="00E0544E" w:rsidRPr="007818BD">
        <w:t>Y a-t-il donc quelque lien entre la magie et la religion</w:t>
      </w:r>
      <w:r>
        <w:t> ?</w:t>
      </w:r>
    </w:p>
    <w:p w14:paraId="128563A7" w14:textId="77777777" w:rsidR="00E8465A" w:rsidRDefault="00E8465A" w:rsidP="00E0544E">
      <w:r>
        <w:t>— </w:t>
      </w:r>
      <w:r w:rsidR="00E0544E" w:rsidRPr="007818BD">
        <w:t>La magie</w:t>
      </w:r>
      <w:r>
        <w:t xml:space="preserve"> ! </w:t>
      </w:r>
      <w:r w:rsidR="00E0544E" w:rsidRPr="007818BD">
        <w:t>Et qu</w:t>
      </w:r>
      <w:r>
        <w:t>’</w:t>
      </w:r>
      <w:r w:rsidR="00E0544E" w:rsidRPr="007818BD">
        <w:t>est-ce que la magie</w:t>
      </w:r>
      <w:r>
        <w:t xml:space="preserve"> ? </w:t>
      </w:r>
      <w:r w:rsidR="00E0544E" w:rsidRPr="007818BD">
        <w:t>Quand le voyageur s</w:t>
      </w:r>
      <w:r>
        <w:t>’</w:t>
      </w:r>
      <w:r w:rsidR="00E0544E" w:rsidRPr="007818BD">
        <w:t>arrête devant les p</w:t>
      </w:r>
      <w:r w:rsidR="00E0544E" w:rsidRPr="007818BD">
        <w:t>a</w:t>
      </w:r>
      <w:r w:rsidR="00E0544E" w:rsidRPr="007818BD">
        <w:t>lais et les temples écroulés de la Perse</w:t>
      </w:r>
      <w:r>
        <w:t xml:space="preserve">, </w:t>
      </w:r>
      <w:r w:rsidR="00E0544E" w:rsidRPr="007818BD">
        <w:t>les habitants ignorants lui disent que ces m</w:t>
      </w:r>
      <w:r w:rsidR="00E0544E" w:rsidRPr="007818BD">
        <w:t>o</w:t>
      </w:r>
      <w:r w:rsidR="00E0544E" w:rsidRPr="007818BD">
        <w:t>numents sont l</w:t>
      </w:r>
      <w:r>
        <w:t>’</w:t>
      </w:r>
      <w:r w:rsidR="00E0544E" w:rsidRPr="007818BD">
        <w:t>œuvre des magiciens</w:t>
      </w:r>
      <w:r>
        <w:t xml:space="preserve">. </w:t>
      </w:r>
      <w:r w:rsidR="00E0544E" w:rsidRPr="007818BD">
        <w:t>Le vulgaire ne comprend pas que d</w:t>
      </w:r>
      <w:r>
        <w:t>’</w:t>
      </w:r>
      <w:r w:rsidR="00E0544E" w:rsidRPr="007818BD">
        <w:t>autres aient la puissance qu</w:t>
      </w:r>
      <w:r>
        <w:t>’</w:t>
      </w:r>
      <w:r w:rsidR="00E0544E" w:rsidRPr="007818BD">
        <w:t>il n</w:t>
      </w:r>
      <w:r>
        <w:t>’</w:t>
      </w:r>
      <w:r w:rsidR="00E0544E" w:rsidRPr="007818BD">
        <w:t>a pas</w:t>
      </w:r>
      <w:r>
        <w:t xml:space="preserve">. </w:t>
      </w:r>
      <w:r w:rsidR="00E0544E" w:rsidRPr="007818BD">
        <w:t>Mais si</w:t>
      </w:r>
      <w:r>
        <w:t xml:space="preserve">, </w:t>
      </w:r>
      <w:r w:rsidR="00E0544E" w:rsidRPr="007818BD">
        <w:t>par magie vous entendez l</w:t>
      </w:r>
      <w:r>
        <w:t>’</w:t>
      </w:r>
      <w:r w:rsidR="00E0544E" w:rsidRPr="007818BD">
        <w:t>étude constante de tous les secrets obscurs de la nature</w:t>
      </w:r>
      <w:r>
        <w:t xml:space="preserve">, </w:t>
      </w:r>
      <w:r w:rsidR="00E0544E" w:rsidRPr="007818BD">
        <w:t>oui</w:t>
      </w:r>
      <w:r>
        <w:t xml:space="preserve">, </w:t>
      </w:r>
      <w:r w:rsidR="00E0544E" w:rsidRPr="007818BD">
        <w:t>je fais profession de cette magie</w:t>
      </w:r>
      <w:r>
        <w:t xml:space="preserve">, </w:t>
      </w:r>
      <w:r w:rsidR="00E0544E" w:rsidRPr="007818BD">
        <w:t>et celui qui la cultive ne s</w:t>
      </w:r>
      <w:r>
        <w:t>’</w:t>
      </w:r>
      <w:r w:rsidR="00E0544E" w:rsidRPr="007818BD">
        <w:t>en ra</w:t>
      </w:r>
      <w:r w:rsidR="00E0544E" w:rsidRPr="007818BD">
        <w:t>p</w:t>
      </w:r>
      <w:r w:rsidR="00E0544E" w:rsidRPr="007818BD">
        <w:t>proche que davantage de la source de toute foi</w:t>
      </w:r>
      <w:r>
        <w:t xml:space="preserve">. </w:t>
      </w:r>
      <w:r w:rsidR="00E0544E" w:rsidRPr="007818BD">
        <w:t xml:space="preserve">Ne savez-vous pas que les écoles antiques </w:t>
      </w:r>
      <w:r w:rsidR="00E0544E" w:rsidRPr="007818BD">
        <w:lastRenderedPageBreak/>
        <w:t>enseignaient la magie</w:t>
      </w:r>
      <w:r>
        <w:t xml:space="preserve"> ? </w:t>
      </w:r>
      <w:r w:rsidR="00E0544E" w:rsidRPr="007818BD">
        <w:t>Comment et par qui</w:t>
      </w:r>
      <w:r>
        <w:t xml:space="preserve"> ? </w:t>
      </w:r>
      <w:r w:rsidR="00E0544E" w:rsidRPr="007818BD">
        <w:t>C</w:t>
      </w:r>
      <w:r>
        <w:t>’</w:t>
      </w:r>
      <w:r w:rsidR="00E0544E" w:rsidRPr="007818BD">
        <w:t>était la dernière et la plus solennelle leçon des mini</w:t>
      </w:r>
      <w:r w:rsidR="00E0544E" w:rsidRPr="007818BD">
        <w:t>s</w:t>
      </w:r>
      <w:r w:rsidR="00E0544E" w:rsidRPr="007818BD">
        <w:t>tres mêmes du temple</w:t>
      </w:r>
      <w:r w:rsidR="00E0544E" w:rsidRPr="007818BD">
        <w:rPr>
          <w:rStyle w:val="Appelnotedebasdep"/>
        </w:rPr>
        <w:footnoteReference w:id="33"/>
      </w:r>
      <w:r>
        <w:t>.</w:t>
      </w:r>
    </w:p>
    <w:p w14:paraId="749ED9D1" w14:textId="77777777" w:rsidR="00E8465A" w:rsidRDefault="00E0544E" w:rsidP="00E0544E">
      <w:r w:rsidRPr="007818BD">
        <w:t>Et vous qui aspirez à être peintre</w:t>
      </w:r>
      <w:r w:rsidR="00E8465A">
        <w:t xml:space="preserve">, </w:t>
      </w:r>
      <w:r w:rsidRPr="007818BD">
        <w:t>cet art</w:t>
      </w:r>
      <w:r w:rsidR="00E8465A">
        <w:t xml:space="preserve">, </w:t>
      </w:r>
      <w:r w:rsidRPr="007818BD">
        <w:t>dont vous vo</w:t>
      </w:r>
      <w:r w:rsidRPr="007818BD">
        <w:t>u</w:t>
      </w:r>
      <w:r w:rsidRPr="007818BD">
        <w:t>driez hâter les progrès</w:t>
      </w:r>
      <w:r w:rsidR="00E8465A">
        <w:t xml:space="preserve">, </w:t>
      </w:r>
      <w:r w:rsidRPr="007818BD">
        <w:t>n</w:t>
      </w:r>
      <w:r w:rsidR="00E8465A">
        <w:t>’</w:t>
      </w:r>
      <w:r w:rsidRPr="007818BD">
        <w:t>a-t-il pas sa magie</w:t>
      </w:r>
      <w:r w:rsidR="00E8465A">
        <w:t xml:space="preserve"> ? </w:t>
      </w:r>
      <w:r w:rsidRPr="007818BD">
        <w:t>Ne devez-vous pas</w:t>
      </w:r>
      <w:r w:rsidR="00E8465A">
        <w:t xml:space="preserve">, </w:t>
      </w:r>
      <w:r w:rsidRPr="007818BD">
        <w:t>après une longue étude du beau dans le passé</w:t>
      </w:r>
      <w:r w:rsidR="00E8465A">
        <w:t xml:space="preserve">, </w:t>
      </w:r>
      <w:r w:rsidRPr="007818BD">
        <w:t>saisir les formes nouvelles et idéales du beau dans l</w:t>
      </w:r>
      <w:r w:rsidR="00E8465A">
        <w:t>’</w:t>
      </w:r>
      <w:r w:rsidRPr="007818BD">
        <w:t>avenir</w:t>
      </w:r>
      <w:r w:rsidR="00E8465A">
        <w:t xml:space="preserve"> ? </w:t>
      </w:r>
      <w:r w:rsidRPr="007818BD">
        <w:t>Ne voyez-vous point que</w:t>
      </w:r>
      <w:r w:rsidR="00E8465A">
        <w:t xml:space="preserve">, </w:t>
      </w:r>
      <w:r w:rsidRPr="007818BD">
        <w:t>pour le poète comme pour le peintre</w:t>
      </w:r>
      <w:r w:rsidR="00E8465A">
        <w:t xml:space="preserve">, </w:t>
      </w:r>
      <w:r w:rsidRPr="007818BD">
        <w:t xml:space="preserve">le grand art recherche le </w:t>
      </w:r>
      <w:r w:rsidRPr="007818BD">
        <w:rPr>
          <w:i/>
          <w:iCs/>
        </w:rPr>
        <w:t>vrai</w:t>
      </w:r>
      <w:r w:rsidRPr="007818BD">
        <w:t xml:space="preserve"> et a</w:t>
      </w:r>
      <w:r w:rsidRPr="007818BD">
        <w:t>b</w:t>
      </w:r>
      <w:r w:rsidRPr="007818BD">
        <w:t xml:space="preserve">horre le </w:t>
      </w:r>
      <w:r w:rsidRPr="007818BD">
        <w:rPr>
          <w:i/>
          <w:iCs/>
        </w:rPr>
        <w:t>réel</w:t>
      </w:r>
      <w:r w:rsidR="00E8465A">
        <w:t xml:space="preserve"> ? </w:t>
      </w:r>
      <w:r w:rsidRPr="007818BD">
        <w:t>qu</w:t>
      </w:r>
      <w:r w:rsidR="00E8465A">
        <w:t>’</w:t>
      </w:r>
      <w:r w:rsidRPr="007818BD">
        <w:t>il faut s</w:t>
      </w:r>
      <w:r w:rsidR="00E8465A">
        <w:t>’</w:t>
      </w:r>
      <w:r w:rsidRPr="007818BD">
        <w:t>emparer de la nature en maître</w:t>
      </w:r>
      <w:r w:rsidR="00E8465A">
        <w:t xml:space="preserve">, </w:t>
      </w:r>
      <w:r w:rsidRPr="007818BD">
        <w:t>et non la suivre en esclave</w:t>
      </w:r>
      <w:r w:rsidR="00E8465A">
        <w:t xml:space="preserve"> ? </w:t>
      </w:r>
      <w:r w:rsidRPr="007818BD">
        <w:t>L</w:t>
      </w:r>
      <w:r w:rsidR="00E8465A">
        <w:t>’</w:t>
      </w:r>
      <w:r w:rsidRPr="007818BD">
        <w:t>art vraiment noble et grand n</w:t>
      </w:r>
      <w:r w:rsidR="00E8465A">
        <w:t>’</w:t>
      </w:r>
      <w:r w:rsidRPr="007818BD">
        <w:t>a-t-il pas pour domaine l</w:t>
      </w:r>
      <w:r w:rsidR="00E8465A">
        <w:t>’</w:t>
      </w:r>
      <w:r w:rsidRPr="007818BD">
        <w:t>avenir et le passé</w:t>
      </w:r>
      <w:r w:rsidR="00E8465A">
        <w:t xml:space="preserve"> ? </w:t>
      </w:r>
      <w:r w:rsidRPr="007818BD">
        <w:t>Vous voudriez</w:t>
      </w:r>
      <w:r w:rsidR="00E8465A">
        <w:t xml:space="preserve">, </w:t>
      </w:r>
      <w:r w:rsidRPr="007818BD">
        <w:t>par vos enchantements</w:t>
      </w:r>
      <w:r w:rsidR="00E8465A">
        <w:t xml:space="preserve">, </w:t>
      </w:r>
      <w:r w:rsidRPr="007818BD">
        <w:t>évoquer les êtres invis</w:t>
      </w:r>
      <w:r w:rsidRPr="007818BD">
        <w:t>i</w:t>
      </w:r>
      <w:r w:rsidRPr="007818BD">
        <w:t>bles</w:t>
      </w:r>
      <w:r w:rsidR="00E8465A">
        <w:t xml:space="preserve"> : </w:t>
      </w:r>
      <w:r w:rsidRPr="007818BD">
        <w:t>et qu</w:t>
      </w:r>
      <w:r w:rsidR="00E8465A">
        <w:t>’</w:t>
      </w:r>
      <w:r w:rsidRPr="007818BD">
        <w:t>est-ce donc que la peinture</w:t>
      </w:r>
      <w:r w:rsidR="00E8465A">
        <w:t xml:space="preserve">, </w:t>
      </w:r>
      <w:r w:rsidRPr="007818BD">
        <w:t>sinon la représentation substantielle de l</w:t>
      </w:r>
      <w:r w:rsidR="00E8465A">
        <w:t>’</w:t>
      </w:r>
      <w:r w:rsidRPr="007818BD">
        <w:t>invisible</w:t>
      </w:r>
      <w:r w:rsidR="00E8465A">
        <w:t xml:space="preserve"> ? </w:t>
      </w:r>
      <w:r w:rsidRPr="007818BD">
        <w:t>Êtes-vous mécontent de ce monde</w:t>
      </w:r>
      <w:r w:rsidR="00E8465A">
        <w:t xml:space="preserve"> ? </w:t>
      </w:r>
      <w:r w:rsidRPr="007818BD">
        <w:t>Ce monde ne fut jamais fait pour le génie</w:t>
      </w:r>
      <w:r w:rsidR="00E8465A">
        <w:t xml:space="preserve">, </w:t>
      </w:r>
      <w:r w:rsidRPr="007818BD">
        <w:t>qui doit</w:t>
      </w:r>
      <w:r w:rsidR="00E8465A">
        <w:t xml:space="preserve">, </w:t>
      </w:r>
      <w:r w:rsidRPr="007818BD">
        <w:t>pour exister</w:t>
      </w:r>
      <w:r w:rsidR="00E8465A">
        <w:t xml:space="preserve">, </w:t>
      </w:r>
      <w:r w:rsidRPr="007818BD">
        <w:t>s</w:t>
      </w:r>
      <w:r w:rsidR="00E8465A">
        <w:t>’</w:t>
      </w:r>
      <w:r w:rsidRPr="007818BD">
        <w:t>en créer un autre</w:t>
      </w:r>
      <w:r w:rsidR="00E8465A">
        <w:t xml:space="preserve">. </w:t>
      </w:r>
      <w:r w:rsidRPr="007818BD">
        <w:t>Quel magicien peut davantage par sa scie</w:t>
      </w:r>
      <w:r w:rsidRPr="007818BD">
        <w:t>n</w:t>
      </w:r>
      <w:r w:rsidRPr="007818BD">
        <w:t>ce</w:t>
      </w:r>
      <w:r w:rsidR="00E8465A">
        <w:t xml:space="preserve"> ? </w:t>
      </w:r>
      <w:r w:rsidRPr="007818BD">
        <w:t>qui peut même autant</w:t>
      </w:r>
      <w:r w:rsidR="00E8465A">
        <w:t xml:space="preserve"> ? </w:t>
      </w:r>
      <w:r w:rsidRPr="007818BD">
        <w:t>On échappe par deux issues aux p</w:t>
      </w:r>
      <w:r w:rsidRPr="007818BD">
        <w:t>e</w:t>
      </w:r>
      <w:r w:rsidRPr="007818BD">
        <w:t>tites passions et aux terribles calamités de la te</w:t>
      </w:r>
      <w:r w:rsidRPr="007818BD">
        <w:t>r</w:t>
      </w:r>
      <w:r w:rsidRPr="007818BD">
        <w:t>re</w:t>
      </w:r>
      <w:r w:rsidR="00E8465A">
        <w:t xml:space="preserve"> : </w:t>
      </w:r>
      <w:r w:rsidRPr="007818BD">
        <w:t>toutes deux mènent au ciel et éloignent de l</w:t>
      </w:r>
      <w:r w:rsidR="00E8465A">
        <w:t>’</w:t>
      </w:r>
      <w:r w:rsidRPr="007818BD">
        <w:t>enfer</w:t>
      </w:r>
      <w:r w:rsidR="00E8465A">
        <w:t xml:space="preserve">. </w:t>
      </w:r>
      <w:r w:rsidRPr="007818BD">
        <w:t>L</w:t>
      </w:r>
      <w:r w:rsidR="00E8465A">
        <w:t>’</w:t>
      </w:r>
      <w:r w:rsidRPr="007818BD">
        <w:t>art et la science</w:t>
      </w:r>
      <w:r w:rsidR="00E8465A">
        <w:t xml:space="preserve"> ; </w:t>
      </w:r>
      <w:r w:rsidRPr="007818BD">
        <w:t>mais l</w:t>
      </w:r>
      <w:r w:rsidR="00E8465A">
        <w:t>’</w:t>
      </w:r>
      <w:r w:rsidRPr="007818BD">
        <w:t>art est plus divin que la science</w:t>
      </w:r>
      <w:r w:rsidR="00E8465A">
        <w:t xml:space="preserve"> : </w:t>
      </w:r>
      <w:r w:rsidRPr="007818BD">
        <w:t>la science fait des découve</w:t>
      </w:r>
      <w:r w:rsidRPr="007818BD">
        <w:t>r</w:t>
      </w:r>
      <w:r w:rsidRPr="007818BD">
        <w:t>tes</w:t>
      </w:r>
      <w:r w:rsidR="00E8465A">
        <w:t xml:space="preserve">, </w:t>
      </w:r>
      <w:r w:rsidRPr="007818BD">
        <w:t>l</w:t>
      </w:r>
      <w:r w:rsidR="00E8465A">
        <w:t>’</w:t>
      </w:r>
      <w:r w:rsidRPr="007818BD">
        <w:t>art crée</w:t>
      </w:r>
      <w:r w:rsidR="00E8465A">
        <w:t xml:space="preserve">. </w:t>
      </w:r>
      <w:r w:rsidRPr="007818BD">
        <w:t>Vous avez des facultés qui peuvent atteindre à l</w:t>
      </w:r>
      <w:r w:rsidR="00E8465A">
        <w:t>’</w:t>
      </w:r>
      <w:r w:rsidRPr="007818BD">
        <w:t>art</w:t>
      </w:r>
      <w:r w:rsidR="00E8465A">
        <w:t xml:space="preserve"> ; </w:t>
      </w:r>
      <w:r w:rsidRPr="007818BD">
        <w:t>soyez content de votre lot</w:t>
      </w:r>
      <w:r w:rsidR="00E8465A">
        <w:t xml:space="preserve">. </w:t>
      </w:r>
      <w:r w:rsidRPr="007818BD">
        <w:t>L</w:t>
      </w:r>
      <w:r w:rsidR="00E8465A">
        <w:t>’</w:t>
      </w:r>
      <w:r w:rsidRPr="007818BD">
        <w:t>astronome qui compte les étoiles ne peut ajouter un atome à l</w:t>
      </w:r>
      <w:r w:rsidR="00E8465A">
        <w:t>’</w:t>
      </w:r>
      <w:r w:rsidRPr="007818BD">
        <w:t>univers</w:t>
      </w:r>
      <w:r w:rsidR="00E8465A">
        <w:t xml:space="preserve"> ; </w:t>
      </w:r>
      <w:r w:rsidRPr="007818BD">
        <w:t>d</w:t>
      </w:r>
      <w:r w:rsidR="00E8465A">
        <w:t>’</w:t>
      </w:r>
      <w:r w:rsidRPr="007818BD">
        <w:t>un atome</w:t>
      </w:r>
      <w:r w:rsidR="00E8465A">
        <w:t xml:space="preserve">, </w:t>
      </w:r>
      <w:r w:rsidRPr="007818BD">
        <w:t>le po</w:t>
      </w:r>
      <w:r w:rsidRPr="007818BD">
        <w:t>è</w:t>
      </w:r>
      <w:r w:rsidRPr="007818BD">
        <w:t>te peut fa</w:t>
      </w:r>
      <w:r w:rsidRPr="007818BD">
        <w:t>i</w:t>
      </w:r>
      <w:r w:rsidRPr="007818BD">
        <w:t>re sortir un univers</w:t>
      </w:r>
      <w:r w:rsidR="00E8465A">
        <w:t xml:space="preserve">. </w:t>
      </w:r>
      <w:r w:rsidRPr="007818BD">
        <w:t>Le chimiste</w:t>
      </w:r>
      <w:r w:rsidR="00E8465A">
        <w:t xml:space="preserve">, </w:t>
      </w:r>
      <w:r w:rsidRPr="007818BD">
        <w:t>avec ses substances</w:t>
      </w:r>
      <w:r w:rsidR="00E8465A">
        <w:t xml:space="preserve">, </w:t>
      </w:r>
      <w:r w:rsidRPr="007818BD">
        <w:t>peut guérir les infirmités du corps humain</w:t>
      </w:r>
      <w:r w:rsidR="00E8465A">
        <w:t xml:space="preserve"> ; </w:t>
      </w:r>
      <w:r w:rsidRPr="007818BD">
        <w:t>le peintre</w:t>
      </w:r>
      <w:r w:rsidR="00E8465A">
        <w:t xml:space="preserve">, </w:t>
      </w:r>
      <w:r w:rsidRPr="007818BD">
        <w:t>le scul</w:t>
      </w:r>
      <w:r w:rsidRPr="007818BD">
        <w:t>p</w:t>
      </w:r>
      <w:r w:rsidRPr="007818BD">
        <w:t>teur</w:t>
      </w:r>
      <w:r w:rsidR="00E8465A">
        <w:t xml:space="preserve">, </w:t>
      </w:r>
      <w:r w:rsidRPr="007818BD">
        <w:t>peut donner à des corps divinisés une éternelle jeunesse que la maladie ne peut ravager ni les siècles flétrir</w:t>
      </w:r>
      <w:r w:rsidR="00E8465A">
        <w:t xml:space="preserve">. </w:t>
      </w:r>
      <w:r w:rsidRPr="007818BD">
        <w:t>Renoncez à ces rêves de votre imagination vagabonde</w:t>
      </w:r>
      <w:r w:rsidR="00E8465A">
        <w:t xml:space="preserve">, </w:t>
      </w:r>
      <w:r w:rsidRPr="007818BD">
        <w:t xml:space="preserve">qui vous entraînent tantôt vers </w:t>
      </w:r>
      <w:r w:rsidRPr="007818BD">
        <w:lastRenderedPageBreak/>
        <w:t>moi</w:t>
      </w:r>
      <w:r w:rsidR="00E8465A">
        <w:t xml:space="preserve">, </w:t>
      </w:r>
      <w:r w:rsidRPr="007818BD">
        <w:t>tantôt vers l</w:t>
      </w:r>
      <w:r w:rsidR="00E8465A">
        <w:t>’</w:t>
      </w:r>
      <w:r w:rsidRPr="007818BD">
        <w:t>orateur du genre humain</w:t>
      </w:r>
      <w:r w:rsidR="00E8465A">
        <w:t xml:space="preserve"> : </w:t>
      </w:r>
      <w:r w:rsidRPr="007818BD">
        <w:t>lui et moi nous sommes les antipodes l</w:t>
      </w:r>
      <w:r w:rsidR="00E8465A">
        <w:t>’</w:t>
      </w:r>
      <w:r w:rsidRPr="007818BD">
        <w:t>un de l</w:t>
      </w:r>
      <w:r w:rsidR="00E8465A">
        <w:t>’</w:t>
      </w:r>
      <w:r w:rsidRPr="007818BD">
        <w:t>autre</w:t>
      </w:r>
      <w:r w:rsidR="00E8465A">
        <w:t xml:space="preserve"> ! </w:t>
      </w:r>
      <w:r w:rsidRPr="007818BD">
        <w:t>V</w:t>
      </w:r>
      <w:r w:rsidRPr="007818BD">
        <w:t>o</w:t>
      </w:r>
      <w:r w:rsidRPr="007818BD">
        <w:t>tre pinceau est votre baguette magique</w:t>
      </w:r>
      <w:r w:rsidR="00E8465A">
        <w:t xml:space="preserve"> ; </w:t>
      </w:r>
      <w:r w:rsidRPr="007818BD">
        <w:t xml:space="preserve">vous pouvez sur votre toile faire surgir des </w:t>
      </w:r>
      <w:r w:rsidRPr="007818BD">
        <w:rPr>
          <w:i/>
          <w:iCs/>
        </w:rPr>
        <w:t>utopies</w:t>
      </w:r>
      <w:r w:rsidRPr="007818BD">
        <w:t xml:space="preserve"> plus belles que toutes celles que rêve Condo</w:t>
      </w:r>
      <w:r w:rsidRPr="007818BD">
        <w:t>r</w:t>
      </w:r>
      <w:r w:rsidRPr="007818BD">
        <w:t>cet</w:t>
      </w:r>
      <w:r w:rsidR="00E8465A">
        <w:t xml:space="preserve">. </w:t>
      </w:r>
      <w:r w:rsidRPr="007818BD">
        <w:t>Je ne vous presse pas encore de me dire votre décision</w:t>
      </w:r>
      <w:r w:rsidR="00E8465A">
        <w:t xml:space="preserve"> ; </w:t>
      </w:r>
      <w:r w:rsidRPr="007818BD">
        <w:t>mais quel est l</w:t>
      </w:r>
      <w:r w:rsidR="00E8465A">
        <w:t>’</w:t>
      </w:r>
      <w:r w:rsidRPr="007818BD">
        <w:t>homme de génie qui</w:t>
      </w:r>
      <w:r w:rsidR="00E8465A">
        <w:t xml:space="preserve">, </w:t>
      </w:r>
      <w:r w:rsidRPr="007818BD">
        <w:t>pour se soutenir dans sa marche vers la tombe</w:t>
      </w:r>
      <w:r w:rsidR="00E8465A">
        <w:t xml:space="preserve">, </w:t>
      </w:r>
      <w:r w:rsidRPr="007818BD">
        <w:t>a jamais demandé autre chose que l</w:t>
      </w:r>
      <w:r w:rsidR="00E8465A">
        <w:t>’</w:t>
      </w:r>
      <w:r w:rsidRPr="007818BD">
        <w:t>amour et la gloire</w:t>
      </w:r>
      <w:r w:rsidR="00E8465A">
        <w:t> ?</w:t>
      </w:r>
    </w:p>
    <w:p w14:paraId="19522807" w14:textId="224CBA96" w:rsidR="00E0544E" w:rsidRPr="007818BD" w:rsidRDefault="00E8465A" w:rsidP="00E0544E">
      <w:r>
        <w:t>— </w:t>
      </w:r>
      <w:r w:rsidR="00E0544E" w:rsidRPr="007818BD">
        <w:t>Mais</w:t>
      </w:r>
      <w:r>
        <w:t xml:space="preserve">, </w:t>
      </w:r>
      <w:r w:rsidR="00E0544E" w:rsidRPr="007818BD">
        <w:t xml:space="preserve">dit </w:t>
      </w:r>
      <w:proofErr w:type="spellStart"/>
      <w:r w:rsidR="00E0544E" w:rsidRPr="007818BD">
        <w:t>Glyndon</w:t>
      </w:r>
      <w:proofErr w:type="spellEnd"/>
      <w:r>
        <w:t xml:space="preserve">, </w:t>
      </w:r>
      <w:r w:rsidR="00E0544E" w:rsidRPr="007818BD">
        <w:t xml:space="preserve">fixant sur </w:t>
      </w:r>
      <w:proofErr w:type="spellStart"/>
      <w:r w:rsidR="00E0544E" w:rsidRPr="007818BD">
        <w:t>Zanoni</w:t>
      </w:r>
      <w:proofErr w:type="spellEnd"/>
      <w:r w:rsidR="00E0544E" w:rsidRPr="007818BD">
        <w:t xml:space="preserve"> un regard plein d</w:t>
      </w:r>
      <w:r>
        <w:t>’</w:t>
      </w:r>
      <w:r w:rsidR="00E0544E" w:rsidRPr="007818BD">
        <w:t>ardeur</w:t>
      </w:r>
      <w:r>
        <w:t xml:space="preserve">, </w:t>
      </w:r>
      <w:r w:rsidR="00E0544E" w:rsidRPr="007818BD">
        <w:t>s</w:t>
      </w:r>
      <w:r>
        <w:t>’</w:t>
      </w:r>
      <w:r w:rsidR="00E0544E" w:rsidRPr="007818BD">
        <w:t>il existait une puissance capable de défier la tombe elle-même</w:t>
      </w:r>
      <w:r>
        <w:t> ? »</w:t>
      </w:r>
    </w:p>
    <w:p w14:paraId="492012F2" w14:textId="77777777" w:rsidR="00E8465A" w:rsidRDefault="00E0544E" w:rsidP="00E0544E">
      <w:r w:rsidRPr="007818BD">
        <w:t xml:space="preserve">Le front de </w:t>
      </w:r>
      <w:proofErr w:type="spellStart"/>
      <w:r w:rsidRPr="007818BD">
        <w:t>Zanoni</w:t>
      </w:r>
      <w:proofErr w:type="spellEnd"/>
      <w:r w:rsidRPr="007818BD">
        <w:t xml:space="preserve"> s</w:t>
      </w:r>
      <w:r w:rsidR="00E8465A">
        <w:t>’</w:t>
      </w:r>
      <w:r w:rsidRPr="007818BD">
        <w:t>obscurcit</w:t>
      </w:r>
      <w:r w:rsidR="00E8465A">
        <w:t>.</w:t>
      </w:r>
    </w:p>
    <w:p w14:paraId="4D34785C" w14:textId="77777777" w:rsidR="00E8465A" w:rsidRDefault="00E8465A" w:rsidP="00E0544E">
      <w:r>
        <w:t>« </w:t>
      </w:r>
      <w:r w:rsidR="00E0544E" w:rsidRPr="007818BD">
        <w:t>Et quand elle existerait</w:t>
      </w:r>
      <w:r>
        <w:t xml:space="preserve">, </w:t>
      </w:r>
      <w:r w:rsidR="00E0544E" w:rsidRPr="007818BD">
        <w:t>dit-il après un silence</w:t>
      </w:r>
      <w:r>
        <w:t xml:space="preserve">, </w:t>
      </w:r>
      <w:r w:rsidR="00E0544E" w:rsidRPr="007818BD">
        <w:t>serait-ce donc un sort si doux</w:t>
      </w:r>
      <w:r>
        <w:t xml:space="preserve">, </w:t>
      </w:r>
      <w:r w:rsidR="00E0544E" w:rsidRPr="007818BD">
        <w:t>de survivre à tout ce qu</w:t>
      </w:r>
      <w:r>
        <w:t>’</w:t>
      </w:r>
      <w:r w:rsidR="00E0544E" w:rsidRPr="007818BD">
        <w:t>on a aimé</w:t>
      </w:r>
      <w:r>
        <w:t xml:space="preserve">, </w:t>
      </w:r>
      <w:r w:rsidR="00E0544E" w:rsidRPr="007818BD">
        <w:t>de se</w:t>
      </w:r>
      <w:r w:rsidR="00E0544E" w:rsidRPr="007818BD">
        <w:t>n</w:t>
      </w:r>
      <w:r w:rsidR="00E0544E" w:rsidRPr="007818BD">
        <w:t>tir se briser dans son âme tout lien humain</w:t>
      </w:r>
      <w:r>
        <w:t xml:space="preserve"> ? </w:t>
      </w:r>
      <w:r w:rsidR="00E0544E" w:rsidRPr="007818BD">
        <w:t>La plus belle i</w:t>
      </w:r>
      <w:r w:rsidR="00E0544E" w:rsidRPr="007818BD">
        <w:t>m</w:t>
      </w:r>
      <w:r w:rsidR="00E0544E" w:rsidRPr="007818BD">
        <w:t>mortalité sur la terre est peut-être celle d</w:t>
      </w:r>
      <w:r>
        <w:t>’</w:t>
      </w:r>
      <w:r w:rsidR="00E0544E" w:rsidRPr="007818BD">
        <w:t>un grand nom</w:t>
      </w:r>
      <w:r>
        <w:t>.</w:t>
      </w:r>
    </w:p>
    <w:p w14:paraId="4CBFF3FE" w14:textId="77777777" w:rsidR="00E8465A" w:rsidRDefault="00E8465A" w:rsidP="00E0544E">
      <w:r>
        <w:t>— </w:t>
      </w:r>
      <w:r w:rsidR="00E0544E" w:rsidRPr="007818BD">
        <w:t>Vous ne me répondez pas</w:t>
      </w:r>
      <w:r>
        <w:t xml:space="preserve">, </w:t>
      </w:r>
      <w:r w:rsidR="00E0544E" w:rsidRPr="007818BD">
        <w:t>vous éludez ma question</w:t>
      </w:r>
      <w:r>
        <w:t xml:space="preserve">. </w:t>
      </w:r>
      <w:r w:rsidR="00E0544E" w:rsidRPr="007818BD">
        <w:t>J</w:t>
      </w:r>
      <w:r>
        <w:t>’</w:t>
      </w:r>
      <w:r w:rsidR="00E0544E" w:rsidRPr="007818BD">
        <w:t>ai lu des récits d</w:t>
      </w:r>
      <w:r>
        <w:t>’</w:t>
      </w:r>
      <w:r w:rsidR="00E0544E" w:rsidRPr="007818BD">
        <w:t xml:space="preserve">existences prolongées bien </w:t>
      </w:r>
      <w:proofErr w:type="spellStart"/>
      <w:r w:rsidR="00E0544E" w:rsidRPr="007818BD">
        <w:t>au delà</w:t>
      </w:r>
      <w:proofErr w:type="spellEnd"/>
      <w:r w:rsidR="00E0544E" w:rsidRPr="007818BD">
        <w:t xml:space="preserve"> des limites o</w:t>
      </w:r>
      <w:r w:rsidR="00E0544E" w:rsidRPr="007818BD">
        <w:t>r</w:t>
      </w:r>
      <w:r w:rsidR="00E0544E" w:rsidRPr="007818BD">
        <w:t>dinaires accordées à la vie huma</w:t>
      </w:r>
      <w:r w:rsidR="00E0544E" w:rsidRPr="007818BD">
        <w:t>i</w:t>
      </w:r>
      <w:r w:rsidR="00E0544E" w:rsidRPr="007818BD">
        <w:t>ne</w:t>
      </w:r>
      <w:r>
        <w:t xml:space="preserve">, </w:t>
      </w:r>
      <w:r w:rsidR="00E0544E" w:rsidRPr="007818BD">
        <w:t>et d</w:t>
      </w:r>
      <w:r>
        <w:t>’</w:t>
      </w:r>
      <w:r w:rsidR="00E0544E" w:rsidRPr="007818BD">
        <w:t>alchimistes qui ont joui de cette longévité exceptionnelle</w:t>
      </w:r>
      <w:r>
        <w:t xml:space="preserve">. </w:t>
      </w:r>
      <w:r w:rsidR="00E0544E" w:rsidRPr="007818BD">
        <w:t>L</w:t>
      </w:r>
      <w:r>
        <w:t>’</w:t>
      </w:r>
      <w:r w:rsidR="00E0544E" w:rsidRPr="007818BD">
        <w:t>élixir d</w:t>
      </w:r>
      <w:r>
        <w:t>’</w:t>
      </w:r>
      <w:r w:rsidR="00E0544E" w:rsidRPr="007818BD">
        <w:t>or n</w:t>
      </w:r>
      <w:r>
        <w:t>’</w:t>
      </w:r>
      <w:r w:rsidR="00E0544E" w:rsidRPr="007818BD">
        <w:t>est-il qu</w:t>
      </w:r>
      <w:r>
        <w:t>’</w:t>
      </w:r>
      <w:r w:rsidR="00E0544E" w:rsidRPr="007818BD">
        <w:t>une f</w:t>
      </w:r>
      <w:r w:rsidR="00E0544E" w:rsidRPr="007818BD">
        <w:t>a</w:t>
      </w:r>
      <w:r w:rsidR="00E0544E" w:rsidRPr="007818BD">
        <w:t>ble</w:t>
      </w:r>
      <w:r>
        <w:t> ?</w:t>
      </w:r>
    </w:p>
    <w:p w14:paraId="72A8ACB1" w14:textId="70FA4898" w:rsidR="00E0544E" w:rsidRPr="007818BD" w:rsidRDefault="00E8465A" w:rsidP="00E0544E">
      <w:r>
        <w:t>— </w:t>
      </w:r>
      <w:r w:rsidR="00E0544E" w:rsidRPr="007818BD">
        <w:t>Si ce n</w:t>
      </w:r>
      <w:r>
        <w:t>’</w:t>
      </w:r>
      <w:r w:rsidR="00E0544E" w:rsidRPr="007818BD">
        <w:t>est pas une fable</w:t>
      </w:r>
      <w:r>
        <w:t xml:space="preserve">, </w:t>
      </w:r>
      <w:r w:rsidR="00E0544E" w:rsidRPr="007818BD">
        <w:t>et que ces hommes l</w:t>
      </w:r>
      <w:r>
        <w:t>’</w:t>
      </w:r>
      <w:r w:rsidR="00E0544E" w:rsidRPr="007818BD">
        <w:t>aient connu</w:t>
      </w:r>
      <w:r>
        <w:t xml:space="preserve">, </w:t>
      </w:r>
      <w:r w:rsidR="00E0544E" w:rsidRPr="007818BD">
        <w:t>ils sont morts parce qu</w:t>
      </w:r>
      <w:r>
        <w:t>’</w:t>
      </w:r>
      <w:r w:rsidR="00E0544E" w:rsidRPr="007818BD">
        <w:t>ils n</w:t>
      </w:r>
      <w:r>
        <w:t>’</w:t>
      </w:r>
      <w:r w:rsidR="00E0544E" w:rsidRPr="007818BD">
        <w:t>ont plus voulu vivre</w:t>
      </w:r>
      <w:r>
        <w:t xml:space="preserve">. </w:t>
      </w:r>
      <w:r w:rsidR="00E0544E" w:rsidRPr="007818BD">
        <w:t>Il y a peut-être dans votre conjecture un lugubre avertissement</w:t>
      </w:r>
      <w:r>
        <w:t xml:space="preserve">. </w:t>
      </w:r>
      <w:r w:rsidR="00E0544E" w:rsidRPr="007818BD">
        <w:t>R</w:t>
      </w:r>
      <w:r w:rsidR="00E0544E" w:rsidRPr="007818BD">
        <w:t>e</w:t>
      </w:r>
      <w:r w:rsidR="00E0544E" w:rsidRPr="007818BD">
        <w:t>venez</w:t>
      </w:r>
      <w:r>
        <w:t xml:space="preserve">, </w:t>
      </w:r>
      <w:r w:rsidR="00E0544E" w:rsidRPr="007818BD">
        <w:t>revenez à votre palette et à vos pinceaux</w:t>
      </w:r>
      <w:r>
        <w:t> ! »</w:t>
      </w:r>
    </w:p>
    <w:p w14:paraId="50A58000" w14:textId="77777777" w:rsidR="00E8465A" w:rsidRDefault="00E0544E" w:rsidP="00E0544E">
      <w:r w:rsidRPr="007818BD">
        <w:t>À ces mots</w:t>
      </w:r>
      <w:r w:rsidR="00E8465A">
        <w:t xml:space="preserve">, </w:t>
      </w:r>
      <w:proofErr w:type="spellStart"/>
      <w:r w:rsidRPr="007818BD">
        <w:t>Zanoni</w:t>
      </w:r>
      <w:proofErr w:type="spellEnd"/>
      <w:r w:rsidRPr="007818BD">
        <w:t xml:space="preserve"> agita sa main en signe d</w:t>
      </w:r>
      <w:r w:rsidR="00E8465A">
        <w:t>’</w:t>
      </w:r>
      <w:r w:rsidRPr="007818BD">
        <w:t>adieu</w:t>
      </w:r>
      <w:r w:rsidR="00E8465A">
        <w:t xml:space="preserve">, </w:t>
      </w:r>
      <w:r w:rsidRPr="007818BD">
        <w:t>et à pas lents et les yeux bai</w:t>
      </w:r>
      <w:r w:rsidRPr="007818BD">
        <w:t>s</w:t>
      </w:r>
      <w:r w:rsidRPr="007818BD">
        <w:t>sés</w:t>
      </w:r>
      <w:r w:rsidR="00E8465A">
        <w:t xml:space="preserve">, </w:t>
      </w:r>
      <w:r w:rsidRPr="007818BD">
        <w:t>il revint vers la ville</w:t>
      </w:r>
      <w:r w:rsidR="00E8465A">
        <w:t>.</w:t>
      </w:r>
    </w:p>
    <w:p w14:paraId="65D3AE36" w14:textId="77777777" w:rsidR="00E8465A" w:rsidRDefault="00E0544E" w:rsidP="00E8465A">
      <w:pPr>
        <w:pStyle w:val="Titre2"/>
        <w:pageBreakBefore/>
      </w:pPr>
      <w:bookmarkStart w:id="19" w:name="_Toc199963068"/>
      <w:r w:rsidRPr="007818BD">
        <w:lastRenderedPageBreak/>
        <w:t>CHAPITRE</w:t>
      </w:r>
      <w:r w:rsidR="00E8465A">
        <w:t xml:space="preserve"> </w:t>
      </w:r>
      <w:r w:rsidRPr="007818BD">
        <w:t>VIII</w:t>
      </w:r>
      <w:r w:rsidR="00E8465A">
        <w:t>.</w:t>
      </w:r>
      <w:bookmarkEnd w:id="19"/>
    </w:p>
    <w:p w14:paraId="1D991D9B" w14:textId="77777777" w:rsidR="00E8465A" w:rsidRDefault="00E0544E" w:rsidP="00E0544E">
      <w:pPr>
        <w:pStyle w:val="NormalRetraitGauche4XIndent0"/>
        <w:spacing w:before="0" w:after="0"/>
        <w:rPr>
          <w:rStyle w:val="Taille-1Caracteres"/>
        </w:rPr>
      </w:pPr>
      <w:r w:rsidRPr="007818BD">
        <w:rPr>
          <w:rStyle w:val="Taille-1Caracteres"/>
        </w:rPr>
        <w:t>La déesse Sagesse</w:t>
      </w:r>
      <w:r w:rsidR="00E8465A">
        <w:rPr>
          <w:rStyle w:val="Taille-1Caracteres"/>
        </w:rPr>
        <w:t>.</w:t>
      </w:r>
    </w:p>
    <w:p w14:paraId="5B5B57E8" w14:textId="04CF3E63" w:rsidR="00E0544E" w:rsidRDefault="00E0544E" w:rsidP="00E0544E">
      <w:pPr>
        <w:pStyle w:val="NormalRetraitGauche4XIndent0"/>
        <w:spacing w:before="0" w:after="0"/>
        <w:rPr>
          <w:rStyle w:val="Taille-1Caracteres"/>
        </w:rPr>
      </w:pPr>
    </w:p>
    <w:p w14:paraId="37B346EF" w14:textId="77777777" w:rsidR="00E8465A" w:rsidRDefault="00E0544E" w:rsidP="00E0544E">
      <w:pPr>
        <w:pStyle w:val="NormalRetraitGauche4XIndent0"/>
        <w:spacing w:before="0" w:after="0"/>
        <w:rPr>
          <w:rStyle w:val="Taille-1Caracteres"/>
        </w:rPr>
      </w:pPr>
      <w:r w:rsidRPr="007818BD">
        <w:rPr>
          <w:rStyle w:val="Taille-1Caracteres"/>
        </w:rPr>
        <w:t>Pour les uns c</w:t>
      </w:r>
      <w:r w:rsidR="00E8465A">
        <w:rPr>
          <w:rStyle w:val="Taille-1Caracteres"/>
        </w:rPr>
        <w:t>’</w:t>
      </w:r>
      <w:r w:rsidRPr="007818BD">
        <w:rPr>
          <w:rStyle w:val="Taille-1Caracteres"/>
        </w:rPr>
        <w:t>est une puissante déesse</w:t>
      </w:r>
      <w:r w:rsidR="00E8465A">
        <w:rPr>
          <w:rStyle w:val="Taille-1Caracteres"/>
        </w:rPr>
        <w:t>,</w:t>
      </w:r>
    </w:p>
    <w:p w14:paraId="02DF61B2" w14:textId="77777777" w:rsidR="00E8465A" w:rsidRDefault="00E0544E" w:rsidP="00E0544E">
      <w:pPr>
        <w:pStyle w:val="NormalRetraitGauche4XIndent0"/>
        <w:spacing w:before="0" w:after="0"/>
        <w:rPr>
          <w:rStyle w:val="Taille-1Caracteres"/>
        </w:rPr>
      </w:pPr>
      <w:r w:rsidRPr="007818BD">
        <w:rPr>
          <w:rStyle w:val="Taille-1Caracteres"/>
        </w:rPr>
        <w:t>Pour d</w:t>
      </w:r>
      <w:r w:rsidR="00E8465A">
        <w:rPr>
          <w:rStyle w:val="Taille-1Caracteres"/>
        </w:rPr>
        <w:t>’</w:t>
      </w:r>
      <w:r w:rsidRPr="007818BD">
        <w:rPr>
          <w:rStyle w:val="Taille-1Caracteres"/>
        </w:rPr>
        <w:t>autres la vache laitière de la prairie</w:t>
      </w:r>
      <w:r w:rsidR="00E8465A">
        <w:rPr>
          <w:rStyle w:val="Taille-1Caracteres"/>
        </w:rPr>
        <w:t>,</w:t>
      </w:r>
    </w:p>
    <w:p w14:paraId="1DE0A766" w14:textId="73B50721" w:rsidR="00E0544E" w:rsidRPr="007818BD" w:rsidRDefault="00E0544E" w:rsidP="00E0544E">
      <w:pPr>
        <w:pStyle w:val="NormalRetraitGauche4XIndent0"/>
        <w:spacing w:before="0" w:after="0"/>
        <w:rPr>
          <w:rStyle w:val="Taille-1Caracteres"/>
        </w:rPr>
      </w:pPr>
      <w:r w:rsidRPr="007818BD">
        <w:rPr>
          <w:rStyle w:val="Taille-1Caracteres"/>
        </w:rPr>
        <w:t>Dont ils n</w:t>
      </w:r>
      <w:r w:rsidR="00E8465A">
        <w:rPr>
          <w:rStyle w:val="Taille-1Caracteres"/>
        </w:rPr>
        <w:t>’</w:t>
      </w:r>
      <w:r w:rsidRPr="007818BD">
        <w:rPr>
          <w:rStyle w:val="Taille-1Caracteres"/>
        </w:rPr>
        <w:t>ont souci que pour calculer</w:t>
      </w:r>
    </w:p>
    <w:p w14:paraId="0FD81BA0" w14:textId="77777777" w:rsidR="00E8465A" w:rsidRDefault="00E0544E" w:rsidP="00E0544E">
      <w:pPr>
        <w:pStyle w:val="NormalRetraitGauche4XIndent0"/>
        <w:spacing w:before="0" w:after="0"/>
        <w:rPr>
          <w:rStyle w:val="Taille-1Caracteres"/>
        </w:rPr>
      </w:pPr>
      <w:r w:rsidRPr="007818BD">
        <w:rPr>
          <w:rStyle w:val="Taille-1Caracteres"/>
        </w:rPr>
        <w:t>La quantité de beurre qu</w:t>
      </w:r>
      <w:r w:rsidR="00E8465A">
        <w:rPr>
          <w:rStyle w:val="Taille-1Caracteres"/>
        </w:rPr>
        <w:t>’</w:t>
      </w:r>
      <w:r w:rsidRPr="007818BD">
        <w:rPr>
          <w:rStyle w:val="Taille-1Caracteres"/>
        </w:rPr>
        <w:t>elle peut rendre</w:t>
      </w:r>
      <w:r w:rsidR="00E8465A">
        <w:rPr>
          <w:rStyle w:val="Taille-1Caracteres"/>
        </w:rPr>
        <w:t>.</w:t>
      </w:r>
    </w:p>
    <w:p w14:paraId="3DA5F294" w14:textId="7361F3EF"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Traduct</w:t>
      </w:r>
      <w:proofErr w:type="spellEnd"/>
      <w:r>
        <w:rPr>
          <w:rStyle w:val="Taille-1Caracteres"/>
        </w:rPr>
        <w:t xml:space="preserve">. </w:t>
      </w:r>
      <w:r w:rsidR="00E0544E" w:rsidRPr="007818BD">
        <w:rPr>
          <w:rStyle w:val="Taille-1Caracteres"/>
        </w:rPr>
        <w:t>de SCHILLER</w:t>
      </w:r>
      <w:r>
        <w:rPr>
          <w:rStyle w:val="Taille-1Caracteres"/>
        </w:rPr>
        <w:t>)</w:t>
      </w:r>
    </w:p>
    <w:p w14:paraId="2197C799" w14:textId="77777777" w:rsidR="00E8465A" w:rsidRDefault="00E0544E" w:rsidP="00E0544E">
      <w:r w:rsidRPr="007818BD">
        <w:t xml:space="preserve">Sa dernière conversation avec </w:t>
      </w:r>
      <w:proofErr w:type="spellStart"/>
      <w:r w:rsidRPr="007818BD">
        <w:t>Zanoni</w:t>
      </w:r>
      <w:proofErr w:type="spellEnd"/>
      <w:r w:rsidRPr="007818BD">
        <w:t xml:space="preserve"> produisit sur l</w:t>
      </w:r>
      <w:r w:rsidR="00E8465A">
        <w:t>’</w:t>
      </w:r>
      <w:r w:rsidRPr="007818BD">
        <w:t xml:space="preserve">âme calmée de </w:t>
      </w:r>
      <w:proofErr w:type="spellStart"/>
      <w:r w:rsidRPr="007818BD">
        <w:t>Glyndon</w:t>
      </w:r>
      <w:proofErr w:type="spellEnd"/>
      <w:r w:rsidRPr="007818BD">
        <w:t xml:space="preserve"> un effet</w:t>
      </w:r>
      <w:r w:rsidR="00E8465A">
        <w:t xml:space="preserve">, </w:t>
      </w:r>
      <w:r w:rsidRPr="007818BD">
        <w:t>salutaire</w:t>
      </w:r>
      <w:r w:rsidR="00E8465A">
        <w:t xml:space="preserve">. </w:t>
      </w:r>
      <w:r w:rsidRPr="007818BD">
        <w:t>Des vapeurs confuses de son imagination se dégagèrent de nouveau ces idées heureuses et dorées qui s</w:t>
      </w:r>
      <w:r w:rsidR="00E8465A">
        <w:t>’</w:t>
      </w:r>
      <w:r w:rsidRPr="007818BD">
        <w:t>élancent comme des étincelles d</w:t>
      </w:r>
      <w:r w:rsidR="00E8465A">
        <w:t>’</w:t>
      </w:r>
      <w:r w:rsidRPr="007818BD">
        <w:t>un cœur jeune et animé par l</w:t>
      </w:r>
      <w:r w:rsidR="00E8465A">
        <w:t>’</w:t>
      </w:r>
      <w:r w:rsidRPr="007818BD">
        <w:t>ambition de l</w:t>
      </w:r>
      <w:r w:rsidR="00E8465A">
        <w:t>’</w:t>
      </w:r>
      <w:r w:rsidRPr="007818BD">
        <w:t>art</w:t>
      </w:r>
      <w:r w:rsidR="00E8465A">
        <w:t xml:space="preserve"> ; </w:t>
      </w:r>
      <w:r w:rsidRPr="007818BD">
        <w:t>qui voltigent dans l</w:t>
      </w:r>
      <w:r w:rsidR="00E8465A">
        <w:t>’</w:t>
      </w:r>
      <w:r w:rsidRPr="007818BD">
        <w:t>air et illum</w:t>
      </w:r>
      <w:r w:rsidRPr="007818BD">
        <w:t>i</w:t>
      </w:r>
      <w:r w:rsidRPr="007818BD">
        <w:t>nent l</w:t>
      </w:r>
      <w:r w:rsidR="00E8465A">
        <w:t>’</w:t>
      </w:r>
      <w:r w:rsidRPr="007818BD">
        <w:t>espace</w:t>
      </w:r>
      <w:r w:rsidR="00E8465A">
        <w:t xml:space="preserve">, </w:t>
      </w:r>
      <w:r w:rsidRPr="007818BD">
        <w:t>comme des rayons de soleil</w:t>
      </w:r>
      <w:r w:rsidR="00E8465A">
        <w:t xml:space="preserve">. </w:t>
      </w:r>
      <w:r w:rsidRPr="007818BD">
        <w:t>À ces projets se m</w:t>
      </w:r>
      <w:r w:rsidRPr="007818BD">
        <w:t>ê</w:t>
      </w:r>
      <w:r w:rsidRPr="007818BD">
        <w:t>lait aussi la vision d</w:t>
      </w:r>
      <w:r w:rsidR="00E8465A">
        <w:t>’</w:t>
      </w:r>
      <w:r w:rsidRPr="007818BD">
        <w:t>un amour plus pur</w:t>
      </w:r>
      <w:r w:rsidR="00E8465A">
        <w:t xml:space="preserve">, </w:t>
      </w:r>
      <w:r w:rsidRPr="007818BD">
        <w:t>plus serein que celui qu</w:t>
      </w:r>
      <w:r w:rsidR="00E8465A">
        <w:t>’</w:t>
      </w:r>
      <w:r w:rsidRPr="007818BD">
        <w:t>il avait jusqu</w:t>
      </w:r>
      <w:r w:rsidR="00E8465A">
        <w:t>’</w:t>
      </w:r>
      <w:r w:rsidRPr="007818BD">
        <w:t>alors connu</w:t>
      </w:r>
      <w:r w:rsidR="00E8465A">
        <w:t xml:space="preserve">. </w:t>
      </w:r>
      <w:r w:rsidRPr="007818BD">
        <w:t>Son âme retourna vers cette naïve e</w:t>
      </w:r>
      <w:r w:rsidRPr="007818BD">
        <w:t>n</w:t>
      </w:r>
      <w:r w:rsidRPr="007818BD">
        <w:t>fance du génie</w:t>
      </w:r>
      <w:r w:rsidR="00E8465A">
        <w:t xml:space="preserve">, </w:t>
      </w:r>
      <w:r w:rsidRPr="007818BD">
        <w:t>où le fruit défendu n</w:t>
      </w:r>
      <w:r w:rsidR="00E8465A">
        <w:t>’</w:t>
      </w:r>
      <w:r w:rsidRPr="007818BD">
        <w:t>a point encore été goûté</w:t>
      </w:r>
      <w:r w:rsidR="00E8465A">
        <w:t xml:space="preserve">, </w:t>
      </w:r>
      <w:r w:rsidRPr="007818BD">
        <w:t>et où nous ne soupço</w:t>
      </w:r>
      <w:r w:rsidRPr="007818BD">
        <w:t>n</w:t>
      </w:r>
      <w:r w:rsidRPr="007818BD">
        <w:t>nons d</w:t>
      </w:r>
      <w:r w:rsidR="00E8465A">
        <w:t>’</w:t>
      </w:r>
      <w:r w:rsidRPr="007818BD">
        <w:t>autre univers que l</w:t>
      </w:r>
      <w:r w:rsidR="00E8465A">
        <w:t>’</w:t>
      </w:r>
      <w:r w:rsidRPr="007818BD">
        <w:t>Éden embelli par notre Ève</w:t>
      </w:r>
      <w:r w:rsidR="00E8465A">
        <w:t xml:space="preserve">. </w:t>
      </w:r>
      <w:r w:rsidRPr="007818BD">
        <w:t>Insensiblement se dessinèrent devant lui les sc</w:t>
      </w:r>
      <w:r w:rsidRPr="007818BD">
        <w:t>è</w:t>
      </w:r>
      <w:r w:rsidRPr="007818BD">
        <w:t>nes d</w:t>
      </w:r>
      <w:r w:rsidR="00E8465A">
        <w:t>’</w:t>
      </w:r>
      <w:r w:rsidRPr="007818BD">
        <w:t>une vie domestique sans autres émotions que celles de son art</w:t>
      </w:r>
      <w:r w:rsidR="00E8465A">
        <w:t xml:space="preserve">, </w:t>
      </w:r>
      <w:r w:rsidRPr="007818BD">
        <w:t>sans autre occupation</w:t>
      </w:r>
      <w:r w:rsidR="00E8465A">
        <w:t xml:space="preserve">, </w:t>
      </w:r>
      <w:r w:rsidRPr="007818BD">
        <w:t>sans autre bonheur que l</w:t>
      </w:r>
      <w:r w:rsidR="00E8465A">
        <w:t>’</w:t>
      </w:r>
      <w:r w:rsidRPr="007818BD">
        <w:t>amour de Viola</w:t>
      </w:r>
      <w:r w:rsidR="00E8465A">
        <w:t xml:space="preserve"> ; </w:t>
      </w:r>
      <w:r w:rsidRPr="007818BD">
        <w:t>et</w:t>
      </w:r>
      <w:r w:rsidR="00E8465A">
        <w:t xml:space="preserve">, </w:t>
      </w:r>
      <w:r w:rsidRPr="007818BD">
        <w:t>au milieu de ces rêves d</w:t>
      </w:r>
      <w:r w:rsidR="00E8465A">
        <w:t>’</w:t>
      </w:r>
      <w:r w:rsidRPr="007818BD">
        <w:t>un avenir qui pourrait être le sien</w:t>
      </w:r>
      <w:r w:rsidR="00E8465A">
        <w:t xml:space="preserve">, </w:t>
      </w:r>
      <w:r w:rsidRPr="007818BD">
        <w:t xml:space="preserve">il fut ramené au présent par la voix claire et forte de </w:t>
      </w:r>
      <w:proofErr w:type="spellStart"/>
      <w:r w:rsidRPr="007818BD">
        <w:t>Me</w:t>
      </w:r>
      <w:r w:rsidRPr="007818BD">
        <w:t>r</w:t>
      </w:r>
      <w:r w:rsidRPr="007818BD">
        <w:t>vale</w:t>
      </w:r>
      <w:proofErr w:type="spellEnd"/>
      <w:r w:rsidR="00E8465A">
        <w:t xml:space="preserve">, </w:t>
      </w:r>
      <w:r w:rsidRPr="007818BD">
        <w:t>l</w:t>
      </w:r>
      <w:r w:rsidR="00E8465A">
        <w:t>’</w:t>
      </w:r>
      <w:r w:rsidRPr="007818BD">
        <w:t>homme de bon sens pratique</w:t>
      </w:r>
      <w:r w:rsidR="00E8465A">
        <w:t xml:space="preserve">. </w:t>
      </w:r>
      <w:r w:rsidRPr="007818BD">
        <w:t>On ne peut avoir étudié des caractères dans lesquels l</w:t>
      </w:r>
      <w:r w:rsidR="00E8465A">
        <w:t>’</w:t>
      </w:r>
      <w:r w:rsidRPr="007818BD">
        <w:t>imagination est plus forte que la v</w:t>
      </w:r>
      <w:r w:rsidRPr="007818BD">
        <w:t>o</w:t>
      </w:r>
      <w:r w:rsidRPr="007818BD">
        <w:t>lonté</w:t>
      </w:r>
      <w:r w:rsidR="00E8465A">
        <w:t xml:space="preserve">, </w:t>
      </w:r>
      <w:r w:rsidRPr="007818BD">
        <w:t>qui se méfient de leur connaissance de la vie positive et savent combien ils sont sensibles aux moindres impressions</w:t>
      </w:r>
      <w:r w:rsidR="00E8465A">
        <w:t xml:space="preserve">, </w:t>
      </w:r>
      <w:r w:rsidRPr="007818BD">
        <w:t>sans avoir observé quelle influence prend sur de telles natures un esprit simple</w:t>
      </w:r>
      <w:r w:rsidR="00E8465A">
        <w:t xml:space="preserve">, </w:t>
      </w:r>
      <w:r w:rsidRPr="007818BD">
        <w:t>net</w:t>
      </w:r>
      <w:r w:rsidR="00E8465A">
        <w:t xml:space="preserve">, </w:t>
      </w:r>
      <w:r w:rsidRPr="007818BD">
        <w:t>vigoureux</w:t>
      </w:r>
      <w:r w:rsidR="00E8465A">
        <w:t xml:space="preserve">, </w:t>
      </w:r>
      <w:r w:rsidRPr="007818BD">
        <w:t xml:space="preserve">et </w:t>
      </w:r>
      <w:r w:rsidRPr="007818BD">
        <w:rPr>
          <w:i/>
          <w:iCs/>
        </w:rPr>
        <w:t>terre à terre</w:t>
      </w:r>
      <w:r w:rsidR="00E8465A">
        <w:t xml:space="preserve">. </w:t>
      </w:r>
      <w:r w:rsidRPr="007818BD">
        <w:t xml:space="preserve">Il en était ainsi de </w:t>
      </w:r>
      <w:proofErr w:type="spellStart"/>
      <w:r w:rsidRPr="007818BD">
        <w:t>Glyndon</w:t>
      </w:r>
      <w:proofErr w:type="spellEnd"/>
      <w:r w:rsidR="00E8465A">
        <w:t xml:space="preserve">. </w:t>
      </w:r>
      <w:r w:rsidRPr="007818BD">
        <w:t>Son ami l</w:t>
      </w:r>
      <w:r w:rsidR="00E8465A">
        <w:t>’</w:t>
      </w:r>
      <w:r w:rsidRPr="007818BD">
        <w:t xml:space="preserve">avait souvent arraché au danger et sauvé des </w:t>
      </w:r>
      <w:r w:rsidRPr="007818BD">
        <w:lastRenderedPageBreak/>
        <w:t>conséquences de son imprudence</w:t>
      </w:r>
      <w:r w:rsidR="00E8465A">
        <w:t xml:space="preserve">, </w:t>
      </w:r>
      <w:r w:rsidRPr="007818BD">
        <w:t xml:space="preserve">et il y avait dans la voix même de </w:t>
      </w:r>
      <w:proofErr w:type="spellStart"/>
      <w:r w:rsidRPr="007818BD">
        <w:t>Mervale</w:t>
      </w:r>
      <w:proofErr w:type="spellEnd"/>
      <w:r w:rsidRPr="007818BD">
        <w:t xml:space="preserve"> quelque chose qui refroidissait l</w:t>
      </w:r>
      <w:r w:rsidR="00E8465A">
        <w:t>’</w:t>
      </w:r>
      <w:r w:rsidRPr="007818BD">
        <w:t>enthousiasme</w:t>
      </w:r>
      <w:r w:rsidR="00E8465A">
        <w:t xml:space="preserve">, </w:t>
      </w:r>
      <w:r w:rsidRPr="007818BD">
        <w:t>et fa</w:t>
      </w:r>
      <w:r w:rsidRPr="007818BD">
        <w:t>i</w:t>
      </w:r>
      <w:r w:rsidRPr="007818BD">
        <w:t xml:space="preserve">sait rougir </w:t>
      </w:r>
      <w:proofErr w:type="spellStart"/>
      <w:r w:rsidRPr="007818BD">
        <w:t>Glyndon</w:t>
      </w:r>
      <w:proofErr w:type="spellEnd"/>
      <w:r w:rsidRPr="007818BD">
        <w:t xml:space="preserve"> plus encore de ses élans </w:t>
      </w:r>
      <w:r w:rsidRPr="007818BD">
        <w:rPr>
          <w:i/>
          <w:iCs/>
        </w:rPr>
        <w:t>poétiques</w:t>
      </w:r>
      <w:r w:rsidRPr="007818BD">
        <w:t xml:space="preserve"> que de ses fautes mêmes</w:t>
      </w:r>
      <w:r w:rsidR="00E8465A">
        <w:t xml:space="preserve"> : </w:t>
      </w:r>
      <w:r w:rsidRPr="007818BD">
        <w:t xml:space="preserve">car </w:t>
      </w:r>
      <w:proofErr w:type="spellStart"/>
      <w:r w:rsidRPr="007818BD">
        <w:t>Mervale</w:t>
      </w:r>
      <w:proofErr w:type="spellEnd"/>
      <w:r w:rsidR="00E8465A">
        <w:t xml:space="preserve">, </w:t>
      </w:r>
      <w:r w:rsidRPr="007818BD">
        <w:t>homme foncièrement honnête</w:t>
      </w:r>
      <w:r w:rsidR="00E8465A">
        <w:t xml:space="preserve">, </w:t>
      </w:r>
      <w:r w:rsidRPr="007818BD">
        <w:t>ne sympathisait avec aucune extrav</w:t>
      </w:r>
      <w:r w:rsidRPr="007818BD">
        <w:t>a</w:t>
      </w:r>
      <w:r w:rsidRPr="007818BD">
        <w:t>gance</w:t>
      </w:r>
      <w:r w:rsidR="00E8465A">
        <w:t xml:space="preserve">, </w:t>
      </w:r>
      <w:r w:rsidRPr="007818BD">
        <w:t>pas plus celle de la générosité que celle de la présom</w:t>
      </w:r>
      <w:r w:rsidRPr="007818BD">
        <w:t>p</w:t>
      </w:r>
      <w:r w:rsidRPr="007818BD">
        <w:t>tion et de la crédulité</w:t>
      </w:r>
      <w:r w:rsidR="00E8465A">
        <w:t xml:space="preserve">. </w:t>
      </w:r>
      <w:r w:rsidRPr="007818BD">
        <w:t>Il marchait droit dans la vie par un se</w:t>
      </w:r>
      <w:r w:rsidRPr="007818BD">
        <w:t>n</w:t>
      </w:r>
      <w:r w:rsidRPr="007818BD">
        <w:t>tier uni et battu</w:t>
      </w:r>
      <w:r w:rsidR="00E8465A">
        <w:t xml:space="preserve">, </w:t>
      </w:r>
      <w:r w:rsidRPr="007818BD">
        <w:t>et sentait un profond dédain pour celui qui s</w:t>
      </w:r>
      <w:r w:rsidR="00E8465A">
        <w:t>’</w:t>
      </w:r>
      <w:r w:rsidRPr="007818BD">
        <w:t>égarait à gravir les flancs de la montagne</w:t>
      </w:r>
      <w:r w:rsidR="00E8465A">
        <w:t xml:space="preserve">, </w:t>
      </w:r>
      <w:r w:rsidRPr="007818BD">
        <w:t>que ce fût à la pou</w:t>
      </w:r>
      <w:r w:rsidRPr="007818BD">
        <w:t>r</w:t>
      </w:r>
      <w:r w:rsidRPr="007818BD">
        <w:t>suite d</w:t>
      </w:r>
      <w:r w:rsidR="00E8465A">
        <w:t>’</w:t>
      </w:r>
      <w:r w:rsidRPr="007818BD">
        <w:t>un p</w:t>
      </w:r>
      <w:r w:rsidRPr="007818BD">
        <w:t>a</w:t>
      </w:r>
      <w:r w:rsidRPr="007818BD">
        <w:t>pillon ou d</w:t>
      </w:r>
      <w:r w:rsidR="00E8465A">
        <w:t>’</w:t>
      </w:r>
      <w:r w:rsidRPr="007818BD">
        <w:t>un point de vue sur l</w:t>
      </w:r>
      <w:r w:rsidR="00E8465A">
        <w:t>’</w:t>
      </w:r>
      <w:r w:rsidRPr="007818BD">
        <w:t>Océan</w:t>
      </w:r>
      <w:r w:rsidR="00E8465A">
        <w:t>.</w:t>
      </w:r>
    </w:p>
    <w:p w14:paraId="28B7A4B7" w14:textId="77777777" w:rsidR="00E8465A" w:rsidRDefault="00E8465A" w:rsidP="00E0544E">
      <w:r>
        <w:t>« </w:t>
      </w:r>
      <w:r w:rsidR="00E0544E" w:rsidRPr="007818BD">
        <w:t>Je vais</w:t>
      </w:r>
      <w:r>
        <w:t xml:space="preserve">, </w:t>
      </w:r>
      <w:r w:rsidR="00E0544E" w:rsidRPr="007818BD">
        <w:t xml:space="preserve">dit en riant </w:t>
      </w:r>
      <w:proofErr w:type="spellStart"/>
      <w:r w:rsidR="00E0544E" w:rsidRPr="007818BD">
        <w:t>Mervale</w:t>
      </w:r>
      <w:proofErr w:type="spellEnd"/>
      <w:r>
        <w:t xml:space="preserve">, </w:t>
      </w:r>
      <w:r w:rsidR="00E0544E" w:rsidRPr="007818BD">
        <w:t>vous dire vos pensées</w:t>
      </w:r>
      <w:r>
        <w:t xml:space="preserve">, </w:t>
      </w:r>
      <w:r w:rsidR="00E0544E" w:rsidRPr="007818BD">
        <w:t>Cl</w:t>
      </w:r>
      <w:r w:rsidR="00E0544E" w:rsidRPr="007818BD">
        <w:t>a</w:t>
      </w:r>
      <w:r w:rsidR="00E0544E" w:rsidRPr="007818BD">
        <w:t>rence</w:t>
      </w:r>
      <w:r>
        <w:t xml:space="preserve">, </w:t>
      </w:r>
      <w:r w:rsidR="00E0544E" w:rsidRPr="007818BD">
        <w:t xml:space="preserve">sans être un </w:t>
      </w:r>
      <w:proofErr w:type="spellStart"/>
      <w:r w:rsidR="00E0544E" w:rsidRPr="007818BD">
        <w:t>Zanoni</w:t>
      </w:r>
      <w:proofErr w:type="spellEnd"/>
      <w:r>
        <w:t xml:space="preserve">. </w:t>
      </w:r>
      <w:r w:rsidR="00E0544E" w:rsidRPr="007818BD">
        <w:t>Je les connais à votre œil humide et à ce demi-sourire de votre lèvre</w:t>
      </w:r>
      <w:r>
        <w:t xml:space="preserve">. </w:t>
      </w:r>
      <w:r w:rsidR="00E0544E" w:rsidRPr="007818BD">
        <w:t>Vous rêvez à cette belle e</w:t>
      </w:r>
      <w:r w:rsidR="00E0544E" w:rsidRPr="007818BD">
        <w:t>n</w:t>
      </w:r>
      <w:r w:rsidR="00E0544E" w:rsidRPr="007818BD">
        <w:t>chanteresse</w:t>
      </w:r>
      <w:r>
        <w:t xml:space="preserve">, </w:t>
      </w:r>
      <w:r w:rsidR="00E0544E" w:rsidRPr="007818BD">
        <w:t>à la petite chanteuse de San-Carlo</w:t>
      </w:r>
      <w:r>
        <w:t>.</w:t>
      </w:r>
    </w:p>
    <w:p w14:paraId="5B6AED12" w14:textId="77777777" w:rsidR="00E8465A" w:rsidRDefault="00E8465A" w:rsidP="00E0544E">
      <w:r>
        <w:t>— </w:t>
      </w:r>
      <w:r w:rsidR="00E0544E" w:rsidRPr="007818BD">
        <w:t>La petite chanteuse de San-Carlo</w:t>
      </w:r>
      <w:r>
        <w:t xml:space="preserve"> ! </w:t>
      </w:r>
      <w:r w:rsidR="00E0544E" w:rsidRPr="007818BD">
        <w:t xml:space="preserve">répondit </w:t>
      </w:r>
      <w:proofErr w:type="spellStart"/>
      <w:r w:rsidR="00E0544E" w:rsidRPr="007818BD">
        <w:t>Glyndon</w:t>
      </w:r>
      <w:proofErr w:type="spellEnd"/>
      <w:r w:rsidR="00E0544E" w:rsidRPr="007818BD">
        <w:t xml:space="preserve"> en rougissant</w:t>
      </w:r>
      <w:r>
        <w:t xml:space="preserve">. </w:t>
      </w:r>
      <w:r w:rsidR="00E0544E" w:rsidRPr="007818BD">
        <w:t>Parleriez-vous ainsi d</w:t>
      </w:r>
      <w:r>
        <w:t>’</w:t>
      </w:r>
      <w:r w:rsidR="00E0544E" w:rsidRPr="007818BD">
        <w:t>elle si elle était ma femme</w:t>
      </w:r>
      <w:r>
        <w:t> ?</w:t>
      </w:r>
    </w:p>
    <w:p w14:paraId="4D4A7FCF" w14:textId="77777777" w:rsidR="00E8465A" w:rsidRDefault="00E8465A" w:rsidP="00E0544E">
      <w:r>
        <w:t>— </w:t>
      </w:r>
      <w:r w:rsidR="00E0544E" w:rsidRPr="007818BD">
        <w:t>Non</w:t>
      </w:r>
      <w:r>
        <w:t xml:space="preserve">, </w:t>
      </w:r>
      <w:r w:rsidR="00E0544E" w:rsidRPr="007818BD">
        <w:t>parce qu</w:t>
      </w:r>
      <w:r>
        <w:t>’</w:t>
      </w:r>
      <w:r w:rsidR="00E0544E" w:rsidRPr="007818BD">
        <w:t>alors tout le mépris que je pourrais me h</w:t>
      </w:r>
      <w:r w:rsidR="00E0544E" w:rsidRPr="007818BD">
        <w:t>a</w:t>
      </w:r>
      <w:r w:rsidR="00E0544E" w:rsidRPr="007818BD">
        <w:t>sarder à sentir pour elle retomberait sur vous</w:t>
      </w:r>
      <w:r>
        <w:t xml:space="preserve">. </w:t>
      </w:r>
      <w:r w:rsidR="00E0544E" w:rsidRPr="007818BD">
        <w:t>On n</w:t>
      </w:r>
      <w:r>
        <w:t>’</w:t>
      </w:r>
      <w:r w:rsidR="00E0544E" w:rsidRPr="007818BD">
        <w:t>aime pas ceux qui dupent les autres</w:t>
      </w:r>
      <w:r>
        <w:t xml:space="preserve">, </w:t>
      </w:r>
      <w:r w:rsidR="00E0544E" w:rsidRPr="007818BD">
        <w:t>mais c</w:t>
      </w:r>
      <w:r>
        <w:t>’</w:t>
      </w:r>
      <w:r w:rsidR="00E0544E" w:rsidRPr="007818BD">
        <w:t>est la dupe qu</w:t>
      </w:r>
      <w:r>
        <w:t>’</w:t>
      </w:r>
      <w:r w:rsidR="00E0544E" w:rsidRPr="007818BD">
        <w:t>on méprise</w:t>
      </w:r>
      <w:r>
        <w:t>.</w:t>
      </w:r>
    </w:p>
    <w:p w14:paraId="6F6713A3" w14:textId="77777777" w:rsidR="00E8465A" w:rsidRDefault="00E8465A" w:rsidP="00E0544E">
      <w:r>
        <w:t>— </w:t>
      </w:r>
      <w:r w:rsidR="00E0544E" w:rsidRPr="007818BD">
        <w:t>Êtes-vous sûr que je serais dupe dans une pareille union</w:t>
      </w:r>
      <w:r>
        <w:t xml:space="preserve"> ? </w:t>
      </w:r>
      <w:r w:rsidR="00E0544E" w:rsidRPr="007818BD">
        <w:t>Où trouverai-je autant de beauté et d</w:t>
      </w:r>
      <w:r>
        <w:t>’</w:t>
      </w:r>
      <w:r w:rsidR="00E0544E" w:rsidRPr="007818BD">
        <w:t>innocence</w:t>
      </w:r>
      <w:r>
        <w:t xml:space="preserve"> ? </w:t>
      </w:r>
      <w:r w:rsidR="00E0544E" w:rsidRPr="007818BD">
        <w:t>une femme dont la vertu ait été à ce point éprouvée par la tent</w:t>
      </w:r>
      <w:r w:rsidR="00E0544E" w:rsidRPr="007818BD">
        <w:t>a</w:t>
      </w:r>
      <w:r w:rsidR="00E0544E" w:rsidRPr="007818BD">
        <w:t>tion</w:t>
      </w:r>
      <w:r>
        <w:t xml:space="preserve"> ? </w:t>
      </w:r>
      <w:r w:rsidR="00E0544E" w:rsidRPr="007818BD">
        <w:t>Le plus léger murmure de la médisance ose-t-il souiller le nom de Viola Pisani</w:t>
      </w:r>
      <w:r>
        <w:t> ?</w:t>
      </w:r>
    </w:p>
    <w:p w14:paraId="3FFE6AE7" w14:textId="77777777" w:rsidR="00E8465A" w:rsidRDefault="00E8465A" w:rsidP="00E0544E">
      <w:r>
        <w:t>— </w:t>
      </w:r>
      <w:r w:rsidR="00E0544E" w:rsidRPr="007818BD">
        <w:t>Je ne connais pas tous les commérages de Naples</w:t>
      </w:r>
      <w:r>
        <w:t xml:space="preserve">, </w:t>
      </w:r>
      <w:r w:rsidR="00E0544E" w:rsidRPr="007818BD">
        <w:t>et pa</w:t>
      </w:r>
      <w:r w:rsidR="00E0544E" w:rsidRPr="007818BD">
        <w:t>r</w:t>
      </w:r>
      <w:r w:rsidR="00E0544E" w:rsidRPr="007818BD">
        <w:t>tant je ne puis vous répondre</w:t>
      </w:r>
      <w:r>
        <w:t xml:space="preserve"> ; </w:t>
      </w:r>
      <w:r w:rsidR="00E0544E" w:rsidRPr="007818BD">
        <w:t>mais voici ce que je sais à me</w:t>
      </w:r>
      <w:r w:rsidR="00E0544E" w:rsidRPr="007818BD">
        <w:t>r</w:t>
      </w:r>
      <w:r w:rsidR="00E0544E" w:rsidRPr="007818BD">
        <w:t>veille</w:t>
      </w:r>
      <w:r>
        <w:t xml:space="preserve"> : </w:t>
      </w:r>
      <w:r w:rsidR="00E0544E" w:rsidRPr="007818BD">
        <w:t>c</w:t>
      </w:r>
      <w:r>
        <w:t>’</w:t>
      </w:r>
      <w:r w:rsidR="00E0544E" w:rsidRPr="007818BD">
        <w:t>est</w:t>
      </w:r>
      <w:r w:rsidR="00E0544E">
        <w:t xml:space="preserve"> </w:t>
      </w:r>
      <w:r w:rsidR="00E0544E" w:rsidRPr="007818BD">
        <w:t>qu</w:t>
      </w:r>
      <w:r>
        <w:t>’</w:t>
      </w:r>
      <w:r w:rsidR="00E0544E" w:rsidRPr="007818BD">
        <w:t>en Angleterre il n</w:t>
      </w:r>
      <w:r>
        <w:t>’</w:t>
      </w:r>
      <w:r w:rsidR="00E0544E" w:rsidRPr="007818BD">
        <w:t>est personne qui pût croire qu</w:t>
      </w:r>
      <w:r>
        <w:t>’</w:t>
      </w:r>
      <w:r w:rsidR="00E0544E" w:rsidRPr="007818BD">
        <w:t>un jeune Anglais d</w:t>
      </w:r>
      <w:r>
        <w:t>’</w:t>
      </w:r>
      <w:r w:rsidR="00E0544E" w:rsidRPr="007818BD">
        <w:t>une honnête fortune et d</w:t>
      </w:r>
      <w:r>
        <w:t>’</w:t>
      </w:r>
      <w:r w:rsidR="00E0544E" w:rsidRPr="007818BD">
        <w:t xml:space="preserve">une </w:t>
      </w:r>
      <w:r w:rsidR="00E0544E" w:rsidRPr="007818BD">
        <w:lastRenderedPageBreak/>
        <w:t>naissance respect</w:t>
      </w:r>
      <w:r w:rsidR="00E0544E" w:rsidRPr="007818BD">
        <w:t>a</w:t>
      </w:r>
      <w:r w:rsidR="00E0544E" w:rsidRPr="007818BD">
        <w:t>ble ait épousé une cantatrice napolitaine</w:t>
      </w:r>
      <w:r>
        <w:t xml:space="preserve">, </w:t>
      </w:r>
      <w:r w:rsidR="00E0544E" w:rsidRPr="007818BD">
        <w:t>à moins d</w:t>
      </w:r>
      <w:r>
        <w:t>’</w:t>
      </w:r>
      <w:r w:rsidR="00E0544E" w:rsidRPr="007818BD">
        <w:t>avoir été déplorablement trompé</w:t>
      </w:r>
      <w:r>
        <w:t xml:space="preserve">. </w:t>
      </w:r>
      <w:r w:rsidR="00E0544E" w:rsidRPr="007818BD">
        <w:t>Je voudrais vous sauver de cette position irréparable</w:t>
      </w:r>
      <w:r>
        <w:t xml:space="preserve">. </w:t>
      </w:r>
      <w:r w:rsidR="00E0544E" w:rsidRPr="007818BD">
        <w:t>Songez à toutes les mortific</w:t>
      </w:r>
      <w:r w:rsidR="00E0544E" w:rsidRPr="007818BD">
        <w:t>a</w:t>
      </w:r>
      <w:r w:rsidR="00E0544E" w:rsidRPr="007818BD">
        <w:t>tions auxquelles vous vous exposeriez</w:t>
      </w:r>
      <w:r>
        <w:t xml:space="preserve">, </w:t>
      </w:r>
      <w:r w:rsidR="00E0544E" w:rsidRPr="007818BD">
        <w:t>à tous les jeunes gens qui e</w:t>
      </w:r>
      <w:r w:rsidR="00E0544E" w:rsidRPr="007818BD">
        <w:t>n</w:t>
      </w:r>
      <w:r w:rsidR="00E0544E" w:rsidRPr="007818BD">
        <w:t>vahiraient votre maison</w:t>
      </w:r>
      <w:r>
        <w:t xml:space="preserve">, </w:t>
      </w:r>
      <w:r w:rsidR="00E0544E" w:rsidRPr="007818BD">
        <w:t>à toutes les jeunes femmes qui me</w:t>
      </w:r>
      <w:r w:rsidR="00E0544E" w:rsidRPr="007818BD">
        <w:t>t</w:t>
      </w:r>
      <w:r w:rsidR="00E0544E" w:rsidRPr="007818BD">
        <w:t>traient le même empressement à la fuir</w:t>
      </w:r>
      <w:r>
        <w:t>.</w:t>
      </w:r>
    </w:p>
    <w:p w14:paraId="2F210424" w14:textId="77777777" w:rsidR="00E8465A" w:rsidRDefault="00E8465A" w:rsidP="00E0544E">
      <w:r>
        <w:t>— </w:t>
      </w:r>
      <w:r w:rsidR="00E0544E" w:rsidRPr="007818BD">
        <w:t>Je suis maître de me choisir une carrière qui puisse se passer d</w:t>
      </w:r>
      <w:r>
        <w:t>’</w:t>
      </w:r>
      <w:r w:rsidR="00E0544E" w:rsidRPr="007818BD">
        <w:t>une société b</w:t>
      </w:r>
      <w:r w:rsidR="00E0544E" w:rsidRPr="007818BD">
        <w:t>a</w:t>
      </w:r>
      <w:r w:rsidR="00E0544E" w:rsidRPr="007818BD">
        <w:t>nale</w:t>
      </w:r>
      <w:r>
        <w:t xml:space="preserve">. </w:t>
      </w:r>
      <w:r w:rsidR="00E0544E" w:rsidRPr="007818BD">
        <w:t>Je puis devoir à mon art le respect du monde</w:t>
      </w:r>
      <w:r>
        <w:t xml:space="preserve">, </w:t>
      </w:r>
      <w:r w:rsidR="00E0544E" w:rsidRPr="007818BD">
        <w:t>au lieu de le devoir à des circon</w:t>
      </w:r>
      <w:r w:rsidR="00E0544E" w:rsidRPr="007818BD">
        <w:t>s</w:t>
      </w:r>
      <w:r w:rsidR="00E0544E" w:rsidRPr="007818BD">
        <w:t>tances accidentelles de naissance et de fortune</w:t>
      </w:r>
      <w:r>
        <w:t>.</w:t>
      </w:r>
    </w:p>
    <w:p w14:paraId="03940B28" w14:textId="77777777" w:rsidR="00E8465A" w:rsidRDefault="00E8465A" w:rsidP="00E0544E">
      <w:r>
        <w:t>— </w:t>
      </w:r>
      <w:r w:rsidR="00E0544E" w:rsidRPr="007818BD">
        <w:t>Ce qui veut dire que vous persistez dans votre autre f</w:t>
      </w:r>
      <w:r w:rsidR="00E0544E" w:rsidRPr="007818BD">
        <w:t>o</w:t>
      </w:r>
      <w:r w:rsidR="00E0544E" w:rsidRPr="007818BD">
        <w:t>lie</w:t>
      </w:r>
      <w:r>
        <w:t xml:space="preserve"> : </w:t>
      </w:r>
      <w:r w:rsidR="00E0544E" w:rsidRPr="007818BD">
        <w:t>l</w:t>
      </w:r>
      <w:r>
        <w:t>’</w:t>
      </w:r>
      <w:r w:rsidR="00E0544E" w:rsidRPr="007818BD">
        <w:t>ambition absurde de barbouiller de la toile</w:t>
      </w:r>
      <w:r>
        <w:t xml:space="preserve">. </w:t>
      </w:r>
      <w:r w:rsidR="00E0544E" w:rsidRPr="007818BD">
        <w:t>À Dieu ne pla</w:t>
      </w:r>
      <w:r w:rsidR="00E0544E" w:rsidRPr="007818BD">
        <w:t>i</w:t>
      </w:r>
      <w:r w:rsidR="00E0544E" w:rsidRPr="007818BD">
        <w:t>se que je désapprouve le moins du monde la louable industrie de celui qui s</w:t>
      </w:r>
      <w:r>
        <w:t>’</w:t>
      </w:r>
      <w:r w:rsidR="00E0544E" w:rsidRPr="007818BD">
        <w:t>adonne à cette profession pour assurer son exi</w:t>
      </w:r>
      <w:r w:rsidR="00E0544E" w:rsidRPr="007818BD">
        <w:t>s</w:t>
      </w:r>
      <w:r w:rsidR="00E0544E" w:rsidRPr="007818BD">
        <w:t>tence</w:t>
      </w:r>
      <w:r>
        <w:t xml:space="preserve"> ! </w:t>
      </w:r>
      <w:r w:rsidR="00E0544E" w:rsidRPr="007818BD">
        <w:t>mais avec des moyens et des relations qui vous prome</w:t>
      </w:r>
      <w:r w:rsidR="00E0544E" w:rsidRPr="007818BD">
        <w:t>t</w:t>
      </w:r>
      <w:r w:rsidR="00E0544E" w:rsidRPr="007818BD">
        <w:t>tent un bel avenir</w:t>
      </w:r>
      <w:r>
        <w:t xml:space="preserve">, </w:t>
      </w:r>
      <w:r w:rsidR="00E0544E" w:rsidRPr="007818BD">
        <w:t>pourquoi volontairement descendre à l</w:t>
      </w:r>
      <w:r>
        <w:t>’</w:t>
      </w:r>
      <w:r w:rsidR="00E0544E" w:rsidRPr="007818BD">
        <w:t>humble position d</w:t>
      </w:r>
      <w:r>
        <w:t>’</w:t>
      </w:r>
      <w:r w:rsidR="00E0544E" w:rsidRPr="007818BD">
        <w:t>artiste</w:t>
      </w:r>
      <w:r>
        <w:t xml:space="preserve"> ? </w:t>
      </w:r>
      <w:r w:rsidR="00E0544E" w:rsidRPr="007818BD">
        <w:t>Comme talent de distra</w:t>
      </w:r>
      <w:r w:rsidR="00E0544E" w:rsidRPr="007818BD">
        <w:t>c</w:t>
      </w:r>
      <w:r w:rsidR="00E0544E" w:rsidRPr="007818BD">
        <w:t>tion</w:t>
      </w:r>
      <w:r>
        <w:t xml:space="preserve">, </w:t>
      </w:r>
      <w:r w:rsidR="00E0544E" w:rsidRPr="007818BD">
        <w:t>rien de mieux</w:t>
      </w:r>
      <w:r>
        <w:t xml:space="preserve"> ; </w:t>
      </w:r>
      <w:r w:rsidR="00E0544E" w:rsidRPr="007818BD">
        <w:t>mais comme occupation sérieuse de la vie</w:t>
      </w:r>
      <w:r>
        <w:t xml:space="preserve">, </w:t>
      </w:r>
      <w:r w:rsidR="00E0544E" w:rsidRPr="007818BD">
        <w:t>c</w:t>
      </w:r>
      <w:r>
        <w:t>’</w:t>
      </w:r>
      <w:r w:rsidR="00E0544E" w:rsidRPr="007818BD">
        <w:t>est une folie</w:t>
      </w:r>
      <w:r>
        <w:t xml:space="preserve">, </w:t>
      </w:r>
      <w:r w:rsidR="00E0544E" w:rsidRPr="007818BD">
        <w:t>vous dis-je</w:t>
      </w:r>
      <w:r>
        <w:t>.</w:t>
      </w:r>
    </w:p>
    <w:p w14:paraId="0A206E90" w14:textId="77777777" w:rsidR="00E8465A" w:rsidRDefault="00E8465A" w:rsidP="00E0544E">
      <w:r>
        <w:t>— </w:t>
      </w:r>
      <w:r w:rsidR="00E0544E" w:rsidRPr="007818BD">
        <w:t>Il y a des artistes qui ont eu des princes pour amis</w:t>
      </w:r>
      <w:r>
        <w:t>.</w:t>
      </w:r>
    </w:p>
    <w:p w14:paraId="04061DDC" w14:textId="3411B243" w:rsidR="00E8465A" w:rsidRDefault="00E8465A" w:rsidP="00E0544E">
      <w:r>
        <w:t>— </w:t>
      </w:r>
      <w:r w:rsidR="00E0544E" w:rsidRPr="007818BD">
        <w:t>Rarement</w:t>
      </w:r>
      <w:r>
        <w:t xml:space="preserve">, </w:t>
      </w:r>
      <w:r w:rsidR="00E0544E" w:rsidRPr="007818BD">
        <w:t>j</w:t>
      </w:r>
      <w:r>
        <w:t>’</w:t>
      </w:r>
      <w:r w:rsidR="00E0544E" w:rsidRPr="007818BD">
        <w:t>imagine</w:t>
      </w:r>
      <w:r>
        <w:t xml:space="preserve">, </w:t>
      </w:r>
      <w:r w:rsidR="00E0544E" w:rsidRPr="007818BD">
        <w:t>dans notre pays pratique</w:t>
      </w:r>
      <w:r>
        <w:t xml:space="preserve"> ; </w:t>
      </w:r>
      <w:r w:rsidR="00E0544E" w:rsidRPr="007818BD">
        <w:t>l</w:t>
      </w:r>
      <w:r>
        <w:t>’</w:t>
      </w:r>
      <w:r w:rsidR="00E0544E" w:rsidRPr="007818BD">
        <w:t>Angleterre est le pays du bon sens</w:t>
      </w:r>
      <w:r>
        <w:t xml:space="preserve">. </w:t>
      </w:r>
      <w:r w:rsidR="00E0544E" w:rsidRPr="007818BD">
        <w:t>Là</w:t>
      </w:r>
      <w:r>
        <w:t xml:space="preserve">, </w:t>
      </w:r>
      <w:r w:rsidR="00E0544E" w:rsidRPr="007818BD">
        <w:t>dans ce grand centre de l</w:t>
      </w:r>
      <w:r>
        <w:t>’</w:t>
      </w:r>
      <w:r w:rsidR="00E0544E" w:rsidRPr="007818BD">
        <w:t>aristocratie politique</w:t>
      </w:r>
      <w:r>
        <w:t xml:space="preserve">, </w:t>
      </w:r>
      <w:r w:rsidR="00E0544E" w:rsidRPr="007818BD">
        <w:t>ce qu</w:t>
      </w:r>
      <w:r>
        <w:t>’</w:t>
      </w:r>
      <w:r w:rsidR="00E0544E" w:rsidRPr="007818BD">
        <w:t>on respecte</w:t>
      </w:r>
      <w:r>
        <w:t xml:space="preserve">, </w:t>
      </w:r>
      <w:r w:rsidR="00E0544E" w:rsidRPr="007818BD">
        <w:t>c</w:t>
      </w:r>
      <w:r>
        <w:t>’</w:t>
      </w:r>
      <w:r w:rsidR="00E0544E" w:rsidRPr="007818BD">
        <w:t>est le p</w:t>
      </w:r>
      <w:r w:rsidR="00E0544E" w:rsidRPr="007818BD">
        <w:t>o</w:t>
      </w:r>
      <w:r w:rsidR="00E0544E" w:rsidRPr="007818BD">
        <w:t>sitif</w:t>
      </w:r>
      <w:r>
        <w:t xml:space="preserve">, </w:t>
      </w:r>
      <w:r w:rsidR="00E0544E" w:rsidRPr="007818BD">
        <w:t>et non l</w:t>
      </w:r>
      <w:r>
        <w:t>’</w:t>
      </w:r>
      <w:r w:rsidR="00E0544E" w:rsidRPr="007818BD">
        <w:t>idéal</w:t>
      </w:r>
      <w:r>
        <w:t xml:space="preserve">. </w:t>
      </w:r>
      <w:r w:rsidR="00E0544E" w:rsidRPr="007818BD">
        <w:t>Tenez</w:t>
      </w:r>
      <w:r>
        <w:t xml:space="preserve">, </w:t>
      </w:r>
      <w:r w:rsidR="00E0544E" w:rsidRPr="007818BD">
        <w:t>permettez-moi de vous esquisser deux tableaux de ma façon</w:t>
      </w:r>
      <w:r>
        <w:t xml:space="preserve">. </w:t>
      </w:r>
      <w:r w:rsidR="00E0544E" w:rsidRPr="007818BD">
        <w:t xml:space="preserve">Clarence </w:t>
      </w:r>
      <w:proofErr w:type="spellStart"/>
      <w:r w:rsidR="00E0544E" w:rsidRPr="007818BD">
        <w:t>Glyndon</w:t>
      </w:r>
      <w:proofErr w:type="spellEnd"/>
      <w:r w:rsidR="00E0544E" w:rsidRPr="007818BD">
        <w:t xml:space="preserve"> retourne en Angleterre</w:t>
      </w:r>
      <w:r>
        <w:t xml:space="preserve"> ; </w:t>
      </w:r>
      <w:r w:rsidR="00E0544E" w:rsidRPr="007818BD">
        <w:t>il épo</w:t>
      </w:r>
      <w:r w:rsidR="00E0544E" w:rsidRPr="007818BD">
        <w:t>u</w:t>
      </w:r>
      <w:r w:rsidR="00E0544E" w:rsidRPr="007818BD">
        <w:t>se une femme d</w:t>
      </w:r>
      <w:r>
        <w:t>’</w:t>
      </w:r>
      <w:r w:rsidR="00E0544E" w:rsidRPr="007818BD">
        <w:t>une fortune égale à la sienne</w:t>
      </w:r>
      <w:r>
        <w:t xml:space="preserve">, </w:t>
      </w:r>
      <w:r w:rsidR="00E0544E" w:rsidRPr="007818BD">
        <w:t>avec des amis</w:t>
      </w:r>
      <w:r>
        <w:t xml:space="preserve">, </w:t>
      </w:r>
      <w:r w:rsidR="00E0544E" w:rsidRPr="007818BD">
        <w:t>des parents en position de faire prospérer les espérances d</w:t>
      </w:r>
      <w:r>
        <w:t>’</w:t>
      </w:r>
      <w:r w:rsidR="00E0544E" w:rsidRPr="007818BD">
        <w:t>une a</w:t>
      </w:r>
      <w:r w:rsidR="00E0544E" w:rsidRPr="007818BD">
        <w:t>m</w:t>
      </w:r>
      <w:r w:rsidR="00E0544E" w:rsidRPr="007818BD">
        <w:t>bition raisonnable</w:t>
      </w:r>
      <w:r>
        <w:t xml:space="preserve">, </w:t>
      </w:r>
      <w:r w:rsidR="00E0544E" w:rsidRPr="007818BD">
        <w:t xml:space="preserve">Clarence </w:t>
      </w:r>
      <w:proofErr w:type="spellStart"/>
      <w:r w:rsidR="00E0544E" w:rsidRPr="007818BD">
        <w:t>Glyndon</w:t>
      </w:r>
      <w:proofErr w:type="spellEnd"/>
      <w:r>
        <w:t xml:space="preserve">, </w:t>
      </w:r>
      <w:r w:rsidR="00E0544E" w:rsidRPr="007818BD">
        <w:t>riche et respectable</w:t>
      </w:r>
      <w:r>
        <w:t xml:space="preserve">, </w:t>
      </w:r>
      <w:r w:rsidR="00E0544E" w:rsidRPr="007818BD">
        <w:t>plein de talent et d</w:t>
      </w:r>
      <w:r>
        <w:t>’</w:t>
      </w:r>
      <w:r w:rsidR="00E0544E" w:rsidRPr="007818BD">
        <w:t>active énergie concentrée maintenant vers un but</w:t>
      </w:r>
      <w:r>
        <w:t xml:space="preserve">, </w:t>
      </w:r>
      <w:r w:rsidR="00E0544E" w:rsidRPr="007818BD">
        <w:t>entre dans la vie pratique</w:t>
      </w:r>
      <w:r>
        <w:t xml:space="preserve">. </w:t>
      </w:r>
      <w:r w:rsidR="00E0544E" w:rsidRPr="007818BD">
        <w:t xml:space="preserve">Il </w:t>
      </w:r>
      <w:proofErr w:type="gramStart"/>
      <w:r w:rsidR="00E0544E" w:rsidRPr="007818BD">
        <w:t>a</w:t>
      </w:r>
      <w:proofErr w:type="gramEnd"/>
      <w:r w:rsidR="00E0544E" w:rsidRPr="007818BD">
        <w:t xml:space="preserve"> une maison où il peut recevoir tous ceux dont</w:t>
      </w:r>
      <w:r>
        <w:t>-</w:t>
      </w:r>
      <w:r w:rsidR="00E0544E" w:rsidRPr="007818BD">
        <w:t xml:space="preserve">la société </w:t>
      </w:r>
      <w:r w:rsidR="00E0544E" w:rsidRPr="007818BD">
        <w:lastRenderedPageBreak/>
        <w:t>peut lui rapporter honneur et profit</w:t>
      </w:r>
      <w:r>
        <w:t xml:space="preserve"> ; </w:t>
      </w:r>
      <w:r w:rsidR="00E0544E" w:rsidRPr="007818BD">
        <w:t>il a du loisir qu</w:t>
      </w:r>
      <w:r>
        <w:t>’</w:t>
      </w:r>
      <w:r w:rsidR="00E0544E" w:rsidRPr="007818BD">
        <w:t>il peut consacrer à des études utiles</w:t>
      </w:r>
      <w:r>
        <w:t xml:space="preserve">, </w:t>
      </w:r>
      <w:r w:rsidR="00E0544E" w:rsidRPr="007818BD">
        <w:t>sa réputation</w:t>
      </w:r>
      <w:r>
        <w:t xml:space="preserve">, </w:t>
      </w:r>
      <w:r w:rsidR="00E0544E" w:rsidRPr="007818BD">
        <w:t>établie sur une base solide</w:t>
      </w:r>
      <w:r>
        <w:t xml:space="preserve">, </w:t>
      </w:r>
      <w:r w:rsidR="00E0544E" w:rsidRPr="007818BD">
        <w:t>va toujours s</w:t>
      </w:r>
      <w:r>
        <w:t>’</w:t>
      </w:r>
      <w:r w:rsidR="00E0544E" w:rsidRPr="007818BD">
        <w:t>augmentant</w:t>
      </w:r>
      <w:r>
        <w:t xml:space="preserve">. </w:t>
      </w:r>
      <w:r w:rsidR="00E0544E" w:rsidRPr="007818BD">
        <w:t>Il s</w:t>
      </w:r>
      <w:r>
        <w:t>’</w:t>
      </w:r>
      <w:r w:rsidR="00E0544E" w:rsidRPr="007818BD">
        <w:t>attache à un parti</w:t>
      </w:r>
      <w:r>
        <w:t xml:space="preserve"> ; </w:t>
      </w:r>
      <w:r w:rsidR="00E0544E" w:rsidRPr="007818BD">
        <w:t>il aborde la vie politique</w:t>
      </w:r>
      <w:r>
        <w:t xml:space="preserve">, </w:t>
      </w:r>
      <w:r w:rsidR="00E0544E" w:rsidRPr="007818BD">
        <w:t>ses nouvelles connaissances facilitent l</w:t>
      </w:r>
      <w:r>
        <w:t>’</w:t>
      </w:r>
      <w:r w:rsidR="00E0544E" w:rsidRPr="007818BD">
        <w:t>accomplissement de ses projets</w:t>
      </w:r>
      <w:r>
        <w:t xml:space="preserve">. </w:t>
      </w:r>
      <w:r w:rsidR="00E0544E" w:rsidRPr="007818BD">
        <w:t>À quarante-quatre ans</w:t>
      </w:r>
      <w:r>
        <w:t xml:space="preserve">, </w:t>
      </w:r>
      <w:r w:rsidR="00E0544E" w:rsidRPr="007818BD">
        <w:t>que sera</w:t>
      </w:r>
      <w:r>
        <w:t xml:space="preserve">, </w:t>
      </w:r>
      <w:r w:rsidR="00E0544E" w:rsidRPr="007818BD">
        <w:t>selon toutes les probabilités</w:t>
      </w:r>
      <w:r>
        <w:t xml:space="preserve">, </w:t>
      </w:r>
      <w:r w:rsidR="00E0544E" w:rsidRPr="007818BD">
        <w:t>Cl</w:t>
      </w:r>
      <w:r w:rsidR="00E0544E" w:rsidRPr="007818BD">
        <w:t>a</w:t>
      </w:r>
      <w:r w:rsidR="00E0544E" w:rsidRPr="007818BD">
        <w:t xml:space="preserve">rence </w:t>
      </w:r>
      <w:proofErr w:type="spellStart"/>
      <w:r w:rsidR="00E0544E" w:rsidRPr="007818BD">
        <w:t>Glyn</w:t>
      </w:r>
      <w:r w:rsidR="00E0544E">
        <w:t>d</w:t>
      </w:r>
      <w:r w:rsidR="00E0544E" w:rsidRPr="007818BD">
        <w:t>on</w:t>
      </w:r>
      <w:proofErr w:type="spellEnd"/>
      <w:r>
        <w:t xml:space="preserve"> ? </w:t>
      </w:r>
      <w:r w:rsidR="00E0544E" w:rsidRPr="007818BD">
        <w:t>Vous êtes ambitieux</w:t>
      </w:r>
      <w:r>
        <w:t xml:space="preserve">, </w:t>
      </w:r>
      <w:r w:rsidR="00E0544E" w:rsidRPr="007818BD">
        <w:t>je vous laisse la question à résoudre</w:t>
      </w:r>
      <w:r>
        <w:t xml:space="preserve">. </w:t>
      </w:r>
      <w:r w:rsidR="00E0544E" w:rsidRPr="007818BD">
        <w:t>Voici maintenant mon autre tableau</w:t>
      </w:r>
      <w:r>
        <w:t xml:space="preserve">. </w:t>
      </w:r>
      <w:r w:rsidR="00E0544E" w:rsidRPr="007818BD">
        <w:t xml:space="preserve">Clarence </w:t>
      </w:r>
      <w:proofErr w:type="spellStart"/>
      <w:r w:rsidR="00E0544E" w:rsidRPr="007818BD">
        <w:t>Gly</w:t>
      </w:r>
      <w:r w:rsidR="00E0544E" w:rsidRPr="007818BD">
        <w:t>n</w:t>
      </w:r>
      <w:r w:rsidR="00E0544E" w:rsidRPr="007818BD">
        <w:t>don</w:t>
      </w:r>
      <w:proofErr w:type="spellEnd"/>
      <w:r w:rsidR="00E0544E" w:rsidRPr="007818BD">
        <w:t xml:space="preserve"> revient en Angleterre avec une femme qui ne peut lui donner d</w:t>
      </w:r>
      <w:r>
        <w:t>’</w:t>
      </w:r>
      <w:r w:rsidR="00E0544E" w:rsidRPr="007818BD">
        <w:t>argent qu</w:t>
      </w:r>
      <w:r>
        <w:t>’</w:t>
      </w:r>
      <w:r w:rsidR="00E0544E" w:rsidRPr="007818BD">
        <w:t>à la condition qu</w:t>
      </w:r>
      <w:r>
        <w:t>’</w:t>
      </w:r>
      <w:r w:rsidR="00E0544E" w:rsidRPr="007818BD">
        <w:t>il l</w:t>
      </w:r>
      <w:r>
        <w:t>’</w:t>
      </w:r>
      <w:r w:rsidR="00E0544E" w:rsidRPr="007818BD">
        <w:t>engagera dans un thé</w:t>
      </w:r>
      <w:r w:rsidR="00E0544E" w:rsidRPr="007818BD">
        <w:t>â</w:t>
      </w:r>
      <w:r w:rsidR="00E0544E" w:rsidRPr="007818BD">
        <w:t>tre</w:t>
      </w:r>
      <w:r>
        <w:t xml:space="preserve">, </w:t>
      </w:r>
      <w:r w:rsidR="00E0544E" w:rsidRPr="007818BD">
        <w:t>et si belle que chacun s</w:t>
      </w:r>
      <w:r>
        <w:t>’</w:t>
      </w:r>
      <w:r w:rsidR="00E0544E" w:rsidRPr="007818BD">
        <w:t>empresse de demander qui elle est</w:t>
      </w:r>
      <w:r>
        <w:t xml:space="preserve">, </w:t>
      </w:r>
      <w:r w:rsidR="00E0544E" w:rsidRPr="007818BD">
        <w:t>et que chacun remporte cette réponse</w:t>
      </w:r>
      <w:r>
        <w:t> : « </w:t>
      </w:r>
      <w:r w:rsidR="00E0544E" w:rsidRPr="007818BD">
        <w:t>C</w:t>
      </w:r>
      <w:r>
        <w:t>’</w:t>
      </w:r>
      <w:r w:rsidR="00E0544E" w:rsidRPr="007818BD">
        <w:t>est la célèbre cant</w:t>
      </w:r>
      <w:r w:rsidR="00E0544E" w:rsidRPr="007818BD">
        <w:t>a</w:t>
      </w:r>
      <w:r w:rsidR="00E0544E" w:rsidRPr="007818BD">
        <w:t>trice Pisani</w:t>
      </w:r>
      <w:r>
        <w:t>. »</w:t>
      </w:r>
      <w:r w:rsidR="00E0544E" w:rsidRPr="007818BD">
        <w:t xml:space="preserve"> Clarence </w:t>
      </w:r>
      <w:proofErr w:type="spellStart"/>
      <w:r w:rsidR="00E0544E" w:rsidRPr="007818BD">
        <w:t>Glyndon</w:t>
      </w:r>
      <w:proofErr w:type="spellEnd"/>
      <w:r w:rsidR="00E0544E" w:rsidRPr="007818BD">
        <w:t xml:space="preserve"> s</w:t>
      </w:r>
      <w:r>
        <w:t>’</w:t>
      </w:r>
      <w:r w:rsidR="00E0544E" w:rsidRPr="007818BD">
        <w:t>enferme pour broyer des co</w:t>
      </w:r>
      <w:r w:rsidR="00E0544E" w:rsidRPr="007818BD">
        <w:t>u</w:t>
      </w:r>
      <w:r w:rsidR="00E0544E" w:rsidRPr="007818BD">
        <w:t>leurs</w:t>
      </w:r>
      <w:r>
        <w:t xml:space="preserve">, </w:t>
      </w:r>
      <w:r w:rsidR="00E0544E" w:rsidRPr="007818BD">
        <w:t>et peindre</w:t>
      </w:r>
      <w:r>
        <w:t xml:space="preserve">, </w:t>
      </w:r>
      <w:r w:rsidR="00E0544E" w:rsidRPr="007818BD">
        <w:t>d</w:t>
      </w:r>
      <w:r>
        <w:t>’</w:t>
      </w:r>
      <w:r w:rsidR="00E0544E" w:rsidRPr="007818BD">
        <w:t>après l</w:t>
      </w:r>
      <w:r>
        <w:t>’</w:t>
      </w:r>
      <w:r w:rsidR="00E0544E" w:rsidRPr="007818BD">
        <w:t>école historique</w:t>
      </w:r>
      <w:r>
        <w:t xml:space="preserve">, </w:t>
      </w:r>
      <w:r w:rsidR="00E0544E" w:rsidRPr="007818BD">
        <w:t>de grands tableaux que personne n</w:t>
      </w:r>
      <w:r>
        <w:t>’</w:t>
      </w:r>
      <w:r w:rsidR="00E0544E" w:rsidRPr="007818BD">
        <w:t>achète</w:t>
      </w:r>
      <w:r>
        <w:t xml:space="preserve">. </w:t>
      </w:r>
      <w:r w:rsidR="00E0544E" w:rsidRPr="007818BD">
        <w:t>On est même prévenu contre lui</w:t>
      </w:r>
      <w:r>
        <w:t xml:space="preserve"> : </w:t>
      </w:r>
      <w:r w:rsidR="00E0544E" w:rsidRPr="007818BD">
        <w:t>il n</w:t>
      </w:r>
      <w:r>
        <w:t>’</w:t>
      </w:r>
      <w:r w:rsidR="00E0544E" w:rsidRPr="007818BD">
        <w:t>a pas travaillé à l</w:t>
      </w:r>
      <w:r>
        <w:t>’</w:t>
      </w:r>
      <w:r w:rsidR="00E0544E" w:rsidRPr="007818BD">
        <w:t>Académie</w:t>
      </w:r>
      <w:r>
        <w:t xml:space="preserve"> ; </w:t>
      </w:r>
      <w:r w:rsidR="00E0544E" w:rsidRPr="007818BD">
        <w:t>ce n</w:t>
      </w:r>
      <w:r>
        <w:t>’</w:t>
      </w:r>
      <w:r w:rsidR="00E0544E" w:rsidRPr="007818BD">
        <w:t>est qu</w:t>
      </w:r>
      <w:r>
        <w:t>’</w:t>
      </w:r>
      <w:r w:rsidR="00E0544E" w:rsidRPr="007818BD">
        <w:t>un amateur</w:t>
      </w:r>
      <w:r>
        <w:t>. « </w:t>
      </w:r>
      <w:r w:rsidR="00E0544E" w:rsidRPr="007818BD">
        <w:t>Qu</w:t>
      </w:r>
      <w:r>
        <w:t>’</w:t>
      </w:r>
      <w:r w:rsidR="00E0544E" w:rsidRPr="007818BD">
        <w:t>est-ce que c</w:t>
      </w:r>
      <w:r>
        <w:t>’</w:t>
      </w:r>
      <w:r w:rsidR="00E0544E" w:rsidRPr="007818BD">
        <w:t xml:space="preserve">est que </w:t>
      </w:r>
      <w:r>
        <w:t>M. </w:t>
      </w:r>
      <w:r w:rsidR="00E0544E" w:rsidRPr="007818BD">
        <w:t xml:space="preserve">Clarence </w:t>
      </w:r>
      <w:proofErr w:type="spellStart"/>
      <w:r w:rsidR="00E0544E" w:rsidRPr="007818BD">
        <w:t>Glyndon</w:t>
      </w:r>
      <w:proofErr w:type="spellEnd"/>
      <w:r>
        <w:t xml:space="preserve"> ? – </w:t>
      </w:r>
      <w:r w:rsidR="00E0544E" w:rsidRPr="007818BD">
        <w:t>Ah</w:t>
      </w:r>
      <w:r>
        <w:t xml:space="preserve"> ! </w:t>
      </w:r>
      <w:r w:rsidR="00E0544E" w:rsidRPr="007818BD">
        <w:t>oui</w:t>
      </w:r>
      <w:r>
        <w:t xml:space="preserve">, </w:t>
      </w:r>
      <w:r w:rsidR="00E0544E" w:rsidRPr="007818BD">
        <w:t>c</w:t>
      </w:r>
      <w:r>
        <w:t>’</w:t>
      </w:r>
      <w:r w:rsidR="00E0544E" w:rsidRPr="007818BD">
        <w:t>est le mari de la célèbre Pisani</w:t>
      </w:r>
      <w:r>
        <w:t xml:space="preserve"> ! – </w:t>
      </w:r>
      <w:r w:rsidR="00E0544E" w:rsidRPr="007818BD">
        <w:t>Mais quoi encore</w:t>
      </w:r>
      <w:r>
        <w:t xml:space="preserve"> ? – </w:t>
      </w:r>
      <w:r w:rsidR="00E0544E" w:rsidRPr="007818BD">
        <w:t>C</w:t>
      </w:r>
      <w:r>
        <w:t>’</w:t>
      </w:r>
      <w:r w:rsidR="00E0544E" w:rsidRPr="007818BD">
        <w:t>est un homme qui expose de grands tableaux</w:t>
      </w:r>
      <w:r>
        <w:t xml:space="preserve">. </w:t>
      </w:r>
      <w:r w:rsidR="00E0544E" w:rsidRPr="007818BD">
        <w:t>Pauvre homme</w:t>
      </w:r>
      <w:r>
        <w:t xml:space="preserve"> ! </w:t>
      </w:r>
      <w:r w:rsidR="00E0544E" w:rsidRPr="007818BD">
        <w:t>ils ont leur mérite</w:t>
      </w:r>
      <w:r>
        <w:t xml:space="preserve"> ; </w:t>
      </w:r>
      <w:r w:rsidR="00E0544E" w:rsidRPr="007818BD">
        <w:t>mais Téniers et Watteau sont plus portatifs et presque aussi bon marché</w:t>
      </w:r>
      <w:r>
        <w:t> »</w:t>
      </w:r>
      <w:r w:rsidR="00E0544E" w:rsidRPr="007818BD">
        <w:t xml:space="preserve"> Clarence </w:t>
      </w:r>
      <w:proofErr w:type="spellStart"/>
      <w:r w:rsidR="00E0544E" w:rsidRPr="007818BD">
        <w:t>Glyndon</w:t>
      </w:r>
      <w:proofErr w:type="spellEnd"/>
      <w:r>
        <w:t xml:space="preserve">, </w:t>
      </w:r>
      <w:r w:rsidR="00E0544E" w:rsidRPr="007818BD">
        <w:t>dont la fortune co</w:t>
      </w:r>
      <w:r w:rsidR="00E0544E" w:rsidRPr="007818BD">
        <w:t>m</w:t>
      </w:r>
      <w:r w:rsidR="00E0544E" w:rsidRPr="007818BD">
        <w:t>me garçon était une honorable aisance</w:t>
      </w:r>
      <w:r>
        <w:t xml:space="preserve">, </w:t>
      </w:r>
      <w:r w:rsidR="00E0544E" w:rsidRPr="007818BD">
        <w:t>a une famille</w:t>
      </w:r>
      <w:r>
        <w:t xml:space="preserve">, </w:t>
      </w:r>
      <w:r w:rsidR="00E0544E" w:rsidRPr="007818BD">
        <w:t>une nombreuse famille</w:t>
      </w:r>
      <w:r>
        <w:t xml:space="preserve"> ; </w:t>
      </w:r>
      <w:r w:rsidR="00E0544E" w:rsidRPr="007818BD">
        <w:t>sa fo</w:t>
      </w:r>
      <w:r w:rsidR="00E0544E" w:rsidRPr="007818BD">
        <w:t>r</w:t>
      </w:r>
      <w:r w:rsidR="00E0544E" w:rsidRPr="007818BD">
        <w:t>tune</w:t>
      </w:r>
      <w:r>
        <w:t xml:space="preserve">, </w:t>
      </w:r>
      <w:r w:rsidR="00E0544E" w:rsidRPr="007818BD">
        <w:t>que le mariage n</w:t>
      </w:r>
      <w:r>
        <w:t>’</w:t>
      </w:r>
      <w:r w:rsidR="00E0544E" w:rsidRPr="007818BD">
        <w:t>a point grossie</w:t>
      </w:r>
      <w:r>
        <w:t xml:space="preserve">, </w:t>
      </w:r>
      <w:r w:rsidR="00E0544E" w:rsidRPr="007818BD">
        <w:t>suffit strictement à élever ses enfants pour des vocations aussi plébéiennes que la sienne</w:t>
      </w:r>
      <w:r>
        <w:t xml:space="preserve">. </w:t>
      </w:r>
      <w:r w:rsidR="00E0544E" w:rsidRPr="007818BD">
        <w:t>Il se retire à la campagne pour faire des économies et pour peindre</w:t>
      </w:r>
      <w:r>
        <w:t xml:space="preserve"> ; </w:t>
      </w:r>
      <w:r w:rsidR="00E0544E" w:rsidRPr="007818BD">
        <w:t>il se néglige et devient maussade</w:t>
      </w:r>
      <w:r>
        <w:t xml:space="preserve">. </w:t>
      </w:r>
      <w:r w:rsidR="00E0544E" w:rsidRPr="007818BD">
        <w:t>Le monde ne l</w:t>
      </w:r>
      <w:r>
        <w:t>’</w:t>
      </w:r>
      <w:r w:rsidR="00E0544E" w:rsidRPr="007818BD">
        <w:t>apprécie pas</w:t>
      </w:r>
      <w:r>
        <w:t xml:space="preserve">, </w:t>
      </w:r>
      <w:r w:rsidR="00E0544E" w:rsidRPr="007818BD">
        <w:t>dit-il</w:t>
      </w:r>
      <w:r>
        <w:t xml:space="preserve">, </w:t>
      </w:r>
      <w:r w:rsidR="00E0544E" w:rsidRPr="007818BD">
        <w:t>et il fuit le monde</w:t>
      </w:r>
      <w:r>
        <w:t xml:space="preserve">. </w:t>
      </w:r>
      <w:r w:rsidR="00E0544E" w:rsidRPr="007818BD">
        <w:t>À quarante-cinq ans</w:t>
      </w:r>
      <w:r>
        <w:t xml:space="preserve">, </w:t>
      </w:r>
      <w:r w:rsidR="00E0544E" w:rsidRPr="007818BD">
        <w:t xml:space="preserve">que sera Clarence </w:t>
      </w:r>
      <w:proofErr w:type="spellStart"/>
      <w:r w:rsidR="00E0544E" w:rsidRPr="007818BD">
        <w:t>Glyndon</w:t>
      </w:r>
      <w:proofErr w:type="spellEnd"/>
      <w:r>
        <w:t xml:space="preserve"> ? </w:t>
      </w:r>
      <w:r w:rsidR="00E0544E" w:rsidRPr="007818BD">
        <w:t>E</w:t>
      </w:r>
      <w:r w:rsidR="00E0544E" w:rsidRPr="007818BD">
        <w:t>n</w:t>
      </w:r>
      <w:r w:rsidR="00E0544E" w:rsidRPr="007818BD">
        <w:t>core une question que je charge votre ambition de résoudre</w:t>
      </w:r>
      <w:r>
        <w:t>.</w:t>
      </w:r>
    </w:p>
    <w:p w14:paraId="123993FF" w14:textId="77777777" w:rsidR="00E8465A" w:rsidRDefault="00E8465A" w:rsidP="00E0544E">
      <w:r>
        <w:t>— </w:t>
      </w:r>
      <w:r w:rsidR="00E0544E" w:rsidRPr="007818BD">
        <w:t>Si tout le monde était aussi positif que vous</w:t>
      </w:r>
      <w:r>
        <w:t xml:space="preserve">, </w:t>
      </w:r>
      <w:r w:rsidR="00E0544E" w:rsidRPr="007818BD">
        <w:t xml:space="preserve">dit </w:t>
      </w:r>
      <w:proofErr w:type="spellStart"/>
      <w:r w:rsidR="00E0544E" w:rsidRPr="007818BD">
        <w:t>Glyndon</w:t>
      </w:r>
      <w:proofErr w:type="spellEnd"/>
      <w:r w:rsidR="00E0544E" w:rsidRPr="007818BD">
        <w:t xml:space="preserve"> en se levant</w:t>
      </w:r>
      <w:r>
        <w:t xml:space="preserve">, </w:t>
      </w:r>
      <w:r w:rsidR="00E0544E" w:rsidRPr="007818BD">
        <w:t>il n</w:t>
      </w:r>
      <w:r>
        <w:t>’</w:t>
      </w:r>
      <w:r w:rsidR="00E0544E" w:rsidRPr="007818BD">
        <w:t>y aurait ni artistes ni poètes</w:t>
      </w:r>
      <w:r>
        <w:t>.</w:t>
      </w:r>
    </w:p>
    <w:p w14:paraId="6DDBC8FE" w14:textId="79B43A9D" w:rsidR="00E0544E" w:rsidRPr="007818BD" w:rsidRDefault="00E8465A" w:rsidP="00E0544E">
      <w:r>
        <w:lastRenderedPageBreak/>
        <w:t>— </w:t>
      </w:r>
      <w:r w:rsidR="00E0544E" w:rsidRPr="007818BD">
        <w:t>Peut-être s</w:t>
      </w:r>
      <w:r>
        <w:t>’</w:t>
      </w:r>
      <w:r w:rsidR="00E0544E" w:rsidRPr="007818BD">
        <w:t>en passerait-on fort bien</w:t>
      </w:r>
      <w:r>
        <w:t xml:space="preserve">, </w:t>
      </w:r>
      <w:r w:rsidR="00E0544E" w:rsidRPr="007818BD">
        <w:t xml:space="preserve">répondit </w:t>
      </w:r>
      <w:proofErr w:type="spellStart"/>
      <w:r w:rsidR="00E0544E" w:rsidRPr="007818BD">
        <w:t>Mervale</w:t>
      </w:r>
      <w:proofErr w:type="spellEnd"/>
      <w:r>
        <w:t xml:space="preserve">. </w:t>
      </w:r>
      <w:r w:rsidR="00E0544E" w:rsidRPr="007818BD">
        <w:t>Il est temps de songer à dîner</w:t>
      </w:r>
      <w:r>
        <w:t xml:space="preserve">, </w:t>
      </w:r>
      <w:r w:rsidR="00E0544E" w:rsidRPr="007818BD">
        <w:t>n</w:t>
      </w:r>
      <w:r>
        <w:t>’</w:t>
      </w:r>
      <w:r w:rsidR="00E0544E" w:rsidRPr="007818BD">
        <w:t>est-ce pas</w:t>
      </w:r>
      <w:r>
        <w:t xml:space="preserve"> ? </w:t>
      </w:r>
      <w:r w:rsidR="00E0544E" w:rsidRPr="007818BD">
        <w:t>Les rougets ici sont délicieux</w:t>
      </w:r>
      <w:r>
        <w:t>. »</w:t>
      </w:r>
    </w:p>
    <w:p w14:paraId="0974D24C" w14:textId="77777777" w:rsidR="00E8465A" w:rsidRDefault="00E0544E" w:rsidP="00E8465A">
      <w:pPr>
        <w:pStyle w:val="Titre2"/>
        <w:pageBreakBefore/>
      </w:pPr>
      <w:bookmarkStart w:id="20" w:name="_Toc199963069"/>
      <w:r w:rsidRPr="007818BD">
        <w:lastRenderedPageBreak/>
        <w:t>CHAPITRE</w:t>
      </w:r>
      <w:r w:rsidR="00E8465A">
        <w:t xml:space="preserve"> </w:t>
      </w:r>
      <w:r w:rsidRPr="007818BD">
        <w:t>IX</w:t>
      </w:r>
      <w:r w:rsidR="00E8465A">
        <w:t>.</w:t>
      </w:r>
      <w:bookmarkEnd w:id="20"/>
    </w:p>
    <w:p w14:paraId="5F7360DF" w14:textId="77777777" w:rsidR="00E8465A" w:rsidRDefault="00E0544E" w:rsidP="00E0544E">
      <w:pPr>
        <w:pStyle w:val="NormalRetraitGauche4XIndent0"/>
        <w:spacing w:before="0" w:after="0"/>
        <w:rPr>
          <w:rStyle w:val="Taille-1Caracteres"/>
        </w:rPr>
      </w:pPr>
      <w:proofErr w:type="spellStart"/>
      <w:r w:rsidRPr="007818BD">
        <w:rPr>
          <w:rStyle w:val="Taille-1Caracteres"/>
        </w:rPr>
        <w:t>Wollt</w:t>
      </w:r>
      <w:proofErr w:type="spellEnd"/>
      <w:r w:rsidRPr="007818BD">
        <w:rPr>
          <w:rStyle w:val="Taille-1Caracteres"/>
        </w:rPr>
        <w:t xml:space="preserve"> </w:t>
      </w:r>
      <w:proofErr w:type="spellStart"/>
      <w:r w:rsidRPr="007818BD">
        <w:rPr>
          <w:rStyle w:val="Taille-1Caracteres"/>
        </w:rPr>
        <w:t>ihr</w:t>
      </w:r>
      <w:proofErr w:type="spellEnd"/>
      <w:r w:rsidRPr="007818BD">
        <w:rPr>
          <w:rStyle w:val="Taille-1Caracteres"/>
        </w:rPr>
        <w:t xml:space="preserve"> </w:t>
      </w:r>
      <w:proofErr w:type="spellStart"/>
      <w:r w:rsidRPr="007818BD">
        <w:rPr>
          <w:rStyle w:val="Taille-1Caracteres"/>
        </w:rPr>
        <w:t>hoch</w:t>
      </w:r>
      <w:proofErr w:type="spellEnd"/>
      <w:r w:rsidRPr="007818BD">
        <w:rPr>
          <w:rStyle w:val="Taille-1Caracteres"/>
        </w:rPr>
        <w:t xml:space="preserve"> </w:t>
      </w:r>
      <w:proofErr w:type="spellStart"/>
      <w:r w:rsidRPr="007818BD">
        <w:rPr>
          <w:rStyle w:val="Taille-1Caracteres"/>
        </w:rPr>
        <w:t>auf</w:t>
      </w:r>
      <w:proofErr w:type="spellEnd"/>
      <w:r w:rsidRPr="007818BD">
        <w:rPr>
          <w:rStyle w:val="Taille-1Caracteres"/>
        </w:rPr>
        <w:t xml:space="preserve"> </w:t>
      </w:r>
      <w:proofErr w:type="spellStart"/>
      <w:r w:rsidRPr="007818BD">
        <w:rPr>
          <w:rStyle w:val="Taille-1Caracteres"/>
        </w:rPr>
        <w:t>ihren</w:t>
      </w:r>
      <w:proofErr w:type="spellEnd"/>
      <w:r w:rsidRPr="007818BD">
        <w:rPr>
          <w:rStyle w:val="Taille-1Caracteres"/>
        </w:rPr>
        <w:t xml:space="preserve"> </w:t>
      </w:r>
      <w:proofErr w:type="spellStart"/>
      <w:r w:rsidRPr="007818BD">
        <w:rPr>
          <w:rStyle w:val="Taille-1Caracteres"/>
        </w:rPr>
        <w:t>Flügeln</w:t>
      </w:r>
      <w:proofErr w:type="spellEnd"/>
      <w:r w:rsidRPr="007818BD">
        <w:rPr>
          <w:rStyle w:val="Taille-1Caracteres"/>
        </w:rPr>
        <w:t xml:space="preserve"> </w:t>
      </w:r>
      <w:proofErr w:type="spellStart"/>
      <w:r w:rsidRPr="007818BD">
        <w:rPr>
          <w:rStyle w:val="Taille-1Caracteres"/>
        </w:rPr>
        <w:t>schweben</w:t>
      </w:r>
      <w:proofErr w:type="spellEnd"/>
      <w:r w:rsidR="00E8465A">
        <w:rPr>
          <w:rStyle w:val="Taille-1Caracteres"/>
        </w:rPr>
        <w:t>,</w:t>
      </w:r>
    </w:p>
    <w:p w14:paraId="195F474D" w14:textId="77777777" w:rsidR="00E8465A" w:rsidRDefault="00E0544E" w:rsidP="00E0544E">
      <w:pPr>
        <w:pStyle w:val="NormalRetraitGauche4XIndent0"/>
        <w:spacing w:before="0" w:after="0"/>
        <w:rPr>
          <w:rStyle w:val="Taille-1Caracteres"/>
        </w:rPr>
      </w:pPr>
      <w:proofErr w:type="spellStart"/>
      <w:r w:rsidRPr="007818BD">
        <w:rPr>
          <w:rStyle w:val="Taille-1Caracteres"/>
        </w:rPr>
        <w:t>Werft</w:t>
      </w:r>
      <w:proofErr w:type="spellEnd"/>
      <w:r w:rsidRPr="007818BD">
        <w:rPr>
          <w:rStyle w:val="Taille-1Caracteres"/>
        </w:rPr>
        <w:t xml:space="preserve"> die </w:t>
      </w:r>
      <w:proofErr w:type="spellStart"/>
      <w:r w:rsidRPr="007818BD">
        <w:rPr>
          <w:rStyle w:val="Taille-1Caracteres"/>
        </w:rPr>
        <w:t>Angst</w:t>
      </w:r>
      <w:proofErr w:type="spellEnd"/>
      <w:r w:rsidRPr="007818BD">
        <w:rPr>
          <w:rStyle w:val="Taille-1Caracteres"/>
        </w:rPr>
        <w:t xml:space="preserve"> des </w:t>
      </w:r>
      <w:proofErr w:type="spellStart"/>
      <w:r w:rsidRPr="007818BD">
        <w:rPr>
          <w:rStyle w:val="Taille-1Caracteres"/>
        </w:rPr>
        <w:t>Irdischen</w:t>
      </w:r>
      <w:proofErr w:type="spellEnd"/>
      <w:r w:rsidRPr="007818BD">
        <w:rPr>
          <w:rStyle w:val="Taille-1Caracteres"/>
        </w:rPr>
        <w:t xml:space="preserve"> von </w:t>
      </w:r>
      <w:proofErr w:type="spellStart"/>
      <w:r w:rsidRPr="007818BD">
        <w:rPr>
          <w:rStyle w:val="Taille-1Caracteres"/>
        </w:rPr>
        <w:t>euch</w:t>
      </w:r>
      <w:proofErr w:type="spellEnd"/>
      <w:r w:rsidR="00E8465A">
        <w:rPr>
          <w:rStyle w:val="Taille-1Caracteres"/>
        </w:rPr>
        <w:t> !</w:t>
      </w:r>
    </w:p>
    <w:p w14:paraId="3AD7F571" w14:textId="68582A65" w:rsidR="00E0544E" w:rsidRPr="00EE3339" w:rsidRDefault="00E0544E" w:rsidP="00E0544E">
      <w:pPr>
        <w:pStyle w:val="NormalRetraitGauche4XIndent0"/>
        <w:spacing w:before="0" w:after="0"/>
        <w:rPr>
          <w:rStyle w:val="Taille-1Caracteres"/>
          <w:lang w:val="en-US"/>
        </w:rPr>
      </w:pPr>
      <w:proofErr w:type="spellStart"/>
      <w:r w:rsidRPr="00EE3339">
        <w:rPr>
          <w:rStyle w:val="Taille-1Caracteres"/>
          <w:lang w:val="en-US"/>
        </w:rPr>
        <w:t>Fliehet</w:t>
      </w:r>
      <w:proofErr w:type="spellEnd"/>
      <w:r w:rsidRPr="00EE3339">
        <w:rPr>
          <w:rStyle w:val="Taille-1Caracteres"/>
          <w:lang w:val="en-US"/>
        </w:rPr>
        <w:t xml:space="preserve"> </w:t>
      </w:r>
      <w:proofErr w:type="spellStart"/>
      <w:r w:rsidRPr="00EE3339">
        <w:rPr>
          <w:rStyle w:val="Taille-1Caracteres"/>
          <w:lang w:val="en-US"/>
        </w:rPr>
        <w:t>aus</w:t>
      </w:r>
      <w:proofErr w:type="spellEnd"/>
      <w:r w:rsidRPr="00EE3339">
        <w:rPr>
          <w:rStyle w:val="Taille-1Caracteres"/>
          <w:lang w:val="en-US"/>
        </w:rPr>
        <w:t xml:space="preserve"> dem </w:t>
      </w:r>
      <w:proofErr w:type="spellStart"/>
      <w:r w:rsidRPr="00EE3339">
        <w:rPr>
          <w:rStyle w:val="Taille-1Caracteres"/>
          <w:lang w:val="en-US"/>
        </w:rPr>
        <w:t>engen</w:t>
      </w:r>
      <w:proofErr w:type="spellEnd"/>
      <w:r w:rsidRPr="00EE3339">
        <w:rPr>
          <w:rStyle w:val="Taille-1Caracteres"/>
          <w:lang w:val="en-US"/>
        </w:rPr>
        <w:t xml:space="preserve"> </w:t>
      </w:r>
      <w:proofErr w:type="spellStart"/>
      <w:r w:rsidRPr="00EE3339">
        <w:rPr>
          <w:rStyle w:val="Taille-1Caracteres"/>
          <w:lang w:val="en-US"/>
        </w:rPr>
        <w:t>dumpfen</w:t>
      </w:r>
      <w:proofErr w:type="spellEnd"/>
      <w:r w:rsidRPr="00EE3339">
        <w:rPr>
          <w:rStyle w:val="Taille-1Caracteres"/>
          <w:lang w:val="en-US"/>
        </w:rPr>
        <w:t xml:space="preserve"> Leben</w:t>
      </w:r>
    </w:p>
    <w:p w14:paraId="0DAC4FFF" w14:textId="77777777" w:rsidR="00E8465A" w:rsidRDefault="00E0544E" w:rsidP="00E0544E">
      <w:pPr>
        <w:pStyle w:val="NormalRetraitGauche4XIndent0"/>
        <w:spacing w:before="0" w:after="0"/>
        <w:rPr>
          <w:rStyle w:val="Taille-1Caracteres"/>
          <w:lang w:val="en-US"/>
        </w:rPr>
      </w:pPr>
      <w:r w:rsidRPr="00EE3339">
        <w:rPr>
          <w:rStyle w:val="Taille-1Caracteres"/>
          <w:lang w:val="en-US"/>
        </w:rPr>
        <w:t xml:space="preserve">In des </w:t>
      </w:r>
      <w:proofErr w:type="spellStart"/>
      <w:r w:rsidRPr="00EE3339">
        <w:rPr>
          <w:rStyle w:val="Taille-1Caracteres"/>
          <w:lang w:val="en-US"/>
        </w:rPr>
        <w:t>Ideales</w:t>
      </w:r>
      <w:proofErr w:type="spellEnd"/>
      <w:r w:rsidRPr="00EE3339">
        <w:rPr>
          <w:rStyle w:val="Taille-1Caracteres"/>
          <w:lang w:val="en-US"/>
        </w:rPr>
        <w:t xml:space="preserve"> Reich</w:t>
      </w:r>
      <w:r w:rsidRPr="007818BD">
        <w:rPr>
          <w:rStyle w:val="Appelnotedebasdep"/>
          <w:szCs w:val="28"/>
        </w:rPr>
        <w:footnoteReference w:id="34"/>
      </w:r>
      <w:r w:rsidR="00E8465A">
        <w:rPr>
          <w:rStyle w:val="Taille-1Caracteres"/>
          <w:lang w:val="en-US"/>
        </w:rPr>
        <w:t> !</w:t>
      </w:r>
    </w:p>
    <w:p w14:paraId="05C741A6" w14:textId="70A89014" w:rsidR="00E8465A" w:rsidRDefault="00E8465A" w:rsidP="00E0544E">
      <w:pPr>
        <w:jc w:val="right"/>
        <w:rPr>
          <w:rStyle w:val="Taille-1Caracteres"/>
          <w:i/>
          <w:lang w:val="en-US"/>
        </w:rPr>
      </w:pPr>
      <w:r>
        <w:rPr>
          <w:rStyle w:val="Taille-1Caracteres"/>
          <w:i/>
          <w:lang w:val="en-US"/>
        </w:rPr>
        <w:t>(</w:t>
      </w:r>
      <w:r w:rsidR="00E0544E" w:rsidRPr="00EE3339">
        <w:rPr>
          <w:rStyle w:val="Taille-1Caracteres"/>
          <w:i/>
          <w:lang w:val="en-US"/>
        </w:rPr>
        <w:t>Das Ideal und das Leben</w:t>
      </w:r>
      <w:r>
        <w:rPr>
          <w:rStyle w:val="Taille-1Caracteres"/>
          <w:i/>
          <w:lang w:val="en-US"/>
        </w:rPr>
        <w:t>.)</w:t>
      </w:r>
    </w:p>
    <w:p w14:paraId="2CAB1601" w14:textId="77777777" w:rsidR="00E8465A" w:rsidRDefault="00E0544E" w:rsidP="00E0544E">
      <w:r w:rsidRPr="007818BD">
        <w:t>Un maître sans jugement rabaisse et corrompt le goût de son élève en fixant son attention sur ce qu</w:t>
      </w:r>
      <w:r w:rsidR="00E8465A">
        <w:t>’</w:t>
      </w:r>
      <w:r w:rsidRPr="007818BD">
        <w:t>il appelle faussement le naturel</w:t>
      </w:r>
      <w:r w:rsidR="00E8465A">
        <w:t xml:space="preserve">, </w:t>
      </w:r>
      <w:r w:rsidRPr="007818BD">
        <w:t>qui n</w:t>
      </w:r>
      <w:r w:rsidR="00E8465A">
        <w:t>’</w:t>
      </w:r>
      <w:r w:rsidRPr="007818BD">
        <w:t>est en réalité que le trivial</w:t>
      </w:r>
      <w:r w:rsidR="00E8465A">
        <w:t xml:space="preserve"> ; </w:t>
      </w:r>
      <w:r w:rsidRPr="007818BD">
        <w:t>il ne comprend pas que la beauté artistique est créée par ce que Raphaël définit si bien</w:t>
      </w:r>
      <w:r w:rsidR="00E8465A">
        <w:t xml:space="preserve">, </w:t>
      </w:r>
      <w:r w:rsidRPr="007818BD">
        <w:t>savoir</w:t>
      </w:r>
      <w:r w:rsidR="00E8465A">
        <w:t xml:space="preserve"> : </w:t>
      </w:r>
      <w:r w:rsidRPr="007818BD">
        <w:rPr>
          <w:i/>
          <w:iCs/>
        </w:rPr>
        <w:t>l</w:t>
      </w:r>
      <w:r w:rsidR="00E8465A">
        <w:rPr>
          <w:i/>
          <w:iCs/>
        </w:rPr>
        <w:t>’</w:t>
      </w:r>
      <w:r w:rsidRPr="007818BD">
        <w:rPr>
          <w:i/>
          <w:iCs/>
        </w:rPr>
        <w:t>idée du Beau</w:t>
      </w:r>
      <w:r w:rsidR="00E8465A">
        <w:rPr>
          <w:i/>
          <w:iCs/>
        </w:rPr>
        <w:t xml:space="preserve">, </w:t>
      </w:r>
      <w:r w:rsidRPr="007818BD">
        <w:rPr>
          <w:i/>
          <w:iCs/>
        </w:rPr>
        <w:t>empreinte dans l</w:t>
      </w:r>
      <w:r w:rsidR="00E8465A">
        <w:rPr>
          <w:i/>
          <w:iCs/>
        </w:rPr>
        <w:t>’</w:t>
      </w:r>
      <w:r w:rsidRPr="007818BD">
        <w:rPr>
          <w:i/>
          <w:iCs/>
        </w:rPr>
        <w:t>âme même du peintre</w:t>
      </w:r>
      <w:r w:rsidR="00E8465A">
        <w:t xml:space="preserve">, </w:t>
      </w:r>
      <w:r w:rsidRPr="007818BD">
        <w:t>et que dans tout art</w:t>
      </w:r>
      <w:r w:rsidR="00E8465A">
        <w:t xml:space="preserve">, </w:t>
      </w:r>
      <w:r w:rsidRPr="007818BD">
        <w:t>soit que son expression plastique se traduise en paroles ou en marbre</w:t>
      </w:r>
      <w:r w:rsidR="00E8465A">
        <w:t xml:space="preserve">, </w:t>
      </w:r>
      <w:r w:rsidRPr="007818BD">
        <w:t>en co</w:t>
      </w:r>
      <w:r w:rsidRPr="007818BD">
        <w:t>u</w:t>
      </w:r>
      <w:r w:rsidRPr="007818BD">
        <w:t>leurs ou en sons</w:t>
      </w:r>
      <w:r w:rsidR="00E8465A">
        <w:t xml:space="preserve">, </w:t>
      </w:r>
      <w:r w:rsidRPr="007818BD">
        <w:t>l</w:t>
      </w:r>
      <w:r w:rsidR="00E8465A">
        <w:t>’</w:t>
      </w:r>
      <w:r w:rsidRPr="007818BD">
        <w:t>imitation servile de la nature est l</w:t>
      </w:r>
      <w:r w:rsidR="00E8465A">
        <w:t>’</w:t>
      </w:r>
      <w:r w:rsidRPr="007818BD">
        <w:t>œuvre d</w:t>
      </w:r>
      <w:r w:rsidR="00E8465A">
        <w:t>’</w:t>
      </w:r>
      <w:r w:rsidRPr="007818BD">
        <w:t>un mercenaire et d</w:t>
      </w:r>
      <w:r w:rsidR="00E8465A">
        <w:t>’</w:t>
      </w:r>
      <w:r w:rsidRPr="007818BD">
        <w:t>un novice</w:t>
      </w:r>
      <w:r w:rsidR="00E8465A">
        <w:t xml:space="preserve">. </w:t>
      </w:r>
      <w:r w:rsidRPr="007818BD">
        <w:t>De même</w:t>
      </w:r>
      <w:r w:rsidR="00E8465A">
        <w:t xml:space="preserve">, </w:t>
      </w:r>
      <w:r w:rsidRPr="007818BD">
        <w:t>la conduite de l</w:t>
      </w:r>
      <w:r w:rsidR="00E8465A">
        <w:t>’</w:t>
      </w:r>
      <w:r w:rsidRPr="007818BD">
        <w:t>homme pratique et pos</w:t>
      </w:r>
      <w:r w:rsidRPr="007818BD">
        <w:t>i</w:t>
      </w:r>
      <w:r w:rsidRPr="007818BD">
        <w:t>tif corrompt et glace le n</w:t>
      </w:r>
      <w:r w:rsidRPr="007818BD">
        <w:t>o</w:t>
      </w:r>
      <w:r w:rsidRPr="007818BD">
        <w:t>ble enthousiasme des nations élevées</w:t>
      </w:r>
      <w:r w:rsidR="00E8465A">
        <w:t xml:space="preserve">, </w:t>
      </w:r>
      <w:r w:rsidRPr="007818BD">
        <w:t>en ramenant perpétuellement tout ce qui est généreux et confiant à tout ce qui est banal et grossier</w:t>
      </w:r>
      <w:r w:rsidR="00E8465A">
        <w:t xml:space="preserve">. </w:t>
      </w:r>
      <w:r w:rsidRPr="007818BD">
        <w:t>Un grand poète all</w:t>
      </w:r>
      <w:r w:rsidRPr="007818BD">
        <w:t>e</w:t>
      </w:r>
      <w:r w:rsidRPr="007818BD">
        <w:t>mand a bien dépeint la différence qui existe entre la prudence et la sagesse</w:t>
      </w:r>
      <w:r w:rsidR="00E8465A">
        <w:t xml:space="preserve">. </w:t>
      </w:r>
      <w:r w:rsidRPr="007818BD">
        <w:t>Il y a dans cette dernière une certaine témérité d</w:t>
      </w:r>
      <w:r w:rsidR="00E8465A">
        <w:t>’</w:t>
      </w:r>
      <w:r w:rsidRPr="007818BD">
        <w:t>élan et d</w:t>
      </w:r>
      <w:r w:rsidR="00E8465A">
        <w:t>’</w:t>
      </w:r>
      <w:r w:rsidRPr="007818BD">
        <w:t>inspiration que l</w:t>
      </w:r>
      <w:r w:rsidR="00E8465A">
        <w:t>’</w:t>
      </w:r>
      <w:r w:rsidRPr="007818BD">
        <w:t>autre désavoue</w:t>
      </w:r>
      <w:r w:rsidR="00E8465A">
        <w:t> :</w:t>
      </w:r>
    </w:p>
    <w:p w14:paraId="77599E02" w14:textId="482E20BF" w:rsidR="00E0544E" w:rsidRPr="007818BD" w:rsidRDefault="00E8465A" w:rsidP="00E0544E">
      <w:r>
        <w:lastRenderedPageBreak/>
        <w:t>« </w:t>
      </w:r>
      <w:r w:rsidR="00E0544E" w:rsidRPr="007818BD">
        <w:t>Le myope ne voit que le rivage qui disparaît</w:t>
      </w:r>
      <w:r>
        <w:t xml:space="preserve">, </w:t>
      </w:r>
      <w:r w:rsidR="00E0544E" w:rsidRPr="007818BD">
        <w:t>et non celui vers lequel le porte le flot hardi</w:t>
      </w:r>
      <w:r>
        <w:t>. »</w:t>
      </w:r>
    </w:p>
    <w:p w14:paraId="283D641E" w14:textId="77777777" w:rsidR="00E8465A" w:rsidRDefault="00E0544E" w:rsidP="00E0544E">
      <w:r w:rsidRPr="007818BD">
        <w:t>Il y a pourtant</w:t>
      </w:r>
      <w:r w:rsidR="00E8465A">
        <w:t xml:space="preserve">, </w:t>
      </w:r>
      <w:r w:rsidRPr="007818BD">
        <w:t>dans cette logique des gens prudents et pr</w:t>
      </w:r>
      <w:r w:rsidRPr="007818BD">
        <w:t>a</w:t>
      </w:r>
      <w:r w:rsidRPr="007818BD">
        <w:t>tiques</w:t>
      </w:r>
      <w:r w:rsidR="00E8465A">
        <w:t xml:space="preserve">, </w:t>
      </w:r>
      <w:r w:rsidRPr="007818BD">
        <w:t>un raisonnement auquel il n</w:t>
      </w:r>
      <w:r w:rsidR="00E8465A">
        <w:t>’</w:t>
      </w:r>
      <w:r w:rsidRPr="007818BD">
        <w:t>est pas toujours aisé de r</w:t>
      </w:r>
      <w:r w:rsidRPr="007818BD">
        <w:t>é</w:t>
      </w:r>
      <w:r w:rsidRPr="007818BD">
        <w:t>pondre</w:t>
      </w:r>
      <w:r w:rsidR="00E8465A">
        <w:t>.</w:t>
      </w:r>
    </w:p>
    <w:p w14:paraId="06661030" w14:textId="77777777" w:rsidR="00E8465A" w:rsidRDefault="00E0544E" w:rsidP="00E0544E">
      <w:r w:rsidRPr="007818BD">
        <w:t>Il faut avoir un sentiment profond</w:t>
      </w:r>
      <w:r w:rsidR="00E8465A">
        <w:t xml:space="preserve">, </w:t>
      </w:r>
      <w:r w:rsidRPr="007818BD">
        <w:t>une foi inébranlable et ardente dans tout ce qui est sublime et dévoué en religion</w:t>
      </w:r>
      <w:r w:rsidR="00E8465A">
        <w:t xml:space="preserve">, </w:t>
      </w:r>
      <w:r w:rsidRPr="007818BD">
        <w:t>en art</w:t>
      </w:r>
      <w:r w:rsidR="00E8465A">
        <w:t xml:space="preserve">, </w:t>
      </w:r>
      <w:r w:rsidRPr="007818BD">
        <w:t>en gloire</w:t>
      </w:r>
      <w:r w:rsidR="00E8465A">
        <w:t xml:space="preserve">, </w:t>
      </w:r>
      <w:r w:rsidRPr="007818BD">
        <w:t>en amour</w:t>
      </w:r>
      <w:r w:rsidR="00E8465A">
        <w:t xml:space="preserve"> : </w:t>
      </w:r>
      <w:r w:rsidRPr="007818BD">
        <w:t>sans quoi le trivial</w:t>
      </w:r>
      <w:r w:rsidR="00E8465A">
        <w:t xml:space="preserve">, </w:t>
      </w:r>
      <w:r w:rsidRPr="007818BD">
        <w:t>avec son raiso</w:t>
      </w:r>
      <w:r w:rsidRPr="007818BD">
        <w:t>n</w:t>
      </w:r>
      <w:r w:rsidRPr="007818BD">
        <w:t>nement</w:t>
      </w:r>
      <w:r w:rsidR="00E8465A">
        <w:t xml:space="preserve">, </w:t>
      </w:r>
      <w:r w:rsidRPr="007818BD">
        <w:t>vous dégoûtera du dévouement</w:t>
      </w:r>
      <w:r w:rsidR="00E8465A">
        <w:t xml:space="preserve">, </w:t>
      </w:r>
      <w:r w:rsidRPr="007818BD">
        <w:t>et par un syllogisme dégr</w:t>
      </w:r>
      <w:r w:rsidRPr="007818BD">
        <w:t>a</w:t>
      </w:r>
      <w:r w:rsidRPr="007818BD">
        <w:t>dera au niveau d</w:t>
      </w:r>
      <w:r w:rsidR="00E8465A">
        <w:t>’</w:t>
      </w:r>
      <w:r w:rsidRPr="007818BD">
        <w:t>une vile denrée à porter au marché tout ce qu</w:t>
      </w:r>
      <w:r w:rsidR="00E8465A">
        <w:t>’</w:t>
      </w:r>
      <w:r w:rsidRPr="007818BD">
        <w:t>il y a de sublime et de divin au monde</w:t>
      </w:r>
      <w:r w:rsidR="00E8465A">
        <w:t>.</w:t>
      </w:r>
    </w:p>
    <w:p w14:paraId="33AD5845" w14:textId="4387439E" w:rsidR="00E8465A" w:rsidRDefault="00E0544E" w:rsidP="00E0544E">
      <w:r w:rsidRPr="007818BD">
        <w:t>Tous les critiques sérieux</w:t>
      </w:r>
      <w:r w:rsidR="00E8465A">
        <w:t xml:space="preserve">, </w:t>
      </w:r>
      <w:r w:rsidRPr="007818BD">
        <w:t>depuis Aristote et Pline</w:t>
      </w:r>
      <w:r w:rsidR="00E8465A">
        <w:t xml:space="preserve">, </w:t>
      </w:r>
      <w:r w:rsidRPr="007818BD">
        <w:t>depuis Winckelmann et Vasari jusqu</w:t>
      </w:r>
      <w:r w:rsidR="00E8465A">
        <w:t>’</w:t>
      </w:r>
      <w:r w:rsidRPr="007818BD">
        <w:t>à Reynolds et Fusel</w:t>
      </w:r>
      <w:r w:rsidR="00E8465A">
        <w:t xml:space="preserve">, </w:t>
      </w:r>
      <w:r w:rsidRPr="007818BD">
        <w:t>ont répété au peintre que la nature ne veut pas être copiée</w:t>
      </w:r>
      <w:r w:rsidR="00E8465A">
        <w:t xml:space="preserve">, </w:t>
      </w:r>
      <w:r w:rsidRPr="007818BD">
        <w:t>mais idéalisée</w:t>
      </w:r>
      <w:r w:rsidR="00E8465A">
        <w:t xml:space="preserve"> ; </w:t>
      </w:r>
      <w:r w:rsidRPr="007818BD">
        <w:t>que l</w:t>
      </w:r>
      <w:r w:rsidR="00E8465A">
        <w:t>’</w:t>
      </w:r>
      <w:r w:rsidRPr="007818BD">
        <w:t>ordre le plus élevé de l</w:t>
      </w:r>
      <w:r w:rsidR="00E8465A">
        <w:t>’</w:t>
      </w:r>
      <w:r w:rsidRPr="007818BD">
        <w:t>art</w:t>
      </w:r>
      <w:r w:rsidR="00E8465A">
        <w:t xml:space="preserve">, </w:t>
      </w:r>
      <w:r w:rsidRPr="007818BD">
        <w:t>ne s</w:t>
      </w:r>
      <w:r w:rsidR="00E8465A">
        <w:t>’</w:t>
      </w:r>
      <w:r w:rsidRPr="007818BD">
        <w:t>arrêtant qu</w:t>
      </w:r>
      <w:r w:rsidR="00E8465A">
        <w:t>’</w:t>
      </w:r>
      <w:r w:rsidRPr="007818BD">
        <w:t>aux combina</w:t>
      </w:r>
      <w:r w:rsidRPr="007818BD">
        <w:t>i</w:t>
      </w:r>
      <w:r w:rsidRPr="007818BD">
        <w:t>sons les plus élevées aussi</w:t>
      </w:r>
      <w:r w:rsidR="00E8465A">
        <w:t xml:space="preserve">, </w:t>
      </w:r>
      <w:r w:rsidRPr="007818BD">
        <w:t>est la lutte perpétuelle de l</w:t>
      </w:r>
      <w:r w:rsidR="00E8465A">
        <w:t>’</w:t>
      </w:r>
      <w:r w:rsidRPr="007818BD">
        <w:t>humanité pour se rapprocher de la divinité</w:t>
      </w:r>
      <w:r w:rsidR="00E8465A">
        <w:t xml:space="preserve">. </w:t>
      </w:r>
      <w:r w:rsidRPr="007818BD">
        <w:t>Le grand peintre comme le grand poète exprime</w:t>
      </w:r>
      <w:r w:rsidR="00E8465A">
        <w:t xml:space="preserve">, </w:t>
      </w:r>
      <w:r w:rsidRPr="007818BD">
        <w:t>il est vrai</w:t>
      </w:r>
      <w:r w:rsidR="00E8465A">
        <w:t xml:space="preserve">, </w:t>
      </w:r>
      <w:r w:rsidRPr="007818BD">
        <w:t xml:space="preserve">ce qui est </w:t>
      </w:r>
      <w:r w:rsidRPr="007818BD">
        <w:rPr>
          <w:i/>
          <w:iCs/>
        </w:rPr>
        <w:t>possible</w:t>
      </w:r>
      <w:r w:rsidRPr="007818BD">
        <w:t xml:space="preserve"> à l</w:t>
      </w:r>
      <w:r w:rsidR="00E8465A">
        <w:t>’</w:t>
      </w:r>
      <w:r w:rsidRPr="007818BD">
        <w:rPr>
          <w:i/>
          <w:iCs/>
        </w:rPr>
        <w:t>homme</w:t>
      </w:r>
      <w:r w:rsidR="00E8465A">
        <w:t xml:space="preserve">, </w:t>
      </w:r>
      <w:r w:rsidRPr="007818BD">
        <w:t>mais en même temps ce qui n</w:t>
      </w:r>
      <w:r w:rsidR="00E8465A">
        <w:t>’</w:t>
      </w:r>
      <w:r w:rsidRPr="007818BD">
        <w:t xml:space="preserve">est pas </w:t>
      </w:r>
      <w:r w:rsidRPr="007818BD">
        <w:rPr>
          <w:i/>
          <w:iCs/>
        </w:rPr>
        <w:t>commun</w:t>
      </w:r>
      <w:r w:rsidRPr="007818BD">
        <w:t xml:space="preserve"> à l</w:t>
      </w:r>
      <w:r w:rsidR="00E8465A">
        <w:t>’</w:t>
      </w:r>
      <w:r w:rsidRPr="007818BD">
        <w:rPr>
          <w:i/>
          <w:iCs/>
        </w:rPr>
        <w:t>espèce h</w:t>
      </w:r>
      <w:r w:rsidRPr="007818BD">
        <w:rPr>
          <w:i/>
          <w:iCs/>
        </w:rPr>
        <w:t>u</w:t>
      </w:r>
      <w:r w:rsidRPr="007818BD">
        <w:rPr>
          <w:i/>
          <w:iCs/>
        </w:rPr>
        <w:t>maine</w:t>
      </w:r>
      <w:r w:rsidR="00E8465A">
        <w:t xml:space="preserve">. </w:t>
      </w:r>
      <w:r w:rsidRPr="007818BD">
        <w:t>Il y a de la vérité dans Hamlet</w:t>
      </w:r>
      <w:r w:rsidR="00E8465A">
        <w:t xml:space="preserve"> ; </w:t>
      </w:r>
      <w:r w:rsidRPr="007818BD">
        <w:t>dans Macbeth et ses so</w:t>
      </w:r>
      <w:r w:rsidRPr="007818BD">
        <w:t>r</w:t>
      </w:r>
      <w:r w:rsidRPr="007818BD">
        <w:t>cières</w:t>
      </w:r>
      <w:r w:rsidR="00E8465A">
        <w:t xml:space="preserve"> ; </w:t>
      </w:r>
      <w:r w:rsidRPr="007818BD">
        <w:t xml:space="preserve">dans </w:t>
      </w:r>
      <w:proofErr w:type="spellStart"/>
      <w:r w:rsidRPr="007818BD">
        <w:t>Desdemona</w:t>
      </w:r>
      <w:proofErr w:type="spellEnd"/>
      <w:r w:rsidR="00E8465A">
        <w:t xml:space="preserve">, </w:t>
      </w:r>
      <w:r w:rsidRPr="007818BD">
        <w:t>dans Othello</w:t>
      </w:r>
      <w:r w:rsidR="00E8465A">
        <w:t xml:space="preserve">, </w:t>
      </w:r>
      <w:r w:rsidRPr="007818BD">
        <w:t xml:space="preserve">dans </w:t>
      </w:r>
      <w:proofErr w:type="spellStart"/>
      <w:r w:rsidRPr="007818BD">
        <w:t>Prospero</w:t>
      </w:r>
      <w:proofErr w:type="spellEnd"/>
      <w:r w:rsidR="00E8465A">
        <w:t xml:space="preserve">, </w:t>
      </w:r>
      <w:r w:rsidRPr="007818BD">
        <w:t>dans C</w:t>
      </w:r>
      <w:r w:rsidRPr="007818BD">
        <w:t>a</w:t>
      </w:r>
      <w:r w:rsidRPr="007818BD">
        <w:t>liban</w:t>
      </w:r>
      <w:r w:rsidR="00E8465A">
        <w:t xml:space="preserve"> ; </w:t>
      </w:r>
      <w:r w:rsidRPr="007818BD">
        <w:t>il y a de la vérité dans les cartons de Raphaël</w:t>
      </w:r>
      <w:r w:rsidR="00E8465A">
        <w:t xml:space="preserve"> ; </w:t>
      </w:r>
      <w:r w:rsidRPr="007818BD">
        <w:t>dans l</w:t>
      </w:r>
      <w:r w:rsidR="00E8465A">
        <w:t>’</w:t>
      </w:r>
      <w:r w:rsidRPr="007818BD">
        <w:t>Apollon</w:t>
      </w:r>
      <w:r w:rsidR="00E8465A">
        <w:t xml:space="preserve">, </w:t>
      </w:r>
      <w:r w:rsidRPr="007818BD">
        <w:t>dans l</w:t>
      </w:r>
      <w:r w:rsidR="00E8465A">
        <w:t>’</w:t>
      </w:r>
      <w:r w:rsidRPr="007818BD">
        <w:t>Antino</w:t>
      </w:r>
      <w:r>
        <w:t>ü</w:t>
      </w:r>
      <w:r w:rsidRPr="007818BD">
        <w:t>s</w:t>
      </w:r>
      <w:r w:rsidR="00E8465A">
        <w:t xml:space="preserve">, </w:t>
      </w:r>
      <w:r w:rsidRPr="007818BD">
        <w:t>dans le Laocoon</w:t>
      </w:r>
      <w:r w:rsidR="00E8465A">
        <w:t xml:space="preserve">. </w:t>
      </w:r>
      <w:r w:rsidRPr="007818BD">
        <w:t>Mais le type orig</w:t>
      </w:r>
      <w:r w:rsidRPr="007818BD">
        <w:t>i</w:t>
      </w:r>
      <w:r w:rsidRPr="007818BD">
        <w:t>nal des vers</w:t>
      </w:r>
      <w:r w:rsidR="00E8465A">
        <w:t xml:space="preserve">, </w:t>
      </w:r>
      <w:r w:rsidRPr="007818BD">
        <w:t>des cartons</w:t>
      </w:r>
      <w:r w:rsidR="00E8465A">
        <w:t xml:space="preserve">, </w:t>
      </w:r>
      <w:r w:rsidRPr="007818BD">
        <w:t>du marbre</w:t>
      </w:r>
      <w:r w:rsidR="00E8465A">
        <w:t xml:space="preserve">, </w:t>
      </w:r>
      <w:r w:rsidRPr="007818BD">
        <w:t>vous ne le rencontrez ni dans Oxford-Street ni au bois de Boulogne</w:t>
      </w:r>
      <w:r w:rsidR="00E8465A">
        <w:t xml:space="preserve">. </w:t>
      </w:r>
      <w:r w:rsidRPr="007818BD">
        <w:t>Toutes ces cré</w:t>
      </w:r>
      <w:r w:rsidRPr="007818BD">
        <w:t>a</w:t>
      </w:r>
      <w:r w:rsidRPr="007818BD">
        <w:t>tions</w:t>
      </w:r>
      <w:r w:rsidR="00E8465A">
        <w:t xml:space="preserve">, </w:t>
      </w:r>
      <w:r w:rsidRPr="007818BD">
        <w:t>pour en revenir aux paroles de Raphaël</w:t>
      </w:r>
      <w:r w:rsidR="00E8465A">
        <w:t xml:space="preserve">, </w:t>
      </w:r>
      <w:r w:rsidRPr="007818BD">
        <w:t>naissent de l</w:t>
      </w:r>
      <w:r w:rsidR="00E8465A">
        <w:t>’</w:t>
      </w:r>
      <w:r w:rsidRPr="007818BD">
        <w:t>idée que l</w:t>
      </w:r>
      <w:r w:rsidR="00E8465A">
        <w:t>’</w:t>
      </w:r>
      <w:r w:rsidRPr="007818BD">
        <w:t>artiste porte dans son âme</w:t>
      </w:r>
      <w:r w:rsidR="00E8465A">
        <w:t xml:space="preserve">. </w:t>
      </w:r>
      <w:r w:rsidRPr="007818BD">
        <w:t>Cette idée elle-même n</w:t>
      </w:r>
      <w:r w:rsidR="00E8465A">
        <w:t>’</w:t>
      </w:r>
      <w:r w:rsidRPr="007818BD">
        <w:t>est pas i</w:t>
      </w:r>
      <w:r w:rsidRPr="007818BD">
        <w:t>n</w:t>
      </w:r>
      <w:r w:rsidRPr="007818BD">
        <w:t>née</w:t>
      </w:r>
      <w:r w:rsidR="00E8465A">
        <w:t xml:space="preserve"> ; </w:t>
      </w:r>
      <w:r w:rsidRPr="007818BD">
        <w:t>elle est le fruit d</w:t>
      </w:r>
      <w:r w:rsidR="00E8465A">
        <w:t>’</w:t>
      </w:r>
      <w:r w:rsidRPr="007818BD">
        <w:t>une longue et sérieuse étude</w:t>
      </w:r>
      <w:r w:rsidR="00E8465A">
        <w:t xml:space="preserve">, </w:t>
      </w:r>
      <w:r w:rsidRPr="007818BD">
        <w:t>mais d</w:t>
      </w:r>
      <w:r w:rsidR="00E8465A">
        <w:t>’</w:t>
      </w:r>
      <w:r w:rsidRPr="007818BD">
        <w:t>une étude de l</w:t>
      </w:r>
      <w:r w:rsidR="00E8465A">
        <w:t>’</w:t>
      </w:r>
      <w:r w:rsidRPr="007818BD">
        <w:t>idéal qui peut se dégager de la réalité positive</w:t>
      </w:r>
      <w:r w:rsidR="00E8465A">
        <w:t xml:space="preserve">, </w:t>
      </w:r>
      <w:r w:rsidRPr="007818BD">
        <w:t>et s</w:t>
      </w:r>
      <w:r w:rsidR="00E8465A">
        <w:t>’</w:t>
      </w:r>
      <w:r w:rsidRPr="007818BD">
        <w:t>élever jusqu</w:t>
      </w:r>
      <w:r w:rsidR="00E8465A">
        <w:t>’</w:t>
      </w:r>
      <w:r w:rsidRPr="007818BD">
        <w:t>au grand et au beau</w:t>
      </w:r>
      <w:r w:rsidR="00E8465A">
        <w:t xml:space="preserve">. </w:t>
      </w:r>
      <w:r w:rsidRPr="007818BD">
        <w:t xml:space="preserve">Le modèle le plus commun devient fécond en inspirations </w:t>
      </w:r>
      <w:r w:rsidRPr="007818BD">
        <w:lastRenderedPageBreak/>
        <w:t>précieuses pour l</w:t>
      </w:r>
      <w:r w:rsidR="00E8465A">
        <w:t>’</w:t>
      </w:r>
      <w:r w:rsidRPr="007818BD">
        <w:t>artiste qui a conçu cet idéal</w:t>
      </w:r>
      <w:r w:rsidR="00E8465A">
        <w:t xml:space="preserve"> : </w:t>
      </w:r>
      <w:r w:rsidRPr="007818BD">
        <w:t>pour l</w:t>
      </w:r>
      <w:r w:rsidR="00E8465A">
        <w:t>’</w:t>
      </w:r>
      <w:r w:rsidRPr="007818BD">
        <w:t>homme qui ne l</w:t>
      </w:r>
      <w:r w:rsidR="00E8465A">
        <w:t>’</w:t>
      </w:r>
      <w:r w:rsidRPr="007818BD">
        <w:t>a pas</w:t>
      </w:r>
      <w:r w:rsidR="00E8465A">
        <w:t xml:space="preserve">, </w:t>
      </w:r>
      <w:r w:rsidRPr="007818BD">
        <w:t>une Vénus de chair et de sang devient</w:t>
      </w:r>
      <w:r w:rsidR="00E8465A">
        <w:t xml:space="preserve">, </w:t>
      </w:r>
      <w:r w:rsidRPr="007818BD">
        <w:t>grâce à son imitation</w:t>
      </w:r>
      <w:r w:rsidR="00E8465A">
        <w:t xml:space="preserve">, </w:t>
      </w:r>
      <w:r w:rsidRPr="007818BD">
        <w:t>une chose vu</w:t>
      </w:r>
      <w:r w:rsidRPr="007818BD">
        <w:t>l</w:t>
      </w:r>
      <w:r w:rsidRPr="007818BD">
        <w:t>gaire</w:t>
      </w:r>
      <w:r w:rsidR="00E8465A">
        <w:t>.</w:t>
      </w:r>
    </w:p>
    <w:p w14:paraId="167DF899" w14:textId="77777777" w:rsidR="00E8465A" w:rsidRDefault="00E0544E" w:rsidP="00E0544E">
      <w:r w:rsidRPr="007818BD">
        <w:t>On demandait au Guide où il prenait ses modèles</w:t>
      </w:r>
      <w:r w:rsidR="00E8465A">
        <w:t xml:space="preserve">. </w:t>
      </w:r>
      <w:r w:rsidRPr="007818BD">
        <w:t>Il fit v</w:t>
      </w:r>
      <w:r w:rsidRPr="007818BD">
        <w:t>e</w:t>
      </w:r>
      <w:r w:rsidRPr="007818BD">
        <w:t>nir un portefaix pris au hasard</w:t>
      </w:r>
      <w:r w:rsidR="00E8465A">
        <w:t xml:space="preserve">, </w:t>
      </w:r>
      <w:r w:rsidRPr="007818BD">
        <w:t>et</w:t>
      </w:r>
      <w:r w:rsidR="00E8465A">
        <w:t xml:space="preserve">, </w:t>
      </w:r>
      <w:r w:rsidRPr="007818BD">
        <w:t>sur ce type commun et gro</w:t>
      </w:r>
      <w:r w:rsidRPr="007818BD">
        <w:t>s</w:t>
      </w:r>
      <w:r w:rsidRPr="007818BD">
        <w:t>sier</w:t>
      </w:r>
      <w:r w:rsidR="00E8465A">
        <w:t xml:space="preserve">, </w:t>
      </w:r>
      <w:r w:rsidRPr="007818BD">
        <w:t>il dessina une tête d</w:t>
      </w:r>
      <w:r w:rsidR="00E8465A">
        <w:t>’</w:t>
      </w:r>
      <w:r w:rsidRPr="007818BD">
        <w:t>une beauté incomparable</w:t>
      </w:r>
      <w:r w:rsidR="00E8465A">
        <w:t xml:space="preserve">. </w:t>
      </w:r>
      <w:r w:rsidRPr="007818BD">
        <w:t>Elle re</w:t>
      </w:r>
      <w:r w:rsidRPr="007818BD">
        <w:t>s</w:t>
      </w:r>
      <w:r w:rsidRPr="007818BD">
        <w:t>semblait au portefaix</w:t>
      </w:r>
      <w:r w:rsidR="00E8465A">
        <w:t xml:space="preserve">, </w:t>
      </w:r>
      <w:r w:rsidRPr="007818BD">
        <w:t>mais le portefaix idéalisé était devenu un demi-dieu</w:t>
      </w:r>
      <w:r w:rsidR="00E8465A">
        <w:t xml:space="preserve">. </w:t>
      </w:r>
      <w:r w:rsidRPr="007818BD">
        <w:t>Elle était vraie</w:t>
      </w:r>
      <w:r w:rsidR="00E8465A">
        <w:t xml:space="preserve"> ; </w:t>
      </w:r>
      <w:r w:rsidRPr="007818BD">
        <w:t>elle n</w:t>
      </w:r>
      <w:r w:rsidR="00E8465A">
        <w:t>’</w:t>
      </w:r>
      <w:r w:rsidRPr="007818BD">
        <w:t>était pas réelle</w:t>
      </w:r>
      <w:r w:rsidR="00E8465A">
        <w:t xml:space="preserve">. </w:t>
      </w:r>
      <w:r w:rsidRPr="007818BD">
        <w:t xml:space="preserve">Vous entendez des critiques vous dire que le </w:t>
      </w:r>
      <w:r w:rsidRPr="007818BD">
        <w:rPr>
          <w:i/>
          <w:iCs/>
        </w:rPr>
        <w:t>Paysan</w:t>
      </w:r>
      <w:r w:rsidRPr="007818BD">
        <w:t xml:space="preserve"> de Téniers est plus près de la nature que </w:t>
      </w:r>
      <w:r w:rsidRPr="007818BD">
        <w:rPr>
          <w:i/>
          <w:iCs/>
        </w:rPr>
        <w:t>le Portefaix</w:t>
      </w:r>
      <w:r w:rsidRPr="007818BD">
        <w:t xml:space="preserve"> du Guide</w:t>
      </w:r>
      <w:r w:rsidR="00E8465A">
        <w:t xml:space="preserve"> ! </w:t>
      </w:r>
      <w:r w:rsidRPr="007818BD">
        <w:t>Le public banal comprend rarement le principe de l</w:t>
      </w:r>
      <w:r w:rsidR="00E8465A">
        <w:t>’</w:t>
      </w:r>
      <w:r w:rsidRPr="007818BD">
        <w:t>idéal</w:t>
      </w:r>
      <w:r w:rsidR="00E8465A">
        <w:t xml:space="preserve"> : </w:t>
      </w:r>
      <w:r w:rsidRPr="007818BD">
        <w:t>l</w:t>
      </w:r>
      <w:r w:rsidR="00E8465A">
        <w:t>’</w:t>
      </w:r>
      <w:r w:rsidRPr="007818BD">
        <w:t>art élevé est un goût acquis</w:t>
      </w:r>
      <w:r w:rsidR="00E8465A">
        <w:t xml:space="preserve">. </w:t>
      </w:r>
      <w:r w:rsidRPr="007818BD">
        <w:t>Mais revenons à notre comparaison</w:t>
      </w:r>
      <w:r w:rsidR="00E8465A">
        <w:t xml:space="preserve">. </w:t>
      </w:r>
      <w:r w:rsidRPr="007818BD">
        <w:t>Ce même principe est e</w:t>
      </w:r>
      <w:r w:rsidRPr="007818BD">
        <w:t>n</w:t>
      </w:r>
      <w:r w:rsidRPr="007818BD">
        <w:t>core moins compris dans la conduite de la vie</w:t>
      </w:r>
      <w:r w:rsidR="00E8465A">
        <w:t xml:space="preserve">. </w:t>
      </w:r>
      <w:r w:rsidRPr="007818BD">
        <w:t>Les conseils de la prudence pratique aboutiraient à vous dissuader aussi souvent de courir les risques de la vertu que de vous exposer aux chât</w:t>
      </w:r>
      <w:r w:rsidRPr="007818BD">
        <w:t>i</w:t>
      </w:r>
      <w:r w:rsidRPr="007818BD">
        <w:t>ments du vice</w:t>
      </w:r>
      <w:r w:rsidR="00E8465A">
        <w:t xml:space="preserve"> ; </w:t>
      </w:r>
      <w:r w:rsidRPr="007818BD">
        <w:t>il n</w:t>
      </w:r>
      <w:r w:rsidR="00E8465A">
        <w:t>’</w:t>
      </w:r>
      <w:r w:rsidRPr="007818BD">
        <w:t>en existe pas moins</w:t>
      </w:r>
      <w:r w:rsidR="00E8465A">
        <w:t xml:space="preserve">, </w:t>
      </w:r>
      <w:r w:rsidRPr="007818BD">
        <w:t>dans la conduite comme dans l</w:t>
      </w:r>
      <w:r w:rsidR="00E8465A">
        <w:t>’</w:t>
      </w:r>
      <w:r w:rsidRPr="007818BD">
        <w:t>art</w:t>
      </w:r>
      <w:r w:rsidR="00E8465A">
        <w:t xml:space="preserve">, </w:t>
      </w:r>
      <w:r w:rsidRPr="007818BD">
        <w:t>une idée du grand et du beau</w:t>
      </w:r>
      <w:r w:rsidR="00E8465A">
        <w:t xml:space="preserve">, </w:t>
      </w:r>
      <w:r w:rsidRPr="007818BD">
        <w:t>et c</w:t>
      </w:r>
      <w:r w:rsidR="00E8465A">
        <w:t>’</w:t>
      </w:r>
      <w:r w:rsidRPr="007818BD">
        <w:t>est pour cela qu</w:t>
      </w:r>
      <w:r w:rsidR="00E8465A">
        <w:t>’</w:t>
      </w:r>
      <w:r w:rsidRPr="007818BD">
        <w:t>il faut ennoblir et purifier tout ce que la vie a de commun et de r</w:t>
      </w:r>
      <w:r w:rsidRPr="007818BD">
        <w:t>e</w:t>
      </w:r>
      <w:r w:rsidRPr="007818BD">
        <w:t>battu</w:t>
      </w:r>
      <w:r w:rsidR="00E8465A">
        <w:t>.</w:t>
      </w:r>
    </w:p>
    <w:p w14:paraId="7292BE5C" w14:textId="77777777" w:rsidR="00E8465A" w:rsidRDefault="00E0544E" w:rsidP="00E0544E">
      <w:r w:rsidRPr="007818BD">
        <w:t>Or</w:t>
      </w:r>
      <w:r w:rsidR="00E8465A">
        <w:t xml:space="preserve">, </w:t>
      </w:r>
      <w:proofErr w:type="spellStart"/>
      <w:r w:rsidRPr="007818BD">
        <w:t>Glyndon</w:t>
      </w:r>
      <w:proofErr w:type="spellEnd"/>
      <w:r w:rsidRPr="007818BD">
        <w:t xml:space="preserve"> sentit la froide prudence de raisonnement de </w:t>
      </w:r>
      <w:proofErr w:type="spellStart"/>
      <w:r w:rsidRPr="007818BD">
        <w:t>Mervale</w:t>
      </w:r>
      <w:proofErr w:type="spellEnd"/>
      <w:r w:rsidR="00E8465A">
        <w:t xml:space="preserve"> ; </w:t>
      </w:r>
      <w:r w:rsidRPr="007818BD">
        <w:t>il protesta en lui-même contre le tableau spécieux que son ami venait de placer devant ses yeux</w:t>
      </w:r>
      <w:r w:rsidR="00E8465A">
        <w:t xml:space="preserve">, </w:t>
      </w:r>
      <w:r w:rsidRPr="007818BD">
        <w:t>contre les conséque</w:t>
      </w:r>
      <w:r w:rsidRPr="007818BD">
        <w:t>n</w:t>
      </w:r>
      <w:r w:rsidRPr="007818BD">
        <w:t>ces que devaient entraîner pour lui le vrai talent dominant qu</w:t>
      </w:r>
      <w:r w:rsidR="00E8465A">
        <w:t>’</w:t>
      </w:r>
      <w:r w:rsidRPr="007818BD">
        <w:t>il possédait</w:t>
      </w:r>
      <w:r w:rsidR="00E8465A">
        <w:t xml:space="preserve">, </w:t>
      </w:r>
      <w:r w:rsidRPr="007818BD">
        <w:t>et la vraie passion dominante qu</w:t>
      </w:r>
      <w:r w:rsidR="00E8465A">
        <w:t>’</w:t>
      </w:r>
      <w:r w:rsidRPr="007818BD">
        <w:t>il se sentait dans l</w:t>
      </w:r>
      <w:r w:rsidR="00E8465A">
        <w:t>’</w:t>
      </w:r>
      <w:r w:rsidRPr="007818BD">
        <w:t>âme</w:t>
      </w:r>
      <w:r w:rsidR="00E8465A">
        <w:t xml:space="preserve">, </w:t>
      </w:r>
      <w:r w:rsidRPr="007818BD">
        <w:t>et qui</w:t>
      </w:r>
      <w:r w:rsidR="00E8465A">
        <w:t xml:space="preserve">, </w:t>
      </w:r>
      <w:r w:rsidRPr="007818BD">
        <w:t>bien dir</w:t>
      </w:r>
      <w:r w:rsidRPr="007818BD">
        <w:t>i</w:t>
      </w:r>
      <w:r w:rsidRPr="007818BD">
        <w:t>gée</w:t>
      </w:r>
      <w:r w:rsidR="00E8465A">
        <w:t xml:space="preserve">, </w:t>
      </w:r>
      <w:r w:rsidRPr="007818BD">
        <w:t>eût purifié tout son être</w:t>
      </w:r>
      <w:r w:rsidR="00E8465A">
        <w:t xml:space="preserve">, </w:t>
      </w:r>
      <w:r w:rsidRPr="007818BD">
        <w:t>comme une brise vigoureuse purifie l</w:t>
      </w:r>
      <w:r w:rsidR="00E8465A">
        <w:t>’</w:t>
      </w:r>
      <w:r w:rsidRPr="007818BD">
        <w:t>air</w:t>
      </w:r>
      <w:r w:rsidR="00E8465A">
        <w:t>.</w:t>
      </w:r>
    </w:p>
    <w:p w14:paraId="78981CDF" w14:textId="77777777" w:rsidR="00E8465A" w:rsidRDefault="00E0544E" w:rsidP="00E0544E">
      <w:r w:rsidRPr="007818BD">
        <w:t>Mais s</w:t>
      </w:r>
      <w:r w:rsidR="00E8465A">
        <w:t>’</w:t>
      </w:r>
      <w:r w:rsidRPr="007818BD">
        <w:t>il ne pouvait se résoudre à prendre une décision en face d</w:t>
      </w:r>
      <w:r w:rsidR="00E8465A">
        <w:t>’</w:t>
      </w:r>
      <w:r w:rsidRPr="007818BD">
        <w:t>un jugement aussi rationnel</w:t>
      </w:r>
      <w:r w:rsidR="00E8465A">
        <w:t xml:space="preserve">, </w:t>
      </w:r>
      <w:r w:rsidRPr="007818BD">
        <w:t>il ne pouvait non plus se r</w:t>
      </w:r>
      <w:r w:rsidRPr="007818BD">
        <w:t>é</w:t>
      </w:r>
      <w:r w:rsidRPr="007818BD">
        <w:t>signer à renoncer tout d</w:t>
      </w:r>
      <w:r w:rsidR="00E8465A">
        <w:t>’</w:t>
      </w:r>
      <w:r w:rsidRPr="007818BD">
        <w:t>un coup à Viola</w:t>
      </w:r>
      <w:r w:rsidR="00E8465A">
        <w:t xml:space="preserve">. </w:t>
      </w:r>
      <w:r w:rsidRPr="007818BD">
        <w:t>R</w:t>
      </w:r>
      <w:r w:rsidRPr="007818BD">
        <w:t>e</w:t>
      </w:r>
      <w:r w:rsidRPr="007818BD">
        <w:t>doutant l</w:t>
      </w:r>
      <w:r w:rsidR="00E8465A">
        <w:t>’</w:t>
      </w:r>
      <w:r w:rsidRPr="007818BD">
        <w:t xml:space="preserve">influence des conseils de </w:t>
      </w:r>
      <w:proofErr w:type="spellStart"/>
      <w:r w:rsidRPr="007818BD">
        <w:t>Zanoni</w:t>
      </w:r>
      <w:proofErr w:type="spellEnd"/>
      <w:r w:rsidRPr="007818BD">
        <w:t xml:space="preserve"> et celle de son propre cœur</w:t>
      </w:r>
      <w:r w:rsidR="00E8465A">
        <w:t xml:space="preserve">, </w:t>
      </w:r>
      <w:r w:rsidRPr="007818BD">
        <w:t>il avait</w:t>
      </w:r>
      <w:r w:rsidR="00E8465A">
        <w:t xml:space="preserve">, </w:t>
      </w:r>
      <w:r w:rsidRPr="007818BD">
        <w:t>d</w:t>
      </w:r>
      <w:r w:rsidRPr="007818BD">
        <w:t>e</w:t>
      </w:r>
      <w:r w:rsidRPr="007818BD">
        <w:t>puis deux jours</w:t>
      </w:r>
      <w:r w:rsidR="00E8465A">
        <w:t xml:space="preserve">, </w:t>
      </w:r>
      <w:r w:rsidRPr="007818BD">
        <w:t xml:space="preserve">évité toute entrevue avec la </w:t>
      </w:r>
      <w:r w:rsidRPr="007818BD">
        <w:lastRenderedPageBreak/>
        <w:t>cantatrice</w:t>
      </w:r>
      <w:r w:rsidR="00E8465A">
        <w:t xml:space="preserve">. </w:t>
      </w:r>
      <w:r w:rsidRPr="007818BD">
        <w:t xml:space="preserve">Mais à sa dernière conversation avec </w:t>
      </w:r>
      <w:proofErr w:type="spellStart"/>
      <w:r w:rsidRPr="007818BD">
        <w:t>Zanoni</w:t>
      </w:r>
      <w:proofErr w:type="spellEnd"/>
      <w:r w:rsidR="00E8465A">
        <w:t xml:space="preserve">, </w:t>
      </w:r>
      <w:r w:rsidRPr="007818BD">
        <w:t xml:space="preserve">et à celle que nous venons de reproduire avec </w:t>
      </w:r>
      <w:proofErr w:type="spellStart"/>
      <w:r w:rsidRPr="007818BD">
        <w:t>Mervale</w:t>
      </w:r>
      <w:proofErr w:type="spellEnd"/>
      <w:r w:rsidR="00E8465A">
        <w:t xml:space="preserve">, </w:t>
      </w:r>
      <w:r w:rsidRPr="007818BD">
        <w:t>succéda une nuit peuplée de rêves si distincts qu</w:t>
      </w:r>
      <w:r w:rsidR="00E8465A">
        <w:t>’</w:t>
      </w:r>
      <w:r w:rsidRPr="007818BD">
        <w:t>ils semblaient prophétiques</w:t>
      </w:r>
      <w:r w:rsidR="00E8465A">
        <w:t xml:space="preserve">, </w:t>
      </w:r>
      <w:r w:rsidRPr="007818BD">
        <w:t xml:space="preserve">et si conformes dans leurs prophéties à tout ce que lui avait fait comprendre </w:t>
      </w:r>
      <w:proofErr w:type="spellStart"/>
      <w:r w:rsidRPr="007818BD">
        <w:t>Zanoni</w:t>
      </w:r>
      <w:proofErr w:type="spellEnd"/>
      <w:r w:rsidR="00E8465A">
        <w:t xml:space="preserve">, </w:t>
      </w:r>
      <w:r w:rsidRPr="007818BD">
        <w:t>qu</w:t>
      </w:r>
      <w:r w:rsidR="00E8465A">
        <w:t>’</w:t>
      </w:r>
      <w:r w:rsidRPr="007818BD">
        <w:t>il eût pu croire que c</w:t>
      </w:r>
      <w:r w:rsidR="00E8465A">
        <w:t>’</w:t>
      </w:r>
      <w:r w:rsidRPr="007818BD">
        <w:t xml:space="preserve">était </w:t>
      </w:r>
      <w:proofErr w:type="spellStart"/>
      <w:r w:rsidRPr="007818BD">
        <w:t>Zanoni</w:t>
      </w:r>
      <w:proofErr w:type="spellEnd"/>
      <w:r w:rsidRPr="007818BD">
        <w:t xml:space="preserve"> lui-même qui</w:t>
      </w:r>
      <w:r w:rsidR="00E8465A">
        <w:t xml:space="preserve">, </w:t>
      </w:r>
      <w:r w:rsidRPr="007818BD">
        <w:t>du palais du sommeil</w:t>
      </w:r>
      <w:r w:rsidR="00E8465A">
        <w:t xml:space="preserve">, </w:t>
      </w:r>
      <w:r w:rsidRPr="007818BD">
        <w:t>envoyait ces rêves à son chevet</w:t>
      </w:r>
      <w:r w:rsidR="00E8465A">
        <w:t xml:space="preserve">. </w:t>
      </w:r>
      <w:r w:rsidRPr="007818BD">
        <w:t>Le lendemain matin</w:t>
      </w:r>
      <w:r w:rsidR="00E8465A">
        <w:t xml:space="preserve">, </w:t>
      </w:r>
      <w:r w:rsidRPr="007818BD">
        <w:t>il résolut de revoir une fois encore Viola</w:t>
      </w:r>
      <w:r w:rsidR="00E8465A">
        <w:t xml:space="preserve">, </w:t>
      </w:r>
      <w:r w:rsidRPr="007818BD">
        <w:t>et</w:t>
      </w:r>
      <w:r w:rsidR="00E8465A">
        <w:t xml:space="preserve">, </w:t>
      </w:r>
      <w:r w:rsidRPr="007818BD">
        <w:t>sans but défini</w:t>
      </w:r>
      <w:r w:rsidR="00E8465A">
        <w:t xml:space="preserve">, </w:t>
      </w:r>
      <w:r w:rsidRPr="007818BD">
        <w:t>sans projet arrêté</w:t>
      </w:r>
      <w:r w:rsidR="00E8465A">
        <w:t xml:space="preserve">, </w:t>
      </w:r>
      <w:r w:rsidRPr="007818BD">
        <w:t>il se laissa aller à l</w:t>
      </w:r>
      <w:r w:rsidR="00E8465A">
        <w:t>’</w:t>
      </w:r>
      <w:r w:rsidRPr="007818BD">
        <w:t>impulsion de son cœur</w:t>
      </w:r>
      <w:r w:rsidR="00E8465A">
        <w:t>.</w:t>
      </w:r>
    </w:p>
    <w:p w14:paraId="6B6E4C3C" w14:textId="77777777" w:rsidR="00E8465A" w:rsidRDefault="00E0544E" w:rsidP="00E8465A">
      <w:pPr>
        <w:pStyle w:val="Titre2"/>
        <w:pageBreakBefore/>
      </w:pPr>
      <w:bookmarkStart w:id="21" w:name="_Toc199963070"/>
      <w:r w:rsidRPr="007818BD">
        <w:lastRenderedPageBreak/>
        <w:t>CHAPITRE</w:t>
      </w:r>
      <w:r w:rsidR="00E8465A">
        <w:t xml:space="preserve"> </w:t>
      </w:r>
      <w:r w:rsidRPr="007818BD">
        <w:t>X</w:t>
      </w:r>
      <w:r w:rsidR="00E8465A">
        <w:t>.</w:t>
      </w:r>
      <w:bookmarkEnd w:id="21"/>
    </w:p>
    <w:p w14:paraId="688BAA01" w14:textId="066BAA3B" w:rsidR="00E0544E" w:rsidRPr="007818BD" w:rsidRDefault="00E0544E" w:rsidP="00E0544E">
      <w:pPr>
        <w:pStyle w:val="NormalRetraitGauche4XIndent0"/>
        <w:spacing w:before="0" w:after="0"/>
        <w:rPr>
          <w:rStyle w:val="Taille-1Caracteres"/>
        </w:rPr>
      </w:pPr>
      <w:r w:rsidRPr="007818BD">
        <w:rPr>
          <w:rStyle w:val="Taille-1Caracteres"/>
        </w:rPr>
        <w:t xml:space="preserve">O </w:t>
      </w:r>
      <w:proofErr w:type="spellStart"/>
      <w:r w:rsidRPr="007818BD">
        <w:rPr>
          <w:rStyle w:val="Taille-1Caracteres"/>
        </w:rPr>
        <w:t>sollecifo</w:t>
      </w:r>
      <w:proofErr w:type="spellEnd"/>
      <w:r w:rsidRPr="007818BD">
        <w:rPr>
          <w:rStyle w:val="Taille-1Caracteres"/>
        </w:rPr>
        <w:t xml:space="preserve"> </w:t>
      </w:r>
      <w:proofErr w:type="spellStart"/>
      <w:r w:rsidRPr="007818BD">
        <w:rPr>
          <w:rStyle w:val="Taille-1Caracteres"/>
        </w:rPr>
        <w:t>dubbio</w:t>
      </w:r>
      <w:proofErr w:type="spellEnd"/>
      <w:r w:rsidRPr="007818BD">
        <w:rPr>
          <w:rStyle w:val="Taille-1Caracteres"/>
        </w:rPr>
        <w:t xml:space="preserve"> e </w:t>
      </w:r>
      <w:proofErr w:type="spellStart"/>
      <w:r w:rsidRPr="007818BD">
        <w:rPr>
          <w:rStyle w:val="Taille-1Caracteres"/>
        </w:rPr>
        <w:t>fredda</w:t>
      </w:r>
      <w:proofErr w:type="spellEnd"/>
      <w:r w:rsidRPr="007818BD">
        <w:rPr>
          <w:rStyle w:val="Taille-1Caracteres"/>
        </w:rPr>
        <w:t xml:space="preserve"> </w:t>
      </w:r>
      <w:proofErr w:type="spellStart"/>
      <w:r w:rsidRPr="007818BD">
        <w:rPr>
          <w:rStyle w:val="Taille-1Caracteres"/>
        </w:rPr>
        <w:t>tema</w:t>
      </w:r>
      <w:proofErr w:type="spellEnd"/>
    </w:p>
    <w:p w14:paraId="6F452F11" w14:textId="77777777" w:rsidR="00E8465A" w:rsidRDefault="00E0544E" w:rsidP="00E0544E">
      <w:pPr>
        <w:pStyle w:val="NormalRetraitGauche4XIndent0"/>
        <w:spacing w:before="0" w:after="0"/>
        <w:rPr>
          <w:rStyle w:val="Taille-1Caracteres"/>
        </w:rPr>
      </w:pPr>
      <w:r w:rsidRPr="007818BD">
        <w:rPr>
          <w:rStyle w:val="Taille-1Caracteres"/>
        </w:rPr>
        <w:t xml:space="preserve">Che </w:t>
      </w:r>
      <w:proofErr w:type="spellStart"/>
      <w:r w:rsidRPr="007818BD">
        <w:rPr>
          <w:rStyle w:val="Taille-1Caracteres"/>
        </w:rPr>
        <w:t>pensando</w:t>
      </w:r>
      <w:proofErr w:type="spellEnd"/>
      <w:r w:rsidRPr="007818BD">
        <w:rPr>
          <w:rStyle w:val="Taille-1Caracteres"/>
        </w:rPr>
        <w:t xml:space="preserve"> l</w:t>
      </w:r>
      <w:r w:rsidR="00E8465A">
        <w:rPr>
          <w:rStyle w:val="Taille-1Caracteres"/>
        </w:rPr>
        <w:t>’</w:t>
      </w:r>
      <w:proofErr w:type="spellStart"/>
      <w:r w:rsidRPr="007818BD">
        <w:rPr>
          <w:rStyle w:val="Taille-1Caracteres"/>
        </w:rPr>
        <w:t>accreaci</w:t>
      </w:r>
      <w:proofErr w:type="spellEnd"/>
      <w:r w:rsidRPr="007818BD">
        <w:rPr>
          <w:rStyle w:val="Appelnotedebasdep"/>
          <w:szCs w:val="28"/>
        </w:rPr>
        <w:footnoteReference w:id="35"/>
      </w:r>
    </w:p>
    <w:p w14:paraId="2C943BE0" w14:textId="26859F83" w:rsidR="00E8465A" w:rsidRDefault="00E8465A" w:rsidP="000200A6">
      <w:pPr>
        <w:ind w:firstLine="0"/>
        <w:jc w:val="right"/>
        <w:rPr>
          <w:rStyle w:val="Taille-1Caracteres"/>
        </w:rPr>
      </w:pPr>
      <w:r>
        <w:rPr>
          <w:rStyle w:val="Taille-1Caracteres"/>
        </w:rPr>
        <w:t>(</w:t>
      </w:r>
      <w:r w:rsidR="00E0544E" w:rsidRPr="007818BD">
        <w:rPr>
          <w:rStyle w:val="Taille-1Caracteres"/>
        </w:rPr>
        <w:t>TASSE</w:t>
      </w:r>
      <w:r>
        <w:rPr>
          <w:rStyle w:val="Taille-1Caracteres"/>
        </w:rPr>
        <w:t xml:space="preserve">, </w:t>
      </w:r>
      <w:r w:rsidR="00E0544E" w:rsidRPr="007818BD">
        <w:rPr>
          <w:rStyle w:val="Taille-1Caracteres"/>
        </w:rPr>
        <w:t>canzone VI</w:t>
      </w:r>
      <w:r>
        <w:rPr>
          <w:rStyle w:val="Taille-1Caracteres"/>
        </w:rPr>
        <w:t>.)</w:t>
      </w:r>
    </w:p>
    <w:p w14:paraId="5291BAFE" w14:textId="77777777" w:rsidR="00E8465A" w:rsidRDefault="00E0544E" w:rsidP="00E0544E">
      <w:r w:rsidRPr="007818BD">
        <w:t>Elle était assise sur le seuil</w:t>
      </w:r>
      <w:r w:rsidR="00E8465A">
        <w:t xml:space="preserve">, </w:t>
      </w:r>
      <w:r w:rsidRPr="007818BD">
        <w:t>la jeune actrice</w:t>
      </w:r>
      <w:r w:rsidR="00E8465A">
        <w:t xml:space="preserve">. </w:t>
      </w:r>
      <w:r w:rsidRPr="007818BD">
        <w:t>Devant elle</w:t>
      </w:r>
      <w:r w:rsidR="00E8465A">
        <w:t xml:space="preserve">, </w:t>
      </w:r>
      <w:r w:rsidRPr="007818BD">
        <w:t>la mer de ce golfe céleste semblait littéralement endormie dans les bras du rivage</w:t>
      </w:r>
      <w:r w:rsidR="00E8465A">
        <w:t xml:space="preserve"> : </w:t>
      </w:r>
      <w:r w:rsidRPr="007818BD">
        <w:t>à sa droite</w:t>
      </w:r>
      <w:r w:rsidR="00E8465A">
        <w:t xml:space="preserve">, </w:t>
      </w:r>
      <w:r w:rsidRPr="007818BD">
        <w:t>et non loin</w:t>
      </w:r>
      <w:r w:rsidR="00E8465A">
        <w:t xml:space="preserve">, </w:t>
      </w:r>
      <w:r w:rsidRPr="007818BD">
        <w:t>s</w:t>
      </w:r>
      <w:r w:rsidR="00E8465A">
        <w:t>’</w:t>
      </w:r>
      <w:r w:rsidRPr="007818BD">
        <w:t>élevaient ces rochers sombres et couronnés de bosquets touffus</w:t>
      </w:r>
      <w:r w:rsidR="00E8465A">
        <w:t xml:space="preserve">, </w:t>
      </w:r>
      <w:r w:rsidRPr="007818BD">
        <w:t>où le touriste se fait un devoir d</w:t>
      </w:r>
      <w:r w:rsidR="00E8465A">
        <w:t>’</w:t>
      </w:r>
      <w:r w:rsidRPr="007818BD">
        <w:t>aller contempler le tombeau de Virgile</w:t>
      </w:r>
      <w:r w:rsidR="00E8465A">
        <w:t xml:space="preserve">, </w:t>
      </w:r>
      <w:r w:rsidRPr="007818BD">
        <w:t xml:space="preserve">ou comparer la grotte du Pausilippe à la voûte de </w:t>
      </w:r>
      <w:proofErr w:type="spellStart"/>
      <w:r w:rsidRPr="007818BD">
        <w:t>Highgate</w:t>
      </w:r>
      <w:proofErr w:type="spellEnd"/>
      <w:r w:rsidRPr="007818BD">
        <w:t>-Hill</w:t>
      </w:r>
      <w:r w:rsidR="00E8465A">
        <w:t xml:space="preserve">. </w:t>
      </w:r>
      <w:r w:rsidRPr="007818BD">
        <w:t>Quelques pêcheurs erraient sur les falaises où séchaient leurs filets su</w:t>
      </w:r>
      <w:r w:rsidRPr="007818BD">
        <w:t>s</w:t>
      </w:r>
      <w:r w:rsidRPr="007818BD">
        <w:t>pendus</w:t>
      </w:r>
      <w:r w:rsidR="00E8465A">
        <w:t xml:space="preserve">, </w:t>
      </w:r>
      <w:r w:rsidRPr="007818BD">
        <w:t>et</w:t>
      </w:r>
      <w:r w:rsidR="00E8465A">
        <w:t xml:space="preserve">, </w:t>
      </w:r>
      <w:r w:rsidRPr="007818BD">
        <w:t>à quelque distance</w:t>
      </w:r>
      <w:r w:rsidR="00E8465A">
        <w:t xml:space="preserve">, </w:t>
      </w:r>
      <w:r w:rsidRPr="007818BD">
        <w:t>le son des pipeaux rustiques</w:t>
      </w:r>
      <w:r w:rsidR="00E8465A">
        <w:t xml:space="preserve"> (</w:t>
      </w:r>
      <w:r w:rsidRPr="007818BD">
        <w:t>plus communs alors qu</w:t>
      </w:r>
      <w:r w:rsidR="00E8465A">
        <w:t>’</w:t>
      </w:r>
      <w:r w:rsidRPr="007818BD">
        <w:t>aujourd</w:t>
      </w:r>
      <w:r w:rsidR="00E8465A">
        <w:t>’</w:t>
      </w:r>
      <w:r w:rsidRPr="007818BD">
        <w:t>hui</w:t>
      </w:r>
      <w:r w:rsidR="00E8465A">
        <w:t xml:space="preserve">), </w:t>
      </w:r>
      <w:r w:rsidRPr="007818BD">
        <w:t>mêlé au tintement des sonnettes des mules p</w:t>
      </w:r>
      <w:r w:rsidRPr="007818BD">
        <w:t>a</w:t>
      </w:r>
      <w:r w:rsidRPr="007818BD">
        <w:t>resseuses</w:t>
      </w:r>
      <w:r w:rsidR="00E8465A">
        <w:t xml:space="preserve">, </w:t>
      </w:r>
      <w:r w:rsidRPr="007818BD">
        <w:t>rompait le voluptueux silence</w:t>
      </w:r>
      <w:r w:rsidR="00E8465A">
        <w:t xml:space="preserve">, </w:t>
      </w:r>
      <w:r w:rsidRPr="007818BD">
        <w:t>le silence de la plage napolitaine au milieu du jour</w:t>
      </w:r>
      <w:r w:rsidR="00E8465A">
        <w:t xml:space="preserve"> ! </w:t>
      </w:r>
      <w:r w:rsidRPr="007818BD">
        <w:t>Non</w:t>
      </w:r>
      <w:r w:rsidR="00E8465A">
        <w:t xml:space="preserve">, </w:t>
      </w:r>
      <w:r w:rsidRPr="007818BD">
        <w:t>il faut en avoir joui</w:t>
      </w:r>
      <w:r w:rsidR="00E8465A">
        <w:t xml:space="preserve">, </w:t>
      </w:r>
      <w:r w:rsidRPr="007818BD">
        <w:t>il faut en avoir senti tout le charme énervant</w:t>
      </w:r>
      <w:r w:rsidR="00E8465A">
        <w:t xml:space="preserve">, </w:t>
      </w:r>
      <w:r w:rsidRPr="007818BD">
        <w:t xml:space="preserve">pour comprendre le sens du </w:t>
      </w:r>
      <w:r w:rsidRPr="007818BD">
        <w:rPr>
          <w:i/>
          <w:iCs/>
        </w:rPr>
        <w:t xml:space="preserve">dolce far </w:t>
      </w:r>
      <w:proofErr w:type="spellStart"/>
      <w:r w:rsidRPr="007818BD">
        <w:rPr>
          <w:i/>
          <w:iCs/>
        </w:rPr>
        <w:t>niente</w:t>
      </w:r>
      <w:proofErr w:type="spellEnd"/>
      <w:r w:rsidR="00E8465A">
        <w:t xml:space="preserve"> ; </w:t>
      </w:r>
      <w:r w:rsidRPr="007818BD">
        <w:t>et</w:t>
      </w:r>
      <w:r w:rsidR="00E8465A">
        <w:t xml:space="preserve">, </w:t>
      </w:r>
      <w:r w:rsidRPr="007818BD">
        <w:t>quand vous aurez une fois connu ce dél</w:t>
      </w:r>
      <w:r w:rsidRPr="007818BD">
        <w:t>i</w:t>
      </w:r>
      <w:r w:rsidRPr="007818BD">
        <w:t>ce</w:t>
      </w:r>
      <w:r w:rsidR="00E8465A">
        <w:t xml:space="preserve">, </w:t>
      </w:r>
      <w:r w:rsidRPr="007818BD">
        <w:t>quand vous aurez respiré l</w:t>
      </w:r>
      <w:r w:rsidR="00E8465A">
        <w:t>’</w:t>
      </w:r>
      <w:r w:rsidRPr="007818BD">
        <w:t>atmosphère de cette terre féerique</w:t>
      </w:r>
      <w:r w:rsidR="00E8465A">
        <w:t xml:space="preserve">, </w:t>
      </w:r>
      <w:r w:rsidRPr="007818BD">
        <w:t>alors vous ne vous demanderez plus pourquoi le cœur mûrit si vite et donne un fruit si riche sous le ciel lumineux et le glorieux soleil du Midi</w:t>
      </w:r>
      <w:r w:rsidR="00E8465A">
        <w:t xml:space="preserve">. </w:t>
      </w:r>
      <w:r w:rsidRPr="007818BD">
        <w:t>Les yeux de l</w:t>
      </w:r>
      <w:r w:rsidR="00E8465A">
        <w:t>’</w:t>
      </w:r>
      <w:r w:rsidRPr="007818BD">
        <w:t>actrice étaient fixés sur le vaste abîme de bleu profond étendu devant elle</w:t>
      </w:r>
      <w:r w:rsidR="00E8465A">
        <w:t xml:space="preserve">. </w:t>
      </w:r>
      <w:r w:rsidRPr="007818BD">
        <w:t>Dans la négligence inaccoutumée de sa m</w:t>
      </w:r>
      <w:r w:rsidRPr="007818BD">
        <w:t>i</w:t>
      </w:r>
      <w:r w:rsidRPr="007818BD">
        <w:t>se</w:t>
      </w:r>
      <w:r w:rsidR="00E8465A">
        <w:t xml:space="preserve">, </w:t>
      </w:r>
      <w:r w:rsidRPr="007818BD">
        <w:t>on retrouvait les traces d</w:t>
      </w:r>
      <w:r w:rsidR="00E8465A">
        <w:t>’</w:t>
      </w:r>
      <w:r w:rsidRPr="007818BD">
        <w:t>un esprit absorbé dans ses pensées</w:t>
      </w:r>
      <w:r w:rsidR="00E8465A">
        <w:t xml:space="preserve">. </w:t>
      </w:r>
      <w:r w:rsidRPr="007818BD">
        <w:t>Ses beaux ch</w:t>
      </w:r>
      <w:r w:rsidRPr="007818BD">
        <w:t>e</w:t>
      </w:r>
      <w:r w:rsidRPr="007818BD">
        <w:t xml:space="preserve">veux étaient rassemblés sans ordre et retenus en partie par un </w:t>
      </w:r>
      <w:r w:rsidRPr="007818BD">
        <w:lastRenderedPageBreak/>
        <w:t>foulard dont les vives nua</w:t>
      </w:r>
      <w:r w:rsidRPr="007818BD">
        <w:t>n</w:t>
      </w:r>
      <w:r w:rsidRPr="007818BD">
        <w:t>ces prêtaient un nouvel éclat aux flots dorés de sa blonde chevelure</w:t>
      </w:r>
      <w:r w:rsidR="00E8465A">
        <w:t xml:space="preserve">. </w:t>
      </w:r>
      <w:r w:rsidRPr="007818BD">
        <w:t>Une boucle échappée reto</w:t>
      </w:r>
      <w:r w:rsidRPr="007818BD">
        <w:t>m</w:t>
      </w:r>
      <w:r w:rsidRPr="007818BD">
        <w:t>bait sur son cou gracieux</w:t>
      </w:r>
      <w:r w:rsidR="00E8465A">
        <w:t xml:space="preserve">. </w:t>
      </w:r>
      <w:r w:rsidRPr="007818BD">
        <w:t>Une ample robe du matin</w:t>
      </w:r>
      <w:r w:rsidR="00E8465A">
        <w:t xml:space="preserve">, </w:t>
      </w:r>
      <w:r w:rsidRPr="007818BD">
        <w:t>retenue par une ceinture</w:t>
      </w:r>
      <w:r w:rsidR="00E8465A">
        <w:t xml:space="preserve">, </w:t>
      </w:r>
      <w:r w:rsidRPr="007818BD">
        <w:t>laissait mourir sur un buste à demi découvert le souffle intermittent qui s</w:t>
      </w:r>
      <w:r w:rsidR="00E8465A">
        <w:t>’</w:t>
      </w:r>
      <w:r w:rsidRPr="007818BD">
        <w:t>exhalait des flots</w:t>
      </w:r>
      <w:r w:rsidR="00E8465A">
        <w:t xml:space="preserve"> ; </w:t>
      </w:r>
      <w:r w:rsidRPr="007818BD">
        <w:t>et sa petite panto</w:t>
      </w:r>
      <w:r w:rsidRPr="007818BD">
        <w:t>u</w:t>
      </w:r>
      <w:r w:rsidRPr="007818BD">
        <w:t>fle</w:t>
      </w:r>
      <w:r w:rsidR="00E8465A">
        <w:t xml:space="preserve">, </w:t>
      </w:r>
      <w:r w:rsidRPr="007818BD">
        <w:t>digne du pied de Cendrillon</w:t>
      </w:r>
      <w:r w:rsidR="00E8465A">
        <w:t xml:space="preserve">, </w:t>
      </w:r>
      <w:r w:rsidRPr="007818BD">
        <w:t>paraissait trop grande de mo</w:t>
      </w:r>
      <w:r w:rsidRPr="007818BD">
        <w:t>i</w:t>
      </w:r>
      <w:r w:rsidRPr="007818BD">
        <w:t>tié pour le sien</w:t>
      </w:r>
      <w:r w:rsidR="00E8465A">
        <w:t xml:space="preserve">, </w:t>
      </w:r>
      <w:r w:rsidRPr="007818BD">
        <w:t>qu</w:t>
      </w:r>
      <w:r w:rsidR="00E8465A">
        <w:t>’</w:t>
      </w:r>
      <w:r w:rsidRPr="007818BD">
        <w:t>elle couvrait a peine</w:t>
      </w:r>
      <w:r w:rsidR="00E8465A">
        <w:t xml:space="preserve">. </w:t>
      </w:r>
      <w:r w:rsidRPr="007818BD">
        <w:t>C</w:t>
      </w:r>
      <w:r w:rsidR="00E8465A">
        <w:t>’</w:t>
      </w:r>
      <w:r w:rsidRPr="007818BD">
        <w:t>était peut-être la ch</w:t>
      </w:r>
      <w:r w:rsidRPr="007818BD">
        <w:t>a</w:t>
      </w:r>
      <w:r w:rsidRPr="007818BD">
        <w:t>leur du jour qui prêtait un coloris plus vif à la douce fraîcheur de son</w:t>
      </w:r>
      <w:r w:rsidR="00E8465A">
        <w:t>-</w:t>
      </w:r>
      <w:r w:rsidRPr="007818BD">
        <w:t>teint</w:t>
      </w:r>
      <w:r w:rsidR="00E8465A">
        <w:t xml:space="preserve">. </w:t>
      </w:r>
      <w:r w:rsidRPr="007818BD">
        <w:t>Jamais</w:t>
      </w:r>
      <w:r w:rsidR="00E8465A">
        <w:t xml:space="preserve">, </w:t>
      </w:r>
      <w:r w:rsidRPr="007818BD">
        <w:t>dans toute la pompe de son costume de théâtre</w:t>
      </w:r>
      <w:r w:rsidR="00E8465A">
        <w:t xml:space="preserve">, </w:t>
      </w:r>
      <w:r w:rsidRPr="007818BD">
        <w:t>dans toute la fièvre d</w:t>
      </w:r>
      <w:r w:rsidR="00E8465A">
        <w:t>’</w:t>
      </w:r>
      <w:r w:rsidRPr="007818BD">
        <w:t>excitation que donne la rampe enivrante</w:t>
      </w:r>
      <w:r w:rsidR="00E8465A">
        <w:t xml:space="preserve">, </w:t>
      </w:r>
      <w:r w:rsidRPr="007818BD">
        <w:t>Viola n</w:t>
      </w:r>
      <w:r w:rsidR="00E8465A">
        <w:t>’</w:t>
      </w:r>
      <w:r w:rsidRPr="007818BD">
        <w:t>avait semblé si belle</w:t>
      </w:r>
      <w:r w:rsidR="00E8465A">
        <w:t>.</w:t>
      </w:r>
    </w:p>
    <w:p w14:paraId="3B42DF22" w14:textId="77777777" w:rsidR="00E8465A" w:rsidRDefault="00E0544E" w:rsidP="00E0544E">
      <w:r w:rsidRPr="007818BD">
        <w:t>Auprès d</w:t>
      </w:r>
      <w:r w:rsidR="00E8465A">
        <w:t>’</w:t>
      </w:r>
      <w:r w:rsidRPr="007818BD">
        <w:t>elle</w:t>
      </w:r>
      <w:r w:rsidR="00E8465A">
        <w:t xml:space="preserve">, </w:t>
      </w:r>
      <w:r w:rsidRPr="007818BD">
        <w:t>les bras enfoncés jusqu</w:t>
      </w:r>
      <w:r w:rsidR="00E8465A">
        <w:t>’</w:t>
      </w:r>
      <w:r w:rsidRPr="007818BD">
        <w:t>aux coudes dans les vastes poches de son fablier</w:t>
      </w:r>
      <w:r w:rsidR="00E8465A">
        <w:t xml:space="preserve">, </w:t>
      </w:r>
      <w:r w:rsidRPr="007818BD">
        <w:t>et debout sur le seuil qu</w:t>
      </w:r>
      <w:r w:rsidR="00E8465A">
        <w:t>’</w:t>
      </w:r>
      <w:r w:rsidRPr="007818BD">
        <w:t>elle re</w:t>
      </w:r>
      <w:r w:rsidRPr="007818BD">
        <w:t>m</w:t>
      </w:r>
      <w:r w:rsidRPr="007818BD">
        <w:t>plissait</w:t>
      </w:r>
      <w:r w:rsidR="00E8465A">
        <w:t xml:space="preserve">, </w:t>
      </w:r>
      <w:r w:rsidRPr="007818BD">
        <w:t xml:space="preserve">se tenait </w:t>
      </w:r>
      <w:proofErr w:type="spellStart"/>
      <w:r w:rsidRPr="007818BD">
        <w:t>Gionetta</w:t>
      </w:r>
      <w:proofErr w:type="spellEnd"/>
      <w:r w:rsidR="00E8465A">
        <w:t>.</w:t>
      </w:r>
    </w:p>
    <w:p w14:paraId="5E36B22D" w14:textId="77777777" w:rsidR="00E8465A" w:rsidRDefault="00E8465A" w:rsidP="00E0544E">
      <w:r>
        <w:t>« </w:t>
      </w:r>
      <w:r w:rsidR="00E0544E" w:rsidRPr="007818BD">
        <w:t>Mais je vous assure</w:t>
      </w:r>
      <w:r>
        <w:t xml:space="preserve">, </w:t>
      </w:r>
      <w:r w:rsidR="00E0544E" w:rsidRPr="007818BD">
        <w:t>dit la nourrice avec ce ton vif</w:t>
      </w:r>
      <w:r>
        <w:t xml:space="preserve">, </w:t>
      </w:r>
      <w:r w:rsidR="00E0544E" w:rsidRPr="007818BD">
        <w:t>rapide et saccadé</w:t>
      </w:r>
      <w:r>
        <w:t xml:space="preserve">, </w:t>
      </w:r>
      <w:r w:rsidR="00E0544E" w:rsidRPr="007818BD">
        <w:t>où les vieilles femmes du Midi laissent de bien loin derrière elles celles du Nord</w:t>
      </w:r>
      <w:r>
        <w:t xml:space="preserve"> ; </w:t>
      </w:r>
      <w:r w:rsidR="00E0544E" w:rsidRPr="007818BD">
        <w:t>je vous assure</w:t>
      </w:r>
      <w:r>
        <w:t xml:space="preserve">, </w:t>
      </w:r>
      <w:r w:rsidR="00E0544E" w:rsidRPr="007818BD">
        <w:t>ma chère petite</w:t>
      </w:r>
      <w:r>
        <w:t xml:space="preserve">, </w:t>
      </w:r>
      <w:r w:rsidR="00E0544E" w:rsidRPr="007818BD">
        <w:t>qu</w:t>
      </w:r>
      <w:r>
        <w:t>’</w:t>
      </w:r>
      <w:r w:rsidR="00E0544E" w:rsidRPr="007818BD">
        <w:t>il n</w:t>
      </w:r>
      <w:r>
        <w:t>’</w:t>
      </w:r>
      <w:r w:rsidR="00E0544E" w:rsidRPr="007818BD">
        <w:t>y a pas dans tout Naples un cavalier plus beau</w:t>
      </w:r>
      <w:r>
        <w:t xml:space="preserve">, </w:t>
      </w:r>
      <w:r w:rsidR="00E0544E" w:rsidRPr="007818BD">
        <w:t>plus él</w:t>
      </w:r>
      <w:r w:rsidR="00E0544E" w:rsidRPr="007818BD">
        <w:t>é</w:t>
      </w:r>
      <w:r w:rsidR="00E0544E" w:rsidRPr="007818BD">
        <w:t xml:space="preserve">gant que cet </w:t>
      </w:r>
      <w:proofErr w:type="spellStart"/>
      <w:r w:rsidR="00E0544E" w:rsidRPr="007818BD">
        <w:t>Inglese</w:t>
      </w:r>
      <w:proofErr w:type="spellEnd"/>
      <w:r>
        <w:t xml:space="preserve"> ; </w:t>
      </w:r>
      <w:r w:rsidR="00E0544E" w:rsidRPr="007818BD">
        <w:t xml:space="preserve">et on me dit que les </w:t>
      </w:r>
      <w:proofErr w:type="spellStart"/>
      <w:r w:rsidR="00E0544E" w:rsidRPr="007818BD">
        <w:t>Inglesi</w:t>
      </w:r>
      <w:proofErr w:type="spellEnd"/>
      <w:r w:rsidR="00E0544E" w:rsidRPr="007818BD">
        <w:t xml:space="preserve"> sont tous bien plus riches qu</w:t>
      </w:r>
      <w:r>
        <w:t>’</w:t>
      </w:r>
      <w:r w:rsidR="00E0544E" w:rsidRPr="007818BD">
        <w:t>ils ne p</w:t>
      </w:r>
      <w:r w:rsidR="00E0544E" w:rsidRPr="007818BD">
        <w:t>a</w:t>
      </w:r>
      <w:r w:rsidR="00E0544E" w:rsidRPr="007818BD">
        <w:t>raissent</w:t>
      </w:r>
      <w:r>
        <w:t xml:space="preserve">. </w:t>
      </w:r>
      <w:r w:rsidR="00E0544E" w:rsidRPr="007818BD">
        <w:t>Ils n</w:t>
      </w:r>
      <w:r>
        <w:t>’</w:t>
      </w:r>
      <w:r w:rsidR="00E0544E" w:rsidRPr="007818BD">
        <w:t>ont pas d</w:t>
      </w:r>
      <w:r>
        <w:t>’</w:t>
      </w:r>
      <w:r w:rsidR="00E0544E" w:rsidRPr="007818BD">
        <w:t>arbres dans leur pays</w:t>
      </w:r>
      <w:r>
        <w:t xml:space="preserve">, </w:t>
      </w:r>
      <w:r w:rsidR="00E0544E" w:rsidRPr="007818BD">
        <w:t>il est vrai</w:t>
      </w:r>
      <w:r>
        <w:t xml:space="preserve"> ; </w:t>
      </w:r>
      <w:r w:rsidR="00E0544E" w:rsidRPr="007818BD">
        <w:t>pauvres gens</w:t>
      </w:r>
      <w:r>
        <w:t xml:space="preserve"> ! </w:t>
      </w:r>
      <w:r w:rsidR="00E0544E" w:rsidRPr="007818BD">
        <w:t>et au lieu de vingt-quatre he</w:t>
      </w:r>
      <w:r w:rsidR="00E0544E" w:rsidRPr="007818BD">
        <w:t>u</w:t>
      </w:r>
      <w:r w:rsidR="00E0544E" w:rsidRPr="007818BD">
        <w:t>res</w:t>
      </w:r>
      <w:r>
        <w:t xml:space="preserve">, </w:t>
      </w:r>
      <w:r w:rsidR="00E0544E" w:rsidRPr="007818BD">
        <w:t>ils n</w:t>
      </w:r>
      <w:r>
        <w:t>’</w:t>
      </w:r>
      <w:r w:rsidR="00E0544E" w:rsidRPr="007818BD">
        <w:t>en ont que douze dans</w:t>
      </w:r>
      <w:r>
        <w:t>-</w:t>
      </w:r>
      <w:r w:rsidR="00E0544E" w:rsidRPr="007818BD">
        <w:t>la journée</w:t>
      </w:r>
      <w:r>
        <w:t xml:space="preserve"> ; </w:t>
      </w:r>
      <w:r w:rsidR="00E0544E" w:rsidRPr="007818BD">
        <w:t>mais on n</w:t>
      </w:r>
      <w:r>
        <w:t>’</w:t>
      </w:r>
      <w:r w:rsidR="00E0544E" w:rsidRPr="007818BD">
        <w:t>en dit pas moins qu</w:t>
      </w:r>
      <w:r>
        <w:t>’</w:t>
      </w:r>
      <w:r w:rsidR="00E0544E" w:rsidRPr="007818BD">
        <w:t xml:space="preserve">ils ferrent leurs chevaux avec des </w:t>
      </w:r>
      <w:proofErr w:type="spellStart"/>
      <w:r w:rsidR="00E0544E" w:rsidRPr="007818BD">
        <w:rPr>
          <w:i/>
          <w:iCs/>
        </w:rPr>
        <w:t>scudi</w:t>
      </w:r>
      <w:proofErr w:type="spellEnd"/>
      <w:r>
        <w:t xml:space="preserve">, </w:t>
      </w:r>
      <w:r w:rsidR="00E0544E" w:rsidRPr="007818BD">
        <w:t>et</w:t>
      </w:r>
      <w:r>
        <w:t xml:space="preserve">, </w:t>
      </w:r>
      <w:r w:rsidR="00E0544E" w:rsidRPr="007818BD">
        <w:t>ne pouvant pas</w:t>
      </w:r>
      <w:r>
        <w:t xml:space="preserve"> (</w:t>
      </w:r>
      <w:r w:rsidR="00E0544E" w:rsidRPr="007818BD">
        <w:t>pauvres hérét</w:t>
      </w:r>
      <w:r w:rsidR="00E0544E" w:rsidRPr="007818BD">
        <w:t>i</w:t>
      </w:r>
      <w:r w:rsidR="00E0544E" w:rsidRPr="007818BD">
        <w:t>ques qu</w:t>
      </w:r>
      <w:r>
        <w:t>’</w:t>
      </w:r>
      <w:r w:rsidR="00E0544E" w:rsidRPr="007818BD">
        <w:t>ils sont</w:t>
      </w:r>
      <w:r>
        <w:t xml:space="preserve">) </w:t>
      </w:r>
      <w:r w:rsidR="00E0544E" w:rsidRPr="007818BD">
        <w:t>changer le raisin en vin</w:t>
      </w:r>
      <w:r>
        <w:t xml:space="preserve">, </w:t>
      </w:r>
      <w:r w:rsidR="00E0544E" w:rsidRPr="007818BD">
        <w:t>par la bonne raison qu</w:t>
      </w:r>
      <w:r>
        <w:t>’</w:t>
      </w:r>
      <w:r w:rsidR="00E0544E" w:rsidRPr="007818BD">
        <w:t>ils n</w:t>
      </w:r>
      <w:r>
        <w:t>’</w:t>
      </w:r>
      <w:r w:rsidR="00E0544E" w:rsidRPr="007818BD">
        <w:t>ont pas de raisin</w:t>
      </w:r>
      <w:r>
        <w:t xml:space="preserve">, </w:t>
      </w:r>
      <w:r w:rsidR="00E0544E" w:rsidRPr="007818BD">
        <w:t>ils changent l</w:t>
      </w:r>
      <w:r>
        <w:t>’</w:t>
      </w:r>
      <w:r w:rsidR="00E0544E" w:rsidRPr="007818BD">
        <w:t>or en médecine</w:t>
      </w:r>
      <w:r>
        <w:t xml:space="preserve">, </w:t>
      </w:r>
      <w:r w:rsidR="00E0544E" w:rsidRPr="007818BD">
        <w:t>et prennent un ou deux verres de pistoles chaque fois qu</w:t>
      </w:r>
      <w:r>
        <w:t>’</w:t>
      </w:r>
      <w:r w:rsidR="00E0544E" w:rsidRPr="007818BD">
        <w:t>ils se sentent la colique</w:t>
      </w:r>
      <w:r>
        <w:t xml:space="preserve">. </w:t>
      </w:r>
      <w:r w:rsidR="00E0544E" w:rsidRPr="007818BD">
        <w:t>Mais vous ne m</w:t>
      </w:r>
      <w:r>
        <w:t>’</w:t>
      </w:r>
      <w:r w:rsidR="00E0544E" w:rsidRPr="007818BD">
        <w:t>écoutez pas</w:t>
      </w:r>
      <w:r>
        <w:t xml:space="preserve">, </w:t>
      </w:r>
      <w:r w:rsidR="00E0544E" w:rsidRPr="007818BD">
        <w:t>chère petite pupille de mes yeux</w:t>
      </w:r>
      <w:r>
        <w:t xml:space="preserve"> ; </w:t>
      </w:r>
      <w:r w:rsidR="00E0544E" w:rsidRPr="007818BD">
        <w:t>vous ne m</w:t>
      </w:r>
      <w:r>
        <w:t>’</w:t>
      </w:r>
      <w:r w:rsidR="00E0544E" w:rsidRPr="007818BD">
        <w:t>écoutez pas</w:t>
      </w:r>
      <w:r>
        <w:t>.</w:t>
      </w:r>
    </w:p>
    <w:p w14:paraId="01ED1F50" w14:textId="77777777" w:rsidR="00E8465A" w:rsidRDefault="00E8465A" w:rsidP="00E0544E">
      <w:r>
        <w:lastRenderedPageBreak/>
        <w:t>— </w:t>
      </w:r>
      <w:r w:rsidR="00E0544E" w:rsidRPr="007818BD">
        <w:t xml:space="preserve">Et voilà les bruits qui circulent sur </w:t>
      </w:r>
      <w:proofErr w:type="spellStart"/>
      <w:r w:rsidR="00E0544E" w:rsidRPr="007818BD">
        <w:t>Zanoni</w:t>
      </w:r>
      <w:proofErr w:type="spellEnd"/>
      <w:r>
        <w:t xml:space="preserve"> ! </w:t>
      </w:r>
      <w:r w:rsidR="00E0544E" w:rsidRPr="007818BD">
        <w:t>murmura Viola en elle-même</w:t>
      </w:r>
      <w:r>
        <w:t xml:space="preserve">, </w:t>
      </w:r>
      <w:r w:rsidR="00E0544E" w:rsidRPr="007818BD">
        <w:t>sans s</w:t>
      </w:r>
      <w:r>
        <w:t>’</w:t>
      </w:r>
      <w:r w:rsidR="00E0544E" w:rsidRPr="007818BD">
        <w:t xml:space="preserve">inquiéter du panégyrique que faisait </w:t>
      </w:r>
      <w:proofErr w:type="spellStart"/>
      <w:r w:rsidR="00E0544E" w:rsidRPr="007818BD">
        <w:t>Gionetta</w:t>
      </w:r>
      <w:proofErr w:type="spellEnd"/>
      <w:r w:rsidR="00E0544E" w:rsidRPr="007818BD">
        <w:t xml:space="preserve"> de </w:t>
      </w:r>
      <w:proofErr w:type="spellStart"/>
      <w:r w:rsidR="00E0544E" w:rsidRPr="007818BD">
        <w:t>Glyndon</w:t>
      </w:r>
      <w:proofErr w:type="spellEnd"/>
      <w:r w:rsidR="00E0544E" w:rsidRPr="007818BD">
        <w:t xml:space="preserve"> et des Anglais</w:t>
      </w:r>
      <w:r>
        <w:t>.</w:t>
      </w:r>
    </w:p>
    <w:p w14:paraId="503B92F7" w14:textId="77777777" w:rsidR="00E8465A" w:rsidRDefault="00E8465A" w:rsidP="00E0544E">
      <w:r>
        <w:t>— </w:t>
      </w:r>
      <w:r w:rsidR="00E0544E" w:rsidRPr="007818BD">
        <w:t>Sainte Vierge</w:t>
      </w:r>
      <w:r>
        <w:t xml:space="preserve"> ! </w:t>
      </w:r>
      <w:r w:rsidR="00E0544E" w:rsidRPr="007818BD">
        <w:t xml:space="preserve">ne parlez pas de ce terrible </w:t>
      </w:r>
      <w:proofErr w:type="spellStart"/>
      <w:r w:rsidR="00E0544E" w:rsidRPr="007818BD">
        <w:t>Zanoni</w:t>
      </w:r>
      <w:proofErr w:type="spellEnd"/>
      <w:r>
        <w:t xml:space="preserve">. </w:t>
      </w:r>
      <w:r w:rsidR="00E0544E" w:rsidRPr="007818BD">
        <w:t>Vous pouvez être sûre que sa belle figure</w:t>
      </w:r>
      <w:r>
        <w:t xml:space="preserve">, </w:t>
      </w:r>
      <w:r w:rsidR="00E0544E" w:rsidRPr="007818BD">
        <w:t>comme ses pistoles plus belles encore</w:t>
      </w:r>
      <w:r>
        <w:t xml:space="preserve">, </w:t>
      </w:r>
      <w:r w:rsidR="00E0544E" w:rsidRPr="007818BD">
        <w:t>ne sont que de la sorcellerie</w:t>
      </w:r>
      <w:r>
        <w:t xml:space="preserve">. </w:t>
      </w:r>
      <w:r w:rsidR="00E0544E" w:rsidRPr="007818BD">
        <w:t>Je regarde tous les quarts d</w:t>
      </w:r>
      <w:r>
        <w:t>’</w:t>
      </w:r>
      <w:r w:rsidR="00E0544E" w:rsidRPr="007818BD">
        <w:t>heure l</w:t>
      </w:r>
      <w:r>
        <w:t>’</w:t>
      </w:r>
      <w:r w:rsidR="00E0544E" w:rsidRPr="007818BD">
        <w:t>argent qu</w:t>
      </w:r>
      <w:r>
        <w:t>’</w:t>
      </w:r>
      <w:r w:rsidR="00E0544E" w:rsidRPr="007818BD">
        <w:t>il me donna l</w:t>
      </w:r>
      <w:r>
        <w:t>’</w:t>
      </w:r>
      <w:r w:rsidR="00E0544E" w:rsidRPr="007818BD">
        <w:t>autre soir</w:t>
      </w:r>
      <w:r>
        <w:t xml:space="preserve">, </w:t>
      </w:r>
      <w:r w:rsidR="00E0544E" w:rsidRPr="007818BD">
        <w:t>pour m</w:t>
      </w:r>
      <w:r>
        <w:t>’</w:t>
      </w:r>
      <w:r w:rsidR="00E0544E" w:rsidRPr="007818BD">
        <w:t>assurer qu</w:t>
      </w:r>
      <w:r>
        <w:t>’</w:t>
      </w:r>
      <w:r w:rsidR="00E0544E" w:rsidRPr="007818BD">
        <w:t>il n</w:t>
      </w:r>
      <w:r>
        <w:t>’</w:t>
      </w:r>
      <w:r w:rsidR="00E0544E" w:rsidRPr="007818BD">
        <w:t>est pas changé en cailloux</w:t>
      </w:r>
      <w:r>
        <w:t>.</w:t>
      </w:r>
    </w:p>
    <w:p w14:paraId="48CE9910" w14:textId="77777777" w:rsidR="00E8465A" w:rsidRDefault="00E8465A" w:rsidP="00E0544E">
      <w:r>
        <w:t>— </w:t>
      </w:r>
      <w:r w:rsidR="00E0544E" w:rsidRPr="007818BD">
        <w:t>Crois-tu donc réellement</w:t>
      </w:r>
      <w:r>
        <w:t xml:space="preserve">, </w:t>
      </w:r>
      <w:r w:rsidR="00E0544E" w:rsidRPr="007818BD">
        <w:t>dit Viola d</w:t>
      </w:r>
      <w:r>
        <w:t>’</w:t>
      </w:r>
      <w:r w:rsidR="00E0544E" w:rsidRPr="007818BD">
        <w:t>un ton à la fois t</w:t>
      </w:r>
      <w:r w:rsidR="00E0544E" w:rsidRPr="007818BD">
        <w:t>i</w:t>
      </w:r>
      <w:r w:rsidR="00E0544E" w:rsidRPr="007818BD">
        <w:t>mide et sérieux</w:t>
      </w:r>
      <w:r>
        <w:t xml:space="preserve">, </w:t>
      </w:r>
      <w:r w:rsidR="00E0544E" w:rsidRPr="007818BD">
        <w:t>que la sorcellerie existe encore</w:t>
      </w:r>
      <w:r>
        <w:t> ?</w:t>
      </w:r>
    </w:p>
    <w:p w14:paraId="0B011EAC" w14:textId="77777777" w:rsidR="00E8465A" w:rsidRDefault="00E8465A" w:rsidP="00E0544E">
      <w:r>
        <w:t>— </w:t>
      </w:r>
      <w:r w:rsidR="00E0544E" w:rsidRPr="007818BD">
        <w:t>Si je le crois</w:t>
      </w:r>
      <w:r>
        <w:t xml:space="preserve"> ! </w:t>
      </w:r>
      <w:r w:rsidR="00E0544E" w:rsidRPr="007818BD">
        <w:t>demandez-moi si je crois au bienheureux San Gennaro</w:t>
      </w:r>
      <w:r>
        <w:t xml:space="preserve">. </w:t>
      </w:r>
      <w:r w:rsidR="00E0544E" w:rsidRPr="007818BD">
        <w:t>Comment croyez-vous qu</w:t>
      </w:r>
      <w:r>
        <w:t>’</w:t>
      </w:r>
      <w:r w:rsidR="00E0544E" w:rsidRPr="007818BD">
        <w:t>il ait guéri le vieux p</w:t>
      </w:r>
      <w:r w:rsidR="00E0544E" w:rsidRPr="007818BD">
        <w:t>ê</w:t>
      </w:r>
      <w:r w:rsidR="00E0544E" w:rsidRPr="007818BD">
        <w:t>cheur Filippo que les médecins avaient conda</w:t>
      </w:r>
      <w:r w:rsidR="00E0544E" w:rsidRPr="007818BD">
        <w:t>m</w:t>
      </w:r>
      <w:r w:rsidR="00E0544E" w:rsidRPr="007818BD">
        <w:t>né</w:t>
      </w:r>
      <w:r>
        <w:t xml:space="preserve"> ? </w:t>
      </w:r>
      <w:r w:rsidR="00E0544E" w:rsidRPr="007818BD">
        <w:t>Comment a-t-il pu faire pour vivre lui-même au moins trois cents ans</w:t>
      </w:r>
      <w:r>
        <w:t xml:space="preserve"> ? </w:t>
      </w:r>
      <w:r w:rsidR="00E0544E" w:rsidRPr="007818BD">
        <w:t>Comment peut-il</w:t>
      </w:r>
      <w:r>
        <w:t xml:space="preserve">, </w:t>
      </w:r>
      <w:r w:rsidR="00E0544E" w:rsidRPr="007818BD">
        <w:t>par un seul regard</w:t>
      </w:r>
      <w:r>
        <w:t xml:space="preserve">, </w:t>
      </w:r>
      <w:r w:rsidR="00E0544E" w:rsidRPr="007818BD">
        <w:t>imposer sa volonté à tous</w:t>
      </w:r>
      <w:r>
        <w:t xml:space="preserve">, </w:t>
      </w:r>
      <w:r w:rsidR="00E0544E" w:rsidRPr="007818BD">
        <w:t>et les fasciner comme font les vampires</w:t>
      </w:r>
      <w:r>
        <w:t> ?</w:t>
      </w:r>
    </w:p>
    <w:p w14:paraId="06B53737" w14:textId="77777777" w:rsidR="00E8465A" w:rsidRDefault="00E8465A" w:rsidP="00E0544E">
      <w:r>
        <w:t>— </w:t>
      </w:r>
      <w:r w:rsidR="00E0544E" w:rsidRPr="007818BD">
        <w:t>Quoi</w:t>
      </w:r>
      <w:r>
        <w:t xml:space="preserve">, </w:t>
      </w:r>
      <w:r w:rsidR="00E0544E" w:rsidRPr="007818BD">
        <w:t>tout cela ne serait que de la sorcellerie</w:t>
      </w:r>
      <w:r>
        <w:t xml:space="preserve"> ! </w:t>
      </w:r>
      <w:r w:rsidR="00E0544E" w:rsidRPr="007818BD">
        <w:t>Cela y re</w:t>
      </w:r>
      <w:r w:rsidR="00E0544E" w:rsidRPr="007818BD">
        <w:t>s</w:t>
      </w:r>
      <w:r w:rsidR="00E0544E" w:rsidRPr="007818BD">
        <w:t>semble</w:t>
      </w:r>
      <w:r>
        <w:t xml:space="preserve">, </w:t>
      </w:r>
      <w:r w:rsidR="00E0544E" w:rsidRPr="007818BD">
        <w:t>cela doit être</w:t>
      </w:r>
      <w:r>
        <w:t>, »</w:t>
      </w:r>
      <w:r w:rsidR="00E0544E" w:rsidRPr="007818BD">
        <w:t xml:space="preserve"> murmura Viola en devenant toute pâle</w:t>
      </w:r>
      <w:r>
        <w:t>.</w:t>
      </w:r>
    </w:p>
    <w:p w14:paraId="2606C34C" w14:textId="34CD7429" w:rsidR="00E8465A" w:rsidRDefault="00E0544E" w:rsidP="00E0544E">
      <w:proofErr w:type="spellStart"/>
      <w:r w:rsidRPr="007818BD">
        <w:t>Gionetta</w:t>
      </w:r>
      <w:proofErr w:type="spellEnd"/>
      <w:r w:rsidRPr="007818BD">
        <w:t xml:space="preserve"> elle-même n</w:t>
      </w:r>
      <w:r w:rsidR="00E8465A">
        <w:t>’</w:t>
      </w:r>
      <w:r w:rsidRPr="007818BD">
        <w:t xml:space="preserve">était guère plus superstitieuse que </w:t>
      </w:r>
      <w:r w:rsidR="00C654F1">
        <w:t xml:space="preserve">la </w:t>
      </w:r>
      <w:r w:rsidRPr="007818BD">
        <w:t xml:space="preserve">fille du pauvre </w:t>
      </w:r>
      <w:proofErr w:type="spellStart"/>
      <w:r w:rsidRPr="007818BD">
        <w:t>Gaëtano</w:t>
      </w:r>
      <w:proofErr w:type="spellEnd"/>
      <w:r w:rsidR="00E8465A">
        <w:t xml:space="preserve">, </w:t>
      </w:r>
      <w:r w:rsidRPr="007818BD">
        <w:t>et son innocence elle-même</w:t>
      </w:r>
      <w:r w:rsidR="00E8465A">
        <w:t xml:space="preserve">, </w:t>
      </w:r>
      <w:r w:rsidRPr="007818BD">
        <w:t>frémissa</w:t>
      </w:r>
      <w:r w:rsidRPr="007818BD">
        <w:t>n</w:t>
      </w:r>
      <w:r w:rsidRPr="007818BD">
        <w:t>te et surprise de l</w:t>
      </w:r>
      <w:r w:rsidR="00E8465A">
        <w:t>’</w:t>
      </w:r>
      <w:r w:rsidRPr="007818BD">
        <w:t>étrange émotion d</w:t>
      </w:r>
      <w:r w:rsidR="00E8465A">
        <w:t>’</w:t>
      </w:r>
      <w:r w:rsidRPr="007818BD">
        <w:t>une passion virginale</w:t>
      </w:r>
      <w:r w:rsidR="00E8465A">
        <w:t xml:space="preserve">, </w:t>
      </w:r>
      <w:r w:rsidRPr="007818BD">
        <w:t>po</w:t>
      </w:r>
      <w:r w:rsidRPr="007818BD">
        <w:t>u</w:t>
      </w:r>
      <w:r w:rsidRPr="007818BD">
        <w:t>vait bien attribuer à la magie ce que des cœurs plus expérime</w:t>
      </w:r>
      <w:r w:rsidRPr="007818BD">
        <w:t>n</w:t>
      </w:r>
      <w:r w:rsidRPr="007818BD">
        <w:t>tés auraient expliqué par l</w:t>
      </w:r>
      <w:r w:rsidR="00E8465A">
        <w:t>’</w:t>
      </w:r>
      <w:r w:rsidRPr="007818BD">
        <w:t>amour</w:t>
      </w:r>
      <w:r w:rsidR="00E8465A">
        <w:t>.</w:t>
      </w:r>
    </w:p>
    <w:p w14:paraId="5E40FF7D" w14:textId="77777777" w:rsidR="00E8465A" w:rsidRDefault="00E8465A" w:rsidP="00E0544E">
      <w:r>
        <w:t>« </w:t>
      </w:r>
      <w:r w:rsidR="00E0544E" w:rsidRPr="007818BD">
        <w:t>Et puis</w:t>
      </w:r>
      <w:r>
        <w:t xml:space="preserve">, </w:t>
      </w:r>
      <w:r w:rsidR="00E0544E" w:rsidRPr="007818BD">
        <w:t>pourquoi ce grand prince de</w:t>
      </w:r>
      <w:r>
        <w:t xml:space="preserve">… </w:t>
      </w:r>
      <w:r w:rsidR="00E0544E" w:rsidRPr="007818BD">
        <w:t>a-t-il eu si peur de lui</w:t>
      </w:r>
      <w:r>
        <w:t xml:space="preserve"> ? </w:t>
      </w:r>
      <w:r w:rsidR="00E0544E" w:rsidRPr="007818BD">
        <w:t>Pourquoi a-t-il cessé de nous obséder</w:t>
      </w:r>
      <w:r>
        <w:t xml:space="preserve"> ? </w:t>
      </w:r>
      <w:r w:rsidR="00E0544E" w:rsidRPr="007818BD">
        <w:t>Pourquoi s</w:t>
      </w:r>
      <w:r>
        <w:t>’</w:t>
      </w:r>
      <w:r w:rsidR="00E0544E" w:rsidRPr="007818BD">
        <w:t>est-il tenu si tranquille</w:t>
      </w:r>
      <w:r>
        <w:t xml:space="preserve"> ? </w:t>
      </w:r>
      <w:r w:rsidR="00E0544E" w:rsidRPr="007818BD">
        <w:t>N</w:t>
      </w:r>
      <w:r>
        <w:t>’</w:t>
      </w:r>
      <w:r w:rsidR="00E0544E" w:rsidRPr="007818BD">
        <w:t>y a-t-il point de sorce</w:t>
      </w:r>
      <w:r w:rsidR="00E0544E" w:rsidRPr="007818BD">
        <w:t>l</w:t>
      </w:r>
      <w:r w:rsidR="00E0544E" w:rsidRPr="007818BD">
        <w:t>lerie dans tout cela</w:t>
      </w:r>
      <w:r>
        <w:t> ?</w:t>
      </w:r>
    </w:p>
    <w:p w14:paraId="6551B167" w14:textId="77777777" w:rsidR="00E8465A" w:rsidRDefault="00E8465A" w:rsidP="00E0544E">
      <w:r>
        <w:lastRenderedPageBreak/>
        <w:t>— </w:t>
      </w:r>
      <w:r w:rsidR="00E0544E" w:rsidRPr="007818BD">
        <w:t>Penses-tu donc</w:t>
      </w:r>
      <w:r>
        <w:t xml:space="preserve">, </w:t>
      </w:r>
      <w:r w:rsidR="00E0544E" w:rsidRPr="007818BD">
        <w:t>dit Viola avec une charmante incons</w:t>
      </w:r>
      <w:r w:rsidR="00E0544E" w:rsidRPr="007818BD">
        <w:t>é</w:t>
      </w:r>
      <w:r w:rsidR="00E0544E" w:rsidRPr="007818BD">
        <w:t>quence</w:t>
      </w:r>
      <w:r>
        <w:t xml:space="preserve">, </w:t>
      </w:r>
      <w:r w:rsidR="00E0544E" w:rsidRPr="007818BD">
        <w:t>que c</w:t>
      </w:r>
      <w:r>
        <w:t>’</w:t>
      </w:r>
      <w:r w:rsidR="00E0544E" w:rsidRPr="007818BD">
        <w:t>est à sa protection que je dois cette paix et cette sécurité que nous goûtons</w:t>
      </w:r>
      <w:r>
        <w:t xml:space="preserve"> ? </w:t>
      </w:r>
      <w:r w:rsidR="00E0544E" w:rsidRPr="007818BD">
        <w:t>Oh</w:t>
      </w:r>
      <w:r>
        <w:t xml:space="preserve"> ! </w:t>
      </w:r>
      <w:r w:rsidR="00E0544E" w:rsidRPr="007818BD">
        <w:t>laisse-moi le croire</w:t>
      </w:r>
      <w:r>
        <w:t xml:space="preserve"> ! </w:t>
      </w:r>
      <w:r w:rsidR="00E0544E" w:rsidRPr="007818BD">
        <w:t>Tais-toi</w:t>
      </w:r>
      <w:r>
        <w:t xml:space="preserve">, </w:t>
      </w:r>
      <w:proofErr w:type="spellStart"/>
      <w:r w:rsidR="00E0544E" w:rsidRPr="007818BD">
        <w:t>Gionetta</w:t>
      </w:r>
      <w:proofErr w:type="spellEnd"/>
      <w:r>
        <w:t xml:space="preserve"> ! </w:t>
      </w:r>
      <w:r w:rsidR="00E0544E" w:rsidRPr="007818BD">
        <w:t>Pourquoi n</w:t>
      </w:r>
      <w:r>
        <w:t>’</w:t>
      </w:r>
      <w:r w:rsidR="00E0544E" w:rsidRPr="007818BD">
        <w:t>ai-je pour me conseiller que toi</w:t>
      </w:r>
      <w:r>
        <w:t xml:space="preserve">, </w:t>
      </w:r>
      <w:r w:rsidR="00E0544E" w:rsidRPr="007818BD">
        <w:t>et mes propres terreurs</w:t>
      </w:r>
      <w:r>
        <w:t xml:space="preserve"> ? </w:t>
      </w:r>
      <w:r w:rsidR="00E0544E" w:rsidRPr="007818BD">
        <w:t>Soleil puissant et radieux</w:t>
      </w:r>
      <w:r>
        <w:t xml:space="preserve"> (</w:t>
      </w:r>
      <w:r w:rsidR="00E0544E" w:rsidRPr="007818BD">
        <w:t>et elle porta la main à son cœur avec une énergie exaltée</w:t>
      </w:r>
      <w:r>
        <w:t xml:space="preserve">), </w:t>
      </w:r>
      <w:r w:rsidR="00E0544E" w:rsidRPr="007818BD">
        <w:t>tu éclaires les points les plus obscurs</w:t>
      </w:r>
      <w:r>
        <w:t xml:space="preserve"> ; </w:t>
      </w:r>
      <w:r w:rsidR="00E0544E" w:rsidRPr="007818BD">
        <w:t>et celui-là seulement</w:t>
      </w:r>
      <w:r>
        <w:t xml:space="preserve">, </w:t>
      </w:r>
      <w:r w:rsidR="00E0544E" w:rsidRPr="007818BD">
        <w:t>tu ne peux l</w:t>
      </w:r>
      <w:r>
        <w:t>’</w:t>
      </w:r>
      <w:r w:rsidR="00E0544E" w:rsidRPr="007818BD">
        <w:t>éclairer</w:t>
      </w:r>
      <w:r>
        <w:t xml:space="preserve">. </w:t>
      </w:r>
      <w:proofErr w:type="spellStart"/>
      <w:r w:rsidR="00E0544E" w:rsidRPr="007818BD">
        <w:t>Gionetta</w:t>
      </w:r>
      <w:proofErr w:type="spellEnd"/>
      <w:r>
        <w:t xml:space="preserve">, </w:t>
      </w:r>
      <w:r w:rsidR="00E0544E" w:rsidRPr="007818BD">
        <w:t>je veux être seule</w:t>
      </w:r>
      <w:r>
        <w:t xml:space="preserve"> ; </w:t>
      </w:r>
      <w:r w:rsidR="00E0544E" w:rsidRPr="007818BD">
        <w:t>laisse-moi</w:t>
      </w:r>
      <w:r>
        <w:t>.</w:t>
      </w:r>
    </w:p>
    <w:p w14:paraId="1399ACED" w14:textId="77777777" w:rsidR="00E8465A" w:rsidRDefault="00E8465A" w:rsidP="00E0544E">
      <w:r>
        <w:t>— </w:t>
      </w:r>
      <w:r w:rsidR="00E0544E" w:rsidRPr="007818BD">
        <w:t>Aussi bien</w:t>
      </w:r>
      <w:r>
        <w:t xml:space="preserve">, </w:t>
      </w:r>
      <w:r w:rsidR="00E0544E" w:rsidRPr="007818BD">
        <w:t>il est temps que je vous quitte</w:t>
      </w:r>
      <w:r>
        <w:t xml:space="preserve">, </w:t>
      </w:r>
      <w:r w:rsidR="00E0544E" w:rsidRPr="007818BD">
        <w:t xml:space="preserve">car la </w:t>
      </w:r>
      <w:r w:rsidR="00E0544E" w:rsidRPr="007818BD">
        <w:rPr>
          <w:i/>
          <w:iCs/>
        </w:rPr>
        <w:t>polenta</w:t>
      </w:r>
      <w:r w:rsidR="00E0544E" w:rsidRPr="007818BD">
        <w:t xml:space="preserve"> sera perdue</w:t>
      </w:r>
      <w:r>
        <w:t xml:space="preserve">, </w:t>
      </w:r>
      <w:r w:rsidR="00E0544E" w:rsidRPr="007818BD">
        <w:t>et vous n</w:t>
      </w:r>
      <w:r>
        <w:t>’</w:t>
      </w:r>
      <w:r w:rsidR="00E0544E" w:rsidRPr="007818BD">
        <w:t>avez rien mangé d</w:t>
      </w:r>
      <w:r>
        <w:t>’</w:t>
      </w:r>
      <w:r w:rsidR="00E0544E" w:rsidRPr="007818BD">
        <w:t>aujourd</w:t>
      </w:r>
      <w:r>
        <w:t>’</w:t>
      </w:r>
      <w:r w:rsidR="00E0544E" w:rsidRPr="007818BD">
        <w:t>hui</w:t>
      </w:r>
      <w:r>
        <w:t xml:space="preserve">. </w:t>
      </w:r>
      <w:r w:rsidR="00E0544E" w:rsidRPr="007818BD">
        <w:t>Si vous ne mangez pas</w:t>
      </w:r>
      <w:r>
        <w:t xml:space="preserve">, </w:t>
      </w:r>
      <w:r w:rsidR="00E0544E" w:rsidRPr="007818BD">
        <w:t>vous perdrez votre beauté</w:t>
      </w:r>
      <w:r>
        <w:t xml:space="preserve">, </w:t>
      </w:r>
      <w:r w:rsidR="00E0544E" w:rsidRPr="007818BD">
        <w:t>ma petite</w:t>
      </w:r>
      <w:r>
        <w:t xml:space="preserve">, </w:t>
      </w:r>
      <w:r w:rsidR="00E0544E" w:rsidRPr="007818BD">
        <w:t>et personne ne se souciera de vous</w:t>
      </w:r>
      <w:r>
        <w:t xml:space="preserve">. </w:t>
      </w:r>
      <w:r w:rsidR="00E0544E" w:rsidRPr="007818BD">
        <w:t>On ne s</w:t>
      </w:r>
      <w:r>
        <w:t>’</w:t>
      </w:r>
      <w:r w:rsidR="00E0544E" w:rsidRPr="007818BD">
        <w:t>occupe plus de nous quand nous devenons laides</w:t>
      </w:r>
      <w:r>
        <w:t xml:space="preserve"> ; </w:t>
      </w:r>
      <w:r w:rsidR="00E0544E" w:rsidRPr="007818BD">
        <w:t>je sais cela</w:t>
      </w:r>
      <w:r>
        <w:t xml:space="preserve">, </w:t>
      </w:r>
      <w:r w:rsidR="00E0544E" w:rsidRPr="007818BD">
        <w:t>moi</w:t>
      </w:r>
      <w:r>
        <w:t xml:space="preserve"> ; </w:t>
      </w:r>
      <w:r w:rsidR="00E0544E" w:rsidRPr="007818BD">
        <w:t>et alors</w:t>
      </w:r>
      <w:r>
        <w:t xml:space="preserve">, </w:t>
      </w:r>
      <w:r w:rsidR="00E0544E" w:rsidRPr="007818BD">
        <w:t>il vous faudra</w:t>
      </w:r>
      <w:r>
        <w:t xml:space="preserve">, </w:t>
      </w:r>
      <w:r w:rsidR="00E0544E" w:rsidRPr="007818BD">
        <w:t xml:space="preserve">comme la vieille </w:t>
      </w:r>
      <w:proofErr w:type="spellStart"/>
      <w:r w:rsidR="00E0544E" w:rsidRPr="007818BD">
        <w:t>Gionetta</w:t>
      </w:r>
      <w:proofErr w:type="spellEnd"/>
      <w:r>
        <w:t xml:space="preserve">, </w:t>
      </w:r>
      <w:r w:rsidR="00E0544E" w:rsidRPr="007818BD">
        <w:t>chercher quelque Viola pour la gro</w:t>
      </w:r>
      <w:r w:rsidR="00E0544E" w:rsidRPr="007818BD">
        <w:t>n</w:t>
      </w:r>
      <w:r w:rsidR="00E0544E" w:rsidRPr="007818BD">
        <w:t>der et la gâter à votre jour</w:t>
      </w:r>
      <w:r>
        <w:t xml:space="preserve">. </w:t>
      </w:r>
      <w:r w:rsidR="00E0544E" w:rsidRPr="007818BD">
        <w:t>Je vais voir à la polenta</w:t>
      </w:r>
      <w:r>
        <w:t>.</w:t>
      </w:r>
    </w:p>
    <w:p w14:paraId="5424E0AD" w14:textId="0A0F9A28" w:rsidR="00E0544E" w:rsidRPr="007818BD" w:rsidRDefault="00E8465A" w:rsidP="00E0544E">
      <w:r>
        <w:t>— </w:t>
      </w:r>
      <w:r w:rsidR="00E0544E" w:rsidRPr="007818BD">
        <w:t>Depuis que je connais cet homme</w:t>
      </w:r>
      <w:r>
        <w:t xml:space="preserve">, </w:t>
      </w:r>
      <w:r w:rsidR="00E0544E" w:rsidRPr="007818BD">
        <w:t>dit Viola</w:t>
      </w:r>
      <w:r>
        <w:t xml:space="preserve">, </w:t>
      </w:r>
      <w:r w:rsidR="00E0544E" w:rsidRPr="007818BD">
        <w:t>depuis que son œil noir me poursuit sans cesse</w:t>
      </w:r>
      <w:r>
        <w:t xml:space="preserve">, </w:t>
      </w:r>
      <w:r w:rsidR="00E0544E" w:rsidRPr="007818BD">
        <w:t>je ne me reconnais plus</w:t>
      </w:r>
      <w:r>
        <w:t xml:space="preserve">. </w:t>
      </w:r>
      <w:r w:rsidR="00E0544E" w:rsidRPr="007818BD">
        <w:t>Je voudrais m</w:t>
      </w:r>
      <w:r>
        <w:t>’</w:t>
      </w:r>
      <w:r w:rsidR="00E0544E" w:rsidRPr="007818BD">
        <w:t>échapper à moi-même</w:t>
      </w:r>
      <w:r>
        <w:t xml:space="preserve">, </w:t>
      </w:r>
      <w:r w:rsidR="00E0544E" w:rsidRPr="007818BD">
        <w:t>glisser avec le rayon sur le sommet des collines</w:t>
      </w:r>
      <w:r>
        <w:t xml:space="preserve">, </w:t>
      </w:r>
      <w:r w:rsidR="00E0544E" w:rsidRPr="007818BD">
        <w:t>devenir quelque chose qui n</w:t>
      </w:r>
      <w:r>
        <w:t>’</w:t>
      </w:r>
      <w:r w:rsidR="00E0544E" w:rsidRPr="007818BD">
        <w:t>est pas de ce</w:t>
      </w:r>
      <w:r w:rsidR="00E0544E" w:rsidRPr="007818BD">
        <w:t>t</w:t>
      </w:r>
      <w:r w:rsidR="00E0544E" w:rsidRPr="007818BD">
        <w:t>te terre</w:t>
      </w:r>
      <w:r>
        <w:t xml:space="preserve">. </w:t>
      </w:r>
      <w:r w:rsidR="00E0544E" w:rsidRPr="007818BD">
        <w:t>La nuit</w:t>
      </w:r>
      <w:r>
        <w:t xml:space="preserve">, </w:t>
      </w:r>
      <w:r w:rsidR="00E0544E" w:rsidRPr="007818BD">
        <w:t>des fantômes passent devant moi</w:t>
      </w:r>
      <w:r>
        <w:t xml:space="preserve">, </w:t>
      </w:r>
      <w:r w:rsidR="00E0544E" w:rsidRPr="007818BD">
        <w:t>et je me sens je ne sais quel battement d</w:t>
      </w:r>
      <w:r>
        <w:t>’</w:t>
      </w:r>
      <w:r w:rsidR="00E0544E" w:rsidRPr="007818BD">
        <w:t>ailes dans le cœur</w:t>
      </w:r>
      <w:r>
        <w:t xml:space="preserve">, </w:t>
      </w:r>
      <w:r w:rsidR="00E0544E" w:rsidRPr="007818BD">
        <w:t>comme si l</w:t>
      </w:r>
      <w:r>
        <w:t>’</w:t>
      </w:r>
      <w:r w:rsidR="00E0544E" w:rsidRPr="007818BD">
        <w:t>âme effrayée voulait briser sa cage</w:t>
      </w:r>
      <w:r>
        <w:t>. »</w:t>
      </w:r>
    </w:p>
    <w:p w14:paraId="51C5056F" w14:textId="77777777" w:rsidR="00E8465A" w:rsidRDefault="00E0544E" w:rsidP="00E0544E">
      <w:r w:rsidRPr="007818BD">
        <w:t>Pendant qu</w:t>
      </w:r>
      <w:r w:rsidR="00E8465A">
        <w:t>’</w:t>
      </w:r>
      <w:r w:rsidRPr="007818BD">
        <w:t>elle murmurait ces paroles incohérentes</w:t>
      </w:r>
      <w:r w:rsidR="00E8465A">
        <w:t xml:space="preserve">, </w:t>
      </w:r>
      <w:r w:rsidRPr="007818BD">
        <w:t>un pas qu</w:t>
      </w:r>
      <w:r w:rsidR="00E8465A">
        <w:t>’</w:t>
      </w:r>
      <w:r w:rsidRPr="007818BD">
        <w:t>elle n</w:t>
      </w:r>
      <w:r w:rsidR="00E8465A">
        <w:t>’</w:t>
      </w:r>
      <w:r w:rsidRPr="007818BD">
        <w:t>avait pu entendre s</w:t>
      </w:r>
      <w:r w:rsidR="00E8465A">
        <w:t>’</w:t>
      </w:r>
      <w:r w:rsidRPr="007818BD">
        <w:t>approcha de l</w:t>
      </w:r>
      <w:r w:rsidR="00E8465A">
        <w:t>’</w:t>
      </w:r>
      <w:r w:rsidRPr="007818BD">
        <w:t>actrice</w:t>
      </w:r>
      <w:r w:rsidR="00E8465A">
        <w:t xml:space="preserve">, </w:t>
      </w:r>
      <w:r w:rsidRPr="007818BD">
        <w:t>et une main se posa légèrement sur son bras</w:t>
      </w:r>
      <w:r w:rsidR="00E8465A">
        <w:t>.</w:t>
      </w:r>
    </w:p>
    <w:p w14:paraId="25EEE8DA" w14:textId="098BC303" w:rsidR="00E0544E" w:rsidRPr="007818BD" w:rsidRDefault="00E8465A" w:rsidP="00E0544E">
      <w:r>
        <w:t>« </w:t>
      </w:r>
      <w:r w:rsidR="00E0544E" w:rsidRPr="007818BD">
        <w:t>Viola</w:t>
      </w:r>
      <w:r>
        <w:t xml:space="preserve"> ! </w:t>
      </w:r>
      <w:proofErr w:type="spellStart"/>
      <w:r w:rsidR="00E0544E" w:rsidRPr="007818BD">
        <w:rPr>
          <w:i/>
          <w:iCs/>
        </w:rPr>
        <w:t>bellissima</w:t>
      </w:r>
      <w:proofErr w:type="spellEnd"/>
      <w:r w:rsidR="00E0544E" w:rsidRPr="007818BD">
        <w:t xml:space="preserve"> Viola</w:t>
      </w:r>
      <w:r>
        <w:t> ! »</w:t>
      </w:r>
    </w:p>
    <w:p w14:paraId="37C41F3E" w14:textId="77777777" w:rsidR="00E8465A" w:rsidRDefault="00E0544E" w:rsidP="00E0544E">
      <w:r w:rsidRPr="007818BD">
        <w:t>Elle se retourna</w:t>
      </w:r>
      <w:r w:rsidR="00E8465A">
        <w:t xml:space="preserve">, </w:t>
      </w:r>
      <w:r w:rsidRPr="007818BD">
        <w:t xml:space="preserve">et reconnut </w:t>
      </w:r>
      <w:proofErr w:type="spellStart"/>
      <w:r w:rsidRPr="007818BD">
        <w:t>Glyndon</w:t>
      </w:r>
      <w:proofErr w:type="spellEnd"/>
      <w:r w:rsidR="00E8465A">
        <w:t xml:space="preserve">. </w:t>
      </w:r>
      <w:r w:rsidRPr="007818BD">
        <w:t>La vue de son visage serein la calma sur-le-champ</w:t>
      </w:r>
      <w:r w:rsidR="00E8465A">
        <w:t xml:space="preserve">. </w:t>
      </w:r>
      <w:r w:rsidRPr="007818BD">
        <w:t>Son arrivée lui fit plaisir</w:t>
      </w:r>
      <w:r w:rsidR="00E8465A">
        <w:t>.</w:t>
      </w:r>
    </w:p>
    <w:p w14:paraId="78EAA0B9" w14:textId="0E6E47C6" w:rsidR="00E0544E" w:rsidRPr="007818BD" w:rsidRDefault="00E8465A" w:rsidP="00E0544E">
      <w:r>
        <w:t>« </w:t>
      </w:r>
      <w:r w:rsidR="00E0544E" w:rsidRPr="007818BD">
        <w:t>Viola</w:t>
      </w:r>
      <w:r>
        <w:t xml:space="preserve">, </w:t>
      </w:r>
      <w:r w:rsidR="00E0544E" w:rsidRPr="007818BD">
        <w:t>dit l</w:t>
      </w:r>
      <w:r>
        <w:t>’</w:t>
      </w:r>
      <w:r w:rsidR="00E0544E" w:rsidRPr="007818BD">
        <w:t>Anglais</w:t>
      </w:r>
      <w:r>
        <w:t xml:space="preserve">, </w:t>
      </w:r>
      <w:r w:rsidR="00E0544E" w:rsidRPr="007818BD">
        <w:t>écoutez-moi</w:t>
      </w:r>
      <w:r>
        <w:t>. »</w:t>
      </w:r>
    </w:p>
    <w:p w14:paraId="6EC4FED2" w14:textId="77777777" w:rsidR="00E8465A" w:rsidRDefault="00E0544E" w:rsidP="00E0544E">
      <w:r w:rsidRPr="007818BD">
        <w:lastRenderedPageBreak/>
        <w:t>Il lui prit la main</w:t>
      </w:r>
      <w:r w:rsidR="00E8465A">
        <w:t xml:space="preserve">, </w:t>
      </w:r>
      <w:r w:rsidRPr="007818BD">
        <w:t>la fit rasseoir sur le banc qu</w:t>
      </w:r>
      <w:r w:rsidR="00E8465A">
        <w:t>’</w:t>
      </w:r>
      <w:r w:rsidRPr="007818BD">
        <w:t>elle venait de quitter</w:t>
      </w:r>
      <w:r w:rsidR="00E8465A">
        <w:t xml:space="preserve">, </w:t>
      </w:r>
      <w:r w:rsidRPr="007818BD">
        <w:t>et se plaça auprès d</w:t>
      </w:r>
      <w:r w:rsidR="00E8465A">
        <w:t>’</w:t>
      </w:r>
      <w:r w:rsidRPr="007818BD">
        <w:t>elle</w:t>
      </w:r>
      <w:r w:rsidR="00E8465A">
        <w:t>.</w:t>
      </w:r>
    </w:p>
    <w:p w14:paraId="09B3058E" w14:textId="79EF5CB8" w:rsidR="00E0544E" w:rsidRPr="007818BD" w:rsidRDefault="00E8465A" w:rsidP="00E0544E">
      <w:r>
        <w:t>« </w:t>
      </w:r>
      <w:r w:rsidR="00E0544E" w:rsidRPr="007818BD">
        <w:t>Vous savez déjà que je vous aime</w:t>
      </w:r>
      <w:r>
        <w:t xml:space="preserve">. </w:t>
      </w:r>
      <w:r w:rsidR="00E0544E" w:rsidRPr="007818BD">
        <w:t>Ce n</w:t>
      </w:r>
      <w:r>
        <w:t>’</w:t>
      </w:r>
      <w:r w:rsidR="00E0544E" w:rsidRPr="007818BD">
        <w:t>est ni la pitié ni l</w:t>
      </w:r>
      <w:r>
        <w:t>’</w:t>
      </w:r>
      <w:r w:rsidR="00E0544E" w:rsidRPr="007818BD">
        <w:t>admiration seule qui me ramène toujours auprès de vous</w:t>
      </w:r>
      <w:r>
        <w:t xml:space="preserve"> : </w:t>
      </w:r>
      <w:r w:rsidR="00E0544E" w:rsidRPr="007818BD">
        <w:t>d</w:t>
      </w:r>
      <w:r w:rsidR="00E0544E" w:rsidRPr="007818BD">
        <w:t>i</w:t>
      </w:r>
      <w:r w:rsidR="00E0544E" w:rsidRPr="007818BD">
        <w:t>vers motifs m</w:t>
      </w:r>
      <w:r>
        <w:t>’</w:t>
      </w:r>
      <w:r w:rsidR="00E0544E" w:rsidRPr="007818BD">
        <w:t>ont empêché de parler autrement que par mes yeux</w:t>
      </w:r>
      <w:r>
        <w:t xml:space="preserve"> ; </w:t>
      </w:r>
      <w:r w:rsidR="00E0544E" w:rsidRPr="007818BD">
        <w:t>mais aujourd</w:t>
      </w:r>
      <w:r>
        <w:t>’</w:t>
      </w:r>
      <w:r w:rsidR="00E0544E" w:rsidRPr="007818BD">
        <w:t>hui</w:t>
      </w:r>
      <w:r>
        <w:t xml:space="preserve">, </w:t>
      </w:r>
      <w:r w:rsidR="00E0544E" w:rsidRPr="007818BD">
        <w:t>je ne sais comment</w:t>
      </w:r>
      <w:r>
        <w:t xml:space="preserve">, </w:t>
      </w:r>
      <w:r w:rsidR="00E0544E" w:rsidRPr="007818BD">
        <w:t>je me sens plus de courage et de force pour m</w:t>
      </w:r>
      <w:r>
        <w:t>’</w:t>
      </w:r>
      <w:r w:rsidR="00E0544E" w:rsidRPr="007818BD">
        <w:t>ouvrir à vous et vous demander de prononcer sur le bonheur ou le malheur de ma vie</w:t>
      </w:r>
      <w:r>
        <w:t xml:space="preserve">. </w:t>
      </w:r>
      <w:r w:rsidR="00E0544E" w:rsidRPr="007818BD">
        <w:t>J</w:t>
      </w:r>
      <w:r>
        <w:t>’</w:t>
      </w:r>
      <w:r w:rsidR="00E0544E" w:rsidRPr="007818BD">
        <w:t>ai des r</w:t>
      </w:r>
      <w:r w:rsidR="00E0544E" w:rsidRPr="007818BD">
        <w:t>i</w:t>
      </w:r>
      <w:r w:rsidR="00E0544E" w:rsidRPr="007818BD">
        <w:t>vaux</w:t>
      </w:r>
      <w:r>
        <w:t xml:space="preserve">, </w:t>
      </w:r>
      <w:r w:rsidR="00E0544E" w:rsidRPr="007818BD">
        <w:t>je le sais</w:t>
      </w:r>
      <w:r>
        <w:t xml:space="preserve"> ; </w:t>
      </w:r>
      <w:r w:rsidR="00E0544E" w:rsidRPr="007818BD">
        <w:t>des rivaux plus puissants que le pauvre artiste</w:t>
      </w:r>
      <w:r>
        <w:t xml:space="preserve"> : </w:t>
      </w:r>
      <w:r w:rsidR="00E0544E" w:rsidRPr="007818BD">
        <w:t>sont-ils en même temps plus favorisés</w:t>
      </w:r>
      <w:r>
        <w:t> ? »</w:t>
      </w:r>
    </w:p>
    <w:p w14:paraId="79ED6BB2" w14:textId="77777777" w:rsidR="00E8465A" w:rsidRDefault="00E0544E" w:rsidP="00E0544E">
      <w:r w:rsidRPr="007818BD">
        <w:t>Une légère rougeur se peignit sur les traits de Viola</w:t>
      </w:r>
      <w:r w:rsidR="00E8465A">
        <w:t xml:space="preserve"> ; </w:t>
      </w:r>
      <w:r w:rsidRPr="007818BD">
        <w:t>mais elle parut grave et embarrassée</w:t>
      </w:r>
      <w:r w:rsidR="00E8465A">
        <w:t xml:space="preserve">. </w:t>
      </w:r>
      <w:r w:rsidRPr="007818BD">
        <w:t>Elle baissa les yeux</w:t>
      </w:r>
      <w:r w:rsidR="00E8465A">
        <w:t xml:space="preserve">, </w:t>
      </w:r>
      <w:r w:rsidRPr="007818BD">
        <w:t>traça du bout du pied sur le sable quelques figures hiéroglyphiques</w:t>
      </w:r>
      <w:r w:rsidR="00E8465A">
        <w:t xml:space="preserve">, </w:t>
      </w:r>
      <w:r w:rsidRPr="007818BD">
        <w:t>et</w:t>
      </w:r>
      <w:r w:rsidR="00E8465A">
        <w:t xml:space="preserve">, </w:t>
      </w:r>
      <w:r w:rsidRPr="007818BD">
        <w:t>après quelque hésitation</w:t>
      </w:r>
      <w:r w:rsidR="00E8465A">
        <w:t xml:space="preserve">, </w:t>
      </w:r>
      <w:r w:rsidRPr="007818BD">
        <w:t>dit avec un enjouement forcé</w:t>
      </w:r>
      <w:r w:rsidR="00E8465A">
        <w:t> :</w:t>
      </w:r>
    </w:p>
    <w:p w14:paraId="33AA3F6E" w14:textId="77777777" w:rsidR="00E8465A" w:rsidRDefault="00E8465A" w:rsidP="00E0544E">
      <w:r>
        <w:t>« </w:t>
      </w:r>
      <w:proofErr w:type="spellStart"/>
      <w:r w:rsidR="00E0544E" w:rsidRPr="007818BD">
        <w:t>Signor</w:t>
      </w:r>
      <w:proofErr w:type="spellEnd"/>
      <w:r>
        <w:t xml:space="preserve">, </w:t>
      </w:r>
      <w:r w:rsidR="00E0544E" w:rsidRPr="007818BD">
        <w:t>quand on perd son temps à s</w:t>
      </w:r>
      <w:r>
        <w:t>’</w:t>
      </w:r>
      <w:r w:rsidR="00E0544E" w:rsidRPr="007818BD">
        <w:t>occuper d</w:t>
      </w:r>
      <w:r>
        <w:t>’</w:t>
      </w:r>
      <w:r w:rsidR="00E0544E" w:rsidRPr="007818BD">
        <w:t>une actr</w:t>
      </w:r>
      <w:r w:rsidR="00E0544E" w:rsidRPr="007818BD">
        <w:t>i</w:t>
      </w:r>
      <w:r w:rsidR="00E0544E" w:rsidRPr="007818BD">
        <w:t>ce</w:t>
      </w:r>
      <w:r>
        <w:t xml:space="preserve">, </w:t>
      </w:r>
      <w:r w:rsidR="00E0544E" w:rsidRPr="007818BD">
        <w:t>on doit s</w:t>
      </w:r>
      <w:r>
        <w:t>’</w:t>
      </w:r>
      <w:r w:rsidR="00E0544E" w:rsidRPr="007818BD">
        <w:t>attendre à avoir des rivaux</w:t>
      </w:r>
      <w:r>
        <w:t xml:space="preserve">. </w:t>
      </w:r>
      <w:r w:rsidR="00E0544E" w:rsidRPr="007818BD">
        <w:t>Le malheur de notre destinée est que nous ne soyons pas sacrées</w:t>
      </w:r>
      <w:r>
        <w:t xml:space="preserve">, </w:t>
      </w:r>
      <w:r w:rsidR="00E0544E" w:rsidRPr="007818BD">
        <w:t>même pour nous</w:t>
      </w:r>
      <w:r>
        <w:t>.</w:t>
      </w:r>
    </w:p>
    <w:p w14:paraId="0F751B1C" w14:textId="77777777" w:rsidR="00E8465A" w:rsidRDefault="00E8465A" w:rsidP="00E0544E">
      <w:r>
        <w:t>— </w:t>
      </w:r>
      <w:r w:rsidR="00E0544E" w:rsidRPr="007818BD">
        <w:t>Mais cette destinée</w:t>
      </w:r>
      <w:r>
        <w:t xml:space="preserve">, </w:t>
      </w:r>
      <w:r w:rsidR="00E0544E" w:rsidRPr="007818BD">
        <w:t>vous ne l</w:t>
      </w:r>
      <w:r>
        <w:t>’</w:t>
      </w:r>
      <w:r w:rsidR="00E0544E" w:rsidRPr="007818BD">
        <w:t>aimez pas</w:t>
      </w:r>
      <w:r>
        <w:t xml:space="preserve">, </w:t>
      </w:r>
      <w:r w:rsidR="00E0544E" w:rsidRPr="007818BD">
        <w:t>si brillante qu</w:t>
      </w:r>
      <w:r>
        <w:t>’</w:t>
      </w:r>
      <w:r w:rsidR="00E0544E" w:rsidRPr="007818BD">
        <w:t>elle soit</w:t>
      </w:r>
      <w:r>
        <w:t xml:space="preserve"> : </w:t>
      </w:r>
      <w:r w:rsidR="00E0544E" w:rsidRPr="007818BD">
        <w:t>votre cœur n</w:t>
      </w:r>
      <w:r>
        <w:t>’</w:t>
      </w:r>
      <w:r w:rsidR="00E0544E" w:rsidRPr="007818BD">
        <w:t>a point de part à cette carrière qu</w:t>
      </w:r>
      <w:r>
        <w:t>’</w:t>
      </w:r>
      <w:r w:rsidR="00E0544E" w:rsidRPr="007818BD">
        <w:t>illustre votre talent</w:t>
      </w:r>
      <w:r>
        <w:t>.</w:t>
      </w:r>
    </w:p>
    <w:p w14:paraId="2D8D0879" w14:textId="77777777" w:rsidR="00E8465A" w:rsidRDefault="00E8465A" w:rsidP="00E0544E">
      <w:r>
        <w:t>— </w:t>
      </w:r>
      <w:r w:rsidR="00E0544E" w:rsidRPr="007818BD">
        <w:t>Oh</w:t>
      </w:r>
      <w:r>
        <w:t xml:space="preserve">, </w:t>
      </w:r>
      <w:r w:rsidR="00E0544E" w:rsidRPr="007818BD">
        <w:t>non</w:t>
      </w:r>
      <w:r>
        <w:t xml:space="preserve"> ! </w:t>
      </w:r>
      <w:r w:rsidR="00E0544E" w:rsidRPr="007818BD">
        <w:t>dit l</w:t>
      </w:r>
      <w:r>
        <w:t>’</w:t>
      </w:r>
      <w:r w:rsidR="00E0544E" w:rsidRPr="007818BD">
        <w:t>actrice</w:t>
      </w:r>
      <w:r>
        <w:t xml:space="preserve">, </w:t>
      </w:r>
      <w:r w:rsidR="00E0544E" w:rsidRPr="007818BD">
        <w:t>les yeux pleins de larmes</w:t>
      </w:r>
      <w:r>
        <w:t xml:space="preserve">. </w:t>
      </w:r>
      <w:r w:rsidR="00E0544E" w:rsidRPr="007818BD">
        <w:t>Il fut un temps où j</w:t>
      </w:r>
      <w:r>
        <w:t>’</w:t>
      </w:r>
      <w:r w:rsidR="00E0544E" w:rsidRPr="007818BD">
        <w:t>aimais à être prêtresse de la poésie et de la musique</w:t>
      </w:r>
      <w:r>
        <w:t xml:space="preserve"> ; </w:t>
      </w:r>
      <w:r w:rsidR="00E0544E" w:rsidRPr="007818BD">
        <w:t>aujourd</w:t>
      </w:r>
      <w:r>
        <w:t>’</w:t>
      </w:r>
      <w:r w:rsidR="00E0544E" w:rsidRPr="007818BD">
        <w:t>hui</w:t>
      </w:r>
      <w:r>
        <w:t xml:space="preserve">, </w:t>
      </w:r>
      <w:r w:rsidR="00E0544E" w:rsidRPr="007818BD">
        <w:t>je ne sens plus que la misère d</w:t>
      </w:r>
      <w:r>
        <w:t>’</w:t>
      </w:r>
      <w:r w:rsidR="00E0544E" w:rsidRPr="007818BD">
        <w:t>un état qui me rend l</w:t>
      </w:r>
      <w:r>
        <w:t>’</w:t>
      </w:r>
      <w:r w:rsidR="00E0544E" w:rsidRPr="007818BD">
        <w:t>esclave de la multitude</w:t>
      </w:r>
      <w:r>
        <w:t>.</w:t>
      </w:r>
    </w:p>
    <w:p w14:paraId="6594A5D8" w14:textId="77777777" w:rsidR="00E8465A" w:rsidRDefault="00E8465A" w:rsidP="00E0544E">
      <w:r>
        <w:t>— </w:t>
      </w:r>
      <w:r w:rsidR="00E0544E" w:rsidRPr="007818BD">
        <w:t>Fuyez donc avec moi</w:t>
      </w:r>
      <w:r>
        <w:t xml:space="preserve">, </w:t>
      </w:r>
      <w:r w:rsidR="00E0544E" w:rsidRPr="007818BD">
        <w:t>dit l</w:t>
      </w:r>
      <w:r>
        <w:t>’</w:t>
      </w:r>
      <w:r w:rsidR="00E0544E" w:rsidRPr="007818BD">
        <w:t>artiste avec une explosion pa</w:t>
      </w:r>
      <w:r w:rsidR="00E0544E" w:rsidRPr="007818BD">
        <w:t>s</w:t>
      </w:r>
      <w:r w:rsidR="00E0544E" w:rsidRPr="007818BD">
        <w:t>sionnée</w:t>
      </w:r>
      <w:r>
        <w:t xml:space="preserve"> ; </w:t>
      </w:r>
      <w:r w:rsidR="00E0544E" w:rsidRPr="007818BD">
        <w:t>quittez à j</w:t>
      </w:r>
      <w:r w:rsidR="00E0544E" w:rsidRPr="007818BD">
        <w:t>a</w:t>
      </w:r>
      <w:r w:rsidR="00E0544E" w:rsidRPr="007818BD">
        <w:t>mais une vie qui partage ce cœur que je voudrais avoir à moi seul</w:t>
      </w:r>
      <w:r>
        <w:t xml:space="preserve">. </w:t>
      </w:r>
      <w:r w:rsidR="00E0544E" w:rsidRPr="007818BD">
        <w:t>Aujourd</w:t>
      </w:r>
      <w:r>
        <w:t>’</w:t>
      </w:r>
      <w:r w:rsidR="00E0544E" w:rsidRPr="007818BD">
        <w:t>hui</w:t>
      </w:r>
      <w:r>
        <w:t xml:space="preserve">, </w:t>
      </w:r>
      <w:r w:rsidR="00E0544E" w:rsidRPr="007818BD">
        <w:t>et pour toujours</w:t>
      </w:r>
      <w:r>
        <w:t xml:space="preserve">, </w:t>
      </w:r>
      <w:r w:rsidR="00E0544E" w:rsidRPr="007818BD">
        <w:t>soyez la compagne de ma destinée</w:t>
      </w:r>
      <w:r>
        <w:t xml:space="preserve">, </w:t>
      </w:r>
      <w:r w:rsidR="00E0544E" w:rsidRPr="007818BD">
        <w:t>mon orgueil</w:t>
      </w:r>
      <w:r>
        <w:t xml:space="preserve">, </w:t>
      </w:r>
      <w:r w:rsidR="00E0544E" w:rsidRPr="007818BD">
        <w:t>ma joie</w:t>
      </w:r>
      <w:r>
        <w:t xml:space="preserve">, </w:t>
      </w:r>
      <w:r w:rsidR="00E0544E" w:rsidRPr="007818BD">
        <w:t>mon idéal</w:t>
      </w:r>
      <w:r>
        <w:t xml:space="preserve">. </w:t>
      </w:r>
      <w:r w:rsidR="00E0544E" w:rsidRPr="007818BD">
        <w:t>Oui</w:t>
      </w:r>
      <w:r>
        <w:t xml:space="preserve">, </w:t>
      </w:r>
      <w:r w:rsidR="00E0544E" w:rsidRPr="007818BD">
        <w:t>c</w:t>
      </w:r>
      <w:r>
        <w:t>’</w:t>
      </w:r>
      <w:r w:rsidR="00E0544E" w:rsidRPr="007818BD">
        <w:t>est toi qui m</w:t>
      </w:r>
      <w:r>
        <w:t>’</w:t>
      </w:r>
      <w:r w:rsidR="00E0544E" w:rsidRPr="007818BD">
        <w:t>inspireras</w:t>
      </w:r>
      <w:r>
        <w:t xml:space="preserve"> ; </w:t>
      </w:r>
      <w:r w:rsidR="00E0544E" w:rsidRPr="007818BD">
        <w:t xml:space="preserve">ta beauté deviendra une </w:t>
      </w:r>
      <w:r w:rsidR="00E0544E" w:rsidRPr="007818BD">
        <w:lastRenderedPageBreak/>
        <w:t>chose à la fois sainte et glorieuse</w:t>
      </w:r>
      <w:r>
        <w:t xml:space="preserve">. </w:t>
      </w:r>
      <w:r w:rsidR="00E0544E" w:rsidRPr="007818BD">
        <w:t>Dans les galeries princières</w:t>
      </w:r>
      <w:r>
        <w:t xml:space="preserve">, </w:t>
      </w:r>
      <w:r w:rsidR="00E0544E" w:rsidRPr="007818BD">
        <w:t>la foule s</w:t>
      </w:r>
      <w:r>
        <w:t>’</w:t>
      </w:r>
      <w:r w:rsidR="00E0544E" w:rsidRPr="007818BD">
        <w:t>arrêtera devant une sainte ou une Vénus</w:t>
      </w:r>
      <w:r>
        <w:t xml:space="preserve">, </w:t>
      </w:r>
      <w:r w:rsidR="00E0544E" w:rsidRPr="007818BD">
        <w:t>et murmurera tout bas</w:t>
      </w:r>
      <w:r>
        <w:t> : « </w:t>
      </w:r>
      <w:r w:rsidR="00E0544E" w:rsidRPr="007818BD">
        <w:t>C</w:t>
      </w:r>
      <w:r>
        <w:t>’</w:t>
      </w:r>
      <w:r w:rsidR="00E0544E" w:rsidRPr="007818BD">
        <w:t>est Viola Pisani</w:t>
      </w:r>
      <w:r>
        <w:t> ! »</w:t>
      </w:r>
      <w:r w:rsidR="00E0544E" w:rsidRPr="007818BD">
        <w:t xml:space="preserve"> Viola</w:t>
      </w:r>
      <w:r>
        <w:t xml:space="preserve"> ! </w:t>
      </w:r>
      <w:r w:rsidR="00E0544E" w:rsidRPr="007818BD">
        <w:t>je t</w:t>
      </w:r>
      <w:r>
        <w:t>’</w:t>
      </w:r>
      <w:r w:rsidR="00E0544E" w:rsidRPr="007818BD">
        <w:t>adore</w:t>
      </w:r>
      <w:r>
        <w:t xml:space="preserve"> ; </w:t>
      </w:r>
      <w:r w:rsidR="00E0544E" w:rsidRPr="007818BD">
        <w:t>oh</w:t>
      </w:r>
      <w:r>
        <w:t xml:space="preserve"> ! </w:t>
      </w:r>
      <w:r w:rsidR="00E0544E" w:rsidRPr="007818BD">
        <w:t>dis-moi que mon culte n</w:t>
      </w:r>
      <w:r>
        <w:t>’</w:t>
      </w:r>
      <w:r w:rsidR="00E0544E" w:rsidRPr="007818BD">
        <w:t>est point repoussé</w:t>
      </w:r>
      <w:r>
        <w:t>.</w:t>
      </w:r>
    </w:p>
    <w:p w14:paraId="4FBABB10" w14:textId="77777777" w:rsidR="00E8465A" w:rsidRDefault="00E8465A" w:rsidP="00E0544E">
      <w:r>
        <w:t>— </w:t>
      </w:r>
      <w:r w:rsidR="00E0544E" w:rsidRPr="007818BD">
        <w:t>Tu es bon</w:t>
      </w:r>
      <w:r>
        <w:t xml:space="preserve">, </w:t>
      </w:r>
      <w:r w:rsidR="00E0544E" w:rsidRPr="007818BD">
        <w:t xml:space="preserve">tu es </w:t>
      </w:r>
      <w:proofErr w:type="spellStart"/>
      <w:r w:rsidR="00E0544E" w:rsidRPr="007818BD">
        <w:t>beau</w:t>
      </w:r>
      <w:proofErr w:type="spellEnd"/>
      <w:r>
        <w:t xml:space="preserve">, </w:t>
      </w:r>
      <w:r w:rsidR="00E0544E" w:rsidRPr="007818BD">
        <w:t xml:space="preserve">dit Viola en arrêtant ses regards sur </w:t>
      </w:r>
      <w:proofErr w:type="spellStart"/>
      <w:r w:rsidR="00E0544E" w:rsidRPr="007818BD">
        <w:t>Glyndon</w:t>
      </w:r>
      <w:proofErr w:type="spellEnd"/>
      <w:r>
        <w:t xml:space="preserve">, </w:t>
      </w:r>
      <w:r w:rsidR="00E0544E" w:rsidRPr="007818BD">
        <w:t>au moment où celui-ci se rapprocha d</w:t>
      </w:r>
      <w:r>
        <w:t>’</w:t>
      </w:r>
      <w:r w:rsidR="00E0544E" w:rsidRPr="007818BD">
        <w:t>elle et serra sa main dans la sienne</w:t>
      </w:r>
      <w:r>
        <w:t xml:space="preserve"> ; </w:t>
      </w:r>
      <w:r w:rsidR="00E0544E" w:rsidRPr="007818BD">
        <w:t>mais que pourrais-je te donner en r</w:t>
      </w:r>
      <w:r w:rsidR="00E0544E" w:rsidRPr="007818BD">
        <w:t>e</w:t>
      </w:r>
      <w:r w:rsidR="00E0544E" w:rsidRPr="007818BD">
        <w:t>tour</w:t>
      </w:r>
      <w:r>
        <w:t> ?</w:t>
      </w:r>
    </w:p>
    <w:p w14:paraId="2EDDA105" w14:textId="77777777" w:rsidR="00E8465A" w:rsidRDefault="00E8465A" w:rsidP="00E0544E">
      <w:r>
        <w:t>— </w:t>
      </w:r>
      <w:r w:rsidR="00E0544E" w:rsidRPr="007818BD">
        <w:t>De l</w:t>
      </w:r>
      <w:r>
        <w:t>’</w:t>
      </w:r>
      <w:r w:rsidR="00E0544E" w:rsidRPr="007818BD">
        <w:t>amour</w:t>
      </w:r>
      <w:r>
        <w:t xml:space="preserve">, </w:t>
      </w:r>
      <w:r w:rsidR="00E0544E" w:rsidRPr="007818BD">
        <w:t>de l</w:t>
      </w:r>
      <w:r>
        <w:t>’</w:t>
      </w:r>
      <w:r w:rsidR="00E0544E" w:rsidRPr="007818BD">
        <w:t>amour</w:t>
      </w:r>
      <w:r>
        <w:t xml:space="preserve">, </w:t>
      </w:r>
      <w:r w:rsidR="00E0544E" w:rsidRPr="007818BD">
        <w:t>rien que de l</w:t>
      </w:r>
      <w:r>
        <w:t>’</w:t>
      </w:r>
      <w:r w:rsidR="00E0544E" w:rsidRPr="007818BD">
        <w:t>amour</w:t>
      </w:r>
      <w:r>
        <w:t>.</w:t>
      </w:r>
    </w:p>
    <w:p w14:paraId="7E3CE1BE" w14:textId="77777777" w:rsidR="00E8465A" w:rsidRDefault="00E8465A" w:rsidP="00E0544E">
      <w:r>
        <w:t>— </w:t>
      </w:r>
      <w:r w:rsidR="00E0544E" w:rsidRPr="007818BD">
        <w:t>L</w:t>
      </w:r>
      <w:r>
        <w:t>’</w:t>
      </w:r>
      <w:r w:rsidR="00E0544E" w:rsidRPr="007818BD">
        <w:t>amour d</w:t>
      </w:r>
      <w:r>
        <w:t>’</w:t>
      </w:r>
      <w:r w:rsidR="00E0544E" w:rsidRPr="007818BD">
        <w:t>une sœur</w:t>
      </w:r>
      <w:r>
        <w:t> ?</w:t>
      </w:r>
    </w:p>
    <w:p w14:paraId="110BB520" w14:textId="77777777" w:rsidR="00E8465A" w:rsidRDefault="00E8465A" w:rsidP="00E0544E">
      <w:r>
        <w:t>— </w:t>
      </w:r>
      <w:r w:rsidR="00E0544E" w:rsidRPr="007818BD">
        <w:t>Oh</w:t>
      </w:r>
      <w:r>
        <w:t xml:space="preserve"> ! </w:t>
      </w:r>
      <w:r w:rsidR="00E0544E" w:rsidRPr="007818BD">
        <w:t>ne me parlez pas avec cette froideur cruelle</w:t>
      </w:r>
      <w:r>
        <w:t>.</w:t>
      </w:r>
    </w:p>
    <w:p w14:paraId="1E67FC78" w14:textId="77777777" w:rsidR="00E8465A" w:rsidRDefault="00E8465A" w:rsidP="00E0544E">
      <w:r>
        <w:t>— </w:t>
      </w:r>
      <w:r w:rsidR="00E0544E" w:rsidRPr="007818BD">
        <w:t>C</w:t>
      </w:r>
      <w:r>
        <w:t>’</w:t>
      </w:r>
      <w:r w:rsidR="00E0544E" w:rsidRPr="007818BD">
        <w:t>est tout ce que je ressens pour vous</w:t>
      </w:r>
      <w:r>
        <w:t xml:space="preserve">. </w:t>
      </w:r>
      <w:r w:rsidR="00E0544E" w:rsidRPr="007818BD">
        <w:t>Écoutez-moi</w:t>
      </w:r>
      <w:r>
        <w:t xml:space="preserve">, </w:t>
      </w:r>
      <w:proofErr w:type="spellStart"/>
      <w:r w:rsidR="00E0544E" w:rsidRPr="007818BD">
        <w:t>s</w:t>
      </w:r>
      <w:r w:rsidR="00E0544E" w:rsidRPr="007818BD">
        <w:t>i</w:t>
      </w:r>
      <w:r w:rsidR="00E0544E" w:rsidRPr="007818BD">
        <w:t>gnor</w:t>
      </w:r>
      <w:proofErr w:type="spellEnd"/>
      <w:r>
        <w:t xml:space="preserve"> ; </w:t>
      </w:r>
      <w:r w:rsidR="00E0544E" w:rsidRPr="007818BD">
        <w:t>quand je regarde votre front</w:t>
      </w:r>
      <w:r>
        <w:t xml:space="preserve">, </w:t>
      </w:r>
      <w:r w:rsidR="00E0544E" w:rsidRPr="007818BD">
        <w:t>quand j</w:t>
      </w:r>
      <w:r>
        <w:t>’</w:t>
      </w:r>
      <w:r w:rsidR="00E0544E" w:rsidRPr="007818BD">
        <w:t>entends votre voix</w:t>
      </w:r>
      <w:r>
        <w:t xml:space="preserve">, </w:t>
      </w:r>
      <w:r w:rsidR="00E0544E" w:rsidRPr="007818BD">
        <w:t>je ne sais quelle calme et tranquille sérénité vient apaiser chez moi des pensées exaltées</w:t>
      </w:r>
      <w:r>
        <w:t xml:space="preserve">, </w:t>
      </w:r>
      <w:r w:rsidR="00E0544E" w:rsidRPr="007818BD">
        <w:t>fiévreuses</w:t>
      </w:r>
      <w:r>
        <w:t xml:space="preserve">, </w:t>
      </w:r>
      <w:r w:rsidR="00E0544E" w:rsidRPr="007818BD">
        <w:t>folles</w:t>
      </w:r>
      <w:r>
        <w:t xml:space="preserve"> ! </w:t>
      </w:r>
      <w:r w:rsidR="00E0544E" w:rsidRPr="007818BD">
        <w:t>Quand tu n</w:t>
      </w:r>
      <w:r>
        <w:t>’</w:t>
      </w:r>
      <w:r w:rsidR="00E0544E" w:rsidRPr="007818BD">
        <w:t>es plus là</w:t>
      </w:r>
      <w:r>
        <w:t xml:space="preserve">, </w:t>
      </w:r>
      <w:r w:rsidR="00E0544E" w:rsidRPr="007818BD">
        <w:t>il me semble qu</w:t>
      </w:r>
      <w:r>
        <w:t>’</w:t>
      </w:r>
      <w:r w:rsidR="00E0544E" w:rsidRPr="007818BD">
        <w:t>il y a dans le ciel un nuage de plus</w:t>
      </w:r>
      <w:r>
        <w:t xml:space="preserve">, </w:t>
      </w:r>
      <w:r w:rsidR="00E0544E" w:rsidRPr="007818BD">
        <w:t>mais cette ombre se dissipe bientôt</w:t>
      </w:r>
      <w:r>
        <w:t xml:space="preserve">. </w:t>
      </w:r>
      <w:r w:rsidR="00E0544E" w:rsidRPr="007818BD">
        <w:t>Tu ne me manques pas</w:t>
      </w:r>
      <w:r>
        <w:t xml:space="preserve"> ; </w:t>
      </w:r>
      <w:r w:rsidR="00E0544E" w:rsidRPr="007818BD">
        <w:t>je ne pense pas à toi</w:t>
      </w:r>
      <w:r>
        <w:t xml:space="preserve">. </w:t>
      </w:r>
      <w:r w:rsidR="00E0544E" w:rsidRPr="007818BD">
        <w:t>Non</w:t>
      </w:r>
      <w:r>
        <w:t xml:space="preserve">, </w:t>
      </w:r>
      <w:r w:rsidR="00E0544E" w:rsidRPr="007818BD">
        <w:t>je ne t</w:t>
      </w:r>
      <w:r>
        <w:t>’</w:t>
      </w:r>
      <w:r w:rsidR="00E0544E" w:rsidRPr="007818BD">
        <w:t>aime pas</w:t>
      </w:r>
      <w:r>
        <w:t xml:space="preserve">, </w:t>
      </w:r>
      <w:r w:rsidR="00E0544E" w:rsidRPr="007818BD">
        <w:t>et je ne me donnerai qu</w:t>
      </w:r>
      <w:r>
        <w:t>’</w:t>
      </w:r>
      <w:r w:rsidR="00E0544E" w:rsidRPr="007818BD">
        <w:t>à celui que j</w:t>
      </w:r>
      <w:r>
        <w:t>’</w:t>
      </w:r>
      <w:r w:rsidR="00E0544E" w:rsidRPr="007818BD">
        <w:t>aime</w:t>
      </w:r>
      <w:r>
        <w:t>.</w:t>
      </w:r>
    </w:p>
    <w:p w14:paraId="2FC9B624" w14:textId="77777777" w:rsidR="00E8465A" w:rsidRDefault="00E8465A" w:rsidP="00E0544E">
      <w:r>
        <w:t>— </w:t>
      </w:r>
      <w:r w:rsidR="00E0544E" w:rsidRPr="007818BD">
        <w:t>Mais je t</w:t>
      </w:r>
      <w:r>
        <w:t>’</w:t>
      </w:r>
      <w:r w:rsidR="00E0544E" w:rsidRPr="007818BD">
        <w:t>apprendrai à m</w:t>
      </w:r>
      <w:r>
        <w:t>’</w:t>
      </w:r>
      <w:r w:rsidR="00E0544E" w:rsidRPr="007818BD">
        <w:t>aimer</w:t>
      </w:r>
      <w:r>
        <w:t xml:space="preserve">, </w:t>
      </w:r>
      <w:r w:rsidR="00E0544E" w:rsidRPr="007818BD">
        <w:t>ne crains rien</w:t>
      </w:r>
      <w:r>
        <w:t xml:space="preserve">. </w:t>
      </w:r>
      <w:r w:rsidR="00E0544E" w:rsidRPr="007818BD">
        <w:t>Cet amour que tu dépeins là</w:t>
      </w:r>
      <w:r>
        <w:t xml:space="preserve">, </w:t>
      </w:r>
      <w:r w:rsidR="00E0544E" w:rsidRPr="007818BD">
        <w:t>sous notre ciel tranquille</w:t>
      </w:r>
      <w:r>
        <w:t xml:space="preserve">, </w:t>
      </w:r>
      <w:r w:rsidR="00E0544E" w:rsidRPr="007818BD">
        <w:t>l</w:t>
      </w:r>
      <w:r>
        <w:t>’</w:t>
      </w:r>
      <w:r w:rsidR="00E0544E" w:rsidRPr="007818BD">
        <w:t>innocence et la jeunesse n</w:t>
      </w:r>
      <w:r>
        <w:t>’</w:t>
      </w:r>
      <w:r w:rsidR="00E0544E" w:rsidRPr="007818BD">
        <w:t>en connaissent point d</w:t>
      </w:r>
      <w:r>
        <w:t>’</w:t>
      </w:r>
      <w:r w:rsidR="00E0544E" w:rsidRPr="007818BD">
        <w:t>autre</w:t>
      </w:r>
      <w:r>
        <w:t>.</w:t>
      </w:r>
    </w:p>
    <w:p w14:paraId="2A874300" w14:textId="164D552F" w:rsidR="00E0544E" w:rsidRPr="007818BD" w:rsidRDefault="00E8465A" w:rsidP="00E0544E">
      <w:r>
        <w:t>— </w:t>
      </w:r>
      <w:r w:rsidR="00E0544E" w:rsidRPr="007818BD">
        <w:t>L</w:t>
      </w:r>
      <w:r>
        <w:t>’</w:t>
      </w:r>
      <w:r w:rsidR="00E0544E" w:rsidRPr="007818BD">
        <w:t>innocence</w:t>
      </w:r>
      <w:r>
        <w:t xml:space="preserve">, </w:t>
      </w:r>
      <w:r w:rsidR="00E0544E" w:rsidRPr="007818BD">
        <w:t>dit Viola</w:t>
      </w:r>
      <w:r>
        <w:t xml:space="preserve">, </w:t>
      </w:r>
      <w:r w:rsidR="00E0544E" w:rsidRPr="007818BD">
        <w:t>en est-ce ainsi</w:t>
      </w:r>
      <w:r>
        <w:t xml:space="preserve"> ? </w:t>
      </w:r>
      <w:r w:rsidR="00E0544E" w:rsidRPr="007818BD">
        <w:t>Peut-être</w:t>
      </w:r>
      <w:r>
        <w:t>… »</w:t>
      </w:r>
      <w:r w:rsidR="00E0544E" w:rsidRPr="007818BD">
        <w:t xml:space="preserve"> Elle s</w:t>
      </w:r>
      <w:r>
        <w:t>’</w:t>
      </w:r>
      <w:r w:rsidR="00E0544E" w:rsidRPr="007818BD">
        <w:t>arrêta et ajouta avec effort</w:t>
      </w:r>
      <w:r>
        <w:t> : « </w:t>
      </w:r>
      <w:r w:rsidR="00E0544E" w:rsidRPr="007818BD">
        <w:t>Étranger</w:t>
      </w:r>
      <w:r>
        <w:t xml:space="preserve"> ! </w:t>
      </w:r>
      <w:r w:rsidR="00E0544E" w:rsidRPr="007818BD">
        <w:t>tu épouserais donc une orpheline</w:t>
      </w:r>
      <w:r>
        <w:t xml:space="preserve"> ? </w:t>
      </w:r>
      <w:r w:rsidR="00E0544E" w:rsidRPr="007818BD">
        <w:t>Tu es généreux au moins</w:t>
      </w:r>
      <w:r>
        <w:t xml:space="preserve">, </w:t>
      </w:r>
      <w:r w:rsidR="00E0544E" w:rsidRPr="007818BD">
        <w:t>toi</w:t>
      </w:r>
      <w:r>
        <w:t xml:space="preserve">. </w:t>
      </w:r>
      <w:r w:rsidR="00E0544E" w:rsidRPr="007818BD">
        <w:t>Ce n</w:t>
      </w:r>
      <w:r>
        <w:t>’</w:t>
      </w:r>
      <w:r w:rsidR="00E0544E" w:rsidRPr="007818BD">
        <w:t>est pas l</w:t>
      </w:r>
      <w:r>
        <w:t>’</w:t>
      </w:r>
      <w:r w:rsidR="00E0544E" w:rsidRPr="007818BD">
        <w:t>innocence que tu voudrais détruire</w:t>
      </w:r>
      <w:r>
        <w:t>. »</w:t>
      </w:r>
    </w:p>
    <w:p w14:paraId="610EA19D" w14:textId="77777777" w:rsidR="00E8465A" w:rsidRDefault="00E0544E" w:rsidP="00E0544E">
      <w:proofErr w:type="spellStart"/>
      <w:r w:rsidRPr="007818BD">
        <w:t>Glyndon</w:t>
      </w:r>
      <w:proofErr w:type="spellEnd"/>
      <w:r w:rsidRPr="007818BD">
        <w:t xml:space="preserve"> recula</w:t>
      </w:r>
      <w:r w:rsidR="00E8465A">
        <w:t xml:space="preserve">, </w:t>
      </w:r>
      <w:r w:rsidRPr="007818BD">
        <w:t>comme frappé dans sa conscience</w:t>
      </w:r>
      <w:r w:rsidR="00E8465A">
        <w:t>.</w:t>
      </w:r>
    </w:p>
    <w:p w14:paraId="12A1D1D6" w14:textId="685D5EE7" w:rsidR="00E0544E" w:rsidRPr="007818BD" w:rsidRDefault="00E8465A" w:rsidP="00E0544E">
      <w:r>
        <w:lastRenderedPageBreak/>
        <w:t>» </w:t>
      </w:r>
      <w:r w:rsidR="00E0544E" w:rsidRPr="007818BD">
        <w:t>Non</w:t>
      </w:r>
      <w:r>
        <w:t xml:space="preserve"> ! </w:t>
      </w:r>
      <w:r w:rsidR="00E0544E" w:rsidRPr="007818BD">
        <w:t>cela ne peut être</w:t>
      </w:r>
      <w:r>
        <w:t xml:space="preserve">, </w:t>
      </w:r>
      <w:r w:rsidR="00E0544E" w:rsidRPr="007818BD">
        <w:t>dit-elle en se levant</w:t>
      </w:r>
      <w:r>
        <w:t xml:space="preserve">, </w:t>
      </w:r>
      <w:r w:rsidR="00E0544E" w:rsidRPr="007818BD">
        <w:t>mais sans soupçonner le mélange de honte et de doute qui agitait l</w:t>
      </w:r>
      <w:r>
        <w:t>’</w:t>
      </w:r>
      <w:r w:rsidR="00E0544E" w:rsidRPr="007818BD">
        <w:t>âme de son amant</w:t>
      </w:r>
      <w:r>
        <w:t xml:space="preserve">. </w:t>
      </w:r>
      <w:r w:rsidR="00E0544E" w:rsidRPr="007818BD">
        <w:t>Laissez-moi</w:t>
      </w:r>
      <w:r>
        <w:t xml:space="preserve">, </w:t>
      </w:r>
      <w:r w:rsidR="00E0544E" w:rsidRPr="007818BD">
        <w:t>oubliez-moi</w:t>
      </w:r>
      <w:r>
        <w:t xml:space="preserve">. </w:t>
      </w:r>
      <w:r w:rsidR="00E0544E" w:rsidRPr="007818BD">
        <w:t>Vous ne comprenez pas</w:t>
      </w:r>
      <w:r>
        <w:t xml:space="preserve">, </w:t>
      </w:r>
      <w:r w:rsidR="00E0544E" w:rsidRPr="007818BD">
        <w:t>vous ne pouvez comprendre la nature de celle que vous croyez aimer</w:t>
      </w:r>
      <w:r>
        <w:t xml:space="preserve">. </w:t>
      </w:r>
      <w:r w:rsidR="00E0544E" w:rsidRPr="007818BD">
        <w:t>Dès mon enfance</w:t>
      </w:r>
      <w:r>
        <w:t xml:space="preserve">, </w:t>
      </w:r>
      <w:r w:rsidR="00E0544E" w:rsidRPr="007818BD">
        <w:t>j</w:t>
      </w:r>
      <w:r>
        <w:t>’</w:t>
      </w:r>
      <w:r w:rsidR="00E0544E" w:rsidRPr="007818BD">
        <w:t>ai vécu avec le pressentiment que j</w:t>
      </w:r>
      <w:r>
        <w:t>’</w:t>
      </w:r>
      <w:r w:rsidR="00E0544E" w:rsidRPr="007818BD">
        <w:t>étais choisie pour quelque destinée étrange et inexplicable</w:t>
      </w:r>
      <w:r>
        <w:t xml:space="preserve">, </w:t>
      </w:r>
      <w:r w:rsidR="00E0544E" w:rsidRPr="007818BD">
        <w:t>comme si j</w:t>
      </w:r>
      <w:r>
        <w:t>’</w:t>
      </w:r>
      <w:r w:rsidR="00E0544E" w:rsidRPr="007818BD">
        <w:t>eusse été mise à part de l</w:t>
      </w:r>
      <w:r>
        <w:t>’</w:t>
      </w:r>
      <w:r w:rsidR="00E0544E" w:rsidRPr="007818BD">
        <w:t>espèce humaine</w:t>
      </w:r>
      <w:r>
        <w:t xml:space="preserve">. </w:t>
      </w:r>
      <w:r w:rsidR="00E0544E" w:rsidRPr="007818BD">
        <w:t>Ce sent</w:t>
      </w:r>
      <w:r w:rsidR="00E0544E" w:rsidRPr="007818BD">
        <w:t>i</w:t>
      </w:r>
      <w:r w:rsidR="00E0544E" w:rsidRPr="007818BD">
        <w:t>ment</w:t>
      </w:r>
      <w:r>
        <w:t xml:space="preserve">, </w:t>
      </w:r>
      <w:r w:rsidR="00E0544E" w:rsidRPr="007818BD">
        <w:t>plein parfois d</w:t>
      </w:r>
      <w:r>
        <w:t>’</w:t>
      </w:r>
      <w:r w:rsidR="00E0544E" w:rsidRPr="007818BD">
        <w:t>un bonheur vague et délicieux</w:t>
      </w:r>
      <w:r>
        <w:t xml:space="preserve">, </w:t>
      </w:r>
      <w:r w:rsidR="00E0544E" w:rsidRPr="007818BD">
        <w:t>parfois d</w:t>
      </w:r>
      <w:r>
        <w:t>’</w:t>
      </w:r>
      <w:r w:rsidR="00E0544E" w:rsidRPr="007818BD">
        <w:t>une sombre ho</w:t>
      </w:r>
      <w:r w:rsidR="00E0544E" w:rsidRPr="007818BD">
        <w:t>r</w:t>
      </w:r>
      <w:r w:rsidR="00E0544E" w:rsidRPr="007818BD">
        <w:t>reur</w:t>
      </w:r>
      <w:r>
        <w:t xml:space="preserve">, </w:t>
      </w:r>
      <w:r w:rsidR="00E0544E" w:rsidRPr="007818BD">
        <w:t>s</w:t>
      </w:r>
      <w:r>
        <w:t>’</w:t>
      </w:r>
      <w:r w:rsidR="00E0544E" w:rsidRPr="007818BD">
        <w:t>enracine en moi de jour en jour</w:t>
      </w:r>
      <w:r>
        <w:t xml:space="preserve">. </w:t>
      </w:r>
      <w:r w:rsidR="00E0544E" w:rsidRPr="007818BD">
        <w:t>C</w:t>
      </w:r>
      <w:r>
        <w:t>’</w:t>
      </w:r>
      <w:r w:rsidR="00E0544E" w:rsidRPr="007818BD">
        <w:t>est comme une ombre crépusculaire qui s</w:t>
      </w:r>
      <w:r>
        <w:t>’</w:t>
      </w:r>
      <w:r w:rsidR="00E0544E" w:rsidRPr="007818BD">
        <w:t>étend lentement et s</w:t>
      </w:r>
      <w:r w:rsidR="00E0544E" w:rsidRPr="007818BD">
        <w:t>o</w:t>
      </w:r>
      <w:r w:rsidR="00E0544E" w:rsidRPr="007818BD">
        <w:t>lennellement autour de moi</w:t>
      </w:r>
      <w:r>
        <w:t xml:space="preserve">. </w:t>
      </w:r>
      <w:r w:rsidR="00E0544E" w:rsidRPr="007818BD">
        <w:t>Mon heure approche</w:t>
      </w:r>
      <w:r>
        <w:t xml:space="preserve"> ; </w:t>
      </w:r>
      <w:r w:rsidR="00E0544E" w:rsidRPr="007818BD">
        <w:t>encore un peu de temps</w:t>
      </w:r>
      <w:r>
        <w:t xml:space="preserve">, </w:t>
      </w:r>
      <w:r w:rsidR="00E0544E" w:rsidRPr="007818BD">
        <w:t>et la nuit sera venue</w:t>
      </w:r>
      <w:r>
        <w:t>. »</w:t>
      </w:r>
    </w:p>
    <w:p w14:paraId="01B06181" w14:textId="77777777" w:rsidR="00E8465A" w:rsidRDefault="00E0544E" w:rsidP="00E0544E">
      <w:proofErr w:type="spellStart"/>
      <w:r w:rsidRPr="007818BD">
        <w:t>Glyndon</w:t>
      </w:r>
      <w:proofErr w:type="spellEnd"/>
      <w:r w:rsidRPr="007818BD">
        <w:t xml:space="preserve"> l</w:t>
      </w:r>
      <w:r w:rsidR="00E8465A">
        <w:t>’</w:t>
      </w:r>
      <w:r w:rsidRPr="007818BD">
        <w:t>écouta avec une émotion et un trouble visibles</w:t>
      </w:r>
      <w:r w:rsidR="00E8465A">
        <w:t xml:space="preserve">. </w:t>
      </w:r>
      <w:r w:rsidRPr="007818BD">
        <w:t>Quand elle eut achevé</w:t>
      </w:r>
      <w:r w:rsidR="00E8465A">
        <w:t> :</w:t>
      </w:r>
    </w:p>
    <w:p w14:paraId="26C2E216" w14:textId="095AF687" w:rsidR="00E0544E" w:rsidRPr="007818BD" w:rsidRDefault="00E8465A" w:rsidP="00E0544E">
      <w:r>
        <w:t>« </w:t>
      </w:r>
      <w:r w:rsidR="00E0544E" w:rsidRPr="007818BD">
        <w:t>Viola</w:t>
      </w:r>
      <w:r>
        <w:t xml:space="preserve">, </w:t>
      </w:r>
      <w:r w:rsidR="00E0544E" w:rsidRPr="007818BD">
        <w:t>dit-il</w:t>
      </w:r>
      <w:r>
        <w:t xml:space="preserve">, </w:t>
      </w:r>
      <w:r w:rsidR="00E0544E" w:rsidRPr="007818BD">
        <w:t>vos paroles plus que jamais m</w:t>
      </w:r>
      <w:r>
        <w:t>’</w:t>
      </w:r>
      <w:r w:rsidR="00E0544E" w:rsidRPr="007818BD">
        <w:t>enchaînent à vous</w:t>
      </w:r>
      <w:r>
        <w:t xml:space="preserve">. </w:t>
      </w:r>
      <w:r w:rsidR="00E0544E" w:rsidRPr="007818BD">
        <w:t>Ce que vous se</w:t>
      </w:r>
      <w:r w:rsidR="00E0544E" w:rsidRPr="007818BD">
        <w:t>n</w:t>
      </w:r>
      <w:r w:rsidR="00E0544E" w:rsidRPr="007818BD">
        <w:t>tez</w:t>
      </w:r>
      <w:r>
        <w:t xml:space="preserve">, </w:t>
      </w:r>
      <w:r w:rsidR="00E0544E" w:rsidRPr="007818BD">
        <w:t>je le sens</w:t>
      </w:r>
      <w:r>
        <w:t xml:space="preserve">. </w:t>
      </w:r>
      <w:r w:rsidR="00E0544E" w:rsidRPr="007818BD">
        <w:t>Moi aussi</w:t>
      </w:r>
      <w:r>
        <w:t xml:space="preserve">, </w:t>
      </w:r>
      <w:r w:rsidR="00E0544E" w:rsidRPr="007818BD">
        <w:t>j</w:t>
      </w:r>
      <w:r>
        <w:t>’</w:t>
      </w:r>
      <w:r w:rsidR="00E0544E" w:rsidRPr="007818BD">
        <w:t>ai toujours été poursuivi d</w:t>
      </w:r>
      <w:r>
        <w:t>’</w:t>
      </w:r>
      <w:r w:rsidR="00E0544E" w:rsidRPr="007818BD">
        <w:t>un pressentiment glacial qui n</w:t>
      </w:r>
      <w:r>
        <w:t>’</w:t>
      </w:r>
      <w:r w:rsidR="00E0544E" w:rsidRPr="007818BD">
        <w:t>est pas de ce monde</w:t>
      </w:r>
      <w:r>
        <w:t xml:space="preserve">. </w:t>
      </w:r>
      <w:r w:rsidR="00E0544E" w:rsidRPr="007818BD">
        <w:t>Au milieu de la foule des hommes</w:t>
      </w:r>
      <w:r>
        <w:t xml:space="preserve">, </w:t>
      </w:r>
      <w:r w:rsidR="00E0544E" w:rsidRPr="007818BD">
        <w:t>je me suis senti seul</w:t>
      </w:r>
      <w:r>
        <w:t xml:space="preserve">. </w:t>
      </w:r>
      <w:r w:rsidR="00E0544E" w:rsidRPr="007818BD">
        <w:t>Dans mes plaisirs</w:t>
      </w:r>
      <w:r>
        <w:t xml:space="preserve">, </w:t>
      </w:r>
      <w:r w:rsidR="00E0544E" w:rsidRPr="007818BD">
        <w:t>dans mes travaux</w:t>
      </w:r>
      <w:r>
        <w:t xml:space="preserve">, </w:t>
      </w:r>
      <w:r w:rsidR="00E0544E" w:rsidRPr="007818BD">
        <w:t>dans mes études</w:t>
      </w:r>
      <w:r>
        <w:t xml:space="preserve">, </w:t>
      </w:r>
      <w:r w:rsidR="00E0544E" w:rsidRPr="007818BD">
        <w:t>une voix a sans cesse murmuré à mes oreilles</w:t>
      </w:r>
      <w:r>
        <w:t> : « </w:t>
      </w:r>
      <w:r w:rsidR="00E0544E" w:rsidRPr="007818BD">
        <w:t>Le temps te réserve dans l</w:t>
      </w:r>
      <w:r>
        <w:t>’</w:t>
      </w:r>
      <w:r w:rsidR="00E0544E" w:rsidRPr="007818BD">
        <w:t>avenir un sombre mystère</w:t>
      </w:r>
      <w:r>
        <w:t>, »</w:t>
      </w:r>
      <w:r w:rsidR="00E0544E" w:rsidRPr="007818BD">
        <w:t xml:space="preserve"> Quand vous avez parlé</w:t>
      </w:r>
      <w:r>
        <w:t xml:space="preserve">, </w:t>
      </w:r>
      <w:r w:rsidR="00E0544E" w:rsidRPr="007818BD">
        <w:t>j</w:t>
      </w:r>
      <w:r>
        <w:t>’</w:t>
      </w:r>
      <w:r w:rsidR="00E0544E" w:rsidRPr="007818BD">
        <w:t>ai cru entendre la voix même de mon âme</w:t>
      </w:r>
      <w:r>
        <w:t> ! »</w:t>
      </w:r>
    </w:p>
    <w:p w14:paraId="1EFDA3B1" w14:textId="77777777" w:rsidR="00E8465A" w:rsidRDefault="00E0544E" w:rsidP="00E0544E">
      <w:r w:rsidRPr="007818BD">
        <w:t>Viola le regarda avec étonnement et terreur</w:t>
      </w:r>
      <w:r w:rsidR="00E8465A">
        <w:t xml:space="preserve"> ; </w:t>
      </w:r>
      <w:r w:rsidRPr="007818BD">
        <w:t>son visage était blanc comme du marbre</w:t>
      </w:r>
      <w:r w:rsidR="00E8465A">
        <w:t xml:space="preserve">, </w:t>
      </w:r>
      <w:r w:rsidRPr="007818BD">
        <w:t>et ses traits d</w:t>
      </w:r>
      <w:r w:rsidR="00E8465A">
        <w:t>’</w:t>
      </w:r>
      <w:r w:rsidRPr="007818BD">
        <w:t>une symétrie si rare et si divine auraient pu fournir à l</w:t>
      </w:r>
      <w:r w:rsidR="00E8465A">
        <w:t>’</w:t>
      </w:r>
      <w:r w:rsidRPr="007818BD">
        <w:t>artiste grec un modèle pour la Pythonisse lorsque</w:t>
      </w:r>
      <w:r w:rsidR="00E8465A">
        <w:t xml:space="preserve">, </w:t>
      </w:r>
      <w:r w:rsidRPr="007818BD">
        <w:t>de la caverne mystique et de la source éc</w:t>
      </w:r>
      <w:r w:rsidRPr="007818BD">
        <w:t>u</w:t>
      </w:r>
      <w:r w:rsidRPr="007818BD">
        <w:t>mante</w:t>
      </w:r>
      <w:r w:rsidR="00E8465A">
        <w:t xml:space="preserve">, </w:t>
      </w:r>
      <w:r w:rsidRPr="007818BD">
        <w:t>elle entend pour la première fois la voix du dieu qui l</w:t>
      </w:r>
      <w:r w:rsidR="00E8465A">
        <w:t>’</w:t>
      </w:r>
      <w:r w:rsidRPr="007818BD">
        <w:t>inspire</w:t>
      </w:r>
      <w:r w:rsidR="00E8465A">
        <w:t xml:space="preserve">. </w:t>
      </w:r>
      <w:r w:rsidRPr="007818BD">
        <w:t>Graduellement la roideur de ces traits admirables se détendit</w:t>
      </w:r>
      <w:r w:rsidR="00E8465A">
        <w:t xml:space="preserve">, </w:t>
      </w:r>
      <w:r w:rsidRPr="007818BD">
        <w:t>la couleur de la vie revint</w:t>
      </w:r>
      <w:r w:rsidR="00E8465A">
        <w:t xml:space="preserve">, </w:t>
      </w:r>
      <w:r w:rsidRPr="007818BD">
        <w:t>le sang battit de nouveau</w:t>
      </w:r>
      <w:r w:rsidR="00E8465A">
        <w:t xml:space="preserve">, </w:t>
      </w:r>
      <w:r w:rsidRPr="007818BD">
        <w:t>le cœur anima le corps</w:t>
      </w:r>
      <w:r w:rsidR="00E8465A">
        <w:t>.</w:t>
      </w:r>
    </w:p>
    <w:p w14:paraId="7E8A51E4" w14:textId="77777777" w:rsidR="00E8465A" w:rsidRDefault="00E8465A" w:rsidP="00E0544E">
      <w:r>
        <w:lastRenderedPageBreak/>
        <w:t>« </w:t>
      </w:r>
      <w:r w:rsidR="00E0544E" w:rsidRPr="007818BD">
        <w:t>Dites-moi</w:t>
      </w:r>
      <w:r>
        <w:t xml:space="preserve">, </w:t>
      </w:r>
      <w:r w:rsidR="00E0544E" w:rsidRPr="007818BD">
        <w:t>demanda-t-elle en se détournant à demi</w:t>
      </w:r>
      <w:r>
        <w:t xml:space="preserve">, </w:t>
      </w:r>
      <w:proofErr w:type="spellStart"/>
      <w:r w:rsidR="00E0544E" w:rsidRPr="007818BD">
        <w:t>dites moi</w:t>
      </w:r>
      <w:proofErr w:type="spellEnd"/>
      <w:r>
        <w:t xml:space="preserve">, </w:t>
      </w:r>
      <w:r w:rsidR="00E0544E" w:rsidRPr="007818BD">
        <w:t>avez-vous vu</w:t>
      </w:r>
      <w:r>
        <w:t xml:space="preserve">, </w:t>
      </w:r>
      <w:r w:rsidR="00E0544E" w:rsidRPr="007818BD">
        <w:t>connaissez-vous un étranger dans la ville</w:t>
      </w:r>
      <w:r>
        <w:t xml:space="preserve"> ? </w:t>
      </w:r>
      <w:r w:rsidR="00E0544E" w:rsidRPr="007818BD">
        <w:t>un homme sur qui il circule des bruits b</w:t>
      </w:r>
      <w:r w:rsidR="00E0544E" w:rsidRPr="007818BD">
        <w:t>i</w:t>
      </w:r>
      <w:r w:rsidR="00E0544E" w:rsidRPr="007818BD">
        <w:t>zarres</w:t>
      </w:r>
      <w:r>
        <w:t> ?</w:t>
      </w:r>
    </w:p>
    <w:p w14:paraId="6485EACE" w14:textId="77777777" w:rsidR="00E8465A" w:rsidRDefault="00E8465A" w:rsidP="00E0544E">
      <w:r>
        <w:t>— </w:t>
      </w:r>
      <w:r w:rsidR="00E0544E" w:rsidRPr="007818BD">
        <w:t xml:space="preserve">Vous parlez de </w:t>
      </w:r>
      <w:proofErr w:type="spellStart"/>
      <w:r w:rsidR="00E0544E" w:rsidRPr="007818BD">
        <w:t>Zanoni</w:t>
      </w:r>
      <w:proofErr w:type="spellEnd"/>
      <w:r>
        <w:t xml:space="preserve">. </w:t>
      </w:r>
      <w:r w:rsidR="00E0544E" w:rsidRPr="007818BD">
        <w:t>Je l</w:t>
      </w:r>
      <w:r>
        <w:t>’</w:t>
      </w:r>
      <w:r w:rsidR="00E0544E" w:rsidRPr="007818BD">
        <w:t>ai vu</w:t>
      </w:r>
      <w:r>
        <w:t xml:space="preserve">, </w:t>
      </w:r>
      <w:r w:rsidR="00E0544E" w:rsidRPr="007818BD">
        <w:t>je le connais</w:t>
      </w:r>
      <w:r>
        <w:t xml:space="preserve"> ; </w:t>
      </w:r>
      <w:r w:rsidR="00E0544E" w:rsidRPr="007818BD">
        <w:t>et vous</w:t>
      </w:r>
      <w:r>
        <w:t xml:space="preserve"> ? </w:t>
      </w:r>
      <w:r w:rsidR="00E0544E" w:rsidRPr="007818BD">
        <w:t>Ah</w:t>
      </w:r>
      <w:r>
        <w:t xml:space="preserve"> ! </w:t>
      </w:r>
      <w:r w:rsidR="00E0544E" w:rsidRPr="007818BD">
        <w:t>lui aussi voudrait être mon rival</w:t>
      </w:r>
      <w:r>
        <w:t xml:space="preserve"> ; </w:t>
      </w:r>
      <w:r w:rsidR="00E0544E" w:rsidRPr="007818BD">
        <w:t>lui aussi voudrait te ravir à mon amour</w:t>
      </w:r>
      <w:r>
        <w:t> !…</w:t>
      </w:r>
    </w:p>
    <w:p w14:paraId="5A3C19A1" w14:textId="77777777" w:rsidR="00E8465A" w:rsidRDefault="00E8465A" w:rsidP="00E0544E">
      <w:r>
        <w:t>— </w:t>
      </w:r>
      <w:r w:rsidR="00E0544E" w:rsidRPr="007818BD">
        <w:t>Vous vous trompez</w:t>
      </w:r>
      <w:r>
        <w:t xml:space="preserve">, </w:t>
      </w:r>
      <w:r w:rsidR="00E0544E" w:rsidRPr="007818BD">
        <w:t>dit Viola vivement</w:t>
      </w:r>
      <w:r>
        <w:t xml:space="preserve">, </w:t>
      </w:r>
      <w:r w:rsidR="00E0544E" w:rsidRPr="007818BD">
        <w:t>et avec un pr</w:t>
      </w:r>
      <w:r w:rsidR="00E0544E" w:rsidRPr="007818BD">
        <w:t>o</w:t>
      </w:r>
      <w:r w:rsidR="00E0544E" w:rsidRPr="007818BD">
        <w:t>fond soupir</w:t>
      </w:r>
      <w:r>
        <w:t xml:space="preserve"> ; </w:t>
      </w:r>
      <w:r w:rsidR="00E0544E" w:rsidRPr="007818BD">
        <w:t>il plaide v</w:t>
      </w:r>
      <w:r w:rsidR="00E0544E" w:rsidRPr="007818BD">
        <w:t>o</w:t>
      </w:r>
      <w:r w:rsidR="00E0544E" w:rsidRPr="007818BD">
        <w:t>tre cause</w:t>
      </w:r>
      <w:r>
        <w:t xml:space="preserve">, </w:t>
      </w:r>
      <w:r w:rsidR="00E0544E" w:rsidRPr="007818BD">
        <w:t>il m</w:t>
      </w:r>
      <w:r>
        <w:t>’</w:t>
      </w:r>
      <w:r w:rsidR="00E0544E" w:rsidRPr="007818BD">
        <w:t>a le premier instruite de votre amour</w:t>
      </w:r>
      <w:r>
        <w:t xml:space="preserve"> : </w:t>
      </w:r>
      <w:r w:rsidR="00E0544E" w:rsidRPr="007818BD">
        <w:t>il m</w:t>
      </w:r>
      <w:r>
        <w:t>’</w:t>
      </w:r>
      <w:r w:rsidR="00E0544E" w:rsidRPr="007818BD">
        <w:t>a conjurée de ne pas</w:t>
      </w:r>
      <w:r>
        <w:t xml:space="preserve">… </w:t>
      </w:r>
      <w:r w:rsidR="00E0544E" w:rsidRPr="007818BD">
        <w:t>de ne pas le repousser</w:t>
      </w:r>
      <w:r>
        <w:t>.</w:t>
      </w:r>
    </w:p>
    <w:p w14:paraId="53238855" w14:textId="77777777" w:rsidR="00E8465A" w:rsidRDefault="00E8465A" w:rsidP="00E0544E">
      <w:r>
        <w:t>— </w:t>
      </w:r>
      <w:r w:rsidR="00E0544E" w:rsidRPr="007818BD">
        <w:t>Étrange personnage</w:t>
      </w:r>
      <w:r>
        <w:t xml:space="preserve"> ! </w:t>
      </w:r>
      <w:r w:rsidR="00E0544E" w:rsidRPr="007818BD">
        <w:t>énigme incompréhensible</w:t>
      </w:r>
      <w:r>
        <w:t xml:space="preserve"> ! </w:t>
      </w:r>
      <w:r w:rsidR="00E0544E" w:rsidRPr="007818BD">
        <w:t>Mais pourquoi l</w:t>
      </w:r>
      <w:r>
        <w:t>’</w:t>
      </w:r>
      <w:r w:rsidR="00E0544E" w:rsidRPr="007818BD">
        <w:t>avez-vous nommé tout à l</w:t>
      </w:r>
      <w:r>
        <w:t>’</w:t>
      </w:r>
      <w:r w:rsidR="00E0544E" w:rsidRPr="007818BD">
        <w:t>heure</w:t>
      </w:r>
      <w:r>
        <w:t> ?</w:t>
      </w:r>
    </w:p>
    <w:p w14:paraId="3B085EE0" w14:textId="77777777" w:rsidR="00E8465A" w:rsidRDefault="00E8465A" w:rsidP="00E0544E">
      <w:r>
        <w:t>— </w:t>
      </w:r>
      <w:r w:rsidR="00E0544E" w:rsidRPr="007818BD">
        <w:t>Pourquoi</w:t>
      </w:r>
      <w:r>
        <w:t xml:space="preserve"> ?… </w:t>
      </w:r>
      <w:r w:rsidR="00E0544E" w:rsidRPr="007818BD">
        <w:t>ah</w:t>
      </w:r>
      <w:r>
        <w:t xml:space="preserve">, </w:t>
      </w:r>
      <w:r w:rsidR="00E0544E" w:rsidRPr="007818BD">
        <w:t>oui</w:t>
      </w:r>
      <w:r>
        <w:t xml:space="preserve"> ! </w:t>
      </w:r>
      <w:r w:rsidR="00E0544E" w:rsidRPr="007818BD">
        <w:t>Je voudrais savoir si</w:t>
      </w:r>
      <w:r>
        <w:t xml:space="preserve">, </w:t>
      </w:r>
      <w:r w:rsidR="00E0544E" w:rsidRPr="007818BD">
        <w:t>le jour où vous l</w:t>
      </w:r>
      <w:r>
        <w:t>’</w:t>
      </w:r>
      <w:r w:rsidR="00E0544E" w:rsidRPr="007818BD">
        <w:t>avez vu pour la première fois</w:t>
      </w:r>
      <w:r>
        <w:t xml:space="preserve">, </w:t>
      </w:r>
      <w:r w:rsidR="00E0544E" w:rsidRPr="007818BD">
        <w:t>cet intérêt</w:t>
      </w:r>
      <w:r>
        <w:t xml:space="preserve">, </w:t>
      </w:r>
      <w:r w:rsidR="00E0544E" w:rsidRPr="007818BD">
        <w:t>ce pressent</w:t>
      </w:r>
      <w:r w:rsidR="00E0544E" w:rsidRPr="007818BD">
        <w:t>i</w:t>
      </w:r>
      <w:r w:rsidR="00E0544E" w:rsidRPr="007818BD">
        <w:t>ment dont vous parlez</w:t>
      </w:r>
      <w:r>
        <w:t xml:space="preserve">, </w:t>
      </w:r>
      <w:r w:rsidR="00E0544E" w:rsidRPr="007818BD">
        <w:t>ne vous a pas envahi d</w:t>
      </w:r>
      <w:r>
        <w:t>’</w:t>
      </w:r>
      <w:r w:rsidR="00E0544E" w:rsidRPr="007818BD">
        <w:t>une manière plus distincte et plus effrayante qu</w:t>
      </w:r>
      <w:r>
        <w:t>’</w:t>
      </w:r>
      <w:r w:rsidR="00E0544E" w:rsidRPr="007818BD">
        <w:t>auparavant</w:t>
      </w:r>
      <w:r>
        <w:t xml:space="preserve"> ; </w:t>
      </w:r>
      <w:r w:rsidR="00E0544E" w:rsidRPr="007818BD">
        <w:t xml:space="preserve">si vous ne vous êtes pas senti </w:t>
      </w:r>
      <w:proofErr w:type="spellStart"/>
      <w:r w:rsidR="00E0544E" w:rsidRPr="007818BD">
        <w:t>tout</w:t>
      </w:r>
      <w:proofErr w:type="spellEnd"/>
      <w:r w:rsidR="00E0544E" w:rsidRPr="007818BD">
        <w:t xml:space="preserve"> ensemble repoussé par lui et attiré vers lui</w:t>
      </w:r>
      <w:r>
        <w:t xml:space="preserve">, </w:t>
      </w:r>
      <w:r w:rsidR="00E0544E" w:rsidRPr="007818BD">
        <w:t>si vous n</w:t>
      </w:r>
      <w:r>
        <w:t>’</w:t>
      </w:r>
      <w:r w:rsidR="00E0544E" w:rsidRPr="007818BD">
        <w:t>avez pas senti</w:t>
      </w:r>
      <w:r>
        <w:t xml:space="preserve"> (</w:t>
      </w:r>
      <w:r w:rsidR="00E0544E" w:rsidRPr="007818BD">
        <w:t>ici elle parla avec une animation précipitée</w:t>
      </w:r>
      <w:r>
        <w:t xml:space="preserve">) </w:t>
      </w:r>
      <w:r w:rsidR="00E0544E" w:rsidRPr="007818BD">
        <w:t>qu</w:t>
      </w:r>
      <w:r>
        <w:t>’</w:t>
      </w:r>
      <w:r w:rsidR="00E0544E" w:rsidRPr="007818BD">
        <w:t>à lui se rattachait le secret de votre vie</w:t>
      </w:r>
      <w:r>
        <w:t> !</w:t>
      </w:r>
    </w:p>
    <w:p w14:paraId="09A32772" w14:textId="77777777" w:rsidR="00E8465A" w:rsidRDefault="00E8465A" w:rsidP="00E0544E">
      <w:r>
        <w:t>— </w:t>
      </w:r>
      <w:r w:rsidR="00E0544E" w:rsidRPr="007818BD">
        <w:t>Tout cela</w:t>
      </w:r>
      <w:r>
        <w:t xml:space="preserve">, </w:t>
      </w:r>
      <w:r w:rsidR="00E0544E" w:rsidRPr="007818BD">
        <w:t>je l</w:t>
      </w:r>
      <w:r>
        <w:t>’</w:t>
      </w:r>
      <w:r w:rsidR="00E0544E" w:rsidRPr="007818BD">
        <w:t>ai senti</w:t>
      </w:r>
      <w:r>
        <w:t xml:space="preserve">, </w:t>
      </w:r>
      <w:r w:rsidR="00E0544E" w:rsidRPr="007818BD">
        <w:t xml:space="preserve">dit </w:t>
      </w:r>
      <w:proofErr w:type="spellStart"/>
      <w:r w:rsidR="00E0544E" w:rsidRPr="007818BD">
        <w:t>Glyndon</w:t>
      </w:r>
      <w:proofErr w:type="spellEnd"/>
      <w:r w:rsidR="00E0544E" w:rsidRPr="007818BD">
        <w:t xml:space="preserve"> d</w:t>
      </w:r>
      <w:r>
        <w:t>’</w:t>
      </w:r>
      <w:r w:rsidR="00E0544E" w:rsidRPr="007818BD">
        <w:t>une voix trembla</w:t>
      </w:r>
      <w:r w:rsidR="00E0544E" w:rsidRPr="007818BD">
        <w:t>n</w:t>
      </w:r>
      <w:r w:rsidR="00E0544E" w:rsidRPr="007818BD">
        <w:t>te</w:t>
      </w:r>
      <w:r>
        <w:t xml:space="preserve">, </w:t>
      </w:r>
      <w:r w:rsidR="00E0544E" w:rsidRPr="007818BD">
        <w:t>la première fois que je me suis trouvé en sa présence</w:t>
      </w:r>
      <w:r>
        <w:t xml:space="preserve">. </w:t>
      </w:r>
      <w:r w:rsidR="00E0544E" w:rsidRPr="007818BD">
        <w:t>Autour de moi tout respirait la joie</w:t>
      </w:r>
      <w:r>
        <w:t xml:space="preserve"> ; </w:t>
      </w:r>
      <w:r w:rsidR="00E0544E" w:rsidRPr="007818BD">
        <w:t>auprès de moi la musique</w:t>
      </w:r>
      <w:r>
        <w:t xml:space="preserve">, </w:t>
      </w:r>
      <w:r w:rsidR="00E0544E" w:rsidRPr="007818BD">
        <w:t>les bo</w:t>
      </w:r>
      <w:r w:rsidR="00E0544E" w:rsidRPr="007818BD">
        <w:t>s</w:t>
      </w:r>
      <w:r w:rsidR="00E0544E" w:rsidRPr="007818BD">
        <w:t>quets illuminés</w:t>
      </w:r>
      <w:r>
        <w:t xml:space="preserve">, </w:t>
      </w:r>
      <w:r w:rsidR="00E0544E" w:rsidRPr="007818BD">
        <w:t>une conversation frivole et enjouée</w:t>
      </w:r>
      <w:r>
        <w:t xml:space="preserve"> ; </w:t>
      </w:r>
      <w:proofErr w:type="spellStart"/>
      <w:r w:rsidR="00E0544E" w:rsidRPr="007818BD">
        <w:t>au dessus</w:t>
      </w:r>
      <w:proofErr w:type="spellEnd"/>
      <w:r w:rsidR="00E0544E" w:rsidRPr="007818BD">
        <w:t xml:space="preserve"> de moi un ciel sans nuages</w:t>
      </w:r>
      <w:r>
        <w:t xml:space="preserve"> : </w:t>
      </w:r>
      <w:r w:rsidR="00E0544E" w:rsidRPr="007818BD">
        <w:t>et cependant mes genoux s</w:t>
      </w:r>
      <w:r>
        <w:t>’</w:t>
      </w:r>
      <w:proofErr w:type="spellStart"/>
      <w:r w:rsidR="00E0544E" w:rsidRPr="007818BD">
        <w:t>entre-choquèrent</w:t>
      </w:r>
      <w:proofErr w:type="spellEnd"/>
      <w:r>
        <w:t xml:space="preserve">, </w:t>
      </w:r>
      <w:r w:rsidR="00E0544E" w:rsidRPr="007818BD">
        <w:t>mes cheveux se dressèrent</w:t>
      </w:r>
      <w:r>
        <w:t xml:space="preserve">, </w:t>
      </w:r>
      <w:r w:rsidR="00E0544E" w:rsidRPr="007818BD">
        <w:t>mon sang glacé se figea</w:t>
      </w:r>
      <w:r>
        <w:t xml:space="preserve">. </w:t>
      </w:r>
      <w:r w:rsidR="00E0544E" w:rsidRPr="007818BD">
        <w:t>Depuis ce jour il a partagé avec toi toutes mes pensées</w:t>
      </w:r>
      <w:r>
        <w:t>.</w:t>
      </w:r>
    </w:p>
    <w:p w14:paraId="00B76AEF" w14:textId="77777777" w:rsidR="00E8465A" w:rsidRDefault="00E8465A" w:rsidP="00E0544E">
      <w:r>
        <w:t>— </w:t>
      </w:r>
      <w:r w:rsidR="00E0544E" w:rsidRPr="007818BD">
        <w:t>Assez</w:t>
      </w:r>
      <w:r>
        <w:t xml:space="preserve">, </w:t>
      </w:r>
      <w:r w:rsidR="00E0544E" w:rsidRPr="007818BD">
        <w:t>assez</w:t>
      </w:r>
      <w:r>
        <w:t xml:space="preserve"> ! </w:t>
      </w:r>
      <w:r w:rsidR="00E0544E" w:rsidRPr="007818BD">
        <w:t>dit Viola d</w:t>
      </w:r>
      <w:r>
        <w:t>’</w:t>
      </w:r>
      <w:r w:rsidR="00E0544E" w:rsidRPr="007818BD">
        <w:t>une voix basse et étouffée</w:t>
      </w:r>
      <w:r>
        <w:t xml:space="preserve"> ; </w:t>
      </w:r>
      <w:r w:rsidR="00E0544E" w:rsidRPr="007818BD">
        <w:t>le doigt du destin est là</w:t>
      </w:r>
      <w:r>
        <w:t xml:space="preserve">. </w:t>
      </w:r>
      <w:r w:rsidR="00E0544E" w:rsidRPr="007818BD">
        <w:t>Je ne puis plus vous parler en ce moment</w:t>
      </w:r>
      <w:r>
        <w:t xml:space="preserve">. </w:t>
      </w:r>
      <w:r w:rsidR="00E0544E" w:rsidRPr="007818BD">
        <w:t>Adieu</w:t>
      </w:r>
      <w:r>
        <w:t> ! ».</w:t>
      </w:r>
    </w:p>
    <w:p w14:paraId="3C27A595" w14:textId="77777777" w:rsidR="00E8465A" w:rsidRDefault="00E0544E" w:rsidP="00E0544E">
      <w:r w:rsidRPr="007818BD">
        <w:lastRenderedPageBreak/>
        <w:t>D</w:t>
      </w:r>
      <w:r w:rsidR="00E8465A">
        <w:t>’</w:t>
      </w:r>
      <w:r w:rsidRPr="007818BD">
        <w:t>un élan elle rentra dans la maison et ferma</w:t>
      </w:r>
      <w:r w:rsidR="00E8465A">
        <w:t xml:space="preserve">, </w:t>
      </w:r>
      <w:r w:rsidRPr="007818BD">
        <w:t>la porte</w:t>
      </w:r>
      <w:r w:rsidR="00E8465A">
        <w:t xml:space="preserve">. </w:t>
      </w:r>
      <w:proofErr w:type="spellStart"/>
      <w:r w:rsidRPr="007818BD">
        <w:t>Glyndon</w:t>
      </w:r>
      <w:proofErr w:type="spellEnd"/>
      <w:r w:rsidRPr="007818BD">
        <w:t xml:space="preserve"> ne l</w:t>
      </w:r>
      <w:r w:rsidR="00E8465A">
        <w:t>’</w:t>
      </w:r>
      <w:r w:rsidRPr="007818BD">
        <w:t>y suivit pas</w:t>
      </w:r>
      <w:r w:rsidR="00E8465A">
        <w:t xml:space="preserve"> ; </w:t>
      </w:r>
      <w:r w:rsidRPr="007818BD">
        <w:t>et</w:t>
      </w:r>
      <w:r w:rsidR="00E8465A">
        <w:t xml:space="preserve">, </w:t>
      </w:r>
      <w:r w:rsidRPr="007818BD">
        <w:t>si étrange que cela paraisse</w:t>
      </w:r>
      <w:r w:rsidR="00E8465A">
        <w:t xml:space="preserve">, </w:t>
      </w:r>
      <w:r w:rsidRPr="007818BD">
        <w:t>il ne se</w:t>
      </w:r>
      <w:r w:rsidR="00E8465A">
        <w:t>-</w:t>
      </w:r>
      <w:r w:rsidRPr="007818BD">
        <w:t>sentit pas le désir de le faire</w:t>
      </w:r>
      <w:r w:rsidR="00E8465A">
        <w:t xml:space="preserve">. </w:t>
      </w:r>
      <w:r w:rsidRPr="007818BD">
        <w:t>La pensée et le souvenir de cette nuit étoilée passée dans les jardins</w:t>
      </w:r>
      <w:r w:rsidR="00E8465A">
        <w:t xml:space="preserve">, </w:t>
      </w:r>
      <w:r w:rsidRPr="007818BD">
        <w:t>et de l</w:t>
      </w:r>
      <w:r w:rsidR="00E8465A">
        <w:t>’</w:t>
      </w:r>
      <w:r w:rsidRPr="007818BD">
        <w:t xml:space="preserve">étrange conversation de </w:t>
      </w:r>
      <w:proofErr w:type="spellStart"/>
      <w:r w:rsidRPr="007818BD">
        <w:t>Zanoni</w:t>
      </w:r>
      <w:proofErr w:type="spellEnd"/>
      <w:r w:rsidR="00E8465A">
        <w:t xml:space="preserve">, </w:t>
      </w:r>
      <w:r w:rsidRPr="007818BD">
        <w:t>avaient glacé en lui toute passion humaine</w:t>
      </w:r>
      <w:r w:rsidR="00E8465A">
        <w:t xml:space="preserve">. </w:t>
      </w:r>
      <w:r w:rsidRPr="007818BD">
        <w:t>Viola e</w:t>
      </w:r>
      <w:r w:rsidRPr="007818BD">
        <w:t>l</w:t>
      </w:r>
      <w:r w:rsidRPr="007818BD">
        <w:t>le-même</w:t>
      </w:r>
      <w:r w:rsidR="00E8465A">
        <w:t xml:space="preserve">, </w:t>
      </w:r>
      <w:r w:rsidRPr="007818BD">
        <w:t>si elle ne fut pas oubliée</w:t>
      </w:r>
      <w:r w:rsidR="00E8465A">
        <w:t xml:space="preserve">, </w:t>
      </w:r>
      <w:r w:rsidRPr="007818BD">
        <w:t>disparut comme une ombre dans les plus intimes profondeurs de son cœur</w:t>
      </w:r>
      <w:r w:rsidR="00E8465A">
        <w:t xml:space="preserve">. </w:t>
      </w:r>
      <w:r w:rsidRPr="007818BD">
        <w:t>Il frissonna en passant sous les rayons du soleil</w:t>
      </w:r>
      <w:r w:rsidR="00E8465A">
        <w:t xml:space="preserve">, </w:t>
      </w:r>
      <w:r w:rsidRPr="007818BD">
        <w:t>et d</w:t>
      </w:r>
      <w:r w:rsidR="00E8465A">
        <w:t>’</w:t>
      </w:r>
      <w:r w:rsidRPr="007818BD">
        <w:t>un pas rêveur gagna les quartiers les plus fréquentés de la plus animée des villes de l</w:t>
      </w:r>
      <w:r w:rsidR="00E8465A">
        <w:t>’</w:t>
      </w:r>
      <w:r w:rsidRPr="007818BD">
        <w:t>Italie</w:t>
      </w:r>
      <w:r w:rsidR="00E8465A">
        <w:t>.</w:t>
      </w:r>
    </w:p>
    <w:p w14:paraId="78092871" w14:textId="13579FCC" w:rsidR="00E0544E" w:rsidRPr="00EA53BB" w:rsidRDefault="000200A6" w:rsidP="000200A6">
      <w:pPr>
        <w:pStyle w:val="Titre1"/>
        <w:rPr>
          <w:sz w:val="60"/>
          <w:szCs w:val="60"/>
        </w:rPr>
      </w:pPr>
      <w:r>
        <w:rPr>
          <w:sz w:val="60"/>
          <w:szCs w:val="60"/>
        </w:rPr>
        <w:lastRenderedPageBreak/>
        <w:br/>
      </w:r>
      <w:r>
        <w:rPr>
          <w:sz w:val="60"/>
          <w:szCs w:val="60"/>
        </w:rPr>
        <w:br/>
      </w:r>
      <w:r>
        <w:rPr>
          <w:sz w:val="60"/>
          <w:szCs w:val="60"/>
        </w:rPr>
        <w:br/>
      </w:r>
      <w:bookmarkStart w:id="22" w:name="_Toc199963071"/>
      <w:r w:rsidR="00E0544E" w:rsidRPr="00EA53BB">
        <w:rPr>
          <w:sz w:val="60"/>
          <w:szCs w:val="60"/>
        </w:rPr>
        <w:t>LIVRE</w:t>
      </w:r>
      <w:r w:rsidR="00E8465A">
        <w:rPr>
          <w:sz w:val="60"/>
          <w:szCs w:val="60"/>
        </w:rPr>
        <w:t xml:space="preserve"> </w:t>
      </w:r>
      <w:r w:rsidR="00E0544E" w:rsidRPr="00EA53BB">
        <w:rPr>
          <w:sz w:val="60"/>
          <w:szCs w:val="60"/>
        </w:rPr>
        <w:t>III</w:t>
      </w:r>
      <w:r w:rsidR="00E0544E" w:rsidRPr="00EA53BB">
        <w:rPr>
          <w:sz w:val="60"/>
          <w:szCs w:val="60"/>
        </w:rPr>
        <w:br/>
      </w:r>
      <w:r w:rsidR="00E0544E" w:rsidRPr="00EA53BB">
        <w:rPr>
          <w:sz w:val="60"/>
          <w:szCs w:val="60"/>
        </w:rPr>
        <w:br/>
        <w:t>THÉURGIE</w:t>
      </w:r>
      <w:bookmarkEnd w:id="22"/>
    </w:p>
    <w:p w14:paraId="78D89419" w14:textId="77777777" w:rsidR="00E8465A" w:rsidRDefault="00E0544E" w:rsidP="00E8465A">
      <w:pPr>
        <w:pStyle w:val="Titre2"/>
        <w:pageBreakBefore/>
      </w:pPr>
      <w:bookmarkStart w:id="23" w:name="_Toc199963072"/>
      <w:r w:rsidRPr="007818BD">
        <w:lastRenderedPageBreak/>
        <w:t>CHAPITRE PREMIER</w:t>
      </w:r>
      <w:r w:rsidR="00E8465A">
        <w:t>.</w:t>
      </w:r>
      <w:bookmarkEnd w:id="23"/>
    </w:p>
    <w:p w14:paraId="1E16ED72" w14:textId="77777777" w:rsidR="00E8465A" w:rsidRDefault="00E0544E" w:rsidP="00E0544E">
      <w:pPr>
        <w:pStyle w:val="NormalRetraitGauche4XIndent0"/>
        <w:spacing w:before="0" w:after="0"/>
        <w:rPr>
          <w:rStyle w:val="Taille-1Caracteres"/>
        </w:rPr>
      </w:pPr>
      <w:r w:rsidRPr="007818BD">
        <w:rPr>
          <w:rStyle w:val="Taille-1Caracteres"/>
        </w:rPr>
        <w:t>Mais ce qui distingue particulièrement cette frate</w:t>
      </w:r>
      <w:r w:rsidRPr="007818BD">
        <w:rPr>
          <w:rStyle w:val="Taille-1Caracteres"/>
        </w:rPr>
        <w:t>r</w:t>
      </w:r>
      <w:r w:rsidRPr="007818BD">
        <w:rPr>
          <w:rStyle w:val="Taille-1Caracteres"/>
        </w:rPr>
        <w:t>nité</w:t>
      </w:r>
      <w:r w:rsidR="00E8465A">
        <w:rPr>
          <w:rStyle w:val="Taille-1Caracteres"/>
        </w:rPr>
        <w:t xml:space="preserve">, </w:t>
      </w:r>
      <w:r w:rsidRPr="007818BD">
        <w:rPr>
          <w:rStyle w:val="Taille-1Caracteres"/>
        </w:rPr>
        <w:t>c</w:t>
      </w:r>
      <w:r w:rsidR="00E8465A">
        <w:rPr>
          <w:rStyle w:val="Taille-1Caracteres"/>
        </w:rPr>
        <w:t>’</w:t>
      </w:r>
      <w:r w:rsidRPr="007818BD">
        <w:rPr>
          <w:rStyle w:val="Taille-1Caracteres"/>
        </w:rPr>
        <w:t>est leur connaissance me</w:t>
      </w:r>
      <w:r w:rsidRPr="007818BD">
        <w:rPr>
          <w:rStyle w:val="Taille-1Caracteres"/>
        </w:rPr>
        <w:t>r</w:t>
      </w:r>
      <w:r w:rsidRPr="007818BD">
        <w:rPr>
          <w:rStyle w:val="Taille-1Caracteres"/>
        </w:rPr>
        <w:t>veilleuse de toutes les ressources de l</w:t>
      </w:r>
      <w:r w:rsidR="00E8465A">
        <w:rPr>
          <w:rStyle w:val="Taille-1Caracteres"/>
        </w:rPr>
        <w:t>’</w:t>
      </w:r>
      <w:r w:rsidRPr="007818BD">
        <w:rPr>
          <w:rStyle w:val="Taille-1Caracteres"/>
        </w:rPr>
        <w:t>art médical</w:t>
      </w:r>
      <w:r w:rsidR="00E8465A">
        <w:rPr>
          <w:rStyle w:val="Taille-1Caracteres"/>
        </w:rPr>
        <w:t xml:space="preserve">. </w:t>
      </w:r>
      <w:r w:rsidRPr="007818BD">
        <w:rPr>
          <w:rStyle w:val="Taille-1Caracteres"/>
        </w:rPr>
        <w:t>Ils n</w:t>
      </w:r>
      <w:r w:rsidR="00E8465A">
        <w:rPr>
          <w:rStyle w:val="Taille-1Caracteres"/>
        </w:rPr>
        <w:t>’</w:t>
      </w:r>
      <w:r w:rsidRPr="007818BD">
        <w:rPr>
          <w:rStyle w:val="Taille-1Caracteres"/>
        </w:rPr>
        <w:t>opèrent pas au moyen de charmes</w:t>
      </w:r>
      <w:r w:rsidR="00E8465A">
        <w:rPr>
          <w:rStyle w:val="Taille-1Caracteres"/>
        </w:rPr>
        <w:t xml:space="preserve">, </w:t>
      </w:r>
      <w:r w:rsidRPr="007818BD">
        <w:rPr>
          <w:rStyle w:val="Taille-1Caracteres"/>
        </w:rPr>
        <w:t>mais de simples</w:t>
      </w:r>
      <w:r w:rsidR="00E8465A">
        <w:rPr>
          <w:rStyle w:val="Taille-1Caracteres"/>
        </w:rPr>
        <w:t>. (</w:t>
      </w:r>
      <w:r w:rsidRPr="007818BD">
        <w:rPr>
          <w:rStyle w:val="Taille-1Caracteres"/>
        </w:rPr>
        <w:t>J</w:t>
      </w:r>
      <w:r w:rsidR="00E8465A">
        <w:rPr>
          <w:rStyle w:val="Taille-1Caracteres"/>
        </w:rPr>
        <w:t xml:space="preserve">. </w:t>
      </w:r>
      <w:r w:rsidRPr="007818BD">
        <w:rPr>
          <w:rStyle w:val="Taille-1Caracteres"/>
        </w:rPr>
        <w:t>von D</w:t>
      </w:r>
      <w:r w:rsidR="00E8465A">
        <w:rPr>
          <w:rStyle w:val="Taille-1Caracteres"/>
        </w:rPr>
        <w:t xml:space="preserve">., </w:t>
      </w:r>
      <w:r w:rsidRPr="00AF32C9">
        <w:rPr>
          <w:rStyle w:val="Taille-1Caracteres"/>
          <w:i/>
        </w:rPr>
        <w:t xml:space="preserve">Origine et caractères des véritables </w:t>
      </w:r>
      <w:proofErr w:type="spellStart"/>
      <w:r w:rsidRPr="00AF32C9">
        <w:rPr>
          <w:rStyle w:val="Taille-1Caracteres"/>
          <w:i/>
        </w:rPr>
        <w:t>Roses-Croix</w:t>
      </w:r>
      <w:proofErr w:type="spellEnd"/>
      <w:r w:rsidR="00E8465A">
        <w:rPr>
          <w:rStyle w:val="Taille-1Caracteres"/>
          <w:i/>
        </w:rPr>
        <w:t xml:space="preserve">, </w:t>
      </w:r>
      <w:r w:rsidRPr="00AF32C9">
        <w:rPr>
          <w:rStyle w:val="Taille-1Caracteres"/>
          <w:i/>
        </w:rPr>
        <w:t>Ms</w:t>
      </w:r>
      <w:r w:rsidR="00E8465A">
        <w:rPr>
          <w:rStyle w:val="Taille-1Caracteres"/>
          <w:i/>
        </w:rPr>
        <w:t>.)</w:t>
      </w:r>
    </w:p>
    <w:p w14:paraId="403F5E49" w14:textId="77777777" w:rsidR="00E8465A" w:rsidRDefault="00E0544E" w:rsidP="00E0544E">
      <w:r w:rsidRPr="007818BD">
        <w:t>Vers cette époque il arriva que Viola trouva l</w:t>
      </w:r>
      <w:r w:rsidR="00E8465A">
        <w:t>’</w:t>
      </w:r>
      <w:r w:rsidRPr="007818BD">
        <w:t>occasion de reconnaître la bonté que lui avait témoignée l</w:t>
      </w:r>
      <w:r w:rsidR="00E8465A">
        <w:t>’</w:t>
      </w:r>
      <w:r w:rsidRPr="007818BD">
        <w:t>artiste charitable dont la maison s</w:t>
      </w:r>
      <w:r w:rsidR="00E8465A">
        <w:t>’</w:t>
      </w:r>
      <w:r w:rsidRPr="007818BD">
        <w:t>était ouverte pour recueillir la pauvre orphel</w:t>
      </w:r>
      <w:r w:rsidRPr="007818BD">
        <w:t>i</w:t>
      </w:r>
      <w:r w:rsidRPr="007818BD">
        <w:t>ne</w:t>
      </w:r>
      <w:r w:rsidR="00E8465A">
        <w:t xml:space="preserve">. </w:t>
      </w:r>
      <w:r w:rsidRPr="007818BD">
        <w:t>Le vieux Bernardi avait donné à ses trois fils la même carri</w:t>
      </w:r>
      <w:r w:rsidRPr="007818BD">
        <w:t>è</w:t>
      </w:r>
      <w:r w:rsidRPr="007818BD">
        <w:t>re que celle qu</w:t>
      </w:r>
      <w:r w:rsidR="00E8465A">
        <w:t>’</w:t>
      </w:r>
      <w:r w:rsidRPr="007818BD">
        <w:t>il avait suivie</w:t>
      </w:r>
      <w:r w:rsidR="00E8465A">
        <w:t xml:space="preserve">, </w:t>
      </w:r>
      <w:r w:rsidRPr="007818BD">
        <w:t>et tous trois avaient quitté Naples pour aller chercher fortune dans les cités plus opulentes de l</w:t>
      </w:r>
      <w:r w:rsidR="00E8465A">
        <w:t>’</w:t>
      </w:r>
      <w:r w:rsidRPr="007818BD">
        <w:t>Europe septentrionale</w:t>
      </w:r>
      <w:r w:rsidR="00E8465A">
        <w:t xml:space="preserve">, </w:t>
      </w:r>
      <w:r w:rsidRPr="007818BD">
        <w:t>où la place était moins encombrée de musique et de musiciens</w:t>
      </w:r>
      <w:r w:rsidR="00E8465A">
        <w:t xml:space="preserve">. </w:t>
      </w:r>
      <w:r w:rsidRPr="007818BD">
        <w:t>Il ne restait</w:t>
      </w:r>
      <w:r w:rsidR="00E8465A">
        <w:t xml:space="preserve">, </w:t>
      </w:r>
      <w:r w:rsidRPr="007818BD">
        <w:t>pour répandre un peu de joie dans sa maison et celle de sa vieille femme</w:t>
      </w:r>
      <w:r w:rsidR="00E8465A">
        <w:t xml:space="preserve">, </w:t>
      </w:r>
      <w:r w:rsidRPr="007818BD">
        <w:t>qu</w:t>
      </w:r>
      <w:r w:rsidR="00E8465A">
        <w:t>’</w:t>
      </w:r>
      <w:r w:rsidRPr="007818BD">
        <w:t>une petite fille vive</w:t>
      </w:r>
      <w:r w:rsidR="00E8465A">
        <w:t xml:space="preserve">, </w:t>
      </w:r>
      <w:r w:rsidRPr="007818BD">
        <w:t>joyeuse</w:t>
      </w:r>
      <w:r w:rsidR="00E8465A">
        <w:t xml:space="preserve">, </w:t>
      </w:r>
      <w:r w:rsidRPr="007818BD">
        <w:t>aux yeux noirs</w:t>
      </w:r>
      <w:r w:rsidR="00E8465A">
        <w:t xml:space="preserve">, </w:t>
      </w:r>
      <w:r w:rsidRPr="007818BD">
        <w:t>âgée d</w:t>
      </w:r>
      <w:r w:rsidR="00E8465A">
        <w:t>’</w:t>
      </w:r>
      <w:r w:rsidRPr="007818BD">
        <w:t>environ huit ans</w:t>
      </w:r>
      <w:r w:rsidR="00E8465A">
        <w:t xml:space="preserve">, </w:t>
      </w:r>
      <w:r w:rsidRPr="007818BD">
        <w:t>l</w:t>
      </w:r>
      <w:r w:rsidR="00E8465A">
        <w:t>’</w:t>
      </w:r>
      <w:r w:rsidRPr="007818BD">
        <w:t>enfant de son second fils</w:t>
      </w:r>
      <w:r w:rsidR="00E8465A">
        <w:t xml:space="preserve">, </w:t>
      </w:r>
      <w:r w:rsidRPr="007818BD">
        <w:t>et dont la mère était morte en lui donnant le jour</w:t>
      </w:r>
      <w:r w:rsidR="00E8465A">
        <w:t xml:space="preserve">. </w:t>
      </w:r>
      <w:r w:rsidRPr="007818BD">
        <w:t>Or</w:t>
      </w:r>
      <w:r w:rsidR="00E8465A">
        <w:t xml:space="preserve">, </w:t>
      </w:r>
      <w:r w:rsidRPr="007818BD">
        <w:t>un mois avant les faits dont nous abordons</w:t>
      </w:r>
      <w:r w:rsidR="00E8465A">
        <w:t xml:space="preserve">, </w:t>
      </w:r>
      <w:r w:rsidRPr="007818BD">
        <w:t>en ce moment le r</w:t>
      </w:r>
      <w:r w:rsidRPr="007818BD">
        <w:t>é</w:t>
      </w:r>
      <w:r w:rsidRPr="007818BD">
        <w:t>cit</w:t>
      </w:r>
      <w:r w:rsidR="00E8465A">
        <w:t xml:space="preserve">, </w:t>
      </w:r>
      <w:r w:rsidRPr="007818BD">
        <w:t>une affection paralytique avait contraint Bernardi à renoncer aux devoirs de sa profession</w:t>
      </w:r>
      <w:r w:rsidR="00E8465A">
        <w:t xml:space="preserve">. </w:t>
      </w:r>
      <w:r w:rsidRPr="007818BD">
        <w:t>Il avait to</w:t>
      </w:r>
      <w:r w:rsidRPr="007818BD">
        <w:t>u</w:t>
      </w:r>
      <w:r w:rsidRPr="007818BD">
        <w:t>jours été un brave garçon inoffensif</w:t>
      </w:r>
      <w:r w:rsidR="00E8465A">
        <w:t xml:space="preserve">, </w:t>
      </w:r>
      <w:r w:rsidRPr="007818BD">
        <w:t>généreux</w:t>
      </w:r>
      <w:r w:rsidR="00E8465A">
        <w:t xml:space="preserve">, </w:t>
      </w:r>
      <w:r w:rsidRPr="007818BD">
        <w:t>imprévoyant</w:t>
      </w:r>
      <w:r w:rsidR="00E8465A">
        <w:t xml:space="preserve">, </w:t>
      </w:r>
      <w:r w:rsidRPr="007818BD">
        <w:t>v</w:t>
      </w:r>
      <w:r w:rsidRPr="007818BD">
        <w:t>i</w:t>
      </w:r>
      <w:r w:rsidRPr="007818BD">
        <w:t>vant au jour le jour de ses gains</w:t>
      </w:r>
      <w:r w:rsidR="00E8465A">
        <w:t xml:space="preserve">, </w:t>
      </w:r>
      <w:r w:rsidRPr="007818BD">
        <w:t>comme si la maladie et la viei</w:t>
      </w:r>
      <w:r w:rsidRPr="007818BD">
        <w:t>l</w:t>
      </w:r>
      <w:r w:rsidRPr="007818BD">
        <w:t>lesse ne devaient j</w:t>
      </w:r>
      <w:r w:rsidRPr="007818BD">
        <w:t>a</w:t>
      </w:r>
      <w:r w:rsidRPr="007818BD">
        <w:t>mais arriver</w:t>
      </w:r>
      <w:r w:rsidR="00E8465A">
        <w:t xml:space="preserve">. </w:t>
      </w:r>
      <w:r w:rsidRPr="007818BD">
        <w:t>Il recevait</w:t>
      </w:r>
      <w:r w:rsidR="00E8465A">
        <w:t xml:space="preserve">, </w:t>
      </w:r>
      <w:r w:rsidRPr="007818BD">
        <w:t>il est vrai</w:t>
      </w:r>
      <w:r w:rsidR="00E8465A">
        <w:t xml:space="preserve">, </w:t>
      </w:r>
      <w:r w:rsidRPr="007818BD">
        <w:t>pour ses services passés</w:t>
      </w:r>
      <w:r w:rsidR="00E8465A">
        <w:t xml:space="preserve">, </w:t>
      </w:r>
      <w:r w:rsidRPr="007818BD">
        <w:t>une petite indemnité</w:t>
      </w:r>
      <w:r w:rsidR="00E8465A">
        <w:t xml:space="preserve">, </w:t>
      </w:r>
      <w:r w:rsidRPr="007818BD">
        <w:t>mais qui suffisait à peine à ses besoins et il lui restait quelques dettes</w:t>
      </w:r>
      <w:r w:rsidR="00E8465A">
        <w:t xml:space="preserve">. </w:t>
      </w:r>
      <w:r w:rsidRPr="007818BD">
        <w:t>À sa table et à son foyer venait s</w:t>
      </w:r>
      <w:r w:rsidR="00E8465A">
        <w:t>’</w:t>
      </w:r>
      <w:r w:rsidRPr="007818BD">
        <w:t>asseoir la pauvreté</w:t>
      </w:r>
      <w:r w:rsidR="00E8465A">
        <w:t xml:space="preserve">, </w:t>
      </w:r>
      <w:r w:rsidRPr="007818BD">
        <w:t>hôte hideux que le sourire r</w:t>
      </w:r>
      <w:r w:rsidRPr="007818BD">
        <w:t>e</w:t>
      </w:r>
      <w:r w:rsidRPr="007818BD">
        <w:t>connaissant et la main généreuse de Viola vinrent expulser de la maison</w:t>
      </w:r>
      <w:r w:rsidR="00E8465A">
        <w:t xml:space="preserve">. </w:t>
      </w:r>
      <w:r w:rsidRPr="007818BD">
        <w:t>Mais il ne suffit pas à un cœur vraiment bon d</w:t>
      </w:r>
      <w:r w:rsidR="00E8465A">
        <w:t>’</w:t>
      </w:r>
      <w:r w:rsidRPr="007818BD">
        <w:t>envoyer et de donner</w:t>
      </w:r>
      <w:r w:rsidR="00E8465A">
        <w:t xml:space="preserve"> ; </w:t>
      </w:r>
      <w:r w:rsidRPr="007818BD">
        <w:t>il y a quelque chose de plus charitable encore</w:t>
      </w:r>
      <w:r w:rsidR="00E8465A">
        <w:t xml:space="preserve"> : </w:t>
      </w:r>
      <w:r w:rsidRPr="007818BD">
        <w:t xml:space="preserve">ce sont les </w:t>
      </w:r>
      <w:r w:rsidRPr="007818BD">
        <w:lastRenderedPageBreak/>
        <w:t>visites et les consolations</w:t>
      </w:r>
      <w:r w:rsidR="00E8465A">
        <w:t xml:space="preserve">. </w:t>
      </w:r>
      <w:r w:rsidRPr="007818BD">
        <w:rPr>
          <w:i/>
          <w:iCs/>
        </w:rPr>
        <w:t>N</w:t>
      </w:r>
      <w:r w:rsidR="00E8465A">
        <w:rPr>
          <w:i/>
          <w:iCs/>
        </w:rPr>
        <w:t>’</w:t>
      </w:r>
      <w:r w:rsidRPr="007818BD">
        <w:rPr>
          <w:i/>
          <w:iCs/>
        </w:rPr>
        <w:t>oublie pas l</w:t>
      </w:r>
      <w:r w:rsidR="00E8465A">
        <w:rPr>
          <w:i/>
          <w:iCs/>
        </w:rPr>
        <w:t>’</w:t>
      </w:r>
      <w:r w:rsidRPr="007818BD">
        <w:rPr>
          <w:i/>
          <w:iCs/>
        </w:rPr>
        <w:t>ami de ton p</w:t>
      </w:r>
      <w:r w:rsidRPr="007818BD">
        <w:rPr>
          <w:i/>
          <w:iCs/>
        </w:rPr>
        <w:t>è</w:t>
      </w:r>
      <w:r w:rsidRPr="007818BD">
        <w:rPr>
          <w:i/>
          <w:iCs/>
        </w:rPr>
        <w:t>re</w:t>
      </w:r>
      <w:r w:rsidR="00E8465A">
        <w:t xml:space="preserve">. </w:t>
      </w:r>
      <w:r w:rsidRPr="007818BD">
        <w:t>Aussi à peine se passait-il un jour sans que l</w:t>
      </w:r>
      <w:r w:rsidR="00E8465A">
        <w:t>’</w:t>
      </w:r>
      <w:r w:rsidRPr="007818BD">
        <w:t>idole brillante de Naples se rendît chez Bernardi</w:t>
      </w:r>
      <w:r w:rsidR="00E8465A">
        <w:t xml:space="preserve">. </w:t>
      </w:r>
      <w:r w:rsidRPr="007818BD">
        <w:t>Tout à coup une épreuve plus rude que la pauvreté et la paralysie vint frapper le vieux mus</w:t>
      </w:r>
      <w:r w:rsidRPr="007818BD">
        <w:t>i</w:t>
      </w:r>
      <w:r w:rsidRPr="007818BD">
        <w:t>cien</w:t>
      </w:r>
      <w:r w:rsidR="00E8465A">
        <w:t xml:space="preserve">. </w:t>
      </w:r>
      <w:r w:rsidRPr="007818BD">
        <w:t>Sa petite Béatrice tomba malade subitement</w:t>
      </w:r>
      <w:r w:rsidR="00E8465A">
        <w:t xml:space="preserve">, </w:t>
      </w:r>
      <w:r w:rsidRPr="007818BD">
        <w:t>dangereus</w:t>
      </w:r>
      <w:r w:rsidRPr="007818BD">
        <w:t>e</w:t>
      </w:r>
      <w:r w:rsidRPr="007818BD">
        <w:t>ment</w:t>
      </w:r>
      <w:r w:rsidR="00E8465A">
        <w:t xml:space="preserve">, </w:t>
      </w:r>
      <w:r w:rsidRPr="007818BD">
        <w:t>d</w:t>
      </w:r>
      <w:r w:rsidR="00E8465A">
        <w:t>’</w:t>
      </w:r>
      <w:r w:rsidRPr="007818BD">
        <w:t>une de ces fièvres meurtrières si communes dans le M</w:t>
      </w:r>
      <w:r w:rsidRPr="007818BD">
        <w:t>i</w:t>
      </w:r>
      <w:r w:rsidRPr="007818BD">
        <w:t>di et Viola fut arrachée à sa rêverie</w:t>
      </w:r>
      <w:r w:rsidR="00E8465A">
        <w:t xml:space="preserve">, </w:t>
      </w:r>
      <w:r w:rsidRPr="007818BD">
        <w:t>où l</w:t>
      </w:r>
      <w:r w:rsidR="00E8465A">
        <w:t>’</w:t>
      </w:r>
      <w:r w:rsidRPr="007818BD">
        <w:t>amour se mêlait à une vague terreur</w:t>
      </w:r>
      <w:r w:rsidR="00E8465A">
        <w:t xml:space="preserve">, </w:t>
      </w:r>
      <w:r w:rsidRPr="007818BD">
        <w:t>pour aller veiller au chevet de sa petite prot</w:t>
      </w:r>
      <w:r w:rsidRPr="007818BD">
        <w:t>é</w:t>
      </w:r>
      <w:r w:rsidRPr="007818BD">
        <w:t>gée</w:t>
      </w:r>
      <w:r w:rsidR="00E8465A">
        <w:t>.</w:t>
      </w:r>
    </w:p>
    <w:p w14:paraId="56AE0D6C" w14:textId="77777777" w:rsidR="00E8465A" w:rsidRDefault="00E0544E" w:rsidP="00E0544E">
      <w:r w:rsidRPr="007818BD">
        <w:t>Celle-ci aimait beaucoup Viola</w:t>
      </w:r>
      <w:r w:rsidR="00E8465A">
        <w:t xml:space="preserve">, </w:t>
      </w:r>
      <w:r w:rsidRPr="007818BD">
        <w:t>et ses vieux parents étaient persuadés que sa pr</w:t>
      </w:r>
      <w:r w:rsidRPr="007818BD">
        <w:t>é</w:t>
      </w:r>
      <w:r w:rsidRPr="007818BD">
        <w:t>sence seule suffirait pour guérir leur chère malade</w:t>
      </w:r>
      <w:r w:rsidR="00E8465A">
        <w:t xml:space="preserve">. </w:t>
      </w:r>
      <w:r w:rsidRPr="007818BD">
        <w:t>Mais quand Viola arriva</w:t>
      </w:r>
      <w:r w:rsidR="00E8465A">
        <w:t xml:space="preserve">, </w:t>
      </w:r>
      <w:r w:rsidRPr="007818BD">
        <w:t>Béatrice avait perdu connai</w:t>
      </w:r>
      <w:r w:rsidRPr="007818BD">
        <w:t>s</w:t>
      </w:r>
      <w:r w:rsidRPr="007818BD">
        <w:t>sance</w:t>
      </w:r>
      <w:r w:rsidR="00E8465A">
        <w:t xml:space="preserve">. </w:t>
      </w:r>
      <w:r w:rsidRPr="007818BD">
        <w:t>Heureusement il y avait ce soir-là relâche à San-Carlo</w:t>
      </w:r>
      <w:r w:rsidR="00E8465A">
        <w:t xml:space="preserve">. </w:t>
      </w:r>
      <w:r w:rsidRPr="007818BD">
        <w:t>Elle résolut de passer la nuit</w:t>
      </w:r>
      <w:r w:rsidR="00E8465A">
        <w:t xml:space="preserve">, </w:t>
      </w:r>
      <w:r w:rsidRPr="007818BD">
        <w:t>et de prendre sa part des dangers de cette périlleuse veillée</w:t>
      </w:r>
      <w:r w:rsidR="00E8465A">
        <w:t>.</w:t>
      </w:r>
    </w:p>
    <w:p w14:paraId="04C029C0" w14:textId="77777777" w:rsidR="00E8465A" w:rsidRDefault="00E0544E" w:rsidP="00E0544E">
      <w:r w:rsidRPr="007818BD">
        <w:t>Pendant cette nuit</w:t>
      </w:r>
      <w:r w:rsidR="00E8465A">
        <w:t xml:space="preserve">, </w:t>
      </w:r>
      <w:r w:rsidRPr="007818BD">
        <w:t>l</w:t>
      </w:r>
      <w:r w:rsidR="00E8465A">
        <w:t>’</w:t>
      </w:r>
      <w:r w:rsidRPr="007818BD">
        <w:t>état de l</w:t>
      </w:r>
      <w:r w:rsidR="00E8465A">
        <w:t>’</w:t>
      </w:r>
      <w:r w:rsidRPr="007818BD">
        <w:t>enfant s</w:t>
      </w:r>
      <w:r w:rsidR="00E8465A">
        <w:t>’</w:t>
      </w:r>
      <w:r w:rsidRPr="007818BD">
        <w:t>aggrava</w:t>
      </w:r>
      <w:r w:rsidR="00E8465A">
        <w:t xml:space="preserve"> ; </w:t>
      </w:r>
      <w:r w:rsidRPr="007818BD">
        <w:t>le médecin</w:t>
      </w:r>
      <w:r w:rsidR="00E8465A">
        <w:t xml:space="preserve"> (</w:t>
      </w:r>
      <w:r w:rsidRPr="007818BD">
        <w:t>ce corps respectable n</w:t>
      </w:r>
      <w:r w:rsidR="00E8465A">
        <w:t>’</w:t>
      </w:r>
      <w:r w:rsidRPr="007818BD">
        <w:t>a jamais brillé par son habileté à Naples</w:t>
      </w:r>
      <w:r w:rsidR="00E8465A">
        <w:t xml:space="preserve">) </w:t>
      </w:r>
      <w:r w:rsidRPr="007818BD">
        <w:t>secoua sa tête poudrée</w:t>
      </w:r>
      <w:r w:rsidR="00E8465A">
        <w:t xml:space="preserve">, </w:t>
      </w:r>
      <w:r w:rsidRPr="007818BD">
        <w:t>colla ses narines sur son flacon de sels aromatiques</w:t>
      </w:r>
      <w:r w:rsidR="00E8465A">
        <w:t xml:space="preserve">, </w:t>
      </w:r>
      <w:r w:rsidRPr="007818BD">
        <w:t>administra quelques palliatifs et partit</w:t>
      </w:r>
      <w:r w:rsidR="00E8465A">
        <w:t xml:space="preserve">. </w:t>
      </w:r>
      <w:r w:rsidRPr="007818BD">
        <w:t>Le vieux Bernardi s</w:t>
      </w:r>
      <w:r w:rsidR="00E8465A">
        <w:t>’</w:t>
      </w:r>
      <w:r w:rsidRPr="007818BD">
        <w:t>assit auprès du lit dans un silence morne</w:t>
      </w:r>
      <w:r w:rsidR="00E8465A">
        <w:t>.</w:t>
      </w:r>
    </w:p>
    <w:p w14:paraId="52EB159A" w14:textId="77777777" w:rsidR="00E8465A" w:rsidRDefault="00E0544E" w:rsidP="00E0544E">
      <w:r w:rsidRPr="007818BD">
        <w:t>C</w:t>
      </w:r>
      <w:r w:rsidR="00E8465A">
        <w:t>’</w:t>
      </w:r>
      <w:r w:rsidRPr="007818BD">
        <w:t>était le dernier lien qui le retenait à la vie</w:t>
      </w:r>
      <w:r w:rsidR="00E8465A">
        <w:t xml:space="preserve">. </w:t>
      </w:r>
      <w:r w:rsidRPr="007818BD">
        <w:t>Cette ancre une fois rompue</w:t>
      </w:r>
      <w:r w:rsidR="00E8465A">
        <w:t xml:space="preserve">, </w:t>
      </w:r>
      <w:r w:rsidRPr="007818BD">
        <w:t>le vaisseau ballotté n</w:t>
      </w:r>
      <w:r w:rsidR="00E8465A">
        <w:t>’</w:t>
      </w:r>
      <w:r w:rsidRPr="007818BD">
        <w:t>avait plus qu</w:t>
      </w:r>
      <w:r w:rsidR="00E8465A">
        <w:t>’</w:t>
      </w:r>
      <w:r w:rsidRPr="007818BD">
        <w:t>à sombrer</w:t>
      </w:r>
      <w:r w:rsidR="00E8465A">
        <w:t xml:space="preserve">. </w:t>
      </w:r>
      <w:r w:rsidRPr="007818BD">
        <w:t>Il y avait là une résolution de fer plus terrible que la douleur</w:t>
      </w:r>
      <w:r w:rsidR="00E8465A">
        <w:t xml:space="preserve">. </w:t>
      </w:r>
      <w:r w:rsidRPr="007818BD">
        <w:t>Un vieillard</w:t>
      </w:r>
      <w:r w:rsidR="00E8465A">
        <w:t xml:space="preserve">, </w:t>
      </w:r>
      <w:r w:rsidRPr="007818BD">
        <w:t>avec un pied dans la tombe</w:t>
      </w:r>
      <w:r w:rsidR="00E8465A">
        <w:t xml:space="preserve">, </w:t>
      </w:r>
      <w:r w:rsidRPr="007818BD">
        <w:t>veillant auprès du lit de mort d</w:t>
      </w:r>
      <w:r w:rsidR="00E8465A">
        <w:t>’</w:t>
      </w:r>
      <w:r w:rsidRPr="007818BD">
        <w:t>un enfant</w:t>
      </w:r>
      <w:r w:rsidR="00E8465A">
        <w:t xml:space="preserve">, </w:t>
      </w:r>
      <w:r w:rsidRPr="007818BD">
        <w:t>c</w:t>
      </w:r>
      <w:r w:rsidR="00E8465A">
        <w:t>’</w:t>
      </w:r>
      <w:r w:rsidRPr="007818BD">
        <w:t>est un des spectacles les plus saisissants de la misère humaine</w:t>
      </w:r>
      <w:r w:rsidR="00E8465A">
        <w:t xml:space="preserve">. </w:t>
      </w:r>
      <w:r w:rsidRPr="007818BD">
        <w:t>La femme était plus active</w:t>
      </w:r>
      <w:r w:rsidR="00E8465A">
        <w:t xml:space="preserve"> ; </w:t>
      </w:r>
      <w:r w:rsidRPr="007818BD">
        <w:t>il y avait chez e</w:t>
      </w:r>
      <w:r w:rsidRPr="007818BD">
        <w:t>l</w:t>
      </w:r>
      <w:r w:rsidRPr="007818BD">
        <w:t>le du mouvement</w:t>
      </w:r>
      <w:r w:rsidR="00E8465A">
        <w:t xml:space="preserve">, </w:t>
      </w:r>
      <w:r w:rsidRPr="007818BD">
        <w:t>de l</w:t>
      </w:r>
      <w:r w:rsidR="00E8465A">
        <w:t>’</w:t>
      </w:r>
      <w:r w:rsidRPr="007818BD">
        <w:t>espérance</w:t>
      </w:r>
      <w:r w:rsidR="00E8465A">
        <w:t xml:space="preserve">, </w:t>
      </w:r>
      <w:r w:rsidRPr="007818BD">
        <w:t>des la</w:t>
      </w:r>
      <w:r w:rsidRPr="007818BD">
        <w:t>r</w:t>
      </w:r>
      <w:r w:rsidRPr="007818BD">
        <w:t>mes</w:t>
      </w:r>
      <w:r w:rsidR="00E8465A">
        <w:t xml:space="preserve">. </w:t>
      </w:r>
      <w:r w:rsidRPr="007818BD">
        <w:t>Viola prodigua ses soins à tous trois</w:t>
      </w:r>
      <w:r w:rsidR="00E8465A">
        <w:t xml:space="preserve">. </w:t>
      </w:r>
      <w:r w:rsidRPr="007818BD">
        <w:t>Mais vers le matin</w:t>
      </w:r>
      <w:r w:rsidR="00E8465A">
        <w:t xml:space="preserve">, </w:t>
      </w:r>
      <w:r w:rsidRPr="007818BD">
        <w:t>l</w:t>
      </w:r>
      <w:r w:rsidR="00E8465A">
        <w:t>’</w:t>
      </w:r>
      <w:r w:rsidRPr="007818BD">
        <w:t>état de Béatrice devint tellement alarmant que Viola elle-même commença à désesp</w:t>
      </w:r>
      <w:r w:rsidRPr="007818BD">
        <w:t>é</w:t>
      </w:r>
      <w:r w:rsidRPr="007818BD">
        <w:t>rer</w:t>
      </w:r>
      <w:r w:rsidR="00E8465A">
        <w:t xml:space="preserve">. </w:t>
      </w:r>
      <w:r w:rsidRPr="007818BD">
        <w:t>À ce moment</w:t>
      </w:r>
      <w:r w:rsidR="00E8465A">
        <w:t xml:space="preserve">, </w:t>
      </w:r>
      <w:r w:rsidRPr="007818BD">
        <w:t>elle vit la vieille</w:t>
      </w:r>
      <w:r w:rsidR="00E8465A">
        <w:t xml:space="preserve">, </w:t>
      </w:r>
      <w:r w:rsidRPr="007818BD">
        <w:lastRenderedPageBreak/>
        <w:t>depuis longtemps agenoui</w:t>
      </w:r>
      <w:r w:rsidRPr="007818BD">
        <w:t>l</w:t>
      </w:r>
      <w:r w:rsidRPr="007818BD">
        <w:t>lée devant l</w:t>
      </w:r>
      <w:r w:rsidR="00E8465A">
        <w:t>’</w:t>
      </w:r>
      <w:r w:rsidRPr="007818BD">
        <w:t>image d</w:t>
      </w:r>
      <w:r w:rsidR="00E8465A">
        <w:t>’</w:t>
      </w:r>
      <w:r w:rsidRPr="007818BD">
        <w:t>un saint</w:t>
      </w:r>
      <w:r w:rsidR="00E8465A">
        <w:t xml:space="preserve">, </w:t>
      </w:r>
      <w:r w:rsidRPr="007818BD">
        <w:t>se lever subit</w:t>
      </w:r>
      <w:r w:rsidRPr="007818BD">
        <w:t>e</w:t>
      </w:r>
      <w:r w:rsidRPr="007818BD">
        <w:t>ment</w:t>
      </w:r>
      <w:r w:rsidR="00E8465A">
        <w:t xml:space="preserve">, </w:t>
      </w:r>
      <w:r w:rsidRPr="007818BD">
        <w:t>s</w:t>
      </w:r>
      <w:r w:rsidR="00E8465A">
        <w:t>’</w:t>
      </w:r>
      <w:r w:rsidRPr="007818BD">
        <w:t>envelopper de son manteau et de son capuchon et quitter sans bruit la cha</w:t>
      </w:r>
      <w:r w:rsidRPr="007818BD">
        <w:t>m</w:t>
      </w:r>
      <w:r w:rsidRPr="007818BD">
        <w:t>bre</w:t>
      </w:r>
      <w:r w:rsidR="00E8465A">
        <w:t xml:space="preserve">. </w:t>
      </w:r>
      <w:r w:rsidRPr="007818BD">
        <w:t>Viola la suivit tout doucement</w:t>
      </w:r>
      <w:r w:rsidR="00E8465A">
        <w:t>.</w:t>
      </w:r>
    </w:p>
    <w:p w14:paraId="20FEC0BF" w14:textId="77777777" w:rsidR="00E8465A" w:rsidRDefault="00E8465A" w:rsidP="00E0544E">
      <w:r>
        <w:t>« </w:t>
      </w:r>
      <w:r w:rsidR="00E0544E" w:rsidRPr="007818BD">
        <w:t>Il fait trop froid</w:t>
      </w:r>
      <w:r>
        <w:t xml:space="preserve">, </w:t>
      </w:r>
      <w:r w:rsidR="00E0544E" w:rsidRPr="007818BD">
        <w:t>bonne mère</w:t>
      </w:r>
      <w:r>
        <w:t xml:space="preserve">, </w:t>
      </w:r>
      <w:r w:rsidR="00E0544E" w:rsidRPr="007818BD">
        <w:t>pour que vous vous exp</w:t>
      </w:r>
      <w:r w:rsidR="00E0544E" w:rsidRPr="007818BD">
        <w:t>o</w:t>
      </w:r>
      <w:r w:rsidR="00E0544E" w:rsidRPr="007818BD">
        <w:t>siez à l</w:t>
      </w:r>
      <w:r>
        <w:t>’</w:t>
      </w:r>
      <w:r w:rsidR="00E0544E" w:rsidRPr="007818BD">
        <w:t>air</w:t>
      </w:r>
      <w:r>
        <w:t xml:space="preserve"> ; </w:t>
      </w:r>
      <w:r w:rsidR="00E0544E" w:rsidRPr="007818BD">
        <w:t>laissez-moi a</w:t>
      </w:r>
      <w:r w:rsidR="00E0544E" w:rsidRPr="007818BD">
        <w:t>l</w:t>
      </w:r>
      <w:r w:rsidR="00E0544E" w:rsidRPr="007818BD">
        <w:t>ler chercher le médecin</w:t>
      </w:r>
      <w:r>
        <w:t>.</w:t>
      </w:r>
    </w:p>
    <w:p w14:paraId="7A2BC06B" w14:textId="1FA8923C" w:rsidR="00E0544E" w:rsidRPr="007818BD" w:rsidRDefault="00E8465A" w:rsidP="00E0544E">
      <w:r>
        <w:t>— </w:t>
      </w:r>
      <w:r w:rsidR="00E0544E" w:rsidRPr="007818BD">
        <w:t>Enfant</w:t>
      </w:r>
      <w:r>
        <w:t xml:space="preserve">, </w:t>
      </w:r>
      <w:r w:rsidR="00E0544E" w:rsidRPr="007818BD">
        <w:t>ce n</w:t>
      </w:r>
      <w:r>
        <w:t>’</w:t>
      </w:r>
      <w:r w:rsidR="00E0544E" w:rsidRPr="007818BD">
        <w:t>est pas lui que je vais chercher</w:t>
      </w:r>
      <w:r>
        <w:t xml:space="preserve">. </w:t>
      </w:r>
      <w:r w:rsidR="00E0544E" w:rsidRPr="007818BD">
        <w:t>On m</w:t>
      </w:r>
      <w:r>
        <w:t>’</w:t>
      </w:r>
      <w:r w:rsidR="00E0544E" w:rsidRPr="007818BD">
        <w:t>a parlé de quelqu</w:t>
      </w:r>
      <w:r>
        <w:t>’</w:t>
      </w:r>
      <w:r w:rsidR="00E0544E" w:rsidRPr="007818BD">
        <w:t>un qui a été bon pour les pauvres</w:t>
      </w:r>
      <w:r>
        <w:t xml:space="preserve">, </w:t>
      </w:r>
      <w:r w:rsidR="00E0544E" w:rsidRPr="007818BD">
        <w:t>et qui a réussi à sauver des malades que les médecins n</w:t>
      </w:r>
      <w:r>
        <w:t>’</w:t>
      </w:r>
      <w:r w:rsidR="00E0544E" w:rsidRPr="007818BD">
        <w:t>avaient pu guérir</w:t>
      </w:r>
      <w:r>
        <w:t xml:space="preserve">. </w:t>
      </w:r>
      <w:r w:rsidR="00E0544E" w:rsidRPr="007818BD">
        <w:t>J</w:t>
      </w:r>
      <w:r>
        <w:t>’</w:t>
      </w:r>
      <w:r w:rsidR="00E0544E" w:rsidRPr="007818BD">
        <w:t>irai le trouver et lui dire</w:t>
      </w:r>
      <w:r>
        <w:t> : « </w:t>
      </w:r>
      <w:proofErr w:type="spellStart"/>
      <w:r w:rsidR="00E0544E" w:rsidRPr="007818BD">
        <w:t>Signor</w:t>
      </w:r>
      <w:proofErr w:type="spellEnd"/>
      <w:r>
        <w:t xml:space="preserve">, </w:t>
      </w:r>
      <w:r w:rsidR="00E0544E" w:rsidRPr="007818BD">
        <w:t>pour tout le reste nous sommes pa</w:t>
      </w:r>
      <w:r w:rsidR="00E0544E" w:rsidRPr="007818BD">
        <w:t>u</w:t>
      </w:r>
      <w:r w:rsidR="00E0544E" w:rsidRPr="007818BD">
        <w:t>vres</w:t>
      </w:r>
      <w:r>
        <w:t xml:space="preserve">, </w:t>
      </w:r>
      <w:r w:rsidR="00E0544E" w:rsidRPr="007818BD">
        <w:t>mais hier nous étions riches en amour</w:t>
      </w:r>
      <w:r>
        <w:t xml:space="preserve">. </w:t>
      </w:r>
      <w:r w:rsidR="00E0544E" w:rsidRPr="007818BD">
        <w:t>Nous touchons au terme de la vie</w:t>
      </w:r>
      <w:r>
        <w:t xml:space="preserve">, </w:t>
      </w:r>
      <w:r w:rsidR="00E0544E" w:rsidRPr="007818BD">
        <w:t>mais nous vivions dans l</w:t>
      </w:r>
      <w:r>
        <w:t>’</w:t>
      </w:r>
      <w:r w:rsidR="00E0544E" w:rsidRPr="007818BD">
        <w:t>enfance de notre p</w:t>
      </w:r>
      <w:r w:rsidR="00E0544E" w:rsidRPr="007818BD">
        <w:t>e</w:t>
      </w:r>
      <w:r w:rsidR="00E0544E" w:rsidRPr="007818BD">
        <w:t>tite fille</w:t>
      </w:r>
      <w:r>
        <w:t xml:space="preserve"> ; </w:t>
      </w:r>
      <w:proofErr w:type="spellStart"/>
      <w:r w:rsidR="00E0544E" w:rsidRPr="007818BD">
        <w:t>rendez</w:t>
      </w:r>
      <w:r w:rsidR="00E0544E">
        <w:t xml:space="preserve"> </w:t>
      </w:r>
      <w:r w:rsidR="00E0544E" w:rsidRPr="007818BD">
        <w:t>nous</w:t>
      </w:r>
      <w:proofErr w:type="spellEnd"/>
      <w:r w:rsidR="00E0544E" w:rsidRPr="007818BD">
        <w:t xml:space="preserve"> notre trésor</w:t>
      </w:r>
      <w:r>
        <w:t xml:space="preserve">, </w:t>
      </w:r>
      <w:proofErr w:type="spellStart"/>
      <w:r w:rsidR="00E0544E" w:rsidRPr="007818BD">
        <w:t>rendez</w:t>
      </w:r>
      <w:r w:rsidR="00E0544E">
        <w:t xml:space="preserve"> </w:t>
      </w:r>
      <w:r w:rsidR="00E0544E" w:rsidRPr="007818BD">
        <w:t>nous</w:t>
      </w:r>
      <w:proofErr w:type="spellEnd"/>
      <w:r w:rsidR="00E0544E" w:rsidRPr="007818BD">
        <w:t xml:space="preserve"> notre jeunesse</w:t>
      </w:r>
      <w:r>
        <w:t xml:space="preserve">. </w:t>
      </w:r>
      <w:r w:rsidR="00E0544E" w:rsidRPr="007818BD">
        <w:t>Faites que nous mourions en bénissant Dieu de voir la créature que nous aimons nous survivre</w:t>
      </w:r>
      <w:r>
        <w:t>. »</w:t>
      </w:r>
    </w:p>
    <w:p w14:paraId="576676DA" w14:textId="77777777" w:rsidR="00E8465A" w:rsidRDefault="00E0544E" w:rsidP="00E0544E">
      <w:r w:rsidRPr="007818BD">
        <w:t>Elle était partie</w:t>
      </w:r>
      <w:r w:rsidR="00E8465A">
        <w:t xml:space="preserve">. </w:t>
      </w:r>
      <w:r w:rsidRPr="007818BD">
        <w:t>Pourquoi donc</w:t>
      </w:r>
      <w:r w:rsidR="00E8465A">
        <w:t xml:space="preserve">, </w:t>
      </w:r>
      <w:r w:rsidRPr="007818BD">
        <w:t>Viola</w:t>
      </w:r>
      <w:r w:rsidR="00E8465A">
        <w:t xml:space="preserve">, </w:t>
      </w:r>
      <w:r w:rsidRPr="007818BD">
        <w:t>le cœur te battait-il si fort</w:t>
      </w:r>
      <w:r w:rsidR="00E8465A">
        <w:t xml:space="preserve"> ? </w:t>
      </w:r>
      <w:r w:rsidRPr="007818BD">
        <w:t>Un cri perçant de douleur la rappela auprès de l</w:t>
      </w:r>
      <w:r w:rsidR="00E8465A">
        <w:t>’</w:t>
      </w:r>
      <w:r w:rsidRPr="007818BD">
        <w:t>enfant</w:t>
      </w:r>
      <w:r w:rsidR="00E8465A">
        <w:t xml:space="preserve"> ; </w:t>
      </w:r>
      <w:r w:rsidRPr="007818BD">
        <w:t>et là</w:t>
      </w:r>
      <w:r w:rsidR="00E8465A">
        <w:t xml:space="preserve">, </w:t>
      </w:r>
      <w:r w:rsidRPr="007818BD">
        <w:t>sans avoir conscience du départ de sa femme</w:t>
      </w:r>
      <w:r w:rsidR="00E8465A">
        <w:t xml:space="preserve">, </w:t>
      </w:r>
      <w:r w:rsidRPr="007818BD">
        <w:t>immobile</w:t>
      </w:r>
      <w:r w:rsidR="00E8465A">
        <w:t xml:space="preserve">, </w:t>
      </w:r>
      <w:r w:rsidRPr="007818BD">
        <w:t>ses yeux secs et déjà vitreux fixés sur l</w:t>
      </w:r>
      <w:r w:rsidR="00E8465A">
        <w:t>’</w:t>
      </w:r>
      <w:r w:rsidRPr="007818BD">
        <w:t>agonie de la frêle petite créature</w:t>
      </w:r>
      <w:r w:rsidR="00E8465A">
        <w:t xml:space="preserve">, </w:t>
      </w:r>
      <w:r w:rsidRPr="007818BD">
        <w:t>était assis le vieillard</w:t>
      </w:r>
      <w:r w:rsidR="00E8465A">
        <w:t xml:space="preserve"> ; </w:t>
      </w:r>
      <w:r w:rsidRPr="007818BD">
        <w:t>petit à petit le cri de la douleur s</w:t>
      </w:r>
      <w:r w:rsidR="00E8465A">
        <w:t>’</w:t>
      </w:r>
      <w:r w:rsidRPr="007818BD">
        <w:t>affaiblit</w:t>
      </w:r>
      <w:r w:rsidR="00E8465A">
        <w:t xml:space="preserve">, </w:t>
      </w:r>
      <w:r w:rsidRPr="007818BD">
        <w:t>et devint un sourd gémissement</w:t>
      </w:r>
      <w:r w:rsidR="00E8465A">
        <w:t xml:space="preserve"> : </w:t>
      </w:r>
      <w:r w:rsidRPr="007818BD">
        <w:t>les convulsions f</w:t>
      </w:r>
      <w:r w:rsidRPr="007818BD">
        <w:t>u</w:t>
      </w:r>
      <w:r w:rsidRPr="007818BD">
        <w:t>rent moins violentes mais plus fréquentes</w:t>
      </w:r>
      <w:r w:rsidR="00E8465A">
        <w:t xml:space="preserve">, </w:t>
      </w:r>
      <w:r w:rsidRPr="007818BD">
        <w:t>les traits enflammés par la fièvre prirent cette teinte pâle et bleue que revêt à la fin ce qui n</w:t>
      </w:r>
      <w:r w:rsidR="00E8465A">
        <w:t>’</w:t>
      </w:r>
      <w:r w:rsidRPr="007818BD">
        <w:t>est plus en nous qu</w:t>
      </w:r>
      <w:r w:rsidR="00E8465A">
        <w:t>’</w:t>
      </w:r>
      <w:r w:rsidRPr="007818BD">
        <w:t>un marbre privé de sang et de mouv</w:t>
      </w:r>
      <w:r w:rsidRPr="007818BD">
        <w:t>e</w:t>
      </w:r>
      <w:r w:rsidRPr="007818BD">
        <w:t>ment</w:t>
      </w:r>
      <w:r w:rsidR="00E8465A">
        <w:t>.</w:t>
      </w:r>
    </w:p>
    <w:p w14:paraId="0D41C6C9" w14:textId="77777777" w:rsidR="00E8465A" w:rsidRDefault="00E0544E" w:rsidP="00E0544E">
      <w:r w:rsidRPr="007818BD">
        <w:t>Le jour plus clair et plus lumineux envahit la chambre</w:t>
      </w:r>
      <w:r w:rsidR="00E8465A">
        <w:t xml:space="preserve"> ; </w:t>
      </w:r>
      <w:r w:rsidRPr="007818BD">
        <w:t>des pas se firent entendre dans l</w:t>
      </w:r>
      <w:r w:rsidR="00E8465A">
        <w:t>’</w:t>
      </w:r>
      <w:r w:rsidRPr="007818BD">
        <w:t>escalier</w:t>
      </w:r>
      <w:r w:rsidR="00E8465A">
        <w:t xml:space="preserve">, </w:t>
      </w:r>
      <w:r w:rsidRPr="007818BD">
        <w:t>la vieille entra précip</w:t>
      </w:r>
      <w:r w:rsidRPr="007818BD">
        <w:t>i</w:t>
      </w:r>
      <w:r w:rsidRPr="007818BD">
        <w:t>tamment et</w:t>
      </w:r>
      <w:r w:rsidR="00E8465A">
        <w:t xml:space="preserve">, </w:t>
      </w:r>
      <w:r w:rsidRPr="007818BD">
        <w:t>s</w:t>
      </w:r>
      <w:r w:rsidR="00E8465A">
        <w:t>’</w:t>
      </w:r>
      <w:r w:rsidRPr="007818BD">
        <w:t>élançant près du lit</w:t>
      </w:r>
      <w:r w:rsidR="00E8465A">
        <w:t xml:space="preserve">, </w:t>
      </w:r>
      <w:r w:rsidRPr="007818BD">
        <w:t>jeta un coup d</w:t>
      </w:r>
      <w:r w:rsidR="00E8465A">
        <w:t>’</w:t>
      </w:r>
      <w:r w:rsidRPr="007818BD">
        <w:t>œil rapide sur la malade</w:t>
      </w:r>
      <w:r w:rsidR="00E8465A">
        <w:t>.</w:t>
      </w:r>
    </w:p>
    <w:p w14:paraId="043C56C4" w14:textId="10EA72C6" w:rsidR="00E0544E" w:rsidRPr="007818BD" w:rsidRDefault="00E8465A" w:rsidP="00E0544E">
      <w:r>
        <w:t>« </w:t>
      </w:r>
      <w:r w:rsidR="00E0544E" w:rsidRPr="007818BD">
        <w:t>Elle vit encore</w:t>
      </w:r>
      <w:r>
        <w:t xml:space="preserve">, </w:t>
      </w:r>
      <w:proofErr w:type="spellStart"/>
      <w:r w:rsidR="00E0544E" w:rsidRPr="007818BD">
        <w:t>signor</w:t>
      </w:r>
      <w:proofErr w:type="spellEnd"/>
      <w:r>
        <w:t xml:space="preserve">, </w:t>
      </w:r>
      <w:r w:rsidR="00E0544E" w:rsidRPr="007818BD">
        <w:t>elle vit</w:t>
      </w:r>
      <w:r>
        <w:t> ! »</w:t>
      </w:r>
    </w:p>
    <w:p w14:paraId="0924FD5C" w14:textId="77777777" w:rsidR="00E8465A" w:rsidRDefault="00E0544E" w:rsidP="00E0544E">
      <w:r w:rsidRPr="007818BD">
        <w:lastRenderedPageBreak/>
        <w:t>Viola pressait contre son sein la tête de l</w:t>
      </w:r>
      <w:r w:rsidR="00E8465A">
        <w:t>’</w:t>
      </w:r>
      <w:r w:rsidRPr="007818BD">
        <w:t>enfant</w:t>
      </w:r>
      <w:r w:rsidR="00E8465A">
        <w:t xml:space="preserve"> ; </w:t>
      </w:r>
      <w:r w:rsidRPr="007818BD">
        <w:t>elle leva les yeux</w:t>
      </w:r>
      <w:r w:rsidR="00E8465A">
        <w:t xml:space="preserve">, </w:t>
      </w:r>
      <w:r w:rsidRPr="007818BD">
        <w:t xml:space="preserve">elle reconnut </w:t>
      </w:r>
      <w:proofErr w:type="spellStart"/>
      <w:r w:rsidRPr="007818BD">
        <w:t>Zanoni</w:t>
      </w:r>
      <w:proofErr w:type="spellEnd"/>
      <w:r w:rsidR="00E8465A">
        <w:t xml:space="preserve">. </w:t>
      </w:r>
      <w:r w:rsidRPr="007818BD">
        <w:t>Il lui sourit avec une expression de douce et tendre approbation</w:t>
      </w:r>
      <w:r w:rsidR="00E8465A">
        <w:t xml:space="preserve">, </w:t>
      </w:r>
      <w:r w:rsidRPr="007818BD">
        <w:t>et lui prit l</w:t>
      </w:r>
      <w:r w:rsidR="00E8465A">
        <w:t>’</w:t>
      </w:r>
      <w:r w:rsidRPr="007818BD">
        <w:t>enfant des bras</w:t>
      </w:r>
      <w:r w:rsidR="00E8465A">
        <w:t xml:space="preserve">. </w:t>
      </w:r>
      <w:r w:rsidRPr="007818BD">
        <w:t>Même en ce moment où elle le vit penché silencieusement sur ce pâle visage</w:t>
      </w:r>
      <w:r w:rsidR="00E8465A">
        <w:t xml:space="preserve">, </w:t>
      </w:r>
      <w:r w:rsidRPr="007818BD">
        <w:t>une terreur superstitieuse se mêla à ses espéra</w:t>
      </w:r>
      <w:r w:rsidRPr="007818BD">
        <w:t>n</w:t>
      </w:r>
      <w:r w:rsidRPr="007818BD">
        <w:t>ces</w:t>
      </w:r>
      <w:r w:rsidR="00E8465A">
        <w:t xml:space="preserve">. </w:t>
      </w:r>
      <w:r w:rsidRPr="007818BD">
        <w:t>Était-ce par des moyens légitimes</w:t>
      </w:r>
      <w:r w:rsidR="00E8465A">
        <w:t xml:space="preserve">, </w:t>
      </w:r>
      <w:r w:rsidRPr="007818BD">
        <w:t>par les saintes ressou</w:t>
      </w:r>
      <w:r w:rsidRPr="007818BD">
        <w:t>r</w:t>
      </w:r>
      <w:r w:rsidRPr="007818BD">
        <w:t>ces de l</w:t>
      </w:r>
      <w:r w:rsidR="00E8465A">
        <w:t>’</w:t>
      </w:r>
      <w:r w:rsidRPr="007818BD">
        <w:t>art que</w:t>
      </w:r>
      <w:r w:rsidR="00E8465A">
        <w:t xml:space="preserve">… ? </w:t>
      </w:r>
      <w:r w:rsidRPr="007818BD">
        <w:t>Elle interrompit bru</w:t>
      </w:r>
      <w:r w:rsidRPr="007818BD">
        <w:t>s</w:t>
      </w:r>
      <w:r w:rsidRPr="007818BD">
        <w:t>quement ces questions qu</w:t>
      </w:r>
      <w:r w:rsidR="00E8465A">
        <w:t>’</w:t>
      </w:r>
      <w:r w:rsidRPr="007818BD">
        <w:t>elle s</w:t>
      </w:r>
      <w:r w:rsidR="00E8465A">
        <w:t>’</w:t>
      </w:r>
      <w:r w:rsidRPr="007818BD">
        <w:t>adressait intérieurement</w:t>
      </w:r>
      <w:r w:rsidR="00E8465A">
        <w:t xml:space="preserve">, </w:t>
      </w:r>
      <w:r w:rsidRPr="007818BD">
        <w:t>car l</w:t>
      </w:r>
      <w:r w:rsidR="00E8465A">
        <w:t>’</w:t>
      </w:r>
      <w:r w:rsidRPr="007818BD">
        <w:t xml:space="preserve">œil noir de </w:t>
      </w:r>
      <w:proofErr w:type="spellStart"/>
      <w:r w:rsidRPr="007818BD">
        <w:t>Zanoni</w:t>
      </w:r>
      <w:proofErr w:type="spellEnd"/>
      <w:r w:rsidRPr="007818BD">
        <w:t xml:space="preserve"> était fixé sur elle comme s</w:t>
      </w:r>
      <w:r w:rsidR="00E8465A">
        <w:t>’</w:t>
      </w:r>
      <w:r w:rsidRPr="007818BD">
        <w:t>il lisait dans son âme</w:t>
      </w:r>
      <w:r w:rsidR="00E8465A">
        <w:t xml:space="preserve"> : </w:t>
      </w:r>
      <w:r w:rsidRPr="007818BD">
        <w:t>son visage accus</w:t>
      </w:r>
      <w:r w:rsidRPr="007818BD">
        <w:t>a</w:t>
      </w:r>
      <w:r w:rsidRPr="007818BD">
        <w:t>teur réveilla dans la conscience de Viola le remords</w:t>
      </w:r>
      <w:r w:rsidR="00E8465A">
        <w:t xml:space="preserve">, </w:t>
      </w:r>
      <w:r w:rsidRPr="007818BD">
        <w:t>car il tr</w:t>
      </w:r>
      <w:r w:rsidRPr="007818BD">
        <w:t>a</w:t>
      </w:r>
      <w:r w:rsidRPr="007818BD">
        <w:t>hissait un sentiment où le dédain se mêlait au reproche</w:t>
      </w:r>
      <w:r w:rsidR="00E8465A">
        <w:t>.</w:t>
      </w:r>
    </w:p>
    <w:p w14:paraId="3E2D3516" w14:textId="2F73D0FB" w:rsidR="00E0544E" w:rsidRPr="007818BD" w:rsidRDefault="00E8465A" w:rsidP="00E0544E">
      <w:r>
        <w:t>« </w:t>
      </w:r>
      <w:r w:rsidR="00E0544E" w:rsidRPr="007818BD">
        <w:t>Rassurez-vous</w:t>
      </w:r>
      <w:r>
        <w:t xml:space="preserve">, </w:t>
      </w:r>
      <w:r w:rsidR="00E0544E" w:rsidRPr="007818BD">
        <w:t>dit-il en se tournant doucement vers le vieillard</w:t>
      </w:r>
      <w:r>
        <w:t xml:space="preserve">, </w:t>
      </w:r>
      <w:r w:rsidR="00E0544E" w:rsidRPr="007818BD">
        <w:t>le danger n</w:t>
      </w:r>
      <w:r>
        <w:t>’</w:t>
      </w:r>
      <w:r w:rsidR="00E0544E" w:rsidRPr="007818BD">
        <w:t xml:space="preserve">est pas </w:t>
      </w:r>
      <w:proofErr w:type="spellStart"/>
      <w:r w:rsidR="00E0544E" w:rsidRPr="007818BD">
        <w:t>au delà</w:t>
      </w:r>
      <w:proofErr w:type="spellEnd"/>
      <w:r w:rsidR="00E0544E" w:rsidRPr="007818BD">
        <w:t xml:space="preserve"> de la science humaine</w:t>
      </w:r>
      <w:r>
        <w:t>. »</w:t>
      </w:r>
    </w:p>
    <w:p w14:paraId="241522B1" w14:textId="77777777" w:rsidR="00E8465A" w:rsidRDefault="00E0544E" w:rsidP="00E0544E">
      <w:r w:rsidRPr="007818BD">
        <w:t>Il tira de son sein un petit flacon de cristal</w:t>
      </w:r>
      <w:r w:rsidR="00E8465A">
        <w:t xml:space="preserve">, </w:t>
      </w:r>
      <w:r w:rsidRPr="007818BD">
        <w:t>et versa dans de l</w:t>
      </w:r>
      <w:r w:rsidR="00E8465A">
        <w:t>’</w:t>
      </w:r>
      <w:r w:rsidRPr="007818BD">
        <w:t>eau quelques gouttes du contenu</w:t>
      </w:r>
      <w:r w:rsidR="00E8465A">
        <w:t xml:space="preserve">. </w:t>
      </w:r>
      <w:r w:rsidRPr="007818BD">
        <w:t>Le remède n</w:t>
      </w:r>
      <w:r w:rsidR="00E8465A">
        <w:t>’</w:t>
      </w:r>
      <w:r w:rsidRPr="007818BD">
        <w:t>eut pas plus tôt touché les lèvres de l</w:t>
      </w:r>
      <w:r w:rsidR="00E8465A">
        <w:t>’</w:t>
      </w:r>
      <w:r w:rsidRPr="007818BD">
        <w:t>enfant</w:t>
      </w:r>
      <w:r w:rsidR="00E8465A">
        <w:t xml:space="preserve">, </w:t>
      </w:r>
      <w:r w:rsidRPr="007818BD">
        <w:t>que l</w:t>
      </w:r>
      <w:r w:rsidR="00E8465A">
        <w:t>’</w:t>
      </w:r>
      <w:r w:rsidRPr="007818BD">
        <w:t>effet en parut prodigieux</w:t>
      </w:r>
      <w:r w:rsidR="00E8465A">
        <w:t xml:space="preserve">. </w:t>
      </w:r>
      <w:r w:rsidRPr="007818BD">
        <w:t>La bouche et les joues se colorèrent rapidement</w:t>
      </w:r>
      <w:r w:rsidR="00E8465A">
        <w:t xml:space="preserve"> ; </w:t>
      </w:r>
      <w:r w:rsidRPr="007818BD">
        <w:t>au bout de que</w:t>
      </w:r>
      <w:r w:rsidRPr="007818BD">
        <w:t>l</w:t>
      </w:r>
      <w:r w:rsidRPr="007818BD">
        <w:t>ques instants la malade s</w:t>
      </w:r>
      <w:r w:rsidR="00E8465A">
        <w:t>’</w:t>
      </w:r>
      <w:r w:rsidRPr="007818BD">
        <w:t>endormit paisiblement</w:t>
      </w:r>
      <w:r w:rsidR="00E8465A">
        <w:t xml:space="preserve">, </w:t>
      </w:r>
      <w:r w:rsidRPr="007818BD">
        <w:t>avec la resp</w:t>
      </w:r>
      <w:r w:rsidRPr="007818BD">
        <w:t>i</w:t>
      </w:r>
      <w:r w:rsidRPr="007818BD">
        <w:t>ration régulière d</w:t>
      </w:r>
      <w:r w:rsidR="00E8465A">
        <w:t>’</w:t>
      </w:r>
      <w:r w:rsidRPr="007818BD">
        <w:t>un sommeil sans douleur</w:t>
      </w:r>
      <w:r w:rsidR="00E8465A">
        <w:t>.</w:t>
      </w:r>
    </w:p>
    <w:p w14:paraId="1A15EE00" w14:textId="77777777" w:rsidR="00E8465A" w:rsidRDefault="00E0544E" w:rsidP="00E0544E">
      <w:r w:rsidRPr="007818BD">
        <w:t>Alors le vieillard se leva</w:t>
      </w:r>
      <w:r w:rsidR="00E8465A">
        <w:t xml:space="preserve">, </w:t>
      </w:r>
      <w:r w:rsidRPr="007818BD">
        <w:t>roide comme un cadavre galvan</w:t>
      </w:r>
      <w:r w:rsidRPr="007818BD">
        <w:t>i</w:t>
      </w:r>
      <w:r w:rsidRPr="007818BD">
        <w:t>sé</w:t>
      </w:r>
      <w:r w:rsidR="00E8465A">
        <w:t xml:space="preserve">, </w:t>
      </w:r>
      <w:r w:rsidRPr="007818BD">
        <w:t>abaissa son regard sur le lit</w:t>
      </w:r>
      <w:r w:rsidR="00E8465A">
        <w:t xml:space="preserve">, </w:t>
      </w:r>
      <w:r w:rsidRPr="007818BD">
        <w:t>écouta</w:t>
      </w:r>
      <w:r w:rsidR="00E8465A">
        <w:t xml:space="preserve">, </w:t>
      </w:r>
      <w:r w:rsidRPr="007818BD">
        <w:t>et s</w:t>
      </w:r>
      <w:r w:rsidR="00E8465A">
        <w:t>’</w:t>
      </w:r>
      <w:r w:rsidRPr="007818BD">
        <w:t>éloignant sans bruit</w:t>
      </w:r>
      <w:r w:rsidR="00E8465A">
        <w:t xml:space="preserve">, </w:t>
      </w:r>
      <w:r w:rsidRPr="007818BD">
        <w:t>gagna un angle de la chambre où il fondit en larmes et remercia le ciel</w:t>
      </w:r>
      <w:r w:rsidR="00E8465A">
        <w:t xml:space="preserve">. </w:t>
      </w:r>
      <w:r w:rsidRPr="007818BD">
        <w:t>Le pauvre vieux Bernardi n</w:t>
      </w:r>
      <w:r w:rsidR="00E8465A">
        <w:t>’</w:t>
      </w:r>
      <w:r w:rsidRPr="007818BD">
        <w:t>avait été jusque-là qu</w:t>
      </w:r>
      <w:r w:rsidR="00E8465A">
        <w:t>’</w:t>
      </w:r>
      <w:r w:rsidRPr="007818BD">
        <w:t>un chrétien assez tiède</w:t>
      </w:r>
      <w:r w:rsidR="00E8465A">
        <w:t xml:space="preserve"> ; </w:t>
      </w:r>
      <w:r w:rsidRPr="007818BD">
        <w:t>jamais la douleur n</w:t>
      </w:r>
      <w:r w:rsidR="00E8465A">
        <w:t>’</w:t>
      </w:r>
      <w:r w:rsidRPr="007818BD">
        <w:t>avait élevé sa pensée au-dessus de la terre</w:t>
      </w:r>
      <w:r w:rsidR="00E8465A">
        <w:t xml:space="preserve">. </w:t>
      </w:r>
      <w:r w:rsidRPr="007818BD">
        <w:t>Malgré son âge</w:t>
      </w:r>
      <w:r w:rsidR="00E8465A">
        <w:t xml:space="preserve">, </w:t>
      </w:r>
      <w:r w:rsidRPr="007818BD">
        <w:t>il n</w:t>
      </w:r>
      <w:r w:rsidR="00E8465A">
        <w:t>’</w:t>
      </w:r>
      <w:r w:rsidRPr="007818BD">
        <w:t>avait jamais songé à la mort comme on devrait toujours y songer</w:t>
      </w:r>
      <w:r w:rsidR="00E8465A">
        <w:t xml:space="preserve">, </w:t>
      </w:r>
      <w:r w:rsidRPr="007818BD">
        <w:t>quand on est vieux</w:t>
      </w:r>
      <w:r w:rsidR="00E8465A">
        <w:t xml:space="preserve"> : </w:t>
      </w:r>
      <w:r w:rsidRPr="007818BD">
        <w:t>cette vie compromise de l</w:t>
      </w:r>
      <w:r w:rsidR="00E8465A">
        <w:t>’</w:t>
      </w:r>
      <w:r w:rsidRPr="007818BD">
        <w:t>enfant venait d</w:t>
      </w:r>
      <w:r w:rsidR="00E8465A">
        <w:t>’</w:t>
      </w:r>
      <w:r w:rsidRPr="007818BD">
        <w:t>éveiller l</w:t>
      </w:r>
      <w:r w:rsidR="00E8465A">
        <w:t>’</w:t>
      </w:r>
      <w:r w:rsidRPr="007818BD">
        <w:t>âme inso</w:t>
      </w:r>
      <w:r w:rsidRPr="007818BD">
        <w:t>u</w:t>
      </w:r>
      <w:r w:rsidRPr="007818BD">
        <w:t>ciante du vieillard</w:t>
      </w:r>
      <w:r w:rsidR="00E8465A">
        <w:t xml:space="preserve">. </w:t>
      </w:r>
      <w:proofErr w:type="spellStart"/>
      <w:r w:rsidRPr="007818BD">
        <w:t>Zanoni</w:t>
      </w:r>
      <w:proofErr w:type="spellEnd"/>
      <w:r w:rsidRPr="007818BD">
        <w:t xml:space="preserve"> dit quelques mots à l</w:t>
      </w:r>
      <w:r w:rsidR="00E8465A">
        <w:t>’</w:t>
      </w:r>
      <w:r w:rsidRPr="007818BD">
        <w:t>oreille de la femme</w:t>
      </w:r>
      <w:r w:rsidR="00E8465A">
        <w:t xml:space="preserve">, </w:t>
      </w:r>
      <w:r w:rsidRPr="007818BD">
        <w:t>et elle éloigna doucement son mari de la chambre</w:t>
      </w:r>
      <w:r w:rsidR="00E8465A">
        <w:t>.</w:t>
      </w:r>
    </w:p>
    <w:p w14:paraId="0ECEC3E9" w14:textId="77777777" w:rsidR="00E8465A" w:rsidRDefault="00E8465A" w:rsidP="00E0544E">
      <w:r>
        <w:lastRenderedPageBreak/>
        <w:t>« </w:t>
      </w:r>
      <w:r w:rsidR="00E0544E" w:rsidRPr="007818BD">
        <w:t>Craignez-vous</w:t>
      </w:r>
      <w:r>
        <w:t xml:space="preserve">, </w:t>
      </w:r>
      <w:r w:rsidR="00E0544E" w:rsidRPr="007818BD">
        <w:t>Viola</w:t>
      </w:r>
      <w:r>
        <w:t xml:space="preserve">, </w:t>
      </w:r>
      <w:r w:rsidR="00E0544E" w:rsidRPr="007818BD">
        <w:t>de me laisser une heure avec cette enfant</w:t>
      </w:r>
      <w:r>
        <w:t xml:space="preserve"> ? </w:t>
      </w:r>
      <w:r w:rsidR="00E0544E" w:rsidRPr="007818BD">
        <w:t>Pensez-vous toujours que ce soit ici une œuvre du d</w:t>
      </w:r>
      <w:r w:rsidR="00E0544E" w:rsidRPr="007818BD">
        <w:t>é</w:t>
      </w:r>
      <w:r w:rsidR="00E0544E" w:rsidRPr="007818BD">
        <w:t>mon</w:t>
      </w:r>
      <w:r>
        <w:t> ?</w:t>
      </w:r>
    </w:p>
    <w:p w14:paraId="7B985A62" w14:textId="565826A1" w:rsidR="00E0544E" w:rsidRPr="007818BD" w:rsidRDefault="00E8465A" w:rsidP="00E0544E">
      <w:r>
        <w:t>— </w:t>
      </w:r>
      <w:r w:rsidR="00E0544E" w:rsidRPr="007818BD">
        <w:t>Ah</w:t>
      </w:r>
      <w:r>
        <w:t xml:space="preserve"> ! </w:t>
      </w:r>
      <w:proofErr w:type="spellStart"/>
      <w:r w:rsidR="00E0544E" w:rsidRPr="007818BD">
        <w:t>signor</w:t>
      </w:r>
      <w:proofErr w:type="spellEnd"/>
      <w:r>
        <w:t xml:space="preserve">, </w:t>
      </w:r>
      <w:r w:rsidR="00E0544E" w:rsidRPr="007818BD">
        <w:t>dit Viola humiliée et pourtant joyeuse</w:t>
      </w:r>
      <w:r>
        <w:t xml:space="preserve"> ; </w:t>
      </w:r>
      <w:r w:rsidR="00E0544E" w:rsidRPr="007818BD">
        <w:t>pa</w:t>
      </w:r>
      <w:r w:rsidR="00E0544E" w:rsidRPr="007818BD">
        <w:t>r</w:t>
      </w:r>
      <w:r w:rsidR="00E0544E" w:rsidRPr="007818BD">
        <w:t>donnez-moi</w:t>
      </w:r>
      <w:r>
        <w:t xml:space="preserve">, </w:t>
      </w:r>
      <w:r w:rsidR="00E0544E" w:rsidRPr="007818BD">
        <w:t>pardonnez-moi</w:t>
      </w:r>
      <w:r>
        <w:t xml:space="preserve"> ! </w:t>
      </w:r>
      <w:r w:rsidR="00E0544E" w:rsidRPr="007818BD">
        <w:t>Vous faites vivre les enfants et prier les vieillards</w:t>
      </w:r>
      <w:r>
        <w:t xml:space="preserve">. </w:t>
      </w:r>
      <w:r w:rsidR="00E0544E" w:rsidRPr="007818BD">
        <w:t>Jamais désormais ma pensée ne sera injuste envers vous</w:t>
      </w:r>
      <w:r>
        <w:t>. »</w:t>
      </w:r>
    </w:p>
    <w:p w14:paraId="50877347" w14:textId="77777777" w:rsidR="00E8465A" w:rsidRDefault="00E0544E" w:rsidP="00E0544E">
      <w:r w:rsidRPr="007818BD">
        <w:t>Avant le lever du soleil</w:t>
      </w:r>
      <w:r w:rsidR="00E8465A">
        <w:t xml:space="preserve">, </w:t>
      </w:r>
      <w:r w:rsidRPr="007818BD">
        <w:t>Béatrice était hors de danger</w:t>
      </w:r>
      <w:r w:rsidR="00E8465A">
        <w:t xml:space="preserve"> ; </w:t>
      </w:r>
      <w:r w:rsidRPr="007818BD">
        <w:t>à midi</w:t>
      </w:r>
      <w:r w:rsidR="00E8465A">
        <w:t xml:space="preserve">, </w:t>
      </w:r>
      <w:proofErr w:type="spellStart"/>
      <w:r w:rsidRPr="007818BD">
        <w:t>Zanoni</w:t>
      </w:r>
      <w:proofErr w:type="spellEnd"/>
      <w:r w:rsidRPr="007818BD">
        <w:t xml:space="preserve"> se dérobait aux remerciements et aux bénédictions du vieux couple</w:t>
      </w:r>
      <w:r w:rsidR="00E8465A">
        <w:t xml:space="preserve"> ; </w:t>
      </w:r>
      <w:r w:rsidRPr="007818BD">
        <w:t>comme il fermait la porte</w:t>
      </w:r>
      <w:r w:rsidR="00E8465A">
        <w:t xml:space="preserve">, </w:t>
      </w:r>
      <w:r w:rsidRPr="007818BD">
        <w:t>il trouva Viola qui l</w:t>
      </w:r>
      <w:r w:rsidR="00E8465A">
        <w:t>’</w:t>
      </w:r>
      <w:r w:rsidRPr="007818BD">
        <w:t>attendait</w:t>
      </w:r>
      <w:r w:rsidR="00E8465A">
        <w:t xml:space="preserve">. </w:t>
      </w:r>
      <w:r w:rsidRPr="007818BD">
        <w:t>Elle était là debout timidement devant lui</w:t>
      </w:r>
      <w:r w:rsidR="00E8465A">
        <w:t xml:space="preserve">, </w:t>
      </w:r>
      <w:r w:rsidRPr="007818BD">
        <w:t>les mains humblement croisées sur son sein</w:t>
      </w:r>
      <w:r w:rsidR="00E8465A">
        <w:t xml:space="preserve">, </w:t>
      </w:r>
      <w:r w:rsidRPr="007818BD">
        <w:t>les yeux baissés et pleins de larmes</w:t>
      </w:r>
      <w:r w:rsidR="00E8465A">
        <w:t>.</w:t>
      </w:r>
    </w:p>
    <w:p w14:paraId="772E0481" w14:textId="77777777" w:rsidR="00E8465A" w:rsidRDefault="00E8465A" w:rsidP="00E0544E">
      <w:r>
        <w:t>« </w:t>
      </w:r>
      <w:r w:rsidR="00E0544E" w:rsidRPr="007818BD">
        <w:t>Que je ne sois pas la seule que vous laissiez malheure</w:t>
      </w:r>
      <w:r w:rsidR="00E0544E" w:rsidRPr="007818BD">
        <w:t>u</w:t>
      </w:r>
      <w:r w:rsidR="00E0544E" w:rsidRPr="007818BD">
        <w:t>se</w:t>
      </w:r>
      <w:r>
        <w:t> !</w:t>
      </w:r>
    </w:p>
    <w:p w14:paraId="46A48F69" w14:textId="77777777" w:rsidR="00E8465A" w:rsidRDefault="00E8465A" w:rsidP="00E0544E">
      <w:r>
        <w:t>— </w:t>
      </w:r>
      <w:r w:rsidR="00E0544E" w:rsidRPr="007818BD">
        <w:t>Et quelle guérison attendez-vous des simples et des m</w:t>
      </w:r>
      <w:r w:rsidR="00E0544E" w:rsidRPr="007818BD">
        <w:t>é</w:t>
      </w:r>
      <w:r w:rsidR="00E0544E" w:rsidRPr="007818BD">
        <w:t>dicaments</w:t>
      </w:r>
      <w:r>
        <w:t xml:space="preserve"> ? </w:t>
      </w:r>
      <w:r w:rsidR="00E0544E" w:rsidRPr="007818BD">
        <w:t>Si vous êtes si prompte à mal penser de ceux qui vous ont aidée</w:t>
      </w:r>
      <w:r>
        <w:t xml:space="preserve">, </w:t>
      </w:r>
      <w:r w:rsidR="00E0544E" w:rsidRPr="007818BD">
        <w:t>et qui voudraient encore vous servir</w:t>
      </w:r>
      <w:r>
        <w:t xml:space="preserve">, </w:t>
      </w:r>
      <w:r w:rsidR="00E0544E" w:rsidRPr="007818BD">
        <w:t>c</w:t>
      </w:r>
      <w:r>
        <w:t>’</w:t>
      </w:r>
      <w:r w:rsidR="00E0544E" w:rsidRPr="007818BD">
        <w:t>est votre cœur qui est malade</w:t>
      </w:r>
      <w:r>
        <w:t xml:space="preserve">, </w:t>
      </w:r>
      <w:r w:rsidR="00E0544E" w:rsidRPr="007818BD">
        <w:t>et</w:t>
      </w:r>
      <w:r>
        <w:t xml:space="preserve">… </w:t>
      </w:r>
      <w:r w:rsidR="00E0544E" w:rsidRPr="007818BD">
        <w:t>Ne pleurez pas ainsi</w:t>
      </w:r>
      <w:r>
        <w:t xml:space="preserve">, </w:t>
      </w:r>
      <w:r w:rsidR="00E0544E" w:rsidRPr="007818BD">
        <w:t>vous qui veillez auprès des malades et qui consolez les affligés</w:t>
      </w:r>
      <w:r>
        <w:t xml:space="preserve"> : </w:t>
      </w:r>
      <w:r w:rsidR="00E0544E" w:rsidRPr="007818BD">
        <w:t>c</w:t>
      </w:r>
      <w:r>
        <w:t>’</w:t>
      </w:r>
      <w:r w:rsidR="00E0544E" w:rsidRPr="007818BD">
        <w:t>est plutôt un éloge qu</w:t>
      </w:r>
      <w:r>
        <w:t>’</w:t>
      </w:r>
      <w:r w:rsidR="00E0544E" w:rsidRPr="007818BD">
        <w:t>une réprimande que je voudrais vous adresser</w:t>
      </w:r>
      <w:r>
        <w:t xml:space="preserve">. </w:t>
      </w:r>
      <w:r w:rsidR="00E0544E" w:rsidRPr="007818BD">
        <w:t>Vous pardonner</w:t>
      </w:r>
      <w:r>
        <w:t xml:space="preserve"> ! </w:t>
      </w:r>
      <w:r w:rsidR="00E0544E" w:rsidRPr="007818BD">
        <w:t>la vie a toujours besoin de pardon</w:t>
      </w:r>
      <w:r>
        <w:t xml:space="preserve"> ; </w:t>
      </w:r>
      <w:r w:rsidR="00E0544E" w:rsidRPr="007818BD">
        <w:t>son premier d</w:t>
      </w:r>
      <w:r w:rsidR="00E0544E" w:rsidRPr="007818BD">
        <w:t>e</w:t>
      </w:r>
      <w:r w:rsidR="00E0544E" w:rsidRPr="007818BD">
        <w:t>voir est donc de pardonner</w:t>
      </w:r>
      <w:r>
        <w:t>.</w:t>
      </w:r>
    </w:p>
    <w:p w14:paraId="592F1512" w14:textId="77777777" w:rsidR="00E8465A" w:rsidRDefault="00E8465A" w:rsidP="00E0544E">
      <w:r>
        <w:t>— </w:t>
      </w:r>
      <w:r w:rsidR="00E0544E" w:rsidRPr="007818BD">
        <w:t>Oh</w:t>
      </w:r>
      <w:r>
        <w:t xml:space="preserve"> ! </w:t>
      </w:r>
      <w:r w:rsidR="00E0544E" w:rsidRPr="007818BD">
        <w:t>non</w:t>
      </w:r>
      <w:r>
        <w:t xml:space="preserve">, </w:t>
      </w:r>
      <w:r w:rsidR="00E0544E" w:rsidRPr="007818BD">
        <w:t>ne me pardonnez pas encore</w:t>
      </w:r>
      <w:r>
        <w:t xml:space="preserve">. </w:t>
      </w:r>
      <w:r w:rsidR="00E0544E" w:rsidRPr="007818BD">
        <w:t>Je ne le mérite pas</w:t>
      </w:r>
      <w:r>
        <w:t xml:space="preserve"> : </w:t>
      </w:r>
      <w:r w:rsidR="00E0544E" w:rsidRPr="007818BD">
        <w:t>car même en ce moment où je sais combien je fus ingrate de croire</w:t>
      </w:r>
      <w:r>
        <w:t xml:space="preserve">, </w:t>
      </w:r>
      <w:r w:rsidR="00E0544E" w:rsidRPr="007818BD">
        <w:t>de soupçonner quoi que soit d</w:t>
      </w:r>
      <w:r>
        <w:t>’</w:t>
      </w:r>
      <w:r w:rsidR="00E0544E" w:rsidRPr="007818BD">
        <w:t>injurieux pour celui qui m</w:t>
      </w:r>
      <w:r>
        <w:t>’</w:t>
      </w:r>
      <w:r w:rsidR="00E0544E" w:rsidRPr="007818BD">
        <w:t>a sauvée</w:t>
      </w:r>
      <w:r>
        <w:t xml:space="preserve">, </w:t>
      </w:r>
      <w:r w:rsidR="00E0544E" w:rsidRPr="007818BD">
        <w:t>c</w:t>
      </w:r>
      <w:r>
        <w:t>’</w:t>
      </w:r>
      <w:r w:rsidR="00E0544E" w:rsidRPr="007818BD">
        <w:t>est le bonheur et non le remords qui fait couler mes larmes</w:t>
      </w:r>
      <w:r>
        <w:t xml:space="preserve">. </w:t>
      </w:r>
      <w:r w:rsidR="00E0544E" w:rsidRPr="007818BD">
        <w:t>Oh</w:t>
      </w:r>
      <w:r>
        <w:t xml:space="preserve"> ! </w:t>
      </w:r>
      <w:r w:rsidR="00E0544E" w:rsidRPr="007818BD">
        <w:t>poursuivit-elle avec une ferveur pleine de si</w:t>
      </w:r>
      <w:r w:rsidR="00E0544E" w:rsidRPr="007818BD">
        <w:t>m</w:t>
      </w:r>
      <w:r w:rsidR="00E0544E" w:rsidRPr="007818BD">
        <w:t>plicité</w:t>
      </w:r>
      <w:r>
        <w:t xml:space="preserve">, </w:t>
      </w:r>
      <w:r w:rsidR="00E0544E" w:rsidRPr="007818BD">
        <w:t>ignorant</w:t>
      </w:r>
      <w:r>
        <w:t xml:space="preserve">, </w:t>
      </w:r>
      <w:r w:rsidR="00E0544E" w:rsidRPr="007818BD">
        <w:t>dans son émotion généreuse et dans son inn</w:t>
      </w:r>
      <w:r w:rsidR="00E0544E" w:rsidRPr="007818BD">
        <w:t>o</w:t>
      </w:r>
      <w:r w:rsidR="00E0544E" w:rsidRPr="007818BD">
        <w:t>cence virginale</w:t>
      </w:r>
      <w:r>
        <w:t xml:space="preserve">, </w:t>
      </w:r>
      <w:r w:rsidR="00E0544E" w:rsidRPr="007818BD">
        <w:t>tout ce qu</w:t>
      </w:r>
      <w:r>
        <w:t>’</w:t>
      </w:r>
      <w:r w:rsidR="00E0544E" w:rsidRPr="007818BD">
        <w:t xml:space="preserve">elle trahissait de ses </w:t>
      </w:r>
      <w:r w:rsidR="00E0544E" w:rsidRPr="007818BD">
        <w:lastRenderedPageBreak/>
        <w:t>secrets</w:t>
      </w:r>
      <w:r>
        <w:t xml:space="preserve">, </w:t>
      </w:r>
      <w:r w:rsidR="00E0544E" w:rsidRPr="007818BD">
        <w:t>vous ne savez pas quelle amertume c</w:t>
      </w:r>
      <w:r>
        <w:t>’</w:t>
      </w:r>
      <w:r w:rsidR="00E0544E" w:rsidRPr="007818BD">
        <w:t>était pour moi de ne pas vous cro</w:t>
      </w:r>
      <w:r w:rsidR="00E0544E" w:rsidRPr="007818BD">
        <w:t>i</w:t>
      </w:r>
      <w:r w:rsidR="00E0544E" w:rsidRPr="007818BD">
        <w:t>re meilleur</w:t>
      </w:r>
      <w:r>
        <w:t xml:space="preserve">, </w:t>
      </w:r>
      <w:r w:rsidR="00E0544E" w:rsidRPr="007818BD">
        <w:t>plus pur</w:t>
      </w:r>
      <w:r>
        <w:t xml:space="preserve">, </w:t>
      </w:r>
      <w:r w:rsidR="00E0544E" w:rsidRPr="007818BD">
        <w:t>plus sacré que le reste des hommes</w:t>
      </w:r>
      <w:r>
        <w:t xml:space="preserve">. </w:t>
      </w:r>
      <w:r w:rsidR="00E0544E" w:rsidRPr="007818BD">
        <w:t>Quand je vous ai vu</w:t>
      </w:r>
      <w:r>
        <w:t xml:space="preserve">, </w:t>
      </w:r>
      <w:r w:rsidR="00E0544E" w:rsidRPr="007818BD">
        <w:t>vous riche et noble</w:t>
      </w:r>
      <w:r>
        <w:t xml:space="preserve">, </w:t>
      </w:r>
      <w:r w:rsidR="00E0544E" w:rsidRPr="007818BD">
        <w:t>quitter votre palais pour porter dans une cabane le soulagement et la consolation</w:t>
      </w:r>
      <w:r>
        <w:t xml:space="preserve">, </w:t>
      </w:r>
      <w:r w:rsidR="00E0544E" w:rsidRPr="007818BD">
        <w:t>quand j</w:t>
      </w:r>
      <w:r>
        <w:t>’</w:t>
      </w:r>
      <w:r w:rsidR="00E0544E" w:rsidRPr="007818BD">
        <w:t>ai entendu les bénédictions du pauvre vous suivre à v</w:t>
      </w:r>
      <w:r w:rsidR="00E0544E" w:rsidRPr="007818BD">
        <w:t>o</w:t>
      </w:r>
      <w:r w:rsidR="00E0544E" w:rsidRPr="007818BD">
        <w:t>tre départ</w:t>
      </w:r>
      <w:r>
        <w:t xml:space="preserve">, </w:t>
      </w:r>
      <w:r w:rsidR="00E0544E" w:rsidRPr="007818BD">
        <w:t>alors j</w:t>
      </w:r>
      <w:r>
        <w:t>’</w:t>
      </w:r>
      <w:r w:rsidR="00E0544E" w:rsidRPr="007818BD">
        <w:t>ai senti mon propre cœur s</w:t>
      </w:r>
      <w:r>
        <w:t>’</w:t>
      </w:r>
      <w:r w:rsidR="00E0544E" w:rsidRPr="007818BD">
        <w:t>exalter et s</w:t>
      </w:r>
      <w:r>
        <w:t>’</w:t>
      </w:r>
      <w:r w:rsidR="00E0544E" w:rsidRPr="007818BD">
        <w:t>élever</w:t>
      </w:r>
      <w:r>
        <w:t xml:space="preserve">. </w:t>
      </w:r>
      <w:r w:rsidR="00E0544E" w:rsidRPr="007818BD">
        <w:t>Je me suis sentie bonne dans votre bonté</w:t>
      </w:r>
      <w:r>
        <w:t xml:space="preserve">, </w:t>
      </w:r>
      <w:r w:rsidR="00E0544E" w:rsidRPr="007818BD">
        <w:t>grande</w:t>
      </w:r>
      <w:r>
        <w:t xml:space="preserve">, </w:t>
      </w:r>
      <w:r w:rsidR="00E0544E" w:rsidRPr="007818BD">
        <w:t>noble dans toutes mes pensées qui n</w:t>
      </w:r>
      <w:r>
        <w:t>’</w:t>
      </w:r>
      <w:r w:rsidR="00E0544E" w:rsidRPr="007818BD">
        <w:t>étaient point pour vous un outrage</w:t>
      </w:r>
      <w:r>
        <w:t>.</w:t>
      </w:r>
    </w:p>
    <w:p w14:paraId="3346854C" w14:textId="77777777" w:rsidR="00E8465A" w:rsidRDefault="00E8465A" w:rsidP="00E0544E">
      <w:r>
        <w:t>— </w:t>
      </w:r>
      <w:r w:rsidR="00E0544E" w:rsidRPr="007818BD">
        <w:t>Eh quoi</w:t>
      </w:r>
      <w:r>
        <w:t xml:space="preserve">, </w:t>
      </w:r>
      <w:r w:rsidR="00E0544E" w:rsidRPr="007818BD">
        <w:t>pensez-vous</w:t>
      </w:r>
      <w:r>
        <w:t xml:space="preserve">, </w:t>
      </w:r>
      <w:r w:rsidR="00E0544E" w:rsidRPr="007818BD">
        <w:t>Viola</w:t>
      </w:r>
      <w:r>
        <w:t xml:space="preserve">, </w:t>
      </w:r>
      <w:r w:rsidR="00E0544E" w:rsidRPr="007818BD">
        <w:t>qu</w:t>
      </w:r>
      <w:r>
        <w:t>’</w:t>
      </w:r>
      <w:r w:rsidR="00E0544E" w:rsidRPr="007818BD">
        <w:t>il y ait à louer tant de vertu dans la simple application de la science</w:t>
      </w:r>
      <w:r>
        <w:t xml:space="preserve"> ? </w:t>
      </w:r>
      <w:r w:rsidR="00E0544E" w:rsidRPr="007818BD">
        <w:t>Le</w:t>
      </w:r>
      <w:r>
        <w:t>-</w:t>
      </w:r>
      <w:r w:rsidR="00E0544E" w:rsidRPr="007818BD">
        <w:t>premier m</w:t>
      </w:r>
      <w:r w:rsidR="00E0544E" w:rsidRPr="007818BD">
        <w:t>é</w:t>
      </w:r>
      <w:r w:rsidR="00E0544E" w:rsidRPr="007818BD">
        <w:t>decin venu donnera ses soins aux malades pour son salaire</w:t>
      </w:r>
      <w:r>
        <w:t xml:space="preserve">. </w:t>
      </w:r>
      <w:r w:rsidR="00E0544E" w:rsidRPr="007818BD">
        <w:t>Les prières</w:t>
      </w:r>
      <w:r>
        <w:t xml:space="preserve">, </w:t>
      </w:r>
      <w:r w:rsidR="00E0544E" w:rsidRPr="007818BD">
        <w:t>les bénédictions</w:t>
      </w:r>
      <w:r>
        <w:t xml:space="preserve">, </w:t>
      </w:r>
      <w:r w:rsidR="00E0544E" w:rsidRPr="007818BD">
        <w:t>sont-elles une récompense moins pr</w:t>
      </w:r>
      <w:r w:rsidR="00E0544E" w:rsidRPr="007818BD">
        <w:t>é</w:t>
      </w:r>
      <w:r w:rsidR="00E0544E" w:rsidRPr="007818BD">
        <w:t>cieuse que l</w:t>
      </w:r>
      <w:r>
        <w:t>’</w:t>
      </w:r>
      <w:r w:rsidR="00E0544E" w:rsidRPr="007818BD">
        <w:t>or</w:t>
      </w:r>
      <w:r>
        <w:t> ?</w:t>
      </w:r>
    </w:p>
    <w:p w14:paraId="18AF2D48" w14:textId="77777777" w:rsidR="00E8465A" w:rsidRDefault="00E8465A" w:rsidP="00E0544E">
      <w:r>
        <w:t>— </w:t>
      </w:r>
      <w:r w:rsidR="00E0544E" w:rsidRPr="007818BD">
        <w:t>Les miennes alors ont donc aussi leur valeur</w:t>
      </w:r>
      <w:r>
        <w:t xml:space="preserve"> ? </w:t>
      </w:r>
      <w:r w:rsidR="00E0544E" w:rsidRPr="007818BD">
        <w:t>Vous vo</w:t>
      </w:r>
      <w:r w:rsidR="00E0544E" w:rsidRPr="007818BD">
        <w:t>u</w:t>
      </w:r>
      <w:r w:rsidR="00E0544E" w:rsidRPr="007818BD">
        <w:t>lez bien ne pas les r</w:t>
      </w:r>
      <w:r w:rsidR="00E0544E" w:rsidRPr="007818BD">
        <w:t>e</w:t>
      </w:r>
      <w:r w:rsidR="00E0544E" w:rsidRPr="007818BD">
        <w:t>pousser</w:t>
      </w:r>
      <w:r>
        <w:t> ?</w:t>
      </w:r>
    </w:p>
    <w:p w14:paraId="38DF0C70" w14:textId="77777777" w:rsidR="00E8465A" w:rsidRDefault="00E8465A" w:rsidP="00E0544E">
      <w:r>
        <w:t>— </w:t>
      </w:r>
      <w:r w:rsidR="00E0544E" w:rsidRPr="007818BD">
        <w:t>Ah</w:t>
      </w:r>
      <w:r>
        <w:t xml:space="preserve"> ! </w:t>
      </w:r>
      <w:r w:rsidR="00E0544E" w:rsidRPr="007818BD">
        <w:t>Viola</w:t>
      </w:r>
      <w:r>
        <w:t xml:space="preserve">,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avec une exaltation soudaine qui le fit rougir</w:t>
      </w:r>
      <w:r>
        <w:t xml:space="preserve">, </w:t>
      </w:r>
      <w:r w:rsidR="00E0544E" w:rsidRPr="007818BD">
        <w:t>il se</w:t>
      </w:r>
      <w:r w:rsidR="00E0544E" w:rsidRPr="007818BD">
        <w:t>m</w:t>
      </w:r>
      <w:r w:rsidR="00E0544E" w:rsidRPr="007818BD">
        <w:t>ble que vous seule sur la terre ayez le pouvoir de me faire souffrir ou de me rendre heureux</w:t>
      </w:r>
      <w:r>
        <w:t>. »</w:t>
      </w:r>
      <w:r w:rsidR="00E0544E" w:rsidRPr="007818BD">
        <w:t xml:space="preserve"> Il s</w:t>
      </w:r>
      <w:r>
        <w:t>’</w:t>
      </w:r>
      <w:r w:rsidR="00E0544E" w:rsidRPr="007818BD">
        <w:t>arrêta</w:t>
      </w:r>
      <w:r>
        <w:t xml:space="preserve"> ; </w:t>
      </w:r>
      <w:r w:rsidR="00E0544E" w:rsidRPr="007818BD">
        <w:t>son visage devint grave et triste</w:t>
      </w:r>
      <w:r>
        <w:t>. « </w:t>
      </w:r>
      <w:r w:rsidR="00E0544E" w:rsidRPr="007818BD">
        <w:t>Et cela</w:t>
      </w:r>
      <w:r>
        <w:t xml:space="preserve">, </w:t>
      </w:r>
      <w:r w:rsidR="00E0544E" w:rsidRPr="007818BD">
        <w:t>continuât-il en changeant de</w:t>
      </w:r>
      <w:r>
        <w:t>-</w:t>
      </w:r>
      <w:r w:rsidR="00E0544E" w:rsidRPr="007818BD">
        <w:t>ton</w:t>
      </w:r>
      <w:r>
        <w:t xml:space="preserve">, </w:t>
      </w:r>
      <w:r w:rsidR="00E0544E" w:rsidRPr="007818BD">
        <w:t>parce que</w:t>
      </w:r>
      <w:r>
        <w:t xml:space="preserve">, </w:t>
      </w:r>
      <w:r w:rsidR="00E0544E" w:rsidRPr="007818BD">
        <w:t>si vous vouliez suivre mes conseils</w:t>
      </w:r>
      <w:r>
        <w:t xml:space="preserve">, </w:t>
      </w:r>
      <w:r w:rsidR="00E0544E" w:rsidRPr="007818BD">
        <w:t>il me semble que je pourrais guider vers une destinée heureuse un cœur innocent</w:t>
      </w:r>
      <w:r>
        <w:t>.</w:t>
      </w:r>
    </w:p>
    <w:p w14:paraId="2A29DA41" w14:textId="1368DC7B" w:rsidR="00E0544E" w:rsidRPr="007818BD" w:rsidRDefault="00E8465A" w:rsidP="00E0544E">
      <w:r>
        <w:t>— </w:t>
      </w:r>
      <w:r w:rsidR="00E0544E" w:rsidRPr="007818BD">
        <w:t>Vos conseils</w:t>
      </w:r>
      <w:r>
        <w:t xml:space="preserve"> ! </w:t>
      </w:r>
      <w:r w:rsidR="00E0544E" w:rsidRPr="007818BD">
        <w:t>je m</w:t>
      </w:r>
      <w:r>
        <w:t>’</w:t>
      </w:r>
      <w:r w:rsidR="00E0544E" w:rsidRPr="007818BD">
        <w:t>y soumettrai</w:t>
      </w:r>
      <w:r>
        <w:t xml:space="preserve">. </w:t>
      </w:r>
      <w:r w:rsidR="00E0544E" w:rsidRPr="007818BD">
        <w:t>Façonnez-moi à votre gré</w:t>
      </w:r>
      <w:r>
        <w:t xml:space="preserve">. </w:t>
      </w:r>
      <w:r w:rsidR="00E0544E" w:rsidRPr="007818BD">
        <w:t>Quand vous n</w:t>
      </w:r>
      <w:r>
        <w:t>’</w:t>
      </w:r>
      <w:r w:rsidR="00E0544E" w:rsidRPr="007818BD">
        <w:t>êtes pas là</w:t>
      </w:r>
      <w:r>
        <w:t xml:space="preserve">, </w:t>
      </w:r>
      <w:r w:rsidR="00E0544E" w:rsidRPr="007818BD">
        <w:t>je suis comme un enfant au m</w:t>
      </w:r>
      <w:r w:rsidR="00E0544E" w:rsidRPr="007818BD">
        <w:t>i</w:t>
      </w:r>
      <w:r w:rsidR="00E0544E" w:rsidRPr="007818BD">
        <w:t>lieu des ténèbres</w:t>
      </w:r>
      <w:r>
        <w:t xml:space="preserve"> ; </w:t>
      </w:r>
      <w:r w:rsidR="00E0544E" w:rsidRPr="007818BD">
        <w:t>tout m</w:t>
      </w:r>
      <w:r>
        <w:t>’</w:t>
      </w:r>
      <w:r w:rsidR="00E0544E" w:rsidRPr="007818BD">
        <w:t>effraye</w:t>
      </w:r>
      <w:r>
        <w:t xml:space="preserve">. </w:t>
      </w:r>
      <w:r w:rsidR="00E0544E" w:rsidRPr="007818BD">
        <w:t>Avec vous mon âme se dilate</w:t>
      </w:r>
      <w:r>
        <w:t xml:space="preserve">, </w:t>
      </w:r>
      <w:r w:rsidR="00E0544E" w:rsidRPr="007818BD">
        <w:t>et le monde tout entier me semble revêtu de la sérénité d</w:t>
      </w:r>
      <w:r>
        <w:t>’</w:t>
      </w:r>
      <w:r w:rsidR="00E0544E" w:rsidRPr="007818BD">
        <w:t>un jour radieux et céleste</w:t>
      </w:r>
      <w:r>
        <w:t xml:space="preserve">. </w:t>
      </w:r>
      <w:r w:rsidR="00E0544E" w:rsidRPr="007818BD">
        <w:t>Ne me refusez pas votre présence</w:t>
      </w:r>
      <w:r>
        <w:t xml:space="preserve">. </w:t>
      </w:r>
      <w:r w:rsidR="00E0544E" w:rsidRPr="007818BD">
        <w:t>Je suis orpheline</w:t>
      </w:r>
      <w:r>
        <w:t xml:space="preserve">, </w:t>
      </w:r>
      <w:r w:rsidR="00E0544E" w:rsidRPr="007818BD">
        <w:t>ignorante et seule</w:t>
      </w:r>
      <w:r>
        <w:t> ! »</w:t>
      </w:r>
    </w:p>
    <w:p w14:paraId="22A6BEF7" w14:textId="567A9F16" w:rsidR="00E0544E" w:rsidRPr="007818BD" w:rsidRDefault="00E0544E" w:rsidP="00E0544E">
      <w:proofErr w:type="spellStart"/>
      <w:r w:rsidRPr="007818BD">
        <w:lastRenderedPageBreak/>
        <w:t>Zanoni</w:t>
      </w:r>
      <w:proofErr w:type="spellEnd"/>
      <w:r w:rsidRPr="007818BD">
        <w:t xml:space="preserve"> détourna son visage</w:t>
      </w:r>
      <w:r w:rsidR="00E8465A">
        <w:t xml:space="preserve">, </w:t>
      </w:r>
      <w:r w:rsidRPr="007818BD">
        <w:t>et</w:t>
      </w:r>
      <w:r w:rsidR="00E8465A">
        <w:t xml:space="preserve">, </w:t>
      </w:r>
      <w:r w:rsidRPr="007818BD">
        <w:t>après un instant de silence</w:t>
      </w:r>
      <w:r w:rsidR="00E8465A">
        <w:t xml:space="preserve">, </w:t>
      </w:r>
      <w:r w:rsidRPr="007818BD">
        <w:t>répliqua avec calme</w:t>
      </w:r>
      <w:r w:rsidR="00E8465A">
        <w:t> : « </w:t>
      </w:r>
      <w:r w:rsidRPr="007818BD">
        <w:t>Qu</w:t>
      </w:r>
      <w:r w:rsidR="00E8465A">
        <w:t>’</w:t>
      </w:r>
      <w:r w:rsidRPr="007818BD">
        <w:t>il en soit ainsi</w:t>
      </w:r>
      <w:r w:rsidR="00E8465A">
        <w:t xml:space="preserve">, </w:t>
      </w:r>
      <w:r w:rsidRPr="007818BD">
        <w:t>sœur</w:t>
      </w:r>
      <w:r w:rsidR="00E8465A">
        <w:t xml:space="preserve"> ; </w:t>
      </w:r>
      <w:r w:rsidRPr="007818BD">
        <w:t>je vous reve</w:t>
      </w:r>
      <w:r w:rsidRPr="007818BD">
        <w:t>r</w:t>
      </w:r>
      <w:r w:rsidRPr="007818BD">
        <w:t>rai</w:t>
      </w:r>
      <w:r w:rsidR="00E8465A">
        <w:t> ! »</w:t>
      </w:r>
    </w:p>
    <w:p w14:paraId="1FAE6C95" w14:textId="77777777" w:rsidR="00E8465A" w:rsidRDefault="00E0544E" w:rsidP="00E8465A">
      <w:pPr>
        <w:pStyle w:val="Titre2"/>
        <w:pageBreakBefore/>
      </w:pPr>
      <w:bookmarkStart w:id="24" w:name="_Toc199963073"/>
      <w:r w:rsidRPr="007818BD">
        <w:lastRenderedPageBreak/>
        <w:t>CHAPITRE</w:t>
      </w:r>
      <w:r w:rsidR="00E8465A">
        <w:t xml:space="preserve"> </w:t>
      </w:r>
      <w:r w:rsidRPr="007818BD">
        <w:t>II</w:t>
      </w:r>
      <w:r w:rsidR="00E8465A">
        <w:t>.</w:t>
      </w:r>
      <w:bookmarkEnd w:id="24"/>
    </w:p>
    <w:p w14:paraId="664E03AE" w14:textId="77777777" w:rsidR="00E8465A" w:rsidRDefault="00E0544E" w:rsidP="00E0544E">
      <w:pPr>
        <w:pStyle w:val="NormalRetraitGauche4XIndent0"/>
        <w:spacing w:before="0" w:after="0"/>
        <w:rPr>
          <w:rStyle w:val="Taille-1Caracteres"/>
        </w:rPr>
      </w:pPr>
      <w:r w:rsidRPr="007818BD">
        <w:rPr>
          <w:rStyle w:val="Taille-1Caracteres"/>
        </w:rPr>
        <w:t>Prêtant aux flots pâles l</w:t>
      </w:r>
      <w:r w:rsidR="00E8465A">
        <w:rPr>
          <w:rStyle w:val="Taille-1Caracteres"/>
        </w:rPr>
        <w:t>’</w:t>
      </w:r>
      <w:r w:rsidRPr="007818BD">
        <w:rPr>
          <w:rStyle w:val="Taille-1Caracteres"/>
        </w:rPr>
        <w:t>éclat brillant de l</w:t>
      </w:r>
      <w:r w:rsidR="00E8465A">
        <w:rPr>
          <w:rStyle w:val="Taille-1Caracteres"/>
        </w:rPr>
        <w:t>’</w:t>
      </w:r>
      <w:r w:rsidRPr="007818BD">
        <w:rPr>
          <w:rStyle w:val="Taille-1Caracteres"/>
        </w:rPr>
        <w:t>or de son alchimie céleste</w:t>
      </w:r>
      <w:r w:rsidR="00E8465A">
        <w:rPr>
          <w:rStyle w:val="Taille-1Caracteres"/>
        </w:rPr>
        <w:t>. (</w:t>
      </w:r>
      <w:proofErr w:type="spellStart"/>
      <w:r w:rsidRPr="007818BD">
        <w:rPr>
          <w:rStyle w:val="Taille-1Caracteres"/>
        </w:rPr>
        <w:t>SHAKSPEARE</w:t>
      </w:r>
      <w:proofErr w:type="spellEnd"/>
      <w:r w:rsidR="00E8465A">
        <w:rPr>
          <w:rStyle w:val="Taille-1Caracteres"/>
        </w:rPr>
        <w:t>.)</w:t>
      </w:r>
    </w:p>
    <w:p w14:paraId="7DB1EE8D" w14:textId="018855BE" w:rsidR="00E0544E" w:rsidRPr="007818BD" w:rsidRDefault="00E0544E" w:rsidP="00E0544E">
      <w:r w:rsidRPr="007818BD">
        <w:t>Qui fut jamais plus heureux que Viola</w:t>
      </w:r>
      <w:r w:rsidR="00E8465A">
        <w:t xml:space="preserve"> ? </w:t>
      </w:r>
      <w:r w:rsidRPr="007818BD">
        <w:t>Maintenant son cœur était soulagé d</w:t>
      </w:r>
      <w:r w:rsidR="00E8465A">
        <w:t>’</w:t>
      </w:r>
      <w:r w:rsidRPr="007818BD">
        <w:t>un sombre fardeau</w:t>
      </w:r>
      <w:r w:rsidR="00E8465A">
        <w:t xml:space="preserve">, </w:t>
      </w:r>
      <w:r w:rsidRPr="007818BD">
        <w:t>son pas léger semblait glisser dans l</w:t>
      </w:r>
      <w:r w:rsidR="00E8465A">
        <w:t>’</w:t>
      </w:r>
      <w:r w:rsidRPr="007818BD">
        <w:t>air</w:t>
      </w:r>
      <w:r w:rsidR="00E8465A">
        <w:t xml:space="preserve">, </w:t>
      </w:r>
      <w:r w:rsidRPr="007818BD">
        <w:t>elle était prête à chanter de joie en retournant chez elle</w:t>
      </w:r>
      <w:r w:rsidR="00E8465A">
        <w:t xml:space="preserve">. </w:t>
      </w:r>
      <w:r w:rsidRPr="007818BD">
        <w:t>C</w:t>
      </w:r>
      <w:r w:rsidR="00E8465A">
        <w:t>’</w:t>
      </w:r>
      <w:r w:rsidRPr="007818BD">
        <w:t>est</w:t>
      </w:r>
      <w:r w:rsidR="00E8465A">
        <w:t xml:space="preserve">, </w:t>
      </w:r>
      <w:r w:rsidRPr="007818BD">
        <w:t>pour un cœur pur</w:t>
      </w:r>
      <w:r w:rsidR="00E8465A">
        <w:t xml:space="preserve">, </w:t>
      </w:r>
      <w:r w:rsidRPr="007818BD">
        <w:t>un si grand bonheur d</w:t>
      </w:r>
      <w:r w:rsidR="00E8465A">
        <w:t>’</w:t>
      </w:r>
      <w:r w:rsidRPr="007818BD">
        <w:t>aimer</w:t>
      </w:r>
      <w:r w:rsidR="00E8465A">
        <w:t xml:space="preserve">, </w:t>
      </w:r>
      <w:r w:rsidRPr="007818BD">
        <w:t>mais un bonheur tellement plus grand encore d</w:t>
      </w:r>
      <w:r w:rsidR="00E8465A">
        <w:t>’</w:t>
      </w:r>
      <w:r w:rsidRPr="007818BD">
        <w:t>estimer</w:t>
      </w:r>
      <w:r w:rsidR="00E8465A">
        <w:t xml:space="preserve">, </w:t>
      </w:r>
      <w:r w:rsidRPr="007818BD">
        <w:t>de v</w:t>
      </w:r>
      <w:r w:rsidRPr="007818BD">
        <w:t>é</w:t>
      </w:r>
      <w:r w:rsidRPr="007818BD">
        <w:t>nérer celui qu</w:t>
      </w:r>
      <w:r w:rsidR="00E8465A">
        <w:t>’</w:t>
      </w:r>
      <w:r w:rsidRPr="007818BD">
        <w:t>il aime</w:t>
      </w:r>
      <w:r w:rsidR="00E8465A">
        <w:t xml:space="preserve"> ! </w:t>
      </w:r>
      <w:r w:rsidRPr="007818BD">
        <w:t>Il pouvait y avoir entre eux des obstacles humains</w:t>
      </w:r>
      <w:r w:rsidR="00E8465A">
        <w:t xml:space="preserve"> : </w:t>
      </w:r>
      <w:r w:rsidRPr="007818BD">
        <w:t>la fortune</w:t>
      </w:r>
      <w:r w:rsidR="00E8465A">
        <w:t xml:space="preserve">, </w:t>
      </w:r>
      <w:r w:rsidRPr="007818BD">
        <w:t>le rang</w:t>
      </w:r>
      <w:r w:rsidR="00E8465A">
        <w:t xml:space="preserve">, </w:t>
      </w:r>
      <w:r w:rsidRPr="007818BD">
        <w:t>le monde étroit des hommes</w:t>
      </w:r>
      <w:r w:rsidR="00E8465A">
        <w:t xml:space="preserve"> ; </w:t>
      </w:r>
      <w:r w:rsidRPr="007818BD">
        <w:t>mais il n</w:t>
      </w:r>
      <w:r w:rsidR="00E8465A">
        <w:t>’</w:t>
      </w:r>
      <w:r w:rsidRPr="007818BD">
        <w:t>y avait plus ce ténébreux abîme sur lequel n</w:t>
      </w:r>
      <w:r w:rsidR="00E8465A">
        <w:t>’</w:t>
      </w:r>
      <w:r w:rsidRPr="007818BD">
        <w:t>ose s</w:t>
      </w:r>
      <w:r w:rsidR="00E8465A">
        <w:t>’</w:t>
      </w:r>
      <w:r w:rsidRPr="007818BD">
        <w:t>arrêter l</w:t>
      </w:r>
      <w:r w:rsidR="00E8465A">
        <w:t>’</w:t>
      </w:r>
      <w:r w:rsidRPr="007818BD">
        <w:t>imagination</w:t>
      </w:r>
      <w:r w:rsidR="00E8465A">
        <w:t xml:space="preserve">, </w:t>
      </w:r>
      <w:r w:rsidRPr="007818BD">
        <w:t>et qui sépare l</w:t>
      </w:r>
      <w:r w:rsidR="00E8465A">
        <w:t>’</w:t>
      </w:r>
      <w:r w:rsidRPr="007818BD">
        <w:t>âme de l</w:t>
      </w:r>
      <w:r w:rsidR="00E8465A">
        <w:t>’</w:t>
      </w:r>
      <w:r w:rsidRPr="007818BD">
        <w:t>âme</w:t>
      </w:r>
      <w:r w:rsidR="00E8465A">
        <w:t xml:space="preserve">. </w:t>
      </w:r>
      <w:r w:rsidRPr="007818BD">
        <w:t>Il ne l</w:t>
      </w:r>
      <w:r w:rsidR="00E8465A">
        <w:t>’</w:t>
      </w:r>
      <w:r w:rsidRPr="007818BD">
        <w:t>aimait pas en retour</w:t>
      </w:r>
      <w:r w:rsidR="00E8465A">
        <w:t xml:space="preserve">. </w:t>
      </w:r>
      <w:r w:rsidRPr="007818BD">
        <w:t>L</w:t>
      </w:r>
      <w:r w:rsidR="00E8465A">
        <w:t>’</w:t>
      </w:r>
      <w:r w:rsidRPr="007818BD">
        <w:t>aimer</w:t>
      </w:r>
      <w:r w:rsidR="00E8465A">
        <w:t xml:space="preserve"> ! </w:t>
      </w:r>
      <w:r w:rsidRPr="007818BD">
        <w:t>demandait-elle qu</w:t>
      </w:r>
      <w:r w:rsidR="00E8465A">
        <w:t>’</w:t>
      </w:r>
      <w:r w:rsidRPr="007818BD">
        <w:t>il l</w:t>
      </w:r>
      <w:r w:rsidR="00E8465A">
        <w:t>’</w:t>
      </w:r>
      <w:r w:rsidRPr="007818BD">
        <w:t>aimât</w:t>
      </w:r>
      <w:r w:rsidR="00E8465A">
        <w:t xml:space="preserve"> ? </w:t>
      </w:r>
      <w:r w:rsidRPr="007818BD">
        <w:t>Aimait-elle elle-même</w:t>
      </w:r>
      <w:r w:rsidR="00E8465A">
        <w:t xml:space="preserve"> ? </w:t>
      </w:r>
      <w:r w:rsidRPr="007818BD">
        <w:t>Non</w:t>
      </w:r>
      <w:r w:rsidR="00E8465A">
        <w:t xml:space="preserve">, </w:t>
      </w:r>
      <w:r w:rsidRPr="007818BD">
        <w:t>si elle eût aimé</w:t>
      </w:r>
      <w:r w:rsidR="00E8465A">
        <w:t xml:space="preserve">, </w:t>
      </w:r>
      <w:r w:rsidRPr="007818BD">
        <w:t>elle n</w:t>
      </w:r>
      <w:r w:rsidR="00E8465A">
        <w:t>’</w:t>
      </w:r>
      <w:r w:rsidRPr="007818BD">
        <w:t>eût été ni si simple ni si hardie</w:t>
      </w:r>
      <w:r w:rsidR="00E8465A">
        <w:t xml:space="preserve">. </w:t>
      </w:r>
      <w:r w:rsidRPr="007818BD">
        <w:t>Comme il était doux et joyeux à son oreille</w:t>
      </w:r>
      <w:r w:rsidR="00E8465A">
        <w:t xml:space="preserve">, </w:t>
      </w:r>
      <w:r w:rsidRPr="007818BD">
        <w:t>le murmure des flots</w:t>
      </w:r>
      <w:r w:rsidR="00E8465A">
        <w:t xml:space="preserve"> ! </w:t>
      </w:r>
      <w:r w:rsidRPr="007818BD">
        <w:t>Comme le passant le plus vulgaire avait pour elle un aspect rayonnant</w:t>
      </w:r>
      <w:r w:rsidR="00E8465A">
        <w:t xml:space="preserve"> ! </w:t>
      </w:r>
      <w:r w:rsidRPr="007818BD">
        <w:t>Elle gagna son logis</w:t>
      </w:r>
      <w:r w:rsidR="00E8465A">
        <w:t xml:space="preserve">, </w:t>
      </w:r>
      <w:r w:rsidRPr="007818BD">
        <w:t>elle regarda l</w:t>
      </w:r>
      <w:r w:rsidR="00E8465A">
        <w:t>’</w:t>
      </w:r>
      <w:r w:rsidRPr="007818BD">
        <w:t>arbre</w:t>
      </w:r>
      <w:r w:rsidR="00E8465A">
        <w:t xml:space="preserve">, </w:t>
      </w:r>
      <w:r w:rsidRPr="007818BD">
        <w:t>avec ses rameaux capricieux tout inondés de soleil</w:t>
      </w:r>
      <w:r w:rsidR="00E8465A">
        <w:t xml:space="preserve">. </w:t>
      </w:r>
      <w:r w:rsidRPr="007818BD">
        <w:t>Oui</w:t>
      </w:r>
      <w:r w:rsidR="00E8465A">
        <w:t xml:space="preserve">, </w:t>
      </w:r>
      <w:r w:rsidRPr="007818BD">
        <w:t>mon frère</w:t>
      </w:r>
      <w:r w:rsidR="00E8465A">
        <w:t xml:space="preserve">, </w:t>
      </w:r>
      <w:r w:rsidRPr="007818BD">
        <w:t>dit-elle en souriant de bonheur</w:t>
      </w:r>
      <w:r w:rsidR="00E8465A">
        <w:t xml:space="preserve">, </w:t>
      </w:r>
      <w:r w:rsidRPr="007818BD">
        <w:t>comme toi</w:t>
      </w:r>
      <w:r w:rsidR="00E8465A">
        <w:t xml:space="preserve">, </w:t>
      </w:r>
      <w:r w:rsidRPr="007818BD">
        <w:t>j</w:t>
      </w:r>
      <w:r w:rsidR="00E8465A">
        <w:t>’</w:t>
      </w:r>
      <w:r w:rsidRPr="007818BD">
        <w:t>ai lutté pour arriver à la lumière</w:t>
      </w:r>
      <w:r w:rsidR="00E8465A">
        <w:t>. »</w:t>
      </w:r>
    </w:p>
    <w:p w14:paraId="6D8C8229" w14:textId="77777777" w:rsidR="00E8465A" w:rsidRDefault="00E0544E" w:rsidP="00E0544E">
      <w:r w:rsidRPr="007818BD">
        <w:t>Elle ne s</w:t>
      </w:r>
      <w:r w:rsidR="00E8465A">
        <w:t>’</w:t>
      </w:r>
      <w:r w:rsidRPr="007818BD">
        <w:t>était pas jusqu</w:t>
      </w:r>
      <w:r w:rsidR="00E8465A">
        <w:t>’</w:t>
      </w:r>
      <w:r w:rsidRPr="007818BD">
        <w:t>alors</w:t>
      </w:r>
      <w:r w:rsidR="00E8465A">
        <w:t xml:space="preserve">, </w:t>
      </w:r>
      <w:r w:rsidRPr="007818BD">
        <w:t>comme les filles du Nord plus instruites</w:t>
      </w:r>
      <w:r w:rsidR="00E8465A">
        <w:t xml:space="preserve">, </w:t>
      </w:r>
      <w:r w:rsidRPr="007818BD">
        <w:t>accoutumée à ce délicieux confessionnal</w:t>
      </w:r>
      <w:r w:rsidR="00E8465A">
        <w:t xml:space="preserve">, </w:t>
      </w:r>
      <w:r w:rsidRPr="007818BD">
        <w:t>à ces intimes et ravissantes confidences où l</w:t>
      </w:r>
      <w:r w:rsidR="00E8465A">
        <w:t>’</w:t>
      </w:r>
      <w:r w:rsidRPr="007818BD">
        <w:t>âme s</w:t>
      </w:r>
      <w:r w:rsidR="00E8465A">
        <w:t>’</w:t>
      </w:r>
      <w:r w:rsidRPr="007818BD">
        <w:t>épanche sur le p</w:t>
      </w:r>
      <w:r w:rsidRPr="007818BD">
        <w:t>a</w:t>
      </w:r>
      <w:r w:rsidRPr="007818BD">
        <w:t>pier</w:t>
      </w:r>
      <w:r w:rsidR="00E8465A">
        <w:t xml:space="preserve">. </w:t>
      </w:r>
      <w:r w:rsidRPr="007818BD">
        <w:t>Maintenant</w:t>
      </w:r>
      <w:r w:rsidR="00E8465A">
        <w:t xml:space="preserve">, </w:t>
      </w:r>
      <w:r w:rsidRPr="007818BD">
        <w:t>son cœur sentit tout à coup une impulsion i</w:t>
      </w:r>
      <w:r w:rsidRPr="007818BD">
        <w:t>n</w:t>
      </w:r>
      <w:r w:rsidRPr="007818BD">
        <w:t>vi</w:t>
      </w:r>
      <w:r w:rsidRPr="007818BD">
        <w:t>n</w:t>
      </w:r>
      <w:r w:rsidRPr="007818BD">
        <w:t>cible</w:t>
      </w:r>
      <w:r w:rsidR="00E8465A">
        <w:t xml:space="preserve">, </w:t>
      </w:r>
      <w:r w:rsidRPr="007818BD">
        <w:t>un instinct nouvellement éclos qui la poussait à entrer en communion avec elle-même</w:t>
      </w:r>
      <w:r w:rsidR="00E8465A">
        <w:t xml:space="preserve">, </w:t>
      </w:r>
      <w:r w:rsidRPr="007818BD">
        <w:t>à débrouiller le fil doré de sa fantaisie</w:t>
      </w:r>
      <w:r w:rsidR="00E8465A">
        <w:t xml:space="preserve">, </w:t>
      </w:r>
      <w:r w:rsidRPr="007818BD">
        <w:t>à se contempler elle-même en elle-même comme en un miroir</w:t>
      </w:r>
      <w:r w:rsidR="00E8465A">
        <w:t xml:space="preserve">. </w:t>
      </w:r>
      <w:r w:rsidRPr="007818BD">
        <w:t>De cette étreinte de l</w:t>
      </w:r>
      <w:r w:rsidR="00E8465A">
        <w:t>’</w:t>
      </w:r>
      <w:r w:rsidRPr="007818BD">
        <w:t>Amour et de l</w:t>
      </w:r>
      <w:r w:rsidR="00E8465A">
        <w:t>’</w:t>
      </w:r>
      <w:r w:rsidRPr="007818BD">
        <w:t>Âme</w:t>
      </w:r>
      <w:r w:rsidR="00E8465A">
        <w:t xml:space="preserve">, </w:t>
      </w:r>
      <w:r w:rsidRPr="007818BD">
        <w:lastRenderedPageBreak/>
        <w:t>d</w:t>
      </w:r>
      <w:r w:rsidR="00E8465A">
        <w:t>’</w:t>
      </w:r>
      <w:r w:rsidRPr="007818BD">
        <w:t>Éros et de Psyché</w:t>
      </w:r>
      <w:r w:rsidR="00E8465A">
        <w:t xml:space="preserve">, </w:t>
      </w:r>
      <w:r w:rsidRPr="007818BD">
        <w:t>naquit dans sa beauté immortelle le Génie</w:t>
      </w:r>
      <w:r w:rsidR="00E8465A">
        <w:t xml:space="preserve">. </w:t>
      </w:r>
      <w:r w:rsidRPr="007818BD">
        <w:t>Elle rougi</w:t>
      </w:r>
      <w:r w:rsidRPr="007818BD">
        <w:t>s</w:t>
      </w:r>
      <w:r w:rsidRPr="007818BD">
        <w:t>sait</w:t>
      </w:r>
      <w:r w:rsidR="00E8465A">
        <w:t xml:space="preserve">, </w:t>
      </w:r>
      <w:r w:rsidRPr="007818BD">
        <w:t>elle soupirait</w:t>
      </w:r>
      <w:r w:rsidR="00E8465A">
        <w:t xml:space="preserve">, </w:t>
      </w:r>
      <w:r w:rsidRPr="007818BD">
        <w:t>elle tremblait en écrivant</w:t>
      </w:r>
      <w:r w:rsidR="00E8465A">
        <w:t>.</w:t>
      </w:r>
    </w:p>
    <w:p w14:paraId="0142E849" w14:textId="77777777" w:rsidR="00E8465A" w:rsidRDefault="00E0544E" w:rsidP="00E0544E">
      <w:r w:rsidRPr="007818BD">
        <w:t>Il fallut s</w:t>
      </w:r>
      <w:r w:rsidR="00E8465A">
        <w:t>’</w:t>
      </w:r>
      <w:r w:rsidRPr="007818BD">
        <w:t>arracher à ce monde nouveau qu</w:t>
      </w:r>
      <w:r w:rsidR="00E8465A">
        <w:t>’</w:t>
      </w:r>
      <w:r w:rsidRPr="007818BD">
        <w:t>elle venait de se créer pour se préparer à la scène éblouissante</w:t>
      </w:r>
      <w:r w:rsidR="00E8465A">
        <w:t xml:space="preserve">. </w:t>
      </w:r>
      <w:r w:rsidRPr="007818BD">
        <w:t>Cette musique</w:t>
      </w:r>
      <w:r w:rsidR="00E8465A">
        <w:t xml:space="preserve">, </w:t>
      </w:r>
      <w:r w:rsidRPr="007818BD">
        <w:t>naguère si exquise</w:t>
      </w:r>
      <w:r w:rsidR="00E8465A">
        <w:t xml:space="preserve">, </w:t>
      </w:r>
      <w:r w:rsidRPr="007818BD">
        <w:t>comme elle était devenue insipide pour elle</w:t>
      </w:r>
      <w:r w:rsidR="00E8465A">
        <w:t xml:space="preserve"> ! </w:t>
      </w:r>
      <w:r w:rsidRPr="007818BD">
        <w:t>comme elle était obscure cette scène</w:t>
      </w:r>
      <w:r w:rsidR="00E8465A">
        <w:t xml:space="preserve">, </w:t>
      </w:r>
      <w:r w:rsidRPr="007818BD">
        <w:t>naguère si brillante</w:t>
      </w:r>
      <w:r w:rsidR="00E8465A">
        <w:t xml:space="preserve"> ! </w:t>
      </w:r>
      <w:r w:rsidRPr="007818BD">
        <w:t>Le théâtre</w:t>
      </w:r>
      <w:r w:rsidR="00E8465A">
        <w:t xml:space="preserve">, </w:t>
      </w:r>
      <w:r w:rsidRPr="007818BD">
        <w:t>c</w:t>
      </w:r>
      <w:r w:rsidR="00E8465A">
        <w:t>’</w:t>
      </w:r>
      <w:r w:rsidRPr="007818BD">
        <w:t>est le monde des fées pour les visions des âmes friv</w:t>
      </w:r>
      <w:r w:rsidRPr="007818BD">
        <w:t>o</w:t>
      </w:r>
      <w:r w:rsidRPr="007818BD">
        <w:t>les</w:t>
      </w:r>
      <w:r w:rsidR="00E8465A">
        <w:t xml:space="preserve">. </w:t>
      </w:r>
      <w:r w:rsidRPr="007818BD">
        <w:t>Mais toi</w:t>
      </w:r>
      <w:r w:rsidR="00E8465A">
        <w:t xml:space="preserve">, </w:t>
      </w:r>
      <w:r w:rsidRPr="007818BD">
        <w:t>Imagin</w:t>
      </w:r>
      <w:r w:rsidRPr="007818BD">
        <w:t>a</w:t>
      </w:r>
      <w:r w:rsidRPr="007818BD">
        <w:t>tion</w:t>
      </w:r>
      <w:r w:rsidR="00E8465A">
        <w:t xml:space="preserve">, </w:t>
      </w:r>
      <w:r w:rsidRPr="007818BD">
        <w:t>dont l</w:t>
      </w:r>
      <w:r w:rsidR="00E8465A">
        <w:t>’</w:t>
      </w:r>
      <w:r w:rsidRPr="007818BD">
        <w:t>harmonie ne frappe pas l</w:t>
      </w:r>
      <w:r w:rsidR="00E8465A">
        <w:t>’</w:t>
      </w:r>
      <w:r w:rsidRPr="007818BD">
        <w:t>oreille de l</w:t>
      </w:r>
      <w:r w:rsidR="00E8465A">
        <w:t>’</w:t>
      </w:r>
      <w:r w:rsidRPr="007818BD">
        <w:t>homme</w:t>
      </w:r>
      <w:r w:rsidR="00E8465A">
        <w:t xml:space="preserve">, </w:t>
      </w:r>
      <w:r w:rsidRPr="007818BD">
        <w:t>dont les scènes ne changent pas sous une main mortelle</w:t>
      </w:r>
      <w:r w:rsidR="00E8465A">
        <w:t xml:space="preserve">, </w:t>
      </w:r>
      <w:r w:rsidRPr="007818BD">
        <w:t>ce que le théâtre est pour le monde présent</w:t>
      </w:r>
      <w:r w:rsidR="00E8465A">
        <w:t xml:space="preserve">, </w:t>
      </w:r>
      <w:r w:rsidRPr="007818BD">
        <w:t>tu l</w:t>
      </w:r>
      <w:r w:rsidR="00E8465A">
        <w:t>’</w:t>
      </w:r>
      <w:r w:rsidRPr="007818BD">
        <w:t>es pour l</w:t>
      </w:r>
      <w:r w:rsidR="00E8465A">
        <w:t>’</w:t>
      </w:r>
      <w:r w:rsidRPr="007818BD">
        <w:t>avenir et pour le passé</w:t>
      </w:r>
      <w:r w:rsidR="00E8465A">
        <w:t>.</w:t>
      </w:r>
    </w:p>
    <w:p w14:paraId="11CD2249" w14:textId="77777777" w:rsidR="00E8465A" w:rsidRDefault="00E0544E" w:rsidP="00E8465A">
      <w:pPr>
        <w:pStyle w:val="Titre2"/>
        <w:pageBreakBefore/>
      </w:pPr>
      <w:bookmarkStart w:id="25" w:name="_Toc199963074"/>
      <w:r w:rsidRPr="007818BD">
        <w:lastRenderedPageBreak/>
        <w:t>CHAPITRE</w:t>
      </w:r>
      <w:r w:rsidR="00E8465A">
        <w:t xml:space="preserve"> </w:t>
      </w:r>
      <w:r w:rsidRPr="007818BD">
        <w:t>III</w:t>
      </w:r>
      <w:r w:rsidR="00E8465A">
        <w:t>.</w:t>
      </w:r>
      <w:bookmarkEnd w:id="25"/>
    </w:p>
    <w:p w14:paraId="3DF8FBBB" w14:textId="77777777" w:rsidR="00E8465A" w:rsidRDefault="00E0544E" w:rsidP="00E0544E">
      <w:pPr>
        <w:pStyle w:val="NormalRetraitGauche4XIndent0"/>
        <w:spacing w:before="0" w:after="0"/>
        <w:rPr>
          <w:rStyle w:val="Taille-1Caracteres"/>
        </w:rPr>
      </w:pPr>
      <w:r w:rsidRPr="007818BD">
        <w:rPr>
          <w:rStyle w:val="Taille-1Caracteres"/>
        </w:rPr>
        <w:t>En vérité</w:t>
      </w:r>
      <w:r w:rsidR="00E8465A">
        <w:rPr>
          <w:rStyle w:val="Taille-1Caracteres"/>
        </w:rPr>
        <w:t xml:space="preserve">, </w:t>
      </w:r>
      <w:r w:rsidRPr="007818BD">
        <w:rPr>
          <w:rStyle w:val="Taille-1Caracteres"/>
        </w:rPr>
        <w:t>je ne t</w:t>
      </w:r>
      <w:r w:rsidR="00E8465A">
        <w:rPr>
          <w:rStyle w:val="Taille-1Caracteres"/>
        </w:rPr>
        <w:t>’</w:t>
      </w:r>
      <w:r w:rsidRPr="007818BD">
        <w:rPr>
          <w:rStyle w:val="Taille-1Caracteres"/>
        </w:rPr>
        <w:t>aime pas avec mes yeux</w:t>
      </w:r>
      <w:r w:rsidR="00E8465A">
        <w:rPr>
          <w:rStyle w:val="Taille-1Caracteres"/>
        </w:rPr>
        <w:t>.</w:t>
      </w:r>
    </w:p>
    <w:p w14:paraId="6AFE13B7" w14:textId="4C2B8E25"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SHAKSPEARE</w:t>
      </w:r>
      <w:proofErr w:type="spellEnd"/>
      <w:r>
        <w:rPr>
          <w:rStyle w:val="Taille-1Caracteres"/>
        </w:rPr>
        <w:t>.)</w:t>
      </w:r>
    </w:p>
    <w:p w14:paraId="3BA16F7A" w14:textId="77777777" w:rsidR="00E8465A" w:rsidRDefault="00E0544E" w:rsidP="00E0544E">
      <w:r w:rsidRPr="007818BD">
        <w:t>Le lendemain</w:t>
      </w:r>
      <w:r w:rsidR="00E8465A">
        <w:t xml:space="preserve">, </w:t>
      </w:r>
      <w:r w:rsidRPr="007818BD">
        <w:t>au milieu du jour</w:t>
      </w:r>
      <w:r w:rsidR="00E8465A">
        <w:t xml:space="preserve">, </w:t>
      </w:r>
      <w:proofErr w:type="spellStart"/>
      <w:r w:rsidRPr="007818BD">
        <w:t>Zanoni</w:t>
      </w:r>
      <w:proofErr w:type="spellEnd"/>
      <w:r w:rsidRPr="007818BD">
        <w:t xml:space="preserve"> vint chez Viola</w:t>
      </w:r>
      <w:r w:rsidR="00E8465A">
        <w:t xml:space="preserve">, </w:t>
      </w:r>
      <w:r w:rsidRPr="007818BD">
        <w:t>et le surlendemain</w:t>
      </w:r>
      <w:r w:rsidR="00E8465A">
        <w:t xml:space="preserve">, </w:t>
      </w:r>
      <w:r w:rsidRPr="007818BD">
        <w:t>et le jour suivant</w:t>
      </w:r>
      <w:r w:rsidR="00E8465A">
        <w:t xml:space="preserve">, </w:t>
      </w:r>
      <w:r w:rsidRPr="007818BD">
        <w:t>et le lendemain encore</w:t>
      </w:r>
      <w:r w:rsidR="00E8465A">
        <w:t xml:space="preserve"> : </w:t>
      </w:r>
      <w:r w:rsidRPr="007818BD">
        <w:t>ces jours-là furent pour elle un temps à part dans le reste de sa vie</w:t>
      </w:r>
      <w:r w:rsidR="00E8465A">
        <w:t xml:space="preserve">. </w:t>
      </w:r>
      <w:r w:rsidRPr="007818BD">
        <w:t>Et pourtant jamais il ne lui parla le langage de la flatterie</w:t>
      </w:r>
      <w:r w:rsidR="00E8465A">
        <w:t xml:space="preserve">, </w:t>
      </w:r>
      <w:r w:rsidRPr="007818BD">
        <w:t>moins encore de l</w:t>
      </w:r>
      <w:r w:rsidR="00E8465A">
        <w:t>’</w:t>
      </w:r>
      <w:r w:rsidRPr="007818BD">
        <w:t>adoration à laquelle elle avait été accoutumée</w:t>
      </w:r>
      <w:r w:rsidR="00E8465A">
        <w:t xml:space="preserve">. </w:t>
      </w:r>
      <w:r w:rsidRPr="007818BD">
        <w:t>Peut-être même ce</w:t>
      </w:r>
      <w:r w:rsidRPr="007818BD">
        <w:t>t</w:t>
      </w:r>
      <w:r w:rsidRPr="007818BD">
        <w:t>te réserve froide</w:t>
      </w:r>
      <w:r w:rsidR="00E8465A">
        <w:t xml:space="preserve">, </w:t>
      </w:r>
      <w:r w:rsidRPr="007818BD">
        <w:t>et douce pourtant</w:t>
      </w:r>
      <w:r w:rsidR="00E8465A">
        <w:t xml:space="preserve">, </w:t>
      </w:r>
      <w:r w:rsidRPr="007818BD">
        <w:t>donnait-elle plus de puissance à ce charme my</w:t>
      </w:r>
      <w:r w:rsidRPr="007818BD">
        <w:t>s</w:t>
      </w:r>
      <w:r w:rsidRPr="007818BD">
        <w:t>térieux</w:t>
      </w:r>
      <w:r w:rsidR="00E8465A">
        <w:t xml:space="preserve">. </w:t>
      </w:r>
      <w:r w:rsidRPr="007818BD">
        <w:t>Il lui parla beaucoup de sa vie antérieure</w:t>
      </w:r>
      <w:r w:rsidR="00E8465A">
        <w:t xml:space="preserve">, </w:t>
      </w:r>
      <w:r w:rsidRPr="007818BD">
        <w:t>et elle fut presque surprise</w:t>
      </w:r>
      <w:r w:rsidR="00E8465A">
        <w:t xml:space="preserve"> (</w:t>
      </w:r>
      <w:r w:rsidRPr="007818BD">
        <w:t xml:space="preserve">elle ne pensait plus à </w:t>
      </w:r>
      <w:r w:rsidRPr="007818BD">
        <w:rPr>
          <w:i/>
          <w:iCs/>
        </w:rPr>
        <w:t>s</w:t>
      </w:r>
      <w:r w:rsidR="00E8465A">
        <w:rPr>
          <w:i/>
          <w:iCs/>
        </w:rPr>
        <w:t>’</w:t>
      </w:r>
      <w:r w:rsidRPr="007818BD">
        <w:rPr>
          <w:i/>
          <w:iCs/>
        </w:rPr>
        <w:t>effrayer</w:t>
      </w:r>
      <w:r w:rsidR="00E8465A">
        <w:t xml:space="preserve">) </w:t>
      </w:r>
      <w:r w:rsidRPr="007818BD">
        <w:t>de voir tout ce qu</w:t>
      </w:r>
      <w:r w:rsidR="00E8465A">
        <w:t>’</w:t>
      </w:r>
      <w:r w:rsidRPr="007818BD">
        <w:t>il savait de son passé</w:t>
      </w:r>
      <w:r w:rsidR="00E8465A">
        <w:t>.</w:t>
      </w:r>
    </w:p>
    <w:p w14:paraId="6504E45E" w14:textId="77777777" w:rsidR="00E8465A" w:rsidRDefault="00E0544E" w:rsidP="00E0544E">
      <w:r w:rsidRPr="007818BD">
        <w:t>Il la fit parler de son père</w:t>
      </w:r>
      <w:r w:rsidR="00E8465A">
        <w:t xml:space="preserve">, </w:t>
      </w:r>
      <w:r w:rsidRPr="007818BD">
        <w:t>rappeler à sa mémoire quelques fragments de la musique étrange de Pisani</w:t>
      </w:r>
      <w:r w:rsidR="00E8465A">
        <w:t xml:space="preserve">, </w:t>
      </w:r>
      <w:r w:rsidRPr="007818BD">
        <w:t>et ces accords se</w:t>
      </w:r>
      <w:r w:rsidRPr="007818BD">
        <w:t>m</w:t>
      </w:r>
      <w:r w:rsidRPr="007818BD">
        <w:t>blaient le charmer et bercer sa rêverie par un prestige secret</w:t>
      </w:r>
      <w:r w:rsidR="00E8465A">
        <w:t>.</w:t>
      </w:r>
    </w:p>
    <w:p w14:paraId="55F02793" w14:textId="3B3E6DBE" w:rsidR="00E0544E" w:rsidRPr="007818BD" w:rsidRDefault="00E8465A" w:rsidP="00E0544E">
      <w:r>
        <w:t>« </w:t>
      </w:r>
      <w:r w:rsidR="00E0544E" w:rsidRPr="007818BD">
        <w:t>Ce que la musique a été pour le musicien</w:t>
      </w:r>
      <w:r>
        <w:t xml:space="preserve">, </w:t>
      </w:r>
      <w:r w:rsidR="00E0544E" w:rsidRPr="007818BD">
        <w:t>dit-il</w:t>
      </w:r>
      <w:r>
        <w:t xml:space="preserve">, </w:t>
      </w:r>
      <w:r w:rsidR="00E0544E" w:rsidRPr="007818BD">
        <w:t>que la science le soit pour le s</w:t>
      </w:r>
      <w:r w:rsidR="00E0544E" w:rsidRPr="007818BD">
        <w:t>a</w:t>
      </w:r>
      <w:r w:rsidR="00E0544E" w:rsidRPr="007818BD">
        <w:t>ge</w:t>
      </w:r>
      <w:r>
        <w:t xml:space="preserve">. </w:t>
      </w:r>
      <w:r w:rsidR="00E0544E" w:rsidRPr="007818BD">
        <w:t>Votre père jeta les yeux autour de lui dans le monde</w:t>
      </w:r>
      <w:r>
        <w:t xml:space="preserve"> : </w:t>
      </w:r>
      <w:r w:rsidR="00E0544E" w:rsidRPr="007818BD">
        <w:t>tout y était en désaccord avec les sympathies i</w:t>
      </w:r>
      <w:r w:rsidR="00E0544E" w:rsidRPr="007818BD">
        <w:t>n</w:t>
      </w:r>
      <w:r w:rsidR="00E0544E" w:rsidRPr="007818BD">
        <w:t>times et élevées qu</w:t>
      </w:r>
      <w:r>
        <w:t>’</w:t>
      </w:r>
      <w:r w:rsidR="00E0544E" w:rsidRPr="007818BD">
        <w:t>il sentait pour ces harmonies qui nuit et jour s</w:t>
      </w:r>
      <w:r>
        <w:t>’</w:t>
      </w:r>
      <w:r w:rsidR="00E0544E" w:rsidRPr="007818BD">
        <w:t>élancent jusqu</w:t>
      </w:r>
      <w:r>
        <w:t>’</w:t>
      </w:r>
      <w:r w:rsidR="00E0544E" w:rsidRPr="007818BD">
        <w:t>au trône céleste</w:t>
      </w:r>
      <w:r>
        <w:t xml:space="preserve">. </w:t>
      </w:r>
      <w:r w:rsidR="00E0544E" w:rsidRPr="007818BD">
        <w:t>La vie</w:t>
      </w:r>
      <w:r>
        <w:t xml:space="preserve">, </w:t>
      </w:r>
      <w:r w:rsidR="00E0544E" w:rsidRPr="007818BD">
        <w:t>avec son ambition bruyante et ses pa</w:t>
      </w:r>
      <w:r w:rsidR="00E0544E" w:rsidRPr="007818BD">
        <w:t>s</w:t>
      </w:r>
      <w:r w:rsidR="00E0544E" w:rsidRPr="007818BD">
        <w:t>sions basses</w:t>
      </w:r>
      <w:r>
        <w:t xml:space="preserve">, </w:t>
      </w:r>
      <w:r w:rsidR="00E0544E" w:rsidRPr="007818BD">
        <w:t>est si pauvre et si méprisable</w:t>
      </w:r>
      <w:r>
        <w:t xml:space="preserve"> ! </w:t>
      </w:r>
      <w:r w:rsidR="00E0544E" w:rsidRPr="007818BD">
        <w:t>Au fond même de son âme il créa la vie et le monde qui seuls convenaient à son âme</w:t>
      </w:r>
      <w:r>
        <w:t xml:space="preserve">. </w:t>
      </w:r>
      <w:r w:rsidR="00E0544E" w:rsidRPr="007818BD">
        <w:t>Viola</w:t>
      </w:r>
      <w:r>
        <w:t xml:space="preserve">, </w:t>
      </w:r>
      <w:r w:rsidR="00E0544E" w:rsidRPr="007818BD">
        <w:t>vous êtes la fille de cette vie</w:t>
      </w:r>
      <w:r>
        <w:t xml:space="preserve"> : </w:t>
      </w:r>
      <w:r w:rsidR="00E0544E" w:rsidRPr="007818BD">
        <w:t>vous serez la reine de ce monde idéal</w:t>
      </w:r>
      <w:r>
        <w:t>. »</w:t>
      </w:r>
    </w:p>
    <w:p w14:paraId="00358955" w14:textId="77777777" w:rsidR="00E8465A" w:rsidRDefault="00E0544E" w:rsidP="00E0544E">
      <w:r w:rsidRPr="007818BD">
        <w:t>Dans ses premières visites</w:t>
      </w:r>
      <w:r w:rsidR="00E8465A">
        <w:t xml:space="preserve">, </w:t>
      </w:r>
      <w:r w:rsidRPr="007818BD">
        <w:t xml:space="preserve">il ne parla pas de </w:t>
      </w:r>
      <w:proofErr w:type="spellStart"/>
      <w:r w:rsidRPr="007818BD">
        <w:t>Glyndon</w:t>
      </w:r>
      <w:proofErr w:type="spellEnd"/>
      <w:r w:rsidR="00E8465A">
        <w:t xml:space="preserve">. </w:t>
      </w:r>
      <w:r w:rsidRPr="007818BD">
        <w:t>Le jour arriva bientôt où il ramena ce sujet</w:t>
      </w:r>
      <w:r w:rsidR="00E8465A">
        <w:t xml:space="preserve">. </w:t>
      </w:r>
      <w:r w:rsidRPr="007818BD">
        <w:t>Et tant était confiante</w:t>
      </w:r>
      <w:r w:rsidR="00E8465A">
        <w:t xml:space="preserve">, </w:t>
      </w:r>
      <w:r w:rsidRPr="007818BD">
        <w:t>docile et complète</w:t>
      </w:r>
      <w:r w:rsidR="00E8465A">
        <w:t xml:space="preserve">, </w:t>
      </w:r>
      <w:r w:rsidRPr="007818BD">
        <w:t xml:space="preserve">la soumission que Viola professait </w:t>
      </w:r>
      <w:r w:rsidRPr="007818BD">
        <w:lastRenderedPageBreak/>
        <w:t>maint</w:t>
      </w:r>
      <w:r w:rsidRPr="007818BD">
        <w:t>e</w:t>
      </w:r>
      <w:r w:rsidRPr="007818BD">
        <w:t>nant pour son empire</w:t>
      </w:r>
      <w:r w:rsidR="00E8465A">
        <w:t xml:space="preserve">, </w:t>
      </w:r>
      <w:r w:rsidRPr="007818BD">
        <w:t>que</w:t>
      </w:r>
      <w:r w:rsidR="00E8465A">
        <w:t xml:space="preserve">, </w:t>
      </w:r>
      <w:r w:rsidRPr="007818BD">
        <w:t>malgré tout ce que ce sujet avait pour elle d</w:t>
      </w:r>
      <w:r w:rsidR="00E8465A">
        <w:t>’</w:t>
      </w:r>
      <w:r w:rsidRPr="007818BD">
        <w:t>importun</w:t>
      </w:r>
      <w:r w:rsidR="00E8465A">
        <w:t xml:space="preserve">, </w:t>
      </w:r>
      <w:r w:rsidRPr="007818BD">
        <w:t>elle fit violence à son cœur et l</w:t>
      </w:r>
      <w:r w:rsidR="00E8465A">
        <w:t>’</w:t>
      </w:r>
      <w:r w:rsidRPr="007818BD">
        <w:t>écouta en silence</w:t>
      </w:r>
      <w:r w:rsidR="00E8465A">
        <w:t>.</w:t>
      </w:r>
    </w:p>
    <w:p w14:paraId="1F8AA83A" w14:textId="77777777" w:rsidR="00E8465A" w:rsidRDefault="00E0544E" w:rsidP="00E0544E">
      <w:r w:rsidRPr="007818BD">
        <w:t>À la fin</w:t>
      </w:r>
      <w:r w:rsidR="00E8465A">
        <w:t> :</w:t>
      </w:r>
    </w:p>
    <w:p w14:paraId="7F598F0C" w14:textId="20E22AA4" w:rsidR="00E0544E" w:rsidRPr="007818BD" w:rsidRDefault="00E8465A" w:rsidP="00E0544E">
      <w:r>
        <w:t>« </w:t>
      </w:r>
      <w:r w:rsidR="00E0544E" w:rsidRPr="007818BD">
        <w:t>Vous avez promis</w:t>
      </w:r>
      <w:r>
        <w:t xml:space="preserve">, </w:t>
      </w:r>
      <w:r w:rsidR="00E0544E" w:rsidRPr="007818BD">
        <w:t>dit-il</w:t>
      </w:r>
      <w:r>
        <w:t xml:space="preserve">, </w:t>
      </w:r>
      <w:r w:rsidR="00E0544E" w:rsidRPr="007818BD">
        <w:t>d</w:t>
      </w:r>
      <w:r>
        <w:t>’</w:t>
      </w:r>
      <w:r w:rsidR="00E0544E" w:rsidRPr="007818BD">
        <w:t>obéir à mes conseils</w:t>
      </w:r>
      <w:r>
        <w:t xml:space="preserve"> ; </w:t>
      </w:r>
      <w:r w:rsidR="00E0544E" w:rsidRPr="007818BD">
        <w:t>et si je vous demandais</w:t>
      </w:r>
      <w:r>
        <w:t xml:space="preserve">, </w:t>
      </w:r>
      <w:r w:rsidR="00E0544E" w:rsidRPr="007818BD">
        <w:t>si je vous conjurais d</w:t>
      </w:r>
      <w:r>
        <w:t>’</w:t>
      </w:r>
      <w:r w:rsidR="00E0544E" w:rsidRPr="007818BD">
        <w:t>accepter la main de cet étranger</w:t>
      </w:r>
      <w:r>
        <w:t xml:space="preserve">, </w:t>
      </w:r>
      <w:r w:rsidR="00E0544E" w:rsidRPr="007818BD">
        <w:t>de partager sa destinée dans le cas où il vous le prop</w:t>
      </w:r>
      <w:r w:rsidR="00E0544E" w:rsidRPr="007818BD">
        <w:t>o</w:t>
      </w:r>
      <w:r w:rsidR="00E0544E" w:rsidRPr="007818BD">
        <w:t>serait</w:t>
      </w:r>
      <w:r>
        <w:t xml:space="preserve">, </w:t>
      </w:r>
      <w:r w:rsidR="00E0544E" w:rsidRPr="007818BD">
        <w:t>refuseriez-vous</w:t>
      </w:r>
      <w:r>
        <w:t> ? »</w:t>
      </w:r>
    </w:p>
    <w:p w14:paraId="1CCF788E" w14:textId="77777777" w:rsidR="00E8465A" w:rsidRDefault="00E0544E" w:rsidP="00E0544E">
      <w:r w:rsidRPr="007818BD">
        <w:t>Elle refoula les larmes qui voulaient jaillir de ses yeux</w:t>
      </w:r>
      <w:r w:rsidR="00E8465A">
        <w:t xml:space="preserve">, </w:t>
      </w:r>
      <w:r w:rsidRPr="007818BD">
        <w:t>et</w:t>
      </w:r>
      <w:r w:rsidR="00E8465A">
        <w:t xml:space="preserve">, </w:t>
      </w:r>
      <w:r w:rsidRPr="007818BD">
        <w:t>avec une joie étrange au milieu de tout ce qu</w:t>
      </w:r>
      <w:r w:rsidR="00E8465A">
        <w:t>’</w:t>
      </w:r>
      <w:r w:rsidRPr="007818BD">
        <w:t>elle souffrait</w:t>
      </w:r>
      <w:r w:rsidR="00E8465A">
        <w:t xml:space="preserve">, </w:t>
      </w:r>
      <w:r w:rsidRPr="007818BD">
        <w:t>la joie de celle qui sacrifie jusqu</w:t>
      </w:r>
      <w:r w:rsidR="00E8465A">
        <w:t>’</w:t>
      </w:r>
      <w:r w:rsidRPr="007818BD">
        <w:t>à son cœur à celui qui est maître de ce cœur</w:t>
      </w:r>
      <w:r w:rsidR="00E8465A">
        <w:t xml:space="preserve">, </w:t>
      </w:r>
      <w:r w:rsidRPr="007818BD">
        <w:t>elle répondit après un pénible effort</w:t>
      </w:r>
      <w:r w:rsidR="00E8465A">
        <w:t> :</w:t>
      </w:r>
    </w:p>
    <w:p w14:paraId="54ECF58F" w14:textId="77777777" w:rsidR="00E8465A" w:rsidRDefault="00E8465A" w:rsidP="00E0544E">
      <w:r>
        <w:t>« </w:t>
      </w:r>
      <w:r w:rsidR="00E0544E" w:rsidRPr="007818BD">
        <w:t>Si vous pouvez l</w:t>
      </w:r>
      <w:r>
        <w:t>’</w:t>
      </w:r>
      <w:r w:rsidR="00E0544E" w:rsidRPr="007818BD">
        <w:t>ordonner</w:t>
      </w:r>
      <w:r>
        <w:t xml:space="preserve">… </w:t>
      </w:r>
      <w:r w:rsidR="00E0544E" w:rsidRPr="007818BD">
        <w:t>eh bien</w:t>
      </w:r>
      <w:r>
        <w:t>…</w:t>
      </w:r>
    </w:p>
    <w:p w14:paraId="7A6638E6" w14:textId="77777777" w:rsidR="00E8465A" w:rsidRDefault="00E8465A" w:rsidP="00E0544E">
      <w:r>
        <w:t>— </w:t>
      </w:r>
      <w:r w:rsidR="00E0544E" w:rsidRPr="007818BD">
        <w:t>Achevez</w:t>
      </w:r>
      <w:r>
        <w:t> !…</w:t>
      </w:r>
    </w:p>
    <w:p w14:paraId="05C2AFD1" w14:textId="21955EE5" w:rsidR="00E0544E" w:rsidRPr="007818BD" w:rsidRDefault="00E8465A" w:rsidP="00E0544E">
      <w:r>
        <w:t>— </w:t>
      </w:r>
      <w:r w:rsidR="00E0544E" w:rsidRPr="007818BD">
        <w:t>Disposez de moi à votre gré</w:t>
      </w:r>
      <w:r>
        <w:t> !… »</w:t>
      </w:r>
    </w:p>
    <w:p w14:paraId="6263E35C" w14:textId="77777777" w:rsidR="00E8465A" w:rsidRDefault="00E0544E" w:rsidP="00E0544E">
      <w:proofErr w:type="spellStart"/>
      <w:r w:rsidRPr="007818BD">
        <w:t>Zanoni</w:t>
      </w:r>
      <w:proofErr w:type="spellEnd"/>
      <w:r w:rsidRPr="007818BD">
        <w:t xml:space="preserve"> demeura quelques instants silencieux</w:t>
      </w:r>
      <w:r w:rsidR="00E8465A">
        <w:t xml:space="preserve"> : </w:t>
      </w:r>
      <w:r w:rsidRPr="007818BD">
        <w:t>il voyait ce</w:t>
      </w:r>
      <w:r w:rsidRPr="007818BD">
        <w:t>t</w:t>
      </w:r>
      <w:r w:rsidRPr="007818BD">
        <w:t>te lutte que la pauvre femme croyait si bien dissimuler</w:t>
      </w:r>
      <w:r w:rsidR="00E8465A">
        <w:t xml:space="preserve"> ; </w:t>
      </w:r>
      <w:r w:rsidRPr="007818BD">
        <w:t>il fit vers elle un mouvement involontaire</w:t>
      </w:r>
      <w:r w:rsidR="00E8465A">
        <w:t xml:space="preserve"> ; </w:t>
      </w:r>
      <w:r w:rsidRPr="007818BD">
        <w:t>il pressa sa main de ses lèvres</w:t>
      </w:r>
      <w:r w:rsidR="00E8465A">
        <w:t>.</w:t>
      </w:r>
    </w:p>
    <w:p w14:paraId="4727C96A" w14:textId="77777777" w:rsidR="00E8465A" w:rsidRDefault="00E0544E" w:rsidP="00E0544E">
      <w:r w:rsidRPr="007818BD">
        <w:t>C</w:t>
      </w:r>
      <w:r w:rsidR="00E8465A">
        <w:t>’</w:t>
      </w:r>
      <w:r w:rsidRPr="007818BD">
        <w:t>était la première fois qu</w:t>
      </w:r>
      <w:r w:rsidR="00E8465A">
        <w:t>’</w:t>
      </w:r>
      <w:r w:rsidRPr="007818BD">
        <w:t>il s</w:t>
      </w:r>
      <w:r w:rsidR="00E8465A">
        <w:t>’</w:t>
      </w:r>
      <w:r w:rsidRPr="007818BD">
        <w:t>écartait</w:t>
      </w:r>
      <w:r w:rsidR="00E8465A">
        <w:t xml:space="preserve">, </w:t>
      </w:r>
      <w:r w:rsidRPr="007818BD">
        <w:t>même à ce point</w:t>
      </w:r>
      <w:r w:rsidR="00E8465A">
        <w:t xml:space="preserve">, </w:t>
      </w:r>
      <w:r w:rsidRPr="007818BD">
        <w:t>d</w:t>
      </w:r>
      <w:r w:rsidR="00E8465A">
        <w:t>’</w:t>
      </w:r>
      <w:r w:rsidRPr="007818BD">
        <w:t>une certaine austérité qui avait peut-être contribué à mettre Viola moins en garde contre lui et contre ses propres pensées</w:t>
      </w:r>
      <w:r w:rsidR="00E8465A">
        <w:t>.</w:t>
      </w:r>
    </w:p>
    <w:p w14:paraId="6A110A18" w14:textId="2D162F78" w:rsidR="00E0544E" w:rsidRPr="007818BD" w:rsidRDefault="00E8465A" w:rsidP="00E0544E">
      <w:r>
        <w:t>« </w:t>
      </w:r>
      <w:r w:rsidR="00E0544E" w:rsidRPr="007818BD">
        <w:t>Viola</w:t>
      </w:r>
      <w:r>
        <w:t xml:space="preserve">, </w:t>
      </w:r>
      <w:r w:rsidR="00E0544E" w:rsidRPr="007818BD">
        <w:t>dit-il</w:t>
      </w:r>
      <w:r>
        <w:t xml:space="preserve">, </w:t>
      </w:r>
      <w:r w:rsidR="00E0544E" w:rsidRPr="007818BD">
        <w:t>et sa voix tremblait</w:t>
      </w:r>
      <w:r>
        <w:t xml:space="preserve">, </w:t>
      </w:r>
      <w:r w:rsidR="00E0544E" w:rsidRPr="007818BD">
        <w:t>le danger que je ne puis plus conjurer</w:t>
      </w:r>
      <w:r>
        <w:t xml:space="preserve">, </w:t>
      </w:r>
      <w:r w:rsidR="00E0544E" w:rsidRPr="007818BD">
        <w:t>si vous demeurez plus longtemps à Naples</w:t>
      </w:r>
      <w:r>
        <w:t xml:space="preserve">, </w:t>
      </w:r>
      <w:r w:rsidR="00E0544E" w:rsidRPr="007818BD">
        <w:t>a</w:t>
      </w:r>
      <w:r w:rsidR="00E0544E" w:rsidRPr="007818BD">
        <w:t>p</w:t>
      </w:r>
      <w:r w:rsidR="00E0544E" w:rsidRPr="007818BD">
        <w:t>proche de moment en moment</w:t>
      </w:r>
      <w:r>
        <w:t xml:space="preserve">. </w:t>
      </w:r>
      <w:r w:rsidR="00E0544E" w:rsidRPr="007818BD">
        <w:t>D</w:t>
      </w:r>
      <w:r>
        <w:t>’</w:t>
      </w:r>
      <w:r w:rsidR="00E0544E" w:rsidRPr="007818BD">
        <w:t>ici à trois jours</w:t>
      </w:r>
      <w:r>
        <w:t xml:space="preserve">, </w:t>
      </w:r>
      <w:r w:rsidR="00E0544E" w:rsidRPr="007818BD">
        <w:t>il faut que v</w:t>
      </w:r>
      <w:r w:rsidR="00E0544E" w:rsidRPr="007818BD">
        <w:t>o</w:t>
      </w:r>
      <w:r w:rsidR="00E0544E" w:rsidRPr="007818BD">
        <w:t>tre sort soit décidé</w:t>
      </w:r>
      <w:r>
        <w:t xml:space="preserve">. </w:t>
      </w:r>
      <w:r w:rsidR="00E0544E" w:rsidRPr="007818BD">
        <w:t>J</w:t>
      </w:r>
      <w:r>
        <w:t>’</w:t>
      </w:r>
      <w:r w:rsidR="00E0544E" w:rsidRPr="007818BD">
        <w:t>accepte votre promesse</w:t>
      </w:r>
      <w:r>
        <w:t xml:space="preserve">. </w:t>
      </w:r>
      <w:r w:rsidR="00E0544E" w:rsidRPr="007818BD">
        <w:t>Avant la dernière heure de la troisième journée</w:t>
      </w:r>
      <w:r>
        <w:t xml:space="preserve">, </w:t>
      </w:r>
      <w:r w:rsidR="00E0544E" w:rsidRPr="007818BD">
        <w:t>quoi qu</w:t>
      </w:r>
      <w:r>
        <w:t>’</w:t>
      </w:r>
      <w:r w:rsidR="00E0544E" w:rsidRPr="007818BD">
        <w:t>il advienne</w:t>
      </w:r>
      <w:r>
        <w:t xml:space="preserve">, </w:t>
      </w:r>
      <w:r w:rsidR="00E0544E" w:rsidRPr="007818BD">
        <w:t>je vous reve</w:t>
      </w:r>
      <w:r w:rsidR="00E0544E" w:rsidRPr="007818BD">
        <w:t>r</w:t>
      </w:r>
      <w:r w:rsidR="00E0544E" w:rsidRPr="007818BD">
        <w:t>rai ici</w:t>
      </w:r>
      <w:r>
        <w:t xml:space="preserve">, </w:t>
      </w:r>
      <w:r w:rsidR="00E0544E" w:rsidRPr="007818BD">
        <w:t>dans votre maison</w:t>
      </w:r>
      <w:r>
        <w:t xml:space="preserve">. </w:t>
      </w:r>
      <w:r w:rsidR="00E0544E" w:rsidRPr="007818BD">
        <w:t>Jusqu</w:t>
      </w:r>
      <w:r>
        <w:t>’</w:t>
      </w:r>
      <w:r w:rsidR="00E0544E" w:rsidRPr="007818BD">
        <w:t>alors</w:t>
      </w:r>
      <w:r>
        <w:t xml:space="preserve">, </w:t>
      </w:r>
      <w:r w:rsidR="00E0544E" w:rsidRPr="007818BD">
        <w:t>adieu</w:t>
      </w:r>
      <w:r>
        <w:t> ! »</w:t>
      </w:r>
    </w:p>
    <w:p w14:paraId="6AB5C04A" w14:textId="77777777" w:rsidR="00E8465A" w:rsidRDefault="00E0544E" w:rsidP="00E8465A">
      <w:pPr>
        <w:pStyle w:val="Titre2"/>
        <w:pageBreakBefore/>
      </w:pPr>
      <w:bookmarkStart w:id="26" w:name="_Toc199963075"/>
      <w:r w:rsidRPr="007818BD">
        <w:lastRenderedPageBreak/>
        <w:t>CHAPITRE</w:t>
      </w:r>
      <w:r w:rsidR="00E8465A">
        <w:t xml:space="preserve"> </w:t>
      </w:r>
      <w:r w:rsidRPr="007818BD">
        <w:t>IV</w:t>
      </w:r>
      <w:r w:rsidR="00E8465A">
        <w:t>.</w:t>
      </w:r>
      <w:bookmarkEnd w:id="26"/>
    </w:p>
    <w:p w14:paraId="3BB16F8E" w14:textId="77777777" w:rsidR="00E8465A" w:rsidRDefault="00E0544E" w:rsidP="00E0544E">
      <w:pPr>
        <w:pStyle w:val="NormalRetraitGauche4XIndent0"/>
        <w:spacing w:before="0" w:after="0"/>
        <w:rPr>
          <w:rStyle w:val="Taille-1Caracteres"/>
        </w:rPr>
      </w:pPr>
      <w:r w:rsidRPr="007818BD">
        <w:rPr>
          <w:rStyle w:val="Taille-1Caracteres"/>
        </w:rPr>
        <w:t>La vie</w:t>
      </w:r>
      <w:r w:rsidR="00E8465A">
        <w:rPr>
          <w:rStyle w:val="Taille-1Caracteres"/>
        </w:rPr>
        <w:t xml:space="preserve">, </w:t>
      </w:r>
      <w:r w:rsidRPr="007818BD">
        <w:rPr>
          <w:rStyle w:val="Taille-1Caracteres"/>
        </w:rPr>
        <w:t>entre deux mondes</w:t>
      </w:r>
      <w:r w:rsidR="00E8465A">
        <w:rPr>
          <w:rStyle w:val="Taille-1Caracteres"/>
        </w:rPr>
        <w:t xml:space="preserve">, </w:t>
      </w:r>
      <w:r w:rsidRPr="007818BD">
        <w:rPr>
          <w:rStyle w:val="Taille-1Caracteres"/>
        </w:rPr>
        <w:t>plane comme une étoile entre la nuit et le jour</w:t>
      </w:r>
      <w:r w:rsidR="00E8465A">
        <w:rPr>
          <w:rStyle w:val="Taille-1Caracteres"/>
        </w:rPr>
        <w:t>. (</w:t>
      </w:r>
      <w:r w:rsidRPr="007818BD">
        <w:rPr>
          <w:rStyle w:val="Taille-1Caracteres"/>
        </w:rPr>
        <w:t>BYRON</w:t>
      </w:r>
      <w:r w:rsidR="00E8465A">
        <w:rPr>
          <w:rStyle w:val="Taille-1Caracteres"/>
        </w:rPr>
        <w:t>.)</w:t>
      </w:r>
    </w:p>
    <w:p w14:paraId="35AF2B24" w14:textId="77777777" w:rsidR="00E8465A" w:rsidRDefault="00E0544E" w:rsidP="00E0544E">
      <w:r w:rsidRPr="007818BD">
        <w:t xml:space="preserve">Quand </w:t>
      </w:r>
      <w:proofErr w:type="spellStart"/>
      <w:r w:rsidRPr="007818BD">
        <w:t>Glyndon</w:t>
      </w:r>
      <w:proofErr w:type="spellEnd"/>
      <w:r w:rsidRPr="007818BD">
        <w:t xml:space="preserve"> prit congé de Viola</w:t>
      </w:r>
      <w:r w:rsidR="00E8465A">
        <w:t xml:space="preserve">, </w:t>
      </w:r>
      <w:r w:rsidRPr="007818BD">
        <w:t>comme nous l</w:t>
      </w:r>
      <w:r w:rsidR="00E8465A">
        <w:t>’</w:t>
      </w:r>
      <w:r w:rsidRPr="007818BD">
        <w:t>avons dit dans le dernier chapitre de la seconde partie de ce récit</w:t>
      </w:r>
      <w:r w:rsidR="00E8465A">
        <w:t xml:space="preserve">, </w:t>
      </w:r>
      <w:r w:rsidRPr="007818BD">
        <w:t>sa pensée s</w:t>
      </w:r>
      <w:r w:rsidR="00E8465A">
        <w:t>’</w:t>
      </w:r>
      <w:r w:rsidRPr="007818BD">
        <w:t>absorba de nouveau dans ces désirs et dans ces conje</w:t>
      </w:r>
      <w:r w:rsidRPr="007818BD">
        <w:t>c</w:t>
      </w:r>
      <w:r w:rsidRPr="007818BD">
        <w:t>tures mystiques que ne manquait jamais d</w:t>
      </w:r>
      <w:r w:rsidR="00E8465A">
        <w:t>’</w:t>
      </w:r>
      <w:r w:rsidRPr="007818BD">
        <w:t>éveiller en lui le so</w:t>
      </w:r>
      <w:r w:rsidRPr="007818BD">
        <w:t>u</w:t>
      </w:r>
      <w:r w:rsidRPr="007818BD">
        <w:t xml:space="preserve">venir de </w:t>
      </w:r>
      <w:proofErr w:type="spellStart"/>
      <w:r w:rsidRPr="007818BD">
        <w:t>Zanoni</w:t>
      </w:r>
      <w:proofErr w:type="spellEnd"/>
      <w:r w:rsidR="00E8465A">
        <w:t xml:space="preserve">. </w:t>
      </w:r>
      <w:r w:rsidRPr="007818BD">
        <w:t>Il erra dans les rues sans savoir ce qu</w:t>
      </w:r>
      <w:r w:rsidR="00E8465A">
        <w:t>’</w:t>
      </w:r>
      <w:r w:rsidRPr="007818BD">
        <w:t>il faisait</w:t>
      </w:r>
      <w:r w:rsidR="00E8465A">
        <w:t xml:space="preserve">, </w:t>
      </w:r>
      <w:r w:rsidRPr="007818BD">
        <w:t>jusqu</w:t>
      </w:r>
      <w:r w:rsidR="00E8465A">
        <w:t>’</w:t>
      </w:r>
      <w:r w:rsidRPr="007818BD">
        <w:t>à ce qu</w:t>
      </w:r>
      <w:r w:rsidR="00E8465A">
        <w:t>’</w:t>
      </w:r>
      <w:r w:rsidRPr="007818BD">
        <w:t>enfin il se trouva au milieu d</w:t>
      </w:r>
      <w:r w:rsidR="00E8465A">
        <w:t>’</w:t>
      </w:r>
      <w:r w:rsidRPr="007818BD">
        <w:t>une de ces collections splendides de peinture qui font aujourd</w:t>
      </w:r>
      <w:r w:rsidR="00E8465A">
        <w:t>’</w:t>
      </w:r>
      <w:r w:rsidRPr="007818BD">
        <w:t>hui l</w:t>
      </w:r>
      <w:r w:rsidR="00E8465A">
        <w:t>’</w:t>
      </w:r>
      <w:r w:rsidRPr="007818BD">
        <w:t>orgueil de tant de cités italiennes dont la gloire est dans le passé</w:t>
      </w:r>
      <w:r w:rsidR="00E8465A">
        <w:t xml:space="preserve">. </w:t>
      </w:r>
      <w:r w:rsidRPr="007818BD">
        <w:t>Il avait l</w:t>
      </w:r>
      <w:r w:rsidR="00E8465A">
        <w:t>’</w:t>
      </w:r>
      <w:r w:rsidRPr="007818BD">
        <w:t>habitude d</w:t>
      </w:r>
      <w:r w:rsidR="00E8465A">
        <w:t>’</w:t>
      </w:r>
      <w:r w:rsidRPr="007818BD">
        <w:t>aller presque tous les jours dans cette galerie</w:t>
      </w:r>
      <w:r w:rsidR="00E8465A">
        <w:t xml:space="preserve">, </w:t>
      </w:r>
      <w:r w:rsidRPr="007818BD">
        <w:t>qui contenait quelques-unes des plus belles toiles d</w:t>
      </w:r>
      <w:r w:rsidR="00E8465A">
        <w:t>’</w:t>
      </w:r>
      <w:r w:rsidRPr="007818BD">
        <w:t>un maître</w:t>
      </w:r>
      <w:r w:rsidR="00E8465A">
        <w:t xml:space="preserve">, </w:t>
      </w:r>
      <w:r w:rsidRPr="007818BD">
        <w:t>objet spécial de ses études et de son admiration</w:t>
      </w:r>
      <w:r w:rsidR="00E8465A">
        <w:t xml:space="preserve">. </w:t>
      </w:r>
      <w:r w:rsidRPr="007818BD">
        <w:t>Là</w:t>
      </w:r>
      <w:r w:rsidR="00E8465A">
        <w:t xml:space="preserve">, </w:t>
      </w:r>
      <w:r w:rsidRPr="007818BD">
        <w:t>devant les œ</w:t>
      </w:r>
      <w:r w:rsidRPr="007818BD">
        <w:t>u</w:t>
      </w:r>
      <w:r w:rsidRPr="007818BD">
        <w:t>vres de Salvator</w:t>
      </w:r>
      <w:r w:rsidR="00E8465A">
        <w:t xml:space="preserve">, </w:t>
      </w:r>
      <w:r w:rsidRPr="007818BD">
        <w:t>il s</w:t>
      </w:r>
      <w:r w:rsidR="00E8465A">
        <w:t>’</w:t>
      </w:r>
      <w:r w:rsidRPr="007818BD">
        <w:t>était souvent arrêté avec une profonde et ardente vénération</w:t>
      </w:r>
      <w:r w:rsidR="00E8465A">
        <w:t xml:space="preserve">. </w:t>
      </w:r>
      <w:r w:rsidRPr="007818BD">
        <w:t>Le caractère particulier et frappant de cet artiste</w:t>
      </w:r>
      <w:r w:rsidR="00E8465A">
        <w:t xml:space="preserve">, </w:t>
      </w:r>
      <w:r w:rsidRPr="007818BD">
        <w:t>c</w:t>
      </w:r>
      <w:r w:rsidR="00E8465A">
        <w:t>’</w:t>
      </w:r>
      <w:r w:rsidRPr="007818BD">
        <w:t>est la vigueur de conception</w:t>
      </w:r>
      <w:r w:rsidR="00E8465A">
        <w:t xml:space="preserve">. </w:t>
      </w:r>
      <w:r w:rsidRPr="007818BD">
        <w:t>Dépourvu de cette idée de la beauté abstraite qui fournit au génie d</w:t>
      </w:r>
      <w:r w:rsidR="00E8465A">
        <w:t>’</w:t>
      </w:r>
      <w:r w:rsidRPr="007818BD">
        <w:t>un ordre plus s</w:t>
      </w:r>
      <w:r w:rsidRPr="007818BD">
        <w:t>u</w:t>
      </w:r>
      <w:r w:rsidRPr="007818BD">
        <w:t>blime un type et un modèle</w:t>
      </w:r>
      <w:r w:rsidR="00E8465A">
        <w:t xml:space="preserve">, </w:t>
      </w:r>
      <w:r w:rsidRPr="007818BD">
        <w:t>cet homme sait se tailler dans le roc une grandeur à lui</w:t>
      </w:r>
      <w:r w:rsidR="00E8465A">
        <w:t>.</w:t>
      </w:r>
    </w:p>
    <w:p w14:paraId="339CF9EF" w14:textId="77777777" w:rsidR="00E8465A" w:rsidRDefault="00E0544E" w:rsidP="00E0544E">
      <w:r w:rsidRPr="007818BD">
        <w:t>Ses tableaux ont une majesté non pas divine</w:t>
      </w:r>
      <w:r w:rsidR="00E8465A">
        <w:t xml:space="preserve">, </w:t>
      </w:r>
      <w:r w:rsidRPr="007818BD">
        <w:t>mais sauv</w:t>
      </w:r>
      <w:r w:rsidRPr="007818BD">
        <w:t>a</w:t>
      </w:r>
      <w:r w:rsidRPr="007818BD">
        <w:t>ge</w:t>
      </w:r>
      <w:r w:rsidR="00E8465A">
        <w:t xml:space="preserve"> ; </w:t>
      </w:r>
      <w:r w:rsidRPr="007818BD">
        <w:t>aussi libre que les écoles plus élevées</w:t>
      </w:r>
      <w:r w:rsidR="00E8465A">
        <w:t xml:space="preserve">, </w:t>
      </w:r>
      <w:r w:rsidRPr="007818BD">
        <w:t>de toute imitation b</w:t>
      </w:r>
      <w:r w:rsidRPr="007818BD">
        <w:t>a</w:t>
      </w:r>
      <w:r w:rsidRPr="007818BD">
        <w:t>nale</w:t>
      </w:r>
      <w:r w:rsidR="00E8465A">
        <w:t xml:space="preserve">, </w:t>
      </w:r>
      <w:r w:rsidRPr="007818BD">
        <w:t>exempt comme elles des mesquineries conventionnelles du réel</w:t>
      </w:r>
      <w:r w:rsidR="00E8465A">
        <w:t xml:space="preserve">, </w:t>
      </w:r>
      <w:r w:rsidRPr="007818BD">
        <w:t>il s</w:t>
      </w:r>
      <w:r w:rsidR="00E8465A">
        <w:t>’</w:t>
      </w:r>
      <w:r w:rsidRPr="007818BD">
        <w:t>empare de l</w:t>
      </w:r>
      <w:r w:rsidR="00E8465A">
        <w:t>’</w:t>
      </w:r>
      <w:r w:rsidRPr="007818BD">
        <w:t>imagination et l</w:t>
      </w:r>
      <w:r w:rsidR="00E8465A">
        <w:t>’</w:t>
      </w:r>
      <w:r w:rsidRPr="007818BD">
        <w:t>oblige à le suivre non pas dans le ciel</w:t>
      </w:r>
      <w:r w:rsidR="00E8465A">
        <w:t xml:space="preserve">, </w:t>
      </w:r>
      <w:r w:rsidRPr="007818BD">
        <w:t>mais dans les régions les plus âpres et les plus sa</w:t>
      </w:r>
      <w:r w:rsidRPr="007818BD">
        <w:t>u</w:t>
      </w:r>
      <w:r w:rsidRPr="007818BD">
        <w:t>vages de la terre</w:t>
      </w:r>
      <w:r w:rsidR="00E8465A">
        <w:t xml:space="preserve">. </w:t>
      </w:r>
      <w:r w:rsidRPr="007818BD">
        <w:t>Son charme n</w:t>
      </w:r>
      <w:r w:rsidR="00E8465A">
        <w:t>’</w:t>
      </w:r>
      <w:r w:rsidRPr="007818BD">
        <w:t>est pas celui du mage adorateur des astres</w:t>
      </w:r>
      <w:r w:rsidR="00E8465A">
        <w:t xml:space="preserve">, </w:t>
      </w:r>
      <w:r w:rsidRPr="007818BD">
        <w:t>mais plutôt du sombre encha</w:t>
      </w:r>
      <w:r w:rsidRPr="007818BD">
        <w:t>n</w:t>
      </w:r>
      <w:r w:rsidRPr="007818BD">
        <w:t>teur</w:t>
      </w:r>
      <w:r w:rsidR="00E8465A">
        <w:t xml:space="preserve"> ; </w:t>
      </w:r>
      <w:r w:rsidRPr="007818BD">
        <w:t>âme pleine d</w:t>
      </w:r>
      <w:r w:rsidR="00E8465A">
        <w:t>’</w:t>
      </w:r>
      <w:r w:rsidRPr="007818BD">
        <w:t>une poésie énergique</w:t>
      </w:r>
      <w:r w:rsidR="00E8465A">
        <w:t xml:space="preserve">, </w:t>
      </w:r>
      <w:r w:rsidRPr="007818BD">
        <w:t>cœur aux pulsations vives</w:t>
      </w:r>
      <w:r w:rsidR="00E8465A">
        <w:t xml:space="preserve">, </w:t>
      </w:r>
      <w:r w:rsidRPr="007818BD">
        <w:t>main vigo</w:t>
      </w:r>
      <w:r w:rsidRPr="007818BD">
        <w:t>u</w:t>
      </w:r>
      <w:r w:rsidRPr="007818BD">
        <w:t>reuse qui saisit l</w:t>
      </w:r>
      <w:r w:rsidR="00E8465A">
        <w:t>’</w:t>
      </w:r>
      <w:r w:rsidRPr="007818BD">
        <w:t>art d</w:t>
      </w:r>
      <w:r w:rsidR="00E8465A">
        <w:t>’</w:t>
      </w:r>
      <w:r w:rsidRPr="007818BD">
        <w:t>une étreinte de fer et le force à idéaliser les scènes de la vie réelle</w:t>
      </w:r>
      <w:r w:rsidR="00E8465A">
        <w:t xml:space="preserve"> ! </w:t>
      </w:r>
      <w:r w:rsidRPr="007818BD">
        <w:lastRenderedPageBreak/>
        <w:t>Devant cette puissante conception</w:t>
      </w:r>
      <w:r w:rsidR="00E8465A">
        <w:t xml:space="preserve">, </w:t>
      </w:r>
      <w:proofErr w:type="spellStart"/>
      <w:r w:rsidRPr="007818BD">
        <w:t>Glyndon</w:t>
      </w:r>
      <w:proofErr w:type="spellEnd"/>
      <w:r w:rsidRPr="007818BD">
        <w:t xml:space="preserve"> demeura frappé d</w:t>
      </w:r>
      <w:r w:rsidR="00E8465A">
        <w:t>’</w:t>
      </w:r>
      <w:r w:rsidRPr="007818BD">
        <w:t>une admiration plus étonnée et plus respectueuse que devant la beauté plus calme qui se dégage de l</w:t>
      </w:r>
      <w:r w:rsidR="00E8465A">
        <w:t>’</w:t>
      </w:r>
      <w:r w:rsidRPr="007818BD">
        <w:t>âme de Raphaël</w:t>
      </w:r>
      <w:r w:rsidR="00E8465A">
        <w:t xml:space="preserve">, </w:t>
      </w:r>
      <w:r w:rsidRPr="007818BD">
        <w:t>comme Vénus s</w:t>
      </w:r>
      <w:r w:rsidR="00E8465A">
        <w:t>’</w:t>
      </w:r>
      <w:r w:rsidRPr="007818BD">
        <w:t>élève du sein des flots</w:t>
      </w:r>
      <w:r w:rsidR="00E8465A">
        <w:t xml:space="preserve">. </w:t>
      </w:r>
      <w:r w:rsidRPr="007818BD">
        <w:t>À cette heure où</w:t>
      </w:r>
      <w:r w:rsidR="00E8465A">
        <w:t xml:space="preserve">, </w:t>
      </w:r>
      <w:r w:rsidRPr="007818BD">
        <w:t>s</w:t>
      </w:r>
      <w:r w:rsidR="00E8465A">
        <w:t>’</w:t>
      </w:r>
      <w:r w:rsidRPr="007818BD">
        <w:t>éveillant de sa rêverie</w:t>
      </w:r>
      <w:r w:rsidR="00E8465A">
        <w:t xml:space="preserve">, </w:t>
      </w:r>
      <w:r w:rsidRPr="007818BD">
        <w:t>il s</w:t>
      </w:r>
      <w:r w:rsidR="00E8465A">
        <w:t>’</w:t>
      </w:r>
      <w:r w:rsidRPr="007818BD">
        <w:t>arrêta en face de la so</w:t>
      </w:r>
      <w:r w:rsidRPr="007818BD">
        <w:t>m</w:t>
      </w:r>
      <w:r w:rsidRPr="007818BD">
        <w:t>bre et imposante magnificence dont les sublimes horreurs se r</w:t>
      </w:r>
      <w:r w:rsidRPr="007818BD">
        <w:t>é</w:t>
      </w:r>
      <w:r w:rsidRPr="007818BD">
        <w:t>vélaient à lui sur ces toiles saisissantes</w:t>
      </w:r>
      <w:r w:rsidR="00E8465A">
        <w:t xml:space="preserve">, </w:t>
      </w:r>
      <w:r w:rsidRPr="007818BD">
        <w:t>les feuilles même de ces arbres tortueux</w:t>
      </w:r>
      <w:r w:rsidR="00E8465A">
        <w:t xml:space="preserve">, </w:t>
      </w:r>
      <w:r w:rsidRPr="007818BD">
        <w:t>pareils à des fantômes</w:t>
      </w:r>
      <w:r w:rsidR="00E8465A">
        <w:t xml:space="preserve">, </w:t>
      </w:r>
      <w:r w:rsidRPr="007818BD">
        <w:t>semblaient murmurer à ses oreilles des secrets s</w:t>
      </w:r>
      <w:r w:rsidRPr="007818BD">
        <w:t>i</w:t>
      </w:r>
      <w:r w:rsidRPr="007818BD">
        <w:t>byllins</w:t>
      </w:r>
      <w:r w:rsidR="00E8465A">
        <w:t xml:space="preserve">. </w:t>
      </w:r>
      <w:r w:rsidRPr="007818BD">
        <w:t>Ces Apennins austères avec leurs flancs déchirés</w:t>
      </w:r>
      <w:r w:rsidR="00E8465A">
        <w:t xml:space="preserve">, </w:t>
      </w:r>
      <w:r w:rsidRPr="007818BD">
        <w:t>la cataracte qui rugissait entre leurs r</w:t>
      </w:r>
      <w:r w:rsidRPr="007818BD">
        <w:t>o</w:t>
      </w:r>
      <w:r w:rsidRPr="007818BD">
        <w:t>chers</w:t>
      </w:r>
      <w:r w:rsidR="00E8465A">
        <w:t xml:space="preserve">, </w:t>
      </w:r>
      <w:r w:rsidRPr="007818BD">
        <w:t>répondaient mieux que les scènes de la vie réelle à la di</w:t>
      </w:r>
      <w:r w:rsidRPr="007818BD">
        <w:t>s</w:t>
      </w:r>
      <w:r w:rsidRPr="007818BD">
        <w:t>position de son âme</w:t>
      </w:r>
      <w:r w:rsidR="00E8465A">
        <w:t xml:space="preserve">. </w:t>
      </w:r>
      <w:r w:rsidRPr="007818BD">
        <w:t>Les formes sévères et à peine ébauchées qui se reposent au pied du précip</w:t>
      </w:r>
      <w:r w:rsidRPr="007818BD">
        <w:t>i</w:t>
      </w:r>
      <w:r w:rsidRPr="007818BD">
        <w:t>ce</w:t>
      </w:r>
      <w:r w:rsidR="00E8465A">
        <w:t xml:space="preserve">, </w:t>
      </w:r>
      <w:r w:rsidRPr="007818BD">
        <w:t>réduites à la proportion de nains par la grandeur gigantesque de la Matière qui les domine</w:t>
      </w:r>
      <w:r w:rsidR="00E8465A">
        <w:t xml:space="preserve">, </w:t>
      </w:r>
      <w:r w:rsidRPr="007818BD">
        <w:t>lui faisaient sentir la puissance de la nature et la petitesse de l</w:t>
      </w:r>
      <w:r w:rsidR="00E8465A">
        <w:t>’</w:t>
      </w:r>
      <w:r w:rsidRPr="007818BD">
        <w:t>homme</w:t>
      </w:r>
      <w:r w:rsidR="00E8465A">
        <w:t xml:space="preserve">. </w:t>
      </w:r>
      <w:r w:rsidRPr="007818BD">
        <w:t>Les génies d</w:t>
      </w:r>
      <w:r w:rsidR="00E8465A">
        <w:t>’</w:t>
      </w:r>
      <w:r w:rsidRPr="007818BD">
        <w:t>un caractère plus spiritualiste font de l</w:t>
      </w:r>
      <w:r w:rsidR="00E8465A">
        <w:t>’</w:t>
      </w:r>
      <w:r w:rsidRPr="007818BD">
        <w:t>homme vivant et de l</w:t>
      </w:r>
      <w:r w:rsidR="00E8465A">
        <w:t>’</w:t>
      </w:r>
      <w:r w:rsidRPr="007818BD">
        <w:t>âme qui vit en lui l</w:t>
      </w:r>
      <w:r w:rsidR="00E8465A">
        <w:t>’</w:t>
      </w:r>
      <w:r w:rsidRPr="007818BD">
        <w:t>image capitale de leur œuvre</w:t>
      </w:r>
      <w:r w:rsidR="00E8465A">
        <w:t xml:space="preserve"> ; </w:t>
      </w:r>
      <w:r w:rsidRPr="007818BD">
        <w:t>les accessoires sont</w:t>
      </w:r>
      <w:r w:rsidR="00E8465A">
        <w:t xml:space="preserve">, </w:t>
      </w:r>
      <w:r w:rsidRPr="007818BD">
        <w:t>pour ainsi dire</w:t>
      </w:r>
      <w:r w:rsidR="00E8465A">
        <w:t xml:space="preserve">, </w:t>
      </w:r>
      <w:r w:rsidRPr="007818BD">
        <w:t>refoulés et r</w:t>
      </w:r>
      <w:r w:rsidRPr="007818BD">
        <w:t>e</w:t>
      </w:r>
      <w:r w:rsidRPr="007818BD">
        <w:t>jetés</w:t>
      </w:r>
      <w:r w:rsidR="00E8465A">
        <w:t xml:space="preserve">, </w:t>
      </w:r>
      <w:r w:rsidRPr="007818BD">
        <w:t>comme pour montrer que l</w:t>
      </w:r>
      <w:r w:rsidR="00E8465A">
        <w:t>’</w:t>
      </w:r>
      <w:r w:rsidRPr="007818BD">
        <w:t>exilé du Paradis est encore le roi du monde extérieur</w:t>
      </w:r>
      <w:r w:rsidR="00E8465A">
        <w:t xml:space="preserve">. </w:t>
      </w:r>
      <w:r w:rsidRPr="007818BD">
        <w:t>Dans les paysages de Salvator</w:t>
      </w:r>
      <w:r w:rsidR="00E8465A">
        <w:t xml:space="preserve">, </w:t>
      </w:r>
      <w:r w:rsidRPr="007818BD">
        <w:t>l</w:t>
      </w:r>
      <w:r w:rsidR="00E8465A">
        <w:t>’</w:t>
      </w:r>
      <w:r w:rsidRPr="007818BD">
        <w:t>arbre</w:t>
      </w:r>
      <w:r w:rsidR="00E8465A">
        <w:t xml:space="preserve">, </w:t>
      </w:r>
      <w:r w:rsidRPr="007818BD">
        <w:t>la mo</w:t>
      </w:r>
      <w:r w:rsidRPr="007818BD">
        <w:t>n</w:t>
      </w:r>
      <w:r w:rsidRPr="007818BD">
        <w:t>tagne</w:t>
      </w:r>
      <w:r w:rsidR="00E8465A">
        <w:t xml:space="preserve">, </w:t>
      </w:r>
      <w:r w:rsidRPr="007818BD">
        <w:t>la chute d</w:t>
      </w:r>
      <w:r w:rsidR="00E8465A">
        <w:t>’</w:t>
      </w:r>
      <w:r w:rsidRPr="007818BD">
        <w:t>eau</w:t>
      </w:r>
      <w:r w:rsidR="00E8465A">
        <w:t xml:space="preserve">, </w:t>
      </w:r>
      <w:r w:rsidRPr="007818BD">
        <w:t>usurpent le principal rôle</w:t>
      </w:r>
      <w:r w:rsidR="00E8465A">
        <w:t xml:space="preserve">, </w:t>
      </w:r>
      <w:r w:rsidRPr="007818BD">
        <w:t>et l</w:t>
      </w:r>
      <w:r w:rsidR="00E8465A">
        <w:t>’</w:t>
      </w:r>
      <w:r w:rsidRPr="007818BD">
        <w:t>homme y est réduit au stade subalterne</w:t>
      </w:r>
      <w:r w:rsidR="00E8465A">
        <w:t xml:space="preserve">. </w:t>
      </w:r>
      <w:r w:rsidRPr="007818BD">
        <w:t>La Matière semble régner sans partage</w:t>
      </w:r>
      <w:r w:rsidR="00E8465A">
        <w:t xml:space="preserve">, </w:t>
      </w:r>
      <w:r w:rsidRPr="007818BD">
        <w:t>tandis que le véritable maître de la Matière paraît ra</w:t>
      </w:r>
      <w:r w:rsidRPr="007818BD">
        <w:t>m</w:t>
      </w:r>
      <w:r w:rsidRPr="007818BD">
        <w:t>per sous son o</w:t>
      </w:r>
      <w:r w:rsidRPr="007818BD">
        <w:t>m</w:t>
      </w:r>
      <w:r w:rsidRPr="007818BD">
        <w:t>bre grandiose et imposante</w:t>
      </w:r>
      <w:r w:rsidR="00E8465A">
        <w:t xml:space="preserve">. </w:t>
      </w:r>
      <w:r w:rsidRPr="007818BD">
        <w:t>C</w:t>
      </w:r>
      <w:r w:rsidR="00E8465A">
        <w:t>’</w:t>
      </w:r>
      <w:r w:rsidRPr="007818BD">
        <w:t>est la Matière inerte qui prête de l</w:t>
      </w:r>
      <w:r w:rsidR="00E8465A">
        <w:t>’</w:t>
      </w:r>
      <w:r w:rsidRPr="007818BD">
        <w:t>intérêt à l</w:t>
      </w:r>
      <w:r w:rsidR="00E8465A">
        <w:t>’</w:t>
      </w:r>
      <w:r w:rsidRPr="007818BD">
        <w:t>homme immortel</w:t>
      </w:r>
      <w:r w:rsidR="00E8465A">
        <w:t xml:space="preserve">, </w:t>
      </w:r>
      <w:r w:rsidRPr="007818BD">
        <w:t>et non l</w:t>
      </w:r>
      <w:r w:rsidR="00E8465A">
        <w:t>’</w:t>
      </w:r>
      <w:r w:rsidRPr="007818BD">
        <w:t>homme immortel à la Matière inerte</w:t>
      </w:r>
      <w:r w:rsidR="00E8465A">
        <w:t xml:space="preserve">. </w:t>
      </w:r>
      <w:r w:rsidRPr="007818BD">
        <w:t>Philosophie terrible dans l</w:t>
      </w:r>
      <w:r w:rsidR="00E8465A">
        <w:t>’</w:t>
      </w:r>
      <w:r w:rsidRPr="007818BD">
        <w:t>art</w:t>
      </w:r>
      <w:r w:rsidR="00E8465A">
        <w:t> !</w:t>
      </w:r>
    </w:p>
    <w:p w14:paraId="63810CD2" w14:textId="77777777" w:rsidR="00E8465A" w:rsidRDefault="00E0544E" w:rsidP="00E0544E">
      <w:r w:rsidRPr="007818BD">
        <w:t>Quelques-unes de ces pensées traversaient l</w:t>
      </w:r>
      <w:r w:rsidR="00E8465A">
        <w:t>’</w:t>
      </w:r>
      <w:r w:rsidRPr="007818BD">
        <w:t xml:space="preserve">âme de </w:t>
      </w:r>
      <w:proofErr w:type="spellStart"/>
      <w:r w:rsidRPr="007818BD">
        <w:t>Gly</w:t>
      </w:r>
      <w:r w:rsidRPr="007818BD">
        <w:t>n</w:t>
      </w:r>
      <w:r w:rsidRPr="007818BD">
        <w:t>don</w:t>
      </w:r>
      <w:proofErr w:type="spellEnd"/>
      <w:r w:rsidR="00E8465A">
        <w:t xml:space="preserve">, </w:t>
      </w:r>
      <w:r w:rsidRPr="007818BD">
        <w:t>quand il se sentit toucher le bras et vit auprès de lui</w:t>
      </w:r>
      <w:r w:rsidR="00E8465A">
        <w:t xml:space="preserve">… </w:t>
      </w:r>
      <w:r w:rsidRPr="007818BD">
        <w:t>N</w:t>
      </w:r>
      <w:r w:rsidRPr="007818BD">
        <w:t>i</w:t>
      </w:r>
      <w:r w:rsidRPr="007818BD">
        <w:t>cot</w:t>
      </w:r>
      <w:r w:rsidR="00E8465A">
        <w:t>.</w:t>
      </w:r>
    </w:p>
    <w:p w14:paraId="69DC0A45" w14:textId="77777777" w:rsidR="00E8465A" w:rsidRDefault="00E8465A" w:rsidP="00E0544E">
      <w:r>
        <w:t>« </w:t>
      </w:r>
      <w:r w:rsidR="00E0544E" w:rsidRPr="007818BD">
        <w:t>Un grand maître</w:t>
      </w:r>
      <w:r>
        <w:t xml:space="preserve"> ! </w:t>
      </w:r>
      <w:r w:rsidR="00E0544E" w:rsidRPr="007818BD">
        <w:t>dit Nicot</w:t>
      </w:r>
      <w:r>
        <w:t xml:space="preserve">. </w:t>
      </w:r>
      <w:r w:rsidR="00E0544E" w:rsidRPr="007818BD">
        <w:t>Mais son genre ne me plaît pas</w:t>
      </w:r>
      <w:r>
        <w:t>.</w:t>
      </w:r>
    </w:p>
    <w:p w14:paraId="6C0FB25F" w14:textId="77777777" w:rsidR="00E8465A" w:rsidRDefault="00E8465A" w:rsidP="00E0544E">
      <w:r>
        <w:lastRenderedPageBreak/>
        <w:t>— </w:t>
      </w:r>
      <w:r w:rsidR="00E0544E" w:rsidRPr="007818BD">
        <w:t>Ni à moi</w:t>
      </w:r>
      <w:r>
        <w:t xml:space="preserve"> ; </w:t>
      </w:r>
      <w:r w:rsidR="00E0544E" w:rsidRPr="007818BD">
        <w:t>mais je l</w:t>
      </w:r>
      <w:r>
        <w:t>’</w:t>
      </w:r>
      <w:r w:rsidR="00E0544E" w:rsidRPr="007818BD">
        <w:t>admire</w:t>
      </w:r>
      <w:r>
        <w:t xml:space="preserve">. </w:t>
      </w:r>
      <w:r w:rsidR="00E0544E" w:rsidRPr="007818BD">
        <w:t>La beauté et la sérénité nous plaisent</w:t>
      </w:r>
      <w:r>
        <w:t xml:space="preserve"> ; </w:t>
      </w:r>
      <w:r w:rsidR="00E0544E" w:rsidRPr="007818BD">
        <w:t>mais</w:t>
      </w:r>
      <w:r>
        <w:t xml:space="preserve">, </w:t>
      </w:r>
      <w:r w:rsidR="00E0544E" w:rsidRPr="007818BD">
        <w:t>pour le sombre et le terrible</w:t>
      </w:r>
      <w:r>
        <w:t xml:space="preserve">, </w:t>
      </w:r>
      <w:r w:rsidR="00E0544E" w:rsidRPr="007818BD">
        <w:t>nous éprouvons un sentiment profond comme l</w:t>
      </w:r>
      <w:r>
        <w:t>’</w:t>
      </w:r>
      <w:r w:rsidR="00E0544E" w:rsidRPr="007818BD">
        <w:t>amour</w:t>
      </w:r>
      <w:r>
        <w:t>.</w:t>
      </w:r>
    </w:p>
    <w:p w14:paraId="3A057F93" w14:textId="77777777" w:rsidR="00E8465A" w:rsidRDefault="00E8465A" w:rsidP="00E0544E">
      <w:r>
        <w:t>— </w:t>
      </w:r>
      <w:r w:rsidR="00E0544E" w:rsidRPr="007818BD">
        <w:t>C</w:t>
      </w:r>
      <w:r>
        <w:t>’</w:t>
      </w:r>
      <w:r w:rsidR="00E0544E" w:rsidRPr="007818BD">
        <w:t>est vrai</w:t>
      </w:r>
      <w:r>
        <w:t xml:space="preserve">, </w:t>
      </w:r>
      <w:r w:rsidR="00E0544E" w:rsidRPr="007818BD">
        <w:t>dit Nicot gravement</w:t>
      </w:r>
      <w:r>
        <w:t xml:space="preserve">. </w:t>
      </w:r>
      <w:r w:rsidR="00E0544E" w:rsidRPr="007818BD">
        <w:t>Et pourtant ce sentiment n</w:t>
      </w:r>
      <w:r>
        <w:t>’</w:t>
      </w:r>
      <w:r w:rsidR="00E0544E" w:rsidRPr="007818BD">
        <w:t>est qu</w:t>
      </w:r>
      <w:r>
        <w:t>’</w:t>
      </w:r>
      <w:r w:rsidR="00E0544E" w:rsidRPr="007818BD">
        <w:t>une superst</w:t>
      </w:r>
      <w:r w:rsidR="00E0544E" w:rsidRPr="007818BD">
        <w:t>i</w:t>
      </w:r>
      <w:r w:rsidR="00E0544E" w:rsidRPr="007818BD">
        <w:t>tion</w:t>
      </w:r>
      <w:r>
        <w:t xml:space="preserve">. </w:t>
      </w:r>
      <w:r w:rsidR="00E0544E" w:rsidRPr="007818BD">
        <w:t>Les contes de fées</w:t>
      </w:r>
      <w:r>
        <w:t xml:space="preserve">, </w:t>
      </w:r>
      <w:r w:rsidR="00E0544E" w:rsidRPr="007818BD">
        <w:t>de revenants et de démons</w:t>
      </w:r>
      <w:r>
        <w:t xml:space="preserve">, </w:t>
      </w:r>
      <w:r w:rsidR="00E0544E" w:rsidRPr="007818BD">
        <w:t>dont nous bercent nos nourrices</w:t>
      </w:r>
      <w:r>
        <w:t xml:space="preserve">, </w:t>
      </w:r>
      <w:r w:rsidR="00E0544E" w:rsidRPr="007818BD">
        <w:t>sont souvent la sou</w:t>
      </w:r>
      <w:r w:rsidR="00E0544E" w:rsidRPr="007818BD">
        <w:t>r</w:t>
      </w:r>
      <w:r w:rsidR="00E0544E" w:rsidRPr="007818BD">
        <w:t>ce des impressions de notre âge mûr</w:t>
      </w:r>
      <w:r>
        <w:t xml:space="preserve">. </w:t>
      </w:r>
      <w:r w:rsidR="00E0544E" w:rsidRPr="007818BD">
        <w:t>Mais l</w:t>
      </w:r>
      <w:r>
        <w:t>’</w:t>
      </w:r>
      <w:r w:rsidR="00E0544E" w:rsidRPr="007818BD">
        <w:t>art ne devrait pas chercher à flatter complaisamment notre ignorance</w:t>
      </w:r>
      <w:r>
        <w:t xml:space="preserve"> ; </w:t>
      </w:r>
      <w:r w:rsidR="00E0544E" w:rsidRPr="007818BD">
        <w:t>l</w:t>
      </w:r>
      <w:r>
        <w:t>’</w:t>
      </w:r>
      <w:r w:rsidR="00E0544E" w:rsidRPr="007818BD">
        <w:t>art ne d</w:t>
      </w:r>
      <w:r w:rsidR="00E0544E" w:rsidRPr="007818BD">
        <w:t>e</w:t>
      </w:r>
      <w:r w:rsidR="00E0544E" w:rsidRPr="007818BD">
        <w:t>vrait représenter que la vérité</w:t>
      </w:r>
      <w:r>
        <w:t xml:space="preserve">. </w:t>
      </w:r>
      <w:r w:rsidR="00E0544E" w:rsidRPr="007818BD">
        <w:t>J</w:t>
      </w:r>
      <w:r>
        <w:t>’</w:t>
      </w:r>
      <w:r w:rsidR="00E0544E" w:rsidRPr="007818BD">
        <w:t>avoue que Raphaël me plairait davantage si j</w:t>
      </w:r>
      <w:r>
        <w:t>’</w:t>
      </w:r>
      <w:r w:rsidR="00E0544E" w:rsidRPr="007818BD">
        <w:t>avais plus de sympathie pour ses sujets</w:t>
      </w:r>
      <w:r>
        <w:t xml:space="preserve"> ; </w:t>
      </w:r>
      <w:r w:rsidR="00E0544E" w:rsidRPr="007818BD">
        <w:t>mais ses saintes et ses vierges ne sont pour moi que des femmes</w:t>
      </w:r>
      <w:r>
        <w:t>.</w:t>
      </w:r>
    </w:p>
    <w:p w14:paraId="7E89DABD" w14:textId="77777777" w:rsidR="00E8465A" w:rsidRDefault="00E8465A" w:rsidP="00E0544E">
      <w:r>
        <w:t>— </w:t>
      </w:r>
      <w:r w:rsidR="00E0544E" w:rsidRPr="007818BD">
        <w:t>Et à quelle source la peinture devrait-elle donc puiser ses sujets</w:t>
      </w:r>
      <w:r>
        <w:t> ?</w:t>
      </w:r>
    </w:p>
    <w:p w14:paraId="63738E0B" w14:textId="77777777" w:rsidR="00E8465A" w:rsidRDefault="00E8465A" w:rsidP="00E0544E">
      <w:r>
        <w:t>— </w:t>
      </w:r>
      <w:r w:rsidR="00E0544E" w:rsidRPr="007818BD">
        <w:t>À celle de l</w:t>
      </w:r>
      <w:r>
        <w:t>’</w:t>
      </w:r>
      <w:r w:rsidR="00E0544E" w:rsidRPr="007818BD">
        <w:t>histoire indubitablement</w:t>
      </w:r>
      <w:r>
        <w:t xml:space="preserve">, </w:t>
      </w:r>
      <w:r w:rsidR="00E0544E" w:rsidRPr="007818BD">
        <w:t>dit Nicot d</w:t>
      </w:r>
      <w:r>
        <w:t>’</w:t>
      </w:r>
      <w:r w:rsidR="00E0544E" w:rsidRPr="007818BD">
        <w:t>un ton tranchant</w:t>
      </w:r>
      <w:r>
        <w:t xml:space="preserve"> ; </w:t>
      </w:r>
      <w:r w:rsidR="00E0544E" w:rsidRPr="007818BD">
        <w:t>à ces grandes actions romaines qui inspirent aux hommes des sentiments de liberté et de v</w:t>
      </w:r>
      <w:r w:rsidR="00E0544E" w:rsidRPr="007818BD">
        <w:t>a</w:t>
      </w:r>
      <w:r w:rsidR="00E0544E" w:rsidRPr="007818BD">
        <w:t>leur</w:t>
      </w:r>
      <w:r>
        <w:t xml:space="preserve">, </w:t>
      </w:r>
      <w:r w:rsidR="00E0544E" w:rsidRPr="007818BD">
        <w:t>et en même temps les vertus républicaines</w:t>
      </w:r>
      <w:r>
        <w:t xml:space="preserve">… </w:t>
      </w:r>
      <w:r w:rsidR="00E0544E" w:rsidRPr="007818BD">
        <w:t>Je regrette que les cartons de Raphaël n</w:t>
      </w:r>
      <w:r>
        <w:t>’</w:t>
      </w:r>
      <w:r w:rsidR="00E0544E" w:rsidRPr="007818BD">
        <w:t>aient pas reproduit le combat des Horaces</w:t>
      </w:r>
      <w:r>
        <w:t xml:space="preserve"> ; </w:t>
      </w:r>
      <w:r w:rsidR="00E0544E" w:rsidRPr="007818BD">
        <w:t>mais il était réservé à la France et à sa république de donner à la post</w:t>
      </w:r>
      <w:r w:rsidR="00E0544E" w:rsidRPr="007818BD">
        <w:t>é</w:t>
      </w:r>
      <w:r w:rsidR="00E0544E" w:rsidRPr="007818BD">
        <w:t>rité la nouvelle</w:t>
      </w:r>
      <w:r>
        <w:t xml:space="preserve">, </w:t>
      </w:r>
      <w:r w:rsidR="00E0544E" w:rsidRPr="007818BD">
        <w:t>la véritable école</w:t>
      </w:r>
      <w:r>
        <w:t xml:space="preserve">, </w:t>
      </w:r>
      <w:r w:rsidR="00E0544E" w:rsidRPr="007818BD">
        <w:t>qui n</w:t>
      </w:r>
      <w:r>
        <w:t>’</w:t>
      </w:r>
      <w:r w:rsidR="00E0544E" w:rsidRPr="007818BD">
        <w:t>aurait jamais pu éclore dans un pays de prêtres et d</w:t>
      </w:r>
      <w:r>
        <w:t>’</w:t>
      </w:r>
      <w:r w:rsidR="00E0544E" w:rsidRPr="007818BD">
        <w:t>hypocrites</w:t>
      </w:r>
      <w:r>
        <w:t>.</w:t>
      </w:r>
    </w:p>
    <w:p w14:paraId="73142846" w14:textId="77777777" w:rsidR="00E8465A" w:rsidRDefault="00E8465A" w:rsidP="00E0544E">
      <w:r>
        <w:t>— </w:t>
      </w:r>
      <w:r w:rsidR="00E0544E" w:rsidRPr="007818BD">
        <w:t>Si bien que les saintes et les vierges de Raphaël ne sont pour vous que des hommes et des femmes</w:t>
      </w:r>
      <w:r>
        <w:t xml:space="preserve">, </w:t>
      </w:r>
      <w:r w:rsidR="00E0544E" w:rsidRPr="007818BD">
        <w:t xml:space="preserve">dit </w:t>
      </w:r>
      <w:proofErr w:type="spellStart"/>
      <w:r w:rsidR="00E0544E" w:rsidRPr="007818BD">
        <w:t>Glyndon</w:t>
      </w:r>
      <w:proofErr w:type="spellEnd"/>
      <w:r w:rsidR="00E0544E" w:rsidRPr="007818BD">
        <w:t xml:space="preserve"> relevant avec étonnement l</w:t>
      </w:r>
      <w:r>
        <w:t>’</w:t>
      </w:r>
      <w:r w:rsidR="00E0544E" w:rsidRPr="007818BD">
        <w:t>accent naïf de Nicot</w:t>
      </w:r>
      <w:r>
        <w:t xml:space="preserve">, </w:t>
      </w:r>
      <w:r w:rsidR="00E0544E" w:rsidRPr="007818BD">
        <w:t>sans avoir fait attention aux déductions que le Français avait tirées de sa proposition</w:t>
      </w:r>
      <w:r>
        <w:t>.</w:t>
      </w:r>
    </w:p>
    <w:p w14:paraId="03CD8738" w14:textId="77777777" w:rsidR="00E8465A" w:rsidRDefault="00E8465A" w:rsidP="00E0544E">
      <w:r>
        <w:t>— </w:t>
      </w:r>
      <w:r w:rsidR="00E0544E" w:rsidRPr="007818BD">
        <w:t>Assurément</w:t>
      </w:r>
      <w:r>
        <w:t xml:space="preserve"> !… </w:t>
      </w:r>
      <w:r w:rsidR="00E0544E" w:rsidRPr="007818BD">
        <w:t>Ha</w:t>
      </w:r>
      <w:r>
        <w:t xml:space="preserve"> ! </w:t>
      </w:r>
      <w:r w:rsidR="00E0544E" w:rsidRPr="007818BD">
        <w:t>ha</w:t>
      </w:r>
      <w:r>
        <w:t xml:space="preserve"> ! </w:t>
      </w:r>
      <w:r w:rsidR="00E0544E" w:rsidRPr="007818BD">
        <w:t>dit Nicot avec un rire hideux</w:t>
      </w:r>
      <w:r>
        <w:t xml:space="preserve">, </w:t>
      </w:r>
      <w:r w:rsidR="00E0544E" w:rsidRPr="007818BD">
        <w:t>voudriez-vous que je crusse aux almanachs</w:t>
      </w:r>
      <w:r>
        <w:t xml:space="preserve">, </w:t>
      </w:r>
      <w:r w:rsidR="00E0544E" w:rsidRPr="007818BD">
        <w:t>par exemple</w:t>
      </w:r>
      <w:r>
        <w:t> ?</w:t>
      </w:r>
    </w:p>
    <w:p w14:paraId="0712AF67" w14:textId="77777777" w:rsidR="00E8465A" w:rsidRDefault="00E8465A" w:rsidP="00E0544E">
      <w:r>
        <w:t>— </w:t>
      </w:r>
      <w:r w:rsidR="00E0544E" w:rsidRPr="007818BD">
        <w:t>Mais l</w:t>
      </w:r>
      <w:r>
        <w:t>’</w:t>
      </w:r>
      <w:r w:rsidR="00E0544E" w:rsidRPr="007818BD">
        <w:t>idéal</w:t>
      </w:r>
      <w:r>
        <w:t> ?</w:t>
      </w:r>
    </w:p>
    <w:p w14:paraId="13196545" w14:textId="7EC92EBB" w:rsidR="00E0544E" w:rsidRPr="007818BD" w:rsidRDefault="00E8465A" w:rsidP="00E0544E">
      <w:r>
        <w:lastRenderedPageBreak/>
        <w:t>— </w:t>
      </w:r>
      <w:r w:rsidR="00E0544E" w:rsidRPr="007818BD">
        <w:t>L</w:t>
      </w:r>
      <w:r>
        <w:t>’</w:t>
      </w:r>
      <w:r w:rsidR="00E0544E" w:rsidRPr="007818BD">
        <w:t>idéal</w:t>
      </w:r>
      <w:r>
        <w:t xml:space="preserve"> ! </w:t>
      </w:r>
      <w:r w:rsidR="00E0544E" w:rsidRPr="007818BD">
        <w:t>interrompit Nicot</w:t>
      </w:r>
      <w:r>
        <w:t xml:space="preserve">. </w:t>
      </w:r>
      <w:r w:rsidR="00E0544E" w:rsidRPr="007818BD">
        <w:t>Sornettes</w:t>
      </w:r>
      <w:r>
        <w:t xml:space="preserve"> ! </w:t>
      </w:r>
      <w:r w:rsidR="00E0544E" w:rsidRPr="007818BD">
        <w:t>Les critiques it</w:t>
      </w:r>
      <w:r w:rsidR="00E0544E" w:rsidRPr="007818BD">
        <w:t>a</w:t>
      </w:r>
      <w:r w:rsidR="00E0544E" w:rsidRPr="007818BD">
        <w:t>liens et votre Anglais R</w:t>
      </w:r>
      <w:r w:rsidR="00E0544E" w:rsidRPr="007818BD">
        <w:t>e</w:t>
      </w:r>
      <w:r w:rsidR="00E0544E" w:rsidRPr="007818BD">
        <w:t>ynolds vous ont tourné la tête</w:t>
      </w:r>
      <w:r>
        <w:t xml:space="preserve">. </w:t>
      </w:r>
      <w:r w:rsidR="00E0544E" w:rsidRPr="007818BD">
        <w:t xml:space="preserve">Avec leur </w:t>
      </w:r>
      <w:r w:rsidR="00E0544E" w:rsidRPr="007818BD">
        <w:rPr>
          <w:i/>
          <w:iCs/>
        </w:rPr>
        <w:t>gusto grande</w:t>
      </w:r>
      <w:r w:rsidR="00E0544E" w:rsidRPr="007818BD">
        <w:t xml:space="preserve"> et leur </w:t>
      </w:r>
      <w:r w:rsidR="00E0544E" w:rsidRPr="007818BD">
        <w:rPr>
          <w:i/>
          <w:iCs/>
        </w:rPr>
        <w:t>beauté idéale qui parle à l</w:t>
      </w:r>
      <w:r>
        <w:rPr>
          <w:i/>
          <w:iCs/>
        </w:rPr>
        <w:t>’</w:t>
      </w:r>
      <w:r w:rsidR="00E0544E" w:rsidRPr="007818BD">
        <w:rPr>
          <w:i/>
          <w:iCs/>
        </w:rPr>
        <w:t>âme</w:t>
      </w:r>
      <w:r>
        <w:t xml:space="preserve"> ! </w:t>
      </w:r>
      <w:r w:rsidR="00E0544E" w:rsidRPr="007818BD">
        <w:t>Et d</w:t>
      </w:r>
      <w:r>
        <w:t>’</w:t>
      </w:r>
      <w:r w:rsidR="00E0544E" w:rsidRPr="007818BD">
        <w:t>abord y a-t-il une âme</w:t>
      </w:r>
      <w:r>
        <w:t xml:space="preserve"> ? </w:t>
      </w:r>
      <w:r w:rsidR="00E0544E" w:rsidRPr="007818BD">
        <w:t>Je comprends l</w:t>
      </w:r>
      <w:r>
        <w:t>’</w:t>
      </w:r>
      <w:r w:rsidR="00E0544E" w:rsidRPr="007818BD">
        <w:t>homme qui me parle de co</w:t>
      </w:r>
      <w:r w:rsidR="00E0544E" w:rsidRPr="007818BD">
        <w:t>m</w:t>
      </w:r>
      <w:r w:rsidR="00E0544E" w:rsidRPr="007818BD">
        <w:t>poser pour un goût raffiné</w:t>
      </w:r>
      <w:r>
        <w:t xml:space="preserve">, </w:t>
      </w:r>
      <w:r w:rsidR="00E0544E" w:rsidRPr="007818BD">
        <w:t>pour une raison cultivée et intell</w:t>
      </w:r>
      <w:r w:rsidR="00E0544E" w:rsidRPr="007818BD">
        <w:t>i</w:t>
      </w:r>
      <w:r w:rsidR="00E0544E" w:rsidRPr="007818BD">
        <w:t>gente</w:t>
      </w:r>
      <w:r>
        <w:t xml:space="preserve">, </w:t>
      </w:r>
      <w:r w:rsidR="00E0544E" w:rsidRPr="007818BD">
        <w:t>pour un bon sens qui comprenne la vérité</w:t>
      </w:r>
      <w:r>
        <w:t xml:space="preserve"> ; </w:t>
      </w:r>
      <w:r w:rsidR="00E0544E" w:rsidRPr="007818BD">
        <w:t>mais pour l</w:t>
      </w:r>
      <w:r>
        <w:t>’</w:t>
      </w:r>
      <w:r w:rsidR="00E0544E" w:rsidRPr="007818BD">
        <w:t>âme</w:t>
      </w:r>
      <w:r>
        <w:t xml:space="preserve">… </w:t>
      </w:r>
      <w:r w:rsidR="00E0544E" w:rsidRPr="007818BD">
        <w:t>allons donc</w:t>
      </w:r>
      <w:r>
        <w:t xml:space="preserve"> !… </w:t>
      </w:r>
      <w:r w:rsidR="00E0544E" w:rsidRPr="007818BD">
        <w:t>Nous ne sommes que des modifications de la matière</w:t>
      </w:r>
      <w:r>
        <w:t xml:space="preserve"> ; </w:t>
      </w:r>
      <w:r w:rsidR="00E0544E" w:rsidRPr="007818BD">
        <w:t>et la peinture aussi est une modification de la matière</w:t>
      </w:r>
      <w:r>
        <w:t>. »</w:t>
      </w:r>
    </w:p>
    <w:p w14:paraId="0ACDA9D1" w14:textId="77777777" w:rsidR="00E8465A" w:rsidRDefault="00E0544E" w:rsidP="00E0544E">
      <w:proofErr w:type="spellStart"/>
      <w:r w:rsidRPr="007818BD">
        <w:t>Glyndon</w:t>
      </w:r>
      <w:proofErr w:type="spellEnd"/>
      <w:r w:rsidRPr="007818BD">
        <w:t xml:space="preserve"> promena son regard du tableau qui était devant ses yeux à Nicot</w:t>
      </w:r>
      <w:r w:rsidR="00E8465A">
        <w:t xml:space="preserve">, </w:t>
      </w:r>
      <w:r w:rsidRPr="007818BD">
        <w:t>et de Nicot au tableau</w:t>
      </w:r>
      <w:r w:rsidR="00E8465A">
        <w:t xml:space="preserve">. </w:t>
      </w:r>
      <w:r w:rsidRPr="007818BD">
        <w:t>Le dogmatiste venait de donner une voix aux pensées qu</w:t>
      </w:r>
      <w:r w:rsidR="00E8465A">
        <w:t>’</w:t>
      </w:r>
      <w:r w:rsidRPr="007818BD">
        <w:t>avait évei</w:t>
      </w:r>
      <w:r w:rsidRPr="007818BD">
        <w:t>l</w:t>
      </w:r>
      <w:r w:rsidRPr="007818BD">
        <w:t>lées en lui la vue du tableau</w:t>
      </w:r>
      <w:r w:rsidR="00E8465A">
        <w:t xml:space="preserve">. </w:t>
      </w:r>
      <w:proofErr w:type="spellStart"/>
      <w:r w:rsidRPr="007818BD">
        <w:t>Glyndon</w:t>
      </w:r>
      <w:proofErr w:type="spellEnd"/>
      <w:r w:rsidRPr="007818BD">
        <w:t xml:space="preserve"> secoua la tête sans répondre</w:t>
      </w:r>
      <w:r w:rsidR="00E8465A">
        <w:t>.</w:t>
      </w:r>
    </w:p>
    <w:p w14:paraId="6AAF47BE" w14:textId="77777777" w:rsidR="00E8465A" w:rsidRDefault="00E8465A" w:rsidP="00E0544E">
      <w:r>
        <w:t>« </w:t>
      </w:r>
      <w:r w:rsidR="00E0544E" w:rsidRPr="007818BD">
        <w:t>Dites-moi</w:t>
      </w:r>
      <w:r>
        <w:t xml:space="preserve">, </w:t>
      </w:r>
      <w:r w:rsidR="00E0544E" w:rsidRPr="007818BD">
        <w:t>s</w:t>
      </w:r>
      <w:r>
        <w:t>’</w:t>
      </w:r>
      <w:r w:rsidR="00E0544E" w:rsidRPr="007818BD">
        <w:t>écria brusquement Nicot</w:t>
      </w:r>
      <w:r>
        <w:t xml:space="preserve">, </w:t>
      </w:r>
      <w:r w:rsidR="00E0544E" w:rsidRPr="007818BD">
        <w:t xml:space="preserve">ce charlatan de </w:t>
      </w:r>
      <w:proofErr w:type="spellStart"/>
      <w:r w:rsidR="00E0544E" w:rsidRPr="007818BD">
        <w:t>Zanoni</w:t>
      </w:r>
      <w:proofErr w:type="spellEnd"/>
      <w:r>
        <w:t xml:space="preserve">… </w:t>
      </w:r>
      <w:r w:rsidR="00E0544E" w:rsidRPr="007818BD">
        <w:t>Oh</w:t>
      </w:r>
      <w:r>
        <w:t xml:space="preserve"> ! </w:t>
      </w:r>
      <w:r w:rsidR="00E0544E" w:rsidRPr="007818BD">
        <w:t>je connais maintenant son nom et ses jongleries</w:t>
      </w:r>
      <w:r>
        <w:t xml:space="preserve">… </w:t>
      </w:r>
      <w:r w:rsidR="00E0544E" w:rsidRPr="007818BD">
        <w:t>Que vous a-t-il donc dit de moi</w:t>
      </w:r>
      <w:r>
        <w:t> ?</w:t>
      </w:r>
    </w:p>
    <w:p w14:paraId="44518050" w14:textId="77777777" w:rsidR="00E8465A" w:rsidRDefault="00E8465A" w:rsidP="00E0544E">
      <w:r>
        <w:t>— </w:t>
      </w:r>
      <w:r w:rsidR="00E0544E" w:rsidRPr="007818BD">
        <w:t>De vous</w:t>
      </w:r>
      <w:r>
        <w:t xml:space="preserve"> ! </w:t>
      </w:r>
      <w:r w:rsidR="00E0544E" w:rsidRPr="007818BD">
        <w:t>Rien</w:t>
      </w:r>
      <w:r>
        <w:t xml:space="preserve"> ; </w:t>
      </w:r>
      <w:r w:rsidR="00E0544E" w:rsidRPr="007818BD">
        <w:t>il m</w:t>
      </w:r>
      <w:r>
        <w:t>’</w:t>
      </w:r>
      <w:r w:rsidR="00E0544E" w:rsidRPr="007818BD">
        <w:t>a seulement mis en garde contre vos doctrines</w:t>
      </w:r>
      <w:r>
        <w:t>.</w:t>
      </w:r>
    </w:p>
    <w:p w14:paraId="721AB1BA" w14:textId="77777777" w:rsidR="00E8465A" w:rsidRDefault="00E8465A" w:rsidP="00E0544E">
      <w:r>
        <w:t>— </w:t>
      </w:r>
      <w:r w:rsidR="00E0544E" w:rsidRPr="007818BD">
        <w:t>Ah</w:t>
      </w:r>
      <w:r>
        <w:t xml:space="preserve"> ! </w:t>
      </w:r>
      <w:r w:rsidR="00E0544E" w:rsidRPr="007818BD">
        <w:t>voilà tout</w:t>
      </w:r>
      <w:r>
        <w:t xml:space="preserve"> ? </w:t>
      </w:r>
      <w:r w:rsidR="00E0544E" w:rsidRPr="007818BD">
        <w:t>dit Nicot</w:t>
      </w:r>
      <w:r>
        <w:t xml:space="preserve">. </w:t>
      </w:r>
      <w:r w:rsidR="00E0544E" w:rsidRPr="007818BD">
        <w:t>C</w:t>
      </w:r>
      <w:r>
        <w:t>’</w:t>
      </w:r>
      <w:r w:rsidR="00E0544E" w:rsidRPr="007818BD">
        <w:t>est un fameux imposteur</w:t>
      </w:r>
      <w:r>
        <w:t xml:space="preserve">, </w:t>
      </w:r>
      <w:r w:rsidR="00E0544E" w:rsidRPr="007818BD">
        <w:t>et</w:t>
      </w:r>
      <w:r>
        <w:t xml:space="preserve">, </w:t>
      </w:r>
      <w:r w:rsidR="00E0544E" w:rsidRPr="007818BD">
        <w:t>depuis le jour de notre dernière entrevue</w:t>
      </w:r>
      <w:r>
        <w:t xml:space="preserve">, </w:t>
      </w:r>
      <w:r w:rsidR="00E0544E" w:rsidRPr="007818BD">
        <w:t>où je démasquai ses artifices</w:t>
      </w:r>
      <w:r>
        <w:t xml:space="preserve">, </w:t>
      </w:r>
      <w:r w:rsidR="00E0544E" w:rsidRPr="007818BD">
        <w:t>je pensais bien qu</w:t>
      </w:r>
      <w:r>
        <w:t>’</w:t>
      </w:r>
      <w:r w:rsidR="00E0544E" w:rsidRPr="007818BD">
        <w:t>il se vengerait par quelque calo</w:t>
      </w:r>
      <w:r w:rsidR="00E0544E" w:rsidRPr="007818BD">
        <w:t>m</w:t>
      </w:r>
      <w:r w:rsidR="00E0544E" w:rsidRPr="007818BD">
        <w:t>nie</w:t>
      </w:r>
      <w:r>
        <w:t>.</w:t>
      </w:r>
    </w:p>
    <w:p w14:paraId="61725FB2" w14:textId="77777777" w:rsidR="00E8465A" w:rsidRDefault="00E8465A" w:rsidP="00E0544E">
      <w:r>
        <w:t>— </w:t>
      </w:r>
      <w:r w:rsidR="00E0544E" w:rsidRPr="007818BD">
        <w:t>Démasqué ses artifices</w:t>
      </w:r>
      <w:r>
        <w:t xml:space="preserve"> !… </w:t>
      </w:r>
      <w:r w:rsidR="00E0544E" w:rsidRPr="007818BD">
        <w:t>Comment</w:t>
      </w:r>
      <w:r>
        <w:t> ?</w:t>
      </w:r>
    </w:p>
    <w:p w14:paraId="420556BF" w14:textId="052116BF" w:rsidR="00E0544E" w:rsidRPr="007818BD" w:rsidRDefault="00E8465A" w:rsidP="00E0544E">
      <w:r>
        <w:t>— </w:t>
      </w:r>
      <w:r w:rsidR="00E0544E" w:rsidRPr="007818BD">
        <w:t>C</w:t>
      </w:r>
      <w:r>
        <w:t>’</w:t>
      </w:r>
      <w:r w:rsidR="00E0544E" w:rsidRPr="007818BD">
        <w:t>est une longue et ennuyeuse histoire</w:t>
      </w:r>
      <w:r>
        <w:t xml:space="preserve"> : </w:t>
      </w:r>
      <w:r w:rsidR="00E0544E" w:rsidRPr="007818BD">
        <w:t>il voulait ense</w:t>
      </w:r>
      <w:r w:rsidR="00E0544E" w:rsidRPr="007818BD">
        <w:t>i</w:t>
      </w:r>
      <w:r w:rsidR="00E0544E" w:rsidRPr="007818BD">
        <w:t>gner à un de mes amis</w:t>
      </w:r>
      <w:r>
        <w:t xml:space="preserve">, </w:t>
      </w:r>
      <w:r w:rsidR="00E0544E" w:rsidRPr="007818BD">
        <w:t>un bon vieux radoteur</w:t>
      </w:r>
      <w:r>
        <w:t xml:space="preserve">, </w:t>
      </w:r>
      <w:r w:rsidR="00E0544E" w:rsidRPr="007818BD">
        <w:t>des secrets de longévité et les mystères de l</w:t>
      </w:r>
      <w:r>
        <w:t>’</w:t>
      </w:r>
      <w:r w:rsidR="00E0544E" w:rsidRPr="007818BD">
        <w:t>alchimie</w:t>
      </w:r>
      <w:r>
        <w:t xml:space="preserve">. </w:t>
      </w:r>
      <w:r w:rsidR="00E0544E" w:rsidRPr="007818BD">
        <w:t>Je vous conseille de r</w:t>
      </w:r>
      <w:r w:rsidR="00E0544E" w:rsidRPr="007818BD">
        <w:t>e</w:t>
      </w:r>
      <w:r w:rsidR="00E0544E" w:rsidRPr="007818BD">
        <w:t>noncer à une liaison si peu honorable</w:t>
      </w:r>
      <w:r>
        <w:t>. »</w:t>
      </w:r>
    </w:p>
    <w:p w14:paraId="2EA219BF" w14:textId="77777777" w:rsidR="00E8465A" w:rsidRDefault="00E0544E" w:rsidP="00E0544E">
      <w:r w:rsidRPr="007818BD">
        <w:t>Là-dessus</w:t>
      </w:r>
      <w:r w:rsidR="00E8465A">
        <w:t xml:space="preserve">, </w:t>
      </w:r>
      <w:r w:rsidRPr="007818BD">
        <w:t>Nicot fit un signe de tête expressif</w:t>
      </w:r>
      <w:r w:rsidR="00E8465A">
        <w:t xml:space="preserve">, </w:t>
      </w:r>
      <w:r w:rsidRPr="007818BD">
        <w:t>et</w:t>
      </w:r>
      <w:r w:rsidR="00E8465A">
        <w:t xml:space="preserve">, </w:t>
      </w:r>
      <w:r w:rsidRPr="007818BD">
        <w:t>ne dés</w:t>
      </w:r>
      <w:r w:rsidRPr="007818BD">
        <w:t>i</w:t>
      </w:r>
      <w:r w:rsidRPr="007818BD">
        <w:t>rant pas être questionné plus avant</w:t>
      </w:r>
      <w:r w:rsidR="00E8465A">
        <w:t xml:space="preserve">, </w:t>
      </w:r>
      <w:r w:rsidRPr="007818BD">
        <w:t>il poursuivit son chemin</w:t>
      </w:r>
      <w:r w:rsidR="00E8465A">
        <w:t>.</w:t>
      </w:r>
    </w:p>
    <w:p w14:paraId="0FBAB10F" w14:textId="17964F21" w:rsidR="00E8465A" w:rsidRDefault="00E0544E" w:rsidP="00E0544E">
      <w:r w:rsidRPr="007818BD">
        <w:lastRenderedPageBreak/>
        <w:t>L</w:t>
      </w:r>
      <w:r w:rsidR="00E8465A">
        <w:t>’</w:t>
      </w:r>
      <w:r w:rsidRPr="007818BD">
        <w:t xml:space="preserve">âme de </w:t>
      </w:r>
      <w:proofErr w:type="spellStart"/>
      <w:r w:rsidRPr="007818BD">
        <w:t>Glyndon</w:t>
      </w:r>
      <w:proofErr w:type="spellEnd"/>
      <w:r w:rsidRPr="007818BD">
        <w:t xml:space="preserve"> s</w:t>
      </w:r>
      <w:r w:rsidR="00E8465A">
        <w:t>’</w:t>
      </w:r>
      <w:r w:rsidRPr="007818BD">
        <w:t>était réfugiée dans l</w:t>
      </w:r>
      <w:r w:rsidR="00E8465A">
        <w:t>’</w:t>
      </w:r>
      <w:r w:rsidRPr="007818BD">
        <w:t>art comme dans</w:t>
      </w:r>
      <w:r w:rsidR="00C654F1">
        <w:t xml:space="preserve"> un</w:t>
      </w:r>
      <w:r w:rsidRPr="007818BD">
        <w:t xml:space="preserve"> asile</w:t>
      </w:r>
      <w:r w:rsidR="00E8465A">
        <w:t xml:space="preserve">, </w:t>
      </w:r>
      <w:r w:rsidRPr="007818BD">
        <w:t>et les commentaires et la présence de Nicot avaient été pour lui une interruption assez importune</w:t>
      </w:r>
      <w:r w:rsidR="00E8465A">
        <w:t xml:space="preserve">. </w:t>
      </w:r>
      <w:r w:rsidRPr="007818BD">
        <w:t xml:space="preserve">Il quitta le </w:t>
      </w:r>
      <w:r w:rsidRPr="007818BD">
        <w:rPr>
          <w:i/>
          <w:iCs/>
        </w:rPr>
        <w:t>Paysage</w:t>
      </w:r>
      <w:r w:rsidRPr="007818BD">
        <w:t xml:space="preserve"> de Salvator</w:t>
      </w:r>
      <w:r w:rsidR="00E8465A">
        <w:t xml:space="preserve"> ; </w:t>
      </w:r>
      <w:r w:rsidRPr="007818BD">
        <w:t xml:space="preserve">son regard tomba sur une </w:t>
      </w:r>
      <w:r w:rsidRPr="007818BD">
        <w:rPr>
          <w:i/>
          <w:iCs/>
        </w:rPr>
        <w:t>Nativité</w:t>
      </w:r>
      <w:r w:rsidRPr="007818BD">
        <w:t xml:space="preserve"> du Corrège</w:t>
      </w:r>
      <w:r w:rsidR="00E8465A">
        <w:t xml:space="preserve"> : </w:t>
      </w:r>
      <w:r w:rsidRPr="007818BD">
        <w:t>le contraste entre les deux genres le frappa comme une découve</w:t>
      </w:r>
      <w:r w:rsidRPr="007818BD">
        <w:t>r</w:t>
      </w:r>
      <w:r w:rsidRPr="007818BD">
        <w:t>te</w:t>
      </w:r>
      <w:r w:rsidR="00E8465A">
        <w:t xml:space="preserve">. </w:t>
      </w:r>
      <w:r w:rsidRPr="007818BD">
        <w:t>Ce repos exquis</w:t>
      </w:r>
      <w:r w:rsidR="00E8465A">
        <w:t xml:space="preserve">, </w:t>
      </w:r>
      <w:r w:rsidRPr="007818BD">
        <w:t>ce sentiment si parfait du beau</w:t>
      </w:r>
      <w:r w:rsidR="00E8465A">
        <w:t xml:space="preserve">, </w:t>
      </w:r>
      <w:r w:rsidRPr="007818BD">
        <w:t>cette force sans efforts</w:t>
      </w:r>
      <w:r w:rsidR="00E8465A">
        <w:t xml:space="preserve">, </w:t>
      </w:r>
      <w:r w:rsidRPr="007818BD">
        <w:t>cette morale vivante de l</w:t>
      </w:r>
      <w:r w:rsidR="00E8465A">
        <w:t>’</w:t>
      </w:r>
      <w:r w:rsidRPr="007818BD">
        <w:t>art él</w:t>
      </w:r>
      <w:r w:rsidRPr="007818BD">
        <w:t>e</w:t>
      </w:r>
      <w:r w:rsidRPr="007818BD">
        <w:t>vé</w:t>
      </w:r>
      <w:r w:rsidR="00E8465A">
        <w:t xml:space="preserve">, </w:t>
      </w:r>
      <w:r w:rsidRPr="007818BD">
        <w:t>qui parle à l</w:t>
      </w:r>
      <w:r w:rsidR="00E8465A">
        <w:t>’</w:t>
      </w:r>
      <w:r w:rsidRPr="007818BD">
        <w:t>âme par les yeux</w:t>
      </w:r>
      <w:r w:rsidR="00E8465A">
        <w:t xml:space="preserve">, </w:t>
      </w:r>
      <w:r w:rsidRPr="007818BD">
        <w:t>et qui fait monter la pensée</w:t>
      </w:r>
      <w:r w:rsidR="00E8465A">
        <w:t xml:space="preserve">, </w:t>
      </w:r>
      <w:r w:rsidRPr="007818BD">
        <w:t>à l</w:t>
      </w:r>
      <w:r w:rsidR="00E8465A">
        <w:t>’</w:t>
      </w:r>
      <w:r w:rsidRPr="007818BD">
        <w:t>aide de la beauté et de l</w:t>
      </w:r>
      <w:r w:rsidR="00E8465A">
        <w:t>’</w:t>
      </w:r>
      <w:r w:rsidRPr="007818BD">
        <w:t>amour</w:t>
      </w:r>
      <w:r w:rsidR="00E8465A">
        <w:t xml:space="preserve">, </w:t>
      </w:r>
      <w:r w:rsidRPr="007818BD">
        <w:t>jusqu</w:t>
      </w:r>
      <w:r w:rsidR="00E8465A">
        <w:t>’</w:t>
      </w:r>
      <w:r w:rsidRPr="007818BD">
        <w:t>aux régions d</w:t>
      </w:r>
      <w:r w:rsidR="00E8465A">
        <w:t>’</w:t>
      </w:r>
      <w:r w:rsidRPr="007818BD">
        <w:t>une admiration presque rel</w:t>
      </w:r>
      <w:r w:rsidRPr="007818BD">
        <w:t>i</w:t>
      </w:r>
      <w:r w:rsidRPr="007818BD">
        <w:t>gieuse</w:t>
      </w:r>
      <w:r w:rsidR="00E8465A">
        <w:t xml:space="preserve"> : </w:t>
      </w:r>
      <w:r w:rsidRPr="007818BD">
        <w:t>c</w:t>
      </w:r>
      <w:r w:rsidR="00E8465A">
        <w:t>’</w:t>
      </w:r>
      <w:r w:rsidRPr="007818BD">
        <w:t>était là la véritable école</w:t>
      </w:r>
      <w:r w:rsidR="00E8465A">
        <w:t xml:space="preserve">. </w:t>
      </w:r>
      <w:r w:rsidRPr="007818BD">
        <w:t>Il quitta la galerie avec r</w:t>
      </w:r>
      <w:r w:rsidRPr="007818BD">
        <w:t>e</w:t>
      </w:r>
      <w:r w:rsidRPr="007818BD">
        <w:t>gret</w:t>
      </w:r>
      <w:r w:rsidR="00E8465A">
        <w:t xml:space="preserve">, </w:t>
      </w:r>
      <w:r w:rsidRPr="007818BD">
        <w:t>en emportant des idées inspirées</w:t>
      </w:r>
      <w:r w:rsidR="00E8465A">
        <w:t xml:space="preserve">, </w:t>
      </w:r>
      <w:r w:rsidRPr="007818BD">
        <w:t>et reg</w:t>
      </w:r>
      <w:r w:rsidRPr="007818BD">
        <w:t>a</w:t>
      </w:r>
      <w:r w:rsidRPr="007818BD">
        <w:t>gna sa demeure</w:t>
      </w:r>
      <w:r w:rsidR="00E8465A">
        <w:t>.</w:t>
      </w:r>
    </w:p>
    <w:p w14:paraId="65DA6C9C" w14:textId="77777777" w:rsidR="00E8465A" w:rsidRDefault="00E0544E" w:rsidP="00E0544E">
      <w:r w:rsidRPr="007818BD">
        <w:t>Enchanté de n</w:t>
      </w:r>
      <w:r w:rsidR="00E8465A">
        <w:t>’</w:t>
      </w:r>
      <w:r w:rsidRPr="007818BD">
        <w:t xml:space="preserve">y pas rencontrer le pratique </w:t>
      </w:r>
      <w:proofErr w:type="spellStart"/>
      <w:r w:rsidRPr="007818BD">
        <w:t>Mervale</w:t>
      </w:r>
      <w:proofErr w:type="spellEnd"/>
      <w:r w:rsidR="00E8465A">
        <w:t xml:space="preserve">, </w:t>
      </w:r>
      <w:r w:rsidRPr="007818BD">
        <w:t>il a</w:t>
      </w:r>
      <w:r w:rsidRPr="007818BD">
        <w:t>p</w:t>
      </w:r>
      <w:r w:rsidRPr="007818BD">
        <w:t>puya son front sur ses mains</w:t>
      </w:r>
      <w:r w:rsidR="00E8465A">
        <w:t xml:space="preserve">, </w:t>
      </w:r>
      <w:r w:rsidRPr="007818BD">
        <w:t>et chercha à se rappeler les par</w:t>
      </w:r>
      <w:r w:rsidRPr="007818BD">
        <w:t>o</w:t>
      </w:r>
      <w:r w:rsidRPr="007818BD">
        <w:t xml:space="preserve">les de </w:t>
      </w:r>
      <w:proofErr w:type="spellStart"/>
      <w:r w:rsidRPr="007818BD">
        <w:t>Zanoni</w:t>
      </w:r>
      <w:proofErr w:type="spellEnd"/>
      <w:r w:rsidRPr="007818BD">
        <w:t xml:space="preserve"> dans leur dernière entrevue</w:t>
      </w:r>
      <w:r w:rsidR="00E8465A">
        <w:t xml:space="preserve">. </w:t>
      </w:r>
      <w:r w:rsidRPr="007818BD">
        <w:t>Oui</w:t>
      </w:r>
      <w:r w:rsidR="00E8465A">
        <w:t xml:space="preserve">, </w:t>
      </w:r>
      <w:r w:rsidRPr="007818BD">
        <w:t>il sentait qu</w:t>
      </w:r>
      <w:r w:rsidR="00E8465A">
        <w:t>’</w:t>
      </w:r>
      <w:r w:rsidRPr="007818BD">
        <w:t>il y avait du crime jusque dans les paroles de Nicot sur l</w:t>
      </w:r>
      <w:r w:rsidR="00E8465A">
        <w:t>’</w:t>
      </w:r>
      <w:r w:rsidRPr="007818BD">
        <w:t>art</w:t>
      </w:r>
      <w:r w:rsidR="00E8465A">
        <w:t xml:space="preserve"> : </w:t>
      </w:r>
      <w:r w:rsidRPr="007818BD">
        <w:t>ses p</w:t>
      </w:r>
      <w:r w:rsidRPr="007818BD">
        <w:t>a</w:t>
      </w:r>
      <w:r w:rsidRPr="007818BD">
        <w:t>roles dégradaient l</w:t>
      </w:r>
      <w:r w:rsidR="00E8465A">
        <w:t>’</w:t>
      </w:r>
      <w:r w:rsidRPr="007818BD">
        <w:t>imagination et la ravalaient au niveau d</w:t>
      </w:r>
      <w:r w:rsidR="00E8465A">
        <w:t>’</w:t>
      </w:r>
      <w:r w:rsidRPr="007818BD">
        <w:t>un pur mécanisme</w:t>
      </w:r>
      <w:r w:rsidR="00E8465A">
        <w:t xml:space="preserve">. </w:t>
      </w:r>
      <w:r w:rsidRPr="007818BD">
        <w:t>Lui qui ne voyait dans l</w:t>
      </w:r>
      <w:r w:rsidR="00E8465A">
        <w:t>’</w:t>
      </w:r>
      <w:r w:rsidRPr="007818BD">
        <w:t>âme qu</w:t>
      </w:r>
      <w:r w:rsidR="00E8465A">
        <w:t>’</w:t>
      </w:r>
      <w:r w:rsidRPr="007818BD">
        <w:t>une combina</w:t>
      </w:r>
      <w:r w:rsidRPr="007818BD">
        <w:t>i</w:t>
      </w:r>
      <w:r w:rsidRPr="007818BD">
        <w:t>son de la matière</w:t>
      </w:r>
      <w:r w:rsidR="00E8465A">
        <w:t xml:space="preserve">, </w:t>
      </w:r>
      <w:r w:rsidRPr="007818BD">
        <w:t>osait-il bien parler d</w:t>
      </w:r>
      <w:r w:rsidR="00E8465A">
        <w:t>’</w:t>
      </w:r>
      <w:r w:rsidRPr="007818BD">
        <w:t>écoles qui devaient su</w:t>
      </w:r>
      <w:r w:rsidRPr="007818BD">
        <w:t>r</w:t>
      </w:r>
      <w:r w:rsidRPr="007818BD">
        <w:t>passer Raphaël</w:t>
      </w:r>
      <w:r w:rsidR="00E8465A">
        <w:t xml:space="preserve"> ? </w:t>
      </w:r>
      <w:r w:rsidRPr="007818BD">
        <w:t>Oui</w:t>
      </w:r>
      <w:r w:rsidR="00E8465A">
        <w:t xml:space="preserve">, </w:t>
      </w:r>
      <w:r w:rsidRPr="007818BD">
        <w:t>l</w:t>
      </w:r>
      <w:r w:rsidR="00E8465A">
        <w:t>’</w:t>
      </w:r>
      <w:r w:rsidRPr="007818BD">
        <w:t>art était une magie</w:t>
      </w:r>
      <w:r w:rsidR="00E8465A">
        <w:t xml:space="preserve">, </w:t>
      </w:r>
      <w:r w:rsidRPr="007818BD">
        <w:t>et</w:t>
      </w:r>
      <w:r w:rsidR="00E8465A">
        <w:t xml:space="preserve">, </w:t>
      </w:r>
      <w:r w:rsidRPr="007818BD">
        <w:t>comme il reco</w:t>
      </w:r>
      <w:r w:rsidRPr="007818BD">
        <w:t>n</w:t>
      </w:r>
      <w:r w:rsidRPr="007818BD">
        <w:t>naissait la vérité de cet aphorisme</w:t>
      </w:r>
      <w:r w:rsidR="00E8465A">
        <w:t xml:space="preserve">, </w:t>
      </w:r>
      <w:r w:rsidRPr="007818BD">
        <w:t>il pouvait comprendre aussi qu</w:t>
      </w:r>
      <w:r w:rsidR="00E8465A">
        <w:t>’</w:t>
      </w:r>
      <w:r w:rsidRPr="007818BD">
        <w:t>il y eût dans la magie une religion</w:t>
      </w:r>
      <w:r w:rsidR="00E8465A">
        <w:t xml:space="preserve">, </w:t>
      </w:r>
      <w:r w:rsidRPr="007818BD">
        <w:t>car la religion est esse</w:t>
      </w:r>
      <w:r w:rsidRPr="007818BD">
        <w:t>n</w:t>
      </w:r>
      <w:r w:rsidRPr="007818BD">
        <w:t>tielle à l</w:t>
      </w:r>
      <w:r w:rsidR="00E8465A">
        <w:t>’</w:t>
      </w:r>
      <w:r w:rsidRPr="007818BD">
        <w:t>art</w:t>
      </w:r>
      <w:r w:rsidR="00E8465A">
        <w:t xml:space="preserve">. </w:t>
      </w:r>
      <w:r w:rsidRPr="007818BD">
        <w:t xml:space="preserve">Affranchie de la froide prudence avec laquelle </w:t>
      </w:r>
      <w:proofErr w:type="spellStart"/>
      <w:r w:rsidRPr="007818BD">
        <w:t>Me</w:t>
      </w:r>
      <w:r w:rsidRPr="007818BD">
        <w:t>r</w:t>
      </w:r>
      <w:r w:rsidRPr="007818BD">
        <w:t>vale</w:t>
      </w:r>
      <w:proofErr w:type="spellEnd"/>
      <w:r w:rsidRPr="007818BD">
        <w:t xml:space="preserve"> cherchait à profaner toute image moins substantielle que le veau d</w:t>
      </w:r>
      <w:r w:rsidR="00E8465A">
        <w:t>’</w:t>
      </w:r>
      <w:r w:rsidRPr="007818BD">
        <w:t>or de ce monde</w:t>
      </w:r>
      <w:r w:rsidR="00E8465A">
        <w:t xml:space="preserve">, </w:t>
      </w:r>
      <w:r w:rsidRPr="007818BD">
        <w:t>sa première ambition se réveilla</w:t>
      </w:r>
      <w:r w:rsidR="00E8465A">
        <w:t xml:space="preserve">, </w:t>
      </w:r>
      <w:r w:rsidRPr="007818BD">
        <w:t>se r</w:t>
      </w:r>
      <w:r w:rsidRPr="007818BD">
        <w:t>a</w:t>
      </w:r>
      <w:r w:rsidRPr="007818BD">
        <w:t>nima</w:t>
      </w:r>
      <w:r w:rsidR="00E8465A">
        <w:t xml:space="preserve">, </w:t>
      </w:r>
      <w:r w:rsidRPr="007818BD">
        <w:t>s</w:t>
      </w:r>
      <w:r w:rsidR="00E8465A">
        <w:t>’</w:t>
      </w:r>
      <w:r w:rsidRPr="007818BD">
        <w:t>alluma de nouveau</w:t>
      </w:r>
      <w:r w:rsidR="00E8465A">
        <w:t>.</w:t>
      </w:r>
    </w:p>
    <w:p w14:paraId="2B3F164A" w14:textId="77777777" w:rsidR="00E8465A" w:rsidRDefault="00E0544E" w:rsidP="00E0544E">
      <w:r w:rsidRPr="007818BD">
        <w:t>Il venait de découvrir</w:t>
      </w:r>
      <w:r w:rsidR="00E8465A">
        <w:t xml:space="preserve">, </w:t>
      </w:r>
      <w:r w:rsidRPr="007818BD">
        <w:t>dans l</w:t>
      </w:r>
      <w:r w:rsidR="00E8465A">
        <w:t>’</w:t>
      </w:r>
      <w:r w:rsidRPr="007818BD">
        <w:t>école qu</w:t>
      </w:r>
      <w:r w:rsidR="00E8465A">
        <w:t>’</w:t>
      </w:r>
      <w:r w:rsidRPr="007818BD">
        <w:t>il avait jusqu</w:t>
      </w:r>
      <w:r w:rsidR="00E8465A">
        <w:t>’</w:t>
      </w:r>
      <w:r w:rsidRPr="007818BD">
        <w:t>alors adoptée</w:t>
      </w:r>
      <w:r w:rsidR="00E8465A">
        <w:t xml:space="preserve">, </w:t>
      </w:r>
      <w:r w:rsidRPr="007818BD">
        <w:t>une erreur que les commentaires hideux de Nicot avaient fait ressortir plus clairement encore à ses yeux</w:t>
      </w:r>
      <w:r w:rsidR="00E8465A">
        <w:t xml:space="preserve">. </w:t>
      </w:r>
      <w:r w:rsidRPr="007818BD">
        <w:t>Cette découverte révéla un monde nouveau à son invention</w:t>
      </w:r>
      <w:r w:rsidR="00E8465A">
        <w:t xml:space="preserve">. </w:t>
      </w:r>
      <w:r w:rsidRPr="007818BD">
        <w:t>Il saisit ce moment propice</w:t>
      </w:r>
      <w:r w:rsidR="00E8465A">
        <w:t xml:space="preserve"> : </w:t>
      </w:r>
      <w:r w:rsidRPr="007818BD">
        <w:t>il mit devant lui ses couleurs et sa toile</w:t>
      </w:r>
      <w:r w:rsidR="00E8465A">
        <w:t xml:space="preserve">. </w:t>
      </w:r>
      <w:r w:rsidRPr="007818BD">
        <w:t>Perdue dans les conceptions d</w:t>
      </w:r>
      <w:r w:rsidR="00E8465A">
        <w:t>’</w:t>
      </w:r>
      <w:r w:rsidRPr="007818BD">
        <w:t>un idéal nouveau</w:t>
      </w:r>
      <w:r w:rsidR="00E8465A">
        <w:t xml:space="preserve">, </w:t>
      </w:r>
      <w:r w:rsidRPr="007818BD">
        <w:t xml:space="preserve">son âme </w:t>
      </w:r>
      <w:r w:rsidRPr="007818BD">
        <w:lastRenderedPageBreak/>
        <w:t>s</w:t>
      </w:r>
      <w:r w:rsidR="00E8465A">
        <w:t>’</w:t>
      </w:r>
      <w:r w:rsidRPr="007818BD">
        <w:t>éleva jusqu</w:t>
      </w:r>
      <w:r w:rsidR="00E8465A">
        <w:t>’</w:t>
      </w:r>
      <w:r w:rsidRPr="007818BD">
        <w:t>aux régions sereines du beau</w:t>
      </w:r>
      <w:r w:rsidR="00E8465A">
        <w:t xml:space="preserve"> ; </w:t>
      </w:r>
      <w:r w:rsidRPr="007818BD">
        <w:t>les sombres pe</w:t>
      </w:r>
      <w:r w:rsidRPr="007818BD">
        <w:t>n</w:t>
      </w:r>
      <w:r w:rsidRPr="007818BD">
        <w:t>sées</w:t>
      </w:r>
      <w:r w:rsidR="00E8465A">
        <w:t xml:space="preserve">, </w:t>
      </w:r>
      <w:r w:rsidRPr="007818BD">
        <w:t>les désirs profanes</w:t>
      </w:r>
      <w:r w:rsidR="00E8465A">
        <w:t xml:space="preserve">, </w:t>
      </w:r>
      <w:r w:rsidRPr="007818BD">
        <w:t>s</w:t>
      </w:r>
      <w:r w:rsidR="00E8465A">
        <w:t>’</w:t>
      </w:r>
      <w:r w:rsidRPr="007818BD">
        <w:t>évanouirent</w:t>
      </w:r>
      <w:r w:rsidR="00E8465A">
        <w:t xml:space="preserve">. </w:t>
      </w:r>
      <w:proofErr w:type="spellStart"/>
      <w:r w:rsidRPr="007818BD">
        <w:t>Zanoni</w:t>
      </w:r>
      <w:proofErr w:type="spellEnd"/>
      <w:r w:rsidRPr="007818BD">
        <w:t xml:space="preserve"> avait raison</w:t>
      </w:r>
      <w:r w:rsidR="00E8465A">
        <w:t xml:space="preserve"> ; </w:t>
      </w:r>
      <w:r w:rsidRPr="007818BD">
        <w:t>le monde matériel di</w:t>
      </w:r>
      <w:r w:rsidRPr="007818BD">
        <w:t>s</w:t>
      </w:r>
      <w:r w:rsidRPr="007818BD">
        <w:t>parut à ses yeux</w:t>
      </w:r>
      <w:r w:rsidR="00E8465A">
        <w:t xml:space="preserve"> ; </w:t>
      </w:r>
      <w:r w:rsidRPr="007818BD">
        <w:t>il vit la nature comme du sommet d</w:t>
      </w:r>
      <w:r w:rsidR="00E8465A">
        <w:t>’</w:t>
      </w:r>
      <w:r w:rsidRPr="007818BD">
        <w:t>une haute montagne</w:t>
      </w:r>
      <w:r w:rsidR="00E8465A">
        <w:t xml:space="preserve">, </w:t>
      </w:r>
      <w:r w:rsidRPr="007818BD">
        <w:t>et</w:t>
      </w:r>
      <w:r w:rsidR="00E8465A">
        <w:t xml:space="preserve">, </w:t>
      </w:r>
      <w:r w:rsidRPr="007818BD">
        <w:t>à m</w:t>
      </w:r>
      <w:r w:rsidRPr="007818BD">
        <w:t>e</w:t>
      </w:r>
      <w:r w:rsidRPr="007818BD">
        <w:t>sure que se calmèrent les flots agités de son cœur troublé</w:t>
      </w:r>
      <w:r w:rsidR="00E8465A">
        <w:t xml:space="preserve">, </w:t>
      </w:r>
      <w:r w:rsidRPr="007818BD">
        <w:t>le regard céleste de Viola rayonna sur eux comme une sainte étoile</w:t>
      </w:r>
      <w:r w:rsidR="00E8465A">
        <w:t>.</w:t>
      </w:r>
    </w:p>
    <w:p w14:paraId="7246C09E" w14:textId="77777777" w:rsidR="00E8465A" w:rsidRDefault="00E0544E" w:rsidP="00E0544E">
      <w:r w:rsidRPr="007818BD">
        <w:t>Il s</w:t>
      </w:r>
      <w:r w:rsidR="00E8465A">
        <w:t>’</w:t>
      </w:r>
      <w:r w:rsidRPr="007818BD">
        <w:t xml:space="preserve">enferma dans sa chambre et défendit sa porte même à </w:t>
      </w:r>
      <w:proofErr w:type="spellStart"/>
      <w:r w:rsidRPr="007818BD">
        <w:t>Mervale</w:t>
      </w:r>
      <w:proofErr w:type="spellEnd"/>
      <w:r w:rsidR="00E8465A">
        <w:t xml:space="preserve">. </w:t>
      </w:r>
      <w:r w:rsidRPr="007818BD">
        <w:t>Enivré de l</w:t>
      </w:r>
      <w:r w:rsidR="00E8465A">
        <w:t>’</w:t>
      </w:r>
      <w:r w:rsidRPr="007818BD">
        <w:t>air pur de sa nouvelle existence</w:t>
      </w:r>
      <w:r w:rsidR="00E8465A">
        <w:t xml:space="preserve">, </w:t>
      </w:r>
      <w:r w:rsidRPr="007818BD">
        <w:t>il demeura trois jours et presque autant de nuits absorbé dans son travail</w:t>
      </w:r>
      <w:r w:rsidR="00E8465A">
        <w:t xml:space="preserve"> ; </w:t>
      </w:r>
      <w:r w:rsidRPr="007818BD">
        <w:t>mais la quatrième matinée ramena la réaction à laquelle est e</w:t>
      </w:r>
      <w:r w:rsidRPr="007818BD">
        <w:t>x</w:t>
      </w:r>
      <w:r w:rsidRPr="007818BD">
        <w:t>posé tout labeur assidu</w:t>
      </w:r>
      <w:r w:rsidR="00E8465A">
        <w:t xml:space="preserve">. </w:t>
      </w:r>
      <w:r w:rsidRPr="007818BD">
        <w:t>Il s</w:t>
      </w:r>
      <w:r w:rsidR="00E8465A">
        <w:t>’</w:t>
      </w:r>
      <w:r w:rsidRPr="007818BD">
        <w:t>éveilla distrait et fatigué</w:t>
      </w:r>
      <w:r w:rsidR="00E8465A">
        <w:t xml:space="preserve"> ; </w:t>
      </w:r>
      <w:r w:rsidRPr="007818BD">
        <w:t>il jeta les yeux sur sa toile</w:t>
      </w:r>
      <w:r w:rsidR="00E8465A">
        <w:t xml:space="preserve"> : </w:t>
      </w:r>
      <w:r w:rsidRPr="007818BD">
        <w:t>l</w:t>
      </w:r>
      <w:r w:rsidR="00E8465A">
        <w:t>’</w:t>
      </w:r>
      <w:r w:rsidRPr="007818BD">
        <w:t>auréole semblait s</w:t>
      </w:r>
      <w:r w:rsidR="00E8465A">
        <w:t>’</w:t>
      </w:r>
      <w:r w:rsidRPr="007818BD">
        <w:t>en être évanouie</w:t>
      </w:r>
      <w:r w:rsidR="00E8465A">
        <w:t xml:space="preserve">. </w:t>
      </w:r>
      <w:r w:rsidRPr="007818BD">
        <w:t>Des r</w:t>
      </w:r>
      <w:r w:rsidRPr="007818BD">
        <w:t>é</w:t>
      </w:r>
      <w:r w:rsidRPr="007818BD">
        <w:t>miniscences humiliantes des grands maîtres qu</w:t>
      </w:r>
      <w:r w:rsidR="00E8465A">
        <w:t>’</w:t>
      </w:r>
      <w:r w:rsidRPr="007818BD">
        <w:t>il cherchait à égaler se présentèrent à lui en foule</w:t>
      </w:r>
      <w:r w:rsidR="00E8465A">
        <w:t xml:space="preserve"> ; </w:t>
      </w:r>
      <w:r w:rsidRPr="007818BD">
        <w:t>des défauts</w:t>
      </w:r>
      <w:r w:rsidR="00E8465A">
        <w:t xml:space="preserve">, </w:t>
      </w:r>
      <w:r w:rsidRPr="007818BD">
        <w:t>jusqu</w:t>
      </w:r>
      <w:r w:rsidR="00E8465A">
        <w:t>’</w:t>
      </w:r>
      <w:r w:rsidRPr="007818BD">
        <w:t>alors inaperçus</w:t>
      </w:r>
      <w:r w:rsidR="00E8465A">
        <w:t xml:space="preserve">, </w:t>
      </w:r>
      <w:r w:rsidRPr="007818BD">
        <w:t>prirent à ses yeux languissants et mal satisfaits des proportions monstrueuses</w:t>
      </w:r>
      <w:r w:rsidR="00E8465A">
        <w:t xml:space="preserve">. </w:t>
      </w:r>
      <w:r w:rsidRPr="007818BD">
        <w:t>Il to</w:t>
      </w:r>
      <w:r w:rsidRPr="007818BD">
        <w:t>u</w:t>
      </w:r>
      <w:r w:rsidRPr="007818BD">
        <w:t>cha et retoucha</w:t>
      </w:r>
      <w:r w:rsidR="00E8465A">
        <w:t xml:space="preserve">, </w:t>
      </w:r>
      <w:r w:rsidRPr="007818BD">
        <w:t>mais sa main le trahit</w:t>
      </w:r>
      <w:r w:rsidR="00E8465A">
        <w:t xml:space="preserve"> ; </w:t>
      </w:r>
      <w:r w:rsidRPr="007818BD">
        <w:t>de désespoir il jeta ses pinceaux</w:t>
      </w:r>
      <w:r w:rsidR="00E8465A">
        <w:t xml:space="preserve"> : </w:t>
      </w:r>
      <w:r w:rsidRPr="007818BD">
        <w:t>il ouvrit sa fenêtre</w:t>
      </w:r>
      <w:r w:rsidR="00E8465A">
        <w:t xml:space="preserve">. </w:t>
      </w:r>
      <w:r w:rsidRPr="007818BD">
        <w:t>Le jour au dehors était brillant et doux</w:t>
      </w:r>
      <w:r w:rsidR="00E8465A">
        <w:t xml:space="preserve"> ; </w:t>
      </w:r>
      <w:r w:rsidRPr="007818BD">
        <w:t>la rue était encombrée de cette vie toujours si joyeuse et si surabondante dans la pop</w:t>
      </w:r>
      <w:r w:rsidRPr="007818BD">
        <w:t>u</w:t>
      </w:r>
      <w:r w:rsidRPr="007818BD">
        <w:t>lation animée de Naples</w:t>
      </w:r>
      <w:r w:rsidR="00E8465A">
        <w:t xml:space="preserve">. </w:t>
      </w:r>
      <w:r w:rsidRPr="007818BD">
        <w:t>Il vit l</w:t>
      </w:r>
      <w:r w:rsidR="00E8465A">
        <w:t>’</w:t>
      </w:r>
      <w:r w:rsidRPr="007818BD">
        <w:t>amant s</w:t>
      </w:r>
      <w:r w:rsidR="00E8465A">
        <w:t>’</w:t>
      </w:r>
      <w:r w:rsidRPr="007818BD">
        <w:t>entretenir en passant avec sa maîtresse par ces gestes muets qui ont survécu à tous les changements de langage</w:t>
      </w:r>
      <w:r w:rsidR="00E8465A">
        <w:t xml:space="preserve">, </w:t>
      </w:r>
      <w:r w:rsidRPr="007818BD">
        <w:t>les mêmes aujourd</w:t>
      </w:r>
      <w:r w:rsidR="00E8465A">
        <w:t>’</w:t>
      </w:r>
      <w:r w:rsidRPr="007818BD">
        <w:t>hui que lorsque l</w:t>
      </w:r>
      <w:r w:rsidR="00E8465A">
        <w:t>’</w:t>
      </w:r>
      <w:r w:rsidRPr="007818BD">
        <w:t>artiste étru</w:t>
      </w:r>
      <w:r w:rsidRPr="007818BD">
        <w:t>s</w:t>
      </w:r>
      <w:r w:rsidRPr="007818BD">
        <w:t xml:space="preserve">que peignit les Vases que vous voyez au </w:t>
      </w:r>
      <w:proofErr w:type="spellStart"/>
      <w:r w:rsidRPr="007818BD">
        <w:t>Museo</w:t>
      </w:r>
      <w:proofErr w:type="spellEnd"/>
      <w:r w:rsidRPr="007818BD">
        <w:t xml:space="preserve"> </w:t>
      </w:r>
      <w:proofErr w:type="spellStart"/>
      <w:r w:rsidRPr="007818BD">
        <w:t>Borbonico</w:t>
      </w:r>
      <w:proofErr w:type="spellEnd"/>
      <w:r w:rsidR="00E8465A">
        <w:t xml:space="preserve">. </w:t>
      </w:r>
      <w:r w:rsidRPr="007818BD">
        <w:t>La lumière du jour invitait au dehors sa jeunesse à venir prendre sa part de joie</w:t>
      </w:r>
      <w:r w:rsidR="00E8465A">
        <w:t xml:space="preserve">, </w:t>
      </w:r>
      <w:r w:rsidRPr="007818BD">
        <w:t>de plaisir</w:t>
      </w:r>
      <w:r w:rsidR="00E8465A">
        <w:t xml:space="preserve"> ; </w:t>
      </w:r>
      <w:r w:rsidRPr="007818BD">
        <w:t>et les tristes murs de son atelier</w:t>
      </w:r>
      <w:r w:rsidR="00E8465A">
        <w:t xml:space="preserve">, </w:t>
      </w:r>
      <w:r w:rsidRPr="007818BD">
        <w:t>naguère encore assez vastes pour contenir le ciel et la terre</w:t>
      </w:r>
      <w:r w:rsidR="00E8465A">
        <w:t xml:space="preserve">, </w:t>
      </w:r>
      <w:r w:rsidRPr="007818BD">
        <w:t>semblaient maintenant rétrécis et comprimés comme la prison d</w:t>
      </w:r>
      <w:r w:rsidR="00E8465A">
        <w:t>’</w:t>
      </w:r>
      <w:r w:rsidRPr="007818BD">
        <w:t>un condamné</w:t>
      </w:r>
      <w:r w:rsidR="00E8465A">
        <w:t xml:space="preserve">. </w:t>
      </w:r>
      <w:r w:rsidRPr="007818BD">
        <w:t xml:space="preserve">Il entendit avec plaisir le pas de </w:t>
      </w:r>
      <w:proofErr w:type="spellStart"/>
      <w:r w:rsidRPr="007818BD">
        <w:t>Mervale</w:t>
      </w:r>
      <w:proofErr w:type="spellEnd"/>
      <w:r w:rsidRPr="007818BD">
        <w:t xml:space="preserve"> sur son seuil et ouvrit la porte</w:t>
      </w:r>
      <w:r w:rsidR="00E8465A">
        <w:t>.</w:t>
      </w:r>
    </w:p>
    <w:p w14:paraId="1D240DB2" w14:textId="77777777" w:rsidR="00E8465A" w:rsidRDefault="00E8465A" w:rsidP="00E0544E">
      <w:r>
        <w:t>« </w:t>
      </w:r>
      <w:r w:rsidR="00E0544E" w:rsidRPr="007818BD">
        <w:t>Et c</w:t>
      </w:r>
      <w:r>
        <w:t>’</w:t>
      </w:r>
      <w:r w:rsidR="00E0544E" w:rsidRPr="007818BD">
        <w:t>est là tout ce que vous avez fait</w:t>
      </w:r>
      <w:r>
        <w:t xml:space="preserve"> ? </w:t>
      </w:r>
      <w:r w:rsidR="00E0544E" w:rsidRPr="007818BD">
        <w:t xml:space="preserve">dit </w:t>
      </w:r>
      <w:proofErr w:type="spellStart"/>
      <w:r w:rsidR="00E0544E" w:rsidRPr="007818BD">
        <w:t>Mervale</w:t>
      </w:r>
      <w:proofErr w:type="spellEnd"/>
      <w:r w:rsidR="00E0544E" w:rsidRPr="007818BD">
        <w:t xml:space="preserve"> en j</w:t>
      </w:r>
      <w:r w:rsidR="00E0544E" w:rsidRPr="007818BD">
        <w:t>e</w:t>
      </w:r>
      <w:r w:rsidR="00E0544E" w:rsidRPr="007818BD">
        <w:t>tant un coup d</w:t>
      </w:r>
      <w:r>
        <w:t>’</w:t>
      </w:r>
      <w:r w:rsidR="00E0544E" w:rsidRPr="007818BD">
        <w:t>œil déda</w:t>
      </w:r>
      <w:r w:rsidR="00E0544E" w:rsidRPr="007818BD">
        <w:t>i</w:t>
      </w:r>
      <w:r w:rsidR="00E0544E" w:rsidRPr="007818BD">
        <w:t>gneux sur le travail de son ami</w:t>
      </w:r>
      <w:r>
        <w:t xml:space="preserve">. </w:t>
      </w:r>
      <w:r w:rsidR="00E0544E" w:rsidRPr="007818BD">
        <w:t>Est-</w:t>
      </w:r>
      <w:r w:rsidR="00E0544E" w:rsidRPr="007818BD">
        <w:lastRenderedPageBreak/>
        <w:t>ce pour cela que vous vous êtes cloîtré loin des jours radieux et des nuits étoilées de Naples</w:t>
      </w:r>
      <w:r>
        <w:t> ?</w:t>
      </w:r>
    </w:p>
    <w:p w14:paraId="0627C1FB" w14:textId="77777777" w:rsidR="00E8465A" w:rsidRDefault="00E8465A" w:rsidP="00E0544E">
      <w:r>
        <w:t>— </w:t>
      </w:r>
      <w:r w:rsidR="00E0544E" w:rsidRPr="007818BD">
        <w:t>Tant que la fièvre a duré</w:t>
      </w:r>
      <w:r>
        <w:t xml:space="preserve">, </w:t>
      </w:r>
      <w:r w:rsidR="00E0544E" w:rsidRPr="007818BD">
        <w:t>j</w:t>
      </w:r>
      <w:r>
        <w:t>’</w:t>
      </w:r>
      <w:r w:rsidR="00E0544E" w:rsidRPr="007818BD">
        <w:t>étais inondé d</w:t>
      </w:r>
      <w:r>
        <w:t>’</w:t>
      </w:r>
      <w:r w:rsidR="00E0544E" w:rsidRPr="007818BD">
        <w:t>un soleil plus brillant</w:t>
      </w:r>
      <w:r>
        <w:t xml:space="preserve">, </w:t>
      </w:r>
      <w:r w:rsidR="00E0544E" w:rsidRPr="007818BD">
        <w:t>et j</w:t>
      </w:r>
      <w:r>
        <w:t>’</w:t>
      </w:r>
      <w:r w:rsidR="00E0544E" w:rsidRPr="007818BD">
        <w:t>aspirais les voluptueuses émanations d</w:t>
      </w:r>
      <w:r>
        <w:t>’</w:t>
      </w:r>
      <w:r w:rsidR="00E0544E" w:rsidRPr="007818BD">
        <w:t>une nuit plus mollement lumineuse</w:t>
      </w:r>
      <w:r>
        <w:t>.</w:t>
      </w:r>
    </w:p>
    <w:p w14:paraId="23AD0ACD" w14:textId="77777777" w:rsidR="00E8465A" w:rsidRDefault="00E8465A" w:rsidP="00E0544E">
      <w:r>
        <w:t>— </w:t>
      </w:r>
      <w:r w:rsidR="00E0544E" w:rsidRPr="007818BD">
        <w:t>La fièvre est passée</w:t>
      </w:r>
      <w:r>
        <w:t xml:space="preserve">, </w:t>
      </w:r>
      <w:r w:rsidR="00E0544E" w:rsidRPr="007818BD">
        <w:t>vous en convenez</w:t>
      </w:r>
      <w:r>
        <w:t xml:space="preserve">. </w:t>
      </w:r>
      <w:r w:rsidR="00E0544E" w:rsidRPr="007818BD">
        <w:t>C</w:t>
      </w:r>
      <w:r>
        <w:t>’</w:t>
      </w:r>
      <w:r w:rsidR="00E0544E" w:rsidRPr="007818BD">
        <w:t>est bien</w:t>
      </w:r>
      <w:r>
        <w:t xml:space="preserve"> ; </w:t>
      </w:r>
      <w:r w:rsidR="00E0544E" w:rsidRPr="007818BD">
        <w:t>c</w:t>
      </w:r>
      <w:r>
        <w:t>’</w:t>
      </w:r>
      <w:r w:rsidR="00E0544E" w:rsidRPr="007818BD">
        <w:t>est au moins un symptôme que le bon sens vous revient</w:t>
      </w:r>
      <w:r>
        <w:t xml:space="preserve">. </w:t>
      </w:r>
      <w:r w:rsidR="00E0544E" w:rsidRPr="007818BD">
        <w:t>Après tout</w:t>
      </w:r>
      <w:r>
        <w:t xml:space="preserve">, </w:t>
      </w:r>
      <w:r w:rsidR="00E0544E" w:rsidRPr="007818BD">
        <w:t>mieux vaut barbouiller de la toile pendant trois jours</w:t>
      </w:r>
      <w:r>
        <w:t xml:space="preserve">, </w:t>
      </w:r>
      <w:r w:rsidR="00E0544E" w:rsidRPr="007818BD">
        <w:t>que de vous rendre ridicule pour la vie</w:t>
      </w:r>
      <w:r>
        <w:t xml:space="preserve">. </w:t>
      </w:r>
      <w:r w:rsidR="00E0544E" w:rsidRPr="007818BD">
        <w:t>Cette petite sirène</w:t>
      </w:r>
      <w:r>
        <w:t>…</w:t>
      </w:r>
    </w:p>
    <w:p w14:paraId="0E87DC28" w14:textId="3E4978D3" w:rsidR="00E0544E" w:rsidRPr="007818BD" w:rsidRDefault="00E8465A" w:rsidP="00E0544E">
      <w:r>
        <w:t>— </w:t>
      </w:r>
      <w:r w:rsidR="00E0544E" w:rsidRPr="007818BD">
        <w:t>Paix</w:t>
      </w:r>
      <w:r>
        <w:t xml:space="preserve"> ! </w:t>
      </w:r>
      <w:r w:rsidR="00E0544E" w:rsidRPr="007818BD">
        <w:t>je déteste de vous entendre prononcer son nom</w:t>
      </w:r>
      <w:r>
        <w:t>. »</w:t>
      </w:r>
    </w:p>
    <w:p w14:paraId="24FE161D" w14:textId="77777777" w:rsidR="00E8465A" w:rsidRDefault="00E0544E" w:rsidP="00E0544E">
      <w:proofErr w:type="spellStart"/>
      <w:r w:rsidRPr="007818BD">
        <w:t>Mervale</w:t>
      </w:r>
      <w:proofErr w:type="spellEnd"/>
      <w:r w:rsidRPr="007818BD">
        <w:t xml:space="preserve"> approcha sa chaise de celle de </w:t>
      </w:r>
      <w:proofErr w:type="spellStart"/>
      <w:r w:rsidRPr="007818BD">
        <w:t>Glyndon</w:t>
      </w:r>
      <w:proofErr w:type="spellEnd"/>
      <w:r w:rsidR="00E8465A">
        <w:t xml:space="preserve">, </w:t>
      </w:r>
      <w:r w:rsidRPr="007818BD">
        <w:t>enfonça les mains profondément dans ses goussets</w:t>
      </w:r>
      <w:r w:rsidR="00E8465A">
        <w:t xml:space="preserve">, </w:t>
      </w:r>
      <w:r w:rsidRPr="007818BD">
        <w:t>éte</w:t>
      </w:r>
      <w:r w:rsidRPr="007818BD">
        <w:t>n</w:t>
      </w:r>
      <w:r w:rsidRPr="007818BD">
        <w:t>dit les jambes</w:t>
      </w:r>
      <w:r w:rsidR="00E8465A">
        <w:t xml:space="preserve">, </w:t>
      </w:r>
      <w:r w:rsidRPr="007818BD">
        <w:t>et allait commencer une sérieuse remontrance</w:t>
      </w:r>
      <w:r w:rsidR="00E8465A">
        <w:t xml:space="preserve">, </w:t>
      </w:r>
      <w:r w:rsidRPr="007818BD">
        <w:t>quand on frappa à la porte</w:t>
      </w:r>
      <w:r w:rsidR="00E8465A">
        <w:t xml:space="preserve">, </w:t>
      </w:r>
      <w:r w:rsidRPr="007818BD">
        <w:t>et</w:t>
      </w:r>
      <w:r w:rsidR="00E8465A">
        <w:t xml:space="preserve">, </w:t>
      </w:r>
      <w:r w:rsidRPr="007818BD">
        <w:t>sans attendre la permission d</w:t>
      </w:r>
      <w:r w:rsidR="00E8465A">
        <w:t>’</w:t>
      </w:r>
      <w:r w:rsidRPr="007818BD">
        <w:t>entrer</w:t>
      </w:r>
      <w:r w:rsidR="00E8465A">
        <w:t xml:space="preserve">, </w:t>
      </w:r>
      <w:r w:rsidRPr="007818BD">
        <w:t>parut la tête hideuse de Nicot</w:t>
      </w:r>
      <w:r w:rsidR="00E8465A">
        <w:t>.</w:t>
      </w:r>
    </w:p>
    <w:p w14:paraId="139D4A68" w14:textId="40840D46" w:rsidR="00E0544E" w:rsidRPr="007818BD" w:rsidRDefault="00E8465A" w:rsidP="00E0544E">
      <w:r>
        <w:t>« </w:t>
      </w:r>
      <w:r w:rsidR="00E0544E" w:rsidRPr="007818BD">
        <w:t>Bonjour</w:t>
      </w:r>
      <w:r>
        <w:t xml:space="preserve">, </w:t>
      </w:r>
      <w:r w:rsidR="00E0544E" w:rsidRPr="007818BD">
        <w:t>mon cher confrère</w:t>
      </w:r>
      <w:r>
        <w:t xml:space="preserve">. </w:t>
      </w:r>
      <w:r w:rsidR="00E0544E" w:rsidRPr="007818BD">
        <w:t>Je désirais vous parler</w:t>
      </w:r>
      <w:r>
        <w:t xml:space="preserve">. </w:t>
      </w:r>
      <w:r w:rsidR="00E0544E" w:rsidRPr="007818BD">
        <w:t>Hein</w:t>
      </w:r>
      <w:r>
        <w:t xml:space="preserve"> ! </w:t>
      </w:r>
      <w:r w:rsidR="00E0544E" w:rsidRPr="007818BD">
        <w:t>vous avez travaillé</w:t>
      </w:r>
      <w:r>
        <w:t xml:space="preserve">, </w:t>
      </w:r>
      <w:r w:rsidR="00E0544E" w:rsidRPr="007818BD">
        <w:t>à ce que je vois</w:t>
      </w:r>
      <w:r>
        <w:t xml:space="preserve">. </w:t>
      </w:r>
      <w:r w:rsidR="00E0544E" w:rsidRPr="007818BD">
        <w:t>Bien</w:t>
      </w:r>
      <w:r>
        <w:t xml:space="preserve"> ! </w:t>
      </w:r>
      <w:r w:rsidR="00E0544E" w:rsidRPr="007818BD">
        <w:t>fort bien</w:t>
      </w:r>
      <w:r>
        <w:t xml:space="preserve"> ! </w:t>
      </w:r>
      <w:r w:rsidR="00E0544E" w:rsidRPr="007818BD">
        <w:t>De</w:t>
      </w:r>
      <w:r w:rsidR="00E0544E" w:rsidRPr="007818BD">
        <w:t>s</w:t>
      </w:r>
      <w:r w:rsidR="00E0544E" w:rsidRPr="007818BD">
        <w:t>sin hardi</w:t>
      </w:r>
      <w:r>
        <w:t xml:space="preserve">, </w:t>
      </w:r>
      <w:r w:rsidR="00E0544E" w:rsidRPr="007818BD">
        <w:t>beaucoup d</w:t>
      </w:r>
      <w:r>
        <w:t>’</w:t>
      </w:r>
      <w:r w:rsidR="00E0544E" w:rsidRPr="007818BD">
        <w:t>aisance dans cette main droite</w:t>
      </w:r>
      <w:r>
        <w:t xml:space="preserve">. </w:t>
      </w:r>
      <w:r w:rsidR="00E0544E" w:rsidRPr="007818BD">
        <w:t>Mais a</w:t>
      </w:r>
      <w:r w:rsidR="00E0544E" w:rsidRPr="007818BD">
        <w:t>t</w:t>
      </w:r>
      <w:r w:rsidR="00E0544E" w:rsidRPr="007818BD">
        <w:t>tendez</w:t>
      </w:r>
      <w:r>
        <w:t xml:space="preserve">, </w:t>
      </w:r>
      <w:r w:rsidR="00E0544E" w:rsidRPr="007818BD">
        <w:t>la composition est-elle bonne</w:t>
      </w:r>
      <w:r>
        <w:t xml:space="preserve"> ?… </w:t>
      </w:r>
      <w:r w:rsidR="00E0544E" w:rsidRPr="007818BD">
        <w:t>Je ne reconnais pas la grande forme pyramidale</w:t>
      </w:r>
      <w:r>
        <w:t xml:space="preserve">. </w:t>
      </w:r>
      <w:r w:rsidR="00E0544E" w:rsidRPr="007818BD">
        <w:t>Ne pensez-vous pas aussi que voilà une figure qui manque de contraste</w:t>
      </w:r>
      <w:r>
        <w:t xml:space="preserve"> ? </w:t>
      </w:r>
      <w:r w:rsidR="00E0544E" w:rsidRPr="007818BD">
        <w:t>la jambe droite est en avant</w:t>
      </w:r>
      <w:r>
        <w:t xml:space="preserve">, </w:t>
      </w:r>
      <w:r w:rsidR="00E0544E" w:rsidRPr="007818BD">
        <w:t>le bras droit devrait évidemment être rejeté en arrière</w:t>
      </w:r>
      <w:r>
        <w:t xml:space="preserve">. </w:t>
      </w:r>
      <w:r w:rsidR="00E0544E" w:rsidRPr="007818BD">
        <w:t>Peste</w:t>
      </w:r>
      <w:r>
        <w:t xml:space="preserve"> ! </w:t>
      </w:r>
      <w:r w:rsidR="00E0544E" w:rsidRPr="007818BD">
        <w:t>Mais voilà un petit doigt qui est fort beau</w:t>
      </w:r>
      <w:r>
        <w:t> ! »</w:t>
      </w:r>
    </w:p>
    <w:p w14:paraId="09418786" w14:textId="77777777" w:rsidR="00E8465A" w:rsidRDefault="00E0544E" w:rsidP="00E0544E">
      <w:proofErr w:type="spellStart"/>
      <w:r w:rsidRPr="007818BD">
        <w:t>Mervale</w:t>
      </w:r>
      <w:proofErr w:type="spellEnd"/>
      <w:r w:rsidRPr="007818BD">
        <w:t xml:space="preserve"> détestait Nicot</w:t>
      </w:r>
      <w:r w:rsidR="00E8465A">
        <w:t xml:space="preserve">. </w:t>
      </w:r>
      <w:r w:rsidRPr="007818BD">
        <w:t>Tous les spéculatifs</w:t>
      </w:r>
      <w:r w:rsidR="00E8465A">
        <w:t xml:space="preserve">, </w:t>
      </w:r>
      <w:r w:rsidRPr="007818BD">
        <w:t>les utopistes</w:t>
      </w:r>
      <w:r w:rsidR="00E8465A">
        <w:t xml:space="preserve">, </w:t>
      </w:r>
      <w:r w:rsidRPr="007818BD">
        <w:t>les réformateurs du monde</w:t>
      </w:r>
      <w:r w:rsidR="00E8465A">
        <w:t xml:space="preserve">, </w:t>
      </w:r>
      <w:r w:rsidRPr="007818BD">
        <w:t>tous ceux qui s</w:t>
      </w:r>
      <w:r w:rsidR="00E8465A">
        <w:t>’</w:t>
      </w:r>
      <w:r w:rsidRPr="007818BD">
        <w:t>écartaient</w:t>
      </w:r>
      <w:r w:rsidR="00E8465A">
        <w:t xml:space="preserve">, </w:t>
      </w:r>
      <w:r w:rsidRPr="007818BD">
        <w:t>sous quelque prétexte que ce fût</w:t>
      </w:r>
      <w:r w:rsidR="00E8465A">
        <w:t xml:space="preserve">, </w:t>
      </w:r>
      <w:r w:rsidRPr="007818BD">
        <w:t>du grand chemin</w:t>
      </w:r>
      <w:r w:rsidR="00E8465A">
        <w:t xml:space="preserve">, </w:t>
      </w:r>
      <w:r w:rsidRPr="007818BD">
        <w:t>lui étaient égal</w:t>
      </w:r>
      <w:r w:rsidRPr="007818BD">
        <w:t>e</w:t>
      </w:r>
      <w:r w:rsidRPr="007818BD">
        <w:t>ment odieux</w:t>
      </w:r>
      <w:r w:rsidR="00E8465A">
        <w:t xml:space="preserve">. </w:t>
      </w:r>
      <w:r w:rsidRPr="007818BD">
        <w:t xml:space="preserve">Mais en ce moment il aurait volontiers </w:t>
      </w:r>
      <w:r w:rsidRPr="007818BD">
        <w:lastRenderedPageBreak/>
        <w:t>embrassé le Français</w:t>
      </w:r>
      <w:r w:rsidR="00E8465A">
        <w:t xml:space="preserve">. </w:t>
      </w:r>
      <w:r w:rsidRPr="007818BD">
        <w:t xml:space="preserve">Il lut dans le visage expressif de </w:t>
      </w:r>
      <w:proofErr w:type="spellStart"/>
      <w:r w:rsidRPr="007818BD">
        <w:t>Glyndon</w:t>
      </w:r>
      <w:proofErr w:type="spellEnd"/>
      <w:r w:rsidRPr="007818BD">
        <w:t xml:space="preserve"> tout ce qu</w:t>
      </w:r>
      <w:r w:rsidR="00E8465A">
        <w:t>’</w:t>
      </w:r>
      <w:r w:rsidRPr="007818BD">
        <w:t>il endurait d</w:t>
      </w:r>
      <w:r w:rsidR="00E8465A">
        <w:t>’</w:t>
      </w:r>
      <w:r w:rsidRPr="007818BD">
        <w:t>ennui et de dégoût</w:t>
      </w:r>
      <w:r w:rsidR="00E8465A">
        <w:t xml:space="preserve">. </w:t>
      </w:r>
      <w:r w:rsidRPr="007818BD">
        <w:t>Après l</w:t>
      </w:r>
      <w:r w:rsidR="00E8465A">
        <w:t>’</w:t>
      </w:r>
      <w:r w:rsidRPr="007818BD">
        <w:t>extase de l</w:t>
      </w:r>
      <w:r w:rsidR="00E8465A">
        <w:t>’</w:t>
      </w:r>
      <w:r w:rsidRPr="007818BD">
        <w:t>inspiration et du travail</w:t>
      </w:r>
      <w:r w:rsidR="00E8465A">
        <w:t xml:space="preserve">, </w:t>
      </w:r>
      <w:r w:rsidRPr="007818BD">
        <w:t>entendre un homme venir parler de formes pyramidales</w:t>
      </w:r>
      <w:r w:rsidR="00E8465A">
        <w:t xml:space="preserve">, </w:t>
      </w:r>
      <w:r w:rsidRPr="007818BD">
        <w:t>de bras droits</w:t>
      </w:r>
      <w:r w:rsidR="00E8465A">
        <w:t xml:space="preserve">, </w:t>
      </w:r>
      <w:r w:rsidRPr="007818BD">
        <w:t>de jambes droites</w:t>
      </w:r>
      <w:r w:rsidR="00E8465A">
        <w:t xml:space="preserve">, </w:t>
      </w:r>
      <w:r w:rsidRPr="007818BD">
        <w:t>des acc</w:t>
      </w:r>
      <w:r w:rsidRPr="007818BD">
        <w:t>i</w:t>
      </w:r>
      <w:r w:rsidRPr="007818BD">
        <w:t>dents de l</w:t>
      </w:r>
      <w:r w:rsidR="00E8465A">
        <w:t>’</w:t>
      </w:r>
      <w:r w:rsidRPr="007818BD">
        <w:t>art</w:t>
      </w:r>
      <w:r w:rsidR="00E8465A">
        <w:t xml:space="preserve">… </w:t>
      </w:r>
      <w:r w:rsidRPr="007818BD">
        <w:t>voir méconnaître la pensée</w:t>
      </w:r>
      <w:r w:rsidR="00E8465A">
        <w:t xml:space="preserve">, </w:t>
      </w:r>
      <w:r w:rsidRPr="007818BD">
        <w:t>la conception de son œuvre</w:t>
      </w:r>
      <w:r w:rsidR="00E8465A">
        <w:t xml:space="preserve">, </w:t>
      </w:r>
      <w:r w:rsidRPr="007818BD">
        <w:t>et la critique se terminer par l</w:t>
      </w:r>
      <w:r w:rsidR="00E8465A">
        <w:t>’</w:t>
      </w:r>
      <w:r w:rsidRPr="007818BD">
        <w:t>éloge du petit doigt</w:t>
      </w:r>
      <w:r w:rsidR="00E8465A">
        <w:t> !</w:t>
      </w:r>
    </w:p>
    <w:p w14:paraId="346CF8D0" w14:textId="77777777" w:rsidR="00E8465A" w:rsidRDefault="00E8465A" w:rsidP="00E0544E">
      <w:r>
        <w:t>« </w:t>
      </w:r>
      <w:r w:rsidR="00E0544E" w:rsidRPr="007818BD">
        <w:t>Bah</w:t>
      </w:r>
      <w:r>
        <w:t xml:space="preserve"> ! </w:t>
      </w:r>
      <w:r w:rsidR="00E0544E" w:rsidRPr="007818BD">
        <w:t xml:space="preserve">dit </w:t>
      </w:r>
      <w:proofErr w:type="spellStart"/>
      <w:r w:rsidR="00E0544E" w:rsidRPr="007818BD">
        <w:t>Glyndon</w:t>
      </w:r>
      <w:proofErr w:type="spellEnd"/>
      <w:r w:rsidR="00E0544E" w:rsidRPr="007818BD">
        <w:t xml:space="preserve"> avec humeur et en recouvrant son tr</w:t>
      </w:r>
      <w:r w:rsidR="00E0544E" w:rsidRPr="007818BD">
        <w:t>a</w:t>
      </w:r>
      <w:r w:rsidR="00E0544E" w:rsidRPr="007818BD">
        <w:t>vail</w:t>
      </w:r>
      <w:r>
        <w:t xml:space="preserve">, </w:t>
      </w:r>
      <w:r w:rsidR="00E0544E" w:rsidRPr="007818BD">
        <w:t>en voilà assez sur mes pauvres ébauches</w:t>
      </w:r>
      <w:r>
        <w:t xml:space="preserve"> : </w:t>
      </w:r>
      <w:r w:rsidR="00E0544E" w:rsidRPr="007818BD">
        <w:t>Qu</w:t>
      </w:r>
      <w:r>
        <w:t>’</w:t>
      </w:r>
      <w:r w:rsidR="00E0544E" w:rsidRPr="007818BD">
        <w:t>avez-vous à me dire</w:t>
      </w:r>
      <w:r>
        <w:t> ?</w:t>
      </w:r>
    </w:p>
    <w:p w14:paraId="27163580" w14:textId="31F8E4C4" w:rsidR="00E0544E" w:rsidRPr="007818BD" w:rsidRDefault="00E8465A" w:rsidP="00E0544E">
      <w:r>
        <w:t>— </w:t>
      </w:r>
      <w:r w:rsidR="00E0544E" w:rsidRPr="007818BD">
        <w:t>D</w:t>
      </w:r>
      <w:r>
        <w:t>’</w:t>
      </w:r>
      <w:r w:rsidR="00E0544E" w:rsidRPr="007818BD">
        <w:t>abord</w:t>
      </w:r>
      <w:r>
        <w:t xml:space="preserve">, </w:t>
      </w:r>
      <w:r w:rsidR="00E0544E" w:rsidRPr="007818BD">
        <w:t>dit Nicot en se hissant sur un tabouret</w:t>
      </w:r>
      <w:r>
        <w:t xml:space="preserve">, </w:t>
      </w:r>
      <w:r w:rsidR="00E0544E" w:rsidRPr="007818BD">
        <w:t>d</w:t>
      </w:r>
      <w:r>
        <w:t>’</w:t>
      </w:r>
      <w:r w:rsidR="00E0544E" w:rsidRPr="007818BD">
        <w:t>abord</w:t>
      </w:r>
      <w:r>
        <w:t xml:space="preserve">, </w:t>
      </w:r>
      <w:r w:rsidR="00E0544E" w:rsidRPr="007818BD">
        <w:t xml:space="preserve">ce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ce second Cagliostro qui critique nos doctrines</w:t>
      </w:r>
      <w:r>
        <w:t xml:space="preserve"> (</w:t>
      </w:r>
      <w:r w:rsidR="00E0544E" w:rsidRPr="007818BD">
        <w:t>quelque espion de Capet sans doute</w:t>
      </w:r>
      <w:r>
        <w:t xml:space="preserve">)… </w:t>
      </w:r>
      <w:r w:rsidR="00E0544E" w:rsidRPr="007818BD">
        <w:t>je ne suis pas vindicatif</w:t>
      </w:r>
      <w:r>
        <w:t xml:space="preserve"> ; </w:t>
      </w:r>
      <w:r w:rsidR="00E0544E" w:rsidRPr="007818BD">
        <w:t>comme dit Helvétius</w:t>
      </w:r>
      <w:r>
        <w:t xml:space="preserve">, </w:t>
      </w:r>
      <w:r w:rsidR="00E0544E" w:rsidRPr="007818BD">
        <w:rPr>
          <w:i/>
          <w:iCs/>
        </w:rPr>
        <w:t>nos erreurs proviennent de nos pa</w:t>
      </w:r>
      <w:r w:rsidR="00E0544E" w:rsidRPr="007818BD">
        <w:rPr>
          <w:i/>
          <w:iCs/>
        </w:rPr>
        <w:t>s</w:t>
      </w:r>
      <w:r w:rsidR="00E0544E" w:rsidRPr="007818BD">
        <w:rPr>
          <w:i/>
          <w:iCs/>
        </w:rPr>
        <w:t>sions</w:t>
      </w:r>
      <w:r w:rsidR="00E0544E" w:rsidRPr="007818BD">
        <w:t xml:space="preserve"> et je sais régler les miennes</w:t>
      </w:r>
      <w:r>
        <w:t xml:space="preserve"> ; </w:t>
      </w:r>
      <w:r w:rsidR="00E0544E" w:rsidRPr="007818BD">
        <w:t>mais c</w:t>
      </w:r>
      <w:r>
        <w:t>’</w:t>
      </w:r>
      <w:r w:rsidR="00E0544E" w:rsidRPr="007818BD">
        <w:t>est une vertu de haïr pour l</w:t>
      </w:r>
      <w:r>
        <w:t>’</w:t>
      </w:r>
      <w:r w:rsidR="00E0544E" w:rsidRPr="007818BD">
        <w:t>amour de l</w:t>
      </w:r>
      <w:r>
        <w:t>’</w:t>
      </w:r>
      <w:r w:rsidR="00E0544E" w:rsidRPr="007818BD">
        <w:t>humanité</w:t>
      </w:r>
      <w:r>
        <w:t xml:space="preserve">, </w:t>
      </w:r>
      <w:r w:rsidR="00E0544E" w:rsidRPr="007818BD">
        <w:t>et je ne demanderais que d</w:t>
      </w:r>
      <w:r>
        <w:t>’</w:t>
      </w:r>
      <w:r w:rsidR="00E0544E" w:rsidRPr="007818BD">
        <w:t xml:space="preserve">être chargé de dénoncer et de juger le seigneur </w:t>
      </w:r>
      <w:proofErr w:type="spellStart"/>
      <w:r w:rsidR="00E0544E" w:rsidRPr="007818BD">
        <w:t>Zanoni</w:t>
      </w:r>
      <w:proofErr w:type="spellEnd"/>
      <w:r w:rsidR="00E0544E" w:rsidRPr="007818BD">
        <w:t xml:space="preserve"> à Paris</w:t>
      </w:r>
      <w:r>
        <w:t>. »</w:t>
      </w:r>
    </w:p>
    <w:p w14:paraId="26063B09" w14:textId="77777777" w:rsidR="00E8465A" w:rsidRDefault="00E0544E" w:rsidP="00E0544E">
      <w:r w:rsidRPr="007818BD">
        <w:t>Les petits yeux de Nicot lançaient des flammes et ses dents grinçaient</w:t>
      </w:r>
      <w:r w:rsidR="00E8465A">
        <w:t>.</w:t>
      </w:r>
    </w:p>
    <w:p w14:paraId="7ED83C0C" w14:textId="77777777" w:rsidR="00E8465A" w:rsidRDefault="00E8465A" w:rsidP="00E0544E">
      <w:r>
        <w:t>« </w:t>
      </w:r>
      <w:r w:rsidR="00E0544E" w:rsidRPr="007818BD">
        <w:t>Avez-vous quelque nouvelle raison de le haïr</w:t>
      </w:r>
      <w:r>
        <w:t> ?</w:t>
      </w:r>
    </w:p>
    <w:p w14:paraId="1FE6949E" w14:textId="77777777" w:rsidR="00E8465A" w:rsidRDefault="00E8465A" w:rsidP="00E0544E">
      <w:r>
        <w:t>— </w:t>
      </w:r>
      <w:r w:rsidR="00E0544E" w:rsidRPr="007818BD">
        <w:t>Oui</w:t>
      </w:r>
      <w:r>
        <w:t xml:space="preserve">, </w:t>
      </w:r>
      <w:r w:rsidR="00E0544E" w:rsidRPr="007818BD">
        <w:t>dit Nicot avec rage</w:t>
      </w:r>
      <w:r>
        <w:t xml:space="preserve">. </w:t>
      </w:r>
      <w:r w:rsidR="00E0544E" w:rsidRPr="007818BD">
        <w:t>Oui</w:t>
      </w:r>
      <w:r>
        <w:t xml:space="preserve">, </w:t>
      </w:r>
      <w:r w:rsidR="00E0544E" w:rsidRPr="007818BD">
        <w:t>j</w:t>
      </w:r>
      <w:r>
        <w:t>’</w:t>
      </w:r>
      <w:r w:rsidR="00E0544E" w:rsidRPr="007818BD">
        <w:t>apprends qu</w:t>
      </w:r>
      <w:r>
        <w:t>’</w:t>
      </w:r>
      <w:r w:rsidR="00E0544E" w:rsidRPr="007818BD">
        <w:t>il fait la cour à une fille que j</w:t>
      </w:r>
      <w:r>
        <w:t>’</w:t>
      </w:r>
      <w:r w:rsidR="00E0544E" w:rsidRPr="007818BD">
        <w:t>ai le projet d</w:t>
      </w:r>
      <w:r>
        <w:t>’</w:t>
      </w:r>
      <w:r w:rsidR="00E0544E" w:rsidRPr="007818BD">
        <w:t>épouser</w:t>
      </w:r>
      <w:r>
        <w:t>.</w:t>
      </w:r>
    </w:p>
    <w:p w14:paraId="1579E2EE" w14:textId="77777777" w:rsidR="00E8465A" w:rsidRDefault="00E8465A" w:rsidP="00E0544E">
      <w:r>
        <w:t>— </w:t>
      </w:r>
      <w:r w:rsidR="00E0544E" w:rsidRPr="007818BD">
        <w:t>Vous</w:t>
      </w:r>
      <w:r>
        <w:t xml:space="preserve"> ! </w:t>
      </w:r>
      <w:r w:rsidR="00E0544E" w:rsidRPr="007818BD">
        <w:t>De qui voulez-vous parler</w:t>
      </w:r>
      <w:r>
        <w:t> ?.</w:t>
      </w:r>
    </w:p>
    <w:p w14:paraId="4CA73736" w14:textId="6BE04311" w:rsidR="00E0544E" w:rsidRPr="007818BD" w:rsidRDefault="00E8465A" w:rsidP="00E0544E">
      <w:r>
        <w:t>— </w:t>
      </w:r>
      <w:r w:rsidR="00E0544E" w:rsidRPr="007818BD">
        <w:t>De la célèbre Pisani</w:t>
      </w:r>
      <w:r>
        <w:t xml:space="preserve">. </w:t>
      </w:r>
      <w:r w:rsidR="00E0544E" w:rsidRPr="007818BD">
        <w:t>Quelle beauté divine</w:t>
      </w:r>
      <w:r>
        <w:t xml:space="preserve"> ! </w:t>
      </w:r>
      <w:r w:rsidR="00E0544E" w:rsidRPr="007818BD">
        <w:t>Elle ferait ma fortune dans une république</w:t>
      </w:r>
      <w:r>
        <w:t xml:space="preserve"> : </w:t>
      </w:r>
      <w:r w:rsidR="00E0544E" w:rsidRPr="007818BD">
        <w:t>et cette république</w:t>
      </w:r>
      <w:r>
        <w:t xml:space="preserve">, </w:t>
      </w:r>
      <w:r w:rsidR="00E0544E" w:rsidRPr="007818BD">
        <w:t>nous l</w:t>
      </w:r>
      <w:r>
        <w:t>’</w:t>
      </w:r>
      <w:r w:rsidR="00E0544E" w:rsidRPr="007818BD">
        <w:t>aurons avant la fin de l</w:t>
      </w:r>
      <w:r>
        <w:t>’</w:t>
      </w:r>
      <w:r w:rsidR="00E0544E" w:rsidRPr="007818BD">
        <w:t>année</w:t>
      </w:r>
      <w:r>
        <w:t>. »</w:t>
      </w:r>
    </w:p>
    <w:p w14:paraId="24221590" w14:textId="77777777" w:rsidR="00E8465A" w:rsidRDefault="00E0544E" w:rsidP="00E0544E">
      <w:proofErr w:type="spellStart"/>
      <w:r w:rsidRPr="007818BD">
        <w:t>Mervale</w:t>
      </w:r>
      <w:proofErr w:type="spellEnd"/>
      <w:r w:rsidRPr="007818BD">
        <w:t xml:space="preserve"> se frotta les mains en riant</w:t>
      </w:r>
      <w:r w:rsidR="00E8465A">
        <w:t xml:space="preserve">. </w:t>
      </w:r>
      <w:proofErr w:type="spellStart"/>
      <w:r w:rsidRPr="007818BD">
        <w:t>Glyndon</w:t>
      </w:r>
      <w:proofErr w:type="spellEnd"/>
      <w:r w:rsidRPr="007818BD">
        <w:t xml:space="preserve"> rougit de c</w:t>
      </w:r>
      <w:r w:rsidRPr="007818BD">
        <w:t>o</w:t>
      </w:r>
      <w:r w:rsidRPr="007818BD">
        <w:t>lère et de honte</w:t>
      </w:r>
      <w:r w:rsidR="00E8465A">
        <w:t>.</w:t>
      </w:r>
    </w:p>
    <w:p w14:paraId="437A49B4" w14:textId="77777777" w:rsidR="00E8465A" w:rsidRDefault="00E8465A" w:rsidP="00E0544E">
      <w:r>
        <w:lastRenderedPageBreak/>
        <w:t>« </w:t>
      </w:r>
      <w:r w:rsidR="00E0544E" w:rsidRPr="007818BD">
        <w:t>Connaissez-vous la signora Pisani</w:t>
      </w:r>
      <w:r>
        <w:t xml:space="preserve"> ? </w:t>
      </w:r>
      <w:r w:rsidR="00E0544E" w:rsidRPr="007818BD">
        <w:t>lui avez-vous jamais parlé</w:t>
      </w:r>
      <w:r>
        <w:t> ?</w:t>
      </w:r>
    </w:p>
    <w:p w14:paraId="1A888F77" w14:textId="77777777" w:rsidR="00E8465A" w:rsidRDefault="00E8465A" w:rsidP="00E0544E">
      <w:r>
        <w:t>— </w:t>
      </w:r>
      <w:r w:rsidR="00E0544E" w:rsidRPr="007818BD">
        <w:t>Pas encore</w:t>
      </w:r>
      <w:r>
        <w:t xml:space="preserve"> ; </w:t>
      </w:r>
      <w:r w:rsidR="00E0544E" w:rsidRPr="007818BD">
        <w:t>mais</w:t>
      </w:r>
      <w:r>
        <w:t xml:space="preserve">, </w:t>
      </w:r>
      <w:r w:rsidR="00E0544E" w:rsidRPr="007818BD">
        <w:t>quand je prends un parti</w:t>
      </w:r>
      <w:r>
        <w:t xml:space="preserve">, </w:t>
      </w:r>
      <w:r w:rsidR="00E0544E" w:rsidRPr="007818BD">
        <w:t>il est bientôt réalisé</w:t>
      </w:r>
      <w:r>
        <w:t xml:space="preserve">. </w:t>
      </w:r>
      <w:r w:rsidR="00E0544E" w:rsidRPr="007818BD">
        <w:t>Je vais retou</w:t>
      </w:r>
      <w:r w:rsidR="00E0544E" w:rsidRPr="007818BD">
        <w:t>r</w:t>
      </w:r>
      <w:r w:rsidR="00E0544E" w:rsidRPr="007818BD">
        <w:t>ner à Paris</w:t>
      </w:r>
      <w:r>
        <w:t xml:space="preserve">. </w:t>
      </w:r>
      <w:r w:rsidR="00E0544E" w:rsidRPr="007818BD">
        <w:t>On m</w:t>
      </w:r>
      <w:r>
        <w:t>’</w:t>
      </w:r>
      <w:r w:rsidR="00E0544E" w:rsidRPr="007818BD">
        <w:t>écrit qu</w:t>
      </w:r>
      <w:r>
        <w:t>’</w:t>
      </w:r>
      <w:r w:rsidR="00E0544E" w:rsidRPr="007818BD">
        <w:t>une jolie femme est une puissante recommandation pour un patriote</w:t>
      </w:r>
      <w:r>
        <w:t xml:space="preserve">. </w:t>
      </w:r>
      <w:r w:rsidR="00E0544E" w:rsidRPr="007818BD">
        <w:t>L</w:t>
      </w:r>
      <w:r>
        <w:t>’</w:t>
      </w:r>
      <w:r w:rsidR="00E0544E" w:rsidRPr="007818BD">
        <w:t>ère des préjugés est passée</w:t>
      </w:r>
      <w:r>
        <w:t xml:space="preserve">. </w:t>
      </w:r>
      <w:r w:rsidR="00E0544E" w:rsidRPr="007818BD">
        <w:t>Les vertus les plus sublimes commencent à être comprises</w:t>
      </w:r>
      <w:r>
        <w:t xml:space="preserve">. </w:t>
      </w:r>
      <w:r w:rsidR="00E0544E" w:rsidRPr="007818BD">
        <w:t>Je veux ramener avec moi la plus belle femme de toute l</w:t>
      </w:r>
      <w:r>
        <w:t>’</w:t>
      </w:r>
      <w:r w:rsidR="00E0544E" w:rsidRPr="007818BD">
        <w:t>Europe</w:t>
      </w:r>
      <w:r>
        <w:t>.</w:t>
      </w:r>
    </w:p>
    <w:p w14:paraId="54B9463F" w14:textId="77777777" w:rsidR="00E8465A" w:rsidRDefault="00E8465A" w:rsidP="00E0544E">
      <w:r>
        <w:t>— </w:t>
      </w:r>
      <w:r w:rsidR="00E0544E" w:rsidRPr="007818BD">
        <w:t>Arrêtez</w:t>
      </w:r>
      <w:r>
        <w:t xml:space="preserve"> !… </w:t>
      </w:r>
      <w:r w:rsidR="00E0544E" w:rsidRPr="007818BD">
        <w:t>Qu</w:t>
      </w:r>
      <w:r>
        <w:t>’</w:t>
      </w:r>
      <w:r w:rsidR="00E0544E" w:rsidRPr="007818BD">
        <w:t>allez-vous faire</w:t>
      </w:r>
      <w:r>
        <w:t> ? »</w:t>
      </w:r>
      <w:r w:rsidR="00E0544E" w:rsidRPr="007818BD">
        <w:t xml:space="preserve"> dit </w:t>
      </w:r>
      <w:proofErr w:type="spellStart"/>
      <w:r w:rsidR="00E0544E" w:rsidRPr="007818BD">
        <w:t>Mervale</w:t>
      </w:r>
      <w:proofErr w:type="spellEnd"/>
      <w:r w:rsidR="00E0544E" w:rsidRPr="007818BD">
        <w:t xml:space="preserve"> en saisi</w:t>
      </w:r>
      <w:r w:rsidR="00E0544E" w:rsidRPr="007818BD">
        <w:t>s</w:t>
      </w:r>
      <w:r w:rsidR="00E0544E" w:rsidRPr="007818BD">
        <w:t xml:space="preserve">sant le bras de </w:t>
      </w:r>
      <w:proofErr w:type="spellStart"/>
      <w:r w:rsidR="00E0544E" w:rsidRPr="007818BD">
        <w:t>Glyndon</w:t>
      </w:r>
      <w:proofErr w:type="spellEnd"/>
      <w:r>
        <w:t>.</w:t>
      </w:r>
    </w:p>
    <w:p w14:paraId="485DF503" w14:textId="77777777" w:rsidR="00E8465A" w:rsidRDefault="00E0544E" w:rsidP="00E0544E">
      <w:r w:rsidRPr="007818BD">
        <w:t>L</w:t>
      </w:r>
      <w:r w:rsidR="00E8465A">
        <w:t>’</w:t>
      </w:r>
      <w:r w:rsidRPr="007818BD">
        <w:t>artiste révolté s</w:t>
      </w:r>
      <w:r w:rsidR="00E8465A">
        <w:t>’</w:t>
      </w:r>
      <w:r w:rsidRPr="007818BD">
        <w:t>avançait déjà sur le Français</w:t>
      </w:r>
      <w:r w:rsidR="00E8465A">
        <w:t xml:space="preserve">, </w:t>
      </w:r>
      <w:r w:rsidRPr="007818BD">
        <w:t>les yeux étincelants</w:t>
      </w:r>
      <w:r w:rsidR="00E8465A">
        <w:t xml:space="preserve">, </w:t>
      </w:r>
      <w:r w:rsidRPr="007818BD">
        <w:t>les poings se</w:t>
      </w:r>
      <w:r w:rsidRPr="007818BD">
        <w:t>r</w:t>
      </w:r>
      <w:r w:rsidRPr="007818BD">
        <w:t>rés</w:t>
      </w:r>
      <w:r w:rsidR="00E8465A">
        <w:t>.</w:t>
      </w:r>
    </w:p>
    <w:p w14:paraId="6197A4C8" w14:textId="77777777" w:rsidR="00E8465A" w:rsidRDefault="00E8465A" w:rsidP="00E0544E">
      <w:r>
        <w:t>« </w:t>
      </w:r>
      <w:r w:rsidR="00E0544E" w:rsidRPr="007818BD">
        <w:t>Monsieur</w:t>
      </w:r>
      <w:r>
        <w:t xml:space="preserve">, </w:t>
      </w:r>
      <w:r w:rsidR="00E0544E" w:rsidRPr="007818BD">
        <w:t xml:space="preserve">dit </w:t>
      </w:r>
      <w:proofErr w:type="spellStart"/>
      <w:r w:rsidR="00E0544E" w:rsidRPr="007818BD">
        <w:t>Glyndon</w:t>
      </w:r>
      <w:proofErr w:type="spellEnd"/>
      <w:r w:rsidR="00E0544E" w:rsidRPr="007818BD">
        <w:t xml:space="preserve"> entre ses dents</w:t>
      </w:r>
      <w:r>
        <w:t xml:space="preserve">, </w:t>
      </w:r>
      <w:r w:rsidR="00E0544E" w:rsidRPr="007818BD">
        <w:t>vous ne savez de qui vous parlez</w:t>
      </w:r>
      <w:r>
        <w:t xml:space="preserve">. </w:t>
      </w:r>
      <w:r w:rsidR="00E0544E" w:rsidRPr="007818BD">
        <w:t>Préte</w:t>
      </w:r>
      <w:r w:rsidR="00E0544E" w:rsidRPr="007818BD">
        <w:t>n</w:t>
      </w:r>
      <w:r w:rsidR="00E0544E" w:rsidRPr="007818BD">
        <w:t>dez-vous supposer que Viola voudrait de vous</w:t>
      </w:r>
      <w:r>
        <w:t> ?</w:t>
      </w:r>
    </w:p>
    <w:p w14:paraId="44E9C8B7" w14:textId="77777777" w:rsidR="00E8465A" w:rsidRDefault="00E8465A" w:rsidP="00E0544E">
      <w:r>
        <w:t>— </w:t>
      </w:r>
      <w:r w:rsidR="00E0544E" w:rsidRPr="007818BD">
        <w:t>Non</w:t>
      </w:r>
      <w:r>
        <w:t xml:space="preserve">, </w:t>
      </w:r>
      <w:r w:rsidR="00E0544E" w:rsidRPr="007818BD">
        <w:t>assurément</w:t>
      </w:r>
      <w:r>
        <w:t xml:space="preserve">, </w:t>
      </w:r>
      <w:r w:rsidR="00E0544E" w:rsidRPr="007818BD">
        <w:t xml:space="preserve">dit </w:t>
      </w:r>
      <w:proofErr w:type="spellStart"/>
      <w:r w:rsidR="00E0544E" w:rsidRPr="007818BD">
        <w:t>Mervale</w:t>
      </w:r>
      <w:proofErr w:type="spellEnd"/>
      <w:r w:rsidR="00E0544E" w:rsidRPr="007818BD">
        <w:t xml:space="preserve"> en regardant le plafond</w:t>
      </w:r>
      <w:r>
        <w:t xml:space="preserve">, </w:t>
      </w:r>
      <w:r w:rsidR="00E0544E" w:rsidRPr="007818BD">
        <w:t>du moins si elle trouve mieux</w:t>
      </w:r>
      <w:r>
        <w:t>.</w:t>
      </w:r>
    </w:p>
    <w:p w14:paraId="5DD642A9" w14:textId="77777777" w:rsidR="00E8465A" w:rsidRDefault="00E8465A" w:rsidP="00E0544E">
      <w:r>
        <w:t>— </w:t>
      </w:r>
      <w:r w:rsidR="00E0544E" w:rsidRPr="007818BD">
        <w:t>Mieux</w:t>
      </w:r>
      <w:r>
        <w:t xml:space="preserve"> ! </w:t>
      </w:r>
      <w:r w:rsidR="00E0544E" w:rsidRPr="007818BD">
        <w:t>dit Nicot</w:t>
      </w:r>
      <w:r>
        <w:t xml:space="preserve">… </w:t>
      </w:r>
      <w:r w:rsidR="00E0544E" w:rsidRPr="007818BD">
        <w:t>Vous ne me comprenez pas</w:t>
      </w:r>
      <w:r>
        <w:t xml:space="preserve">. </w:t>
      </w:r>
      <w:r w:rsidR="00E0544E" w:rsidRPr="007818BD">
        <w:t>Moi</w:t>
      </w:r>
      <w:r>
        <w:t xml:space="preserve">. </w:t>
      </w:r>
      <w:r w:rsidR="00E0544E" w:rsidRPr="007818BD">
        <w:t>Jean Nicot</w:t>
      </w:r>
      <w:r>
        <w:t xml:space="preserve">, </w:t>
      </w:r>
      <w:r w:rsidR="00E0544E" w:rsidRPr="007818BD">
        <w:t>je me propose d</w:t>
      </w:r>
      <w:r>
        <w:t>’</w:t>
      </w:r>
      <w:r w:rsidR="00E0544E" w:rsidRPr="007818BD">
        <w:t>épouser la Pisani</w:t>
      </w:r>
      <w:r>
        <w:t xml:space="preserve">… </w:t>
      </w:r>
      <w:r w:rsidR="00E0544E" w:rsidRPr="007818BD">
        <w:t>de l</w:t>
      </w:r>
      <w:r>
        <w:t>’</w:t>
      </w:r>
      <w:r w:rsidR="00E0544E" w:rsidRPr="007818BD">
        <w:t>épouser</w:t>
      </w:r>
      <w:r>
        <w:t xml:space="preserve"> ! </w:t>
      </w:r>
      <w:r w:rsidR="00E0544E" w:rsidRPr="007818BD">
        <w:t>D</w:t>
      </w:r>
      <w:r>
        <w:t>’</w:t>
      </w:r>
      <w:r w:rsidR="00E0544E" w:rsidRPr="007818BD">
        <w:t>autres peuvent lui faire des offres plus libérales</w:t>
      </w:r>
      <w:r>
        <w:t xml:space="preserve">, </w:t>
      </w:r>
      <w:r w:rsidR="00E0544E" w:rsidRPr="007818BD">
        <w:t>mais je ne s</w:t>
      </w:r>
      <w:r w:rsidR="00E0544E" w:rsidRPr="007818BD">
        <w:t>a</w:t>
      </w:r>
      <w:r w:rsidR="00E0544E" w:rsidRPr="007818BD">
        <w:t>che personne qui voulût lui en faire une aussi honorable</w:t>
      </w:r>
      <w:r>
        <w:t xml:space="preserve">. </w:t>
      </w:r>
      <w:r w:rsidR="00E0544E" w:rsidRPr="007818BD">
        <w:t>Moi seul ai p</w:t>
      </w:r>
      <w:r w:rsidR="00E0544E" w:rsidRPr="007818BD">
        <w:t>i</w:t>
      </w:r>
      <w:r w:rsidR="00E0544E" w:rsidRPr="007818BD">
        <w:t>tié de son isolement</w:t>
      </w:r>
      <w:r>
        <w:t xml:space="preserve">. </w:t>
      </w:r>
      <w:r w:rsidR="00E0544E" w:rsidRPr="007818BD">
        <w:t>Et puis</w:t>
      </w:r>
      <w:r>
        <w:t xml:space="preserve">, </w:t>
      </w:r>
      <w:r w:rsidR="00E0544E" w:rsidRPr="007818BD">
        <w:t>d</w:t>
      </w:r>
      <w:r>
        <w:t>’</w:t>
      </w:r>
      <w:r w:rsidR="00E0544E" w:rsidRPr="007818BD">
        <w:t>après l</w:t>
      </w:r>
      <w:r>
        <w:t>’</w:t>
      </w:r>
      <w:r w:rsidR="00E0544E" w:rsidRPr="007818BD">
        <w:t>ordre de choses qui s</w:t>
      </w:r>
      <w:r>
        <w:t>’</w:t>
      </w:r>
      <w:r w:rsidR="00E0544E" w:rsidRPr="007818BD">
        <w:t>annonce en France</w:t>
      </w:r>
      <w:r>
        <w:t xml:space="preserve">, </w:t>
      </w:r>
      <w:r w:rsidR="00E0544E" w:rsidRPr="007818BD">
        <w:t>on pourra toujours s</w:t>
      </w:r>
      <w:r>
        <w:t>’</w:t>
      </w:r>
      <w:r w:rsidR="00E0544E" w:rsidRPr="007818BD">
        <w:t>y débarrasser d</w:t>
      </w:r>
      <w:r>
        <w:t>’</w:t>
      </w:r>
      <w:r w:rsidR="00E0544E" w:rsidRPr="007818BD">
        <w:t>une femme quand on voudra</w:t>
      </w:r>
      <w:r>
        <w:t xml:space="preserve">. </w:t>
      </w:r>
      <w:r w:rsidR="00E0544E" w:rsidRPr="007818BD">
        <w:t>Nous allons avoir de nouvelles lois sur le divorce</w:t>
      </w:r>
      <w:r>
        <w:t xml:space="preserve">. </w:t>
      </w:r>
      <w:r w:rsidR="00E0544E" w:rsidRPr="007818BD">
        <w:t>Pensez-vous qu</w:t>
      </w:r>
      <w:r>
        <w:t>’</w:t>
      </w:r>
      <w:r w:rsidR="00E0544E" w:rsidRPr="007818BD">
        <w:t>une fille italienne</w:t>
      </w:r>
      <w:r>
        <w:t xml:space="preserve">… </w:t>
      </w:r>
      <w:r w:rsidR="00E0544E" w:rsidRPr="007818BD">
        <w:t>et il par</w:t>
      </w:r>
      <w:r w:rsidR="00E0544E" w:rsidRPr="007818BD">
        <w:t>a</w:t>
      </w:r>
      <w:r w:rsidR="00E0544E" w:rsidRPr="007818BD">
        <w:t>ît qu</w:t>
      </w:r>
      <w:r>
        <w:t>’</w:t>
      </w:r>
      <w:r w:rsidR="00E0544E" w:rsidRPr="007818BD">
        <w:t>il n</w:t>
      </w:r>
      <w:r>
        <w:t>’</w:t>
      </w:r>
      <w:r w:rsidR="00E0544E" w:rsidRPr="007818BD">
        <w:t>y a pas de pays au monde où les jeunes filles soient plus pures</w:t>
      </w:r>
      <w:r>
        <w:t xml:space="preserve">, </w:t>
      </w:r>
      <w:r w:rsidR="00E0544E" w:rsidRPr="007818BD">
        <w:t>quoiqu</w:t>
      </w:r>
      <w:r>
        <w:t>’</w:t>
      </w:r>
      <w:r w:rsidR="00E0544E" w:rsidRPr="007818BD">
        <w:t>elles se dédo</w:t>
      </w:r>
      <w:r w:rsidR="00E0544E" w:rsidRPr="007818BD">
        <w:t>m</w:t>
      </w:r>
      <w:r w:rsidR="00E0544E" w:rsidRPr="007818BD">
        <w:t>magent</w:t>
      </w:r>
      <w:r>
        <w:t xml:space="preserve">, </w:t>
      </w:r>
      <w:r w:rsidR="00E0544E" w:rsidRPr="007818BD">
        <w:t>quand elles sont femmes</w:t>
      </w:r>
      <w:r>
        <w:t xml:space="preserve">, </w:t>
      </w:r>
      <w:r w:rsidR="00E0544E" w:rsidRPr="007818BD">
        <w:t>par des vertus plus philosophiques</w:t>
      </w:r>
      <w:r>
        <w:t xml:space="preserve">… </w:t>
      </w:r>
      <w:r w:rsidR="00E0544E" w:rsidRPr="007818BD">
        <w:t>qu</w:t>
      </w:r>
      <w:r>
        <w:t>’</w:t>
      </w:r>
      <w:r w:rsidR="00E0544E" w:rsidRPr="007818BD">
        <w:t>une fille italienne préf</w:t>
      </w:r>
      <w:r w:rsidR="00E0544E" w:rsidRPr="007818BD">
        <w:t>é</w:t>
      </w:r>
      <w:r w:rsidR="00E0544E" w:rsidRPr="007818BD">
        <w:t>rât à la main d</w:t>
      </w:r>
      <w:r>
        <w:t>’</w:t>
      </w:r>
      <w:r w:rsidR="00E0544E" w:rsidRPr="007818BD">
        <w:t xml:space="preserve">un artiste </w:t>
      </w:r>
      <w:r w:rsidR="00E0544E" w:rsidRPr="007818BD">
        <w:lastRenderedPageBreak/>
        <w:t xml:space="preserve">les </w:t>
      </w:r>
      <w:r w:rsidR="00E0544E" w:rsidRPr="007818BD">
        <w:rPr>
          <w:i/>
          <w:iCs/>
        </w:rPr>
        <w:t>bontés</w:t>
      </w:r>
      <w:r w:rsidR="00E0544E" w:rsidRPr="007818BD">
        <w:t xml:space="preserve"> même d</w:t>
      </w:r>
      <w:r>
        <w:t>’</w:t>
      </w:r>
      <w:r w:rsidR="00E0544E" w:rsidRPr="007818BD">
        <w:t>un prince</w:t>
      </w:r>
      <w:r>
        <w:t xml:space="preserve"> ? </w:t>
      </w:r>
      <w:r w:rsidR="00E0544E" w:rsidRPr="007818BD">
        <w:t>Non</w:t>
      </w:r>
      <w:r>
        <w:t xml:space="preserve"> ; </w:t>
      </w:r>
      <w:r w:rsidR="00E0544E" w:rsidRPr="007818BD">
        <w:t>j</w:t>
      </w:r>
      <w:r>
        <w:t>’</w:t>
      </w:r>
      <w:r w:rsidR="00E0544E" w:rsidRPr="007818BD">
        <w:t>ai mei</w:t>
      </w:r>
      <w:r w:rsidR="00E0544E" w:rsidRPr="007818BD">
        <w:t>l</w:t>
      </w:r>
      <w:r w:rsidR="00E0544E" w:rsidRPr="007818BD">
        <w:t>leure opinion que vous de la Pisani</w:t>
      </w:r>
      <w:r>
        <w:t xml:space="preserve"> ; </w:t>
      </w:r>
      <w:r w:rsidR="00E0544E" w:rsidRPr="007818BD">
        <w:t>je vais me hâter de me présenter à elle</w:t>
      </w:r>
      <w:r>
        <w:t>.</w:t>
      </w:r>
    </w:p>
    <w:p w14:paraId="3E2B483C" w14:textId="77777777" w:rsidR="00E8465A" w:rsidRDefault="00E8465A" w:rsidP="00E0544E">
      <w:r>
        <w:t>— </w:t>
      </w:r>
      <w:r w:rsidR="00E0544E" w:rsidRPr="007818BD">
        <w:t>Je vous souhaite bonne chance</w:t>
      </w:r>
      <w:r>
        <w:t xml:space="preserve">, </w:t>
      </w:r>
      <w:r w:rsidR="00E0544E" w:rsidRPr="007818BD">
        <w:t>monsieur Nicot</w:t>
      </w:r>
      <w:r>
        <w:t>, »</w:t>
      </w:r>
      <w:r w:rsidR="00E0544E" w:rsidRPr="007818BD">
        <w:t xml:space="preserve"> dit </w:t>
      </w:r>
      <w:proofErr w:type="spellStart"/>
      <w:r w:rsidR="00E0544E" w:rsidRPr="007818BD">
        <w:t>Mervale</w:t>
      </w:r>
      <w:proofErr w:type="spellEnd"/>
      <w:r>
        <w:t>.</w:t>
      </w:r>
    </w:p>
    <w:p w14:paraId="2B3BEC3C" w14:textId="77777777" w:rsidR="00E8465A" w:rsidRDefault="00E0544E" w:rsidP="00E0544E">
      <w:r w:rsidRPr="007818BD">
        <w:t>Il se leva et lui serra cordialement la main</w:t>
      </w:r>
      <w:r w:rsidR="00E8465A">
        <w:t xml:space="preserve">. </w:t>
      </w:r>
      <w:proofErr w:type="spellStart"/>
      <w:r w:rsidRPr="007818BD">
        <w:t>Glyndon</w:t>
      </w:r>
      <w:proofErr w:type="spellEnd"/>
      <w:r w:rsidRPr="007818BD">
        <w:t xml:space="preserve"> jeta sur tous deux un regard de dédain</w:t>
      </w:r>
      <w:r w:rsidR="00E8465A">
        <w:t>.</w:t>
      </w:r>
    </w:p>
    <w:p w14:paraId="70DF818F" w14:textId="77777777" w:rsidR="00E8465A" w:rsidRDefault="00E8465A" w:rsidP="00E0544E">
      <w:r>
        <w:t>« </w:t>
      </w:r>
      <w:r w:rsidR="00E0544E" w:rsidRPr="007818BD">
        <w:t>Peut-être</w:t>
      </w:r>
      <w:r>
        <w:t xml:space="preserve">, </w:t>
      </w:r>
      <w:r w:rsidR="00E0544E" w:rsidRPr="007818BD">
        <w:t>monsieur Nicot</w:t>
      </w:r>
      <w:r>
        <w:t xml:space="preserve">, </w:t>
      </w:r>
      <w:r w:rsidR="00E0544E" w:rsidRPr="007818BD">
        <w:t>dit-il enfin avec un sourire amer</w:t>
      </w:r>
      <w:r>
        <w:t xml:space="preserve">, </w:t>
      </w:r>
      <w:r w:rsidR="00E0544E" w:rsidRPr="007818BD">
        <w:t>peut-être aurez-vous des rivaux</w:t>
      </w:r>
      <w:r>
        <w:t>.</w:t>
      </w:r>
    </w:p>
    <w:p w14:paraId="737F6A77" w14:textId="77777777" w:rsidR="00E8465A" w:rsidRDefault="00E8465A" w:rsidP="00E0544E">
      <w:r>
        <w:t>— </w:t>
      </w:r>
      <w:r w:rsidR="00E0544E" w:rsidRPr="007818BD">
        <w:t>Tant mieux</w:t>
      </w:r>
      <w:r>
        <w:t xml:space="preserve"> ! </w:t>
      </w:r>
      <w:r w:rsidR="00E0544E" w:rsidRPr="007818BD">
        <w:t>répliqua négligemment Nicot en entrech</w:t>
      </w:r>
      <w:r w:rsidR="00E0544E" w:rsidRPr="007818BD">
        <w:t>o</w:t>
      </w:r>
      <w:r w:rsidR="00E0544E" w:rsidRPr="007818BD">
        <w:t>quant ses talons et s</w:t>
      </w:r>
      <w:r>
        <w:t>’</w:t>
      </w:r>
      <w:r w:rsidR="00E0544E" w:rsidRPr="007818BD">
        <w:t>absorbant dans l</w:t>
      </w:r>
      <w:r>
        <w:t>’</w:t>
      </w:r>
      <w:r w:rsidR="00E0544E" w:rsidRPr="007818BD">
        <w:t>admiration de ses pieds volumineux</w:t>
      </w:r>
      <w:r>
        <w:t>.</w:t>
      </w:r>
    </w:p>
    <w:p w14:paraId="5C1ED2F8" w14:textId="77777777" w:rsidR="00E8465A" w:rsidRDefault="00E8465A" w:rsidP="00E0544E">
      <w:r>
        <w:t>— </w:t>
      </w:r>
      <w:r w:rsidR="00E0544E" w:rsidRPr="007818BD">
        <w:t>Moi-même</w:t>
      </w:r>
      <w:r>
        <w:t xml:space="preserve">, </w:t>
      </w:r>
      <w:r w:rsidR="00E0544E" w:rsidRPr="007818BD">
        <w:t>j</w:t>
      </w:r>
      <w:r>
        <w:t>’</w:t>
      </w:r>
      <w:r w:rsidR="00E0544E" w:rsidRPr="007818BD">
        <w:t>admire Viola Pisani</w:t>
      </w:r>
      <w:r>
        <w:t>.</w:t>
      </w:r>
    </w:p>
    <w:p w14:paraId="2CAB9441" w14:textId="77777777" w:rsidR="00E8465A" w:rsidRDefault="00E8465A" w:rsidP="00E0544E">
      <w:r>
        <w:t>— </w:t>
      </w:r>
      <w:r w:rsidR="00E0544E" w:rsidRPr="007818BD">
        <w:t>Quel peintre ne l</w:t>
      </w:r>
      <w:r>
        <w:t>’</w:t>
      </w:r>
      <w:r w:rsidR="00E0544E" w:rsidRPr="007818BD">
        <w:t>admirerait</w:t>
      </w:r>
      <w:r>
        <w:t> ?</w:t>
      </w:r>
    </w:p>
    <w:p w14:paraId="7790049F" w14:textId="77777777" w:rsidR="00E8465A" w:rsidRDefault="00E8465A" w:rsidP="00E0544E">
      <w:r>
        <w:t>— </w:t>
      </w:r>
      <w:r w:rsidR="00E0544E" w:rsidRPr="007818BD">
        <w:t>Il se pourrait que j</w:t>
      </w:r>
      <w:r>
        <w:t>’</w:t>
      </w:r>
      <w:r w:rsidR="00E0544E" w:rsidRPr="007818BD">
        <w:t>offrisse comme vous de l</w:t>
      </w:r>
      <w:r>
        <w:t>’</w:t>
      </w:r>
      <w:r w:rsidR="00E0544E" w:rsidRPr="007818BD">
        <w:t>épouser</w:t>
      </w:r>
      <w:r>
        <w:t>.</w:t>
      </w:r>
    </w:p>
    <w:p w14:paraId="1B00421B" w14:textId="77777777" w:rsidR="00E8465A" w:rsidRDefault="00E8465A" w:rsidP="00E0544E">
      <w:r>
        <w:t>— </w:t>
      </w:r>
      <w:r w:rsidR="00E0544E" w:rsidRPr="007818BD">
        <w:t>Ce serait folie à vous</w:t>
      </w:r>
      <w:r>
        <w:t xml:space="preserve">, </w:t>
      </w:r>
      <w:r w:rsidR="00E0544E" w:rsidRPr="007818BD">
        <w:t>quoique sage à moi</w:t>
      </w:r>
      <w:r>
        <w:t xml:space="preserve">. </w:t>
      </w:r>
      <w:r w:rsidR="00E0544E" w:rsidRPr="007818BD">
        <w:t>Vous ne sa</w:t>
      </w:r>
      <w:r w:rsidR="00E0544E" w:rsidRPr="007818BD">
        <w:t>u</w:t>
      </w:r>
      <w:r w:rsidR="00E0544E" w:rsidRPr="007818BD">
        <w:t>riez pas tirer bénéfice de la spéculation</w:t>
      </w:r>
      <w:r>
        <w:t xml:space="preserve">, </w:t>
      </w:r>
      <w:r w:rsidR="00E0544E" w:rsidRPr="007818BD">
        <w:t>cher confrère</w:t>
      </w:r>
      <w:r>
        <w:t xml:space="preserve"> ; </w:t>
      </w:r>
      <w:r w:rsidR="00E0544E" w:rsidRPr="007818BD">
        <w:t>vous avez des préjugés</w:t>
      </w:r>
      <w:r>
        <w:t>.</w:t>
      </w:r>
    </w:p>
    <w:p w14:paraId="0F0A7078" w14:textId="77777777" w:rsidR="00E8465A" w:rsidRDefault="00E8465A" w:rsidP="00E0544E">
      <w:r>
        <w:t>— </w:t>
      </w:r>
      <w:r w:rsidR="00E0544E" w:rsidRPr="007818BD">
        <w:t>Vous ne prétendez pas que vous spéculeriez sur votre femme</w:t>
      </w:r>
      <w:r>
        <w:t> ?</w:t>
      </w:r>
    </w:p>
    <w:p w14:paraId="48844BBB" w14:textId="73F4BD2E" w:rsidR="00E0544E" w:rsidRPr="007818BD" w:rsidRDefault="00E8465A" w:rsidP="00E0544E">
      <w:r>
        <w:t>— </w:t>
      </w:r>
      <w:r w:rsidR="00E0544E" w:rsidRPr="007818BD">
        <w:t>Le vertueux Caton prêta sa femme à un ami</w:t>
      </w:r>
      <w:r>
        <w:t xml:space="preserve">. </w:t>
      </w:r>
      <w:r w:rsidR="00E0544E" w:rsidRPr="007818BD">
        <w:t>J</w:t>
      </w:r>
      <w:r>
        <w:t>’</w:t>
      </w:r>
      <w:r w:rsidR="00E0544E" w:rsidRPr="007818BD">
        <w:t>aime la vertu et ne saurais mieux faire que d</w:t>
      </w:r>
      <w:r>
        <w:t>’</w:t>
      </w:r>
      <w:r w:rsidR="00E0544E" w:rsidRPr="007818BD">
        <w:t>imiter Caton</w:t>
      </w:r>
      <w:r>
        <w:t xml:space="preserve">. </w:t>
      </w:r>
      <w:r w:rsidR="00E0544E" w:rsidRPr="007818BD">
        <w:t>Mais parlons sérieusement</w:t>
      </w:r>
      <w:r>
        <w:t xml:space="preserve"> : </w:t>
      </w:r>
      <w:r w:rsidR="00E0544E" w:rsidRPr="007818BD">
        <w:t>je ne vous crains pas comme rival</w:t>
      </w:r>
      <w:r>
        <w:t xml:space="preserve">. </w:t>
      </w:r>
      <w:r w:rsidR="00E0544E" w:rsidRPr="007818BD">
        <w:t>Vous êtes bien tourné</w:t>
      </w:r>
      <w:r>
        <w:t xml:space="preserve">, </w:t>
      </w:r>
      <w:r w:rsidR="00E0544E" w:rsidRPr="007818BD">
        <w:t>je suis laid</w:t>
      </w:r>
      <w:r>
        <w:t xml:space="preserve"> ; </w:t>
      </w:r>
      <w:r w:rsidR="00E0544E" w:rsidRPr="007818BD">
        <w:t>mais vous êtes irrésolu</w:t>
      </w:r>
      <w:r>
        <w:t xml:space="preserve">, </w:t>
      </w:r>
      <w:r w:rsidR="00E0544E" w:rsidRPr="007818BD">
        <w:t>et je suis plein de décision</w:t>
      </w:r>
      <w:r>
        <w:t xml:space="preserve">. </w:t>
      </w:r>
      <w:r w:rsidR="00E0544E" w:rsidRPr="007818BD">
        <w:t>Pendant que vous débiterez de belles phrases</w:t>
      </w:r>
      <w:r>
        <w:t xml:space="preserve">, </w:t>
      </w:r>
      <w:r w:rsidR="00E0544E" w:rsidRPr="007818BD">
        <w:t>je dirai simplement</w:t>
      </w:r>
      <w:r>
        <w:t> : « </w:t>
      </w:r>
      <w:r w:rsidR="00E0544E" w:rsidRPr="007818BD">
        <w:t>J</w:t>
      </w:r>
      <w:r>
        <w:t>’</w:t>
      </w:r>
      <w:r w:rsidR="00E0544E" w:rsidRPr="007818BD">
        <w:t>ai un bon état</w:t>
      </w:r>
      <w:r>
        <w:t xml:space="preserve"> ; </w:t>
      </w:r>
      <w:r w:rsidR="00E0544E" w:rsidRPr="007818BD">
        <w:t>voulez-vous m</w:t>
      </w:r>
      <w:r>
        <w:t>’</w:t>
      </w:r>
      <w:r w:rsidR="00E0544E" w:rsidRPr="007818BD">
        <w:t>épouser</w:t>
      </w:r>
      <w:r>
        <w:t> ? »</w:t>
      </w:r>
      <w:r w:rsidR="00E0544E" w:rsidRPr="007818BD">
        <w:t xml:space="preserve"> Ai</w:t>
      </w:r>
      <w:r w:rsidR="00E0544E" w:rsidRPr="007818BD">
        <w:t>n</w:t>
      </w:r>
      <w:r w:rsidR="00E0544E" w:rsidRPr="007818BD">
        <w:t>si donc</w:t>
      </w:r>
      <w:r>
        <w:t xml:space="preserve">, </w:t>
      </w:r>
      <w:r w:rsidR="00E0544E" w:rsidRPr="007818BD">
        <w:t>à votre aise</w:t>
      </w:r>
      <w:r>
        <w:t xml:space="preserve">, </w:t>
      </w:r>
      <w:r w:rsidR="00E0544E" w:rsidRPr="007818BD">
        <w:t>confrère</w:t>
      </w:r>
      <w:r>
        <w:t xml:space="preserve">, </w:t>
      </w:r>
      <w:r w:rsidR="00E0544E" w:rsidRPr="007818BD">
        <w:t>et au revoir dans les coulisses</w:t>
      </w:r>
      <w:r>
        <w:t> ! »</w:t>
      </w:r>
    </w:p>
    <w:p w14:paraId="1966EC50" w14:textId="77777777" w:rsidR="00E8465A" w:rsidRDefault="00E0544E" w:rsidP="00E0544E">
      <w:r w:rsidRPr="007818BD">
        <w:lastRenderedPageBreak/>
        <w:t>Nicot se leva</w:t>
      </w:r>
      <w:r w:rsidR="00E8465A">
        <w:t xml:space="preserve">, </w:t>
      </w:r>
      <w:r w:rsidRPr="007818BD">
        <w:t>étendit ses longs bras et ses jambes courtes</w:t>
      </w:r>
      <w:r w:rsidR="00E8465A">
        <w:t xml:space="preserve">, </w:t>
      </w:r>
      <w:r w:rsidRPr="007818BD">
        <w:t>bâilla de façon à montrer de l</w:t>
      </w:r>
      <w:r w:rsidR="00E8465A">
        <w:t>’</w:t>
      </w:r>
      <w:r w:rsidRPr="007818BD">
        <w:t>une à l</w:t>
      </w:r>
      <w:r w:rsidR="00E8465A">
        <w:t>’</w:t>
      </w:r>
      <w:r w:rsidRPr="007818BD">
        <w:t>autre oreille sa denture d</w:t>
      </w:r>
      <w:r w:rsidRPr="007818BD">
        <w:t>é</w:t>
      </w:r>
      <w:r w:rsidRPr="007818BD">
        <w:t>labrée</w:t>
      </w:r>
      <w:r w:rsidR="00E8465A">
        <w:t xml:space="preserve">, </w:t>
      </w:r>
      <w:r w:rsidRPr="007818BD">
        <w:t>fixa d</w:t>
      </w:r>
      <w:r w:rsidR="00E8465A">
        <w:t>’</w:t>
      </w:r>
      <w:r w:rsidRPr="007818BD">
        <w:t>un air de défi son bonnet sur sa tête laineuse</w:t>
      </w:r>
      <w:r w:rsidR="00E8465A">
        <w:t xml:space="preserve">, </w:t>
      </w:r>
      <w:r w:rsidRPr="007818BD">
        <w:t>et</w:t>
      </w:r>
      <w:r w:rsidR="00E8465A">
        <w:t xml:space="preserve">, </w:t>
      </w:r>
      <w:r w:rsidRPr="007818BD">
        <w:t xml:space="preserve">lançant par-dessus son épaule gauche un regard de triomphe et de malveillance à </w:t>
      </w:r>
      <w:proofErr w:type="spellStart"/>
      <w:r w:rsidRPr="007818BD">
        <w:t>Glyndon</w:t>
      </w:r>
      <w:proofErr w:type="spellEnd"/>
      <w:r w:rsidRPr="007818BD">
        <w:t xml:space="preserve"> indigné</w:t>
      </w:r>
      <w:r w:rsidR="00E8465A">
        <w:t xml:space="preserve">, </w:t>
      </w:r>
      <w:r w:rsidRPr="007818BD">
        <w:t>il quitta lentement la cha</w:t>
      </w:r>
      <w:r w:rsidRPr="007818BD">
        <w:t>m</w:t>
      </w:r>
      <w:r w:rsidRPr="007818BD">
        <w:t>bre</w:t>
      </w:r>
      <w:r w:rsidR="00E8465A">
        <w:t>.</w:t>
      </w:r>
    </w:p>
    <w:p w14:paraId="22F95121" w14:textId="473B8ACB" w:rsidR="00E8465A" w:rsidRDefault="00E0544E" w:rsidP="00E0544E">
      <w:proofErr w:type="spellStart"/>
      <w:r w:rsidRPr="007818BD">
        <w:t>Mervale</w:t>
      </w:r>
      <w:proofErr w:type="spellEnd"/>
      <w:r w:rsidRPr="007818BD">
        <w:t xml:space="preserve"> éclata de rire</w:t>
      </w:r>
      <w:r w:rsidR="00E8465A">
        <w:t>. « </w:t>
      </w:r>
      <w:r w:rsidRPr="007818BD">
        <w:t>Voyez le cas que fait de Viola votre ami</w:t>
      </w:r>
      <w:r w:rsidR="00E8465A">
        <w:t xml:space="preserve">. </w:t>
      </w:r>
      <w:r w:rsidRPr="007818BD">
        <w:t>Belle victoire pour vous</w:t>
      </w:r>
      <w:r w:rsidR="00E8465A">
        <w:t xml:space="preserve">, </w:t>
      </w:r>
      <w:r w:rsidRPr="007818BD">
        <w:t>de l</w:t>
      </w:r>
      <w:r w:rsidR="00E8465A">
        <w:t>’</w:t>
      </w:r>
      <w:r w:rsidRPr="007818BD">
        <w:t>arracher aux pattes de l</w:t>
      </w:r>
      <w:r w:rsidR="00E8465A">
        <w:t>’</w:t>
      </w:r>
      <w:r w:rsidRPr="007818BD">
        <w:t>animal le plus laid</w:t>
      </w:r>
      <w:r w:rsidR="00E8465A">
        <w:t xml:space="preserve">, </w:t>
      </w:r>
      <w:r w:rsidRPr="007818BD">
        <w:t>qui soit entre la Laponie et les Ka</w:t>
      </w:r>
      <w:r w:rsidRPr="007818BD">
        <w:t>l</w:t>
      </w:r>
      <w:r w:rsidRPr="007818BD">
        <w:t>mouks</w:t>
      </w:r>
      <w:r w:rsidR="00E8465A">
        <w:t> ! »</w:t>
      </w:r>
      <w:r w:rsidRPr="007818BD">
        <w:t xml:space="preserve"> </w:t>
      </w:r>
      <w:proofErr w:type="spellStart"/>
      <w:r w:rsidRPr="007818BD">
        <w:t>Glyndon</w:t>
      </w:r>
      <w:proofErr w:type="spellEnd"/>
      <w:r w:rsidRPr="007818BD">
        <w:t xml:space="preserve"> était encore trop révolté pour pouvoir r</w:t>
      </w:r>
      <w:r w:rsidRPr="007818BD">
        <w:t>é</w:t>
      </w:r>
      <w:r w:rsidRPr="007818BD">
        <w:t>pondre</w:t>
      </w:r>
      <w:r w:rsidR="00E8465A">
        <w:t xml:space="preserve">. </w:t>
      </w:r>
      <w:r w:rsidRPr="007818BD">
        <w:t>Une nouvelle visite arriva</w:t>
      </w:r>
      <w:r w:rsidR="00E8465A">
        <w:t xml:space="preserve"> : </w:t>
      </w:r>
      <w:r w:rsidRPr="007818BD">
        <w:t>c</w:t>
      </w:r>
      <w:r w:rsidR="00E8465A">
        <w:t>’</w:t>
      </w:r>
      <w:r w:rsidRPr="007818BD">
        <w:t xml:space="preserve">était </w:t>
      </w:r>
      <w:proofErr w:type="spellStart"/>
      <w:r w:rsidRPr="007818BD">
        <w:t>Zanoni</w:t>
      </w:r>
      <w:proofErr w:type="spellEnd"/>
      <w:r w:rsidR="00E8465A">
        <w:t xml:space="preserve">. </w:t>
      </w:r>
      <w:proofErr w:type="spellStart"/>
      <w:r w:rsidRPr="007818BD">
        <w:t>Mervale</w:t>
      </w:r>
      <w:proofErr w:type="spellEnd"/>
      <w:r w:rsidR="00E8465A">
        <w:t xml:space="preserve">, </w:t>
      </w:r>
      <w:r w:rsidRPr="007818BD">
        <w:t>à qui l</w:t>
      </w:r>
      <w:r w:rsidR="00E8465A">
        <w:t>’</w:t>
      </w:r>
      <w:r w:rsidRPr="007818BD">
        <w:t>apparition et l</w:t>
      </w:r>
      <w:r w:rsidR="00E8465A">
        <w:t>’</w:t>
      </w:r>
      <w:r w:rsidRPr="007818BD">
        <w:t>aspect de ce personnage imposaient une so</w:t>
      </w:r>
      <w:r w:rsidRPr="007818BD">
        <w:t>r</w:t>
      </w:r>
      <w:r w:rsidRPr="007818BD">
        <w:t>te de déférence involontaire qu</w:t>
      </w:r>
      <w:r w:rsidR="00E8465A">
        <w:t>’</w:t>
      </w:r>
      <w:r w:rsidRPr="007818BD">
        <w:t>il ne se souciait pas de reconna</w:t>
      </w:r>
      <w:r w:rsidRPr="007818BD">
        <w:t>î</w:t>
      </w:r>
      <w:r w:rsidRPr="007818BD">
        <w:t>tr</w:t>
      </w:r>
      <w:r>
        <w:t>e</w:t>
      </w:r>
      <w:r w:rsidR="00E8465A">
        <w:t xml:space="preserve">, </w:t>
      </w:r>
      <w:r w:rsidRPr="007818BD">
        <w:t>et moins encore de trahir</w:t>
      </w:r>
      <w:r w:rsidR="00E8465A">
        <w:t xml:space="preserve">, </w:t>
      </w:r>
      <w:r w:rsidRPr="007818BD">
        <w:t xml:space="preserve">fit un signe de tête à </w:t>
      </w:r>
      <w:proofErr w:type="spellStart"/>
      <w:r w:rsidRPr="007818BD">
        <w:t>Glyndon</w:t>
      </w:r>
      <w:proofErr w:type="spellEnd"/>
      <w:r w:rsidRPr="007818BD">
        <w:t xml:space="preserve"> et se contenta de lui dire</w:t>
      </w:r>
      <w:r w:rsidR="00E8465A">
        <w:t> : « </w:t>
      </w:r>
      <w:r w:rsidRPr="007818BD">
        <w:t>Nous en reparlerons bientôt</w:t>
      </w:r>
      <w:r w:rsidR="00E8465A">
        <w:t>, »</w:t>
      </w:r>
      <w:r w:rsidRPr="007818BD">
        <w:t xml:space="preserve"> puis il laissa le peintre avec le nouveau venu</w:t>
      </w:r>
      <w:r w:rsidR="00E8465A">
        <w:t>.</w:t>
      </w:r>
    </w:p>
    <w:p w14:paraId="73D84F57" w14:textId="1C848544" w:rsidR="00E0544E" w:rsidRPr="007818BD" w:rsidRDefault="00E8465A" w:rsidP="00E0544E">
      <w:r>
        <w:t>« </w:t>
      </w:r>
      <w:r w:rsidR="00E0544E" w:rsidRPr="007818BD">
        <w:t>Je vois</w:t>
      </w:r>
      <w:r>
        <w:t xml:space="preserve">, </w:t>
      </w:r>
      <w:r w:rsidR="00E0544E" w:rsidRPr="007818BD">
        <w:t xml:space="preserve">dit </w:t>
      </w:r>
      <w:proofErr w:type="spellStart"/>
      <w:r w:rsidR="00E0544E" w:rsidRPr="007818BD">
        <w:t>Zanoni</w:t>
      </w:r>
      <w:proofErr w:type="spellEnd"/>
      <w:r w:rsidR="00E0544E" w:rsidRPr="007818BD">
        <w:t xml:space="preserve"> en soulevant la toile qui recouvrait le tableau</w:t>
      </w:r>
      <w:r>
        <w:t xml:space="preserve">, </w:t>
      </w:r>
      <w:r w:rsidR="00E0544E" w:rsidRPr="007818BD">
        <w:t>que vous avez tenu compte de mes conseils</w:t>
      </w:r>
      <w:r>
        <w:t xml:space="preserve">. </w:t>
      </w:r>
      <w:r w:rsidR="00E0544E" w:rsidRPr="007818BD">
        <w:t>Courage</w:t>
      </w:r>
      <w:r>
        <w:t xml:space="preserve">, </w:t>
      </w:r>
      <w:r w:rsidR="00E0544E" w:rsidRPr="007818BD">
        <w:t>jeune artiste</w:t>
      </w:r>
      <w:r>
        <w:t xml:space="preserve"> ! </w:t>
      </w:r>
      <w:r w:rsidR="00E0544E" w:rsidRPr="007818BD">
        <w:t>Voilà une excursion en dehors des écoles</w:t>
      </w:r>
      <w:r>
        <w:t xml:space="preserve">, </w:t>
      </w:r>
      <w:r w:rsidR="00E0544E" w:rsidRPr="007818BD">
        <w:t>voilà qui respire la confiance fière et hardie du vrai talent</w:t>
      </w:r>
      <w:r>
        <w:t xml:space="preserve"> ! </w:t>
      </w:r>
      <w:r w:rsidR="00E0544E" w:rsidRPr="007818BD">
        <w:t>Vous n</w:t>
      </w:r>
      <w:r>
        <w:t>’</w:t>
      </w:r>
      <w:r w:rsidR="00E0544E" w:rsidRPr="007818BD">
        <w:t>aviez pas de Nicot</w:t>
      </w:r>
      <w:r>
        <w:t xml:space="preserve">, </w:t>
      </w:r>
      <w:r w:rsidR="00E0544E" w:rsidRPr="007818BD">
        <w:t xml:space="preserve">pas de </w:t>
      </w:r>
      <w:proofErr w:type="spellStart"/>
      <w:r w:rsidR="00E0544E" w:rsidRPr="007818BD">
        <w:t>Mervale</w:t>
      </w:r>
      <w:proofErr w:type="spellEnd"/>
      <w:r w:rsidR="00E0544E" w:rsidRPr="007818BD">
        <w:t xml:space="preserve"> auprès de vous</w:t>
      </w:r>
      <w:r>
        <w:t xml:space="preserve">, </w:t>
      </w:r>
      <w:r w:rsidR="00E0544E" w:rsidRPr="007818BD">
        <w:t>quand vous avez conçu cette image de la vraie beauté</w:t>
      </w:r>
      <w:r>
        <w:t>. »</w:t>
      </w:r>
    </w:p>
    <w:p w14:paraId="07AC8D36" w14:textId="77777777" w:rsidR="00E8465A" w:rsidRDefault="00E0544E" w:rsidP="00E0544E">
      <w:r w:rsidRPr="007818BD">
        <w:t>Ramené à son art par la vertu de cet éloge inattendu</w:t>
      </w:r>
      <w:r w:rsidR="00E8465A">
        <w:t xml:space="preserve">, </w:t>
      </w:r>
      <w:proofErr w:type="spellStart"/>
      <w:r w:rsidRPr="007818BD">
        <w:t>Gly</w:t>
      </w:r>
      <w:r w:rsidRPr="007818BD">
        <w:t>n</w:t>
      </w:r>
      <w:r w:rsidRPr="007818BD">
        <w:t>don</w:t>
      </w:r>
      <w:proofErr w:type="spellEnd"/>
      <w:r w:rsidRPr="007818BD">
        <w:t xml:space="preserve"> répliqua modestement</w:t>
      </w:r>
      <w:r w:rsidR="00E8465A">
        <w:t> : « </w:t>
      </w:r>
      <w:r w:rsidRPr="007818BD">
        <w:t>J</w:t>
      </w:r>
      <w:r w:rsidR="00E8465A">
        <w:t>’</w:t>
      </w:r>
      <w:r w:rsidRPr="007818BD">
        <w:t>avais bonne opinion de mon travail jusqu</w:t>
      </w:r>
      <w:r w:rsidR="00E8465A">
        <w:t>’</w:t>
      </w:r>
      <w:r w:rsidRPr="007818BD">
        <w:t>à ce matin</w:t>
      </w:r>
      <w:r w:rsidR="00E8465A">
        <w:t xml:space="preserve">, </w:t>
      </w:r>
      <w:r w:rsidRPr="007818BD">
        <w:t>et puis tout à coup je me suis senti d</w:t>
      </w:r>
      <w:r w:rsidRPr="007818BD">
        <w:t>é</w:t>
      </w:r>
      <w:r w:rsidRPr="007818BD">
        <w:t>senchanté de mon heureuse illusion</w:t>
      </w:r>
      <w:r w:rsidR="00E8465A">
        <w:t>.</w:t>
      </w:r>
    </w:p>
    <w:p w14:paraId="274807E4" w14:textId="77777777" w:rsidR="00E8465A" w:rsidRDefault="00E8465A" w:rsidP="00E0544E">
      <w:r>
        <w:t>— </w:t>
      </w:r>
      <w:r w:rsidR="00E0544E" w:rsidRPr="007818BD">
        <w:t>Dites plutôt que</w:t>
      </w:r>
      <w:r>
        <w:t xml:space="preserve">, </w:t>
      </w:r>
      <w:r w:rsidR="00E0544E" w:rsidRPr="007818BD">
        <w:t>n</w:t>
      </w:r>
      <w:r>
        <w:t>’</w:t>
      </w:r>
      <w:r w:rsidR="00E0544E" w:rsidRPr="007818BD">
        <w:t>ayant plus l</w:t>
      </w:r>
      <w:r>
        <w:t>’</w:t>
      </w:r>
      <w:r w:rsidR="00E0544E" w:rsidRPr="007818BD">
        <w:t>habitude d</w:t>
      </w:r>
      <w:r>
        <w:t>’</w:t>
      </w:r>
      <w:r w:rsidR="00E0544E" w:rsidRPr="007818BD">
        <w:t>un travail so</w:t>
      </w:r>
      <w:r w:rsidR="00E0544E" w:rsidRPr="007818BD">
        <w:t>u</w:t>
      </w:r>
      <w:r w:rsidR="00E0544E" w:rsidRPr="007818BD">
        <w:t>tenu</w:t>
      </w:r>
      <w:r>
        <w:t xml:space="preserve">, </w:t>
      </w:r>
      <w:r w:rsidR="00E0544E" w:rsidRPr="007818BD">
        <w:t>vous étiez fatigué de ce petit excès</w:t>
      </w:r>
      <w:r>
        <w:t>.</w:t>
      </w:r>
    </w:p>
    <w:p w14:paraId="2F80AA5B" w14:textId="77777777" w:rsidR="00E8465A" w:rsidRDefault="00E8465A" w:rsidP="00E0544E">
      <w:r>
        <w:t>— </w:t>
      </w:r>
      <w:r w:rsidR="00E0544E" w:rsidRPr="007818BD">
        <w:t>C</w:t>
      </w:r>
      <w:r>
        <w:t>’</w:t>
      </w:r>
      <w:r w:rsidR="00E0544E" w:rsidRPr="007818BD">
        <w:t>est la vérité</w:t>
      </w:r>
      <w:r>
        <w:t xml:space="preserve">. </w:t>
      </w:r>
      <w:r w:rsidR="00E0544E" w:rsidRPr="007818BD">
        <w:t>Vous l</w:t>
      </w:r>
      <w:r>
        <w:t>’</w:t>
      </w:r>
      <w:r w:rsidR="00E0544E" w:rsidRPr="007818BD">
        <w:t>avouerai-je</w:t>
      </w:r>
      <w:r>
        <w:t xml:space="preserve"> ? </w:t>
      </w:r>
      <w:r w:rsidR="00E0544E" w:rsidRPr="007818BD">
        <w:t>le monde extérieur commençait à me ma</w:t>
      </w:r>
      <w:r w:rsidR="00E0544E" w:rsidRPr="007818BD">
        <w:t>n</w:t>
      </w:r>
      <w:r w:rsidR="00E0544E" w:rsidRPr="007818BD">
        <w:t>quer</w:t>
      </w:r>
      <w:r>
        <w:t xml:space="preserve">. </w:t>
      </w:r>
      <w:r w:rsidR="00E0544E" w:rsidRPr="007818BD">
        <w:t>Il me semblait que</w:t>
      </w:r>
      <w:r>
        <w:t xml:space="preserve">, </w:t>
      </w:r>
      <w:r w:rsidR="00E0544E" w:rsidRPr="007818BD">
        <w:t xml:space="preserve">pendant que </w:t>
      </w:r>
      <w:r w:rsidR="00E0544E" w:rsidRPr="007818BD">
        <w:lastRenderedPageBreak/>
        <w:t>je prodiguais tout mon cœur et toute ma je</w:t>
      </w:r>
      <w:r w:rsidR="00E0544E" w:rsidRPr="007818BD">
        <w:t>u</w:t>
      </w:r>
      <w:r w:rsidR="00E0544E" w:rsidRPr="007818BD">
        <w:t>nesse à des visions idéales de beauté</w:t>
      </w:r>
      <w:r>
        <w:t xml:space="preserve">, </w:t>
      </w:r>
      <w:r w:rsidR="00E0544E" w:rsidRPr="007818BD">
        <w:t>je perdais la belle réalité de la vie présente</w:t>
      </w:r>
      <w:r>
        <w:t xml:space="preserve">, </w:t>
      </w:r>
      <w:r w:rsidR="00E0544E" w:rsidRPr="007818BD">
        <w:t>et je portais envie au gai pêcheur chantant sous ma fenêtre</w:t>
      </w:r>
      <w:r>
        <w:t xml:space="preserve">, </w:t>
      </w:r>
      <w:r w:rsidR="00E0544E" w:rsidRPr="007818BD">
        <w:t>et à l</w:t>
      </w:r>
      <w:r>
        <w:t>’</w:t>
      </w:r>
      <w:r w:rsidR="00E0544E" w:rsidRPr="007818BD">
        <w:t>amant qui causait avec celle qu</w:t>
      </w:r>
      <w:r>
        <w:t>’</w:t>
      </w:r>
      <w:r w:rsidR="00E0544E" w:rsidRPr="007818BD">
        <w:t>il aime</w:t>
      </w:r>
      <w:r>
        <w:t>.</w:t>
      </w:r>
    </w:p>
    <w:p w14:paraId="7E6DD560" w14:textId="78876C7D" w:rsidR="00E8465A" w:rsidRDefault="00E8465A" w:rsidP="00E0544E">
      <w:r>
        <w:t>— </w:t>
      </w:r>
      <w:r w:rsidR="00E0544E" w:rsidRPr="007818BD">
        <w:t>Et</w:t>
      </w:r>
      <w:r>
        <w:t xml:space="preserve">, </w:t>
      </w:r>
      <w:r w:rsidR="00E0544E" w:rsidRPr="007818BD">
        <w:t xml:space="preserve">dit </w:t>
      </w:r>
      <w:proofErr w:type="spellStart"/>
      <w:r w:rsidR="00E0544E" w:rsidRPr="007818BD">
        <w:t>Zanoni</w:t>
      </w:r>
      <w:proofErr w:type="spellEnd"/>
      <w:r w:rsidR="00E0544E" w:rsidRPr="007818BD">
        <w:t xml:space="preserve"> avec un sourire d</w:t>
      </w:r>
      <w:r>
        <w:t>’</w:t>
      </w:r>
      <w:r w:rsidR="00E0544E" w:rsidRPr="007818BD">
        <w:t>encouragement</w:t>
      </w:r>
      <w:r>
        <w:t xml:space="preserve">, </w:t>
      </w:r>
      <w:r w:rsidR="00E0544E" w:rsidRPr="007818BD">
        <w:t>vous r</w:t>
      </w:r>
      <w:r w:rsidR="00E0544E" w:rsidRPr="007818BD">
        <w:t>e</w:t>
      </w:r>
      <w:r w:rsidR="00E0544E" w:rsidRPr="007818BD">
        <w:t>prochez-vous ce retour naturel et nécessaire vers la terre</w:t>
      </w:r>
      <w:r>
        <w:t xml:space="preserve">, </w:t>
      </w:r>
      <w:r w:rsidR="00E0544E" w:rsidRPr="007818BD">
        <w:t>où c</w:t>
      </w:r>
      <w:r w:rsidR="00E0544E" w:rsidRPr="007818BD">
        <w:t>e</w:t>
      </w:r>
      <w:r w:rsidR="00E0544E" w:rsidRPr="007818BD">
        <w:t>lui qui habite le plus constamment le ciel de l</w:t>
      </w:r>
      <w:r>
        <w:t>’</w:t>
      </w:r>
      <w:r w:rsidR="00E0544E" w:rsidRPr="007818BD">
        <w:t>invention</w:t>
      </w:r>
      <w:r>
        <w:t xml:space="preserve">, </w:t>
      </w:r>
      <w:r w:rsidR="00E0544E" w:rsidRPr="007818BD">
        <w:t>aime à chercher la distraction et le repos</w:t>
      </w:r>
      <w:r>
        <w:t xml:space="preserve"> ? </w:t>
      </w:r>
      <w:r w:rsidR="00E0544E" w:rsidRPr="007818BD">
        <w:t>Le génie humain est un o</w:t>
      </w:r>
      <w:r w:rsidR="00E0544E" w:rsidRPr="007818BD">
        <w:t>i</w:t>
      </w:r>
      <w:r w:rsidR="00E0544E" w:rsidRPr="007818BD">
        <w:t>seau qui ne peut pas toujours avoir les ailes étendues</w:t>
      </w:r>
      <w:r>
        <w:t xml:space="preserve"> : </w:t>
      </w:r>
      <w:r w:rsidR="00E0544E" w:rsidRPr="007818BD">
        <w:t>quand le besoin de la réalité se fait sentir</w:t>
      </w:r>
      <w:r>
        <w:t xml:space="preserve">, </w:t>
      </w:r>
      <w:r w:rsidR="00E0544E" w:rsidRPr="007818BD">
        <w:t>c</w:t>
      </w:r>
      <w:r>
        <w:t>’</w:t>
      </w:r>
      <w:r w:rsidR="00E0544E" w:rsidRPr="007818BD">
        <w:t>est une faim qui veut être apaisée</w:t>
      </w:r>
      <w:r>
        <w:t xml:space="preserve">. </w:t>
      </w:r>
      <w:r w:rsidR="00E0544E" w:rsidRPr="007818BD">
        <w:t>Ceux qui sont le plus épris de l</w:t>
      </w:r>
      <w:r>
        <w:t>’</w:t>
      </w:r>
      <w:r w:rsidR="00E0544E" w:rsidRPr="007818BD">
        <w:t>idéal sont les premiers à jouir de la réalité</w:t>
      </w:r>
      <w:r>
        <w:t xml:space="preserve">. </w:t>
      </w:r>
      <w:r w:rsidR="00E0544E" w:rsidRPr="007818BD">
        <w:t>Voyez le véritable artiste quand il s</w:t>
      </w:r>
      <w:r>
        <w:t>’</w:t>
      </w:r>
      <w:r w:rsidR="00E0544E" w:rsidRPr="007818BD">
        <w:t>égare au milieu de la foule humaine</w:t>
      </w:r>
      <w:r>
        <w:t xml:space="preserve">, </w:t>
      </w:r>
      <w:r w:rsidR="00E0544E" w:rsidRPr="007818BD">
        <w:t>comme il observe sans cesse</w:t>
      </w:r>
      <w:r>
        <w:t xml:space="preserve"> ! </w:t>
      </w:r>
      <w:r w:rsidR="00E0544E" w:rsidRPr="007818BD">
        <w:t>co</w:t>
      </w:r>
      <w:r w:rsidR="00E0544E" w:rsidRPr="007818BD">
        <w:t>m</w:t>
      </w:r>
      <w:r w:rsidR="00E0544E" w:rsidRPr="007818BD">
        <w:t>me sans cesse il plonge dans les cœurs</w:t>
      </w:r>
      <w:r>
        <w:t xml:space="preserve"> ! </w:t>
      </w:r>
      <w:r w:rsidR="00E0544E" w:rsidRPr="007818BD">
        <w:t>comme il est sans cesse en éveil et prêt à recueillir toutes les vérités dont se complique l</w:t>
      </w:r>
      <w:r>
        <w:t>’</w:t>
      </w:r>
      <w:r w:rsidR="00E0544E" w:rsidRPr="007818BD">
        <w:t>existence</w:t>
      </w:r>
      <w:r>
        <w:t xml:space="preserve">, </w:t>
      </w:r>
      <w:r w:rsidR="00E0544E" w:rsidRPr="007818BD">
        <w:t>les plus petites comme les plus grandes</w:t>
      </w:r>
      <w:r>
        <w:t xml:space="preserve">, </w:t>
      </w:r>
      <w:r w:rsidR="00E0544E" w:rsidRPr="007818BD">
        <w:t>sans crai</w:t>
      </w:r>
      <w:r w:rsidR="00E0544E" w:rsidRPr="007818BD">
        <w:t>n</w:t>
      </w:r>
      <w:r w:rsidR="00E0544E" w:rsidRPr="007818BD">
        <w:t>dre de s</w:t>
      </w:r>
      <w:r>
        <w:t>’</w:t>
      </w:r>
      <w:r w:rsidR="00E0544E" w:rsidRPr="007818BD">
        <w:t>abaisser même à ce que les pédants appellent le trivial et le frivole</w:t>
      </w:r>
      <w:r>
        <w:t xml:space="preserve"> ! </w:t>
      </w:r>
      <w:r w:rsidR="00E0544E" w:rsidRPr="007818BD">
        <w:t>Il n</w:t>
      </w:r>
      <w:r>
        <w:t>’</w:t>
      </w:r>
      <w:r w:rsidR="00E0544E" w:rsidRPr="007818BD">
        <w:t>est pas un fil</w:t>
      </w:r>
      <w:r>
        <w:t xml:space="preserve">, </w:t>
      </w:r>
      <w:r w:rsidR="00E0544E" w:rsidRPr="007818BD">
        <w:t>dans le tissu de la vie sociale</w:t>
      </w:r>
      <w:r>
        <w:t xml:space="preserve">, </w:t>
      </w:r>
      <w:r w:rsidR="00E0544E" w:rsidRPr="007818BD">
        <w:t>dont il ne puisse tirer une grâce</w:t>
      </w:r>
      <w:r>
        <w:t xml:space="preserve">. </w:t>
      </w:r>
      <w:r w:rsidR="00E0544E" w:rsidRPr="007818BD">
        <w:t>Pour lui</w:t>
      </w:r>
      <w:r>
        <w:t xml:space="preserve"> ; </w:t>
      </w:r>
      <w:r w:rsidR="00E0544E" w:rsidRPr="007818BD">
        <w:t>le moi</w:t>
      </w:r>
      <w:r w:rsidR="00E0544E" w:rsidRPr="007818BD">
        <w:t>n</w:t>
      </w:r>
      <w:r w:rsidR="00E0544E" w:rsidRPr="007818BD">
        <w:t>dre atome de poussière qu</w:t>
      </w:r>
      <w:r>
        <w:t>’</w:t>
      </w:r>
      <w:r w:rsidR="00E0544E" w:rsidRPr="007818BD">
        <w:t>emporte la brise devient</w:t>
      </w:r>
      <w:r>
        <w:t xml:space="preserve">, </w:t>
      </w:r>
      <w:r w:rsidR="00E0544E" w:rsidRPr="007818BD">
        <w:t>aux rayons du soleil</w:t>
      </w:r>
      <w:r>
        <w:t xml:space="preserve">, </w:t>
      </w:r>
      <w:r w:rsidR="00E0544E" w:rsidRPr="007818BD">
        <w:t>un monde d</w:t>
      </w:r>
      <w:r>
        <w:t>’</w:t>
      </w:r>
      <w:r w:rsidR="00E0544E" w:rsidRPr="007818BD">
        <w:t>or vivant</w:t>
      </w:r>
      <w:r>
        <w:t xml:space="preserve">. </w:t>
      </w:r>
      <w:r w:rsidR="00E0544E" w:rsidRPr="007818BD">
        <w:t>Ne savez-vous pas qu</w:t>
      </w:r>
      <w:r>
        <w:t>’</w:t>
      </w:r>
      <w:r w:rsidR="00E0544E" w:rsidRPr="007818BD">
        <w:t>autour de l</w:t>
      </w:r>
      <w:r>
        <w:t>’</w:t>
      </w:r>
      <w:r w:rsidR="00E0544E" w:rsidRPr="007818BD">
        <w:t>animalcule qui tourbillonne dans une goutte d</w:t>
      </w:r>
      <w:r>
        <w:t>’</w:t>
      </w:r>
      <w:r w:rsidR="00E0544E" w:rsidRPr="007818BD">
        <w:t>eau</w:t>
      </w:r>
      <w:r>
        <w:t xml:space="preserve">, </w:t>
      </w:r>
      <w:r w:rsidR="00E0544E" w:rsidRPr="007818BD">
        <w:t>flotte une auréole</w:t>
      </w:r>
      <w:r w:rsidR="00E0544E" w:rsidRPr="007818BD">
        <w:rPr>
          <w:rStyle w:val="Appelnotedebasdep"/>
        </w:rPr>
        <w:footnoteReference w:id="36"/>
      </w:r>
      <w:r>
        <w:t xml:space="preserve">, </w:t>
      </w:r>
      <w:r w:rsidR="00E0544E" w:rsidRPr="007818BD">
        <w:t>comme autour de l</w:t>
      </w:r>
      <w:r>
        <w:t>’</w:t>
      </w:r>
      <w:r w:rsidR="00E0544E" w:rsidRPr="007818BD">
        <w:t>étoile qui décrit dans l</w:t>
      </w:r>
      <w:r>
        <w:t>’</w:t>
      </w:r>
      <w:r w:rsidR="00E0544E" w:rsidRPr="007818BD">
        <w:t>espace son cours r</w:t>
      </w:r>
      <w:r w:rsidR="00E0544E" w:rsidRPr="007818BD">
        <w:t>a</w:t>
      </w:r>
      <w:r w:rsidR="00E0544E" w:rsidRPr="007818BD">
        <w:t>dieux</w:t>
      </w:r>
      <w:r>
        <w:t xml:space="preserve"> ? </w:t>
      </w:r>
      <w:r w:rsidR="00E0544E" w:rsidRPr="007818BD">
        <w:t>L</w:t>
      </w:r>
      <w:r>
        <w:t>’</w:t>
      </w:r>
      <w:r w:rsidR="00E0544E" w:rsidRPr="007818BD">
        <w:t>art véritable trouve le beau partout</w:t>
      </w:r>
      <w:r>
        <w:t xml:space="preserve">. </w:t>
      </w:r>
      <w:r w:rsidR="00E0544E" w:rsidRPr="007818BD">
        <w:t>Dans la rue</w:t>
      </w:r>
      <w:r>
        <w:t xml:space="preserve">, </w:t>
      </w:r>
      <w:r w:rsidR="00E0544E" w:rsidRPr="007818BD">
        <w:t>sur la place</w:t>
      </w:r>
      <w:r>
        <w:t xml:space="preserve">, </w:t>
      </w:r>
      <w:r w:rsidR="00E0544E" w:rsidRPr="007818BD">
        <w:t>dans la cabane du pauvre</w:t>
      </w:r>
      <w:r>
        <w:t xml:space="preserve">, </w:t>
      </w:r>
      <w:r w:rsidR="00E0544E" w:rsidRPr="007818BD">
        <w:t>il cueille le miel qui doit nou</w:t>
      </w:r>
      <w:r w:rsidR="00E0544E" w:rsidRPr="007818BD">
        <w:t>r</w:t>
      </w:r>
      <w:r w:rsidR="00E0544E" w:rsidRPr="007818BD">
        <w:t>rir sa pensée</w:t>
      </w:r>
      <w:r>
        <w:t xml:space="preserve">. </w:t>
      </w:r>
      <w:r w:rsidR="00E0544E" w:rsidRPr="007818BD">
        <w:t>Dans la fange de la politique</w:t>
      </w:r>
      <w:r>
        <w:t xml:space="preserve">, </w:t>
      </w:r>
      <w:r w:rsidR="00E0544E" w:rsidRPr="007818BD">
        <w:t xml:space="preserve">Dante et Milton trouvèrent des </w:t>
      </w:r>
      <w:r w:rsidR="00E0544E" w:rsidRPr="007818BD">
        <w:lastRenderedPageBreak/>
        <w:t>perles pour leur couronne poétique</w:t>
      </w:r>
      <w:r>
        <w:t xml:space="preserve">. </w:t>
      </w:r>
      <w:r w:rsidR="00E0544E" w:rsidRPr="007818BD">
        <w:t>Qui vous a dit que Raphaël ne jouissait pas de la vie extérieure</w:t>
      </w:r>
      <w:r>
        <w:t xml:space="preserve">, </w:t>
      </w:r>
      <w:r w:rsidR="00E0544E" w:rsidRPr="007818BD">
        <w:t>e</w:t>
      </w:r>
      <w:r w:rsidR="00E0544E" w:rsidRPr="007818BD">
        <w:t>m</w:t>
      </w:r>
      <w:r w:rsidR="00E0544E" w:rsidRPr="007818BD">
        <w:t>portant partout avec lui cet idéal du beau qui attirait et s</w:t>
      </w:r>
      <w:r>
        <w:t>’</w:t>
      </w:r>
      <w:r w:rsidR="00E0544E" w:rsidRPr="007818BD">
        <w:t>appropriait comme l</w:t>
      </w:r>
      <w:r>
        <w:t>’</w:t>
      </w:r>
      <w:r w:rsidR="00E0544E" w:rsidRPr="007818BD">
        <w:t>ambre la plus humble paille foulée dans la boue sous le pied brutal de l</w:t>
      </w:r>
      <w:r>
        <w:t>’</w:t>
      </w:r>
      <w:r w:rsidR="00E0544E" w:rsidRPr="007818BD">
        <w:t>homme grossier</w:t>
      </w:r>
      <w:r>
        <w:t xml:space="preserve"> ? </w:t>
      </w:r>
      <w:r w:rsidR="00E0544E" w:rsidRPr="007818BD">
        <w:t>Le roi des f</w:t>
      </w:r>
      <w:r w:rsidR="00E0544E" w:rsidRPr="007818BD">
        <w:t>o</w:t>
      </w:r>
      <w:r w:rsidR="00E0544E" w:rsidRPr="007818BD">
        <w:t>rêts cherche sa proie</w:t>
      </w:r>
      <w:r>
        <w:t xml:space="preserve">, </w:t>
      </w:r>
      <w:r w:rsidR="00E0544E" w:rsidRPr="007818BD">
        <w:t>il la flaire</w:t>
      </w:r>
      <w:r>
        <w:t xml:space="preserve">, </w:t>
      </w:r>
      <w:r w:rsidR="00E0544E" w:rsidRPr="007818BD">
        <w:t>il la poursuit par les monts et par la plaine</w:t>
      </w:r>
      <w:r>
        <w:t xml:space="preserve">, </w:t>
      </w:r>
      <w:r w:rsidR="00E0544E" w:rsidRPr="007818BD">
        <w:t>à travers les j</w:t>
      </w:r>
      <w:r w:rsidR="00E0544E">
        <w:t>u</w:t>
      </w:r>
      <w:r w:rsidR="00E0544E" w:rsidRPr="007818BD">
        <w:t>ngles et les clairières</w:t>
      </w:r>
      <w:r>
        <w:t xml:space="preserve"> ; </w:t>
      </w:r>
      <w:r w:rsidR="00E0544E" w:rsidRPr="007818BD">
        <w:t>mais à la fin il la saisit et il l</w:t>
      </w:r>
      <w:r>
        <w:t>’</w:t>
      </w:r>
      <w:r w:rsidR="00E0544E" w:rsidRPr="007818BD">
        <w:t>emporte dans son antre inaccessible</w:t>
      </w:r>
      <w:r>
        <w:t xml:space="preserve">. </w:t>
      </w:r>
      <w:r w:rsidR="00E0544E" w:rsidRPr="007818BD">
        <w:t>Ainsi fait le génie</w:t>
      </w:r>
      <w:r>
        <w:t xml:space="preserve">. </w:t>
      </w:r>
      <w:r w:rsidR="00E0544E" w:rsidRPr="007818BD">
        <w:t>À tr</w:t>
      </w:r>
      <w:r w:rsidR="00E0544E" w:rsidRPr="007818BD">
        <w:t>a</w:t>
      </w:r>
      <w:r w:rsidR="00E0544E" w:rsidRPr="007818BD">
        <w:t>vers le bois et le désert</w:t>
      </w:r>
      <w:r>
        <w:t xml:space="preserve">, </w:t>
      </w:r>
      <w:r w:rsidR="00E0544E" w:rsidRPr="007818BD">
        <w:t>ardent</w:t>
      </w:r>
      <w:r>
        <w:t xml:space="preserve">, </w:t>
      </w:r>
      <w:r w:rsidR="00E0544E" w:rsidRPr="007818BD">
        <w:t>infatigable</w:t>
      </w:r>
      <w:r>
        <w:t xml:space="preserve">, </w:t>
      </w:r>
      <w:r w:rsidR="00E0544E" w:rsidRPr="007818BD">
        <w:t>chaque sens aux aguets</w:t>
      </w:r>
      <w:r>
        <w:t xml:space="preserve">, </w:t>
      </w:r>
      <w:r w:rsidR="00E0544E" w:rsidRPr="007818BD">
        <w:t>chaque fibre tendue pour la force ou pour la v</w:t>
      </w:r>
      <w:r w:rsidR="00E0544E" w:rsidRPr="007818BD">
        <w:t>i</w:t>
      </w:r>
      <w:r w:rsidR="00E0544E" w:rsidRPr="007818BD">
        <w:t>tesse</w:t>
      </w:r>
      <w:r>
        <w:t xml:space="preserve">, </w:t>
      </w:r>
      <w:r w:rsidR="00E0544E" w:rsidRPr="007818BD">
        <w:t>il cherche</w:t>
      </w:r>
      <w:r>
        <w:t xml:space="preserve">, </w:t>
      </w:r>
      <w:r w:rsidR="00E0544E" w:rsidRPr="007818BD">
        <w:t>il poursuit les images matérielles éparses et f</w:t>
      </w:r>
      <w:r w:rsidR="00E0544E" w:rsidRPr="007818BD">
        <w:t>u</w:t>
      </w:r>
      <w:r w:rsidR="00E0544E" w:rsidRPr="007818BD">
        <w:t>gitives</w:t>
      </w:r>
      <w:r>
        <w:t xml:space="preserve"> : </w:t>
      </w:r>
      <w:r w:rsidR="00E0544E" w:rsidRPr="007818BD">
        <w:t>il les étreint enfin de ses serres puissantes</w:t>
      </w:r>
      <w:r>
        <w:t xml:space="preserve">, </w:t>
      </w:r>
      <w:r w:rsidR="00E0544E" w:rsidRPr="007818BD">
        <w:t>et les e</w:t>
      </w:r>
      <w:r w:rsidR="00E0544E" w:rsidRPr="007818BD">
        <w:t>m</w:t>
      </w:r>
      <w:r w:rsidR="00E0544E" w:rsidRPr="007818BD">
        <w:t>porte dans des solitudes que nul pas ne saurait profaner</w:t>
      </w:r>
      <w:r>
        <w:t xml:space="preserve">. </w:t>
      </w:r>
      <w:r w:rsidR="00E0544E" w:rsidRPr="007818BD">
        <w:t>Allez</w:t>
      </w:r>
      <w:r>
        <w:t xml:space="preserve">, </w:t>
      </w:r>
      <w:r w:rsidR="00E0544E" w:rsidRPr="007818BD">
        <w:t>cherchez le monde extérieur</w:t>
      </w:r>
      <w:r>
        <w:t xml:space="preserve"> : </w:t>
      </w:r>
      <w:r w:rsidR="00E0544E" w:rsidRPr="007818BD">
        <w:t>il est</w:t>
      </w:r>
      <w:r>
        <w:t xml:space="preserve">, </w:t>
      </w:r>
      <w:r w:rsidR="00E0544E" w:rsidRPr="007818BD">
        <w:t>pour l</w:t>
      </w:r>
      <w:r>
        <w:t>’</w:t>
      </w:r>
      <w:r w:rsidR="00E0544E" w:rsidRPr="007818BD">
        <w:t>art</w:t>
      </w:r>
      <w:r>
        <w:t xml:space="preserve">, </w:t>
      </w:r>
      <w:r w:rsidR="00E0544E" w:rsidRPr="007818BD">
        <w:t>l</w:t>
      </w:r>
      <w:r>
        <w:t>’</w:t>
      </w:r>
      <w:r w:rsidR="00E0544E" w:rsidRPr="007818BD">
        <w:t>inépuisable al</w:t>
      </w:r>
      <w:r w:rsidR="00E0544E" w:rsidRPr="007818BD">
        <w:t>i</w:t>
      </w:r>
      <w:r w:rsidR="00E0544E" w:rsidRPr="007818BD">
        <w:t>ment</w:t>
      </w:r>
      <w:r>
        <w:t xml:space="preserve">, </w:t>
      </w:r>
      <w:r w:rsidR="00E0544E" w:rsidRPr="007818BD">
        <w:t>la source sans cesse féconde du monde de la pensée</w:t>
      </w:r>
      <w:r>
        <w:t>.</w:t>
      </w:r>
    </w:p>
    <w:p w14:paraId="485A9A39" w14:textId="77777777" w:rsidR="00E8465A" w:rsidRDefault="00E8465A" w:rsidP="00E0544E">
      <w:r>
        <w:t>— </w:t>
      </w:r>
      <w:r w:rsidR="00E0544E" w:rsidRPr="007818BD">
        <w:t>Vous me rassurez</w:t>
      </w:r>
      <w:r>
        <w:t xml:space="preserve">, </w:t>
      </w:r>
      <w:r w:rsidR="00E0544E" w:rsidRPr="007818BD">
        <w:t xml:space="preserve">dit </w:t>
      </w:r>
      <w:proofErr w:type="spellStart"/>
      <w:r w:rsidR="00E0544E" w:rsidRPr="007818BD">
        <w:t>Glyndon</w:t>
      </w:r>
      <w:proofErr w:type="spellEnd"/>
      <w:r>
        <w:t xml:space="preserve">. </w:t>
      </w:r>
      <w:r w:rsidR="00E0544E" w:rsidRPr="007818BD">
        <w:t>J</w:t>
      </w:r>
      <w:r>
        <w:t>’</w:t>
      </w:r>
      <w:r w:rsidR="00E0544E" w:rsidRPr="007818BD">
        <w:t>avais regardé ma fat</w:t>
      </w:r>
      <w:r w:rsidR="00E0544E" w:rsidRPr="007818BD">
        <w:t>i</w:t>
      </w:r>
      <w:r w:rsidR="00E0544E" w:rsidRPr="007818BD">
        <w:t>gue comme une preuve d</w:t>
      </w:r>
      <w:r>
        <w:t>’</w:t>
      </w:r>
      <w:r w:rsidR="00E0544E" w:rsidRPr="007818BD">
        <w:t>impuissance</w:t>
      </w:r>
      <w:r>
        <w:t xml:space="preserve">. </w:t>
      </w:r>
      <w:r w:rsidR="00E0544E" w:rsidRPr="007818BD">
        <w:t>Mais ce n</w:t>
      </w:r>
      <w:r>
        <w:t>’</w:t>
      </w:r>
      <w:r w:rsidR="00E0544E" w:rsidRPr="007818BD">
        <w:t>est pas de mes études que je voudrais vous parler a</w:t>
      </w:r>
      <w:r w:rsidR="00E0544E" w:rsidRPr="007818BD">
        <w:t>u</w:t>
      </w:r>
      <w:r w:rsidR="00E0544E" w:rsidRPr="007818BD">
        <w:t>jourd</w:t>
      </w:r>
      <w:r>
        <w:t>’</w:t>
      </w:r>
      <w:r w:rsidR="00E0544E" w:rsidRPr="007818BD">
        <w:t>hui</w:t>
      </w:r>
      <w:r>
        <w:t xml:space="preserve">. </w:t>
      </w:r>
      <w:r w:rsidR="00E0544E" w:rsidRPr="007818BD">
        <w:t>Pardonnez-moi si du travail je passe à la récompense</w:t>
      </w:r>
      <w:r>
        <w:t xml:space="preserve">. </w:t>
      </w:r>
      <w:r w:rsidR="00E0544E" w:rsidRPr="007818BD">
        <w:t>Vous avez exprimé d</w:t>
      </w:r>
      <w:r>
        <w:t>’</w:t>
      </w:r>
      <w:r w:rsidR="00E0544E" w:rsidRPr="007818BD">
        <w:t>obscurs présages sur mon avenir si j</w:t>
      </w:r>
      <w:r>
        <w:t>’</w:t>
      </w:r>
      <w:r w:rsidR="00E0544E" w:rsidRPr="007818BD">
        <w:t>épouse une femme qui</w:t>
      </w:r>
      <w:r>
        <w:t xml:space="preserve">, </w:t>
      </w:r>
      <w:r w:rsidR="00E0544E" w:rsidRPr="007818BD">
        <w:t>aux yeux d</w:t>
      </w:r>
      <w:r>
        <w:t>’</w:t>
      </w:r>
      <w:r w:rsidR="00E0544E" w:rsidRPr="007818BD">
        <w:t>un monde positif</w:t>
      </w:r>
      <w:r>
        <w:t xml:space="preserve">, </w:t>
      </w:r>
      <w:r w:rsidR="00E0544E" w:rsidRPr="007818BD">
        <w:t>ne pourrait qu</w:t>
      </w:r>
      <w:r>
        <w:t>’</w:t>
      </w:r>
      <w:r w:rsidR="00E0544E" w:rsidRPr="007818BD">
        <w:t>assombrir mon h</w:t>
      </w:r>
      <w:r w:rsidR="00E0544E" w:rsidRPr="007818BD">
        <w:t>o</w:t>
      </w:r>
      <w:r w:rsidR="00E0544E" w:rsidRPr="007818BD">
        <w:t>rizon et entraver mes espérances</w:t>
      </w:r>
      <w:r>
        <w:t xml:space="preserve">. </w:t>
      </w:r>
      <w:r w:rsidR="00E0544E" w:rsidRPr="007818BD">
        <w:t>Parlez-vous avec la sagesse qui vient de l</w:t>
      </w:r>
      <w:r>
        <w:t>’</w:t>
      </w:r>
      <w:r w:rsidR="00E0544E" w:rsidRPr="007818BD">
        <w:t>expérience</w:t>
      </w:r>
      <w:r>
        <w:t xml:space="preserve">, </w:t>
      </w:r>
      <w:r w:rsidR="00E0544E" w:rsidRPr="007818BD">
        <w:t>ou avec celle qui aspire à la proph</w:t>
      </w:r>
      <w:r w:rsidR="00E0544E" w:rsidRPr="007818BD">
        <w:t>é</w:t>
      </w:r>
      <w:r w:rsidR="00E0544E" w:rsidRPr="007818BD">
        <w:t>tie</w:t>
      </w:r>
      <w:r>
        <w:t> ?</w:t>
      </w:r>
    </w:p>
    <w:p w14:paraId="365AB8A1" w14:textId="77777777" w:rsidR="00E8465A" w:rsidRDefault="00E8465A" w:rsidP="00E0544E">
      <w:r>
        <w:t>— </w:t>
      </w:r>
      <w:r w:rsidR="00E0544E" w:rsidRPr="007818BD">
        <w:t>Ne sont-elles pas inséparables l</w:t>
      </w:r>
      <w:r>
        <w:t>’</w:t>
      </w:r>
      <w:r w:rsidR="00E0544E" w:rsidRPr="007818BD">
        <w:t>une de l</w:t>
      </w:r>
      <w:r>
        <w:t>’</w:t>
      </w:r>
      <w:r w:rsidR="00E0544E" w:rsidRPr="007818BD">
        <w:t>autre</w:t>
      </w:r>
      <w:r>
        <w:t xml:space="preserve"> ? </w:t>
      </w:r>
      <w:r w:rsidR="00E0544E" w:rsidRPr="007818BD">
        <w:t>Le mei</w:t>
      </w:r>
      <w:r w:rsidR="00E0544E" w:rsidRPr="007818BD">
        <w:t>l</w:t>
      </w:r>
      <w:r w:rsidR="00E0544E" w:rsidRPr="007818BD">
        <w:t>leur calculateur n</w:t>
      </w:r>
      <w:r>
        <w:t>’</w:t>
      </w:r>
      <w:r w:rsidR="00E0544E" w:rsidRPr="007818BD">
        <w:t>est-il pas aussi celui qui peut le mieux d</w:t>
      </w:r>
      <w:r>
        <w:t>’</w:t>
      </w:r>
      <w:r w:rsidR="00E0544E" w:rsidRPr="007818BD">
        <w:t>un coup d</w:t>
      </w:r>
      <w:r>
        <w:t>’</w:t>
      </w:r>
      <w:r w:rsidR="00E0544E" w:rsidRPr="007818BD">
        <w:t>œil résoudre tout problème nouveau dans la science des probabilités</w:t>
      </w:r>
      <w:r>
        <w:t> ?</w:t>
      </w:r>
    </w:p>
    <w:p w14:paraId="61F9263B" w14:textId="77777777" w:rsidR="00E8465A" w:rsidRDefault="00E8465A" w:rsidP="00E0544E">
      <w:r>
        <w:t>— </w:t>
      </w:r>
      <w:r w:rsidR="00E0544E" w:rsidRPr="007818BD">
        <w:t>Vous éludez ma question</w:t>
      </w:r>
      <w:r>
        <w:t>.</w:t>
      </w:r>
    </w:p>
    <w:p w14:paraId="48E29D60" w14:textId="5169C6B6" w:rsidR="00E0544E" w:rsidRPr="007818BD" w:rsidRDefault="00E8465A" w:rsidP="00E0544E">
      <w:r>
        <w:lastRenderedPageBreak/>
        <w:t>— </w:t>
      </w:r>
      <w:r w:rsidR="00E0544E" w:rsidRPr="007818BD">
        <w:t>Nullement</w:t>
      </w:r>
      <w:r>
        <w:t xml:space="preserve"> ; </w:t>
      </w:r>
      <w:r w:rsidR="00E0544E" w:rsidRPr="007818BD">
        <w:t>mais je veux vous expliquer ma réponse</w:t>
      </w:r>
      <w:r>
        <w:t xml:space="preserve"> : </w:t>
      </w:r>
      <w:r w:rsidR="00E0544E" w:rsidRPr="007818BD">
        <w:t>aussi bien c</w:t>
      </w:r>
      <w:r>
        <w:t>’</w:t>
      </w:r>
      <w:r w:rsidR="00E0544E" w:rsidRPr="007818BD">
        <w:t>est de ce sujet que je suis venu vous entretenir</w:t>
      </w:r>
      <w:r>
        <w:t xml:space="preserve">. </w:t>
      </w:r>
      <w:r w:rsidR="00E0544E" w:rsidRPr="007818BD">
        <w:t>Écoutez</w:t>
      </w:r>
      <w:r w:rsidR="00E0544E">
        <w:t>-moi</w:t>
      </w:r>
      <w:r>
        <w:t>. »</w:t>
      </w:r>
    </w:p>
    <w:p w14:paraId="659767CF" w14:textId="77777777" w:rsidR="00E8465A" w:rsidRDefault="00E0544E" w:rsidP="00E0544E">
      <w:proofErr w:type="spellStart"/>
      <w:r w:rsidRPr="007818BD">
        <w:t>Zanoni</w:t>
      </w:r>
      <w:proofErr w:type="spellEnd"/>
      <w:r w:rsidRPr="007818BD">
        <w:t xml:space="preserve"> attacha un regard pénétrant sur </w:t>
      </w:r>
      <w:proofErr w:type="spellStart"/>
      <w:r w:rsidRPr="007818BD">
        <w:t>Glyndon</w:t>
      </w:r>
      <w:proofErr w:type="spellEnd"/>
      <w:r w:rsidR="00E8465A">
        <w:t xml:space="preserve">, </w:t>
      </w:r>
      <w:r w:rsidRPr="007818BD">
        <w:t>et cont</w:t>
      </w:r>
      <w:r w:rsidRPr="007818BD">
        <w:t>i</w:t>
      </w:r>
      <w:r w:rsidRPr="007818BD">
        <w:t>nua</w:t>
      </w:r>
      <w:r w:rsidR="00E8465A">
        <w:t> :</w:t>
      </w:r>
    </w:p>
    <w:p w14:paraId="65F6DA45" w14:textId="1F109AEE" w:rsidR="00E8465A" w:rsidRDefault="00E8465A" w:rsidP="00E0544E">
      <w:r>
        <w:t>« </w:t>
      </w:r>
      <w:r w:rsidR="00E0544E" w:rsidRPr="007818BD">
        <w:t>La première condition</w:t>
      </w:r>
      <w:r>
        <w:t xml:space="preserve">, </w:t>
      </w:r>
      <w:r w:rsidR="00E0544E" w:rsidRPr="007818BD">
        <w:t>pour accomplir ce qui est grand et noble</w:t>
      </w:r>
      <w:r>
        <w:t xml:space="preserve">, </w:t>
      </w:r>
      <w:r w:rsidR="00E0544E" w:rsidRPr="007818BD">
        <w:t>c</w:t>
      </w:r>
      <w:r>
        <w:t>’</w:t>
      </w:r>
      <w:r w:rsidR="00E0544E" w:rsidRPr="007818BD">
        <w:t>est la perce</w:t>
      </w:r>
      <w:r w:rsidR="00E0544E" w:rsidRPr="007818BD">
        <w:t>p</w:t>
      </w:r>
      <w:r w:rsidR="00E0544E" w:rsidRPr="007818BD">
        <w:t>tion claire des vérités qui se rapportent au but qu</w:t>
      </w:r>
      <w:r>
        <w:t>’</w:t>
      </w:r>
      <w:r w:rsidR="00E0544E" w:rsidRPr="007818BD">
        <w:t>on désire atteindre</w:t>
      </w:r>
      <w:r>
        <w:t xml:space="preserve">. </w:t>
      </w:r>
      <w:r w:rsidR="00E0544E" w:rsidRPr="007818BD">
        <w:t>L</w:t>
      </w:r>
      <w:r>
        <w:t>’</w:t>
      </w:r>
      <w:r w:rsidR="00E0544E" w:rsidRPr="007818BD">
        <w:t>homme de guerre réduit ainsi les chances d</w:t>
      </w:r>
      <w:r>
        <w:t>’</w:t>
      </w:r>
      <w:r w:rsidR="00E0544E" w:rsidRPr="007818BD">
        <w:t>une bataille à des combinaisons presque mathémat</w:t>
      </w:r>
      <w:r w:rsidR="00E0544E" w:rsidRPr="007818BD">
        <w:t>i</w:t>
      </w:r>
      <w:r w:rsidR="00E0544E" w:rsidRPr="007818BD">
        <w:t>ques</w:t>
      </w:r>
      <w:r>
        <w:t xml:space="preserve">. </w:t>
      </w:r>
      <w:r w:rsidR="00E0544E" w:rsidRPr="007818BD">
        <w:t>Il peut prédire le résultat à coup sûr</w:t>
      </w:r>
      <w:r>
        <w:t xml:space="preserve">, </w:t>
      </w:r>
      <w:r w:rsidR="00E0544E" w:rsidRPr="007818BD">
        <w:t>pourvu qu</w:t>
      </w:r>
      <w:r>
        <w:t>’</w:t>
      </w:r>
      <w:r w:rsidR="00E0544E" w:rsidRPr="007818BD">
        <w:t>il puisse compter sur les in</w:t>
      </w:r>
      <w:r w:rsidR="00E0544E" w:rsidRPr="007818BD">
        <w:t>s</w:t>
      </w:r>
      <w:r w:rsidR="00E0544E" w:rsidRPr="007818BD">
        <w:t>truments matériels dont il est obligé de se servir</w:t>
      </w:r>
      <w:r>
        <w:t xml:space="preserve">. </w:t>
      </w:r>
      <w:r w:rsidR="00E0544E" w:rsidRPr="007818BD">
        <w:t>Avec telle perte</w:t>
      </w:r>
      <w:r>
        <w:t xml:space="preserve">, </w:t>
      </w:r>
      <w:r w:rsidR="00E0544E" w:rsidRPr="007818BD">
        <w:t>il traversera ce pont</w:t>
      </w:r>
      <w:r>
        <w:t xml:space="preserve"> ; </w:t>
      </w:r>
      <w:r w:rsidR="00E0544E" w:rsidRPr="007818BD">
        <w:t>en tant de temps</w:t>
      </w:r>
      <w:r>
        <w:t xml:space="preserve">, </w:t>
      </w:r>
      <w:r w:rsidR="00E0544E" w:rsidRPr="007818BD">
        <w:t>il peut réduire cette place</w:t>
      </w:r>
      <w:r>
        <w:t xml:space="preserve">. </w:t>
      </w:r>
      <w:r w:rsidR="00E0544E" w:rsidRPr="007818BD">
        <w:t>Le maître de la science plus pure</w:t>
      </w:r>
      <w:r>
        <w:t xml:space="preserve">, </w:t>
      </w:r>
      <w:r w:rsidR="00E0544E" w:rsidRPr="007818BD">
        <w:t>ou de l</w:t>
      </w:r>
      <w:r>
        <w:t>’</w:t>
      </w:r>
      <w:r w:rsidR="00E0544E" w:rsidRPr="007818BD">
        <w:t>art plus divin</w:t>
      </w:r>
      <w:r>
        <w:t xml:space="preserve">, </w:t>
      </w:r>
      <w:r w:rsidR="00E0544E" w:rsidRPr="007818BD">
        <w:t>peut avec plus d</w:t>
      </w:r>
      <w:r>
        <w:t>’</w:t>
      </w:r>
      <w:r w:rsidR="00E0544E" w:rsidRPr="007818BD">
        <w:t>exactitude encore</w:t>
      </w:r>
      <w:r>
        <w:t xml:space="preserve">, </w:t>
      </w:r>
      <w:r w:rsidR="00E0544E" w:rsidRPr="007818BD">
        <w:t>car il dépend moins des causes matérielles que des idées dont il dispose</w:t>
      </w:r>
      <w:r>
        <w:t xml:space="preserve">, </w:t>
      </w:r>
      <w:r w:rsidR="00E0544E" w:rsidRPr="007818BD">
        <w:t>pr</w:t>
      </w:r>
      <w:r w:rsidR="00E0544E" w:rsidRPr="007818BD">
        <w:t>é</w:t>
      </w:r>
      <w:r w:rsidR="00E0544E" w:rsidRPr="007818BD">
        <w:t>dire le succès qu</w:t>
      </w:r>
      <w:r>
        <w:t>’</w:t>
      </w:r>
      <w:r w:rsidR="00E0544E" w:rsidRPr="007818BD">
        <w:t>il peut atteindre et l</w:t>
      </w:r>
      <w:r>
        <w:t>’</w:t>
      </w:r>
      <w:r w:rsidR="00E0544E" w:rsidRPr="007818BD">
        <w:t>échec qu</w:t>
      </w:r>
      <w:r>
        <w:t>’</w:t>
      </w:r>
      <w:r w:rsidR="00E0544E" w:rsidRPr="007818BD">
        <w:t>il doit subir</w:t>
      </w:r>
      <w:r>
        <w:t xml:space="preserve">, </w:t>
      </w:r>
      <w:r w:rsidR="00E0544E" w:rsidRPr="007818BD">
        <w:t>pourvu qu</w:t>
      </w:r>
      <w:r>
        <w:t>’</w:t>
      </w:r>
      <w:r w:rsidR="00E0544E" w:rsidRPr="007818BD">
        <w:t>il ait d</w:t>
      </w:r>
      <w:r>
        <w:t>’</w:t>
      </w:r>
      <w:r w:rsidR="00E0544E" w:rsidRPr="007818BD">
        <w:t>abord la connaissance des vérités qui sont en lui et autour de lui</w:t>
      </w:r>
      <w:r>
        <w:t xml:space="preserve">. </w:t>
      </w:r>
      <w:r w:rsidR="00E0544E" w:rsidRPr="007818BD">
        <w:t>Mais la connaissance de ces vérités est tro</w:t>
      </w:r>
      <w:r w:rsidR="00E0544E" w:rsidRPr="007818BD">
        <w:t>u</w:t>
      </w:r>
      <w:r w:rsidR="00E0544E" w:rsidRPr="007818BD">
        <w:t>blée par plus d</w:t>
      </w:r>
      <w:r>
        <w:t>’</w:t>
      </w:r>
      <w:r w:rsidR="00E0544E" w:rsidRPr="007818BD">
        <w:t>une cause</w:t>
      </w:r>
      <w:r>
        <w:t xml:space="preserve"> : </w:t>
      </w:r>
      <w:r w:rsidR="00E0544E" w:rsidRPr="007818BD">
        <w:t>la vanité</w:t>
      </w:r>
      <w:r>
        <w:t xml:space="preserve">, </w:t>
      </w:r>
      <w:r w:rsidR="00E0544E" w:rsidRPr="007818BD">
        <w:t>les passions</w:t>
      </w:r>
      <w:r>
        <w:t xml:space="preserve">, </w:t>
      </w:r>
      <w:r w:rsidR="00E0544E" w:rsidRPr="007818BD">
        <w:t>la crainte</w:t>
      </w:r>
      <w:r>
        <w:t xml:space="preserve">, </w:t>
      </w:r>
      <w:r w:rsidR="00E0544E" w:rsidRPr="007818BD">
        <w:t>l</w:t>
      </w:r>
      <w:r>
        <w:t>’</w:t>
      </w:r>
      <w:r w:rsidR="00E0544E" w:rsidRPr="007818BD">
        <w:t>indolence</w:t>
      </w:r>
      <w:r>
        <w:t xml:space="preserve">, </w:t>
      </w:r>
      <w:r w:rsidR="00E0544E" w:rsidRPr="007818BD">
        <w:t>l</w:t>
      </w:r>
      <w:r>
        <w:t>’</w:t>
      </w:r>
      <w:r w:rsidR="00E0544E" w:rsidRPr="007818BD">
        <w:t>ignorance des moyens ext</w:t>
      </w:r>
      <w:r w:rsidR="00E0544E" w:rsidRPr="007818BD">
        <w:t>é</w:t>
      </w:r>
      <w:r w:rsidR="00E0544E" w:rsidRPr="007818BD">
        <w:t>rieurs propres à l</w:t>
      </w:r>
      <w:r>
        <w:t>’</w:t>
      </w:r>
      <w:r w:rsidR="00E0544E" w:rsidRPr="007818BD">
        <w:t>accomplissement de ses desseins</w:t>
      </w:r>
      <w:r>
        <w:t xml:space="preserve">. </w:t>
      </w:r>
      <w:r w:rsidR="00E0544E" w:rsidRPr="007818BD">
        <w:t>Il se peut qu</w:t>
      </w:r>
      <w:r>
        <w:t>’</w:t>
      </w:r>
      <w:r w:rsidR="00E0544E" w:rsidRPr="007818BD">
        <w:t>il calcule mal ses propres forces</w:t>
      </w:r>
      <w:r>
        <w:t xml:space="preserve">, </w:t>
      </w:r>
      <w:r w:rsidR="00E0544E" w:rsidRPr="007818BD">
        <w:t>qu</w:t>
      </w:r>
      <w:r>
        <w:t>’</w:t>
      </w:r>
      <w:r w:rsidR="00E0544E" w:rsidRPr="007818BD">
        <w:t>il ne connaisse pas la carte du pays qu</w:t>
      </w:r>
      <w:r>
        <w:t>’</w:t>
      </w:r>
      <w:r w:rsidR="00E0544E" w:rsidRPr="007818BD">
        <w:t>il voudrait conquérir</w:t>
      </w:r>
      <w:r>
        <w:t xml:space="preserve">. </w:t>
      </w:r>
      <w:r w:rsidR="00E0544E" w:rsidRPr="007818BD">
        <w:t>L</w:t>
      </w:r>
      <w:r>
        <w:t>’</w:t>
      </w:r>
      <w:r w:rsidR="00E0544E" w:rsidRPr="007818BD">
        <w:t>âme a besoin</w:t>
      </w:r>
      <w:r>
        <w:t xml:space="preserve">, </w:t>
      </w:r>
      <w:r w:rsidR="00E0544E" w:rsidRPr="007818BD">
        <w:t>pour apercevoir la vérité</w:t>
      </w:r>
      <w:r>
        <w:t xml:space="preserve">, </w:t>
      </w:r>
      <w:r w:rsidR="00E0544E" w:rsidRPr="007818BD">
        <w:t>d</w:t>
      </w:r>
      <w:r>
        <w:t>’</w:t>
      </w:r>
      <w:r w:rsidR="00E0544E" w:rsidRPr="007818BD">
        <w:t>être dans un état particulier</w:t>
      </w:r>
      <w:r>
        <w:t xml:space="preserve"> ; </w:t>
      </w:r>
      <w:r w:rsidR="00E0544E" w:rsidRPr="007818BD">
        <w:t>et cet état</w:t>
      </w:r>
      <w:r>
        <w:t xml:space="preserve">, </w:t>
      </w:r>
      <w:r w:rsidR="00E0544E" w:rsidRPr="007818BD">
        <w:t>c</w:t>
      </w:r>
      <w:r>
        <w:t>’</w:t>
      </w:r>
      <w:r w:rsidR="00E0544E" w:rsidRPr="007818BD">
        <w:t>est une sérénité profonde</w:t>
      </w:r>
      <w:r>
        <w:t xml:space="preserve">. </w:t>
      </w:r>
      <w:r w:rsidR="00E0544E" w:rsidRPr="007818BD">
        <w:t>La vôtre brûle du désir de la vérité</w:t>
      </w:r>
      <w:r>
        <w:t xml:space="preserve"> ; </w:t>
      </w:r>
      <w:r w:rsidR="00E0544E" w:rsidRPr="007818BD">
        <w:t>vous voudriez la contraindre à se jeter dans vos bras</w:t>
      </w:r>
      <w:r>
        <w:t xml:space="preserve"> ; </w:t>
      </w:r>
      <w:r w:rsidR="00E0544E" w:rsidRPr="007818BD">
        <w:t>vous voudriez me dema</w:t>
      </w:r>
      <w:r w:rsidR="00E0544E" w:rsidRPr="007818BD">
        <w:t>n</w:t>
      </w:r>
      <w:r w:rsidR="00E0544E" w:rsidRPr="007818BD">
        <w:t>der de vous communiquer</w:t>
      </w:r>
      <w:r>
        <w:t xml:space="preserve">, </w:t>
      </w:r>
      <w:r w:rsidR="00E0544E" w:rsidRPr="007818BD">
        <w:t>sans épreuve et sans préparation</w:t>
      </w:r>
      <w:r>
        <w:t xml:space="preserve">, </w:t>
      </w:r>
      <w:r w:rsidR="00E0544E" w:rsidRPr="007818BD">
        <w:t>les plus grands secrets qui existent dans la nature</w:t>
      </w:r>
      <w:r>
        <w:t xml:space="preserve">. </w:t>
      </w:r>
      <w:r w:rsidR="00E0544E" w:rsidRPr="007818BD">
        <w:t>Mais il est aussi impossible à l</w:t>
      </w:r>
      <w:r>
        <w:t>’</w:t>
      </w:r>
      <w:r w:rsidR="00E0544E" w:rsidRPr="007818BD">
        <w:t>âme non préparée de voir la vérité</w:t>
      </w:r>
      <w:r>
        <w:t xml:space="preserve">, </w:t>
      </w:r>
      <w:r w:rsidR="00E0544E" w:rsidRPr="007818BD">
        <w:t>qu</w:t>
      </w:r>
      <w:r>
        <w:t>’</w:t>
      </w:r>
      <w:r w:rsidR="00E0544E" w:rsidRPr="007818BD">
        <w:t>il l</w:t>
      </w:r>
      <w:r>
        <w:t>’</w:t>
      </w:r>
      <w:r w:rsidR="00E0544E" w:rsidRPr="007818BD">
        <w:t>est au soleil d</w:t>
      </w:r>
      <w:r>
        <w:t>’</w:t>
      </w:r>
      <w:r w:rsidR="00E0544E" w:rsidRPr="007818BD">
        <w:t>éclairer les ténèbres de la nuit</w:t>
      </w:r>
      <w:r>
        <w:t xml:space="preserve">. </w:t>
      </w:r>
      <w:r w:rsidR="00E0544E" w:rsidRPr="007818BD">
        <w:t>L</w:t>
      </w:r>
      <w:r>
        <w:t>’</w:t>
      </w:r>
      <w:r w:rsidR="00E0544E" w:rsidRPr="007818BD">
        <w:t>âme alors ne reçoit la vérité que pour la souiller</w:t>
      </w:r>
      <w:r>
        <w:t xml:space="preserve"> ; </w:t>
      </w:r>
      <w:r w:rsidR="00E0544E" w:rsidRPr="007818BD">
        <w:t>et</w:t>
      </w:r>
      <w:r>
        <w:t xml:space="preserve">, </w:t>
      </w:r>
      <w:r w:rsidR="00E0544E" w:rsidRPr="007818BD">
        <w:t xml:space="preserve">pour me servir de la comparaison </w:t>
      </w:r>
      <w:r w:rsidR="00E0544E" w:rsidRPr="007818BD">
        <w:lastRenderedPageBreak/>
        <w:t>d</w:t>
      </w:r>
      <w:r>
        <w:t>’</w:t>
      </w:r>
      <w:r w:rsidR="00E0544E" w:rsidRPr="007818BD">
        <w:t>un homme qui s</w:t>
      </w:r>
      <w:r>
        <w:t>’</w:t>
      </w:r>
      <w:r w:rsidR="00E0544E" w:rsidRPr="007818BD">
        <w:t xml:space="preserve">est approché de bien près du secret sublime de la </w:t>
      </w:r>
      <w:proofErr w:type="spellStart"/>
      <w:r>
        <w:rPr>
          <w:i/>
          <w:iCs/>
        </w:rPr>
        <w:t>Goe</w:t>
      </w:r>
      <w:r w:rsidR="00E0544E" w:rsidRPr="007818BD">
        <w:rPr>
          <w:i/>
          <w:iCs/>
        </w:rPr>
        <w:t>tia</w:t>
      </w:r>
      <w:proofErr w:type="spellEnd"/>
      <w:r>
        <w:t xml:space="preserve"> (</w:t>
      </w:r>
      <w:r w:rsidR="00E0544E" w:rsidRPr="007818BD">
        <w:t>cette magie latente qui habite la nature comme l</w:t>
      </w:r>
      <w:r>
        <w:t>’</w:t>
      </w:r>
      <w:r w:rsidR="00E0544E" w:rsidRPr="007818BD">
        <w:t>électricité le nuage</w:t>
      </w:r>
      <w:r>
        <w:t xml:space="preserve">), </w:t>
      </w:r>
      <w:r w:rsidR="00E0544E" w:rsidRPr="007818BD">
        <w:t>celui qui verse de l</w:t>
      </w:r>
      <w:r>
        <w:t>’</w:t>
      </w:r>
      <w:r w:rsidR="00E0544E" w:rsidRPr="007818BD">
        <w:t>eau dans un puits fa</w:t>
      </w:r>
      <w:r w:rsidR="00E0544E" w:rsidRPr="007818BD">
        <w:t>n</w:t>
      </w:r>
      <w:r w:rsidR="00E0544E" w:rsidRPr="007818BD">
        <w:t>geux ne fait que r</w:t>
      </w:r>
      <w:r w:rsidR="00E0544E" w:rsidRPr="007818BD">
        <w:t>e</w:t>
      </w:r>
      <w:r w:rsidR="00E0544E" w:rsidRPr="007818BD">
        <w:t>muer la fange</w:t>
      </w:r>
      <w:r w:rsidR="00E0544E" w:rsidRPr="007818BD">
        <w:rPr>
          <w:rStyle w:val="Appelnotedebasdep"/>
        </w:rPr>
        <w:footnoteReference w:id="37"/>
      </w:r>
      <w:r>
        <w:t>.</w:t>
      </w:r>
    </w:p>
    <w:p w14:paraId="5B0B8716" w14:textId="77777777" w:rsidR="00E8465A" w:rsidRDefault="00E8465A" w:rsidP="00E0544E">
      <w:r>
        <w:t>— </w:t>
      </w:r>
      <w:r w:rsidR="00E0544E" w:rsidRPr="007818BD">
        <w:t>Où en voulez-vous venir</w:t>
      </w:r>
      <w:r>
        <w:t> ?</w:t>
      </w:r>
    </w:p>
    <w:p w14:paraId="4EE306F3" w14:textId="4A207A95" w:rsidR="00E8465A" w:rsidRDefault="00E8465A" w:rsidP="00E0544E">
      <w:r>
        <w:t>— </w:t>
      </w:r>
      <w:r w:rsidR="00E0544E" w:rsidRPr="007818BD">
        <w:t>À ceci</w:t>
      </w:r>
      <w:r>
        <w:t xml:space="preserve"> : </w:t>
      </w:r>
      <w:r w:rsidR="00E0544E" w:rsidRPr="007818BD">
        <w:t>vous avez des facultés qui peuvent atteindre une puissance merveille</w:t>
      </w:r>
      <w:r w:rsidR="00E0544E" w:rsidRPr="007818BD">
        <w:t>u</w:t>
      </w:r>
      <w:r w:rsidR="00E0544E" w:rsidRPr="007818BD">
        <w:t>se</w:t>
      </w:r>
      <w:r>
        <w:t xml:space="preserve">, </w:t>
      </w:r>
      <w:r w:rsidR="00E0544E" w:rsidRPr="007818BD">
        <w:t>qui peuvent vous faire prendre rang parmi les enchanteurs qui</w:t>
      </w:r>
      <w:r>
        <w:t xml:space="preserve">, </w:t>
      </w:r>
      <w:r w:rsidR="00E0544E" w:rsidRPr="007818BD">
        <w:t>plus grands que le magicien</w:t>
      </w:r>
      <w:r>
        <w:t xml:space="preserve">, </w:t>
      </w:r>
      <w:r w:rsidR="00E0544E" w:rsidRPr="007818BD">
        <w:t>laissent après eux une influence durable dont le culte est reconnu pa</w:t>
      </w:r>
      <w:r w:rsidR="00E0544E" w:rsidRPr="007818BD">
        <w:t>r</w:t>
      </w:r>
      <w:r w:rsidR="00E0544E" w:rsidRPr="007818BD">
        <w:t>tout où le beau est compris</w:t>
      </w:r>
      <w:r>
        <w:t xml:space="preserve">, </w:t>
      </w:r>
      <w:r w:rsidR="00E0544E" w:rsidRPr="007818BD">
        <w:t>partout où l</w:t>
      </w:r>
      <w:r>
        <w:t>’</w:t>
      </w:r>
      <w:r w:rsidR="00E0544E" w:rsidRPr="007818BD">
        <w:t>âme a le sentiment d</w:t>
      </w:r>
      <w:r>
        <w:t>’</w:t>
      </w:r>
      <w:r w:rsidR="00E0544E" w:rsidRPr="007818BD">
        <w:t>un monde plus élevé que c</w:t>
      </w:r>
      <w:r w:rsidR="00E0544E" w:rsidRPr="007818BD">
        <w:t>e</w:t>
      </w:r>
      <w:r w:rsidR="00E0544E" w:rsidRPr="007818BD">
        <w:t>lui dans lequel la matière s</w:t>
      </w:r>
      <w:r>
        <w:t>’</w:t>
      </w:r>
      <w:r w:rsidR="00E0544E" w:rsidRPr="007818BD">
        <w:t>agite et lutte pour s</w:t>
      </w:r>
      <w:r>
        <w:t>’</w:t>
      </w:r>
      <w:r w:rsidR="00E0544E" w:rsidRPr="007818BD">
        <w:t>assurer une existence grossière et i</w:t>
      </w:r>
      <w:r w:rsidR="00E0544E" w:rsidRPr="007818BD">
        <w:t>n</w:t>
      </w:r>
      <w:r w:rsidR="00E0544E" w:rsidRPr="007818BD">
        <w:t>complète</w:t>
      </w:r>
      <w:r>
        <w:t xml:space="preserve">. </w:t>
      </w:r>
      <w:r w:rsidR="00E0544E" w:rsidRPr="007818BD">
        <w:t>Mais</w:t>
      </w:r>
      <w:r>
        <w:t xml:space="preserve">, </w:t>
      </w:r>
      <w:r w:rsidR="00E0544E" w:rsidRPr="007818BD">
        <w:t>pour tirer parti de ces facultés</w:t>
      </w:r>
      <w:r>
        <w:t xml:space="preserve">, </w:t>
      </w:r>
      <w:r w:rsidR="00E0544E" w:rsidRPr="007818BD">
        <w:t>il vous faut apprendre</w:t>
      </w:r>
      <w:r>
        <w:t xml:space="preserve"> (</w:t>
      </w:r>
      <w:r w:rsidR="00E0544E" w:rsidRPr="007818BD">
        <w:t>et il n</w:t>
      </w:r>
      <w:r>
        <w:t>’</w:t>
      </w:r>
      <w:r w:rsidR="00E0544E" w:rsidRPr="007818BD">
        <w:t>est pas nécessaire d</w:t>
      </w:r>
      <w:r>
        <w:t>’</w:t>
      </w:r>
      <w:r w:rsidR="00E0544E" w:rsidRPr="007818BD">
        <w:t>être prophète pour vous en avertir</w:t>
      </w:r>
      <w:r>
        <w:t xml:space="preserve">) </w:t>
      </w:r>
      <w:r w:rsidR="00E0544E" w:rsidRPr="007818BD">
        <w:t>à concentrer sur de grands desseins tous vos désirs</w:t>
      </w:r>
      <w:r>
        <w:t xml:space="preserve">. </w:t>
      </w:r>
      <w:r w:rsidR="00E0544E" w:rsidRPr="007818BD">
        <w:t>Il faut le repos du cœur pour l</w:t>
      </w:r>
      <w:r>
        <w:t>’</w:t>
      </w:r>
      <w:r w:rsidR="00E0544E" w:rsidRPr="007818BD">
        <w:t>activité de l</w:t>
      </w:r>
      <w:r>
        <w:t>’</w:t>
      </w:r>
      <w:r w:rsidR="00E0544E" w:rsidRPr="007818BD">
        <w:t>esprit</w:t>
      </w:r>
      <w:r>
        <w:t xml:space="preserve">. </w:t>
      </w:r>
      <w:r w:rsidR="00E0544E" w:rsidRPr="007818BD">
        <w:t>En ce moment</w:t>
      </w:r>
      <w:r>
        <w:t xml:space="preserve">, </w:t>
      </w:r>
      <w:r w:rsidR="00E0544E" w:rsidRPr="007818BD">
        <w:t>vous passez</w:t>
      </w:r>
      <w:r>
        <w:t xml:space="preserve">, </w:t>
      </w:r>
      <w:r w:rsidR="00E0544E" w:rsidRPr="007818BD">
        <w:t>par un changement perpétuel</w:t>
      </w:r>
      <w:r>
        <w:t xml:space="preserve">, </w:t>
      </w:r>
      <w:r w:rsidR="00E0544E" w:rsidRPr="007818BD">
        <w:t>d</w:t>
      </w:r>
      <w:r>
        <w:t>’</w:t>
      </w:r>
      <w:r w:rsidR="00E0544E" w:rsidRPr="007818BD">
        <w:t>un but à un but différent</w:t>
      </w:r>
      <w:r>
        <w:t xml:space="preserve">. </w:t>
      </w:r>
      <w:r w:rsidR="00E0544E" w:rsidRPr="007818BD">
        <w:t>Ce qu</w:t>
      </w:r>
      <w:r>
        <w:t>’</w:t>
      </w:r>
      <w:r w:rsidR="00E0544E" w:rsidRPr="007818BD">
        <w:t>est au navire le lest</w:t>
      </w:r>
      <w:r>
        <w:t xml:space="preserve">, </w:t>
      </w:r>
      <w:r w:rsidR="00E0544E" w:rsidRPr="007818BD">
        <w:t>la foi et l</w:t>
      </w:r>
      <w:r>
        <w:t>’</w:t>
      </w:r>
      <w:r w:rsidR="00E0544E" w:rsidRPr="007818BD">
        <w:t>amour le sont à l</w:t>
      </w:r>
      <w:r>
        <w:t>’</w:t>
      </w:r>
      <w:r w:rsidR="00E0544E" w:rsidRPr="007818BD">
        <w:t>âme</w:t>
      </w:r>
      <w:r>
        <w:t xml:space="preserve">. </w:t>
      </w:r>
      <w:r w:rsidR="00E0544E" w:rsidRPr="007818BD">
        <w:t>Concentrez sur un seul point votre cœur tout entier</w:t>
      </w:r>
      <w:r>
        <w:t xml:space="preserve">, </w:t>
      </w:r>
      <w:r w:rsidR="00E0544E" w:rsidRPr="007818BD">
        <w:t>vos affections</w:t>
      </w:r>
      <w:r>
        <w:t xml:space="preserve">, </w:t>
      </w:r>
      <w:r w:rsidR="00E0544E" w:rsidRPr="007818BD">
        <w:t>tout ce que vous avez d</w:t>
      </w:r>
      <w:r>
        <w:t>’</w:t>
      </w:r>
      <w:r w:rsidR="00E0544E" w:rsidRPr="007818BD">
        <w:t>humain</w:t>
      </w:r>
      <w:r>
        <w:t xml:space="preserve">, </w:t>
      </w:r>
      <w:r w:rsidR="00E0544E" w:rsidRPr="007818BD">
        <w:t>et votre esprit</w:t>
      </w:r>
      <w:r>
        <w:t xml:space="preserve">, </w:t>
      </w:r>
      <w:r w:rsidR="00E0544E" w:rsidRPr="007818BD">
        <w:t>dans ses aspirations</w:t>
      </w:r>
      <w:r>
        <w:t xml:space="preserve">, </w:t>
      </w:r>
      <w:r w:rsidR="00E0544E" w:rsidRPr="007818BD">
        <w:t>tro</w:t>
      </w:r>
      <w:r w:rsidR="00E0544E" w:rsidRPr="007818BD">
        <w:t>u</w:t>
      </w:r>
      <w:r w:rsidR="00E0544E" w:rsidRPr="007818BD">
        <w:t>vera à la fois son équilibre et sa force</w:t>
      </w:r>
      <w:r>
        <w:t xml:space="preserve">. </w:t>
      </w:r>
      <w:r w:rsidR="00E0544E" w:rsidRPr="007818BD">
        <w:t>Viola n</w:t>
      </w:r>
      <w:r>
        <w:t>’</w:t>
      </w:r>
      <w:r w:rsidR="00E0544E" w:rsidRPr="007818BD">
        <w:t>est encore qu</w:t>
      </w:r>
      <w:r>
        <w:t>’</w:t>
      </w:r>
      <w:r w:rsidR="00E0544E" w:rsidRPr="007818BD">
        <w:t>une enfant</w:t>
      </w:r>
      <w:r>
        <w:t xml:space="preserve"> : </w:t>
      </w:r>
      <w:r w:rsidR="00E0544E" w:rsidRPr="007818BD">
        <w:t>vous n</w:t>
      </w:r>
      <w:r>
        <w:t>’</w:t>
      </w:r>
      <w:r w:rsidR="00E0544E" w:rsidRPr="007818BD">
        <w:t>apercevez pas en elle la noble nature que les épreuves de la vie y développ</w:t>
      </w:r>
      <w:r w:rsidR="00E0544E" w:rsidRPr="007818BD">
        <w:t>e</w:t>
      </w:r>
      <w:r w:rsidR="00E0544E" w:rsidRPr="007818BD">
        <w:t>ront un jour</w:t>
      </w:r>
      <w:r>
        <w:t xml:space="preserve">. </w:t>
      </w:r>
      <w:r w:rsidR="00E0544E" w:rsidRPr="007818BD">
        <w:t>Pardonnez-moi de vous dire que son âme plus pure</w:t>
      </w:r>
      <w:r>
        <w:t xml:space="preserve">, </w:t>
      </w:r>
      <w:r w:rsidR="00E0544E" w:rsidRPr="007818BD">
        <w:t>plus élevée que la vôtre</w:t>
      </w:r>
      <w:r>
        <w:t xml:space="preserve">, </w:t>
      </w:r>
      <w:r w:rsidR="00E0544E" w:rsidRPr="007818BD">
        <w:t>ravira la vôtre dans son essor sublime</w:t>
      </w:r>
      <w:r>
        <w:t xml:space="preserve">, </w:t>
      </w:r>
      <w:r w:rsidR="00E0544E" w:rsidRPr="007818BD">
        <w:t>comme l</w:t>
      </w:r>
      <w:r>
        <w:t>’</w:t>
      </w:r>
      <w:r w:rsidR="00E0544E" w:rsidRPr="007818BD">
        <w:t>hymne sacrée élève vers le ciel l</w:t>
      </w:r>
      <w:r>
        <w:t>’</w:t>
      </w:r>
      <w:r w:rsidR="00E0544E" w:rsidRPr="007818BD">
        <w:t>esprit de l</w:t>
      </w:r>
      <w:r>
        <w:t>’</w:t>
      </w:r>
      <w:r w:rsidR="00E0544E" w:rsidRPr="007818BD">
        <w:t>homme</w:t>
      </w:r>
      <w:r>
        <w:t xml:space="preserve">. </w:t>
      </w:r>
      <w:r w:rsidR="00E0544E" w:rsidRPr="007818BD">
        <w:t>Il manque à votre nature cette harmonie</w:t>
      </w:r>
      <w:r>
        <w:t xml:space="preserve">, </w:t>
      </w:r>
      <w:r w:rsidR="00E0544E" w:rsidRPr="007818BD">
        <w:t>cette musique qui</w:t>
      </w:r>
      <w:r>
        <w:t xml:space="preserve">, </w:t>
      </w:r>
      <w:r w:rsidR="00E0544E" w:rsidRPr="007818BD">
        <w:t>s</w:t>
      </w:r>
      <w:r w:rsidR="00E0544E" w:rsidRPr="007818BD">
        <w:t>e</w:t>
      </w:r>
      <w:r w:rsidR="00E0544E" w:rsidRPr="007818BD">
        <w:t xml:space="preserve">lon la sage et profonde doctrine </w:t>
      </w:r>
      <w:r w:rsidR="00E0544E" w:rsidRPr="007818BD">
        <w:lastRenderedPageBreak/>
        <w:t>du pythagoricien</w:t>
      </w:r>
      <w:r>
        <w:t xml:space="preserve">, </w:t>
      </w:r>
      <w:r w:rsidR="00E0544E" w:rsidRPr="007818BD">
        <w:t>exalte et calme tout à la fois</w:t>
      </w:r>
      <w:r>
        <w:t xml:space="preserve">. </w:t>
      </w:r>
      <w:r w:rsidR="00E0544E" w:rsidRPr="007818BD">
        <w:t>Cette harmonie</w:t>
      </w:r>
      <w:r>
        <w:t xml:space="preserve">, </w:t>
      </w:r>
      <w:r w:rsidR="00E0544E" w:rsidRPr="007818BD">
        <w:t>c</w:t>
      </w:r>
      <w:r>
        <w:t>’</w:t>
      </w:r>
      <w:r w:rsidR="00E0544E" w:rsidRPr="007818BD">
        <w:t>est dans son amour que je vous l</w:t>
      </w:r>
      <w:r>
        <w:t>’</w:t>
      </w:r>
      <w:r w:rsidR="00E0544E" w:rsidRPr="007818BD">
        <w:t>offre</w:t>
      </w:r>
      <w:r>
        <w:t>. »</w:t>
      </w:r>
    </w:p>
    <w:p w14:paraId="0D7F6A36" w14:textId="77777777" w:rsidR="00E8465A" w:rsidRDefault="00E8465A" w:rsidP="00E0544E">
      <w:r>
        <w:t>— </w:t>
      </w:r>
      <w:r w:rsidR="00E0544E" w:rsidRPr="007818BD">
        <w:t>Mais suis-je assuré qu</w:t>
      </w:r>
      <w:r>
        <w:t>’</w:t>
      </w:r>
      <w:r w:rsidR="00E0544E" w:rsidRPr="007818BD">
        <w:t>elle m</w:t>
      </w:r>
      <w:r>
        <w:t>’</w:t>
      </w:r>
      <w:r w:rsidR="00E0544E" w:rsidRPr="007818BD">
        <w:t>aime</w:t>
      </w:r>
      <w:r>
        <w:t> ?</w:t>
      </w:r>
    </w:p>
    <w:p w14:paraId="45E47C39" w14:textId="77777777" w:rsidR="00E8465A" w:rsidRDefault="00E8465A" w:rsidP="00E0544E">
      <w:r>
        <w:t>— </w:t>
      </w:r>
      <w:r w:rsidR="00E0544E" w:rsidRPr="007818BD">
        <w:t>Non</w:t>
      </w:r>
      <w:r>
        <w:t xml:space="preserve">, </w:t>
      </w:r>
      <w:r w:rsidR="00E0544E" w:rsidRPr="007818BD">
        <w:t>elle ne vous aime pas aujourd</w:t>
      </w:r>
      <w:r>
        <w:t>’</w:t>
      </w:r>
      <w:r w:rsidR="00E0544E" w:rsidRPr="007818BD">
        <w:t>hui</w:t>
      </w:r>
      <w:r>
        <w:t xml:space="preserve">. </w:t>
      </w:r>
      <w:r w:rsidR="00E0544E" w:rsidRPr="007818BD">
        <w:t>Elle est tout e</w:t>
      </w:r>
      <w:r w:rsidR="00E0544E" w:rsidRPr="007818BD">
        <w:t>n</w:t>
      </w:r>
      <w:r w:rsidR="00E0544E" w:rsidRPr="007818BD">
        <w:t>tière à une autre affection</w:t>
      </w:r>
      <w:r>
        <w:t xml:space="preserve">. </w:t>
      </w:r>
      <w:r w:rsidR="00E0544E" w:rsidRPr="007818BD">
        <w:t>Mais si je pouvais vous commun</w:t>
      </w:r>
      <w:r w:rsidR="00E0544E" w:rsidRPr="007818BD">
        <w:t>i</w:t>
      </w:r>
      <w:r w:rsidR="00E0544E" w:rsidRPr="007818BD">
        <w:t>quer</w:t>
      </w:r>
      <w:r>
        <w:t xml:space="preserve">, </w:t>
      </w:r>
      <w:r w:rsidR="00E0544E" w:rsidRPr="007818BD">
        <w:t>comme l</w:t>
      </w:r>
      <w:r>
        <w:t>’</w:t>
      </w:r>
      <w:r w:rsidR="00E0544E" w:rsidRPr="007818BD">
        <w:t>aimant communique au fer son attraction m</w:t>
      </w:r>
      <w:r w:rsidR="00E0544E" w:rsidRPr="007818BD">
        <w:t>a</w:t>
      </w:r>
      <w:r w:rsidR="00E0544E" w:rsidRPr="007818BD">
        <w:t>gnétique</w:t>
      </w:r>
      <w:r>
        <w:t xml:space="preserve">, </w:t>
      </w:r>
      <w:r w:rsidR="00E0544E" w:rsidRPr="007818BD">
        <w:t>l</w:t>
      </w:r>
      <w:r>
        <w:t>’</w:t>
      </w:r>
      <w:r w:rsidR="00E0544E" w:rsidRPr="007818BD">
        <w:t>amour qu</w:t>
      </w:r>
      <w:r>
        <w:t>’</w:t>
      </w:r>
      <w:r w:rsidR="00E0544E" w:rsidRPr="007818BD">
        <w:t>elle a pour moi</w:t>
      </w:r>
      <w:r>
        <w:t xml:space="preserve"> ; </w:t>
      </w:r>
      <w:r w:rsidR="00E0544E" w:rsidRPr="007818BD">
        <w:t>si je pouvais faire qu</w:t>
      </w:r>
      <w:r>
        <w:t>’</w:t>
      </w:r>
      <w:r w:rsidR="00E0544E" w:rsidRPr="007818BD">
        <w:t>elle trouvât en vous l</w:t>
      </w:r>
      <w:r>
        <w:t>’</w:t>
      </w:r>
      <w:r w:rsidR="00E0544E" w:rsidRPr="007818BD">
        <w:t>idéal de ses rêves</w:t>
      </w:r>
      <w:r>
        <w:t>…</w:t>
      </w:r>
    </w:p>
    <w:p w14:paraId="307D15E1" w14:textId="77777777" w:rsidR="00E8465A" w:rsidRDefault="00E8465A" w:rsidP="00E0544E">
      <w:r>
        <w:t>— </w:t>
      </w:r>
      <w:r w:rsidR="00E0544E" w:rsidRPr="007818BD">
        <w:t>Un tel don est-il au pouvoir de l</w:t>
      </w:r>
      <w:r>
        <w:t>’</w:t>
      </w:r>
      <w:r w:rsidR="00E0544E" w:rsidRPr="007818BD">
        <w:t>homme</w:t>
      </w:r>
      <w:r>
        <w:t> ?</w:t>
      </w:r>
    </w:p>
    <w:p w14:paraId="7A896697" w14:textId="77777777" w:rsidR="00E8465A" w:rsidRDefault="00E8465A" w:rsidP="00E0544E">
      <w:r>
        <w:t>— </w:t>
      </w:r>
      <w:r w:rsidR="00E0544E" w:rsidRPr="007818BD">
        <w:t>Je vous l</w:t>
      </w:r>
      <w:r>
        <w:t>’</w:t>
      </w:r>
      <w:r w:rsidR="00E0544E" w:rsidRPr="007818BD">
        <w:t>offre si votre amour est pur</w:t>
      </w:r>
      <w:r>
        <w:t xml:space="preserve">, </w:t>
      </w:r>
      <w:r w:rsidR="00E0544E" w:rsidRPr="007818BD">
        <w:t>si votre foi dans la vertu et dans vous-même est profonde et loyale</w:t>
      </w:r>
      <w:r>
        <w:t xml:space="preserve"> ; </w:t>
      </w:r>
      <w:r w:rsidR="00E0544E" w:rsidRPr="007818BD">
        <w:t>sinon</w:t>
      </w:r>
      <w:r>
        <w:t xml:space="preserve">, </w:t>
      </w:r>
      <w:r w:rsidR="00E0544E" w:rsidRPr="007818BD">
        <w:t>croyez-vous que je voudrais la désenchanter de la vérité pour lui faire adorer un mensonge</w:t>
      </w:r>
      <w:r>
        <w:t> ?</w:t>
      </w:r>
    </w:p>
    <w:p w14:paraId="7EEDBD06" w14:textId="77777777" w:rsidR="00E8465A" w:rsidRDefault="00E8465A" w:rsidP="00E0544E">
      <w:r>
        <w:t>— </w:t>
      </w:r>
      <w:r w:rsidR="00E0544E" w:rsidRPr="007818BD">
        <w:t>Mais</w:t>
      </w:r>
      <w:r>
        <w:t xml:space="preserve">, </w:t>
      </w:r>
      <w:r w:rsidR="00E0544E" w:rsidRPr="007818BD">
        <w:t xml:space="preserve">dit </w:t>
      </w:r>
      <w:proofErr w:type="spellStart"/>
      <w:r w:rsidR="00E0544E" w:rsidRPr="007818BD">
        <w:t>Glyndon</w:t>
      </w:r>
      <w:proofErr w:type="spellEnd"/>
      <w:r>
        <w:t xml:space="preserve">, </w:t>
      </w:r>
      <w:r w:rsidR="00E0544E" w:rsidRPr="007818BD">
        <w:t>si elle est tout ce que vous me dites</w:t>
      </w:r>
      <w:r>
        <w:t xml:space="preserve">, </w:t>
      </w:r>
      <w:r w:rsidR="00E0544E" w:rsidRPr="007818BD">
        <w:t>et si elle vous aime</w:t>
      </w:r>
      <w:r>
        <w:t xml:space="preserve">, </w:t>
      </w:r>
      <w:r w:rsidR="00E0544E" w:rsidRPr="007818BD">
        <w:t>comment pouvez-vous vous dépouiller de cet inestimable trésor</w:t>
      </w:r>
      <w:r>
        <w:t> ?</w:t>
      </w:r>
    </w:p>
    <w:p w14:paraId="3645C61D" w14:textId="0431A0AD" w:rsidR="00E0544E" w:rsidRPr="007818BD" w:rsidRDefault="00E8465A" w:rsidP="00E0544E">
      <w:r>
        <w:t>— </w:t>
      </w:r>
      <w:r w:rsidR="00E0544E" w:rsidRPr="007818BD">
        <w:t>Oh</w:t>
      </w:r>
      <w:r>
        <w:t xml:space="preserve"> ! </w:t>
      </w:r>
      <w:r w:rsidR="00E0544E" w:rsidRPr="007818BD">
        <w:t>que le cœur de l</w:t>
      </w:r>
      <w:r>
        <w:t>’</w:t>
      </w:r>
      <w:r w:rsidR="00E0544E" w:rsidRPr="007818BD">
        <w:t>homme est égoïste et bas</w:t>
      </w:r>
      <w:r>
        <w:t xml:space="preserve"> !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avec une exalt</w:t>
      </w:r>
      <w:r w:rsidR="00E0544E" w:rsidRPr="007818BD">
        <w:t>a</w:t>
      </w:r>
      <w:r w:rsidR="00E0544E" w:rsidRPr="007818BD">
        <w:t>tion et une véhémence étranges</w:t>
      </w:r>
      <w:r>
        <w:t xml:space="preserve">. </w:t>
      </w:r>
      <w:r w:rsidR="00E0544E" w:rsidRPr="007818BD">
        <w:t>Connaissez-vous donc assez peu l</w:t>
      </w:r>
      <w:r>
        <w:t>’</w:t>
      </w:r>
      <w:r w:rsidR="00E0544E" w:rsidRPr="007818BD">
        <w:t>amour pour ignorer qu</w:t>
      </w:r>
      <w:r>
        <w:t>’</w:t>
      </w:r>
      <w:r w:rsidR="00E0544E" w:rsidRPr="007818BD">
        <w:t>il s</w:t>
      </w:r>
      <w:r w:rsidR="00E0544E" w:rsidRPr="007818BD">
        <w:t>a</w:t>
      </w:r>
      <w:r w:rsidR="00E0544E" w:rsidRPr="007818BD">
        <w:t>crifie tout</w:t>
      </w:r>
      <w:r>
        <w:t xml:space="preserve">, </w:t>
      </w:r>
      <w:r w:rsidR="00E0544E" w:rsidRPr="007818BD">
        <w:t>l</w:t>
      </w:r>
      <w:r>
        <w:t>’</w:t>
      </w:r>
      <w:r w:rsidR="00E0544E" w:rsidRPr="007818BD">
        <w:t>amour lui-même</w:t>
      </w:r>
      <w:r>
        <w:t xml:space="preserve">, </w:t>
      </w:r>
      <w:r w:rsidR="00E0544E" w:rsidRPr="007818BD">
        <w:t>au bonheur de l</w:t>
      </w:r>
      <w:r>
        <w:t>’</w:t>
      </w:r>
      <w:r w:rsidR="00E0544E" w:rsidRPr="007818BD">
        <w:t>être aimé</w:t>
      </w:r>
      <w:r>
        <w:t xml:space="preserve"> ? </w:t>
      </w:r>
      <w:r w:rsidR="00E0544E" w:rsidRPr="007818BD">
        <w:t>Éco</w:t>
      </w:r>
      <w:r w:rsidR="00E0544E" w:rsidRPr="007818BD">
        <w:t>u</w:t>
      </w:r>
      <w:r w:rsidR="00E0544E" w:rsidRPr="007818BD">
        <w:t>tez-moi</w:t>
      </w:r>
      <w:r>
        <w:t>. »</w:t>
      </w:r>
    </w:p>
    <w:p w14:paraId="2E50A201" w14:textId="77777777" w:rsidR="00E8465A" w:rsidRDefault="00E0544E" w:rsidP="00E0544E">
      <w:r w:rsidRPr="007818BD">
        <w:t>Et il pâlit</w:t>
      </w:r>
      <w:r w:rsidR="00E8465A">
        <w:t>.</w:t>
      </w:r>
    </w:p>
    <w:p w14:paraId="1D979282" w14:textId="77777777" w:rsidR="00E8465A" w:rsidRDefault="00E8465A" w:rsidP="00E0544E">
      <w:r>
        <w:t>« </w:t>
      </w:r>
      <w:r w:rsidR="00E0544E" w:rsidRPr="007818BD">
        <w:t>Écoutez-moi</w:t>
      </w:r>
      <w:r>
        <w:t xml:space="preserve"> : </w:t>
      </w:r>
      <w:r w:rsidR="00E0544E" w:rsidRPr="007818BD">
        <w:t>j</w:t>
      </w:r>
      <w:r>
        <w:t>’</w:t>
      </w:r>
      <w:r w:rsidR="00E0544E" w:rsidRPr="007818BD">
        <w:t>insiste auprès de vous dans mes offres</w:t>
      </w:r>
      <w:r>
        <w:t xml:space="preserve">, </w:t>
      </w:r>
      <w:r w:rsidR="00E0544E" w:rsidRPr="007818BD">
        <w:t>parce que je l</w:t>
      </w:r>
      <w:r>
        <w:t>’</w:t>
      </w:r>
      <w:r w:rsidR="00E0544E" w:rsidRPr="007818BD">
        <w:t>aime</w:t>
      </w:r>
      <w:r>
        <w:t xml:space="preserve">, </w:t>
      </w:r>
      <w:r w:rsidR="00E0544E" w:rsidRPr="007818BD">
        <w:t>et parce que je crains qu</w:t>
      </w:r>
      <w:r>
        <w:t>’</w:t>
      </w:r>
      <w:r w:rsidR="00E0544E" w:rsidRPr="007818BD">
        <w:t>avec moi sa dest</w:t>
      </w:r>
      <w:r w:rsidR="00E0544E" w:rsidRPr="007818BD">
        <w:t>i</w:t>
      </w:r>
      <w:r w:rsidR="00E0544E" w:rsidRPr="007818BD">
        <w:t>née ne soit moins belle qu</w:t>
      </w:r>
      <w:r>
        <w:t>’</w:t>
      </w:r>
      <w:r w:rsidR="00E0544E" w:rsidRPr="007818BD">
        <w:t>avec vous</w:t>
      </w:r>
      <w:r>
        <w:t xml:space="preserve">. </w:t>
      </w:r>
      <w:r w:rsidR="00E0544E" w:rsidRPr="007818BD">
        <w:t>Pourquoi</w:t>
      </w:r>
      <w:r>
        <w:t xml:space="preserve"> ? </w:t>
      </w:r>
      <w:r w:rsidR="00E0544E" w:rsidRPr="007818BD">
        <w:t>ne me le d</w:t>
      </w:r>
      <w:r w:rsidR="00E0544E" w:rsidRPr="007818BD">
        <w:t>e</w:t>
      </w:r>
      <w:r w:rsidR="00E0544E" w:rsidRPr="007818BD">
        <w:t>mandez pas</w:t>
      </w:r>
      <w:r>
        <w:t xml:space="preserve">, </w:t>
      </w:r>
      <w:r w:rsidR="00E0544E" w:rsidRPr="007818BD">
        <w:t>je ne pourrais vous répondre</w:t>
      </w:r>
      <w:r>
        <w:t xml:space="preserve">. </w:t>
      </w:r>
      <w:r w:rsidR="00E0544E" w:rsidRPr="007818BD">
        <w:t>Assez</w:t>
      </w:r>
      <w:r>
        <w:t xml:space="preserve"> !… </w:t>
      </w:r>
      <w:r w:rsidR="00E0544E" w:rsidRPr="007818BD">
        <w:t>Le temps presse maintenant</w:t>
      </w:r>
      <w:r>
        <w:t xml:space="preserve">, </w:t>
      </w:r>
      <w:r w:rsidR="00E0544E" w:rsidRPr="007818BD">
        <w:t>votre réponse ne peut plus se faire lon</w:t>
      </w:r>
      <w:r w:rsidR="00E0544E" w:rsidRPr="007818BD">
        <w:t>g</w:t>
      </w:r>
      <w:r w:rsidR="00E0544E" w:rsidRPr="007818BD">
        <w:t>temps attendre</w:t>
      </w:r>
      <w:r>
        <w:t xml:space="preserve"> : </w:t>
      </w:r>
      <w:r w:rsidR="00E0544E" w:rsidRPr="007818BD">
        <w:t>dans trois nuits à partir de celle-ci vous n</w:t>
      </w:r>
      <w:r>
        <w:t>’</w:t>
      </w:r>
      <w:r w:rsidR="00E0544E" w:rsidRPr="007818BD">
        <w:t>aurez plus le pouvoir de choisir</w:t>
      </w:r>
      <w:r>
        <w:t>.</w:t>
      </w:r>
    </w:p>
    <w:p w14:paraId="5157D672" w14:textId="77777777" w:rsidR="00E8465A" w:rsidRDefault="00E8465A" w:rsidP="00E0544E">
      <w:r>
        <w:lastRenderedPageBreak/>
        <w:t>— </w:t>
      </w:r>
      <w:r w:rsidR="00E0544E" w:rsidRPr="007818BD">
        <w:t>Mais</w:t>
      </w:r>
      <w:r>
        <w:t xml:space="preserve">, </w:t>
      </w:r>
      <w:r w:rsidR="00E0544E" w:rsidRPr="007818BD">
        <w:t xml:space="preserve">dit </w:t>
      </w:r>
      <w:proofErr w:type="spellStart"/>
      <w:r w:rsidR="00E0544E" w:rsidRPr="007818BD">
        <w:t>Glyndon</w:t>
      </w:r>
      <w:proofErr w:type="spellEnd"/>
      <w:r>
        <w:t xml:space="preserve">, </w:t>
      </w:r>
      <w:r w:rsidR="00E0544E" w:rsidRPr="007818BD">
        <w:t>toujours hésitant et soupçonneux</w:t>
      </w:r>
      <w:r>
        <w:t xml:space="preserve">, </w:t>
      </w:r>
      <w:r w:rsidR="00E0544E" w:rsidRPr="007818BD">
        <w:t>pourquoi cet empressement</w:t>
      </w:r>
      <w:r>
        <w:t> ?</w:t>
      </w:r>
    </w:p>
    <w:p w14:paraId="46FB0D12" w14:textId="77777777" w:rsidR="00E8465A" w:rsidRDefault="00E8465A" w:rsidP="00E0544E">
      <w:r>
        <w:t>— </w:t>
      </w:r>
      <w:r w:rsidR="00E0544E" w:rsidRPr="007818BD">
        <w:t>Vous êtes indigne d</w:t>
      </w:r>
      <w:r>
        <w:t>’</w:t>
      </w:r>
      <w:r w:rsidR="00E0544E" w:rsidRPr="007818BD">
        <w:t>elle du moment que vous me le d</w:t>
      </w:r>
      <w:r w:rsidR="00E0544E" w:rsidRPr="007818BD">
        <w:t>e</w:t>
      </w:r>
      <w:r w:rsidR="00E0544E" w:rsidRPr="007818BD">
        <w:t>mandez</w:t>
      </w:r>
      <w:r>
        <w:t xml:space="preserve">. </w:t>
      </w:r>
      <w:r w:rsidR="00E0544E" w:rsidRPr="007818BD">
        <w:t>Tout ce que je puis vous dire ici</w:t>
      </w:r>
      <w:r>
        <w:t xml:space="preserve">, </w:t>
      </w:r>
      <w:r w:rsidR="00E0544E" w:rsidRPr="007818BD">
        <w:t>vous devriez le savoir par vous-même</w:t>
      </w:r>
      <w:r>
        <w:t xml:space="preserve">. </w:t>
      </w:r>
      <w:r w:rsidR="00E0544E" w:rsidRPr="007818BD">
        <w:t>Ce ravisseur</w:t>
      </w:r>
      <w:r>
        <w:t xml:space="preserve">, </w:t>
      </w:r>
      <w:r w:rsidR="00E0544E" w:rsidRPr="007818BD">
        <w:t>cet homme passionné</w:t>
      </w:r>
      <w:r>
        <w:t xml:space="preserve">, </w:t>
      </w:r>
      <w:r w:rsidR="00E0544E" w:rsidRPr="007818BD">
        <w:t>ce fils du vieux Visconti</w:t>
      </w:r>
      <w:r>
        <w:t xml:space="preserve">, </w:t>
      </w:r>
      <w:r w:rsidR="00E0544E" w:rsidRPr="007818BD">
        <w:t>il ne vous ressemble</w:t>
      </w:r>
      <w:r>
        <w:t>-</w:t>
      </w:r>
      <w:r w:rsidR="00E0544E" w:rsidRPr="007818BD">
        <w:t>pas</w:t>
      </w:r>
      <w:r>
        <w:t xml:space="preserve">, </w:t>
      </w:r>
      <w:r w:rsidR="00E0544E" w:rsidRPr="007818BD">
        <w:t>il est inébranlable</w:t>
      </w:r>
      <w:r>
        <w:t xml:space="preserve">, </w:t>
      </w:r>
      <w:r w:rsidR="00E0544E" w:rsidRPr="007818BD">
        <w:t>lui</w:t>
      </w:r>
      <w:r>
        <w:t xml:space="preserve">, </w:t>
      </w:r>
      <w:r w:rsidR="00E0544E" w:rsidRPr="007818BD">
        <w:t>résolu</w:t>
      </w:r>
      <w:r>
        <w:t xml:space="preserve">, </w:t>
      </w:r>
      <w:r w:rsidR="00E0544E" w:rsidRPr="007818BD">
        <w:t>ferme et décidé</w:t>
      </w:r>
      <w:r>
        <w:t xml:space="preserve">, </w:t>
      </w:r>
      <w:r w:rsidR="00E0544E" w:rsidRPr="007818BD">
        <w:t>même dans ses crimes</w:t>
      </w:r>
      <w:r>
        <w:t xml:space="preserve"> ; </w:t>
      </w:r>
      <w:r w:rsidR="00E0544E" w:rsidRPr="007818BD">
        <w:t>il n</w:t>
      </w:r>
      <w:r>
        <w:t>’</w:t>
      </w:r>
      <w:r w:rsidR="00E0544E" w:rsidRPr="007818BD">
        <w:t>abandonne jamais son but</w:t>
      </w:r>
      <w:r>
        <w:t xml:space="preserve">. </w:t>
      </w:r>
      <w:r w:rsidR="00E0544E" w:rsidRPr="007818BD">
        <w:t>Mais il est une passion qui domine encore sa luxure</w:t>
      </w:r>
      <w:r>
        <w:t xml:space="preserve"> : </w:t>
      </w:r>
      <w:r w:rsidR="00E0544E" w:rsidRPr="007818BD">
        <w:t>c</w:t>
      </w:r>
      <w:r>
        <w:t>’</w:t>
      </w:r>
      <w:r w:rsidR="00E0544E" w:rsidRPr="007818BD">
        <w:t>est son avarice</w:t>
      </w:r>
      <w:r>
        <w:t xml:space="preserve">. </w:t>
      </w:r>
      <w:r w:rsidR="00E0544E" w:rsidRPr="007818BD">
        <w:t>Le lendemain de sa tentative contre Viola</w:t>
      </w:r>
      <w:r>
        <w:t xml:space="preserve">, </w:t>
      </w:r>
      <w:r w:rsidR="00E0544E" w:rsidRPr="007818BD">
        <w:t>son oncle</w:t>
      </w:r>
      <w:r>
        <w:t xml:space="preserve">, </w:t>
      </w:r>
      <w:r w:rsidR="00E0544E" w:rsidRPr="007818BD">
        <w:t>le cardinal</w:t>
      </w:r>
      <w:r>
        <w:t xml:space="preserve">… </w:t>
      </w:r>
      <w:r w:rsidR="00E0544E" w:rsidRPr="007818BD">
        <w:t>sur qui il fonde de grandes esp</w:t>
      </w:r>
      <w:r w:rsidR="00E0544E" w:rsidRPr="007818BD">
        <w:t>é</w:t>
      </w:r>
      <w:r w:rsidR="00E0544E" w:rsidRPr="007818BD">
        <w:t>rances en terres et en argent</w:t>
      </w:r>
      <w:r>
        <w:t xml:space="preserve">, </w:t>
      </w:r>
      <w:r w:rsidR="00E0544E" w:rsidRPr="007818BD">
        <w:t>le fit venir et lui défendit</w:t>
      </w:r>
      <w:r>
        <w:t xml:space="preserve">, </w:t>
      </w:r>
      <w:r w:rsidR="00E0544E" w:rsidRPr="007818BD">
        <w:t>sous peine de perdre toutes les richesses dont le prince a déjà réglé d</w:t>
      </w:r>
      <w:r>
        <w:t>’</w:t>
      </w:r>
      <w:r w:rsidR="00E0544E" w:rsidRPr="007818BD">
        <w:t>avance l</w:t>
      </w:r>
      <w:r>
        <w:t>’</w:t>
      </w:r>
      <w:r w:rsidR="00E0544E" w:rsidRPr="007818BD">
        <w:t>emploi</w:t>
      </w:r>
      <w:r>
        <w:t xml:space="preserve">, </w:t>
      </w:r>
      <w:r w:rsidR="00E0544E" w:rsidRPr="007818BD">
        <w:t>de continuer à poursuivre de ses projets i</w:t>
      </w:r>
      <w:r w:rsidR="00E0544E" w:rsidRPr="007818BD">
        <w:t>n</w:t>
      </w:r>
      <w:r w:rsidR="00E0544E" w:rsidRPr="007818BD">
        <w:t>fâmes une pauvre orpheline que le cardinal a aimée et protégée depuis son enfance</w:t>
      </w:r>
      <w:r>
        <w:t xml:space="preserve">. </w:t>
      </w:r>
      <w:r w:rsidR="00E0544E" w:rsidRPr="007818BD">
        <w:t>Voilà la cause du répit momentané qu</w:t>
      </w:r>
      <w:r>
        <w:t>’</w:t>
      </w:r>
      <w:r w:rsidR="00E0544E" w:rsidRPr="007818BD">
        <w:t>il laisse à Viola</w:t>
      </w:r>
      <w:r>
        <w:t xml:space="preserve">. </w:t>
      </w:r>
      <w:r w:rsidR="00E0544E" w:rsidRPr="007818BD">
        <w:t>Mais pendant que je parle</w:t>
      </w:r>
      <w:r>
        <w:t xml:space="preserve">, </w:t>
      </w:r>
      <w:r w:rsidR="00E0544E" w:rsidRPr="007818BD">
        <w:t>la cause expire</w:t>
      </w:r>
      <w:r>
        <w:t xml:space="preserve">. </w:t>
      </w:r>
      <w:r w:rsidR="00E0544E" w:rsidRPr="007818BD">
        <w:t>Avant que l</w:t>
      </w:r>
      <w:r>
        <w:t>’</w:t>
      </w:r>
      <w:r w:rsidR="00E0544E" w:rsidRPr="007818BD">
        <w:t>aiguille de l</w:t>
      </w:r>
      <w:r>
        <w:t>’</w:t>
      </w:r>
      <w:r w:rsidR="00E0544E" w:rsidRPr="007818BD">
        <w:t>horloge soit sur midi</w:t>
      </w:r>
      <w:r>
        <w:t xml:space="preserve">, </w:t>
      </w:r>
      <w:r w:rsidR="00E0544E" w:rsidRPr="007818BD">
        <w:t>le cardinal n</w:t>
      </w:r>
      <w:r>
        <w:t>’</w:t>
      </w:r>
      <w:r w:rsidR="00E0544E" w:rsidRPr="007818BD">
        <w:t>existera plus</w:t>
      </w:r>
      <w:r>
        <w:t xml:space="preserve">. </w:t>
      </w:r>
      <w:r w:rsidR="00E0544E" w:rsidRPr="007818BD">
        <w:t>En ce moment même</w:t>
      </w:r>
      <w:r>
        <w:t xml:space="preserve">, </w:t>
      </w:r>
      <w:r w:rsidR="00E0544E" w:rsidRPr="007818BD">
        <w:t>votre ami Jean Nicot est avec le prince de</w:t>
      </w:r>
      <w:r>
        <w:t>…</w:t>
      </w:r>
    </w:p>
    <w:p w14:paraId="0508CE5F" w14:textId="77777777" w:rsidR="00E8465A" w:rsidRDefault="00E8465A" w:rsidP="00E0544E">
      <w:r>
        <w:t>— </w:t>
      </w:r>
      <w:r w:rsidR="00E0544E" w:rsidRPr="007818BD">
        <w:t>Lui</w:t>
      </w:r>
      <w:r>
        <w:t xml:space="preserve"> ! </w:t>
      </w:r>
      <w:r w:rsidR="00E0544E" w:rsidRPr="007818BD">
        <w:t>pourquoi</w:t>
      </w:r>
      <w:r>
        <w:t> ?</w:t>
      </w:r>
    </w:p>
    <w:p w14:paraId="19A06AA5" w14:textId="77777777" w:rsidR="00E8465A" w:rsidRDefault="00E8465A" w:rsidP="00E0544E">
      <w:r>
        <w:t>— </w:t>
      </w:r>
      <w:r w:rsidR="00E0544E" w:rsidRPr="007818BD">
        <w:t>Pour savoir de lui quelle dot emportera Viola Pisani le matin où elle ressortira du palais du prince</w:t>
      </w:r>
      <w:r>
        <w:t>.</w:t>
      </w:r>
    </w:p>
    <w:p w14:paraId="2B437496" w14:textId="77777777" w:rsidR="00E8465A" w:rsidRDefault="00E8465A" w:rsidP="00E0544E">
      <w:r>
        <w:t>— </w:t>
      </w:r>
      <w:r w:rsidR="00E0544E" w:rsidRPr="007818BD">
        <w:t>Et comment savez-vous tout cela</w:t>
      </w:r>
      <w:r>
        <w:t> ?</w:t>
      </w:r>
    </w:p>
    <w:p w14:paraId="01B9F7D4" w14:textId="77777777" w:rsidR="00E8465A" w:rsidRDefault="00E8465A" w:rsidP="00E0544E">
      <w:r>
        <w:t>— </w:t>
      </w:r>
      <w:r w:rsidR="00E0544E" w:rsidRPr="007818BD">
        <w:t>Insensé</w:t>
      </w:r>
      <w:r>
        <w:t xml:space="preserve"> ! </w:t>
      </w:r>
      <w:r w:rsidR="00E0544E" w:rsidRPr="007818BD">
        <w:t>parce que</w:t>
      </w:r>
      <w:r>
        <w:t xml:space="preserve">, </w:t>
      </w:r>
      <w:r w:rsidR="00E0544E" w:rsidRPr="007818BD">
        <w:t>je vous le répète</w:t>
      </w:r>
      <w:r>
        <w:t xml:space="preserve">, </w:t>
      </w:r>
      <w:r w:rsidR="00E0544E" w:rsidRPr="007818BD">
        <w:t>celui qui aime vei</w:t>
      </w:r>
      <w:r w:rsidR="00E0544E" w:rsidRPr="007818BD">
        <w:t>l</w:t>
      </w:r>
      <w:r w:rsidR="00E0544E" w:rsidRPr="007818BD">
        <w:t>le nuit et jour</w:t>
      </w:r>
      <w:r>
        <w:t xml:space="preserve"> ; </w:t>
      </w:r>
      <w:r w:rsidR="00E0544E" w:rsidRPr="007818BD">
        <w:t>parce que l</w:t>
      </w:r>
      <w:r>
        <w:t>’</w:t>
      </w:r>
      <w:r w:rsidR="00E0544E" w:rsidRPr="007818BD">
        <w:t>amour ne dort pas tant qu</w:t>
      </w:r>
      <w:r>
        <w:t>’</w:t>
      </w:r>
      <w:r w:rsidR="00E0544E" w:rsidRPr="007818BD">
        <w:t>un danger menace l</w:t>
      </w:r>
      <w:r>
        <w:t>’</w:t>
      </w:r>
      <w:r w:rsidR="00E0544E" w:rsidRPr="007818BD">
        <w:t>être aimé</w:t>
      </w:r>
      <w:r>
        <w:t> !</w:t>
      </w:r>
    </w:p>
    <w:p w14:paraId="02F9A003" w14:textId="77777777" w:rsidR="00E8465A" w:rsidRDefault="00E8465A" w:rsidP="00E0544E">
      <w:r>
        <w:t>— </w:t>
      </w:r>
      <w:r w:rsidR="00E0544E" w:rsidRPr="007818BD">
        <w:t>Et c</w:t>
      </w:r>
      <w:r>
        <w:t>’</w:t>
      </w:r>
      <w:r w:rsidR="00E0544E" w:rsidRPr="007818BD">
        <w:t>est vous qui avez appris au cardinal</w:t>
      </w:r>
      <w:r>
        <w:t>… ?</w:t>
      </w:r>
    </w:p>
    <w:p w14:paraId="64DCACA4" w14:textId="77777777" w:rsidR="00E8465A" w:rsidRDefault="00E8465A" w:rsidP="00E0544E">
      <w:r>
        <w:t>— </w:t>
      </w:r>
      <w:r w:rsidR="00E0544E" w:rsidRPr="007818BD">
        <w:t>C</w:t>
      </w:r>
      <w:r>
        <w:t>’</w:t>
      </w:r>
      <w:r w:rsidR="00E0544E" w:rsidRPr="007818BD">
        <w:t>est moi</w:t>
      </w:r>
      <w:r>
        <w:t xml:space="preserve">. </w:t>
      </w:r>
      <w:r w:rsidR="00E0544E" w:rsidRPr="007818BD">
        <w:t>Et ce qui a été ma tâche aurait pu tout aussi f</w:t>
      </w:r>
      <w:r w:rsidR="00E0544E" w:rsidRPr="007818BD">
        <w:t>a</w:t>
      </w:r>
      <w:r w:rsidR="00E0544E" w:rsidRPr="007818BD">
        <w:t>cilement être la vôtre</w:t>
      </w:r>
      <w:r>
        <w:t xml:space="preserve">… </w:t>
      </w:r>
      <w:r w:rsidR="00E0544E" w:rsidRPr="007818BD">
        <w:t>Allons</w:t>
      </w:r>
      <w:r>
        <w:t xml:space="preserve"> ! </w:t>
      </w:r>
      <w:r w:rsidR="00E0544E" w:rsidRPr="007818BD">
        <w:t>votre réponse</w:t>
      </w:r>
      <w:r>
        <w:t> !</w:t>
      </w:r>
    </w:p>
    <w:p w14:paraId="774A9238" w14:textId="77777777" w:rsidR="00E8465A" w:rsidRDefault="00E8465A" w:rsidP="00E0544E">
      <w:r>
        <w:lastRenderedPageBreak/>
        <w:t>— </w:t>
      </w:r>
      <w:r w:rsidR="00E0544E" w:rsidRPr="007818BD">
        <w:t>Dans trois jours à partir d</w:t>
      </w:r>
      <w:r>
        <w:t>’</w:t>
      </w:r>
      <w:r w:rsidR="00E0544E" w:rsidRPr="007818BD">
        <w:t>aujourd</w:t>
      </w:r>
      <w:r>
        <w:t>’</w:t>
      </w:r>
      <w:r w:rsidR="00E0544E" w:rsidRPr="007818BD">
        <w:t>hui vous l</w:t>
      </w:r>
      <w:r>
        <w:t>’</w:t>
      </w:r>
      <w:r w:rsidR="00E0544E" w:rsidRPr="007818BD">
        <w:t>aurez</w:t>
      </w:r>
      <w:r>
        <w:t>.</w:t>
      </w:r>
    </w:p>
    <w:p w14:paraId="43A5B31D" w14:textId="77777777" w:rsidR="00E8465A" w:rsidRDefault="00E8465A" w:rsidP="00E0544E">
      <w:r>
        <w:t>— </w:t>
      </w:r>
      <w:r w:rsidR="00E0544E" w:rsidRPr="007818BD">
        <w:t>Qu</w:t>
      </w:r>
      <w:r>
        <w:t>’</w:t>
      </w:r>
      <w:r w:rsidR="00E0544E" w:rsidRPr="007818BD">
        <w:t>il en soit ainsi</w:t>
      </w:r>
      <w:r>
        <w:t xml:space="preserve">… </w:t>
      </w:r>
      <w:r w:rsidR="00E0544E" w:rsidRPr="007818BD">
        <w:t>Ajourne</w:t>
      </w:r>
      <w:r>
        <w:t xml:space="preserve">, </w:t>
      </w:r>
      <w:r w:rsidR="00E0544E" w:rsidRPr="007818BD">
        <w:t>pauvre cœur indécis</w:t>
      </w:r>
      <w:r>
        <w:t xml:space="preserve">, </w:t>
      </w:r>
      <w:r w:rsidR="00E0544E" w:rsidRPr="007818BD">
        <w:t>ton bonheur jusqu</w:t>
      </w:r>
      <w:r>
        <w:t>’</w:t>
      </w:r>
      <w:r w:rsidR="00E0544E" w:rsidRPr="007818BD">
        <w:t>à la dernière minute</w:t>
      </w:r>
      <w:r>
        <w:t xml:space="preserve">… </w:t>
      </w:r>
      <w:r w:rsidR="00E0544E" w:rsidRPr="007818BD">
        <w:t>Dans trois jours d</w:t>
      </w:r>
      <w:r>
        <w:t>’</w:t>
      </w:r>
      <w:r w:rsidR="00E0544E" w:rsidRPr="007818BD">
        <w:t>ici je vous demanderai votre décision</w:t>
      </w:r>
      <w:r>
        <w:t>.</w:t>
      </w:r>
    </w:p>
    <w:p w14:paraId="7DE45697" w14:textId="77777777" w:rsidR="00E8465A" w:rsidRDefault="00E8465A" w:rsidP="00E0544E">
      <w:r>
        <w:t>— </w:t>
      </w:r>
      <w:r w:rsidR="00E0544E" w:rsidRPr="007818BD">
        <w:t>Et où nous verrons-nous</w:t>
      </w:r>
      <w:r>
        <w:t> ?</w:t>
      </w:r>
    </w:p>
    <w:p w14:paraId="53AF7699" w14:textId="77777777" w:rsidR="00E8465A" w:rsidRDefault="00E8465A" w:rsidP="00E0544E">
      <w:r>
        <w:t>— </w:t>
      </w:r>
      <w:r w:rsidR="00E0544E" w:rsidRPr="007818BD">
        <w:t>Avant minuit</w:t>
      </w:r>
      <w:r>
        <w:t xml:space="preserve">, </w:t>
      </w:r>
      <w:r w:rsidR="00E0544E" w:rsidRPr="007818BD">
        <w:t>là où vous vous attendrez le moins à me voir</w:t>
      </w:r>
      <w:r>
        <w:t xml:space="preserve">. </w:t>
      </w:r>
      <w:r w:rsidR="00E0544E" w:rsidRPr="007818BD">
        <w:t>Vous ne pouvez m</w:t>
      </w:r>
      <w:r>
        <w:t>’</w:t>
      </w:r>
      <w:r w:rsidR="00E0544E" w:rsidRPr="007818BD">
        <w:t>éviter</w:t>
      </w:r>
      <w:r>
        <w:t xml:space="preserve">, </w:t>
      </w:r>
      <w:r w:rsidR="00E0544E" w:rsidRPr="007818BD">
        <w:t>quand vous chercheriez à le fa</w:t>
      </w:r>
      <w:r w:rsidR="00E0544E" w:rsidRPr="007818BD">
        <w:t>i</w:t>
      </w:r>
      <w:r w:rsidR="00E0544E" w:rsidRPr="007818BD">
        <w:t>re</w:t>
      </w:r>
      <w:r>
        <w:t> !</w:t>
      </w:r>
    </w:p>
    <w:p w14:paraId="0E0F62DA" w14:textId="77777777" w:rsidR="00E8465A" w:rsidRDefault="00E8465A" w:rsidP="00E0544E">
      <w:r>
        <w:t>— </w:t>
      </w:r>
      <w:r w:rsidR="00E0544E" w:rsidRPr="007818BD">
        <w:t>Un moment encore</w:t>
      </w:r>
      <w:r>
        <w:t xml:space="preserve">. </w:t>
      </w:r>
      <w:r w:rsidR="00E0544E" w:rsidRPr="007818BD">
        <w:t>Vous me reprochez mes doutes</w:t>
      </w:r>
      <w:r>
        <w:t xml:space="preserve">, </w:t>
      </w:r>
      <w:r w:rsidR="00E0544E" w:rsidRPr="007818BD">
        <w:t>mes hésitations</w:t>
      </w:r>
      <w:r>
        <w:t xml:space="preserve">, </w:t>
      </w:r>
      <w:r w:rsidR="00E0544E" w:rsidRPr="007818BD">
        <w:t>mes sou</w:t>
      </w:r>
      <w:r w:rsidR="00E0544E" w:rsidRPr="007818BD">
        <w:t>p</w:t>
      </w:r>
      <w:r w:rsidR="00E0544E" w:rsidRPr="007818BD">
        <w:t>çons</w:t>
      </w:r>
      <w:r>
        <w:t xml:space="preserve">. </w:t>
      </w:r>
      <w:r w:rsidR="00E0544E" w:rsidRPr="007818BD">
        <w:t>Ne sont-ils pas au moins naturels</w:t>
      </w:r>
      <w:r>
        <w:t xml:space="preserve"> ? </w:t>
      </w:r>
      <w:r w:rsidR="00E0544E" w:rsidRPr="007818BD">
        <w:t>Puis-je céder sans combat à l</w:t>
      </w:r>
      <w:r>
        <w:t>’</w:t>
      </w:r>
      <w:r w:rsidR="00E0544E" w:rsidRPr="007818BD">
        <w:t>étrange fascination que vous exe</w:t>
      </w:r>
      <w:r w:rsidR="00E0544E" w:rsidRPr="007818BD">
        <w:t>r</w:t>
      </w:r>
      <w:r w:rsidR="00E0544E" w:rsidRPr="007818BD">
        <w:t>cez sur mon âme</w:t>
      </w:r>
      <w:r>
        <w:t xml:space="preserve"> ? </w:t>
      </w:r>
      <w:r w:rsidR="00E0544E" w:rsidRPr="007818BD">
        <w:t>Quel intérêt pouvez-vous prendre à un étranger comme moi</w:t>
      </w:r>
      <w:r>
        <w:t xml:space="preserve">, </w:t>
      </w:r>
      <w:r w:rsidR="00E0544E" w:rsidRPr="007818BD">
        <w:t>pour venir m</w:t>
      </w:r>
      <w:r>
        <w:t>’</w:t>
      </w:r>
      <w:r w:rsidR="00E0544E" w:rsidRPr="007818BD">
        <w:t>imposer ainsi l</w:t>
      </w:r>
      <w:r>
        <w:t>’</w:t>
      </w:r>
      <w:r w:rsidR="00E0544E" w:rsidRPr="007818BD">
        <w:t>acte le plus sérieux de la vie d</w:t>
      </w:r>
      <w:r>
        <w:t>’</w:t>
      </w:r>
      <w:r w:rsidR="00E0544E" w:rsidRPr="007818BD">
        <w:t>un ho</w:t>
      </w:r>
      <w:r w:rsidR="00E0544E" w:rsidRPr="007818BD">
        <w:t>m</w:t>
      </w:r>
      <w:r w:rsidR="00E0544E" w:rsidRPr="007818BD">
        <w:t>me</w:t>
      </w:r>
      <w:r>
        <w:t xml:space="preserve"> ? </w:t>
      </w:r>
      <w:r w:rsidR="00E0544E" w:rsidRPr="007818BD">
        <w:t>Croyez-vous qu</w:t>
      </w:r>
      <w:r>
        <w:t>’</w:t>
      </w:r>
      <w:r w:rsidR="00E0544E" w:rsidRPr="007818BD">
        <w:t>il y ait un seul homme de bon sens qui n</w:t>
      </w:r>
      <w:r>
        <w:t>’</w:t>
      </w:r>
      <w:r w:rsidR="00E0544E" w:rsidRPr="007818BD">
        <w:t>hésiterait pas</w:t>
      </w:r>
      <w:r>
        <w:t xml:space="preserve">, </w:t>
      </w:r>
      <w:r w:rsidR="00E0544E" w:rsidRPr="007818BD">
        <w:t>ne réfléchirait pas</w:t>
      </w:r>
      <w:r>
        <w:t xml:space="preserve">, </w:t>
      </w:r>
      <w:r w:rsidR="00E0544E" w:rsidRPr="007818BD">
        <w:t>et ne se demanderait point</w:t>
      </w:r>
      <w:r>
        <w:t> : « </w:t>
      </w:r>
      <w:r w:rsidR="00E0544E" w:rsidRPr="007818BD">
        <w:t>Pourquoi cet étranger s</w:t>
      </w:r>
      <w:r>
        <w:t>’</w:t>
      </w:r>
      <w:r w:rsidR="00E0544E" w:rsidRPr="007818BD">
        <w:t>intéresserait-il à moi</w:t>
      </w:r>
      <w:r>
        <w:t> ? ».</w:t>
      </w:r>
    </w:p>
    <w:p w14:paraId="3A5CCC26" w14:textId="77777777" w:rsidR="00E8465A" w:rsidRDefault="00E8465A" w:rsidP="00E0544E">
      <w:r>
        <w:t>— </w:t>
      </w:r>
      <w:r w:rsidR="00E0544E" w:rsidRPr="007818BD">
        <w:t>Et cependant</w:t>
      </w:r>
      <w:r>
        <w:t xml:space="preserve">, </w:t>
      </w:r>
      <w:r w:rsidR="00E0544E" w:rsidRPr="007818BD">
        <w:t xml:space="preserve">dit </w:t>
      </w:r>
      <w:proofErr w:type="spellStart"/>
      <w:r w:rsidR="00E0544E" w:rsidRPr="007818BD">
        <w:t>Zanoni</w:t>
      </w:r>
      <w:proofErr w:type="spellEnd"/>
      <w:r>
        <w:t xml:space="preserve">, </w:t>
      </w:r>
      <w:r w:rsidR="00E0544E" w:rsidRPr="007818BD">
        <w:t>si je vous disais que je peux vous initier aux secrets de cette magie que la philosophie de nos jours regarde unanimement comme une chim</w:t>
      </w:r>
      <w:r w:rsidR="00E0544E" w:rsidRPr="007818BD">
        <w:t>è</w:t>
      </w:r>
      <w:r w:rsidR="00E0544E" w:rsidRPr="007818BD">
        <w:t>re ou comme une imposture</w:t>
      </w:r>
      <w:r>
        <w:t xml:space="preserve"> ; </w:t>
      </w:r>
      <w:r w:rsidR="00E0544E" w:rsidRPr="007818BD">
        <w:t>si je vous promettais de vous enseigner à comma</w:t>
      </w:r>
      <w:r w:rsidR="00E0544E" w:rsidRPr="007818BD">
        <w:t>n</w:t>
      </w:r>
      <w:r w:rsidR="00E0544E" w:rsidRPr="007818BD">
        <w:t>der aux créatures de l</w:t>
      </w:r>
      <w:r>
        <w:t>’</w:t>
      </w:r>
      <w:r w:rsidR="00E0544E" w:rsidRPr="007818BD">
        <w:t>air et des abîmes</w:t>
      </w:r>
      <w:r>
        <w:t xml:space="preserve">, </w:t>
      </w:r>
      <w:r w:rsidR="00E0544E" w:rsidRPr="007818BD">
        <w:t>à accumuler des trésors plus aisément qu</w:t>
      </w:r>
      <w:r>
        <w:t>’</w:t>
      </w:r>
      <w:r w:rsidR="00E0544E" w:rsidRPr="007818BD">
        <w:t>un e</w:t>
      </w:r>
      <w:r w:rsidR="00E0544E" w:rsidRPr="007818BD">
        <w:t>n</w:t>
      </w:r>
      <w:r w:rsidR="00E0544E" w:rsidRPr="007818BD">
        <w:t>fant ne peut ramasser des cailloux sur la plage</w:t>
      </w:r>
      <w:r>
        <w:t xml:space="preserve"> ; </w:t>
      </w:r>
      <w:r w:rsidR="00E0544E" w:rsidRPr="007818BD">
        <w:t>à devenir possesseur de l</w:t>
      </w:r>
      <w:r>
        <w:t>’</w:t>
      </w:r>
      <w:r w:rsidR="00E0544E" w:rsidRPr="007818BD">
        <w:t>essence des plantes qui prolo</w:t>
      </w:r>
      <w:r w:rsidR="00E0544E" w:rsidRPr="007818BD">
        <w:t>n</w:t>
      </w:r>
      <w:r w:rsidR="00E0544E" w:rsidRPr="007818BD">
        <w:t>gent la vie de siècle en siècle</w:t>
      </w:r>
      <w:r>
        <w:t xml:space="preserve">, </w:t>
      </w:r>
      <w:r w:rsidR="00E0544E" w:rsidRPr="007818BD">
        <w:t>du secret de cette attraction irr</w:t>
      </w:r>
      <w:r w:rsidR="00E0544E" w:rsidRPr="007818BD">
        <w:t>é</w:t>
      </w:r>
      <w:r w:rsidR="00E0544E" w:rsidRPr="007818BD">
        <w:t>sist</w:t>
      </w:r>
      <w:r w:rsidR="00E0544E" w:rsidRPr="007818BD">
        <w:t>i</w:t>
      </w:r>
      <w:r w:rsidR="00E0544E" w:rsidRPr="007818BD">
        <w:t>ble qui intimide le danger</w:t>
      </w:r>
      <w:r>
        <w:t xml:space="preserve">, </w:t>
      </w:r>
      <w:r w:rsidR="00E0544E" w:rsidRPr="007818BD">
        <w:t>désarme la violence</w:t>
      </w:r>
      <w:r>
        <w:t xml:space="preserve">, </w:t>
      </w:r>
      <w:r w:rsidR="00E0544E" w:rsidRPr="007818BD">
        <w:t>et dompte l</w:t>
      </w:r>
      <w:r>
        <w:t>’</w:t>
      </w:r>
      <w:r w:rsidR="00E0544E" w:rsidRPr="007818BD">
        <w:t>homme comme le serpent charme l</w:t>
      </w:r>
      <w:r>
        <w:t>’</w:t>
      </w:r>
      <w:r w:rsidR="00E0544E" w:rsidRPr="007818BD">
        <w:t>oiseau</w:t>
      </w:r>
      <w:r>
        <w:t xml:space="preserve"> ; </w:t>
      </w:r>
      <w:r w:rsidR="00E0544E" w:rsidRPr="007818BD">
        <w:t>si je vous disais que toutes ces choses</w:t>
      </w:r>
      <w:r>
        <w:t xml:space="preserve">, </w:t>
      </w:r>
      <w:r w:rsidR="00E0544E" w:rsidRPr="007818BD">
        <w:t>je les possède et peux les communiquer</w:t>
      </w:r>
      <w:r>
        <w:t xml:space="preserve">, </w:t>
      </w:r>
      <w:r w:rsidR="00E0544E" w:rsidRPr="007818BD">
        <w:t>alors vous m</w:t>
      </w:r>
      <w:r>
        <w:t>’</w:t>
      </w:r>
      <w:r w:rsidR="00E0544E" w:rsidRPr="007818BD">
        <w:t>écouteriez</w:t>
      </w:r>
      <w:r>
        <w:t xml:space="preserve">, </w:t>
      </w:r>
      <w:r w:rsidR="00E0544E" w:rsidRPr="007818BD">
        <w:t>vous m</w:t>
      </w:r>
      <w:r>
        <w:t>’</w:t>
      </w:r>
      <w:r w:rsidR="00E0544E" w:rsidRPr="007818BD">
        <w:t>obéiriez sans hésiter</w:t>
      </w:r>
      <w:r>
        <w:t>.</w:t>
      </w:r>
    </w:p>
    <w:p w14:paraId="39080D1E" w14:textId="77777777" w:rsidR="00E8465A" w:rsidRDefault="00E8465A" w:rsidP="00E0544E">
      <w:r>
        <w:lastRenderedPageBreak/>
        <w:t>— </w:t>
      </w:r>
      <w:r w:rsidR="00E0544E" w:rsidRPr="007818BD">
        <w:t>Oui</w:t>
      </w:r>
      <w:r>
        <w:t xml:space="preserve">, </w:t>
      </w:r>
      <w:r w:rsidR="00E0544E" w:rsidRPr="007818BD">
        <w:t>je l</w:t>
      </w:r>
      <w:r>
        <w:t>’</w:t>
      </w:r>
      <w:r w:rsidR="00E0544E" w:rsidRPr="007818BD">
        <w:t>avoue</w:t>
      </w:r>
      <w:r>
        <w:t xml:space="preserve"> ; </w:t>
      </w:r>
      <w:r w:rsidR="00E0544E" w:rsidRPr="007818BD">
        <w:t>et je ne puis me l</w:t>
      </w:r>
      <w:r>
        <w:t>’</w:t>
      </w:r>
      <w:r w:rsidR="00E0544E" w:rsidRPr="007818BD">
        <w:t>expliquer que par des souvenirs imparfaits de mon enfance</w:t>
      </w:r>
      <w:r>
        <w:t xml:space="preserve">, </w:t>
      </w:r>
      <w:r w:rsidR="00E0544E" w:rsidRPr="007818BD">
        <w:t>par des traditions att</w:t>
      </w:r>
      <w:r w:rsidR="00E0544E" w:rsidRPr="007818BD">
        <w:t>a</w:t>
      </w:r>
      <w:r w:rsidR="00E0544E" w:rsidRPr="007818BD">
        <w:t>chées à notre maison</w:t>
      </w:r>
      <w:r>
        <w:t>…</w:t>
      </w:r>
    </w:p>
    <w:p w14:paraId="6D99E68A" w14:textId="77777777" w:rsidR="00E8465A" w:rsidRDefault="00E8465A" w:rsidP="00E0544E">
      <w:r>
        <w:t>— </w:t>
      </w:r>
      <w:r w:rsidR="00E0544E" w:rsidRPr="007818BD">
        <w:t>À votre ancêtre</w:t>
      </w:r>
      <w:r>
        <w:t xml:space="preserve">, </w:t>
      </w:r>
      <w:r w:rsidR="00E0544E" w:rsidRPr="007818BD">
        <w:t>qui</w:t>
      </w:r>
      <w:r>
        <w:t xml:space="preserve">, </w:t>
      </w:r>
      <w:r w:rsidR="00E0544E" w:rsidRPr="007818BD">
        <w:t>à la renaissance de la science</w:t>
      </w:r>
      <w:r>
        <w:t xml:space="preserve">, </w:t>
      </w:r>
      <w:r w:rsidR="00E0544E" w:rsidRPr="007818BD">
        <w:t>che</w:t>
      </w:r>
      <w:r w:rsidR="00E0544E" w:rsidRPr="007818BD">
        <w:t>r</w:t>
      </w:r>
      <w:r w:rsidR="00E0544E" w:rsidRPr="007818BD">
        <w:t>cha les secrets d</w:t>
      </w:r>
      <w:r>
        <w:t>’</w:t>
      </w:r>
      <w:r w:rsidR="00E0544E" w:rsidRPr="007818BD">
        <w:t>Apollonius et de Paracelse</w:t>
      </w:r>
      <w:r>
        <w:t>.</w:t>
      </w:r>
    </w:p>
    <w:p w14:paraId="3A88DB1D" w14:textId="77777777" w:rsidR="00E8465A" w:rsidRDefault="00E8465A" w:rsidP="00E0544E">
      <w:r>
        <w:t>— </w:t>
      </w:r>
      <w:r w:rsidR="00E0544E" w:rsidRPr="007818BD">
        <w:t>Quoi</w:t>
      </w:r>
      <w:r>
        <w:t xml:space="preserve"> ! </w:t>
      </w:r>
      <w:r w:rsidR="00E0544E" w:rsidRPr="007818BD">
        <w:t xml:space="preserve">dit </w:t>
      </w:r>
      <w:proofErr w:type="spellStart"/>
      <w:r w:rsidR="00E0544E" w:rsidRPr="007818BD">
        <w:t>Glyndon</w:t>
      </w:r>
      <w:proofErr w:type="spellEnd"/>
      <w:r w:rsidR="00E0544E" w:rsidRPr="007818BD">
        <w:t xml:space="preserve"> étonné</w:t>
      </w:r>
      <w:r>
        <w:t xml:space="preserve">, </w:t>
      </w:r>
      <w:r w:rsidR="00E0544E" w:rsidRPr="007818BD">
        <w:t>êtes-vous à ce point familier avec les annales d</w:t>
      </w:r>
      <w:r>
        <w:t>’</w:t>
      </w:r>
      <w:r w:rsidR="00E0544E" w:rsidRPr="007818BD">
        <w:t>une obscure lignée</w:t>
      </w:r>
      <w:r>
        <w:t> ?</w:t>
      </w:r>
    </w:p>
    <w:p w14:paraId="6128BA36" w14:textId="77777777" w:rsidR="00E8465A" w:rsidRDefault="00E8465A" w:rsidP="00E0544E">
      <w:r>
        <w:t>— </w:t>
      </w:r>
      <w:r w:rsidR="00E0544E" w:rsidRPr="007818BD">
        <w:t>Pour l</w:t>
      </w:r>
      <w:r>
        <w:t>’</w:t>
      </w:r>
      <w:r w:rsidR="00E0544E" w:rsidRPr="007818BD">
        <w:t>homme qui aspire à savoir</w:t>
      </w:r>
      <w:r>
        <w:t xml:space="preserve">, </w:t>
      </w:r>
      <w:r w:rsidR="00E0544E" w:rsidRPr="007818BD">
        <w:t>le plus humble adepte de la science ne saurait être inconnu</w:t>
      </w:r>
      <w:r>
        <w:t xml:space="preserve">. </w:t>
      </w:r>
      <w:r w:rsidR="00E0544E" w:rsidRPr="007818BD">
        <w:t>Vous me demandez pou</w:t>
      </w:r>
      <w:r w:rsidR="00E0544E" w:rsidRPr="007818BD">
        <w:t>r</w:t>
      </w:r>
      <w:r w:rsidR="00E0544E" w:rsidRPr="007818BD">
        <w:t>quoi j</w:t>
      </w:r>
      <w:r>
        <w:t>’</w:t>
      </w:r>
      <w:r w:rsidR="00E0544E" w:rsidRPr="007818BD">
        <w:t>ai montré tant d</w:t>
      </w:r>
      <w:r>
        <w:t>’</w:t>
      </w:r>
      <w:r w:rsidR="00E0544E" w:rsidRPr="007818BD">
        <w:t>intérêt pour votre destinée</w:t>
      </w:r>
      <w:r>
        <w:t xml:space="preserve">. </w:t>
      </w:r>
      <w:r w:rsidR="00E0544E" w:rsidRPr="007818BD">
        <w:t>Il y a une ra</w:t>
      </w:r>
      <w:r w:rsidR="00E0544E" w:rsidRPr="007818BD">
        <w:t>i</w:t>
      </w:r>
      <w:r w:rsidR="00E0544E" w:rsidRPr="007818BD">
        <w:t>son que je ne vous ai pas encore confiée</w:t>
      </w:r>
      <w:r>
        <w:t xml:space="preserve">. </w:t>
      </w:r>
      <w:r w:rsidR="00E0544E" w:rsidRPr="007818BD">
        <w:t>Il existe une société dont les statuts et les mystères sont</w:t>
      </w:r>
      <w:r>
        <w:t xml:space="preserve">, </w:t>
      </w:r>
      <w:r w:rsidR="00E0544E" w:rsidRPr="007818BD">
        <w:t>pour les érudits les plus curieux et les plus profonds</w:t>
      </w:r>
      <w:r>
        <w:t xml:space="preserve">, </w:t>
      </w:r>
      <w:r w:rsidR="00E0544E" w:rsidRPr="007818BD">
        <w:t>un impénétrable secret</w:t>
      </w:r>
      <w:r>
        <w:t xml:space="preserve">. </w:t>
      </w:r>
      <w:r w:rsidR="00E0544E" w:rsidRPr="007818BD">
        <w:t>En vertu de ces statuts</w:t>
      </w:r>
      <w:r>
        <w:t xml:space="preserve">, </w:t>
      </w:r>
      <w:r w:rsidR="00E0544E" w:rsidRPr="007818BD">
        <w:t>chaque membre est tenu de guider</w:t>
      </w:r>
      <w:r>
        <w:t xml:space="preserve">, </w:t>
      </w:r>
      <w:r w:rsidR="00E0544E" w:rsidRPr="007818BD">
        <w:t>d</w:t>
      </w:r>
      <w:r>
        <w:t>’</w:t>
      </w:r>
      <w:r w:rsidR="00E0544E" w:rsidRPr="007818BD">
        <w:t>aider</w:t>
      </w:r>
      <w:r>
        <w:t xml:space="preserve">, </w:t>
      </w:r>
      <w:r w:rsidR="00E0544E" w:rsidRPr="007818BD">
        <w:t>de conseiller les descendants les plus reculés de ceux qui</w:t>
      </w:r>
      <w:r>
        <w:t xml:space="preserve">, </w:t>
      </w:r>
      <w:r w:rsidR="00E0544E" w:rsidRPr="007818BD">
        <w:t>comme votre anc</w:t>
      </w:r>
      <w:r w:rsidR="00E0544E" w:rsidRPr="007818BD">
        <w:t>ê</w:t>
      </w:r>
      <w:r w:rsidR="00E0544E" w:rsidRPr="007818BD">
        <w:t>tre</w:t>
      </w:r>
      <w:r>
        <w:t xml:space="preserve">, </w:t>
      </w:r>
      <w:r w:rsidR="00E0544E" w:rsidRPr="007818BD">
        <w:t>ont pris une part</w:t>
      </w:r>
      <w:r>
        <w:t xml:space="preserve">, </w:t>
      </w:r>
      <w:r w:rsidR="00E0544E" w:rsidRPr="007818BD">
        <w:t>si humble et si stérile qu</w:t>
      </w:r>
      <w:r>
        <w:t>’</w:t>
      </w:r>
      <w:r w:rsidR="00E0544E" w:rsidRPr="007818BD">
        <w:t>elle soit</w:t>
      </w:r>
      <w:r>
        <w:t xml:space="preserve">, </w:t>
      </w:r>
      <w:r w:rsidR="00E0544E" w:rsidRPr="007818BD">
        <w:t>aux travaux mystérieux de l</w:t>
      </w:r>
      <w:r>
        <w:t>’</w:t>
      </w:r>
      <w:r w:rsidR="00E0544E" w:rsidRPr="007818BD">
        <w:t>Ordre</w:t>
      </w:r>
      <w:r>
        <w:t xml:space="preserve">. </w:t>
      </w:r>
      <w:r w:rsidR="00E0544E" w:rsidRPr="007818BD">
        <w:t>Nous sommes engagés à les diriger vers leur bonheur</w:t>
      </w:r>
      <w:r>
        <w:t xml:space="preserve"> ; </w:t>
      </w:r>
      <w:r w:rsidR="00E0544E" w:rsidRPr="007818BD">
        <w:t>plus encore</w:t>
      </w:r>
      <w:r>
        <w:t xml:space="preserve">, </w:t>
      </w:r>
      <w:r w:rsidR="00E0544E" w:rsidRPr="007818BD">
        <w:t>s</w:t>
      </w:r>
      <w:r>
        <w:t>’</w:t>
      </w:r>
      <w:r w:rsidR="00E0544E" w:rsidRPr="007818BD">
        <w:t>ils nous l</w:t>
      </w:r>
      <w:r>
        <w:t>’</w:t>
      </w:r>
      <w:r w:rsidR="00E0544E" w:rsidRPr="007818BD">
        <w:t>ordonnent</w:t>
      </w:r>
      <w:r>
        <w:t xml:space="preserve">, </w:t>
      </w:r>
      <w:r w:rsidR="00E0544E" w:rsidRPr="007818BD">
        <w:t>nous devons les accepter comme disciples</w:t>
      </w:r>
      <w:r>
        <w:t xml:space="preserve">. </w:t>
      </w:r>
      <w:r w:rsidR="00E0544E" w:rsidRPr="007818BD">
        <w:t>Je suis un des survivants de cette antique et vénérable fraternité</w:t>
      </w:r>
      <w:r>
        <w:t xml:space="preserve">. </w:t>
      </w:r>
      <w:r w:rsidR="00E0544E" w:rsidRPr="007818BD">
        <w:t>Voilà ce qui d</w:t>
      </w:r>
      <w:r>
        <w:t>’</w:t>
      </w:r>
      <w:r w:rsidR="00E0544E" w:rsidRPr="007818BD">
        <w:t>abord m</w:t>
      </w:r>
      <w:r>
        <w:t>’</w:t>
      </w:r>
      <w:r w:rsidR="00E0544E" w:rsidRPr="007818BD">
        <w:t>a attaché à toi</w:t>
      </w:r>
      <w:r>
        <w:t xml:space="preserve">, </w:t>
      </w:r>
      <w:r w:rsidR="00E0544E" w:rsidRPr="007818BD">
        <w:t xml:space="preserve">voilà </w:t>
      </w:r>
      <w:proofErr w:type="spellStart"/>
      <w:r w:rsidR="00E0544E" w:rsidRPr="007818BD">
        <w:t>peut être</w:t>
      </w:r>
      <w:proofErr w:type="spellEnd"/>
      <w:r w:rsidR="00E0544E" w:rsidRPr="007818BD">
        <w:t xml:space="preserve"> ce qui</w:t>
      </w:r>
      <w:r>
        <w:t xml:space="preserve">, </w:t>
      </w:r>
      <w:r w:rsidR="00E0544E" w:rsidRPr="007818BD">
        <w:t>à ton i</w:t>
      </w:r>
      <w:r w:rsidR="00E0544E" w:rsidRPr="007818BD">
        <w:t>n</w:t>
      </w:r>
      <w:r w:rsidR="00E0544E" w:rsidRPr="007818BD">
        <w:t>su</w:t>
      </w:r>
      <w:r>
        <w:t xml:space="preserve">, </w:t>
      </w:r>
      <w:r w:rsidR="00E0544E" w:rsidRPr="007818BD">
        <w:t>fils de notre société</w:t>
      </w:r>
      <w:r>
        <w:t xml:space="preserve">, </w:t>
      </w:r>
      <w:r w:rsidR="00E0544E" w:rsidRPr="007818BD">
        <w:t>t</w:t>
      </w:r>
      <w:r>
        <w:t>’</w:t>
      </w:r>
      <w:r w:rsidR="00E0544E" w:rsidRPr="007818BD">
        <w:t>a attiré vers moi</w:t>
      </w:r>
      <w:r>
        <w:t>.</w:t>
      </w:r>
    </w:p>
    <w:p w14:paraId="2EDD04E4" w14:textId="77777777" w:rsidR="00E8465A" w:rsidRDefault="00E8465A" w:rsidP="00E0544E">
      <w:r>
        <w:t>— </w:t>
      </w:r>
      <w:r w:rsidR="00E0544E" w:rsidRPr="007818BD">
        <w:t>S</w:t>
      </w:r>
      <w:r>
        <w:t>’</w:t>
      </w:r>
      <w:r w:rsidR="00E0544E" w:rsidRPr="007818BD">
        <w:t>il en est ainsi</w:t>
      </w:r>
      <w:r>
        <w:t xml:space="preserve">, </w:t>
      </w:r>
      <w:r w:rsidR="00E0544E" w:rsidRPr="007818BD">
        <w:t>au nom des lois auxquelles tu obéis</w:t>
      </w:r>
      <w:r>
        <w:t xml:space="preserve">, </w:t>
      </w:r>
      <w:r w:rsidR="00E0544E" w:rsidRPr="007818BD">
        <w:t>je te somme de me recevoir pour disciple</w:t>
      </w:r>
      <w:r>
        <w:t>.</w:t>
      </w:r>
    </w:p>
    <w:p w14:paraId="6812D804" w14:textId="77777777" w:rsidR="00E8465A" w:rsidRDefault="00E8465A" w:rsidP="00E0544E">
      <w:r>
        <w:t>— </w:t>
      </w:r>
      <w:r w:rsidR="00E0544E" w:rsidRPr="007818BD">
        <w:t>Que demandes-tu</w:t>
      </w:r>
      <w:r>
        <w:t xml:space="preserve"> ? </w:t>
      </w:r>
      <w:r w:rsidR="00E0544E" w:rsidRPr="007818BD">
        <w:t xml:space="preserve">dit </w:t>
      </w:r>
      <w:proofErr w:type="spellStart"/>
      <w:r w:rsidR="00E0544E" w:rsidRPr="007818BD">
        <w:t>Zanoni</w:t>
      </w:r>
      <w:proofErr w:type="spellEnd"/>
      <w:r w:rsidR="00E0544E" w:rsidRPr="007818BD">
        <w:t xml:space="preserve"> exalté</w:t>
      </w:r>
      <w:r>
        <w:t xml:space="preserve">. </w:t>
      </w:r>
      <w:r w:rsidR="00E0544E" w:rsidRPr="007818BD">
        <w:t>Apprends d</w:t>
      </w:r>
      <w:r>
        <w:t>’</w:t>
      </w:r>
      <w:r w:rsidR="00E0544E" w:rsidRPr="007818BD">
        <w:t>abord à quelles conditions</w:t>
      </w:r>
      <w:r>
        <w:t xml:space="preserve">. </w:t>
      </w:r>
      <w:r w:rsidR="00E0544E" w:rsidRPr="007818BD">
        <w:t>Le néophyte doit être</w:t>
      </w:r>
      <w:r>
        <w:t xml:space="preserve">, </w:t>
      </w:r>
      <w:r w:rsidR="00E0544E" w:rsidRPr="007818BD">
        <w:t>au moment de son initiation</w:t>
      </w:r>
      <w:r>
        <w:t xml:space="preserve">, </w:t>
      </w:r>
      <w:r w:rsidR="00E0544E" w:rsidRPr="007818BD">
        <w:t>dégagé de toute affection</w:t>
      </w:r>
      <w:r>
        <w:t xml:space="preserve">, </w:t>
      </w:r>
      <w:r w:rsidR="00E0544E" w:rsidRPr="007818BD">
        <w:t>de tout désir qui le rattache à la terre</w:t>
      </w:r>
      <w:r>
        <w:t xml:space="preserve">. </w:t>
      </w:r>
      <w:r w:rsidR="00E0544E" w:rsidRPr="007818BD">
        <w:t>Il faut qu</w:t>
      </w:r>
      <w:r>
        <w:t>’</w:t>
      </w:r>
      <w:r w:rsidR="00E0544E" w:rsidRPr="007818BD">
        <w:t>il soit pur de tout amour de femme</w:t>
      </w:r>
      <w:r>
        <w:t xml:space="preserve"> ; </w:t>
      </w:r>
      <w:r w:rsidR="00E0544E" w:rsidRPr="007818BD">
        <w:t>affra</w:t>
      </w:r>
      <w:r w:rsidR="00E0544E" w:rsidRPr="007818BD">
        <w:t>n</w:t>
      </w:r>
      <w:r w:rsidR="00E0544E" w:rsidRPr="007818BD">
        <w:t>chi de toute avarice et de toute ambition</w:t>
      </w:r>
      <w:r>
        <w:t xml:space="preserve"> ; </w:t>
      </w:r>
      <w:r w:rsidR="00E0544E" w:rsidRPr="007818BD">
        <w:t xml:space="preserve">libre </w:t>
      </w:r>
      <w:r w:rsidR="00E0544E" w:rsidRPr="007818BD">
        <w:lastRenderedPageBreak/>
        <w:t>des rêves de l</w:t>
      </w:r>
      <w:r>
        <w:t>’</w:t>
      </w:r>
      <w:r w:rsidR="00E0544E" w:rsidRPr="007818BD">
        <w:t>art même</w:t>
      </w:r>
      <w:r>
        <w:t xml:space="preserve">, </w:t>
      </w:r>
      <w:r w:rsidR="00E0544E" w:rsidRPr="007818BD">
        <w:t>et de toute espérance de gloire terrestre</w:t>
      </w:r>
      <w:r>
        <w:t xml:space="preserve">. </w:t>
      </w:r>
      <w:r w:rsidR="00E0544E" w:rsidRPr="007818BD">
        <w:t>Le premier s</w:t>
      </w:r>
      <w:r w:rsidR="00E0544E" w:rsidRPr="007818BD">
        <w:t>a</w:t>
      </w:r>
      <w:r w:rsidR="00E0544E" w:rsidRPr="007818BD">
        <w:t>crifice que tu dois faire</w:t>
      </w:r>
      <w:r>
        <w:t xml:space="preserve">, </w:t>
      </w:r>
      <w:r w:rsidR="00E0544E" w:rsidRPr="007818BD">
        <w:t>c</w:t>
      </w:r>
      <w:r>
        <w:t>’</w:t>
      </w:r>
      <w:r w:rsidR="00E0544E" w:rsidRPr="007818BD">
        <w:t>est Viola elle-même</w:t>
      </w:r>
      <w:r>
        <w:t xml:space="preserve">. </w:t>
      </w:r>
      <w:r w:rsidR="00E0544E" w:rsidRPr="007818BD">
        <w:t>Et pourquoi</w:t>
      </w:r>
      <w:r>
        <w:t xml:space="preserve"> ? </w:t>
      </w:r>
      <w:r w:rsidR="00E0544E" w:rsidRPr="007818BD">
        <w:t>pour une épreuve que le courage le plus entreprenant ose seul braver</w:t>
      </w:r>
      <w:r>
        <w:t xml:space="preserve">, </w:t>
      </w:r>
      <w:r w:rsidR="00E0544E" w:rsidRPr="007818BD">
        <w:t>que les natures le plus éthérées peuvent seules surmo</w:t>
      </w:r>
      <w:r w:rsidR="00E0544E" w:rsidRPr="007818BD">
        <w:t>n</w:t>
      </w:r>
      <w:r w:rsidR="00E0544E" w:rsidRPr="007818BD">
        <w:t>ter</w:t>
      </w:r>
      <w:r>
        <w:t xml:space="preserve">. </w:t>
      </w:r>
      <w:r w:rsidR="00E0544E" w:rsidRPr="007818BD">
        <w:t>Tu es indigne de la science qui a fait de moi et de tant d</w:t>
      </w:r>
      <w:r>
        <w:t>’</w:t>
      </w:r>
      <w:r w:rsidR="00E0544E" w:rsidRPr="007818BD">
        <w:t>autres ce que nous sommes et ce que nous avons été</w:t>
      </w:r>
      <w:r>
        <w:t xml:space="preserve">, </w:t>
      </w:r>
      <w:r w:rsidR="00E0544E" w:rsidRPr="007818BD">
        <w:t>car ta nature entière n</w:t>
      </w:r>
      <w:r>
        <w:t>’</w:t>
      </w:r>
      <w:r w:rsidR="00E0544E" w:rsidRPr="007818BD">
        <w:t>est que peur</w:t>
      </w:r>
      <w:r>
        <w:t>.</w:t>
      </w:r>
    </w:p>
    <w:p w14:paraId="3AF0B8A3" w14:textId="77777777" w:rsidR="00E8465A" w:rsidRDefault="00E8465A" w:rsidP="00E0544E">
      <w:r>
        <w:t>— </w:t>
      </w:r>
      <w:r w:rsidR="00E0544E" w:rsidRPr="007818BD">
        <w:t>Peur</w:t>
      </w:r>
      <w:r>
        <w:t xml:space="preserve"> ! </w:t>
      </w:r>
      <w:r w:rsidR="00E0544E" w:rsidRPr="007818BD">
        <w:t>s</w:t>
      </w:r>
      <w:r>
        <w:t>’</w:t>
      </w:r>
      <w:r w:rsidR="00E0544E" w:rsidRPr="007818BD">
        <w:t xml:space="preserve">écria </w:t>
      </w:r>
      <w:proofErr w:type="spellStart"/>
      <w:r w:rsidR="00E0544E" w:rsidRPr="007818BD">
        <w:t>Glyndon</w:t>
      </w:r>
      <w:proofErr w:type="spellEnd"/>
      <w:r>
        <w:t xml:space="preserve">, </w:t>
      </w:r>
      <w:r w:rsidR="00E0544E" w:rsidRPr="007818BD">
        <w:t>rouge d</w:t>
      </w:r>
      <w:r>
        <w:t>’</w:t>
      </w:r>
      <w:r w:rsidR="00E0544E" w:rsidRPr="007818BD">
        <w:t>indignation et se dre</w:t>
      </w:r>
      <w:r w:rsidR="00E0544E" w:rsidRPr="007818BD">
        <w:t>s</w:t>
      </w:r>
      <w:r w:rsidR="00E0544E" w:rsidRPr="007818BD">
        <w:t>sant fièrement de toute sa hauteur</w:t>
      </w:r>
      <w:r>
        <w:t>.</w:t>
      </w:r>
    </w:p>
    <w:p w14:paraId="06428AC4" w14:textId="35F60A2A" w:rsidR="00E0544E" w:rsidRPr="007818BD" w:rsidRDefault="00E8465A" w:rsidP="00E0544E">
      <w:r>
        <w:t>— </w:t>
      </w:r>
      <w:r w:rsidR="00E0544E" w:rsidRPr="007818BD">
        <w:t>Peur</w:t>
      </w:r>
      <w:r>
        <w:t xml:space="preserve"> ! </w:t>
      </w:r>
      <w:r w:rsidR="00E0544E" w:rsidRPr="007818BD">
        <w:t>et de la pire espèce</w:t>
      </w:r>
      <w:r>
        <w:t xml:space="preserve">, </w:t>
      </w:r>
      <w:r w:rsidR="00E0544E" w:rsidRPr="007818BD">
        <w:t>peur de l</w:t>
      </w:r>
      <w:r>
        <w:t>’</w:t>
      </w:r>
      <w:r w:rsidR="00E0544E" w:rsidRPr="007818BD">
        <w:t>opinion</w:t>
      </w:r>
      <w:r>
        <w:t xml:space="preserve">, </w:t>
      </w:r>
      <w:r w:rsidR="00E0544E" w:rsidRPr="007818BD">
        <w:t>peur des N</w:t>
      </w:r>
      <w:r w:rsidR="00E0544E" w:rsidRPr="007818BD">
        <w:t>i</w:t>
      </w:r>
      <w:r w:rsidR="00E0544E" w:rsidRPr="007818BD">
        <w:t xml:space="preserve">cot et des </w:t>
      </w:r>
      <w:proofErr w:type="spellStart"/>
      <w:r w:rsidR="00E0544E" w:rsidRPr="007818BD">
        <w:t>Mervale</w:t>
      </w:r>
      <w:proofErr w:type="spellEnd"/>
      <w:r>
        <w:t xml:space="preserve"> ; </w:t>
      </w:r>
      <w:r w:rsidR="00E0544E" w:rsidRPr="007818BD">
        <w:t>peur de tes élans même les plus gén</w:t>
      </w:r>
      <w:r w:rsidR="00E0544E" w:rsidRPr="007818BD">
        <w:t>é</w:t>
      </w:r>
      <w:r w:rsidR="00E0544E" w:rsidRPr="007818BD">
        <w:t>reux</w:t>
      </w:r>
      <w:r>
        <w:t xml:space="preserve"> ; </w:t>
      </w:r>
      <w:r w:rsidR="00E0544E" w:rsidRPr="007818BD">
        <w:t>peur de ta puissance</w:t>
      </w:r>
      <w:r>
        <w:t xml:space="preserve">, </w:t>
      </w:r>
      <w:r w:rsidR="00E0544E" w:rsidRPr="007818BD">
        <w:t>alors même que ton génie est le plus ha</w:t>
      </w:r>
      <w:r w:rsidR="00E0544E" w:rsidRPr="007818BD">
        <w:t>r</w:t>
      </w:r>
      <w:r w:rsidR="00E0544E" w:rsidRPr="007818BD">
        <w:t>di</w:t>
      </w:r>
      <w:r>
        <w:t xml:space="preserve"> ; </w:t>
      </w:r>
      <w:r w:rsidR="00E0544E" w:rsidRPr="007818BD">
        <w:t>peur que la vertu ne soit pas éternelle</w:t>
      </w:r>
      <w:r>
        <w:t xml:space="preserve"> ; </w:t>
      </w:r>
      <w:r w:rsidR="00E0544E" w:rsidRPr="007818BD">
        <w:t>peur que Dieu ne v</w:t>
      </w:r>
      <w:r w:rsidR="00E0544E" w:rsidRPr="007818BD">
        <w:t>i</w:t>
      </w:r>
      <w:r w:rsidR="00E0544E" w:rsidRPr="007818BD">
        <w:t>ve pas dans le ciel pour veiller sur la terre</w:t>
      </w:r>
      <w:r>
        <w:t xml:space="preserve"> ; </w:t>
      </w:r>
      <w:r w:rsidR="00E0544E" w:rsidRPr="007818BD">
        <w:t>peur</w:t>
      </w:r>
      <w:r>
        <w:t xml:space="preserve">, </w:t>
      </w:r>
      <w:r w:rsidR="00E0544E" w:rsidRPr="007818BD">
        <w:t>oui</w:t>
      </w:r>
      <w:r>
        <w:t xml:space="preserve">, </w:t>
      </w:r>
      <w:r w:rsidR="00E0544E" w:rsidRPr="007818BD">
        <w:t>la peur des petites âmes</w:t>
      </w:r>
      <w:r>
        <w:t xml:space="preserve">, </w:t>
      </w:r>
      <w:r w:rsidR="00E0544E" w:rsidRPr="007818BD">
        <w:t>la peur qui est inconnue aux grands cœurs</w:t>
      </w:r>
      <w:r>
        <w:t>. »</w:t>
      </w:r>
    </w:p>
    <w:p w14:paraId="456F7F9B" w14:textId="77777777" w:rsidR="00E8465A" w:rsidRDefault="00E0544E" w:rsidP="00E0544E">
      <w:r w:rsidRPr="007818BD">
        <w:t xml:space="preserve">À ces mots </w:t>
      </w:r>
      <w:proofErr w:type="spellStart"/>
      <w:r w:rsidRPr="007818BD">
        <w:t>Zanoni</w:t>
      </w:r>
      <w:proofErr w:type="spellEnd"/>
      <w:r w:rsidRPr="007818BD">
        <w:t xml:space="preserve"> quitta brusquement l</w:t>
      </w:r>
      <w:r w:rsidR="00E8465A">
        <w:t>’</w:t>
      </w:r>
      <w:r w:rsidRPr="007818BD">
        <w:t>artiste</w:t>
      </w:r>
      <w:r w:rsidR="00E8465A">
        <w:t xml:space="preserve">, </w:t>
      </w:r>
      <w:r w:rsidRPr="007818BD">
        <w:t>et le laissa humilié</w:t>
      </w:r>
      <w:r w:rsidR="00E8465A">
        <w:t xml:space="preserve">, </w:t>
      </w:r>
      <w:r w:rsidRPr="007818BD">
        <w:t>éperdu</w:t>
      </w:r>
      <w:r w:rsidR="00E8465A">
        <w:t xml:space="preserve">, </w:t>
      </w:r>
      <w:r w:rsidRPr="007818BD">
        <w:t>mais non convaincu</w:t>
      </w:r>
      <w:r w:rsidR="00E8465A">
        <w:t xml:space="preserve">. </w:t>
      </w:r>
      <w:r w:rsidRPr="007818BD">
        <w:t>Il demeura seul avec ses pensées</w:t>
      </w:r>
      <w:r w:rsidR="00E8465A">
        <w:t xml:space="preserve">, </w:t>
      </w:r>
      <w:r w:rsidRPr="007818BD">
        <w:t>jusqu</w:t>
      </w:r>
      <w:r w:rsidR="00E8465A">
        <w:t>’</w:t>
      </w:r>
      <w:r w:rsidRPr="007818BD">
        <w:t>à ce que l</w:t>
      </w:r>
      <w:r w:rsidR="00E8465A">
        <w:t>’</w:t>
      </w:r>
      <w:r w:rsidRPr="007818BD">
        <w:t>heure en sonnant l</w:t>
      </w:r>
      <w:r w:rsidR="00E8465A">
        <w:t>’</w:t>
      </w:r>
      <w:r w:rsidRPr="007818BD">
        <w:t>éveilla</w:t>
      </w:r>
      <w:r w:rsidR="00E8465A">
        <w:t xml:space="preserve"> ; </w:t>
      </w:r>
      <w:r w:rsidRPr="007818BD">
        <w:t xml:space="preserve">il se rappela la prédiction de </w:t>
      </w:r>
      <w:proofErr w:type="spellStart"/>
      <w:r w:rsidRPr="007818BD">
        <w:t>Zanoni</w:t>
      </w:r>
      <w:proofErr w:type="spellEnd"/>
      <w:r w:rsidRPr="007818BD">
        <w:t xml:space="preserve"> concernant la mort du cardinal</w:t>
      </w:r>
      <w:r w:rsidR="00E8465A">
        <w:t xml:space="preserve">, </w:t>
      </w:r>
      <w:r w:rsidRPr="007818BD">
        <w:t>et</w:t>
      </w:r>
      <w:r w:rsidR="00E8465A">
        <w:t xml:space="preserve">, </w:t>
      </w:r>
      <w:r w:rsidRPr="007818BD">
        <w:t>saisi d</w:t>
      </w:r>
      <w:r w:rsidR="00E8465A">
        <w:t>’</w:t>
      </w:r>
      <w:r w:rsidRPr="007818BD">
        <w:t>un désir irrésistible d</w:t>
      </w:r>
      <w:r w:rsidR="00E8465A">
        <w:t>’</w:t>
      </w:r>
      <w:r w:rsidRPr="007818BD">
        <w:t>en apprécier la véracité</w:t>
      </w:r>
      <w:r w:rsidR="00E8465A">
        <w:t xml:space="preserve">, </w:t>
      </w:r>
      <w:r w:rsidRPr="007818BD">
        <w:t>il s</w:t>
      </w:r>
      <w:r w:rsidR="00E8465A">
        <w:t>’</w:t>
      </w:r>
      <w:r w:rsidRPr="007818BD">
        <w:t>élança dans la rue et courut au palais</w:t>
      </w:r>
      <w:r w:rsidR="00E8465A">
        <w:t xml:space="preserve">. </w:t>
      </w:r>
      <w:r w:rsidRPr="007818BD">
        <w:t>Cinq minutes avant midi Son Ém</w:t>
      </w:r>
      <w:r w:rsidRPr="007818BD">
        <w:t>i</w:t>
      </w:r>
      <w:r w:rsidRPr="007818BD">
        <w:t>nence avait cessé de vivre</w:t>
      </w:r>
      <w:r w:rsidR="00E8465A">
        <w:t xml:space="preserve">, </w:t>
      </w:r>
      <w:r w:rsidRPr="007818BD">
        <w:t>après une maladie de moins d</w:t>
      </w:r>
      <w:r w:rsidR="00E8465A">
        <w:t>’</w:t>
      </w:r>
      <w:r w:rsidRPr="007818BD">
        <w:t>une heure</w:t>
      </w:r>
      <w:r w:rsidR="00E8465A">
        <w:t xml:space="preserve">. </w:t>
      </w:r>
      <w:r w:rsidRPr="007818BD">
        <w:t>Stupéfait et confus</w:t>
      </w:r>
      <w:r w:rsidR="00E8465A">
        <w:t xml:space="preserve">, </w:t>
      </w:r>
      <w:r w:rsidRPr="007818BD">
        <w:t>il s</w:t>
      </w:r>
      <w:r w:rsidR="00E8465A">
        <w:t>’</w:t>
      </w:r>
      <w:r w:rsidRPr="007818BD">
        <w:t>éloigna du palais</w:t>
      </w:r>
      <w:r w:rsidR="00E8465A">
        <w:t xml:space="preserve">, </w:t>
      </w:r>
      <w:r w:rsidRPr="007818BD">
        <w:t>et</w:t>
      </w:r>
      <w:r w:rsidR="00E8465A">
        <w:t xml:space="preserve">, </w:t>
      </w:r>
      <w:r w:rsidRPr="007818BD">
        <w:t>en trave</w:t>
      </w:r>
      <w:r w:rsidRPr="007818BD">
        <w:t>r</w:t>
      </w:r>
      <w:r w:rsidRPr="007818BD">
        <w:t xml:space="preserve">sant la </w:t>
      </w:r>
      <w:proofErr w:type="spellStart"/>
      <w:r w:rsidRPr="007818BD">
        <w:t>Chiaja</w:t>
      </w:r>
      <w:proofErr w:type="spellEnd"/>
      <w:r w:rsidR="00E8465A">
        <w:t xml:space="preserve">, </w:t>
      </w:r>
      <w:r w:rsidRPr="007818BD">
        <w:t>il vit Jean Nicot sortir de la demeure du prince de</w:t>
      </w:r>
      <w:r w:rsidR="00E8465A">
        <w:t>…</w:t>
      </w:r>
    </w:p>
    <w:p w14:paraId="311478B9" w14:textId="77777777" w:rsidR="00E8465A" w:rsidRDefault="00E0544E" w:rsidP="00E8465A">
      <w:pPr>
        <w:pStyle w:val="Titre2"/>
        <w:pageBreakBefore/>
      </w:pPr>
      <w:bookmarkStart w:id="27" w:name="_Toc199963076"/>
      <w:r w:rsidRPr="007818BD">
        <w:lastRenderedPageBreak/>
        <w:t>CHAPITRE</w:t>
      </w:r>
      <w:r w:rsidR="00E8465A">
        <w:t xml:space="preserve"> </w:t>
      </w:r>
      <w:r w:rsidRPr="007818BD">
        <w:t>V</w:t>
      </w:r>
      <w:r w:rsidR="00E8465A">
        <w:t>.</w:t>
      </w:r>
      <w:bookmarkEnd w:id="27"/>
    </w:p>
    <w:p w14:paraId="48347BC0" w14:textId="77777777" w:rsidR="00E8465A" w:rsidRDefault="00E0544E" w:rsidP="00E0544E">
      <w:pPr>
        <w:pStyle w:val="NormalRetraitGauche4XIndent0"/>
        <w:spacing w:before="0" w:after="0"/>
        <w:rPr>
          <w:rStyle w:val="Taille-1Caracteres"/>
        </w:rPr>
      </w:pPr>
      <w:r w:rsidRPr="007818BD">
        <w:rPr>
          <w:rStyle w:val="Taille-1Caracteres"/>
        </w:rPr>
        <w:t>J</w:t>
      </w:r>
      <w:r w:rsidR="00E8465A">
        <w:rPr>
          <w:rStyle w:val="Taille-1Caracteres"/>
        </w:rPr>
        <w:t>’</w:t>
      </w:r>
      <w:r w:rsidRPr="007818BD">
        <w:rPr>
          <w:rStyle w:val="Taille-1Caracteres"/>
        </w:rPr>
        <w:t>ai deux amours</w:t>
      </w:r>
      <w:r w:rsidR="00E8465A">
        <w:rPr>
          <w:rStyle w:val="Taille-1Caracteres"/>
        </w:rPr>
        <w:t xml:space="preserve">, </w:t>
      </w:r>
      <w:r w:rsidRPr="007818BD">
        <w:rPr>
          <w:rStyle w:val="Taille-1Caracteres"/>
        </w:rPr>
        <w:t>l</w:t>
      </w:r>
      <w:r w:rsidR="00E8465A">
        <w:rPr>
          <w:rStyle w:val="Taille-1Caracteres"/>
        </w:rPr>
        <w:t>’</w:t>
      </w:r>
      <w:r w:rsidRPr="007818BD">
        <w:rPr>
          <w:rStyle w:val="Taille-1Caracteres"/>
        </w:rPr>
        <w:t>un plein de bonheur</w:t>
      </w:r>
      <w:r w:rsidR="00E8465A">
        <w:rPr>
          <w:rStyle w:val="Taille-1Caracteres"/>
        </w:rPr>
        <w:t xml:space="preserve">, </w:t>
      </w:r>
      <w:r w:rsidRPr="007818BD">
        <w:rPr>
          <w:rStyle w:val="Taille-1Caracteres"/>
        </w:rPr>
        <w:t>l</w:t>
      </w:r>
      <w:r w:rsidR="00E8465A">
        <w:rPr>
          <w:rStyle w:val="Taille-1Caracteres"/>
        </w:rPr>
        <w:t>’</w:t>
      </w:r>
      <w:r w:rsidRPr="007818BD">
        <w:rPr>
          <w:rStyle w:val="Taille-1Caracteres"/>
        </w:rPr>
        <w:t>autre de désespoir</w:t>
      </w:r>
      <w:r w:rsidR="00E8465A">
        <w:rPr>
          <w:rStyle w:val="Taille-1Caracteres"/>
        </w:rPr>
        <w:t xml:space="preserve">, </w:t>
      </w:r>
      <w:r w:rsidRPr="007818BD">
        <w:rPr>
          <w:rStyle w:val="Taille-1Caracteres"/>
        </w:rPr>
        <w:t>qui sont</w:t>
      </w:r>
      <w:r w:rsidR="00E8465A">
        <w:rPr>
          <w:rStyle w:val="Taille-1Caracteres"/>
        </w:rPr>
        <w:t xml:space="preserve">, </w:t>
      </w:r>
      <w:r w:rsidRPr="007818BD">
        <w:rPr>
          <w:rStyle w:val="Taille-1Caracteres"/>
        </w:rPr>
        <w:t>comme deux esprits</w:t>
      </w:r>
      <w:r w:rsidR="00E8465A">
        <w:rPr>
          <w:rStyle w:val="Taille-1Caracteres"/>
        </w:rPr>
        <w:t xml:space="preserve">, </w:t>
      </w:r>
      <w:r w:rsidRPr="007818BD">
        <w:rPr>
          <w:rStyle w:val="Taille-1Caracteres"/>
        </w:rPr>
        <w:t>à me te</w:t>
      </w:r>
      <w:r w:rsidRPr="007818BD">
        <w:rPr>
          <w:rStyle w:val="Taille-1Caracteres"/>
        </w:rPr>
        <w:t>n</w:t>
      </w:r>
      <w:r w:rsidRPr="007818BD">
        <w:rPr>
          <w:rStyle w:val="Taille-1Caracteres"/>
        </w:rPr>
        <w:t>ter sans cesse</w:t>
      </w:r>
      <w:r w:rsidR="00E8465A">
        <w:rPr>
          <w:rStyle w:val="Taille-1Caracteres"/>
        </w:rPr>
        <w:t>.</w:t>
      </w:r>
    </w:p>
    <w:p w14:paraId="043AB98C" w14:textId="13DE0A0E"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SHAKSPEARE</w:t>
      </w:r>
      <w:proofErr w:type="spellEnd"/>
      <w:r>
        <w:rPr>
          <w:rStyle w:val="Taille-1Caracteres"/>
        </w:rPr>
        <w:t>.)</w:t>
      </w:r>
    </w:p>
    <w:p w14:paraId="2ACBA10D" w14:textId="64755735" w:rsidR="00E8465A" w:rsidRDefault="00E0544E" w:rsidP="00E0544E">
      <w:r w:rsidRPr="007818BD">
        <w:t>Vénérable société</w:t>
      </w:r>
      <w:r w:rsidR="00E8465A">
        <w:t xml:space="preserve">, </w:t>
      </w:r>
      <w:r w:rsidRPr="007818BD">
        <w:t>si sacrée et si peu connue</w:t>
      </w:r>
      <w:r w:rsidR="00E8465A">
        <w:t xml:space="preserve">, </w:t>
      </w:r>
      <w:r w:rsidRPr="007818BD">
        <w:t>vous dont les archives secrètes et précieuses ont fourni les matériaux de ce r</w:t>
      </w:r>
      <w:r w:rsidRPr="007818BD">
        <w:t>é</w:t>
      </w:r>
      <w:r w:rsidRPr="007818BD">
        <w:t>cit</w:t>
      </w:r>
      <w:r w:rsidR="00E8465A">
        <w:t xml:space="preserve"> ; </w:t>
      </w:r>
      <w:r w:rsidRPr="007818BD">
        <w:t xml:space="preserve">vous qui avez conservé de siècle </w:t>
      </w:r>
      <w:r w:rsidR="00C654F1">
        <w:t xml:space="preserve">en </w:t>
      </w:r>
      <w:r w:rsidRPr="007818BD">
        <w:t>siècle tout ce que le temps a épargné de la science vénérable et auguste</w:t>
      </w:r>
      <w:r w:rsidR="00E8465A">
        <w:t xml:space="preserve">, </w:t>
      </w:r>
      <w:r w:rsidRPr="007818BD">
        <w:t>c</w:t>
      </w:r>
      <w:r w:rsidR="00E8465A">
        <w:t>’</w:t>
      </w:r>
      <w:r w:rsidRPr="007818BD">
        <w:t>est grâce à vous qu</w:t>
      </w:r>
      <w:r w:rsidR="00E8465A">
        <w:t>’</w:t>
      </w:r>
      <w:r w:rsidRPr="007818BD">
        <w:t>aujourd</w:t>
      </w:r>
      <w:r w:rsidR="00E8465A">
        <w:t>’</w:t>
      </w:r>
      <w:r w:rsidRPr="007818BD">
        <w:t>hui</w:t>
      </w:r>
      <w:r w:rsidR="00E8465A">
        <w:t xml:space="preserve">, </w:t>
      </w:r>
      <w:r w:rsidRPr="007818BD">
        <w:t>pour la première fois</w:t>
      </w:r>
      <w:r w:rsidR="00E8465A">
        <w:t xml:space="preserve">, </w:t>
      </w:r>
      <w:r w:rsidRPr="007818BD">
        <w:t>le monde va connaître</w:t>
      </w:r>
      <w:r w:rsidR="00E8465A">
        <w:t xml:space="preserve">, </w:t>
      </w:r>
      <w:r w:rsidRPr="007818BD">
        <w:t>imparfaitement il est vrai</w:t>
      </w:r>
      <w:r w:rsidR="00E8465A">
        <w:t xml:space="preserve">, </w:t>
      </w:r>
      <w:r w:rsidRPr="007818BD">
        <w:t>les pensées et les actes d</w:t>
      </w:r>
      <w:r w:rsidR="00E8465A">
        <w:t>’</w:t>
      </w:r>
      <w:r w:rsidRPr="007818BD">
        <w:t>un des v</w:t>
      </w:r>
      <w:r w:rsidRPr="007818BD">
        <w:t>ô</w:t>
      </w:r>
      <w:r w:rsidRPr="007818BD">
        <w:t>tres</w:t>
      </w:r>
      <w:r w:rsidR="00E8465A">
        <w:t xml:space="preserve">, </w:t>
      </w:r>
      <w:r w:rsidRPr="007818BD">
        <w:t>d</w:t>
      </w:r>
      <w:r w:rsidR="00E8465A">
        <w:t>’</w:t>
      </w:r>
      <w:r w:rsidRPr="007818BD">
        <w:t>un membre de votre Ordre dont les t</w:t>
      </w:r>
      <w:r w:rsidRPr="007818BD">
        <w:t>i</w:t>
      </w:r>
      <w:r w:rsidRPr="007818BD">
        <w:t>tres ne sont ni faux ni empruntés</w:t>
      </w:r>
      <w:r w:rsidR="00E8465A">
        <w:t xml:space="preserve">. </w:t>
      </w:r>
      <w:r w:rsidRPr="007818BD">
        <w:t>Plus d</w:t>
      </w:r>
      <w:r w:rsidR="00E8465A">
        <w:t>’</w:t>
      </w:r>
      <w:r w:rsidRPr="007818BD">
        <w:t>un imposteur a usurpé la gloire de vous appartenir</w:t>
      </w:r>
      <w:r w:rsidR="00E8465A">
        <w:t xml:space="preserve"> ; </w:t>
      </w:r>
      <w:r w:rsidRPr="007818BD">
        <w:t>plus d</w:t>
      </w:r>
      <w:r w:rsidR="00E8465A">
        <w:t>’</w:t>
      </w:r>
      <w:r w:rsidRPr="007818BD">
        <w:t>un prétendant menteur a été rangé parmi les vôtres</w:t>
      </w:r>
      <w:r w:rsidR="00E8465A">
        <w:t xml:space="preserve">, </w:t>
      </w:r>
      <w:r w:rsidRPr="007818BD">
        <w:t>par l</w:t>
      </w:r>
      <w:r w:rsidR="00E8465A">
        <w:t>’</w:t>
      </w:r>
      <w:r w:rsidRPr="007818BD">
        <w:t>ignorance pédante qui</w:t>
      </w:r>
      <w:r w:rsidR="00E8465A">
        <w:t xml:space="preserve">, </w:t>
      </w:r>
      <w:r w:rsidRPr="007818BD">
        <w:t>jusqu</w:t>
      </w:r>
      <w:r w:rsidR="00E8465A">
        <w:t>’</w:t>
      </w:r>
      <w:r w:rsidRPr="007818BD">
        <w:t>à ce jour</w:t>
      </w:r>
      <w:r w:rsidR="00E8465A">
        <w:t xml:space="preserve">, </w:t>
      </w:r>
      <w:r w:rsidRPr="007818BD">
        <w:t>est réduite par son impuissance à avouer qu</w:t>
      </w:r>
      <w:r w:rsidR="00E8465A">
        <w:t>’</w:t>
      </w:r>
      <w:r w:rsidRPr="007818BD">
        <w:t>elle ne sait rien de votre orig</w:t>
      </w:r>
      <w:r w:rsidRPr="007818BD">
        <w:t>i</w:t>
      </w:r>
      <w:r w:rsidRPr="007818BD">
        <w:t>ne</w:t>
      </w:r>
      <w:r w:rsidR="00E8465A">
        <w:t xml:space="preserve">, </w:t>
      </w:r>
      <w:r w:rsidRPr="007818BD">
        <w:t>de vos rites et de vos doctrines</w:t>
      </w:r>
      <w:r w:rsidR="00E8465A">
        <w:t xml:space="preserve">, </w:t>
      </w:r>
      <w:r w:rsidRPr="007818BD">
        <w:t>pas même s</w:t>
      </w:r>
      <w:r w:rsidR="00E8465A">
        <w:t>’</w:t>
      </w:r>
      <w:r w:rsidRPr="007818BD">
        <w:t>il est encore sur la terre un lieu que vous habitiez</w:t>
      </w:r>
      <w:r w:rsidR="00E8465A">
        <w:t xml:space="preserve">. </w:t>
      </w:r>
      <w:r w:rsidRPr="007818BD">
        <w:t>C</w:t>
      </w:r>
      <w:r w:rsidR="00E8465A">
        <w:t>’</w:t>
      </w:r>
      <w:r w:rsidRPr="007818BD">
        <w:t>est grâce à vous que moi</w:t>
      </w:r>
      <w:r w:rsidR="00E8465A">
        <w:t xml:space="preserve">, </w:t>
      </w:r>
      <w:r w:rsidRPr="007818BD">
        <w:t xml:space="preserve">le seul de mon pays qui dans ce siècle </w:t>
      </w:r>
      <w:proofErr w:type="spellStart"/>
      <w:r w:rsidRPr="007818BD">
        <w:t>aie</w:t>
      </w:r>
      <w:proofErr w:type="spellEnd"/>
      <w:r w:rsidRPr="007818BD">
        <w:t xml:space="preserve"> été admis à porter dans votre mystérieuse académie un pied ind</w:t>
      </w:r>
      <w:r w:rsidRPr="007818BD">
        <w:t>i</w:t>
      </w:r>
      <w:r w:rsidRPr="007818BD">
        <w:t>gne</w:t>
      </w:r>
      <w:r w:rsidR="00E8465A">
        <w:t xml:space="preserve">, </w:t>
      </w:r>
      <w:r w:rsidRPr="007818BD">
        <w:t>j</w:t>
      </w:r>
      <w:r w:rsidR="00E8465A">
        <w:t>’</w:t>
      </w:r>
      <w:r w:rsidRPr="007818BD">
        <w:t>ai reçu de vous le pouvoir et le mandat de mettre à la portée des esprits prof</w:t>
      </w:r>
      <w:r w:rsidRPr="007818BD">
        <w:t>a</w:t>
      </w:r>
      <w:r w:rsidRPr="007818BD">
        <w:t xml:space="preserve">nes quelques-unes des radieuses vérités qui étincelaient à la grande </w:t>
      </w:r>
      <w:proofErr w:type="spellStart"/>
      <w:r w:rsidRPr="007818BD">
        <w:t>Shemaia</w:t>
      </w:r>
      <w:proofErr w:type="spellEnd"/>
      <w:r w:rsidRPr="007818BD">
        <w:t xml:space="preserve"> de la sagesse chaldéenne et jetaient encore de lum</w:t>
      </w:r>
      <w:r w:rsidRPr="007818BD">
        <w:t>i</w:t>
      </w:r>
      <w:r w:rsidRPr="007818BD">
        <w:t>neux reflets à travers la science obscurcie de vos disciples plus récents</w:t>
      </w:r>
      <w:r w:rsidR="00E8465A">
        <w:t xml:space="preserve">, </w:t>
      </w:r>
      <w:r w:rsidRPr="007818BD">
        <w:t>lorsqu</w:t>
      </w:r>
      <w:r w:rsidR="00E8465A">
        <w:t>’</w:t>
      </w:r>
      <w:r w:rsidRPr="007818BD">
        <w:t>ils cherchaient</w:t>
      </w:r>
      <w:r w:rsidR="00E8465A">
        <w:t xml:space="preserve">, </w:t>
      </w:r>
      <w:r w:rsidRPr="007818BD">
        <w:t xml:space="preserve">comme </w:t>
      </w:r>
      <w:proofErr w:type="spellStart"/>
      <w:r w:rsidRPr="007818BD">
        <w:t>Psellus</w:t>
      </w:r>
      <w:proofErr w:type="spellEnd"/>
      <w:r w:rsidRPr="007818BD">
        <w:t xml:space="preserve"> et Jamblique</w:t>
      </w:r>
      <w:r w:rsidR="00E8465A">
        <w:t xml:space="preserve">, </w:t>
      </w:r>
      <w:r w:rsidRPr="007818BD">
        <w:t xml:space="preserve">à ranimer le feu qui brûlait dans les </w:t>
      </w:r>
      <w:proofErr w:type="spellStart"/>
      <w:r w:rsidRPr="007818BD">
        <w:rPr>
          <w:i/>
          <w:iCs/>
        </w:rPr>
        <w:t>Hamarin</w:t>
      </w:r>
      <w:proofErr w:type="spellEnd"/>
      <w:r w:rsidRPr="007818BD">
        <w:t xml:space="preserve"> de l</w:t>
      </w:r>
      <w:r w:rsidR="00E8465A">
        <w:t>’</w:t>
      </w:r>
      <w:r w:rsidRPr="007818BD">
        <w:t>Orient</w:t>
      </w:r>
      <w:r w:rsidR="00E8465A">
        <w:t xml:space="preserve">. </w:t>
      </w:r>
      <w:r w:rsidRPr="007818BD">
        <w:t>Nous n</w:t>
      </w:r>
      <w:r w:rsidR="00E8465A">
        <w:t>’</w:t>
      </w:r>
      <w:r w:rsidRPr="007818BD">
        <w:t>avons plus</w:t>
      </w:r>
      <w:r w:rsidR="00E8465A">
        <w:t xml:space="preserve">, </w:t>
      </w:r>
      <w:r w:rsidRPr="007818BD">
        <w:t>il est vrai</w:t>
      </w:r>
      <w:r w:rsidR="00E8465A">
        <w:t xml:space="preserve">, </w:t>
      </w:r>
      <w:r w:rsidRPr="007818BD">
        <w:t>citoyens d</w:t>
      </w:r>
      <w:r w:rsidR="00E8465A">
        <w:t>’</w:t>
      </w:r>
      <w:r w:rsidRPr="007818BD">
        <w:t>un monde vieux et refroidi</w:t>
      </w:r>
      <w:r w:rsidR="00E8465A">
        <w:t xml:space="preserve">, </w:t>
      </w:r>
      <w:r w:rsidRPr="007818BD">
        <w:t>le secret de ce nom qui</w:t>
      </w:r>
      <w:r w:rsidR="00E8465A">
        <w:t xml:space="preserve">, </w:t>
      </w:r>
      <w:r w:rsidRPr="007818BD">
        <w:t>selon les antiques oracles de la terre</w:t>
      </w:r>
      <w:r w:rsidR="00E8465A">
        <w:t xml:space="preserve">, </w:t>
      </w:r>
      <w:r w:rsidRPr="007818BD">
        <w:t xml:space="preserve">se </w:t>
      </w:r>
      <w:r w:rsidRPr="007818BD">
        <w:rPr>
          <w:i/>
          <w:iCs/>
        </w:rPr>
        <w:t>précipite dans les mondes de l</w:t>
      </w:r>
      <w:r w:rsidR="00E8465A">
        <w:rPr>
          <w:i/>
          <w:iCs/>
        </w:rPr>
        <w:t>’</w:t>
      </w:r>
      <w:r w:rsidRPr="007818BD">
        <w:rPr>
          <w:i/>
          <w:iCs/>
        </w:rPr>
        <w:t>infin</w:t>
      </w:r>
      <w:r w:rsidRPr="007818BD">
        <w:t>i</w:t>
      </w:r>
      <w:r w:rsidR="00E8465A">
        <w:t xml:space="preserve"> ; </w:t>
      </w:r>
      <w:r w:rsidRPr="007818BD">
        <w:t>mais nous pouvons et nous devons signaler la renaissance des vérités d</w:t>
      </w:r>
      <w:r w:rsidR="00E8465A">
        <w:t>’</w:t>
      </w:r>
      <w:r w:rsidRPr="007818BD">
        <w:t>autrefois</w:t>
      </w:r>
      <w:r w:rsidR="00E8465A">
        <w:t xml:space="preserve">, </w:t>
      </w:r>
      <w:r w:rsidRPr="007818BD">
        <w:lastRenderedPageBreak/>
        <w:t>dans chaque nouvelle déco</w:t>
      </w:r>
      <w:r w:rsidRPr="007818BD">
        <w:t>u</w:t>
      </w:r>
      <w:r w:rsidRPr="007818BD">
        <w:t>verte de l</w:t>
      </w:r>
      <w:r w:rsidR="00E8465A">
        <w:t>’</w:t>
      </w:r>
      <w:r w:rsidRPr="007818BD">
        <w:t>astronome et du chimiste</w:t>
      </w:r>
      <w:r w:rsidR="00E8465A">
        <w:t xml:space="preserve">. </w:t>
      </w:r>
      <w:r w:rsidRPr="007818BD">
        <w:t>Les lois de l</w:t>
      </w:r>
      <w:r w:rsidR="00E8465A">
        <w:t>’</w:t>
      </w:r>
      <w:r w:rsidRPr="007818BD">
        <w:t>attraction</w:t>
      </w:r>
      <w:r w:rsidR="00E8465A">
        <w:t xml:space="preserve">, </w:t>
      </w:r>
      <w:r w:rsidRPr="007818BD">
        <w:t>de l</w:t>
      </w:r>
      <w:r w:rsidR="00E8465A">
        <w:t>’</w:t>
      </w:r>
      <w:r w:rsidRPr="007818BD">
        <w:t>électricité</w:t>
      </w:r>
      <w:r w:rsidR="00E8465A">
        <w:t xml:space="preserve">, </w:t>
      </w:r>
      <w:r w:rsidRPr="007818BD">
        <w:t>et de cette force plus myst</w:t>
      </w:r>
      <w:r w:rsidRPr="007818BD">
        <w:t>é</w:t>
      </w:r>
      <w:r w:rsidRPr="007818BD">
        <w:t>rieuse encore du grand principe vital</w:t>
      </w:r>
      <w:r w:rsidR="00E8465A">
        <w:t xml:space="preserve">, </w:t>
      </w:r>
      <w:r w:rsidRPr="007818BD">
        <w:t>lequel</w:t>
      </w:r>
      <w:r w:rsidR="00E8465A">
        <w:t xml:space="preserve">, </w:t>
      </w:r>
      <w:r w:rsidRPr="007818BD">
        <w:t>s</w:t>
      </w:r>
      <w:r w:rsidR="00E8465A">
        <w:t>’</w:t>
      </w:r>
      <w:r w:rsidRPr="007818BD">
        <w:t>il disparaissait de l</w:t>
      </w:r>
      <w:r w:rsidR="00E8465A">
        <w:t>’</w:t>
      </w:r>
      <w:r w:rsidRPr="007818BD">
        <w:t>univers</w:t>
      </w:r>
      <w:r w:rsidR="00E8465A">
        <w:t xml:space="preserve">, </w:t>
      </w:r>
      <w:r w:rsidRPr="007818BD">
        <w:t>au lieu de l</w:t>
      </w:r>
      <w:r w:rsidR="00E8465A">
        <w:t>’</w:t>
      </w:r>
      <w:r w:rsidRPr="007818BD">
        <w:t>univers</w:t>
      </w:r>
      <w:r w:rsidR="00E8465A">
        <w:t xml:space="preserve">, </w:t>
      </w:r>
      <w:r w:rsidRPr="007818BD">
        <w:t>laisserait un tombeau</w:t>
      </w:r>
      <w:r w:rsidR="00E8465A">
        <w:t xml:space="preserve"> ; </w:t>
      </w:r>
      <w:r w:rsidRPr="007818BD">
        <w:t>toutes ces lois n</w:t>
      </w:r>
      <w:r w:rsidR="00E8465A">
        <w:t>’</w:t>
      </w:r>
      <w:r w:rsidRPr="007818BD">
        <w:t>étaient que le code où l</w:t>
      </w:r>
      <w:r w:rsidR="00E8465A">
        <w:t>’</w:t>
      </w:r>
      <w:r w:rsidRPr="007818BD">
        <w:t>antique théurgie puisait les règles dont elle s</w:t>
      </w:r>
      <w:r w:rsidR="00E8465A">
        <w:t>’</w:t>
      </w:r>
      <w:r w:rsidRPr="007818BD">
        <w:t>est composé une législation et une science à elle</w:t>
      </w:r>
      <w:r w:rsidR="00E8465A">
        <w:t xml:space="preserve">. </w:t>
      </w:r>
      <w:r w:rsidRPr="007818BD">
        <w:t>En essayant de construire avec des mots incomplets les fragments de cette histoire</w:t>
      </w:r>
      <w:r w:rsidR="00E8465A">
        <w:t xml:space="preserve">, </w:t>
      </w:r>
      <w:r w:rsidRPr="007818BD">
        <w:t>il me semble que dans une nuit solennelle je parcours les ruines d</w:t>
      </w:r>
      <w:r w:rsidR="00E8465A">
        <w:t>’</w:t>
      </w:r>
      <w:r w:rsidRPr="007818BD">
        <w:t>une vaste cité dont il ne reste que des tombeaux</w:t>
      </w:r>
      <w:r w:rsidR="00E8465A">
        <w:t xml:space="preserve">. </w:t>
      </w:r>
      <w:r w:rsidRPr="007818BD">
        <w:t>De l</w:t>
      </w:r>
      <w:r w:rsidR="00E8465A">
        <w:t>’</w:t>
      </w:r>
      <w:r w:rsidRPr="007818BD">
        <w:t>urne et du sarcophage</w:t>
      </w:r>
      <w:r w:rsidR="00E8465A">
        <w:t xml:space="preserve">, </w:t>
      </w:r>
      <w:r w:rsidRPr="007818BD">
        <w:t>j</w:t>
      </w:r>
      <w:r w:rsidR="00E8465A">
        <w:t>’</w:t>
      </w:r>
      <w:r w:rsidRPr="007818BD">
        <w:t>évoque le génie du Flambeau éteint</w:t>
      </w:r>
      <w:r w:rsidRPr="007818BD">
        <w:rPr>
          <w:rStyle w:val="Appelnotedebasdep"/>
        </w:rPr>
        <w:footnoteReference w:id="38"/>
      </w:r>
      <w:r w:rsidR="00E8465A">
        <w:t xml:space="preserve">, </w:t>
      </w:r>
      <w:r w:rsidRPr="007818BD">
        <w:t>et cette apparition ressemble de si près à Éros</w:t>
      </w:r>
      <w:r w:rsidR="00E8465A">
        <w:t xml:space="preserve">, </w:t>
      </w:r>
      <w:r w:rsidRPr="007818BD">
        <w:t>que par moments je ne sais lequel de vous deux m</w:t>
      </w:r>
      <w:r w:rsidR="00E8465A">
        <w:t>’</w:t>
      </w:r>
      <w:r w:rsidRPr="007818BD">
        <w:t>inspire</w:t>
      </w:r>
      <w:r w:rsidR="00E8465A">
        <w:t xml:space="preserve">… </w:t>
      </w:r>
      <w:r w:rsidRPr="007818BD">
        <w:t>Ô Amour</w:t>
      </w:r>
      <w:r w:rsidR="00E8465A">
        <w:t xml:space="preserve"> !… </w:t>
      </w:r>
      <w:r w:rsidRPr="007818BD">
        <w:t>Ô Mort</w:t>
      </w:r>
      <w:r w:rsidR="00E8465A">
        <w:t> !…</w:t>
      </w:r>
    </w:p>
    <w:p w14:paraId="30552D50" w14:textId="77777777" w:rsidR="00E8465A" w:rsidRDefault="00E0544E" w:rsidP="00E0544E">
      <w:r w:rsidRPr="007818BD">
        <w:t>Le cœur virginal de Viola tressaillit aussi de cette émotion nouvelle</w:t>
      </w:r>
      <w:r w:rsidR="00E8465A">
        <w:t xml:space="preserve">, </w:t>
      </w:r>
      <w:r w:rsidRPr="007818BD">
        <w:t>insondable</w:t>
      </w:r>
      <w:r w:rsidR="00E8465A">
        <w:t xml:space="preserve">, </w:t>
      </w:r>
      <w:r w:rsidRPr="007818BD">
        <w:t>divine</w:t>
      </w:r>
      <w:r w:rsidR="00E8465A">
        <w:t xml:space="preserve"> ! </w:t>
      </w:r>
      <w:r w:rsidRPr="007818BD">
        <w:t>Cette émotion n</w:t>
      </w:r>
      <w:r w:rsidR="00E8465A">
        <w:t>’</w:t>
      </w:r>
      <w:r w:rsidRPr="007818BD">
        <w:t>était-elle qu</w:t>
      </w:r>
      <w:r w:rsidR="00E8465A">
        <w:t>’</w:t>
      </w:r>
      <w:r w:rsidRPr="007818BD">
        <w:t>un battement plus vif du sang et de l</w:t>
      </w:r>
      <w:r w:rsidR="00E8465A">
        <w:t>’</w:t>
      </w:r>
      <w:r w:rsidRPr="007818BD">
        <w:t>imagination</w:t>
      </w:r>
      <w:r w:rsidR="00E8465A">
        <w:t xml:space="preserve">, </w:t>
      </w:r>
      <w:r w:rsidRPr="007818BD">
        <w:t>le ravissement naturel et ordinaire de l</w:t>
      </w:r>
      <w:r w:rsidR="00E8465A">
        <w:t>’</w:t>
      </w:r>
      <w:r w:rsidRPr="007818BD">
        <w:t>œil devant la beauté</w:t>
      </w:r>
      <w:r w:rsidR="00E8465A">
        <w:t xml:space="preserve">, </w:t>
      </w:r>
      <w:r w:rsidRPr="007818BD">
        <w:t>de l</w:t>
      </w:r>
      <w:r w:rsidR="00E8465A">
        <w:t>’</w:t>
      </w:r>
      <w:r w:rsidRPr="007818BD">
        <w:t>oreille devant l</w:t>
      </w:r>
      <w:r w:rsidR="00E8465A">
        <w:t>’</w:t>
      </w:r>
      <w:r w:rsidRPr="007818BD">
        <w:t>éloquence</w:t>
      </w:r>
      <w:r w:rsidR="00E8465A">
        <w:t xml:space="preserve"> ? </w:t>
      </w:r>
      <w:r w:rsidRPr="007818BD">
        <w:t>ou plutôt ne justifiait-elle pas ce qu</w:t>
      </w:r>
      <w:r w:rsidR="00E8465A">
        <w:t>’</w:t>
      </w:r>
      <w:r w:rsidRPr="007818BD">
        <w:t>en pensait Vi</w:t>
      </w:r>
      <w:r w:rsidRPr="007818BD">
        <w:t>o</w:t>
      </w:r>
      <w:r w:rsidRPr="007818BD">
        <w:t>la même</w:t>
      </w:r>
      <w:r w:rsidR="00E8465A">
        <w:t xml:space="preserve">, </w:t>
      </w:r>
      <w:r w:rsidRPr="007818BD">
        <w:t>que cette vive et pénétrante impression naissait ai</w:t>
      </w:r>
      <w:r w:rsidRPr="007818BD">
        <w:t>l</w:t>
      </w:r>
      <w:r w:rsidRPr="007818BD">
        <w:t>leurs que dans les sens</w:t>
      </w:r>
      <w:r w:rsidR="00E8465A">
        <w:t xml:space="preserve">, </w:t>
      </w:r>
      <w:r w:rsidRPr="007818BD">
        <w:t>qu</w:t>
      </w:r>
      <w:r w:rsidR="00E8465A">
        <w:t>’</w:t>
      </w:r>
      <w:r w:rsidRPr="007818BD">
        <w:t>elle tenait moins d</w:t>
      </w:r>
      <w:r w:rsidR="00E8465A">
        <w:t>’</w:t>
      </w:r>
      <w:r w:rsidRPr="007818BD">
        <w:t>un amour humain et terrestre que de quelque charme mystérieux et saint tout à la fois</w:t>
      </w:r>
      <w:r w:rsidR="00E8465A">
        <w:t xml:space="preserve"> ? </w:t>
      </w:r>
      <w:r w:rsidRPr="007818BD">
        <w:t>J</w:t>
      </w:r>
      <w:r w:rsidR="00E8465A">
        <w:t>’</w:t>
      </w:r>
      <w:r w:rsidRPr="007818BD">
        <w:t>ai dit que du jour où</w:t>
      </w:r>
      <w:r w:rsidR="00E8465A">
        <w:t xml:space="preserve">, </w:t>
      </w:r>
      <w:r w:rsidRPr="007818BD">
        <w:t>affranchie enfin de toute crainte et de tout effroi</w:t>
      </w:r>
      <w:r w:rsidR="00E8465A">
        <w:t xml:space="preserve">, </w:t>
      </w:r>
      <w:r w:rsidRPr="007818BD">
        <w:t>elle se soumit à l</w:t>
      </w:r>
      <w:r w:rsidR="00E8465A">
        <w:t>’</w:t>
      </w:r>
      <w:r w:rsidRPr="007818BD">
        <w:t xml:space="preserve">influence de </w:t>
      </w:r>
      <w:proofErr w:type="spellStart"/>
      <w:r w:rsidRPr="007818BD">
        <w:t>Zanoni</w:t>
      </w:r>
      <w:proofErr w:type="spellEnd"/>
      <w:r w:rsidR="00E8465A">
        <w:t xml:space="preserve">, </w:t>
      </w:r>
      <w:r w:rsidRPr="007818BD">
        <w:t>elle avait cherché à traduire sa pensée par des paroles</w:t>
      </w:r>
      <w:r w:rsidR="00E8465A">
        <w:t xml:space="preserve">. </w:t>
      </w:r>
      <w:r w:rsidRPr="007818BD">
        <w:t>Laissons à ces pensées elles-mêmes le soin de faire connaître leur nature</w:t>
      </w:r>
      <w:r w:rsidR="00E8465A">
        <w:t>.</w:t>
      </w:r>
    </w:p>
    <w:p w14:paraId="0A9F87C4" w14:textId="77777777" w:rsidR="00E8465A" w:rsidRDefault="00E0544E" w:rsidP="00E8465A">
      <w:pPr>
        <w:ind w:firstLine="0"/>
        <w:jc w:val="center"/>
      </w:pPr>
      <w:r w:rsidRPr="007818BD">
        <w:t>Le confessionnal intime</w:t>
      </w:r>
      <w:r w:rsidR="00E8465A">
        <w:t>.</w:t>
      </w:r>
    </w:p>
    <w:p w14:paraId="10AB1B01" w14:textId="77777777" w:rsidR="00E8465A" w:rsidRDefault="00E8465A" w:rsidP="00E0544E">
      <w:r>
        <w:lastRenderedPageBreak/>
        <w:t>« </w:t>
      </w:r>
      <w:r w:rsidR="00E0544E" w:rsidRPr="007818BD">
        <w:t>Est-ce la clarté du jour qui m</w:t>
      </w:r>
      <w:r>
        <w:t>’</w:t>
      </w:r>
      <w:r w:rsidR="00E0544E" w:rsidRPr="007818BD">
        <w:t>inonde ou le souvenir de ta présence</w:t>
      </w:r>
      <w:r>
        <w:t xml:space="preserve"> ? </w:t>
      </w:r>
      <w:r w:rsidR="00E0544E" w:rsidRPr="007818BD">
        <w:t>De quelque côté que je regarde</w:t>
      </w:r>
      <w:r>
        <w:t xml:space="preserve">, </w:t>
      </w:r>
      <w:r w:rsidR="00E0544E" w:rsidRPr="007818BD">
        <w:t>le monde me paraît plein de toi</w:t>
      </w:r>
      <w:r>
        <w:t xml:space="preserve"> ; </w:t>
      </w:r>
      <w:r w:rsidR="00E0544E" w:rsidRPr="007818BD">
        <w:t>dans le rayon qui tremble sur l</w:t>
      </w:r>
      <w:r>
        <w:t>’</w:t>
      </w:r>
      <w:r w:rsidR="00E0544E" w:rsidRPr="007818BD">
        <w:t>eau</w:t>
      </w:r>
      <w:r>
        <w:t xml:space="preserve">, </w:t>
      </w:r>
      <w:r w:rsidR="00E0544E" w:rsidRPr="007818BD">
        <w:t>qui sourit dans la feuillée</w:t>
      </w:r>
      <w:r>
        <w:t xml:space="preserve">, </w:t>
      </w:r>
      <w:r w:rsidR="00E0544E" w:rsidRPr="007818BD">
        <w:t>je ne vois que le reflet de ton regard</w:t>
      </w:r>
      <w:r>
        <w:t xml:space="preserve">. </w:t>
      </w:r>
      <w:r w:rsidR="00E0544E" w:rsidRPr="007818BD">
        <w:t>Quel est ce changement qui transforme et moi-même et l</w:t>
      </w:r>
      <w:r>
        <w:t>’</w:t>
      </w:r>
      <w:r w:rsidR="00E0544E" w:rsidRPr="007818BD">
        <w:t>univers tout e</w:t>
      </w:r>
      <w:r w:rsidR="00E0544E" w:rsidRPr="007818BD">
        <w:t>n</w:t>
      </w:r>
      <w:r w:rsidR="00E0544E" w:rsidRPr="007818BD">
        <w:t>tier</w:t>
      </w:r>
      <w:r>
        <w:t> ?</w:t>
      </w:r>
    </w:p>
    <w:p w14:paraId="5F84B261" w14:textId="2528289F" w:rsidR="00E0544E" w:rsidRPr="007818BD" w:rsidRDefault="00E0544E" w:rsidP="00E0544E"/>
    <w:p w14:paraId="67157D9A" w14:textId="77777777" w:rsidR="00E8465A" w:rsidRDefault="00E8465A" w:rsidP="00E0544E">
      <w:r>
        <w:t>« </w:t>
      </w:r>
      <w:r w:rsidR="00E0544E" w:rsidRPr="007818BD">
        <w:t>Par quel vivant et irrésistible élan se révéla cette puissa</w:t>
      </w:r>
      <w:r w:rsidR="00E0544E" w:rsidRPr="007818BD">
        <w:t>n</w:t>
      </w:r>
      <w:r w:rsidR="00E0544E" w:rsidRPr="007818BD">
        <w:t>ce qui te rend maître du flux et du reflux de mon cœur</w:t>
      </w:r>
      <w:r>
        <w:t xml:space="preserve"> ? </w:t>
      </w:r>
      <w:r w:rsidR="00E0544E" w:rsidRPr="007818BD">
        <w:t>Mille témoins m</w:t>
      </w:r>
      <w:r>
        <w:t>’</w:t>
      </w:r>
      <w:r w:rsidR="00E0544E" w:rsidRPr="007818BD">
        <w:t>environnaient</w:t>
      </w:r>
      <w:r>
        <w:t xml:space="preserve"> ; </w:t>
      </w:r>
      <w:r w:rsidR="00E0544E" w:rsidRPr="007818BD">
        <w:t>je ne vis que toi seul</w:t>
      </w:r>
      <w:r>
        <w:t xml:space="preserve">. </w:t>
      </w:r>
      <w:r w:rsidR="00E0544E" w:rsidRPr="007818BD">
        <w:t>C</w:t>
      </w:r>
      <w:r>
        <w:t>’</w:t>
      </w:r>
      <w:r w:rsidR="00E0544E" w:rsidRPr="007818BD">
        <w:t>était la nuit où je fis mon entrée dans ce monde qui condense la vie dans le drame</w:t>
      </w:r>
      <w:r>
        <w:t xml:space="preserve">, </w:t>
      </w:r>
      <w:r w:rsidR="00E0544E" w:rsidRPr="007818BD">
        <w:t>et n</w:t>
      </w:r>
      <w:r>
        <w:t>’</w:t>
      </w:r>
      <w:r w:rsidR="00E0544E" w:rsidRPr="007818BD">
        <w:t>a d</w:t>
      </w:r>
      <w:r>
        <w:t>’</w:t>
      </w:r>
      <w:r w:rsidR="00E0544E" w:rsidRPr="007818BD">
        <w:t>autre langue que la musique</w:t>
      </w:r>
      <w:r>
        <w:t xml:space="preserve">. </w:t>
      </w:r>
      <w:r w:rsidR="00E0544E" w:rsidRPr="007818BD">
        <w:t>Par quel lien étrange et soudain ce monde s</w:t>
      </w:r>
      <w:r>
        <w:t>’</w:t>
      </w:r>
      <w:r w:rsidR="00E0544E" w:rsidRPr="007818BD">
        <w:t>unit-il à jamais à toi</w:t>
      </w:r>
      <w:r>
        <w:t xml:space="preserve"> ? </w:t>
      </w:r>
      <w:r w:rsidR="00E0544E" w:rsidRPr="007818BD">
        <w:t>Ce qui était pour les autres l</w:t>
      </w:r>
      <w:r>
        <w:t>’</w:t>
      </w:r>
      <w:r w:rsidR="00E0544E" w:rsidRPr="007818BD">
        <w:t>illusion de la scène</w:t>
      </w:r>
      <w:r>
        <w:t xml:space="preserve">, </w:t>
      </w:r>
      <w:r w:rsidR="00E0544E" w:rsidRPr="007818BD">
        <w:t>ta présence le fut pour moi</w:t>
      </w:r>
      <w:r>
        <w:t xml:space="preserve">. </w:t>
      </w:r>
      <w:r w:rsidR="00E0544E" w:rsidRPr="007818BD">
        <w:t>Ma vie aussi semblait tout entière concentrée dans ces quelques he</w:t>
      </w:r>
      <w:r w:rsidR="00E0544E" w:rsidRPr="007818BD">
        <w:t>u</w:t>
      </w:r>
      <w:r w:rsidR="00E0544E" w:rsidRPr="007818BD">
        <w:t>res trop courtes</w:t>
      </w:r>
      <w:r>
        <w:t xml:space="preserve">, </w:t>
      </w:r>
      <w:r w:rsidR="00E0544E" w:rsidRPr="007818BD">
        <w:t>et sur mes lèvres j</w:t>
      </w:r>
      <w:r>
        <w:t>’</w:t>
      </w:r>
      <w:r w:rsidR="00E0544E" w:rsidRPr="007818BD">
        <w:t>entendis une harmonie ignorée de toute autre oreille que la mienne</w:t>
      </w:r>
      <w:r>
        <w:t xml:space="preserve">. </w:t>
      </w:r>
      <w:r w:rsidR="00E0544E" w:rsidRPr="007818BD">
        <w:t>Je suis assise dans la chambre où demeurait mon père</w:t>
      </w:r>
      <w:r>
        <w:t xml:space="preserve">. </w:t>
      </w:r>
      <w:r w:rsidR="00E0544E" w:rsidRPr="007818BD">
        <w:t>Ici</w:t>
      </w:r>
      <w:r>
        <w:t xml:space="preserve">, </w:t>
      </w:r>
      <w:r w:rsidR="00E0544E" w:rsidRPr="007818BD">
        <w:t>dans cette nuit de bo</w:t>
      </w:r>
      <w:r w:rsidR="00E0544E" w:rsidRPr="007818BD">
        <w:t>n</w:t>
      </w:r>
      <w:r w:rsidR="00E0544E" w:rsidRPr="007818BD">
        <w:t>heur</w:t>
      </w:r>
      <w:r>
        <w:t xml:space="preserve">, </w:t>
      </w:r>
      <w:r w:rsidR="00E0544E" w:rsidRPr="007818BD">
        <w:t>oubliant la cause de leur propre bonheur</w:t>
      </w:r>
      <w:r>
        <w:t xml:space="preserve">, </w:t>
      </w:r>
      <w:r w:rsidR="00E0544E" w:rsidRPr="007818BD">
        <w:t>je me retirai dans l</w:t>
      </w:r>
      <w:r>
        <w:t>’</w:t>
      </w:r>
      <w:r w:rsidR="00E0544E" w:rsidRPr="007818BD">
        <w:t>ombre et cherchai à comprendre ce que tu étais pour moi</w:t>
      </w:r>
      <w:r>
        <w:t xml:space="preserve"> : </w:t>
      </w:r>
      <w:r w:rsidR="00E0544E" w:rsidRPr="007818BD">
        <w:t>et la voix de ma m</w:t>
      </w:r>
      <w:r w:rsidR="00E0544E" w:rsidRPr="007818BD">
        <w:t>è</w:t>
      </w:r>
      <w:r w:rsidR="00E0544E" w:rsidRPr="007818BD">
        <w:t>re m</w:t>
      </w:r>
      <w:r>
        <w:t>’</w:t>
      </w:r>
      <w:r w:rsidR="00E0544E" w:rsidRPr="007818BD">
        <w:t>éveilla</w:t>
      </w:r>
      <w:r>
        <w:t xml:space="preserve">, </w:t>
      </w:r>
      <w:r w:rsidR="00E0544E" w:rsidRPr="007818BD">
        <w:t>et je m</w:t>
      </w:r>
      <w:r>
        <w:t>’</w:t>
      </w:r>
      <w:r w:rsidR="00E0544E" w:rsidRPr="007818BD">
        <w:t>approchai de mon père</w:t>
      </w:r>
      <w:r>
        <w:t xml:space="preserve">, </w:t>
      </w:r>
      <w:r w:rsidR="00E0544E" w:rsidRPr="007818BD">
        <w:t>près</w:t>
      </w:r>
      <w:r>
        <w:t xml:space="preserve">… </w:t>
      </w:r>
      <w:r w:rsidR="00E0544E" w:rsidRPr="007818BD">
        <w:t>bien près de lui</w:t>
      </w:r>
      <w:r>
        <w:t xml:space="preserve">… </w:t>
      </w:r>
      <w:r w:rsidR="00E0544E" w:rsidRPr="007818BD">
        <w:t>effrayée de mes propres pensées</w:t>
      </w:r>
      <w:r>
        <w:t>…</w:t>
      </w:r>
    </w:p>
    <w:p w14:paraId="5DE15F6E" w14:textId="77777777" w:rsidR="00E8465A" w:rsidRDefault="00E8465A" w:rsidP="00E0544E">
      <w:r>
        <w:t>« </w:t>
      </w:r>
      <w:r w:rsidR="00E0544E" w:rsidRPr="007818BD">
        <w:t>Ah</w:t>
      </w:r>
      <w:r>
        <w:t xml:space="preserve"> ! </w:t>
      </w:r>
      <w:r w:rsidR="00E0544E" w:rsidRPr="007818BD">
        <w:t>doux et triste fut le lendemain de cette nuit</w:t>
      </w:r>
      <w:r>
        <w:t xml:space="preserve">, </w:t>
      </w:r>
      <w:r w:rsidR="00E0544E" w:rsidRPr="007818BD">
        <w:t>quand tes lèvres m</w:t>
      </w:r>
      <w:r>
        <w:t>’</w:t>
      </w:r>
      <w:r w:rsidR="00E0544E" w:rsidRPr="007818BD">
        <w:t>apprirent à me mettre en garde contre l</w:t>
      </w:r>
      <w:r>
        <w:t>’</w:t>
      </w:r>
      <w:r w:rsidR="00E0544E" w:rsidRPr="007818BD">
        <w:t>ennemi</w:t>
      </w:r>
      <w:r>
        <w:t xml:space="preserve">… </w:t>
      </w:r>
      <w:r w:rsidR="00E0544E" w:rsidRPr="007818BD">
        <w:t>Maintenant orpheline</w:t>
      </w:r>
      <w:r>
        <w:t xml:space="preserve">, </w:t>
      </w:r>
      <w:r w:rsidR="00E0544E" w:rsidRPr="007818BD">
        <w:t>à quoi peuvent remonter mes pensées</w:t>
      </w:r>
      <w:r>
        <w:t xml:space="preserve">, </w:t>
      </w:r>
      <w:r w:rsidR="00E0544E" w:rsidRPr="007818BD">
        <w:t>mes rêves</w:t>
      </w:r>
      <w:r>
        <w:t xml:space="preserve">, </w:t>
      </w:r>
      <w:r w:rsidR="00E0544E" w:rsidRPr="007818BD">
        <w:t>mon culte</w:t>
      </w:r>
      <w:r>
        <w:t xml:space="preserve">, </w:t>
      </w:r>
      <w:r w:rsidR="00E0544E" w:rsidRPr="007818BD">
        <w:t>sinon à toi</w:t>
      </w:r>
      <w:r>
        <w:t> ?</w:t>
      </w:r>
    </w:p>
    <w:p w14:paraId="4B53ED74" w14:textId="77777777" w:rsidR="00E8465A" w:rsidRDefault="00E8465A" w:rsidP="00E0544E">
      <w:r>
        <w:t>« </w:t>
      </w:r>
      <w:r w:rsidR="00E0544E" w:rsidRPr="007818BD">
        <w:t>Avec quelle douceur tu m</w:t>
      </w:r>
      <w:r>
        <w:t>’</w:t>
      </w:r>
      <w:r w:rsidR="00E0544E" w:rsidRPr="007818BD">
        <w:t>as reproché l</w:t>
      </w:r>
      <w:r>
        <w:t>’</w:t>
      </w:r>
      <w:r w:rsidR="00E0544E" w:rsidRPr="007818BD">
        <w:t>injure que te fa</w:t>
      </w:r>
      <w:r w:rsidR="00E0544E" w:rsidRPr="007818BD">
        <w:t>i</w:t>
      </w:r>
      <w:r w:rsidR="00E0544E" w:rsidRPr="007818BD">
        <w:t>saient mes injustes sou</w:t>
      </w:r>
      <w:r w:rsidR="00E0544E" w:rsidRPr="007818BD">
        <w:t>p</w:t>
      </w:r>
      <w:r w:rsidR="00E0544E" w:rsidRPr="007818BD">
        <w:t>çons</w:t>
      </w:r>
      <w:r>
        <w:t xml:space="preserve"> ? </w:t>
      </w:r>
      <w:r w:rsidR="00E0544E" w:rsidRPr="007818BD">
        <w:t>Pourquoi ai-je frémi de te sentir éclairer ma pensée</w:t>
      </w:r>
      <w:r>
        <w:t xml:space="preserve">, </w:t>
      </w:r>
      <w:r w:rsidR="00E0544E" w:rsidRPr="007818BD">
        <w:t>comme le rayon éclaire l</w:t>
      </w:r>
      <w:r>
        <w:t>’</w:t>
      </w:r>
      <w:r w:rsidR="00E0544E" w:rsidRPr="007818BD">
        <w:t>arbre solitaire a</w:t>
      </w:r>
      <w:r w:rsidR="00E0544E" w:rsidRPr="007818BD">
        <w:t>u</w:t>
      </w:r>
      <w:r w:rsidR="00E0544E" w:rsidRPr="007818BD">
        <w:t>quel tu m</w:t>
      </w:r>
      <w:r>
        <w:t>’</w:t>
      </w:r>
      <w:r w:rsidR="00E0544E" w:rsidRPr="007818BD">
        <w:t>avais si bien comparée</w:t>
      </w:r>
      <w:r>
        <w:t xml:space="preserve"> ? </w:t>
      </w:r>
      <w:r w:rsidR="00E0544E" w:rsidRPr="007818BD">
        <w:t>C</w:t>
      </w:r>
      <w:r>
        <w:t>’</w:t>
      </w:r>
      <w:r w:rsidR="00E0544E" w:rsidRPr="007818BD">
        <w:t>était</w:t>
      </w:r>
      <w:r>
        <w:t xml:space="preserve">… </w:t>
      </w:r>
      <w:r w:rsidR="00E0544E" w:rsidRPr="007818BD">
        <w:t>c</w:t>
      </w:r>
      <w:r>
        <w:t>’</w:t>
      </w:r>
      <w:r w:rsidR="00E0544E" w:rsidRPr="007818BD">
        <w:t xml:space="preserve">était parce </w:t>
      </w:r>
      <w:r w:rsidR="00E0544E" w:rsidRPr="007818BD">
        <w:lastRenderedPageBreak/>
        <w:t>que</w:t>
      </w:r>
      <w:r>
        <w:t xml:space="preserve">, </w:t>
      </w:r>
      <w:r w:rsidR="00E0544E" w:rsidRPr="007818BD">
        <w:t>comme l</w:t>
      </w:r>
      <w:r>
        <w:t>’</w:t>
      </w:r>
      <w:r w:rsidR="00E0544E" w:rsidRPr="007818BD">
        <w:t>arbre</w:t>
      </w:r>
      <w:r>
        <w:t xml:space="preserve">, </w:t>
      </w:r>
      <w:r w:rsidR="00E0544E" w:rsidRPr="007818BD">
        <w:t>j</w:t>
      </w:r>
      <w:r>
        <w:t>’</w:t>
      </w:r>
      <w:r w:rsidR="00E0544E" w:rsidRPr="007818BD">
        <w:t>ai combattu pour la lumière et que la lumière est venue</w:t>
      </w:r>
      <w:r>
        <w:t xml:space="preserve"> ! </w:t>
      </w:r>
      <w:r w:rsidR="00E0544E" w:rsidRPr="007818BD">
        <w:t>Ils me parlent d</w:t>
      </w:r>
      <w:r>
        <w:t>’</w:t>
      </w:r>
      <w:r w:rsidR="00E0544E" w:rsidRPr="007818BD">
        <w:t>amour</w:t>
      </w:r>
      <w:r>
        <w:t xml:space="preserve">, </w:t>
      </w:r>
      <w:r w:rsidR="00E0544E" w:rsidRPr="007818BD">
        <w:t>et ma vie tout entière au théâtre inspire à mes lèvres le souffle et la langue de l</w:t>
      </w:r>
      <w:r>
        <w:t>’</w:t>
      </w:r>
      <w:r w:rsidR="00E0544E" w:rsidRPr="007818BD">
        <w:t>amour</w:t>
      </w:r>
      <w:r>
        <w:t xml:space="preserve">… </w:t>
      </w:r>
      <w:r w:rsidR="00E0544E" w:rsidRPr="007818BD">
        <w:t>Non</w:t>
      </w:r>
      <w:r>
        <w:t xml:space="preserve">, </w:t>
      </w:r>
      <w:r w:rsidR="00E0544E" w:rsidRPr="007818BD">
        <w:t>mille fois non</w:t>
      </w:r>
      <w:r>
        <w:t xml:space="preserve">. </w:t>
      </w:r>
      <w:r w:rsidR="00E0544E" w:rsidRPr="007818BD">
        <w:t>Je sais bien que ce n</w:t>
      </w:r>
      <w:r>
        <w:t>’</w:t>
      </w:r>
      <w:r w:rsidR="00E0544E" w:rsidRPr="007818BD">
        <w:t>est pas de l</w:t>
      </w:r>
      <w:r>
        <w:t>’</w:t>
      </w:r>
      <w:r w:rsidR="00E0544E" w:rsidRPr="007818BD">
        <w:t>amour que je sens pour toi</w:t>
      </w:r>
      <w:r>
        <w:t xml:space="preserve">… </w:t>
      </w:r>
      <w:r w:rsidR="00E0544E" w:rsidRPr="007818BD">
        <w:t>ce n</w:t>
      </w:r>
      <w:r>
        <w:t>’</w:t>
      </w:r>
      <w:r w:rsidR="00E0544E" w:rsidRPr="007818BD">
        <w:t>est pas une passion</w:t>
      </w:r>
      <w:r>
        <w:t xml:space="preserve">, </w:t>
      </w:r>
      <w:r w:rsidR="00E0544E" w:rsidRPr="007818BD">
        <w:t>c</w:t>
      </w:r>
      <w:r>
        <w:t>’</w:t>
      </w:r>
      <w:r w:rsidR="00E0544E" w:rsidRPr="007818BD">
        <w:t>est une pensée</w:t>
      </w:r>
      <w:r>
        <w:t xml:space="preserve">. </w:t>
      </w:r>
      <w:r w:rsidR="00E0544E" w:rsidRPr="007818BD">
        <w:t>Je ne demande pas à être a</w:t>
      </w:r>
      <w:r w:rsidR="00E0544E" w:rsidRPr="007818BD">
        <w:t>i</w:t>
      </w:r>
      <w:r w:rsidR="00E0544E" w:rsidRPr="007818BD">
        <w:t>mée</w:t>
      </w:r>
      <w:r>
        <w:t xml:space="preserve">… </w:t>
      </w:r>
      <w:r w:rsidR="00E0544E" w:rsidRPr="007818BD">
        <w:t>Je ne me plains pas si tes paroles sont sévères</w:t>
      </w:r>
      <w:r>
        <w:t xml:space="preserve">, </w:t>
      </w:r>
      <w:r w:rsidR="00E0544E" w:rsidRPr="007818BD">
        <w:t>si ton regard est froid</w:t>
      </w:r>
      <w:r>
        <w:t xml:space="preserve">. </w:t>
      </w:r>
      <w:r w:rsidR="00E0544E" w:rsidRPr="007818BD">
        <w:t>Je ne demande pas si j</w:t>
      </w:r>
      <w:r>
        <w:t>’</w:t>
      </w:r>
      <w:r w:rsidR="00E0544E" w:rsidRPr="007818BD">
        <w:t>ai des rivales</w:t>
      </w:r>
      <w:r>
        <w:t xml:space="preserve"> ; </w:t>
      </w:r>
      <w:r w:rsidR="00E0544E" w:rsidRPr="007818BD">
        <w:t>je ne cherche ni n</w:t>
      </w:r>
      <w:r>
        <w:t>’</w:t>
      </w:r>
      <w:r w:rsidR="00E0544E" w:rsidRPr="007818BD">
        <w:t>aspire à être belle à tes yeux</w:t>
      </w:r>
      <w:r>
        <w:t xml:space="preserve">… </w:t>
      </w:r>
      <w:r w:rsidR="00E0544E" w:rsidRPr="007818BD">
        <w:t>C</w:t>
      </w:r>
      <w:r>
        <w:t>’</w:t>
      </w:r>
      <w:r w:rsidR="00E0544E" w:rsidRPr="007818BD">
        <w:t>est mon âme qui voudrait s</w:t>
      </w:r>
      <w:r>
        <w:t>’</w:t>
      </w:r>
      <w:r w:rsidR="00E0544E" w:rsidRPr="007818BD">
        <w:t>unir à la tienne</w:t>
      </w:r>
      <w:r>
        <w:t xml:space="preserve">. </w:t>
      </w:r>
      <w:r w:rsidR="00E0544E" w:rsidRPr="007818BD">
        <w:t>Je donnerais des mondes</w:t>
      </w:r>
      <w:r>
        <w:t xml:space="preserve">, </w:t>
      </w:r>
      <w:r w:rsidR="00E0544E" w:rsidRPr="007818BD">
        <w:t>y eût-il entre nous des océans</w:t>
      </w:r>
      <w:r>
        <w:t xml:space="preserve">, </w:t>
      </w:r>
      <w:r w:rsidR="00E0544E" w:rsidRPr="007818BD">
        <w:t>pour savoir l</w:t>
      </w:r>
      <w:r>
        <w:t>’</w:t>
      </w:r>
      <w:r w:rsidR="00E0544E" w:rsidRPr="007818BD">
        <w:t>heure où ton doux regard s</w:t>
      </w:r>
      <w:r>
        <w:t>’</w:t>
      </w:r>
      <w:r w:rsidR="00E0544E" w:rsidRPr="007818BD">
        <w:t>élève vers les étoiles</w:t>
      </w:r>
      <w:r>
        <w:t xml:space="preserve">, </w:t>
      </w:r>
      <w:r w:rsidR="00E0544E" w:rsidRPr="007818BD">
        <w:t>où ton cœur s</w:t>
      </w:r>
      <w:r>
        <w:t>’</w:t>
      </w:r>
      <w:r w:rsidR="00E0544E" w:rsidRPr="007818BD">
        <w:t>épanche dans la prière</w:t>
      </w:r>
      <w:r>
        <w:t xml:space="preserve">. </w:t>
      </w:r>
      <w:r w:rsidR="00E0544E" w:rsidRPr="007818BD">
        <w:t>Ils me disent que tu es plus beau que le marbre d</w:t>
      </w:r>
      <w:r>
        <w:t>’</w:t>
      </w:r>
      <w:r w:rsidR="00E0544E" w:rsidRPr="007818BD">
        <w:t>Apollon</w:t>
      </w:r>
      <w:r>
        <w:t xml:space="preserve">, </w:t>
      </w:r>
      <w:r w:rsidR="00E0544E" w:rsidRPr="007818BD">
        <w:t>plus beau que toute forme humaine</w:t>
      </w:r>
      <w:r>
        <w:t xml:space="preserve"> ; </w:t>
      </w:r>
      <w:r w:rsidR="00E0544E" w:rsidRPr="007818BD">
        <w:t>mais je n</w:t>
      </w:r>
      <w:r>
        <w:t>’</w:t>
      </w:r>
      <w:r w:rsidR="00E0544E" w:rsidRPr="007818BD">
        <w:t>ai j</w:t>
      </w:r>
      <w:r w:rsidR="00E0544E" w:rsidRPr="007818BD">
        <w:t>a</w:t>
      </w:r>
      <w:r w:rsidR="00E0544E" w:rsidRPr="007818BD">
        <w:t>mais osé te regarder en face pour te comparer</w:t>
      </w:r>
      <w:r>
        <w:t xml:space="preserve">, </w:t>
      </w:r>
      <w:r w:rsidR="00E0544E" w:rsidRPr="007818BD">
        <w:t>par la pensée</w:t>
      </w:r>
      <w:r>
        <w:t xml:space="preserve">, </w:t>
      </w:r>
      <w:r w:rsidR="00E0544E" w:rsidRPr="007818BD">
        <w:t>avec le reste du monde</w:t>
      </w:r>
      <w:r>
        <w:t xml:space="preserve">. </w:t>
      </w:r>
      <w:r w:rsidR="00E0544E" w:rsidRPr="007818BD">
        <w:t>Seulement</w:t>
      </w:r>
      <w:r>
        <w:t xml:space="preserve">, </w:t>
      </w:r>
      <w:r w:rsidR="00E0544E" w:rsidRPr="007818BD">
        <w:t>ton regard et ton so</w:t>
      </w:r>
      <w:r w:rsidR="00E0544E" w:rsidRPr="007818BD">
        <w:t>u</w:t>
      </w:r>
      <w:r w:rsidR="00E0544E" w:rsidRPr="007818BD">
        <w:t>rire calme et doux me poursuivent sans cesse</w:t>
      </w:r>
      <w:r>
        <w:t xml:space="preserve"> : </w:t>
      </w:r>
      <w:r w:rsidR="00E0544E" w:rsidRPr="007818BD">
        <w:t>ainsi</w:t>
      </w:r>
      <w:r>
        <w:t xml:space="preserve">, </w:t>
      </w:r>
      <w:r w:rsidR="00E0544E" w:rsidRPr="007818BD">
        <w:t>quand je contemple la lune</w:t>
      </w:r>
      <w:r>
        <w:t xml:space="preserve">, </w:t>
      </w:r>
      <w:r w:rsidR="00E0544E" w:rsidRPr="007818BD">
        <w:t>tout ce qui en pénètre dans mon âme</w:t>
      </w:r>
      <w:r>
        <w:t xml:space="preserve">, </w:t>
      </w:r>
      <w:r w:rsidR="00E0544E" w:rsidRPr="007818BD">
        <w:t>c</w:t>
      </w:r>
      <w:r>
        <w:t>’</w:t>
      </w:r>
      <w:r w:rsidR="00E0544E" w:rsidRPr="007818BD">
        <w:t>est sa molle et silencieuse clarté</w:t>
      </w:r>
      <w:r>
        <w:t>.</w:t>
      </w:r>
    </w:p>
    <w:p w14:paraId="20E9D1D7" w14:textId="2A16E4CA" w:rsidR="00E0544E" w:rsidRPr="007818BD" w:rsidRDefault="00E0544E" w:rsidP="00E0544E"/>
    <w:p w14:paraId="5EA8C00C" w14:textId="77777777" w:rsidR="00E8465A" w:rsidRDefault="00E8465A" w:rsidP="00E0544E">
      <w:r>
        <w:t>« </w:t>
      </w:r>
      <w:r w:rsidR="00E0544E" w:rsidRPr="007818BD">
        <w:t>Souvent</w:t>
      </w:r>
      <w:r>
        <w:t xml:space="preserve">, </w:t>
      </w:r>
      <w:r w:rsidR="00E0544E" w:rsidRPr="007818BD">
        <w:t>quand l</w:t>
      </w:r>
      <w:r>
        <w:t>’</w:t>
      </w:r>
      <w:r w:rsidR="00E0544E" w:rsidRPr="007818BD">
        <w:t>air est calme</w:t>
      </w:r>
      <w:r>
        <w:t xml:space="preserve">, </w:t>
      </w:r>
      <w:r w:rsidR="00E0544E" w:rsidRPr="007818BD">
        <w:t>j</w:t>
      </w:r>
      <w:r>
        <w:t>’</w:t>
      </w:r>
      <w:r w:rsidR="00E0544E" w:rsidRPr="007818BD">
        <w:t>ai cru entendre les a</w:t>
      </w:r>
      <w:r w:rsidR="00E0544E" w:rsidRPr="007818BD">
        <w:t>c</w:t>
      </w:r>
      <w:r w:rsidR="00E0544E" w:rsidRPr="007818BD">
        <w:t>cents de la musique de mon père</w:t>
      </w:r>
      <w:r>
        <w:t xml:space="preserve"> ; </w:t>
      </w:r>
      <w:r w:rsidR="00E0544E" w:rsidRPr="007818BD">
        <w:t>souvent</w:t>
      </w:r>
      <w:r>
        <w:t xml:space="preserve">, </w:t>
      </w:r>
      <w:r w:rsidR="00E0544E" w:rsidRPr="007818BD">
        <w:t>quoique depuis longtemps endormis à jamais dans la tombe</w:t>
      </w:r>
      <w:r>
        <w:t xml:space="preserve">, </w:t>
      </w:r>
      <w:r w:rsidR="00E0544E" w:rsidRPr="007818BD">
        <w:t>ils m</w:t>
      </w:r>
      <w:r>
        <w:t>’</w:t>
      </w:r>
      <w:r w:rsidR="00E0544E" w:rsidRPr="007818BD">
        <w:t>ont arrachée aux rêves de la nuit solennelle</w:t>
      </w:r>
      <w:r>
        <w:t xml:space="preserve">. </w:t>
      </w:r>
      <w:r w:rsidR="00E0544E" w:rsidRPr="007818BD">
        <w:t>Il me semble</w:t>
      </w:r>
      <w:r>
        <w:t xml:space="preserve">, </w:t>
      </w:r>
      <w:r w:rsidR="00E0544E" w:rsidRPr="007818BD">
        <w:t>avant que tu vie</w:t>
      </w:r>
      <w:r w:rsidR="00E0544E" w:rsidRPr="007818BD">
        <w:t>n</w:t>
      </w:r>
      <w:r w:rsidR="00E0544E" w:rsidRPr="007818BD">
        <w:t>nes à moi</w:t>
      </w:r>
      <w:r>
        <w:t xml:space="preserve">, </w:t>
      </w:r>
      <w:r w:rsidR="00E0544E" w:rsidRPr="007818BD">
        <w:t>qu</w:t>
      </w:r>
      <w:r>
        <w:t>’</w:t>
      </w:r>
      <w:r w:rsidR="00E0544E" w:rsidRPr="007818BD">
        <w:t>elles m</w:t>
      </w:r>
      <w:r>
        <w:t>’</w:t>
      </w:r>
      <w:r w:rsidR="00E0544E" w:rsidRPr="007818BD">
        <w:t>annoncent ta venue</w:t>
      </w:r>
      <w:r>
        <w:t xml:space="preserve">. </w:t>
      </w:r>
      <w:r w:rsidR="00E0544E" w:rsidRPr="007818BD">
        <w:t>Il me semble les e</w:t>
      </w:r>
      <w:r w:rsidR="00E0544E" w:rsidRPr="007818BD">
        <w:t>n</w:t>
      </w:r>
      <w:r w:rsidR="00E0544E" w:rsidRPr="007818BD">
        <w:t>tendre se plaindre et gémir quand</w:t>
      </w:r>
      <w:r>
        <w:t xml:space="preserve">, </w:t>
      </w:r>
      <w:r w:rsidR="00E0544E" w:rsidRPr="007818BD">
        <w:t>après ton départ</w:t>
      </w:r>
      <w:r>
        <w:t xml:space="preserve">, </w:t>
      </w:r>
      <w:r w:rsidR="00E0544E" w:rsidRPr="007818BD">
        <w:t>je retombe sur moi-même</w:t>
      </w:r>
      <w:r>
        <w:t xml:space="preserve">. </w:t>
      </w:r>
      <w:r w:rsidR="00E0544E" w:rsidRPr="007818BD">
        <w:t>Tu fais partie de cette harmonie</w:t>
      </w:r>
      <w:r>
        <w:t xml:space="preserve"> ; </w:t>
      </w:r>
      <w:r w:rsidR="00E0544E" w:rsidRPr="007818BD">
        <w:t>tu en es l</w:t>
      </w:r>
      <w:r>
        <w:t>’</w:t>
      </w:r>
      <w:r w:rsidR="00E0544E" w:rsidRPr="007818BD">
        <w:t>esprit</w:t>
      </w:r>
      <w:r>
        <w:t xml:space="preserve">, </w:t>
      </w:r>
      <w:r w:rsidR="00E0544E" w:rsidRPr="007818BD">
        <w:t>le génie</w:t>
      </w:r>
      <w:r>
        <w:t xml:space="preserve">. </w:t>
      </w:r>
      <w:r w:rsidR="00E0544E" w:rsidRPr="007818BD">
        <w:t>Mon père a dû entrevoir et toi et ta terre nat</w:t>
      </w:r>
      <w:r w:rsidR="00E0544E" w:rsidRPr="007818BD">
        <w:t>a</w:t>
      </w:r>
      <w:r w:rsidR="00E0544E" w:rsidRPr="007818BD">
        <w:t>le</w:t>
      </w:r>
      <w:r>
        <w:t xml:space="preserve">, </w:t>
      </w:r>
      <w:r w:rsidR="00E0544E" w:rsidRPr="007818BD">
        <w:t>lorsque les vents se taisaient pour écouter ses accords</w:t>
      </w:r>
      <w:r>
        <w:t xml:space="preserve">, </w:t>
      </w:r>
      <w:r w:rsidR="00E0544E" w:rsidRPr="007818BD">
        <w:t>et que le monde le croyait fou</w:t>
      </w:r>
      <w:r>
        <w:t xml:space="preserve">. </w:t>
      </w:r>
      <w:r w:rsidR="00E0544E" w:rsidRPr="007818BD">
        <w:t>J</w:t>
      </w:r>
      <w:r>
        <w:t>’</w:t>
      </w:r>
      <w:r w:rsidR="00E0544E" w:rsidRPr="007818BD">
        <w:t>entends dans ma retraite le murmure lointain de la mer</w:t>
      </w:r>
      <w:r>
        <w:t xml:space="preserve">. </w:t>
      </w:r>
      <w:r w:rsidR="00E0544E" w:rsidRPr="007818BD">
        <w:t>Murmurez</w:t>
      </w:r>
      <w:r>
        <w:t xml:space="preserve">, </w:t>
      </w:r>
      <w:r w:rsidR="00E0544E" w:rsidRPr="007818BD">
        <w:t>flots bénis</w:t>
      </w:r>
      <w:r>
        <w:t xml:space="preserve"> ! </w:t>
      </w:r>
      <w:r w:rsidR="00E0544E" w:rsidRPr="007818BD">
        <w:t>Les vagues sont le sang du rivage</w:t>
      </w:r>
      <w:r>
        <w:t xml:space="preserve"> : </w:t>
      </w:r>
      <w:r w:rsidR="00E0544E" w:rsidRPr="007818BD">
        <w:t xml:space="preserve">elles battent sous le souffle </w:t>
      </w:r>
      <w:r w:rsidR="00E0544E" w:rsidRPr="007818BD">
        <w:lastRenderedPageBreak/>
        <w:t>joyeux du vent du matin</w:t>
      </w:r>
      <w:r>
        <w:t xml:space="preserve">… </w:t>
      </w:r>
      <w:r w:rsidR="00E0544E" w:rsidRPr="007818BD">
        <w:t>Ainsi bat mon cœur dans la fraîcheur et dans la lumière qui émanent de ton souvenir</w:t>
      </w:r>
      <w:r>
        <w:t>.</w:t>
      </w:r>
    </w:p>
    <w:p w14:paraId="0DC80051" w14:textId="6DC94D56" w:rsidR="00E0544E" w:rsidRPr="007818BD" w:rsidRDefault="00E0544E" w:rsidP="00E0544E"/>
    <w:p w14:paraId="43F907D2" w14:textId="77777777" w:rsidR="00E8465A" w:rsidRDefault="00E8465A" w:rsidP="00E0544E">
      <w:r>
        <w:t>« </w:t>
      </w:r>
      <w:r w:rsidR="00E0544E" w:rsidRPr="007818BD">
        <w:t>Souvent</w:t>
      </w:r>
      <w:r>
        <w:t xml:space="preserve">, </w:t>
      </w:r>
      <w:r w:rsidR="00E0544E" w:rsidRPr="007818BD">
        <w:t>dans mon enfance</w:t>
      </w:r>
      <w:r>
        <w:t xml:space="preserve">, </w:t>
      </w:r>
      <w:r w:rsidR="00E0544E" w:rsidRPr="007818BD">
        <w:t>je me suis demandé rêveuse pourquoi j</w:t>
      </w:r>
      <w:r>
        <w:t>’</w:t>
      </w:r>
      <w:r w:rsidR="00E0544E" w:rsidRPr="007818BD">
        <w:t>étais née</w:t>
      </w:r>
      <w:r>
        <w:t xml:space="preserve">, </w:t>
      </w:r>
      <w:r w:rsidR="00E0544E" w:rsidRPr="007818BD">
        <w:t>et mon âme répondait à mon cœur et d</w:t>
      </w:r>
      <w:r w:rsidR="00E0544E" w:rsidRPr="007818BD">
        <w:t>i</w:t>
      </w:r>
      <w:r w:rsidR="00E0544E" w:rsidRPr="007818BD">
        <w:t>sait</w:t>
      </w:r>
      <w:r>
        <w:t> : « </w:t>
      </w:r>
      <w:r w:rsidR="00E0544E" w:rsidRPr="007818BD">
        <w:t>Tu es née pour adorer</w:t>
      </w:r>
      <w:r>
        <w:t>. »</w:t>
      </w:r>
      <w:r w:rsidR="00E0544E" w:rsidRPr="007818BD">
        <w:t xml:space="preserve"> Oui</w:t>
      </w:r>
      <w:r>
        <w:t xml:space="preserve">, </w:t>
      </w:r>
      <w:r w:rsidR="00E0544E" w:rsidRPr="007818BD">
        <w:t>je sais pourquoi le monde réel m</w:t>
      </w:r>
      <w:r>
        <w:t>’</w:t>
      </w:r>
      <w:r w:rsidR="00E0544E" w:rsidRPr="007818BD">
        <w:t>a toujours paru si faux et si froid</w:t>
      </w:r>
      <w:r>
        <w:t xml:space="preserve"> ; </w:t>
      </w:r>
      <w:r w:rsidR="00E0544E" w:rsidRPr="007818BD">
        <w:t>je sais pourquoi le monde de la scène m</w:t>
      </w:r>
      <w:r>
        <w:t>’</w:t>
      </w:r>
      <w:r w:rsidR="00E0544E" w:rsidRPr="007818BD">
        <w:t>a ravie et éblouie</w:t>
      </w:r>
      <w:r>
        <w:t xml:space="preserve">. </w:t>
      </w:r>
      <w:r w:rsidR="00E0544E" w:rsidRPr="007818BD">
        <w:t>Je sais pourquoi il est si doux de me réfugier dans la solitude et de laisser avec mon r</w:t>
      </w:r>
      <w:r w:rsidR="00E0544E" w:rsidRPr="007818BD">
        <w:t>e</w:t>
      </w:r>
      <w:r w:rsidR="00E0544E" w:rsidRPr="007818BD">
        <w:t>gard mon être tout entier monter vers les cieux lointains</w:t>
      </w:r>
      <w:r>
        <w:t xml:space="preserve">. </w:t>
      </w:r>
      <w:r w:rsidR="00E0544E" w:rsidRPr="007818BD">
        <w:t>Ma nature n</w:t>
      </w:r>
      <w:r>
        <w:t>’</w:t>
      </w:r>
      <w:r w:rsidR="00E0544E" w:rsidRPr="007818BD">
        <w:t>est pas faite pour cette vie</w:t>
      </w:r>
      <w:r>
        <w:t xml:space="preserve">, </w:t>
      </w:r>
      <w:r w:rsidR="00E0544E" w:rsidRPr="007818BD">
        <w:t>si heureuse qu</w:t>
      </w:r>
      <w:r>
        <w:t>’</w:t>
      </w:r>
      <w:r w:rsidR="00E0544E" w:rsidRPr="007818BD">
        <w:t>elle puisse paraître aux autres</w:t>
      </w:r>
      <w:r>
        <w:t xml:space="preserve">. </w:t>
      </w:r>
      <w:r w:rsidR="00E0544E" w:rsidRPr="007818BD">
        <w:t>C</w:t>
      </w:r>
      <w:r>
        <w:t>’</w:t>
      </w:r>
      <w:r w:rsidR="00E0544E" w:rsidRPr="007818BD">
        <w:t>est pour elle un besoin</w:t>
      </w:r>
      <w:r>
        <w:t xml:space="preserve">, </w:t>
      </w:r>
      <w:r w:rsidR="00E0544E" w:rsidRPr="007818BD">
        <w:t>son seul besoin</w:t>
      </w:r>
      <w:r>
        <w:t xml:space="preserve">, </w:t>
      </w:r>
      <w:r w:rsidR="00E0544E" w:rsidRPr="007818BD">
        <w:t>d</w:t>
      </w:r>
      <w:r>
        <w:t>’</w:t>
      </w:r>
      <w:r w:rsidR="00E0544E" w:rsidRPr="007818BD">
        <w:t>avoir toujours devant elle une image plus élevée qu</w:t>
      </w:r>
      <w:r>
        <w:t>’</w:t>
      </w:r>
      <w:r w:rsidR="00E0544E" w:rsidRPr="007818BD">
        <w:t>elle-même</w:t>
      </w:r>
      <w:r>
        <w:t xml:space="preserve">. </w:t>
      </w:r>
      <w:r w:rsidR="00E0544E" w:rsidRPr="007818BD">
        <w:t>Étranger</w:t>
      </w:r>
      <w:r>
        <w:t xml:space="preserve"> ! </w:t>
      </w:r>
      <w:r w:rsidR="00E0544E" w:rsidRPr="007818BD">
        <w:t>dans quelles régions célestes</w:t>
      </w:r>
      <w:r>
        <w:t xml:space="preserve">, </w:t>
      </w:r>
      <w:proofErr w:type="spellStart"/>
      <w:r w:rsidR="00E0544E" w:rsidRPr="007818BD">
        <w:t>au delà</w:t>
      </w:r>
      <w:proofErr w:type="spellEnd"/>
      <w:r w:rsidR="00E0544E" w:rsidRPr="007818BD">
        <w:t xml:space="preserve"> du to</w:t>
      </w:r>
      <w:r w:rsidR="00E0544E" w:rsidRPr="007818BD">
        <w:t>m</w:t>
      </w:r>
      <w:r w:rsidR="00E0544E" w:rsidRPr="007818BD">
        <w:t>beau</w:t>
      </w:r>
      <w:r>
        <w:t xml:space="preserve">, </w:t>
      </w:r>
      <w:r w:rsidR="00E0544E" w:rsidRPr="007818BD">
        <w:t>mon âme répandra-t-elle</w:t>
      </w:r>
      <w:r>
        <w:t xml:space="preserve">, </w:t>
      </w:r>
      <w:r w:rsidR="00E0544E" w:rsidRPr="007818BD">
        <w:t>heure après heure</w:t>
      </w:r>
      <w:r>
        <w:t xml:space="preserve">, </w:t>
      </w:r>
      <w:r w:rsidR="00E0544E" w:rsidRPr="007818BD">
        <w:t>son culte à la même source que la tienne</w:t>
      </w:r>
      <w:r>
        <w:t> ?</w:t>
      </w:r>
    </w:p>
    <w:p w14:paraId="1FDB4CBE" w14:textId="0ADC641B" w:rsidR="00E0544E" w:rsidRPr="007818BD" w:rsidRDefault="00E0544E" w:rsidP="00E0544E"/>
    <w:p w14:paraId="00034CEC" w14:textId="77777777" w:rsidR="00E8465A" w:rsidRDefault="00E8465A" w:rsidP="00E0544E">
      <w:r>
        <w:t>« </w:t>
      </w:r>
      <w:r w:rsidR="00E0544E" w:rsidRPr="007818BD">
        <w:t>Dans le jardin de mon voisin il y a une petite fontaine</w:t>
      </w:r>
      <w:r>
        <w:t xml:space="preserve">. </w:t>
      </w:r>
      <w:r w:rsidR="00E0544E" w:rsidRPr="007818BD">
        <w:t>Ce matin</w:t>
      </w:r>
      <w:r>
        <w:t xml:space="preserve">, </w:t>
      </w:r>
      <w:r w:rsidR="00E0544E" w:rsidRPr="007818BD">
        <w:t>après le lever du soleil</w:t>
      </w:r>
      <w:r>
        <w:t xml:space="preserve">, </w:t>
      </w:r>
      <w:r w:rsidR="00E0544E" w:rsidRPr="007818BD">
        <w:t>j</w:t>
      </w:r>
      <w:r>
        <w:t>’</w:t>
      </w:r>
      <w:r w:rsidR="00E0544E" w:rsidRPr="007818BD">
        <w:t>étais debout sur le bord</w:t>
      </w:r>
      <w:r>
        <w:t xml:space="preserve">. </w:t>
      </w:r>
      <w:r w:rsidR="00E0544E" w:rsidRPr="007818BD">
        <w:t>Comme elle jaillissait avec ses perles frémissantes au-devant des rayons du matin</w:t>
      </w:r>
      <w:r>
        <w:t xml:space="preserve"> ! </w:t>
      </w:r>
      <w:r w:rsidR="00E0544E" w:rsidRPr="007818BD">
        <w:t>Alors</w:t>
      </w:r>
      <w:r>
        <w:t xml:space="preserve">, </w:t>
      </w:r>
      <w:r w:rsidR="00E0544E" w:rsidRPr="007818BD">
        <w:t>je pensais que je te verrais aujourd</w:t>
      </w:r>
      <w:r>
        <w:t>’</w:t>
      </w:r>
      <w:r w:rsidR="00E0544E" w:rsidRPr="007818BD">
        <w:t>hui</w:t>
      </w:r>
      <w:r>
        <w:t xml:space="preserve"> ; </w:t>
      </w:r>
      <w:r w:rsidR="00E0544E" w:rsidRPr="007818BD">
        <w:t>car ainsi s</w:t>
      </w:r>
      <w:r>
        <w:t>’</w:t>
      </w:r>
      <w:r w:rsidR="00E0544E" w:rsidRPr="007818BD">
        <w:t>élançait mon âme au-devant du matin nouveau que tu m</w:t>
      </w:r>
      <w:r>
        <w:t>’</w:t>
      </w:r>
      <w:r w:rsidR="00E0544E" w:rsidRPr="007818BD">
        <w:t>apportes des cieux</w:t>
      </w:r>
      <w:r>
        <w:t>…</w:t>
      </w:r>
    </w:p>
    <w:p w14:paraId="37F2799E" w14:textId="43ADDCFA" w:rsidR="00E0544E" w:rsidRPr="007818BD" w:rsidRDefault="00E0544E" w:rsidP="00E0544E"/>
    <w:p w14:paraId="44EEB4D7" w14:textId="77777777" w:rsidR="00E8465A" w:rsidRDefault="00E8465A" w:rsidP="00E0544E">
      <w:r>
        <w:t>« </w:t>
      </w:r>
      <w:r w:rsidR="00E0544E" w:rsidRPr="007818BD">
        <w:t>Oui</w:t>
      </w:r>
      <w:r>
        <w:t xml:space="preserve">, </w:t>
      </w:r>
      <w:r w:rsidR="00E0544E" w:rsidRPr="007818BD">
        <w:t>je t</w:t>
      </w:r>
      <w:r>
        <w:t>’</w:t>
      </w:r>
      <w:r w:rsidR="00E0544E" w:rsidRPr="007818BD">
        <w:t>ai revu</w:t>
      </w:r>
      <w:r>
        <w:t xml:space="preserve">, </w:t>
      </w:r>
      <w:r w:rsidR="00E0544E" w:rsidRPr="007818BD">
        <w:t>je t</w:t>
      </w:r>
      <w:r>
        <w:t>’</w:t>
      </w:r>
      <w:r w:rsidR="00E0544E" w:rsidRPr="007818BD">
        <w:t>ai écouté encore une fois</w:t>
      </w:r>
      <w:r>
        <w:t xml:space="preserve">. </w:t>
      </w:r>
      <w:r w:rsidR="00E0544E" w:rsidRPr="007818BD">
        <w:t>Comme je me suis enhardie</w:t>
      </w:r>
      <w:r>
        <w:t xml:space="preserve"> ! </w:t>
      </w:r>
      <w:r w:rsidR="00E0544E" w:rsidRPr="007818BD">
        <w:t>Je me suis laissée aller à te redire les récits de mes pensées d</w:t>
      </w:r>
      <w:r>
        <w:t>’</w:t>
      </w:r>
      <w:r w:rsidR="00E0544E" w:rsidRPr="007818BD">
        <w:t>enfant</w:t>
      </w:r>
      <w:r>
        <w:t xml:space="preserve">, </w:t>
      </w:r>
      <w:r w:rsidR="00E0544E" w:rsidRPr="007818BD">
        <w:t>comme si je t</w:t>
      </w:r>
      <w:r>
        <w:t>’</w:t>
      </w:r>
      <w:r w:rsidR="00E0544E" w:rsidRPr="007818BD">
        <w:t>avais connu depuis mon enfance</w:t>
      </w:r>
      <w:r>
        <w:t xml:space="preserve">. </w:t>
      </w:r>
      <w:r w:rsidR="00E0544E" w:rsidRPr="007818BD">
        <w:t>Tout à coup le sentiment de ma hardiesse me frappa</w:t>
      </w:r>
      <w:r>
        <w:t xml:space="preserve">. </w:t>
      </w:r>
      <w:r w:rsidR="00E0544E" w:rsidRPr="007818BD">
        <w:t>Je m</w:t>
      </w:r>
      <w:r>
        <w:t>’</w:t>
      </w:r>
      <w:r w:rsidR="00E0544E" w:rsidRPr="007818BD">
        <w:t>arrêtai</w:t>
      </w:r>
      <w:r>
        <w:t xml:space="preserve">, </w:t>
      </w:r>
      <w:r w:rsidR="00E0544E" w:rsidRPr="007818BD">
        <w:t>et j</w:t>
      </w:r>
      <w:r>
        <w:t>’</w:t>
      </w:r>
      <w:r w:rsidR="00E0544E" w:rsidRPr="007818BD">
        <w:t>interrogeai timidement ton regard</w:t>
      </w:r>
      <w:r>
        <w:t>.</w:t>
      </w:r>
    </w:p>
    <w:p w14:paraId="5269BAD8" w14:textId="77777777" w:rsidR="00E8465A" w:rsidRDefault="00E8465A" w:rsidP="00E0544E">
      <w:r>
        <w:lastRenderedPageBreak/>
        <w:t>« </w:t>
      </w:r>
      <w:r w:rsidR="00E0544E" w:rsidRPr="007818BD">
        <w:t>Eh bien</w:t>
      </w:r>
      <w:r>
        <w:t xml:space="preserve"> ! </w:t>
      </w:r>
      <w:r w:rsidR="00E0544E" w:rsidRPr="007818BD">
        <w:t>et quand vous avez vu que le rossignol ne vo</w:t>
      </w:r>
      <w:r w:rsidR="00E0544E" w:rsidRPr="007818BD">
        <w:t>u</w:t>
      </w:r>
      <w:r w:rsidR="00E0544E" w:rsidRPr="007818BD">
        <w:t>lait pas chanter</w:t>
      </w:r>
      <w:r>
        <w:t> ?</w:t>
      </w:r>
    </w:p>
    <w:p w14:paraId="3B2DBEBB" w14:textId="77777777" w:rsidR="00E8465A" w:rsidRDefault="00E8465A" w:rsidP="00E0544E">
      <w:r>
        <w:t>— </w:t>
      </w:r>
      <w:r w:rsidR="00E0544E" w:rsidRPr="007818BD">
        <w:t>Ah</w:t>
      </w:r>
      <w:r>
        <w:t xml:space="preserve"> ! </w:t>
      </w:r>
      <w:r w:rsidR="00E0544E" w:rsidRPr="007818BD">
        <w:t>répondis-je</w:t>
      </w:r>
      <w:r>
        <w:t xml:space="preserve">, </w:t>
      </w:r>
      <w:r w:rsidR="00E0544E" w:rsidRPr="007818BD">
        <w:t>qu</w:t>
      </w:r>
      <w:r>
        <w:t>’</w:t>
      </w:r>
      <w:r w:rsidR="00E0544E" w:rsidRPr="007818BD">
        <w:t>importe cette histoire du cœur d</w:t>
      </w:r>
      <w:r>
        <w:t>’</w:t>
      </w:r>
      <w:r w:rsidR="00E0544E" w:rsidRPr="007818BD">
        <w:t>un enfant</w:t>
      </w:r>
      <w:r>
        <w:t> ?</w:t>
      </w:r>
    </w:p>
    <w:p w14:paraId="0A251965" w14:textId="20097A2C" w:rsidR="00E8465A" w:rsidRDefault="00E8465A" w:rsidP="00E0544E">
      <w:r>
        <w:t>— </w:t>
      </w:r>
      <w:r w:rsidR="00E0544E" w:rsidRPr="007818BD">
        <w:t>Viola</w:t>
      </w:r>
      <w:r>
        <w:t xml:space="preserve">, </w:t>
      </w:r>
      <w:r w:rsidR="00E0544E" w:rsidRPr="007818BD">
        <w:t>m</w:t>
      </w:r>
      <w:r>
        <w:t>’</w:t>
      </w:r>
      <w:r w:rsidR="00E0544E" w:rsidRPr="007818BD">
        <w:t>as-tu répondu</w:t>
      </w:r>
      <w:r>
        <w:t xml:space="preserve">, </w:t>
      </w:r>
      <w:r w:rsidR="00E0544E" w:rsidRPr="007818BD">
        <w:t>avec cette voix d</w:t>
      </w:r>
      <w:r>
        <w:t>’</w:t>
      </w:r>
      <w:r w:rsidR="00E0544E" w:rsidRPr="007818BD">
        <w:t>une douceur</w:t>
      </w:r>
      <w:r>
        <w:t xml:space="preserve">, </w:t>
      </w:r>
      <w:r w:rsidR="00E0544E" w:rsidRPr="007818BD">
        <w:t>d</w:t>
      </w:r>
      <w:r>
        <w:t>’</w:t>
      </w:r>
      <w:r w:rsidR="00E0544E" w:rsidRPr="007818BD">
        <w:t>une gravité expressives</w:t>
      </w:r>
      <w:r>
        <w:t xml:space="preserve">, </w:t>
      </w:r>
      <w:r w:rsidR="00E0544E" w:rsidRPr="007818BD">
        <w:t>les ténèbres d</w:t>
      </w:r>
      <w:r>
        <w:t>’</w:t>
      </w:r>
      <w:r w:rsidR="00E0544E" w:rsidRPr="007818BD">
        <w:t>un cœur d</w:t>
      </w:r>
      <w:r>
        <w:t>’</w:t>
      </w:r>
      <w:r w:rsidR="00E0544E" w:rsidRPr="007818BD">
        <w:t>enfant ne sont souvent que l</w:t>
      </w:r>
      <w:r>
        <w:t>’</w:t>
      </w:r>
      <w:r w:rsidR="00E0544E" w:rsidRPr="007818BD">
        <w:t>ombre d</w:t>
      </w:r>
      <w:r>
        <w:t>’</w:t>
      </w:r>
      <w:r w:rsidR="00E0544E" w:rsidRPr="007818BD">
        <w:t>une étoile</w:t>
      </w:r>
      <w:r>
        <w:t xml:space="preserve">. </w:t>
      </w:r>
      <w:r w:rsidR="00E0544E" w:rsidRPr="007818BD">
        <w:t>Pou</w:t>
      </w:r>
      <w:r w:rsidR="00E0544E" w:rsidRPr="007818BD">
        <w:t>r</w:t>
      </w:r>
      <w:r w:rsidR="00E0544E" w:rsidRPr="007818BD">
        <w:t>suivez</w:t>
      </w:r>
      <w:r>
        <w:t xml:space="preserve"> ! </w:t>
      </w:r>
      <w:r w:rsidR="00E0544E" w:rsidRPr="007818BD">
        <w:t>Ainsi donc</w:t>
      </w:r>
      <w:r>
        <w:t xml:space="preserve">, </w:t>
      </w:r>
      <w:r w:rsidR="00E0544E" w:rsidRPr="007818BD">
        <w:t>le rossignol une fois pris et enfermé n</w:t>
      </w:r>
      <w:r w:rsidR="00E0544E">
        <w:t>e</w:t>
      </w:r>
      <w:r w:rsidR="00E0544E" w:rsidRPr="007818BD">
        <w:t xml:space="preserve"> voulait plus chanter</w:t>
      </w:r>
      <w:r>
        <w:t> ?</w:t>
      </w:r>
    </w:p>
    <w:p w14:paraId="19ABC9B9" w14:textId="77777777" w:rsidR="00E8465A" w:rsidRDefault="00E8465A" w:rsidP="00E0544E">
      <w:r>
        <w:t>— </w:t>
      </w:r>
      <w:r w:rsidR="00E0544E" w:rsidRPr="007818BD">
        <w:t>Non</w:t>
      </w:r>
      <w:r>
        <w:t xml:space="preserve"> ! </w:t>
      </w:r>
      <w:r w:rsidR="00E0544E" w:rsidRPr="007818BD">
        <w:t>et je plaçai la cage là-bas dans la vigne</w:t>
      </w:r>
      <w:r>
        <w:t xml:space="preserve"> ; </w:t>
      </w:r>
      <w:r w:rsidR="00E0544E" w:rsidRPr="007818BD">
        <w:t>et je pris mon luth</w:t>
      </w:r>
      <w:r>
        <w:t xml:space="preserve">, </w:t>
      </w:r>
      <w:r w:rsidR="00E0544E" w:rsidRPr="007818BD">
        <w:t>et je lui parlai avec les cordes de l</w:t>
      </w:r>
      <w:r>
        <w:t>’</w:t>
      </w:r>
      <w:r w:rsidR="00E0544E" w:rsidRPr="007818BD">
        <w:t>instrument</w:t>
      </w:r>
      <w:r>
        <w:t xml:space="preserve"> ; </w:t>
      </w:r>
      <w:r w:rsidR="00E0544E" w:rsidRPr="007818BD">
        <w:t>car je pensais que toute harmonie était sa langue naturelle</w:t>
      </w:r>
      <w:r>
        <w:t xml:space="preserve">, </w:t>
      </w:r>
      <w:r w:rsidR="00E0544E" w:rsidRPr="007818BD">
        <w:t>et qu</w:t>
      </w:r>
      <w:r>
        <w:t>’</w:t>
      </w:r>
      <w:r w:rsidR="00E0544E" w:rsidRPr="007818BD">
        <w:t>il comprendrait que je cherchais à le consoler</w:t>
      </w:r>
      <w:r>
        <w:t>.</w:t>
      </w:r>
    </w:p>
    <w:p w14:paraId="14224C3A" w14:textId="4C4BF967" w:rsidR="00E0544E" w:rsidRPr="007818BD" w:rsidRDefault="00E8465A" w:rsidP="00E0544E">
      <w:r>
        <w:t>— </w:t>
      </w:r>
      <w:r w:rsidR="00E0544E" w:rsidRPr="007818BD">
        <w:t>Oui</w:t>
      </w:r>
      <w:r>
        <w:t xml:space="preserve">, </w:t>
      </w:r>
      <w:r w:rsidR="00E0544E" w:rsidRPr="007818BD">
        <w:t>me dis-tu alors</w:t>
      </w:r>
      <w:r>
        <w:t xml:space="preserve">. </w:t>
      </w:r>
      <w:r w:rsidR="00E0544E" w:rsidRPr="007818BD">
        <w:t>Et à la fin il vous répondit</w:t>
      </w:r>
      <w:r>
        <w:t xml:space="preserve">, </w:t>
      </w:r>
      <w:r w:rsidR="00E0544E" w:rsidRPr="007818BD">
        <w:t>mais non pas par ce chant</w:t>
      </w:r>
      <w:r>
        <w:t xml:space="preserve"> ; </w:t>
      </w:r>
      <w:r w:rsidR="00E0544E" w:rsidRPr="007818BD">
        <w:t>ce fut par un cri aigu</w:t>
      </w:r>
      <w:r>
        <w:t xml:space="preserve">, </w:t>
      </w:r>
      <w:r w:rsidR="00E0544E" w:rsidRPr="007818BD">
        <w:t>bref</w:t>
      </w:r>
      <w:r>
        <w:t xml:space="preserve">, </w:t>
      </w:r>
      <w:r w:rsidR="00E0544E" w:rsidRPr="007818BD">
        <w:t>si triste que vos mains laissèrent tomber le luth et que les larmes jaillirent de vos yeux</w:t>
      </w:r>
      <w:r>
        <w:t xml:space="preserve">. </w:t>
      </w:r>
      <w:r w:rsidR="00E0544E" w:rsidRPr="007818BD">
        <w:t>Puis doucement vous ouvrîtes la cage</w:t>
      </w:r>
      <w:r>
        <w:t xml:space="preserve">, </w:t>
      </w:r>
      <w:r w:rsidR="00E0544E" w:rsidRPr="007818BD">
        <w:t>l</w:t>
      </w:r>
      <w:r>
        <w:t>’</w:t>
      </w:r>
      <w:r w:rsidR="00E0544E" w:rsidRPr="007818BD">
        <w:t>oiseau s</w:t>
      </w:r>
      <w:r>
        <w:t>’</w:t>
      </w:r>
      <w:r w:rsidR="00E0544E" w:rsidRPr="007818BD">
        <w:t>envola vers ce bosquet</w:t>
      </w:r>
      <w:r>
        <w:t xml:space="preserve">, </w:t>
      </w:r>
      <w:r w:rsidR="00E0544E" w:rsidRPr="007818BD">
        <w:t>le feuillage frissonna</w:t>
      </w:r>
      <w:r>
        <w:t xml:space="preserve">, </w:t>
      </w:r>
      <w:r w:rsidR="00E0544E" w:rsidRPr="007818BD">
        <w:t>et</w:t>
      </w:r>
      <w:r>
        <w:t xml:space="preserve">, </w:t>
      </w:r>
      <w:r w:rsidR="00E0544E" w:rsidRPr="007818BD">
        <w:t>aux rayons de la lune</w:t>
      </w:r>
      <w:r>
        <w:t xml:space="preserve">, </w:t>
      </w:r>
      <w:r w:rsidR="00E0544E" w:rsidRPr="007818BD">
        <w:t>vous vîtes qu</w:t>
      </w:r>
      <w:r>
        <w:t>’</w:t>
      </w:r>
      <w:r w:rsidR="00E0544E" w:rsidRPr="007818BD">
        <w:t>il avait retrouvé sa compagne</w:t>
      </w:r>
      <w:r>
        <w:t xml:space="preserve">… </w:t>
      </w:r>
      <w:r w:rsidR="00E0544E" w:rsidRPr="007818BD">
        <w:t>Alors</w:t>
      </w:r>
      <w:r>
        <w:t xml:space="preserve">, </w:t>
      </w:r>
      <w:r w:rsidR="00E0544E" w:rsidRPr="007818BD">
        <w:t>des épais rameaux il envoya vers vous un chant long</w:t>
      </w:r>
      <w:r>
        <w:t xml:space="preserve">, </w:t>
      </w:r>
      <w:r w:rsidR="00E0544E" w:rsidRPr="007818BD">
        <w:t>sonore</w:t>
      </w:r>
      <w:r>
        <w:t xml:space="preserve">, </w:t>
      </w:r>
      <w:r w:rsidR="00E0544E" w:rsidRPr="007818BD">
        <w:t>joyeux</w:t>
      </w:r>
      <w:r>
        <w:t xml:space="preserve">, </w:t>
      </w:r>
      <w:r w:rsidR="00E0544E" w:rsidRPr="007818BD">
        <w:t>un hymne de bonheur et d</w:t>
      </w:r>
      <w:r>
        <w:t>’</w:t>
      </w:r>
      <w:r w:rsidR="00E0544E" w:rsidRPr="007818BD">
        <w:t>harmonie</w:t>
      </w:r>
      <w:r>
        <w:t xml:space="preserve">. </w:t>
      </w:r>
      <w:r w:rsidR="00E0544E" w:rsidRPr="007818BD">
        <w:t>Et rêveuse</w:t>
      </w:r>
      <w:r>
        <w:t xml:space="preserve">, </w:t>
      </w:r>
      <w:r w:rsidR="00E0544E" w:rsidRPr="007818BD">
        <w:t>vous comprîtes enfin que ce n</w:t>
      </w:r>
      <w:r>
        <w:t>’</w:t>
      </w:r>
      <w:r w:rsidR="00E0544E" w:rsidRPr="007818BD">
        <w:t>était ni la vigne ni la lune qui</w:t>
      </w:r>
      <w:r>
        <w:t xml:space="preserve">, </w:t>
      </w:r>
      <w:r w:rsidR="00E0544E" w:rsidRPr="007818BD">
        <w:t xml:space="preserve">cette </w:t>
      </w:r>
      <w:proofErr w:type="spellStart"/>
      <w:r w:rsidR="00E0544E" w:rsidRPr="007818BD">
        <w:t>nuit là</w:t>
      </w:r>
      <w:proofErr w:type="spellEnd"/>
      <w:r>
        <w:t xml:space="preserve">, </w:t>
      </w:r>
      <w:r w:rsidR="00E0544E" w:rsidRPr="007818BD">
        <w:t>do</w:t>
      </w:r>
      <w:r w:rsidR="00E0544E" w:rsidRPr="007818BD">
        <w:t>n</w:t>
      </w:r>
      <w:r w:rsidR="00E0544E" w:rsidRPr="007818BD">
        <w:t>nait à l</w:t>
      </w:r>
      <w:r>
        <w:t>’</w:t>
      </w:r>
      <w:r w:rsidR="00E0544E" w:rsidRPr="007818BD">
        <w:t>oiseau ces ravissants accords</w:t>
      </w:r>
      <w:r>
        <w:t xml:space="preserve">, </w:t>
      </w:r>
      <w:r w:rsidR="00E0544E" w:rsidRPr="007818BD">
        <w:t>et que le secret de sa m</w:t>
      </w:r>
      <w:r w:rsidR="00E0544E" w:rsidRPr="007818BD">
        <w:t>é</w:t>
      </w:r>
      <w:r w:rsidR="00E0544E" w:rsidRPr="007818BD">
        <w:t>lodie était la présence de ce qu</w:t>
      </w:r>
      <w:r>
        <w:t>’</w:t>
      </w:r>
      <w:r w:rsidR="00E0544E" w:rsidRPr="007818BD">
        <w:t>il aimait</w:t>
      </w:r>
      <w:r>
        <w:t>… »</w:t>
      </w:r>
    </w:p>
    <w:p w14:paraId="6E76F1F7" w14:textId="77777777" w:rsidR="00E8465A" w:rsidRDefault="00E8465A" w:rsidP="00E0544E">
      <w:r>
        <w:t>« </w:t>
      </w:r>
      <w:r w:rsidR="00E0544E" w:rsidRPr="007818BD">
        <w:t>Comment connaissais-tu alors mes pensées d</w:t>
      </w:r>
      <w:r>
        <w:t>’</w:t>
      </w:r>
      <w:r w:rsidR="00E0544E" w:rsidRPr="007818BD">
        <w:t>enfant mieux que je ne les connaissais moi-même</w:t>
      </w:r>
      <w:r>
        <w:t xml:space="preserve"> ? </w:t>
      </w:r>
      <w:r w:rsidR="00E0544E" w:rsidRPr="007818BD">
        <w:t>Les années obsc</w:t>
      </w:r>
      <w:r w:rsidR="00E0544E" w:rsidRPr="007818BD">
        <w:t>u</w:t>
      </w:r>
      <w:r w:rsidR="00E0544E" w:rsidRPr="007818BD">
        <w:t>res de mon passé et leurs événements les plus insignifiants</w:t>
      </w:r>
      <w:r>
        <w:t xml:space="preserve">, </w:t>
      </w:r>
      <w:r w:rsidR="00E0544E" w:rsidRPr="007818BD">
        <w:t>comment te sont-ils si familiers</w:t>
      </w:r>
      <w:r>
        <w:t xml:space="preserve">, </w:t>
      </w:r>
      <w:r w:rsidR="00E0544E" w:rsidRPr="007818BD">
        <w:t>brillant étranger</w:t>
      </w:r>
      <w:r>
        <w:t xml:space="preserve"> ? </w:t>
      </w:r>
      <w:r w:rsidR="00E0544E" w:rsidRPr="007818BD">
        <w:t xml:space="preserve">Je </w:t>
      </w:r>
      <w:r w:rsidR="00E0544E" w:rsidRPr="007818BD">
        <w:lastRenderedPageBreak/>
        <w:t>m</w:t>
      </w:r>
      <w:r>
        <w:t>’</w:t>
      </w:r>
      <w:r w:rsidR="00E0544E" w:rsidRPr="007818BD">
        <w:t>étonne</w:t>
      </w:r>
      <w:r>
        <w:t xml:space="preserve">, </w:t>
      </w:r>
      <w:r w:rsidR="00E0544E" w:rsidRPr="007818BD">
        <w:t>j</w:t>
      </w:r>
      <w:r>
        <w:t>’</w:t>
      </w:r>
      <w:r w:rsidR="00E0544E" w:rsidRPr="007818BD">
        <w:t>admire</w:t>
      </w:r>
      <w:r>
        <w:t xml:space="preserve">, </w:t>
      </w:r>
      <w:r w:rsidR="00E0544E" w:rsidRPr="007818BD">
        <w:t>mais je n</w:t>
      </w:r>
      <w:r>
        <w:t>’</w:t>
      </w:r>
      <w:r w:rsidR="00E0544E" w:rsidRPr="007818BD">
        <w:t>ai plus maintenant le courage de te craindre</w:t>
      </w:r>
      <w:r>
        <w:t> !</w:t>
      </w:r>
    </w:p>
    <w:p w14:paraId="7452C652" w14:textId="6E6687DC" w:rsidR="00E0544E" w:rsidRPr="007818BD" w:rsidRDefault="00E0544E" w:rsidP="00E0544E"/>
    <w:p w14:paraId="3E7DA7DB" w14:textId="77777777" w:rsidR="00E8465A" w:rsidRDefault="00E8465A" w:rsidP="00E0544E">
      <w:r>
        <w:t>« </w:t>
      </w:r>
      <w:r w:rsidR="00E0544E" w:rsidRPr="007818BD">
        <w:t>Il y a eu un temps où son souvenir m</w:t>
      </w:r>
      <w:r>
        <w:t>’</w:t>
      </w:r>
      <w:r w:rsidR="00E0544E" w:rsidRPr="007818BD">
        <w:t>oppressait</w:t>
      </w:r>
      <w:r>
        <w:t xml:space="preserve">, </w:t>
      </w:r>
      <w:r w:rsidR="00E0544E" w:rsidRPr="007818BD">
        <w:t>m</w:t>
      </w:r>
      <w:r>
        <w:t>’</w:t>
      </w:r>
      <w:r w:rsidR="00E0544E" w:rsidRPr="007818BD">
        <w:t>accablait</w:t>
      </w:r>
      <w:r>
        <w:t xml:space="preserve">. </w:t>
      </w:r>
      <w:r w:rsidR="00E0544E" w:rsidRPr="007818BD">
        <w:t>Comme un enfant qui veut qu</w:t>
      </w:r>
      <w:r>
        <w:t>’</w:t>
      </w:r>
      <w:r w:rsidR="00E0544E" w:rsidRPr="007818BD">
        <w:t>on lui donne la lune</w:t>
      </w:r>
      <w:r>
        <w:t xml:space="preserve">, </w:t>
      </w:r>
      <w:r w:rsidR="00E0544E" w:rsidRPr="007818BD">
        <w:t>toute mon existence n</w:t>
      </w:r>
      <w:r>
        <w:t>’</w:t>
      </w:r>
      <w:r w:rsidR="00E0544E" w:rsidRPr="007818BD">
        <w:t>était qu</w:t>
      </w:r>
      <w:r>
        <w:t>’</w:t>
      </w:r>
      <w:r w:rsidR="00E0544E" w:rsidRPr="007818BD">
        <w:t>un vague désir de quelque chose que je ne devais jamais atteindre</w:t>
      </w:r>
      <w:r>
        <w:t xml:space="preserve">. </w:t>
      </w:r>
      <w:r w:rsidR="00E0544E" w:rsidRPr="007818BD">
        <w:t>Maintenant il me semble</w:t>
      </w:r>
      <w:r>
        <w:t xml:space="preserve">, </w:t>
      </w:r>
      <w:r w:rsidR="00E0544E" w:rsidRPr="007818BD">
        <w:t>au contraire</w:t>
      </w:r>
      <w:r>
        <w:t xml:space="preserve">, </w:t>
      </w:r>
      <w:r w:rsidR="00E0544E" w:rsidRPr="007818BD">
        <w:t>qu</w:t>
      </w:r>
      <w:r>
        <w:t>’</w:t>
      </w:r>
      <w:r w:rsidR="00E0544E" w:rsidRPr="007818BD">
        <w:t>il me suffit de penser à toi pour lever toutes les e</w:t>
      </w:r>
      <w:r w:rsidR="00E0544E" w:rsidRPr="007818BD">
        <w:t>n</w:t>
      </w:r>
      <w:r w:rsidR="00E0544E" w:rsidRPr="007818BD">
        <w:t>traves qui pèsent sur mon âme</w:t>
      </w:r>
      <w:r>
        <w:t xml:space="preserve">. </w:t>
      </w:r>
      <w:r w:rsidR="00E0544E" w:rsidRPr="007818BD">
        <w:t>Je flotte dans un océan de l</w:t>
      </w:r>
      <w:r w:rsidR="00E0544E" w:rsidRPr="007818BD">
        <w:t>u</w:t>
      </w:r>
      <w:r w:rsidR="00E0544E" w:rsidRPr="007818BD">
        <w:t>mière sereine</w:t>
      </w:r>
      <w:r>
        <w:t xml:space="preserve"> ; </w:t>
      </w:r>
      <w:r w:rsidR="00E0544E" w:rsidRPr="007818BD">
        <w:t>rien ne me semble trop haut pour mes ailes</w:t>
      </w:r>
      <w:r>
        <w:t xml:space="preserve">, </w:t>
      </w:r>
      <w:r w:rsidR="00E0544E" w:rsidRPr="007818BD">
        <w:t>ni trop glorieux pour mes yeux</w:t>
      </w:r>
      <w:r>
        <w:t xml:space="preserve">. </w:t>
      </w:r>
      <w:r w:rsidR="00E0544E" w:rsidRPr="007818BD">
        <w:t>C</w:t>
      </w:r>
      <w:r>
        <w:t>’</w:t>
      </w:r>
      <w:r w:rsidR="00E0544E" w:rsidRPr="007818BD">
        <w:t>était mon ignorance qui te re</w:t>
      </w:r>
      <w:r w:rsidR="00E0544E" w:rsidRPr="007818BD">
        <w:t>n</w:t>
      </w:r>
      <w:r w:rsidR="00E0544E" w:rsidRPr="007818BD">
        <w:t>dait pour moi un objet d</w:t>
      </w:r>
      <w:r>
        <w:t>’</w:t>
      </w:r>
      <w:r w:rsidR="00E0544E" w:rsidRPr="007818BD">
        <w:t>effroi</w:t>
      </w:r>
      <w:r>
        <w:t xml:space="preserve">. </w:t>
      </w:r>
      <w:r w:rsidR="00E0544E" w:rsidRPr="007818BD">
        <w:t>Une science qui n</w:t>
      </w:r>
      <w:r>
        <w:t>’</w:t>
      </w:r>
      <w:r w:rsidR="00E0544E" w:rsidRPr="007818BD">
        <w:t>est pas dans les livres semble t</w:t>
      </w:r>
      <w:r>
        <w:t>’</w:t>
      </w:r>
      <w:r w:rsidR="00E0544E" w:rsidRPr="007818BD">
        <w:t>environner comme une atmosphère</w:t>
      </w:r>
      <w:r>
        <w:t xml:space="preserve">. </w:t>
      </w:r>
      <w:r w:rsidR="00E0544E" w:rsidRPr="007818BD">
        <w:t>Comme j</w:t>
      </w:r>
      <w:r>
        <w:t>’</w:t>
      </w:r>
      <w:r w:rsidR="00E0544E" w:rsidRPr="007818BD">
        <w:t>ai peu lu</w:t>
      </w:r>
      <w:r>
        <w:t xml:space="preserve"> ! </w:t>
      </w:r>
      <w:r w:rsidR="00E0544E" w:rsidRPr="007818BD">
        <w:t>comme j</w:t>
      </w:r>
      <w:r>
        <w:t>’</w:t>
      </w:r>
      <w:r w:rsidR="00E0544E" w:rsidRPr="007818BD">
        <w:t>ai peu appris</w:t>
      </w:r>
      <w:r>
        <w:t xml:space="preserve"> ! </w:t>
      </w:r>
      <w:r w:rsidR="00E0544E" w:rsidRPr="007818BD">
        <w:t>Et pourtant</w:t>
      </w:r>
      <w:r>
        <w:t xml:space="preserve">, </w:t>
      </w:r>
      <w:r w:rsidR="00E0544E" w:rsidRPr="007818BD">
        <w:t>quand tu es a</w:t>
      </w:r>
      <w:r w:rsidR="00E0544E" w:rsidRPr="007818BD">
        <w:t>u</w:t>
      </w:r>
      <w:r w:rsidR="00E0544E" w:rsidRPr="007818BD">
        <w:t>près de moi</w:t>
      </w:r>
      <w:r>
        <w:t xml:space="preserve">, </w:t>
      </w:r>
      <w:r w:rsidR="00E0544E" w:rsidRPr="007818BD">
        <w:t>il semble que pour moi se lève le voile de toute s</w:t>
      </w:r>
      <w:r w:rsidR="00E0544E" w:rsidRPr="007818BD">
        <w:t>a</w:t>
      </w:r>
      <w:r w:rsidR="00E0544E" w:rsidRPr="007818BD">
        <w:t>gesse et de la nature entière</w:t>
      </w:r>
      <w:r>
        <w:t xml:space="preserve">. </w:t>
      </w:r>
      <w:r w:rsidR="00E0544E" w:rsidRPr="007818BD">
        <w:t>Je tressaille en regardant ces par</w:t>
      </w:r>
      <w:r w:rsidR="00E0544E" w:rsidRPr="007818BD">
        <w:t>o</w:t>
      </w:r>
      <w:r w:rsidR="00E0544E" w:rsidRPr="007818BD">
        <w:t>les mêmes que j</w:t>
      </w:r>
      <w:r>
        <w:t>’</w:t>
      </w:r>
      <w:r w:rsidR="00E0544E" w:rsidRPr="007818BD">
        <w:t>écris</w:t>
      </w:r>
      <w:r>
        <w:t xml:space="preserve"> ; </w:t>
      </w:r>
      <w:r w:rsidR="00E0544E" w:rsidRPr="007818BD">
        <w:t>il me semble qu</w:t>
      </w:r>
      <w:r>
        <w:t>’</w:t>
      </w:r>
      <w:r w:rsidR="00E0544E" w:rsidRPr="007818BD">
        <w:t>elles ne viennent pas de moi</w:t>
      </w:r>
      <w:r>
        <w:t xml:space="preserve">, </w:t>
      </w:r>
      <w:r w:rsidR="00E0544E" w:rsidRPr="007818BD">
        <w:t>mais qu</w:t>
      </w:r>
      <w:r>
        <w:t>’</w:t>
      </w:r>
      <w:r w:rsidR="00E0544E" w:rsidRPr="007818BD">
        <w:t>elles sont les signes d</w:t>
      </w:r>
      <w:r>
        <w:t>’</w:t>
      </w:r>
      <w:r w:rsidR="00E0544E" w:rsidRPr="007818BD">
        <w:t>une autre langue que tu as apprise à mon cœur</w:t>
      </w:r>
      <w:r>
        <w:t xml:space="preserve">, </w:t>
      </w:r>
      <w:r w:rsidR="00E0544E" w:rsidRPr="007818BD">
        <w:t>et que ma main trace rapidement comme sous ta dictée</w:t>
      </w:r>
      <w:r>
        <w:t xml:space="preserve">. </w:t>
      </w:r>
      <w:r w:rsidR="00E0544E" w:rsidRPr="007818BD">
        <w:t>Quelquefois</w:t>
      </w:r>
      <w:r>
        <w:t xml:space="preserve">, </w:t>
      </w:r>
      <w:r w:rsidR="00E0544E" w:rsidRPr="007818BD">
        <w:t>pendant que j</w:t>
      </w:r>
      <w:r>
        <w:t>’</w:t>
      </w:r>
      <w:r w:rsidR="00E0544E" w:rsidRPr="007818BD">
        <w:t>écris ou que je songe</w:t>
      </w:r>
      <w:r>
        <w:t xml:space="preserve">, </w:t>
      </w:r>
      <w:r w:rsidR="00E0544E" w:rsidRPr="007818BD">
        <w:t>je suis tentée de croire que j</w:t>
      </w:r>
      <w:r>
        <w:t>’</w:t>
      </w:r>
      <w:r w:rsidR="00E0544E" w:rsidRPr="007818BD">
        <w:t>entends des ailes légères s</w:t>
      </w:r>
      <w:r>
        <w:t>’</w:t>
      </w:r>
      <w:r w:rsidR="00E0544E" w:rsidRPr="007818BD">
        <w:t>agiter autour de moi</w:t>
      </w:r>
      <w:r>
        <w:t xml:space="preserve">, </w:t>
      </w:r>
      <w:r w:rsidR="00E0544E" w:rsidRPr="007818BD">
        <w:t>que je vois d</w:t>
      </w:r>
      <w:r>
        <w:t>’</w:t>
      </w:r>
      <w:r w:rsidR="00E0544E" w:rsidRPr="007818BD">
        <w:t>insaisissables formes de beauté flo</w:t>
      </w:r>
      <w:r w:rsidR="00E0544E" w:rsidRPr="007818BD">
        <w:t>t</w:t>
      </w:r>
      <w:r w:rsidR="00E0544E" w:rsidRPr="007818BD">
        <w:t>ter devant mes yeux et s</w:t>
      </w:r>
      <w:r>
        <w:t>’</w:t>
      </w:r>
      <w:r w:rsidR="00E0544E" w:rsidRPr="007818BD">
        <w:t>évanouir eu souriant</w:t>
      </w:r>
      <w:r>
        <w:t xml:space="preserve">. </w:t>
      </w:r>
      <w:r w:rsidR="00E0544E" w:rsidRPr="007818BD">
        <w:t>Jamais un rêve inquiet ou terrible ne vient maintenant troubler mon sommeil</w:t>
      </w:r>
      <w:r>
        <w:t xml:space="preserve"> ; </w:t>
      </w:r>
      <w:r w:rsidR="00E0544E" w:rsidRPr="007818BD">
        <w:t>et pourtant le sommeil et la veille ne semblent former qu</w:t>
      </w:r>
      <w:r>
        <w:t>’</w:t>
      </w:r>
      <w:r w:rsidR="00E0544E" w:rsidRPr="007818BD">
        <w:t>un même rêve</w:t>
      </w:r>
      <w:r>
        <w:t xml:space="preserve">. </w:t>
      </w:r>
      <w:r w:rsidR="00E0544E" w:rsidRPr="007818BD">
        <w:t>Dans mon sommeil je parcours avec toi</w:t>
      </w:r>
      <w:r>
        <w:t xml:space="preserve">, </w:t>
      </w:r>
      <w:r w:rsidR="00E0544E" w:rsidRPr="007818BD">
        <w:t>non pas les sentiers de la terre</w:t>
      </w:r>
      <w:r>
        <w:t xml:space="preserve">, </w:t>
      </w:r>
      <w:r w:rsidR="00E0544E" w:rsidRPr="007818BD">
        <w:t>mais les régions impalpables de l</w:t>
      </w:r>
      <w:r>
        <w:t>’</w:t>
      </w:r>
      <w:r w:rsidR="00E0544E" w:rsidRPr="007818BD">
        <w:t>air</w:t>
      </w:r>
      <w:r>
        <w:t xml:space="preserve">, </w:t>
      </w:r>
      <w:r w:rsidR="00E0544E" w:rsidRPr="007818BD">
        <w:t>d</w:t>
      </w:r>
      <w:r>
        <w:t>’</w:t>
      </w:r>
      <w:r w:rsidR="00E0544E" w:rsidRPr="007818BD">
        <w:t>un air qui semble une musique</w:t>
      </w:r>
      <w:r>
        <w:t xml:space="preserve"> ; </w:t>
      </w:r>
      <w:r w:rsidR="00E0544E" w:rsidRPr="007818BD">
        <w:t>nous montons</w:t>
      </w:r>
      <w:r>
        <w:t xml:space="preserve">, </w:t>
      </w:r>
      <w:r w:rsidR="00E0544E" w:rsidRPr="007818BD">
        <w:t>nous montons</w:t>
      </w:r>
      <w:r>
        <w:t xml:space="preserve">, </w:t>
      </w:r>
      <w:r w:rsidR="00E0544E" w:rsidRPr="007818BD">
        <w:t>comme s</w:t>
      </w:r>
      <w:r>
        <w:t>’</w:t>
      </w:r>
      <w:r w:rsidR="00E0544E" w:rsidRPr="007818BD">
        <w:t>élève l</w:t>
      </w:r>
      <w:r>
        <w:t>’</w:t>
      </w:r>
      <w:r w:rsidR="00E0544E" w:rsidRPr="007818BD">
        <w:t>âme aux accords divins d</w:t>
      </w:r>
      <w:r>
        <w:t>’</w:t>
      </w:r>
      <w:r w:rsidR="00E0544E" w:rsidRPr="007818BD">
        <w:t>une lyre</w:t>
      </w:r>
      <w:r>
        <w:t xml:space="preserve">. </w:t>
      </w:r>
      <w:r w:rsidR="00E0544E" w:rsidRPr="007818BD">
        <w:t>Avant de te connaître</w:t>
      </w:r>
      <w:r>
        <w:t xml:space="preserve">, </w:t>
      </w:r>
      <w:r w:rsidR="00E0544E" w:rsidRPr="007818BD">
        <w:t>j</w:t>
      </w:r>
      <w:r>
        <w:t>’</w:t>
      </w:r>
      <w:r w:rsidR="00E0544E" w:rsidRPr="007818BD">
        <w:t>étais comme asservie à la terre</w:t>
      </w:r>
      <w:r>
        <w:t xml:space="preserve">. </w:t>
      </w:r>
      <w:r w:rsidR="00E0544E" w:rsidRPr="007818BD">
        <w:t>Tu m</w:t>
      </w:r>
      <w:r>
        <w:t>’</w:t>
      </w:r>
      <w:r w:rsidR="00E0544E" w:rsidRPr="007818BD">
        <w:t xml:space="preserve">as donné </w:t>
      </w:r>
      <w:r w:rsidR="00E0544E" w:rsidRPr="007818BD">
        <w:lastRenderedPageBreak/>
        <w:t>la l</w:t>
      </w:r>
      <w:r w:rsidR="00E0544E" w:rsidRPr="007818BD">
        <w:t>i</w:t>
      </w:r>
      <w:r w:rsidR="00E0544E" w:rsidRPr="007818BD">
        <w:t>berté de l</w:t>
      </w:r>
      <w:r>
        <w:t>’</w:t>
      </w:r>
      <w:r w:rsidR="00E0544E" w:rsidRPr="007818BD">
        <w:t>univers</w:t>
      </w:r>
      <w:r>
        <w:t xml:space="preserve"> ! </w:t>
      </w:r>
      <w:r w:rsidR="00E0544E" w:rsidRPr="007818BD">
        <w:t>Avant</w:t>
      </w:r>
      <w:r>
        <w:t xml:space="preserve">, </w:t>
      </w:r>
      <w:r w:rsidR="00E0544E" w:rsidRPr="007818BD">
        <w:t>c</w:t>
      </w:r>
      <w:r>
        <w:t>’</w:t>
      </w:r>
      <w:r w:rsidR="00E0544E" w:rsidRPr="007818BD">
        <w:t>était la vie</w:t>
      </w:r>
      <w:r>
        <w:t xml:space="preserve"> : </w:t>
      </w:r>
      <w:r w:rsidR="00E0544E" w:rsidRPr="007818BD">
        <w:t>maintenant</w:t>
      </w:r>
      <w:r>
        <w:t xml:space="preserve">, </w:t>
      </w:r>
      <w:r w:rsidR="00E0544E" w:rsidRPr="007818BD">
        <w:t>il me se</w:t>
      </w:r>
      <w:r w:rsidR="00E0544E" w:rsidRPr="007818BD">
        <w:t>m</w:t>
      </w:r>
      <w:r w:rsidR="00E0544E" w:rsidRPr="007818BD">
        <w:t>ble que je suis entrée dans l</w:t>
      </w:r>
      <w:r>
        <w:t>’</w:t>
      </w:r>
      <w:r w:rsidR="00E0544E" w:rsidRPr="007818BD">
        <w:t>éternité</w:t>
      </w:r>
      <w:r>
        <w:t> !…</w:t>
      </w:r>
    </w:p>
    <w:p w14:paraId="5E6CBF12" w14:textId="642D720F" w:rsidR="00E0544E" w:rsidRPr="007818BD" w:rsidRDefault="00E0544E" w:rsidP="00E0544E"/>
    <w:p w14:paraId="2CBE1E9F" w14:textId="77777777" w:rsidR="00E8465A" w:rsidRDefault="00E8465A" w:rsidP="00E0544E">
      <w:r>
        <w:t>« </w:t>
      </w:r>
      <w:r w:rsidR="00E0544E" w:rsidRPr="007818BD">
        <w:t>Autrefois</w:t>
      </w:r>
      <w:r>
        <w:t xml:space="preserve">, </w:t>
      </w:r>
      <w:r w:rsidR="00E0544E" w:rsidRPr="007818BD">
        <w:t>quand je devais paraître sur la scène</w:t>
      </w:r>
      <w:r>
        <w:t xml:space="preserve">, </w:t>
      </w:r>
      <w:r w:rsidR="00E0544E" w:rsidRPr="007818BD">
        <w:t>mon cœur battait avec plus de violence</w:t>
      </w:r>
      <w:r>
        <w:t xml:space="preserve">. </w:t>
      </w:r>
      <w:r w:rsidR="00E0544E" w:rsidRPr="007818BD">
        <w:t>Je tremblais de me trouver en face de la foule dont le souffle donne la gloire ou la honte</w:t>
      </w:r>
      <w:r>
        <w:t xml:space="preserve">. </w:t>
      </w:r>
      <w:r w:rsidR="00E0544E" w:rsidRPr="007818BD">
        <w:t>Maintenant je ne la crains pas</w:t>
      </w:r>
      <w:r>
        <w:t xml:space="preserve">. </w:t>
      </w:r>
      <w:r w:rsidR="00E0544E" w:rsidRPr="007818BD">
        <w:t>Je ne la vois pas</w:t>
      </w:r>
      <w:r>
        <w:t xml:space="preserve">, </w:t>
      </w:r>
      <w:r w:rsidR="00E0544E" w:rsidRPr="007818BD">
        <w:t>je ne l</w:t>
      </w:r>
      <w:r>
        <w:t>’</w:t>
      </w:r>
      <w:r w:rsidR="00E0544E" w:rsidRPr="007818BD">
        <w:t>entends pas</w:t>
      </w:r>
      <w:r>
        <w:t xml:space="preserve">, </w:t>
      </w:r>
      <w:r w:rsidR="00E0544E" w:rsidRPr="007818BD">
        <w:t>je n</w:t>
      </w:r>
      <w:r>
        <w:t>’</w:t>
      </w:r>
      <w:r w:rsidR="00E0544E" w:rsidRPr="007818BD">
        <w:t>y songe pas</w:t>
      </w:r>
      <w:r>
        <w:t xml:space="preserve">. </w:t>
      </w:r>
      <w:r w:rsidR="00E0544E" w:rsidRPr="007818BD">
        <w:t>Je sais bien que l</w:t>
      </w:r>
      <w:r>
        <w:t>’</w:t>
      </w:r>
      <w:r w:rsidR="00E0544E" w:rsidRPr="007818BD">
        <w:t>harmonie ne manquera pas à ma voix</w:t>
      </w:r>
      <w:r>
        <w:t xml:space="preserve">, </w:t>
      </w:r>
      <w:r w:rsidR="00E0544E" w:rsidRPr="007818BD">
        <w:t>car c</w:t>
      </w:r>
      <w:r>
        <w:t>’</w:t>
      </w:r>
      <w:r w:rsidR="00E0544E" w:rsidRPr="007818BD">
        <w:t>est un hymne que j</w:t>
      </w:r>
      <w:r>
        <w:t>’</w:t>
      </w:r>
      <w:r w:rsidR="00E0544E" w:rsidRPr="007818BD">
        <w:t>exhale à toi</w:t>
      </w:r>
      <w:r>
        <w:t xml:space="preserve">. </w:t>
      </w:r>
      <w:r w:rsidR="00E0544E" w:rsidRPr="007818BD">
        <w:t>Tu ne viens jamais au théâtre</w:t>
      </w:r>
      <w:r>
        <w:t xml:space="preserve">, </w:t>
      </w:r>
      <w:r w:rsidR="00E0544E" w:rsidRPr="007818BD">
        <w:t>et je ne m</w:t>
      </w:r>
      <w:r>
        <w:t>’</w:t>
      </w:r>
      <w:r w:rsidR="00E0544E" w:rsidRPr="007818BD">
        <w:t>en afflige plus</w:t>
      </w:r>
      <w:r>
        <w:t xml:space="preserve">. </w:t>
      </w:r>
      <w:r w:rsidR="00E0544E" w:rsidRPr="007818BD">
        <w:t>Tu es devenu trop sacré pour que je croie que tu appartiennes à ce monde vulga</w:t>
      </w:r>
      <w:r w:rsidR="00E0544E" w:rsidRPr="007818BD">
        <w:t>i</w:t>
      </w:r>
      <w:r w:rsidR="00E0544E" w:rsidRPr="007818BD">
        <w:t>re</w:t>
      </w:r>
      <w:r>
        <w:t xml:space="preserve"> ; </w:t>
      </w:r>
      <w:r w:rsidR="00E0544E" w:rsidRPr="007818BD">
        <w:t>et je me sens heureuse que tu ne sois pas là quand la foule a le droit de me juger</w:t>
      </w:r>
      <w:r>
        <w:t>…</w:t>
      </w:r>
    </w:p>
    <w:p w14:paraId="2BDFCE8F" w14:textId="759D4071" w:rsidR="00E0544E" w:rsidRPr="007818BD" w:rsidRDefault="00E0544E" w:rsidP="00E0544E"/>
    <w:p w14:paraId="457CB00D" w14:textId="77777777" w:rsidR="00E8465A" w:rsidRDefault="00E8465A" w:rsidP="00E0544E">
      <w:r>
        <w:t>« </w:t>
      </w:r>
      <w:r w:rsidR="00E0544E" w:rsidRPr="007818BD">
        <w:t>Il m</w:t>
      </w:r>
      <w:r>
        <w:t>’</w:t>
      </w:r>
      <w:r w:rsidR="00E0544E" w:rsidRPr="007818BD">
        <w:t>a parlé d</w:t>
      </w:r>
      <w:r>
        <w:t>’</w:t>
      </w:r>
      <w:r w:rsidR="00E0544E" w:rsidRPr="007818BD">
        <w:rPr>
          <w:rStyle w:val="Taille-1Caracteres"/>
        </w:rPr>
        <w:t>UN AUTRE</w:t>
      </w:r>
      <w:r>
        <w:t xml:space="preserve">… </w:t>
      </w:r>
      <w:r w:rsidR="00E0544E" w:rsidRPr="007818BD">
        <w:t>d</w:t>
      </w:r>
      <w:r>
        <w:t>’</w:t>
      </w:r>
      <w:r w:rsidR="00E0544E" w:rsidRPr="007818BD">
        <w:t>un autre à qui il voudrait me donner</w:t>
      </w:r>
      <w:r>
        <w:t xml:space="preserve">. </w:t>
      </w:r>
      <w:r w:rsidR="00E0544E" w:rsidRPr="007818BD">
        <w:t>Non</w:t>
      </w:r>
      <w:r>
        <w:t xml:space="preserve">, </w:t>
      </w:r>
      <w:proofErr w:type="spellStart"/>
      <w:r w:rsidR="00E0544E" w:rsidRPr="007818BD">
        <w:t>Zanoni</w:t>
      </w:r>
      <w:proofErr w:type="spellEnd"/>
      <w:r>
        <w:t xml:space="preserve">, </w:t>
      </w:r>
      <w:r w:rsidR="00E0544E" w:rsidRPr="007818BD">
        <w:t>ce n</w:t>
      </w:r>
      <w:r>
        <w:t>’</w:t>
      </w:r>
      <w:r w:rsidR="00E0544E" w:rsidRPr="007818BD">
        <w:t>est pas de l</w:t>
      </w:r>
      <w:r>
        <w:t>’</w:t>
      </w:r>
      <w:r w:rsidR="00E0544E" w:rsidRPr="007818BD">
        <w:t>amour que je sens pour toi</w:t>
      </w:r>
      <w:r>
        <w:t xml:space="preserve"> ; </w:t>
      </w:r>
      <w:r w:rsidR="00E0544E" w:rsidRPr="007818BD">
        <w:t>autrement</w:t>
      </w:r>
      <w:r>
        <w:t xml:space="preserve">, </w:t>
      </w:r>
      <w:r w:rsidR="00E0544E" w:rsidRPr="007818BD">
        <w:t>comment t</w:t>
      </w:r>
      <w:r>
        <w:t>’</w:t>
      </w:r>
      <w:r w:rsidR="00E0544E" w:rsidRPr="007818BD">
        <w:t>aurais-je écouté sans colère</w:t>
      </w:r>
      <w:r>
        <w:t xml:space="preserve"> ? </w:t>
      </w:r>
      <w:r w:rsidR="00E0544E" w:rsidRPr="007818BD">
        <w:t>et pourquoi ton ordre ne m</w:t>
      </w:r>
      <w:r>
        <w:t>’</w:t>
      </w:r>
      <w:r w:rsidR="00E0544E" w:rsidRPr="007818BD">
        <w:t>a-t-il pas paru impossible</w:t>
      </w:r>
      <w:r>
        <w:t xml:space="preserve"> ? </w:t>
      </w:r>
      <w:r w:rsidR="00E0544E" w:rsidRPr="007818BD">
        <w:t>C</w:t>
      </w:r>
      <w:r>
        <w:t>’</w:t>
      </w:r>
      <w:r w:rsidR="00E0544E" w:rsidRPr="007818BD">
        <w:t>est que la main du maître fait plier et frémir les cordes du docile instr</w:t>
      </w:r>
      <w:r w:rsidR="00E0544E" w:rsidRPr="007818BD">
        <w:t>u</w:t>
      </w:r>
      <w:r w:rsidR="00E0544E" w:rsidRPr="007818BD">
        <w:t>ment</w:t>
      </w:r>
      <w:r>
        <w:t xml:space="preserve">… </w:t>
      </w:r>
      <w:r w:rsidR="00E0544E" w:rsidRPr="007818BD">
        <w:t>ainsi ton regard ha</w:t>
      </w:r>
      <w:r w:rsidR="00E0544E" w:rsidRPr="007818BD">
        <w:t>r</w:t>
      </w:r>
      <w:r w:rsidR="00E0544E" w:rsidRPr="007818BD">
        <w:t>monise avec ta volonté les fibres les plus rebelles de mon cœur</w:t>
      </w:r>
      <w:r>
        <w:t xml:space="preserve">. </w:t>
      </w:r>
      <w:r w:rsidR="00E0544E" w:rsidRPr="007818BD">
        <w:t>Si tu le veux</w:t>
      </w:r>
      <w:r>
        <w:t xml:space="preserve">, </w:t>
      </w:r>
      <w:r w:rsidR="00E0544E" w:rsidRPr="007818BD">
        <w:t>eh bien</w:t>
      </w:r>
      <w:r>
        <w:t xml:space="preserve"> ! </w:t>
      </w:r>
      <w:r w:rsidR="00E0544E" w:rsidRPr="007818BD">
        <w:t>qu</w:t>
      </w:r>
      <w:r>
        <w:t>’</w:t>
      </w:r>
      <w:r w:rsidR="00E0544E" w:rsidRPr="007818BD">
        <w:t>il en soit ainsi</w:t>
      </w:r>
      <w:r>
        <w:t xml:space="preserve">. </w:t>
      </w:r>
      <w:r w:rsidR="00E0544E" w:rsidRPr="007818BD">
        <w:t>Tu es le maître souverain de mes destinées</w:t>
      </w:r>
      <w:r>
        <w:t xml:space="preserve"> ; </w:t>
      </w:r>
      <w:r w:rsidR="00E0544E" w:rsidRPr="007818BD">
        <w:t>elles ne pe</w:t>
      </w:r>
      <w:r w:rsidR="00E0544E" w:rsidRPr="007818BD">
        <w:t>u</w:t>
      </w:r>
      <w:r w:rsidR="00E0544E" w:rsidRPr="007818BD">
        <w:t>vent se révolter contre toi</w:t>
      </w:r>
      <w:r>
        <w:t xml:space="preserve">. </w:t>
      </w:r>
      <w:r w:rsidR="00E0544E" w:rsidRPr="007818BD">
        <w:t>Je sens presque que</w:t>
      </w:r>
      <w:r>
        <w:t xml:space="preserve">, </w:t>
      </w:r>
      <w:r w:rsidR="00E0544E" w:rsidRPr="007818BD">
        <w:t>quel qu</w:t>
      </w:r>
      <w:r>
        <w:t>’</w:t>
      </w:r>
      <w:r w:rsidR="00E0544E" w:rsidRPr="007818BD">
        <w:t>il fût</w:t>
      </w:r>
      <w:r>
        <w:t xml:space="preserve">, </w:t>
      </w:r>
      <w:r w:rsidR="00E0544E" w:rsidRPr="007818BD">
        <w:t>je pourrais aimer celui sur qui tu épancherais les rayons qui t</w:t>
      </w:r>
      <w:r>
        <w:t>’</w:t>
      </w:r>
      <w:r w:rsidR="00E0544E" w:rsidRPr="007818BD">
        <w:t>inondent</w:t>
      </w:r>
      <w:r>
        <w:t xml:space="preserve">. </w:t>
      </w:r>
      <w:r w:rsidR="00E0544E" w:rsidRPr="007818BD">
        <w:t>Tout ce que tu as touché</w:t>
      </w:r>
      <w:r>
        <w:t xml:space="preserve">, </w:t>
      </w:r>
      <w:r w:rsidR="00E0544E" w:rsidRPr="007818BD">
        <w:t>je l</w:t>
      </w:r>
      <w:r>
        <w:t>’</w:t>
      </w:r>
      <w:r w:rsidR="00E0544E" w:rsidRPr="007818BD">
        <w:t>aime</w:t>
      </w:r>
      <w:r>
        <w:t xml:space="preserve"> ; </w:t>
      </w:r>
      <w:r w:rsidR="00E0544E" w:rsidRPr="007818BD">
        <w:t>tout ce que tu as nommé</w:t>
      </w:r>
      <w:r>
        <w:t xml:space="preserve">, </w:t>
      </w:r>
      <w:r w:rsidR="00E0544E" w:rsidRPr="007818BD">
        <w:t>je l</w:t>
      </w:r>
      <w:r>
        <w:t>’</w:t>
      </w:r>
      <w:r w:rsidR="00E0544E" w:rsidRPr="007818BD">
        <w:t>aime</w:t>
      </w:r>
      <w:r>
        <w:t xml:space="preserve">. </w:t>
      </w:r>
      <w:r w:rsidR="00E0544E" w:rsidRPr="007818BD">
        <w:t>Ta main a effleuré ces feuilles de vigne</w:t>
      </w:r>
      <w:r>
        <w:t xml:space="preserve">, </w:t>
      </w:r>
      <w:r w:rsidR="00E0544E" w:rsidRPr="007818BD">
        <w:t>je les porte dans mon sein</w:t>
      </w:r>
      <w:r>
        <w:t xml:space="preserve">. </w:t>
      </w:r>
      <w:r w:rsidR="00E0544E" w:rsidRPr="007818BD">
        <w:t>Tu me sembles la source de tout amour</w:t>
      </w:r>
      <w:r>
        <w:t xml:space="preserve"> : </w:t>
      </w:r>
      <w:r w:rsidR="00E0544E" w:rsidRPr="007818BD">
        <w:t>trop élevé</w:t>
      </w:r>
      <w:r>
        <w:t xml:space="preserve">, </w:t>
      </w:r>
      <w:r w:rsidR="00E0544E" w:rsidRPr="007818BD">
        <w:t>trop brillant pour être aimé toi-même</w:t>
      </w:r>
      <w:r>
        <w:t xml:space="preserve">, </w:t>
      </w:r>
      <w:r w:rsidR="00E0544E" w:rsidRPr="007818BD">
        <w:t>mais versant sur d</w:t>
      </w:r>
      <w:r>
        <w:t>’</w:t>
      </w:r>
      <w:r w:rsidR="00E0544E" w:rsidRPr="007818BD">
        <w:t>autres objets que l</w:t>
      </w:r>
      <w:r>
        <w:t>’</w:t>
      </w:r>
      <w:r w:rsidR="00E0544E" w:rsidRPr="007818BD">
        <w:t>œil peut contempler sans éblouiss</w:t>
      </w:r>
      <w:r w:rsidR="00E0544E" w:rsidRPr="007818BD">
        <w:t>e</w:t>
      </w:r>
      <w:r w:rsidR="00E0544E" w:rsidRPr="007818BD">
        <w:t>ments des torrents de lumière</w:t>
      </w:r>
      <w:r>
        <w:t xml:space="preserve">. </w:t>
      </w:r>
      <w:r w:rsidR="00E0544E" w:rsidRPr="007818BD">
        <w:t>Non</w:t>
      </w:r>
      <w:r>
        <w:t xml:space="preserve">, </w:t>
      </w:r>
      <w:r w:rsidR="00E0544E" w:rsidRPr="007818BD">
        <w:t>non</w:t>
      </w:r>
      <w:r>
        <w:t xml:space="preserve"> ! </w:t>
      </w:r>
      <w:r w:rsidR="00E0544E" w:rsidRPr="007818BD">
        <w:t>ce n</w:t>
      </w:r>
      <w:r>
        <w:t>’</w:t>
      </w:r>
      <w:r w:rsidR="00E0544E" w:rsidRPr="007818BD">
        <w:t>est pas de l</w:t>
      </w:r>
      <w:r>
        <w:t>’</w:t>
      </w:r>
      <w:r w:rsidR="00E0544E" w:rsidRPr="007818BD">
        <w:t>amour que je sens pour toi</w:t>
      </w:r>
      <w:r>
        <w:t xml:space="preserve"> : </w:t>
      </w:r>
      <w:r w:rsidR="00E0544E" w:rsidRPr="007818BD">
        <w:t xml:space="preserve">et </w:t>
      </w:r>
      <w:r w:rsidR="00E0544E" w:rsidRPr="007818BD">
        <w:lastRenderedPageBreak/>
        <w:t>voilà pourquoi je ne rougis pas de l</w:t>
      </w:r>
      <w:r>
        <w:t>’</w:t>
      </w:r>
      <w:r w:rsidR="00E0544E" w:rsidRPr="007818BD">
        <w:t>entretenir et de l</w:t>
      </w:r>
      <w:r>
        <w:t>’</w:t>
      </w:r>
      <w:r w:rsidR="00E0544E" w:rsidRPr="007818BD">
        <w:t>avouer</w:t>
      </w:r>
      <w:r>
        <w:t xml:space="preserve">. </w:t>
      </w:r>
      <w:r w:rsidR="00E0544E" w:rsidRPr="007818BD">
        <w:t>Honte à moi si je t</w:t>
      </w:r>
      <w:r>
        <w:t>’</w:t>
      </w:r>
      <w:r w:rsidR="00E0544E" w:rsidRPr="007818BD">
        <w:t>aimais</w:t>
      </w:r>
      <w:r>
        <w:t xml:space="preserve">, </w:t>
      </w:r>
      <w:r w:rsidR="00E0544E" w:rsidRPr="007818BD">
        <w:t>me s</w:t>
      </w:r>
      <w:r w:rsidR="00E0544E" w:rsidRPr="007818BD">
        <w:t>a</w:t>
      </w:r>
      <w:r w:rsidR="00E0544E" w:rsidRPr="007818BD">
        <w:t>chant si indigne de toi</w:t>
      </w:r>
      <w:r>
        <w:t> !</w:t>
      </w:r>
    </w:p>
    <w:p w14:paraId="6A3D1F7B" w14:textId="14A97F13" w:rsidR="00E0544E" w:rsidRPr="007818BD" w:rsidRDefault="00E0544E" w:rsidP="00E0544E"/>
    <w:p w14:paraId="110D960E" w14:textId="77777777" w:rsidR="00E8465A" w:rsidRDefault="00E8465A" w:rsidP="00E0544E">
      <w:r>
        <w:t>« </w:t>
      </w:r>
      <w:r w:rsidR="00E0544E" w:rsidRPr="007818BD">
        <w:rPr>
          <w:rStyle w:val="Taille-1Caracteres"/>
        </w:rPr>
        <w:t>UN AUTRE</w:t>
      </w:r>
      <w:r>
        <w:t xml:space="preserve"> ! </w:t>
      </w:r>
      <w:r w:rsidR="00E0544E" w:rsidRPr="007818BD">
        <w:t>Mon souvenir répète ce mot comme un écho</w:t>
      </w:r>
      <w:r>
        <w:t xml:space="preserve">. </w:t>
      </w:r>
      <w:r w:rsidR="00E0544E" w:rsidRPr="007818BD">
        <w:t>Un autre</w:t>
      </w:r>
      <w:r>
        <w:t xml:space="preserve"> ! </w:t>
      </w:r>
      <w:r w:rsidR="00E0544E" w:rsidRPr="007818BD">
        <w:t>Est-ce à d</w:t>
      </w:r>
      <w:r w:rsidR="00E0544E" w:rsidRPr="007818BD">
        <w:t>i</w:t>
      </w:r>
      <w:r w:rsidR="00E0544E" w:rsidRPr="007818BD">
        <w:t>re que je ne te reverrai plus</w:t>
      </w:r>
      <w:r>
        <w:t xml:space="preserve"> ? </w:t>
      </w:r>
      <w:r w:rsidR="00E0544E" w:rsidRPr="007818BD">
        <w:t>Ce n</w:t>
      </w:r>
      <w:r>
        <w:t>’</w:t>
      </w:r>
      <w:r w:rsidR="00E0544E" w:rsidRPr="007818BD">
        <w:t>est pas de la tristesse</w:t>
      </w:r>
      <w:r>
        <w:t xml:space="preserve">, </w:t>
      </w:r>
      <w:r w:rsidR="00E0544E" w:rsidRPr="007818BD">
        <w:t>ce n</w:t>
      </w:r>
      <w:r>
        <w:t>’</w:t>
      </w:r>
      <w:r w:rsidR="00E0544E" w:rsidRPr="007818BD">
        <w:t>est pas du désespoir que je sens</w:t>
      </w:r>
      <w:r>
        <w:t xml:space="preserve">. </w:t>
      </w:r>
      <w:r w:rsidR="00E0544E" w:rsidRPr="007818BD">
        <w:t>Je ne puis pleurer</w:t>
      </w:r>
      <w:r>
        <w:t xml:space="preserve">. </w:t>
      </w:r>
      <w:r w:rsidR="00E0544E" w:rsidRPr="007818BD">
        <w:t>C</w:t>
      </w:r>
      <w:r>
        <w:t>’</w:t>
      </w:r>
      <w:r w:rsidR="00E0544E" w:rsidRPr="007818BD">
        <w:t>est un sentiment de complète désolation</w:t>
      </w:r>
      <w:r>
        <w:t xml:space="preserve">. </w:t>
      </w:r>
      <w:r w:rsidR="00E0544E" w:rsidRPr="007818BD">
        <w:t>Je suis r</w:t>
      </w:r>
      <w:r w:rsidR="00E0544E" w:rsidRPr="007818BD">
        <w:t>e</w:t>
      </w:r>
      <w:r w:rsidR="00E0544E" w:rsidRPr="007818BD">
        <w:t>plo</w:t>
      </w:r>
      <w:r w:rsidR="00E0544E" w:rsidRPr="007818BD">
        <w:t>n</w:t>
      </w:r>
      <w:r w:rsidR="00E0544E" w:rsidRPr="007818BD">
        <w:t>gée dans la vie commune</w:t>
      </w:r>
      <w:r>
        <w:t xml:space="preserve">, </w:t>
      </w:r>
      <w:r w:rsidR="00E0544E" w:rsidRPr="007818BD">
        <w:t>et cette solitude me glace et me fait frissonner</w:t>
      </w:r>
      <w:r>
        <w:t xml:space="preserve">. </w:t>
      </w:r>
      <w:r w:rsidR="00E0544E" w:rsidRPr="007818BD">
        <w:t>Mais je t</w:t>
      </w:r>
      <w:r>
        <w:t>’</w:t>
      </w:r>
      <w:r w:rsidR="00E0544E" w:rsidRPr="007818BD">
        <w:t>obéirai</w:t>
      </w:r>
      <w:r>
        <w:t xml:space="preserve">, </w:t>
      </w:r>
      <w:r w:rsidR="00E0544E" w:rsidRPr="007818BD">
        <w:t>si tu le veux</w:t>
      </w:r>
      <w:r>
        <w:t xml:space="preserve">. </w:t>
      </w:r>
      <w:r w:rsidR="00E0544E" w:rsidRPr="007818BD">
        <w:t xml:space="preserve">Ne te reverrai-je pas </w:t>
      </w:r>
      <w:proofErr w:type="spellStart"/>
      <w:r w:rsidR="00E0544E" w:rsidRPr="007818BD">
        <w:t>au delà</w:t>
      </w:r>
      <w:proofErr w:type="spellEnd"/>
      <w:r w:rsidR="00E0544E" w:rsidRPr="007818BD">
        <w:t xml:space="preserve"> du tombeau</w:t>
      </w:r>
      <w:r>
        <w:t xml:space="preserve"> ? </w:t>
      </w:r>
      <w:r w:rsidR="00E0544E" w:rsidRPr="007818BD">
        <w:t>Oh</w:t>
      </w:r>
      <w:r>
        <w:t xml:space="preserve"> ! </w:t>
      </w:r>
      <w:r w:rsidR="00E0544E" w:rsidRPr="007818BD">
        <w:t>quel bonheur alors ce serait de mourir</w:t>
      </w:r>
      <w:r>
        <w:t> !</w:t>
      </w:r>
    </w:p>
    <w:p w14:paraId="45957F46" w14:textId="5B7ACCBF" w:rsidR="00E0544E" w:rsidRPr="007818BD" w:rsidRDefault="00E0544E" w:rsidP="00E0544E"/>
    <w:p w14:paraId="75F71635" w14:textId="77777777" w:rsidR="00E8465A" w:rsidRDefault="00E8465A" w:rsidP="00E0544E">
      <w:r>
        <w:t>« </w:t>
      </w:r>
      <w:r w:rsidR="00E0544E" w:rsidRPr="007818BD">
        <w:t>D</w:t>
      </w:r>
      <w:r>
        <w:t>’</w:t>
      </w:r>
      <w:r w:rsidR="00E0544E" w:rsidRPr="007818BD">
        <w:t>où vient que je ne me débats pas pour dégager ma v</w:t>
      </w:r>
      <w:r w:rsidR="00E0544E" w:rsidRPr="007818BD">
        <w:t>o</w:t>
      </w:r>
      <w:r w:rsidR="00E0544E" w:rsidRPr="007818BD">
        <w:t>lonté captive</w:t>
      </w:r>
      <w:r>
        <w:t xml:space="preserve"> ? </w:t>
      </w:r>
      <w:r w:rsidR="00E0544E" w:rsidRPr="007818BD">
        <w:t>As-tu le droit de disposer ainsi de moi</w:t>
      </w:r>
      <w:r>
        <w:t xml:space="preserve"> ? </w:t>
      </w:r>
      <w:r w:rsidR="00E0544E" w:rsidRPr="007818BD">
        <w:t>Rends-moi</w:t>
      </w:r>
      <w:r>
        <w:t xml:space="preserve">, </w:t>
      </w:r>
      <w:r w:rsidR="00E0544E" w:rsidRPr="007818BD">
        <w:t>rends-moi cette vie que je connaissais avant de t</w:t>
      </w:r>
      <w:r>
        <w:t>’</w:t>
      </w:r>
      <w:r w:rsidR="00E0544E" w:rsidRPr="007818BD">
        <w:t>avoir donné toute ma vie</w:t>
      </w:r>
      <w:r>
        <w:t xml:space="preserve">. </w:t>
      </w:r>
      <w:r w:rsidR="00E0544E" w:rsidRPr="007818BD">
        <w:t>Rends-moi les rêves insoucieux de ma je</w:t>
      </w:r>
      <w:r w:rsidR="00E0544E" w:rsidRPr="007818BD">
        <w:t>u</w:t>
      </w:r>
      <w:r w:rsidR="00E0544E" w:rsidRPr="007818BD">
        <w:t>nesse</w:t>
      </w:r>
      <w:r>
        <w:t xml:space="preserve">, </w:t>
      </w:r>
      <w:r w:rsidR="00E0544E" w:rsidRPr="007818BD">
        <w:t>cette liberté de mon cœur qui chantait joyeusement en parcourant la terre</w:t>
      </w:r>
      <w:r>
        <w:t xml:space="preserve">. </w:t>
      </w:r>
      <w:r w:rsidR="00E0544E" w:rsidRPr="007818BD">
        <w:t>Tu m</w:t>
      </w:r>
      <w:r>
        <w:t>’</w:t>
      </w:r>
      <w:r w:rsidR="00E0544E" w:rsidRPr="007818BD">
        <w:t>as désenchantée de tout ce qui n</w:t>
      </w:r>
      <w:r>
        <w:t>’</w:t>
      </w:r>
      <w:r w:rsidR="00E0544E" w:rsidRPr="007818BD">
        <w:t>est pas toi</w:t>
      </w:r>
      <w:r>
        <w:t xml:space="preserve">. </w:t>
      </w:r>
      <w:r w:rsidR="00E0544E" w:rsidRPr="007818BD">
        <w:t>Quel crime y avait-il à penser du moins à toi</w:t>
      </w:r>
      <w:r>
        <w:t xml:space="preserve">, </w:t>
      </w:r>
      <w:r w:rsidR="00E0544E" w:rsidRPr="007818BD">
        <w:t>à te voir</w:t>
      </w:r>
      <w:r>
        <w:t xml:space="preserve"> ? </w:t>
      </w:r>
      <w:r w:rsidR="00E0544E" w:rsidRPr="007818BD">
        <w:t>Ton baiser brûle encore ma main</w:t>
      </w:r>
      <w:r>
        <w:t xml:space="preserve">. </w:t>
      </w:r>
      <w:r w:rsidR="00E0544E" w:rsidRPr="007818BD">
        <w:t>Cette main est-elle à moi</w:t>
      </w:r>
      <w:r>
        <w:t xml:space="preserve">, </w:t>
      </w:r>
      <w:r w:rsidR="00E0544E" w:rsidRPr="007818BD">
        <w:t>pour que je la puisse donner</w:t>
      </w:r>
      <w:r>
        <w:t xml:space="preserve"> ? </w:t>
      </w:r>
      <w:r w:rsidR="00E0544E" w:rsidRPr="007818BD">
        <w:t>Ton baiser l</w:t>
      </w:r>
      <w:r>
        <w:t>’</w:t>
      </w:r>
      <w:r w:rsidR="00E0544E" w:rsidRPr="007818BD">
        <w:t>a prise et l</w:t>
      </w:r>
      <w:r>
        <w:t>’</w:t>
      </w:r>
      <w:r w:rsidR="00E0544E" w:rsidRPr="007818BD">
        <w:t>a cons</w:t>
      </w:r>
      <w:r w:rsidR="00E0544E" w:rsidRPr="007818BD">
        <w:t>a</w:t>
      </w:r>
      <w:r w:rsidR="00E0544E" w:rsidRPr="007818BD">
        <w:t>crée à jamais à toi</w:t>
      </w:r>
      <w:r>
        <w:t xml:space="preserve">. </w:t>
      </w:r>
      <w:r w:rsidR="00E0544E" w:rsidRPr="007818BD">
        <w:t>Étranger</w:t>
      </w:r>
      <w:r>
        <w:t xml:space="preserve">, </w:t>
      </w:r>
      <w:r w:rsidR="00E0544E" w:rsidRPr="007818BD">
        <w:t>je ne veux pas t</w:t>
      </w:r>
      <w:r>
        <w:t>’</w:t>
      </w:r>
      <w:r w:rsidR="00E0544E" w:rsidRPr="007818BD">
        <w:t>obéir</w:t>
      </w:r>
      <w:r>
        <w:t>.</w:t>
      </w:r>
    </w:p>
    <w:p w14:paraId="2B465EC0" w14:textId="472DB67E" w:rsidR="00E0544E" w:rsidRPr="007818BD" w:rsidRDefault="00E8465A" w:rsidP="00E0544E">
      <w:r>
        <w:t>« </w:t>
      </w:r>
      <w:r w:rsidR="00E0544E" w:rsidRPr="007818BD">
        <w:t>Encore un jour d</w:t>
      </w:r>
      <w:r>
        <w:t>’</w:t>
      </w:r>
      <w:r w:rsidR="00E0544E" w:rsidRPr="007818BD">
        <w:t>écoulé</w:t>
      </w:r>
      <w:r>
        <w:t xml:space="preserve">, </w:t>
      </w:r>
      <w:r w:rsidR="00E0544E" w:rsidRPr="007818BD">
        <w:t>une des trois fatales journées</w:t>
      </w:r>
      <w:r>
        <w:t xml:space="preserve">. </w:t>
      </w:r>
      <w:r w:rsidR="00E0544E" w:rsidRPr="007818BD">
        <w:t>C</w:t>
      </w:r>
      <w:r>
        <w:t>’</w:t>
      </w:r>
      <w:r w:rsidR="00E0544E" w:rsidRPr="007818BD">
        <w:t>est étrange</w:t>
      </w:r>
      <w:r>
        <w:t xml:space="preserve"> : </w:t>
      </w:r>
      <w:r w:rsidR="00E0544E" w:rsidRPr="007818BD">
        <w:t>depuis le sommeil de la nuit dernière</w:t>
      </w:r>
      <w:r>
        <w:t xml:space="preserve">, </w:t>
      </w:r>
      <w:r w:rsidR="00E0544E" w:rsidRPr="007818BD">
        <w:t>un calme profond s</w:t>
      </w:r>
      <w:r>
        <w:t>’</w:t>
      </w:r>
      <w:r w:rsidR="00E0544E" w:rsidRPr="007818BD">
        <w:t>est répandu dans mon cœur</w:t>
      </w:r>
      <w:r>
        <w:t xml:space="preserve">. </w:t>
      </w:r>
      <w:r w:rsidR="00E0544E" w:rsidRPr="007818BD">
        <w:t>Je me sens si assurée que mon être lui-même est devenu une partie de toi</w:t>
      </w:r>
      <w:r>
        <w:t xml:space="preserve">, </w:t>
      </w:r>
      <w:r w:rsidR="00E0544E" w:rsidRPr="007818BD">
        <w:t>que je ne puis croire que ma vie se puisse séparer de la tienne</w:t>
      </w:r>
      <w:r>
        <w:t xml:space="preserve"> : </w:t>
      </w:r>
      <w:r w:rsidR="00E0544E" w:rsidRPr="007818BD">
        <w:t>et dans cette conviction je me rep</w:t>
      </w:r>
      <w:r w:rsidR="00E0544E" w:rsidRPr="007818BD">
        <w:t>o</w:t>
      </w:r>
      <w:r w:rsidR="00E0544E" w:rsidRPr="007818BD">
        <w:t>se</w:t>
      </w:r>
      <w:r>
        <w:t xml:space="preserve">, </w:t>
      </w:r>
      <w:r w:rsidR="00E0544E" w:rsidRPr="007818BD">
        <w:t>et je souris même de tes paroles et de mes craintes</w:t>
      </w:r>
      <w:r>
        <w:t xml:space="preserve">. </w:t>
      </w:r>
      <w:r w:rsidR="00E0544E" w:rsidRPr="007818BD">
        <w:t>Il y a une maxime que tu aimes</w:t>
      </w:r>
      <w:r>
        <w:t xml:space="preserve">, </w:t>
      </w:r>
      <w:r w:rsidR="00E0544E" w:rsidRPr="007818BD">
        <w:t>et que tu rép</w:t>
      </w:r>
      <w:r w:rsidR="00E0544E" w:rsidRPr="007818BD">
        <w:t>è</w:t>
      </w:r>
      <w:r w:rsidR="00E0544E" w:rsidRPr="007818BD">
        <w:t>tes sous mille formes</w:t>
      </w:r>
      <w:r>
        <w:t xml:space="preserve"> : </w:t>
      </w:r>
      <w:r w:rsidR="00E0544E" w:rsidRPr="007818BD">
        <w:t>que la beauté de l</w:t>
      </w:r>
      <w:r>
        <w:t>’</w:t>
      </w:r>
      <w:r w:rsidR="00E0544E" w:rsidRPr="007818BD">
        <w:t>âme</w:t>
      </w:r>
      <w:r>
        <w:t xml:space="preserve">, </w:t>
      </w:r>
      <w:r w:rsidR="00E0544E" w:rsidRPr="007818BD">
        <w:t>c</w:t>
      </w:r>
      <w:r>
        <w:t>’</w:t>
      </w:r>
      <w:r w:rsidR="00E0544E" w:rsidRPr="007818BD">
        <w:t xml:space="preserve">est la </w:t>
      </w:r>
      <w:r w:rsidR="00E0544E">
        <w:lastRenderedPageBreak/>
        <w:t>F</w:t>
      </w:r>
      <w:r w:rsidR="00E0544E" w:rsidRPr="007818BD">
        <w:t>oi</w:t>
      </w:r>
      <w:r>
        <w:t xml:space="preserve"> ; </w:t>
      </w:r>
      <w:r w:rsidR="00E0544E" w:rsidRPr="007818BD">
        <w:t>que ce qu</w:t>
      </w:r>
      <w:r>
        <w:t>’</w:t>
      </w:r>
      <w:r w:rsidR="00E0544E" w:rsidRPr="007818BD">
        <w:t>est pour le sculpteur la beauté idéale</w:t>
      </w:r>
      <w:r>
        <w:t xml:space="preserve">, </w:t>
      </w:r>
      <w:r w:rsidR="00E0544E" w:rsidRPr="007818BD">
        <w:t>la Foi l</w:t>
      </w:r>
      <w:r>
        <w:t>’</w:t>
      </w:r>
      <w:r w:rsidR="00E0544E" w:rsidRPr="007818BD">
        <w:t>est pour le cœur</w:t>
      </w:r>
      <w:r>
        <w:t xml:space="preserve"> ; </w:t>
      </w:r>
      <w:r w:rsidR="00E0544E" w:rsidRPr="007818BD">
        <w:t>que la Foi bien comprise s</w:t>
      </w:r>
      <w:r>
        <w:t>’</w:t>
      </w:r>
      <w:r w:rsidR="00E0544E" w:rsidRPr="007818BD">
        <w:t>étend sur toutes les œuvres du Créateur que nous ne connaissons pas</w:t>
      </w:r>
      <w:r>
        <w:t xml:space="preserve">, </w:t>
      </w:r>
      <w:r w:rsidR="00E0544E" w:rsidRPr="007818BD">
        <w:t>parce que nous croyons en lui</w:t>
      </w:r>
      <w:r>
        <w:t xml:space="preserve"> ; </w:t>
      </w:r>
      <w:r w:rsidR="00E0544E" w:rsidRPr="007818BD">
        <w:t>que la Foi implique une confiance tranquille en nous-mêmes et une espérance sereine dans notre avenir</w:t>
      </w:r>
      <w:r>
        <w:t xml:space="preserve"> ; </w:t>
      </w:r>
      <w:r w:rsidR="00E0544E" w:rsidRPr="007818BD">
        <w:t>qu</w:t>
      </w:r>
      <w:r>
        <w:t>’</w:t>
      </w:r>
      <w:r w:rsidR="00E0544E" w:rsidRPr="007818BD">
        <w:t>elle est l</w:t>
      </w:r>
      <w:r>
        <w:t>’</w:t>
      </w:r>
      <w:r w:rsidR="00E0544E" w:rsidRPr="007818BD">
        <w:t>astre sous l</w:t>
      </w:r>
      <w:r>
        <w:t>’</w:t>
      </w:r>
      <w:r w:rsidR="00E0544E" w:rsidRPr="007818BD">
        <w:t>influence duquel montent et s</w:t>
      </w:r>
      <w:r>
        <w:t>’</w:t>
      </w:r>
      <w:r w:rsidR="00E0544E" w:rsidRPr="007818BD">
        <w:t>abaissent les flots de la mer humaine</w:t>
      </w:r>
      <w:r>
        <w:t xml:space="preserve">. </w:t>
      </w:r>
      <w:r w:rsidR="00E0544E" w:rsidRPr="007818BD">
        <w:t>Cette Foi</w:t>
      </w:r>
      <w:r>
        <w:t xml:space="preserve">, </w:t>
      </w:r>
      <w:r w:rsidR="00E0544E" w:rsidRPr="007818BD">
        <w:t>je la comprends maintenant</w:t>
      </w:r>
      <w:r>
        <w:t xml:space="preserve">. </w:t>
      </w:r>
      <w:r w:rsidR="00E0544E" w:rsidRPr="007818BD">
        <w:t>Je r</w:t>
      </w:r>
      <w:r w:rsidR="00E0544E" w:rsidRPr="007818BD">
        <w:t>e</w:t>
      </w:r>
      <w:r w:rsidR="00E0544E" w:rsidRPr="007818BD">
        <w:t>pousse tout doute</w:t>
      </w:r>
      <w:r>
        <w:t xml:space="preserve">, </w:t>
      </w:r>
      <w:r w:rsidR="00E0544E" w:rsidRPr="007818BD">
        <w:t>toute crainte</w:t>
      </w:r>
      <w:r>
        <w:t xml:space="preserve">. </w:t>
      </w:r>
      <w:r w:rsidR="00E0544E" w:rsidRPr="007818BD">
        <w:t>Je sais que j</w:t>
      </w:r>
      <w:r>
        <w:t>’</w:t>
      </w:r>
      <w:r w:rsidR="00E0544E" w:rsidRPr="007818BD">
        <w:t>ai uni à toi</w:t>
      </w:r>
      <w:r>
        <w:t xml:space="preserve">, </w:t>
      </w:r>
      <w:r w:rsidR="00E0544E" w:rsidRPr="007818BD">
        <w:t>par un lien indissoluble</w:t>
      </w:r>
      <w:r>
        <w:t xml:space="preserve">, </w:t>
      </w:r>
      <w:r w:rsidR="00E0544E" w:rsidRPr="007818BD">
        <w:t>toute ma vie intime</w:t>
      </w:r>
      <w:r>
        <w:t xml:space="preserve">, </w:t>
      </w:r>
      <w:r w:rsidR="00E0544E" w:rsidRPr="007818BD">
        <w:t>et que tu ne peux m</w:t>
      </w:r>
      <w:r>
        <w:t>’</w:t>
      </w:r>
      <w:r w:rsidR="00E0544E" w:rsidRPr="007818BD">
        <w:t>arracher à toi quand même tu le voudrais</w:t>
      </w:r>
      <w:r>
        <w:t xml:space="preserve">. </w:t>
      </w:r>
      <w:r w:rsidR="00E0544E" w:rsidRPr="007818BD">
        <w:t>Et ce changement de la lutte au calme s</w:t>
      </w:r>
      <w:r>
        <w:t>’</w:t>
      </w:r>
      <w:r w:rsidR="00E0544E" w:rsidRPr="007818BD">
        <w:t>est opéré en moi pendant le sommeil</w:t>
      </w:r>
      <w:r>
        <w:t xml:space="preserve"> ; </w:t>
      </w:r>
      <w:r w:rsidR="00E0544E" w:rsidRPr="007818BD">
        <w:t>un sommeil sans rêve</w:t>
      </w:r>
      <w:r>
        <w:t xml:space="preserve"> : </w:t>
      </w:r>
      <w:r w:rsidR="00E0544E" w:rsidRPr="007818BD">
        <w:t>mais quand je m</w:t>
      </w:r>
      <w:r>
        <w:t>’</w:t>
      </w:r>
      <w:r w:rsidR="00E0544E" w:rsidRPr="007818BD">
        <w:t>éveillai</w:t>
      </w:r>
      <w:r>
        <w:t xml:space="preserve">, </w:t>
      </w:r>
      <w:r w:rsidR="00E0544E" w:rsidRPr="007818BD">
        <w:t>ce fut avec un se</w:t>
      </w:r>
      <w:r w:rsidR="00E0544E" w:rsidRPr="007818BD">
        <w:t>n</w:t>
      </w:r>
      <w:r w:rsidR="00E0544E" w:rsidRPr="007818BD">
        <w:t>timent indéfinissable de bonheur</w:t>
      </w:r>
      <w:r>
        <w:t xml:space="preserve"> ; </w:t>
      </w:r>
      <w:r w:rsidR="00E0544E" w:rsidRPr="007818BD">
        <w:t>un souvenir indécis comme d</w:t>
      </w:r>
      <w:r>
        <w:t>’</w:t>
      </w:r>
      <w:r w:rsidR="00E0544E" w:rsidRPr="007818BD">
        <w:t>une bénédiction</w:t>
      </w:r>
      <w:r>
        <w:t xml:space="preserve"> ; </w:t>
      </w:r>
      <w:r w:rsidR="00E0544E" w:rsidRPr="007818BD">
        <w:t>comme si de loin tu eusses jeté ton sourire sur mon repos</w:t>
      </w:r>
      <w:r>
        <w:t xml:space="preserve">. </w:t>
      </w:r>
      <w:r w:rsidR="00E0544E" w:rsidRPr="007818BD">
        <w:t>Le soir</w:t>
      </w:r>
      <w:r>
        <w:t xml:space="preserve">, </w:t>
      </w:r>
      <w:r w:rsidR="00E0544E" w:rsidRPr="007818BD">
        <w:t>j</w:t>
      </w:r>
      <w:r>
        <w:t>’</w:t>
      </w:r>
      <w:r w:rsidR="00E0544E" w:rsidRPr="007818BD">
        <w:t>étais si triste</w:t>
      </w:r>
      <w:r>
        <w:t xml:space="preserve"> ! </w:t>
      </w:r>
      <w:r w:rsidR="00E0544E" w:rsidRPr="007818BD">
        <w:t>pas une fleur qui ne fût refermée comme pour ne se rouvrir jamais au soleil</w:t>
      </w:r>
      <w:r>
        <w:t xml:space="preserve"> ! </w:t>
      </w:r>
      <w:r w:rsidR="00E0544E" w:rsidRPr="007818BD">
        <w:t>Et c</w:t>
      </w:r>
      <w:r>
        <w:t>’</w:t>
      </w:r>
      <w:r w:rsidR="00E0544E" w:rsidRPr="007818BD">
        <w:t>est la nuit même qui</w:t>
      </w:r>
      <w:r>
        <w:t xml:space="preserve">, </w:t>
      </w:r>
      <w:r w:rsidR="00E0544E" w:rsidRPr="007818BD">
        <w:t>dans mon cœur</w:t>
      </w:r>
      <w:r>
        <w:t xml:space="preserve">, </w:t>
      </w:r>
      <w:r w:rsidR="00E0544E" w:rsidRPr="007818BD">
        <w:t>comme sur la terre</w:t>
      </w:r>
      <w:r>
        <w:t xml:space="preserve">, </w:t>
      </w:r>
      <w:r w:rsidR="00E0544E" w:rsidRPr="007818BD">
        <w:t>a fait ép</w:t>
      </w:r>
      <w:r w:rsidR="00E0544E" w:rsidRPr="007818BD">
        <w:t>a</w:t>
      </w:r>
      <w:r w:rsidR="00E0544E" w:rsidRPr="007818BD">
        <w:t>nouir de nouveau ces fleurs flétries</w:t>
      </w:r>
      <w:r>
        <w:t xml:space="preserve">. </w:t>
      </w:r>
      <w:r w:rsidR="00E0544E" w:rsidRPr="007818BD">
        <w:t>Le monde est beau encore une fois</w:t>
      </w:r>
      <w:r>
        <w:t xml:space="preserve"> ; </w:t>
      </w:r>
      <w:r w:rsidR="00E0544E" w:rsidRPr="007818BD">
        <w:t>beau dans son repos</w:t>
      </w:r>
      <w:r>
        <w:t xml:space="preserve"> ; </w:t>
      </w:r>
      <w:r w:rsidR="00E0544E" w:rsidRPr="007818BD">
        <w:t>pas un souffle n</w:t>
      </w:r>
      <w:r>
        <w:t>’</w:t>
      </w:r>
      <w:r w:rsidR="00E0544E" w:rsidRPr="007818BD">
        <w:t>agite ton arbre</w:t>
      </w:r>
      <w:r>
        <w:t xml:space="preserve">, </w:t>
      </w:r>
      <w:r w:rsidR="00E0544E" w:rsidRPr="007818BD">
        <w:t>pas un doute mon âme</w:t>
      </w:r>
      <w:r>
        <w:t> ! »</w:t>
      </w:r>
    </w:p>
    <w:p w14:paraId="009EBA30" w14:textId="77777777" w:rsidR="00E8465A" w:rsidRDefault="00E0544E" w:rsidP="00E8465A">
      <w:pPr>
        <w:pStyle w:val="Titre2"/>
        <w:pageBreakBefore/>
      </w:pPr>
      <w:bookmarkStart w:id="28" w:name="_Toc199963077"/>
      <w:r w:rsidRPr="007818BD">
        <w:lastRenderedPageBreak/>
        <w:t>CHAPITRE</w:t>
      </w:r>
      <w:r w:rsidR="00E8465A">
        <w:t xml:space="preserve"> </w:t>
      </w:r>
      <w:r w:rsidRPr="007818BD">
        <w:t>VI</w:t>
      </w:r>
      <w:r w:rsidR="00E8465A">
        <w:t>.</w:t>
      </w:r>
      <w:bookmarkEnd w:id="28"/>
    </w:p>
    <w:p w14:paraId="3296D0AA" w14:textId="231BE7F7" w:rsidR="00E0544E" w:rsidRPr="007818BD" w:rsidRDefault="00E0544E" w:rsidP="00E0544E">
      <w:pPr>
        <w:pStyle w:val="NormalRetraitGauche4XIndent0"/>
        <w:spacing w:before="0" w:after="0"/>
        <w:rPr>
          <w:rStyle w:val="Taille-1Caracteres"/>
        </w:rPr>
      </w:pPr>
      <w:r w:rsidRPr="007818BD">
        <w:rPr>
          <w:rStyle w:val="Taille-1Caracteres"/>
        </w:rPr>
        <w:t xml:space="preserve">Tu </w:t>
      </w:r>
      <w:proofErr w:type="spellStart"/>
      <w:r w:rsidRPr="007818BD">
        <w:rPr>
          <w:rStyle w:val="Taille-1Caracteres"/>
        </w:rPr>
        <w:t>vegga</w:t>
      </w:r>
      <w:proofErr w:type="spellEnd"/>
      <w:r w:rsidRPr="007818BD">
        <w:rPr>
          <w:rStyle w:val="Taille-1Caracteres"/>
        </w:rPr>
        <w:t xml:space="preserve"> </w:t>
      </w:r>
      <w:proofErr w:type="spellStart"/>
      <w:r w:rsidRPr="007818BD">
        <w:rPr>
          <w:rStyle w:val="Taille-1Caracteres"/>
        </w:rPr>
        <w:t>oper</w:t>
      </w:r>
      <w:proofErr w:type="spellEnd"/>
      <w:r w:rsidRPr="007818BD">
        <w:rPr>
          <w:rStyle w:val="Taille-1Caracteres"/>
        </w:rPr>
        <w:t xml:space="preserve"> </w:t>
      </w:r>
      <w:proofErr w:type="spellStart"/>
      <w:r w:rsidRPr="007818BD">
        <w:rPr>
          <w:rStyle w:val="Taille-1Caracteres"/>
        </w:rPr>
        <w:t>violenzia</w:t>
      </w:r>
      <w:proofErr w:type="spellEnd"/>
      <w:r w:rsidRPr="007818BD">
        <w:rPr>
          <w:rStyle w:val="Taille-1Caracteres"/>
        </w:rPr>
        <w:t xml:space="preserve"> o per inganno</w:t>
      </w:r>
    </w:p>
    <w:p w14:paraId="5A7878B1" w14:textId="77777777" w:rsidR="00E8465A" w:rsidRDefault="00E0544E" w:rsidP="00E0544E">
      <w:pPr>
        <w:pStyle w:val="NormalRetraitGauche4XIndent0"/>
        <w:spacing w:before="0" w:after="0"/>
        <w:rPr>
          <w:rStyle w:val="Taille-1Caracteres"/>
          <w:lang w:val="en-US"/>
        </w:rPr>
      </w:pPr>
      <w:r w:rsidRPr="00EE3339">
        <w:rPr>
          <w:rStyle w:val="Taille-1Caracteres"/>
          <w:lang w:val="en-US"/>
        </w:rPr>
        <w:t xml:space="preserve">Patire o </w:t>
      </w:r>
      <w:proofErr w:type="spellStart"/>
      <w:r w:rsidRPr="00EE3339">
        <w:rPr>
          <w:rStyle w:val="Taille-1Caracteres"/>
          <w:lang w:val="en-US"/>
        </w:rPr>
        <w:t>disonore</w:t>
      </w:r>
      <w:proofErr w:type="spellEnd"/>
      <w:r w:rsidRPr="00EE3339">
        <w:rPr>
          <w:rStyle w:val="Taille-1Caracteres"/>
          <w:lang w:val="en-US"/>
        </w:rPr>
        <w:t xml:space="preserve"> o mortal </w:t>
      </w:r>
      <w:proofErr w:type="spellStart"/>
      <w:r w:rsidRPr="00EE3339">
        <w:rPr>
          <w:rStyle w:val="Taille-1Caracteres"/>
          <w:lang w:val="en-US"/>
        </w:rPr>
        <w:t>danno</w:t>
      </w:r>
      <w:proofErr w:type="spellEnd"/>
      <w:r w:rsidRPr="007818BD">
        <w:rPr>
          <w:rStyle w:val="Appelnotedebasdep"/>
          <w:szCs w:val="28"/>
        </w:rPr>
        <w:footnoteReference w:id="39"/>
      </w:r>
    </w:p>
    <w:p w14:paraId="56B26680" w14:textId="207C453A" w:rsidR="00E8465A" w:rsidRDefault="00E8465A" w:rsidP="00E0544E">
      <w:pPr>
        <w:jc w:val="right"/>
        <w:rPr>
          <w:rStyle w:val="Taille-1Caracteres"/>
          <w:lang w:val="en-US"/>
        </w:rPr>
      </w:pPr>
      <w:r>
        <w:rPr>
          <w:rStyle w:val="Taille-1Caracteres"/>
          <w:lang w:val="en-US"/>
        </w:rPr>
        <w:t>(</w:t>
      </w:r>
      <w:r w:rsidR="00E0544E" w:rsidRPr="00EE3339">
        <w:rPr>
          <w:rStyle w:val="Taille-1Caracteres"/>
          <w:i/>
          <w:lang w:val="en-US"/>
        </w:rPr>
        <w:t>Orl</w:t>
      </w:r>
      <w:r>
        <w:rPr>
          <w:rStyle w:val="Taille-1Caracteres"/>
          <w:i/>
          <w:lang w:val="en-US"/>
        </w:rPr>
        <w:t xml:space="preserve">. </w:t>
      </w:r>
      <w:r w:rsidR="00E0544E" w:rsidRPr="00EE3339">
        <w:rPr>
          <w:rStyle w:val="Taille-1Caracteres"/>
          <w:i/>
          <w:lang w:val="en-US"/>
        </w:rPr>
        <w:t>Fur</w:t>
      </w:r>
      <w:r>
        <w:rPr>
          <w:rStyle w:val="Taille-1Caracteres"/>
          <w:lang w:val="en-US"/>
        </w:rPr>
        <w:t xml:space="preserve">., </w:t>
      </w:r>
      <w:r w:rsidR="00E0544E" w:rsidRPr="00EE3339">
        <w:rPr>
          <w:rStyle w:val="Taille-1Caracteres"/>
          <w:lang w:val="en-US"/>
        </w:rPr>
        <w:t>XLII</w:t>
      </w:r>
      <w:r>
        <w:rPr>
          <w:rStyle w:val="Taille-1Caracteres"/>
          <w:lang w:val="en-US"/>
        </w:rPr>
        <w:t xml:space="preserve">, </w:t>
      </w:r>
      <w:r w:rsidR="00E0544E" w:rsidRPr="00EE3339">
        <w:rPr>
          <w:rStyle w:val="Taille-1Caracteres"/>
          <w:lang w:val="en-US"/>
        </w:rPr>
        <w:t>I</w:t>
      </w:r>
      <w:r>
        <w:rPr>
          <w:rStyle w:val="Taille-1Caracteres"/>
          <w:lang w:val="en-US"/>
        </w:rPr>
        <w:t>.)</w:t>
      </w:r>
    </w:p>
    <w:p w14:paraId="18FF1143" w14:textId="77777777" w:rsidR="00E8465A" w:rsidRDefault="00E0544E" w:rsidP="00E0544E">
      <w:r w:rsidRPr="007818BD">
        <w:t>C</w:t>
      </w:r>
      <w:r w:rsidR="00E8465A">
        <w:t>’</w:t>
      </w:r>
      <w:r w:rsidRPr="007818BD">
        <w:t>était un petit cabinet</w:t>
      </w:r>
      <w:r w:rsidR="00E8465A">
        <w:t xml:space="preserve"> : </w:t>
      </w:r>
      <w:r w:rsidRPr="007818BD">
        <w:t>les murs en étaient ornés de t</w:t>
      </w:r>
      <w:r w:rsidRPr="007818BD">
        <w:t>a</w:t>
      </w:r>
      <w:r w:rsidRPr="007818BD">
        <w:t>bleaux dont un seul avait plus de valeur que toute la famille du maître du palais</w:t>
      </w:r>
      <w:r w:rsidR="00E8465A">
        <w:t xml:space="preserve">. </w:t>
      </w:r>
      <w:r w:rsidRPr="007818BD">
        <w:t>Oui</w:t>
      </w:r>
      <w:r w:rsidR="00E8465A">
        <w:t xml:space="preserve"> : </w:t>
      </w:r>
      <w:proofErr w:type="spellStart"/>
      <w:r w:rsidRPr="007818BD">
        <w:t>Zanoni</w:t>
      </w:r>
      <w:proofErr w:type="spellEnd"/>
      <w:r w:rsidRPr="007818BD">
        <w:t xml:space="preserve"> avait raison</w:t>
      </w:r>
      <w:r w:rsidR="00E8465A">
        <w:t xml:space="preserve">, </w:t>
      </w:r>
      <w:r w:rsidRPr="007818BD">
        <w:t>le peintre est en effet un magicien</w:t>
      </w:r>
      <w:r w:rsidR="00E8465A">
        <w:t xml:space="preserve">, </w:t>
      </w:r>
      <w:r w:rsidRPr="007818BD">
        <w:t>et l</w:t>
      </w:r>
      <w:r w:rsidR="00E8465A">
        <w:t>’</w:t>
      </w:r>
      <w:r w:rsidRPr="007818BD">
        <w:t>or qu</w:t>
      </w:r>
      <w:r w:rsidR="00E8465A">
        <w:t>’</w:t>
      </w:r>
      <w:r w:rsidRPr="007818BD">
        <w:t>il extrait de son creuset n</w:t>
      </w:r>
      <w:r w:rsidR="00E8465A">
        <w:t>’</w:t>
      </w:r>
      <w:r w:rsidRPr="007818BD">
        <w:t>est pas du moins une illusion</w:t>
      </w:r>
      <w:r w:rsidR="00E8465A">
        <w:t xml:space="preserve">. </w:t>
      </w:r>
      <w:r w:rsidRPr="007818BD">
        <w:t>Tel noble vénitien a pu être un libertin ou un assassin</w:t>
      </w:r>
      <w:r w:rsidR="00E8465A">
        <w:t xml:space="preserve">, </w:t>
      </w:r>
      <w:r w:rsidRPr="007818BD">
        <w:t>un misérable ou un idiot</w:t>
      </w:r>
      <w:r w:rsidR="00E8465A">
        <w:t xml:space="preserve">, </w:t>
      </w:r>
      <w:r w:rsidRPr="007818BD">
        <w:t>méprisable et pis encore</w:t>
      </w:r>
      <w:r w:rsidR="00E8465A">
        <w:t xml:space="preserve"> ; </w:t>
      </w:r>
      <w:r w:rsidRPr="007818BD">
        <w:t>mais il a posé devant le Titien</w:t>
      </w:r>
      <w:r w:rsidR="00E8465A">
        <w:t xml:space="preserve">, </w:t>
      </w:r>
      <w:r w:rsidRPr="007818BD">
        <w:t>et son portrait est inestimable</w:t>
      </w:r>
      <w:r w:rsidR="00E8465A">
        <w:t xml:space="preserve">. </w:t>
      </w:r>
      <w:r w:rsidRPr="007818BD">
        <w:t>Penser que quelques pouces de toile sont mille fois plus pr</w:t>
      </w:r>
      <w:r w:rsidRPr="007818BD">
        <w:t>é</w:t>
      </w:r>
      <w:r w:rsidRPr="007818BD">
        <w:t>cieux qu</w:t>
      </w:r>
      <w:r w:rsidR="00E8465A">
        <w:t>’</w:t>
      </w:r>
      <w:r w:rsidRPr="007818BD">
        <w:t>un homme avec ses veines et ses muscles</w:t>
      </w:r>
      <w:r w:rsidR="00E8465A">
        <w:t xml:space="preserve">, </w:t>
      </w:r>
      <w:r w:rsidRPr="007818BD">
        <w:t>sa tête et sa volonté</w:t>
      </w:r>
      <w:r w:rsidR="00E8465A">
        <w:t xml:space="preserve">, </w:t>
      </w:r>
      <w:r w:rsidRPr="007818BD">
        <w:t>son cœur et son intell</w:t>
      </w:r>
      <w:r w:rsidRPr="007818BD">
        <w:t>i</w:t>
      </w:r>
      <w:r w:rsidRPr="007818BD">
        <w:t>gence</w:t>
      </w:r>
      <w:r w:rsidR="00E8465A">
        <w:t> !</w:t>
      </w:r>
    </w:p>
    <w:p w14:paraId="73310FDE" w14:textId="77777777" w:rsidR="00E8465A" w:rsidRDefault="00E0544E" w:rsidP="00E0544E">
      <w:r w:rsidRPr="007818BD">
        <w:t>Dans ce cabinet était assis un homme d</w:t>
      </w:r>
      <w:r w:rsidR="00E8465A">
        <w:t>’</w:t>
      </w:r>
      <w:r w:rsidRPr="007818BD">
        <w:t xml:space="preserve">environ </w:t>
      </w:r>
      <w:proofErr w:type="spellStart"/>
      <w:r w:rsidRPr="007818BD">
        <w:t>quarante trois</w:t>
      </w:r>
      <w:proofErr w:type="spellEnd"/>
      <w:r w:rsidRPr="007818BD">
        <w:t xml:space="preserve"> ans</w:t>
      </w:r>
      <w:r w:rsidR="00E8465A">
        <w:t xml:space="preserve"> ; </w:t>
      </w:r>
      <w:r w:rsidRPr="007818BD">
        <w:t>œil sombre et morne</w:t>
      </w:r>
      <w:r w:rsidR="00E8465A">
        <w:t xml:space="preserve"> ; </w:t>
      </w:r>
      <w:r w:rsidRPr="007818BD">
        <w:t>traits courts et saillants</w:t>
      </w:r>
      <w:r w:rsidR="00E8465A">
        <w:t xml:space="preserve">, </w:t>
      </w:r>
      <w:r w:rsidRPr="007818BD">
        <w:t>po</w:t>
      </w:r>
      <w:r w:rsidRPr="007818BD">
        <w:t>m</w:t>
      </w:r>
      <w:r w:rsidRPr="007818BD">
        <w:t>mettes massives</w:t>
      </w:r>
      <w:r w:rsidR="00E8465A">
        <w:t xml:space="preserve">, </w:t>
      </w:r>
      <w:r w:rsidRPr="007818BD">
        <w:t>lèvres épaisses et sensuelles</w:t>
      </w:r>
      <w:r w:rsidR="00E8465A">
        <w:t xml:space="preserve">, </w:t>
      </w:r>
      <w:r w:rsidRPr="007818BD">
        <w:t>mais pleines de résolution</w:t>
      </w:r>
      <w:r w:rsidR="00E8465A">
        <w:t xml:space="preserve"> : </w:t>
      </w:r>
      <w:r w:rsidRPr="007818BD">
        <w:t>c</w:t>
      </w:r>
      <w:r w:rsidR="00E8465A">
        <w:t>’</w:t>
      </w:r>
      <w:r w:rsidRPr="007818BD">
        <w:t>était le prince de</w:t>
      </w:r>
      <w:r w:rsidR="00E8465A">
        <w:t xml:space="preserve">… </w:t>
      </w:r>
      <w:r w:rsidRPr="007818BD">
        <w:t>Il était d</w:t>
      </w:r>
      <w:r w:rsidR="00E8465A">
        <w:t>’</w:t>
      </w:r>
      <w:r w:rsidRPr="007818BD">
        <w:t xml:space="preserve">une taille </w:t>
      </w:r>
      <w:proofErr w:type="spellStart"/>
      <w:r w:rsidRPr="007818BD">
        <w:t>au dessus</w:t>
      </w:r>
      <w:proofErr w:type="spellEnd"/>
      <w:r w:rsidRPr="007818BD">
        <w:t xml:space="preserve"> de la moyenne</w:t>
      </w:r>
      <w:r w:rsidR="00E8465A">
        <w:t xml:space="preserve">, </w:t>
      </w:r>
      <w:r w:rsidRPr="007818BD">
        <w:t>avec une légère menace d</w:t>
      </w:r>
      <w:r w:rsidR="00E8465A">
        <w:t>’</w:t>
      </w:r>
      <w:r w:rsidRPr="007818BD">
        <w:t>obésité</w:t>
      </w:r>
      <w:r w:rsidR="00E8465A">
        <w:t xml:space="preserve">, </w:t>
      </w:r>
      <w:r w:rsidRPr="007818BD">
        <w:t>et portait une ample robe de chambre de riche brocart</w:t>
      </w:r>
      <w:r w:rsidR="00E8465A">
        <w:t xml:space="preserve">. </w:t>
      </w:r>
      <w:r w:rsidRPr="007818BD">
        <w:t>Sur une table devant lui étaient posés une épée et un chapeau à l</w:t>
      </w:r>
      <w:r w:rsidR="00E8465A">
        <w:t>’</w:t>
      </w:r>
      <w:r w:rsidRPr="007818BD">
        <w:t>ancienne mode</w:t>
      </w:r>
      <w:r w:rsidR="00E8465A">
        <w:t xml:space="preserve">, </w:t>
      </w:r>
      <w:r w:rsidRPr="007818BD">
        <w:t>un masque</w:t>
      </w:r>
      <w:r w:rsidR="00E8465A">
        <w:t xml:space="preserve">, </w:t>
      </w:r>
      <w:r w:rsidRPr="007818BD">
        <w:t>des dés avec leurs cornets</w:t>
      </w:r>
      <w:r w:rsidR="00E8465A">
        <w:t xml:space="preserve">, </w:t>
      </w:r>
      <w:r w:rsidRPr="007818BD">
        <w:t>un portefeuille et une écr</w:t>
      </w:r>
      <w:r w:rsidRPr="007818BD">
        <w:t>i</w:t>
      </w:r>
      <w:r w:rsidRPr="007818BD">
        <w:t>toire d</w:t>
      </w:r>
      <w:r w:rsidR="00E8465A">
        <w:t>’</w:t>
      </w:r>
      <w:r w:rsidRPr="007818BD">
        <w:t>argent artistement ciselée</w:t>
      </w:r>
      <w:r w:rsidR="00E8465A">
        <w:t>.</w:t>
      </w:r>
    </w:p>
    <w:p w14:paraId="3355BBD3" w14:textId="77777777" w:rsidR="00E8465A" w:rsidRDefault="00E8465A" w:rsidP="00E0544E">
      <w:r>
        <w:t>« </w:t>
      </w:r>
      <w:r w:rsidR="00E0544E" w:rsidRPr="007818BD">
        <w:t>Eh bien</w:t>
      </w:r>
      <w:r>
        <w:t xml:space="preserve">, </w:t>
      </w:r>
      <w:proofErr w:type="spellStart"/>
      <w:r w:rsidR="00E0544E" w:rsidRPr="007818BD">
        <w:t>Mascari</w:t>
      </w:r>
      <w:proofErr w:type="spellEnd"/>
      <w:r>
        <w:t xml:space="preserve">, </w:t>
      </w:r>
      <w:r w:rsidR="00E0544E" w:rsidRPr="007818BD">
        <w:t>dit le prince en levant les yeux sur son parasite qui se tenait dans l</w:t>
      </w:r>
      <w:r>
        <w:t>’</w:t>
      </w:r>
      <w:r w:rsidR="00E0544E" w:rsidRPr="007818BD">
        <w:t>embrasure profonde d</w:t>
      </w:r>
      <w:r>
        <w:t>’</w:t>
      </w:r>
      <w:r w:rsidR="00E0544E" w:rsidRPr="007818BD">
        <w:t xml:space="preserve">une </w:t>
      </w:r>
      <w:r w:rsidR="00E0544E" w:rsidRPr="007818BD">
        <w:lastRenderedPageBreak/>
        <w:t>fenêtre</w:t>
      </w:r>
      <w:r>
        <w:t xml:space="preserve">, </w:t>
      </w:r>
      <w:r w:rsidR="00E0544E" w:rsidRPr="007818BD">
        <w:t>eh bien</w:t>
      </w:r>
      <w:r>
        <w:t xml:space="preserve"> ! </w:t>
      </w:r>
      <w:r w:rsidR="00E0544E" w:rsidRPr="007818BD">
        <w:t>le cardinal repose avec ses ancêtres</w:t>
      </w:r>
      <w:r>
        <w:t xml:space="preserve">. </w:t>
      </w:r>
      <w:r w:rsidR="00E0544E" w:rsidRPr="007818BD">
        <w:t>J</w:t>
      </w:r>
      <w:r>
        <w:t>’</w:t>
      </w:r>
      <w:r w:rsidR="00E0544E" w:rsidRPr="007818BD">
        <w:t>ai besoin de di</w:t>
      </w:r>
      <w:r w:rsidR="00E0544E" w:rsidRPr="007818BD">
        <w:t>s</w:t>
      </w:r>
      <w:r w:rsidR="00E0544E" w:rsidRPr="007818BD">
        <w:t>tractions pour me consoler d</w:t>
      </w:r>
      <w:r>
        <w:t>’</w:t>
      </w:r>
      <w:r w:rsidR="00E0544E" w:rsidRPr="007818BD">
        <w:t>une perte si cruelle</w:t>
      </w:r>
      <w:r>
        <w:t xml:space="preserve">, </w:t>
      </w:r>
      <w:r w:rsidR="00E0544E" w:rsidRPr="007818BD">
        <w:t>et quelle voix plus douce que celle de Viola Pisani</w:t>
      </w:r>
      <w:r>
        <w:t> ?</w:t>
      </w:r>
    </w:p>
    <w:p w14:paraId="2EF826AB" w14:textId="77777777" w:rsidR="00E8465A" w:rsidRDefault="00E8465A" w:rsidP="00E0544E">
      <w:r>
        <w:t>— </w:t>
      </w:r>
      <w:r w:rsidR="00E0544E" w:rsidRPr="007818BD">
        <w:t>Votre Excellence parle-t-elle sérieusement</w:t>
      </w:r>
      <w:r>
        <w:t xml:space="preserve"> ? </w:t>
      </w:r>
      <w:r w:rsidR="00E0544E" w:rsidRPr="007818BD">
        <w:t>sitôt après la mort de Son Émine</w:t>
      </w:r>
      <w:r w:rsidR="00E0544E" w:rsidRPr="007818BD">
        <w:t>n</w:t>
      </w:r>
      <w:r w:rsidR="00E0544E" w:rsidRPr="007818BD">
        <w:t>ce</w:t>
      </w:r>
      <w:r>
        <w:t> ?</w:t>
      </w:r>
    </w:p>
    <w:p w14:paraId="199021E0" w14:textId="77777777" w:rsidR="00E8465A" w:rsidRDefault="00E8465A" w:rsidP="00E0544E">
      <w:r>
        <w:t>— </w:t>
      </w:r>
      <w:r w:rsidR="00E0544E" w:rsidRPr="007818BD">
        <w:t>On en jasera moins</w:t>
      </w:r>
      <w:r>
        <w:t xml:space="preserve">, </w:t>
      </w:r>
      <w:r w:rsidR="00E0544E" w:rsidRPr="007818BD">
        <w:t>et on me soupçonnera moins</w:t>
      </w:r>
      <w:r>
        <w:t xml:space="preserve">. </w:t>
      </w:r>
      <w:r w:rsidR="00E0544E" w:rsidRPr="007818BD">
        <w:t>As-tu su le nom de cet ins</w:t>
      </w:r>
      <w:r w:rsidR="00E0544E" w:rsidRPr="007818BD">
        <w:t>o</w:t>
      </w:r>
      <w:r w:rsidR="00E0544E" w:rsidRPr="007818BD">
        <w:t>lent qui déjoua notre entreprise l</w:t>
      </w:r>
      <w:r>
        <w:t>’</w:t>
      </w:r>
      <w:r w:rsidR="00E0544E" w:rsidRPr="007818BD">
        <w:t>autre soir</w:t>
      </w:r>
      <w:r>
        <w:t xml:space="preserve">, </w:t>
      </w:r>
      <w:r w:rsidR="00E0544E" w:rsidRPr="007818BD">
        <w:t>et qui avertit le cardinal le lendemain</w:t>
      </w:r>
      <w:r>
        <w:t> ?</w:t>
      </w:r>
    </w:p>
    <w:p w14:paraId="73086074" w14:textId="77777777" w:rsidR="00E8465A" w:rsidRDefault="00E8465A" w:rsidP="00E0544E">
      <w:r>
        <w:t>— </w:t>
      </w:r>
      <w:r w:rsidR="00E0544E" w:rsidRPr="007818BD">
        <w:t>Pas encore</w:t>
      </w:r>
      <w:r>
        <w:t>.</w:t>
      </w:r>
    </w:p>
    <w:p w14:paraId="1409CAFF" w14:textId="77777777" w:rsidR="00E8465A" w:rsidRDefault="00E8465A" w:rsidP="00E0544E">
      <w:r>
        <w:t>— </w:t>
      </w:r>
      <w:r w:rsidR="00E0544E" w:rsidRPr="007818BD">
        <w:t>Habile homme que tu es</w:t>
      </w:r>
      <w:r>
        <w:t xml:space="preserve"> ! </w:t>
      </w:r>
      <w:r w:rsidR="00E0544E" w:rsidRPr="007818BD">
        <w:t>Je te le dirai moi</w:t>
      </w:r>
      <w:r>
        <w:t xml:space="preserve">. </w:t>
      </w:r>
      <w:r w:rsidR="00E0544E" w:rsidRPr="007818BD">
        <w:t>C</w:t>
      </w:r>
      <w:r>
        <w:t>’</w:t>
      </w:r>
      <w:r w:rsidR="00E0544E" w:rsidRPr="007818BD">
        <w:t>est le my</w:t>
      </w:r>
      <w:r w:rsidR="00E0544E" w:rsidRPr="007818BD">
        <w:t>s</w:t>
      </w:r>
      <w:r w:rsidR="00E0544E" w:rsidRPr="007818BD">
        <w:t>térieux inconnu</w:t>
      </w:r>
      <w:r>
        <w:t>.</w:t>
      </w:r>
    </w:p>
    <w:p w14:paraId="3A56C117" w14:textId="77777777" w:rsidR="00E8465A" w:rsidRDefault="00E8465A" w:rsidP="00E0544E">
      <w:r>
        <w:t>— </w:t>
      </w:r>
      <w:r w:rsidR="00E0544E" w:rsidRPr="007818BD">
        <w:t xml:space="preserve">Le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 </w:t>
      </w:r>
      <w:r w:rsidR="00E0544E" w:rsidRPr="007818BD">
        <w:t>En êtes-vous sûr</w:t>
      </w:r>
      <w:r>
        <w:t xml:space="preserve">, </w:t>
      </w:r>
      <w:r w:rsidR="00E0544E" w:rsidRPr="007818BD">
        <w:t>mon prince</w:t>
      </w:r>
      <w:r>
        <w:t> ?</w:t>
      </w:r>
    </w:p>
    <w:p w14:paraId="35CB4A5D" w14:textId="77777777" w:rsidR="00E8465A" w:rsidRDefault="00E8465A" w:rsidP="00E0544E">
      <w:r>
        <w:t>— </w:t>
      </w:r>
      <w:r w:rsidR="00E0544E" w:rsidRPr="007818BD">
        <w:t>Sûr</w:t>
      </w:r>
      <w:r>
        <w:t xml:space="preserve">, </w:t>
      </w:r>
      <w:proofErr w:type="spellStart"/>
      <w:r w:rsidR="00E0544E" w:rsidRPr="007818BD">
        <w:t>Mascari</w:t>
      </w:r>
      <w:proofErr w:type="spellEnd"/>
      <w:r>
        <w:t xml:space="preserve">. </w:t>
      </w:r>
      <w:r w:rsidR="00E0544E" w:rsidRPr="007818BD">
        <w:t>Il y a dans la voix de cet homme un ton qui ne me trompe jamais</w:t>
      </w:r>
      <w:r>
        <w:t xml:space="preserve"> : </w:t>
      </w:r>
      <w:r w:rsidR="00E0544E" w:rsidRPr="007818BD">
        <w:t>quelque chose de clair</w:t>
      </w:r>
      <w:r>
        <w:t xml:space="preserve">, </w:t>
      </w:r>
      <w:r w:rsidR="00E0544E" w:rsidRPr="007818BD">
        <w:t>d</w:t>
      </w:r>
      <w:r>
        <w:t>’</w:t>
      </w:r>
      <w:r w:rsidR="00E0544E" w:rsidRPr="007818BD">
        <w:t>impérieux</w:t>
      </w:r>
      <w:r>
        <w:t xml:space="preserve"> ; </w:t>
      </w:r>
      <w:r w:rsidR="00E0544E" w:rsidRPr="007818BD">
        <w:t>quand je l</w:t>
      </w:r>
      <w:r>
        <w:t>’</w:t>
      </w:r>
      <w:r w:rsidR="00E0544E" w:rsidRPr="007818BD">
        <w:t>entends</w:t>
      </w:r>
      <w:r>
        <w:t xml:space="preserve">, </w:t>
      </w:r>
      <w:r w:rsidR="00E0544E" w:rsidRPr="007818BD">
        <w:t>je crois vraiment qu</w:t>
      </w:r>
      <w:r>
        <w:t>’</w:t>
      </w:r>
      <w:r w:rsidR="00E0544E" w:rsidRPr="007818BD">
        <w:t>il y a te</w:t>
      </w:r>
      <w:r w:rsidR="00E0544E" w:rsidRPr="007818BD">
        <w:t>l</w:t>
      </w:r>
      <w:r w:rsidR="00E0544E" w:rsidRPr="007818BD">
        <w:t>le chose qu</w:t>
      </w:r>
      <w:r>
        <w:t>’</w:t>
      </w:r>
      <w:r w:rsidR="00E0544E" w:rsidRPr="007818BD">
        <w:t>une conscience</w:t>
      </w:r>
      <w:r>
        <w:t xml:space="preserve">. </w:t>
      </w:r>
      <w:r w:rsidR="00E0544E" w:rsidRPr="007818BD">
        <w:t>Quoi qu</w:t>
      </w:r>
      <w:r>
        <w:t>’</w:t>
      </w:r>
      <w:r w:rsidR="00E0544E" w:rsidRPr="007818BD">
        <w:t>il en soit</w:t>
      </w:r>
      <w:r>
        <w:t xml:space="preserve">, </w:t>
      </w:r>
      <w:r w:rsidR="00E0544E" w:rsidRPr="007818BD">
        <w:t>il faut nous débarrasser de cet impertinent</w:t>
      </w:r>
      <w:r>
        <w:t xml:space="preserve">. </w:t>
      </w:r>
      <w:proofErr w:type="spellStart"/>
      <w:r w:rsidR="00E0544E" w:rsidRPr="007818BD">
        <w:t>Mascari</w:t>
      </w:r>
      <w:proofErr w:type="spellEnd"/>
      <w:r>
        <w:t xml:space="preserve"> ! </w:t>
      </w:r>
      <w:r w:rsidR="00E0544E" w:rsidRPr="007818BD">
        <w:t xml:space="preserve">le </w:t>
      </w:r>
      <w:proofErr w:type="spellStart"/>
      <w:r w:rsidR="00E0544E" w:rsidRPr="007818BD">
        <w:t>signor</w:t>
      </w:r>
      <w:proofErr w:type="spellEnd"/>
      <w:r w:rsidR="00E0544E" w:rsidRPr="007818BD">
        <w:t xml:space="preserve"> </w:t>
      </w:r>
      <w:proofErr w:type="spellStart"/>
      <w:r w:rsidR="00E0544E" w:rsidRPr="007818BD">
        <w:t>Zanoni</w:t>
      </w:r>
      <w:proofErr w:type="spellEnd"/>
      <w:r w:rsidR="00E0544E" w:rsidRPr="007818BD">
        <w:t xml:space="preserve"> n</w:t>
      </w:r>
      <w:r>
        <w:t>’</w:t>
      </w:r>
      <w:r w:rsidR="00E0544E" w:rsidRPr="007818BD">
        <w:t>a pas encore honoré de sa présence notre pauvre logis</w:t>
      </w:r>
      <w:r>
        <w:t xml:space="preserve">. </w:t>
      </w:r>
      <w:r w:rsidR="00E0544E" w:rsidRPr="007818BD">
        <w:t>C</w:t>
      </w:r>
      <w:r>
        <w:t>’</w:t>
      </w:r>
      <w:r w:rsidR="00E0544E" w:rsidRPr="007818BD">
        <w:t>est un étranger de distin</w:t>
      </w:r>
      <w:r w:rsidR="00E0544E" w:rsidRPr="007818BD">
        <w:t>c</w:t>
      </w:r>
      <w:r w:rsidR="00E0544E" w:rsidRPr="007818BD">
        <w:t>tion</w:t>
      </w:r>
      <w:r>
        <w:t xml:space="preserve"> : </w:t>
      </w:r>
      <w:r w:rsidR="00E0544E" w:rsidRPr="007818BD">
        <w:t>il faut que nous donnions un banquet en son honneur</w:t>
      </w:r>
      <w:r>
        <w:t>.</w:t>
      </w:r>
    </w:p>
    <w:p w14:paraId="71DBBA00" w14:textId="77777777" w:rsidR="00E8465A" w:rsidRDefault="00E8465A" w:rsidP="00E0544E">
      <w:r>
        <w:t>— </w:t>
      </w:r>
      <w:r w:rsidR="00E0544E" w:rsidRPr="007818BD">
        <w:t>Bien dit</w:t>
      </w:r>
      <w:r>
        <w:t xml:space="preserve"> ; </w:t>
      </w:r>
      <w:r w:rsidR="00E0544E" w:rsidRPr="007818BD">
        <w:t>et du vin de Chypre</w:t>
      </w:r>
      <w:r>
        <w:t>.</w:t>
      </w:r>
    </w:p>
    <w:p w14:paraId="3C073BB7" w14:textId="77777777" w:rsidR="00E8465A" w:rsidRDefault="00E8465A" w:rsidP="00E0544E">
      <w:r>
        <w:t>— </w:t>
      </w:r>
      <w:r w:rsidR="00E0544E" w:rsidRPr="007818BD">
        <w:t>Nous en reparlerons</w:t>
      </w:r>
      <w:r>
        <w:t xml:space="preserve">. </w:t>
      </w:r>
      <w:r w:rsidR="00E0544E" w:rsidRPr="007818BD">
        <w:t>Je suis superstitieux</w:t>
      </w:r>
      <w:r>
        <w:t xml:space="preserve"> : </w:t>
      </w:r>
      <w:r w:rsidR="00E0544E" w:rsidRPr="007818BD">
        <w:t xml:space="preserve">des bruits étranges circulent sur le pouvoir et le talent prophétique de </w:t>
      </w:r>
      <w:proofErr w:type="spellStart"/>
      <w:r w:rsidR="00E0544E" w:rsidRPr="007818BD">
        <w:t>Z</w:t>
      </w:r>
      <w:r w:rsidR="00E0544E" w:rsidRPr="007818BD">
        <w:t>a</w:t>
      </w:r>
      <w:r w:rsidR="00E0544E" w:rsidRPr="007818BD">
        <w:t>noni</w:t>
      </w:r>
      <w:proofErr w:type="spellEnd"/>
      <w:r>
        <w:t xml:space="preserve">. </w:t>
      </w:r>
      <w:r w:rsidR="00E0544E" w:rsidRPr="007818BD">
        <w:t>Rappelle-toi la mort d</w:t>
      </w:r>
      <w:r>
        <w:t>’</w:t>
      </w:r>
      <w:proofErr w:type="spellStart"/>
      <w:r w:rsidR="00E0544E" w:rsidRPr="007818BD">
        <w:t>Ughelli</w:t>
      </w:r>
      <w:proofErr w:type="spellEnd"/>
      <w:r>
        <w:t xml:space="preserve">. </w:t>
      </w:r>
      <w:r w:rsidR="00E0544E" w:rsidRPr="007818BD">
        <w:t>Qu</w:t>
      </w:r>
      <w:r>
        <w:t>’</w:t>
      </w:r>
      <w:r w:rsidR="00E0544E" w:rsidRPr="007818BD">
        <w:t>importe</w:t>
      </w:r>
      <w:r>
        <w:t xml:space="preserve"> ? </w:t>
      </w:r>
      <w:r w:rsidR="00E0544E" w:rsidRPr="007818BD">
        <w:t>eût-il le d</w:t>
      </w:r>
      <w:r w:rsidR="00E0544E" w:rsidRPr="007818BD">
        <w:t>é</w:t>
      </w:r>
      <w:r w:rsidR="00E0544E" w:rsidRPr="007818BD">
        <w:t xml:space="preserve">mon pour </w:t>
      </w:r>
      <w:proofErr w:type="spellStart"/>
      <w:r w:rsidR="00E0544E" w:rsidRPr="007818BD">
        <w:t>allié</w:t>
      </w:r>
      <w:proofErr w:type="spellEnd"/>
      <w:r>
        <w:t xml:space="preserve">, </w:t>
      </w:r>
      <w:r w:rsidR="00E0544E" w:rsidRPr="007818BD">
        <w:t>il ne me déroberait pas ma proie</w:t>
      </w:r>
      <w:r>
        <w:t xml:space="preserve">, </w:t>
      </w:r>
      <w:r w:rsidR="00E0544E" w:rsidRPr="007818BD">
        <w:t>non</w:t>
      </w:r>
      <w:r>
        <w:t xml:space="preserve">, </w:t>
      </w:r>
      <w:r w:rsidR="00E0544E" w:rsidRPr="007818BD">
        <w:t>ni ma vengeance</w:t>
      </w:r>
      <w:r>
        <w:t>.</w:t>
      </w:r>
    </w:p>
    <w:p w14:paraId="7126F347" w14:textId="77777777" w:rsidR="00E8465A" w:rsidRDefault="00E8465A" w:rsidP="00E0544E">
      <w:r>
        <w:t>— </w:t>
      </w:r>
      <w:r w:rsidR="00E0544E" w:rsidRPr="007818BD">
        <w:t>Votre Excellence s</w:t>
      </w:r>
      <w:r>
        <w:t>’</w:t>
      </w:r>
      <w:r w:rsidR="00E0544E" w:rsidRPr="007818BD">
        <w:t>égare</w:t>
      </w:r>
      <w:r>
        <w:t xml:space="preserve"> : </w:t>
      </w:r>
      <w:r w:rsidR="00E0544E" w:rsidRPr="007818BD">
        <w:t>la diva vous a ensorcelé</w:t>
      </w:r>
      <w:r>
        <w:t>.</w:t>
      </w:r>
    </w:p>
    <w:p w14:paraId="574DF48B" w14:textId="77777777" w:rsidR="00E8465A" w:rsidRDefault="00E8465A" w:rsidP="00E0544E">
      <w:r>
        <w:lastRenderedPageBreak/>
        <w:t>— </w:t>
      </w:r>
      <w:proofErr w:type="spellStart"/>
      <w:r w:rsidR="00E0544E" w:rsidRPr="007818BD">
        <w:t>Mascari</w:t>
      </w:r>
      <w:proofErr w:type="spellEnd"/>
      <w:r>
        <w:t xml:space="preserve"> ! </w:t>
      </w:r>
      <w:r w:rsidR="00E0544E" w:rsidRPr="007818BD">
        <w:t>dit le prince avec un sourire hautain</w:t>
      </w:r>
      <w:r>
        <w:t xml:space="preserve">, </w:t>
      </w:r>
      <w:r w:rsidR="00E0544E" w:rsidRPr="007818BD">
        <w:t>dans ces veines coule le sang des Visconti</w:t>
      </w:r>
      <w:r>
        <w:t xml:space="preserve">, </w:t>
      </w:r>
      <w:r w:rsidR="00E0544E" w:rsidRPr="007818BD">
        <w:t>qui disaient avec orgueil que jamais femme n</w:t>
      </w:r>
      <w:r>
        <w:t>’</w:t>
      </w:r>
      <w:r w:rsidR="00E0544E" w:rsidRPr="007818BD">
        <w:t>a échappé à leur amour ni homme à leur haine</w:t>
      </w:r>
      <w:r>
        <w:t xml:space="preserve">. </w:t>
      </w:r>
      <w:r w:rsidR="00E0544E" w:rsidRPr="007818BD">
        <w:t>La couronne de mes ancêtres n</w:t>
      </w:r>
      <w:r>
        <w:t>’</w:t>
      </w:r>
      <w:r w:rsidR="00E0544E" w:rsidRPr="007818BD">
        <w:t>est plus qu</w:t>
      </w:r>
      <w:r>
        <w:t>’</w:t>
      </w:r>
      <w:r w:rsidR="00E0544E" w:rsidRPr="007818BD">
        <w:t>un hochet d</w:t>
      </w:r>
      <w:r>
        <w:t>’</w:t>
      </w:r>
      <w:r w:rsidR="00E0544E" w:rsidRPr="007818BD">
        <w:t>enfant</w:t>
      </w:r>
      <w:r>
        <w:t xml:space="preserve"> ; </w:t>
      </w:r>
      <w:r w:rsidR="00E0544E" w:rsidRPr="007818BD">
        <w:t>mais leur ambition et leur courage n</w:t>
      </w:r>
      <w:r>
        <w:t>’</w:t>
      </w:r>
      <w:r w:rsidR="00E0544E" w:rsidRPr="007818BD">
        <w:t>ont point dégénéré</w:t>
      </w:r>
      <w:r>
        <w:t xml:space="preserve">. </w:t>
      </w:r>
      <w:r w:rsidR="00E0544E" w:rsidRPr="007818BD">
        <w:t>Mon honneur est maint</w:t>
      </w:r>
      <w:r w:rsidR="00E0544E" w:rsidRPr="007818BD">
        <w:t>e</w:t>
      </w:r>
      <w:r w:rsidR="00E0544E" w:rsidRPr="007818BD">
        <w:t>nant intéressé dans cette entreprise</w:t>
      </w:r>
      <w:r>
        <w:t xml:space="preserve">. </w:t>
      </w:r>
      <w:r w:rsidR="00E0544E" w:rsidRPr="007818BD">
        <w:t>Il faut que Viola soit à moi</w:t>
      </w:r>
      <w:r>
        <w:t>.</w:t>
      </w:r>
    </w:p>
    <w:p w14:paraId="1C9C323E" w14:textId="77777777" w:rsidR="00E8465A" w:rsidRDefault="00E8465A" w:rsidP="00E0544E">
      <w:r>
        <w:t>— </w:t>
      </w:r>
      <w:r w:rsidR="00E0544E" w:rsidRPr="007818BD">
        <w:t>Encore une embuscade</w:t>
      </w:r>
      <w:r>
        <w:t xml:space="preserve"> ? </w:t>
      </w:r>
      <w:r w:rsidR="00E0544E" w:rsidRPr="007818BD">
        <w:t xml:space="preserve">demanda </w:t>
      </w:r>
      <w:proofErr w:type="spellStart"/>
      <w:r w:rsidR="00E0544E" w:rsidRPr="007818BD">
        <w:t>Mascari</w:t>
      </w:r>
      <w:proofErr w:type="spellEnd"/>
      <w:r>
        <w:t>.</w:t>
      </w:r>
    </w:p>
    <w:p w14:paraId="4DF1BB27" w14:textId="77777777" w:rsidR="00E8465A" w:rsidRDefault="00E8465A" w:rsidP="00E0544E">
      <w:r>
        <w:t>— </w:t>
      </w:r>
      <w:r w:rsidR="00E0544E" w:rsidRPr="007818BD">
        <w:t>Non</w:t>
      </w:r>
      <w:r>
        <w:t xml:space="preserve">. </w:t>
      </w:r>
      <w:r w:rsidR="00E0544E" w:rsidRPr="007818BD">
        <w:t>Pourquoi ne pas envahir la maison</w:t>
      </w:r>
      <w:r>
        <w:t xml:space="preserve"> ? </w:t>
      </w:r>
      <w:r w:rsidR="00E0544E" w:rsidRPr="007818BD">
        <w:t>Elle est située à l</w:t>
      </w:r>
      <w:r>
        <w:t>’</w:t>
      </w:r>
      <w:r w:rsidR="00E0544E" w:rsidRPr="007818BD">
        <w:t>écart</w:t>
      </w:r>
      <w:r>
        <w:t xml:space="preserve">, </w:t>
      </w:r>
      <w:r w:rsidR="00E0544E" w:rsidRPr="007818BD">
        <w:t>et la porte n</w:t>
      </w:r>
      <w:r>
        <w:t>’</w:t>
      </w:r>
      <w:r w:rsidR="00E0544E" w:rsidRPr="007818BD">
        <w:t>est pas de fer</w:t>
      </w:r>
      <w:r>
        <w:t>.</w:t>
      </w:r>
    </w:p>
    <w:p w14:paraId="6407F373" w14:textId="77777777" w:rsidR="00E8465A" w:rsidRDefault="00E8465A" w:rsidP="00E0544E">
      <w:r>
        <w:t>— </w:t>
      </w:r>
      <w:r w:rsidR="00E0544E" w:rsidRPr="007818BD">
        <w:t>Mais si</w:t>
      </w:r>
      <w:r>
        <w:t xml:space="preserve">, </w:t>
      </w:r>
      <w:r w:rsidR="00E0544E" w:rsidRPr="007818BD">
        <w:t>à son retour</w:t>
      </w:r>
      <w:r>
        <w:t xml:space="preserve">, </w:t>
      </w:r>
      <w:r w:rsidR="00E0544E" w:rsidRPr="007818BD">
        <w:t>elle dénonce votre violence</w:t>
      </w:r>
      <w:r>
        <w:t xml:space="preserve"> ? </w:t>
      </w:r>
      <w:r w:rsidR="00E0544E" w:rsidRPr="007818BD">
        <w:t>Une maison forcée</w:t>
      </w:r>
      <w:r>
        <w:t xml:space="preserve">, </w:t>
      </w:r>
      <w:r w:rsidR="00E0544E" w:rsidRPr="007818BD">
        <w:t>une fille violée</w:t>
      </w:r>
      <w:r>
        <w:t xml:space="preserve"> ! </w:t>
      </w:r>
      <w:r w:rsidR="00E0544E" w:rsidRPr="007818BD">
        <w:t>Réfléchissez</w:t>
      </w:r>
      <w:r>
        <w:t xml:space="preserve"> ; </w:t>
      </w:r>
      <w:r w:rsidR="00E0544E" w:rsidRPr="007818BD">
        <w:t>les privilèges fé</w:t>
      </w:r>
      <w:r w:rsidR="00E0544E" w:rsidRPr="007818BD">
        <w:t>o</w:t>
      </w:r>
      <w:r w:rsidR="00E0544E" w:rsidRPr="007818BD">
        <w:t>daux ne sont pas</w:t>
      </w:r>
      <w:r>
        <w:t xml:space="preserve">, </w:t>
      </w:r>
      <w:r w:rsidR="00E0544E" w:rsidRPr="007818BD">
        <w:t>il est vrai</w:t>
      </w:r>
      <w:r>
        <w:t xml:space="preserve">, </w:t>
      </w:r>
      <w:r w:rsidR="00E0544E" w:rsidRPr="007818BD">
        <w:t>abolis</w:t>
      </w:r>
      <w:r>
        <w:t xml:space="preserve"> ; </w:t>
      </w:r>
      <w:r w:rsidR="00E0544E" w:rsidRPr="007818BD">
        <w:t>mais un Visconti même n</w:t>
      </w:r>
      <w:r>
        <w:t>’</w:t>
      </w:r>
      <w:r w:rsidR="00E0544E" w:rsidRPr="007818BD">
        <w:t>est pas au-dessus de la loi</w:t>
      </w:r>
      <w:r>
        <w:t>.</w:t>
      </w:r>
    </w:p>
    <w:p w14:paraId="7F573FDE" w14:textId="4DA59312" w:rsidR="00E0544E" w:rsidRPr="007818BD" w:rsidRDefault="00E8465A" w:rsidP="00E0544E">
      <w:r>
        <w:t>— </w:t>
      </w:r>
      <w:r w:rsidR="00E0544E" w:rsidRPr="007818BD">
        <w:t>Vraiment</w:t>
      </w:r>
      <w:r>
        <w:t xml:space="preserve">, </w:t>
      </w:r>
      <w:proofErr w:type="spellStart"/>
      <w:r w:rsidR="00E0544E" w:rsidRPr="007818BD">
        <w:t>Mascari</w:t>
      </w:r>
      <w:proofErr w:type="spellEnd"/>
      <w:r>
        <w:t xml:space="preserve"> ? </w:t>
      </w:r>
      <w:r w:rsidR="00E0544E" w:rsidRPr="007818BD">
        <w:t>Imbécile</w:t>
      </w:r>
      <w:r>
        <w:t xml:space="preserve"> ! </w:t>
      </w:r>
      <w:r w:rsidR="00E0544E" w:rsidRPr="007818BD">
        <w:t>dans quel siècle</w:t>
      </w:r>
      <w:r>
        <w:t xml:space="preserve">, </w:t>
      </w:r>
      <w:r w:rsidR="00E0544E" w:rsidRPr="007818BD">
        <w:t>même si les novateurs insensés de la France font réussir leurs chimères</w:t>
      </w:r>
      <w:r>
        <w:t xml:space="preserve">, </w:t>
      </w:r>
      <w:r w:rsidR="00E0544E" w:rsidRPr="007818BD">
        <w:t>le fer de la loi ne pliera-t-il pas comme un roseau sous le poids de la puissance et de l</w:t>
      </w:r>
      <w:r>
        <w:t>’</w:t>
      </w:r>
      <w:r w:rsidR="00E0544E" w:rsidRPr="007818BD">
        <w:t>or</w:t>
      </w:r>
      <w:r>
        <w:t xml:space="preserve"> ? </w:t>
      </w:r>
      <w:r w:rsidR="00E0544E" w:rsidRPr="007818BD">
        <w:t>Mais ne sois pas si pâle</w:t>
      </w:r>
      <w:r>
        <w:t xml:space="preserve">, </w:t>
      </w:r>
      <w:r w:rsidR="00E0544E" w:rsidRPr="007818BD">
        <w:t>mes plans sont tout préparés</w:t>
      </w:r>
      <w:r>
        <w:t xml:space="preserve">. </w:t>
      </w:r>
      <w:r w:rsidR="00E0544E" w:rsidRPr="007818BD">
        <w:t>Le jour où elle quittera ce palais</w:t>
      </w:r>
      <w:r>
        <w:t xml:space="preserve">, </w:t>
      </w:r>
      <w:r w:rsidR="00E0544E" w:rsidRPr="007818BD">
        <w:t>elle le qui</w:t>
      </w:r>
      <w:r w:rsidR="00E0544E" w:rsidRPr="007818BD">
        <w:t>t</w:t>
      </w:r>
      <w:r w:rsidR="00E0544E" w:rsidRPr="007818BD">
        <w:t>tera pour la France</w:t>
      </w:r>
      <w:r>
        <w:t xml:space="preserve">, </w:t>
      </w:r>
      <w:r w:rsidR="00E0544E" w:rsidRPr="007818BD">
        <w:t>avec Jean Nicot</w:t>
      </w:r>
      <w:r>
        <w:t>. »</w:t>
      </w:r>
    </w:p>
    <w:p w14:paraId="2766AAED" w14:textId="77777777" w:rsidR="00E8465A" w:rsidRDefault="00E0544E" w:rsidP="00E0544E">
      <w:proofErr w:type="spellStart"/>
      <w:r w:rsidRPr="007818BD">
        <w:t>Mascari</w:t>
      </w:r>
      <w:proofErr w:type="spellEnd"/>
      <w:r w:rsidRPr="007818BD">
        <w:t xml:space="preserve"> n</w:t>
      </w:r>
      <w:r w:rsidR="00E8465A">
        <w:t>’</w:t>
      </w:r>
      <w:r w:rsidRPr="007818BD">
        <w:t>eut pas le temps de répondre</w:t>
      </w:r>
      <w:r w:rsidR="00E8465A">
        <w:t xml:space="preserve"> ; </w:t>
      </w:r>
      <w:r w:rsidRPr="007818BD">
        <w:t>un huissier a</w:t>
      </w:r>
      <w:r w:rsidRPr="007818BD">
        <w:t>n</w:t>
      </w:r>
      <w:r w:rsidRPr="007818BD">
        <w:t xml:space="preserve">nonça le </w:t>
      </w:r>
      <w:proofErr w:type="spellStart"/>
      <w:r w:rsidRPr="007818BD">
        <w:t>signor</w:t>
      </w:r>
      <w:proofErr w:type="spellEnd"/>
      <w:r w:rsidRPr="007818BD">
        <w:t xml:space="preserve"> </w:t>
      </w:r>
      <w:proofErr w:type="spellStart"/>
      <w:r w:rsidRPr="007818BD">
        <w:t>Zanoni</w:t>
      </w:r>
      <w:proofErr w:type="spellEnd"/>
      <w:r w:rsidR="00E8465A">
        <w:t>.</w:t>
      </w:r>
    </w:p>
    <w:p w14:paraId="38FEDF42" w14:textId="77777777" w:rsidR="00E8465A" w:rsidRDefault="00E0544E" w:rsidP="00E0544E">
      <w:r w:rsidRPr="007818BD">
        <w:t>Le prince porta involontairement la main à l</w:t>
      </w:r>
      <w:r w:rsidR="00E8465A">
        <w:t>’</w:t>
      </w:r>
      <w:r w:rsidRPr="007818BD">
        <w:t>épée placée sur la table</w:t>
      </w:r>
      <w:r w:rsidR="00E8465A">
        <w:t xml:space="preserve"> ; </w:t>
      </w:r>
      <w:r w:rsidRPr="007818BD">
        <w:t>puis</w:t>
      </w:r>
      <w:r w:rsidR="00E8465A">
        <w:t xml:space="preserve">, </w:t>
      </w:r>
      <w:r w:rsidRPr="007818BD">
        <w:t>souriant de ce mouvement instinctif</w:t>
      </w:r>
      <w:r w:rsidR="00E8465A">
        <w:t xml:space="preserve">, </w:t>
      </w:r>
      <w:r w:rsidRPr="007818BD">
        <w:t>il se l</w:t>
      </w:r>
      <w:r w:rsidRPr="007818BD">
        <w:t>e</w:t>
      </w:r>
      <w:r w:rsidRPr="007818BD">
        <w:t>va</w:t>
      </w:r>
      <w:r w:rsidR="00E8465A">
        <w:t xml:space="preserve">, </w:t>
      </w:r>
      <w:r w:rsidRPr="007818BD">
        <w:t>alla au-devant de l</w:t>
      </w:r>
      <w:r w:rsidR="00E8465A">
        <w:t>’</w:t>
      </w:r>
      <w:r w:rsidRPr="007818BD">
        <w:t>étranger</w:t>
      </w:r>
      <w:r w:rsidR="00E8465A">
        <w:t xml:space="preserve">, </w:t>
      </w:r>
      <w:r w:rsidRPr="007818BD">
        <w:t>et l</w:t>
      </w:r>
      <w:r w:rsidR="00E8465A">
        <w:t>’</w:t>
      </w:r>
      <w:r w:rsidRPr="007818BD">
        <w:t>accueillit avec toute la cou</w:t>
      </w:r>
      <w:r w:rsidRPr="007818BD">
        <w:t>r</w:t>
      </w:r>
      <w:r w:rsidRPr="007818BD">
        <w:t>toisie obséquieuse et démonstrative de la dissimulation italie</w:t>
      </w:r>
      <w:r w:rsidRPr="007818BD">
        <w:t>n</w:t>
      </w:r>
      <w:r w:rsidRPr="007818BD">
        <w:t>ne</w:t>
      </w:r>
      <w:r w:rsidR="00E8465A">
        <w:t>.</w:t>
      </w:r>
    </w:p>
    <w:p w14:paraId="1ED25CE0" w14:textId="77777777" w:rsidR="00E8465A" w:rsidRDefault="00E8465A" w:rsidP="00E0544E">
      <w:r>
        <w:lastRenderedPageBreak/>
        <w:t>« </w:t>
      </w:r>
      <w:r w:rsidR="00E0544E" w:rsidRPr="007818BD">
        <w:t>C</w:t>
      </w:r>
      <w:r>
        <w:t>’</w:t>
      </w:r>
      <w:r w:rsidR="00E0544E" w:rsidRPr="007818BD">
        <w:t>est un honneur que j</w:t>
      </w:r>
      <w:r>
        <w:t>’</w:t>
      </w:r>
      <w:r w:rsidR="00E0544E" w:rsidRPr="007818BD">
        <w:t>estime hautement</w:t>
      </w:r>
      <w:r>
        <w:t xml:space="preserve">, </w:t>
      </w:r>
      <w:r w:rsidR="00E0544E" w:rsidRPr="007818BD">
        <w:t>dit le prince</w:t>
      </w:r>
      <w:r>
        <w:t xml:space="preserve"> ; </w:t>
      </w:r>
      <w:r w:rsidR="00E0544E" w:rsidRPr="007818BD">
        <w:t>depuis longtemps je désire serrer la main d</w:t>
      </w:r>
      <w:r>
        <w:t>’</w:t>
      </w:r>
      <w:r w:rsidR="00E0544E" w:rsidRPr="007818BD">
        <w:t>un personnage au</w:t>
      </w:r>
      <w:r w:rsidR="00E0544E" w:rsidRPr="007818BD">
        <w:t>s</w:t>
      </w:r>
      <w:r w:rsidR="00E0544E" w:rsidRPr="007818BD">
        <w:t>si distingué</w:t>
      </w:r>
      <w:r>
        <w:t>.</w:t>
      </w:r>
    </w:p>
    <w:p w14:paraId="007A923B" w14:textId="77777777" w:rsidR="00E8465A" w:rsidRDefault="00E8465A" w:rsidP="00E0544E">
      <w:r>
        <w:t>— </w:t>
      </w:r>
      <w:r w:rsidR="00E0544E" w:rsidRPr="007818BD">
        <w:t>Et je me rends à vos désirs avec le même sentiment qui vous les inspire</w:t>
      </w:r>
      <w:r>
        <w:t>, »</w:t>
      </w:r>
      <w:r w:rsidR="00E0544E" w:rsidRPr="007818BD">
        <w:t xml:space="preserve"> répl</w:t>
      </w:r>
      <w:r w:rsidR="00E0544E" w:rsidRPr="007818BD">
        <w:t>i</w:t>
      </w:r>
      <w:r w:rsidR="00E0544E" w:rsidRPr="007818BD">
        <w:t xml:space="preserve">qua </w:t>
      </w:r>
      <w:proofErr w:type="spellStart"/>
      <w:r w:rsidR="00E0544E" w:rsidRPr="007818BD">
        <w:t>Zanoni</w:t>
      </w:r>
      <w:proofErr w:type="spellEnd"/>
      <w:r>
        <w:t>.</w:t>
      </w:r>
    </w:p>
    <w:p w14:paraId="6FB689A0" w14:textId="77777777" w:rsidR="00E8465A" w:rsidRDefault="00E0544E" w:rsidP="00E0544E">
      <w:r w:rsidRPr="007818BD">
        <w:t>Le Napolitain s</w:t>
      </w:r>
      <w:r w:rsidR="00E8465A">
        <w:t>’</w:t>
      </w:r>
      <w:r w:rsidRPr="007818BD">
        <w:t>inclina en pressant la main du nouveau v</w:t>
      </w:r>
      <w:r w:rsidRPr="007818BD">
        <w:t>e</w:t>
      </w:r>
      <w:r w:rsidRPr="007818BD">
        <w:t>nu</w:t>
      </w:r>
      <w:r w:rsidR="00E8465A">
        <w:t xml:space="preserve"> ; </w:t>
      </w:r>
      <w:r w:rsidRPr="007818BD">
        <w:t>mais</w:t>
      </w:r>
      <w:r w:rsidR="00E8465A">
        <w:t xml:space="preserve">, </w:t>
      </w:r>
      <w:r w:rsidRPr="007818BD">
        <w:t>au moment où il la toucha</w:t>
      </w:r>
      <w:r w:rsidR="00E8465A">
        <w:t xml:space="preserve">, </w:t>
      </w:r>
      <w:r w:rsidRPr="007818BD">
        <w:t>un frisson passa sur lui</w:t>
      </w:r>
      <w:r w:rsidR="00E8465A">
        <w:t xml:space="preserve">, </w:t>
      </w:r>
      <w:r w:rsidRPr="007818BD">
        <w:t>et son cœur cessa un instant de battre</w:t>
      </w:r>
      <w:r w:rsidR="00E8465A">
        <w:t xml:space="preserve">. </w:t>
      </w:r>
      <w:proofErr w:type="spellStart"/>
      <w:r w:rsidRPr="007818BD">
        <w:t>Zanoni</w:t>
      </w:r>
      <w:proofErr w:type="spellEnd"/>
      <w:r w:rsidRPr="007818BD">
        <w:t xml:space="preserve"> fixa sur lui ses yeux noirs et souriants</w:t>
      </w:r>
      <w:r w:rsidR="00E8465A">
        <w:t xml:space="preserve">, </w:t>
      </w:r>
      <w:r w:rsidRPr="007818BD">
        <w:t>puis s</w:t>
      </w:r>
      <w:r w:rsidR="00E8465A">
        <w:t>’</w:t>
      </w:r>
      <w:r w:rsidRPr="007818BD">
        <w:t>assit avec une aisance familière</w:t>
      </w:r>
      <w:r w:rsidR="00E8465A">
        <w:t>.</w:t>
      </w:r>
    </w:p>
    <w:p w14:paraId="253D49B6" w14:textId="77777777" w:rsidR="00E8465A" w:rsidRDefault="00E8465A" w:rsidP="00E0544E">
      <w:r>
        <w:t>« </w:t>
      </w:r>
      <w:r w:rsidR="00E0544E" w:rsidRPr="007818BD">
        <w:t>Ainsi</w:t>
      </w:r>
      <w:r>
        <w:t xml:space="preserve">, </w:t>
      </w:r>
      <w:r w:rsidR="00E0544E" w:rsidRPr="007818BD">
        <w:t>la voilà signée et scellée</w:t>
      </w:r>
      <w:r>
        <w:t xml:space="preserve"> ! </w:t>
      </w:r>
      <w:r w:rsidR="00E0544E" w:rsidRPr="007818BD">
        <w:t>je parle de notre amitié</w:t>
      </w:r>
      <w:r>
        <w:t xml:space="preserve">, </w:t>
      </w:r>
      <w:r w:rsidR="00E0544E" w:rsidRPr="007818BD">
        <w:t>noble prince</w:t>
      </w:r>
      <w:r>
        <w:t xml:space="preserve">. </w:t>
      </w:r>
      <w:r w:rsidR="00E0544E" w:rsidRPr="007818BD">
        <w:t>Et mai</w:t>
      </w:r>
      <w:r w:rsidR="00E0544E" w:rsidRPr="007818BD">
        <w:t>n</w:t>
      </w:r>
      <w:r w:rsidR="00E0544E" w:rsidRPr="007818BD">
        <w:t>tenant</w:t>
      </w:r>
      <w:r>
        <w:t xml:space="preserve">, </w:t>
      </w:r>
      <w:r w:rsidR="00E0544E" w:rsidRPr="007818BD">
        <w:t>je vais vous expliquer le but de ma visite</w:t>
      </w:r>
      <w:r>
        <w:t xml:space="preserve">. </w:t>
      </w:r>
      <w:r w:rsidR="00E0544E" w:rsidRPr="007818BD">
        <w:t>J</w:t>
      </w:r>
      <w:r>
        <w:t>’</w:t>
      </w:r>
      <w:r w:rsidR="00E0544E" w:rsidRPr="007818BD">
        <w:t>ai découvert</w:t>
      </w:r>
      <w:r>
        <w:t xml:space="preserve">, </w:t>
      </w:r>
      <w:r w:rsidR="00E0544E" w:rsidRPr="007818BD">
        <w:t>Excellence</w:t>
      </w:r>
      <w:r>
        <w:t xml:space="preserve">, </w:t>
      </w:r>
      <w:r w:rsidR="00E0544E" w:rsidRPr="007818BD">
        <w:t>que</w:t>
      </w:r>
      <w:r>
        <w:t xml:space="preserve">, </w:t>
      </w:r>
      <w:r w:rsidR="00E0544E" w:rsidRPr="007818BD">
        <w:t>sans le savoir peut-être</w:t>
      </w:r>
      <w:r>
        <w:t xml:space="preserve">, </w:t>
      </w:r>
      <w:r w:rsidR="00E0544E" w:rsidRPr="007818BD">
        <w:t>nous sommes rivaux</w:t>
      </w:r>
      <w:r>
        <w:t xml:space="preserve">. </w:t>
      </w:r>
      <w:r w:rsidR="00E0544E" w:rsidRPr="007818BD">
        <w:t>Y aurait-il moyen de concilier nos préte</w:t>
      </w:r>
      <w:r w:rsidR="00E0544E" w:rsidRPr="007818BD">
        <w:t>n</w:t>
      </w:r>
      <w:r w:rsidR="00E0544E" w:rsidRPr="007818BD">
        <w:t>tions</w:t>
      </w:r>
      <w:r>
        <w:t> ?</w:t>
      </w:r>
    </w:p>
    <w:p w14:paraId="5FB2C490" w14:textId="52779248" w:rsidR="00E8465A" w:rsidRDefault="00E8465A" w:rsidP="00E0544E">
      <w:r>
        <w:t>— </w:t>
      </w:r>
      <w:r w:rsidR="00E0544E" w:rsidRPr="007818BD">
        <w:t>Ah</w:t>
      </w:r>
      <w:r>
        <w:t xml:space="preserve"> ! </w:t>
      </w:r>
      <w:r w:rsidR="00E0544E" w:rsidRPr="007818BD">
        <w:t>dit le prince négligemment</w:t>
      </w:r>
      <w:r>
        <w:t xml:space="preserve">, </w:t>
      </w:r>
      <w:r w:rsidR="00E0544E" w:rsidRPr="007818BD">
        <w:t>c</w:t>
      </w:r>
      <w:r>
        <w:t>’</w:t>
      </w:r>
      <w:r w:rsidR="00E0544E" w:rsidRPr="007818BD">
        <w:t>est donc vous le cav</w:t>
      </w:r>
      <w:r w:rsidR="00E0544E" w:rsidRPr="007818BD">
        <w:t>a</w:t>
      </w:r>
      <w:r w:rsidR="00E0544E" w:rsidRPr="007818BD">
        <w:t>lier qui m</w:t>
      </w:r>
      <w:r>
        <w:t>’</w:t>
      </w:r>
      <w:r w:rsidR="00E0544E" w:rsidRPr="007818BD">
        <w:t>a</w:t>
      </w:r>
      <w:r w:rsidR="00E0544E">
        <w:t>v</w:t>
      </w:r>
      <w:r w:rsidR="00E0544E" w:rsidRPr="007818BD">
        <w:t>ez enlevé le fruit de mes exploits</w:t>
      </w:r>
      <w:r>
        <w:t xml:space="preserve"> ? </w:t>
      </w:r>
      <w:r w:rsidR="00E0544E" w:rsidRPr="007818BD">
        <w:t>À l</w:t>
      </w:r>
      <w:r>
        <w:t>’</w:t>
      </w:r>
      <w:r w:rsidR="00E0544E" w:rsidRPr="007818BD">
        <w:t>amour</w:t>
      </w:r>
      <w:r>
        <w:t xml:space="preserve">, </w:t>
      </w:r>
      <w:r w:rsidR="00E0544E" w:rsidRPr="007818BD">
        <w:t>co</w:t>
      </w:r>
      <w:r w:rsidR="00E0544E" w:rsidRPr="007818BD">
        <w:t>m</w:t>
      </w:r>
      <w:r w:rsidR="00E0544E" w:rsidRPr="007818BD">
        <w:t>me à la guerre</w:t>
      </w:r>
      <w:r>
        <w:t xml:space="preserve">, </w:t>
      </w:r>
      <w:r w:rsidR="00E0544E" w:rsidRPr="007818BD">
        <w:t>tous les moyens sont bons</w:t>
      </w:r>
      <w:r>
        <w:t xml:space="preserve">. </w:t>
      </w:r>
      <w:r w:rsidR="00E0544E" w:rsidRPr="007818BD">
        <w:t>Concilier nos préte</w:t>
      </w:r>
      <w:r w:rsidR="00E0544E" w:rsidRPr="007818BD">
        <w:t>n</w:t>
      </w:r>
      <w:r w:rsidR="00E0544E" w:rsidRPr="007818BD">
        <w:t>tions</w:t>
      </w:r>
      <w:r>
        <w:t xml:space="preserve"> ! </w:t>
      </w:r>
      <w:r w:rsidR="00E0544E" w:rsidRPr="007818BD">
        <w:t>Tenez</w:t>
      </w:r>
      <w:r>
        <w:t xml:space="preserve"> ! </w:t>
      </w:r>
      <w:r w:rsidR="00E0544E" w:rsidRPr="007818BD">
        <w:t>voici des dés</w:t>
      </w:r>
      <w:r>
        <w:t xml:space="preserve"> ; </w:t>
      </w:r>
      <w:r w:rsidR="00E0544E" w:rsidRPr="007818BD">
        <w:t>jouons-la</w:t>
      </w:r>
      <w:r>
        <w:t xml:space="preserve"> ! </w:t>
      </w:r>
      <w:r w:rsidR="00E0544E" w:rsidRPr="007818BD">
        <w:t>Celui qui amènera le plus bas point y renoncera</w:t>
      </w:r>
      <w:r>
        <w:t>.</w:t>
      </w:r>
    </w:p>
    <w:p w14:paraId="7014C004" w14:textId="77777777" w:rsidR="00E8465A" w:rsidRDefault="00E8465A" w:rsidP="00E0544E">
      <w:r>
        <w:t>— </w:t>
      </w:r>
      <w:r w:rsidR="00E0544E" w:rsidRPr="007818BD">
        <w:t>Promettez-vous de vous soumettre à cette convention</w:t>
      </w:r>
      <w:r>
        <w:t> ?</w:t>
      </w:r>
    </w:p>
    <w:p w14:paraId="016DA6AF" w14:textId="77777777" w:rsidR="00E8465A" w:rsidRDefault="00E8465A" w:rsidP="00E0544E">
      <w:r>
        <w:t>— </w:t>
      </w:r>
      <w:r w:rsidR="00E0544E" w:rsidRPr="007818BD">
        <w:t>Oui</w:t>
      </w:r>
      <w:r>
        <w:t xml:space="preserve">, </w:t>
      </w:r>
      <w:r w:rsidR="00E0544E" w:rsidRPr="007818BD">
        <w:t>foi de Visconti</w:t>
      </w:r>
      <w:r>
        <w:t>.</w:t>
      </w:r>
    </w:p>
    <w:p w14:paraId="298AEFFA" w14:textId="77777777" w:rsidR="00E8465A" w:rsidRDefault="00E8465A" w:rsidP="00E0544E">
      <w:r>
        <w:t>— </w:t>
      </w:r>
      <w:r w:rsidR="00E0544E" w:rsidRPr="007818BD">
        <w:t>Et pour celui qui viole sa parole ainsi engagée</w:t>
      </w:r>
      <w:r>
        <w:t xml:space="preserve">, </w:t>
      </w:r>
      <w:r w:rsidR="00E0544E" w:rsidRPr="007818BD">
        <w:t>quelle s</w:t>
      </w:r>
      <w:r w:rsidR="00E0544E" w:rsidRPr="007818BD">
        <w:t>e</w:t>
      </w:r>
      <w:r w:rsidR="00E0544E" w:rsidRPr="007818BD">
        <w:t>ra la pénalité</w:t>
      </w:r>
      <w:r>
        <w:t> ?</w:t>
      </w:r>
    </w:p>
    <w:p w14:paraId="75FE1A41" w14:textId="77777777" w:rsidR="00E8465A" w:rsidRDefault="00E8465A" w:rsidP="00E0544E">
      <w:r>
        <w:t>— </w:t>
      </w:r>
      <w:r w:rsidR="00E0544E" w:rsidRPr="007818BD">
        <w:t>L</w:t>
      </w:r>
      <w:r>
        <w:t>’</w:t>
      </w:r>
      <w:r w:rsidR="00E0544E" w:rsidRPr="007818BD">
        <w:t>épée est auprès du cornet</w:t>
      </w:r>
      <w:r>
        <w:t xml:space="preserv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Que celui qui forfait à son honneur meure par l</w:t>
      </w:r>
      <w:r>
        <w:t>’</w:t>
      </w:r>
      <w:r w:rsidR="00E0544E" w:rsidRPr="007818BD">
        <w:t>épée</w:t>
      </w:r>
      <w:r>
        <w:t>.</w:t>
      </w:r>
    </w:p>
    <w:p w14:paraId="733A58D0" w14:textId="77777777" w:rsidR="00E8465A" w:rsidRDefault="00E8465A" w:rsidP="00E0544E">
      <w:r>
        <w:lastRenderedPageBreak/>
        <w:t>— </w:t>
      </w:r>
      <w:r w:rsidR="00E0544E" w:rsidRPr="007818BD">
        <w:t>Vous invoquez cette sentence si l</w:t>
      </w:r>
      <w:r>
        <w:t>’</w:t>
      </w:r>
      <w:r w:rsidR="00E0544E" w:rsidRPr="007818BD">
        <w:t>un de nous manque à sa parole</w:t>
      </w:r>
      <w:r>
        <w:t xml:space="preserve"> ? </w:t>
      </w:r>
      <w:r w:rsidR="00E0544E" w:rsidRPr="007818BD">
        <w:t>J</w:t>
      </w:r>
      <w:r>
        <w:t>’</w:t>
      </w:r>
      <w:r w:rsidR="00E0544E" w:rsidRPr="007818BD">
        <w:t>y souscris</w:t>
      </w:r>
      <w:r>
        <w:t xml:space="preserve">. </w:t>
      </w:r>
      <w:r w:rsidR="00E0544E" w:rsidRPr="007818BD">
        <w:t xml:space="preserve">Que le </w:t>
      </w:r>
      <w:proofErr w:type="spellStart"/>
      <w:r w:rsidR="00E0544E" w:rsidRPr="007818BD">
        <w:t>signor</w:t>
      </w:r>
      <w:proofErr w:type="spellEnd"/>
      <w:r w:rsidR="00E0544E" w:rsidRPr="007818BD">
        <w:t xml:space="preserve"> </w:t>
      </w:r>
      <w:proofErr w:type="spellStart"/>
      <w:r w:rsidR="00E0544E" w:rsidRPr="007818BD">
        <w:t>Mascari</w:t>
      </w:r>
      <w:proofErr w:type="spellEnd"/>
      <w:r w:rsidR="00E0544E" w:rsidRPr="007818BD">
        <w:t xml:space="preserve"> tienne les dés pour nous</w:t>
      </w:r>
      <w:r>
        <w:t>.</w:t>
      </w:r>
    </w:p>
    <w:p w14:paraId="37B64A85" w14:textId="30421C09" w:rsidR="00E0544E" w:rsidRPr="007818BD" w:rsidRDefault="00E8465A" w:rsidP="00E0544E">
      <w:r>
        <w:t>— </w:t>
      </w:r>
      <w:r w:rsidR="00E0544E" w:rsidRPr="007818BD">
        <w:t>Bien dit</w:t>
      </w:r>
      <w:r>
        <w:t xml:space="preserve"> ! </w:t>
      </w:r>
      <w:proofErr w:type="spellStart"/>
      <w:r w:rsidR="00E0544E" w:rsidRPr="007818BD">
        <w:t>Mascari</w:t>
      </w:r>
      <w:proofErr w:type="spellEnd"/>
      <w:r>
        <w:t xml:space="preserve">, </w:t>
      </w:r>
      <w:r w:rsidR="00E0544E" w:rsidRPr="007818BD">
        <w:t>les dés</w:t>
      </w:r>
      <w:r>
        <w:t> ? »</w:t>
      </w:r>
    </w:p>
    <w:p w14:paraId="39AA2731" w14:textId="77777777" w:rsidR="00E8465A" w:rsidRDefault="00E0544E" w:rsidP="00E0544E">
      <w:r w:rsidRPr="007818BD">
        <w:t>Le prince se rejeta dans son fauteuil</w:t>
      </w:r>
      <w:r w:rsidR="00E8465A">
        <w:t xml:space="preserve">, </w:t>
      </w:r>
      <w:r w:rsidRPr="007818BD">
        <w:t>et</w:t>
      </w:r>
      <w:r w:rsidR="00E8465A">
        <w:t xml:space="preserve">, </w:t>
      </w:r>
      <w:r w:rsidRPr="007818BD">
        <w:t>tout endurci qu</w:t>
      </w:r>
      <w:r w:rsidR="00E8465A">
        <w:t>’</w:t>
      </w:r>
      <w:r w:rsidRPr="007818BD">
        <w:t>il était</w:t>
      </w:r>
      <w:r w:rsidR="00E8465A">
        <w:t xml:space="preserve">, </w:t>
      </w:r>
      <w:r w:rsidRPr="007818BD">
        <w:t>il ne put dissim</w:t>
      </w:r>
      <w:r w:rsidRPr="007818BD">
        <w:t>u</w:t>
      </w:r>
      <w:r w:rsidRPr="007818BD">
        <w:t>ler l</w:t>
      </w:r>
      <w:r w:rsidR="00E8465A">
        <w:t>’</w:t>
      </w:r>
      <w:r w:rsidRPr="007818BD">
        <w:t>expression de triomphe et de joie qui anima ses traits</w:t>
      </w:r>
      <w:r w:rsidR="00E8465A">
        <w:t xml:space="preserve">. </w:t>
      </w:r>
      <w:proofErr w:type="spellStart"/>
      <w:r w:rsidRPr="007818BD">
        <w:t>Mascari</w:t>
      </w:r>
      <w:proofErr w:type="spellEnd"/>
      <w:r w:rsidRPr="007818BD">
        <w:t xml:space="preserve"> rassembla les trois dés</w:t>
      </w:r>
      <w:r w:rsidR="00E8465A">
        <w:t xml:space="preserve">, </w:t>
      </w:r>
      <w:r w:rsidRPr="007818BD">
        <w:t>et les fit so</w:t>
      </w:r>
      <w:r w:rsidRPr="007818BD">
        <w:t>n</w:t>
      </w:r>
      <w:r w:rsidRPr="007818BD">
        <w:t>ner dans le cornet</w:t>
      </w:r>
      <w:r w:rsidR="00E8465A">
        <w:t xml:space="preserve">. </w:t>
      </w:r>
      <w:proofErr w:type="spellStart"/>
      <w:r w:rsidRPr="007818BD">
        <w:t>Zanoni</w:t>
      </w:r>
      <w:proofErr w:type="spellEnd"/>
      <w:r w:rsidR="00E8465A">
        <w:t xml:space="preserve">, </w:t>
      </w:r>
      <w:r w:rsidRPr="007818BD">
        <w:t>la tête appuyée sur sa main</w:t>
      </w:r>
      <w:r w:rsidR="00E8465A">
        <w:t xml:space="preserve">, </w:t>
      </w:r>
      <w:r w:rsidRPr="007818BD">
        <w:t>s</w:t>
      </w:r>
      <w:r w:rsidR="00E8465A">
        <w:t>’</w:t>
      </w:r>
      <w:r w:rsidRPr="007818BD">
        <w:t>inclina sur la table et regarda fixement le parasite</w:t>
      </w:r>
      <w:r w:rsidR="00E8465A">
        <w:t xml:space="preserve">. </w:t>
      </w:r>
      <w:proofErr w:type="spellStart"/>
      <w:r w:rsidRPr="007818BD">
        <w:t>Mascari</w:t>
      </w:r>
      <w:proofErr w:type="spellEnd"/>
      <w:r w:rsidRPr="007818BD">
        <w:t xml:space="preserve"> chercha en vain à se dérober à ce regard inquisiteur</w:t>
      </w:r>
      <w:r w:rsidR="00E8465A">
        <w:t xml:space="preserve"> ; </w:t>
      </w:r>
      <w:r w:rsidRPr="007818BD">
        <w:t>il pâlit</w:t>
      </w:r>
      <w:r w:rsidR="00E8465A">
        <w:t xml:space="preserve">, </w:t>
      </w:r>
      <w:r w:rsidRPr="007818BD">
        <w:t>trembla</w:t>
      </w:r>
      <w:r w:rsidR="00E8465A">
        <w:t xml:space="preserve">, </w:t>
      </w:r>
      <w:r w:rsidRPr="007818BD">
        <w:t>et posa le cornet</w:t>
      </w:r>
      <w:r w:rsidR="00E8465A">
        <w:t>.</w:t>
      </w:r>
    </w:p>
    <w:p w14:paraId="59E9AF2C" w14:textId="206E11B6" w:rsidR="00E0544E" w:rsidRPr="007818BD" w:rsidRDefault="00E8465A" w:rsidP="00E0544E">
      <w:r>
        <w:t>« </w:t>
      </w:r>
      <w:r w:rsidR="00E0544E" w:rsidRPr="007818BD">
        <w:t>Je donne le premier coup à Votre Excellence</w:t>
      </w:r>
      <w:r>
        <w:t xml:space="preserve">. </w:t>
      </w:r>
      <w:proofErr w:type="spellStart"/>
      <w:r w:rsidR="00E0544E" w:rsidRPr="007818BD">
        <w:t>Signor</w:t>
      </w:r>
      <w:proofErr w:type="spellEnd"/>
      <w:r w:rsidR="00E0544E" w:rsidRPr="007818BD">
        <w:t xml:space="preserve"> </w:t>
      </w:r>
      <w:proofErr w:type="spellStart"/>
      <w:r w:rsidR="00E0544E" w:rsidRPr="007818BD">
        <w:t>Mascari</w:t>
      </w:r>
      <w:proofErr w:type="spellEnd"/>
      <w:r>
        <w:t xml:space="preserve">, </w:t>
      </w:r>
      <w:r w:rsidR="00E0544E" w:rsidRPr="007818BD">
        <w:t>nous sommes en suspens</w:t>
      </w:r>
      <w:r>
        <w:t xml:space="preserve"> ; </w:t>
      </w:r>
      <w:r w:rsidR="00E0544E" w:rsidRPr="007818BD">
        <w:t>veuillez nous tirer d</w:t>
      </w:r>
      <w:r>
        <w:t>’</w:t>
      </w:r>
      <w:r w:rsidR="00E0544E" w:rsidRPr="007818BD">
        <w:t>inquiétude</w:t>
      </w:r>
      <w:r>
        <w:t>. »</w:t>
      </w:r>
    </w:p>
    <w:p w14:paraId="70866157" w14:textId="77777777" w:rsidR="00E8465A" w:rsidRDefault="00E0544E" w:rsidP="00E0544E">
      <w:proofErr w:type="spellStart"/>
      <w:r w:rsidRPr="007818BD">
        <w:t>Mascari</w:t>
      </w:r>
      <w:proofErr w:type="spellEnd"/>
      <w:r w:rsidRPr="007818BD">
        <w:t xml:space="preserve"> reprit le cornet</w:t>
      </w:r>
      <w:r w:rsidR="00E8465A">
        <w:t xml:space="preserve">, </w:t>
      </w:r>
      <w:r w:rsidRPr="007818BD">
        <w:t>sa main trembla de nouveau</w:t>
      </w:r>
      <w:r w:rsidR="00E8465A">
        <w:t xml:space="preserve">, </w:t>
      </w:r>
      <w:r w:rsidRPr="007818BD">
        <w:t>au point que les dés s</w:t>
      </w:r>
      <w:r w:rsidR="00E8465A">
        <w:t>’</w:t>
      </w:r>
      <w:r w:rsidRPr="007818BD">
        <w:t>agitèrent avec bruit</w:t>
      </w:r>
      <w:r w:rsidR="00E8465A">
        <w:t xml:space="preserve">. </w:t>
      </w:r>
      <w:r w:rsidRPr="007818BD">
        <w:t>Il jeta</w:t>
      </w:r>
      <w:r w:rsidR="00E8465A">
        <w:t xml:space="preserve">, </w:t>
      </w:r>
      <w:r w:rsidRPr="007818BD">
        <w:t>et amena seize points</w:t>
      </w:r>
      <w:r w:rsidR="00E8465A">
        <w:t>.</w:t>
      </w:r>
    </w:p>
    <w:p w14:paraId="03FAA0F7" w14:textId="4FAE65DB" w:rsidR="00E0544E" w:rsidRPr="007818BD" w:rsidRDefault="00E8465A" w:rsidP="00E0544E">
      <w:r>
        <w:t>« </w:t>
      </w:r>
      <w:r w:rsidR="00E0544E" w:rsidRPr="007818BD">
        <w:t>C</w:t>
      </w:r>
      <w:r>
        <w:t>’</w:t>
      </w:r>
      <w:r w:rsidR="00E0544E" w:rsidRPr="007818BD">
        <w:t>est un beau coup</w:t>
      </w:r>
      <w:r>
        <w:t xml:space="preserve"> ! </w:t>
      </w:r>
      <w:r w:rsidR="00E0544E" w:rsidRPr="007818BD">
        <w:t xml:space="preserve">dit </w:t>
      </w:r>
      <w:proofErr w:type="spellStart"/>
      <w:r w:rsidR="00E0544E" w:rsidRPr="007818BD">
        <w:t>Zanoni</w:t>
      </w:r>
      <w:proofErr w:type="spellEnd"/>
      <w:r w:rsidR="00E0544E" w:rsidRPr="007818BD">
        <w:t xml:space="preserve"> avec calme</w:t>
      </w:r>
      <w:r>
        <w:t xml:space="preserve"> ; </w:t>
      </w:r>
      <w:r w:rsidR="00E0544E" w:rsidRPr="007818BD">
        <w:t>cependant</w:t>
      </w:r>
      <w:r>
        <w:t xml:space="preserve">, </w:t>
      </w:r>
      <w:proofErr w:type="spellStart"/>
      <w:r w:rsidR="00E0544E" w:rsidRPr="007818BD">
        <w:t>signor</w:t>
      </w:r>
      <w:proofErr w:type="spellEnd"/>
      <w:r w:rsidR="00E0544E" w:rsidRPr="007818BD">
        <w:t xml:space="preserve"> </w:t>
      </w:r>
      <w:proofErr w:type="spellStart"/>
      <w:r w:rsidR="00E0544E" w:rsidRPr="007818BD">
        <w:t>Mascari</w:t>
      </w:r>
      <w:proofErr w:type="spellEnd"/>
      <w:r>
        <w:t xml:space="preserve">, </w:t>
      </w:r>
      <w:r w:rsidR="00E0544E" w:rsidRPr="007818BD">
        <w:t>je ne d</w:t>
      </w:r>
      <w:r w:rsidR="00E0544E" w:rsidRPr="007818BD">
        <w:t>é</w:t>
      </w:r>
      <w:r w:rsidR="00E0544E" w:rsidRPr="007818BD">
        <w:t>sespère pas</w:t>
      </w:r>
      <w:r>
        <w:t>. »</w:t>
      </w:r>
    </w:p>
    <w:p w14:paraId="3DCBB3BE" w14:textId="77777777" w:rsidR="00E8465A" w:rsidRDefault="00E0544E" w:rsidP="00E0544E">
      <w:proofErr w:type="spellStart"/>
      <w:r w:rsidRPr="007818BD">
        <w:t>Mascari</w:t>
      </w:r>
      <w:proofErr w:type="spellEnd"/>
      <w:r w:rsidRPr="007818BD">
        <w:t xml:space="preserve"> rassembla les dés</w:t>
      </w:r>
      <w:r w:rsidR="00E8465A">
        <w:t xml:space="preserve">, </w:t>
      </w:r>
      <w:r w:rsidRPr="007818BD">
        <w:t>agita le cornet et le vida de no</w:t>
      </w:r>
      <w:r w:rsidRPr="007818BD">
        <w:t>u</w:t>
      </w:r>
      <w:r w:rsidRPr="007818BD">
        <w:t>veau sur la table</w:t>
      </w:r>
      <w:r w:rsidR="00E8465A">
        <w:t xml:space="preserve"> : </w:t>
      </w:r>
      <w:r w:rsidRPr="007818BD">
        <w:t>c</w:t>
      </w:r>
      <w:r w:rsidR="00E8465A">
        <w:t>’</w:t>
      </w:r>
      <w:r w:rsidRPr="007818BD">
        <w:t>était le coup le plus élevé que pussent do</w:t>
      </w:r>
      <w:r w:rsidRPr="007818BD">
        <w:t>n</w:t>
      </w:r>
      <w:r w:rsidRPr="007818BD">
        <w:t>ner les dés</w:t>
      </w:r>
      <w:r w:rsidR="00E8465A">
        <w:t xml:space="preserve">, </w:t>
      </w:r>
      <w:r w:rsidRPr="007818BD">
        <w:t>dix-huit</w:t>
      </w:r>
      <w:r w:rsidR="00E8465A">
        <w:t>.</w:t>
      </w:r>
    </w:p>
    <w:p w14:paraId="126D2E33" w14:textId="77777777" w:rsidR="00E8465A" w:rsidRDefault="00E0544E" w:rsidP="00E0544E">
      <w:r w:rsidRPr="007818BD">
        <w:t>Le prince lança à son complaisant un regard flamboyant</w:t>
      </w:r>
      <w:r w:rsidR="00E8465A">
        <w:t xml:space="preserve"> ; </w:t>
      </w:r>
      <w:proofErr w:type="spellStart"/>
      <w:r w:rsidRPr="007818BD">
        <w:t>Mascari</w:t>
      </w:r>
      <w:proofErr w:type="spellEnd"/>
      <w:r w:rsidR="00E8465A">
        <w:t xml:space="preserve">, </w:t>
      </w:r>
      <w:r w:rsidRPr="007818BD">
        <w:t>debout</w:t>
      </w:r>
      <w:r w:rsidR="00E8465A">
        <w:t xml:space="preserve">, </w:t>
      </w:r>
      <w:r w:rsidRPr="007818BD">
        <w:t>regardait les dés bouche béante</w:t>
      </w:r>
      <w:r w:rsidR="00E8465A">
        <w:t xml:space="preserve">, </w:t>
      </w:r>
      <w:r w:rsidRPr="007818BD">
        <w:t>et tremblait des pieds à la tête</w:t>
      </w:r>
      <w:r w:rsidR="00E8465A">
        <w:t>.</w:t>
      </w:r>
    </w:p>
    <w:p w14:paraId="5BA8C89A" w14:textId="77777777" w:rsidR="00E8465A" w:rsidRDefault="00E8465A" w:rsidP="00E0544E">
      <w:r>
        <w:t>« </w:t>
      </w:r>
      <w:r w:rsidR="00E0544E" w:rsidRPr="007818BD">
        <w:t>J</w:t>
      </w:r>
      <w:r>
        <w:t>’</w:t>
      </w:r>
      <w:r w:rsidR="00E0544E" w:rsidRPr="007818BD">
        <w:t>ai gagné</w:t>
      </w:r>
      <w:r>
        <w:t xml:space="preserve">, </w:t>
      </w:r>
      <w:r w:rsidR="00E0544E" w:rsidRPr="007818BD">
        <w:t>vous voyez</w:t>
      </w:r>
      <w:r>
        <w:t xml:space="preserve">, </w:t>
      </w:r>
      <w:r w:rsidR="00E0544E" w:rsidRPr="007818BD">
        <w:t xml:space="preserve">dit </w:t>
      </w:r>
      <w:proofErr w:type="spellStart"/>
      <w:r w:rsidR="00E0544E" w:rsidRPr="007818BD">
        <w:t>Zanoni</w:t>
      </w:r>
      <w:proofErr w:type="spellEnd"/>
      <w:r>
        <w:t xml:space="preserve"> ; </w:t>
      </w:r>
      <w:r w:rsidR="00E0544E" w:rsidRPr="007818BD">
        <w:t>pouvons-nous encore être amis</w:t>
      </w:r>
      <w:r>
        <w:t> ?</w:t>
      </w:r>
    </w:p>
    <w:p w14:paraId="1A507D9A" w14:textId="77777777" w:rsidR="00E8465A" w:rsidRDefault="00E8465A" w:rsidP="00E0544E">
      <w:r>
        <w:lastRenderedPageBreak/>
        <w:t>— </w:t>
      </w:r>
      <w:proofErr w:type="spellStart"/>
      <w:r w:rsidR="00E0544E" w:rsidRPr="007818BD">
        <w:t>Signor</w:t>
      </w:r>
      <w:proofErr w:type="spellEnd"/>
      <w:r>
        <w:t xml:space="preserve">, </w:t>
      </w:r>
      <w:r w:rsidR="00E0544E" w:rsidRPr="007818BD">
        <w:t>dit le prince</w:t>
      </w:r>
      <w:r>
        <w:t xml:space="preserve">, </w:t>
      </w:r>
      <w:r w:rsidR="00E0544E" w:rsidRPr="007818BD">
        <w:t>luttant manifestement contre la r</w:t>
      </w:r>
      <w:r w:rsidR="00E0544E" w:rsidRPr="007818BD">
        <w:t>a</w:t>
      </w:r>
      <w:r w:rsidR="00E0544E" w:rsidRPr="007818BD">
        <w:t>ge et la confusion</w:t>
      </w:r>
      <w:r>
        <w:t xml:space="preserve">, </w:t>
      </w:r>
      <w:r w:rsidR="00E0544E" w:rsidRPr="007818BD">
        <w:t>la vi</w:t>
      </w:r>
      <w:r w:rsidR="00E0544E" w:rsidRPr="007818BD">
        <w:t>c</w:t>
      </w:r>
      <w:r w:rsidR="00E0544E" w:rsidRPr="007818BD">
        <w:t>toire est à vous</w:t>
      </w:r>
      <w:r>
        <w:t xml:space="preserve">. </w:t>
      </w:r>
      <w:r w:rsidR="00E0544E" w:rsidRPr="007818BD">
        <w:t>Mais</w:t>
      </w:r>
      <w:r>
        <w:t xml:space="preserve">, </w:t>
      </w:r>
      <w:proofErr w:type="spellStart"/>
      <w:r w:rsidR="00E0544E" w:rsidRPr="007818BD">
        <w:t>pardonnez moi</w:t>
      </w:r>
      <w:proofErr w:type="spellEnd"/>
      <w:r>
        <w:t xml:space="preserve">, </w:t>
      </w:r>
      <w:r w:rsidR="00E0544E" w:rsidRPr="007818BD">
        <w:t>vous avez parlé avec indifférence de cette jeune fille</w:t>
      </w:r>
      <w:r>
        <w:t xml:space="preserve"> ; </w:t>
      </w:r>
      <w:r w:rsidR="00E0544E" w:rsidRPr="007818BD">
        <w:t>y a-t-il quelque chose qui puisse vous décider à abandonner votre droit</w:t>
      </w:r>
      <w:r>
        <w:t> ?</w:t>
      </w:r>
    </w:p>
    <w:p w14:paraId="611B74DD" w14:textId="7524A811" w:rsidR="00E0544E" w:rsidRPr="007818BD" w:rsidRDefault="00E8465A" w:rsidP="00E0544E">
      <w:r>
        <w:t>— </w:t>
      </w:r>
      <w:r w:rsidR="00E0544E" w:rsidRPr="007818BD">
        <w:t>Ayez meilleure opinion de ma galanterie et</w:t>
      </w:r>
      <w:r>
        <w:t xml:space="preserve"> (</w:t>
      </w:r>
      <w:r w:rsidR="00E0544E" w:rsidRPr="007818BD">
        <w:t>ici sa voix prit un accent sévère</w:t>
      </w:r>
      <w:r>
        <w:t xml:space="preserve">) </w:t>
      </w:r>
      <w:r w:rsidR="00E0544E" w:rsidRPr="007818BD">
        <w:t>n</w:t>
      </w:r>
      <w:r>
        <w:t>’</w:t>
      </w:r>
      <w:r w:rsidR="00E0544E" w:rsidRPr="007818BD">
        <w:t>oubliez pas la sentence que vos lèvres ont prononcée</w:t>
      </w:r>
      <w:r>
        <w:t>. »</w:t>
      </w:r>
    </w:p>
    <w:p w14:paraId="2268CB25" w14:textId="77777777" w:rsidR="00E8465A" w:rsidRDefault="00E0544E" w:rsidP="00E0544E">
      <w:r w:rsidRPr="007818BD">
        <w:t>Le prince fronça le sourcil</w:t>
      </w:r>
      <w:r w:rsidR="00E8465A">
        <w:t xml:space="preserve">, </w:t>
      </w:r>
      <w:r w:rsidRPr="007818BD">
        <w:t>mais réprima la réponse ha</w:t>
      </w:r>
      <w:r w:rsidRPr="007818BD">
        <w:t>u</w:t>
      </w:r>
      <w:r w:rsidRPr="007818BD">
        <w:t>taine qu</w:t>
      </w:r>
      <w:r w:rsidR="00E8465A">
        <w:t>’</w:t>
      </w:r>
      <w:r w:rsidRPr="007818BD">
        <w:t>il était sur le point de faire</w:t>
      </w:r>
      <w:r w:rsidR="00E8465A">
        <w:t>.</w:t>
      </w:r>
    </w:p>
    <w:p w14:paraId="00BD08EC" w14:textId="77777777" w:rsidR="00E8465A" w:rsidRDefault="00E8465A" w:rsidP="00E0544E">
      <w:r>
        <w:t>« </w:t>
      </w:r>
      <w:r w:rsidR="00E0544E" w:rsidRPr="007818BD">
        <w:t>Assez</w:t>
      </w:r>
      <w:r>
        <w:t xml:space="preserve">, </w:t>
      </w:r>
      <w:r w:rsidR="00E0544E" w:rsidRPr="007818BD">
        <w:t>dit-il avec un sourire forcé</w:t>
      </w:r>
      <w:r>
        <w:t xml:space="preserve"> ; </w:t>
      </w:r>
      <w:r w:rsidR="00E0544E" w:rsidRPr="007818BD">
        <w:t>je me rends</w:t>
      </w:r>
      <w:r>
        <w:t xml:space="preserve">, </w:t>
      </w:r>
      <w:r w:rsidR="00E0544E" w:rsidRPr="007818BD">
        <w:t>et</w:t>
      </w:r>
      <w:r>
        <w:t xml:space="preserve">, </w:t>
      </w:r>
      <w:r w:rsidR="00E0544E" w:rsidRPr="007818BD">
        <w:t>pour vous prouver que je me rends de bonne grâce</w:t>
      </w:r>
      <w:r>
        <w:t xml:space="preserve">, </w:t>
      </w:r>
      <w:r w:rsidR="00E0544E" w:rsidRPr="007818BD">
        <w:t>veuillez honorer de votre présence une petite fête que je veux donner en ho</w:t>
      </w:r>
      <w:r w:rsidR="00E0544E" w:rsidRPr="007818BD">
        <w:t>n</w:t>
      </w:r>
      <w:r w:rsidR="00E0544E" w:rsidRPr="007818BD">
        <w:t>neur</w:t>
      </w:r>
      <w:r>
        <w:t>… »</w:t>
      </w:r>
      <w:r w:rsidR="00E0544E" w:rsidRPr="007818BD">
        <w:t xml:space="preserve"> Il ajouta avec un sourire sardonique</w:t>
      </w:r>
      <w:r>
        <w:t> : « </w:t>
      </w:r>
      <w:r w:rsidR="00E0544E" w:rsidRPr="007818BD">
        <w:t>De l</w:t>
      </w:r>
      <w:r>
        <w:t>’</w:t>
      </w:r>
      <w:r w:rsidR="00E0544E" w:rsidRPr="007818BD">
        <w:t>élévation de mon regretté parent</w:t>
      </w:r>
      <w:r>
        <w:t xml:space="preserve">, </w:t>
      </w:r>
      <w:r w:rsidR="00E0544E" w:rsidRPr="007818BD">
        <w:t>le cardinal</w:t>
      </w:r>
      <w:r>
        <w:t xml:space="preserve">, </w:t>
      </w:r>
      <w:r w:rsidR="00E0544E" w:rsidRPr="007818BD">
        <w:t>de pieuse mémoire</w:t>
      </w:r>
      <w:r>
        <w:t xml:space="preserve">, </w:t>
      </w:r>
      <w:r w:rsidR="00E0544E" w:rsidRPr="007818BD">
        <w:t>au vér</w:t>
      </w:r>
      <w:r w:rsidR="00E0544E" w:rsidRPr="007818BD">
        <w:t>i</w:t>
      </w:r>
      <w:r w:rsidR="00E0544E" w:rsidRPr="007818BD">
        <w:t>table siège de saint Pierre</w:t>
      </w:r>
      <w:r>
        <w:t>.</w:t>
      </w:r>
    </w:p>
    <w:p w14:paraId="6DCBBC23" w14:textId="294615BF" w:rsidR="00E0544E" w:rsidRPr="007818BD" w:rsidRDefault="00E8465A" w:rsidP="00E0544E">
      <w:r>
        <w:t>— </w:t>
      </w:r>
      <w:r w:rsidR="00E0544E" w:rsidRPr="007818BD">
        <w:t>Je suis vraiment heureux de recevoir de vous un ordre auquel je puisse obéir</w:t>
      </w:r>
      <w:r>
        <w:t>. »</w:t>
      </w:r>
    </w:p>
    <w:p w14:paraId="386769AC" w14:textId="77777777" w:rsidR="00E8465A" w:rsidRDefault="00E0544E" w:rsidP="00E0544E">
      <w:proofErr w:type="spellStart"/>
      <w:r w:rsidRPr="007818BD">
        <w:t>Zanoni</w:t>
      </w:r>
      <w:proofErr w:type="spellEnd"/>
      <w:r w:rsidRPr="007818BD">
        <w:t xml:space="preserve"> changea de conversation</w:t>
      </w:r>
      <w:r w:rsidR="00E8465A">
        <w:t xml:space="preserve">, </w:t>
      </w:r>
      <w:r w:rsidRPr="007818BD">
        <w:t>parla légèrement et gai</w:t>
      </w:r>
      <w:r w:rsidRPr="007818BD">
        <w:t>e</w:t>
      </w:r>
      <w:r w:rsidRPr="007818BD">
        <w:t>ment</w:t>
      </w:r>
      <w:r w:rsidR="00E8465A">
        <w:t xml:space="preserve">, </w:t>
      </w:r>
      <w:r w:rsidRPr="007818BD">
        <w:t>et bientôt après disparut</w:t>
      </w:r>
      <w:r w:rsidR="00E8465A">
        <w:t>.</w:t>
      </w:r>
    </w:p>
    <w:p w14:paraId="2B1C63E6" w14:textId="77777777" w:rsidR="00E8465A" w:rsidRDefault="00E8465A" w:rsidP="00E0544E">
      <w:r>
        <w:t>« </w:t>
      </w:r>
      <w:r w:rsidR="00E0544E" w:rsidRPr="007818BD">
        <w:t>Drôle</w:t>
      </w:r>
      <w:r>
        <w:t xml:space="preserve"> ! </w:t>
      </w:r>
      <w:r w:rsidR="00E0544E" w:rsidRPr="007818BD">
        <w:t>s</w:t>
      </w:r>
      <w:r>
        <w:t>’</w:t>
      </w:r>
      <w:r w:rsidR="00E0544E" w:rsidRPr="007818BD">
        <w:t>écria alors le prince</w:t>
      </w:r>
      <w:r>
        <w:t xml:space="preserve">, </w:t>
      </w:r>
      <w:r w:rsidR="00E0544E" w:rsidRPr="007818BD">
        <w:t xml:space="preserve">saisissant </w:t>
      </w:r>
      <w:proofErr w:type="spellStart"/>
      <w:r w:rsidR="00E0544E" w:rsidRPr="007818BD">
        <w:t>Mascari</w:t>
      </w:r>
      <w:proofErr w:type="spellEnd"/>
      <w:r w:rsidR="00E0544E" w:rsidRPr="007818BD">
        <w:t xml:space="preserve"> au collet</w:t>
      </w:r>
      <w:r>
        <w:t xml:space="preserve">, </w:t>
      </w:r>
      <w:r w:rsidR="00E0544E" w:rsidRPr="007818BD">
        <w:t>tu m</w:t>
      </w:r>
      <w:r>
        <w:t>’</w:t>
      </w:r>
      <w:r w:rsidR="00E0544E" w:rsidRPr="007818BD">
        <w:t>as trahi</w:t>
      </w:r>
      <w:r>
        <w:t> !</w:t>
      </w:r>
    </w:p>
    <w:p w14:paraId="27F05333" w14:textId="77777777" w:rsidR="00E8465A" w:rsidRDefault="00E8465A" w:rsidP="00E0544E">
      <w:r>
        <w:t>— </w:t>
      </w:r>
      <w:r w:rsidR="00E0544E" w:rsidRPr="007818BD">
        <w:t>J</w:t>
      </w:r>
      <w:r>
        <w:t>’</w:t>
      </w:r>
      <w:r w:rsidR="00E0544E" w:rsidRPr="007818BD">
        <w:t>affirme à Votre Excellence que les dés étaient conven</w:t>
      </w:r>
      <w:r w:rsidR="00E0544E" w:rsidRPr="007818BD">
        <w:t>a</w:t>
      </w:r>
      <w:r w:rsidR="00E0544E" w:rsidRPr="007818BD">
        <w:t>blement préparés</w:t>
      </w:r>
      <w:r>
        <w:t xml:space="preserve"> ; </w:t>
      </w:r>
      <w:r w:rsidR="00E0544E" w:rsidRPr="007818BD">
        <w:t xml:space="preserve">il devait amener </w:t>
      </w:r>
      <w:r w:rsidR="00E0544E" w:rsidRPr="007818BD">
        <w:rPr>
          <w:i/>
          <w:iCs/>
        </w:rPr>
        <w:t>douze</w:t>
      </w:r>
      <w:r>
        <w:t xml:space="preserve"> ; </w:t>
      </w:r>
      <w:r w:rsidR="00E0544E" w:rsidRPr="007818BD">
        <w:t>mais il est le diable en personne</w:t>
      </w:r>
      <w:r>
        <w:t xml:space="preserve"> ; </w:t>
      </w:r>
      <w:r w:rsidR="00E0544E" w:rsidRPr="007818BD">
        <w:t>c</w:t>
      </w:r>
      <w:r>
        <w:t>’</w:t>
      </w:r>
      <w:r w:rsidR="00E0544E" w:rsidRPr="007818BD">
        <w:t>est tout ce que je puis vous en dire</w:t>
      </w:r>
      <w:r>
        <w:t>.</w:t>
      </w:r>
    </w:p>
    <w:p w14:paraId="2F927758" w14:textId="77777777" w:rsidR="00E8465A" w:rsidRDefault="00E8465A" w:rsidP="00E0544E">
      <w:r>
        <w:t>— </w:t>
      </w:r>
      <w:r w:rsidR="00E0544E" w:rsidRPr="007818BD">
        <w:t>Il n</w:t>
      </w:r>
      <w:r>
        <w:t>’</w:t>
      </w:r>
      <w:r w:rsidR="00E0544E" w:rsidRPr="007818BD">
        <w:t>y a pas de temps à perdre</w:t>
      </w:r>
      <w:r>
        <w:t>, »</w:t>
      </w:r>
      <w:r w:rsidR="00E0544E" w:rsidRPr="007818BD">
        <w:t xml:space="preserve"> dit le prince en lâchant prise</w:t>
      </w:r>
      <w:r>
        <w:t xml:space="preserve">. </w:t>
      </w:r>
      <w:r w:rsidR="00E0544E" w:rsidRPr="007818BD">
        <w:t>Le parasite raju</w:t>
      </w:r>
      <w:r w:rsidR="00E0544E" w:rsidRPr="007818BD">
        <w:t>s</w:t>
      </w:r>
      <w:r w:rsidR="00E0544E" w:rsidRPr="007818BD">
        <w:t>ta tranquillement sa dentelle</w:t>
      </w:r>
      <w:r>
        <w:t>, « </w:t>
      </w:r>
      <w:r w:rsidR="00E0544E" w:rsidRPr="007818BD">
        <w:t>Mon sang bout</w:t>
      </w:r>
      <w:r>
        <w:t xml:space="preserve">. </w:t>
      </w:r>
      <w:r w:rsidR="00E0544E" w:rsidRPr="007818BD">
        <w:t>Cette fille</w:t>
      </w:r>
      <w:r>
        <w:t xml:space="preserve">, </w:t>
      </w:r>
      <w:r w:rsidR="00E0544E" w:rsidRPr="007818BD">
        <w:t>je la veux</w:t>
      </w:r>
      <w:r>
        <w:t xml:space="preserve">, </w:t>
      </w:r>
      <w:r w:rsidR="00E0544E" w:rsidRPr="007818BD">
        <w:t>dussé-je y périr</w:t>
      </w:r>
      <w:r>
        <w:t xml:space="preserve">. </w:t>
      </w:r>
      <w:r w:rsidR="00E0544E" w:rsidRPr="007818BD">
        <w:t>Quel est ce bruit</w:t>
      </w:r>
      <w:r>
        <w:t> ?</w:t>
      </w:r>
    </w:p>
    <w:p w14:paraId="12E7797D" w14:textId="49B493AF" w:rsidR="00E0544E" w:rsidRPr="007818BD" w:rsidRDefault="00E8465A" w:rsidP="00E0544E">
      <w:r>
        <w:lastRenderedPageBreak/>
        <w:t>— </w:t>
      </w:r>
      <w:r w:rsidR="00E0544E" w:rsidRPr="007818BD">
        <w:t>Ce n</w:t>
      </w:r>
      <w:r>
        <w:t>’</w:t>
      </w:r>
      <w:r w:rsidR="00E0544E" w:rsidRPr="007818BD">
        <w:t>est que l</w:t>
      </w:r>
      <w:r>
        <w:t>’</w:t>
      </w:r>
      <w:r w:rsidR="00E0544E" w:rsidRPr="007818BD">
        <w:t>épée de votre illustre ancêtre qui vient de tomber de la table</w:t>
      </w:r>
      <w:r>
        <w:t>. »</w:t>
      </w:r>
    </w:p>
    <w:p w14:paraId="1205F696" w14:textId="77777777" w:rsidR="00E8465A" w:rsidRDefault="00E0544E" w:rsidP="00E8465A">
      <w:pPr>
        <w:pStyle w:val="Titre2"/>
        <w:pageBreakBefore/>
      </w:pPr>
      <w:bookmarkStart w:id="29" w:name="_Toc199963078"/>
      <w:r w:rsidRPr="007818BD">
        <w:lastRenderedPageBreak/>
        <w:t>CHAPITRE</w:t>
      </w:r>
      <w:r w:rsidR="00E8465A">
        <w:t xml:space="preserve"> </w:t>
      </w:r>
      <w:r w:rsidRPr="007818BD">
        <w:t>VII</w:t>
      </w:r>
      <w:r w:rsidR="00E8465A">
        <w:t>.</w:t>
      </w:r>
      <w:bookmarkEnd w:id="29"/>
    </w:p>
    <w:p w14:paraId="54329334" w14:textId="77777777" w:rsidR="00E8465A" w:rsidRDefault="00E0544E" w:rsidP="00E0544E">
      <w:pPr>
        <w:pStyle w:val="NormalRetraitGauche4XIndent0"/>
        <w:spacing w:before="0" w:after="0"/>
        <w:rPr>
          <w:rStyle w:val="Taille-1Caracteres"/>
        </w:rPr>
      </w:pPr>
      <w:r w:rsidRPr="007818BD">
        <w:rPr>
          <w:rStyle w:val="Taille-1Caracteres"/>
        </w:rPr>
        <w:t>Il ne faut appeler aucun ordre</w:t>
      </w:r>
      <w:r w:rsidR="00E8465A">
        <w:rPr>
          <w:rStyle w:val="Taille-1Caracteres"/>
        </w:rPr>
        <w:t xml:space="preserve">, </w:t>
      </w:r>
      <w:r w:rsidRPr="007818BD">
        <w:rPr>
          <w:rStyle w:val="Taille-1Caracteres"/>
        </w:rPr>
        <w:t>si ce n</w:t>
      </w:r>
      <w:r w:rsidR="00E8465A">
        <w:rPr>
          <w:rStyle w:val="Taille-1Caracteres"/>
        </w:rPr>
        <w:t>’</w:t>
      </w:r>
      <w:r w:rsidRPr="007818BD">
        <w:rPr>
          <w:rStyle w:val="Taille-1Caracteres"/>
        </w:rPr>
        <w:t>est en temps clair et serein</w:t>
      </w:r>
      <w:r w:rsidR="00E8465A">
        <w:rPr>
          <w:rStyle w:val="Taille-1Caracteres"/>
        </w:rPr>
        <w:t>.</w:t>
      </w:r>
    </w:p>
    <w:p w14:paraId="2F565644" w14:textId="5ABB0819" w:rsidR="00E8465A" w:rsidRDefault="00E8465A" w:rsidP="00E0544E">
      <w:pPr>
        <w:jc w:val="right"/>
        <w:rPr>
          <w:rStyle w:val="Taille-1Caracteres"/>
        </w:rPr>
      </w:pPr>
      <w:r>
        <w:rPr>
          <w:rStyle w:val="Taille-1Caracteres"/>
        </w:rPr>
        <w:t>(</w:t>
      </w:r>
      <w:r w:rsidR="00E0544E" w:rsidRPr="00F566C9">
        <w:rPr>
          <w:rStyle w:val="Taille-1Caracteres"/>
          <w:i/>
        </w:rPr>
        <w:t>Les Clavicules du rabbi Salomon</w:t>
      </w:r>
      <w:r>
        <w:rPr>
          <w:rStyle w:val="Taille-1Caracteres"/>
        </w:rPr>
        <w:t>.)</w:t>
      </w:r>
    </w:p>
    <w:p w14:paraId="6E6C6360" w14:textId="77777777" w:rsidR="00E8465A" w:rsidRDefault="00E0544E" w:rsidP="00E8465A">
      <w:pPr>
        <w:ind w:firstLine="0"/>
        <w:jc w:val="center"/>
      </w:pPr>
      <w:r w:rsidRPr="007818BD">
        <w:t xml:space="preserve">LETTRE DE </w:t>
      </w:r>
      <w:proofErr w:type="spellStart"/>
      <w:r w:rsidRPr="007818BD">
        <w:t>ZANONI</w:t>
      </w:r>
      <w:proofErr w:type="spellEnd"/>
      <w:r w:rsidRPr="007818BD">
        <w:t xml:space="preserve"> À </w:t>
      </w:r>
      <w:proofErr w:type="spellStart"/>
      <w:r w:rsidRPr="007818BD">
        <w:t>MEJNOUR</w:t>
      </w:r>
      <w:proofErr w:type="spellEnd"/>
      <w:r w:rsidR="00E8465A">
        <w:t>.</w:t>
      </w:r>
    </w:p>
    <w:p w14:paraId="17A0DD24" w14:textId="77777777" w:rsidR="00E8465A" w:rsidRDefault="00E0544E" w:rsidP="00E0544E">
      <w:r w:rsidRPr="007818BD">
        <w:t>Mon art s</w:t>
      </w:r>
      <w:r w:rsidR="00E8465A">
        <w:t>’</w:t>
      </w:r>
      <w:r w:rsidRPr="007818BD">
        <w:t>est déjà obscurci et troublé</w:t>
      </w:r>
      <w:r w:rsidR="00E8465A">
        <w:t xml:space="preserve"> ; </w:t>
      </w:r>
      <w:r w:rsidRPr="007818BD">
        <w:t>j</w:t>
      </w:r>
      <w:r w:rsidR="00E8465A">
        <w:t>’</w:t>
      </w:r>
      <w:r w:rsidRPr="007818BD">
        <w:t>ai perdu la sérénité qui fait la puissance</w:t>
      </w:r>
      <w:r w:rsidR="00E8465A">
        <w:t xml:space="preserve">. </w:t>
      </w:r>
      <w:r w:rsidRPr="007818BD">
        <w:t>Je ne puis influencer la volonté de ceux que je désirerais le plus vivement conduire au rivage</w:t>
      </w:r>
      <w:r w:rsidR="00E8465A">
        <w:t xml:space="preserve"> ; </w:t>
      </w:r>
      <w:r w:rsidRPr="007818BD">
        <w:t>je les vois s</w:t>
      </w:r>
      <w:r w:rsidR="00E8465A">
        <w:t>’</w:t>
      </w:r>
      <w:r w:rsidRPr="007818BD">
        <w:t>égarer plus loin et plus profondément dans l</w:t>
      </w:r>
      <w:r w:rsidR="00E8465A">
        <w:t>’</w:t>
      </w:r>
      <w:r w:rsidRPr="007818BD">
        <w:t>abîme de cet océan infini où nous voguons à jamais vers l</w:t>
      </w:r>
      <w:r w:rsidR="00E8465A">
        <w:t>’</w:t>
      </w:r>
      <w:r w:rsidRPr="007818BD">
        <w:t>horizon qui fuit d</w:t>
      </w:r>
      <w:r w:rsidRPr="007818BD">
        <w:t>e</w:t>
      </w:r>
      <w:r w:rsidRPr="007818BD">
        <w:t>vant nous</w:t>
      </w:r>
      <w:r w:rsidR="00E8465A">
        <w:t xml:space="preserve">. </w:t>
      </w:r>
      <w:r w:rsidRPr="007818BD">
        <w:t>Étonné et effrayé de voir que je ne puis qu</w:t>
      </w:r>
      <w:r w:rsidR="00E8465A">
        <w:t>’</w:t>
      </w:r>
      <w:r w:rsidRPr="007818BD">
        <w:t>avertir là où je voudrais commander</w:t>
      </w:r>
      <w:r w:rsidR="00E8465A">
        <w:t xml:space="preserve">, </w:t>
      </w:r>
      <w:r w:rsidRPr="007818BD">
        <w:t>j</w:t>
      </w:r>
      <w:r w:rsidR="00E8465A">
        <w:t>’</w:t>
      </w:r>
      <w:r w:rsidRPr="007818BD">
        <w:t>ai interrogé mon âme</w:t>
      </w:r>
      <w:r w:rsidR="00E8465A">
        <w:t xml:space="preserve">. </w:t>
      </w:r>
      <w:r w:rsidRPr="007818BD">
        <w:t>Oui</w:t>
      </w:r>
      <w:r w:rsidR="00E8465A">
        <w:t xml:space="preserve">, </w:t>
      </w:r>
      <w:r w:rsidRPr="007818BD">
        <w:t>les d</w:t>
      </w:r>
      <w:r w:rsidRPr="007818BD">
        <w:t>é</w:t>
      </w:r>
      <w:r w:rsidRPr="007818BD">
        <w:t>sirs de la terre m</w:t>
      </w:r>
      <w:r w:rsidR="00E8465A">
        <w:t>’</w:t>
      </w:r>
      <w:r w:rsidRPr="007818BD">
        <w:t>enchaînent au présent et m</w:t>
      </w:r>
      <w:r w:rsidR="00E8465A">
        <w:t>’</w:t>
      </w:r>
      <w:r w:rsidRPr="007818BD">
        <w:t>excluent des s</w:t>
      </w:r>
      <w:r w:rsidRPr="007818BD">
        <w:t>e</w:t>
      </w:r>
      <w:r w:rsidRPr="007818BD">
        <w:t>crets solennels que l</w:t>
      </w:r>
      <w:r w:rsidR="00E8465A">
        <w:t>’</w:t>
      </w:r>
      <w:r w:rsidRPr="007818BD">
        <w:t>Intelligence</w:t>
      </w:r>
      <w:r w:rsidR="00E8465A">
        <w:t xml:space="preserve">, </w:t>
      </w:r>
      <w:r w:rsidRPr="007818BD">
        <w:t>purifiée de tout élément mat</w:t>
      </w:r>
      <w:r w:rsidRPr="007818BD">
        <w:t>é</w:t>
      </w:r>
      <w:r w:rsidRPr="007818BD">
        <w:t>riel</w:t>
      </w:r>
      <w:r w:rsidR="00E8465A">
        <w:t xml:space="preserve">, </w:t>
      </w:r>
      <w:r w:rsidRPr="007818BD">
        <w:t>peut seule pénétrer et conte</w:t>
      </w:r>
      <w:r w:rsidRPr="007818BD">
        <w:t>m</w:t>
      </w:r>
      <w:r w:rsidRPr="007818BD">
        <w:t>pler</w:t>
      </w:r>
      <w:r w:rsidR="00E8465A">
        <w:t xml:space="preserve">. </w:t>
      </w:r>
      <w:r w:rsidRPr="007818BD">
        <w:t>La condition austère en retour de laquelle nous tenons nos dons les plus nobles et les plus divins</w:t>
      </w:r>
      <w:r w:rsidR="00E8465A">
        <w:t xml:space="preserve">, </w:t>
      </w:r>
      <w:r w:rsidRPr="007818BD">
        <w:t>jette pour nous un voile sur l</w:t>
      </w:r>
      <w:r w:rsidR="00E8465A">
        <w:t>’</w:t>
      </w:r>
      <w:r w:rsidRPr="007818BD">
        <w:t>avenir de ceux pour qui nous épro</w:t>
      </w:r>
      <w:r w:rsidRPr="007818BD">
        <w:t>u</w:t>
      </w:r>
      <w:r w:rsidRPr="007818BD">
        <w:t>vons les faiblesses humaines de la jalousie</w:t>
      </w:r>
      <w:r w:rsidR="00E8465A">
        <w:t xml:space="preserve">, </w:t>
      </w:r>
      <w:r w:rsidRPr="007818BD">
        <w:t>de la haine ou de l</w:t>
      </w:r>
      <w:r w:rsidR="00E8465A">
        <w:t>’</w:t>
      </w:r>
      <w:r w:rsidRPr="007818BD">
        <w:t xml:space="preserve">amour </w:t>
      </w:r>
      <w:proofErr w:type="spellStart"/>
      <w:r w:rsidRPr="007818BD">
        <w:t>Mejnour</w:t>
      </w:r>
      <w:proofErr w:type="spellEnd"/>
      <w:r w:rsidR="00E8465A">
        <w:t xml:space="preserve">, </w:t>
      </w:r>
      <w:r w:rsidRPr="007818BD">
        <w:t>autour de moi tout est brume et ténèbres</w:t>
      </w:r>
      <w:r w:rsidR="00E8465A">
        <w:t xml:space="preserve"> ; </w:t>
      </w:r>
      <w:r w:rsidRPr="007818BD">
        <w:t>j</w:t>
      </w:r>
      <w:r w:rsidR="00E8465A">
        <w:t>’</w:t>
      </w:r>
      <w:r w:rsidRPr="007818BD">
        <w:t>ai reculé dans notre existence sublime</w:t>
      </w:r>
      <w:r w:rsidR="00E8465A">
        <w:t xml:space="preserve"> ; </w:t>
      </w:r>
      <w:r w:rsidRPr="007818BD">
        <w:t>et du sein de cette impérissable jeunesse</w:t>
      </w:r>
      <w:r w:rsidR="00E8465A">
        <w:t xml:space="preserve">, </w:t>
      </w:r>
      <w:r w:rsidRPr="007818BD">
        <w:t>qui n</w:t>
      </w:r>
      <w:r w:rsidR="00E8465A">
        <w:t>’</w:t>
      </w:r>
      <w:r w:rsidRPr="007818BD">
        <w:t>a de fraîcheur que dans l</w:t>
      </w:r>
      <w:r w:rsidR="00E8465A">
        <w:t>’</w:t>
      </w:r>
      <w:r w:rsidRPr="007818BD">
        <w:t>esprit</w:t>
      </w:r>
      <w:r w:rsidR="00E8465A">
        <w:t xml:space="preserve">, </w:t>
      </w:r>
      <w:r w:rsidRPr="007818BD">
        <w:t>est née la fleur sombre et empoisonnée de l</w:t>
      </w:r>
      <w:r w:rsidR="00E8465A">
        <w:t>’</w:t>
      </w:r>
      <w:r w:rsidRPr="007818BD">
        <w:t>amour h</w:t>
      </w:r>
      <w:r w:rsidRPr="007818BD">
        <w:t>u</w:t>
      </w:r>
      <w:r w:rsidRPr="007818BD">
        <w:t>main</w:t>
      </w:r>
      <w:r w:rsidR="00E8465A">
        <w:t>.</w:t>
      </w:r>
    </w:p>
    <w:p w14:paraId="52FABEEC" w14:textId="11483233" w:rsidR="00E8465A" w:rsidRDefault="00E0544E" w:rsidP="00E0544E">
      <w:r w:rsidRPr="007818BD">
        <w:t>Cet homme n</w:t>
      </w:r>
      <w:r w:rsidR="00E8465A">
        <w:t>’</w:t>
      </w:r>
      <w:r w:rsidRPr="007818BD">
        <w:t>est pas digne d</w:t>
      </w:r>
      <w:r w:rsidR="00E8465A">
        <w:t>’</w:t>
      </w:r>
      <w:r w:rsidRPr="007818BD">
        <w:t>elle</w:t>
      </w:r>
      <w:r w:rsidR="00E8465A">
        <w:t xml:space="preserve">. </w:t>
      </w:r>
      <w:r w:rsidRPr="007818BD">
        <w:t>Cette vérité</w:t>
      </w:r>
      <w:r w:rsidR="00E8465A">
        <w:t xml:space="preserve">, </w:t>
      </w:r>
      <w:r w:rsidRPr="007818BD">
        <w:t>je la sais</w:t>
      </w:r>
      <w:r w:rsidR="00E8465A">
        <w:t xml:space="preserve"> ; </w:t>
      </w:r>
      <w:r w:rsidRPr="007818BD">
        <w:t>et cependant il y a</w:t>
      </w:r>
      <w:r w:rsidR="00E8465A">
        <w:t xml:space="preserve">, </w:t>
      </w:r>
      <w:r w:rsidRPr="007818BD">
        <w:t>dans sa nature</w:t>
      </w:r>
      <w:r w:rsidR="00E8465A">
        <w:t xml:space="preserve">, </w:t>
      </w:r>
      <w:r w:rsidRPr="007818BD">
        <w:t>le germe de la vertu et de la grandeur</w:t>
      </w:r>
      <w:r w:rsidR="00E8465A">
        <w:t xml:space="preserve">, </w:t>
      </w:r>
      <w:r w:rsidRPr="007818BD">
        <w:t>si les ronces et l</w:t>
      </w:r>
      <w:r w:rsidR="00E8465A">
        <w:t>’</w:t>
      </w:r>
      <w:r w:rsidRPr="007818BD">
        <w:t>ivraie de l</w:t>
      </w:r>
      <w:r>
        <w:t>a</w:t>
      </w:r>
      <w:r w:rsidRPr="007818BD">
        <w:t xml:space="preserve"> vanité et de la peur les lai</w:t>
      </w:r>
      <w:r w:rsidRPr="007818BD">
        <w:t>s</w:t>
      </w:r>
      <w:r w:rsidRPr="007818BD">
        <w:t>saient se développer</w:t>
      </w:r>
      <w:r w:rsidR="00E8465A">
        <w:t xml:space="preserve">. </w:t>
      </w:r>
      <w:r w:rsidRPr="007818BD">
        <w:t>Si elle était à lui</w:t>
      </w:r>
      <w:r w:rsidR="00E8465A">
        <w:t xml:space="preserve">, </w:t>
      </w:r>
      <w:r w:rsidRPr="007818BD">
        <w:t>et que j</w:t>
      </w:r>
      <w:r w:rsidR="00E8465A">
        <w:t>’</w:t>
      </w:r>
      <w:r w:rsidRPr="007818BD">
        <w:t>eusse ainsi transpla</w:t>
      </w:r>
      <w:r w:rsidRPr="007818BD">
        <w:t>n</w:t>
      </w:r>
      <w:r w:rsidRPr="007818BD">
        <w:t>té dans un autre sol la passion qui obscurcit mes yeux et d</w:t>
      </w:r>
      <w:r w:rsidRPr="007818BD">
        <w:t>é</w:t>
      </w:r>
      <w:r w:rsidRPr="007818BD">
        <w:t>sarme ma puissance</w:t>
      </w:r>
      <w:r w:rsidR="00E8465A">
        <w:t xml:space="preserve">, </w:t>
      </w:r>
      <w:r w:rsidRPr="007818BD">
        <w:t>alors</w:t>
      </w:r>
      <w:r w:rsidR="00E8465A">
        <w:t xml:space="preserve">, </w:t>
      </w:r>
      <w:r w:rsidRPr="007818BD">
        <w:t>sans être vu</w:t>
      </w:r>
      <w:r w:rsidR="00E8465A">
        <w:t xml:space="preserve">, </w:t>
      </w:r>
      <w:r w:rsidRPr="007818BD">
        <w:t xml:space="preserve">sans </w:t>
      </w:r>
      <w:r w:rsidRPr="007818BD">
        <w:lastRenderedPageBreak/>
        <w:t>être entendu</w:t>
      </w:r>
      <w:r w:rsidR="00E8465A">
        <w:t xml:space="preserve">, </w:t>
      </w:r>
      <w:r w:rsidRPr="007818BD">
        <w:t>sans être reconnu</w:t>
      </w:r>
      <w:r w:rsidR="00E8465A">
        <w:t xml:space="preserve">, </w:t>
      </w:r>
      <w:r w:rsidRPr="007818BD">
        <w:t>je pourrais veiller sur la destinée de l</w:t>
      </w:r>
      <w:r w:rsidR="00E8465A">
        <w:t>’</w:t>
      </w:r>
      <w:r w:rsidRPr="007818BD">
        <w:t>un</w:t>
      </w:r>
      <w:r w:rsidR="00E8465A">
        <w:t xml:space="preserve">, </w:t>
      </w:r>
      <w:r w:rsidRPr="007818BD">
        <w:t>in</w:t>
      </w:r>
      <w:r w:rsidRPr="007818BD">
        <w:t>s</w:t>
      </w:r>
      <w:r w:rsidRPr="007818BD">
        <w:t>pirer secrètement ses actions</w:t>
      </w:r>
      <w:r w:rsidR="00E8465A">
        <w:t xml:space="preserve">, </w:t>
      </w:r>
      <w:r w:rsidRPr="007818BD">
        <w:t>et ainsi assurer le bonheur de l</w:t>
      </w:r>
      <w:r w:rsidR="00E8465A">
        <w:t>’</w:t>
      </w:r>
      <w:r w:rsidRPr="007818BD">
        <w:t>autre par le sien</w:t>
      </w:r>
      <w:r w:rsidR="00E8465A">
        <w:t xml:space="preserve">. </w:t>
      </w:r>
      <w:r w:rsidRPr="007818BD">
        <w:t>Mais le temps vole</w:t>
      </w:r>
      <w:r w:rsidR="00E8465A">
        <w:t xml:space="preserve">. </w:t>
      </w:r>
      <w:r w:rsidRPr="007818BD">
        <w:t>À travers l</w:t>
      </w:r>
      <w:r w:rsidR="00E8465A">
        <w:t>’</w:t>
      </w:r>
      <w:r w:rsidRPr="007818BD">
        <w:t>ombre qui m</w:t>
      </w:r>
      <w:r w:rsidR="00E8465A">
        <w:t>’</w:t>
      </w:r>
      <w:r w:rsidRPr="007818BD">
        <w:t>environne</w:t>
      </w:r>
      <w:r w:rsidR="00E8465A">
        <w:t xml:space="preserve">, </w:t>
      </w:r>
      <w:r w:rsidRPr="007818BD">
        <w:t>je vois s</w:t>
      </w:r>
      <w:r w:rsidR="00E8465A">
        <w:t>’</w:t>
      </w:r>
      <w:r w:rsidRPr="007818BD">
        <w:t>accumuler sur elle les plus formidables dangers</w:t>
      </w:r>
      <w:r w:rsidR="00E8465A">
        <w:t xml:space="preserve">, </w:t>
      </w:r>
      <w:r w:rsidRPr="007818BD">
        <w:t>dont elle ne peut se préserver que par la fuite</w:t>
      </w:r>
      <w:r w:rsidR="00E8465A">
        <w:t xml:space="preserve">. </w:t>
      </w:r>
      <w:r w:rsidRPr="007818BD">
        <w:t>Elle ne peut échapper qu</w:t>
      </w:r>
      <w:r w:rsidR="00E8465A">
        <w:t>’</w:t>
      </w:r>
      <w:r w:rsidRPr="007818BD">
        <w:t>avec lui ou moi</w:t>
      </w:r>
      <w:r w:rsidR="00E8465A">
        <w:t xml:space="preserve">. </w:t>
      </w:r>
      <w:r w:rsidRPr="007818BD">
        <w:t>Avec moi</w:t>
      </w:r>
      <w:r w:rsidR="00E8465A">
        <w:t xml:space="preserve"> ! </w:t>
      </w:r>
      <w:r w:rsidRPr="007818BD">
        <w:t>pensée enivrante</w:t>
      </w:r>
      <w:r w:rsidR="00E8465A">
        <w:t xml:space="preserve"> ! </w:t>
      </w:r>
      <w:r w:rsidRPr="007818BD">
        <w:t>arrêt terrible</w:t>
      </w:r>
      <w:r w:rsidR="00E8465A">
        <w:t xml:space="preserve"> ! </w:t>
      </w:r>
      <w:r w:rsidRPr="007818BD">
        <w:t>avec moi</w:t>
      </w:r>
      <w:r w:rsidR="00E8465A">
        <w:t xml:space="preserve">, </w:t>
      </w:r>
      <w:proofErr w:type="spellStart"/>
      <w:r w:rsidRPr="007818BD">
        <w:t>Mejnour</w:t>
      </w:r>
      <w:proofErr w:type="spellEnd"/>
      <w:r w:rsidR="00E8465A">
        <w:t xml:space="preserve"> ! </w:t>
      </w:r>
      <w:r w:rsidRPr="007818BD">
        <w:t>Peux-tu t</w:t>
      </w:r>
      <w:r w:rsidR="00E8465A">
        <w:t>’</w:t>
      </w:r>
      <w:r w:rsidRPr="007818BD">
        <w:t>étonner que je veuille la sauver de moi-même</w:t>
      </w:r>
      <w:r w:rsidR="00E8465A">
        <w:t xml:space="preserve"> ? </w:t>
      </w:r>
      <w:r w:rsidRPr="007818BD">
        <w:t>Un moment dans la vie des si</w:t>
      </w:r>
      <w:r w:rsidRPr="007818BD">
        <w:t>è</w:t>
      </w:r>
      <w:r w:rsidRPr="007818BD">
        <w:t>cles</w:t>
      </w:r>
      <w:r w:rsidR="00E8465A">
        <w:t xml:space="preserve">, </w:t>
      </w:r>
      <w:r w:rsidRPr="007818BD">
        <w:t>une goutte d</w:t>
      </w:r>
      <w:r w:rsidR="00E8465A">
        <w:t>’</w:t>
      </w:r>
      <w:r w:rsidRPr="007818BD">
        <w:t>eau dans l</w:t>
      </w:r>
      <w:r w:rsidR="00E8465A">
        <w:t>’</w:t>
      </w:r>
      <w:r w:rsidRPr="007818BD">
        <w:t>Océan sans rivages</w:t>
      </w:r>
      <w:r w:rsidR="00E8465A">
        <w:t xml:space="preserve"> ; </w:t>
      </w:r>
      <w:r w:rsidRPr="007818BD">
        <w:t>pour moi</w:t>
      </w:r>
      <w:r w:rsidR="00E8465A">
        <w:t xml:space="preserve">, </w:t>
      </w:r>
      <w:r w:rsidRPr="007818BD">
        <w:t>l</w:t>
      </w:r>
      <w:r w:rsidR="00E8465A">
        <w:t>’</w:t>
      </w:r>
      <w:r w:rsidRPr="007818BD">
        <w:t>amour humain peut-il être autre chose</w:t>
      </w:r>
      <w:r w:rsidR="00E8465A">
        <w:t xml:space="preserve"> ? </w:t>
      </w:r>
      <w:r w:rsidRPr="007818BD">
        <w:t>Et dans sa nature d</w:t>
      </w:r>
      <w:r w:rsidRPr="007818BD">
        <w:t>é</w:t>
      </w:r>
      <w:r w:rsidRPr="007818BD">
        <w:t>licate et pure</w:t>
      </w:r>
      <w:r w:rsidR="00E8465A">
        <w:t xml:space="preserve">, </w:t>
      </w:r>
      <w:r w:rsidRPr="007818BD">
        <w:t>plus pure</w:t>
      </w:r>
      <w:r w:rsidR="00E8465A">
        <w:t xml:space="preserve">, </w:t>
      </w:r>
      <w:r w:rsidRPr="007818BD">
        <w:t>plus spiritualisée</w:t>
      </w:r>
      <w:r w:rsidR="00E8465A">
        <w:t xml:space="preserve">, </w:t>
      </w:r>
      <w:r w:rsidRPr="007818BD">
        <w:t>même dans ses je</w:t>
      </w:r>
      <w:r w:rsidRPr="007818BD">
        <w:t>u</w:t>
      </w:r>
      <w:r w:rsidRPr="007818BD">
        <w:t>nes affections</w:t>
      </w:r>
      <w:r w:rsidR="00E8465A">
        <w:t xml:space="preserve">, </w:t>
      </w:r>
      <w:r w:rsidRPr="007818BD">
        <w:t>que tout ce que les pages innombrables du cœur ont</w:t>
      </w:r>
      <w:r w:rsidR="00E8465A">
        <w:t xml:space="preserve">, </w:t>
      </w:r>
      <w:r w:rsidRPr="007818BD">
        <w:t>de siècle en siècle et de génération en génération</w:t>
      </w:r>
      <w:r w:rsidR="00E8465A">
        <w:t xml:space="preserve">, </w:t>
      </w:r>
      <w:r w:rsidRPr="007818BD">
        <w:t>révélé à ma vue</w:t>
      </w:r>
      <w:r w:rsidR="00E8465A">
        <w:t xml:space="preserve">, </w:t>
      </w:r>
      <w:r w:rsidRPr="007818BD">
        <w:t>il existe un sentiment profond et intime qui me présage un malheur inévit</w:t>
      </w:r>
      <w:r w:rsidRPr="007818BD">
        <w:t>a</w:t>
      </w:r>
      <w:r w:rsidRPr="007818BD">
        <w:t>ble</w:t>
      </w:r>
      <w:r w:rsidR="00E8465A">
        <w:t xml:space="preserve">. </w:t>
      </w:r>
      <w:r w:rsidRPr="007818BD">
        <w:t>Hiérophante austère et impitoyable</w:t>
      </w:r>
      <w:r w:rsidR="00E8465A">
        <w:t xml:space="preserve">, </w:t>
      </w:r>
      <w:r w:rsidRPr="007818BD">
        <w:t>toi qui as cherché à convertir à notre société toute âme qui t</w:t>
      </w:r>
      <w:r w:rsidR="00E8465A">
        <w:t>’</w:t>
      </w:r>
      <w:r w:rsidRPr="007818BD">
        <w:t>a paru noble et courageuse</w:t>
      </w:r>
      <w:r w:rsidR="00E8465A">
        <w:t xml:space="preserve">, </w:t>
      </w:r>
      <w:r w:rsidRPr="007818BD">
        <w:t>tu sais toi-même par expérience combien est vaine l</w:t>
      </w:r>
      <w:r w:rsidR="00E8465A">
        <w:t>’</w:t>
      </w:r>
      <w:r w:rsidRPr="007818BD">
        <w:t>espérance de bannir d</w:t>
      </w:r>
      <w:r w:rsidR="00E8465A">
        <w:t>’</w:t>
      </w:r>
      <w:r w:rsidRPr="007818BD">
        <w:t>un cœur de femme la peur</w:t>
      </w:r>
      <w:r w:rsidR="00E8465A">
        <w:t xml:space="preserve">. </w:t>
      </w:r>
      <w:r w:rsidRPr="007818BD">
        <w:t>Ma vie serait pour elle un étonnement continuel</w:t>
      </w:r>
      <w:r w:rsidR="00E8465A">
        <w:t xml:space="preserve">. </w:t>
      </w:r>
      <w:r w:rsidRPr="007818BD">
        <w:t>Lors même que</w:t>
      </w:r>
      <w:r w:rsidR="00E8465A">
        <w:t xml:space="preserve">, </w:t>
      </w:r>
      <w:r w:rsidRPr="007818BD">
        <w:t>d</w:t>
      </w:r>
      <w:r w:rsidR="00E8465A">
        <w:t>’</w:t>
      </w:r>
      <w:r w:rsidRPr="007818BD">
        <w:t>ailleurs</w:t>
      </w:r>
      <w:r w:rsidR="00E8465A">
        <w:t xml:space="preserve">, </w:t>
      </w:r>
      <w:r w:rsidRPr="007818BD">
        <w:t>je chercherais à guider ses pas à travers les régions de la terreur jusqu</w:t>
      </w:r>
      <w:r w:rsidR="00E8465A">
        <w:t>’</w:t>
      </w:r>
      <w:r w:rsidRPr="007818BD">
        <w:t>à la lumière</w:t>
      </w:r>
      <w:r w:rsidR="00E8465A">
        <w:t xml:space="preserve">, </w:t>
      </w:r>
      <w:r w:rsidRPr="007818BD">
        <w:t>songe à celui qui veille sur le seuil</w:t>
      </w:r>
      <w:r w:rsidR="00E8465A">
        <w:t xml:space="preserve">, </w:t>
      </w:r>
      <w:r w:rsidRPr="007818BD">
        <w:t>et frémis avec moi du terrible danger</w:t>
      </w:r>
      <w:r w:rsidR="00E8465A">
        <w:t xml:space="preserve"> ! </w:t>
      </w:r>
      <w:r w:rsidRPr="007818BD">
        <w:t>J</w:t>
      </w:r>
      <w:r w:rsidR="00E8465A">
        <w:t>’</w:t>
      </w:r>
      <w:r w:rsidRPr="007818BD">
        <w:t>ai essayé d</w:t>
      </w:r>
      <w:r w:rsidR="00E8465A">
        <w:t>’</w:t>
      </w:r>
      <w:r w:rsidRPr="007818BD">
        <w:t>embraser l</w:t>
      </w:r>
      <w:r w:rsidR="00E8465A">
        <w:t>’</w:t>
      </w:r>
      <w:r w:rsidRPr="007818BD">
        <w:t>âme tout entière de l</w:t>
      </w:r>
      <w:r w:rsidR="00E8465A">
        <w:t>’</w:t>
      </w:r>
      <w:r w:rsidRPr="007818BD">
        <w:t>Anglais</w:t>
      </w:r>
      <w:r w:rsidR="00E8465A">
        <w:t xml:space="preserve">, </w:t>
      </w:r>
      <w:r w:rsidRPr="007818BD">
        <w:t>de l</w:t>
      </w:r>
      <w:r w:rsidR="00E8465A">
        <w:t>’</w:t>
      </w:r>
      <w:r w:rsidRPr="007818BD">
        <w:t>ambition de la vraie gloire dans son art</w:t>
      </w:r>
      <w:r w:rsidR="00E8465A">
        <w:t xml:space="preserve"> ; </w:t>
      </w:r>
      <w:r w:rsidRPr="007818BD">
        <w:t>mais l</w:t>
      </w:r>
      <w:r w:rsidR="00E8465A">
        <w:t>’</w:t>
      </w:r>
      <w:r w:rsidRPr="007818BD">
        <w:t>esprit</w:t>
      </w:r>
      <w:r w:rsidR="00E8465A">
        <w:t>-</w:t>
      </w:r>
      <w:r w:rsidRPr="007818BD">
        <w:t>inquiet de son ancêtre semble l</w:t>
      </w:r>
      <w:r w:rsidR="00E8465A">
        <w:t>’</w:t>
      </w:r>
      <w:r w:rsidRPr="007818BD">
        <w:t>appeler toujours et l</w:t>
      </w:r>
      <w:r w:rsidR="00E8465A">
        <w:t>’</w:t>
      </w:r>
      <w:r w:rsidRPr="007818BD">
        <w:t>attirer vers ces sphères où s</w:t>
      </w:r>
      <w:r w:rsidR="00E8465A">
        <w:t>’</w:t>
      </w:r>
      <w:r w:rsidRPr="007818BD">
        <w:t>est perdue la course égarée de l</w:t>
      </w:r>
      <w:r w:rsidR="00E8465A">
        <w:t>’</w:t>
      </w:r>
      <w:r w:rsidRPr="007818BD">
        <w:t>autre</w:t>
      </w:r>
      <w:r w:rsidR="00E8465A">
        <w:t xml:space="preserve">. </w:t>
      </w:r>
      <w:r w:rsidRPr="007818BD">
        <w:t>Il y a un mystère dans l</w:t>
      </w:r>
      <w:r w:rsidR="00E8465A">
        <w:t>’</w:t>
      </w:r>
      <w:r w:rsidRPr="007818BD">
        <w:t>héritage qu</w:t>
      </w:r>
      <w:r w:rsidR="00E8465A">
        <w:t>’</w:t>
      </w:r>
      <w:r w:rsidRPr="007818BD">
        <w:t>un homme reçoit de ses aïeux</w:t>
      </w:r>
      <w:r w:rsidR="00E8465A">
        <w:t xml:space="preserve">. </w:t>
      </w:r>
      <w:r w:rsidRPr="007818BD">
        <w:t>Des particularités d</w:t>
      </w:r>
      <w:r w:rsidR="00E8465A">
        <w:t>’</w:t>
      </w:r>
      <w:r w:rsidRPr="007818BD">
        <w:t>esprit</w:t>
      </w:r>
      <w:r w:rsidR="00E8465A">
        <w:t xml:space="preserve">, </w:t>
      </w:r>
      <w:r w:rsidRPr="007818BD">
        <w:t>comme les maladies du corps</w:t>
      </w:r>
      <w:r w:rsidR="00E8465A">
        <w:t xml:space="preserve">, </w:t>
      </w:r>
      <w:r w:rsidRPr="007818BD">
        <w:t>demeurent assoupies pendant des gén</w:t>
      </w:r>
      <w:r w:rsidRPr="007818BD">
        <w:t>é</w:t>
      </w:r>
      <w:r w:rsidRPr="007818BD">
        <w:t>rations pour se réveiller dans quelque descendant éloigné</w:t>
      </w:r>
      <w:r w:rsidR="00E8465A">
        <w:t xml:space="preserve">, </w:t>
      </w:r>
      <w:r w:rsidRPr="007818BD">
        <w:t>d</w:t>
      </w:r>
      <w:r w:rsidRPr="007818BD">
        <w:t>é</w:t>
      </w:r>
      <w:r w:rsidRPr="007818BD">
        <w:t>jouer tout traitement et résister à toute science</w:t>
      </w:r>
      <w:r w:rsidR="00E8465A">
        <w:t xml:space="preserve">. </w:t>
      </w:r>
      <w:r w:rsidRPr="007818BD">
        <w:t>Viens à moi de ta solitude au milieu des débris de Rome</w:t>
      </w:r>
      <w:r w:rsidR="00E8465A">
        <w:t xml:space="preserve">. </w:t>
      </w:r>
      <w:r w:rsidRPr="007818BD">
        <w:t>J</w:t>
      </w:r>
      <w:r w:rsidR="00E8465A">
        <w:t>’</w:t>
      </w:r>
      <w:r w:rsidRPr="007818BD">
        <w:t>aspire après un confident vivant</w:t>
      </w:r>
      <w:r w:rsidR="00E8465A">
        <w:t xml:space="preserve"> ; </w:t>
      </w:r>
      <w:r w:rsidRPr="007818BD">
        <w:t>j</w:t>
      </w:r>
      <w:r w:rsidR="00E8465A">
        <w:t>’</w:t>
      </w:r>
      <w:r w:rsidRPr="007818BD">
        <w:t>appelle à moi celui qui jadis a connu</w:t>
      </w:r>
      <w:r w:rsidR="00E8465A">
        <w:t xml:space="preserve">, </w:t>
      </w:r>
      <w:r w:rsidRPr="007818BD">
        <w:t xml:space="preserve">lui </w:t>
      </w:r>
      <w:r w:rsidRPr="007818BD">
        <w:lastRenderedPageBreak/>
        <w:t>au</w:t>
      </w:r>
      <w:r w:rsidRPr="007818BD">
        <w:t>s</w:t>
      </w:r>
      <w:r w:rsidRPr="007818BD">
        <w:t>si</w:t>
      </w:r>
      <w:r w:rsidR="00E8465A">
        <w:t xml:space="preserve">, </w:t>
      </w:r>
      <w:r w:rsidRPr="007818BD">
        <w:t>la jalousie et l</w:t>
      </w:r>
      <w:r w:rsidR="00E8465A">
        <w:t>’</w:t>
      </w:r>
      <w:r w:rsidRPr="007818BD">
        <w:t>amour</w:t>
      </w:r>
      <w:r w:rsidR="00E8465A">
        <w:t xml:space="preserve">. </w:t>
      </w:r>
      <w:r w:rsidRPr="007818BD">
        <w:t>J</w:t>
      </w:r>
      <w:r w:rsidR="00E8465A">
        <w:t>’</w:t>
      </w:r>
      <w:r w:rsidRPr="007818BD">
        <w:t>ai recherché la communion d</w:t>
      </w:r>
      <w:r w:rsidR="00E8465A">
        <w:t>’</w:t>
      </w:r>
      <w:proofErr w:type="spellStart"/>
      <w:r w:rsidRPr="007818BD">
        <w:t>Adon-Aï</w:t>
      </w:r>
      <w:proofErr w:type="spellEnd"/>
      <w:r w:rsidR="00E8465A">
        <w:t xml:space="preserve"> ; </w:t>
      </w:r>
      <w:r w:rsidRPr="007818BD">
        <w:t>mais sa pr</w:t>
      </w:r>
      <w:r w:rsidRPr="007818BD">
        <w:t>é</w:t>
      </w:r>
      <w:r w:rsidRPr="007818BD">
        <w:t>sence</w:t>
      </w:r>
      <w:r w:rsidR="00E8465A">
        <w:t xml:space="preserve">, </w:t>
      </w:r>
      <w:r w:rsidRPr="007818BD">
        <w:t>qui autrefois m</w:t>
      </w:r>
      <w:r w:rsidR="00E8465A">
        <w:t>’</w:t>
      </w:r>
      <w:r w:rsidRPr="007818BD">
        <w:t>inspirait la joie céleste de la science et la foi sereine dans la destinée</w:t>
      </w:r>
      <w:r w:rsidR="00E8465A">
        <w:t xml:space="preserve">, </w:t>
      </w:r>
      <w:r w:rsidRPr="007818BD">
        <w:t>ne fait plus que me troubler et me confondre</w:t>
      </w:r>
      <w:r w:rsidR="00E8465A">
        <w:t xml:space="preserve">. </w:t>
      </w:r>
      <w:r w:rsidRPr="007818BD">
        <w:t>Des hauteurs d</w:t>
      </w:r>
      <w:r w:rsidR="00E8465A">
        <w:t>’</w:t>
      </w:r>
      <w:r w:rsidRPr="007818BD">
        <w:t>où je cherche à pén</w:t>
      </w:r>
      <w:r w:rsidRPr="007818BD">
        <w:t>é</w:t>
      </w:r>
      <w:r w:rsidRPr="007818BD">
        <w:t>trer l</w:t>
      </w:r>
      <w:r w:rsidR="00E8465A">
        <w:t>’</w:t>
      </w:r>
      <w:r w:rsidRPr="007818BD">
        <w:t>ombre des choses futures</w:t>
      </w:r>
      <w:r w:rsidR="00E8465A">
        <w:t xml:space="preserve">, </w:t>
      </w:r>
      <w:r w:rsidRPr="007818BD">
        <w:t>je découvre des spectres men</w:t>
      </w:r>
      <w:r w:rsidRPr="007818BD">
        <w:t>a</w:t>
      </w:r>
      <w:r w:rsidRPr="007818BD">
        <w:t>çants et irrités</w:t>
      </w:r>
      <w:r w:rsidR="00E8465A">
        <w:t xml:space="preserve">. </w:t>
      </w:r>
      <w:r w:rsidRPr="007818BD">
        <w:t>Il me semble apercevoir comme une limite fatale à l</w:t>
      </w:r>
      <w:r w:rsidR="00E8465A">
        <w:t>’</w:t>
      </w:r>
      <w:r w:rsidRPr="007818BD">
        <w:t>existence merveilleuse qui m</w:t>
      </w:r>
      <w:r w:rsidR="00E8465A">
        <w:t>’</w:t>
      </w:r>
      <w:r w:rsidRPr="007818BD">
        <w:t>a été donnée</w:t>
      </w:r>
      <w:r w:rsidR="00E8465A">
        <w:t xml:space="preserve"> ; </w:t>
      </w:r>
      <w:r w:rsidRPr="007818BD">
        <w:t>il me semble qu</w:t>
      </w:r>
      <w:r w:rsidR="00E8465A">
        <w:t>’</w:t>
      </w:r>
      <w:r w:rsidRPr="007818BD">
        <w:t>après des siècles de la vie idéale</w:t>
      </w:r>
      <w:r w:rsidR="00E8465A">
        <w:t xml:space="preserve">, </w:t>
      </w:r>
      <w:r w:rsidRPr="007818BD">
        <w:t>je vois ma route aboutir au gouffre des tempêtes de la Réalité</w:t>
      </w:r>
      <w:r w:rsidR="00E8465A">
        <w:t xml:space="preserve">. </w:t>
      </w:r>
      <w:r w:rsidRPr="007818BD">
        <w:t>Là où les astres ouvraient devant moi leurs portes</w:t>
      </w:r>
      <w:r w:rsidR="00E8465A">
        <w:t xml:space="preserve">, </w:t>
      </w:r>
      <w:r w:rsidRPr="007818BD">
        <w:t>je distingue confusément un échafaud</w:t>
      </w:r>
      <w:r w:rsidR="00E8465A">
        <w:t xml:space="preserve"> ; </w:t>
      </w:r>
      <w:r w:rsidRPr="007818BD">
        <w:t>d</w:t>
      </w:r>
      <w:r w:rsidR="00E8465A">
        <w:t>’</w:t>
      </w:r>
      <w:r w:rsidRPr="007818BD">
        <w:t>épaisses vapeurs de sang s</w:t>
      </w:r>
      <w:r w:rsidR="00E8465A">
        <w:t>’</w:t>
      </w:r>
      <w:r w:rsidRPr="007818BD">
        <w:t>élèvent comme d</w:t>
      </w:r>
      <w:r w:rsidR="00E8465A">
        <w:t>’</w:t>
      </w:r>
      <w:r w:rsidRPr="007818BD">
        <w:t>un charnier</w:t>
      </w:r>
      <w:r w:rsidR="00E8465A">
        <w:t xml:space="preserve">. </w:t>
      </w:r>
      <w:r w:rsidRPr="007818BD">
        <w:t>Ch</w:t>
      </w:r>
      <w:r w:rsidRPr="007818BD">
        <w:t>o</w:t>
      </w:r>
      <w:r w:rsidRPr="007818BD">
        <w:t>se plus étrange encore</w:t>
      </w:r>
      <w:r w:rsidR="00E8465A">
        <w:t xml:space="preserve">, </w:t>
      </w:r>
      <w:r w:rsidRPr="007818BD">
        <w:t>il y a ici un être</w:t>
      </w:r>
      <w:r w:rsidR="00E8465A">
        <w:t xml:space="preserve">, </w:t>
      </w:r>
      <w:r w:rsidRPr="007818BD">
        <w:t>un type achevé du faux idéal des hommes vulgaires</w:t>
      </w:r>
      <w:r w:rsidR="00E8465A">
        <w:t xml:space="preserve"> ; </w:t>
      </w:r>
      <w:r w:rsidRPr="007818BD">
        <w:t>dérision hideuse en corps et en âme de tout ce que l</w:t>
      </w:r>
      <w:r w:rsidR="00E8465A">
        <w:t>’</w:t>
      </w:r>
      <w:r w:rsidRPr="007818BD">
        <w:t>art rêve comme beauté</w:t>
      </w:r>
      <w:r w:rsidR="00E8465A">
        <w:t xml:space="preserve">, </w:t>
      </w:r>
      <w:r w:rsidRPr="007818BD">
        <w:t>de tout ce que le cœur désire comme perfection</w:t>
      </w:r>
      <w:r w:rsidR="00E8465A">
        <w:t xml:space="preserve"> ; </w:t>
      </w:r>
      <w:r w:rsidRPr="007818BD">
        <w:t>et</w:t>
      </w:r>
      <w:r w:rsidR="00E8465A">
        <w:t xml:space="preserve">, </w:t>
      </w:r>
      <w:r w:rsidRPr="007818BD">
        <w:t>dans toutes mes visions</w:t>
      </w:r>
      <w:r w:rsidR="00E8465A">
        <w:t xml:space="preserve">, </w:t>
      </w:r>
      <w:r w:rsidRPr="007818BD">
        <w:t>je retrouve</w:t>
      </w:r>
      <w:r w:rsidR="00E8465A">
        <w:t xml:space="preserve">, </w:t>
      </w:r>
      <w:r w:rsidRPr="007818BD">
        <w:t>au milieu de ces nuages sombres et menaçants de l</w:t>
      </w:r>
      <w:r w:rsidR="00E8465A">
        <w:t>’</w:t>
      </w:r>
      <w:r w:rsidRPr="007818BD">
        <w:t>avenir</w:t>
      </w:r>
      <w:r w:rsidR="00E8465A">
        <w:t xml:space="preserve">, </w:t>
      </w:r>
      <w:r w:rsidRPr="007818BD">
        <w:t>son image sinistre toujours présente</w:t>
      </w:r>
      <w:r w:rsidR="00E8465A">
        <w:t xml:space="preserve">. </w:t>
      </w:r>
      <w:r w:rsidRPr="007818BD">
        <w:t>Auprès de cet échafaud dont j</w:t>
      </w:r>
      <w:r w:rsidR="00E8465A">
        <w:t>’</w:t>
      </w:r>
      <w:r w:rsidRPr="007818BD">
        <w:t>aperçois l</w:t>
      </w:r>
      <w:r w:rsidR="00E8465A">
        <w:t>’</w:t>
      </w:r>
      <w:r w:rsidRPr="007818BD">
        <w:t>ombre</w:t>
      </w:r>
      <w:r w:rsidR="00E8465A">
        <w:t xml:space="preserve">, </w:t>
      </w:r>
      <w:r w:rsidRPr="007818BD">
        <w:t>il est là debout qui me raille dans une langue infernale et avec des lèvres qui distillent le sang et la fange</w:t>
      </w:r>
      <w:r w:rsidR="00E8465A">
        <w:t xml:space="preserve">. </w:t>
      </w:r>
      <w:r w:rsidRPr="007818BD">
        <w:t>Viens</w:t>
      </w:r>
      <w:r w:rsidR="00E8465A">
        <w:t xml:space="preserve">, </w:t>
      </w:r>
      <w:r w:rsidRPr="007818BD">
        <w:t>ami des anciens jours</w:t>
      </w:r>
      <w:r w:rsidR="00E8465A">
        <w:t xml:space="preserve"> ! </w:t>
      </w:r>
      <w:r w:rsidRPr="007818BD">
        <w:t>Pour moi du moins ta sagesse n</w:t>
      </w:r>
      <w:r w:rsidR="00E8465A">
        <w:t>’</w:t>
      </w:r>
      <w:r w:rsidRPr="007818BD">
        <w:t>a pas renoncé à toute affection humaine</w:t>
      </w:r>
      <w:r w:rsidR="00E8465A">
        <w:t xml:space="preserve">. </w:t>
      </w:r>
      <w:r w:rsidRPr="007818BD">
        <w:t>Selon les r</w:t>
      </w:r>
      <w:r w:rsidRPr="007818BD">
        <w:t>è</w:t>
      </w:r>
      <w:r w:rsidRPr="007818BD">
        <w:t>gles de notre ordre solennel</w:t>
      </w:r>
      <w:r w:rsidR="00E8465A">
        <w:t xml:space="preserve">, </w:t>
      </w:r>
      <w:r w:rsidRPr="007818BD">
        <w:t>réduit maintenant à nous deux</w:t>
      </w:r>
      <w:r w:rsidR="00E8465A">
        <w:t xml:space="preserve">, </w:t>
      </w:r>
      <w:r w:rsidRPr="007818BD">
        <w:t>derniers survivants de tant de nobles et généreux adeptes</w:t>
      </w:r>
      <w:r w:rsidR="00E8465A">
        <w:t xml:space="preserve">, </w:t>
      </w:r>
      <w:r w:rsidRPr="007818BD">
        <w:t>tu es tenu aussi de diriger les descendants de ceux que tes conseils ont cherché</w:t>
      </w:r>
      <w:r w:rsidR="00E8465A">
        <w:t xml:space="preserve">, </w:t>
      </w:r>
      <w:r w:rsidRPr="007818BD">
        <w:t>dans des temps plus reculés</w:t>
      </w:r>
      <w:r w:rsidR="00E8465A">
        <w:t xml:space="preserve">, </w:t>
      </w:r>
      <w:r w:rsidRPr="007818BD">
        <w:t>à initier au grand s</w:t>
      </w:r>
      <w:r w:rsidRPr="007818BD">
        <w:t>e</w:t>
      </w:r>
      <w:r w:rsidRPr="007818BD">
        <w:t>cret</w:t>
      </w:r>
      <w:r w:rsidR="00E8465A">
        <w:t xml:space="preserve">. </w:t>
      </w:r>
      <w:r w:rsidRPr="007818BD">
        <w:t>Le dernier rejeton de ce hardi Visconti</w:t>
      </w:r>
      <w:r w:rsidR="00E8465A">
        <w:t xml:space="preserve">, </w:t>
      </w:r>
      <w:r w:rsidRPr="007818BD">
        <w:t>qui fut autrefois ton disciple</w:t>
      </w:r>
      <w:r w:rsidR="00E8465A">
        <w:t xml:space="preserve">, </w:t>
      </w:r>
      <w:r w:rsidRPr="007818BD">
        <w:t>persécute impitoyablement cette belle et douce Viola</w:t>
      </w:r>
      <w:r w:rsidR="00E8465A">
        <w:t xml:space="preserve">. </w:t>
      </w:r>
      <w:r w:rsidRPr="007818BD">
        <w:t>Par ses projets criminels et sanguinaires</w:t>
      </w:r>
      <w:r w:rsidR="00E8465A">
        <w:t xml:space="preserve">, </w:t>
      </w:r>
      <w:r w:rsidRPr="007818BD">
        <w:t xml:space="preserve">il creuse </w:t>
      </w:r>
      <w:proofErr w:type="spellStart"/>
      <w:r w:rsidRPr="007818BD">
        <w:t>lui même</w:t>
      </w:r>
      <w:proofErr w:type="spellEnd"/>
      <w:r w:rsidRPr="007818BD">
        <w:t xml:space="preserve"> son tombeau</w:t>
      </w:r>
      <w:r w:rsidR="00E8465A">
        <w:t xml:space="preserve"> ; </w:t>
      </w:r>
      <w:r w:rsidRPr="007818BD">
        <w:t>tu peux encore le détourner de son destin fatal</w:t>
      </w:r>
      <w:r w:rsidR="00E8465A">
        <w:t xml:space="preserve">. </w:t>
      </w:r>
      <w:r w:rsidRPr="007818BD">
        <w:t>Moi aussi</w:t>
      </w:r>
      <w:r w:rsidR="00E8465A">
        <w:t xml:space="preserve">, </w:t>
      </w:r>
      <w:r w:rsidRPr="007818BD">
        <w:t>par la même loi mystérieuse</w:t>
      </w:r>
      <w:r w:rsidR="00E8465A">
        <w:t xml:space="preserve">, </w:t>
      </w:r>
      <w:r w:rsidRPr="007818BD">
        <w:t>je suis engagé à obéir</w:t>
      </w:r>
      <w:r w:rsidR="00E8465A">
        <w:t xml:space="preserve">, </w:t>
      </w:r>
      <w:r w:rsidRPr="007818BD">
        <w:t>s</w:t>
      </w:r>
      <w:r w:rsidR="00E8465A">
        <w:t>’</w:t>
      </w:r>
      <w:r w:rsidRPr="007818BD">
        <w:t>il l</w:t>
      </w:r>
      <w:r w:rsidR="00E8465A">
        <w:t>’</w:t>
      </w:r>
      <w:r w:rsidRPr="007818BD">
        <w:t>exige</w:t>
      </w:r>
      <w:r w:rsidR="00E8465A">
        <w:t xml:space="preserve">, </w:t>
      </w:r>
      <w:r w:rsidRPr="007818BD">
        <w:t>à un descendant moins coupable d</w:t>
      </w:r>
      <w:r w:rsidR="00E8465A">
        <w:t>’</w:t>
      </w:r>
      <w:r w:rsidRPr="007818BD">
        <w:t>un de nos frères</w:t>
      </w:r>
      <w:r w:rsidR="00E8465A">
        <w:t xml:space="preserve">. </w:t>
      </w:r>
      <w:r w:rsidRPr="007818BD">
        <w:t>S</w:t>
      </w:r>
      <w:r w:rsidR="00E8465A">
        <w:t>’</w:t>
      </w:r>
      <w:r w:rsidRPr="007818BD">
        <w:t xml:space="preserve">il repousse mes conseils et persiste à </w:t>
      </w:r>
      <w:r w:rsidRPr="007818BD">
        <w:lastRenderedPageBreak/>
        <w:t>demander l</w:t>
      </w:r>
      <w:r w:rsidR="00E8465A">
        <w:t>’</w:t>
      </w:r>
      <w:r w:rsidRPr="007818BD">
        <w:t>initiation</w:t>
      </w:r>
      <w:r w:rsidR="00E8465A">
        <w:t xml:space="preserve">, </w:t>
      </w:r>
      <w:proofErr w:type="spellStart"/>
      <w:r w:rsidRPr="007818BD">
        <w:t>Mejnour</w:t>
      </w:r>
      <w:proofErr w:type="spellEnd"/>
      <w:r w:rsidR="00E8465A">
        <w:t xml:space="preserve"> ! </w:t>
      </w:r>
      <w:r w:rsidRPr="007818BD">
        <w:t>tu auras un nouveau néophyte</w:t>
      </w:r>
      <w:r w:rsidR="00E8465A">
        <w:t xml:space="preserve">. </w:t>
      </w:r>
      <w:r w:rsidRPr="007818BD">
        <w:t>Crains d</w:t>
      </w:r>
      <w:r w:rsidR="00E8465A">
        <w:t>’</w:t>
      </w:r>
      <w:r w:rsidRPr="007818BD">
        <w:t>avoir une nouvelle victime</w:t>
      </w:r>
      <w:r w:rsidR="00E8465A">
        <w:t xml:space="preserve">. </w:t>
      </w:r>
      <w:r w:rsidRPr="007818BD">
        <w:t>Viens à moi</w:t>
      </w:r>
      <w:r w:rsidR="00E8465A">
        <w:t xml:space="preserve"> ; </w:t>
      </w:r>
      <w:r w:rsidRPr="007818BD">
        <w:t>ces lignes t</w:t>
      </w:r>
      <w:r w:rsidR="00E8465A">
        <w:t>’</w:t>
      </w:r>
      <w:r w:rsidRPr="007818BD">
        <w:t>arriveront rapidement</w:t>
      </w:r>
      <w:r w:rsidR="00E8465A">
        <w:t xml:space="preserve">. </w:t>
      </w:r>
      <w:r w:rsidRPr="007818BD">
        <w:t>Réponds en me procurant la joie de serrer la seule main que j</w:t>
      </w:r>
      <w:r w:rsidR="00E8465A">
        <w:t>’</w:t>
      </w:r>
      <w:r w:rsidRPr="007818BD">
        <w:t>ose presser encore</w:t>
      </w:r>
      <w:r w:rsidR="00E8465A">
        <w:t> !</w:t>
      </w:r>
    </w:p>
    <w:p w14:paraId="452E845B" w14:textId="77777777" w:rsidR="00E8465A" w:rsidRDefault="00E0544E" w:rsidP="00E8465A">
      <w:pPr>
        <w:pStyle w:val="Titre2"/>
        <w:pageBreakBefore/>
      </w:pPr>
      <w:bookmarkStart w:id="30" w:name="_Toc199963079"/>
      <w:r w:rsidRPr="007818BD">
        <w:lastRenderedPageBreak/>
        <w:t>CHAPITRE</w:t>
      </w:r>
      <w:r w:rsidR="00E8465A">
        <w:t xml:space="preserve"> </w:t>
      </w:r>
      <w:r w:rsidRPr="007818BD">
        <w:t>VIII</w:t>
      </w:r>
      <w:r w:rsidR="00E8465A">
        <w:t>.</w:t>
      </w:r>
      <w:bookmarkEnd w:id="30"/>
    </w:p>
    <w:p w14:paraId="23364ACE" w14:textId="2B430549" w:rsidR="00E0544E" w:rsidRPr="007818BD" w:rsidRDefault="00E8465A" w:rsidP="00E0544E">
      <w:pPr>
        <w:pStyle w:val="NormalRetraitGauche4XIndent0"/>
        <w:spacing w:before="0" w:after="0"/>
        <w:rPr>
          <w:rStyle w:val="Taille-1Caracteres"/>
        </w:rPr>
      </w:pPr>
      <w:r>
        <w:rPr>
          <w:rStyle w:val="Taille-1Caracteres"/>
        </w:rPr>
        <w:t xml:space="preserve">… </w:t>
      </w:r>
      <w:r w:rsidR="00E0544E" w:rsidRPr="007818BD">
        <w:rPr>
          <w:rStyle w:val="Taille-1Caracteres"/>
        </w:rPr>
        <w:t xml:space="preserve">il </w:t>
      </w:r>
      <w:proofErr w:type="spellStart"/>
      <w:r w:rsidR="00E0544E" w:rsidRPr="007818BD">
        <w:rPr>
          <w:rStyle w:val="Taille-1Caracteres"/>
        </w:rPr>
        <w:t>lupo</w:t>
      </w:r>
      <w:proofErr w:type="spellEnd"/>
    </w:p>
    <w:p w14:paraId="74E087A4" w14:textId="6064EF2E" w:rsidR="00E0544E" w:rsidRPr="007818BD" w:rsidRDefault="00E0544E" w:rsidP="00E0544E">
      <w:pPr>
        <w:pStyle w:val="NormalRetraitGauche4XIndent0"/>
        <w:spacing w:before="0" w:after="0"/>
        <w:rPr>
          <w:rStyle w:val="Taille-1Caracteres"/>
        </w:rPr>
      </w:pPr>
      <w:proofErr w:type="spellStart"/>
      <w:r w:rsidRPr="007818BD">
        <w:rPr>
          <w:rStyle w:val="Taille-1Caracteres"/>
        </w:rPr>
        <w:t>Ferito</w:t>
      </w:r>
      <w:proofErr w:type="spellEnd"/>
      <w:r w:rsidR="00E8465A">
        <w:rPr>
          <w:rStyle w:val="Taille-1Caracteres"/>
        </w:rPr>
        <w:t xml:space="preserve">, </w:t>
      </w:r>
      <w:r w:rsidRPr="007818BD">
        <w:rPr>
          <w:rStyle w:val="Taille-1Caracteres"/>
        </w:rPr>
        <w:t>credo</w:t>
      </w:r>
      <w:r w:rsidR="00E8465A">
        <w:rPr>
          <w:rStyle w:val="Taille-1Caracteres"/>
        </w:rPr>
        <w:t xml:space="preserve">, </w:t>
      </w:r>
      <w:r w:rsidRPr="007818BD">
        <w:rPr>
          <w:rStyle w:val="Taille-1Caracteres"/>
        </w:rPr>
        <w:t xml:space="preserve">mi </w:t>
      </w:r>
      <w:proofErr w:type="spellStart"/>
      <w:r w:rsidRPr="007818BD">
        <w:rPr>
          <w:rStyle w:val="Taille-1Caracteres"/>
        </w:rPr>
        <w:t>connobe</w:t>
      </w:r>
      <w:proofErr w:type="spellEnd"/>
      <w:r w:rsidRPr="007818BD">
        <w:rPr>
          <w:rStyle w:val="Taille-1Caracteres"/>
        </w:rPr>
        <w:t xml:space="preserve"> </w:t>
      </w:r>
      <w:proofErr w:type="spellStart"/>
      <w:r w:rsidRPr="007818BD">
        <w:rPr>
          <w:rStyle w:val="Taille-1Caracteres"/>
        </w:rPr>
        <w:t>e</w:t>
      </w:r>
      <w:r w:rsidR="00E8465A">
        <w:rPr>
          <w:rStyle w:val="Taille-1Caracteres"/>
        </w:rPr>
        <w:t>’</w:t>
      </w:r>
      <w:r w:rsidRPr="007818BD">
        <w:rPr>
          <w:rStyle w:val="Taille-1Caracteres"/>
        </w:rPr>
        <w:t>neontro</w:t>
      </w:r>
      <w:proofErr w:type="spellEnd"/>
    </w:p>
    <w:p w14:paraId="21DAEF7F" w14:textId="6097B9B4" w:rsidR="00E8465A" w:rsidRDefault="00E0544E" w:rsidP="00E0544E">
      <w:pPr>
        <w:pStyle w:val="NormalRetraitGauche4XIndent0"/>
        <w:spacing w:before="0" w:after="0"/>
        <w:rPr>
          <w:rStyle w:val="Taille-1Caracteres"/>
        </w:rPr>
      </w:pPr>
      <w:r w:rsidRPr="007818BD">
        <w:rPr>
          <w:rStyle w:val="Taille-1Caracteres"/>
        </w:rPr>
        <w:t xml:space="preserve">Mi venue con la bocca </w:t>
      </w:r>
      <w:proofErr w:type="spellStart"/>
      <w:r w:rsidRPr="007818BD">
        <w:rPr>
          <w:rStyle w:val="Taille-1Caracteres"/>
        </w:rPr>
        <w:t>sanguinosa</w:t>
      </w:r>
      <w:proofErr w:type="spellEnd"/>
      <w:r w:rsidR="00E8465A">
        <w:rPr>
          <w:rStyle w:val="Taille-1Caracteres"/>
        </w:rPr>
        <w:t>.</w:t>
      </w:r>
      <w:r w:rsidR="00C654F1">
        <w:rPr>
          <w:rStyle w:val="Appelnotedebasdep"/>
        </w:rPr>
        <w:footnoteReference w:id="40"/>
      </w:r>
    </w:p>
    <w:p w14:paraId="2280E287" w14:textId="33460FDA" w:rsidR="00E8465A" w:rsidRDefault="00E8465A" w:rsidP="00E0544E">
      <w:pPr>
        <w:jc w:val="right"/>
        <w:rPr>
          <w:rStyle w:val="Taille-1Caracteres"/>
        </w:rPr>
      </w:pPr>
      <w:r>
        <w:rPr>
          <w:rStyle w:val="Taille-1Caracteres"/>
        </w:rPr>
        <w:t>(</w:t>
      </w:r>
      <w:proofErr w:type="spellStart"/>
      <w:r w:rsidR="00E0544E" w:rsidRPr="00F566C9">
        <w:rPr>
          <w:rStyle w:val="Taille-1Caracteres"/>
          <w:i/>
        </w:rPr>
        <w:t>Aminta</w:t>
      </w:r>
      <w:proofErr w:type="spellEnd"/>
      <w:r>
        <w:rPr>
          <w:rStyle w:val="Taille-1Caracteres"/>
          <w:i/>
        </w:rPr>
        <w:t xml:space="preserve">, </w:t>
      </w:r>
      <w:r w:rsidR="00E0544E" w:rsidRPr="00F566C9">
        <w:rPr>
          <w:rStyle w:val="Taille-1Caracteres"/>
          <w:i/>
        </w:rPr>
        <w:t>a</w:t>
      </w:r>
      <w:r>
        <w:rPr>
          <w:rStyle w:val="Taille-1Caracteres"/>
        </w:rPr>
        <w:t xml:space="preserve">. </w:t>
      </w:r>
      <w:r w:rsidR="00E0544E" w:rsidRPr="007818BD">
        <w:rPr>
          <w:rStyle w:val="Taille-1Caracteres"/>
        </w:rPr>
        <w:t>IV</w:t>
      </w:r>
      <w:r>
        <w:rPr>
          <w:rStyle w:val="Taille-1Caracteres"/>
        </w:rPr>
        <w:t xml:space="preserve">, </w:t>
      </w:r>
      <w:r w:rsidR="00E0544E" w:rsidRPr="007818BD">
        <w:rPr>
          <w:rStyle w:val="Taille-1Caracteres"/>
        </w:rPr>
        <w:t>sc</w:t>
      </w:r>
      <w:r>
        <w:rPr>
          <w:rStyle w:val="Taille-1Caracteres"/>
        </w:rPr>
        <w:t xml:space="preserve">. </w:t>
      </w:r>
      <w:r w:rsidR="00E0544E" w:rsidRPr="007818BD">
        <w:rPr>
          <w:rStyle w:val="Taille-1Caracteres"/>
        </w:rPr>
        <w:t>I</w:t>
      </w:r>
      <w:r>
        <w:rPr>
          <w:rStyle w:val="Taille-1Caracteres"/>
        </w:rPr>
        <w:t>.)</w:t>
      </w:r>
    </w:p>
    <w:p w14:paraId="38849BD1" w14:textId="77777777" w:rsidR="00E8465A" w:rsidRDefault="00E0544E" w:rsidP="00E0544E">
      <w:r w:rsidRPr="007818BD">
        <w:t>À Naples</w:t>
      </w:r>
      <w:r w:rsidR="00E8465A">
        <w:t xml:space="preserve">, </w:t>
      </w:r>
      <w:r w:rsidRPr="007818BD">
        <w:t>le tombeau de Virgile</w:t>
      </w:r>
      <w:r w:rsidR="00E8465A">
        <w:t xml:space="preserve">, </w:t>
      </w:r>
      <w:r w:rsidRPr="007818BD">
        <w:t>qui surplombe la grotte du Pausilippe</w:t>
      </w:r>
      <w:r w:rsidR="00E8465A">
        <w:t xml:space="preserve">, </w:t>
      </w:r>
      <w:r w:rsidRPr="007818BD">
        <w:t>est vénéré</w:t>
      </w:r>
      <w:r w:rsidR="00E8465A">
        <w:t xml:space="preserve">, </w:t>
      </w:r>
      <w:r w:rsidRPr="007818BD">
        <w:t>moins avec les sentiments qui devraient honorer la mémoire d</w:t>
      </w:r>
      <w:r w:rsidR="00E8465A">
        <w:t>’</w:t>
      </w:r>
      <w:r w:rsidRPr="007818BD">
        <w:t>un poète</w:t>
      </w:r>
      <w:r w:rsidR="00E8465A">
        <w:t xml:space="preserve">, </w:t>
      </w:r>
      <w:r w:rsidRPr="007818BD">
        <w:t>qu</w:t>
      </w:r>
      <w:r w:rsidR="00E8465A">
        <w:t>’</w:t>
      </w:r>
      <w:r w:rsidRPr="007818BD">
        <w:t>avec la terreur mystérieuse qui enveloppe le souvenir d</w:t>
      </w:r>
      <w:r w:rsidR="00E8465A">
        <w:t>’</w:t>
      </w:r>
      <w:r w:rsidRPr="007818BD">
        <w:t>un magicien</w:t>
      </w:r>
      <w:r w:rsidR="00E8465A">
        <w:t xml:space="preserve">. </w:t>
      </w:r>
      <w:r w:rsidRPr="007818BD">
        <w:t>C</w:t>
      </w:r>
      <w:r w:rsidR="00E8465A">
        <w:t>’</w:t>
      </w:r>
      <w:r w:rsidRPr="007818BD">
        <w:t>est à ses enchant</w:t>
      </w:r>
      <w:r w:rsidRPr="007818BD">
        <w:t>e</w:t>
      </w:r>
      <w:r w:rsidRPr="007818BD">
        <w:t>ments qu</w:t>
      </w:r>
      <w:r w:rsidR="00E8465A">
        <w:t>’</w:t>
      </w:r>
      <w:r w:rsidRPr="007818BD">
        <w:t>on attribue l</w:t>
      </w:r>
      <w:r w:rsidR="00E8465A">
        <w:t>’</w:t>
      </w:r>
      <w:r w:rsidRPr="007818BD">
        <w:t>excavation de la montagne</w:t>
      </w:r>
      <w:r w:rsidR="00E8465A">
        <w:t xml:space="preserve">, </w:t>
      </w:r>
      <w:r w:rsidRPr="007818BD">
        <w:t>et la tradition donne encore pour gardiens à son tombeau les esprits qu</w:t>
      </w:r>
      <w:r w:rsidR="00E8465A">
        <w:t>’</w:t>
      </w:r>
      <w:r w:rsidRPr="007818BD">
        <w:t>il év</w:t>
      </w:r>
      <w:r w:rsidRPr="007818BD">
        <w:t>o</w:t>
      </w:r>
      <w:r w:rsidRPr="007818BD">
        <w:t>qua pour creuser la grotte</w:t>
      </w:r>
      <w:r w:rsidR="00E8465A">
        <w:t xml:space="preserve">. </w:t>
      </w:r>
      <w:r w:rsidRPr="007818BD">
        <w:t>Ce lieu</w:t>
      </w:r>
      <w:r w:rsidR="00E8465A">
        <w:t xml:space="preserve">, </w:t>
      </w:r>
      <w:r w:rsidRPr="007818BD">
        <w:t>dans le voisinage immédiat de la maison de Viola</w:t>
      </w:r>
      <w:r w:rsidR="00E8465A">
        <w:t xml:space="preserve">, </w:t>
      </w:r>
      <w:r w:rsidRPr="007818BD">
        <w:t>avait souvent attiré ses pas</w:t>
      </w:r>
      <w:r w:rsidR="00E8465A">
        <w:t xml:space="preserve">. </w:t>
      </w:r>
      <w:r w:rsidRPr="007818BD">
        <w:t>Elle aimait les images vagues et solennelles qui peuplaient sa pensée quand elle plongeait son regard dans la longue obscurité de la grotte</w:t>
      </w:r>
      <w:r w:rsidR="00E8465A">
        <w:t xml:space="preserve">, </w:t>
      </w:r>
      <w:r w:rsidRPr="007818BD">
        <w:t>ou quand</w:t>
      </w:r>
      <w:r w:rsidR="00E8465A">
        <w:t xml:space="preserve">, </w:t>
      </w:r>
      <w:r w:rsidRPr="007818BD">
        <w:t>debout près de la tombe</w:t>
      </w:r>
      <w:r w:rsidR="00E8465A">
        <w:t xml:space="preserve">, </w:t>
      </w:r>
      <w:r w:rsidRPr="007818BD">
        <w:t>elle contemplait du sommet du rocher les personnages microscopiques de la foule affairée qui semblait fourmiller dans les sinuosités au-dessous d</w:t>
      </w:r>
      <w:r w:rsidR="00E8465A">
        <w:t>’</w:t>
      </w:r>
      <w:r w:rsidRPr="007818BD">
        <w:t>elle</w:t>
      </w:r>
      <w:r w:rsidR="00E8465A">
        <w:t xml:space="preserve"> ; </w:t>
      </w:r>
      <w:r w:rsidRPr="007818BD">
        <w:t>et c</w:t>
      </w:r>
      <w:r w:rsidR="00E8465A">
        <w:t>’</w:t>
      </w:r>
      <w:r w:rsidRPr="007818BD">
        <w:t>est là que</w:t>
      </w:r>
      <w:r w:rsidR="00E8465A">
        <w:t xml:space="preserve">, </w:t>
      </w:r>
      <w:r w:rsidRPr="007818BD">
        <w:t>vers le milieu du jour</w:t>
      </w:r>
      <w:r w:rsidR="00E8465A">
        <w:t xml:space="preserve">, </w:t>
      </w:r>
      <w:r w:rsidRPr="007818BD">
        <w:t>elle dirige maintenant sa course solitaire</w:t>
      </w:r>
      <w:r w:rsidR="00E8465A">
        <w:t xml:space="preserve">. </w:t>
      </w:r>
      <w:r w:rsidRPr="007818BD">
        <w:t>Elle longea le sentier étroit</w:t>
      </w:r>
      <w:r w:rsidR="00E8465A">
        <w:t xml:space="preserve">, </w:t>
      </w:r>
      <w:r w:rsidRPr="007818BD">
        <w:t>elle traversa le sombre vignoble qui gravit le rocher</w:t>
      </w:r>
      <w:r w:rsidR="00E8465A">
        <w:t xml:space="preserve">, </w:t>
      </w:r>
      <w:r w:rsidRPr="007818BD">
        <w:t>elle gagna le point élevé</w:t>
      </w:r>
      <w:r w:rsidR="00E8465A">
        <w:t xml:space="preserve">, </w:t>
      </w:r>
      <w:r w:rsidRPr="007818BD">
        <w:t>tapissé de mousse et de verdure luxuriante</w:t>
      </w:r>
      <w:r w:rsidR="00E8465A">
        <w:t xml:space="preserve">, </w:t>
      </w:r>
      <w:r w:rsidRPr="007818BD">
        <w:t>où repose la cendre de celui qui encore aujourd</w:t>
      </w:r>
      <w:r w:rsidR="00E8465A">
        <w:t>’</w:t>
      </w:r>
      <w:r w:rsidRPr="007818BD">
        <w:t>hui apaise et élève l</w:t>
      </w:r>
      <w:r w:rsidR="00E8465A">
        <w:t>’</w:t>
      </w:r>
      <w:r w:rsidRPr="007818BD">
        <w:t>âme des ho</w:t>
      </w:r>
      <w:r w:rsidRPr="007818BD">
        <w:t>m</w:t>
      </w:r>
      <w:r w:rsidRPr="007818BD">
        <w:t>mes</w:t>
      </w:r>
      <w:r w:rsidR="00E8465A">
        <w:t xml:space="preserve">. </w:t>
      </w:r>
      <w:r w:rsidRPr="007818BD">
        <w:t>Au loin s</w:t>
      </w:r>
      <w:r w:rsidR="00E8465A">
        <w:t>’</w:t>
      </w:r>
      <w:r w:rsidRPr="007818BD">
        <w:t>élevait la vaste forteresse de Saint-Elme</w:t>
      </w:r>
      <w:r w:rsidR="00E8465A">
        <w:t xml:space="preserve">, </w:t>
      </w:r>
      <w:r w:rsidRPr="007818BD">
        <w:t>sombre et sourcilleuse</w:t>
      </w:r>
      <w:r w:rsidR="00E8465A">
        <w:t xml:space="preserve">, </w:t>
      </w:r>
      <w:r w:rsidRPr="007818BD">
        <w:t xml:space="preserve">au milieu des dômes et des clochers </w:t>
      </w:r>
      <w:r w:rsidRPr="007818BD">
        <w:lastRenderedPageBreak/>
        <w:t>qui étinc</w:t>
      </w:r>
      <w:r w:rsidRPr="007818BD">
        <w:t>e</w:t>
      </w:r>
      <w:r w:rsidRPr="007818BD">
        <w:t>laient au soleil</w:t>
      </w:r>
      <w:r w:rsidR="00E8465A">
        <w:t xml:space="preserve">. </w:t>
      </w:r>
      <w:r w:rsidRPr="007818BD">
        <w:t>Assoupie dans sa splendeur azurée</w:t>
      </w:r>
      <w:r w:rsidR="00E8465A">
        <w:t xml:space="preserve">, </w:t>
      </w:r>
      <w:r w:rsidRPr="007818BD">
        <w:t>la mer des Sirènes dormait i</w:t>
      </w:r>
      <w:r w:rsidRPr="007818BD">
        <w:t>m</w:t>
      </w:r>
      <w:r w:rsidRPr="007818BD">
        <w:t>mobile</w:t>
      </w:r>
      <w:r w:rsidR="00E8465A">
        <w:t xml:space="preserve"> ; </w:t>
      </w:r>
      <w:r w:rsidRPr="007818BD">
        <w:t>et la fumée bleuâtre du Vésuve</w:t>
      </w:r>
      <w:r w:rsidR="00E8465A">
        <w:t xml:space="preserve">, </w:t>
      </w:r>
      <w:r w:rsidRPr="007818BD">
        <w:t>à l</w:t>
      </w:r>
      <w:r w:rsidR="00E8465A">
        <w:t>’</w:t>
      </w:r>
      <w:r w:rsidRPr="007818BD">
        <w:t>horizon lumineux</w:t>
      </w:r>
      <w:r w:rsidR="00E8465A">
        <w:t xml:space="preserve">, </w:t>
      </w:r>
      <w:r w:rsidRPr="007818BD">
        <w:t>s</w:t>
      </w:r>
      <w:r w:rsidR="00E8465A">
        <w:t>’</w:t>
      </w:r>
      <w:r w:rsidRPr="007818BD">
        <w:t>élevait comme une colonne mouvante dans le ciel transparent</w:t>
      </w:r>
      <w:r w:rsidR="00E8465A">
        <w:t xml:space="preserve">. </w:t>
      </w:r>
      <w:r w:rsidRPr="007818BD">
        <w:t>Sans mouvement sur le bord du préc</w:t>
      </w:r>
      <w:r w:rsidRPr="007818BD">
        <w:t>i</w:t>
      </w:r>
      <w:r w:rsidRPr="007818BD">
        <w:t>pice</w:t>
      </w:r>
      <w:r w:rsidR="00E8465A">
        <w:t xml:space="preserve">, </w:t>
      </w:r>
      <w:r w:rsidRPr="007818BD">
        <w:t>Viola contempla le monde vivant et poétique qui se déro</w:t>
      </w:r>
      <w:r w:rsidRPr="007818BD">
        <w:t>u</w:t>
      </w:r>
      <w:r w:rsidRPr="007818BD">
        <w:t>lait à ses pieds</w:t>
      </w:r>
      <w:r w:rsidR="00E8465A">
        <w:t xml:space="preserve">, </w:t>
      </w:r>
      <w:r w:rsidRPr="007818BD">
        <w:t>et la morne vapeur du Vésuve fascinait plus e</w:t>
      </w:r>
      <w:r w:rsidRPr="007818BD">
        <w:t>n</w:t>
      </w:r>
      <w:r w:rsidRPr="007818BD">
        <w:t>core son regard que les jardins épars</w:t>
      </w:r>
      <w:r w:rsidR="00E8465A">
        <w:t xml:space="preserve">, </w:t>
      </w:r>
      <w:r w:rsidRPr="007818BD">
        <w:t>ou l</w:t>
      </w:r>
      <w:r w:rsidR="00E8465A">
        <w:t>’</w:t>
      </w:r>
      <w:r w:rsidRPr="007818BD">
        <w:t>éblouissante Caprée</w:t>
      </w:r>
      <w:r w:rsidR="00E8465A">
        <w:t xml:space="preserve">, </w:t>
      </w:r>
      <w:r w:rsidRPr="007818BD">
        <w:t>souriant au milieu du sourire de la mer</w:t>
      </w:r>
      <w:r w:rsidR="00E8465A">
        <w:t xml:space="preserve">. </w:t>
      </w:r>
      <w:r w:rsidRPr="007818BD">
        <w:t>Elle n</w:t>
      </w:r>
      <w:r w:rsidR="00E8465A">
        <w:t>’</w:t>
      </w:r>
      <w:r w:rsidRPr="007818BD">
        <w:t>entendit pas un pas qui avait suivi le sien</w:t>
      </w:r>
      <w:r w:rsidR="00E8465A">
        <w:t xml:space="preserve">, </w:t>
      </w:r>
      <w:r w:rsidRPr="007818BD">
        <w:t>et tressaillit en entendant une voix tout près d</w:t>
      </w:r>
      <w:r w:rsidR="00E8465A">
        <w:t>’</w:t>
      </w:r>
      <w:r w:rsidRPr="007818BD">
        <w:t>elle</w:t>
      </w:r>
      <w:r w:rsidR="00E8465A">
        <w:t xml:space="preserve">. </w:t>
      </w:r>
      <w:r w:rsidRPr="007818BD">
        <w:t>Le pe</w:t>
      </w:r>
      <w:r w:rsidRPr="007818BD">
        <w:t>r</w:t>
      </w:r>
      <w:r w:rsidRPr="007818BD">
        <w:t>sonnage qui se trouvait à ses côtés avait surgi si subitement du milieu des arbustes qui tapissaient les rochers</w:t>
      </w:r>
      <w:r w:rsidR="00E8465A">
        <w:t xml:space="preserve">, </w:t>
      </w:r>
      <w:r w:rsidRPr="007818BD">
        <w:t>et son aspect</w:t>
      </w:r>
      <w:r w:rsidR="00E8465A">
        <w:t xml:space="preserve">, </w:t>
      </w:r>
      <w:r w:rsidRPr="007818BD">
        <w:t>à la fois rude et difforme</w:t>
      </w:r>
      <w:r w:rsidR="00E8465A">
        <w:t xml:space="preserve">, </w:t>
      </w:r>
      <w:r w:rsidRPr="007818BD">
        <w:t>présentait une harmonie si singulière avec le caractère sauvage de la nature qui l</w:t>
      </w:r>
      <w:r w:rsidR="00E8465A">
        <w:t>’</w:t>
      </w:r>
      <w:r w:rsidRPr="007818BD">
        <w:t>environnait et les traditions mystérieuses qui se rattachaient à ce lieu</w:t>
      </w:r>
      <w:r w:rsidR="00E8465A">
        <w:t xml:space="preserve">, </w:t>
      </w:r>
      <w:r w:rsidRPr="007818BD">
        <w:t>qu</w:t>
      </w:r>
      <w:r w:rsidR="00E8465A">
        <w:t>’</w:t>
      </w:r>
      <w:r w:rsidRPr="007818BD">
        <w:t>elle pâlit et laissa échapper un cri de frayeur</w:t>
      </w:r>
      <w:r w:rsidR="00E8465A">
        <w:t>.</w:t>
      </w:r>
    </w:p>
    <w:p w14:paraId="3A788136" w14:textId="457F1CE7" w:rsidR="00E0544E" w:rsidRPr="007818BD" w:rsidRDefault="00E8465A" w:rsidP="00E0544E">
      <w:r>
        <w:t>« </w:t>
      </w:r>
      <w:r w:rsidR="00E0544E" w:rsidRPr="007818BD">
        <w:t>Allons</w:t>
      </w:r>
      <w:r>
        <w:t xml:space="preserve">, </w:t>
      </w:r>
      <w:r w:rsidR="00E0544E" w:rsidRPr="007818BD">
        <w:t>belle effarée</w:t>
      </w:r>
      <w:r>
        <w:t xml:space="preserve">, </w:t>
      </w:r>
      <w:r w:rsidR="00E0544E" w:rsidRPr="007818BD">
        <w:t>n</w:t>
      </w:r>
      <w:r>
        <w:t>’</w:t>
      </w:r>
      <w:r w:rsidR="00E0544E" w:rsidRPr="007818BD">
        <w:t>ayez pas peur de mon visage</w:t>
      </w:r>
      <w:r>
        <w:t xml:space="preserve">, </w:t>
      </w:r>
      <w:r w:rsidR="00E0544E" w:rsidRPr="007818BD">
        <w:t>dit l</w:t>
      </w:r>
      <w:r>
        <w:t>’</w:t>
      </w:r>
      <w:r w:rsidR="00E0544E" w:rsidRPr="007818BD">
        <w:t>homme avec un sourire amer</w:t>
      </w:r>
      <w:r>
        <w:t xml:space="preserve">. </w:t>
      </w:r>
      <w:r w:rsidR="00E0544E" w:rsidRPr="007818BD">
        <w:t>Après trois mois de mariage</w:t>
      </w:r>
      <w:r>
        <w:t xml:space="preserve">, </w:t>
      </w:r>
      <w:r w:rsidR="00E0544E" w:rsidRPr="007818BD">
        <w:t>il n</w:t>
      </w:r>
      <w:r>
        <w:t>’</w:t>
      </w:r>
      <w:r w:rsidR="00E0544E" w:rsidRPr="007818BD">
        <w:t>y a plus ni laideur ni beauté</w:t>
      </w:r>
      <w:r>
        <w:t xml:space="preserve">. </w:t>
      </w:r>
      <w:r w:rsidR="00E0544E" w:rsidRPr="007818BD">
        <w:t>Le niveau de l</w:t>
      </w:r>
      <w:r>
        <w:t>’</w:t>
      </w:r>
      <w:r w:rsidR="00E0544E" w:rsidRPr="007818BD">
        <w:t>habitude est bien puissant</w:t>
      </w:r>
      <w:r>
        <w:t xml:space="preserve">. </w:t>
      </w:r>
      <w:r w:rsidR="00E0544E" w:rsidRPr="007818BD">
        <w:t>Je me rendais chez vous quand je vous ai vue sortir</w:t>
      </w:r>
      <w:r>
        <w:t xml:space="preserve"> ; </w:t>
      </w:r>
      <w:r w:rsidR="00E0544E" w:rsidRPr="007818BD">
        <w:t>et comme j</w:t>
      </w:r>
      <w:r>
        <w:t>’</w:t>
      </w:r>
      <w:r w:rsidR="00E0544E" w:rsidRPr="007818BD">
        <w:t>ai à vous entretenir sur un sujet important</w:t>
      </w:r>
      <w:r>
        <w:t xml:space="preserve">, </w:t>
      </w:r>
      <w:r w:rsidR="00E0544E" w:rsidRPr="007818BD">
        <w:t>j</w:t>
      </w:r>
      <w:r>
        <w:t>’</w:t>
      </w:r>
      <w:r w:rsidR="00E0544E" w:rsidRPr="007818BD">
        <w:t>ai pris la liberté de vous suivre</w:t>
      </w:r>
      <w:r>
        <w:t xml:space="preserve">. </w:t>
      </w:r>
      <w:r w:rsidR="00E0544E" w:rsidRPr="007818BD">
        <w:t>Je m</w:t>
      </w:r>
      <w:r>
        <w:t>’</w:t>
      </w:r>
      <w:r w:rsidR="00E0544E" w:rsidRPr="007818BD">
        <w:t>appelle Jean Nicot</w:t>
      </w:r>
      <w:r>
        <w:t xml:space="preserve">, </w:t>
      </w:r>
      <w:r w:rsidR="00E0544E" w:rsidRPr="007818BD">
        <w:t>un nom déjà avantageusement connu dans les arts</w:t>
      </w:r>
      <w:r>
        <w:t xml:space="preserve">. </w:t>
      </w:r>
      <w:r w:rsidR="00E0544E" w:rsidRPr="007818BD">
        <w:t>La pei</w:t>
      </w:r>
      <w:r w:rsidR="00E0544E" w:rsidRPr="007818BD">
        <w:t>n</w:t>
      </w:r>
      <w:r w:rsidR="00E0544E" w:rsidRPr="007818BD">
        <w:t>ture et la musique sont sœurs</w:t>
      </w:r>
      <w:r>
        <w:t xml:space="preserve">, </w:t>
      </w:r>
      <w:r w:rsidR="00E0544E" w:rsidRPr="007818BD">
        <w:t>et la scène est un temple où toutes deux sont unies</w:t>
      </w:r>
      <w:r>
        <w:t>. »</w:t>
      </w:r>
    </w:p>
    <w:p w14:paraId="717581C8" w14:textId="77777777" w:rsidR="00E8465A" w:rsidRDefault="00E0544E" w:rsidP="00E0544E">
      <w:r w:rsidRPr="007818BD">
        <w:t>Il y avait dans le ton du nouveau venu quelque chose de franc et de dégagé qui tendait à dissiper la crainte que sa bru</w:t>
      </w:r>
      <w:r w:rsidRPr="007818BD">
        <w:t>s</w:t>
      </w:r>
      <w:r w:rsidRPr="007818BD">
        <w:t>que apparition avait d</w:t>
      </w:r>
      <w:r w:rsidR="00E8465A">
        <w:t>’</w:t>
      </w:r>
      <w:r w:rsidRPr="007818BD">
        <w:t>abord fait naître</w:t>
      </w:r>
      <w:r w:rsidR="00E8465A">
        <w:t xml:space="preserve">. </w:t>
      </w:r>
      <w:r w:rsidRPr="007818BD">
        <w:t>Tout en parlant</w:t>
      </w:r>
      <w:r w:rsidR="00E8465A">
        <w:t xml:space="preserve">, </w:t>
      </w:r>
      <w:r w:rsidRPr="007818BD">
        <w:t>il s</w:t>
      </w:r>
      <w:r w:rsidR="00E8465A">
        <w:t>’</w:t>
      </w:r>
      <w:r w:rsidRPr="007818BD">
        <w:t>assit sur une pierre auprès d</w:t>
      </w:r>
      <w:r w:rsidR="00E8465A">
        <w:t>’</w:t>
      </w:r>
      <w:r w:rsidRPr="007818BD">
        <w:t>elle</w:t>
      </w:r>
      <w:r w:rsidR="00E8465A">
        <w:t xml:space="preserve">, </w:t>
      </w:r>
      <w:r w:rsidRPr="007818BD">
        <w:t>la regarda fixement et cont</w:t>
      </w:r>
      <w:r w:rsidRPr="007818BD">
        <w:t>i</w:t>
      </w:r>
      <w:r w:rsidRPr="007818BD">
        <w:t>nua</w:t>
      </w:r>
      <w:r w:rsidR="00E8465A">
        <w:t> :</w:t>
      </w:r>
    </w:p>
    <w:p w14:paraId="2CB90BE9" w14:textId="525A68DB" w:rsidR="00E0544E" w:rsidRPr="007818BD" w:rsidRDefault="00E8465A" w:rsidP="00E0544E">
      <w:r>
        <w:lastRenderedPageBreak/>
        <w:t>« </w:t>
      </w:r>
      <w:r w:rsidR="00E0544E" w:rsidRPr="007818BD">
        <w:t>Vous êtes bien belle</w:t>
      </w:r>
      <w:r>
        <w:t xml:space="preserve">, </w:t>
      </w:r>
      <w:r w:rsidR="00E0544E" w:rsidRPr="007818BD">
        <w:t>Viola</w:t>
      </w:r>
      <w:r>
        <w:t xml:space="preserve">, </w:t>
      </w:r>
      <w:r w:rsidR="00E0544E" w:rsidRPr="007818BD">
        <w:t>et je ne m</w:t>
      </w:r>
      <w:r>
        <w:t>’</w:t>
      </w:r>
      <w:r w:rsidR="00E0544E" w:rsidRPr="007818BD">
        <w:t>étonne pas du nombre de vos admirateurs</w:t>
      </w:r>
      <w:r>
        <w:t xml:space="preserve">. </w:t>
      </w:r>
      <w:r w:rsidR="00E0544E" w:rsidRPr="007818BD">
        <w:t>Si j</w:t>
      </w:r>
      <w:r>
        <w:t>’</w:t>
      </w:r>
      <w:r w:rsidR="00E0544E" w:rsidRPr="007818BD">
        <w:t>ose me compter moi-même dans leurs rangs</w:t>
      </w:r>
      <w:r>
        <w:t xml:space="preserve">, </w:t>
      </w:r>
      <w:r w:rsidR="00E0544E" w:rsidRPr="007818BD">
        <w:t>c</w:t>
      </w:r>
      <w:r>
        <w:t>’</w:t>
      </w:r>
      <w:r w:rsidR="00E0544E" w:rsidRPr="007818BD">
        <w:t>est que je suis le seul qui vous aime honn</w:t>
      </w:r>
      <w:r w:rsidR="00E0544E" w:rsidRPr="007818BD">
        <w:t>ê</w:t>
      </w:r>
      <w:r w:rsidR="00E0544E" w:rsidRPr="007818BD">
        <w:t>tement</w:t>
      </w:r>
      <w:r>
        <w:t xml:space="preserve">, </w:t>
      </w:r>
      <w:r w:rsidR="00E0544E" w:rsidRPr="007818BD">
        <w:t>et qui cherche loyalement votre main</w:t>
      </w:r>
      <w:r>
        <w:t xml:space="preserve">. </w:t>
      </w:r>
      <w:r w:rsidR="00E0544E" w:rsidRPr="007818BD">
        <w:t>De grâce</w:t>
      </w:r>
      <w:r>
        <w:t xml:space="preserve">, </w:t>
      </w:r>
      <w:r w:rsidR="00E0544E" w:rsidRPr="007818BD">
        <w:t>ne vous indignez pas ainsi</w:t>
      </w:r>
      <w:r>
        <w:t xml:space="preserve">. </w:t>
      </w:r>
      <w:r w:rsidR="00E0544E" w:rsidRPr="007818BD">
        <w:t>Écoutez-moi</w:t>
      </w:r>
      <w:r>
        <w:t xml:space="preserve">. </w:t>
      </w:r>
      <w:r w:rsidR="00E0544E" w:rsidRPr="007818BD">
        <w:t>Le prince de</w:t>
      </w:r>
      <w:r>
        <w:t xml:space="preserve">… </w:t>
      </w:r>
      <w:r w:rsidR="00E0544E" w:rsidRPr="007818BD">
        <w:t>vous a-t-il j</w:t>
      </w:r>
      <w:r w:rsidR="00E0544E" w:rsidRPr="007818BD">
        <w:t>a</w:t>
      </w:r>
      <w:r w:rsidR="00E0544E" w:rsidRPr="007818BD">
        <w:t>mais parlé de mariage</w:t>
      </w:r>
      <w:r>
        <w:t xml:space="preserve"> ; </w:t>
      </w:r>
      <w:r w:rsidR="00E0544E" w:rsidRPr="007818BD">
        <w:t xml:space="preserve">ou le beau charlatan </w:t>
      </w:r>
      <w:proofErr w:type="spellStart"/>
      <w:r w:rsidR="00E0544E" w:rsidRPr="007818BD">
        <w:t>Zanoni</w:t>
      </w:r>
      <w:proofErr w:type="spellEnd"/>
      <w:r>
        <w:t xml:space="preserve"> ? </w:t>
      </w:r>
      <w:r w:rsidR="00E0544E" w:rsidRPr="007818BD">
        <w:t>ou ce je</w:t>
      </w:r>
      <w:r w:rsidR="00E0544E" w:rsidRPr="007818BD">
        <w:t>u</w:t>
      </w:r>
      <w:r w:rsidR="00E0544E" w:rsidRPr="007818BD">
        <w:t>ne Anglais aux yeux bleus</w:t>
      </w:r>
      <w:r>
        <w:t xml:space="preserve">, </w:t>
      </w:r>
      <w:r w:rsidR="00E0544E" w:rsidRPr="007818BD">
        <w:t xml:space="preserve">Clarence </w:t>
      </w:r>
      <w:proofErr w:type="spellStart"/>
      <w:r w:rsidR="00E0544E" w:rsidRPr="007818BD">
        <w:t>Glyndon</w:t>
      </w:r>
      <w:proofErr w:type="spellEnd"/>
      <w:r>
        <w:t xml:space="preserve"> ? </w:t>
      </w:r>
      <w:r w:rsidR="00E0544E" w:rsidRPr="007818BD">
        <w:t>C</w:t>
      </w:r>
      <w:r>
        <w:t>’</w:t>
      </w:r>
      <w:r w:rsidR="00E0544E" w:rsidRPr="007818BD">
        <w:t>est le mariage</w:t>
      </w:r>
      <w:r>
        <w:t xml:space="preserve">, </w:t>
      </w:r>
      <w:r w:rsidR="00E0544E" w:rsidRPr="007818BD">
        <w:t>c</w:t>
      </w:r>
      <w:r>
        <w:t>’</w:t>
      </w:r>
      <w:r w:rsidR="00E0544E" w:rsidRPr="007818BD">
        <w:t>est un asile</w:t>
      </w:r>
      <w:r>
        <w:t xml:space="preserve">, </w:t>
      </w:r>
      <w:r w:rsidR="00E0544E" w:rsidRPr="007818BD">
        <w:t>une protection</w:t>
      </w:r>
      <w:r>
        <w:t xml:space="preserve">, </w:t>
      </w:r>
      <w:r w:rsidR="00E0544E" w:rsidRPr="007818BD">
        <w:t>c</w:t>
      </w:r>
      <w:r>
        <w:t>’</w:t>
      </w:r>
      <w:r w:rsidR="00E0544E" w:rsidRPr="007818BD">
        <w:t>est l</w:t>
      </w:r>
      <w:r>
        <w:t>’</w:t>
      </w:r>
      <w:r w:rsidR="00E0544E" w:rsidRPr="007818BD">
        <w:t>honneur que je vous offre</w:t>
      </w:r>
      <w:r>
        <w:t xml:space="preserve">. </w:t>
      </w:r>
      <w:r w:rsidR="00E0544E" w:rsidRPr="007818BD">
        <w:t>Et ces biens durent quand les épaules les plus droites se sont voûtées</w:t>
      </w:r>
      <w:r>
        <w:t xml:space="preserve">, </w:t>
      </w:r>
      <w:r w:rsidR="00E0544E" w:rsidRPr="007818BD">
        <w:t>quand les yeux les plus bri</w:t>
      </w:r>
      <w:r w:rsidR="00E0544E" w:rsidRPr="007818BD">
        <w:t>l</w:t>
      </w:r>
      <w:r w:rsidR="00E0544E" w:rsidRPr="007818BD">
        <w:t>lants se sont obscurcis</w:t>
      </w:r>
      <w:r>
        <w:t xml:space="preserve">. </w:t>
      </w:r>
      <w:r w:rsidR="00E0544E" w:rsidRPr="007818BD">
        <w:t>Qu</w:t>
      </w:r>
      <w:r>
        <w:t>’</w:t>
      </w:r>
      <w:r w:rsidR="00E0544E" w:rsidRPr="007818BD">
        <w:t>en dites-vous</w:t>
      </w:r>
      <w:r>
        <w:t> ? »</w:t>
      </w:r>
    </w:p>
    <w:p w14:paraId="6D27E11D" w14:textId="77777777" w:rsidR="00E8465A" w:rsidRDefault="00E0544E" w:rsidP="00E0544E">
      <w:r w:rsidRPr="007818BD">
        <w:t>Il essaya de lui prendre la main</w:t>
      </w:r>
      <w:r w:rsidR="00E8465A">
        <w:t xml:space="preserve">. </w:t>
      </w:r>
      <w:r w:rsidRPr="007818BD">
        <w:t>Viola se recula indignée et se disposa à partir</w:t>
      </w:r>
      <w:r w:rsidR="00E8465A">
        <w:t xml:space="preserve">. </w:t>
      </w:r>
      <w:r w:rsidRPr="007818BD">
        <w:t>Le peintre se leva brusquement et lui barra le passage</w:t>
      </w:r>
      <w:r w:rsidR="00E8465A">
        <w:t>.</w:t>
      </w:r>
    </w:p>
    <w:p w14:paraId="7EC70293" w14:textId="4400C8E5" w:rsidR="00E0544E" w:rsidRPr="007818BD" w:rsidRDefault="00E8465A" w:rsidP="00E0544E">
      <w:r>
        <w:t>« </w:t>
      </w:r>
      <w:r w:rsidR="00E0544E" w:rsidRPr="007818BD">
        <w:t>Belle artiste</w:t>
      </w:r>
      <w:r>
        <w:t xml:space="preserve">, </w:t>
      </w:r>
      <w:r w:rsidR="00E0544E" w:rsidRPr="007818BD">
        <w:t>il faut m</w:t>
      </w:r>
      <w:r>
        <w:t>’</w:t>
      </w:r>
      <w:r w:rsidR="00E0544E" w:rsidRPr="007818BD">
        <w:t>écouter</w:t>
      </w:r>
      <w:r>
        <w:t xml:space="preserve">. </w:t>
      </w:r>
      <w:r w:rsidR="00E0544E" w:rsidRPr="007818BD">
        <w:t>Savez-vous ce que cette vie du théâtre est aux yeux du préjugé</w:t>
      </w:r>
      <w:r>
        <w:t xml:space="preserve">, </w:t>
      </w:r>
      <w:r w:rsidR="00E0544E" w:rsidRPr="007818BD">
        <w:t>c</w:t>
      </w:r>
      <w:r>
        <w:t>’</w:t>
      </w:r>
      <w:r w:rsidR="00E0544E" w:rsidRPr="007818BD">
        <w:t>est-à-dire dans l</w:t>
      </w:r>
      <w:r>
        <w:t>’</w:t>
      </w:r>
      <w:r w:rsidR="00E0544E" w:rsidRPr="007818BD">
        <w:t>opinion générale de l</w:t>
      </w:r>
      <w:r>
        <w:t>’</w:t>
      </w:r>
      <w:r w:rsidR="00E0544E" w:rsidRPr="007818BD">
        <w:t>humanité</w:t>
      </w:r>
      <w:r>
        <w:t xml:space="preserve"> ? </w:t>
      </w:r>
      <w:r w:rsidR="00E0544E" w:rsidRPr="007818BD">
        <w:t>C</w:t>
      </w:r>
      <w:r>
        <w:t>’</w:t>
      </w:r>
      <w:r w:rsidR="00E0544E" w:rsidRPr="007818BD">
        <w:t>est être reine devant la rampe et p</w:t>
      </w:r>
      <w:r w:rsidR="00E0544E" w:rsidRPr="007818BD">
        <w:t>a</w:t>
      </w:r>
      <w:r w:rsidR="00E0544E" w:rsidRPr="007818BD">
        <w:t>ria devant le soleil</w:t>
      </w:r>
      <w:r>
        <w:t xml:space="preserve">. </w:t>
      </w:r>
      <w:r w:rsidR="00E0544E" w:rsidRPr="007818BD">
        <w:t>Personne ne croit à votre vertu</w:t>
      </w:r>
      <w:r>
        <w:t xml:space="preserve">, </w:t>
      </w:r>
      <w:r w:rsidR="00E0544E" w:rsidRPr="007818BD">
        <w:t>personne n</w:t>
      </w:r>
      <w:r>
        <w:t>’</w:t>
      </w:r>
      <w:r w:rsidR="00E0544E" w:rsidRPr="007818BD">
        <w:t>a foi dans vos serments</w:t>
      </w:r>
      <w:r>
        <w:t xml:space="preserve"> ; </w:t>
      </w:r>
      <w:r w:rsidR="00E0544E" w:rsidRPr="007818BD">
        <w:t>vous êtes la marionnette qu</w:t>
      </w:r>
      <w:r>
        <w:t>’</w:t>
      </w:r>
      <w:r w:rsidR="00E0544E" w:rsidRPr="007818BD">
        <w:t>ils veulent bien parer d</w:t>
      </w:r>
      <w:r>
        <w:t>’</w:t>
      </w:r>
      <w:r w:rsidR="00E0544E" w:rsidRPr="007818BD">
        <w:t>oripeaux et de clinquant pour leur amusement</w:t>
      </w:r>
      <w:r>
        <w:t xml:space="preserve">, </w:t>
      </w:r>
      <w:r w:rsidR="00E0544E" w:rsidRPr="007818BD">
        <w:t>vous n</w:t>
      </w:r>
      <w:r>
        <w:t>’</w:t>
      </w:r>
      <w:r w:rsidR="00E0544E" w:rsidRPr="007818BD">
        <w:t>êtes pas l</w:t>
      </w:r>
      <w:r>
        <w:t>’</w:t>
      </w:r>
      <w:r w:rsidR="00E0544E" w:rsidRPr="007818BD">
        <w:t>idole de leur culte</w:t>
      </w:r>
      <w:r>
        <w:t xml:space="preserve">. </w:t>
      </w:r>
      <w:r w:rsidR="00E0544E" w:rsidRPr="007818BD">
        <w:t>Êtes-vous à ce point éprise de cette carrière</w:t>
      </w:r>
      <w:r>
        <w:t xml:space="preserve">, </w:t>
      </w:r>
      <w:r w:rsidR="00E0544E" w:rsidRPr="007818BD">
        <w:t>que vous dédaigniez même de songer au calme et à l</w:t>
      </w:r>
      <w:r>
        <w:t>’</w:t>
      </w:r>
      <w:r w:rsidR="00E0544E" w:rsidRPr="007818BD">
        <w:t>honneur</w:t>
      </w:r>
      <w:r>
        <w:t xml:space="preserve"> ? </w:t>
      </w:r>
      <w:r w:rsidR="00E0544E" w:rsidRPr="007818BD">
        <w:t>Peut-être êtes-vous différente de ce que vous paraissez</w:t>
      </w:r>
      <w:r>
        <w:t xml:space="preserve">. </w:t>
      </w:r>
      <w:r w:rsidR="00E0544E" w:rsidRPr="007818BD">
        <w:t>Peut-être souriez-vous au préjugé qui voudrait vous dégrader</w:t>
      </w:r>
      <w:r>
        <w:t xml:space="preserve">, </w:t>
      </w:r>
      <w:r w:rsidR="00E0544E" w:rsidRPr="007818BD">
        <w:t>et êtes-vous assez sage pour en vouloir tirer avantage</w:t>
      </w:r>
      <w:r>
        <w:t xml:space="preserve">. </w:t>
      </w:r>
      <w:r w:rsidR="00E0544E" w:rsidRPr="007818BD">
        <w:t>Parlez-moi sans crainte</w:t>
      </w:r>
      <w:r>
        <w:t xml:space="preserve">, </w:t>
      </w:r>
      <w:r w:rsidR="00E0544E" w:rsidRPr="007818BD">
        <w:t>je n</w:t>
      </w:r>
      <w:r>
        <w:t>’</w:t>
      </w:r>
      <w:r w:rsidR="00E0544E" w:rsidRPr="007818BD">
        <w:t>ai pas non plus de préjugés</w:t>
      </w:r>
      <w:r>
        <w:t xml:space="preserve">, </w:t>
      </w:r>
      <w:r w:rsidR="00E0544E" w:rsidRPr="007818BD">
        <w:t>belle Viola</w:t>
      </w:r>
      <w:r>
        <w:t xml:space="preserve"> ; </w:t>
      </w:r>
      <w:r w:rsidR="00E0544E" w:rsidRPr="007818BD">
        <w:t>je suis sûr que nous nous entendrions</w:t>
      </w:r>
      <w:r>
        <w:t xml:space="preserve">. </w:t>
      </w:r>
      <w:r w:rsidR="00E0544E" w:rsidRPr="007818BD">
        <w:t>Or</w:t>
      </w:r>
      <w:r>
        <w:t xml:space="preserve">, </w:t>
      </w:r>
      <w:r w:rsidR="00E0544E" w:rsidRPr="007818BD">
        <w:t>le prince de</w:t>
      </w:r>
      <w:r>
        <w:t xml:space="preserve">… </w:t>
      </w:r>
      <w:r w:rsidR="00E0544E" w:rsidRPr="007818BD">
        <w:t>m</w:t>
      </w:r>
      <w:r>
        <w:t>’</w:t>
      </w:r>
      <w:r w:rsidR="00E0544E" w:rsidRPr="007818BD">
        <w:t>a chargé d</w:t>
      </w:r>
      <w:r>
        <w:t>’</w:t>
      </w:r>
      <w:r w:rsidR="00E0544E" w:rsidRPr="007818BD">
        <w:t>un message pour vous</w:t>
      </w:r>
      <w:r>
        <w:t xml:space="preserve"> ; </w:t>
      </w:r>
      <w:r w:rsidR="00E0544E" w:rsidRPr="007818BD">
        <w:t>faut-il que je m</w:t>
      </w:r>
      <w:r>
        <w:t>’</w:t>
      </w:r>
      <w:r w:rsidR="00E0544E" w:rsidRPr="007818BD">
        <w:t>en acqui</w:t>
      </w:r>
      <w:r w:rsidR="00E0544E" w:rsidRPr="007818BD">
        <w:t>t</w:t>
      </w:r>
      <w:r w:rsidR="00E0544E" w:rsidRPr="007818BD">
        <w:t>te</w:t>
      </w:r>
      <w:r>
        <w:t> ? »</w:t>
      </w:r>
    </w:p>
    <w:p w14:paraId="33BAB265" w14:textId="6B4A35EB" w:rsidR="00E0544E" w:rsidRPr="007818BD" w:rsidRDefault="00E0544E" w:rsidP="00E0544E">
      <w:r w:rsidRPr="007818BD">
        <w:t>Jamais Viola n</w:t>
      </w:r>
      <w:r w:rsidR="00E8465A">
        <w:t>’</w:t>
      </w:r>
      <w:r w:rsidRPr="007818BD">
        <w:t>avait senti ce qu</w:t>
      </w:r>
      <w:r w:rsidR="00E8465A">
        <w:t>’</w:t>
      </w:r>
      <w:r w:rsidRPr="007818BD">
        <w:t>elle éprouvait alors</w:t>
      </w:r>
      <w:r w:rsidR="00E8465A">
        <w:t xml:space="preserve">, </w:t>
      </w:r>
      <w:r w:rsidRPr="007818BD">
        <w:t>jamais elle n</w:t>
      </w:r>
      <w:r w:rsidR="00E8465A">
        <w:t>’</w:t>
      </w:r>
      <w:r w:rsidRPr="007818BD">
        <w:t>avait vu si cla</w:t>
      </w:r>
      <w:r w:rsidRPr="007818BD">
        <w:t>i</w:t>
      </w:r>
      <w:r w:rsidRPr="007818BD">
        <w:t xml:space="preserve">rement tous les périls de son </w:t>
      </w:r>
      <w:r w:rsidRPr="007818BD">
        <w:lastRenderedPageBreak/>
        <w:t>isolement et de sa célébrité dangereuse</w:t>
      </w:r>
      <w:r w:rsidR="00E8465A">
        <w:t xml:space="preserve">. </w:t>
      </w:r>
      <w:r w:rsidRPr="007818BD">
        <w:t>Nicot poursu</w:t>
      </w:r>
      <w:r w:rsidRPr="007818BD">
        <w:t>i</w:t>
      </w:r>
      <w:r w:rsidRPr="007818BD">
        <w:t>vit</w:t>
      </w:r>
      <w:r w:rsidR="00E8465A">
        <w:t> : « </w:t>
      </w:r>
      <w:proofErr w:type="spellStart"/>
      <w:r w:rsidRPr="007818BD">
        <w:t>Zanoni</w:t>
      </w:r>
      <w:proofErr w:type="spellEnd"/>
      <w:r w:rsidRPr="007818BD">
        <w:t xml:space="preserve"> ne veut que s</w:t>
      </w:r>
      <w:r w:rsidR="00E8465A">
        <w:t>’</w:t>
      </w:r>
      <w:r w:rsidRPr="007818BD">
        <w:t>amuser de votre vanité</w:t>
      </w:r>
      <w:r w:rsidR="00E8465A">
        <w:t xml:space="preserve"> ; </w:t>
      </w:r>
      <w:proofErr w:type="spellStart"/>
      <w:r w:rsidRPr="007818BD">
        <w:t>Glyndon</w:t>
      </w:r>
      <w:proofErr w:type="spellEnd"/>
      <w:r w:rsidRPr="007818BD">
        <w:t xml:space="preserve"> se mépriserait s</w:t>
      </w:r>
      <w:r w:rsidR="00E8465A">
        <w:t>’</w:t>
      </w:r>
      <w:r w:rsidRPr="007818BD">
        <w:t>il vous o</w:t>
      </w:r>
      <w:r w:rsidRPr="007818BD">
        <w:t>f</w:t>
      </w:r>
      <w:r w:rsidRPr="007818BD">
        <w:t>frait son nom</w:t>
      </w:r>
      <w:r w:rsidR="00E8465A">
        <w:t xml:space="preserve">, </w:t>
      </w:r>
      <w:r w:rsidRPr="007818BD">
        <w:t>et vous mépriserait si vous l</w:t>
      </w:r>
      <w:r w:rsidR="00E8465A">
        <w:t>’</w:t>
      </w:r>
      <w:r w:rsidRPr="007818BD">
        <w:t>acceptiez</w:t>
      </w:r>
      <w:r w:rsidR="00E8465A">
        <w:t xml:space="preserve"> ; </w:t>
      </w:r>
      <w:r w:rsidRPr="007818BD">
        <w:t>mais le prince de</w:t>
      </w:r>
      <w:r w:rsidR="00E8465A">
        <w:t xml:space="preserve">… </w:t>
      </w:r>
      <w:r w:rsidRPr="007818BD">
        <w:t>est s</w:t>
      </w:r>
      <w:r w:rsidRPr="007818BD">
        <w:t>é</w:t>
      </w:r>
      <w:r w:rsidRPr="007818BD">
        <w:t>rieux</w:t>
      </w:r>
      <w:r w:rsidR="00E8465A">
        <w:t xml:space="preserve">, </w:t>
      </w:r>
      <w:r w:rsidRPr="007818BD">
        <w:t>lui</w:t>
      </w:r>
      <w:r w:rsidR="00E8465A">
        <w:t xml:space="preserve">, </w:t>
      </w:r>
      <w:r w:rsidRPr="007818BD">
        <w:t>et il est riche</w:t>
      </w:r>
      <w:r w:rsidR="00E8465A">
        <w:t xml:space="preserve">. </w:t>
      </w:r>
      <w:r w:rsidRPr="007818BD">
        <w:t>Écoutez</w:t>
      </w:r>
      <w:r w:rsidR="00E8465A">
        <w:t> ! »</w:t>
      </w:r>
    </w:p>
    <w:p w14:paraId="0793E9C1" w14:textId="77777777" w:rsidR="00E8465A" w:rsidRDefault="00E0544E" w:rsidP="00E0544E">
      <w:r w:rsidRPr="007818BD">
        <w:t>Nicot approcha sa bouche de l</w:t>
      </w:r>
      <w:r w:rsidR="00E8465A">
        <w:t>’</w:t>
      </w:r>
      <w:r w:rsidRPr="007818BD">
        <w:t>oreille de Viola</w:t>
      </w:r>
      <w:r w:rsidR="00E8465A">
        <w:t xml:space="preserve">, </w:t>
      </w:r>
      <w:r w:rsidRPr="007818BD">
        <w:t>et sa langue de vipère commença une phrase qu</w:t>
      </w:r>
      <w:r w:rsidR="00E8465A">
        <w:t>’</w:t>
      </w:r>
      <w:r w:rsidRPr="007818BD">
        <w:t>elle ne lui laissa pas ach</w:t>
      </w:r>
      <w:r w:rsidRPr="007818BD">
        <w:t>e</w:t>
      </w:r>
      <w:r w:rsidRPr="007818BD">
        <w:t>ver</w:t>
      </w:r>
      <w:r w:rsidR="00E8465A">
        <w:t xml:space="preserve">. </w:t>
      </w:r>
      <w:r w:rsidRPr="007818BD">
        <w:t>Elle bondit loin de lui</w:t>
      </w:r>
      <w:r w:rsidR="00E8465A">
        <w:t xml:space="preserve">, </w:t>
      </w:r>
      <w:r w:rsidRPr="007818BD">
        <w:t>avec un éclair d</w:t>
      </w:r>
      <w:r w:rsidR="00E8465A">
        <w:t>’</w:t>
      </w:r>
      <w:r w:rsidRPr="007818BD">
        <w:t>inexprimable dédain dans les yeux</w:t>
      </w:r>
      <w:r w:rsidR="00E8465A">
        <w:t xml:space="preserve">. </w:t>
      </w:r>
      <w:r w:rsidRPr="007818BD">
        <w:t>Il chercha à lui ressaisir le bras</w:t>
      </w:r>
      <w:r w:rsidR="00E8465A">
        <w:t xml:space="preserve">, </w:t>
      </w:r>
      <w:r w:rsidRPr="007818BD">
        <w:t>son pied lui manqua</w:t>
      </w:r>
      <w:r w:rsidR="00E8465A">
        <w:t xml:space="preserve">, </w:t>
      </w:r>
      <w:r w:rsidRPr="007818BD">
        <w:t>il tomba</w:t>
      </w:r>
      <w:r w:rsidR="00E8465A">
        <w:t xml:space="preserve">, </w:t>
      </w:r>
      <w:r w:rsidRPr="007818BD">
        <w:t>fut précipité du haut du rocher</w:t>
      </w:r>
      <w:r w:rsidR="00E8465A">
        <w:t xml:space="preserve">, </w:t>
      </w:r>
      <w:r w:rsidRPr="007818BD">
        <w:t>et roula meurtri et lacéré</w:t>
      </w:r>
      <w:r w:rsidR="00E8465A">
        <w:t xml:space="preserve">, </w:t>
      </w:r>
      <w:r w:rsidRPr="007818BD">
        <w:t>jusqu</w:t>
      </w:r>
      <w:r w:rsidR="00E8465A">
        <w:t>’</w:t>
      </w:r>
      <w:r w:rsidRPr="007818BD">
        <w:t>à ce qu</w:t>
      </w:r>
      <w:r w:rsidR="00E8465A">
        <w:t>’</w:t>
      </w:r>
      <w:r w:rsidRPr="007818BD">
        <w:t>une branche de pin l</w:t>
      </w:r>
      <w:r w:rsidR="00E8465A">
        <w:t>’</w:t>
      </w:r>
      <w:proofErr w:type="spellStart"/>
      <w:r w:rsidRPr="007818BD">
        <w:t>arrêta</w:t>
      </w:r>
      <w:proofErr w:type="spellEnd"/>
      <w:r w:rsidRPr="007818BD">
        <w:t xml:space="preserve"> su</w:t>
      </w:r>
      <w:r w:rsidRPr="007818BD">
        <w:t>s</w:t>
      </w:r>
      <w:r w:rsidRPr="007818BD">
        <w:t>pendu au-dessus de l</w:t>
      </w:r>
      <w:r w:rsidR="00E8465A">
        <w:t>’</w:t>
      </w:r>
      <w:r w:rsidRPr="007818BD">
        <w:t>abîme béant</w:t>
      </w:r>
      <w:r w:rsidR="00E8465A">
        <w:t xml:space="preserve">. </w:t>
      </w:r>
      <w:r w:rsidRPr="007818BD">
        <w:t>Elle entendit son cri de rage et de douleur</w:t>
      </w:r>
      <w:r w:rsidR="00E8465A">
        <w:t xml:space="preserve">, </w:t>
      </w:r>
      <w:r w:rsidRPr="007818BD">
        <w:t>descendit d</w:t>
      </w:r>
      <w:r w:rsidR="00E8465A">
        <w:t>’</w:t>
      </w:r>
      <w:r w:rsidRPr="007818BD">
        <w:t>un seul élan le sentier sans jeter un regard derrière elle</w:t>
      </w:r>
      <w:r w:rsidR="00E8465A">
        <w:t xml:space="preserve">, </w:t>
      </w:r>
      <w:r w:rsidRPr="007818BD">
        <w:t>et regagna</w:t>
      </w:r>
      <w:r w:rsidR="00E8465A">
        <w:t xml:space="preserve">, </w:t>
      </w:r>
      <w:r w:rsidRPr="007818BD">
        <w:t>sa maison</w:t>
      </w:r>
      <w:r w:rsidR="00E8465A">
        <w:t xml:space="preserve">. </w:t>
      </w:r>
      <w:r w:rsidRPr="007818BD">
        <w:t>À l</w:t>
      </w:r>
      <w:r w:rsidR="00E8465A">
        <w:t>’</w:t>
      </w:r>
      <w:r w:rsidRPr="007818BD">
        <w:t xml:space="preserve">entrée se trouvait </w:t>
      </w:r>
      <w:proofErr w:type="spellStart"/>
      <w:r w:rsidRPr="007818BD">
        <w:t>Glyndon</w:t>
      </w:r>
      <w:proofErr w:type="spellEnd"/>
      <w:r w:rsidR="00E8465A">
        <w:t xml:space="preserve">, </w:t>
      </w:r>
      <w:r w:rsidRPr="007818BD">
        <w:t>s</w:t>
      </w:r>
      <w:r w:rsidR="00E8465A">
        <w:t>’</w:t>
      </w:r>
      <w:r w:rsidRPr="007818BD">
        <w:t xml:space="preserve">entretenant avec </w:t>
      </w:r>
      <w:proofErr w:type="spellStart"/>
      <w:r w:rsidRPr="007818BD">
        <w:t>Gionetta</w:t>
      </w:r>
      <w:proofErr w:type="spellEnd"/>
      <w:r w:rsidR="00E8465A">
        <w:t xml:space="preserve">. </w:t>
      </w:r>
      <w:r w:rsidRPr="007818BD">
        <w:t>Elle passa rapidement auprès de lui</w:t>
      </w:r>
      <w:r w:rsidR="00E8465A">
        <w:t xml:space="preserve">, </w:t>
      </w:r>
      <w:r w:rsidRPr="007818BD">
        <w:t>pénétra dans la maison</w:t>
      </w:r>
      <w:r w:rsidR="00E8465A">
        <w:t xml:space="preserve">, </w:t>
      </w:r>
      <w:r w:rsidRPr="007818BD">
        <w:t>et s</w:t>
      </w:r>
      <w:r w:rsidR="00E8465A">
        <w:t>’</w:t>
      </w:r>
      <w:r w:rsidRPr="007818BD">
        <w:t>affaissa sur le sol</w:t>
      </w:r>
      <w:r w:rsidR="00E8465A">
        <w:t xml:space="preserve">, </w:t>
      </w:r>
      <w:r w:rsidRPr="007818BD">
        <w:t>en pleurant et sanglotant</w:t>
      </w:r>
      <w:r w:rsidR="00E8465A">
        <w:t>.</w:t>
      </w:r>
    </w:p>
    <w:p w14:paraId="236ACD62" w14:textId="77777777" w:rsidR="00E8465A" w:rsidRDefault="00E0544E" w:rsidP="00E0544E">
      <w:proofErr w:type="spellStart"/>
      <w:r w:rsidRPr="007818BD">
        <w:t>Glyndon</w:t>
      </w:r>
      <w:proofErr w:type="spellEnd"/>
      <w:r w:rsidR="00E8465A">
        <w:t xml:space="preserve">, </w:t>
      </w:r>
      <w:r w:rsidRPr="007818BD">
        <w:t>qui l</w:t>
      </w:r>
      <w:r w:rsidR="00E8465A">
        <w:t>’</w:t>
      </w:r>
      <w:r w:rsidRPr="007818BD">
        <w:t>avait suivie</w:t>
      </w:r>
      <w:r w:rsidR="00E8465A">
        <w:t xml:space="preserve">, </w:t>
      </w:r>
      <w:r w:rsidRPr="007818BD">
        <w:t>chercha en vain à la calmer</w:t>
      </w:r>
      <w:r w:rsidR="00E8465A">
        <w:t xml:space="preserve">. </w:t>
      </w:r>
      <w:r w:rsidRPr="007818BD">
        <w:t>Elle ne voulut point répondre à ses questions</w:t>
      </w:r>
      <w:r w:rsidR="00E8465A">
        <w:t xml:space="preserve">, </w:t>
      </w:r>
      <w:r w:rsidRPr="007818BD">
        <w:t>elle ne semblait pas entendre ses protestations d</w:t>
      </w:r>
      <w:r w:rsidR="00E8465A">
        <w:t>’</w:t>
      </w:r>
      <w:r w:rsidRPr="007818BD">
        <w:t>amour</w:t>
      </w:r>
      <w:r w:rsidR="00E8465A">
        <w:t xml:space="preserve">… </w:t>
      </w:r>
      <w:r w:rsidRPr="007818BD">
        <w:t>mais tout à coup la pei</w:t>
      </w:r>
      <w:r w:rsidRPr="007818BD">
        <w:t>n</w:t>
      </w:r>
      <w:r w:rsidRPr="007818BD">
        <w:t>ture que Nicot lui avait faite du jugement du monde sur cette carrière</w:t>
      </w:r>
      <w:r w:rsidR="00E8465A">
        <w:t xml:space="preserve">, </w:t>
      </w:r>
      <w:r w:rsidRPr="007818BD">
        <w:t>qui</w:t>
      </w:r>
      <w:r w:rsidR="00E8465A">
        <w:t xml:space="preserve">, </w:t>
      </w:r>
      <w:r w:rsidRPr="007818BD">
        <w:t>à son âme jeune et enthousiaste</w:t>
      </w:r>
      <w:r w:rsidR="00E8465A">
        <w:t xml:space="preserve">, </w:t>
      </w:r>
      <w:r w:rsidRPr="007818BD">
        <w:t>avait paru comme le sacerdoce de l</w:t>
      </w:r>
      <w:r w:rsidR="00E8465A">
        <w:t>’</w:t>
      </w:r>
      <w:r w:rsidRPr="007818BD">
        <w:t>harmonie et du beau</w:t>
      </w:r>
      <w:r w:rsidR="00E8465A">
        <w:t xml:space="preserve">, </w:t>
      </w:r>
      <w:r w:rsidRPr="007818BD">
        <w:t>cette peinture terrible se représenta avec plus de force à sa pensée</w:t>
      </w:r>
      <w:r w:rsidR="00E8465A">
        <w:t xml:space="preserve"> ; </w:t>
      </w:r>
      <w:r w:rsidRPr="007818BD">
        <w:t>elle leva son visage enseveli dans ses mains</w:t>
      </w:r>
      <w:r w:rsidR="00E8465A">
        <w:t xml:space="preserve">, </w:t>
      </w:r>
      <w:r w:rsidRPr="007818BD">
        <w:t>et regardant fixement l</w:t>
      </w:r>
      <w:r w:rsidR="00E8465A">
        <w:t>’</w:t>
      </w:r>
      <w:r w:rsidRPr="007818BD">
        <w:t>Anglais</w:t>
      </w:r>
      <w:r w:rsidR="00E8465A">
        <w:t xml:space="preserve">, </w:t>
      </w:r>
      <w:r w:rsidRPr="007818BD">
        <w:t>dit</w:t>
      </w:r>
      <w:r w:rsidR="00E8465A">
        <w:t> :</w:t>
      </w:r>
    </w:p>
    <w:p w14:paraId="23D3EFCE" w14:textId="77777777" w:rsidR="00E8465A" w:rsidRDefault="00E8465A" w:rsidP="00E0544E">
      <w:r>
        <w:t>« </w:t>
      </w:r>
      <w:r w:rsidR="00E0544E" w:rsidRPr="007818BD">
        <w:t>Perfide</w:t>
      </w:r>
      <w:r>
        <w:t xml:space="preserve"> ! </w:t>
      </w:r>
      <w:r w:rsidR="00E0544E" w:rsidRPr="007818BD">
        <w:t>oses-tu me parler d</w:t>
      </w:r>
      <w:r>
        <w:t>’</w:t>
      </w:r>
      <w:r w:rsidR="00E0544E" w:rsidRPr="007818BD">
        <w:t>amour</w:t>
      </w:r>
      <w:r>
        <w:t> !</w:t>
      </w:r>
    </w:p>
    <w:p w14:paraId="5E4F7EC1" w14:textId="77777777" w:rsidR="00E8465A" w:rsidRDefault="00E8465A" w:rsidP="00E0544E">
      <w:r>
        <w:t>— </w:t>
      </w:r>
      <w:r w:rsidR="00E0544E" w:rsidRPr="007818BD">
        <w:t>Sur mon honneur</w:t>
      </w:r>
      <w:r>
        <w:t xml:space="preserve">, </w:t>
      </w:r>
      <w:r w:rsidR="00E0544E" w:rsidRPr="007818BD">
        <w:t>les mots me manquent pour vous dire comme je vous aime</w:t>
      </w:r>
      <w:r>
        <w:t>.</w:t>
      </w:r>
    </w:p>
    <w:p w14:paraId="70B1F77E" w14:textId="14A3786C" w:rsidR="00E0544E" w:rsidRPr="007818BD" w:rsidRDefault="00E8465A" w:rsidP="00E0544E">
      <w:r>
        <w:lastRenderedPageBreak/>
        <w:t>— </w:t>
      </w:r>
      <w:r w:rsidR="00E0544E" w:rsidRPr="007818BD">
        <w:t>Me donneras-tu ton foyer</w:t>
      </w:r>
      <w:r>
        <w:t xml:space="preserve">, </w:t>
      </w:r>
      <w:r w:rsidR="00E0544E" w:rsidRPr="007818BD">
        <w:t>ton nom</w:t>
      </w:r>
      <w:r>
        <w:t xml:space="preserve"> ? </w:t>
      </w:r>
      <w:r w:rsidR="00E0544E" w:rsidRPr="007818BD">
        <w:t>Me prendras-tu pour femme</w:t>
      </w:r>
      <w:r>
        <w:t> ? »</w:t>
      </w:r>
    </w:p>
    <w:p w14:paraId="6E7899DE" w14:textId="77777777" w:rsidR="00E8465A" w:rsidRDefault="00E0544E" w:rsidP="00E0544E">
      <w:r w:rsidRPr="007818BD">
        <w:t>Si</w:t>
      </w:r>
      <w:r w:rsidR="00E8465A">
        <w:t xml:space="preserve">, </w:t>
      </w:r>
      <w:r w:rsidRPr="007818BD">
        <w:t>en ce moment</w:t>
      </w:r>
      <w:r w:rsidR="00E8465A">
        <w:t xml:space="preserve">, </w:t>
      </w:r>
      <w:proofErr w:type="spellStart"/>
      <w:r w:rsidRPr="007818BD">
        <w:t>Glyndon</w:t>
      </w:r>
      <w:proofErr w:type="spellEnd"/>
      <w:r w:rsidRPr="007818BD">
        <w:t xml:space="preserve"> eût répondu comme le lui conseillait son bon ange</w:t>
      </w:r>
      <w:r w:rsidR="00E8465A">
        <w:t xml:space="preserve">, </w:t>
      </w:r>
      <w:r w:rsidRPr="007818BD">
        <w:t>peut-être que</w:t>
      </w:r>
      <w:r w:rsidR="00E8465A">
        <w:t xml:space="preserve">, </w:t>
      </w:r>
      <w:r w:rsidRPr="007818BD">
        <w:t>dans cette révolution que les paroles de Nicot avaient opérée dans son âme</w:t>
      </w:r>
      <w:r w:rsidR="00E8465A">
        <w:t xml:space="preserve">, </w:t>
      </w:r>
      <w:r w:rsidRPr="007818BD">
        <w:t>qui la fa</w:t>
      </w:r>
      <w:r w:rsidRPr="007818BD">
        <w:t>i</w:t>
      </w:r>
      <w:r w:rsidRPr="007818BD">
        <w:t>saient se mépriser elle-même</w:t>
      </w:r>
      <w:r w:rsidR="00E8465A">
        <w:t xml:space="preserve">, </w:t>
      </w:r>
      <w:r w:rsidRPr="007818BD">
        <w:t>désespérer de l</w:t>
      </w:r>
      <w:r w:rsidR="00E8465A">
        <w:t>’</w:t>
      </w:r>
      <w:r w:rsidRPr="007818BD">
        <w:t>avenir et douter de tout l</w:t>
      </w:r>
      <w:r w:rsidR="00E8465A">
        <w:t>’</w:t>
      </w:r>
      <w:r w:rsidRPr="007818BD">
        <w:t>idéal de ses rêves</w:t>
      </w:r>
      <w:r w:rsidR="00E8465A">
        <w:t xml:space="preserve">, </w:t>
      </w:r>
      <w:r w:rsidRPr="007818BD">
        <w:t>peut-être</w:t>
      </w:r>
      <w:r w:rsidR="00E8465A">
        <w:t xml:space="preserve">, </w:t>
      </w:r>
      <w:r w:rsidRPr="007818BD">
        <w:t>dis-je</w:t>
      </w:r>
      <w:r w:rsidR="00E8465A">
        <w:t xml:space="preserve">, </w:t>
      </w:r>
      <w:r w:rsidRPr="007818BD">
        <w:t>en lui rendant l</w:t>
      </w:r>
      <w:r w:rsidR="00E8465A">
        <w:t>’</w:t>
      </w:r>
      <w:r w:rsidRPr="007818BD">
        <w:t>estime d</w:t>
      </w:r>
      <w:r w:rsidR="00E8465A">
        <w:t>’</w:t>
      </w:r>
      <w:r w:rsidRPr="007818BD">
        <w:t>elle-même</w:t>
      </w:r>
      <w:r w:rsidR="00E8465A">
        <w:t xml:space="preserve">, </w:t>
      </w:r>
      <w:r w:rsidRPr="007818BD">
        <w:t>eût-il gagné sa confiance et conquis son amour</w:t>
      </w:r>
      <w:r w:rsidR="00E8465A">
        <w:t xml:space="preserve">. </w:t>
      </w:r>
      <w:r w:rsidRPr="007818BD">
        <w:t>Mais</w:t>
      </w:r>
      <w:r w:rsidR="00E8465A">
        <w:t xml:space="preserve">, </w:t>
      </w:r>
      <w:r w:rsidRPr="007818BD">
        <w:t>à cette brusque question</w:t>
      </w:r>
      <w:r w:rsidR="00E8465A">
        <w:t xml:space="preserve">, </w:t>
      </w:r>
      <w:r w:rsidRPr="007818BD">
        <w:t>contre toutes les inspir</w:t>
      </w:r>
      <w:r w:rsidRPr="007818BD">
        <w:t>a</w:t>
      </w:r>
      <w:r w:rsidRPr="007818BD">
        <w:t>tions de ses instincts les plus élevés se dressèrent tout à coup ces soupçons</w:t>
      </w:r>
      <w:r w:rsidR="00E8465A">
        <w:t xml:space="preserve">, </w:t>
      </w:r>
      <w:r w:rsidRPr="007818BD">
        <w:t>ces hésitations qui</w:t>
      </w:r>
      <w:r w:rsidR="00E8465A">
        <w:t xml:space="preserve">, </w:t>
      </w:r>
      <w:r w:rsidRPr="007818BD">
        <w:t>comme l</w:t>
      </w:r>
      <w:r w:rsidR="00E8465A">
        <w:t>’</w:t>
      </w:r>
      <w:r w:rsidRPr="007818BD">
        <w:t xml:space="preserve">avait si bien dit </w:t>
      </w:r>
      <w:proofErr w:type="spellStart"/>
      <w:r w:rsidRPr="007818BD">
        <w:t>Z</w:t>
      </w:r>
      <w:r w:rsidRPr="007818BD">
        <w:t>a</w:t>
      </w:r>
      <w:r w:rsidRPr="007818BD">
        <w:t>noni</w:t>
      </w:r>
      <w:proofErr w:type="spellEnd"/>
      <w:r w:rsidR="00E8465A">
        <w:t xml:space="preserve">, </w:t>
      </w:r>
      <w:r w:rsidRPr="007818BD">
        <w:t>étaient les ennemis de son âme</w:t>
      </w:r>
      <w:r w:rsidR="00E8465A">
        <w:t xml:space="preserve">. </w:t>
      </w:r>
      <w:r w:rsidRPr="007818BD">
        <w:t>Se laisserait-il ainsi pre</w:t>
      </w:r>
      <w:r w:rsidRPr="007818BD">
        <w:t>n</w:t>
      </w:r>
      <w:r w:rsidRPr="007818BD">
        <w:t>dre dans un piège dressé à sa crédulité par l</w:t>
      </w:r>
      <w:r w:rsidR="00E8465A">
        <w:t>’</w:t>
      </w:r>
      <w:r w:rsidRPr="007818BD">
        <w:t>intrigue</w:t>
      </w:r>
      <w:r w:rsidR="00E8465A">
        <w:t xml:space="preserve"> ? </w:t>
      </w:r>
      <w:r w:rsidRPr="007818BD">
        <w:t>N</w:t>
      </w:r>
      <w:r w:rsidR="00E8465A">
        <w:t>’</w:t>
      </w:r>
      <w:r w:rsidRPr="007818BD">
        <w:t>avait-elle pas ordre de saisir le moment propice pour lui arracher un aveu dont il ne po</w:t>
      </w:r>
      <w:r w:rsidRPr="007818BD">
        <w:t>u</w:t>
      </w:r>
      <w:r w:rsidRPr="007818BD">
        <w:t>vait que se repentir à l</w:t>
      </w:r>
      <w:r w:rsidR="00E8465A">
        <w:t>’</w:t>
      </w:r>
      <w:r w:rsidRPr="007818BD">
        <w:t>heure prudente mais tardive de la réflexion</w:t>
      </w:r>
      <w:r w:rsidR="00E8465A">
        <w:t xml:space="preserve"> ? </w:t>
      </w:r>
      <w:r w:rsidRPr="007818BD">
        <w:t>N</w:t>
      </w:r>
      <w:r w:rsidR="00E8465A">
        <w:t>’</w:t>
      </w:r>
      <w:r w:rsidRPr="007818BD">
        <w:t>était-ce pas un rôle étudié d</w:t>
      </w:r>
      <w:r w:rsidR="00E8465A">
        <w:t>’</w:t>
      </w:r>
      <w:r w:rsidRPr="007818BD">
        <w:t>avance que jouait la grande actrice</w:t>
      </w:r>
      <w:r w:rsidR="00E8465A">
        <w:t xml:space="preserve"> ? </w:t>
      </w:r>
      <w:r w:rsidRPr="007818BD">
        <w:t>Il se retourna pendant que s</w:t>
      </w:r>
      <w:r w:rsidR="00E8465A">
        <w:t>’</w:t>
      </w:r>
      <w:r w:rsidRPr="007818BD">
        <w:t>agitaient en lui ces pensées</w:t>
      </w:r>
      <w:r w:rsidR="00E8465A">
        <w:t xml:space="preserve">, </w:t>
      </w:r>
      <w:r w:rsidRPr="007818BD">
        <w:t>filles du monde</w:t>
      </w:r>
      <w:r w:rsidR="00E8465A">
        <w:t xml:space="preserve">, </w:t>
      </w:r>
      <w:r w:rsidRPr="007818BD">
        <w:t>car il crut littér</w:t>
      </w:r>
      <w:r w:rsidRPr="007818BD">
        <w:t>a</w:t>
      </w:r>
      <w:r w:rsidRPr="007818BD">
        <w:t xml:space="preserve">lement entendre au dehors le rire moqueur de </w:t>
      </w:r>
      <w:proofErr w:type="spellStart"/>
      <w:r w:rsidRPr="007818BD">
        <w:t>Mervale</w:t>
      </w:r>
      <w:proofErr w:type="spellEnd"/>
      <w:r w:rsidR="00E8465A">
        <w:t xml:space="preserve">. </w:t>
      </w:r>
      <w:r w:rsidRPr="007818BD">
        <w:t>Et il ne se trompait pas</w:t>
      </w:r>
      <w:r w:rsidR="00E8465A">
        <w:t xml:space="preserve">. </w:t>
      </w:r>
      <w:proofErr w:type="spellStart"/>
      <w:r w:rsidRPr="007818BD">
        <w:t>Mervale</w:t>
      </w:r>
      <w:proofErr w:type="spellEnd"/>
      <w:r w:rsidRPr="007818BD">
        <w:t xml:space="preserve"> passait devant la porte</w:t>
      </w:r>
      <w:r w:rsidR="00E8465A">
        <w:t xml:space="preserve">, </w:t>
      </w:r>
      <w:r w:rsidRPr="007818BD">
        <w:t xml:space="preserve">et </w:t>
      </w:r>
      <w:proofErr w:type="spellStart"/>
      <w:r w:rsidRPr="007818BD">
        <w:t>Gionetta</w:t>
      </w:r>
      <w:proofErr w:type="spellEnd"/>
      <w:r w:rsidRPr="007818BD">
        <w:t xml:space="preserve"> lui avait dit que son ami était là</w:t>
      </w:r>
      <w:r w:rsidR="00E8465A">
        <w:t xml:space="preserve">. </w:t>
      </w:r>
      <w:r w:rsidRPr="007818BD">
        <w:t>Qui ne connaît l</w:t>
      </w:r>
      <w:r w:rsidR="00E8465A">
        <w:t>’</w:t>
      </w:r>
      <w:r w:rsidRPr="007818BD">
        <w:t>effet du rire de</w:t>
      </w:r>
      <w:r w:rsidRPr="007818BD">
        <w:t>s</w:t>
      </w:r>
      <w:r w:rsidRPr="007818BD">
        <w:t>séchant du monde</w:t>
      </w:r>
      <w:r w:rsidR="00E8465A">
        <w:t xml:space="preserve"> ? </w:t>
      </w:r>
      <w:proofErr w:type="spellStart"/>
      <w:r w:rsidRPr="007818BD">
        <w:t>Mervale</w:t>
      </w:r>
      <w:proofErr w:type="spellEnd"/>
      <w:r w:rsidRPr="007818BD">
        <w:t xml:space="preserve"> était le monde incarné</w:t>
      </w:r>
      <w:r w:rsidR="00E8465A">
        <w:t xml:space="preserve">. </w:t>
      </w:r>
      <w:r w:rsidRPr="007818BD">
        <w:t>Le monde entier semblait le rai</w:t>
      </w:r>
      <w:r w:rsidRPr="007818BD">
        <w:t>l</w:t>
      </w:r>
      <w:r w:rsidRPr="007818BD">
        <w:t>ler</w:t>
      </w:r>
      <w:r w:rsidR="00E8465A">
        <w:t xml:space="preserve">, </w:t>
      </w:r>
      <w:r w:rsidRPr="007818BD">
        <w:t>lui lancer toute sa dérision dans le ton clair et sec de ce rire sonore</w:t>
      </w:r>
      <w:r w:rsidR="00E8465A">
        <w:t xml:space="preserve">. </w:t>
      </w:r>
      <w:r w:rsidRPr="007818BD">
        <w:t>Il recula d</w:t>
      </w:r>
      <w:r w:rsidR="00E8465A">
        <w:t>’</w:t>
      </w:r>
      <w:r w:rsidRPr="007818BD">
        <w:t>un pas</w:t>
      </w:r>
      <w:r w:rsidR="00E8465A">
        <w:t xml:space="preserve">. </w:t>
      </w:r>
      <w:r w:rsidRPr="007818BD">
        <w:t>Viola le suivit avec un regard impatient</w:t>
      </w:r>
      <w:r w:rsidR="00E8465A">
        <w:t xml:space="preserve">, </w:t>
      </w:r>
      <w:r w:rsidRPr="007818BD">
        <w:t>presque suppliant</w:t>
      </w:r>
      <w:r w:rsidR="00E8465A">
        <w:t xml:space="preserve">. </w:t>
      </w:r>
      <w:r w:rsidRPr="007818BD">
        <w:t>Enfin</w:t>
      </w:r>
      <w:r w:rsidR="00E8465A">
        <w:t xml:space="preserve">, </w:t>
      </w:r>
      <w:r w:rsidRPr="007818BD">
        <w:t>il balbutia</w:t>
      </w:r>
      <w:r w:rsidR="00E8465A">
        <w:t> :</w:t>
      </w:r>
    </w:p>
    <w:p w14:paraId="5512C4E1" w14:textId="2ABEA2CF" w:rsidR="00E0544E" w:rsidRPr="007818BD" w:rsidRDefault="00E8465A" w:rsidP="00E0544E">
      <w:r>
        <w:t>« </w:t>
      </w:r>
      <w:r w:rsidR="00E0544E" w:rsidRPr="007818BD">
        <w:t>Est-ce la règle</w:t>
      </w:r>
      <w:r>
        <w:t xml:space="preserve">, </w:t>
      </w:r>
      <w:r w:rsidR="00E0544E" w:rsidRPr="007818BD">
        <w:t>belle Viola</w:t>
      </w:r>
      <w:r>
        <w:t xml:space="preserve">, </w:t>
      </w:r>
      <w:r w:rsidR="00E0544E" w:rsidRPr="007818BD">
        <w:t>pour toutes vos compagnes du théâtre d</w:t>
      </w:r>
      <w:r>
        <w:t>’</w:t>
      </w:r>
      <w:r w:rsidR="00E0544E" w:rsidRPr="007818BD">
        <w:t>exiger le m</w:t>
      </w:r>
      <w:r w:rsidR="00E0544E" w:rsidRPr="007818BD">
        <w:t>a</w:t>
      </w:r>
      <w:r w:rsidR="00E0544E" w:rsidRPr="007818BD">
        <w:t>riage comme la condition nécessaire de l</w:t>
      </w:r>
      <w:r>
        <w:t>’</w:t>
      </w:r>
      <w:r w:rsidR="00E0544E" w:rsidRPr="007818BD">
        <w:t>amour</w:t>
      </w:r>
      <w:r>
        <w:t> ? »</w:t>
      </w:r>
    </w:p>
    <w:p w14:paraId="4144255C" w14:textId="77777777" w:rsidR="00E8465A" w:rsidRDefault="00E0544E" w:rsidP="00E0544E">
      <w:r w:rsidRPr="007818BD">
        <w:t>Question lâche et cruelle</w:t>
      </w:r>
      <w:r w:rsidR="00E8465A">
        <w:t xml:space="preserve"> ! </w:t>
      </w:r>
      <w:r w:rsidRPr="007818BD">
        <w:t>parole empoisonnée</w:t>
      </w:r>
      <w:r w:rsidR="00E8465A">
        <w:t xml:space="preserve"> ! </w:t>
      </w:r>
      <w:r w:rsidRPr="007818BD">
        <w:t>L</w:t>
      </w:r>
      <w:r w:rsidR="00E8465A">
        <w:t>’</w:t>
      </w:r>
      <w:r w:rsidRPr="007818BD">
        <w:t>instant d</w:t>
      </w:r>
      <w:r w:rsidR="00E8465A">
        <w:t>’</w:t>
      </w:r>
      <w:r w:rsidRPr="007818BD">
        <w:t>après il s</w:t>
      </w:r>
      <w:r w:rsidR="00E8465A">
        <w:t>’</w:t>
      </w:r>
      <w:r w:rsidRPr="007818BD">
        <w:t>en repentit</w:t>
      </w:r>
      <w:r w:rsidR="00E8465A">
        <w:t xml:space="preserve">. </w:t>
      </w:r>
      <w:r w:rsidRPr="007818BD">
        <w:t xml:space="preserve">Il fut saisi du triple remords de la </w:t>
      </w:r>
      <w:r w:rsidRPr="007818BD">
        <w:lastRenderedPageBreak/>
        <w:t>raison</w:t>
      </w:r>
      <w:r w:rsidR="00E8465A">
        <w:t xml:space="preserve">, </w:t>
      </w:r>
      <w:r w:rsidRPr="007818BD">
        <w:t>du cœur et de la conscience</w:t>
      </w:r>
      <w:r w:rsidR="00E8465A">
        <w:t xml:space="preserve">. </w:t>
      </w:r>
      <w:r w:rsidRPr="007818BD">
        <w:t>Il la vit s</w:t>
      </w:r>
      <w:r w:rsidR="00E8465A">
        <w:t>’</w:t>
      </w:r>
      <w:r w:rsidRPr="007818BD">
        <w:t>affaisser pour ainsi dire sous ses paroles fatales</w:t>
      </w:r>
      <w:r w:rsidR="00E8465A">
        <w:t xml:space="preserve">. </w:t>
      </w:r>
      <w:r w:rsidRPr="007818BD">
        <w:t>Il vit son teint s</w:t>
      </w:r>
      <w:r w:rsidR="00E8465A">
        <w:t>’</w:t>
      </w:r>
      <w:r w:rsidRPr="007818BD">
        <w:t>animer</w:t>
      </w:r>
      <w:r w:rsidR="00E8465A">
        <w:t xml:space="preserve">, </w:t>
      </w:r>
      <w:r w:rsidRPr="007818BD">
        <w:t>puis pâlir</w:t>
      </w:r>
      <w:r w:rsidR="00E8465A">
        <w:t xml:space="preserve">, </w:t>
      </w:r>
      <w:r w:rsidRPr="007818BD">
        <w:t>ses lèvres marbrées se crisper</w:t>
      </w:r>
      <w:r w:rsidR="00E8465A">
        <w:t xml:space="preserve"> ; </w:t>
      </w:r>
      <w:r w:rsidRPr="007818BD">
        <w:t>puis avec un regard triste et résigné</w:t>
      </w:r>
      <w:r w:rsidR="00E8465A">
        <w:t xml:space="preserve">, </w:t>
      </w:r>
      <w:r w:rsidRPr="007818BD">
        <w:t>plutôt de pitié pour elle-même que de reproches pour lui</w:t>
      </w:r>
      <w:r w:rsidR="00E8465A">
        <w:t xml:space="preserve">, </w:t>
      </w:r>
      <w:r w:rsidRPr="007818BD">
        <w:t>elle pressa convulsivement ses mains sur sa poitrine et dit</w:t>
      </w:r>
      <w:r w:rsidR="00E8465A">
        <w:t> :</w:t>
      </w:r>
    </w:p>
    <w:p w14:paraId="10C54025" w14:textId="77777777" w:rsidR="00E8465A" w:rsidRDefault="00E8465A" w:rsidP="00E0544E">
      <w:r>
        <w:t>« </w:t>
      </w:r>
      <w:r w:rsidR="00E0544E" w:rsidRPr="007818BD">
        <w:t>Il avait raison</w:t>
      </w:r>
      <w:r>
        <w:t xml:space="preserve">. </w:t>
      </w:r>
      <w:r w:rsidR="00E0544E" w:rsidRPr="007818BD">
        <w:t>Pardonnez-moi</w:t>
      </w:r>
      <w:r>
        <w:t xml:space="preserve">, </w:t>
      </w:r>
      <w:r w:rsidR="00E0544E" w:rsidRPr="007818BD">
        <w:t>étranger</w:t>
      </w:r>
      <w:r>
        <w:t xml:space="preserve"> ! </w:t>
      </w:r>
      <w:r w:rsidR="00E0544E" w:rsidRPr="007818BD">
        <w:t>Je vois mai</w:t>
      </w:r>
      <w:r w:rsidR="00E0544E" w:rsidRPr="007818BD">
        <w:t>n</w:t>
      </w:r>
      <w:r w:rsidR="00E0544E" w:rsidRPr="007818BD">
        <w:t>tenant que je suis en effet le paria</w:t>
      </w:r>
      <w:r>
        <w:t>.</w:t>
      </w:r>
    </w:p>
    <w:p w14:paraId="7A324A75" w14:textId="6E5A142F" w:rsidR="00E0544E" w:rsidRPr="007818BD" w:rsidRDefault="00E8465A" w:rsidP="00E0544E">
      <w:r>
        <w:t>— </w:t>
      </w:r>
      <w:r w:rsidR="00E0544E" w:rsidRPr="007818BD">
        <w:t>Écoutez-moi</w:t>
      </w:r>
      <w:r>
        <w:t xml:space="preserve">, </w:t>
      </w:r>
      <w:r w:rsidR="00E0544E" w:rsidRPr="007818BD">
        <w:t>Viola</w:t>
      </w:r>
      <w:r>
        <w:t xml:space="preserve">. </w:t>
      </w:r>
      <w:r w:rsidR="00E0544E" w:rsidRPr="007818BD">
        <w:t>Viola</w:t>
      </w:r>
      <w:r>
        <w:t xml:space="preserve">, </w:t>
      </w:r>
      <w:r w:rsidR="00E0544E" w:rsidRPr="007818BD">
        <w:t>c</w:t>
      </w:r>
      <w:r>
        <w:t>’</w:t>
      </w:r>
      <w:r w:rsidR="00E0544E" w:rsidRPr="007818BD">
        <w:t>est à vous de pardonner</w:t>
      </w:r>
      <w:r>
        <w:t> ! »</w:t>
      </w:r>
    </w:p>
    <w:p w14:paraId="31B38894" w14:textId="77777777" w:rsidR="00E8465A" w:rsidRDefault="00E0544E" w:rsidP="00E0544E">
      <w:r w:rsidRPr="007818BD">
        <w:t>D</w:t>
      </w:r>
      <w:r w:rsidR="00E8465A">
        <w:t>’</w:t>
      </w:r>
      <w:r w:rsidRPr="007818BD">
        <w:t>un signe elle le repoussa</w:t>
      </w:r>
      <w:r w:rsidR="00E8465A">
        <w:t xml:space="preserve">, </w:t>
      </w:r>
      <w:r w:rsidRPr="007818BD">
        <w:t>puis avec un sourire plein de désespoir elle passa auprès de lui et pénétra dans sa chambre</w:t>
      </w:r>
      <w:r w:rsidR="00E8465A">
        <w:t xml:space="preserve">, </w:t>
      </w:r>
      <w:proofErr w:type="spellStart"/>
      <w:r w:rsidRPr="007818BD">
        <w:t>Giyndon</w:t>
      </w:r>
      <w:proofErr w:type="spellEnd"/>
      <w:r w:rsidRPr="007818BD">
        <w:t xml:space="preserve"> n</w:t>
      </w:r>
      <w:r w:rsidR="00E8465A">
        <w:t>’</w:t>
      </w:r>
      <w:r w:rsidRPr="007818BD">
        <w:t>osa essayer de la retenir</w:t>
      </w:r>
      <w:r w:rsidR="00E8465A">
        <w:t>.</w:t>
      </w:r>
    </w:p>
    <w:p w14:paraId="6F32884E" w14:textId="77777777" w:rsidR="00E8465A" w:rsidRDefault="00E0544E" w:rsidP="00E8465A">
      <w:pPr>
        <w:pStyle w:val="Titre2"/>
        <w:pageBreakBefore/>
      </w:pPr>
      <w:bookmarkStart w:id="31" w:name="_Toc199963080"/>
      <w:r w:rsidRPr="007818BD">
        <w:lastRenderedPageBreak/>
        <w:t>CHAPITRE</w:t>
      </w:r>
      <w:r w:rsidR="00E8465A">
        <w:t xml:space="preserve"> </w:t>
      </w:r>
      <w:r w:rsidRPr="007818BD">
        <w:t>IX</w:t>
      </w:r>
      <w:r w:rsidR="00E8465A">
        <w:t>.</w:t>
      </w:r>
      <w:bookmarkEnd w:id="31"/>
    </w:p>
    <w:p w14:paraId="2EAAE1C8" w14:textId="77777777" w:rsidR="00E8465A" w:rsidRDefault="00E0544E" w:rsidP="00E0544E">
      <w:pPr>
        <w:pStyle w:val="NormalRetraitGauche4XIndent0"/>
        <w:spacing w:before="0" w:after="0"/>
        <w:rPr>
          <w:rStyle w:val="Taille-1Caracteres"/>
        </w:rPr>
      </w:pPr>
      <w:proofErr w:type="spellStart"/>
      <w:r w:rsidRPr="006835AD">
        <w:rPr>
          <w:rStyle w:val="Taille-1Caracteres"/>
          <w:i/>
        </w:rPr>
        <w:t>Dafae</w:t>
      </w:r>
      <w:proofErr w:type="spellEnd"/>
      <w:r w:rsidR="00E8465A">
        <w:rPr>
          <w:rStyle w:val="Taille-1Caracteres"/>
        </w:rPr>
        <w:t xml:space="preserve">. </w:t>
      </w:r>
      <w:r w:rsidRPr="007818BD">
        <w:rPr>
          <w:rStyle w:val="Taille-1Caracteres"/>
        </w:rPr>
        <w:t>Ma</w:t>
      </w:r>
      <w:r w:rsidR="00E8465A">
        <w:rPr>
          <w:rStyle w:val="Taille-1Caracteres"/>
        </w:rPr>
        <w:t xml:space="preserve">, </w:t>
      </w:r>
      <w:r w:rsidRPr="007818BD">
        <w:rPr>
          <w:rStyle w:val="Taille-1Caracteres"/>
        </w:rPr>
        <w:t>chi lugé d</w:t>
      </w:r>
      <w:r w:rsidR="00E8465A">
        <w:rPr>
          <w:rStyle w:val="Taille-1Caracteres"/>
        </w:rPr>
        <w:t>’</w:t>
      </w:r>
      <w:r w:rsidRPr="007818BD">
        <w:rPr>
          <w:rStyle w:val="Taille-1Caracteres"/>
        </w:rPr>
        <w:t>Amory</w:t>
      </w:r>
      <w:r w:rsidR="00E8465A">
        <w:rPr>
          <w:rStyle w:val="Taille-1Caracteres"/>
        </w:rPr>
        <w:t> ?</w:t>
      </w:r>
    </w:p>
    <w:p w14:paraId="7FFC79FD" w14:textId="77777777" w:rsidR="00E8465A" w:rsidRDefault="00E0544E" w:rsidP="00E0544E">
      <w:pPr>
        <w:pStyle w:val="NormalRetraitGauche4XIndent0"/>
        <w:spacing w:before="0" w:after="0"/>
        <w:rPr>
          <w:rStyle w:val="Taille-1Caracteres"/>
        </w:rPr>
      </w:pPr>
      <w:proofErr w:type="spellStart"/>
      <w:r w:rsidRPr="006835AD">
        <w:rPr>
          <w:rStyle w:val="Taille-1Caracteres"/>
          <w:i/>
        </w:rPr>
        <w:t>Tirsi</w:t>
      </w:r>
      <w:proofErr w:type="spellEnd"/>
      <w:r w:rsidR="00E8465A">
        <w:rPr>
          <w:rStyle w:val="Taille-1Caracteres"/>
        </w:rPr>
        <w:t xml:space="preserve">. </w:t>
      </w:r>
      <w:r w:rsidRPr="007818BD">
        <w:rPr>
          <w:rStyle w:val="Taille-1Caracteres"/>
        </w:rPr>
        <w:t xml:space="preserve">Chi tem et </w:t>
      </w:r>
      <w:proofErr w:type="spellStart"/>
      <w:r>
        <w:rPr>
          <w:rStyle w:val="Taille-1Caracteres"/>
        </w:rPr>
        <w:t>Fugge</w:t>
      </w:r>
      <w:proofErr w:type="spellEnd"/>
      <w:r w:rsidR="00E8465A">
        <w:rPr>
          <w:rStyle w:val="Taille-1Caracteres"/>
        </w:rPr>
        <w:t>.</w:t>
      </w:r>
    </w:p>
    <w:p w14:paraId="3388FC8B" w14:textId="77777777" w:rsidR="00E8465A" w:rsidRDefault="00E0544E" w:rsidP="00E0544E">
      <w:pPr>
        <w:pStyle w:val="NormalRetraitGauche4XIndent0"/>
        <w:spacing w:before="0" w:after="0"/>
        <w:rPr>
          <w:rStyle w:val="Taille-1Caracteres"/>
        </w:rPr>
      </w:pPr>
      <w:proofErr w:type="spellStart"/>
      <w:r w:rsidRPr="006835AD">
        <w:rPr>
          <w:rStyle w:val="Taille-1Caracteres"/>
          <w:i/>
        </w:rPr>
        <w:t>Dafae</w:t>
      </w:r>
      <w:proofErr w:type="spellEnd"/>
      <w:r w:rsidR="00E8465A">
        <w:rPr>
          <w:rStyle w:val="Taille-1Caracteres"/>
        </w:rPr>
        <w:t xml:space="preserve">. </w:t>
      </w:r>
      <w:r w:rsidRPr="007818BD">
        <w:rPr>
          <w:rStyle w:val="Taille-1Caracteres"/>
        </w:rPr>
        <w:t xml:space="preserve">E </w:t>
      </w:r>
      <w:proofErr w:type="spellStart"/>
      <w:r>
        <w:rPr>
          <w:rStyle w:val="Taille-1Caracteres"/>
        </w:rPr>
        <w:t>c</w:t>
      </w:r>
      <w:r w:rsidRPr="007818BD">
        <w:rPr>
          <w:rStyle w:val="Taille-1Caracteres"/>
        </w:rPr>
        <w:t>he</w:t>
      </w:r>
      <w:proofErr w:type="spellEnd"/>
      <w:r w:rsidRPr="007818BD">
        <w:rPr>
          <w:rStyle w:val="Taille-1Caracteres"/>
        </w:rPr>
        <w:t xml:space="preserve"> givra Fugger da lui </w:t>
      </w:r>
      <w:proofErr w:type="spellStart"/>
      <w:r w:rsidRPr="007818BD">
        <w:rPr>
          <w:rStyle w:val="Taille-1Caracteres"/>
        </w:rPr>
        <w:t>ch</w:t>
      </w:r>
      <w:proofErr w:type="spellEnd"/>
      <w:r w:rsidR="00E8465A">
        <w:rPr>
          <w:rStyle w:val="Taille-1Caracteres"/>
        </w:rPr>
        <w:t>’</w:t>
      </w:r>
      <w:r>
        <w:rPr>
          <w:rStyle w:val="Taille-1Caracteres"/>
        </w:rPr>
        <w:t xml:space="preserve"> </w:t>
      </w:r>
      <w:r w:rsidRPr="007818BD">
        <w:rPr>
          <w:rStyle w:val="Taille-1Caracteres"/>
        </w:rPr>
        <w:t xml:space="preserve">ha </w:t>
      </w:r>
      <w:proofErr w:type="spellStart"/>
      <w:r w:rsidRPr="007818BD">
        <w:rPr>
          <w:rStyle w:val="Taille-1Caracteres"/>
        </w:rPr>
        <w:t>l</w:t>
      </w:r>
      <w:r w:rsidR="00E8465A">
        <w:rPr>
          <w:rStyle w:val="Taille-1Caracteres"/>
        </w:rPr>
        <w:t>’</w:t>
      </w:r>
      <w:r w:rsidRPr="007818BD">
        <w:rPr>
          <w:rStyle w:val="Taille-1Caracteres"/>
        </w:rPr>
        <w:t>ali</w:t>
      </w:r>
      <w:proofErr w:type="spellEnd"/>
      <w:r w:rsidR="00E8465A">
        <w:rPr>
          <w:rStyle w:val="Taille-1Caracteres"/>
        </w:rPr>
        <w:t> ?</w:t>
      </w:r>
    </w:p>
    <w:p w14:paraId="343BC968" w14:textId="77777777" w:rsidR="00E8465A" w:rsidRDefault="00E0544E" w:rsidP="00E0544E">
      <w:pPr>
        <w:pStyle w:val="NormalRetraitGauche4XIndent0"/>
        <w:spacing w:before="0" w:after="0"/>
        <w:rPr>
          <w:rStyle w:val="Taille-1Caracteres"/>
        </w:rPr>
      </w:pPr>
      <w:proofErr w:type="spellStart"/>
      <w:r w:rsidRPr="006835AD">
        <w:rPr>
          <w:rStyle w:val="Taille-1Caracteres"/>
          <w:i/>
        </w:rPr>
        <w:t>Tirsi</w:t>
      </w:r>
      <w:proofErr w:type="spellEnd"/>
      <w:r w:rsidR="00E8465A">
        <w:rPr>
          <w:rStyle w:val="Taille-1Caracteres"/>
        </w:rPr>
        <w:t xml:space="preserve">. </w:t>
      </w:r>
      <w:r w:rsidRPr="007818BD">
        <w:rPr>
          <w:rStyle w:val="Taille-1Caracteres"/>
        </w:rPr>
        <w:t xml:space="preserve">Amor </w:t>
      </w:r>
      <w:proofErr w:type="spellStart"/>
      <w:r w:rsidRPr="007818BD">
        <w:rPr>
          <w:rStyle w:val="Taille-1Caracteres"/>
        </w:rPr>
        <w:t>nascente</w:t>
      </w:r>
      <w:proofErr w:type="spellEnd"/>
      <w:r w:rsidRPr="007818BD">
        <w:rPr>
          <w:rStyle w:val="Taille-1Caracteres"/>
        </w:rPr>
        <w:t xml:space="preserve"> ha </w:t>
      </w:r>
      <w:proofErr w:type="spellStart"/>
      <w:r w:rsidRPr="007818BD">
        <w:rPr>
          <w:rStyle w:val="Taille-1Caracteres"/>
        </w:rPr>
        <w:t>corte</w:t>
      </w:r>
      <w:proofErr w:type="spellEnd"/>
      <w:r w:rsidRPr="007818BD">
        <w:rPr>
          <w:rStyle w:val="Taille-1Caracteres"/>
        </w:rPr>
        <w:t xml:space="preserve"> </w:t>
      </w:r>
      <w:proofErr w:type="spellStart"/>
      <w:r w:rsidRPr="007818BD">
        <w:rPr>
          <w:rStyle w:val="Taille-1Caracteres"/>
        </w:rPr>
        <w:t>l</w:t>
      </w:r>
      <w:r w:rsidR="00E8465A">
        <w:rPr>
          <w:rStyle w:val="Taille-1Caracteres"/>
        </w:rPr>
        <w:t>’</w:t>
      </w:r>
      <w:r w:rsidRPr="007818BD">
        <w:rPr>
          <w:rStyle w:val="Taille-1Caracteres"/>
        </w:rPr>
        <w:t>ali</w:t>
      </w:r>
      <w:proofErr w:type="spellEnd"/>
      <w:r w:rsidRPr="007818BD">
        <w:rPr>
          <w:rStyle w:val="Appelnotedebasdep"/>
          <w:szCs w:val="28"/>
        </w:rPr>
        <w:footnoteReference w:id="41"/>
      </w:r>
      <w:r w:rsidR="00E8465A">
        <w:rPr>
          <w:rStyle w:val="Taille-1Caracteres"/>
        </w:rPr>
        <w:t> !</w:t>
      </w:r>
    </w:p>
    <w:p w14:paraId="1297CF44" w14:textId="672291AF" w:rsidR="00E8465A" w:rsidRDefault="00E8465A" w:rsidP="00E0544E">
      <w:pPr>
        <w:jc w:val="right"/>
        <w:rPr>
          <w:rStyle w:val="Taille-1Caracteres"/>
        </w:rPr>
      </w:pPr>
      <w:r>
        <w:rPr>
          <w:rStyle w:val="Taille-1Caracteres"/>
        </w:rPr>
        <w:t>(</w:t>
      </w:r>
      <w:proofErr w:type="spellStart"/>
      <w:r w:rsidR="00E0544E" w:rsidRPr="006835AD">
        <w:rPr>
          <w:rStyle w:val="Taille-1Caracteres"/>
          <w:i/>
        </w:rPr>
        <w:t>Aminta</w:t>
      </w:r>
      <w:proofErr w:type="spellEnd"/>
      <w:r>
        <w:rPr>
          <w:rStyle w:val="Taille-1Caracteres"/>
        </w:rPr>
        <w:t xml:space="preserve">, </w:t>
      </w:r>
      <w:r w:rsidR="00E0544E" w:rsidRPr="007818BD">
        <w:rPr>
          <w:rStyle w:val="Taille-1Caracteres"/>
        </w:rPr>
        <w:t>a</w:t>
      </w:r>
      <w:r>
        <w:rPr>
          <w:rStyle w:val="Taille-1Caracteres"/>
        </w:rPr>
        <w:t xml:space="preserve">. </w:t>
      </w:r>
      <w:r w:rsidR="00E0544E" w:rsidRPr="007818BD">
        <w:rPr>
          <w:rStyle w:val="Taille-1Caracteres"/>
        </w:rPr>
        <w:t>II</w:t>
      </w:r>
      <w:r>
        <w:rPr>
          <w:rStyle w:val="Taille-1Caracteres"/>
        </w:rPr>
        <w:t xml:space="preserve">, </w:t>
      </w:r>
      <w:r w:rsidR="00E0544E" w:rsidRPr="007818BD">
        <w:rPr>
          <w:rStyle w:val="Taille-1Caracteres"/>
        </w:rPr>
        <w:t>sc</w:t>
      </w:r>
      <w:r>
        <w:rPr>
          <w:rStyle w:val="Taille-1Caracteres"/>
        </w:rPr>
        <w:t xml:space="preserve">. </w:t>
      </w:r>
      <w:r w:rsidR="00E0544E" w:rsidRPr="007818BD">
        <w:rPr>
          <w:rStyle w:val="Taille-1Caracteres"/>
        </w:rPr>
        <w:t>II</w:t>
      </w:r>
      <w:r>
        <w:rPr>
          <w:rStyle w:val="Taille-1Caracteres"/>
        </w:rPr>
        <w:t>.)</w:t>
      </w:r>
    </w:p>
    <w:p w14:paraId="759A58E1" w14:textId="77777777" w:rsidR="00E8465A" w:rsidRDefault="00E0544E" w:rsidP="00E0544E">
      <w:r w:rsidRPr="007818BD">
        <w:t>En sortant de la maison de Viola</w:t>
      </w:r>
      <w:r w:rsidR="00E8465A">
        <w:t xml:space="preserve">, </w:t>
      </w:r>
      <w:proofErr w:type="spellStart"/>
      <w:r w:rsidRPr="007818BD">
        <w:t>Glyndon</w:t>
      </w:r>
      <w:proofErr w:type="spellEnd"/>
      <w:r w:rsidRPr="007818BD">
        <w:t xml:space="preserve"> se sentit saisir le bras par </w:t>
      </w:r>
      <w:proofErr w:type="spellStart"/>
      <w:r w:rsidRPr="007818BD">
        <w:t>Mervale</w:t>
      </w:r>
      <w:proofErr w:type="spellEnd"/>
      <w:r w:rsidR="00E8465A">
        <w:t xml:space="preserve">, </w:t>
      </w:r>
      <w:r w:rsidRPr="007818BD">
        <w:t>qui était demeuré devant la porte</w:t>
      </w:r>
      <w:r w:rsidR="00E8465A">
        <w:t xml:space="preserve">. </w:t>
      </w:r>
      <w:proofErr w:type="spellStart"/>
      <w:r w:rsidRPr="007818BD">
        <w:t>Glyndon</w:t>
      </w:r>
      <w:proofErr w:type="spellEnd"/>
      <w:r w:rsidRPr="007818BD">
        <w:t xml:space="preserve"> se dégagea brusquement</w:t>
      </w:r>
      <w:r w:rsidR="00E8465A">
        <w:t>.</w:t>
      </w:r>
    </w:p>
    <w:p w14:paraId="752A7A6C" w14:textId="64F712D5" w:rsidR="00E0544E" w:rsidRPr="007818BD" w:rsidRDefault="00E8465A" w:rsidP="00E0544E">
      <w:r>
        <w:t>« </w:t>
      </w:r>
      <w:r w:rsidR="00E0544E" w:rsidRPr="007818BD">
        <w:t>Tous vos conseils</w:t>
      </w:r>
      <w:r>
        <w:t xml:space="preserve">, </w:t>
      </w:r>
      <w:r w:rsidR="00E0544E" w:rsidRPr="007818BD">
        <w:t>dit-il amèrement</w:t>
      </w:r>
      <w:r>
        <w:t xml:space="preserve">, </w:t>
      </w:r>
      <w:r w:rsidR="00E0544E" w:rsidRPr="007818BD">
        <w:t>ont fait de moi un lâche et un misérable</w:t>
      </w:r>
      <w:r>
        <w:t xml:space="preserve">. </w:t>
      </w:r>
      <w:r w:rsidR="00E0544E" w:rsidRPr="007818BD">
        <w:t>Mais je veux rentrer</w:t>
      </w:r>
      <w:r>
        <w:t xml:space="preserve"> ; </w:t>
      </w:r>
      <w:r w:rsidR="00E0544E" w:rsidRPr="007818BD">
        <w:t>je veux lui écrire et épancher devant elle toute mon âme</w:t>
      </w:r>
      <w:r>
        <w:t xml:space="preserve">. </w:t>
      </w:r>
      <w:r w:rsidR="00E0544E" w:rsidRPr="007818BD">
        <w:t>Elle me pardonnera enc</w:t>
      </w:r>
      <w:r w:rsidR="00E0544E" w:rsidRPr="007818BD">
        <w:t>o</w:t>
      </w:r>
      <w:r w:rsidR="00E0544E" w:rsidRPr="007818BD">
        <w:t>re</w:t>
      </w:r>
      <w:r>
        <w:t>. »</w:t>
      </w:r>
    </w:p>
    <w:p w14:paraId="5CBC73D0" w14:textId="77777777" w:rsidR="00E8465A" w:rsidRDefault="00E0544E" w:rsidP="00E0544E">
      <w:proofErr w:type="spellStart"/>
      <w:r w:rsidRPr="007818BD">
        <w:t>Mervale</w:t>
      </w:r>
      <w:proofErr w:type="spellEnd"/>
      <w:r w:rsidR="00E8465A">
        <w:t xml:space="preserve">, </w:t>
      </w:r>
      <w:r w:rsidRPr="007818BD">
        <w:t>dont le caractère était d</w:t>
      </w:r>
      <w:r w:rsidR="00E8465A">
        <w:t>’</w:t>
      </w:r>
      <w:r w:rsidRPr="007818BD">
        <w:t>une égalité imperturb</w:t>
      </w:r>
      <w:r w:rsidRPr="007818BD">
        <w:t>a</w:t>
      </w:r>
      <w:r w:rsidRPr="007818BD">
        <w:t>ble</w:t>
      </w:r>
      <w:r w:rsidR="00E8465A">
        <w:t xml:space="preserve">, </w:t>
      </w:r>
      <w:r w:rsidRPr="007818BD">
        <w:t>rajusta ses manche</w:t>
      </w:r>
      <w:r w:rsidRPr="007818BD">
        <w:t>t</w:t>
      </w:r>
      <w:r w:rsidRPr="007818BD">
        <w:t>tes et son jabot un peu chiffonnés par le geste de colère de son ami</w:t>
      </w:r>
      <w:r w:rsidR="00E8465A">
        <w:t xml:space="preserve">, </w:t>
      </w:r>
      <w:r w:rsidRPr="007818BD">
        <w:t xml:space="preserve">laissa </w:t>
      </w:r>
      <w:proofErr w:type="spellStart"/>
      <w:r w:rsidRPr="007818BD">
        <w:t>Glyndon</w:t>
      </w:r>
      <w:proofErr w:type="spellEnd"/>
      <w:r w:rsidRPr="007818BD">
        <w:t xml:space="preserve"> s</w:t>
      </w:r>
      <w:r w:rsidR="00E8465A">
        <w:t>’</w:t>
      </w:r>
      <w:r w:rsidRPr="007818BD">
        <w:t>épuiser en exclam</w:t>
      </w:r>
      <w:r w:rsidRPr="007818BD">
        <w:t>a</w:t>
      </w:r>
      <w:r w:rsidRPr="007818BD">
        <w:t>tions et en reproches</w:t>
      </w:r>
      <w:r w:rsidR="00E8465A">
        <w:t xml:space="preserve">, </w:t>
      </w:r>
      <w:r w:rsidRPr="007818BD">
        <w:t>puis</w:t>
      </w:r>
      <w:r w:rsidR="00E8465A">
        <w:t xml:space="preserve">, </w:t>
      </w:r>
      <w:r w:rsidRPr="007818BD">
        <w:t>comme un pêcheur expérimenté</w:t>
      </w:r>
      <w:r w:rsidR="00E8465A">
        <w:t xml:space="preserve">, </w:t>
      </w:r>
      <w:r w:rsidRPr="007818BD">
        <w:t>commença à ramener sa ligne</w:t>
      </w:r>
      <w:r w:rsidR="00E8465A">
        <w:t xml:space="preserve">. </w:t>
      </w:r>
      <w:r w:rsidRPr="007818BD">
        <w:t xml:space="preserve">Il tira à </w:t>
      </w:r>
      <w:proofErr w:type="spellStart"/>
      <w:r w:rsidRPr="007818BD">
        <w:t>Glyndon</w:t>
      </w:r>
      <w:proofErr w:type="spellEnd"/>
      <w:r w:rsidRPr="007818BD">
        <w:t xml:space="preserve"> l</w:t>
      </w:r>
      <w:r w:rsidR="00E8465A">
        <w:t>’</w:t>
      </w:r>
      <w:r w:rsidRPr="007818BD">
        <w:t>explication de ce qui s</w:t>
      </w:r>
      <w:r w:rsidR="00E8465A">
        <w:t>’</w:t>
      </w:r>
      <w:r w:rsidRPr="007818BD">
        <w:t>était passé</w:t>
      </w:r>
      <w:r w:rsidR="00E8465A">
        <w:t xml:space="preserve">, </w:t>
      </w:r>
      <w:r w:rsidRPr="007818BD">
        <w:t>et chercha habilement à l</w:t>
      </w:r>
      <w:r w:rsidR="00E8465A">
        <w:t>’</w:t>
      </w:r>
      <w:r w:rsidRPr="007818BD">
        <w:t>apaiser au lieu de l</w:t>
      </w:r>
      <w:r w:rsidR="00E8465A">
        <w:t>’</w:t>
      </w:r>
      <w:r w:rsidRPr="007818BD">
        <w:t>irriter</w:t>
      </w:r>
      <w:r w:rsidR="00E8465A">
        <w:t xml:space="preserve">. </w:t>
      </w:r>
      <w:r w:rsidRPr="007818BD">
        <w:t>Il faut lui rendre cette justice</w:t>
      </w:r>
      <w:r w:rsidR="00E8465A">
        <w:t xml:space="preserve"> : </w:t>
      </w:r>
      <w:r w:rsidRPr="007818BD">
        <w:t>il n</w:t>
      </w:r>
      <w:r w:rsidR="00E8465A">
        <w:t>’</w:t>
      </w:r>
      <w:r w:rsidRPr="007818BD">
        <w:t>était pas vicieux</w:t>
      </w:r>
      <w:r w:rsidR="00E8465A">
        <w:t xml:space="preserve"> ; </w:t>
      </w:r>
      <w:r w:rsidRPr="007818BD">
        <w:t>il avait même en morale des principes plus fermes que n</w:t>
      </w:r>
      <w:r w:rsidR="00E8465A">
        <w:t>’</w:t>
      </w:r>
      <w:r w:rsidRPr="007818BD">
        <w:t>en ont ordinairement les jeunes gens</w:t>
      </w:r>
      <w:r w:rsidR="00E8465A">
        <w:t xml:space="preserve">. </w:t>
      </w:r>
      <w:r w:rsidRPr="007818BD">
        <w:t xml:space="preserve">Il </w:t>
      </w:r>
      <w:r w:rsidRPr="007818BD">
        <w:lastRenderedPageBreak/>
        <w:t>blâma sincèrement son ami des intentions peu h</w:t>
      </w:r>
      <w:r w:rsidRPr="007818BD">
        <w:t>o</w:t>
      </w:r>
      <w:r w:rsidRPr="007818BD">
        <w:t>norables que celui-ci avait à l</w:t>
      </w:r>
      <w:r w:rsidR="00E8465A">
        <w:t>’</w:t>
      </w:r>
      <w:r w:rsidRPr="007818BD">
        <w:t>égard de la jeune actrice</w:t>
      </w:r>
      <w:r w:rsidR="00E8465A">
        <w:t>.</w:t>
      </w:r>
    </w:p>
    <w:p w14:paraId="418173E8" w14:textId="77777777" w:rsidR="00E8465A" w:rsidRDefault="00E8465A" w:rsidP="00E0544E">
      <w:r>
        <w:t>« </w:t>
      </w:r>
      <w:r w:rsidR="00E0544E" w:rsidRPr="007818BD">
        <w:t>De ce que je ne veux pas qu</w:t>
      </w:r>
      <w:r>
        <w:t>’</w:t>
      </w:r>
      <w:r w:rsidR="00E0544E" w:rsidRPr="007818BD">
        <w:t>elle soit votre femme</w:t>
      </w:r>
      <w:r>
        <w:t xml:space="preserve">, </w:t>
      </w:r>
      <w:r w:rsidR="00E0544E" w:rsidRPr="007818BD">
        <w:t>il ne s</w:t>
      </w:r>
      <w:r>
        <w:t>’</w:t>
      </w:r>
      <w:r w:rsidR="00E0544E" w:rsidRPr="007818BD">
        <w:t>ensuit pas que je veuille que vous en fassiez votre maîtresse</w:t>
      </w:r>
      <w:r>
        <w:t xml:space="preserve">. </w:t>
      </w:r>
      <w:r w:rsidR="00E0544E" w:rsidRPr="007818BD">
        <w:t>Entre les deux</w:t>
      </w:r>
      <w:r>
        <w:t xml:space="preserve">, </w:t>
      </w:r>
      <w:r w:rsidR="00E0544E" w:rsidRPr="007818BD">
        <w:t>un sot mariage vaut mieux qu</w:t>
      </w:r>
      <w:r>
        <w:t>’</w:t>
      </w:r>
      <w:r w:rsidR="00E0544E" w:rsidRPr="007818BD">
        <w:t>une liaison co</w:t>
      </w:r>
      <w:r w:rsidR="00E0544E" w:rsidRPr="007818BD">
        <w:t>u</w:t>
      </w:r>
      <w:r w:rsidR="00E0544E" w:rsidRPr="007818BD">
        <w:t>pable</w:t>
      </w:r>
      <w:r>
        <w:t xml:space="preserve">. </w:t>
      </w:r>
      <w:r w:rsidR="00E0544E" w:rsidRPr="007818BD">
        <w:t>Mais attendez encore</w:t>
      </w:r>
      <w:r>
        <w:t xml:space="preserve"> : </w:t>
      </w:r>
      <w:r w:rsidR="00E0544E" w:rsidRPr="007818BD">
        <w:t>n</w:t>
      </w:r>
      <w:r>
        <w:t>’</w:t>
      </w:r>
      <w:r w:rsidR="00E0544E" w:rsidRPr="007818BD">
        <w:t>agissez pas sous l</w:t>
      </w:r>
      <w:r>
        <w:t>’</w:t>
      </w:r>
      <w:r w:rsidR="00E0544E" w:rsidRPr="007818BD">
        <w:t>impression du premier moment</w:t>
      </w:r>
      <w:r>
        <w:t>.</w:t>
      </w:r>
    </w:p>
    <w:p w14:paraId="5C6FF002" w14:textId="77777777" w:rsidR="00E8465A" w:rsidRDefault="00E8465A" w:rsidP="00E0544E">
      <w:r>
        <w:t>— </w:t>
      </w:r>
      <w:r w:rsidR="00E0544E" w:rsidRPr="007818BD">
        <w:t>Il n</w:t>
      </w:r>
      <w:r>
        <w:t>’</w:t>
      </w:r>
      <w:r w:rsidR="00E0544E" w:rsidRPr="007818BD">
        <w:t>y a pas de temps à perdre</w:t>
      </w:r>
      <w:r>
        <w:t xml:space="preserve">. </w:t>
      </w:r>
      <w:r w:rsidR="00E0544E" w:rsidRPr="007818BD">
        <w:t>J</w:t>
      </w:r>
      <w:r>
        <w:t>’</w:t>
      </w:r>
      <w:r w:rsidR="00E0544E" w:rsidRPr="007818BD">
        <w:t xml:space="preserve">ai promis à </w:t>
      </w:r>
      <w:proofErr w:type="spellStart"/>
      <w:r w:rsidR="00E0544E" w:rsidRPr="007818BD">
        <w:t>Zanoni</w:t>
      </w:r>
      <w:proofErr w:type="spellEnd"/>
      <w:r w:rsidR="00E0544E" w:rsidRPr="007818BD">
        <w:t xml:space="preserve"> une réponse avant demain soir</w:t>
      </w:r>
      <w:r>
        <w:t xml:space="preserve">. </w:t>
      </w:r>
      <w:r w:rsidR="00E0544E" w:rsidRPr="007818BD">
        <w:t>Après ce délai</w:t>
      </w:r>
      <w:r>
        <w:t xml:space="preserve">, </w:t>
      </w:r>
      <w:r w:rsidR="00E0544E" w:rsidRPr="007818BD">
        <w:t>il ne me reste plus de choix</w:t>
      </w:r>
      <w:r>
        <w:t>.</w:t>
      </w:r>
    </w:p>
    <w:p w14:paraId="6BCEF13D" w14:textId="1E4872FC" w:rsidR="00E0544E" w:rsidRPr="007818BD" w:rsidRDefault="00E8465A" w:rsidP="00E0544E">
      <w:r>
        <w:t>— </w:t>
      </w:r>
      <w:r w:rsidR="00E0544E" w:rsidRPr="007818BD">
        <w:t>Oh</w:t>
      </w:r>
      <w:r>
        <w:t xml:space="preserve"> ! </w:t>
      </w:r>
      <w:r w:rsidR="00E0544E" w:rsidRPr="007818BD">
        <w:t>oh</w:t>
      </w:r>
      <w:r>
        <w:t xml:space="preserve"> ! </w:t>
      </w:r>
      <w:r w:rsidR="00E0544E" w:rsidRPr="007818BD">
        <w:t>s</w:t>
      </w:r>
      <w:r>
        <w:t>’</w:t>
      </w:r>
      <w:r w:rsidR="00E0544E" w:rsidRPr="007818BD">
        <w:t xml:space="preserve">écria </w:t>
      </w:r>
      <w:proofErr w:type="spellStart"/>
      <w:r w:rsidR="00E0544E" w:rsidRPr="007818BD">
        <w:t>Mervale</w:t>
      </w:r>
      <w:proofErr w:type="spellEnd"/>
      <w:r>
        <w:t xml:space="preserve">, </w:t>
      </w:r>
      <w:r w:rsidR="00E0544E" w:rsidRPr="007818BD">
        <w:t>voilà qui me paraît suspect</w:t>
      </w:r>
      <w:r>
        <w:t xml:space="preserve">. </w:t>
      </w:r>
      <w:r w:rsidR="00E0544E" w:rsidRPr="007818BD">
        <w:t>E</w:t>
      </w:r>
      <w:r w:rsidR="00E0544E" w:rsidRPr="007818BD">
        <w:t>x</w:t>
      </w:r>
      <w:r w:rsidR="00E0544E" w:rsidRPr="007818BD">
        <w:t>pliquez-vous</w:t>
      </w:r>
      <w:r>
        <w:t>. »</w:t>
      </w:r>
    </w:p>
    <w:p w14:paraId="2B4A62B8" w14:textId="77777777" w:rsidR="00E8465A" w:rsidRDefault="00E0544E" w:rsidP="00E0544E">
      <w:proofErr w:type="spellStart"/>
      <w:r w:rsidRPr="007818BD">
        <w:t>Glyndon</w:t>
      </w:r>
      <w:proofErr w:type="spellEnd"/>
      <w:r w:rsidR="00E8465A">
        <w:t xml:space="preserve">, </w:t>
      </w:r>
      <w:r w:rsidRPr="007818BD">
        <w:t>dans l</w:t>
      </w:r>
      <w:r w:rsidR="00E8465A">
        <w:t>’</w:t>
      </w:r>
      <w:r w:rsidRPr="007818BD">
        <w:t>ardeur de sa passion</w:t>
      </w:r>
      <w:r w:rsidR="00E8465A">
        <w:t xml:space="preserve">, </w:t>
      </w:r>
      <w:r w:rsidRPr="007818BD">
        <w:t>raconta à son ami ce qui s</w:t>
      </w:r>
      <w:r w:rsidR="00E8465A">
        <w:t>’</w:t>
      </w:r>
      <w:r w:rsidRPr="007818BD">
        <w:t xml:space="preserve">était passé entre lui et </w:t>
      </w:r>
      <w:proofErr w:type="spellStart"/>
      <w:r w:rsidRPr="007818BD">
        <w:t>Zanoni</w:t>
      </w:r>
      <w:proofErr w:type="spellEnd"/>
      <w:r w:rsidR="00E8465A">
        <w:t xml:space="preserve">, </w:t>
      </w:r>
      <w:r w:rsidRPr="007818BD">
        <w:t>en supprimant seulement</w:t>
      </w:r>
      <w:r w:rsidR="00E8465A">
        <w:t xml:space="preserve">, </w:t>
      </w:r>
      <w:r w:rsidRPr="007818BD">
        <w:t>sans savoir trop pourquoi</w:t>
      </w:r>
      <w:r w:rsidR="00E8465A">
        <w:t xml:space="preserve">, </w:t>
      </w:r>
      <w:r w:rsidRPr="007818BD">
        <w:t>toute allusion à son ancêtre et à la Société mystérieuse</w:t>
      </w:r>
      <w:r w:rsidR="00E8465A">
        <w:t>.</w:t>
      </w:r>
    </w:p>
    <w:p w14:paraId="7C9CB064" w14:textId="77777777" w:rsidR="00E8465A" w:rsidRDefault="00E0544E" w:rsidP="00E0544E">
      <w:r w:rsidRPr="007818BD">
        <w:t xml:space="preserve">Ces détails rendirent à </w:t>
      </w:r>
      <w:proofErr w:type="spellStart"/>
      <w:r w:rsidRPr="007818BD">
        <w:t>Mervale</w:t>
      </w:r>
      <w:proofErr w:type="spellEnd"/>
      <w:r w:rsidRPr="007818BD">
        <w:t xml:space="preserve"> tout l</w:t>
      </w:r>
      <w:r w:rsidR="00E8465A">
        <w:t>’</w:t>
      </w:r>
      <w:r w:rsidRPr="007818BD">
        <w:t>avantage qu</w:t>
      </w:r>
      <w:r w:rsidR="00E8465A">
        <w:t>’</w:t>
      </w:r>
      <w:r w:rsidRPr="007818BD">
        <w:t>il désirait reconquérir</w:t>
      </w:r>
      <w:r w:rsidR="00E8465A">
        <w:t xml:space="preserve">. </w:t>
      </w:r>
      <w:r w:rsidRPr="007818BD">
        <w:t>Juste ciel</w:t>
      </w:r>
      <w:r w:rsidR="00E8465A">
        <w:t xml:space="preserve"> ! </w:t>
      </w:r>
      <w:r w:rsidRPr="007818BD">
        <w:t>avec quel bon sens solide et fin il parla</w:t>
      </w:r>
      <w:r w:rsidR="00E8465A">
        <w:t> !</w:t>
      </w:r>
    </w:p>
    <w:p w14:paraId="71E900DF" w14:textId="77777777" w:rsidR="00E8465A" w:rsidRDefault="00E0544E" w:rsidP="00E0544E">
      <w:r w:rsidRPr="007818BD">
        <w:t>Il était clair qu</w:t>
      </w:r>
      <w:r w:rsidR="00E8465A">
        <w:t>’</w:t>
      </w:r>
      <w:r w:rsidRPr="007818BD">
        <w:t>il existait une coalition entre l</w:t>
      </w:r>
      <w:r w:rsidR="00E8465A">
        <w:t>’</w:t>
      </w:r>
      <w:r w:rsidRPr="007818BD">
        <w:t>actrice et</w:t>
      </w:r>
      <w:r w:rsidR="00E8465A">
        <w:t xml:space="preserve">, </w:t>
      </w:r>
      <w:r w:rsidRPr="007818BD">
        <w:t>qui sait</w:t>
      </w:r>
      <w:r w:rsidR="00E8465A">
        <w:t xml:space="preserve"> ? </w:t>
      </w:r>
      <w:r w:rsidRPr="007818BD">
        <w:t>son protecteur secret</w:t>
      </w:r>
      <w:r w:rsidR="00E8465A">
        <w:t xml:space="preserve">, </w:t>
      </w:r>
      <w:r w:rsidRPr="007818BD">
        <w:t>rassasié et blasé sans doute</w:t>
      </w:r>
      <w:r w:rsidR="00E8465A">
        <w:t xml:space="preserve">. </w:t>
      </w:r>
      <w:r w:rsidRPr="007818BD">
        <w:t>La p</w:t>
      </w:r>
      <w:r w:rsidRPr="007818BD">
        <w:t>o</w:t>
      </w:r>
      <w:r w:rsidRPr="007818BD">
        <w:t>sition de l</w:t>
      </w:r>
      <w:r w:rsidR="00E8465A">
        <w:t>’</w:t>
      </w:r>
      <w:r w:rsidRPr="007818BD">
        <w:t>un était équivoque</w:t>
      </w:r>
      <w:r w:rsidR="00E8465A">
        <w:t xml:space="preserve">, </w:t>
      </w:r>
      <w:r w:rsidRPr="007818BD">
        <w:t>celle de l</w:t>
      </w:r>
      <w:r w:rsidR="00E8465A">
        <w:t>’</w:t>
      </w:r>
      <w:r w:rsidRPr="007818BD">
        <w:t>autre ne l</w:t>
      </w:r>
      <w:r w:rsidR="00E8465A">
        <w:t>’</w:t>
      </w:r>
      <w:r w:rsidRPr="007818BD">
        <w:t>était pas moins</w:t>
      </w:r>
      <w:r w:rsidR="00E8465A">
        <w:t xml:space="preserve">. </w:t>
      </w:r>
      <w:r w:rsidRPr="007818BD">
        <w:t>Comme la question de l</w:t>
      </w:r>
      <w:r w:rsidR="00E8465A">
        <w:t>’</w:t>
      </w:r>
      <w:r w:rsidRPr="007818BD">
        <w:t>actrice était adroite</w:t>
      </w:r>
      <w:r w:rsidR="00E8465A">
        <w:t xml:space="preserve"> ! </w:t>
      </w:r>
      <w:r w:rsidRPr="007818BD">
        <w:t xml:space="preserve">Avec quelle perspicacité </w:t>
      </w:r>
      <w:proofErr w:type="spellStart"/>
      <w:r w:rsidRPr="007818BD">
        <w:t>Glyndon</w:t>
      </w:r>
      <w:proofErr w:type="spellEnd"/>
      <w:r w:rsidRPr="007818BD">
        <w:t xml:space="preserve"> avait</w:t>
      </w:r>
      <w:r w:rsidR="00E8465A">
        <w:t xml:space="preserve">, </w:t>
      </w:r>
      <w:r w:rsidRPr="007818BD">
        <w:t>sous la première inspiration de sa raison</w:t>
      </w:r>
      <w:r w:rsidR="00E8465A">
        <w:t xml:space="preserve">, </w:t>
      </w:r>
      <w:r w:rsidRPr="007818BD">
        <w:t>pénétré le complot et découvert le piège</w:t>
      </w:r>
      <w:r w:rsidR="00E8465A">
        <w:t xml:space="preserve"> ! </w:t>
      </w:r>
      <w:r w:rsidRPr="007818BD">
        <w:t>Quoi</w:t>
      </w:r>
      <w:r w:rsidR="00E8465A">
        <w:t xml:space="preserve"> ? </w:t>
      </w:r>
      <w:r w:rsidRPr="007818BD">
        <w:t>se lai</w:t>
      </w:r>
      <w:r w:rsidRPr="007818BD">
        <w:t>s</w:t>
      </w:r>
      <w:r w:rsidRPr="007818BD">
        <w:t>serait-il ainsi pousser à un sot mariage par des cajoleries myst</w:t>
      </w:r>
      <w:r w:rsidRPr="007818BD">
        <w:t>é</w:t>
      </w:r>
      <w:r w:rsidRPr="007818BD">
        <w:t>rieuses</w:t>
      </w:r>
      <w:r w:rsidR="00E8465A">
        <w:t xml:space="preserve">, </w:t>
      </w:r>
      <w:r w:rsidRPr="007818BD">
        <w:t xml:space="preserve">parce que </w:t>
      </w:r>
      <w:proofErr w:type="spellStart"/>
      <w:r w:rsidRPr="007818BD">
        <w:t>Zanoni</w:t>
      </w:r>
      <w:proofErr w:type="spellEnd"/>
      <w:r w:rsidR="00E8465A">
        <w:t xml:space="preserve">, </w:t>
      </w:r>
      <w:r w:rsidRPr="007818BD">
        <w:t>un simple étranger</w:t>
      </w:r>
      <w:r w:rsidR="00E8465A">
        <w:t xml:space="preserve">, </w:t>
      </w:r>
      <w:r w:rsidRPr="007818BD">
        <w:t>lui disait</w:t>
      </w:r>
      <w:r w:rsidR="00E8465A">
        <w:t xml:space="preserve">, </w:t>
      </w:r>
      <w:r w:rsidRPr="007818BD">
        <w:t>avec un visage grave</w:t>
      </w:r>
      <w:r w:rsidR="00E8465A">
        <w:t xml:space="preserve">, </w:t>
      </w:r>
      <w:r w:rsidRPr="007818BD">
        <w:t>qu</w:t>
      </w:r>
      <w:r w:rsidR="00E8465A">
        <w:t>’</w:t>
      </w:r>
      <w:r w:rsidRPr="007818BD">
        <w:t>il eût à se décider avant une certaine heure</w:t>
      </w:r>
      <w:r w:rsidR="00E8465A">
        <w:t> ?</w:t>
      </w:r>
    </w:p>
    <w:p w14:paraId="56E12DE0" w14:textId="2227F4DA" w:rsidR="00E0544E" w:rsidRPr="007818BD" w:rsidRDefault="00E8465A" w:rsidP="00E0544E">
      <w:r>
        <w:lastRenderedPageBreak/>
        <w:t>« </w:t>
      </w:r>
      <w:r w:rsidR="00E0544E" w:rsidRPr="007818BD">
        <w:t>Voici au moins ce que vous pouvez faire</w:t>
      </w:r>
      <w:r>
        <w:t xml:space="preserve">, </w:t>
      </w:r>
      <w:r w:rsidR="00E0544E" w:rsidRPr="007818BD">
        <w:t xml:space="preserve">dit </w:t>
      </w:r>
      <w:proofErr w:type="spellStart"/>
      <w:r w:rsidR="00E0544E" w:rsidRPr="007818BD">
        <w:t>Mervale</w:t>
      </w:r>
      <w:proofErr w:type="spellEnd"/>
      <w:r w:rsidR="00E0544E" w:rsidRPr="007818BD">
        <w:t xml:space="preserve"> avec assez de raison</w:t>
      </w:r>
      <w:r>
        <w:t xml:space="preserve">. </w:t>
      </w:r>
      <w:r w:rsidR="00E0544E" w:rsidRPr="007818BD">
        <w:t>A</w:t>
      </w:r>
      <w:r w:rsidR="00E0544E" w:rsidRPr="007818BD">
        <w:t>t</w:t>
      </w:r>
      <w:r w:rsidR="00E0544E" w:rsidRPr="007818BD">
        <w:t>tendez que le délai expire</w:t>
      </w:r>
      <w:r>
        <w:t xml:space="preserve"> ; </w:t>
      </w:r>
      <w:r w:rsidR="00E0544E" w:rsidRPr="007818BD">
        <w:t>il ne manque plus qu</w:t>
      </w:r>
      <w:r>
        <w:t>’</w:t>
      </w:r>
      <w:r w:rsidR="00E0544E" w:rsidRPr="007818BD">
        <w:t>un jour</w:t>
      </w:r>
      <w:r>
        <w:t xml:space="preserve">. </w:t>
      </w:r>
      <w:r w:rsidR="00E0544E" w:rsidRPr="007818BD">
        <w:t xml:space="preserve">Déjouez </w:t>
      </w:r>
      <w:proofErr w:type="spellStart"/>
      <w:r w:rsidR="00E0544E" w:rsidRPr="007818BD">
        <w:t>Zanoni</w:t>
      </w:r>
      <w:proofErr w:type="spellEnd"/>
      <w:r>
        <w:t xml:space="preserve">. </w:t>
      </w:r>
      <w:r w:rsidR="00E0544E" w:rsidRPr="007818BD">
        <w:t>Il vous dit qu</w:t>
      </w:r>
      <w:r>
        <w:t>’</w:t>
      </w:r>
      <w:r w:rsidR="00E0544E" w:rsidRPr="007818BD">
        <w:t>il vous rencontrera demain avant minuit</w:t>
      </w:r>
      <w:r>
        <w:t xml:space="preserve">, </w:t>
      </w:r>
      <w:r w:rsidR="00E0544E" w:rsidRPr="007818BD">
        <w:t>et vous défie de l</w:t>
      </w:r>
      <w:r>
        <w:t>’</w:t>
      </w:r>
      <w:r w:rsidR="00E0544E" w:rsidRPr="007818BD">
        <w:t>éviter</w:t>
      </w:r>
      <w:r>
        <w:t xml:space="preserve">. </w:t>
      </w:r>
      <w:r w:rsidR="00E0544E" w:rsidRPr="007818BD">
        <w:t>Bah</w:t>
      </w:r>
      <w:r>
        <w:t xml:space="preserve"> ! </w:t>
      </w:r>
      <w:r w:rsidR="00E0544E" w:rsidRPr="007818BD">
        <w:t>quittons Naples pour quelque endroit des environs</w:t>
      </w:r>
      <w:r>
        <w:t xml:space="preserve">, </w:t>
      </w:r>
      <w:r w:rsidR="00E0544E" w:rsidRPr="007818BD">
        <w:t>où</w:t>
      </w:r>
      <w:r>
        <w:t xml:space="preserve">, </w:t>
      </w:r>
      <w:r w:rsidR="00E0544E" w:rsidRPr="007818BD">
        <w:t>à moins d</w:t>
      </w:r>
      <w:r>
        <w:t>’</w:t>
      </w:r>
      <w:r w:rsidR="00E0544E" w:rsidRPr="007818BD">
        <w:t>être vraiment le diable</w:t>
      </w:r>
      <w:r>
        <w:t xml:space="preserve">, </w:t>
      </w:r>
      <w:r w:rsidR="00E0544E" w:rsidRPr="007818BD">
        <w:t>il ne puisse nous découvrir</w:t>
      </w:r>
      <w:r>
        <w:t xml:space="preserve">. </w:t>
      </w:r>
      <w:r w:rsidR="00E0544E" w:rsidRPr="007818BD">
        <w:t>Montrez-lui que vous ne voulez pas vous laisser mener les yeux fermés</w:t>
      </w:r>
      <w:r>
        <w:t xml:space="preserve">, </w:t>
      </w:r>
      <w:r w:rsidR="00E0544E" w:rsidRPr="007818BD">
        <w:t>même à un parti que vous avez le projet de prendre</w:t>
      </w:r>
      <w:r>
        <w:t>. »</w:t>
      </w:r>
    </w:p>
    <w:p w14:paraId="507AB4B2" w14:textId="77777777" w:rsidR="00E8465A" w:rsidRDefault="00E0544E" w:rsidP="00E0544E">
      <w:proofErr w:type="spellStart"/>
      <w:r w:rsidRPr="007818BD">
        <w:t>Glyndon</w:t>
      </w:r>
      <w:proofErr w:type="spellEnd"/>
      <w:r w:rsidRPr="007818BD">
        <w:t xml:space="preserve"> fut ébranlé</w:t>
      </w:r>
      <w:r w:rsidR="00E8465A">
        <w:t xml:space="preserve"> : </w:t>
      </w:r>
      <w:r w:rsidRPr="007818BD">
        <w:t>il ne pouvait combattre les raiso</w:t>
      </w:r>
      <w:r w:rsidRPr="007818BD">
        <w:t>n</w:t>
      </w:r>
      <w:r w:rsidRPr="007818BD">
        <w:t>nements de son ami</w:t>
      </w:r>
      <w:r w:rsidR="00E8465A">
        <w:t xml:space="preserve"> ; </w:t>
      </w:r>
      <w:r w:rsidRPr="007818BD">
        <w:t>il n</w:t>
      </w:r>
      <w:r w:rsidR="00E8465A">
        <w:t>’</w:t>
      </w:r>
      <w:r w:rsidRPr="007818BD">
        <w:t>était pas convaincu</w:t>
      </w:r>
      <w:r w:rsidR="00E8465A">
        <w:t xml:space="preserve">, </w:t>
      </w:r>
      <w:r w:rsidRPr="007818BD">
        <w:t>mais il hésitait</w:t>
      </w:r>
      <w:r w:rsidR="00E8465A">
        <w:t xml:space="preserve">. </w:t>
      </w:r>
      <w:r w:rsidRPr="007818BD">
        <w:t>À ce moment même Nicot passa auprès d</w:t>
      </w:r>
      <w:r w:rsidR="00E8465A">
        <w:t>’</w:t>
      </w:r>
      <w:r w:rsidRPr="007818BD">
        <w:t>eux</w:t>
      </w:r>
      <w:r w:rsidR="00E8465A">
        <w:t>.</w:t>
      </w:r>
    </w:p>
    <w:p w14:paraId="689B540B" w14:textId="77777777" w:rsidR="00E8465A" w:rsidRDefault="00E8465A" w:rsidP="00E0544E">
      <w:r>
        <w:t>« </w:t>
      </w:r>
      <w:r w:rsidR="00E0544E" w:rsidRPr="007818BD">
        <w:t>Eh bien</w:t>
      </w:r>
      <w:r>
        <w:t xml:space="preserve"> ! </w:t>
      </w:r>
      <w:r w:rsidR="00E0544E" w:rsidRPr="007818BD">
        <w:t>pensez-vous toujours à la Pisani</w:t>
      </w:r>
      <w:r>
        <w:t> ?</w:t>
      </w:r>
    </w:p>
    <w:p w14:paraId="146BB614" w14:textId="77777777" w:rsidR="00E8465A" w:rsidRDefault="00E8465A" w:rsidP="00E0544E">
      <w:r>
        <w:t>— </w:t>
      </w:r>
      <w:r w:rsidR="00E0544E" w:rsidRPr="007818BD">
        <w:t>Oui</w:t>
      </w:r>
      <w:r>
        <w:t xml:space="preserve">, </w:t>
      </w:r>
      <w:r w:rsidR="00E0544E" w:rsidRPr="007818BD">
        <w:t>et vous</w:t>
      </w:r>
      <w:r>
        <w:t> ?</w:t>
      </w:r>
    </w:p>
    <w:p w14:paraId="1B1687C3" w14:textId="1DD69070" w:rsidR="00E8465A" w:rsidRDefault="00E8465A" w:rsidP="00E0544E">
      <w:r>
        <w:t>— </w:t>
      </w:r>
      <w:r w:rsidR="00E0544E" w:rsidRPr="007818BD">
        <w:t>L</w:t>
      </w:r>
      <w:r>
        <w:t>’</w:t>
      </w:r>
      <w:r w:rsidR="00E0544E" w:rsidRPr="007818BD">
        <w:t>avez-vous vue</w:t>
      </w:r>
      <w:r>
        <w:t xml:space="preserve"> ? </w:t>
      </w:r>
      <w:r w:rsidR="00E0544E" w:rsidRPr="007818BD">
        <w:t>lui avez-vous parlé</w:t>
      </w:r>
      <w:r>
        <w:t xml:space="preserve"> ? </w:t>
      </w:r>
      <w:r w:rsidR="00E0544E" w:rsidRPr="007818BD">
        <w:t>Elle s</w:t>
      </w:r>
      <w:r>
        <w:t>’</w:t>
      </w:r>
      <w:r w:rsidR="00E0544E" w:rsidRPr="007818BD">
        <w:t xml:space="preserve">appellera </w:t>
      </w:r>
      <w:r>
        <w:t>M</w:t>
      </w:r>
      <w:r w:rsidRPr="00E8465A">
        <w:rPr>
          <w:vertAlign w:val="superscript"/>
        </w:rPr>
        <w:t>me</w:t>
      </w:r>
      <w:r>
        <w:t> </w:t>
      </w:r>
      <w:r w:rsidR="00E0544E" w:rsidRPr="007818BD">
        <w:t>Nicot avant la fin de la semaine</w:t>
      </w:r>
      <w:r>
        <w:t xml:space="preserve">. </w:t>
      </w:r>
      <w:r w:rsidR="00E0544E" w:rsidRPr="007818BD">
        <w:t>Je vais au café de Tolède</w:t>
      </w:r>
      <w:r>
        <w:t xml:space="preserve">, </w:t>
      </w:r>
      <w:r w:rsidR="00E0544E" w:rsidRPr="007818BD">
        <w:t>et</w:t>
      </w:r>
      <w:r>
        <w:t xml:space="preserve">, </w:t>
      </w:r>
      <w:r w:rsidR="00E0544E" w:rsidRPr="007818BD">
        <w:t xml:space="preserve">la première fois que vous rencontrerez votre ami le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dites-lui qu</w:t>
      </w:r>
      <w:r>
        <w:t>’</w:t>
      </w:r>
      <w:r w:rsidR="00E0544E" w:rsidRPr="007818BD">
        <w:t>il s</w:t>
      </w:r>
      <w:r>
        <w:t>’</w:t>
      </w:r>
      <w:r w:rsidR="00E0544E" w:rsidRPr="007818BD">
        <w:t>est trouvé deux fois sur mon chemin</w:t>
      </w:r>
      <w:r>
        <w:t xml:space="preserve">. </w:t>
      </w:r>
      <w:r w:rsidR="00E0544E" w:rsidRPr="007818BD">
        <w:t>Jean Nicot</w:t>
      </w:r>
      <w:r>
        <w:t xml:space="preserve">, </w:t>
      </w:r>
      <w:r w:rsidR="00E0544E" w:rsidRPr="007818BD">
        <w:t>tout peintre qu</w:t>
      </w:r>
      <w:r>
        <w:t>’</w:t>
      </w:r>
      <w:r w:rsidR="00E0544E" w:rsidRPr="007818BD">
        <w:t>il est</w:t>
      </w:r>
      <w:r>
        <w:t xml:space="preserve">, </w:t>
      </w:r>
      <w:r w:rsidR="00E0544E" w:rsidRPr="007818BD">
        <w:t>est un honnête homme</w:t>
      </w:r>
      <w:r>
        <w:t xml:space="preserve">, </w:t>
      </w:r>
      <w:r w:rsidR="00E0544E" w:rsidRPr="007818BD">
        <w:t>et paye toujours ses dettes</w:t>
      </w:r>
      <w:r>
        <w:t>.</w:t>
      </w:r>
    </w:p>
    <w:p w14:paraId="50C831D5" w14:textId="77777777" w:rsidR="00E8465A" w:rsidRDefault="00E8465A" w:rsidP="00E0544E">
      <w:r>
        <w:t>— </w:t>
      </w:r>
      <w:r w:rsidR="00E0544E" w:rsidRPr="007818BD">
        <w:t>En matière d</w:t>
      </w:r>
      <w:r>
        <w:t>’</w:t>
      </w:r>
      <w:r w:rsidR="00E0544E" w:rsidRPr="007818BD">
        <w:t>argent</w:t>
      </w:r>
      <w:r>
        <w:t xml:space="preserve">, </w:t>
      </w:r>
      <w:r w:rsidR="00E0544E" w:rsidRPr="007818BD">
        <w:t>c</w:t>
      </w:r>
      <w:r>
        <w:t>’</w:t>
      </w:r>
      <w:r w:rsidR="00E0544E" w:rsidRPr="007818BD">
        <w:t>est une bonne doctrine</w:t>
      </w:r>
      <w:r>
        <w:t xml:space="preserve">, </w:t>
      </w:r>
      <w:r w:rsidR="00E0544E" w:rsidRPr="007818BD">
        <w:t xml:space="preserve">dit </w:t>
      </w:r>
      <w:proofErr w:type="spellStart"/>
      <w:r w:rsidR="00E0544E" w:rsidRPr="007818BD">
        <w:t>Merv</w:t>
      </w:r>
      <w:r w:rsidR="00E0544E" w:rsidRPr="007818BD">
        <w:t>a</w:t>
      </w:r>
      <w:r w:rsidR="00E0544E" w:rsidRPr="007818BD">
        <w:t>le</w:t>
      </w:r>
      <w:proofErr w:type="spellEnd"/>
      <w:r>
        <w:t xml:space="preserve"> ; </w:t>
      </w:r>
      <w:r w:rsidR="00E0544E" w:rsidRPr="007818BD">
        <w:t>mais</w:t>
      </w:r>
      <w:r>
        <w:t xml:space="preserve">, </w:t>
      </w:r>
      <w:r w:rsidR="00E0544E" w:rsidRPr="007818BD">
        <w:t>en fait de vengeance</w:t>
      </w:r>
      <w:r>
        <w:t xml:space="preserve">, </w:t>
      </w:r>
      <w:r w:rsidR="00E0544E" w:rsidRPr="007818BD">
        <w:t>c</w:t>
      </w:r>
      <w:r>
        <w:t>’</w:t>
      </w:r>
      <w:r w:rsidR="00E0544E" w:rsidRPr="007818BD">
        <w:t>est moins moral et pas aussi sage</w:t>
      </w:r>
      <w:r>
        <w:t xml:space="preserve">. </w:t>
      </w:r>
      <w:r w:rsidR="00E0544E" w:rsidRPr="007818BD">
        <w:t>Mais</w:t>
      </w:r>
      <w:r>
        <w:t xml:space="preserve">, </w:t>
      </w:r>
      <w:r w:rsidR="00E0544E" w:rsidRPr="007818BD">
        <w:t>est-ce dans votre amour pour Viola qu</w:t>
      </w:r>
      <w:r>
        <w:t>’</w:t>
      </w:r>
      <w:r w:rsidR="00E0544E" w:rsidRPr="007818BD">
        <w:t>il vous a de</w:t>
      </w:r>
      <w:r w:rsidR="00E0544E" w:rsidRPr="007818BD">
        <w:t>s</w:t>
      </w:r>
      <w:r w:rsidR="00E0544E" w:rsidRPr="007818BD">
        <w:t>servi</w:t>
      </w:r>
      <w:r>
        <w:t xml:space="preserve"> ? </w:t>
      </w:r>
      <w:r w:rsidR="00E0544E" w:rsidRPr="007818BD">
        <w:t>Cela ne peut être</w:t>
      </w:r>
      <w:r>
        <w:t xml:space="preserve">, </w:t>
      </w:r>
      <w:r w:rsidR="00E0544E" w:rsidRPr="007818BD">
        <w:t>puisque vos affaires vont si bien de ce côté</w:t>
      </w:r>
      <w:r>
        <w:t>.</w:t>
      </w:r>
    </w:p>
    <w:p w14:paraId="6BC953C9" w14:textId="77777777" w:rsidR="00E8465A" w:rsidRDefault="00E8465A" w:rsidP="00E0544E">
      <w:r>
        <w:t>— </w:t>
      </w:r>
      <w:r w:rsidR="00E0544E" w:rsidRPr="007818BD">
        <w:t>Demandez à Viola Pisani</w:t>
      </w:r>
      <w:r>
        <w:t xml:space="preserve">. </w:t>
      </w:r>
      <w:r w:rsidR="00E0544E" w:rsidRPr="007818BD">
        <w:t xml:space="preserve">Pauvre </w:t>
      </w:r>
      <w:proofErr w:type="spellStart"/>
      <w:r w:rsidR="00E0544E" w:rsidRPr="007818BD">
        <w:t>Glyndon</w:t>
      </w:r>
      <w:proofErr w:type="spellEnd"/>
      <w:r>
        <w:t xml:space="preserve"> ! </w:t>
      </w:r>
      <w:r w:rsidR="00E0544E" w:rsidRPr="007818BD">
        <w:t>elle garde pour vous seul toute sa pruderie</w:t>
      </w:r>
      <w:r>
        <w:t xml:space="preserve">. </w:t>
      </w:r>
      <w:r w:rsidR="00E0544E" w:rsidRPr="007818BD">
        <w:t>Mais je n</w:t>
      </w:r>
      <w:r>
        <w:t>’</w:t>
      </w:r>
      <w:r w:rsidR="00E0544E" w:rsidRPr="007818BD">
        <w:t>ai pas de préjugés</w:t>
      </w:r>
      <w:r>
        <w:t xml:space="preserve">. </w:t>
      </w:r>
      <w:r w:rsidR="00E0544E" w:rsidRPr="007818BD">
        <w:t>Encore une fois</w:t>
      </w:r>
      <w:r>
        <w:t xml:space="preserve">, </w:t>
      </w:r>
      <w:r w:rsidR="00E0544E" w:rsidRPr="007818BD">
        <w:t>adieu</w:t>
      </w:r>
      <w:r>
        <w:t>.</w:t>
      </w:r>
    </w:p>
    <w:p w14:paraId="0C62FC1E" w14:textId="77777777" w:rsidR="00E8465A" w:rsidRDefault="00E8465A" w:rsidP="00E0544E">
      <w:r>
        <w:lastRenderedPageBreak/>
        <w:t>— </w:t>
      </w:r>
      <w:r w:rsidR="00E0544E" w:rsidRPr="007818BD">
        <w:t>Allons</w:t>
      </w:r>
      <w:r>
        <w:t xml:space="preserve">, </w:t>
      </w:r>
      <w:r w:rsidR="00E0544E" w:rsidRPr="007818BD">
        <w:t>réveillez-vous</w:t>
      </w:r>
      <w:r>
        <w:t xml:space="preserve">, </w:t>
      </w:r>
      <w:r w:rsidR="00E0544E" w:rsidRPr="007818BD">
        <w:t xml:space="preserve">dit </w:t>
      </w:r>
      <w:proofErr w:type="spellStart"/>
      <w:r w:rsidR="00E0544E" w:rsidRPr="007818BD">
        <w:t>Mervale</w:t>
      </w:r>
      <w:proofErr w:type="spellEnd"/>
      <w:r w:rsidR="00E0544E" w:rsidRPr="007818BD">
        <w:t xml:space="preserve"> en frappant sur l</w:t>
      </w:r>
      <w:r>
        <w:t>’</w:t>
      </w:r>
      <w:r w:rsidR="00E0544E" w:rsidRPr="007818BD">
        <w:t xml:space="preserve">épaule de </w:t>
      </w:r>
      <w:proofErr w:type="spellStart"/>
      <w:r w:rsidR="00E0544E" w:rsidRPr="007818BD">
        <w:t>Glyndon</w:t>
      </w:r>
      <w:proofErr w:type="spellEnd"/>
      <w:r>
        <w:t xml:space="preserve"> ; </w:t>
      </w:r>
      <w:r w:rsidR="00E0544E" w:rsidRPr="007818BD">
        <w:t>que pensez-vous de votre belle</w:t>
      </w:r>
      <w:r>
        <w:t> ?</w:t>
      </w:r>
    </w:p>
    <w:p w14:paraId="51F43EBE" w14:textId="77777777" w:rsidR="00E8465A" w:rsidRDefault="00E8465A" w:rsidP="00E0544E">
      <w:r>
        <w:t>— </w:t>
      </w:r>
      <w:r w:rsidR="00E0544E" w:rsidRPr="007818BD">
        <w:t>Cet homme ment</w:t>
      </w:r>
      <w:r>
        <w:t>.</w:t>
      </w:r>
    </w:p>
    <w:p w14:paraId="07494F13" w14:textId="77777777" w:rsidR="00E8465A" w:rsidRDefault="00E8465A" w:rsidP="00E0544E">
      <w:r>
        <w:t>— </w:t>
      </w:r>
      <w:r w:rsidR="00E0544E" w:rsidRPr="007818BD">
        <w:t>Voulez-vous lui écrire</w:t>
      </w:r>
      <w:r>
        <w:t> ?</w:t>
      </w:r>
    </w:p>
    <w:p w14:paraId="2001FC24" w14:textId="2217D4BE" w:rsidR="00E0544E" w:rsidRPr="007818BD" w:rsidRDefault="00E8465A" w:rsidP="00E0544E">
      <w:r>
        <w:t>— </w:t>
      </w:r>
      <w:r w:rsidR="00E0544E" w:rsidRPr="007818BD">
        <w:t>Non</w:t>
      </w:r>
      <w:r>
        <w:t xml:space="preserve"> ; </w:t>
      </w:r>
      <w:r w:rsidR="00E0544E" w:rsidRPr="007818BD">
        <w:t>si tout ceci n</w:t>
      </w:r>
      <w:r>
        <w:t>’</w:t>
      </w:r>
      <w:r w:rsidR="00E0544E" w:rsidRPr="007818BD">
        <w:t>est de sa part qu</w:t>
      </w:r>
      <w:r>
        <w:t>’</w:t>
      </w:r>
      <w:r w:rsidR="00E0544E" w:rsidRPr="007818BD">
        <w:t>un jeu indigne</w:t>
      </w:r>
      <w:r>
        <w:t xml:space="preserve">, </w:t>
      </w:r>
      <w:r w:rsidR="00E0544E" w:rsidRPr="007818BD">
        <w:t>je r</w:t>
      </w:r>
      <w:r w:rsidR="00E0544E" w:rsidRPr="007818BD">
        <w:t>e</w:t>
      </w:r>
      <w:r w:rsidR="00E0544E" w:rsidRPr="007818BD">
        <w:t>noncerai à elle sans un soupir</w:t>
      </w:r>
      <w:r>
        <w:t xml:space="preserve">. </w:t>
      </w:r>
      <w:r w:rsidR="00E0544E" w:rsidRPr="007818BD">
        <w:t>Je la surveillerai de près</w:t>
      </w:r>
      <w:r>
        <w:t xml:space="preserve">, </w:t>
      </w:r>
      <w:r w:rsidR="00E0544E" w:rsidRPr="007818BD">
        <w:t>et</w:t>
      </w:r>
      <w:r>
        <w:t xml:space="preserve">, </w:t>
      </w:r>
      <w:r w:rsidR="00E0544E" w:rsidRPr="007818BD">
        <w:t>quoi qu</w:t>
      </w:r>
      <w:r>
        <w:t>’</w:t>
      </w:r>
      <w:r w:rsidR="00E0544E" w:rsidRPr="007818BD">
        <w:t>il arrive</w:t>
      </w:r>
      <w:r>
        <w:t xml:space="preserve">, </w:t>
      </w:r>
      <w:proofErr w:type="spellStart"/>
      <w:r w:rsidR="00E0544E" w:rsidRPr="007818BD">
        <w:t>Zanoni</w:t>
      </w:r>
      <w:proofErr w:type="spellEnd"/>
      <w:r w:rsidR="00E0544E" w:rsidRPr="007818BD">
        <w:t xml:space="preserve"> ne disposera pas de mon sort</w:t>
      </w:r>
      <w:r>
        <w:t xml:space="preserve">. </w:t>
      </w:r>
      <w:r w:rsidR="00E0544E" w:rsidRPr="007818BD">
        <w:t>Vous avez ra</w:t>
      </w:r>
      <w:r w:rsidR="00E0544E" w:rsidRPr="007818BD">
        <w:t>i</w:t>
      </w:r>
      <w:r w:rsidR="00E0544E" w:rsidRPr="007818BD">
        <w:t>son</w:t>
      </w:r>
      <w:r>
        <w:t xml:space="preserve"> : </w:t>
      </w:r>
      <w:r w:rsidR="00E0544E" w:rsidRPr="007818BD">
        <w:t>quittons Naples demain au point du jour</w:t>
      </w:r>
      <w:r>
        <w:t>. »</w:t>
      </w:r>
    </w:p>
    <w:p w14:paraId="06D2E4C5" w14:textId="77777777" w:rsidR="00E8465A" w:rsidRDefault="00E0544E" w:rsidP="00E8465A">
      <w:pPr>
        <w:pStyle w:val="Titre2"/>
        <w:pageBreakBefore/>
      </w:pPr>
      <w:bookmarkStart w:id="32" w:name="_Toc199963081"/>
      <w:r w:rsidRPr="007818BD">
        <w:lastRenderedPageBreak/>
        <w:t>CHAPITRE</w:t>
      </w:r>
      <w:r w:rsidR="00E8465A">
        <w:t xml:space="preserve"> </w:t>
      </w:r>
      <w:r w:rsidRPr="007818BD">
        <w:t>X</w:t>
      </w:r>
      <w:r w:rsidR="00E8465A">
        <w:t>.</w:t>
      </w:r>
      <w:bookmarkEnd w:id="32"/>
    </w:p>
    <w:p w14:paraId="41187CA2" w14:textId="226B3B69" w:rsidR="00E0544E" w:rsidRPr="007818BD" w:rsidRDefault="00E0544E" w:rsidP="00E0544E">
      <w:pPr>
        <w:pStyle w:val="NormalRetraitGauche4XIndent0"/>
        <w:spacing w:before="0" w:after="0"/>
        <w:rPr>
          <w:rStyle w:val="Taille-1Caracteres"/>
        </w:rPr>
      </w:pPr>
      <w:r w:rsidRPr="007818BD">
        <w:rPr>
          <w:rStyle w:val="Taille-1Caracteres"/>
        </w:rPr>
        <w:t xml:space="preserve">O </w:t>
      </w:r>
      <w:proofErr w:type="spellStart"/>
      <w:r w:rsidRPr="007818BD">
        <w:rPr>
          <w:rStyle w:val="Taille-1Caracteres"/>
        </w:rPr>
        <w:t>chiunque</w:t>
      </w:r>
      <w:proofErr w:type="spellEnd"/>
      <w:r w:rsidRPr="007818BD">
        <w:rPr>
          <w:rStyle w:val="Taille-1Caracteres"/>
        </w:rPr>
        <w:t xml:space="preserve"> tu </w:t>
      </w:r>
      <w:proofErr w:type="spellStart"/>
      <w:r w:rsidRPr="007818BD">
        <w:rPr>
          <w:rStyle w:val="Taille-1Caracteres"/>
        </w:rPr>
        <w:t>sia</w:t>
      </w:r>
      <w:proofErr w:type="spellEnd"/>
      <w:r w:rsidR="00E8465A">
        <w:rPr>
          <w:rStyle w:val="Taille-1Caracteres"/>
        </w:rPr>
        <w:t xml:space="preserve">, </w:t>
      </w:r>
      <w:proofErr w:type="spellStart"/>
      <w:r w:rsidRPr="007818BD">
        <w:rPr>
          <w:rStyle w:val="Taille-1Caracteres"/>
        </w:rPr>
        <w:t>chefuor</w:t>
      </w:r>
      <w:proofErr w:type="spellEnd"/>
      <w:r w:rsidRPr="007818BD">
        <w:rPr>
          <w:rStyle w:val="Taille-1Caracteres"/>
        </w:rPr>
        <w:t xml:space="preserve"> </w:t>
      </w:r>
      <w:proofErr w:type="spellStart"/>
      <w:r w:rsidRPr="007818BD">
        <w:rPr>
          <w:rStyle w:val="Taille-1Caracteres"/>
        </w:rPr>
        <w:t>d</w:t>
      </w:r>
      <w:r w:rsidR="00E8465A">
        <w:rPr>
          <w:rStyle w:val="Taille-1Caracteres"/>
        </w:rPr>
        <w:t>’</w:t>
      </w:r>
      <w:r w:rsidRPr="007818BD">
        <w:rPr>
          <w:rStyle w:val="Taille-1Caracteres"/>
        </w:rPr>
        <w:t>ogni</w:t>
      </w:r>
      <w:proofErr w:type="spellEnd"/>
      <w:r w:rsidRPr="007818BD">
        <w:rPr>
          <w:rStyle w:val="Taille-1Caracteres"/>
        </w:rPr>
        <w:t xml:space="preserve"> </w:t>
      </w:r>
      <w:proofErr w:type="spellStart"/>
      <w:r w:rsidRPr="007818BD">
        <w:rPr>
          <w:rStyle w:val="Taille-1Caracteres"/>
        </w:rPr>
        <w:t>uso</w:t>
      </w:r>
      <w:proofErr w:type="spellEnd"/>
    </w:p>
    <w:p w14:paraId="63721D41" w14:textId="77777777" w:rsidR="00E0544E" w:rsidRPr="007818BD" w:rsidRDefault="00E0544E" w:rsidP="00E0544E">
      <w:pPr>
        <w:pStyle w:val="NormalRetraitGauche4XIndent0"/>
        <w:spacing w:before="0" w:after="0"/>
        <w:rPr>
          <w:rStyle w:val="Taille-1Caracteres"/>
        </w:rPr>
      </w:pPr>
      <w:proofErr w:type="spellStart"/>
      <w:r w:rsidRPr="007818BD">
        <w:rPr>
          <w:rStyle w:val="Taille-1Caracteres"/>
        </w:rPr>
        <w:t>Pieghi</w:t>
      </w:r>
      <w:proofErr w:type="spellEnd"/>
      <w:r w:rsidRPr="007818BD">
        <w:rPr>
          <w:rStyle w:val="Taille-1Caracteres"/>
        </w:rPr>
        <w:t xml:space="preserve"> notant ad </w:t>
      </w:r>
      <w:proofErr w:type="spellStart"/>
      <w:r w:rsidRPr="007818BD">
        <w:rPr>
          <w:rStyle w:val="Taille-1Caracteres"/>
        </w:rPr>
        <w:t>opre</w:t>
      </w:r>
      <w:proofErr w:type="spellEnd"/>
      <w:r w:rsidRPr="007818BD">
        <w:rPr>
          <w:rStyle w:val="Taille-1Caracteres"/>
        </w:rPr>
        <w:t xml:space="preserve"> altère e </w:t>
      </w:r>
      <w:proofErr w:type="spellStart"/>
      <w:r w:rsidRPr="007818BD">
        <w:rPr>
          <w:rStyle w:val="Taille-1Caracteres"/>
        </w:rPr>
        <w:t>strano</w:t>
      </w:r>
      <w:proofErr w:type="spellEnd"/>
    </w:p>
    <w:p w14:paraId="2BD92E9E" w14:textId="0FFBAC0C" w:rsidR="00E0544E" w:rsidRPr="007818BD" w:rsidRDefault="00E0544E" w:rsidP="00E0544E">
      <w:pPr>
        <w:pStyle w:val="NormalRetraitGauche4XIndent0"/>
        <w:spacing w:before="0" w:after="0"/>
        <w:rPr>
          <w:rStyle w:val="Taille-1Caracteres"/>
        </w:rPr>
      </w:pPr>
      <w:r w:rsidRPr="007818BD">
        <w:rPr>
          <w:rStyle w:val="Taille-1Caracteres"/>
        </w:rPr>
        <w:t>E</w:t>
      </w:r>
      <w:r w:rsidR="00E8465A">
        <w:rPr>
          <w:rStyle w:val="Taille-1Caracteres"/>
        </w:rPr>
        <w:t>’</w:t>
      </w:r>
      <w:r w:rsidRPr="007818BD">
        <w:rPr>
          <w:rStyle w:val="Taille-1Caracteres"/>
        </w:rPr>
        <w:t xml:space="preserve"> </w:t>
      </w:r>
      <w:proofErr w:type="spellStart"/>
      <w:r w:rsidRPr="007818BD">
        <w:rPr>
          <w:rStyle w:val="Taille-1Caracteres"/>
        </w:rPr>
        <w:t>spiando</w:t>
      </w:r>
      <w:proofErr w:type="spellEnd"/>
      <w:r w:rsidRPr="007818BD">
        <w:rPr>
          <w:rStyle w:val="Taille-1Caracteres"/>
        </w:rPr>
        <w:t xml:space="preserve"> i </w:t>
      </w:r>
      <w:proofErr w:type="spellStart"/>
      <w:r w:rsidRPr="007818BD">
        <w:rPr>
          <w:rStyle w:val="Taille-1Caracteres"/>
        </w:rPr>
        <w:t>segreti</w:t>
      </w:r>
      <w:proofErr w:type="spellEnd"/>
      <w:r w:rsidR="00E8465A">
        <w:rPr>
          <w:rStyle w:val="Taille-1Caracteres"/>
        </w:rPr>
        <w:t xml:space="preserve">, </w:t>
      </w:r>
      <w:proofErr w:type="spellStart"/>
      <w:r w:rsidRPr="007818BD">
        <w:rPr>
          <w:rStyle w:val="Taille-1Caracteres"/>
        </w:rPr>
        <w:t>entri</w:t>
      </w:r>
      <w:proofErr w:type="spellEnd"/>
      <w:r w:rsidRPr="007818BD">
        <w:rPr>
          <w:rStyle w:val="Taille-1Caracteres"/>
        </w:rPr>
        <w:t xml:space="preserve"> al piu </w:t>
      </w:r>
      <w:proofErr w:type="spellStart"/>
      <w:r w:rsidRPr="007818BD">
        <w:rPr>
          <w:rStyle w:val="Taille-1Caracteres"/>
        </w:rPr>
        <w:t>chiuso</w:t>
      </w:r>
      <w:proofErr w:type="spellEnd"/>
    </w:p>
    <w:p w14:paraId="65EFA5BF" w14:textId="77777777" w:rsidR="00E8465A" w:rsidRDefault="00E0544E" w:rsidP="00E0544E">
      <w:pPr>
        <w:pStyle w:val="NormalRetraitGauche4XIndent0"/>
        <w:spacing w:before="0" w:after="0"/>
        <w:rPr>
          <w:rStyle w:val="Taille-1Caracteres"/>
        </w:rPr>
      </w:pPr>
      <w:proofErr w:type="spellStart"/>
      <w:r w:rsidRPr="007818BD">
        <w:rPr>
          <w:rStyle w:val="Taille-1Caracteres"/>
        </w:rPr>
        <w:t>Spazi</w:t>
      </w:r>
      <w:proofErr w:type="spellEnd"/>
      <w:r w:rsidR="00E8465A">
        <w:rPr>
          <w:rStyle w:val="Taille-1Caracteres"/>
        </w:rPr>
        <w:t>’</w:t>
      </w:r>
      <w:r w:rsidRPr="007818BD">
        <w:rPr>
          <w:rStyle w:val="Taille-1Caracteres"/>
        </w:rPr>
        <w:t xml:space="preserve"> a tua </w:t>
      </w:r>
      <w:proofErr w:type="spellStart"/>
      <w:r w:rsidRPr="007818BD">
        <w:rPr>
          <w:rStyle w:val="Taille-1Caracteres"/>
        </w:rPr>
        <w:t>voglia</w:t>
      </w:r>
      <w:proofErr w:type="spellEnd"/>
      <w:r w:rsidRPr="007818BD">
        <w:rPr>
          <w:rStyle w:val="Taille-1Caracteres"/>
        </w:rPr>
        <w:t xml:space="preserve"> delle menti </w:t>
      </w:r>
      <w:proofErr w:type="spellStart"/>
      <w:r w:rsidRPr="007818BD">
        <w:rPr>
          <w:rStyle w:val="Taille-1Caracteres"/>
        </w:rPr>
        <w:t>umane</w:t>
      </w:r>
      <w:proofErr w:type="spellEnd"/>
      <w:r w:rsidR="00E8465A">
        <w:rPr>
          <w:rStyle w:val="Taille-1Caracteres"/>
        </w:rPr>
        <w:t>,</w:t>
      </w:r>
    </w:p>
    <w:p w14:paraId="34F303C4" w14:textId="77777777" w:rsidR="00E8465A" w:rsidRDefault="00E0544E" w:rsidP="00E0544E">
      <w:pPr>
        <w:pStyle w:val="NormalRetraitGauche4XIndent0"/>
        <w:spacing w:before="0" w:after="0"/>
        <w:rPr>
          <w:rStyle w:val="Taille-1Caracteres"/>
        </w:rPr>
      </w:pPr>
      <w:proofErr w:type="spellStart"/>
      <w:r w:rsidRPr="007818BD">
        <w:rPr>
          <w:rStyle w:val="Taille-1Caracteres"/>
        </w:rPr>
        <w:t>Deh</w:t>
      </w:r>
      <w:proofErr w:type="spellEnd"/>
      <w:r w:rsidR="00E8465A">
        <w:rPr>
          <w:rStyle w:val="Taille-1Caracteres"/>
        </w:rPr>
        <w:t xml:space="preserve"> ! </w:t>
      </w:r>
      <w:proofErr w:type="spellStart"/>
      <w:r w:rsidRPr="007818BD">
        <w:rPr>
          <w:rStyle w:val="Taille-1Caracteres"/>
        </w:rPr>
        <w:t>Di</w:t>
      </w:r>
      <w:r w:rsidRPr="007818BD">
        <w:rPr>
          <w:rStyle w:val="Taille-1Caracteres"/>
        </w:rPr>
        <w:t>m</w:t>
      </w:r>
      <w:r w:rsidRPr="007818BD">
        <w:rPr>
          <w:rStyle w:val="Taille-1Caracteres"/>
        </w:rPr>
        <w:t>mi</w:t>
      </w:r>
      <w:proofErr w:type="spellEnd"/>
      <w:r w:rsidRPr="007818BD">
        <w:rPr>
          <w:rStyle w:val="Appelnotedebasdep"/>
          <w:szCs w:val="28"/>
        </w:rPr>
        <w:footnoteReference w:id="42"/>
      </w:r>
      <w:r w:rsidR="00E8465A">
        <w:rPr>
          <w:rStyle w:val="Taille-1Caracteres"/>
        </w:rPr>
        <w:t> ! (</w:t>
      </w:r>
      <w:proofErr w:type="spellStart"/>
      <w:r w:rsidRPr="00F566C9">
        <w:rPr>
          <w:rStyle w:val="Taille-1Caracteres"/>
          <w:i/>
        </w:rPr>
        <w:t>Gerus</w:t>
      </w:r>
      <w:proofErr w:type="spellEnd"/>
      <w:r w:rsidR="00E8465A">
        <w:rPr>
          <w:rStyle w:val="Taille-1Caracteres"/>
        </w:rPr>
        <w:t xml:space="preserve">., </w:t>
      </w:r>
      <w:r w:rsidRPr="007818BD">
        <w:rPr>
          <w:rStyle w:val="Taille-1Caracteres"/>
        </w:rPr>
        <w:t>lib</w:t>
      </w:r>
      <w:r w:rsidR="00E8465A">
        <w:rPr>
          <w:rStyle w:val="Taille-1Caracteres"/>
        </w:rPr>
        <w:t xml:space="preserve">. </w:t>
      </w:r>
      <w:r w:rsidRPr="007818BD">
        <w:rPr>
          <w:rStyle w:val="Taille-1Caracteres"/>
        </w:rPr>
        <w:t>X</w:t>
      </w:r>
      <w:r w:rsidR="00E8465A">
        <w:rPr>
          <w:rStyle w:val="Taille-1Caracteres"/>
        </w:rPr>
        <w:t xml:space="preserve">, </w:t>
      </w:r>
      <w:r w:rsidRPr="007818BD">
        <w:rPr>
          <w:rStyle w:val="Taille-1Caracteres"/>
        </w:rPr>
        <w:t>18</w:t>
      </w:r>
      <w:r w:rsidR="00E8465A">
        <w:rPr>
          <w:rStyle w:val="Taille-1Caracteres"/>
        </w:rPr>
        <w:t>.)</w:t>
      </w:r>
    </w:p>
    <w:p w14:paraId="748C826F" w14:textId="77777777" w:rsidR="00E8465A" w:rsidRDefault="00E0544E" w:rsidP="00E0544E">
      <w:r w:rsidRPr="007818BD">
        <w:t>Le lendemain</w:t>
      </w:r>
      <w:r w:rsidR="00E8465A">
        <w:t xml:space="preserve">, </w:t>
      </w:r>
      <w:r w:rsidRPr="007818BD">
        <w:t>de grand matin</w:t>
      </w:r>
      <w:r w:rsidR="00E8465A">
        <w:t xml:space="preserve">, </w:t>
      </w:r>
      <w:r w:rsidRPr="007818BD">
        <w:t>les deux amis prirent à ch</w:t>
      </w:r>
      <w:r w:rsidRPr="007818BD">
        <w:t>e</w:t>
      </w:r>
      <w:r w:rsidRPr="007818BD">
        <w:t xml:space="preserve">val la route de </w:t>
      </w:r>
      <w:proofErr w:type="spellStart"/>
      <w:r w:rsidRPr="007818BD">
        <w:t>Baïa</w:t>
      </w:r>
      <w:proofErr w:type="spellEnd"/>
      <w:r w:rsidR="00E8465A">
        <w:t xml:space="preserve">. </w:t>
      </w:r>
      <w:proofErr w:type="spellStart"/>
      <w:r w:rsidRPr="007818BD">
        <w:t>Glyndon</w:t>
      </w:r>
      <w:proofErr w:type="spellEnd"/>
      <w:r w:rsidRPr="007818BD">
        <w:t xml:space="preserve"> avait fait dire à son hôtel que</w:t>
      </w:r>
      <w:r w:rsidR="00E8465A">
        <w:t xml:space="preserve">, </w:t>
      </w:r>
      <w:r w:rsidRPr="007818BD">
        <w:t xml:space="preserve">si </w:t>
      </w:r>
      <w:proofErr w:type="spellStart"/>
      <w:r w:rsidRPr="007818BD">
        <w:t>Zanoni</w:t>
      </w:r>
      <w:proofErr w:type="spellEnd"/>
      <w:r w:rsidRPr="007818BD">
        <w:t xml:space="preserve"> le demandait</w:t>
      </w:r>
      <w:r w:rsidR="00E8465A">
        <w:t xml:space="preserve">, </w:t>
      </w:r>
      <w:r w:rsidRPr="007818BD">
        <w:t>il le trouverait dans le voisinage de ce lieu de plaisance cher aux baigneurs de l</w:t>
      </w:r>
      <w:r w:rsidR="00E8465A">
        <w:t>’</w:t>
      </w:r>
      <w:r w:rsidRPr="007818BD">
        <w:t>antiquité</w:t>
      </w:r>
      <w:r w:rsidR="00E8465A">
        <w:t>.</w:t>
      </w:r>
    </w:p>
    <w:p w14:paraId="188789FF" w14:textId="689B80B0" w:rsidR="00E8465A" w:rsidRDefault="00E0544E" w:rsidP="00E0544E">
      <w:r w:rsidRPr="007818BD">
        <w:t>Ils passèrent devant la maison de Viola</w:t>
      </w:r>
      <w:r w:rsidR="00E8465A">
        <w:t xml:space="preserve"> ; </w:t>
      </w:r>
      <w:proofErr w:type="spellStart"/>
      <w:r w:rsidRPr="007818BD">
        <w:t>Glyndon</w:t>
      </w:r>
      <w:proofErr w:type="spellEnd"/>
      <w:r w:rsidRPr="007818BD">
        <w:t xml:space="preserve"> résista à la tentation de s</w:t>
      </w:r>
      <w:r w:rsidR="00E8465A">
        <w:t>’</w:t>
      </w:r>
      <w:r w:rsidRPr="007818BD">
        <w:t>y arrêter</w:t>
      </w:r>
      <w:r w:rsidR="00E8465A">
        <w:t xml:space="preserve">, </w:t>
      </w:r>
      <w:r w:rsidRPr="007818BD">
        <w:t>et</w:t>
      </w:r>
      <w:r w:rsidR="00E8465A">
        <w:t xml:space="preserve">, </w:t>
      </w:r>
      <w:r w:rsidRPr="007818BD">
        <w:t>après avoir traversé la grotte de Pausilippe</w:t>
      </w:r>
      <w:r w:rsidR="00E8465A">
        <w:t xml:space="preserve">, </w:t>
      </w:r>
      <w:r w:rsidRPr="007818BD">
        <w:t>ils regagnèrent par un détour les faubourgs de la vi</w:t>
      </w:r>
      <w:r w:rsidRPr="007818BD">
        <w:t>l</w:t>
      </w:r>
      <w:r w:rsidRPr="007818BD">
        <w:t>le</w:t>
      </w:r>
      <w:r w:rsidR="00E8465A">
        <w:t xml:space="preserve">, </w:t>
      </w:r>
      <w:r w:rsidRPr="007818BD">
        <w:t>et prirent la route opposée qui m</w:t>
      </w:r>
      <w:r>
        <w:t>è</w:t>
      </w:r>
      <w:r w:rsidRPr="007818BD">
        <w:t xml:space="preserve">ne à Portici et à </w:t>
      </w:r>
      <w:proofErr w:type="spellStart"/>
      <w:r w:rsidRPr="007818BD">
        <w:t>Pompéï</w:t>
      </w:r>
      <w:proofErr w:type="spellEnd"/>
      <w:r w:rsidR="00E8465A">
        <w:t xml:space="preserve">. </w:t>
      </w:r>
      <w:r w:rsidRPr="007818BD">
        <w:t>Le jour était déjà avancé</w:t>
      </w:r>
      <w:r w:rsidR="00E8465A">
        <w:t xml:space="preserve">, </w:t>
      </w:r>
      <w:r w:rsidRPr="007818BD">
        <w:t>quand ils arrivèrent au premier de ces deux endroits</w:t>
      </w:r>
      <w:r w:rsidR="00E8465A">
        <w:t xml:space="preserve">. </w:t>
      </w:r>
      <w:r w:rsidRPr="007818BD">
        <w:t>Ils s</w:t>
      </w:r>
      <w:r w:rsidR="00E8465A">
        <w:t>’</w:t>
      </w:r>
      <w:r w:rsidRPr="007818BD">
        <w:t>y arrêtèrent pour dîner</w:t>
      </w:r>
      <w:r w:rsidR="00E8465A">
        <w:t xml:space="preserve"> : </w:t>
      </w:r>
      <w:proofErr w:type="spellStart"/>
      <w:r w:rsidRPr="007818BD">
        <w:t>Mervale</w:t>
      </w:r>
      <w:proofErr w:type="spellEnd"/>
      <w:r w:rsidRPr="007818BD">
        <w:t xml:space="preserve"> avait ouï vanter le macaroni de Portici</w:t>
      </w:r>
      <w:r w:rsidR="00E8465A">
        <w:t xml:space="preserve">, </w:t>
      </w:r>
      <w:r w:rsidRPr="007818BD">
        <w:t xml:space="preserve">et </w:t>
      </w:r>
      <w:proofErr w:type="spellStart"/>
      <w:r w:rsidRPr="007818BD">
        <w:t>Mervale</w:t>
      </w:r>
      <w:proofErr w:type="spellEnd"/>
      <w:r w:rsidRPr="007818BD">
        <w:t xml:space="preserve"> était un bon vivant</w:t>
      </w:r>
      <w:r w:rsidR="00E8465A">
        <w:t>.</w:t>
      </w:r>
    </w:p>
    <w:p w14:paraId="14D8DD57" w14:textId="77777777" w:rsidR="00E8465A" w:rsidRDefault="00E0544E" w:rsidP="00E0544E">
      <w:r w:rsidRPr="007818BD">
        <w:t>Ils descendirent à une auberge d</w:t>
      </w:r>
      <w:r w:rsidR="00E8465A">
        <w:t>’</w:t>
      </w:r>
      <w:r w:rsidRPr="007818BD">
        <w:t>assez modeste apparence et dînèrent sous une tente</w:t>
      </w:r>
      <w:r w:rsidR="00E8465A">
        <w:t xml:space="preserve">. </w:t>
      </w:r>
      <w:proofErr w:type="spellStart"/>
      <w:r w:rsidRPr="007818BD">
        <w:t>Mervale</w:t>
      </w:r>
      <w:proofErr w:type="spellEnd"/>
      <w:r w:rsidRPr="007818BD">
        <w:t xml:space="preserve"> était plus gai que de cout</w:t>
      </w:r>
      <w:r w:rsidRPr="007818BD">
        <w:t>u</w:t>
      </w:r>
      <w:r w:rsidRPr="007818BD">
        <w:t>me</w:t>
      </w:r>
      <w:r w:rsidR="00E8465A">
        <w:t xml:space="preserve"> ; </w:t>
      </w:r>
      <w:r w:rsidRPr="007818BD">
        <w:t xml:space="preserve">il força son ami à faire honneur au </w:t>
      </w:r>
      <w:proofErr w:type="spellStart"/>
      <w:r w:rsidRPr="007818BD">
        <w:t>l</w:t>
      </w:r>
      <w:r w:rsidRPr="007818BD">
        <w:t>a</w:t>
      </w:r>
      <w:r w:rsidRPr="007818BD">
        <w:t>crima</w:t>
      </w:r>
      <w:proofErr w:type="spellEnd"/>
      <w:r w:rsidR="00E8465A">
        <w:t xml:space="preserve">, </w:t>
      </w:r>
      <w:r w:rsidRPr="007818BD">
        <w:t>et conversa avec entrain</w:t>
      </w:r>
      <w:r w:rsidR="00E8465A">
        <w:t>.</w:t>
      </w:r>
    </w:p>
    <w:p w14:paraId="2272FEF7" w14:textId="77777777" w:rsidR="00E8465A" w:rsidRDefault="00E8465A" w:rsidP="00E0544E">
      <w:r>
        <w:lastRenderedPageBreak/>
        <w:t>« </w:t>
      </w:r>
      <w:r w:rsidR="00E0544E" w:rsidRPr="007818BD">
        <w:t>Eh bien</w:t>
      </w:r>
      <w:r>
        <w:t xml:space="preserve">, </w:t>
      </w:r>
      <w:r w:rsidR="00E0544E" w:rsidRPr="007818BD">
        <w:t>mon cher</w:t>
      </w:r>
      <w:r>
        <w:t xml:space="preserve">, </w:t>
      </w:r>
      <w:r w:rsidR="00E0544E" w:rsidRPr="007818BD">
        <w:t xml:space="preserve">nous avons déjoué au moins une des prédictions de </w:t>
      </w:r>
      <w:proofErr w:type="spellStart"/>
      <w:r w:rsidR="00E0544E" w:rsidRPr="007818BD">
        <w:t>Zanoni</w:t>
      </w:r>
      <w:proofErr w:type="spellEnd"/>
      <w:r>
        <w:t xml:space="preserve"> : </w:t>
      </w:r>
      <w:r w:rsidR="00E0544E" w:rsidRPr="007818BD">
        <w:t>dorénavant vous n</w:t>
      </w:r>
      <w:r>
        <w:t>’</w:t>
      </w:r>
      <w:r w:rsidR="00E0544E" w:rsidRPr="007818BD">
        <w:t>aurez plus foi en lui</w:t>
      </w:r>
      <w:r>
        <w:t>.</w:t>
      </w:r>
    </w:p>
    <w:p w14:paraId="55481BF2" w14:textId="77777777" w:rsidR="00E8465A" w:rsidRDefault="00E8465A" w:rsidP="00E0544E">
      <w:r>
        <w:t>— </w:t>
      </w:r>
      <w:r w:rsidR="00E0544E" w:rsidRPr="007818BD">
        <w:t>Les ides sont venues</w:t>
      </w:r>
      <w:r>
        <w:t xml:space="preserve">, </w:t>
      </w:r>
      <w:r w:rsidR="00E0544E" w:rsidRPr="007818BD">
        <w:t>mais ne sont pas encore passées</w:t>
      </w:r>
      <w:r>
        <w:t>.</w:t>
      </w:r>
    </w:p>
    <w:p w14:paraId="1DA1D0DD" w14:textId="77777777" w:rsidR="00E8465A" w:rsidRDefault="00E8465A" w:rsidP="00E0544E">
      <w:r>
        <w:t>— </w:t>
      </w:r>
      <w:proofErr w:type="spellStart"/>
      <w:r w:rsidR="00E0544E" w:rsidRPr="007818BD">
        <w:t>Bast</w:t>
      </w:r>
      <w:proofErr w:type="spellEnd"/>
      <w:r>
        <w:t xml:space="preserve"> ! </w:t>
      </w:r>
      <w:r w:rsidR="00E0544E" w:rsidRPr="007818BD">
        <w:t>s</w:t>
      </w:r>
      <w:r>
        <w:t>’</w:t>
      </w:r>
      <w:r w:rsidR="00E0544E" w:rsidRPr="007818BD">
        <w:t>il est l</w:t>
      </w:r>
      <w:r>
        <w:t>’</w:t>
      </w:r>
      <w:r w:rsidR="00E0544E" w:rsidRPr="007818BD">
        <w:t>astrologue</w:t>
      </w:r>
      <w:r>
        <w:t xml:space="preserve">, </w:t>
      </w:r>
      <w:r w:rsidR="00E0544E" w:rsidRPr="007818BD">
        <w:t>vous n</w:t>
      </w:r>
      <w:r>
        <w:t>’</w:t>
      </w:r>
      <w:r w:rsidR="00E0544E" w:rsidRPr="007818BD">
        <w:t>êtes pas le César</w:t>
      </w:r>
      <w:r>
        <w:t xml:space="preserve">. </w:t>
      </w:r>
      <w:r w:rsidR="00E0544E" w:rsidRPr="007818BD">
        <w:t>C</w:t>
      </w:r>
      <w:r>
        <w:t>’</w:t>
      </w:r>
      <w:r w:rsidR="00E0544E" w:rsidRPr="007818BD">
        <w:t>est votre vanité qui vous rend crédule</w:t>
      </w:r>
      <w:r>
        <w:t xml:space="preserve">. </w:t>
      </w:r>
      <w:r w:rsidR="00E0544E" w:rsidRPr="007818BD">
        <w:t>Dieu merci</w:t>
      </w:r>
      <w:r>
        <w:t xml:space="preserve"> ! </w:t>
      </w:r>
      <w:r w:rsidR="00E0544E" w:rsidRPr="007818BD">
        <w:t>je ne me crois pas un personnage assez important pour que l</w:t>
      </w:r>
      <w:r>
        <w:t>’</w:t>
      </w:r>
      <w:r w:rsidR="00E0544E" w:rsidRPr="007818BD">
        <w:t>ordre de la nat</w:t>
      </w:r>
      <w:r w:rsidR="00E0544E" w:rsidRPr="007818BD">
        <w:t>u</w:t>
      </w:r>
      <w:r w:rsidR="00E0544E" w:rsidRPr="007818BD">
        <w:t>re se bouleverse pour m</w:t>
      </w:r>
      <w:r>
        <w:t>’</w:t>
      </w:r>
      <w:r w:rsidR="00E0544E" w:rsidRPr="007818BD">
        <w:t>effrayer</w:t>
      </w:r>
      <w:r>
        <w:t>.</w:t>
      </w:r>
    </w:p>
    <w:p w14:paraId="35C1415D" w14:textId="77777777" w:rsidR="00E8465A" w:rsidRDefault="00E8465A" w:rsidP="00E0544E">
      <w:r>
        <w:t>— </w:t>
      </w:r>
      <w:r w:rsidR="00E0544E" w:rsidRPr="007818BD">
        <w:t>Mais pourquoi l</w:t>
      </w:r>
      <w:r>
        <w:t>’</w:t>
      </w:r>
      <w:r w:rsidR="00E0544E" w:rsidRPr="007818BD">
        <w:t>ordre de la nature serait-il bouleversé</w:t>
      </w:r>
      <w:r>
        <w:t xml:space="preserve"> ? </w:t>
      </w:r>
      <w:r w:rsidR="00E0544E" w:rsidRPr="007818BD">
        <w:t>Il peut exister une philosophie plus profonde que nous ne pe</w:t>
      </w:r>
      <w:r w:rsidR="00E0544E" w:rsidRPr="007818BD">
        <w:t>n</w:t>
      </w:r>
      <w:r w:rsidR="00E0544E" w:rsidRPr="007818BD">
        <w:t>sons</w:t>
      </w:r>
      <w:r>
        <w:t xml:space="preserve">, </w:t>
      </w:r>
      <w:r w:rsidR="00E0544E" w:rsidRPr="007818BD">
        <w:t>une philosophie qui découvre les secrets de la nature</w:t>
      </w:r>
      <w:r>
        <w:t xml:space="preserve">, </w:t>
      </w:r>
      <w:r w:rsidR="00E0544E" w:rsidRPr="007818BD">
        <w:t>mais qui n</w:t>
      </w:r>
      <w:r>
        <w:t>’</w:t>
      </w:r>
      <w:r w:rsidR="00E0544E" w:rsidRPr="007818BD">
        <w:t>en change pas le cours en les pénétrant</w:t>
      </w:r>
      <w:r>
        <w:t>.</w:t>
      </w:r>
    </w:p>
    <w:p w14:paraId="4609D987" w14:textId="63D677DD" w:rsidR="00E0544E" w:rsidRPr="007818BD" w:rsidRDefault="00E8465A" w:rsidP="00E0544E">
      <w:r>
        <w:t>— </w:t>
      </w:r>
      <w:r w:rsidR="00E0544E" w:rsidRPr="007818BD">
        <w:t>Vous voilà retombé dans votre crédulité</w:t>
      </w:r>
      <w:r>
        <w:t xml:space="preserve"> : </w:t>
      </w:r>
      <w:r w:rsidR="00E0544E" w:rsidRPr="007818BD">
        <w:t xml:space="preserve">vous supposez sérieusement que </w:t>
      </w:r>
      <w:proofErr w:type="spellStart"/>
      <w:r w:rsidR="00E0544E" w:rsidRPr="007818BD">
        <w:t>Zanoni</w:t>
      </w:r>
      <w:proofErr w:type="spellEnd"/>
      <w:r w:rsidR="00E0544E" w:rsidRPr="007818BD">
        <w:t xml:space="preserve"> est un prophète</w:t>
      </w:r>
      <w:r>
        <w:t xml:space="preserve">, </w:t>
      </w:r>
      <w:r w:rsidR="00E0544E" w:rsidRPr="007818BD">
        <w:t>qu</w:t>
      </w:r>
      <w:r>
        <w:t>’</w:t>
      </w:r>
      <w:r w:rsidR="00E0544E" w:rsidRPr="007818BD">
        <w:t>il lit dans l</w:t>
      </w:r>
      <w:r>
        <w:t>’</w:t>
      </w:r>
      <w:r w:rsidR="00E0544E" w:rsidRPr="007818BD">
        <w:t>avenir</w:t>
      </w:r>
      <w:r>
        <w:t xml:space="preserve"> ; </w:t>
      </w:r>
      <w:r w:rsidR="00E0544E" w:rsidRPr="007818BD">
        <w:t>peut-être même qu</w:t>
      </w:r>
      <w:r>
        <w:t>’</w:t>
      </w:r>
      <w:r w:rsidR="00E0544E" w:rsidRPr="007818BD">
        <w:t>il vit familièrement avec les génies et les e</w:t>
      </w:r>
      <w:r w:rsidR="00E0544E" w:rsidRPr="007818BD">
        <w:t>s</w:t>
      </w:r>
      <w:r w:rsidR="00E0544E" w:rsidRPr="007818BD">
        <w:t>prits</w:t>
      </w:r>
      <w:r>
        <w:t>. »</w:t>
      </w:r>
    </w:p>
    <w:p w14:paraId="4A66E839" w14:textId="77777777" w:rsidR="00E8465A" w:rsidRDefault="00E0544E" w:rsidP="00E0544E">
      <w:r w:rsidRPr="007818BD">
        <w:t>Ici le maître de l</w:t>
      </w:r>
      <w:r w:rsidR="00E8465A">
        <w:t>’</w:t>
      </w:r>
      <w:r w:rsidRPr="007818BD">
        <w:t>auberge</w:t>
      </w:r>
      <w:r w:rsidR="00E8465A">
        <w:t xml:space="preserve">, </w:t>
      </w:r>
      <w:r w:rsidRPr="007818BD">
        <w:t>petit homme gras et huileux</w:t>
      </w:r>
      <w:r w:rsidR="00E8465A">
        <w:t xml:space="preserve">, </w:t>
      </w:r>
      <w:r w:rsidRPr="007818BD">
        <w:t>e</w:t>
      </w:r>
      <w:r w:rsidRPr="007818BD">
        <w:t>n</w:t>
      </w:r>
      <w:r w:rsidRPr="007818BD">
        <w:t xml:space="preserve">tra avec une nouvelle bouteille de </w:t>
      </w:r>
      <w:proofErr w:type="spellStart"/>
      <w:r w:rsidRPr="007818BD">
        <w:t>lacrima</w:t>
      </w:r>
      <w:proofErr w:type="spellEnd"/>
      <w:r w:rsidR="00E8465A">
        <w:t xml:space="preserve">. </w:t>
      </w:r>
      <w:r w:rsidRPr="007818BD">
        <w:t>Il espérait que Leurs Excellences étaient contentes</w:t>
      </w:r>
      <w:r w:rsidR="00E8465A">
        <w:t xml:space="preserve"> ; </w:t>
      </w:r>
      <w:r w:rsidRPr="007818BD">
        <w:t>il était to</w:t>
      </w:r>
      <w:r w:rsidRPr="007818BD">
        <w:t>u</w:t>
      </w:r>
      <w:r w:rsidRPr="007818BD">
        <w:t>ché</w:t>
      </w:r>
      <w:r w:rsidR="00E8465A">
        <w:t xml:space="preserve">, </w:t>
      </w:r>
      <w:r w:rsidRPr="007818BD">
        <w:t>pénétré jusqu</w:t>
      </w:r>
      <w:r w:rsidR="00E8465A">
        <w:t>’</w:t>
      </w:r>
      <w:r w:rsidRPr="007818BD">
        <w:t>au fond du cœur</w:t>
      </w:r>
      <w:r w:rsidR="00E8465A">
        <w:t xml:space="preserve">, </w:t>
      </w:r>
      <w:r w:rsidRPr="007818BD">
        <w:t>qu</w:t>
      </w:r>
      <w:r w:rsidR="00E8465A">
        <w:t>’</w:t>
      </w:r>
      <w:r w:rsidRPr="007818BD">
        <w:t>elles voulussent bien trouver le macaroni à leur goût</w:t>
      </w:r>
      <w:r w:rsidR="00E8465A">
        <w:t xml:space="preserve">. </w:t>
      </w:r>
      <w:r w:rsidRPr="007818BD">
        <w:t>Leurs Excellences allaient-elles au Vésuve</w:t>
      </w:r>
      <w:r w:rsidR="00E8465A">
        <w:t xml:space="preserve"> ? </w:t>
      </w:r>
      <w:r w:rsidRPr="007818BD">
        <w:t>Il y avait une petite éruption</w:t>
      </w:r>
      <w:r w:rsidR="00E8465A">
        <w:t xml:space="preserve">, </w:t>
      </w:r>
      <w:r w:rsidRPr="007818BD">
        <w:t>invisible de l</w:t>
      </w:r>
      <w:r w:rsidR="00E8465A">
        <w:t>’</w:t>
      </w:r>
      <w:r w:rsidRPr="007818BD">
        <w:t>endroit où ils étaient</w:t>
      </w:r>
      <w:r w:rsidR="00E8465A">
        <w:t xml:space="preserve"> ; </w:t>
      </w:r>
      <w:r w:rsidRPr="007818BD">
        <w:t>mais c</w:t>
      </w:r>
      <w:r w:rsidR="00E8465A">
        <w:t>’</w:t>
      </w:r>
      <w:r w:rsidRPr="007818BD">
        <w:t>était un joli spectacle</w:t>
      </w:r>
      <w:r w:rsidR="00E8465A">
        <w:t xml:space="preserve">, </w:t>
      </w:r>
      <w:r w:rsidRPr="007818BD">
        <w:t>et qui serait plus joli encore après le coucher du soleil</w:t>
      </w:r>
      <w:r w:rsidR="00E8465A">
        <w:t>.</w:t>
      </w:r>
    </w:p>
    <w:p w14:paraId="1E00C3EF" w14:textId="77777777" w:rsidR="00E8465A" w:rsidRDefault="00E8465A" w:rsidP="00E0544E">
      <w:r>
        <w:t>« </w:t>
      </w:r>
      <w:r w:rsidR="00E0544E" w:rsidRPr="007818BD">
        <w:t>Excellente idée</w:t>
      </w:r>
      <w:r>
        <w:t xml:space="preserve"> ! </w:t>
      </w:r>
      <w:r w:rsidR="00E0544E" w:rsidRPr="007818BD">
        <w:t>s</w:t>
      </w:r>
      <w:r>
        <w:t>’</w:t>
      </w:r>
      <w:r w:rsidR="00E0544E" w:rsidRPr="007818BD">
        <w:t xml:space="preserve">écria </w:t>
      </w:r>
      <w:proofErr w:type="spellStart"/>
      <w:r w:rsidR="00E0544E" w:rsidRPr="007818BD">
        <w:t>Mervale</w:t>
      </w:r>
      <w:proofErr w:type="spellEnd"/>
      <w:r>
        <w:t xml:space="preserve">. </w:t>
      </w:r>
      <w:r w:rsidR="00E0544E" w:rsidRPr="007818BD">
        <w:t>Qu</w:t>
      </w:r>
      <w:r>
        <w:t>’</w:t>
      </w:r>
      <w:r w:rsidR="00E0544E" w:rsidRPr="007818BD">
        <w:t>en pensez-vous</w:t>
      </w:r>
      <w:r>
        <w:t xml:space="preserve">, </w:t>
      </w:r>
      <w:proofErr w:type="spellStart"/>
      <w:r w:rsidR="00E0544E" w:rsidRPr="007818BD">
        <w:t>Glyndon</w:t>
      </w:r>
      <w:proofErr w:type="spellEnd"/>
      <w:r>
        <w:t> ?</w:t>
      </w:r>
    </w:p>
    <w:p w14:paraId="4E41A3B8" w14:textId="77777777" w:rsidR="00E8465A" w:rsidRDefault="00E8465A" w:rsidP="00E0544E">
      <w:r>
        <w:t>— </w:t>
      </w:r>
      <w:r w:rsidR="00E0544E" w:rsidRPr="007818BD">
        <w:t>Je n</w:t>
      </w:r>
      <w:r>
        <w:t>’</w:t>
      </w:r>
      <w:r w:rsidR="00E0544E" w:rsidRPr="007818BD">
        <w:t>ai jamais vu d</w:t>
      </w:r>
      <w:r>
        <w:t>’</w:t>
      </w:r>
      <w:r w:rsidR="00E0544E" w:rsidRPr="007818BD">
        <w:t>éruption</w:t>
      </w:r>
      <w:r>
        <w:t xml:space="preserve">, </w:t>
      </w:r>
      <w:r w:rsidR="00E0544E" w:rsidRPr="007818BD">
        <w:t>j</w:t>
      </w:r>
      <w:r>
        <w:t>’</w:t>
      </w:r>
      <w:r w:rsidR="00E0544E" w:rsidRPr="007818BD">
        <w:t>aimerais assez à en voir une</w:t>
      </w:r>
      <w:r>
        <w:t>.</w:t>
      </w:r>
    </w:p>
    <w:p w14:paraId="7AC17922" w14:textId="77777777" w:rsidR="00E8465A" w:rsidRDefault="00E8465A" w:rsidP="00E0544E">
      <w:r>
        <w:lastRenderedPageBreak/>
        <w:t>— </w:t>
      </w:r>
      <w:r w:rsidR="00E0544E" w:rsidRPr="007818BD">
        <w:t>Mais n</w:t>
      </w:r>
      <w:r>
        <w:t>’</w:t>
      </w:r>
      <w:r w:rsidR="00E0544E" w:rsidRPr="007818BD">
        <w:t>y a-t-il aucun danger</w:t>
      </w:r>
      <w:r>
        <w:t xml:space="preserve"> ? </w:t>
      </w:r>
      <w:r w:rsidR="00E0544E" w:rsidRPr="007818BD">
        <w:t xml:space="preserve">demanda le prudent </w:t>
      </w:r>
      <w:proofErr w:type="spellStart"/>
      <w:r w:rsidR="00E0544E" w:rsidRPr="007818BD">
        <w:t>Me</w:t>
      </w:r>
      <w:r w:rsidR="00E0544E" w:rsidRPr="007818BD">
        <w:t>r</w:t>
      </w:r>
      <w:r w:rsidR="00E0544E" w:rsidRPr="007818BD">
        <w:t>vale</w:t>
      </w:r>
      <w:proofErr w:type="spellEnd"/>
      <w:r>
        <w:t>.</w:t>
      </w:r>
    </w:p>
    <w:p w14:paraId="1F84B221" w14:textId="77777777" w:rsidR="00E8465A" w:rsidRDefault="00E8465A" w:rsidP="00E0544E">
      <w:r>
        <w:t>— </w:t>
      </w:r>
      <w:r w:rsidR="00E0544E" w:rsidRPr="007818BD">
        <w:t>Aucun</w:t>
      </w:r>
      <w:r>
        <w:t xml:space="preserve"> : </w:t>
      </w:r>
      <w:r w:rsidR="00E0544E" w:rsidRPr="007818BD">
        <w:t>la montagne est fort bien élevée maintenant</w:t>
      </w:r>
      <w:r>
        <w:t xml:space="preserve">. </w:t>
      </w:r>
      <w:r w:rsidR="00E0544E" w:rsidRPr="007818BD">
        <w:t>E</w:t>
      </w:r>
      <w:r w:rsidR="00E0544E" w:rsidRPr="007818BD">
        <w:t>l</w:t>
      </w:r>
      <w:r w:rsidR="00E0544E" w:rsidRPr="007818BD">
        <w:t>le joue un peu pour amuser Leurs Excellences les Anglais</w:t>
      </w:r>
      <w:r>
        <w:t xml:space="preserve"> : </w:t>
      </w:r>
      <w:r w:rsidR="00E0544E" w:rsidRPr="007818BD">
        <w:t>voilà tout</w:t>
      </w:r>
      <w:r>
        <w:t>.</w:t>
      </w:r>
    </w:p>
    <w:p w14:paraId="541545E0" w14:textId="6B510DA0" w:rsidR="00E0544E" w:rsidRPr="007818BD" w:rsidRDefault="00E8465A" w:rsidP="00E0544E">
      <w:r>
        <w:t>— </w:t>
      </w:r>
      <w:r w:rsidR="00E0544E" w:rsidRPr="007818BD">
        <w:t>C</w:t>
      </w:r>
      <w:r>
        <w:t>’</w:t>
      </w:r>
      <w:r w:rsidR="00E0544E" w:rsidRPr="007818BD">
        <w:t>est bien</w:t>
      </w:r>
      <w:r>
        <w:t xml:space="preserve"> : </w:t>
      </w:r>
      <w:r w:rsidR="00E0544E" w:rsidRPr="007818BD">
        <w:t>demandez nos chevaux</w:t>
      </w:r>
      <w:r>
        <w:t xml:space="preserve"> ; </w:t>
      </w:r>
      <w:r w:rsidR="00E0544E" w:rsidRPr="007818BD">
        <w:t>nous voulons partir avant que la nuit arr</w:t>
      </w:r>
      <w:r w:rsidR="00E0544E" w:rsidRPr="007818BD">
        <w:t>i</w:t>
      </w:r>
      <w:r w:rsidR="00E0544E" w:rsidRPr="007818BD">
        <w:t>ve</w:t>
      </w:r>
      <w:r>
        <w:t xml:space="preserve">. </w:t>
      </w:r>
      <w:r w:rsidR="00E0544E" w:rsidRPr="007818BD">
        <w:rPr>
          <w:i/>
          <w:iCs/>
        </w:rPr>
        <w:t>Nunc est bibendum</w:t>
      </w:r>
      <w:r>
        <w:t xml:space="preserve"> ; </w:t>
      </w:r>
      <w:r w:rsidR="00E0544E" w:rsidRPr="007818BD">
        <w:t xml:space="preserve">mais prenez garde au </w:t>
      </w:r>
      <w:proofErr w:type="spellStart"/>
      <w:r w:rsidR="00E0544E" w:rsidRPr="007818BD">
        <w:rPr>
          <w:i/>
          <w:iCs/>
        </w:rPr>
        <w:t>pede</w:t>
      </w:r>
      <w:proofErr w:type="spellEnd"/>
      <w:r w:rsidR="00E0544E" w:rsidRPr="007818BD">
        <w:rPr>
          <w:i/>
          <w:iCs/>
        </w:rPr>
        <w:t xml:space="preserve"> libero</w:t>
      </w:r>
      <w:r>
        <w:t xml:space="preserve">, </w:t>
      </w:r>
      <w:r w:rsidR="00E0544E" w:rsidRPr="007818BD">
        <w:t>qui ne serait pas précisément de mise sur la l</w:t>
      </w:r>
      <w:r w:rsidR="00E0544E" w:rsidRPr="007818BD">
        <w:t>a</w:t>
      </w:r>
      <w:r w:rsidR="00E0544E" w:rsidRPr="007818BD">
        <w:t>ve</w:t>
      </w:r>
      <w:r>
        <w:t>. »</w:t>
      </w:r>
    </w:p>
    <w:p w14:paraId="18B29F73" w14:textId="77777777" w:rsidR="00E8465A" w:rsidRDefault="00E0544E" w:rsidP="00E0544E">
      <w:r w:rsidRPr="007818BD">
        <w:t>Ils achevèrent la bouteille</w:t>
      </w:r>
      <w:r w:rsidR="00E8465A">
        <w:t xml:space="preserve">, </w:t>
      </w:r>
      <w:r w:rsidRPr="007818BD">
        <w:t>payèrent et montèrent en selle</w:t>
      </w:r>
      <w:r w:rsidR="00E8465A">
        <w:t xml:space="preserve"> : </w:t>
      </w:r>
      <w:r w:rsidRPr="007818BD">
        <w:t>l</w:t>
      </w:r>
      <w:r w:rsidR="00E8465A">
        <w:t>’</w:t>
      </w:r>
      <w:r w:rsidRPr="007818BD">
        <w:t>aubergiste s</w:t>
      </w:r>
      <w:r w:rsidR="00E8465A">
        <w:t>’</w:t>
      </w:r>
      <w:r w:rsidRPr="007818BD">
        <w:t>inclina</w:t>
      </w:r>
      <w:r w:rsidR="00E8465A">
        <w:t xml:space="preserve"> ; </w:t>
      </w:r>
      <w:r w:rsidRPr="007818BD">
        <w:t>et les cavaliers</w:t>
      </w:r>
      <w:r w:rsidR="00E8465A">
        <w:t xml:space="preserve">, </w:t>
      </w:r>
      <w:r w:rsidRPr="007818BD">
        <w:t>par une délicieuse et fra</w:t>
      </w:r>
      <w:r w:rsidRPr="007818BD">
        <w:t>î</w:t>
      </w:r>
      <w:r w:rsidRPr="007818BD">
        <w:t>che soirée</w:t>
      </w:r>
      <w:r w:rsidR="00E8465A">
        <w:t xml:space="preserve">, </w:t>
      </w:r>
      <w:r w:rsidRPr="007818BD">
        <w:t xml:space="preserve">se dirigèrent vers </w:t>
      </w:r>
      <w:proofErr w:type="spellStart"/>
      <w:r w:rsidRPr="007818BD">
        <w:t>Resina</w:t>
      </w:r>
      <w:proofErr w:type="spellEnd"/>
      <w:r w:rsidR="00E8465A">
        <w:t xml:space="preserve">. </w:t>
      </w:r>
      <w:r w:rsidRPr="007818BD">
        <w:t>Le vin</w:t>
      </w:r>
      <w:r w:rsidR="00E8465A">
        <w:t xml:space="preserve">, </w:t>
      </w:r>
      <w:r w:rsidRPr="007818BD">
        <w:t>et sans doute aussi son imagination surexcitée</w:t>
      </w:r>
      <w:r w:rsidR="00E8465A">
        <w:t xml:space="preserve">, </w:t>
      </w:r>
      <w:r w:rsidRPr="007818BD">
        <w:t xml:space="preserve">donnèrent une certaine animation à </w:t>
      </w:r>
      <w:proofErr w:type="spellStart"/>
      <w:r w:rsidRPr="007818BD">
        <w:t>Glyndon</w:t>
      </w:r>
      <w:proofErr w:type="spellEnd"/>
      <w:r w:rsidR="00E8465A">
        <w:t xml:space="preserve">, </w:t>
      </w:r>
      <w:r w:rsidRPr="007818BD">
        <w:t>dont l</w:t>
      </w:r>
      <w:r w:rsidR="00E8465A">
        <w:t>’</w:t>
      </w:r>
      <w:r w:rsidRPr="007818BD">
        <w:t>humeur mobile était parfois légère et radieuse comme celle d</w:t>
      </w:r>
      <w:r w:rsidR="00E8465A">
        <w:t>’</w:t>
      </w:r>
      <w:r w:rsidRPr="007818BD">
        <w:t>un écolier en liberté et les éclats de rire des cav</w:t>
      </w:r>
      <w:r w:rsidRPr="007818BD">
        <w:t>a</w:t>
      </w:r>
      <w:r w:rsidRPr="007818BD">
        <w:t>liers retentirent fréquents et joyeux dans ce lugubre domaine des cités ensevelies</w:t>
      </w:r>
      <w:r w:rsidR="00E8465A">
        <w:t>.</w:t>
      </w:r>
    </w:p>
    <w:p w14:paraId="4D905C93" w14:textId="77777777" w:rsidR="00E8465A" w:rsidRDefault="00E0544E" w:rsidP="00E0544E">
      <w:r w:rsidRPr="007818BD">
        <w:t>L</w:t>
      </w:r>
      <w:r w:rsidR="00E8465A">
        <w:t>’</w:t>
      </w:r>
      <w:r w:rsidRPr="007818BD">
        <w:t>étoile du couchant brillait déjà dans les cieux aux teintes rosées</w:t>
      </w:r>
      <w:r w:rsidR="00E8465A">
        <w:t xml:space="preserve">, </w:t>
      </w:r>
      <w:r w:rsidRPr="007818BD">
        <w:t xml:space="preserve">quand ils arrivèrent à </w:t>
      </w:r>
      <w:proofErr w:type="spellStart"/>
      <w:r w:rsidRPr="007818BD">
        <w:t>Resina</w:t>
      </w:r>
      <w:proofErr w:type="spellEnd"/>
      <w:r w:rsidR="00E8465A">
        <w:t xml:space="preserve">. </w:t>
      </w:r>
      <w:r w:rsidRPr="007818BD">
        <w:t>Ils y laissèrent leurs ch</w:t>
      </w:r>
      <w:r w:rsidRPr="007818BD">
        <w:t>e</w:t>
      </w:r>
      <w:r w:rsidRPr="007818BD">
        <w:t>vaux et prirent des mules et un guide</w:t>
      </w:r>
      <w:r w:rsidR="00E8465A">
        <w:t xml:space="preserve">. </w:t>
      </w:r>
      <w:r w:rsidRPr="007818BD">
        <w:t>À m</w:t>
      </w:r>
      <w:r w:rsidRPr="007818BD">
        <w:t>e</w:t>
      </w:r>
      <w:r w:rsidRPr="007818BD">
        <w:t>sure que le ciel s</w:t>
      </w:r>
      <w:r w:rsidR="00E8465A">
        <w:t>’</w:t>
      </w:r>
      <w:r w:rsidRPr="007818BD">
        <w:t>assombrissait</w:t>
      </w:r>
      <w:r w:rsidR="00E8465A">
        <w:t xml:space="preserve">, </w:t>
      </w:r>
      <w:r w:rsidRPr="007818BD">
        <w:t>le feu du volcan brûlait d</w:t>
      </w:r>
      <w:r w:rsidR="00E8465A">
        <w:t>’</w:t>
      </w:r>
      <w:r w:rsidRPr="007818BD">
        <w:t>un éclat de plus en plus i</w:t>
      </w:r>
      <w:r w:rsidRPr="007818BD">
        <w:t>n</w:t>
      </w:r>
      <w:r w:rsidRPr="007818BD">
        <w:t>tense</w:t>
      </w:r>
      <w:r w:rsidR="00E8465A">
        <w:t xml:space="preserve">. </w:t>
      </w:r>
      <w:r w:rsidRPr="007818BD">
        <w:t>Par mille sillons</w:t>
      </w:r>
      <w:r w:rsidR="00E8465A">
        <w:t xml:space="preserve">, </w:t>
      </w:r>
      <w:r w:rsidRPr="007818BD">
        <w:t>par mille ruisseaux</w:t>
      </w:r>
      <w:r w:rsidR="00E8465A">
        <w:t xml:space="preserve">, </w:t>
      </w:r>
      <w:r w:rsidRPr="007818BD">
        <w:t>la source de flamme débordait du sombre sommet</w:t>
      </w:r>
      <w:r w:rsidR="00E8465A">
        <w:t xml:space="preserve"> ; </w:t>
      </w:r>
      <w:r w:rsidRPr="007818BD">
        <w:t>et</w:t>
      </w:r>
      <w:r w:rsidR="00E8465A">
        <w:t xml:space="preserve">, </w:t>
      </w:r>
      <w:r w:rsidRPr="007818BD">
        <w:t>à mesure qu</w:t>
      </w:r>
      <w:r w:rsidR="00E8465A">
        <w:t>’</w:t>
      </w:r>
      <w:r w:rsidRPr="007818BD">
        <w:t>ils mo</w:t>
      </w:r>
      <w:r w:rsidRPr="007818BD">
        <w:t>n</w:t>
      </w:r>
      <w:r w:rsidRPr="007818BD">
        <w:t>taient</w:t>
      </w:r>
      <w:r w:rsidR="00E8465A">
        <w:t xml:space="preserve">, </w:t>
      </w:r>
      <w:r w:rsidRPr="007818BD">
        <w:t>les Anglais commençaient à sentir se dév</w:t>
      </w:r>
      <w:r w:rsidRPr="007818BD">
        <w:t>e</w:t>
      </w:r>
      <w:r w:rsidRPr="007818BD">
        <w:t>lopper en eux et croître peu à peu cette impression de solennelle terreur qui est comme l</w:t>
      </w:r>
      <w:r w:rsidR="00E8465A">
        <w:t>’</w:t>
      </w:r>
      <w:r w:rsidRPr="007818BD">
        <w:t>atmosphère même qui enveloppe le géant des pla</w:t>
      </w:r>
      <w:r w:rsidRPr="007818BD">
        <w:t>i</w:t>
      </w:r>
      <w:r w:rsidRPr="007818BD">
        <w:t>nes de l</w:t>
      </w:r>
      <w:r w:rsidR="00E8465A">
        <w:t>’</w:t>
      </w:r>
      <w:r w:rsidRPr="007818BD">
        <w:t>antique Hadès</w:t>
      </w:r>
      <w:r w:rsidR="00E8465A">
        <w:t>.</w:t>
      </w:r>
    </w:p>
    <w:p w14:paraId="433B0BE2" w14:textId="77777777" w:rsidR="00E8465A" w:rsidRDefault="00E0544E" w:rsidP="00E0544E">
      <w:r w:rsidRPr="007818BD">
        <w:t>La nuit était venue quand ils quittèrent leurs mules pour continuer leur ascension à pied</w:t>
      </w:r>
      <w:r w:rsidR="00E8465A">
        <w:t xml:space="preserve">, </w:t>
      </w:r>
      <w:r w:rsidRPr="007818BD">
        <w:t>en compagnie de leur guide et d</w:t>
      </w:r>
      <w:r w:rsidR="00E8465A">
        <w:t>’</w:t>
      </w:r>
      <w:r w:rsidRPr="007818BD">
        <w:t>un paysan porteur d</w:t>
      </w:r>
      <w:r w:rsidR="00E8465A">
        <w:t>’</w:t>
      </w:r>
      <w:r w:rsidRPr="007818BD">
        <w:t>une torche</w:t>
      </w:r>
      <w:r w:rsidR="00E8465A">
        <w:t xml:space="preserve">. </w:t>
      </w:r>
      <w:r w:rsidRPr="007818BD">
        <w:t>Le guide</w:t>
      </w:r>
      <w:r w:rsidR="00E8465A">
        <w:t xml:space="preserve">, </w:t>
      </w:r>
      <w:r w:rsidRPr="007818BD">
        <w:t xml:space="preserve">comme la </w:t>
      </w:r>
      <w:r w:rsidRPr="007818BD">
        <w:lastRenderedPageBreak/>
        <w:t>plupart de ses confrères</w:t>
      </w:r>
      <w:r w:rsidR="00E8465A">
        <w:t xml:space="preserve">, </w:t>
      </w:r>
      <w:r w:rsidRPr="007818BD">
        <w:t>était sociable et bavard</w:t>
      </w:r>
      <w:r w:rsidR="00E8465A">
        <w:t xml:space="preserve">, </w:t>
      </w:r>
      <w:r w:rsidRPr="007818BD">
        <w:t xml:space="preserve">et </w:t>
      </w:r>
      <w:proofErr w:type="spellStart"/>
      <w:r w:rsidRPr="007818BD">
        <w:t>Mervale</w:t>
      </w:r>
      <w:proofErr w:type="spellEnd"/>
      <w:r w:rsidRPr="007818BD">
        <w:t xml:space="preserve"> en profita pour tirer de chaque incident de leur excursion de l</w:t>
      </w:r>
      <w:r w:rsidR="00E8465A">
        <w:t>’</w:t>
      </w:r>
      <w:r w:rsidRPr="007818BD">
        <w:t>amusement ou de l</w:t>
      </w:r>
      <w:r w:rsidR="00E8465A">
        <w:t>’</w:t>
      </w:r>
      <w:r w:rsidRPr="007818BD">
        <w:t>instruction</w:t>
      </w:r>
      <w:r w:rsidR="00E8465A">
        <w:t>.</w:t>
      </w:r>
    </w:p>
    <w:p w14:paraId="0143BC6A" w14:textId="77777777" w:rsidR="00E8465A" w:rsidRDefault="00E8465A" w:rsidP="00E0544E">
      <w:r>
        <w:t>« </w:t>
      </w:r>
      <w:r w:rsidR="00E0544E" w:rsidRPr="007818BD">
        <w:t>Ah</w:t>
      </w:r>
      <w:r>
        <w:t xml:space="preserve"> ! </w:t>
      </w:r>
      <w:r w:rsidR="00E0544E" w:rsidRPr="007818BD">
        <w:t>Excellence</w:t>
      </w:r>
      <w:r>
        <w:t xml:space="preserve">, </w:t>
      </w:r>
      <w:r w:rsidR="00E0544E" w:rsidRPr="007818BD">
        <w:t>dit le guide</w:t>
      </w:r>
      <w:r>
        <w:t xml:space="preserve">, </w:t>
      </w:r>
      <w:r w:rsidR="00E0544E" w:rsidRPr="007818BD">
        <w:t>vos compatriotes aiment le volcan à la passion</w:t>
      </w:r>
      <w:r>
        <w:t xml:space="preserve">. </w:t>
      </w:r>
      <w:r w:rsidR="00E0544E" w:rsidRPr="007818BD">
        <w:t>Dieu les conserve</w:t>
      </w:r>
      <w:r>
        <w:t xml:space="preserve"> ! </w:t>
      </w:r>
      <w:r w:rsidR="00E0544E" w:rsidRPr="007818BD">
        <w:t>Ils nous apportent tant d</w:t>
      </w:r>
      <w:r>
        <w:t>’</w:t>
      </w:r>
      <w:r w:rsidR="00E0544E" w:rsidRPr="007818BD">
        <w:t>argent</w:t>
      </w:r>
      <w:r>
        <w:t xml:space="preserve"> ! </w:t>
      </w:r>
      <w:r w:rsidR="00E0544E" w:rsidRPr="007818BD">
        <w:t>Si notre fortune dépendait des Napolitains</w:t>
      </w:r>
      <w:r>
        <w:t xml:space="preserve">, </w:t>
      </w:r>
      <w:r w:rsidR="00E0544E" w:rsidRPr="007818BD">
        <w:t>nous mourrions de faim</w:t>
      </w:r>
      <w:r>
        <w:t>.</w:t>
      </w:r>
    </w:p>
    <w:p w14:paraId="76CFD0AA" w14:textId="77777777" w:rsidR="00E8465A" w:rsidRDefault="00E8465A" w:rsidP="00E0544E">
      <w:r>
        <w:t>— </w:t>
      </w:r>
      <w:r w:rsidR="00E0544E" w:rsidRPr="007818BD">
        <w:t>Le fait est qu</w:t>
      </w:r>
      <w:r>
        <w:t>’</w:t>
      </w:r>
      <w:r w:rsidR="00E0544E" w:rsidRPr="007818BD">
        <w:t>ils ne sont pas curieux</w:t>
      </w:r>
      <w:r>
        <w:t xml:space="preserve">, </w:t>
      </w:r>
      <w:r w:rsidR="00E0544E" w:rsidRPr="007818BD">
        <w:t xml:space="preserve">dit </w:t>
      </w:r>
      <w:proofErr w:type="spellStart"/>
      <w:r w:rsidR="00E0544E" w:rsidRPr="007818BD">
        <w:t>Mervale</w:t>
      </w:r>
      <w:proofErr w:type="spellEnd"/>
      <w:r>
        <w:t xml:space="preserve">. </w:t>
      </w:r>
      <w:r w:rsidR="00E0544E" w:rsidRPr="007818BD">
        <w:t>Vous souvenez-vous</w:t>
      </w:r>
      <w:r>
        <w:t xml:space="preserve">, </w:t>
      </w:r>
      <w:proofErr w:type="spellStart"/>
      <w:r w:rsidR="00E0544E" w:rsidRPr="007818BD">
        <w:t>Glyndon</w:t>
      </w:r>
      <w:proofErr w:type="spellEnd"/>
      <w:r>
        <w:t xml:space="preserve">, </w:t>
      </w:r>
      <w:r w:rsidR="00E0544E" w:rsidRPr="007818BD">
        <w:t>de l</w:t>
      </w:r>
      <w:r>
        <w:t>’</w:t>
      </w:r>
      <w:r w:rsidR="00E0544E" w:rsidRPr="007818BD">
        <w:t>air dédaigneux dont le vieux co</w:t>
      </w:r>
      <w:r w:rsidR="00E0544E" w:rsidRPr="007818BD">
        <w:t>m</w:t>
      </w:r>
      <w:r w:rsidR="00E0544E" w:rsidRPr="007818BD">
        <w:t>te nous dit</w:t>
      </w:r>
      <w:r>
        <w:t> : « </w:t>
      </w:r>
      <w:r w:rsidR="00E0544E" w:rsidRPr="007818BD">
        <w:t>Vous irez voir le Vésuve</w:t>
      </w:r>
      <w:r>
        <w:t xml:space="preserve">, </w:t>
      </w:r>
      <w:r w:rsidR="00E0544E" w:rsidRPr="007818BD">
        <w:t>sans doute</w:t>
      </w:r>
      <w:r>
        <w:t xml:space="preserve"> ? </w:t>
      </w:r>
      <w:r w:rsidR="00E0544E" w:rsidRPr="007818BD">
        <w:t>Je n</w:t>
      </w:r>
      <w:r>
        <w:t>’</w:t>
      </w:r>
      <w:r w:rsidR="00E0544E" w:rsidRPr="007818BD">
        <w:t>y suis jamais allé</w:t>
      </w:r>
      <w:r>
        <w:t xml:space="preserve">. </w:t>
      </w:r>
      <w:r w:rsidR="00E0544E" w:rsidRPr="007818BD">
        <w:t>Qu</w:t>
      </w:r>
      <w:r>
        <w:t>’</w:t>
      </w:r>
      <w:r w:rsidR="00E0544E" w:rsidRPr="007818BD">
        <w:t>irais-je y faire</w:t>
      </w:r>
      <w:r>
        <w:t xml:space="preserve"> ? </w:t>
      </w:r>
      <w:r w:rsidR="00E0544E" w:rsidRPr="007818BD">
        <w:t>On a froid</w:t>
      </w:r>
      <w:r>
        <w:t xml:space="preserve">, </w:t>
      </w:r>
      <w:r w:rsidR="00E0544E" w:rsidRPr="007818BD">
        <w:t>on a faim</w:t>
      </w:r>
      <w:r>
        <w:t xml:space="preserve">, </w:t>
      </w:r>
      <w:r w:rsidR="00E0544E" w:rsidRPr="007818BD">
        <w:t>on a la f</w:t>
      </w:r>
      <w:r w:rsidR="00E0544E" w:rsidRPr="007818BD">
        <w:t>a</w:t>
      </w:r>
      <w:r w:rsidR="00E0544E" w:rsidRPr="007818BD">
        <w:t>tigue</w:t>
      </w:r>
      <w:r>
        <w:t xml:space="preserve">, </w:t>
      </w:r>
      <w:r w:rsidR="00E0544E" w:rsidRPr="007818BD">
        <w:t>on a le danger</w:t>
      </w:r>
      <w:r>
        <w:t xml:space="preserve"> ; </w:t>
      </w:r>
      <w:r w:rsidR="00E0544E" w:rsidRPr="007818BD">
        <w:t>et le tout</w:t>
      </w:r>
      <w:r>
        <w:t xml:space="preserve">, </w:t>
      </w:r>
      <w:r w:rsidR="00E0544E" w:rsidRPr="007818BD">
        <w:t>pour voir du feu</w:t>
      </w:r>
      <w:r>
        <w:t xml:space="preserve">, </w:t>
      </w:r>
      <w:r w:rsidR="00E0544E" w:rsidRPr="007818BD">
        <w:t>qui atout aussi bonne apparence dans un brasier que sur une montagne</w:t>
      </w:r>
      <w:r>
        <w:t> ! »</w:t>
      </w:r>
      <w:r w:rsidR="00E0544E" w:rsidRPr="007818BD">
        <w:t xml:space="preserve"> Et</w:t>
      </w:r>
      <w:r>
        <w:t xml:space="preserve">, </w:t>
      </w:r>
      <w:r w:rsidR="00E0544E" w:rsidRPr="007818BD">
        <w:t>ajouta-t-il en riant</w:t>
      </w:r>
      <w:r>
        <w:t xml:space="preserve">, </w:t>
      </w:r>
      <w:r w:rsidR="00E0544E" w:rsidRPr="007818BD">
        <w:t>le vieux comte n</w:t>
      </w:r>
      <w:r>
        <w:t>’</w:t>
      </w:r>
      <w:r w:rsidR="00E0544E" w:rsidRPr="007818BD">
        <w:t>avait pas si grand tort</w:t>
      </w:r>
      <w:r>
        <w:t>.</w:t>
      </w:r>
    </w:p>
    <w:p w14:paraId="13DA8438" w14:textId="77777777" w:rsidR="00E8465A" w:rsidRDefault="00E8465A" w:rsidP="00E0544E">
      <w:r>
        <w:t>— </w:t>
      </w:r>
      <w:r w:rsidR="00E0544E" w:rsidRPr="007818BD">
        <w:t>Mais</w:t>
      </w:r>
      <w:r>
        <w:t xml:space="preserve">, </w:t>
      </w:r>
      <w:r w:rsidR="00E0544E" w:rsidRPr="007818BD">
        <w:t>Excellence</w:t>
      </w:r>
      <w:r>
        <w:t xml:space="preserve">, </w:t>
      </w:r>
      <w:r w:rsidR="00E0544E" w:rsidRPr="007818BD">
        <w:t>dit le guide</w:t>
      </w:r>
      <w:r>
        <w:t xml:space="preserve">, </w:t>
      </w:r>
      <w:r w:rsidR="00E0544E" w:rsidRPr="007818BD">
        <w:t>ce n</w:t>
      </w:r>
      <w:r>
        <w:t>’</w:t>
      </w:r>
      <w:r w:rsidR="00E0544E" w:rsidRPr="007818BD">
        <w:t>est pas tout</w:t>
      </w:r>
      <w:r>
        <w:t xml:space="preserve"> : </w:t>
      </w:r>
      <w:r w:rsidR="00E0544E" w:rsidRPr="007818BD">
        <w:t>il y a des cavaliers qui osent faire l</w:t>
      </w:r>
      <w:r>
        <w:t>’</w:t>
      </w:r>
      <w:r w:rsidR="00E0544E" w:rsidRPr="007818BD">
        <w:t>ascension sans nous</w:t>
      </w:r>
      <w:r>
        <w:t xml:space="preserve">. </w:t>
      </w:r>
      <w:r w:rsidR="00E0544E" w:rsidRPr="007818BD">
        <w:t>Ils méritent a</w:t>
      </w:r>
      <w:r w:rsidR="00E0544E" w:rsidRPr="007818BD">
        <w:t>s</w:t>
      </w:r>
      <w:r w:rsidR="00E0544E" w:rsidRPr="007818BD">
        <w:t>surément de tomber dans le cratère</w:t>
      </w:r>
      <w:r>
        <w:t>.</w:t>
      </w:r>
    </w:p>
    <w:p w14:paraId="7B141423" w14:textId="77777777" w:rsidR="00E8465A" w:rsidRDefault="00E8465A" w:rsidP="00E0544E">
      <w:r>
        <w:t>— </w:t>
      </w:r>
      <w:r w:rsidR="00E0544E" w:rsidRPr="007818BD">
        <w:t>Il faut qu</w:t>
      </w:r>
      <w:r>
        <w:t>’</w:t>
      </w:r>
      <w:r w:rsidR="00E0544E" w:rsidRPr="007818BD">
        <w:t>ils soient bien hardis pour s</w:t>
      </w:r>
      <w:r>
        <w:t>’</w:t>
      </w:r>
      <w:r w:rsidR="00E0544E" w:rsidRPr="007818BD">
        <w:t>aventurer seuls</w:t>
      </w:r>
      <w:r>
        <w:t xml:space="preserve">. </w:t>
      </w:r>
      <w:r w:rsidR="00E0544E" w:rsidRPr="007818BD">
        <w:t>Vous n</w:t>
      </w:r>
      <w:r>
        <w:t>’</w:t>
      </w:r>
      <w:r w:rsidR="00E0544E" w:rsidRPr="007818BD">
        <w:t>en trouvez pas souvent qui aient cette audace</w:t>
      </w:r>
      <w:r>
        <w:t> ?</w:t>
      </w:r>
    </w:p>
    <w:p w14:paraId="05C8F780" w14:textId="77777777" w:rsidR="00E8465A" w:rsidRDefault="00E8465A" w:rsidP="00E0544E">
      <w:r>
        <w:t>— </w:t>
      </w:r>
      <w:r w:rsidR="00E0544E" w:rsidRPr="007818BD">
        <w:t>Quelquefois</w:t>
      </w:r>
      <w:r>
        <w:t xml:space="preserve">, </w:t>
      </w:r>
      <w:proofErr w:type="spellStart"/>
      <w:r w:rsidR="00E0544E" w:rsidRPr="007818BD">
        <w:t>signor</w:t>
      </w:r>
      <w:proofErr w:type="spellEnd"/>
      <w:r>
        <w:t xml:space="preserve">, </w:t>
      </w:r>
      <w:r w:rsidR="00E0544E" w:rsidRPr="007818BD">
        <w:t>des Français</w:t>
      </w:r>
      <w:r>
        <w:t xml:space="preserve">. </w:t>
      </w:r>
      <w:r w:rsidR="00E0544E" w:rsidRPr="007818BD">
        <w:t>Mais l</w:t>
      </w:r>
      <w:r>
        <w:t>’</w:t>
      </w:r>
      <w:r w:rsidR="00E0544E" w:rsidRPr="007818BD">
        <w:t>autre nuit</w:t>
      </w:r>
      <w:r>
        <w:t xml:space="preserve">, </w:t>
      </w:r>
      <w:r w:rsidR="00E0544E" w:rsidRPr="007818BD">
        <w:t>j</w:t>
      </w:r>
      <w:r w:rsidR="00E0544E" w:rsidRPr="007818BD">
        <w:t>a</w:t>
      </w:r>
      <w:r w:rsidR="00E0544E" w:rsidRPr="007818BD">
        <w:t>mais je n</w:t>
      </w:r>
      <w:r>
        <w:t>’</w:t>
      </w:r>
      <w:r w:rsidR="00E0544E" w:rsidRPr="007818BD">
        <w:t>eus une si gra</w:t>
      </w:r>
      <w:r w:rsidR="00E0544E" w:rsidRPr="007818BD">
        <w:t>n</w:t>
      </w:r>
      <w:r w:rsidR="00E0544E" w:rsidRPr="007818BD">
        <w:t>de peur</w:t>
      </w:r>
      <w:r>
        <w:t xml:space="preserve">, </w:t>
      </w:r>
      <w:r w:rsidR="00E0544E" w:rsidRPr="007818BD">
        <w:t>j</w:t>
      </w:r>
      <w:r>
        <w:t>’</w:t>
      </w:r>
      <w:r w:rsidR="00E0544E" w:rsidRPr="007818BD">
        <w:t>avais accompagné une société anglaise</w:t>
      </w:r>
      <w:r>
        <w:t xml:space="preserve"> ; </w:t>
      </w:r>
      <w:r w:rsidR="00E0544E" w:rsidRPr="007818BD">
        <w:t>une dame oublia sur la montagne son album</w:t>
      </w:r>
      <w:r>
        <w:t xml:space="preserve"> : </w:t>
      </w:r>
      <w:r w:rsidR="00E0544E" w:rsidRPr="007818BD">
        <w:t>elle m</w:t>
      </w:r>
      <w:r>
        <w:t>’</w:t>
      </w:r>
      <w:r w:rsidR="00E0544E" w:rsidRPr="007818BD">
        <w:t>offrit une grosse somme pour retourner le chercher et le lui rapporter à Naples</w:t>
      </w:r>
      <w:r>
        <w:t xml:space="preserve">. </w:t>
      </w:r>
      <w:r w:rsidR="00E0544E" w:rsidRPr="007818BD">
        <w:t>J</w:t>
      </w:r>
      <w:r>
        <w:t>’</w:t>
      </w:r>
      <w:r w:rsidR="00E0544E" w:rsidRPr="007818BD">
        <w:t>y allai le soir même</w:t>
      </w:r>
      <w:r>
        <w:t xml:space="preserve">. </w:t>
      </w:r>
      <w:r w:rsidR="00E0544E" w:rsidRPr="007818BD">
        <w:t>Je le trouvai</w:t>
      </w:r>
      <w:r>
        <w:t xml:space="preserve">, </w:t>
      </w:r>
      <w:r w:rsidR="00E0544E" w:rsidRPr="007818BD">
        <w:t>en effet</w:t>
      </w:r>
      <w:r>
        <w:t xml:space="preserve">, </w:t>
      </w:r>
      <w:r w:rsidR="00E0544E" w:rsidRPr="007818BD">
        <w:t xml:space="preserve">et </w:t>
      </w:r>
      <w:proofErr w:type="spellStart"/>
      <w:r w:rsidR="00E0544E" w:rsidRPr="007818BD">
        <w:t>me</w:t>
      </w:r>
      <w:proofErr w:type="spellEnd"/>
      <w:r w:rsidR="00E0544E" w:rsidRPr="007818BD">
        <w:t xml:space="preserve"> disposais à rede</w:t>
      </w:r>
      <w:r w:rsidR="00E0544E" w:rsidRPr="007818BD">
        <w:t>s</w:t>
      </w:r>
      <w:r w:rsidR="00E0544E" w:rsidRPr="007818BD">
        <w:t>cendre</w:t>
      </w:r>
      <w:r>
        <w:t xml:space="preserve">, </w:t>
      </w:r>
      <w:r w:rsidR="00E0544E" w:rsidRPr="007818BD">
        <w:t>quand j</w:t>
      </w:r>
      <w:r>
        <w:t>’</w:t>
      </w:r>
      <w:r w:rsidR="00E0544E" w:rsidRPr="007818BD">
        <w:t>aperçus un homme qui semblait s</w:t>
      </w:r>
      <w:r>
        <w:t>’</w:t>
      </w:r>
      <w:r w:rsidR="00E0544E" w:rsidRPr="007818BD">
        <w:t>élever du milieu même du cratère</w:t>
      </w:r>
      <w:r>
        <w:t xml:space="preserve">. </w:t>
      </w:r>
      <w:r w:rsidR="00E0544E" w:rsidRPr="007818BD">
        <w:t>L</w:t>
      </w:r>
      <w:r>
        <w:t>’</w:t>
      </w:r>
      <w:r w:rsidR="00E0544E" w:rsidRPr="007818BD">
        <w:t>air était si e</w:t>
      </w:r>
      <w:r w:rsidR="00E0544E" w:rsidRPr="007818BD">
        <w:t>m</w:t>
      </w:r>
      <w:r w:rsidR="00E0544E" w:rsidRPr="007818BD">
        <w:t>poisonné en cet endroit</w:t>
      </w:r>
      <w:r>
        <w:t xml:space="preserve">, </w:t>
      </w:r>
      <w:r w:rsidR="00E0544E" w:rsidRPr="007818BD">
        <w:t>que je ne pouvais concevoir qu</w:t>
      </w:r>
      <w:r>
        <w:t>’</w:t>
      </w:r>
      <w:r w:rsidR="00E0544E" w:rsidRPr="007818BD">
        <w:t>une créature humaine y pût respirer et vivre</w:t>
      </w:r>
      <w:r>
        <w:t xml:space="preserve">. </w:t>
      </w:r>
      <w:r w:rsidR="00E0544E" w:rsidRPr="007818BD">
        <w:t>Je fus tellement stup</w:t>
      </w:r>
      <w:r w:rsidR="00E0544E" w:rsidRPr="007818BD">
        <w:t>é</w:t>
      </w:r>
      <w:r w:rsidR="00E0544E" w:rsidRPr="007818BD">
        <w:t>fait</w:t>
      </w:r>
      <w:r>
        <w:t xml:space="preserve">, </w:t>
      </w:r>
      <w:r w:rsidR="00E0544E" w:rsidRPr="007818BD">
        <w:t xml:space="preserve">que je demeurai immobile comme une </w:t>
      </w:r>
      <w:r w:rsidR="00E0544E" w:rsidRPr="007818BD">
        <w:lastRenderedPageBreak/>
        <w:t>pierre</w:t>
      </w:r>
      <w:r>
        <w:t xml:space="preserve">. </w:t>
      </w:r>
      <w:r w:rsidR="00E0544E" w:rsidRPr="007818BD">
        <w:t>L</w:t>
      </w:r>
      <w:r>
        <w:t>’</w:t>
      </w:r>
      <w:r w:rsidR="00E0544E" w:rsidRPr="007818BD">
        <w:t>apparition traversa les cendres brûlantes et s</w:t>
      </w:r>
      <w:r>
        <w:t>’</w:t>
      </w:r>
      <w:r w:rsidR="00E0544E" w:rsidRPr="007818BD">
        <w:t>arrêta devant moi face à face</w:t>
      </w:r>
      <w:r>
        <w:t xml:space="preserve">. </w:t>
      </w:r>
      <w:r w:rsidR="00E0544E" w:rsidRPr="007818BD">
        <w:t>Santa Maria</w:t>
      </w:r>
      <w:r>
        <w:t xml:space="preserve"> ! </w:t>
      </w:r>
      <w:r w:rsidR="00E0544E" w:rsidRPr="007818BD">
        <w:t>quelle tête</w:t>
      </w:r>
      <w:r>
        <w:t> !</w:t>
      </w:r>
    </w:p>
    <w:p w14:paraId="64910623" w14:textId="77777777" w:rsidR="00E8465A" w:rsidRDefault="00E8465A" w:rsidP="00E0544E">
      <w:r>
        <w:t>— </w:t>
      </w:r>
      <w:r w:rsidR="00E0544E" w:rsidRPr="007818BD">
        <w:t>Comment</w:t>
      </w:r>
      <w:r>
        <w:t xml:space="preserve"> ! </w:t>
      </w:r>
      <w:r w:rsidR="00E0544E" w:rsidRPr="007818BD">
        <w:t>hideuse</w:t>
      </w:r>
      <w:r>
        <w:t> ?</w:t>
      </w:r>
    </w:p>
    <w:p w14:paraId="21EF62FE" w14:textId="77777777" w:rsidR="00E8465A" w:rsidRDefault="00E8465A" w:rsidP="00E0544E">
      <w:r>
        <w:t>— </w:t>
      </w:r>
      <w:r w:rsidR="00E0544E" w:rsidRPr="007818BD">
        <w:t>Magnifique</w:t>
      </w:r>
      <w:r>
        <w:t xml:space="preserve">, </w:t>
      </w:r>
      <w:proofErr w:type="spellStart"/>
      <w:r w:rsidR="00E0544E" w:rsidRPr="007818BD">
        <w:t>signor</w:t>
      </w:r>
      <w:proofErr w:type="spellEnd"/>
      <w:r>
        <w:t xml:space="preserve">, </w:t>
      </w:r>
      <w:r w:rsidR="00E0544E" w:rsidRPr="007818BD">
        <w:t>mais terrible</w:t>
      </w:r>
      <w:r>
        <w:t xml:space="preserve">. </w:t>
      </w:r>
      <w:r w:rsidR="00E0544E" w:rsidRPr="007818BD">
        <w:t>Son aspect n</w:t>
      </w:r>
      <w:r>
        <w:t>’</w:t>
      </w:r>
      <w:r w:rsidR="00E0544E" w:rsidRPr="007818BD">
        <w:t>avait rien d</w:t>
      </w:r>
      <w:r>
        <w:t>’</w:t>
      </w:r>
      <w:r w:rsidR="00E0544E" w:rsidRPr="007818BD">
        <w:t>humain</w:t>
      </w:r>
      <w:r>
        <w:t>.</w:t>
      </w:r>
    </w:p>
    <w:p w14:paraId="0666E312" w14:textId="77777777" w:rsidR="00E8465A" w:rsidRDefault="00E8465A" w:rsidP="00E0544E">
      <w:r>
        <w:t>— </w:t>
      </w:r>
      <w:r w:rsidR="00E0544E" w:rsidRPr="007818BD">
        <w:t>Et que dit cette salamandre</w:t>
      </w:r>
      <w:r>
        <w:t> ?</w:t>
      </w:r>
    </w:p>
    <w:p w14:paraId="0FE40E41" w14:textId="77777777" w:rsidR="00E8465A" w:rsidRDefault="00E8465A" w:rsidP="00E0544E">
      <w:r>
        <w:t>— </w:t>
      </w:r>
      <w:r w:rsidR="00E0544E" w:rsidRPr="007818BD">
        <w:t>Rien</w:t>
      </w:r>
      <w:r>
        <w:t xml:space="preserve">. </w:t>
      </w:r>
      <w:r w:rsidR="00E0544E" w:rsidRPr="007818BD">
        <w:t>Elle ne parut même pas me voir</w:t>
      </w:r>
      <w:r>
        <w:t xml:space="preserve">, </w:t>
      </w:r>
      <w:r w:rsidR="00E0544E" w:rsidRPr="007818BD">
        <w:t>quoique j</w:t>
      </w:r>
      <w:r>
        <w:t>’</w:t>
      </w:r>
      <w:r w:rsidR="00E0544E" w:rsidRPr="007818BD">
        <w:t>en fusse aussi près que je suis de votre Excellence</w:t>
      </w:r>
      <w:r>
        <w:t xml:space="preserve"> ; </w:t>
      </w:r>
      <w:r w:rsidR="00E0544E" w:rsidRPr="007818BD">
        <w:t>mais ses yeux se</w:t>
      </w:r>
      <w:r w:rsidR="00E0544E" w:rsidRPr="007818BD">
        <w:t>m</w:t>
      </w:r>
      <w:r w:rsidR="00E0544E" w:rsidRPr="007818BD">
        <w:t>blaient pénétrer et sonder l</w:t>
      </w:r>
      <w:r>
        <w:t>’</w:t>
      </w:r>
      <w:r w:rsidR="00E0544E" w:rsidRPr="007818BD">
        <w:t>espace</w:t>
      </w:r>
      <w:r>
        <w:t xml:space="preserve">. </w:t>
      </w:r>
      <w:r w:rsidR="00E0544E" w:rsidRPr="007818BD">
        <w:t>Le fantôme passa rapid</w:t>
      </w:r>
      <w:r w:rsidR="00E0544E" w:rsidRPr="007818BD">
        <w:t>e</w:t>
      </w:r>
      <w:r w:rsidR="00E0544E" w:rsidRPr="007818BD">
        <w:t>ment auprès de moi</w:t>
      </w:r>
      <w:r>
        <w:t xml:space="preserve">, </w:t>
      </w:r>
      <w:r w:rsidR="00E0544E" w:rsidRPr="007818BD">
        <w:t>traversa un torrent de lave brûlante</w:t>
      </w:r>
      <w:r>
        <w:t xml:space="preserve">, </w:t>
      </w:r>
      <w:r w:rsidR="00E0544E" w:rsidRPr="007818BD">
        <w:t>et disparut au revers de la montagne</w:t>
      </w:r>
      <w:r>
        <w:t xml:space="preserve">. </w:t>
      </w:r>
      <w:r w:rsidR="00E0544E" w:rsidRPr="007818BD">
        <w:t>Curieux et enhardi</w:t>
      </w:r>
      <w:r>
        <w:t xml:space="preserve">, </w:t>
      </w:r>
      <w:r w:rsidR="00E0544E" w:rsidRPr="007818BD">
        <w:t>je rés</w:t>
      </w:r>
      <w:r w:rsidR="00E0544E" w:rsidRPr="007818BD">
        <w:t>o</w:t>
      </w:r>
      <w:r w:rsidR="00E0544E" w:rsidRPr="007818BD">
        <w:t>lus de m</w:t>
      </w:r>
      <w:r>
        <w:t>’</w:t>
      </w:r>
      <w:r w:rsidR="00E0544E" w:rsidRPr="007818BD">
        <w:t>assurer si je pourrais supporter l</w:t>
      </w:r>
      <w:r>
        <w:t>’</w:t>
      </w:r>
      <w:r w:rsidR="00E0544E" w:rsidRPr="007818BD">
        <w:t>atmosphère que v</w:t>
      </w:r>
      <w:r w:rsidR="00E0544E" w:rsidRPr="007818BD">
        <w:t>e</w:t>
      </w:r>
      <w:r w:rsidR="00E0544E" w:rsidRPr="007818BD">
        <w:t>nait de quitter le personnage mystérieux</w:t>
      </w:r>
      <w:r>
        <w:t xml:space="preserve"> ; </w:t>
      </w:r>
      <w:r w:rsidR="00E0544E" w:rsidRPr="007818BD">
        <w:t>mais</w:t>
      </w:r>
      <w:r>
        <w:t xml:space="preserve">, </w:t>
      </w:r>
      <w:r w:rsidR="00E0544E" w:rsidRPr="007818BD">
        <w:t>à tre</w:t>
      </w:r>
      <w:r w:rsidR="00E0544E" w:rsidRPr="007818BD">
        <w:t>n</w:t>
      </w:r>
      <w:r w:rsidR="00E0544E" w:rsidRPr="007818BD">
        <w:t>te pas de l</w:t>
      </w:r>
      <w:r>
        <w:t>’</w:t>
      </w:r>
      <w:r w:rsidR="00E0544E" w:rsidRPr="007818BD">
        <w:t>endroit où je l</w:t>
      </w:r>
      <w:r>
        <w:t>’</w:t>
      </w:r>
      <w:r w:rsidR="00E0544E" w:rsidRPr="007818BD">
        <w:t>avais aperçu pour la première fois</w:t>
      </w:r>
      <w:r>
        <w:t xml:space="preserve">, </w:t>
      </w:r>
      <w:r w:rsidR="00E0544E" w:rsidRPr="007818BD">
        <w:t>je fus refoulé par une vapeur empestée qui faillit m</w:t>
      </w:r>
      <w:r>
        <w:t>’</w:t>
      </w:r>
      <w:r w:rsidR="00E0544E" w:rsidRPr="007818BD">
        <w:t>asphyxier</w:t>
      </w:r>
      <w:r>
        <w:t xml:space="preserve">. </w:t>
      </w:r>
      <w:proofErr w:type="spellStart"/>
      <w:r w:rsidR="00E0544E" w:rsidRPr="007818BD">
        <w:t>Cospetto</w:t>
      </w:r>
      <w:proofErr w:type="spellEnd"/>
      <w:r>
        <w:t xml:space="preserve"> ! </w:t>
      </w:r>
      <w:r w:rsidR="00E0544E" w:rsidRPr="007818BD">
        <w:t>Je n</w:t>
      </w:r>
      <w:r>
        <w:t>’</w:t>
      </w:r>
      <w:r w:rsidR="00E0544E" w:rsidRPr="007818BD">
        <w:t>ai cessé</w:t>
      </w:r>
      <w:r>
        <w:t xml:space="preserve">, </w:t>
      </w:r>
      <w:r w:rsidR="00E0544E" w:rsidRPr="007818BD">
        <w:t>depuis</w:t>
      </w:r>
      <w:r>
        <w:t xml:space="preserve">, </w:t>
      </w:r>
      <w:r w:rsidR="00E0544E" w:rsidRPr="007818BD">
        <w:t>de cracher le sang</w:t>
      </w:r>
      <w:r>
        <w:t>.</w:t>
      </w:r>
    </w:p>
    <w:p w14:paraId="0F9663B9" w14:textId="77777777" w:rsidR="00E8465A" w:rsidRDefault="00E8465A" w:rsidP="00E0544E">
      <w:r>
        <w:t>— </w:t>
      </w:r>
      <w:r w:rsidR="00E0544E" w:rsidRPr="007818BD">
        <w:t>Je parie</w:t>
      </w:r>
      <w:r>
        <w:t xml:space="preserve">, </w:t>
      </w:r>
      <w:proofErr w:type="spellStart"/>
      <w:r w:rsidR="00E0544E" w:rsidRPr="007818BD">
        <w:t>Glyndon</w:t>
      </w:r>
      <w:proofErr w:type="spellEnd"/>
      <w:r>
        <w:t xml:space="preserve">, </w:t>
      </w:r>
      <w:r w:rsidR="00E0544E" w:rsidRPr="007818BD">
        <w:t xml:space="preserve">que vous vous figurez que ce roi des flammes doit être </w:t>
      </w:r>
      <w:proofErr w:type="spellStart"/>
      <w:r w:rsidR="00E0544E" w:rsidRPr="007818BD">
        <w:t>Zan</w:t>
      </w:r>
      <w:r w:rsidR="00E0544E" w:rsidRPr="007818BD">
        <w:t>o</w:t>
      </w:r>
      <w:r w:rsidR="00E0544E" w:rsidRPr="007818BD">
        <w:t>ni</w:t>
      </w:r>
      <w:proofErr w:type="spellEnd"/>
      <w:r>
        <w:t>, »</w:t>
      </w:r>
      <w:r w:rsidR="00E0544E" w:rsidRPr="007818BD">
        <w:t xml:space="preserve"> dit </w:t>
      </w:r>
      <w:proofErr w:type="spellStart"/>
      <w:r w:rsidR="00E0544E" w:rsidRPr="007818BD">
        <w:t>Mervale</w:t>
      </w:r>
      <w:proofErr w:type="spellEnd"/>
      <w:r w:rsidR="00E0544E" w:rsidRPr="007818BD">
        <w:t xml:space="preserve"> en riant</w:t>
      </w:r>
      <w:r>
        <w:t>.</w:t>
      </w:r>
    </w:p>
    <w:p w14:paraId="1B0BB69C" w14:textId="77777777" w:rsidR="00E8465A" w:rsidRDefault="00E0544E" w:rsidP="00E0544E">
      <w:r w:rsidRPr="007818BD">
        <w:t>Le petit groupe était parvenu presque au sommet de la montagne</w:t>
      </w:r>
      <w:r w:rsidR="00E8465A">
        <w:t xml:space="preserve">, </w:t>
      </w:r>
      <w:r w:rsidRPr="007818BD">
        <w:t>et le spectacle qui se présentait à eux était d</w:t>
      </w:r>
      <w:r w:rsidR="00E8465A">
        <w:t>’</w:t>
      </w:r>
      <w:r w:rsidRPr="007818BD">
        <w:t>une inexprimable grandeur</w:t>
      </w:r>
      <w:r w:rsidR="00E8465A">
        <w:t xml:space="preserve">. </w:t>
      </w:r>
      <w:r w:rsidRPr="007818BD">
        <w:t>Du cratère</w:t>
      </w:r>
      <w:r w:rsidR="00E8465A">
        <w:t xml:space="preserve">, </w:t>
      </w:r>
      <w:r w:rsidRPr="007818BD">
        <w:t>une vapeur noire et épaisse surgissait et envahissait tout l</w:t>
      </w:r>
      <w:r w:rsidR="00E8465A">
        <w:t>’</w:t>
      </w:r>
      <w:r w:rsidRPr="007818BD">
        <w:t>arrière-plan du ciel</w:t>
      </w:r>
      <w:r w:rsidR="00E8465A">
        <w:t xml:space="preserve">. </w:t>
      </w:r>
      <w:r w:rsidRPr="007818BD">
        <w:t>Du milieu de cette vapeur jaillissait une flamme d</w:t>
      </w:r>
      <w:r w:rsidR="00E8465A">
        <w:t>’</w:t>
      </w:r>
      <w:r w:rsidRPr="007818BD">
        <w:t>une forme singulière et be</w:t>
      </w:r>
      <w:r w:rsidRPr="007818BD">
        <w:t>l</w:t>
      </w:r>
      <w:r w:rsidRPr="007818BD">
        <w:t>le</w:t>
      </w:r>
      <w:r w:rsidR="00E8465A">
        <w:t xml:space="preserve"> : </w:t>
      </w:r>
      <w:r w:rsidRPr="007818BD">
        <w:t>on eût dit un cimier de plumes gigantesques</w:t>
      </w:r>
      <w:r w:rsidR="00E8465A">
        <w:t xml:space="preserve">, </w:t>
      </w:r>
      <w:r w:rsidRPr="007818BD">
        <w:t>le diadème de la montagne décrivant à une hauteur prodigieuse sa courbe immense</w:t>
      </w:r>
      <w:r w:rsidR="00E8465A">
        <w:t xml:space="preserve">, </w:t>
      </w:r>
      <w:r w:rsidRPr="007818BD">
        <w:t>puis retombant avec des teintes admirablement nuancées</w:t>
      </w:r>
      <w:r w:rsidR="00E8465A">
        <w:t xml:space="preserve"> ; </w:t>
      </w:r>
      <w:r w:rsidRPr="007818BD">
        <w:t>le tout mobile et tremblant comme la plume qui o</w:t>
      </w:r>
      <w:r w:rsidRPr="007818BD">
        <w:t>m</w:t>
      </w:r>
      <w:r w:rsidRPr="007818BD">
        <w:t>brage le casque d</w:t>
      </w:r>
      <w:r w:rsidR="00E8465A">
        <w:t>’</w:t>
      </w:r>
      <w:r w:rsidRPr="007818BD">
        <w:t>un guerrier</w:t>
      </w:r>
      <w:r w:rsidR="00E8465A">
        <w:t xml:space="preserve">. </w:t>
      </w:r>
      <w:r w:rsidRPr="007818BD">
        <w:t>L</w:t>
      </w:r>
      <w:r w:rsidRPr="007818BD">
        <w:t>u</w:t>
      </w:r>
      <w:r w:rsidRPr="007818BD">
        <w:t>mineuse et écarlate</w:t>
      </w:r>
      <w:r w:rsidR="00E8465A">
        <w:t xml:space="preserve">, </w:t>
      </w:r>
      <w:r w:rsidRPr="007818BD">
        <w:t>la flamme jetait sa clarté sur le sol sombre et rugueux autour d</w:t>
      </w:r>
      <w:r w:rsidR="00E8465A">
        <w:t>’</w:t>
      </w:r>
      <w:r w:rsidRPr="007818BD">
        <w:t>eux</w:t>
      </w:r>
      <w:r w:rsidR="00E8465A">
        <w:t xml:space="preserve">, </w:t>
      </w:r>
      <w:r w:rsidRPr="007818BD">
        <w:t>et de chaque rocher</w:t>
      </w:r>
      <w:r w:rsidR="00E8465A">
        <w:t xml:space="preserve">, </w:t>
      </w:r>
      <w:r w:rsidRPr="007818BD">
        <w:t>de chaque ondulation</w:t>
      </w:r>
      <w:r w:rsidR="00E8465A">
        <w:t xml:space="preserve">, </w:t>
      </w:r>
      <w:r w:rsidRPr="007818BD">
        <w:lastRenderedPageBreak/>
        <w:t>tirait des ombres d</w:t>
      </w:r>
      <w:r w:rsidR="00E8465A">
        <w:t>’</w:t>
      </w:r>
      <w:r w:rsidRPr="007818BD">
        <w:t>une variété infinie</w:t>
      </w:r>
      <w:r w:rsidR="00E8465A">
        <w:t xml:space="preserve">. </w:t>
      </w:r>
      <w:r w:rsidRPr="007818BD">
        <w:t>Des exhalaisons sulfureuses et oppressives au</w:t>
      </w:r>
      <w:r w:rsidRPr="007818BD">
        <w:t>g</w:t>
      </w:r>
      <w:r w:rsidRPr="007818BD">
        <w:t>mentaient encore la sombre et sublime horreur de la scène</w:t>
      </w:r>
      <w:r w:rsidR="00E8465A">
        <w:t xml:space="preserve">. </w:t>
      </w:r>
      <w:r w:rsidRPr="007818BD">
        <w:t>Au détour de la montagne et dans la direction de la mer invisible et lointaine</w:t>
      </w:r>
      <w:r w:rsidR="00E8465A">
        <w:t xml:space="preserve">, </w:t>
      </w:r>
      <w:r w:rsidRPr="007818BD">
        <w:t>le contraste était d</w:t>
      </w:r>
      <w:r w:rsidR="00E8465A">
        <w:t>’</w:t>
      </w:r>
      <w:r w:rsidRPr="007818BD">
        <w:t>un grandiose merveilleux</w:t>
      </w:r>
      <w:r w:rsidR="00E8465A">
        <w:t xml:space="preserve"> ; </w:t>
      </w:r>
      <w:r w:rsidRPr="007818BD">
        <w:t>le ciel serein et azuré</w:t>
      </w:r>
      <w:r w:rsidR="00E8465A">
        <w:t xml:space="preserve">, </w:t>
      </w:r>
      <w:r w:rsidRPr="007818BD">
        <w:t>les étoiles calmes et immobiles</w:t>
      </w:r>
      <w:r w:rsidR="00E8465A">
        <w:t xml:space="preserve">, </w:t>
      </w:r>
      <w:r w:rsidRPr="007818BD">
        <w:t>comme les yeux de l</w:t>
      </w:r>
      <w:r w:rsidR="00E8465A">
        <w:t>’</w:t>
      </w:r>
      <w:r w:rsidRPr="007818BD">
        <w:t>amour céleste</w:t>
      </w:r>
      <w:r w:rsidR="00E8465A">
        <w:t xml:space="preserve"> : </w:t>
      </w:r>
      <w:r w:rsidRPr="007818BD">
        <w:t>on eût dit que les deux empires rivaux du bien et du mal étaient à la fois révélés à découvert au regard de l</w:t>
      </w:r>
      <w:r w:rsidR="00E8465A">
        <w:t>’</w:t>
      </w:r>
      <w:r w:rsidRPr="007818BD">
        <w:t>homme</w:t>
      </w:r>
      <w:r w:rsidR="00E8465A">
        <w:t xml:space="preserve">. </w:t>
      </w:r>
      <w:proofErr w:type="spellStart"/>
      <w:r w:rsidRPr="007818BD">
        <w:t>Glyndon</w:t>
      </w:r>
      <w:proofErr w:type="spellEnd"/>
      <w:r w:rsidR="00E8465A">
        <w:t xml:space="preserve">, </w:t>
      </w:r>
      <w:r w:rsidRPr="007818BD">
        <w:t>rendu encore une fois à tout l</w:t>
      </w:r>
      <w:r w:rsidR="00E8465A">
        <w:t>’</w:t>
      </w:r>
      <w:r w:rsidRPr="007818BD">
        <w:t>enthousiasme de l</w:t>
      </w:r>
      <w:r w:rsidR="00E8465A">
        <w:t>’</w:t>
      </w:r>
      <w:r w:rsidRPr="007818BD">
        <w:t>artiste</w:t>
      </w:r>
      <w:r w:rsidR="00E8465A">
        <w:t xml:space="preserve">, </w:t>
      </w:r>
      <w:r w:rsidRPr="007818BD">
        <w:t>demeurait là enchaîné et absorbé par des émotions vagues et indéfinissables</w:t>
      </w:r>
      <w:r w:rsidR="00E8465A">
        <w:t xml:space="preserve">, </w:t>
      </w:r>
      <w:r w:rsidRPr="007818BD">
        <w:t>tout à la fois de ravissement et de souffrance</w:t>
      </w:r>
      <w:r w:rsidR="00E8465A">
        <w:t xml:space="preserve">. </w:t>
      </w:r>
      <w:r w:rsidRPr="007818BD">
        <w:t>Appuyé sur l</w:t>
      </w:r>
      <w:r w:rsidR="00E8465A">
        <w:t>’</w:t>
      </w:r>
      <w:r w:rsidRPr="007818BD">
        <w:t>épaule de son ami</w:t>
      </w:r>
      <w:r w:rsidR="00E8465A">
        <w:t xml:space="preserve">, </w:t>
      </w:r>
      <w:r w:rsidRPr="007818BD">
        <w:t>il regardait a</w:t>
      </w:r>
      <w:r w:rsidRPr="007818BD">
        <w:t>u</w:t>
      </w:r>
      <w:r w:rsidRPr="007818BD">
        <w:t>tour de lui et écoutait avec une terreur muette et recueillie le gro</w:t>
      </w:r>
      <w:r w:rsidRPr="007818BD">
        <w:t>n</w:t>
      </w:r>
      <w:r w:rsidRPr="007818BD">
        <w:t>dement de l</w:t>
      </w:r>
      <w:r w:rsidR="00E8465A">
        <w:t>’</w:t>
      </w:r>
      <w:r w:rsidRPr="007818BD">
        <w:t>orage souterrain</w:t>
      </w:r>
      <w:r w:rsidR="00E8465A">
        <w:t xml:space="preserve">, </w:t>
      </w:r>
      <w:r w:rsidRPr="007818BD">
        <w:t>les bruits et les échos du travail mystérieux de la nature dans ses sombres et redoutables pr</w:t>
      </w:r>
      <w:r w:rsidRPr="007818BD">
        <w:t>o</w:t>
      </w:r>
      <w:r w:rsidRPr="007818BD">
        <w:t>fondeurs</w:t>
      </w:r>
      <w:r w:rsidR="00E8465A">
        <w:t xml:space="preserve">. </w:t>
      </w:r>
      <w:r w:rsidRPr="007818BD">
        <w:t>Tout à coup</w:t>
      </w:r>
      <w:r w:rsidR="00E8465A">
        <w:t xml:space="preserve">, </w:t>
      </w:r>
      <w:r w:rsidRPr="007818BD">
        <w:t>comme une bombe échappée du mortier</w:t>
      </w:r>
      <w:r w:rsidR="00E8465A">
        <w:t xml:space="preserve">, </w:t>
      </w:r>
      <w:r w:rsidRPr="007818BD">
        <w:t>une pierre immense fut lancée à des centaines de toises de la gueule du cratère</w:t>
      </w:r>
      <w:r w:rsidR="00E8465A">
        <w:t xml:space="preserve">, </w:t>
      </w:r>
      <w:r w:rsidRPr="007818BD">
        <w:t>puis</w:t>
      </w:r>
      <w:r w:rsidR="00E8465A">
        <w:t xml:space="preserve">, </w:t>
      </w:r>
      <w:r w:rsidRPr="007818BD">
        <w:t>tombant avec un fracas formidable sur le roc</w:t>
      </w:r>
      <w:r w:rsidR="00E8465A">
        <w:t xml:space="preserve">, </w:t>
      </w:r>
      <w:r w:rsidRPr="007818BD">
        <w:t>se brisa en mille fragments qui roul</w:t>
      </w:r>
      <w:r w:rsidRPr="007818BD">
        <w:t>è</w:t>
      </w:r>
      <w:r w:rsidRPr="007818BD">
        <w:t>rent</w:t>
      </w:r>
      <w:r w:rsidR="00E8465A">
        <w:t xml:space="preserve">, </w:t>
      </w:r>
      <w:r w:rsidRPr="007818BD">
        <w:t>en bondissant et en gémissant</w:t>
      </w:r>
      <w:r w:rsidR="00E8465A">
        <w:t xml:space="preserve">, </w:t>
      </w:r>
      <w:r w:rsidRPr="007818BD">
        <w:t>à travers un sillon d</w:t>
      </w:r>
      <w:r w:rsidR="00E8465A">
        <w:t>’</w:t>
      </w:r>
      <w:r w:rsidRPr="007818BD">
        <w:t>étincelles</w:t>
      </w:r>
      <w:r w:rsidR="00E8465A">
        <w:t xml:space="preserve">, </w:t>
      </w:r>
      <w:r w:rsidRPr="007818BD">
        <w:t>jusqu</w:t>
      </w:r>
      <w:r w:rsidR="00E8465A">
        <w:t>’</w:t>
      </w:r>
      <w:r w:rsidRPr="007818BD">
        <w:t>au pied de la montagne</w:t>
      </w:r>
      <w:r w:rsidR="00E8465A">
        <w:t xml:space="preserve">. </w:t>
      </w:r>
      <w:r w:rsidRPr="007818BD">
        <w:t>Un de ces débris</w:t>
      </w:r>
      <w:r w:rsidR="00E8465A">
        <w:t xml:space="preserve">, </w:t>
      </w:r>
      <w:r w:rsidRPr="007818BD">
        <w:t>le plus volumineux</w:t>
      </w:r>
      <w:r w:rsidR="00E8465A">
        <w:t xml:space="preserve">, </w:t>
      </w:r>
      <w:r w:rsidRPr="007818BD">
        <w:t>frappa le sol à l</w:t>
      </w:r>
      <w:r w:rsidR="00E8465A">
        <w:t>’</w:t>
      </w:r>
      <w:r w:rsidRPr="007818BD">
        <w:t>étroit intervalle qui séparait les Anglais de leur guide</w:t>
      </w:r>
      <w:r w:rsidR="00E8465A">
        <w:t xml:space="preserve">, </w:t>
      </w:r>
      <w:r w:rsidRPr="007818BD">
        <w:t>à trois pas au plus des touristes</w:t>
      </w:r>
      <w:r w:rsidR="00E8465A">
        <w:t xml:space="preserve"> ; </w:t>
      </w:r>
      <w:proofErr w:type="spellStart"/>
      <w:r w:rsidRPr="007818BD">
        <w:t>Mervale</w:t>
      </w:r>
      <w:proofErr w:type="spellEnd"/>
      <w:r w:rsidRPr="007818BD">
        <w:t xml:space="preserve"> poussa un cri d</w:t>
      </w:r>
      <w:r w:rsidR="00E8465A">
        <w:t>’</w:t>
      </w:r>
      <w:r w:rsidRPr="007818BD">
        <w:t>effroi</w:t>
      </w:r>
      <w:r w:rsidR="00E8465A">
        <w:t xml:space="preserve">, </w:t>
      </w:r>
      <w:proofErr w:type="spellStart"/>
      <w:r w:rsidRPr="007818BD">
        <w:t>Gly</w:t>
      </w:r>
      <w:r w:rsidRPr="007818BD">
        <w:t>n</w:t>
      </w:r>
      <w:r w:rsidRPr="007818BD">
        <w:t>don</w:t>
      </w:r>
      <w:proofErr w:type="spellEnd"/>
      <w:r w:rsidRPr="007818BD">
        <w:t xml:space="preserve"> retint son souffle et frissonna</w:t>
      </w:r>
      <w:r w:rsidR="00E8465A">
        <w:t>.</w:t>
      </w:r>
    </w:p>
    <w:p w14:paraId="17E749CD" w14:textId="177C6A6E" w:rsidR="00E0544E" w:rsidRPr="007818BD" w:rsidRDefault="00E8465A" w:rsidP="00E0544E">
      <w:r>
        <w:t>« </w:t>
      </w:r>
      <w:proofErr w:type="spellStart"/>
      <w:r w:rsidR="00E0544E" w:rsidRPr="007818BD">
        <w:t>Diavolo</w:t>
      </w:r>
      <w:proofErr w:type="spellEnd"/>
      <w:r>
        <w:t xml:space="preserve"> ! </w:t>
      </w:r>
      <w:r w:rsidR="00E0544E" w:rsidRPr="007818BD">
        <w:t>s</w:t>
      </w:r>
      <w:r>
        <w:t>’</w:t>
      </w:r>
      <w:r w:rsidR="00E0544E" w:rsidRPr="007818BD">
        <w:t>écria le guide</w:t>
      </w:r>
      <w:r>
        <w:t xml:space="preserve"> ; </w:t>
      </w:r>
      <w:r w:rsidR="00E0544E" w:rsidRPr="007818BD">
        <w:t>descendez</w:t>
      </w:r>
      <w:r>
        <w:t xml:space="preserve">, </w:t>
      </w:r>
      <w:r w:rsidR="00E0544E" w:rsidRPr="007818BD">
        <w:t>Excellences</w:t>
      </w:r>
      <w:r>
        <w:t xml:space="preserve">, </w:t>
      </w:r>
      <w:r w:rsidR="00E0544E" w:rsidRPr="007818BD">
        <w:t>de</w:t>
      </w:r>
      <w:r w:rsidR="00E0544E" w:rsidRPr="007818BD">
        <w:t>s</w:t>
      </w:r>
      <w:r w:rsidR="00E0544E" w:rsidRPr="007818BD">
        <w:t>cendez</w:t>
      </w:r>
      <w:r>
        <w:t xml:space="preserve">, </w:t>
      </w:r>
      <w:r w:rsidR="00E0544E" w:rsidRPr="007818BD">
        <w:t>nous n</w:t>
      </w:r>
      <w:r>
        <w:t>’</w:t>
      </w:r>
      <w:r w:rsidR="00E0544E" w:rsidRPr="007818BD">
        <w:t>avons pas un moment à perdre</w:t>
      </w:r>
      <w:r>
        <w:t xml:space="preserve">. </w:t>
      </w:r>
      <w:r w:rsidR="00E0544E" w:rsidRPr="007818BD">
        <w:t>Suivez-moi</w:t>
      </w:r>
      <w:r>
        <w:t>. »</w:t>
      </w:r>
    </w:p>
    <w:p w14:paraId="7F8D1843" w14:textId="77777777" w:rsidR="00E8465A" w:rsidRDefault="00E0544E" w:rsidP="00E0544E">
      <w:r w:rsidRPr="007818BD">
        <w:t>Et le guide et le paysan s</w:t>
      </w:r>
      <w:r w:rsidR="00E8465A">
        <w:t>’</w:t>
      </w:r>
      <w:r w:rsidRPr="007818BD">
        <w:t>enfuirent avec toute la rapidité dont ils pouvaient disposer</w:t>
      </w:r>
      <w:r w:rsidR="00E8465A">
        <w:t xml:space="preserve">. </w:t>
      </w:r>
      <w:proofErr w:type="spellStart"/>
      <w:r w:rsidRPr="007818BD">
        <w:t>Mervale</w:t>
      </w:r>
      <w:proofErr w:type="spellEnd"/>
      <w:r w:rsidR="00E8465A">
        <w:t xml:space="preserve">, </w:t>
      </w:r>
      <w:r w:rsidRPr="007818BD">
        <w:t>plus alerte que son ami</w:t>
      </w:r>
      <w:r w:rsidR="00E8465A">
        <w:t xml:space="preserve">, </w:t>
      </w:r>
      <w:r w:rsidRPr="007818BD">
        <w:t>suivit leur exemple</w:t>
      </w:r>
      <w:r w:rsidR="00E8465A">
        <w:t xml:space="preserve"> ; </w:t>
      </w:r>
      <w:r w:rsidRPr="007818BD">
        <w:t xml:space="preserve">et </w:t>
      </w:r>
      <w:proofErr w:type="spellStart"/>
      <w:r w:rsidRPr="007818BD">
        <w:t>Glyndon</w:t>
      </w:r>
      <w:proofErr w:type="spellEnd"/>
      <w:r w:rsidR="00E8465A">
        <w:t xml:space="preserve">, </w:t>
      </w:r>
      <w:r w:rsidRPr="007818BD">
        <w:t>plus confus qu</w:t>
      </w:r>
      <w:r w:rsidR="00E8465A">
        <w:t>’</w:t>
      </w:r>
      <w:r w:rsidRPr="007818BD">
        <w:t>alarmé</w:t>
      </w:r>
      <w:r w:rsidR="00E8465A">
        <w:t xml:space="preserve">, </w:t>
      </w:r>
      <w:r w:rsidRPr="007818BD">
        <w:t>ne resta pas longtemps en arrière</w:t>
      </w:r>
      <w:r w:rsidR="00E8465A">
        <w:t xml:space="preserve">. </w:t>
      </w:r>
      <w:r w:rsidRPr="007818BD">
        <w:t>À peine avaient-ils fait quelques pas</w:t>
      </w:r>
      <w:r w:rsidR="00E8465A">
        <w:t xml:space="preserve">, </w:t>
      </w:r>
      <w:r w:rsidRPr="007818BD">
        <w:t>qu</w:t>
      </w:r>
      <w:r w:rsidR="00E8465A">
        <w:t>’</w:t>
      </w:r>
      <w:r w:rsidRPr="007818BD">
        <w:t>un tourbillon énorme de fumée jaillit du cratère</w:t>
      </w:r>
      <w:r w:rsidR="00E8465A">
        <w:t xml:space="preserve">, </w:t>
      </w:r>
      <w:r w:rsidRPr="007818BD">
        <w:t>subit et i</w:t>
      </w:r>
      <w:r w:rsidRPr="007818BD">
        <w:t>m</w:t>
      </w:r>
      <w:r w:rsidRPr="007818BD">
        <w:t>pétueux</w:t>
      </w:r>
      <w:r w:rsidR="00E8465A">
        <w:t xml:space="preserve">. </w:t>
      </w:r>
      <w:r w:rsidRPr="007818BD">
        <w:t>La clarté du ciel disparut</w:t>
      </w:r>
      <w:r w:rsidR="00E8465A">
        <w:t xml:space="preserve"> ; </w:t>
      </w:r>
      <w:r w:rsidRPr="007818BD">
        <w:t xml:space="preserve">des </w:t>
      </w:r>
      <w:r w:rsidRPr="007818BD">
        <w:lastRenderedPageBreak/>
        <w:t>ténèbres brusques et complètes enveloppèrent la scène</w:t>
      </w:r>
      <w:r w:rsidR="00E8465A">
        <w:t xml:space="preserve">, </w:t>
      </w:r>
      <w:r w:rsidRPr="007818BD">
        <w:t>et à travers l</w:t>
      </w:r>
      <w:r w:rsidR="00E8465A">
        <w:t>’</w:t>
      </w:r>
      <w:r w:rsidRPr="007818BD">
        <w:t>obscurité on e</w:t>
      </w:r>
      <w:r w:rsidRPr="007818BD">
        <w:t>n</w:t>
      </w:r>
      <w:r w:rsidRPr="007818BD">
        <w:t>tendait la voix déjà lointaine du guide</w:t>
      </w:r>
      <w:r w:rsidR="00E8465A">
        <w:t xml:space="preserve">, </w:t>
      </w:r>
      <w:r w:rsidRPr="007818BD">
        <w:t>à demi étouffée par la trombe de fumée et les gémissements de la terre frémissante</w:t>
      </w:r>
      <w:r w:rsidR="00E8465A">
        <w:t xml:space="preserve">. </w:t>
      </w:r>
      <w:proofErr w:type="spellStart"/>
      <w:r w:rsidRPr="007818BD">
        <w:t>Glyndon</w:t>
      </w:r>
      <w:proofErr w:type="spellEnd"/>
      <w:r w:rsidRPr="007818BD">
        <w:t xml:space="preserve"> s</w:t>
      </w:r>
      <w:r w:rsidR="00E8465A">
        <w:t>’</w:t>
      </w:r>
      <w:r w:rsidRPr="007818BD">
        <w:t>arrêta</w:t>
      </w:r>
      <w:r w:rsidR="00E8465A">
        <w:t xml:space="preserve">. </w:t>
      </w:r>
      <w:r w:rsidRPr="007818BD">
        <w:t>Il était séparé de son ami et du guide</w:t>
      </w:r>
      <w:r w:rsidR="00E8465A">
        <w:t xml:space="preserve"> ; </w:t>
      </w:r>
      <w:r w:rsidRPr="007818BD">
        <w:t>il était seul avec les ténèbres et la terreur</w:t>
      </w:r>
      <w:r w:rsidR="00E8465A">
        <w:t xml:space="preserve">. </w:t>
      </w:r>
      <w:r w:rsidRPr="007818BD">
        <w:t>La sombre vapeur se replia lentement et comme à regret</w:t>
      </w:r>
      <w:r w:rsidR="00E8465A">
        <w:t xml:space="preserve"> ; </w:t>
      </w:r>
      <w:r w:rsidRPr="007818BD">
        <w:t>le panache de feu se dessina de nouveau</w:t>
      </w:r>
      <w:r w:rsidR="00E8465A">
        <w:t xml:space="preserve">, </w:t>
      </w:r>
      <w:r w:rsidRPr="007818BD">
        <w:t>et son reflet</w:t>
      </w:r>
      <w:r w:rsidR="00E8465A">
        <w:t xml:space="preserve">, </w:t>
      </w:r>
      <w:r w:rsidRPr="007818BD">
        <w:t>mobile et flamboyant</w:t>
      </w:r>
      <w:r w:rsidR="00E8465A">
        <w:t xml:space="preserve">, </w:t>
      </w:r>
      <w:r w:rsidRPr="007818BD">
        <w:t>éclaira encore une fois les horreurs du périlleux sentier</w:t>
      </w:r>
      <w:r w:rsidR="00E8465A">
        <w:t xml:space="preserve">. </w:t>
      </w:r>
      <w:proofErr w:type="spellStart"/>
      <w:r w:rsidRPr="007818BD">
        <w:t>Glyndon</w:t>
      </w:r>
      <w:proofErr w:type="spellEnd"/>
      <w:r w:rsidR="00E8465A">
        <w:t xml:space="preserve">, </w:t>
      </w:r>
      <w:r w:rsidRPr="007818BD">
        <w:t>remis de son émotion</w:t>
      </w:r>
      <w:r w:rsidR="00E8465A">
        <w:t xml:space="preserve">, </w:t>
      </w:r>
      <w:r w:rsidRPr="007818BD">
        <w:t>avança</w:t>
      </w:r>
      <w:r w:rsidR="00E8465A">
        <w:t xml:space="preserve">. </w:t>
      </w:r>
      <w:r w:rsidRPr="007818BD">
        <w:t xml:space="preserve">Au-dessous de lui il reconnut la voix de </w:t>
      </w:r>
      <w:proofErr w:type="spellStart"/>
      <w:r w:rsidRPr="007818BD">
        <w:t>Me</w:t>
      </w:r>
      <w:r w:rsidRPr="007818BD">
        <w:t>r</w:t>
      </w:r>
      <w:r w:rsidRPr="007818BD">
        <w:t>vale</w:t>
      </w:r>
      <w:proofErr w:type="spellEnd"/>
      <w:r w:rsidRPr="007818BD">
        <w:t xml:space="preserve"> qui l</w:t>
      </w:r>
      <w:r w:rsidR="00E8465A">
        <w:t>’</w:t>
      </w:r>
      <w:r w:rsidRPr="007818BD">
        <w:t>appelait</w:t>
      </w:r>
      <w:r w:rsidR="00E8465A">
        <w:t xml:space="preserve">, </w:t>
      </w:r>
      <w:r w:rsidRPr="007818BD">
        <w:t>mais il ne pouvait déjà plus l</w:t>
      </w:r>
      <w:r w:rsidR="00E8465A">
        <w:t>’</w:t>
      </w:r>
      <w:r w:rsidRPr="007818BD">
        <w:t>apercevoir</w:t>
      </w:r>
      <w:r w:rsidR="00E8465A">
        <w:t xml:space="preserve"> : </w:t>
      </w:r>
      <w:r w:rsidRPr="007818BD">
        <w:t>le son servit à le guider</w:t>
      </w:r>
      <w:r w:rsidR="00E8465A">
        <w:t xml:space="preserve">. </w:t>
      </w:r>
      <w:r w:rsidRPr="007818BD">
        <w:t>Étourdi et hors d</w:t>
      </w:r>
      <w:r w:rsidR="00E8465A">
        <w:t>’</w:t>
      </w:r>
      <w:r w:rsidRPr="007818BD">
        <w:t>haleine</w:t>
      </w:r>
      <w:r w:rsidR="00E8465A">
        <w:t xml:space="preserve">, </w:t>
      </w:r>
      <w:r w:rsidRPr="007818BD">
        <w:t>il s</w:t>
      </w:r>
      <w:r w:rsidR="00E8465A">
        <w:t>’</w:t>
      </w:r>
      <w:r w:rsidRPr="007818BD">
        <w:t>élança en avant</w:t>
      </w:r>
      <w:r w:rsidR="00E8465A">
        <w:t xml:space="preserve"> ; </w:t>
      </w:r>
      <w:r w:rsidRPr="007818BD">
        <w:t>mais écoutez</w:t>
      </w:r>
      <w:r w:rsidR="00E8465A">
        <w:t xml:space="preserve"> ! </w:t>
      </w:r>
      <w:r w:rsidRPr="007818BD">
        <w:t>un mugissement morne</w:t>
      </w:r>
      <w:r w:rsidR="00E8465A">
        <w:t xml:space="preserve">, </w:t>
      </w:r>
      <w:r w:rsidRPr="007818BD">
        <w:t>lent</w:t>
      </w:r>
      <w:r w:rsidR="00E8465A">
        <w:t xml:space="preserve">, </w:t>
      </w:r>
      <w:r w:rsidRPr="007818BD">
        <w:t>et à chaque instant grossi</w:t>
      </w:r>
      <w:r w:rsidR="00E8465A">
        <w:t xml:space="preserve">, </w:t>
      </w:r>
      <w:r w:rsidRPr="007818BD">
        <w:t>vient frapper son oreille</w:t>
      </w:r>
      <w:r w:rsidR="00E8465A">
        <w:t xml:space="preserve">. </w:t>
      </w:r>
      <w:r w:rsidRPr="007818BD">
        <w:t>Il s</w:t>
      </w:r>
      <w:r w:rsidR="00E8465A">
        <w:t>’</w:t>
      </w:r>
      <w:r w:rsidRPr="007818BD">
        <w:t>arrêta et se retou</w:t>
      </w:r>
      <w:r w:rsidRPr="007818BD">
        <w:t>r</w:t>
      </w:r>
      <w:r w:rsidRPr="007818BD">
        <w:t>na</w:t>
      </w:r>
      <w:r w:rsidR="00E8465A">
        <w:t xml:space="preserve">. </w:t>
      </w:r>
      <w:r w:rsidRPr="007818BD">
        <w:t>Le feu avait débordé de son lit</w:t>
      </w:r>
      <w:r w:rsidR="00E8465A">
        <w:t xml:space="preserve">, </w:t>
      </w:r>
      <w:r w:rsidRPr="007818BD">
        <w:t>il s</w:t>
      </w:r>
      <w:r w:rsidR="00E8465A">
        <w:t>’</w:t>
      </w:r>
      <w:r w:rsidRPr="007818BD">
        <w:t>était frayé un passage à travers les sillons de la montagne</w:t>
      </w:r>
      <w:r w:rsidR="00E8465A">
        <w:t xml:space="preserve">. </w:t>
      </w:r>
      <w:r w:rsidRPr="007818BD">
        <w:t>Rapidement</w:t>
      </w:r>
      <w:r w:rsidR="00E8465A">
        <w:t xml:space="preserve">, </w:t>
      </w:r>
      <w:r w:rsidRPr="007818BD">
        <w:t>rapidement le torrent le poursuivait</w:t>
      </w:r>
      <w:r w:rsidR="00E8465A">
        <w:t xml:space="preserve"> ; </w:t>
      </w:r>
      <w:r w:rsidRPr="007818BD">
        <w:t>et de plus en plus rapproché</w:t>
      </w:r>
      <w:r w:rsidR="00E8465A">
        <w:t xml:space="preserve">, </w:t>
      </w:r>
      <w:r w:rsidRPr="007818BD">
        <w:t>le souffle de l</w:t>
      </w:r>
      <w:r w:rsidR="00E8465A">
        <w:t>’</w:t>
      </w:r>
      <w:r w:rsidRPr="007818BD">
        <w:t>ennemi</w:t>
      </w:r>
      <w:r w:rsidR="00E8465A">
        <w:t xml:space="preserve">, </w:t>
      </w:r>
      <w:r w:rsidRPr="007818BD">
        <w:t>implacable et surnaturel</w:t>
      </w:r>
      <w:r w:rsidR="00E8465A">
        <w:t xml:space="preserve">, </w:t>
      </w:r>
      <w:r w:rsidRPr="007818BD">
        <w:t>haletait brûlant sur sa joue</w:t>
      </w:r>
      <w:r w:rsidR="00E8465A">
        <w:t xml:space="preserve"> ! </w:t>
      </w:r>
      <w:r w:rsidRPr="007818BD">
        <w:t>Il fit un détour désespéré</w:t>
      </w:r>
      <w:r w:rsidR="00E8465A">
        <w:t xml:space="preserve"> : </w:t>
      </w:r>
      <w:r w:rsidRPr="007818BD">
        <w:t>des mains et des pieds il gravit un rocher qui</w:t>
      </w:r>
      <w:r w:rsidR="00E8465A">
        <w:t xml:space="preserve">, </w:t>
      </w:r>
      <w:r w:rsidRPr="007818BD">
        <w:t>vers la droite</w:t>
      </w:r>
      <w:r w:rsidR="00E8465A">
        <w:t xml:space="preserve">, </w:t>
      </w:r>
      <w:r w:rsidRPr="007818BD">
        <w:t>rompait l</w:t>
      </w:r>
      <w:r w:rsidR="00E8465A">
        <w:t>’</w:t>
      </w:r>
      <w:r w:rsidRPr="007818BD">
        <w:t>égalité du sol flétri et ca</w:t>
      </w:r>
      <w:r w:rsidRPr="007818BD">
        <w:t>l</w:t>
      </w:r>
      <w:r w:rsidRPr="007818BD">
        <w:t>ciné</w:t>
      </w:r>
      <w:r w:rsidR="00E8465A">
        <w:t xml:space="preserve">. </w:t>
      </w:r>
      <w:r w:rsidRPr="007818BD">
        <w:t>Le torrent roula autour de lui et sous ses pieds</w:t>
      </w:r>
      <w:r w:rsidR="00E8465A">
        <w:t xml:space="preserve"> ; </w:t>
      </w:r>
      <w:r w:rsidRPr="007818BD">
        <w:t>puis</w:t>
      </w:r>
      <w:r w:rsidR="00E8465A">
        <w:t xml:space="preserve">, </w:t>
      </w:r>
      <w:r w:rsidRPr="007818BD">
        <w:t>env</w:t>
      </w:r>
      <w:r w:rsidRPr="007818BD">
        <w:t>e</w:t>
      </w:r>
      <w:r w:rsidRPr="007818BD">
        <w:t>loppant la pierre même sur laquelle il était arrêté</w:t>
      </w:r>
      <w:r w:rsidR="00E8465A">
        <w:t xml:space="preserve">, </w:t>
      </w:r>
      <w:r w:rsidRPr="007818BD">
        <w:t>interposa e</w:t>
      </w:r>
      <w:r w:rsidRPr="007818BD">
        <w:t>n</w:t>
      </w:r>
      <w:r w:rsidRPr="007818BD">
        <w:t>tre ce lieu de refuge et la fuite une large et infranchissable ba</w:t>
      </w:r>
      <w:r w:rsidRPr="007818BD">
        <w:t>r</w:t>
      </w:r>
      <w:r w:rsidRPr="007818BD">
        <w:t>rière de feu liquide</w:t>
      </w:r>
      <w:r w:rsidR="00E8465A">
        <w:t xml:space="preserve">. </w:t>
      </w:r>
      <w:r w:rsidRPr="007818BD">
        <w:t>Il était là isolé</w:t>
      </w:r>
      <w:r w:rsidR="00E8465A">
        <w:t xml:space="preserve">, </w:t>
      </w:r>
      <w:r w:rsidRPr="007818BD">
        <w:t>dans l</w:t>
      </w:r>
      <w:r w:rsidR="00E8465A">
        <w:t>’</w:t>
      </w:r>
      <w:r w:rsidRPr="007818BD">
        <w:t>impossibilité de de</w:t>
      </w:r>
      <w:r w:rsidRPr="007818BD">
        <w:t>s</w:t>
      </w:r>
      <w:r w:rsidRPr="007818BD">
        <w:t>cendre et réduit à retourner sur ses pas vers le cratère</w:t>
      </w:r>
      <w:r w:rsidR="00E8465A">
        <w:t xml:space="preserve">, </w:t>
      </w:r>
      <w:r w:rsidRPr="007818BD">
        <w:t>pour de là chercher sans guide</w:t>
      </w:r>
      <w:r w:rsidR="00E8465A">
        <w:t xml:space="preserve">, </w:t>
      </w:r>
      <w:r w:rsidRPr="007818BD">
        <w:t>sans indications</w:t>
      </w:r>
      <w:r w:rsidR="00E8465A">
        <w:t xml:space="preserve">, </w:t>
      </w:r>
      <w:r w:rsidRPr="007818BD">
        <w:t>quelque autre sentier</w:t>
      </w:r>
      <w:r w:rsidR="00E8465A">
        <w:t xml:space="preserve">. </w:t>
      </w:r>
      <w:r w:rsidRPr="007818BD">
        <w:t>Un instant son courage faiblit</w:t>
      </w:r>
      <w:r w:rsidR="00E8465A">
        <w:t xml:space="preserve">. </w:t>
      </w:r>
      <w:r w:rsidRPr="007818BD">
        <w:t>Dans son désespoir</w:t>
      </w:r>
      <w:r w:rsidR="00E8465A">
        <w:t xml:space="preserve">, </w:t>
      </w:r>
      <w:r w:rsidRPr="007818BD">
        <w:t>il cria de ce</w:t>
      </w:r>
      <w:r w:rsidRPr="007818BD">
        <w:t>t</w:t>
      </w:r>
      <w:r w:rsidRPr="007818BD">
        <w:t>te voix forcée qui ne s</w:t>
      </w:r>
      <w:r w:rsidR="00E8465A">
        <w:t>’</w:t>
      </w:r>
      <w:r w:rsidRPr="007818BD">
        <w:t>entend jamais au loin</w:t>
      </w:r>
      <w:r w:rsidR="00E8465A">
        <w:t xml:space="preserve">, </w:t>
      </w:r>
      <w:r w:rsidRPr="007818BD">
        <w:t>au guide</w:t>
      </w:r>
      <w:r w:rsidR="00E8465A">
        <w:t xml:space="preserve">, </w:t>
      </w:r>
      <w:r w:rsidRPr="007818BD">
        <w:t xml:space="preserve">à </w:t>
      </w:r>
      <w:proofErr w:type="spellStart"/>
      <w:r w:rsidRPr="007818BD">
        <w:t>Merv</w:t>
      </w:r>
      <w:r w:rsidRPr="007818BD">
        <w:t>a</w:t>
      </w:r>
      <w:r w:rsidRPr="007818BD">
        <w:t>le</w:t>
      </w:r>
      <w:proofErr w:type="spellEnd"/>
      <w:r w:rsidR="00E8465A">
        <w:t xml:space="preserve">, </w:t>
      </w:r>
      <w:r w:rsidRPr="007818BD">
        <w:t>de revenir à son secours</w:t>
      </w:r>
      <w:r w:rsidR="00E8465A">
        <w:t>.</w:t>
      </w:r>
    </w:p>
    <w:p w14:paraId="189E47AC" w14:textId="77777777" w:rsidR="00E8465A" w:rsidRDefault="00E0544E" w:rsidP="00E0544E">
      <w:r w:rsidRPr="007818BD">
        <w:t>Point de réponse</w:t>
      </w:r>
      <w:r w:rsidR="00E8465A">
        <w:t xml:space="preserve">. </w:t>
      </w:r>
      <w:r w:rsidRPr="007818BD">
        <w:t>L</w:t>
      </w:r>
      <w:r w:rsidR="00E8465A">
        <w:t>’</w:t>
      </w:r>
      <w:r w:rsidRPr="007818BD">
        <w:t>Anglais ainsi abandonné à ses seules ressources sentit son courage et son énergie lui revenir et gra</w:t>
      </w:r>
      <w:r w:rsidRPr="007818BD">
        <w:t>n</w:t>
      </w:r>
      <w:r w:rsidRPr="007818BD">
        <w:t>dir avec le danger</w:t>
      </w:r>
      <w:r w:rsidR="00E8465A">
        <w:t xml:space="preserve">. </w:t>
      </w:r>
      <w:r w:rsidRPr="007818BD">
        <w:t>Il s</w:t>
      </w:r>
      <w:r w:rsidR="00E8465A">
        <w:t>’</w:t>
      </w:r>
      <w:r w:rsidRPr="007818BD">
        <w:t>avança aussi près du cratère que le lui permirent les vapeurs méphitiques</w:t>
      </w:r>
      <w:r w:rsidR="00E8465A">
        <w:t xml:space="preserve">, </w:t>
      </w:r>
      <w:r w:rsidRPr="007818BD">
        <w:t xml:space="preserve">puis plongeant un </w:t>
      </w:r>
      <w:r w:rsidRPr="007818BD">
        <w:lastRenderedPageBreak/>
        <w:t>regard au-dessous de lui</w:t>
      </w:r>
      <w:r w:rsidR="00E8465A">
        <w:t xml:space="preserve">, </w:t>
      </w:r>
      <w:r w:rsidRPr="007818BD">
        <w:t>avec un soin minutieux et raisonné</w:t>
      </w:r>
      <w:r w:rsidR="00E8465A">
        <w:t xml:space="preserve">, </w:t>
      </w:r>
      <w:r w:rsidRPr="007818BD">
        <w:t>il se traça un chemin par lequel il espérait éviter la direction qu</w:t>
      </w:r>
      <w:r w:rsidR="00E8465A">
        <w:t>’</w:t>
      </w:r>
      <w:r w:rsidRPr="007818BD">
        <w:t>avait prise le fleuve de feu</w:t>
      </w:r>
      <w:r w:rsidR="00E8465A">
        <w:t xml:space="preserve"> ; </w:t>
      </w:r>
      <w:r w:rsidRPr="007818BD">
        <w:t>enfin</w:t>
      </w:r>
      <w:r w:rsidR="00E8465A">
        <w:t xml:space="preserve">, </w:t>
      </w:r>
      <w:r w:rsidRPr="007818BD">
        <w:t>d</w:t>
      </w:r>
      <w:r w:rsidR="00E8465A">
        <w:t>’</w:t>
      </w:r>
      <w:r w:rsidRPr="007818BD">
        <w:t>un pas ferme et r</w:t>
      </w:r>
      <w:r w:rsidRPr="007818BD">
        <w:t>a</w:t>
      </w:r>
      <w:r w:rsidRPr="007818BD">
        <w:t>pide</w:t>
      </w:r>
      <w:r w:rsidR="00E8465A">
        <w:t xml:space="preserve">, </w:t>
      </w:r>
      <w:r w:rsidRPr="007818BD">
        <w:t>il s</w:t>
      </w:r>
      <w:r w:rsidR="00E8465A">
        <w:t>’</w:t>
      </w:r>
      <w:r w:rsidRPr="007818BD">
        <w:t>avança sur la couche de cendres brûlantes qui se pulvérisait sous ses pieds</w:t>
      </w:r>
      <w:r w:rsidR="00E8465A">
        <w:t>.</w:t>
      </w:r>
    </w:p>
    <w:p w14:paraId="5A3090BB" w14:textId="0D423D82" w:rsidR="00E8465A" w:rsidRDefault="00E0544E" w:rsidP="00E0544E">
      <w:r w:rsidRPr="007818BD">
        <w:t>Il avait fait environ cinquante pas</w:t>
      </w:r>
      <w:r w:rsidR="00E8465A">
        <w:t xml:space="preserve">, </w:t>
      </w:r>
      <w:r w:rsidRPr="007818BD">
        <w:t>quand il s</w:t>
      </w:r>
      <w:r w:rsidR="00E8465A">
        <w:t>’</w:t>
      </w:r>
      <w:r w:rsidRPr="007818BD">
        <w:t>arrêta bru</w:t>
      </w:r>
      <w:r w:rsidRPr="007818BD">
        <w:t>s</w:t>
      </w:r>
      <w:r w:rsidRPr="007818BD">
        <w:t>quement</w:t>
      </w:r>
      <w:r w:rsidR="00E8465A">
        <w:t xml:space="preserve"> : </w:t>
      </w:r>
      <w:r w:rsidRPr="007818BD">
        <w:t>une terreur indicible</w:t>
      </w:r>
      <w:r w:rsidR="00E8465A">
        <w:t xml:space="preserve">, </w:t>
      </w:r>
      <w:r w:rsidRPr="007818BD">
        <w:t>inexplicable</w:t>
      </w:r>
      <w:r w:rsidR="00E8465A">
        <w:t xml:space="preserve">, </w:t>
      </w:r>
      <w:r w:rsidRPr="007818BD">
        <w:t>que jusqu</w:t>
      </w:r>
      <w:r w:rsidR="00E8465A">
        <w:t>’</w:t>
      </w:r>
      <w:r w:rsidRPr="007818BD">
        <w:t>alors</w:t>
      </w:r>
      <w:r w:rsidR="00E8465A">
        <w:t xml:space="preserve">, </w:t>
      </w:r>
      <w:r w:rsidRPr="007818BD">
        <w:t>au milieu de tous ces périls</w:t>
      </w:r>
      <w:r w:rsidR="00E8465A">
        <w:t xml:space="preserve">, </w:t>
      </w:r>
      <w:r w:rsidRPr="007818BD">
        <w:t>il n</w:t>
      </w:r>
      <w:r w:rsidR="00E8465A">
        <w:t>’</w:t>
      </w:r>
      <w:r w:rsidRPr="007818BD">
        <w:t>avait point éprouvée</w:t>
      </w:r>
      <w:r w:rsidR="00E8465A">
        <w:t xml:space="preserve">, </w:t>
      </w:r>
      <w:r w:rsidRPr="007818BD">
        <w:t>l</w:t>
      </w:r>
      <w:r w:rsidR="00E8465A">
        <w:t>’</w:t>
      </w:r>
      <w:r w:rsidRPr="007818BD">
        <w:t>envahit tout à coup</w:t>
      </w:r>
      <w:r w:rsidR="00E8465A">
        <w:t xml:space="preserve">. </w:t>
      </w:r>
      <w:r w:rsidRPr="007818BD">
        <w:t>Il trembla de la tête aux pieds</w:t>
      </w:r>
      <w:r w:rsidR="00E8465A">
        <w:t xml:space="preserve"> : </w:t>
      </w:r>
      <w:r w:rsidRPr="007818BD">
        <w:t>ses muscles refus</w:t>
      </w:r>
      <w:r w:rsidRPr="007818BD">
        <w:t>è</w:t>
      </w:r>
      <w:r w:rsidRPr="007818BD">
        <w:t>rent d</w:t>
      </w:r>
      <w:r w:rsidR="00E8465A">
        <w:t>’</w:t>
      </w:r>
      <w:r w:rsidRPr="007818BD">
        <w:t>obéir à sa volonté</w:t>
      </w:r>
      <w:r w:rsidR="00E8465A">
        <w:t xml:space="preserve">, </w:t>
      </w:r>
      <w:r w:rsidRPr="007818BD">
        <w:t>il se sentit comme paralysé et frappé de mort</w:t>
      </w:r>
      <w:r w:rsidR="00E8465A">
        <w:t xml:space="preserve">. </w:t>
      </w:r>
      <w:r w:rsidRPr="007818BD">
        <w:t>Terreur inexplic</w:t>
      </w:r>
      <w:r w:rsidRPr="007818BD">
        <w:t>a</w:t>
      </w:r>
      <w:r w:rsidRPr="007818BD">
        <w:t>ble</w:t>
      </w:r>
      <w:r w:rsidR="00E8465A">
        <w:t xml:space="preserve">, </w:t>
      </w:r>
      <w:r w:rsidRPr="007818BD">
        <w:t>comme je l</w:t>
      </w:r>
      <w:r w:rsidR="00E8465A">
        <w:t>’</w:t>
      </w:r>
      <w:r w:rsidRPr="007818BD">
        <w:t>ai dit</w:t>
      </w:r>
      <w:r w:rsidR="00E8465A">
        <w:t xml:space="preserve">, </w:t>
      </w:r>
      <w:r w:rsidRPr="007818BD">
        <w:t>car la route semblait facile et sûre</w:t>
      </w:r>
      <w:r w:rsidR="00E8465A">
        <w:t xml:space="preserve">. </w:t>
      </w:r>
      <w:r w:rsidRPr="007818BD">
        <w:t>La flamme</w:t>
      </w:r>
      <w:r w:rsidR="00E8465A">
        <w:t xml:space="preserve">, </w:t>
      </w:r>
      <w:r w:rsidRPr="007818BD">
        <w:t>au-dessus de lui et derrière lui</w:t>
      </w:r>
      <w:r w:rsidR="00E8465A">
        <w:t xml:space="preserve">, </w:t>
      </w:r>
      <w:r w:rsidRPr="007818BD">
        <w:t>brûlait claire et lointaine</w:t>
      </w:r>
      <w:r w:rsidR="00E8465A">
        <w:t xml:space="preserve">, </w:t>
      </w:r>
      <w:r w:rsidRPr="007818BD">
        <w:t xml:space="preserve">et </w:t>
      </w:r>
      <w:proofErr w:type="spellStart"/>
      <w:r w:rsidRPr="007818BD">
        <w:t>au delà</w:t>
      </w:r>
      <w:proofErr w:type="spellEnd"/>
      <w:r w:rsidRPr="007818BD">
        <w:t xml:space="preserve"> les étoiles lui prêtaient leur clarté encourageante</w:t>
      </w:r>
      <w:r w:rsidR="00E8465A">
        <w:t xml:space="preserve">. </w:t>
      </w:r>
      <w:r w:rsidRPr="007818BD">
        <w:t>Nul obstacle n</w:t>
      </w:r>
      <w:r w:rsidR="00E8465A">
        <w:t>’</w:t>
      </w:r>
      <w:r w:rsidRPr="007818BD">
        <w:t>était visible</w:t>
      </w:r>
      <w:r w:rsidR="00E8465A">
        <w:t xml:space="preserve">, </w:t>
      </w:r>
      <w:r w:rsidRPr="007818BD">
        <w:t>nul da</w:t>
      </w:r>
      <w:r w:rsidRPr="007818BD">
        <w:t>n</w:t>
      </w:r>
      <w:r w:rsidRPr="007818BD">
        <w:t>ger ne semblait le menacer</w:t>
      </w:r>
      <w:r w:rsidR="00E8465A">
        <w:t xml:space="preserve">. </w:t>
      </w:r>
      <w:r w:rsidRPr="007818BD">
        <w:t>Et pendant que</w:t>
      </w:r>
      <w:r w:rsidR="00E8465A">
        <w:t xml:space="preserve">, </w:t>
      </w:r>
      <w:r w:rsidRPr="007818BD">
        <w:t>frappé de cette p</w:t>
      </w:r>
      <w:r w:rsidRPr="007818BD">
        <w:t>a</w:t>
      </w:r>
      <w:r w:rsidRPr="007818BD">
        <w:t>nique soudaine</w:t>
      </w:r>
      <w:r w:rsidR="00E8465A">
        <w:t xml:space="preserve">, </w:t>
      </w:r>
      <w:r w:rsidRPr="007818BD">
        <w:t>rivé sur place dans l</w:t>
      </w:r>
      <w:r w:rsidR="00E8465A">
        <w:t>’</w:t>
      </w:r>
      <w:r w:rsidRPr="007818BD">
        <w:t>impossibilité de bouger</w:t>
      </w:r>
      <w:r w:rsidR="00E8465A">
        <w:t xml:space="preserve">, </w:t>
      </w:r>
      <w:r w:rsidRPr="007818BD">
        <w:t>de parler</w:t>
      </w:r>
      <w:r w:rsidR="00E8465A">
        <w:t xml:space="preserve">, </w:t>
      </w:r>
      <w:r w:rsidRPr="007818BD">
        <w:t>la poitrine violemment agitée</w:t>
      </w:r>
      <w:r w:rsidR="00E8465A">
        <w:t xml:space="preserve">, </w:t>
      </w:r>
      <w:r w:rsidRPr="007818BD">
        <w:t>le front baigné de larges gouttes de sueur</w:t>
      </w:r>
      <w:r w:rsidR="00E8465A">
        <w:t xml:space="preserve">, </w:t>
      </w:r>
      <w:r w:rsidRPr="007818BD">
        <w:t>il demeurait immobile</w:t>
      </w:r>
      <w:r w:rsidR="00E8465A">
        <w:t xml:space="preserve">, </w:t>
      </w:r>
      <w:r w:rsidRPr="007818BD">
        <w:t>éperdu</w:t>
      </w:r>
      <w:r w:rsidR="00E8465A">
        <w:t xml:space="preserve">, </w:t>
      </w:r>
      <w:r w:rsidRPr="007818BD">
        <w:t>les yeux h</w:t>
      </w:r>
      <w:r w:rsidRPr="007818BD">
        <w:t>a</w:t>
      </w:r>
      <w:r w:rsidRPr="007818BD">
        <w:t>gards</w:t>
      </w:r>
      <w:r w:rsidR="00E8465A">
        <w:t xml:space="preserve">, </w:t>
      </w:r>
      <w:r w:rsidRPr="007818BD">
        <w:t>il aperçut devant lui à que</w:t>
      </w:r>
      <w:r w:rsidRPr="007818BD">
        <w:t>l</w:t>
      </w:r>
      <w:r w:rsidRPr="007818BD">
        <w:t>que distance</w:t>
      </w:r>
      <w:r w:rsidR="00E8465A">
        <w:t xml:space="preserve">, </w:t>
      </w:r>
      <w:r w:rsidRPr="007818BD">
        <w:t>et de plus en plus distinctement visible</w:t>
      </w:r>
      <w:r w:rsidR="00E8465A">
        <w:t xml:space="preserve">, </w:t>
      </w:r>
      <w:r w:rsidRPr="007818BD">
        <w:t>une ombre colossale</w:t>
      </w:r>
      <w:r w:rsidR="00E8465A">
        <w:t xml:space="preserve">, </w:t>
      </w:r>
      <w:r w:rsidRPr="007818BD">
        <w:t>une ombre qui p</w:t>
      </w:r>
      <w:r w:rsidRPr="007818BD">
        <w:t>a</w:t>
      </w:r>
      <w:r w:rsidRPr="007818BD">
        <w:t>raissait appartenir à une forme humaine</w:t>
      </w:r>
      <w:r w:rsidR="00E8465A">
        <w:t xml:space="preserve">, </w:t>
      </w:r>
      <w:r w:rsidRPr="007818BD">
        <w:t>mais incomparabl</w:t>
      </w:r>
      <w:r w:rsidRPr="007818BD">
        <w:t>e</w:t>
      </w:r>
      <w:r w:rsidRPr="007818BD">
        <w:t>ment au-dessus de la taille humaine</w:t>
      </w:r>
      <w:r w:rsidR="00E8465A">
        <w:t xml:space="preserve"> ; </w:t>
      </w:r>
      <w:r w:rsidRPr="007818BD">
        <w:t>vague</w:t>
      </w:r>
      <w:r w:rsidR="00E8465A">
        <w:t xml:space="preserve">, </w:t>
      </w:r>
      <w:r w:rsidRPr="007818BD">
        <w:t>sombre</w:t>
      </w:r>
      <w:r w:rsidR="00E8465A">
        <w:t xml:space="preserve">, </w:t>
      </w:r>
      <w:r w:rsidRPr="007818BD">
        <w:t>à peine définie</w:t>
      </w:r>
      <w:r w:rsidR="00E8465A">
        <w:t xml:space="preserve">, </w:t>
      </w:r>
      <w:r w:rsidRPr="007818BD">
        <w:t>et différente</w:t>
      </w:r>
      <w:r w:rsidR="00E8465A">
        <w:t xml:space="preserve">, </w:t>
      </w:r>
      <w:r w:rsidRPr="007818BD">
        <w:t>il ne savait pourquoi ni en quoi</w:t>
      </w:r>
      <w:r w:rsidR="00E8465A">
        <w:t xml:space="preserve">, </w:t>
      </w:r>
      <w:r w:rsidRPr="007818BD">
        <w:t>non-seulement des proportions</w:t>
      </w:r>
      <w:r w:rsidR="00E8465A">
        <w:t xml:space="preserve">, </w:t>
      </w:r>
      <w:r w:rsidRPr="007818BD">
        <w:t xml:space="preserve">mais encore </w:t>
      </w:r>
      <w:r>
        <w:t>d</w:t>
      </w:r>
      <w:r w:rsidRPr="007818BD">
        <w:t>es membres et des traits généraux de la forme de l</w:t>
      </w:r>
      <w:r w:rsidR="00E8465A">
        <w:t>’</w:t>
      </w:r>
      <w:r w:rsidRPr="007818BD">
        <w:t>homme</w:t>
      </w:r>
      <w:r w:rsidR="00E8465A">
        <w:t xml:space="preserve">. </w:t>
      </w:r>
      <w:r w:rsidRPr="007818BD">
        <w:t>La clarté éclatante du volcan</w:t>
      </w:r>
      <w:r w:rsidR="00E8465A">
        <w:t xml:space="preserve">, </w:t>
      </w:r>
      <w:r w:rsidRPr="007818BD">
        <w:t>qui semblait reculer et pâlir devant cette gigantesque et mystérieuse apparition</w:t>
      </w:r>
      <w:r w:rsidR="00E8465A">
        <w:t xml:space="preserve">, </w:t>
      </w:r>
      <w:r w:rsidRPr="007818BD">
        <w:t>jetait cependant son reflet rouge et r</w:t>
      </w:r>
      <w:r w:rsidRPr="007818BD">
        <w:t>é</w:t>
      </w:r>
      <w:r w:rsidRPr="007818BD">
        <w:t>gulier sur une autre forme qui accompagnait la première</w:t>
      </w:r>
      <w:r w:rsidR="00E8465A">
        <w:t xml:space="preserve">, </w:t>
      </w:r>
      <w:r w:rsidRPr="007818BD">
        <w:t>calme et immobile</w:t>
      </w:r>
      <w:r w:rsidR="00E8465A">
        <w:t xml:space="preserve"> : </w:t>
      </w:r>
      <w:r w:rsidRPr="007818BD">
        <w:t>et c</w:t>
      </w:r>
      <w:r w:rsidR="00E8465A">
        <w:t>’</w:t>
      </w:r>
      <w:r w:rsidRPr="007818BD">
        <w:t>était peut-être le contraste de ces deux êtres</w:t>
      </w:r>
      <w:r w:rsidR="00E8465A">
        <w:t xml:space="preserve">, </w:t>
      </w:r>
      <w:r w:rsidRPr="007818BD">
        <w:t>l</w:t>
      </w:r>
      <w:r w:rsidR="00E8465A">
        <w:t>’</w:t>
      </w:r>
      <w:r w:rsidRPr="007818BD">
        <w:t>être et l</w:t>
      </w:r>
      <w:r w:rsidR="00E8465A">
        <w:t>’</w:t>
      </w:r>
      <w:r w:rsidRPr="007818BD">
        <w:t>ombre</w:t>
      </w:r>
      <w:r w:rsidR="00E8465A">
        <w:t xml:space="preserve">, </w:t>
      </w:r>
      <w:r w:rsidRPr="007818BD">
        <w:t>qui frappa le spectateur de la différence qui existait entre eux</w:t>
      </w:r>
      <w:r w:rsidR="00E8465A">
        <w:t xml:space="preserve">, </w:t>
      </w:r>
      <w:r w:rsidRPr="007818BD">
        <w:t>l</w:t>
      </w:r>
      <w:r w:rsidR="00E8465A">
        <w:t>’</w:t>
      </w:r>
      <w:r w:rsidRPr="007818BD">
        <w:t>humain et le surhumain</w:t>
      </w:r>
      <w:r w:rsidR="00E8465A">
        <w:t xml:space="preserve">. </w:t>
      </w:r>
      <w:r w:rsidRPr="007818BD">
        <w:t>Un moment se</w:t>
      </w:r>
      <w:r w:rsidRPr="007818BD">
        <w:t>u</w:t>
      </w:r>
      <w:r w:rsidRPr="007818BD">
        <w:t>lement</w:t>
      </w:r>
      <w:r w:rsidR="00E8465A">
        <w:t xml:space="preserve">, </w:t>
      </w:r>
      <w:r w:rsidRPr="007818BD">
        <w:t>que dis-je</w:t>
      </w:r>
      <w:r w:rsidR="00E8465A">
        <w:t xml:space="preserve"> ? </w:t>
      </w:r>
      <w:r w:rsidRPr="007818BD">
        <w:t>la dixième partie d</w:t>
      </w:r>
      <w:r w:rsidR="00E8465A">
        <w:t>’</w:t>
      </w:r>
      <w:r w:rsidRPr="007818BD">
        <w:t>une seconde</w:t>
      </w:r>
      <w:r w:rsidR="00E8465A">
        <w:t xml:space="preserve">, </w:t>
      </w:r>
      <w:r w:rsidRPr="007818BD">
        <w:t>l</w:t>
      </w:r>
      <w:r w:rsidR="00E8465A">
        <w:t>’</w:t>
      </w:r>
      <w:r w:rsidRPr="007818BD">
        <w:t xml:space="preserve">Anglais put voir </w:t>
      </w:r>
      <w:r w:rsidRPr="007818BD">
        <w:lastRenderedPageBreak/>
        <w:t>ce spectacle</w:t>
      </w:r>
      <w:r w:rsidR="00E8465A">
        <w:t xml:space="preserve">. </w:t>
      </w:r>
      <w:r w:rsidRPr="007818BD">
        <w:t>Un second débordement de vapeurs sulf</w:t>
      </w:r>
      <w:r w:rsidRPr="007818BD">
        <w:t>u</w:t>
      </w:r>
      <w:r w:rsidRPr="007818BD">
        <w:t>reuses</w:t>
      </w:r>
      <w:r w:rsidR="00E8465A">
        <w:t xml:space="preserve">, </w:t>
      </w:r>
      <w:r w:rsidRPr="007818BD">
        <w:t>plus rapide encore et plus dense que le premier</w:t>
      </w:r>
      <w:r w:rsidR="00E8465A">
        <w:t xml:space="preserve">, </w:t>
      </w:r>
      <w:r w:rsidRPr="007818BD">
        <w:t>s</w:t>
      </w:r>
      <w:r w:rsidR="00E8465A">
        <w:t>’</w:t>
      </w:r>
      <w:r w:rsidRPr="007818BD">
        <w:t>épancha sur la montagne</w:t>
      </w:r>
      <w:r w:rsidR="00E8465A">
        <w:t xml:space="preserve">, </w:t>
      </w:r>
      <w:r w:rsidRPr="007818BD">
        <w:t>et telle fût la nature des e</w:t>
      </w:r>
      <w:r w:rsidRPr="007818BD">
        <w:t>x</w:t>
      </w:r>
      <w:r w:rsidRPr="007818BD">
        <w:t>halaisons ou l</w:t>
      </w:r>
      <w:r w:rsidR="00E8465A">
        <w:t>’</w:t>
      </w:r>
      <w:r w:rsidRPr="007818BD">
        <w:t>intensité de son effroi</w:t>
      </w:r>
      <w:r w:rsidR="00E8465A">
        <w:t xml:space="preserve">, </w:t>
      </w:r>
      <w:r w:rsidRPr="007818BD">
        <w:t xml:space="preserve">que </w:t>
      </w:r>
      <w:proofErr w:type="spellStart"/>
      <w:r w:rsidRPr="007818BD">
        <w:t>Glyndon</w:t>
      </w:r>
      <w:proofErr w:type="spellEnd"/>
      <w:r w:rsidR="00E8465A">
        <w:t xml:space="preserve">, </w:t>
      </w:r>
      <w:r w:rsidRPr="007818BD">
        <w:t>après un effort dése</w:t>
      </w:r>
      <w:r w:rsidRPr="007818BD">
        <w:t>s</w:t>
      </w:r>
      <w:r w:rsidRPr="007818BD">
        <w:t>péré et impuissant pour respirer</w:t>
      </w:r>
      <w:r w:rsidR="00E8465A">
        <w:t xml:space="preserve">, </w:t>
      </w:r>
      <w:r w:rsidRPr="007818BD">
        <w:t>tomba à terre sans mouv</w:t>
      </w:r>
      <w:r w:rsidRPr="007818BD">
        <w:t>e</w:t>
      </w:r>
      <w:r w:rsidRPr="007818BD">
        <w:t>ment et sans connaissance</w:t>
      </w:r>
      <w:r w:rsidR="00E8465A">
        <w:t>.</w:t>
      </w:r>
    </w:p>
    <w:p w14:paraId="2F318955" w14:textId="77777777" w:rsidR="00E8465A" w:rsidRDefault="00E0544E" w:rsidP="00E8465A">
      <w:pPr>
        <w:pStyle w:val="Titre2"/>
        <w:pageBreakBefore/>
      </w:pPr>
      <w:bookmarkStart w:id="33" w:name="_Toc199963082"/>
      <w:r w:rsidRPr="007818BD">
        <w:lastRenderedPageBreak/>
        <w:t>CHAPITRE</w:t>
      </w:r>
      <w:r w:rsidR="00E8465A">
        <w:t xml:space="preserve"> </w:t>
      </w:r>
      <w:r w:rsidRPr="007818BD">
        <w:t>XI</w:t>
      </w:r>
      <w:r w:rsidR="00E8465A">
        <w:t>.</w:t>
      </w:r>
      <w:bookmarkEnd w:id="33"/>
    </w:p>
    <w:p w14:paraId="49350EE3" w14:textId="3631CA7A" w:rsidR="00E0544E" w:rsidRPr="007818BD" w:rsidRDefault="00E8465A" w:rsidP="00E0544E">
      <w:pPr>
        <w:pStyle w:val="NormalRetraitGauche4XIndent0"/>
        <w:spacing w:before="0" w:after="0"/>
        <w:rPr>
          <w:rStyle w:val="Taille-1Caracteres"/>
        </w:rPr>
      </w:pPr>
      <w:r>
        <w:t>— </w:t>
      </w:r>
      <w:r>
        <w:rPr>
          <w:rStyle w:val="Taille-1Caracteres"/>
        </w:rPr>
        <w:t>« </w:t>
      </w:r>
      <w:r w:rsidR="00E0544E" w:rsidRPr="007818BD">
        <w:rPr>
          <w:rStyle w:val="Taille-1Caracteres"/>
        </w:rPr>
        <w:t>Waas hab</w:t>
      </w:r>
      <w:r>
        <w:rPr>
          <w:rStyle w:val="Taille-1Caracteres"/>
        </w:rPr>
        <w:t>. ‘</w:t>
      </w:r>
      <w:r w:rsidR="00E0544E" w:rsidRPr="007818BD">
        <w:rPr>
          <w:rStyle w:val="Taille-1Caracteres"/>
        </w:rPr>
        <w:t xml:space="preserve"> </w:t>
      </w:r>
      <w:proofErr w:type="spellStart"/>
      <w:r w:rsidR="00E0544E" w:rsidRPr="007818BD">
        <w:rPr>
          <w:rStyle w:val="Taille-1Caracteres"/>
        </w:rPr>
        <w:t>ch</w:t>
      </w:r>
      <w:proofErr w:type="spellEnd"/>
    </w:p>
    <w:p w14:paraId="47E484FB" w14:textId="77777777" w:rsidR="00E8465A" w:rsidRDefault="00E0544E" w:rsidP="00E0544E">
      <w:pPr>
        <w:pStyle w:val="NormalRetraitGauche4XIndent0"/>
        <w:spacing w:before="0" w:after="0"/>
        <w:rPr>
          <w:rStyle w:val="Taille-1Caracteres"/>
        </w:rPr>
      </w:pPr>
      <w:r w:rsidRPr="007818BD">
        <w:rPr>
          <w:rStyle w:val="Taille-1Caracteres"/>
        </w:rPr>
        <w:t xml:space="preserve">Gwenn </w:t>
      </w:r>
      <w:proofErr w:type="spellStart"/>
      <w:r w:rsidRPr="007818BD">
        <w:rPr>
          <w:rStyle w:val="Taille-1Caracteres"/>
        </w:rPr>
        <w:t>ich</w:t>
      </w:r>
      <w:proofErr w:type="spellEnd"/>
      <w:r w:rsidRPr="007818BD">
        <w:rPr>
          <w:rStyle w:val="Taille-1Caracteres"/>
        </w:rPr>
        <w:t xml:space="preserve"> nichât Allés hâble</w:t>
      </w:r>
      <w:r w:rsidR="00E8465A">
        <w:rPr>
          <w:rStyle w:val="Taille-1Caracteres"/>
        </w:rPr>
        <w:t> ? »</w:t>
      </w:r>
      <w:r w:rsidRPr="007818BD">
        <w:rPr>
          <w:rStyle w:val="Taille-1Caracteres"/>
        </w:rPr>
        <w:t xml:space="preserve"> </w:t>
      </w:r>
      <w:proofErr w:type="spellStart"/>
      <w:r w:rsidRPr="007818BD">
        <w:rPr>
          <w:rStyle w:val="Taille-1Caracteres"/>
        </w:rPr>
        <w:t>Sprache</w:t>
      </w:r>
      <w:proofErr w:type="spellEnd"/>
      <w:r w:rsidRPr="007818BD">
        <w:rPr>
          <w:rStyle w:val="Taille-1Caracteres"/>
        </w:rPr>
        <w:t xml:space="preserve"> der Im</w:t>
      </w:r>
      <w:r w:rsidRPr="007818BD">
        <w:rPr>
          <w:rStyle w:val="Taille-1Caracteres"/>
        </w:rPr>
        <w:t>a</w:t>
      </w:r>
      <w:r w:rsidRPr="007818BD">
        <w:rPr>
          <w:rStyle w:val="Taille-1Caracteres"/>
        </w:rPr>
        <w:t>ging</w:t>
      </w:r>
      <w:r w:rsidRPr="007818BD">
        <w:rPr>
          <w:rStyle w:val="Appelnotedebasdep"/>
          <w:szCs w:val="28"/>
        </w:rPr>
        <w:footnoteReference w:id="43"/>
      </w:r>
      <w:r w:rsidR="00E8465A">
        <w:rPr>
          <w:rStyle w:val="Taille-1Caracteres"/>
        </w:rPr>
        <w:t>.</w:t>
      </w:r>
    </w:p>
    <w:p w14:paraId="4EE7BFA1" w14:textId="74AA64A8" w:rsidR="00E8465A" w:rsidRDefault="00E8465A" w:rsidP="00E0544E">
      <w:pPr>
        <w:jc w:val="right"/>
        <w:rPr>
          <w:rStyle w:val="Taille-1Caracteres"/>
        </w:rPr>
      </w:pPr>
      <w:r>
        <w:rPr>
          <w:rStyle w:val="Taille-1Caracteres"/>
        </w:rPr>
        <w:t>(</w:t>
      </w:r>
      <w:r w:rsidR="00E0544E" w:rsidRPr="00AB6B6C">
        <w:rPr>
          <w:rStyle w:val="Taille-1Caracteres"/>
          <w:i/>
        </w:rPr>
        <w:t xml:space="preserve">Des </w:t>
      </w:r>
      <w:proofErr w:type="spellStart"/>
      <w:r w:rsidR="00E0544E" w:rsidRPr="00AB6B6C">
        <w:rPr>
          <w:rStyle w:val="Taille-1Caracteres"/>
          <w:i/>
        </w:rPr>
        <w:t>verschleierte</w:t>
      </w:r>
      <w:proofErr w:type="spellEnd"/>
      <w:r w:rsidR="00E0544E" w:rsidRPr="00AB6B6C">
        <w:rPr>
          <w:rStyle w:val="Taille-1Caracteres"/>
          <w:i/>
        </w:rPr>
        <w:t xml:space="preserve"> </w:t>
      </w:r>
      <w:proofErr w:type="spellStart"/>
      <w:r w:rsidR="00E0544E" w:rsidRPr="00AB6B6C">
        <w:rPr>
          <w:rStyle w:val="Taille-1Caracteres"/>
          <w:i/>
        </w:rPr>
        <w:t>Bild</w:t>
      </w:r>
      <w:proofErr w:type="spellEnd"/>
      <w:r w:rsidR="00E0544E" w:rsidRPr="00AB6B6C">
        <w:rPr>
          <w:rStyle w:val="Taille-1Caracteres"/>
          <w:i/>
        </w:rPr>
        <w:t xml:space="preserve"> </w:t>
      </w:r>
      <w:proofErr w:type="spellStart"/>
      <w:r w:rsidR="00E0544E" w:rsidRPr="00AB6B6C">
        <w:rPr>
          <w:rStyle w:val="Taille-1Caracteres"/>
          <w:i/>
        </w:rPr>
        <w:t>zu</w:t>
      </w:r>
      <w:proofErr w:type="spellEnd"/>
      <w:r w:rsidR="00E0544E" w:rsidRPr="00AB6B6C">
        <w:rPr>
          <w:rStyle w:val="Taille-1Caracteres"/>
          <w:i/>
        </w:rPr>
        <w:t xml:space="preserve"> Sars</w:t>
      </w:r>
      <w:r>
        <w:rPr>
          <w:rStyle w:val="Taille-1Caracteres"/>
        </w:rPr>
        <w:t>.)</w:t>
      </w:r>
    </w:p>
    <w:p w14:paraId="04EF0AE9" w14:textId="77777777" w:rsidR="00E8465A" w:rsidRDefault="00E0544E" w:rsidP="00E0544E">
      <w:proofErr w:type="spellStart"/>
      <w:r w:rsidRPr="007818BD">
        <w:t>Mervale</w:t>
      </w:r>
      <w:proofErr w:type="spellEnd"/>
      <w:r w:rsidRPr="007818BD">
        <w:t xml:space="preserve"> et l</w:t>
      </w:r>
      <w:r w:rsidR="00E8465A">
        <w:t>’</w:t>
      </w:r>
      <w:r w:rsidRPr="007818BD">
        <w:t>Italien arrivèrent sains et saufs à l</w:t>
      </w:r>
      <w:r w:rsidR="00E8465A">
        <w:t>’</w:t>
      </w:r>
      <w:r w:rsidRPr="007818BD">
        <w:t>endroit où ils avaient laissé leurs montures</w:t>
      </w:r>
      <w:r w:rsidR="00E8465A">
        <w:t xml:space="preserve">, </w:t>
      </w:r>
      <w:r w:rsidRPr="007818BD">
        <w:t>et ce ne fut qu</w:t>
      </w:r>
      <w:r w:rsidR="00E8465A">
        <w:t>’</w:t>
      </w:r>
      <w:r w:rsidRPr="007818BD">
        <w:t>après avoir r</w:t>
      </w:r>
      <w:r w:rsidRPr="007818BD">
        <w:t>e</w:t>
      </w:r>
      <w:r w:rsidRPr="007818BD">
        <w:t>pris courage et haleine qu</w:t>
      </w:r>
      <w:r w:rsidR="00E8465A">
        <w:t>’</w:t>
      </w:r>
      <w:r w:rsidRPr="007818BD">
        <w:t xml:space="preserve">ils songèrent à </w:t>
      </w:r>
      <w:proofErr w:type="spellStart"/>
      <w:r w:rsidRPr="007818BD">
        <w:t>Glyndon</w:t>
      </w:r>
      <w:proofErr w:type="spellEnd"/>
      <w:r w:rsidR="00E8465A">
        <w:t xml:space="preserve">. </w:t>
      </w:r>
      <w:r w:rsidRPr="007818BD">
        <w:t>Mais alors</w:t>
      </w:r>
      <w:r w:rsidR="00E8465A">
        <w:t xml:space="preserve">, </w:t>
      </w:r>
      <w:r w:rsidRPr="007818BD">
        <w:t>à mesure que les minutes s</w:t>
      </w:r>
      <w:r w:rsidR="00E8465A">
        <w:t>’</w:t>
      </w:r>
      <w:r w:rsidRPr="007818BD">
        <w:t>écoulèrent sans qu</w:t>
      </w:r>
      <w:r w:rsidR="00E8465A">
        <w:t>’</w:t>
      </w:r>
      <w:r w:rsidRPr="007818BD">
        <w:t>il reparût</w:t>
      </w:r>
      <w:r w:rsidR="00E8465A">
        <w:t xml:space="preserve">, </w:t>
      </w:r>
      <w:proofErr w:type="spellStart"/>
      <w:r w:rsidRPr="007818BD">
        <w:t>Mervale</w:t>
      </w:r>
      <w:proofErr w:type="spellEnd"/>
      <w:r w:rsidR="00E8465A">
        <w:t xml:space="preserve">, </w:t>
      </w:r>
      <w:r w:rsidRPr="007818BD">
        <w:t>dont le cœur valait au moins</w:t>
      </w:r>
      <w:r w:rsidR="00E8465A">
        <w:t xml:space="preserve">, </w:t>
      </w:r>
      <w:r w:rsidRPr="007818BD">
        <w:t>en somme</w:t>
      </w:r>
      <w:r w:rsidR="00E8465A">
        <w:t xml:space="preserve">, </w:t>
      </w:r>
      <w:r w:rsidRPr="007818BD">
        <w:t>autant que la m</w:t>
      </w:r>
      <w:r w:rsidRPr="007818BD">
        <w:t>a</w:t>
      </w:r>
      <w:r w:rsidRPr="007818BD">
        <w:t>jorité des cœurs humains</w:t>
      </w:r>
      <w:r w:rsidR="00E8465A">
        <w:t xml:space="preserve">, </w:t>
      </w:r>
      <w:r w:rsidRPr="007818BD">
        <w:t>commença de s</w:t>
      </w:r>
      <w:r w:rsidR="00E8465A">
        <w:t>’</w:t>
      </w:r>
      <w:r w:rsidRPr="007818BD">
        <w:t>inquiéter sérieus</w:t>
      </w:r>
      <w:r w:rsidRPr="007818BD">
        <w:t>e</w:t>
      </w:r>
      <w:r w:rsidRPr="007818BD">
        <w:t>ment</w:t>
      </w:r>
      <w:r w:rsidR="00E8465A">
        <w:t xml:space="preserve">. </w:t>
      </w:r>
      <w:r w:rsidRPr="007818BD">
        <w:t>Il insista pour retourner à la reche</w:t>
      </w:r>
      <w:r w:rsidRPr="007818BD">
        <w:t>r</w:t>
      </w:r>
      <w:r w:rsidRPr="007818BD">
        <w:t>che de son ami</w:t>
      </w:r>
      <w:r w:rsidR="00E8465A">
        <w:t xml:space="preserve">, </w:t>
      </w:r>
      <w:r w:rsidRPr="007818BD">
        <w:t>et à la fin grâce aux promesses les plus libérales</w:t>
      </w:r>
      <w:r w:rsidR="00E8465A">
        <w:t xml:space="preserve">, </w:t>
      </w:r>
      <w:r w:rsidRPr="007818BD">
        <w:t>il décida le guide à l</w:t>
      </w:r>
      <w:r w:rsidR="00E8465A">
        <w:t>’</w:t>
      </w:r>
      <w:r w:rsidRPr="007818BD">
        <w:t>accompagner</w:t>
      </w:r>
      <w:r w:rsidR="00E8465A">
        <w:t xml:space="preserve">. </w:t>
      </w:r>
      <w:r w:rsidRPr="007818BD">
        <w:t>La base de la montagne se déroulait calme et blanche sous le ciel étoilé</w:t>
      </w:r>
      <w:r w:rsidR="00E8465A">
        <w:t xml:space="preserve">, </w:t>
      </w:r>
      <w:r w:rsidRPr="007818BD">
        <w:t>et l</w:t>
      </w:r>
      <w:r w:rsidR="00E8465A">
        <w:t>’</w:t>
      </w:r>
      <w:r w:rsidRPr="007818BD">
        <w:t>œil expérimenté du cicérone po</w:t>
      </w:r>
      <w:r w:rsidRPr="007818BD">
        <w:t>u</w:t>
      </w:r>
      <w:r w:rsidRPr="007818BD">
        <w:t>vait</w:t>
      </w:r>
      <w:r w:rsidR="00E8465A">
        <w:t xml:space="preserve">, </w:t>
      </w:r>
      <w:r w:rsidRPr="007818BD">
        <w:t>à une distance considérable</w:t>
      </w:r>
      <w:r w:rsidR="00E8465A">
        <w:t xml:space="preserve">, </w:t>
      </w:r>
      <w:r w:rsidRPr="007818BD">
        <w:t>distinguer tous les objets qui s</w:t>
      </w:r>
      <w:r w:rsidR="00E8465A">
        <w:t>’</w:t>
      </w:r>
      <w:r w:rsidRPr="007818BD">
        <w:t>y trouvaient</w:t>
      </w:r>
      <w:r w:rsidR="00E8465A">
        <w:t xml:space="preserve">. </w:t>
      </w:r>
      <w:r w:rsidRPr="007818BD">
        <w:t>Ils n</w:t>
      </w:r>
      <w:r w:rsidR="00E8465A">
        <w:t>’</w:t>
      </w:r>
      <w:r w:rsidRPr="007818BD">
        <w:t>avaient pas fait beaucoup de chemin</w:t>
      </w:r>
      <w:r w:rsidR="00E8465A">
        <w:t xml:space="preserve">, </w:t>
      </w:r>
      <w:r w:rsidRPr="007818BD">
        <w:t>quand ils avisèrent deux formes qui se dirigeaient lentement de leur côté</w:t>
      </w:r>
      <w:r w:rsidR="00E8465A">
        <w:t>.</w:t>
      </w:r>
    </w:p>
    <w:p w14:paraId="5DFC6A42" w14:textId="77777777" w:rsidR="00E8465A" w:rsidRDefault="00E0544E" w:rsidP="00E0544E">
      <w:r w:rsidRPr="007818BD">
        <w:t>Ils avancèrent</w:t>
      </w:r>
      <w:r w:rsidR="00E8465A">
        <w:t xml:space="preserve"> : </w:t>
      </w:r>
      <w:proofErr w:type="spellStart"/>
      <w:r w:rsidRPr="007818BD">
        <w:t>Mervale</w:t>
      </w:r>
      <w:proofErr w:type="spellEnd"/>
      <w:r w:rsidRPr="007818BD">
        <w:t xml:space="preserve"> reconnut son ami</w:t>
      </w:r>
      <w:r w:rsidR="00E8465A">
        <w:t>.</w:t>
      </w:r>
    </w:p>
    <w:p w14:paraId="10946814" w14:textId="77777777" w:rsidR="00E8465A" w:rsidRDefault="00E8465A" w:rsidP="00E0544E">
      <w:r>
        <w:t>« </w:t>
      </w:r>
      <w:r w:rsidR="00E0544E" w:rsidRPr="007818BD">
        <w:t>Sauvé</w:t>
      </w:r>
      <w:r>
        <w:t xml:space="preserve">, </w:t>
      </w:r>
      <w:r w:rsidR="00E0544E" w:rsidRPr="007818BD">
        <w:t>Dieu merci</w:t>
      </w:r>
      <w:r>
        <w:t xml:space="preserve"> ! </w:t>
      </w:r>
      <w:r w:rsidR="00E0544E" w:rsidRPr="007818BD">
        <w:t>dit-il en se tournant vers le guide</w:t>
      </w:r>
      <w:r>
        <w:t>.</w:t>
      </w:r>
    </w:p>
    <w:p w14:paraId="753FB288" w14:textId="77777777" w:rsidR="00E8465A" w:rsidRDefault="00E8465A" w:rsidP="00E0544E">
      <w:r>
        <w:t>— </w:t>
      </w:r>
      <w:r w:rsidR="00E0544E" w:rsidRPr="007818BD">
        <w:t>Anges du ciel</w:t>
      </w:r>
      <w:r>
        <w:t xml:space="preserve">, </w:t>
      </w:r>
      <w:r w:rsidR="00E0544E" w:rsidRPr="007818BD">
        <w:t>protégez-nous</w:t>
      </w:r>
      <w:r>
        <w:t xml:space="preserve"> ! </w:t>
      </w:r>
      <w:r w:rsidR="00E0544E" w:rsidRPr="007818BD">
        <w:t>dit l</w:t>
      </w:r>
      <w:r>
        <w:t>’</w:t>
      </w:r>
      <w:r w:rsidR="00E0544E" w:rsidRPr="007818BD">
        <w:t>Italien en tremblant</w:t>
      </w:r>
      <w:r>
        <w:t xml:space="preserve">. </w:t>
      </w:r>
      <w:r w:rsidR="00E0544E" w:rsidRPr="007818BD">
        <w:t>Voici le fantôme qui m</w:t>
      </w:r>
      <w:r>
        <w:t>’</w:t>
      </w:r>
      <w:r w:rsidR="00E0544E" w:rsidRPr="007818BD">
        <w:t>a rencontré vendredi dernier</w:t>
      </w:r>
      <w:r>
        <w:t xml:space="preserve">. </w:t>
      </w:r>
      <w:r w:rsidR="00E0544E" w:rsidRPr="007818BD">
        <w:t>C</w:t>
      </w:r>
      <w:r>
        <w:t>’</w:t>
      </w:r>
      <w:r w:rsidR="00E0544E" w:rsidRPr="007818BD">
        <w:t>est lui</w:t>
      </w:r>
      <w:r>
        <w:t xml:space="preserve"> ! </w:t>
      </w:r>
      <w:r w:rsidR="00E0544E" w:rsidRPr="007818BD">
        <w:t>mais il a maintenant un visage humain</w:t>
      </w:r>
      <w:r>
        <w:t>.</w:t>
      </w:r>
    </w:p>
    <w:p w14:paraId="4DE9337D" w14:textId="77777777" w:rsidR="00E8465A" w:rsidRDefault="00E8465A" w:rsidP="00E0544E">
      <w:r>
        <w:lastRenderedPageBreak/>
        <w:t>— </w:t>
      </w:r>
      <w:proofErr w:type="spellStart"/>
      <w:r w:rsidR="00E0544E" w:rsidRPr="007818BD">
        <w:t>Signor</w:t>
      </w:r>
      <w:proofErr w:type="spellEnd"/>
      <w:r w:rsidR="00E0544E" w:rsidRPr="007818BD">
        <w:t xml:space="preserve"> </w:t>
      </w:r>
      <w:proofErr w:type="spellStart"/>
      <w:r w:rsidR="00E0544E" w:rsidRPr="007818BD">
        <w:t>Inglese</w:t>
      </w:r>
      <w:proofErr w:type="spellEnd"/>
      <w:r>
        <w:t xml:space="preserve">, </w:t>
      </w:r>
      <w:r w:rsidR="00E0544E" w:rsidRPr="007818BD">
        <w:t xml:space="preserve">dit la voix de </w:t>
      </w:r>
      <w:proofErr w:type="spellStart"/>
      <w:r w:rsidR="00E0544E" w:rsidRPr="007818BD">
        <w:t>Zanoni</w:t>
      </w:r>
      <w:proofErr w:type="spellEnd"/>
      <w:r w:rsidR="00E0544E" w:rsidRPr="007818BD">
        <w:t xml:space="preserve"> pendant que </w:t>
      </w:r>
      <w:proofErr w:type="spellStart"/>
      <w:r w:rsidR="00E0544E" w:rsidRPr="007818BD">
        <w:t>Gly</w:t>
      </w:r>
      <w:r w:rsidR="00E0544E" w:rsidRPr="007818BD">
        <w:t>n</w:t>
      </w:r>
      <w:r w:rsidR="00E0544E" w:rsidRPr="007818BD">
        <w:t>don</w:t>
      </w:r>
      <w:proofErr w:type="spellEnd"/>
      <w:r w:rsidR="00E0544E" w:rsidRPr="007818BD">
        <w:t xml:space="preserve"> pâle</w:t>
      </w:r>
      <w:r>
        <w:t xml:space="preserve">, </w:t>
      </w:r>
      <w:r w:rsidR="00E0544E" w:rsidRPr="007818BD">
        <w:t>épuisé et sile</w:t>
      </w:r>
      <w:r w:rsidR="00E0544E" w:rsidRPr="007818BD">
        <w:t>n</w:t>
      </w:r>
      <w:r w:rsidR="00E0544E" w:rsidRPr="007818BD">
        <w:t>cieux</w:t>
      </w:r>
      <w:r>
        <w:t xml:space="preserve">, </w:t>
      </w:r>
      <w:r w:rsidR="00E0544E" w:rsidRPr="007818BD">
        <w:t xml:space="preserve">répondait machinalement à la bienvenue de </w:t>
      </w:r>
      <w:proofErr w:type="spellStart"/>
      <w:r w:rsidR="00E0544E" w:rsidRPr="007818BD">
        <w:t>Mervale</w:t>
      </w:r>
      <w:proofErr w:type="spellEnd"/>
      <w:r>
        <w:t xml:space="preserve"> ; </w:t>
      </w:r>
      <w:proofErr w:type="spellStart"/>
      <w:r w:rsidR="00E0544E" w:rsidRPr="007818BD">
        <w:t>signor</w:t>
      </w:r>
      <w:proofErr w:type="spellEnd"/>
      <w:r w:rsidR="00E0544E" w:rsidRPr="007818BD">
        <w:t xml:space="preserve"> </w:t>
      </w:r>
      <w:proofErr w:type="spellStart"/>
      <w:r w:rsidR="00E0544E" w:rsidRPr="007818BD">
        <w:t>Inglese</w:t>
      </w:r>
      <w:proofErr w:type="spellEnd"/>
      <w:r>
        <w:t xml:space="preserve">, </w:t>
      </w:r>
      <w:r w:rsidR="00E0544E" w:rsidRPr="007818BD">
        <w:t>j</w:t>
      </w:r>
      <w:r>
        <w:t>’</w:t>
      </w:r>
      <w:r w:rsidR="00E0544E" w:rsidRPr="007818BD">
        <w:t>avais dit à votre ami que nous nous verrions cette nuit</w:t>
      </w:r>
      <w:r>
        <w:t xml:space="preserve"> ; </w:t>
      </w:r>
      <w:r w:rsidR="00E0544E" w:rsidRPr="007818BD">
        <w:t>vous voyez que vous n</w:t>
      </w:r>
      <w:r>
        <w:t>’</w:t>
      </w:r>
      <w:r w:rsidR="00E0544E" w:rsidRPr="007818BD">
        <w:t>avez pas écha</w:t>
      </w:r>
      <w:r w:rsidR="00E0544E" w:rsidRPr="007818BD">
        <w:t>p</w:t>
      </w:r>
      <w:r w:rsidR="00E0544E" w:rsidRPr="007818BD">
        <w:t>pé à ma prédiction</w:t>
      </w:r>
      <w:r>
        <w:t>.</w:t>
      </w:r>
    </w:p>
    <w:p w14:paraId="08C9BC4C" w14:textId="77777777" w:rsidR="00E8465A" w:rsidRDefault="00E8465A" w:rsidP="00E0544E">
      <w:r>
        <w:t>— </w:t>
      </w:r>
      <w:r w:rsidR="00E0544E" w:rsidRPr="007818BD">
        <w:t>Mais comment</w:t>
      </w:r>
      <w:r>
        <w:t xml:space="preserve"> ? </w:t>
      </w:r>
      <w:r w:rsidR="00E0544E" w:rsidRPr="007818BD">
        <w:t>mais où</w:t>
      </w:r>
      <w:r>
        <w:t xml:space="preserve"> ? </w:t>
      </w:r>
      <w:r w:rsidR="00E0544E" w:rsidRPr="007818BD">
        <w:t xml:space="preserve">balbutia </w:t>
      </w:r>
      <w:proofErr w:type="spellStart"/>
      <w:r w:rsidR="00E0544E" w:rsidRPr="007818BD">
        <w:t>Mervale</w:t>
      </w:r>
      <w:proofErr w:type="spellEnd"/>
      <w:r w:rsidR="00E0544E" w:rsidRPr="007818BD">
        <w:t xml:space="preserve"> surpris et confus</w:t>
      </w:r>
      <w:r>
        <w:t>.</w:t>
      </w:r>
    </w:p>
    <w:p w14:paraId="210EED4B" w14:textId="77777777" w:rsidR="00E8465A" w:rsidRDefault="00E8465A" w:rsidP="00E0544E">
      <w:r>
        <w:t>— </w:t>
      </w:r>
      <w:r w:rsidR="00E0544E" w:rsidRPr="007818BD">
        <w:t>J</w:t>
      </w:r>
      <w:r>
        <w:t>’</w:t>
      </w:r>
      <w:r w:rsidR="00E0544E" w:rsidRPr="007818BD">
        <w:t>ai trouvé votre ami étendu sur le sol</w:t>
      </w:r>
      <w:r>
        <w:t xml:space="preserve">, </w:t>
      </w:r>
      <w:r w:rsidR="00E0544E" w:rsidRPr="007818BD">
        <w:t>accablé par les émanations du cratère</w:t>
      </w:r>
      <w:r>
        <w:t xml:space="preserve">. </w:t>
      </w:r>
      <w:r w:rsidR="00E0544E" w:rsidRPr="007818BD">
        <w:t>Je l</w:t>
      </w:r>
      <w:r>
        <w:t>’</w:t>
      </w:r>
      <w:r w:rsidR="00E0544E" w:rsidRPr="007818BD">
        <w:t>ai porté dans un air plus pur</w:t>
      </w:r>
      <w:r>
        <w:t xml:space="preserve">, </w:t>
      </w:r>
      <w:r w:rsidR="00E0544E" w:rsidRPr="007818BD">
        <w:t>et</w:t>
      </w:r>
      <w:r>
        <w:t xml:space="preserve">, </w:t>
      </w:r>
      <w:r w:rsidR="00E0544E" w:rsidRPr="007818BD">
        <w:t>comme je suis familier avec la montagne</w:t>
      </w:r>
      <w:r>
        <w:t xml:space="preserve">, </w:t>
      </w:r>
      <w:r w:rsidR="00E0544E" w:rsidRPr="007818BD">
        <w:t>je vous l</w:t>
      </w:r>
      <w:r>
        <w:t>’</w:t>
      </w:r>
      <w:r w:rsidR="00E0544E" w:rsidRPr="007818BD">
        <w:t>ai ramené sain et sauf</w:t>
      </w:r>
      <w:r>
        <w:t xml:space="preserve">. </w:t>
      </w:r>
      <w:r w:rsidR="00E0544E" w:rsidRPr="007818BD">
        <w:t>Voilà toute l</w:t>
      </w:r>
      <w:r>
        <w:t>’</w:t>
      </w:r>
      <w:r w:rsidR="00E0544E" w:rsidRPr="007818BD">
        <w:t>histoire</w:t>
      </w:r>
      <w:r>
        <w:t xml:space="preserve">. </w:t>
      </w:r>
      <w:r w:rsidR="00E0544E" w:rsidRPr="007818BD">
        <w:t>Vous voyez</w:t>
      </w:r>
      <w:r>
        <w:t xml:space="preserve">, </w:t>
      </w:r>
      <w:r w:rsidR="00E0544E" w:rsidRPr="007818BD">
        <w:t>monsieur</w:t>
      </w:r>
      <w:r>
        <w:t xml:space="preserve">, </w:t>
      </w:r>
      <w:r w:rsidR="00E0544E" w:rsidRPr="007818BD">
        <w:t>que</w:t>
      </w:r>
      <w:r>
        <w:t xml:space="preserve">, </w:t>
      </w:r>
      <w:r w:rsidR="00E0544E" w:rsidRPr="007818BD">
        <w:t>sans cette prophétie que vous vouliez éluder</w:t>
      </w:r>
      <w:r>
        <w:t xml:space="preserve">, </w:t>
      </w:r>
      <w:r w:rsidR="00E0544E" w:rsidRPr="007818BD">
        <w:t>votre ami serait à l</w:t>
      </w:r>
      <w:r>
        <w:t>’</w:t>
      </w:r>
      <w:r w:rsidR="00E0544E" w:rsidRPr="007818BD">
        <w:t>heure qu</w:t>
      </w:r>
      <w:r>
        <w:t>’</w:t>
      </w:r>
      <w:r w:rsidR="00E0544E" w:rsidRPr="007818BD">
        <w:t>il est</w:t>
      </w:r>
      <w:r>
        <w:t xml:space="preserve">, </w:t>
      </w:r>
      <w:r w:rsidR="00E0544E" w:rsidRPr="007818BD">
        <w:t>un cadavre</w:t>
      </w:r>
      <w:r>
        <w:t xml:space="preserve"> ; </w:t>
      </w:r>
      <w:r w:rsidR="00E0544E" w:rsidRPr="007818BD">
        <w:t>e</w:t>
      </w:r>
      <w:r w:rsidR="00E0544E" w:rsidRPr="007818BD">
        <w:t>n</w:t>
      </w:r>
      <w:r w:rsidR="00E0544E" w:rsidRPr="007818BD">
        <w:t>core une minute</w:t>
      </w:r>
      <w:r>
        <w:t xml:space="preserve">, </w:t>
      </w:r>
      <w:r w:rsidR="00E0544E" w:rsidRPr="007818BD">
        <w:t>et les vapeurs auraient fait leur œuvre</w:t>
      </w:r>
      <w:r>
        <w:t xml:space="preserve">. </w:t>
      </w:r>
      <w:r w:rsidR="00E0544E" w:rsidRPr="007818BD">
        <w:t>Adieu</w:t>
      </w:r>
      <w:r>
        <w:t xml:space="preserve">, </w:t>
      </w:r>
      <w:r w:rsidR="00E0544E" w:rsidRPr="007818BD">
        <w:t>je vous souhaite le bonsoir et des rêves agréables</w:t>
      </w:r>
      <w:r>
        <w:t>.</w:t>
      </w:r>
    </w:p>
    <w:p w14:paraId="614D479D" w14:textId="3E49675B" w:rsidR="00E0544E" w:rsidRPr="007818BD" w:rsidRDefault="00E8465A" w:rsidP="00E0544E">
      <w:r>
        <w:t>— </w:t>
      </w:r>
      <w:r w:rsidR="00E0544E" w:rsidRPr="007818BD">
        <w:t>Mais</w:t>
      </w:r>
      <w:r>
        <w:t xml:space="preserve">, </w:t>
      </w:r>
      <w:r w:rsidR="00E0544E" w:rsidRPr="007818BD">
        <w:t>mon sauveur</w:t>
      </w:r>
      <w:r>
        <w:t xml:space="preserve">, </w:t>
      </w:r>
      <w:r w:rsidR="00E0544E" w:rsidRPr="007818BD">
        <w:t>vous ne nous abandonnerez pas</w:t>
      </w:r>
      <w:r>
        <w:t xml:space="preserve"> ! </w:t>
      </w:r>
      <w:r w:rsidR="00E0544E" w:rsidRPr="007818BD">
        <w:t xml:space="preserve">dit </w:t>
      </w:r>
      <w:proofErr w:type="spellStart"/>
      <w:r w:rsidR="00E0544E" w:rsidRPr="007818BD">
        <w:t>Glyndon</w:t>
      </w:r>
      <w:proofErr w:type="spellEnd"/>
      <w:r w:rsidR="00E0544E" w:rsidRPr="007818BD">
        <w:t xml:space="preserve"> qui prit alors la parole pour la première fois</w:t>
      </w:r>
      <w:r>
        <w:t xml:space="preserve">. </w:t>
      </w:r>
      <w:r w:rsidR="00E0544E" w:rsidRPr="007818BD">
        <w:t>Ne vo</w:t>
      </w:r>
      <w:r w:rsidR="00E0544E" w:rsidRPr="007818BD">
        <w:t>u</w:t>
      </w:r>
      <w:r w:rsidR="00E0544E" w:rsidRPr="007818BD">
        <w:t>lez-vous pas revenir avec nous</w:t>
      </w:r>
      <w:r>
        <w:t> ? »</w:t>
      </w:r>
    </w:p>
    <w:p w14:paraId="52253696" w14:textId="77777777" w:rsidR="00E8465A" w:rsidRDefault="00E0544E" w:rsidP="00E0544E">
      <w:proofErr w:type="spellStart"/>
      <w:r w:rsidRPr="007818BD">
        <w:t>Zanoni</w:t>
      </w:r>
      <w:proofErr w:type="spellEnd"/>
      <w:r w:rsidRPr="007818BD">
        <w:t xml:space="preserve"> réfléchit et prit </w:t>
      </w:r>
      <w:proofErr w:type="spellStart"/>
      <w:r w:rsidRPr="007818BD">
        <w:t>Glyndon</w:t>
      </w:r>
      <w:proofErr w:type="spellEnd"/>
      <w:r w:rsidRPr="007818BD">
        <w:t xml:space="preserve"> à part</w:t>
      </w:r>
      <w:r w:rsidR="00E8465A">
        <w:t>.</w:t>
      </w:r>
    </w:p>
    <w:p w14:paraId="79C9BE09" w14:textId="77777777" w:rsidR="00E8465A" w:rsidRDefault="00E8465A" w:rsidP="00E0544E">
      <w:r>
        <w:t>« </w:t>
      </w:r>
      <w:r w:rsidR="00E0544E" w:rsidRPr="007818BD">
        <w:t>Jeune homme</w:t>
      </w:r>
      <w:r>
        <w:t xml:space="preserve">, </w:t>
      </w:r>
      <w:r w:rsidR="00E0544E" w:rsidRPr="007818BD">
        <w:t>dit-il gravement</w:t>
      </w:r>
      <w:r>
        <w:t xml:space="preserve">, </w:t>
      </w:r>
      <w:r w:rsidR="00E0544E" w:rsidRPr="007818BD">
        <w:t>il est nécessaire que nous nous rencontrions encore une fois cette nuit</w:t>
      </w:r>
      <w:r>
        <w:t xml:space="preserve">. </w:t>
      </w:r>
      <w:r w:rsidR="00E0544E" w:rsidRPr="007818BD">
        <w:t>Il importe qu</w:t>
      </w:r>
      <w:r>
        <w:t>’</w:t>
      </w:r>
      <w:r w:rsidR="00E0544E" w:rsidRPr="007818BD">
        <w:t>avant la première heure du matin vous déc</w:t>
      </w:r>
      <w:r w:rsidR="00E0544E" w:rsidRPr="007818BD">
        <w:t>i</w:t>
      </w:r>
      <w:r w:rsidR="00E0544E" w:rsidRPr="007818BD">
        <w:t>diez vous-même de votre sort</w:t>
      </w:r>
      <w:r>
        <w:t xml:space="preserve">. </w:t>
      </w:r>
      <w:r w:rsidR="00E0544E" w:rsidRPr="007818BD">
        <w:t>Je sais que vous avez outragé celle que vous pr</w:t>
      </w:r>
      <w:r w:rsidR="00E0544E" w:rsidRPr="007818BD">
        <w:t>é</w:t>
      </w:r>
      <w:r w:rsidR="00E0544E" w:rsidRPr="007818BD">
        <w:t>tendez aimer</w:t>
      </w:r>
      <w:r>
        <w:t xml:space="preserve">. </w:t>
      </w:r>
      <w:r w:rsidR="00E0544E" w:rsidRPr="007818BD">
        <w:t>Il n</w:t>
      </w:r>
      <w:r>
        <w:t>’</w:t>
      </w:r>
      <w:r w:rsidR="00E0544E" w:rsidRPr="007818BD">
        <w:t>est pas trop tard pour vous repentir</w:t>
      </w:r>
      <w:r>
        <w:t xml:space="preserve">. </w:t>
      </w:r>
      <w:r w:rsidR="00E0544E" w:rsidRPr="007818BD">
        <w:t>Ne consultez pas votre ami</w:t>
      </w:r>
      <w:r>
        <w:t xml:space="preserve"> : </w:t>
      </w:r>
      <w:r w:rsidR="00E0544E" w:rsidRPr="007818BD">
        <w:t>il a du sens et de la prudence</w:t>
      </w:r>
      <w:r>
        <w:t xml:space="preserve"> ; </w:t>
      </w:r>
      <w:r w:rsidR="00E0544E" w:rsidRPr="007818BD">
        <w:t>mais à cette heure ce n</w:t>
      </w:r>
      <w:r>
        <w:t>’</w:t>
      </w:r>
      <w:r w:rsidR="00E0544E" w:rsidRPr="007818BD">
        <w:t>est pas de sa prudence que vous avez besoin</w:t>
      </w:r>
      <w:r>
        <w:t xml:space="preserve">. </w:t>
      </w:r>
      <w:r w:rsidR="00E0544E" w:rsidRPr="007818BD">
        <w:t>Il y a dans la vie des moments où c</w:t>
      </w:r>
      <w:r>
        <w:t>’</w:t>
      </w:r>
      <w:r w:rsidR="00E0544E" w:rsidRPr="007818BD">
        <w:t>est de l</w:t>
      </w:r>
      <w:r>
        <w:t>’</w:t>
      </w:r>
      <w:r w:rsidR="00E0544E" w:rsidRPr="007818BD">
        <w:t>imagination et non de la raison que doit naître la sagesse</w:t>
      </w:r>
      <w:r>
        <w:t xml:space="preserve">, </w:t>
      </w:r>
      <w:r w:rsidR="00E0544E" w:rsidRPr="007818BD">
        <w:t>et vous touchez à un de ces moments</w:t>
      </w:r>
      <w:r>
        <w:t xml:space="preserve">. </w:t>
      </w:r>
      <w:r w:rsidR="00E0544E" w:rsidRPr="007818BD">
        <w:t>Je ne vous demande pas votre réponse maintenant</w:t>
      </w:r>
      <w:r>
        <w:t xml:space="preserve">. </w:t>
      </w:r>
      <w:r w:rsidR="00E0544E" w:rsidRPr="007818BD">
        <w:t>Recueillez vos pensées</w:t>
      </w:r>
      <w:r>
        <w:t xml:space="preserve">, </w:t>
      </w:r>
      <w:r w:rsidR="00E0544E" w:rsidRPr="007818BD">
        <w:t xml:space="preserve">rassemblez </w:t>
      </w:r>
      <w:r w:rsidR="00E0544E" w:rsidRPr="007818BD">
        <w:lastRenderedPageBreak/>
        <w:t>votre énergie épuisée</w:t>
      </w:r>
      <w:r>
        <w:t xml:space="preserve">. </w:t>
      </w:r>
      <w:r w:rsidR="00E0544E" w:rsidRPr="007818BD">
        <w:t>Il y a deux heures d</w:t>
      </w:r>
      <w:r>
        <w:t>’</w:t>
      </w:r>
      <w:r w:rsidR="00E0544E" w:rsidRPr="007818BD">
        <w:t>ici à minuit</w:t>
      </w:r>
      <w:r>
        <w:t xml:space="preserve">. </w:t>
      </w:r>
      <w:r w:rsidR="00E0544E" w:rsidRPr="007818BD">
        <w:t>Avant minuit je serai avec vous</w:t>
      </w:r>
      <w:r>
        <w:t>.</w:t>
      </w:r>
    </w:p>
    <w:p w14:paraId="630978C5" w14:textId="77777777" w:rsidR="00E8465A" w:rsidRDefault="00E8465A" w:rsidP="00E0544E">
      <w:r>
        <w:t>— </w:t>
      </w:r>
      <w:r w:rsidR="00E0544E" w:rsidRPr="007818BD">
        <w:t>Être incompréhensible</w:t>
      </w:r>
      <w:r>
        <w:t xml:space="preserve"> ! </w:t>
      </w:r>
      <w:r w:rsidR="00E0544E" w:rsidRPr="007818BD">
        <w:t>répliqua l</w:t>
      </w:r>
      <w:r>
        <w:t>’</w:t>
      </w:r>
      <w:r w:rsidR="00E0544E" w:rsidRPr="007818BD">
        <w:t>Anglais</w:t>
      </w:r>
      <w:r>
        <w:t xml:space="preserve">. </w:t>
      </w:r>
      <w:r w:rsidR="00E0544E" w:rsidRPr="007818BD">
        <w:t>Je voudrais déposer en vos mains la vie que vous venez de me conserver</w:t>
      </w:r>
      <w:r>
        <w:t xml:space="preserve"> ; </w:t>
      </w:r>
      <w:r w:rsidR="00E0544E" w:rsidRPr="007818BD">
        <w:t>mais ce que j</w:t>
      </w:r>
      <w:r>
        <w:t>’</w:t>
      </w:r>
      <w:r w:rsidR="00E0544E" w:rsidRPr="007818BD">
        <w:t>ai vu cette nuit efface de ma pe</w:t>
      </w:r>
      <w:r w:rsidR="00E0544E" w:rsidRPr="007818BD">
        <w:t>n</w:t>
      </w:r>
      <w:r w:rsidR="00E0544E" w:rsidRPr="007818BD">
        <w:t>sée jusqu</w:t>
      </w:r>
      <w:r>
        <w:t>’</w:t>
      </w:r>
      <w:r w:rsidR="00E0544E" w:rsidRPr="007818BD">
        <w:t>à l</w:t>
      </w:r>
      <w:r>
        <w:t>’</w:t>
      </w:r>
      <w:r w:rsidR="00E0544E" w:rsidRPr="007818BD">
        <w:t>image de Viola elle-même</w:t>
      </w:r>
      <w:r>
        <w:t xml:space="preserve">. </w:t>
      </w:r>
      <w:r w:rsidR="00E0544E" w:rsidRPr="007818BD">
        <w:t>Un désir plus ardent que celui de l</w:t>
      </w:r>
      <w:r>
        <w:t>’</w:t>
      </w:r>
      <w:r w:rsidR="00E0544E" w:rsidRPr="007818BD">
        <w:t>amour brûle dans mes veines</w:t>
      </w:r>
      <w:r>
        <w:t xml:space="preserve"> : </w:t>
      </w:r>
      <w:r w:rsidR="00E0544E" w:rsidRPr="007818BD">
        <w:t>le désir de ne pas ressembler à mon e</w:t>
      </w:r>
      <w:r w:rsidR="00E0544E" w:rsidRPr="007818BD">
        <w:t>s</w:t>
      </w:r>
      <w:r w:rsidR="00E0544E" w:rsidRPr="007818BD">
        <w:t>pèce</w:t>
      </w:r>
      <w:r>
        <w:t xml:space="preserve">, </w:t>
      </w:r>
      <w:r w:rsidR="00E0544E" w:rsidRPr="007818BD">
        <w:t>de m</w:t>
      </w:r>
      <w:r>
        <w:t>’</w:t>
      </w:r>
      <w:r w:rsidR="00E0544E" w:rsidRPr="007818BD">
        <w:t>élever au-dessus d</w:t>
      </w:r>
      <w:r>
        <w:t>’</w:t>
      </w:r>
      <w:r w:rsidR="00E0544E" w:rsidRPr="007818BD">
        <w:t>elle</w:t>
      </w:r>
      <w:r>
        <w:t xml:space="preserve">, </w:t>
      </w:r>
      <w:r w:rsidR="00E0544E" w:rsidRPr="007818BD">
        <w:t>le désir de pénétrer et de pa</w:t>
      </w:r>
      <w:r w:rsidR="00E0544E" w:rsidRPr="007818BD">
        <w:t>r</w:t>
      </w:r>
      <w:r w:rsidR="00E0544E" w:rsidRPr="007818BD">
        <w:t>tager le secret de votre propre existence</w:t>
      </w:r>
      <w:r>
        <w:t xml:space="preserve">, </w:t>
      </w:r>
      <w:r w:rsidR="00E0544E" w:rsidRPr="007818BD">
        <w:t>le désir d</w:t>
      </w:r>
      <w:r>
        <w:t>’</w:t>
      </w:r>
      <w:r w:rsidR="00E0544E" w:rsidRPr="007818BD">
        <w:t>une science surnaturelle et d</w:t>
      </w:r>
      <w:r>
        <w:t>’</w:t>
      </w:r>
      <w:r w:rsidR="00E0544E" w:rsidRPr="007818BD">
        <w:t>une puissance qui n</w:t>
      </w:r>
      <w:r>
        <w:t>’</w:t>
      </w:r>
      <w:r w:rsidR="00E0544E" w:rsidRPr="007818BD">
        <w:t>est pas de ce monde</w:t>
      </w:r>
      <w:r>
        <w:t xml:space="preserve">. </w:t>
      </w:r>
      <w:r w:rsidR="00E0544E" w:rsidRPr="007818BD">
        <w:t>Je fais mon choix</w:t>
      </w:r>
      <w:r>
        <w:t xml:space="preserve">. </w:t>
      </w:r>
      <w:r w:rsidR="00E0544E" w:rsidRPr="007818BD">
        <w:t>Au nom de mon ancêtre</w:t>
      </w:r>
      <w:r>
        <w:t xml:space="preserve">, </w:t>
      </w:r>
      <w:r w:rsidR="00E0544E" w:rsidRPr="007818BD">
        <w:t>je t</w:t>
      </w:r>
      <w:r>
        <w:t>’</w:t>
      </w:r>
      <w:r w:rsidR="00E0544E" w:rsidRPr="007818BD">
        <w:t>adjure et je rappe</w:t>
      </w:r>
      <w:r w:rsidR="00E0544E" w:rsidRPr="007818BD">
        <w:t>l</w:t>
      </w:r>
      <w:r w:rsidR="00E0544E" w:rsidRPr="007818BD">
        <w:t>le ton engagement</w:t>
      </w:r>
      <w:r>
        <w:t xml:space="preserve"> ; </w:t>
      </w:r>
      <w:r w:rsidR="00E0544E" w:rsidRPr="007818BD">
        <w:t>instruis-moi</w:t>
      </w:r>
      <w:r>
        <w:t xml:space="preserve">, </w:t>
      </w:r>
      <w:r w:rsidR="00E0544E" w:rsidRPr="007818BD">
        <w:t>guide moi</w:t>
      </w:r>
      <w:r>
        <w:t xml:space="preserve">, </w:t>
      </w:r>
      <w:r w:rsidR="00E0544E" w:rsidRPr="007818BD">
        <w:t xml:space="preserve">fais </w:t>
      </w:r>
      <w:proofErr w:type="spellStart"/>
      <w:r w:rsidR="00E0544E" w:rsidRPr="007818BD">
        <w:t>de moi</w:t>
      </w:r>
      <w:proofErr w:type="spellEnd"/>
      <w:r w:rsidR="00E0544E" w:rsidRPr="007818BD">
        <w:t xml:space="preserve"> ton él</w:t>
      </w:r>
      <w:r w:rsidR="00E0544E" w:rsidRPr="007818BD">
        <w:t>è</w:t>
      </w:r>
      <w:r w:rsidR="00E0544E" w:rsidRPr="007818BD">
        <w:t>ve</w:t>
      </w:r>
      <w:r>
        <w:t xml:space="preserve">, </w:t>
      </w:r>
      <w:r w:rsidR="00E0544E" w:rsidRPr="007818BD">
        <w:t>ton esclave</w:t>
      </w:r>
      <w:r>
        <w:t xml:space="preserve">, </w:t>
      </w:r>
      <w:r w:rsidR="00E0544E" w:rsidRPr="007818BD">
        <w:t>et aussitôt et sans murmure je t</w:t>
      </w:r>
      <w:r>
        <w:t>’</w:t>
      </w:r>
      <w:r w:rsidR="00E0544E" w:rsidRPr="007818BD">
        <w:t>abandonne la femme que j</w:t>
      </w:r>
      <w:r>
        <w:t>’</w:t>
      </w:r>
      <w:r w:rsidR="00E0544E" w:rsidRPr="007818BD">
        <w:t>aurais</w:t>
      </w:r>
      <w:r>
        <w:t xml:space="preserve">, </w:t>
      </w:r>
      <w:r w:rsidR="00E0544E" w:rsidRPr="007818BD">
        <w:t>avant de t</w:t>
      </w:r>
      <w:r>
        <w:t>’</w:t>
      </w:r>
      <w:r w:rsidR="00E0544E" w:rsidRPr="007818BD">
        <w:t>avoir vu</w:t>
      </w:r>
      <w:r>
        <w:t xml:space="preserve">, </w:t>
      </w:r>
      <w:r w:rsidR="00E0544E" w:rsidRPr="007818BD">
        <w:t>disputée au monde tout e</w:t>
      </w:r>
      <w:r w:rsidR="00E0544E" w:rsidRPr="007818BD">
        <w:t>n</w:t>
      </w:r>
      <w:r w:rsidR="00E0544E" w:rsidRPr="007818BD">
        <w:t>tier</w:t>
      </w:r>
      <w:r>
        <w:t>.</w:t>
      </w:r>
    </w:p>
    <w:p w14:paraId="10BE079D" w14:textId="77777777" w:rsidR="00E8465A" w:rsidRDefault="00E8465A" w:rsidP="00E0544E">
      <w:r>
        <w:t>— </w:t>
      </w:r>
      <w:r w:rsidR="00E0544E" w:rsidRPr="007818BD">
        <w:t>Je t</w:t>
      </w:r>
      <w:r>
        <w:t>’</w:t>
      </w:r>
      <w:r w:rsidR="00E0544E" w:rsidRPr="007818BD">
        <w:t>ordonne de bien réfléchir</w:t>
      </w:r>
      <w:r>
        <w:t xml:space="preserve"> : </w:t>
      </w:r>
      <w:r w:rsidR="00E0544E" w:rsidRPr="007818BD">
        <w:t>d</w:t>
      </w:r>
      <w:r>
        <w:t>’</w:t>
      </w:r>
      <w:r w:rsidR="00E0544E" w:rsidRPr="007818BD">
        <w:t>un côté</w:t>
      </w:r>
      <w:r>
        <w:t xml:space="preserve">, </w:t>
      </w:r>
      <w:r w:rsidR="00E0544E" w:rsidRPr="007818BD">
        <w:t>la main de Vi</w:t>
      </w:r>
      <w:r w:rsidR="00E0544E" w:rsidRPr="007818BD">
        <w:t>o</w:t>
      </w:r>
      <w:r w:rsidR="00E0544E" w:rsidRPr="007818BD">
        <w:t>la</w:t>
      </w:r>
      <w:r>
        <w:t xml:space="preserve">, </w:t>
      </w:r>
      <w:r w:rsidR="00E0544E" w:rsidRPr="007818BD">
        <w:t>un séjour tranquille</w:t>
      </w:r>
      <w:r>
        <w:t xml:space="preserve">, </w:t>
      </w:r>
      <w:r w:rsidR="00E0544E" w:rsidRPr="007818BD">
        <w:t>une vie heureuse et sereine</w:t>
      </w:r>
      <w:r>
        <w:t xml:space="preserve"> ; </w:t>
      </w:r>
      <w:r w:rsidR="00E0544E" w:rsidRPr="007818BD">
        <w:t>de l</w:t>
      </w:r>
      <w:r>
        <w:t>’</w:t>
      </w:r>
      <w:r w:rsidR="00E0544E" w:rsidRPr="007818BD">
        <w:t>autre</w:t>
      </w:r>
      <w:r>
        <w:t xml:space="preserve">, </w:t>
      </w:r>
      <w:r w:rsidR="00E0544E" w:rsidRPr="007818BD">
        <w:t>des ténèbres partout</w:t>
      </w:r>
      <w:r>
        <w:t xml:space="preserve">, </w:t>
      </w:r>
      <w:r w:rsidR="00E0544E" w:rsidRPr="007818BD">
        <w:t>des ténèbres que mes yeux même ne sa</w:t>
      </w:r>
      <w:r w:rsidR="00E0544E" w:rsidRPr="007818BD">
        <w:t>u</w:t>
      </w:r>
      <w:r w:rsidR="00E0544E" w:rsidRPr="007818BD">
        <w:t>raient pénétrer</w:t>
      </w:r>
      <w:r>
        <w:t>.</w:t>
      </w:r>
    </w:p>
    <w:p w14:paraId="01EABCC4" w14:textId="77777777" w:rsidR="00E8465A" w:rsidRDefault="00E8465A" w:rsidP="00E0544E">
      <w:r>
        <w:t>— </w:t>
      </w:r>
      <w:r w:rsidR="00E0544E" w:rsidRPr="007818BD">
        <w:t>Mais tu m</w:t>
      </w:r>
      <w:r>
        <w:t>’</w:t>
      </w:r>
      <w:r w:rsidR="00E0544E" w:rsidRPr="007818BD">
        <w:t>as dit que</w:t>
      </w:r>
      <w:r>
        <w:t xml:space="preserve">, </w:t>
      </w:r>
      <w:r w:rsidR="00E0544E" w:rsidRPr="007818BD">
        <w:t>si j</w:t>
      </w:r>
      <w:r>
        <w:t>’</w:t>
      </w:r>
      <w:r w:rsidR="00E0544E" w:rsidRPr="007818BD">
        <w:t>épouse Viola</w:t>
      </w:r>
      <w:r>
        <w:t xml:space="preserve">, </w:t>
      </w:r>
      <w:r w:rsidR="00E0544E" w:rsidRPr="007818BD">
        <w:t>je dois me conte</w:t>
      </w:r>
      <w:r w:rsidR="00E0544E" w:rsidRPr="007818BD">
        <w:t>n</w:t>
      </w:r>
      <w:r w:rsidR="00E0544E" w:rsidRPr="007818BD">
        <w:t>ter de l</w:t>
      </w:r>
      <w:r>
        <w:t>’</w:t>
      </w:r>
      <w:r w:rsidR="00E0544E" w:rsidRPr="007818BD">
        <w:t>existence co</w:t>
      </w:r>
      <w:r w:rsidR="00E0544E" w:rsidRPr="007818BD">
        <w:t>m</w:t>
      </w:r>
      <w:r w:rsidR="00E0544E" w:rsidRPr="007818BD">
        <w:t>mune</w:t>
      </w:r>
      <w:r>
        <w:t xml:space="preserve"> ; </w:t>
      </w:r>
      <w:r w:rsidR="00E0544E" w:rsidRPr="007818BD">
        <w:t>que</w:t>
      </w:r>
      <w:r>
        <w:t xml:space="preserve">, </w:t>
      </w:r>
      <w:r w:rsidR="00E0544E" w:rsidRPr="007818BD">
        <w:t>si je refuse</w:t>
      </w:r>
      <w:r>
        <w:t xml:space="preserve">, </w:t>
      </w:r>
      <w:r w:rsidR="00E0544E" w:rsidRPr="007818BD">
        <w:t>je peux prétendre à ta science et à ta puissance</w:t>
      </w:r>
      <w:r>
        <w:t>.</w:t>
      </w:r>
    </w:p>
    <w:p w14:paraId="48D09AEC" w14:textId="77777777" w:rsidR="00E8465A" w:rsidRDefault="00E8465A" w:rsidP="00E0544E">
      <w:r>
        <w:t>— </w:t>
      </w:r>
      <w:r w:rsidR="00E0544E" w:rsidRPr="007818BD">
        <w:t>Homme vain</w:t>
      </w:r>
      <w:r>
        <w:t xml:space="preserve"> ! </w:t>
      </w:r>
      <w:r w:rsidR="00E0544E" w:rsidRPr="007818BD">
        <w:t>la science et la puissance ne sont pas le bonheur</w:t>
      </w:r>
      <w:r>
        <w:t>.</w:t>
      </w:r>
    </w:p>
    <w:p w14:paraId="36C4A427" w14:textId="77777777" w:rsidR="00E8465A" w:rsidRDefault="00E8465A" w:rsidP="00E0544E">
      <w:r>
        <w:t>— </w:t>
      </w:r>
      <w:r w:rsidR="00E0544E" w:rsidRPr="007818BD">
        <w:t>Mais elles sont plus que le bonheur</w:t>
      </w:r>
      <w:r>
        <w:t xml:space="preserve">. </w:t>
      </w:r>
      <w:r w:rsidR="00E0544E" w:rsidRPr="007818BD">
        <w:t>Dis-moi</w:t>
      </w:r>
      <w:r>
        <w:t xml:space="preserve">, </w:t>
      </w:r>
      <w:r w:rsidR="00E0544E" w:rsidRPr="007818BD">
        <w:t>si j</w:t>
      </w:r>
      <w:r>
        <w:t>’</w:t>
      </w:r>
      <w:r w:rsidR="00E0544E" w:rsidRPr="007818BD">
        <w:t>épouse Viola</w:t>
      </w:r>
      <w:r>
        <w:t xml:space="preserve">, </w:t>
      </w:r>
      <w:r w:rsidR="00E0544E" w:rsidRPr="007818BD">
        <w:t>veux-tu encore être mon maître et mon guide</w:t>
      </w:r>
      <w:r>
        <w:t xml:space="preserve"> ? </w:t>
      </w:r>
      <w:r w:rsidR="00E0544E" w:rsidRPr="007818BD">
        <w:t>Réponds moi</w:t>
      </w:r>
      <w:r>
        <w:t xml:space="preserve">, </w:t>
      </w:r>
      <w:r w:rsidR="00E0544E" w:rsidRPr="007818BD">
        <w:t>et mon parti est pris</w:t>
      </w:r>
      <w:r>
        <w:t>.</w:t>
      </w:r>
    </w:p>
    <w:p w14:paraId="40F329F1" w14:textId="77777777" w:rsidR="00E8465A" w:rsidRDefault="00E8465A" w:rsidP="00E0544E">
      <w:r>
        <w:t>— </w:t>
      </w:r>
      <w:r w:rsidR="00E0544E" w:rsidRPr="007818BD">
        <w:t>Ce serait impossible</w:t>
      </w:r>
      <w:r>
        <w:t>.</w:t>
      </w:r>
    </w:p>
    <w:p w14:paraId="5B721D7E" w14:textId="77777777" w:rsidR="00E8465A" w:rsidRDefault="00E8465A" w:rsidP="00E0544E">
      <w:r>
        <w:lastRenderedPageBreak/>
        <w:t>— </w:t>
      </w:r>
      <w:r w:rsidR="00E0544E" w:rsidRPr="007818BD">
        <w:t>Alors je renonce à elle</w:t>
      </w:r>
      <w:r>
        <w:t xml:space="preserve">, </w:t>
      </w:r>
      <w:r w:rsidR="00E0544E" w:rsidRPr="007818BD">
        <w:t>je renonce à l</w:t>
      </w:r>
      <w:r>
        <w:t>’</w:t>
      </w:r>
      <w:r w:rsidR="00E0544E" w:rsidRPr="007818BD">
        <w:t>amour</w:t>
      </w:r>
      <w:r>
        <w:t xml:space="preserve">, </w:t>
      </w:r>
      <w:r w:rsidR="00E0544E" w:rsidRPr="007818BD">
        <w:t>je renonce au bonheur</w:t>
      </w:r>
      <w:r>
        <w:t xml:space="preserve">. </w:t>
      </w:r>
      <w:r w:rsidR="00E0544E" w:rsidRPr="007818BD">
        <w:t>Bienvenue soit la solitude</w:t>
      </w:r>
      <w:r>
        <w:t xml:space="preserve">, </w:t>
      </w:r>
      <w:r w:rsidR="00E0544E" w:rsidRPr="007818BD">
        <w:t>et bienvenu le désespoir</w:t>
      </w:r>
      <w:r>
        <w:t xml:space="preserve">, </w:t>
      </w:r>
      <w:r w:rsidR="00E0544E" w:rsidRPr="007818BD">
        <w:t>si c</w:t>
      </w:r>
      <w:r>
        <w:t>’</w:t>
      </w:r>
      <w:r w:rsidR="00E0544E" w:rsidRPr="007818BD">
        <w:t>est par lui qu</w:t>
      </w:r>
      <w:r>
        <w:t>’</w:t>
      </w:r>
      <w:r w:rsidR="00E0544E" w:rsidRPr="007818BD">
        <w:t>il faut passer pour parvenir à ton sombre et sublime secret</w:t>
      </w:r>
      <w:r>
        <w:t>.</w:t>
      </w:r>
    </w:p>
    <w:p w14:paraId="14335497" w14:textId="4B9CDA5E" w:rsidR="00E0544E" w:rsidRPr="007818BD" w:rsidRDefault="00E8465A" w:rsidP="00E0544E">
      <w:r>
        <w:t>— </w:t>
      </w:r>
      <w:r w:rsidR="00E0544E" w:rsidRPr="007818BD">
        <w:t>Je n</w:t>
      </w:r>
      <w:r>
        <w:t>’</w:t>
      </w:r>
      <w:r w:rsidR="00E0544E" w:rsidRPr="007818BD">
        <w:t>accepte pas maintenant ta réponse</w:t>
      </w:r>
      <w:r>
        <w:t xml:space="preserve">. </w:t>
      </w:r>
      <w:r w:rsidR="00E0544E" w:rsidRPr="007818BD">
        <w:t>Avant la derni</w:t>
      </w:r>
      <w:r w:rsidR="00E0544E" w:rsidRPr="007818BD">
        <w:t>è</w:t>
      </w:r>
      <w:r w:rsidR="00E0544E" w:rsidRPr="007818BD">
        <w:t>re heure de la nuit</w:t>
      </w:r>
      <w:r>
        <w:t xml:space="preserve">, </w:t>
      </w:r>
      <w:r w:rsidR="00E0544E" w:rsidRPr="007818BD">
        <w:t>tu me la donneras en une seule parole</w:t>
      </w:r>
      <w:r>
        <w:t xml:space="preserve">, </w:t>
      </w:r>
      <w:r w:rsidR="00E0544E" w:rsidRPr="007818BD">
        <w:t>oui ou non</w:t>
      </w:r>
      <w:r>
        <w:t xml:space="preserve">. </w:t>
      </w:r>
      <w:r w:rsidR="00E0544E" w:rsidRPr="007818BD">
        <w:t>Jusqu</w:t>
      </w:r>
      <w:r>
        <w:t>’</w:t>
      </w:r>
      <w:r w:rsidR="00E0544E" w:rsidRPr="007818BD">
        <w:t>alors adieu</w:t>
      </w:r>
      <w:r>
        <w:t>. »</w:t>
      </w:r>
    </w:p>
    <w:p w14:paraId="59CB3414" w14:textId="77777777" w:rsidR="00E8465A" w:rsidRDefault="00E0544E" w:rsidP="00E0544E">
      <w:proofErr w:type="spellStart"/>
      <w:r w:rsidRPr="007818BD">
        <w:t>Zanoni</w:t>
      </w:r>
      <w:proofErr w:type="spellEnd"/>
      <w:r w:rsidRPr="007818BD">
        <w:t xml:space="preserve"> le salua de la main</w:t>
      </w:r>
      <w:r w:rsidR="00E8465A">
        <w:t xml:space="preserve">, </w:t>
      </w:r>
      <w:r w:rsidRPr="007818BD">
        <w:t>descendit rapidement et disp</w:t>
      </w:r>
      <w:r w:rsidRPr="007818BD">
        <w:t>a</w:t>
      </w:r>
      <w:r w:rsidRPr="007818BD">
        <w:t>rut</w:t>
      </w:r>
      <w:r w:rsidR="00E8465A">
        <w:t xml:space="preserve">. </w:t>
      </w:r>
      <w:proofErr w:type="spellStart"/>
      <w:r w:rsidRPr="007818BD">
        <w:t>Glyndon</w:t>
      </w:r>
      <w:proofErr w:type="spellEnd"/>
      <w:r w:rsidRPr="007818BD">
        <w:t xml:space="preserve"> rejoignit son ami impatient et émerveillé</w:t>
      </w:r>
      <w:r w:rsidR="00E8465A">
        <w:t xml:space="preserve"> ; </w:t>
      </w:r>
      <w:proofErr w:type="spellStart"/>
      <w:r w:rsidRPr="007818BD">
        <w:t>Merv</w:t>
      </w:r>
      <w:r w:rsidRPr="007818BD">
        <w:t>a</w:t>
      </w:r>
      <w:r w:rsidRPr="007818BD">
        <w:t>le</w:t>
      </w:r>
      <w:proofErr w:type="spellEnd"/>
      <w:r w:rsidR="00E8465A">
        <w:t xml:space="preserve">, </w:t>
      </w:r>
      <w:r w:rsidRPr="007818BD">
        <w:t>en revoyant son visage</w:t>
      </w:r>
      <w:r w:rsidR="00E8465A">
        <w:t xml:space="preserve">, </w:t>
      </w:r>
      <w:r w:rsidRPr="007818BD">
        <w:t>y constata un grand changement</w:t>
      </w:r>
      <w:r w:rsidR="00E8465A">
        <w:t xml:space="preserve">. </w:t>
      </w:r>
      <w:r w:rsidRPr="007818BD">
        <w:t>L</w:t>
      </w:r>
      <w:r w:rsidR="00E8465A">
        <w:t>’</w:t>
      </w:r>
      <w:r w:rsidRPr="007818BD">
        <w:t>expression flexible et indécise de la jeunesse n</w:t>
      </w:r>
      <w:r w:rsidR="00E8465A">
        <w:t>’</w:t>
      </w:r>
      <w:r w:rsidRPr="007818BD">
        <w:t>y était plus</w:t>
      </w:r>
      <w:r w:rsidR="00E8465A">
        <w:t xml:space="preserve">. </w:t>
      </w:r>
      <w:r w:rsidRPr="007818BD">
        <w:t>Les traits étaient fixes</w:t>
      </w:r>
      <w:r w:rsidR="00E8465A">
        <w:t xml:space="preserve">, </w:t>
      </w:r>
      <w:r w:rsidRPr="007818BD">
        <w:t>arrêtés</w:t>
      </w:r>
      <w:r w:rsidR="00E8465A">
        <w:t xml:space="preserve">, </w:t>
      </w:r>
      <w:r w:rsidRPr="007818BD">
        <w:t>sévères</w:t>
      </w:r>
      <w:r w:rsidR="00E8465A">
        <w:t xml:space="preserve">, </w:t>
      </w:r>
      <w:r w:rsidRPr="007818BD">
        <w:t>et la fraîcheur naturelle de ce visage était tell</w:t>
      </w:r>
      <w:r w:rsidRPr="007818BD">
        <w:t>e</w:t>
      </w:r>
      <w:r w:rsidRPr="007818BD">
        <w:t>ment flétrie</w:t>
      </w:r>
      <w:r w:rsidR="00E8465A">
        <w:t xml:space="preserve">, </w:t>
      </w:r>
      <w:r w:rsidRPr="007818BD">
        <w:t>qu</w:t>
      </w:r>
      <w:r w:rsidR="00E8465A">
        <w:t>’</w:t>
      </w:r>
      <w:r w:rsidRPr="007818BD">
        <w:t>on eût dit qu</w:t>
      </w:r>
      <w:r w:rsidR="00E8465A">
        <w:t>’</w:t>
      </w:r>
      <w:r w:rsidRPr="007818BD">
        <w:t>il avait</w:t>
      </w:r>
      <w:r w:rsidR="00E8465A">
        <w:t xml:space="preserve">, </w:t>
      </w:r>
      <w:r w:rsidRPr="007818BD">
        <w:t>en une heure</w:t>
      </w:r>
      <w:r w:rsidR="00E8465A">
        <w:t xml:space="preserve">, </w:t>
      </w:r>
      <w:r w:rsidRPr="007818BD">
        <w:t>subi les ravages d</w:t>
      </w:r>
      <w:r w:rsidR="00E8465A">
        <w:t>’</w:t>
      </w:r>
      <w:r w:rsidRPr="007818BD">
        <w:t>une longue suite d</w:t>
      </w:r>
      <w:r w:rsidR="00E8465A">
        <w:t>’</w:t>
      </w:r>
      <w:r w:rsidRPr="007818BD">
        <w:t>années</w:t>
      </w:r>
      <w:r w:rsidR="00E8465A">
        <w:t>.</w:t>
      </w:r>
    </w:p>
    <w:p w14:paraId="444CA7D9" w14:textId="77777777" w:rsidR="00E8465A" w:rsidRDefault="00E0544E" w:rsidP="00E8465A">
      <w:pPr>
        <w:pStyle w:val="Titre2"/>
        <w:pageBreakBefore/>
      </w:pPr>
      <w:bookmarkStart w:id="34" w:name="_Toc199963083"/>
      <w:r w:rsidRPr="007818BD">
        <w:lastRenderedPageBreak/>
        <w:t>CHAPITRE</w:t>
      </w:r>
      <w:r w:rsidR="00E8465A">
        <w:t xml:space="preserve"> </w:t>
      </w:r>
      <w:r w:rsidRPr="007818BD">
        <w:t>XII</w:t>
      </w:r>
      <w:r w:rsidR="00E8465A">
        <w:t>.</w:t>
      </w:r>
      <w:bookmarkEnd w:id="34"/>
    </w:p>
    <w:p w14:paraId="7152C934" w14:textId="4A2D3B66" w:rsidR="00E0544E" w:rsidRPr="007818BD" w:rsidRDefault="00E0544E" w:rsidP="00E0544E">
      <w:pPr>
        <w:pStyle w:val="NormalRetraitGauche4XIndent0"/>
        <w:spacing w:before="0" w:after="0"/>
        <w:rPr>
          <w:rStyle w:val="Taille-1Caracteres"/>
        </w:rPr>
      </w:pPr>
      <w:proofErr w:type="spellStart"/>
      <w:r w:rsidRPr="007818BD">
        <w:rPr>
          <w:rStyle w:val="Taille-1Caracteres"/>
        </w:rPr>
        <w:t>Was</w:t>
      </w:r>
      <w:proofErr w:type="spellEnd"/>
      <w:r w:rsidRPr="007818BD">
        <w:rPr>
          <w:rStyle w:val="Taille-1Caracteres"/>
        </w:rPr>
        <w:t xml:space="preserve"> </w:t>
      </w:r>
      <w:proofErr w:type="spellStart"/>
      <w:r w:rsidRPr="007818BD">
        <w:rPr>
          <w:rStyle w:val="Taille-1Caracteres"/>
        </w:rPr>
        <w:t>ist</w:t>
      </w:r>
      <w:r w:rsidR="00E8465A">
        <w:rPr>
          <w:rStyle w:val="Taille-1Caracteres"/>
        </w:rPr>
        <w:t>’</w:t>
      </w:r>
      <w:r w:rsidRPr="007818BD">
        <w:rPr>
          <w:rStyle w:val="Taille-1Caracteres"/>
        </w:rPr>
        <w:t>s</w:t>
      </w:r>
      <w:proofErr w:type="spellEnd"/>
    </w:p>
    <w:p w14:paraId="1D2EDF64" w14:textId="77777777" w:rsidR="00E8465A" w:rsidRDefault="00E0544E" w:rsidP="00E0544E">
      <w:pPr>
        <w:pStyle w:val="NormalRetraitGauche4XIndent0"/>
        <w:spacing w:before="0" w:after="0"/>
        <w:rPr>
          <w:rStyle w:val="Taille-1Caracteres"/>
        </w:rPr>
      </w:pPr>
      <w:r w:rsidRPr="007818BD">
        <w:rPr>
          <w:rStyle w:val="Taille-1Caracteres"/>
        </w:rPr>
        <w:t xml:space="preserve">Das tinter </w:t>
      </w:r>
      <w:proofErr w:type="spellStart"/>
      <w:r w:rsidRPr="007818BD">
        <w:rPr>
          <w:rStyle w:val="Taille-1Caracteres"/>
        </w:rPr>
        <w:t>diesem</w:t>
      </w:r>
      <w:proofErr w:type="spellEnd"/>
      <w:r w:rsidRPr="007818BD">
        <w:rPr>
          <w:rStyle w:val="Taille-1Caracteres"/>
        </w:rPr>
        <w:t xml:space="preserve"> </w:t>
      </w:r>
      <w:proofErr w:type="spellStart"/>
      <w:r w:rsidRPr="007818BD">
        <w:rPr>
          <w:rStyle w:val="Taille-1Caracteres"/>
        </w:rPr>
        <w:t>Schleier</w:t>
      </w:r>
      <w:proofErr w:type="spellEnd"/>
      <w:r w:rsidRPr="007818BD">
        <w:rPr>
          <w:rStyle w:val="Taille-1Caracteres"/>
        </w:rPr>
        <w:t xml:space="preserve"> sien </w:t>
      </w:r>
      <w:proofErr w:type="spellStart"/>
      <w:r w:rsidRPr="007818BD">
        <w:rPr>
          <w:rStyle w:val="Taille-1Caracteres"/>
        </w:rPr>
        <w:t>ver</w:t>
      </w:r>
      <w:r>
        <w:rPr>
          <w:rStyle w:val="Taille-1Caracteres"/>
        </w:rPr>
        <w:t>bir</w:t>
      </w:r>
      <w:r w:rsidRPr="007818BD">
        <w:rPr>
          <w:rStyle w:val="Taille-1Caracteres"/>
        </w:rPr>
        <w:t>gh</w:t>
      </w:r>
      <w:proofErr w:type="spellEnd"/>
      <w:r w:rsidRPr="007818BD">
        <w:rPr>
          <w:rStyle w:val="Appelnotedebasdep"/>
          <w:szCs w:val="28"/>
        </w:rPr>
        <w:footnoteReference w:id="44"/>
      </w:r>
      <w:r w:rsidR="00E8465A">
        <w:rPr>
          <w:rStyle w:val="Taille-1Caracteres"/>
        </w:rPr>
        <w:t>.</w:t>
      </w:r>
    </w:p>
    <w:p w14:paraId="6EC10CC5" w14:textId="24CE6614" w:rsidR="00E8465A" w:rsidRDefault="00E8465A" w:rsidP="00E0544E">
      <w:pPr>
        <w:jc w:val="right"/>
        <w:rPr>
          <w:rStyle w:val="Taille-1Caracteres"/>
        </w:rPr>
      </w:pPr>
      <w:r>
        <w:rPr>
          <w:rStyle w:val="Taille-1Caracteres"/>
        </w:rPr>
        <w:t>(</w:t>
      </w:r>
      <w:r w:rsidR="00E0544E" w:rsidRPr="007818BD">
        <w:rPr>
          <w:rStyle w:val="Taille-1Caracteres"/>
          <w:i/>
        </w:rPr>
        <w:t xml:space="preserve">Das </w:t>
      </w:r>
      <w:proofErr w:type="spellStart"/>
      <w:r w:rsidR="00E0544E" w:rsidRPr="007818BD">
        <w:rPr>
          <w:rStyle w:val="Taille-1Caracteres"/>
          <w:i/>
        </w:rPr>
        <w:t>verschleierte</w:t>
      </w:r>
      <w:proofErr w:type="spellEnd"/>
      <w:r w:rsidR="00E0544E" w:rsidRPr="007818BD">
        <w:rPr>
          <w:rStyle w:val="Taille-1Caracteres"/>
          <w:i/>
        </w:rPr>
        <w:t xml:space="preserve"> </w:t>
      </w:r>
      <w:proofErr w:type="spellStart"/>
      <w:r w:rsidR="00E0544E" w:rsidRPr="007818BD">
        <w:rPr>
          <w:rStyle w:val="Taille-1Caracteres"/>
          <w:i/>
        </w:rPr>
        <w:t>Bild</w:t>
      </w:r>
      <w:proofErr w:type="spellEnd"/>
      <w:r w:rsidR="00E0544E" w:rsidRPr="007818BD">
        <w:rPr>
          <w:rStyle w:val="Taille-1Caracteres"/>
          <w:i/>
        </w:rPr>
        <w:t xml:space="preserve"> </w:t>
      </w:r>
      <w:proofErr w:type="spellStart"/>
      <w:r w:rsidR="00E0544E" w:rsidRPr="007818BD">
        <w:rPr>
          <w:rStyle w:val="Taille-1Caracteres"/>
          <w:i/>
        </w:rPr>
        <w:t>zu</w:t>
      </w:r>
      <w:proofErr w:type="spellEnd"/>
      <w:r w:rsidR="00E0544E" w:rsidRPr="007818BD">
        <w:rPr>
          <w:rStyle w:val="Taille-1Caracteres"/>
          <w:i/>
        </w:rPr>
        <w:t xml:space="preserve"> Sais</w:t>
      </w:r>
      <w:r>
        <w:rPr>
          <w:rStyle w:val="Taille-1Caracteres"/>
          <w:i/>
        </w:rPr>
        <w:t>.)</w:t>
      </w:r>
    </w:p>
    <w:p w14:paraId="349044F1" w14:textId="77777777" w:rsidR="00E8465A" w:rsidRDefault="00E0544E" w:rsidP="00E0544E">
      <w:r w:rsidRPr="007818BD">
        <w:t xml:space="preserve">Quand on revient du Vésuve ou de </w:t>
      </w:r>
      <w:proofErr w:type="spellStart"/>
      <w:r w:rsidRPr="007818BD">
        <w:t>Pompéï</w:t>
      </w:r>
      <w:proofErr w:type="spellEnd"/>
      <w:r w:rsidR="00E8465A">
        <w:t xml:space="preserve">, </w:t>
      </w:r>
      <w:r w:rsidRPr="007818BD">
        <w:t>on entre dans Naples par le quartier le plus animé</w:t>
      </w:r>
      <w:r w:rsidR="00E8465A">
        <w:t xml:space="preserve">, </w:t>
      </w:r>
      <w:r w:rsidRPr="007818BD">
        <w:t>le plus napolitain</w:t>
      </w:r>
      <w:r w:rsidR="00E8465A">
        <w:t xml:space="preserve"> ; </w:t>
      </w:r>
      <w:r w:rsidRPr="007818BD">
        <w:t>par le quartier où la vie moderne ressemble le plus à la vie ancienne</w:t>
      </w:r>
      <w:r w:rsidR="00E8465A">
        <w:t xml:space="preserve"> ; </w:t>
      </w:r>
      <w:r w:rsidRPr="007818BD">
        <w:t>et là</w:t>
      </w:r>
      <w:r w:rsidR="00E8465A">
        <w:t xml:space="preserve">, </w:t>
      </w:r>
      <w:r w:rsidRPr="007818BD">
        <w:t>par un jour de fête</w:t>
      </w:r>
      <w:r w:rsidR="00E8465A">
        <w:t xml:space="preserve">, </w:t>
      </w:r>
      <w:r w:rsidRPr="007818BD">
        <w:t>lorsque la ville est encombrée à la fois par l</w:t>
      </w:r>
      <w:r w:rsidR="00E8465A">
        <w:t>’</w:t>
      </w:r>
      <w:r w:rsidRPr="007818BD">
        <w:t>oisiveté et par le commerce</w:t>
      </w:r>
      <w:r w:rsidR="00E8465A">
        <w:t xml:space="preserve">, </w:t>
      </w:r>
      <w:r w:rsidRPr="007818BD">
        <w:t>on se sent pénétré du souvenir de cette race gaie</w:t>
      </w:r>
      <w:r w:rsidR="00E8465A">
        <w:t xml:space="preserve">, </w:t>
      </w:r>
      <w:r w:rsidRPr="007818BD">
        <w:t>mob</w:t>
      </w:r>
      <w:r w:rsidRPr="007818BD">
        <w:t>i</w:t>
      </w:r>
      <w:r w:rsidRPr="007818BD">
        <w:t>le</w:t>
      </w:r>
      <w:r w:rsidR="00E8465A">
        <w:t xml:space="preserve">, </w:t>
      </w:r>
      <w:r w:rsidRPr="007818BD">
        <w:t>animée</w:t>
      </w:r>
      <w:r w:rsidR="00E8465A">
        <w:t xml:space="preserve">, </w:t>
      </w:r>
      <w:r w:rsidRPr="007818BD">
        <w:t>dont la population de Naples tire son origine</w:t>
      </w:r>
      <w:r w:rsidR="00E8465A">
        <w:t xml:space="preserve">, </w:t>
      </w:r>
      <w:r w:rsidRPr="007818BD">
        <w:t>si bien qu</w:t>
      </w:r>
      <w:r w:rsidR="00E8465A">
        <w:t>’</w:t>
      </w:r>
      <w:r w:rsidRPr="007818BD">
        <w:t xml:space="preserve">on peut dans un même jour voir à </w:t>
      </w:r>
      <w:proofErr w:type="spellStart"/>
      <w:r w:rsidRPr="007818BD">
        <w:t>Pompéï</w:t>
      </w:r>
      <w:proofErr w:type="spellEnd"/>
      <w:r w:rsidRPr="007818BD">
        <w:t xml:space="preserve"> les demeures d</w:t>
      </w:r>
      <w:r w:rsidR="00E8465A">
        <w:t>’</w:t>
      </w:r>
      <w:r w:rsidRPr="007818BD">
        <w:t>une époque disparue</w:t>
      </w:r>
      <w:r w:rsidR="00E8465A">
        <w:t xml:space="preserve">, </w:t>
      </w:r>
      <w:r w:rsidRPr="007818BD">
        <w:t>et</w:t>
      </w:r>
      <w:r w:rsidR="00E8465A">
        <w:t xml:space="preserve">, </w:t>
      </w:r>
      <w:r w:rsidRPr="007818BD">
        <w:t>sur le môle de Naples</w:t>
      </w:r>
      <w:r w:rsidR="00E8465A">
        <w:t xml:space="preserve">, </w:t>
      </w:r>
      <w:r w:rsidRPr="007818BD">
        <w:t>se figurer qu</w:t>
      </w:r>
      <w:r w:rsidR="00E8465A">
        <w:t>’</w:t>
      </w:r>
      <w:r w:rsidRPr="007818BD">
        <w:t>on retrouve vivants les habitants mêmes qui peuplaient ces demeures</w:t>
      </w:r>
      <w:r w:rsidR="00E8465A">
        <w:t>.</w:t>
      </w:r>
    </w:p>
    <w:p w14:paraId="418509F8" w14:textId="77777777" w:rsidR="00E8465A" w:rsidRDefault="00E0544E" w:rsidP="00E0544E">
      <w:r w:rsidRPr="007818BD">
        <w:t>Mais à l</w:t>
      </w:r>
      <w:r w:rsidR="00E8465A">
        <w:t>’</w:t>
      </w:r>
      <w:r w:rsidRPr="007818BD">
        <w:t>heure où les Anglais passaient silencieusement dans ces rues désertes et éclairées seulement par les étoiles</w:t>
      </w:r>
      <w:r w:rsidR="00E8465A">
        <w:t xml:space="preserve">, </w:t>
      </w:r>
      <w:r w:rsidRPr="007818BD">
        <w:t>to</w:t>
      </w:r>
      <w:r w:rsidRPr="007818BD">
        <w:t>u</w:t>
      </w:r>
      <w:r w:rsidRPr="007818BD">
        <w:t>te l</w:t>
      </w:r>
      <w:r w:rsidR="00E8465A">
        <w:t>’</w:t>
      </w:r>
      <w:r w:rsidRPr="007818BD">
        <w:t>animation de la journée était assoupie et éteinte</w:t>
      </w:r>
      <w:r w:rsidR="00E8465A">
        <w:t xml:space="preserve">. </w:t>
      </w:r>
      <w:r w:rsidRPr="007818BD">
        <w:t>Çà et là</w:t>
      </w:r>
      <w:r w:rsidR="00E8465A">
        <w:t xml:space="preserve">, </w:t>
      </w:r>
      <w:r w:rsidRPr="007818BD">
        <w:t>étendus sous un portique ou sous quelque sombre auvent</w:t>
      </w:r>
      <w:r w:rsidR="00E8465A">
        <w:t xml:space="preserve">, </w:t>
      </w:r>
      <w:r w:rsidRPr="007818BD">
        <w:t>do</w:t>
      </w:r>
      <w:r w:rsidRPr="007818BD">
        <w:t>r</w:t>
      </w:r>
      <w:r w:rsidRPr="007818BD">
        <w:t>maient des groupes de lazzaroni vagabonds</w:t>
      </w:r>
      <w:r w:rsidR="00E8465A">
        <w:t xml:space="preserve"> ; </w:t>
      </w:r>
      <w:r w:rsidRPr="007818BD">
        <w:t>tribu bizarre et nonchalante</w:t>
      </w:r>
      <w:r w:rsidR="00E8465A">
        <w:t xml:space="preserve">, </w:t>
      </w:r>
      <w:r w:rsidRPr="007818BD">
        <w:t>dont l</w:t>
      </w:r>
      <w:r w:rsidR="00E8465A">
        <w:t>’</w:t>
      </w:r>
      <w:r w:rsidRPr="007818BD">
        <w:t>indolente individualité se fond aujourd</w:t>
      </w:r>
      <w:r w:rsidR="00E8465A">
        <w:t>’</w:t>
      </w:r>
      <w:r w:rsidRPr="007818BD">
        <w:t>hui et s</w:t>
      </w:r>
      <w:r w:rsidR="00E8465A">
        <w:t>’</w:t>
      </w:r>
      <w:r w:rsidRPr="007818BD">
        <w:t>efface au milieu d</w:t>
      </w:r>
      <w:r w:rsidR="00E8465A">
        <w:t>’</w:t>
      </w:r>
      <w:r w:rsidRPr="007818BD">
        <w:t>une population énergique et active</w:t>
      </w:r>
      <w:r w:rsidR="00E8465A">
        <w:t>.</w:t>
      </w:r>
    </w:p>
    <w:p w14:paraId="49318722" w14:textId="77777777" w:rsidR="00E8465A" w:rsidRDefault="00E0544E" w:rsidP="00E0544E">
      <w:r w:rsidRPr="007818BD">
        <w:t>Les cavaliers poursuivirent leur route en silence</w:t>
      </w:r>
      <w:r w:rsidR="00E8465A">
        <w:t xml:space="preserve">, </w:t>
      </w:r>
      <w:r w:rsidRPr="007818BD">
        <w:t xml:space="preserve">car </w:t>
      </w:r>
      <w:proofErr w:type="spellStart"/>
      <w:r w:rsidRPr="007818BD">
        <w:t>Gly</w:t>
      </w:r>
      <w:r w:rsidRPr="007818BD">
        <w:t>n</w:t>
      </w:r>
      <w:r w:rsidRPr="007818BD">
        <w:t>don</w:t>
      </w:r>
      <w:proofErr w:type="spellEnd"/>
      <w:r w:rsidRPr="007818BD">
        <w:t xml:space="preserve"> ne paraissait pas même entendre et moins encore écouter les questions et les commentaires de </w:t>
      </w:r>
      <w:proofErr w:type="spellStart"/>
      <w:r w:rsidRPr="007818BD">
        <w:t>Mervale</w:t>
      </w:r>
      <w:proofErr w:type="spellEnd"/>
      <w:r w:rsidR="00E8465A">
        <w:t xml:space="preserve">, </w:t>
      </w:r>
      <w:r w:rsidRPr="007818BD">
        <w:t xml:space="preserve">et </w:t>
      </w:r>
      <w:proofErr w:type="spellStart"/>
      <w:r w:rsidRPr="007818BD">
        <w:lastRenderedPageBreak/>
        <w:t>Mervale</w:t>
      </w:r>
      <w:proofErr w:type="spellEnd"/>
      <w:r w:rsidRPr="007818BD">
        <w:t xml:space="preserve"> lui-même n</w:t>
      </w:r>
      <w:r w:rsidR="00E8465A">
        <w:t>’</w:t>
      </w:r>
      <w:r w:rsidRPr="007818BD">
        <w:t>était guère moins fatigué que la bête qui le portait</w:t>
      </w:r>
      <w:r w:rsidR="00E8465A">
        <w:t>.</w:t>
      </w:r>
    </w:p>
    <w:p w14:paraId="5D32858A" w14:textId="77777777" w:rsidR="00E8465A" w:rsidRDefault="00E0544E" w:rsidP="00E0544E">
      <w:r w:rsidRPr="007818BD">
        <w:t>Tout à coup le silence de la terre et des flots fut interrompu par le son d</w:t>
      </w:r>
      <w:r w:rsidR="00E8465A">
        <w:t>’</w:t>
      </w:r>
      <w:r w:rsidRPr="007818BD">
        <w:t>une horl</w:t>
      </w:r>
      <w:r w:rsidRPr="007818BD">
        <w:t>o</w:t>
      </w:r>
      <w:r w:rsidRPr="007818BD">
        <w:t>ge lointaine qui annonçait l</w:t>
      </w:r>
      <w:r w:rsidR="00E8465A">
        <w:t>’</w:t>
      </w:r>
      <w:r w:rsidRPr="007818BD">
        <w:t>avant-quart de minuit</w:t>
      </w:r>
      <w:r w:rsidR="00E8465A">
        <w:t xml:space="preserve">. </w:t>
      </w:r>
      <w:proofErr w:type="spellStart"/>
      <w:r w:rsidRPr="007818BD">
        <w:t>Glyndon</w:t>
      </w:r>
      <w:proofErr w:type="spellEnd"/>
      <w:r w:rsidRPr="007818BD">
        <w:t xml:space="preserve"> tressaillit et regarda autour de lui avec inqui</w:t>
      </w:r>
      <w:r w:rsidRPr="007818BD">
        <w:t>é</w:t>
      </w:r>
      <w:r w:rsidRPr="007818BD">
        <w:t>tude</w:t>
      </w:r>
      <w:r w:rsidR="00E8465A">
        <w:t xml:space="preserve">. </w:t>
      </w:r>
      <w:r w:rsidRPr="007818BD">
        <w:t>Au dernier coup de l</w:t>
      </w:r>
      <w:r w:rsidR="00E8465A">
        <w:t>’</w:t>
      </w:r>
      <w:r w:rsidRPr="007818BD">
        <w:t>horloge</w:t>
      </w:r>
      <w:r w:rsidR="00E8465A">
        <w:t xml:space="preserve">, </w:t>
      </w:r>
      <w:r w:rsidRPr="007818BD">
        <w:t>le pas d</w:t>
      </w:r>
      <w:r w:rsidR="00E8465A">
        <w:t>’</w:t>
      </w:r>
      <w:r w:rsidRPr="007818BD">
        <w:t>un cheval retentit sur les larges dalles</w:t>
      </w:r>
      <w:r w:rsidR="00E8465A">
        <w:t xml:space="preserve">, </w:t>
      </w:r>
      <w:r w:rsidRPr="007818BD">
        <w:t>et d</w:t>
      </w:r>
      <w:r w:rsidR="00E8465A">
        <w:t>’</w:t>
      </w:r>
      <w:r w:rsidRPr="007818BD">
        <w:t>une rue étroite vers la droite</w:t>
      </w:r>
      <w:r w:rsidR="00E8465A">
        <w:t xml:space="preserve">, </w:t>
      </w:r>
      <w:r w:rsidRPr="007818BD">
        <w:t>sortit un cavalier solitaire</w:t>
      </w:r>
      <w:r w:rsidR="00E8465A">
        <w:t xml:space="preserve">. </w:t>
      </w:r>
      <w:r w:rsidRPr="007818BD">
        <w:t>Il s</w:t>
      </w:r>
      <w:r w:rsidR="00E8465A">
        <w:t>’</w:t>
      </w:r>
      <w:r w:rsidRPr="007818BD">
        <w:t>approcha des Anglais</w:t>
      </w:r>
      <w:r w:rsidR="00E8465A">
        <w:t xml:space="preserve"> ; </w:t>
      </w:r>
      <w:proofErr w:type="spellStart"/>
      <w:r w:rsidRPr="007818BD">
        <w:t>Glyndon</w:t>
      </w:r>
      <w:proofErr w:type="spellEnd"/>
      <w:r w:rsidRPr="007818BD">
        <w:t xml:space="preserve"> reconnut les traits et le maintien de </w:t>
      </w:r>
      <w:proofErr w:type="spellStart"/>
      <w:r w:rsidRPr="007818BD">
        <w:t>Zanoni</w:t>
      </w:r>
      <w:proofErr w:type="spellEnd"/>
      <w:r w:rsidR="00E8465A">
        <w:t>.</w:t>
      </w:r>
    </w:p>
    <w:p w14:paraId="25AFC9D6" w14:textId="77777777" w:rsidR="00E8465A" w:rsidRDefault="00E8465A" w:rsidP="00E0544E">
      <w:r>
        <w:t>« </w:t>
      </w:r>
      <w:r w:rsidR="00E0544E" w:rsidRPr="007818BD">
        <w:t>Comment</w:t>
      </w:r>
      <w:r>
        <w:t xml:space="preserve"> ! </w:t>
      </w:r>
      <w:r w:rsidR="00E0544E" w:rsidRPr="007818BD">
        <w:t xml:space="preserve">dit </w:t>
      </w:r>
      <w:proofErr w:type="spellStart"/>
      <w:r w:rsidR="00E0544E" w:rsidRPr="007818BD">
        <w:t>Mervale</w:t>
      </w:r>
      <w:proofErr w:type="spellEnd"/>
      <w:r w:rsidR="00E0544E" w:rsidRPr="007818BD">
        <w:t xml:space="preserve"> d</w:t>
      </w:r>
      <w:r>
        <w:t>’</w:t>
      </w:r>
      <w:r w:rsidR="00E0544E" w:rsidRPr="007818BD">
        <w:t>un ton de voix où la contrariété se mêlait à la somnolence</w:t>
      </w:r>
      <w:r>
        <w:t xml:space="preserve">, </w:t>
      </w:r>
      <w:r w:rsidR="00E0544E" w:rsidRPr="007818BD">
        <w:t>nous nous rencontrons encore</w:t>
      </w:r>
      <w:r>
        <w:t xml:space="preserve">, </w:t>
      </w:r>
      <w:proofErr w:type="spellStart"/>
      <w:r w:rsidR="00E0544E" w:rsidRPr="007818BD">
        <w:t>s</w:t>
      </w:r>
      <w:r w:rsidR="00E0544E" w:rsidRPr="007818BD">
        <w:t>i</w:t>
      </w:r>
      <w:r w:rsidR="00E0544E" w:rsidRPr="007818BD">
        <w:t>gnor</w:t>
      </w:r>
      <w:proofErr w:type="spellEnd"/>
      <w:r>
        <w:t> !</w:t>
      </w:r>
    </w:p>
    <w:p w14:paraId="779B7A02" w14:textId="77777777" w:rsidR="00E8465A" w:rsidRDefault="00E8465A" w:rsidP="00E0544E">
      <w:r>
        <w:t>— </w:t>
      </w:r>
      <w:r w:rsidR="00E0544E" w:rsidRPr="007818BD">
        <w:t>Votre ami et moi nous avons affaire ensemble</w:t>
      </w:r>
      <w:r>
        <w:t xml:space="preserve">, </w:t>
      </w:r>
      <w:r w:rsidR="00E0544E" w:rsidRPr="007818BD">
        <w:t xml:space="preserve">répliqua </w:t>
      </w:r>
      <w:proofErr w:type="spellStart"/>
      <w:r w:rsidR="00E0544E" w:rsidRPr="007818BD">
        <w:t>Zanoni</w:t>
      </w:r>
      <w:proofErr w:type="spellEnd"/>
      <w:r w:rsidR="00E0544E" w:rsidRPr="007818BD">
        <w:t xml:space="preserve"> en approchant sa monture de celle de </w:t>
      </w:r>
      <w:proofErr w:type="spellStart"/>
      <w:r w:rsidR="00E0544E" w:rsidRPr="007818BD">
        <w:t>Glyndon</w:t>
      </w:r>
      <w:proofErr w:type="spellEnd"/>
      <w:r>
        <w:t xml:space="preserve">. </w:t>
      </w:r>
      <w:r w:rsidR="00E0544E" w:rsidRPr="007818BD">
        <w:t>Mais il sera bientôt libre</w:t>
      </w:r>
      <w:r>
        <w:t xml:space="preserve"> ; </w:t>
      </w:r>
      <w:r w:rsidR="00E0544E" w:rsidRPr="007818BD">
        <w:t>peut-être monsieur</w:t>
      </w:r>
      <w:r>
        <w:t xml:space="preserve">, </w:t>
      </w:r>
      <w:r w:rsidR="00E0544E" w:rsidRPr="007818BD">
        <w:t>voudrez-vous le deva</w:t>
      </w:r>
      <w:r w:rsidR="00E0544E" w:rsidRPr="007818BD">
        <w:t>n</w:t>
      </w:r>
      <w:r w:rsidR="00E0544E" w:rsidRPr="007818BD">
        <w:t>cer à l</w:t>
      </w:r>
      <w:r>
        <w:t>’</w:t>
      </w:r>
      <w:r w:rsidR="00E0544E" w:rsidRPr="007818BD">
        <w:t>hôtel</w:t>
      </w:r>
      <w:r>
        <w:t> ?</w:t>
      </w:r>
    </w:p>
    <w:p w14:paraId="20D39DD0" w14:textId="77777777" w:rsidR="00E8465A" w:rsidRDefault="00E8465A" w:rsidP="00E0544E">
      <w:r>
        <w:t>— </w:t>
      </w:r>
      <w:r w:rsidR="00E0544E" w:rsidRPr="007818BD">
        <w:t>Seul</w:t>
      </w:r>
      <w:r>
        <w:t> ?</w:t>
      </w:r>
    </w:p>
    <w:p w14:paraId="24215709" w14:textId="77777777" w:rsidR="00E8465A" w:rsidRDefault="00E8465A" w:rsidP="00E0544E">
      <w:r>
        <w:t>— </w:t>
      </w:r>
      <w:r w:rsidR="00E0544E" w:rsidRPr="007818BD">
        <w:t>Il n</w:t>
      </w:r>
      <w:r>
        <w:t>’</w:t>
      </w:r>
      <w:r w:rsidR="00E0544E" w:rsidRPr="007818BD">
        <w:t>y a pas le moindre danger</w:t>
      </w:r>
      <w:r>
        <w:t xml:space="preserve"> ! </w:t>
      </w:r>
      <w:r w:rsidR="00E0544E" w:rsidRPr="007818BD">
        <w:t xml:space="preserve">répliqua </w:t>
      </w:r>
      <w:proofErr w:type="spellStart"/>
      <w:r w:rsidR="00E0544E" w:rsidRPr="007818BD">
        <w:t>Zanoni</w:t>
      </w:r>
      <w:proofErr w:type="spellEnd"/>
      <w:r w:rsidR="00E0544E" w:rsidRPr="007818BD">
        <w:t xml:space="preserve"> avec une légère inflexion de d</w:t>
      </w:r>
      <w:r w:rsidR="00E0544E" w:rsidRPr="007818BD">
        <w:t>é</w:t>
      </w:r>
      <w:r w:rsidR="00E0544E" w:rsidRPr="007818BD">
        <w:t>dain</w:t>
      </w:r>
      <w:r>
        <w:t>.</w:t>
      </w:r>
    </w:p>
    <w:p w14:paraId="6C767966" w14:textId="77777777" w:rsidR="00E8465A" w:rsidRDefault="00E8465A" w:rsidP="00E0544E">
      <w:r>
        <w:t>— </w:t>
      </w:r>
      <w:r w:rsidR="00E0544E" w:rsidRPr="007818BD">
        <w:t>Pour moi</w:t>
      </w:r>
      <w:r>
        <w:t xml:space="preserve">, </w:t>
      </w:r>
      <w:r w:rsidR="00E0544E" w:rsidRPr="007818BD">
        <w:t>non</w:t>
      </w:r>
      <w:r>
        <w:t xml:space="preserve">, </w:t>
      </w:r>
      <w:r w:rsidR="00E0544E" w:rsidRPr="007818BD">
        <w:t xml:space="preserve">mais pour </w:t>
      </w:r>
      <w:proofErr w:type="spellStart"/>
      <w:r w:rsidR="00E0544E" w:rsidRPr="007818BD">
        <w:t>Glyndon</w:t>
      </w:r>
      <w:proofErr w:type="spellEnd"/>
      <w:r>
        <w:t>.</w:t>
      </w:r>
    </w:p>
    <w:p w14:paraId="09F2B0C0" w14:textId="77777777" w:rsidR="00E8465A" w:rsidRDefault="00E8465A" w:rsidP="00E0544E">
      <w:r>
        <w:t>— </w:t>
      </w:r>
      <w:r w:rsidR="00E0544E" w:rsidRPr="007818BD">
        <w:t>Danger de ma part</w:t>
      </w:r>
      <w:r>
        <w:t xml:space="preserve"> ! </w:t>
      </w:r>
      <w:r w:rsidR="00E0544E" w:rsidRPr="007818BD">
        <w:t>Au fait</w:t>
      </w:r>
      <w:r>
        <w:t xml:space="preserve">, </w:t>
      </w:r>
      <w:r w:rsidR="00E0544E" w:rsidRPr="007818BD">
        <w:t>vous avez peut-être raison</w:t>
      </w:r>
      <w:r>
        <w:t>.</w:t>
      </w:r>
    </w:p>
    <w:p w14:paraId="11E26A22" w14:textId="181C1F8A" w:rsidR="00E0544E" w:rsidRPr="007818BD" w:rsidRDefault="00E8465A" w:rsidP="00E0544E">
      <w:r>
        <w:t>— </w:t>
      </w:r>
      <w:r w:rsidR="00E0544E" w:rsidRPr="007818BD">
        <w:t>Allez</w:t>
      </w:r>
      <w:r>
        <w:t xml:space="preserve">, </w:t>
      </w:r>
      <w:r w:rsidR="00E0544E" w:rsidRPr="007818BD">
        <w:t xml:space="preserve">mon cher </w:t>
      </w:r>
      <w:proofErr w:type="spellStart"/>
      <w:r w:rsidR="00E0544E" w:rsidRPr="007818BD">
        <w:t>Mervale</w:t>
      </w:r>
      <w:proofErr w:type="spellEnd"/>
      <w:r>
        <w:t xml:space="preserve">, </w:t>
      </w:r>
      <w:r w:rsidR="00E0544E" w:rsidRPr="007818BD">
        <w:t xml:space="preserve">dit </w:t>
      </w:r>
      <w:proofErr w:type="spellStart"/>
      <w:r w:rsidR="00E0544E" w:rsidRPr="007818BD">
        <w:t>Glyndon</w:t>
      </w:r>
      <w:proofErr w:type="spellEnd"/>
      <w:r>
        <w:t xml:space="preserve">, </w:t>
      </w:r>
      <w:r w:rsidR="00E0544E" w:rsidRPr="007818BD">
        <w:t>je vous rejoindrai avant que vous soyez à l</w:t>
      </w:r>
      <w:r>
        <w:t>’</w:t>
      </w:r>
      <w:r w:rsidR="00E0544E" w:rsidRPr="007818BD">
        <w:t>hôtel</w:t>
      </w:r>
      <w:r>
        <w:t>. »</w:t>
      </w:r>
    </w:p>
    <w:p w14:paraId="6DD1F9A5" w14:textId="77777777" w:rsidR="00E8465A" w:rsidRDefault="00E0544E" w:rsidP="00E0544E">
      <w:proofErr w:type="spellStart"/>
      <w:r w:rsidRPr="007818BD">
        <w:t>Mervale</w:t>
      </w:r>
      <w:proofErr w:type="spellEnd"/>
      <w:r w:rsidRPr="007818BD">
        <w:t xml:space="preserve"> salua</w:t>
      </w:r>
      <w:r w:rsidR="00E8465A">
        <w:t xml:space="preserve">, </w:t>
      </w:r>
      <w:r w:rsidRPr="007818BD">
        <w:t>siffla</w:t>
      </w:r>
      <w:r w:rsidR="00E8465A">
        <w:t xml:space="preserve">, </w:t>
      </w:r>
      <w:r w:rsidRPr="007818BD">
        <w:t>et fit prendre à son cheval le petit g</w:t>
      </w:r>
      <w:r w:rsidRPr="007818BD">
        <w:t>a</w:t>
      </w:r>
      <w:r w:rsidRPr="007818BD">
        <w:t>lop</w:t>
      </w:r>
      <w:r w:rsidR="00E8465A">
        <w:t>.</w:t>
      </w:r>
    </w:p>
    <w:p w14:paraId="12EFBFFD" w14:textId="77777777" w:rsidR="00E8465A" w:rsidRDefault="00E8465A" w:rsidP="00E0544E">
      <w:r>
        <w:t>« </w:t>
      </w:r>
      <w:r w:rsidR="00E0544E" w:rsidRPr="007818BD">
        <w:t>Votre réponse</w:t>
      </w:r>
      <w:r>
        <w:t xml:space="preserve">, </w:t>
      </w:r>
      <w:r w:rsidR="00E0544E" w:rsidRPr="007818BD">
        <w:t>vite</w:t>
      </w:r>
      <w:r>
        <w:t> !</w:t>
      </w:r>
    </w:p>
    <w:p w14:paraId="5EFE4848" w14:textId="77777777" w:rsidR="00E8465A" w:rsidRDefault="00E8465A" w:rsidP="00E0544E">
      <w:r>
        <w:lastRenderedPageBreak/>
        <w:t>— </w:t>
      </w:r>
      <w:r w:rsidR="00E0544E" w:rsidRPr="007818BD">
        <w:t>Je suis décidé</w:t>
      </w:r>
      <w:r>
        <w:t xml:space="preserve">. </w:t>
      </w:r>
      <w:r w:rsidR="00E0544E" w:rsidRPr="007818BD">
        <w:t>L</w:t>
      </w:r>
      <w:r>
        <w:t>’</w:t>
      </w:r>
      <w:r w:rsidR="00E0544E" w:rsidRPr="007818BD">
        <w:t>amour de Viola s</w:t>
      </w:r>
      <w:r>
        <w:t>’</w:t>
      </w:r>
      <w:r w:rsidR="00E0544E" w:rsidRPr="007818BD">
        <w:t>est évanoui de mon cœur</w:t>
      </w:r>
      <w:r>
        <w:t xml:space="preserve"> : </w:t>
      </w:r>
      <w:r w:rsidR="00E0544E" w:rsidRPr="007818BD">
        <w:t>j</w:t>
      </w:r>
      <w:r>
        <w:t>’</w:t>
      </w:r>
      <w:r w:rsidR="00E0544E" w:rsidRPr="007818BD">
        <w:t>y renonce</w:t>
      </w:r>
      <w:r>
        <w:t>.</w:t>
      </w:r>
    </w:p>
    <w:p w14:paraId="00CF0486" w14:textId="77777777" w:rsidR="00E8465A" w:rsidRDefault="00E8465A" w:rsidP="00E0544E">
      <w:r>
        <w:t>— </w:t>
      </w:r>
      <w:r w:rsidR="00E0544E" w:rsidRPr="007818BD">
        <w:t>Vous y êtes résolu</w:t>
      </w:r>
      <w:r>
        <w:t> ?</w:t>
      </w:r>
    </w:p>
    <w:p w14:paraId="48B0B620" w14:textId="77777777" w:rsidR="00E8465A" w:rsidRDefault="00E8465A" w:rsidP="00E0544E">
      <w:r>
        <w:t>— </w:t>
      </w:r>
      <w:r w:rsidR="00E0544E" w:rsidRPr="007818BD">
        <w:t>Résolu</w:t>
      </w:r>
      <w:r>
        <w:t xml:space="preserve">. </w:t>
      </w:r>
      <w:r w:rsidR="00E0544E" w:rsidRPr="007818BD">
        <w:t>Maintenant</w:t>
      </w:r>
      <w:r>
        <w:t xml:space="preserve">, </w:t>
      </w:r>
      <w:r w:rsidR="00E0544E" w:rsidRPr="007818BD">
        <w:t>ma récompense</w:t>
      </w:r>
      <w:r>
        <w:t>.</w:t>
      </w:r>
    </w:p>
    <w:p w14:paraId="6D439A15" w14:textId="20ED3FAE" w:rsidR="00E0544E" w:rsidRPr="007818BD" w:rsidRDefault="00E8465A" w:rsidP="00E0544E">
      <w:r>
        <w:t>— </w:t>
      </w:r>
      <w:r w:rsidR="00E0544E" w:rsidRPr="007818BD">
        <w:t>Ta récompense</w:t>
      </w:r>
      <w:r>
        <w:t xml:space="preserve"> ! </w:t>
      </w:r>
      <w:r w:rsidR="00E0544E" w:rsidRPr="007818BD">
        <w:t>Eh bien</w:t>
      </w:r>
      <w:r>
        <w:t xml:space="preserve"> ! </w:t>
      </w:r>
      <w:r w:rsidR="00E0544E" w:rsidRPr="007818BD">
        <w:t>demain</w:t>
      </w:r>
      <w:r>
        <w:t xml:space="preserve">, </w:t>
      </w:r>
      <w:r w:rsidR="00E0544E" w:rsidRPr="007818BD">
        <w:t>avant cette heure</w:t>
      </w:r>
      <w:r>
        <w:t xml:space="preserve">, </w:t>
      </w:r>
      <w:r w:rsidR="00E0544E" w:rsidRPr="007818BD">
        <w:t>e</w:t>
      </w:r>
      <w:r w:rsidR="00E0544E" w:rsidRPr="007818BD">
        <w:t>l</w:t>
      </w:r>
      <w:r w:rsidR="00E0544E" w:rsidRPr="007818BD">
        <w:t>le t</w:t>
      </w:r>
      <w:r>
        <w:t>’</w:t>
      </w:r>
      <w:r w:rsidR="00E0544E" w:rsidRPr="007818BD">
        <w:t>attendra</w:t>
      </w:r>
      <w:r>
        <w:t>. »</w:t>
      </w:r>
    </w:p>
    <w:p w14:paraId="63829E05" w14:textId="77777777" w:rsidR="00E8465A" w:rsidRDefault="00E0544E" w:rsidP="00E0544E">
      <w:proofErr w:type="spellStart"/>
      <w:r w:rsidRPr="007818BD">
        <w:t>Zanoni</w:t>
      </w:r>
      <w:proofErr w:type="spellEnd"/>
      <w:r w:rsidRPr="007818BD">
        <w:t xml:space="preserve"> rendit les rênes à son cheval</w:t>
      </w:r>
      <w:r w:rsidR="00E8465A">
        <w:t xml:space="preserve">, </w:t>
      </w:r>
      <w:r w:rsidRPr="007818BD">
        <w:t>qui s</w:t>
      </w:r>
      <w:r w:rsidR="00E8465A">
        <w:t>’</w:t>
      </w:r>
      <w:r w:rsidRPr="007818BD">
        <w:t>élança en bo</w:t>
      </w:r>
      <w:r w:rsidRPr="007818BD">
        <w:t>n</w:t>
      </w:r>
      <w:r w:rsidRPr="007818BD">
        <w:t>dissant</w:t>
      </w:r>
      <w:r w:rsidR="00E8465A">
        <w:t xml:space="preserve"> ; </w:t>
      </w:r>
      <w:r w:rsidRPr="007818BD">
        <w:t>les étincelles jaillirent sous ses pieds</w:t>
      </w:r>
      <w:r w:rsidR="00E8465A">
        <w:t xml:space="preserve">, </w:t>
      </w:r>
      <w:r w:rsidRPr="007818BD">
        <w:t>et cavalier et ch</w:t>
      </w:r>
      <w:r w:rsidRPr="007818BD">
        <w:t>e</w:t>
      </w:r>
      <w:r w:rsidRPr="007818BD">
        <w:t>val disparurent au milieu des ombres d</w:t>
      </w:r>
      <w:r w:rsidR="00E8465A">
        <w:t>’</w:t>
      </w:r>
      <w:r w:rsidRPr="007818BD">
        <w:t>où ils étaient sortis</w:t>
      </w:r>
      <w:r w:rsidR="00E8465A">
        <w:t>.</w:t>
      </w:r>
    </w:p>
    <w:p w14:paraId="6A3F30D1" w14:textId="77777777" w:rsidR="00E8465A" w:rsidRDefault="00E0544E" w:rsidP="00E0544E">
      <w:proofErr w:type="spellStart"/>
      <w:r w:rsidRPr="007818BD">
        <w:t>Mervale</w:t>
      </w:r>
      <w:proofErr w:type="spellEnd"/>
      <w:r w:rsidRPr="007818BD">
        <w:t xml:space="preserve"> vit avec étonnement son ami le rejoindre une m</w:t>
      </w:r>
      <w:r w:rsidRPr="007818BD">
        <w:t>i</w:t>
      </w:r>
      <w:r w:rsidRPr="007818BD">
        <w:t>nute après leur sépar</w:t>
      </w:r>
      <w:r w:rsidRPr="007818BD">
        <w:t>a</w:t>
      </w:r>
      <w:r w:rsidRPr="007818BD">
        <w:t>tion</w:t>
      </w:r>
      <w:r w:rsidR="00E8465A">
        <w:t>.</w:t>
      </w:r>
    </w:p>
    <w:p w14:paraId="6CD7E686" w14:textId="77777777" w:rsidR="00E8465A" w:rsidRDefault="00E8465A" w:rsidP="00E0544E">
      <w:r>
        <w:t>« </w:t>
      </w:r>
      <w:r w:rsidR="00E0544E" w:rsidRPr="007818BD">
        <w:t>Que s</w:t>
      </w:r>
      <w:r>
        <w:t>’</w:t>
      </w:r>
      <w:r w:rsidR="00E0544E" w:rsidRPr="007818BD">
        <w:t xml:space="preserve">est-il passé entre vous et </w:t>
      </w:r>
      <w:proofErr w:type="spellStart"/>
      <w:r w:rsidR="00E0544E" w:rsidRPr="007818BD">
        <w:t>Zanoni</w:t>
      </w:r>
      <w:proofErr w:type="spellEnd"/>
      <w:r>
        <w:t> ?</w:t>
      </w:r>
    </w:p>
    <w:p w14:paraId="531ACE3F" w14:textId="77777777" w:rsidR="00E8465A" w:rsidRDefault="00E8465A" w:rsidP="00E0544E">
      <w:r>
        <w:t>— </w:t>
      </w:r>
      <w:proofErr w:type="spellStart"/>
      <w:r w:rsidR="00E0544E" w:rsidRPr="007818BD">
        <w:t>Mervale</w:t>
      </w:r>
      <w:proofErr w:type="spellEnd"/>
      <w:r>
        <w:t xml:space="preserve"> ! </w:t>
      </w:r>
      <w:r w:rsidR="00E0544E" w:rsidRPr="007818BD">
        <w:t>ne me le demandez pas ce soir</w:t>
      </w:r>
      <w:r>
        <w:t xml:space="preserve"> ; </w:t>
      </w:r>
      <w:r w:rsidR="00E0544E" w:rsidRPr="007818BD">
        <w:t>il me semble que je rêve</w:t>
      </w:r>
      <w:r>
        <w:t>.</w:t>
      </w:r>
    </w:p>
    <w:p w14:paraId="1BD4CB96" w14:textId="31B3A056" w:rsidR="00E0544E" w:rsidRPr="007818BD" w:rsidRDefault="00E8465A" w:rsidP="00E0544E">
      <w:r>
        <w:t>— </w:t>
      </w:r>
      <w:r w:rsidR="00E0544E" w:rsidRPr="007818BD">
        <w:t>Je le crois sans peine</w:t>
      </w:r>
      <w:r>
        <w:t xml:space="preserve"> : </w:t>
      </w:r>
      <w:r w:rsidR="00E0544E" w:rsidRPr="007818BD">
        <w:t>moi-même je suis tout endormi</w:t>
      </w:r>
      <w:r>
        <w:t xml:space="preserve">. </w:t>
      </w:r>
      <w:r w:rsidR="00E0544E" w:rsidRPr="007818BD">
        <w:t>Avançons</w:t>
      </w:r>
      <w:r>
        <w:t>. »</w:t>
      </w:r>
    </w:p>
    <w:p w14:paraId="7C59BD02" w14:textId="77777777" w:rsidR="00E8465A" w:rsidRDefault="00E0544E" w:rsidP="00E0544E">
      <w:r w:rsidRPr="007818BD">
        <w:t>Rentré dans sa chambre</w:t>
      </w:r>
      <w:r w:rsidR="00E8465A">
        <w:t xml:space="preserve">, </w:t>
      </w:r>
      <w:proofErr w:type="spellStart"/>
      <w:r w:rsidRPr="007818BD">
        <w:t>Glyndon</w:t>
      </w:r>
      <w:proofErr w:type="spellEnd"/>
      <w:r w:rsidRPr="007818BD">
        <w:t xml:space="preserve"> chercha à recueillir ses pensées</w:t>
      </w:r>
      <w:r w:rsidR="00E8465A">
        <w:t xml:space="preserve">. </w:t>
      </w:r>
      <w:r w:rsidRPr="007818BD">
        <w:t>Il s</w:t>
      </w:r>
      <w:r w:rsidR="00E8465A">
        <w:t>’</w:t>
      </w:r>
      <w:r w:rsidRPr="007818BD">
        <w:t>assit au pied de son lit</w:t>
      </w:r>
      <w:r w:rsidR="00E8465A">
        <w:t xml:space="preserve">, </w:t>
      </w:r>
      <w:r w:rsidRPr="007818BD">
        <w:t>et pressa fortement ses mains contre ses tempes palpitantes</w:t>
      </w:r>
      <w:r w:rsidR="00E8465A">
        <w:t xml:space="preserve">. </w:t>
      </w:r>
      <w:r w:rsidRPr="007818BD">
        <w:t>Les événements des de</w:t>
      </w:r>
      <w:r w:rsidRPr="007818BD">
        <w:t>r</w:t>
      </w:r>
      <w:r w:rsidRPr="007818BD">
        <w:t>nières heures de la journée</w:t>
      </w:r>
      <w:r w:rsidR="00E8465A">
        <w:t xml:space="preserve">, </w:t>
      </w:r>
      <w:r w:rsidRPr="007818BD">
        <w:t>l</w:t>
      </w:r>
      <w:r w:rsidR="00E8465A">
        <w:t>’</w:t>
      </w:r>
      <w:r w:rsidRPr="007818BD">
        <w:t>apparition de cette figure giga</w:t>
      </w:r>
      <w:r w:rsidRPr="007818BD">
        <w:t>n</w:t>
      </w:r>
      <w:r w:rsidRPr="007818BD">
        <w:t>tesque</w:t>
      </w:r>
      <w:r w:rsidR="00E8465A">
        <w:t xml:space="preserve">, </w:t>
      </w:r>
      <w:r w:rsidRPr="007818BD">
        <w:t xml:space="preserve">qui accompagnait le mystérieux </w:t>
      </w:r>
      <w:proofErr w:type="spellStart"/>
      <w:r w:rsidRPr="007818BD">
        <w:t>Zanoni</w:t>
      </w:r>
      <w:proofErr w:type="spellEnd"/>
      <w:r w:rsidRPr="007818BD">
        <w:t xml:space="preserve"> au milieu des flammes et des tourbillons du Vésuve</w:t>
      </w:r>
      <w:r w:rsidR="00E8465A">
        <w:t xml:space="preserve">, </w:t>
      </w:r>
      <w:r w:rsidRPr="007818BD">
        <w:t xml:space="preserve">son étrange rencontre avec </w:t>
      </w:r>
      <w:proofErr w:type="spellStart"/>
      <w:r w:rsidRPr="007818BD">
        <w:t>Zanoni</w:t>
      </w:r>
      <w:proofErr w:type="spellEnd"/>
      <w:r w:rsidRPr="007818BD">
        <w:t xml:space="preserve"> lui-même</w:t>
      </w:r>
      <w:r w:rsidR="00E8465A">
        <w:t xml:space="preserve">, </w:t>
      </w:r>
      <w:r w:rsidRPr="007818BD">
        <w:t>dans un lieu où nulle prévision humaine n</w:t>
      </w:r>
      <w:r w:rsidR="00E8465A">
        <w:t>’</w:t>
      </w:r>
      <w:r w:rsidRPr="007818BD">
        <w:t xml:space="preserve">aurait pu lui annoncer la présence de </w:t>
      </w:r>
      <w:proofErr w:type="spellStart"/>
      <w:r w:rsidRPr="007818BD">
        <w:t>Glyndon</w:t>
      </w:r>
      <w:proofErr w:type="spellEnd"/>
      <w:r w:rsidR="00E8465A">
        <w:t xml:space="preserve"> ; </w:t>
      </w:r>
      <w:r w:rsidRPr="007818BD">
        <w:t>tous ces év</w:t>
      </w:r>
      <w:r w:rsidRPr="007818BD">
        <w:t>é</w:t>
      </w:r>
      <w:r w:rsidRPr="007818BD">
        <w:t>nements re</w:t>
      </w:r>
      <w:r w:rsidRPr="007818BD">
        <w:t>m</w:t>
      </w:r>
      <w:r w:rsidRPr="007818BD">
        <w:t>plirent son âme d</w:t>
      </w:r>
      <w:r w:rsidR="00E8465A">
        <w:t>’</w:t>
      </w:r>
      <w:r w:rsidRPr="007818BD">
        <w:t>émotions</w:t>
      </w:r>
      <w:r w:rsidR="00E8465A">
        <w:t xml:space="preserve">, </w:t>
      </w:r>
      <w:r w:rsidRPr="007818BD">
        <w:t>dont la terreur et l</w:t>
      </w:r>
      <w:r w:rsidR="00E8465A">
        <w:t>’</w:t>
      </w:r>
      <w:r w:rsidRPr="007818BD">
        <w:t>effroi mystérieux étaient les moins puissantes</w:t>
      </w:r>
      <w:r w:rsidR="00E8465A">
        <w:t xml:space="preserve">. </w:t>
      </w:r>
      <w:r w:rsidRPr="007818BD">
        <w:t>Un feu</w:t>
      </w:r>
      <w:r w:rsidR="00E8465A">
        <w:t xml:space="preserve">, </w:t>
      </w:r>
      <w:r w:rsidRPr="007818BD">
        <w:t xml:space="preserve">dont les premières étincelles dormaient depuis </w:t>
      </w:r>
      <w:r w:rsidRPr="007818BD">
        <w:lastRenderedPageBreak/>
        <w:t>longtemps</w:t>
      </w:r>
      <w:r w:rsidR="00E8465A">
        <w:t xml:space="preserve">, </w:t>
      </w:r>
      <w:r w:rsidRPr="007818BD">
        <w:t>venait d</w:t>
      </w:r>
      <w:r w:rsidR="00E8465A">
        <w:t>’</w:t>
      </w:r>
      <w:r w:rsidRPr="007818BD">
        <w:t>éclater dans son cœur</w:t>
      </w:r>
      <w:r w:rsidR="00E8465A">
        <w:t xml:space="preserve">, </w:t>
      </w:r>
      <w:r w:rsidRPr="007818BD">
        <w:t>le feu de l</w:t>
      </w:r>
      <w:r w:rsidR="00E8465A">
        <w:t>’</w:t>
      </w:r>
      <w:r w:rsidRPr="007818BD">
        <w:t>asbeste qui s</w:t>
      </w:r>
      <w:r w:rsidR="00E8465A">
        <w:t>’</w:t>
      </w:r>
      <w:r w:rsidRPr="007818BD">
        <w:t>allume</w:t>
      </w:r>
      <w:r w:rsidR="00E8465A">
        <w:t xml:space="preserve">, </w:t>
      </w:r>
      <w:r w:rsidRPr="007818BD">
        <w:t>pour ne s</w:t>
      </w:r>
      <w:r w:rsidR="00E8465A">
        <w:t>’</w:t>
      </w:r>
      <w:r w:rsidRPr="007818BD">
        <w:t>éteindre jamais</w:t>
      </w:r>
      <w:r w:rsidR="00E8465A">
        <w:t xml:space="preserve"> ! </w:t>
      </w:r>
      <w:r w:rsidRPr="007818BD">
        <w:t>Toutes ses aspirations antérieures</w:t>
      </w:r>
      <w:r w:rsidR="00E8465A">
        <w:t xml:space="preserve">, </w:t>
      </w:r>
      <w:r w:rsidRPr="007818BD">
        <w:t>sa jeune ambition</w:t>
      </w:r>
      <w:r w:rsidR="00E8465A">
        <w:t xml:space="preserve">, </w:t>
      </w:r>
      <w:r w:rsidRPr="007818BD">
        <w:t>ses rêves de gloire</w:t>
      </w:r>
      <w:r w:rsidR="00E8465A">
        <w:t xml:space="preserve">, </w:t>
      </w:r>
      <w:r w:rsidRPr="007818BD">
        <w:t>disparai</w:t>
      </w:r>
      <w:r w:rsidRPr="007818BD">
        <w:t>s</w:t>
      </w:r>
      <w:r w:rsidRPr="007818BD">
        <w:t>saient engloutis dans une soif ardente de dépasser les limites de la science humaine</w:t>
      </w:r>
      <w:r w:rsidR="00E8465A">
        <w:t xml:space="preserve">, </w:t>
      </w:r>
      <w:r w:rsidRPr="007818BD">
        <w:t>et d</w:t>
      </w:r>
      <w:r w:rsidR="00E8465A">
        <w:t>’</w:t>
      </w:r>
      <w:r w:rsidRPr="007818BD">
        <w:t>atteindre ce point solennel entre deux mondes</w:t>
      </w:r>
      <w:r w:rsidR="00E8465A">
        <w:t xml:space="preserve">, </w:t>
      </w:r>
      <w:r w:rsidRPr="007818BD">
        <w:t>où le myst</w:t>
      </w:r>
      <w:r w:rsidRPr="007818BD">
        <w:t>é</w:t>
      </w:r>
      <w:r w:rsidRPr="007818BD">
        <w:t>rieux étranger se</w:t>
      </w:r>
      <w:r w:rsidRPr="007818BD">
        <w:t>m</w:t>
      </w:r>
      <w:r w:rsidRPr="007818BD">
        <w:t>blait avoir fixé sa demeure</w:t>
      </w:r>
      <w:r w:rsidR="00E8465A">
        <w:t>.</w:t>
      </w:r>
    </w:p>
    <w:p w14:paraId="4CEFACEE" w14:textId="77777777" w:rsidR="00E8465A" w:rsidRDefault="00E0544E" w:rsidP="00E0544E">
      <w:r w:rsidRPr="007818BD">
        <w:t>Loin de se rappeler avec une nouvelle frayeur le souvenir de l</w:t>
      </w:r>
      <w:r w:rsidR="00E8465A">
        <w:t>’</w:t>
      </w:r>
      <w:r w:rsidRPr="007818BD">
        <w:t>apparition qui l</w:t>
      </w:r>
      <w:r w:rsidR="00E8465A">
        <w:t>’</w:t>
      </w:r>
      <w:r w:rsidRPr="007818BD">
        <w:t>avait d</w:t>
      </w:r>
      <w:r w:rsidR="00E8465A">
        <w:t>’</w:t>
      </w:r>
      <w:r w:rsidRPr="007818BD">
        <w:t>abord tant terrifié</w:t>
      </w:r>
      <w:r w:rsidR="00E8465A">
        <w:t xml:space="preserve">, </w:t>
      </w:r>
      <w:r w:rsidRPr="007818BD">
        <w:t>ce souvenir ne servait qu</w:t>
      </w:r>
      <w:r w:rsidR="00E8465A">
        <w:t>’</w:t>
      </w:r>
      <w:r w:rsidRPr="007818BD">
        <w:t>à embraser sa curiosité et à la conce</w:t>
      </w:r>
      <w:r w:rsidRPr="007818BD">
        <w:t>n</w:t>
      </w:r>
      <w:r w:rsidRPr="007818BD">
        <w:t>trer dans un foyer brûlant</w:t>
      </w:r>
      <w:r w:rsidR="00E8465A">
        <w:t xml:space="preserve">. </w:t>
      </w:r>
      <w:r w:rsidRPr="007818BD">
        <w:t>Il avait dit vrai</w:t>
      </w:r>
      <w:r w:rsidR="00E8465A">
        <w:t xml:space="preserve"> : </w:t>
      </w:r>
      <w:r w:rsidRPr="007818BD">
        <w:rPr>
          <w:i/>
          <w:iCs/>
        </w:rPr>
        <w:t>L</w:t>
      </w:r>
      <w:r w:rsidR="00E8465A">
        <w:rPr>
          <w:i/>
          <w:iCs/>
        </w:rPr>
        <w:t>’</w:t>
      </w:r>
      <w:r w:rsidRPr="007818BD">
        <w:rPr>
          <w:i/>
          <w:iCs/>
        </w:rPr>
        <w:t>amour avait disparu de son cœur</w:t>
      </w:r>
      <w:r w:rsidR="00E8465A">
        <w:t xml:space="preserve"> ; </w:t>
      </w:r>
      <w:r w:rsidRPr="007818BD">
        <w:t>il n</w:t>
      </w:r>
      <w:r w:rsidR="00E8465A">
        <w:t>’</w:t>
      </w:r>
      <w:r w:rsidRPr="007818BD">
        <w:t>y avait plus</w:t>
      </w:r>
      <w:r w:rsidR="00E8465A">
        <w:t xml:space="preserve">, </w:t>
      </w:r>
      <w:r w:rsidRPr="007818BD">
        <w:t>au milieu de ses éléments désordonnés</w:t>
      </w:r>
      <w:r w:rsidR="00E8465A">
        <w:t xml:space="preserve">, </w:t>
      </w:r>
      <w:r w:rsidRPr="007818BD">
        <w:t>un coin calme et serein</w:t>
      </w:r>
      <w:r w:rsidR="00E8465A">
        <w:t xml:space="preserve">, </w:t>
      </w:r>
      <w:r w:rsidRPr="007818BD">
        <w:t>où l</w:t>
      </w:r>
      <w:r w:rsidR="00E8465A">
        <w:t>’</w:t>
      </w:r>
      <w:r w:rsidRPr="007818BD">
        <w:t>affection humaine pût vivre et re</w:t>
      </w:r>
      <w:r w:rsidRPr="007818BD">
        <w:t>s</w:t>
      </w:r>
      <w:r w:rsidRPr="007818BD">
        <w:t>pirer</w:t>
      </w:r>
      <w:r w:rsidR="00E8465A">
        <w:t xml:space="preserve">. </w:t>
      </w:r>
      <w:r w:rsidRPr="007818BD">
        <w:t>L</w:t>
      </w:r>
      <w:r w:rsidR="00E8465A">
        <w:t>’</w:t>
      </w:r>
      <w:r w:rsidRPr="007818BD">
        <w:t>enthousiaste était ravi loin de cette terre</w:t>
      </w:r>
      <w:r w:rsidR="00E8465A">
        <w:t xml:space="preserve">, </w:t>
      </w:r>
      <w:r w:rsidRPr="007818BD">
        <w:t>et il eût aba</w:t>
      </w:r>
      <w:r w:rsidRPr="007818BD">
        <w:t>n</w:t>
      </w:r>
      <w:r w:rsidRPr="007818BD">
        <w:t>donné tout ce que promit jamais la beauté mortelle</w:t>
      </w:r>
      <w:r w:rsidR="00E8465A">
        <w:t xml:space="preserve">, </w:t>
      </w:r>
      <w:r w:rsidRPr="007818BD">
        <w:t>tout ce que rêva jamais la plus ardente espérance</w:t>
      </w:r>
      <w:r w:rsidR="00E8465A">
        <w:t xml:space="preserve">, </w:t>
      </w:r>
      <w:r w:rsidRPr="007818BD">
        <w:t xml:space="preserve">pour une heure passée avec </w:t>
      </w:r>
      <w:proofErr w:type="spellStart"/>
      <w:r w:rsidRPr="007818BD">
        <w:t>Zanoni</w:t>
      </w:r>
      <w:proofErr w:type="spellEnd"/>
      <w:r w:rsidRPr="007818BD">
        <w:t xml:space="preserve"> </w:t>
      </w:r>
      <w:proofErr w:type="spellStart"/>
      <w:r w:rsidRPr="007818BD">
        <w:t>au delà</w:t>
      </w:r>
      <w:proofErr w:type="spellEnd"/>
      <w:r w:rsidRPr="007818BD">
        <w:t xml:space="preserve"> des ba</w:t>
      </w:r>
      <w:r w:rsidRPr="007818BD">
        <w:t>r</w:t>
      </w:r>
      <w:r w:rsidRPr="007818BD">
        <w:t>rières du monde visible</w:t>
      </w:r>
      <w:r w:rsidR="00E8465A">
        <w:t>.</w:t>
      </w:r>
    </w:p>
    <w:p w14:paraId="5F7CE47E" w14:textId="77777777" w:rsidR="00E8465A" w:rsidRDefault="00E0544E" w:rsidP="00E0544E">
      <w:r w:rsidRPr="007818BD">
        <w:t>Il se leva oppressé</w:t>
      </w:r>
      <w:r w:rsidR="00E8465A">
        <w:t xml:space="preserve">, </w:t>
      </w:r>
      <w:r w:rsidRPr="007818BD">
        <w:t>surexcité par les nouvelles pensées qui le brûlaient de leur fiévreuse impétuosité</w:t>
      </w:r>
      <w:r w:rsidR="00E8465A">
        <w:t xml:space="preserve"> ; </w:t>
      </w:r>
      <w:r w:rsidRPr="007818BD">
        <w:t>il ouvrit sa fenêtre pour respirer</w:t>
      </w:r>
      <w:r w:rsidR="00E8465A">
        <w:t xml:space="preserve">. </w:t>
      </w:r>
      <w:r w:rsidRPr="007818BD">
        <w:t>La mer dormait</w:t>
      </w:r>
      <w:r w:rsidR="00E8465A">
        <w:t xml:space="preserve">, </w:t>
      </w:r>
      <w:r w:rsidRPr="007818BD">
        <w:t>éclairée de la molle clarté des étoiles</w:t>
      </w:r>
      <w:r w:rsidR="00E8465A">
        <w:t xml:space="preserve">, </w:t>
      </w:r>
      <w:r w:rsidRPr="007818BD">
        <w:t>et jamais avec plus d</w:t>
      </w:r>
      <w:r w:rsidR="00E8465A">
        <w:t>’</w:t>
      </w:r>
      <w:r w:rsidRPr="007818BD">
        <w:t>éloquence la calme immobilité du ciel ne prêcha à la folie des passions humaines la morale du r</w:t>
      </w:r>
      <w:r w:rsidRPr="007818BD">
        <w:t>e</w:t>
      </w:r>
      <w:r w:rsidRPr="007818BD">
        <w:t>pos</w:t>
      </w:r>
      <w:r w:rsidR="00E8465A">
        <w:t xml:space="preserve">. </w:t>
      </w:r>
      <w:r w:rsidRPr="007818BD">
        <w:t xml:space="preserve">Mais telle était la disposition de </w:t>
      </w:r>
      <w:proofErr w:type="spellStart"/>
      <w:r w:rsidRPr="007818BD">
        <w:t>Glyndon</w:t>
      </w:r>
      <w:proofErr w:type="spellEnd"/>
      <w:r w:rsidR="00E8465A">
        <w:t xml:space="preserve">, </w:t>
      </w:r>
      <w:r w:rsidRPr="007818BD">
        <w:t>que ce silence même et ce recueillement ne faisaient qu</w:t>
      </w:r>
      <w:r w:rsidR="00E8465A">
        <w:t>’</w:t>
      </w:r>
      <w:r w:rsidRPr="007818BD">
        <w:t>enflammer les désirs insatiables qui dévoraient son âme</w:t>
      </w:r>
      <w:r w:rsidR="00E8465A">
        <w:t xml:space="preserve"> : </w:t>
      </w:r>
      <w:r w:rsidRPr="007818BD">
        <w:t>les étoiles solennelles</w:t>
      </w:r>
      <w:r w:rsidR="00E8465A">
        <w:t xml:space="preserve">, </w:t>
      </w:r>
      <w:r w:rsidRPr="007818BD">
        <w:t>my</w:t>
      </w:r>
      <w:r w:rsidRPr="007818BD">
        <w:t>s</w:t>
      </w:r>
      <w:r w:rsidRPr="007818BD">
        <w:t>tères elles-mêmes</w:t>
      </w:r>
      <w:r w:rsidR="00E8465A">
        <w:t xml:space="preserve">, </w:t>
      </w:r>
      <w:r w:rsidRPr="007818BD">
        <w:t>semblaient par une affinité sympathique ag</w:t>
      </w:r>
      <w:r w:rsidRPr="007818BD">
        <w:t>i</w:t>
      </w:r>
      <w:r w:rsidRPr="007818BD">
        <w:t>ter les ailes de l</w:t>
      </w:r>
      <w:r w:rsidR="00E8465A">
        <w:t>’</w:t>
      </w:r>
      <w:r w:rsidRPr="007818BD">
        <w:t>âme déjà impatiente de sa prison</w:t>
      </w:r>
      <w:r w:rsidR="00E8465A">
        <w:t xml:space="preserve">. </w:t>
      </w:r>
      <w:r w:rsidRPr="007818BD">
        <w:t>Il regardait encore</w:t>
      </w:r>
      <w:r w:rsidR="00E8465A">
        <w:t xml:space="preserve">, </w:t>
      </w:r>
      <w:r w:rsidRPr="007818BD">
        <w:t>quand une étoile se détacha du groupe de ses sœurs l</w:t>
      </w:r>
      <w:r w:rsidRPr="007818BD">
        <w:t>u</w:t>
      </w:r>
      <w:r w:rsidRPr="007818BD">
        <w:t>mineuses</w:t>
      </w:r>
      <w:r w:rsidR="00E8465A">
        <w:t xml:space="preserve">, </w:t>
      </w:r>
      <w:r w:rsidRPr="007818BD">
        <w:t>et disparut dans les profondeurs de l</w:t>
      </w:r>
      <w:r w:rsidR="00E8465A">
        <w:t>’</w:t>
      </w:r>
      <w:r w:rsidRPr="007818BD">
        <w:t>espace</w:t>
      </w:r>
      <w:r w:rsidR="00E8465A">
        <w:t>.</w:t>
      </w:r>
    </w:p>
    <w:p w14:paraId="4433F804" w14:textId="77777777" w:rsidR="00E8465A" w:rsidRDefault="00E0544E" w:rsidP="00E8465A">
      <w:pPr>
        <w:pStyle w:val="Titre2"/>
        <w:pageBreakBefore/>
      </w:pPr>
      <w:bookmarkStart w:id="35" w:name="_Toc199963084"/>
      <w:r w:rsidRPr="007818BD">
        <w:lastRenderedPageBreak/>
        <w:t>CHAPITRE</w:t>
      </w:r>
      <w:r w:rsidR="00E8465A">
        <w:t xml:space="preserve"> </w:t>
      </w:r>
      <w:r w:rsidRPr="007818BD">
        <w:t>XIII</w:t>
      </w:r>
      <w:r w:rsidR="00E8465A">
        <w:t>.</w:t>
      </w:r>
      <w:bookmarkEnd w:id="35"/>
    </w:p>
    <w:p w14:paraId="76175555" w14:textId="77777777" w:rsidR="00E8465A" w:rsidRDefault="00E0544E" w:rsidP="00E0544E">
      <w:pPr>
        <w:pStyle w:val="NormalRetraitGauche4XIndent0"/>
        <w:spacing w:before="0" w:after="0"/>
        <w:rPr>
          <w:rStyle w:val="Taille-1Caracteres"/>
        </w:rPr>
      </w:pPr>
      <w:r w:rsidRPr="007818BD">
        <w:rPr>
          <w:rStyle w:val="Taille-1Caracteres"/>
        </w:rPr>
        <w:t>Va-t</w:t>
      </w:r>
      <w:r w:rsidR="00E8465A">
        <w:rPr>
          <w:rStyle w:val="Taille-1Caracteres"/>
        </w:rPr>
        <w:t>’</w:t>
      </w:r>
      <w:r w:rsidRPr="007818BD">
        <w:rPr>
          <w:rStyle w:val="Taille-1Caracteres"/>
        </w:rPr>
        <w:t>en</w:t>
      </w:r>
      <w:r w:rsidR="00E8465A">
        <w:rPr>
          <w:rStyle w:val="Taille-1Caracteres"/>
        </w:rPr>
        <w:t xml:space="preserve">, </w:t>
      </w:r>
      <w:r w:rsidRPr="007818BD">
        <w:rPr>
          <w:rStyle w:val="Taille-1Caracteres"/>
        </w:rPr>
        <w:t>au nom du ciel</w:t>
      </w:r>
      <w:r w:rsidR="00E8465A">
        <w:rPr>
          <w:rStyle w:val="Taille-1Caracteres"/>
        </w:rPr>
        <w:t xml:space="preserve"> ; </w:t>
      </w:r>
      <w:r w:rsidRPr="007818BD">
        <w:rPr>
          <w:rStyle w:val="Taille-1Caracteres"/>
        </w:rPr>
        <w:t>je t</w:t>
      </w:r>
      <w:r w:rsidR="00E8465A">
        <w:rPr>
          <w:rStyle w:val="Taille-1Caracteres"/>
        </w:rPr>
        <w:t>’</w:t>
      </w:r>
      <w:r w:rsidRPr="007818BD">
        <w:rPr>
          <w:rStyle w:val="Taille-1Caracteres"/>
        </w:rPr>
        <w:t>aime mieux que moi-même</w:t>
      </w:r>
      <w:r w:rsidR="00E8465A">
        <w:rPr>
          <w:rStyle w:val="Taille-1Caracteres"/>
        </w:rPr>
        <w:t xml:space="preserve">, </w:t>
      </w:r>
      <w:r w:rsidRPr="007818BD">
        <w:rPr>
          <w:rStyle w:val="Taille-1Caracteres"/>
        </w:rPr>
        <w:t>car je suis venu ici armé contre moi seul</w:t>
      </w:r>
      <w:r w:rsidR="00E8465A">
        <w:rPr>
          <w:rStyle w:val="Taille-1Caracteres"/>
        </w:rPr>
        <w:t>.</w:t>
      </w:r>
    </w:p>
    <w:p w14:paraId="30815F7A" w14:textId="2A3CB5CD" w:rsidR="00E8465A" w:rsidRDefault="00E8465A" w:rsidP="00E0544E">
      <w:pPr>
        <w:jc w:val="right"/>
        <w:rPr>
          <w:rStyle w:val="Taille-1Caracteres"/>
        </w:rPr>
      </w:pPr>
      <w:r>
        <w:rPr>
          <w:rStyle w:val="Taille-1Caracteres"/>
        </w:rPr>
        <w:t>(</w:t>
      </w:r>
      <w:r w:rsidR="00E0544E" w:rsidRPr="007818BD">
        <w:rPr>
          <w:rStyle w:val="Taille-1Caracteres"/>
          <w:i/>
        </w:rPr>
        <w:t>Roméo et Juliette</w:t>
      </w:r>
      <w:r>
        <w:rPr>
          <w:rStyle w:val="Taille-1Caracteres"/>
        </w:rPr>
        <w:t>.)</w:t>
      </w:r>
    </w:p>
    <w:p w14:paraId="0BB523A2" w14:textId="77777777" w:rsidR="00E8465A" w:rsidRDefault="00E0544E" w:rsidP="00E0544E">
      <w:r w:rsidRPr="007818BD">
        <w:t xml:space="preserve">La jeune actrice et </w:t>
      </w:r>
      <w:proofErr w:type="spellStart"/>
      <w:r w:rsidRPr="007818BD">
        <w:t>Gionetta</w:t>
      </w:r>
      <w:proofErr w:type="spellEnd"/>
      <w:r w:rsidRPr="007818BD">
        <w:t xml:space="preserve"> étaient revenues du théâtre</w:t>
      </w:r>
      <w:r w:rsidR="00E8465A">
        <w:t xml:space="preserve">, </w:t>
      </w:r>
      <w:r w:rsidRPr="007818BD">
        <w:t>et Viola fatiguée et épu</w:t>
      </w:r>
      <w:r w:rsidRPr="007818BD">
        <w:t>i</w:t>
      </w:r>
      <w:r w:rsidRPr="007818BD">
        <w:t>sée s</w:t>
      </w:r>
      <w:r w:rsidR="00E8465A">
        <w:t>’</w:t>
      </w:r>
      <w:r w:rsidRPr="007818BD">
        <w:t>était jetée sur un sofa</w:t>
      </w:r>
      <w:r w:rsidR="00E8465A">
        <w:t xml:space="preserve">, </w:t>
      </w:r>
      <w:r w:rsidRPr="007818BD">
        <w:t xml:space="preserve">tandis que </w:t>
      </w:r>
      <w:proofErr w:type="spellStart"/>
      <w:r w:rsidRPr="007818BD">
        <w:t>Gionetta</w:t>
      </w:r>
      <w:proofErr w:type="spellEnd"/>
      <w:r w:rsidRPr="007818BD">
        <w:t xml:space="preserve"> s</w:t>
      </w:r>
      <w:r w:rsidR="00E8465A">
        <w:t>’</w:t>
      </w:r>
      <w:r w:rsidRPr="007818BD">
        <w:t>occupait des longues boucles de cette opulente chev</w:t>
      </w:r>
      <w:r w:rsidRPr="007818BD">
        <w:t>e</w:t>
      </w:r>
      <w:r w:rsidRPr="007818BD">
        <w:t>lure</w:t>
      </w:r>
      <w:r w:rsidR="00E8465A">
        <w:t xml:space="preserve">, </w:t>
      </w:r>
      <w:r w:rsidRPr="007818BD">
        <w:t>qui</w:t>
      </w:r>
      <w:r w:rsidR="00E8465A">
        <w:t xml:space="preserve">, </w:t>
      </w:r>
      <w:r w:rsidRPr="007818BD">
        <w:t>libres de tout lien</w:t>
      </w:r>
      <w:r w:rsidR="00E8465A">
        <w:t xml:space="preserve">, </w:t>
      </w:r>
      <w:r w:rsidRPr="007818BD">
        <w:t>cachaient à demi la forme de l</w:t>
      </w:r>
      <w:r w:rsidR="00E8465A">
        <w:t>’</w:t>
      </w:r>
      <w:r w:rsidRPr="007818BD">
        <w:t>artiste</w:t>
      </w:r>
      <w:r w:rsidR="00E8465A">
        <w:t xml:space="preserve">, </w:t>
      </w:r>
      <w:r w:rsidRPr="007818BD">
        <w:t>comme un voile de fil d</w:t>
      </w:r>
      <w:r w:rsidR="00E8465A">
        <w:t>’</w:t>
      </w:r>
      <w:r w:rsidRPr="007818BD">
        <w:t>or</w:t>
      </w:r>
      <w:r w:rsidR="00E8465A">
        <w:t xml:space="preserve">. </w:t>
      </w:r>
      <w:r w:rsidRPr="007818BD">
        <w:t xml:space="preserve">Tout en </w:t>
      </w:r>
      <w:proofErr w:type="spellStart"/>
      <w:r w:rsidRPr="007818BD">
        <w:t>lissant</w:t>
      </w:r>
      <w:proofErr w:type="spellEnd"/>
      <w:r w:rsidRPr="007818BD">
        <w:t xml:space="preserve"> les tresses luxuriantes</w:t>
      </w:r>
      <w:r w:rsidR="00E8465A">
        <w:t xml:space="preserve">, </w:t>
      </w:r>
      <w:r w:rsidRPr="007818BD">
        <w:t>la vieille nourrice commentait les petits évén</w:t>
      </w:r>
      <w:r w:rsidRPr="007818BD">
        <w:t>e</w:t>
      </w:r>
      <w:r w:rsidRPr="007818BD">
        <w:t>ments de la soirée</w:t>
      </w:r>
      <w:r w:rsidR="00E8465A">
        <w:t xml:space="preserve">, </w:t>
      </w:r>
      <w:r w:rsidRPr="007818BD">
        <w:t>les cancans et les intrigues de la scène et des coulisses</w:t>
      </w:r>
      <w:r w:rsidR="00E8465A">
        <w:t xml:space="preserve">. </w:t>
      </w:r>
      <w:proofErr w:type="spellStart"/>
      <w:r w:rsidRPr="007818BD">
        <w:t>Gionetta</w:t>
      </w:r>
      <w:proofErr w:type="spellEnd"/>
      <w:r w:rsidRPr="007818BD">
        <w:t xml:space="preserve"> était une bonne et digne âme</w:t>
      </w:r>
      <w:r w:rsidR="00E8465A">
        <w:t xml:space="preserve"> ; </w:t>
      </w:r>
      <w:proofErr w:type="spellStart"/>
      <w:r w:rsidRPr="007818BD">
        <w:t>Almanzor</w:t>
      </w:r>
      <w:proofErr w:type="spellEnd"/>
      <w:r w:rsidR="00E8465A">
        <w:t xml:space="preserve">, </w:t>
      </w:r>
      <w:r w:rsidRPr="007818BD">
        <w:t>dans la tragédie de Dryden</w:t>
      </w:r>
      <w:r w:rsidR="00E8465A">
        <w:t xml:space="preserve">, </w:t>
      </w:r>
      <w:proofErr w:type="spellStart"/>
      <w:r w:rsidRPr="007818BD">
        <w:rPr>
          <w:i/>
          <w:iCs/>
        </w:rPr>
        <w:t>Almahide</w:t>
      </w:r>
      <w:proofErr w:type="spellEnd"/>
      <w:r w:rsidR="00E8465A">
        <w:t xml:space="preserve">, </w:t>
      </w:r>
      <w:r w:rsidRPr="007818BD">
        <w:t>ne mit pas plus d</w:t>
      </w:r>
      <w:r w:rsidR="00E8465A">
        <w:t>’</w:t>
      </w:r>
      <w:r w:rsidRPr="007818BD">
        <w:t>indifférence intrépide à changer de camp</w:t>
      </w:r>
      <w:r w:rsidR="00E8465A">
        <w:t xml:space="preserve">, </w:t>
      </w:r>
      <w:r w:rsidRPr="007818BD">
        <w:t>que n</w:t>
      </w:r>
      <w:r w:rsidR="00E8465A">
        <w:t>’</w:t>
      </w:r>
      <w:r w:rsidRPr="007818BD">
        <w:t>en mettait la duègne exemplaire</w:t>
      </w:r>
      <w:r w:rsidR="00E8465A">
        <w:t xml:space="preserve">. </w:t>
      </w:r>
      <w:r w:rsidRPr="007818BD">
        <w:t>D</w:t>
      </w:r>
      <w:r w:rsidR="00E8465A">
        <w:t>’</w:t>
      </w:r>
      <w:r w:rsidRPr="007818BD">
        <w:t>abord elle était peinée et scandalisée que Viola n</w:t>
      </w:r>
      <w:r w:rsidR="00E8465A">
        <w:t>’</w:t>
      </w:r>
      <w:r w:rsidRPr="007818BD">
        <w:t>eût pas fait choix d</w:t>
      </w:r>
      <w:r w:rsidR="00E8465A">
        <w:t>’</w:t>
      </w:r>
      <w:r w:rsidRPr="007818BD">
        <w:t>un cavalier préféré</w:t>
      </w:r>
      <w:r w:rsidR="00E8465A">
        <w:t xml:space="preserve"> ; </w:t>
      </w:r>
      <w:r w:rsidRPr="007818BD">
        <w:t>seulement ce choix</w:t>
      </w:r>
      <w:r w:rsidR="00E8465A">
        <w:t xml:space="preserve">, </w:t>
      </w:r>
      <w:r w:rsidRPr="007818BD">
        <w:t>elle le laissait e</w:t>
      </w:r>
      <w:r w:rsidRPr="007818BD">
        <w:t>n</w:t>
      </w:r>
      <w:r w:rsidRPr="007818BD">
        <w:t>tièrement à sa belle maîtresse</w:t>
      </w:r>
      <w:r w:rsidR="00E8465A">
        <w:t xml:space="preserve"> ; </w:t>
      </w:r>
      <w:proofErr w:type="spellStart"/>
      <w:r w:rsidRPr="007818BD">
        <w:t>Zegri</w:t>
      </w:r>
      <w:proofErr w:type="spellEnd"/>
      <w:r w:rsidRPr="007818BD">
        <w:t xml:space="preserve"> ou </w:t>
      </w:r>
      <w:proofErr w:type="spellStart"/>
      <w:r w:rsidRPr="007818BD">
        <w:t>Abencerrage</w:t>
      </w:r>
      <w:proofErr w:type="spellEnd"/>
      <w:r w:rsidR="00E8465A">
        <w:t xml:space="preserve">, </w:t>
      </w:r>
      <w:proofErr w:type="spellStart"/>
      <w:r w:rsidRPr="007818BD">
        <w:t>Glyndon</w:t>
      </w:r>
      <w:proofErr w:type="spellEnd"/>
      <w:r w:rsidRPr="007818BD">
        <w:t xml:space="preserve"> ou </w:t>
      </w:r>
      <w:proofErr w:type="spellStart"/>
      <w:r w:rsidRPr="007818BD">
        <w:t>Zanoni</w:t>
      </w:r>
      <w:proofErr w:type="spellEnd"/>
      <w:r w:rsidR="00E8465A">
        <w:t xml:space="preserve">, </w:t>
      </w:r>
      <w:r w:rsidRPr="007818BD">
        <w:t>c</w:t>
      </w:r>
      <w:r w:rsidR="00E8465A">
        <w:t>’</w:t>
      </w:r>
      <w:r w:rsidRPr="007818BD">
        <w:t>eût été tout un pour elle</w:t>
      </w:r>
      <w:r w:rsidR="00E8465A">
        <w:t xml:space="preserve">, </w:t>
      </w:r>
      <w:r w:rsidRPr="007818BD">
        <w:t>sauf pourtant que les bruits qu</w:t>
      </w:r>
      <w:r w:rsidR="00E8465A">
        <w:t>’</w:t>
      </w:r>
      <w:r w:rsidRPr="007818BD">
        <w:t>elle avait recueillis sur le dernier</w:t>
      </w:r>
      <w:r w:rsidR="00E8465A">
        <w:t xml:space="preserve">, </w:t>
      </w:r>
      <w:r w:rsidRPr="007818BD">
        <w:t>combinés avec l</w:t>
      </w:r>
      <w:r w:rsidR="00E8465A">
        <w:t>’</w:t>
      </w:r>
      <w:r w:rsidRPr="007818BD">
        <w:t>éloge qu</w:t>
      </w:r>
      <w:r w:rsidR="00E8465A">
        <w:t>’</w:t>
      </w:r>
      <w:r w:rsidRPr="007818BD">
        <w:t>il faisait lui-même de son rival</w:t>
      </w:r>
      <w:r w:rsidR="00E8465A">
        <w:t xml:space="preserve">, </w:t>
      </w:r>
      <w:r w:rsidRPr="007818BD">
        <w:t>lui donnaient une certaine préférence pour l</w:t>
      </w:r>
      <w:r w:rsidR="00E8465A">
        <w:t>’</w:t>
      </w:r>
      <w:r w:rsidRPr="007818BD">
        <w:t>Anglais</w:t>
      </w:r>
      <w:r w:rsidR="00E8465A">
        <w:t xml:space="preserve">. </w:t>
      </w:r>
      <w:r w:rsidRPr="007818BD">
        <w:t>Elle interpr</w:t>
      </w:r>
      <w:r w:rsidRPr="007818BD">
        <w:t>é</w:t>
      </w:r>
      <w:r w:rsidRPr="007818BD">
        <w:t>tait à faux le soupir lourd et impatient dont Viola accueillait l</w:t>
      </w:r>
      <w:r w:rsidR="00E8465A">
        <w:t>’</w:t>
      </w:r>
      <w:r w:rsidRPr="007818BD">
        <w:t xml:space="preserve">éloge de </w:t>
      </w:r>
      <w:proofErr w:type="spellStart"/>
      <w:r w:rsidRPr="007818BD">
        <w:t>Glyndon</w:t>
      </w:r>
      <w:proofErr w:type="spellEnd"/>
      <w:r w:rsidR="00E8465A">
        <w:t xml:space="preserve">, </w:t>
      </w:r>
      <w:r w:rsidRPr="007818BD">
        <w:t>et elle épuisa toute sa puissance de panég</w:t>
      </w:r>
      <w:r w:rsidRPr="007818BD">
        <w:t>y</w:t>
      </w:r>
      <w:r w:rsidRPr="007818BD">
        <w:t>rique sur l</w:t>
      </w:r>
      <w:r w:rsidR="00E8465A">
        <w:t>’</w:t>
      </w:r>
      <w:r w:rsidRPr="007818BD">
        <w:t>objet supposé de ce soupir</w:t>
      </w:r>
      <w:r w:rsidR="00E8465A">
        <w:t>.</w:t>
      </w:r>
    </w:p>
    <w:p w14:paraId="7F6E6145" w14:textId="77777777" w:rsidR="00E8465A" w:rsidRDefault="00E8465A" w:rsidP="00E0544E">
      <w:r>
        <w:t>« </w:t>
      </w:r>
      <w:r w:rsidR="00E0544E" w:rsidRPr="007818BD">
        <w:t>Et puis</w:t>
      </w:r>
      <w:r>
        <w:t xml:space="preserve">, </w:t>
      </w:r>
      <w:r w:rsidR="00E0544E" w:rsidRPr="007818BD">
        <w:t>dit-elle</w:t>
      </w:r>
      <w:r>
        <w:t xml:space="preserve">, </w:t>
      </w:r>
      <w:r w:rsidR="00E0544E" w:rsidRPr="007818BD">
        <w:t>n</w:t>
      </w:r>
      <w:r>
        <w:t>’</w:t>
      </w:r>
      <w:r w:rsidR="00E0544E" w:rsidRPr="007818BD">
        <w:t>y eût-il aucun autre grief contre l</w:t>
      </w:r>
      <w:r>
        <w:t>’</w:t>
      </w:r>
      <w:r w:rsidR="00E0544E" w:rsidRPr="007818BD">
        <w:t xml:space="preserve">autre </w:t>
      </w:r>
      <w:proofErr w:type="spellStart"/>
      <w:r w:rsidR="00E0544E" w:rsidRPr="007818BD">
        <w:t>signor</w:t>
      </w:r>
      <w:proofErr w:type="spellEnd"/>
      <w:r>
        <w:t xml:space="preserve">, </w:t>
      </w:r>
      <w:r w:rsidR="00E0544E" w:rsidRPr="007818BD">
        <w:t>n</w:t>
      </w:r>
      <w:r>
        <w:t>’</w:t>
      </w:r>
      <w:r w:rsidR="00E0544E" w:rsidRPr="007818BD">
        <w:t>est-ce pas assez qu</w:t>
      </w:r>
      <w:r>
        <w:t>’</w:t>
      </w:r>
      <w:r w:rsidR="00E0544E" w:rsidRPr="007818BD">
        <w:t>il soit sur le point de quitter N</w:t>
      </w:r>
      <w:r w:rsidR="00E0544E" w:rsidRPr="007818BD">
        <w:t>a</w:t>
      </w:r>
      <w:r w:rsidR="00E0544E" w:rsidRPr="007818BD">
        <w:t>ples</w:t>
      </w:r>
      <w:r>
        <w:t> ?</w:t>
      </w:r>
    </w:p>
    <w:p w14:paraId="5092918B" w14:textId="77777777" w:rsidR="00E8465A" w:rsidRDefault="00E8465A" w:rsidP="00E0544E">
      <w:r>
        <w:t>— </w:t>
      </w:r>
      <w:r w:rsidR="00E0544E" w:rsidRPr="007818BD">
        <w:t>Quitter Naples</w:t>
      </w:r>
      <w:r>
        <w:t xml:space="preserve">, </w:t>
      </w:r>
      <w:proofErr w:type="spellStart"/>
      <w:r w:rsidR="00E0544E" w:rsidRPr="007818BD">
        <w:t>Zanoni</w:t>
      </w:r>
      <w:proofErr w:type="spellEnd"/>
      <w:r>
        <w:t> ?</w:t>
      </w:r>
    </w:p>
    <w:p w14:paraId="1B707941" w14:textId="77777777" w:rsidR="00E8465A" w:rsidRDefault="00E8465A" w:rsidP="00E0544E">
      <w:r>
        <w:lastRenderedPageBreak/>
        <w:t>— </w:t>
      </w:r>
      <w:r w:rsidR="00E0544E" w:rsidRPr="007818BD">
        <w:t>Oui</w:t>
      </w:r>
      <w:r>
        <w:t xml:space="preserve">, </w:t>
      </w:r>
      <w:r w:rsidR="00E0544E" w:rsidRPr="007818BD">
        <w:t>ma chère maîtresse</w:t>
      </w:r>
      <w:r>
        <w:t xml:space="preserve"> : </w:t>
      </w:r>
      <w:r w:rsidR="00E0544E" w:rsidRPr="007818BD">
        <w:t>en passant aujourd</w:t>
      </w:r>
      <w:r>
        <w:t>’</w:t>
      </w:r>
      <w:r w:rsidR="00E0544E" w:rsidRPr="007818BD">
        <w:t>hui par le môle</w:t>
      </w:r>
      <w:r>
        <w:t xml:space="preserve">, </w:t>
      </w:r>
      <w:r w:rsidR="00E0544E" w:rsidRPr="007818BD">
        <w:t>j</w:t>
      </w:r>
      <w:r>
        <w:t>’</w:t>
      </w:r>
      <w:r w:rsidR="00E0544E" w:rsidRPr="007818BD">
        <w:t>ai vu une foule rassemblée autour de quelques matelots étrangers</w:t>
      </w:r>
      <w:r>
        <w:t xml:space="preserve">. </w:t>
      </w:r>
      <w:r w:rsidR="00E0544E" w:rsidRPr="007818BD">
        <w:t>Son navire est arrivé ce matin</w:t>
      </w:r>
      <w:r>
        <w:t xml:space="preserve">, </w:t>
      </w:r>
      <w:r w:rsidR="00E0544E" w:rsidRPr="007818BD">
        <w:t>et il est mouillé dans le golfe</w:t>
      </w:r>
      <w:r>
        <w:t xml:space="preserve">. </w:t>
      </w:r>
      <w:r w:rsidR="00E0544E" w:rsidRPr="007818BD">
        <w:t>Les matelots disent qu</w:t>
      </w:r>
      <w:r>
        <w:t>’</w:t>
      </w:r>
      <w:r w:rsidR="00E0544E" w:rsidRPr="007818BD">
        <w:t>ils ont l</w:t>
      </w:r>
      <w:r>
        <w:t>’</w:t>
      </w:r>
      <w:r w:rsidR="00E0544E" w:rsidRPr="007818BD">
        <w:t>ordre de se tenir prêts à appareiller au premier vent</w:t>
      </w:r>
      <w:r>
        <w:t xml:space="preserve"> ; </w:t>
      </w:r>
      <w:r w:rsidR="00E0544E" w:rsidRPr="007818BD">
        <w:t>ils étaient occupés à embarquer des vivres frais</w:t>
      </w:r>
      <w:r>
        <w:t>.</w:t>
      </w:r>
    </w:p>
    <w:p w14:paraId="6EABD888" w14:textId="21E64EF9" w:rsidR="00E0544E" w:rsidRPr="007818BD" w:rsidRDefault="00E8465A" w:rsidP="00E0544E">
      <w:r>
        <w:t>— </w:t>
      </w:r>
      <w:r w:rsidR="00E0544E" w:rsidRPr="007818BD">
        <w:t>Laisse-moi</w:t>
      </w:r>
      <w:r>
        <w:t xml:space="preserve">, </w:t>
      </w:r>
      <w:proofErr w:type="spellStart"/>
      <w:r w:rsidR="00E0544E" w:rsidRPr="007818BD">
        <w:t>Gionetta</w:t>
      </w:r>
      <w:proofErr w:type="spellEnd"/>
      <w:r>
        <w:t xml:space="preserve">, </w:t>
      </w:r>
      <w:r w:rsidR="00E0544E" w:rsidRPr="007818BD">
        <w:t>laisse-moi</w:t>
      </w:r>
      <w:r>
        <w:t> ! »</w:t>
      </w:r>
    </w:p>
    <w:p w14:paraId="26BA82D3" w14:textId="77777777" w:rsidR="00E8465A" w:rsidRDefault="00E0544E" w:rsidP="00E0544E">
      <w:r w:rsidRPr="007818BD">
        <w:t>Le temps n</w:t>
      </w:r>
      <w:r w:rsidR="00E8465A">
        <w:t>’</w:t>
      </w:r>
      <w:r w:rsidRPr="007818BD">
        <w:t xml:space="preserve">était plus où elle pouvait faire de </w:t>
      </w:r>
      <w:proofErr w:type="spellStart"/>
      <w:r w:rsidRPr="007818BD">
        <w:t>Gionetta</w:t>
      </w:r>
      <w:proofErr w:type="spellEnd"/>
      <w:r w:rsidRPr="007818BD">
        <w:t xml:space="preserve"> sa confidente</w:t>
      </w:r>
      <w:r w:rsidR="00E8465A">
        <w:t xml:space="preserve">. </w:t>
      </w:r>
      <w:r w:rsidRPr="007818BD">
        <w:t>Ses pensées en étaient arrivées à ce point</w:t>
      </w:r>
      <w:r w:rsidR="00E8465A">
        <w:t xml:space="preserve">, </w:t>
      </w:r>
      <w:r w:rsidRPr="007818BD">
        <w:t>où le cœur se refuse à tout épanchement</w:t>
      </w:r>
      <w:r w:rsidR="00E8465A">
        <w:t xml:space="preserve">, </w:t>
      </w:r>
      <w:r w:rsidRPr="007818BD">
        <w:t>et sent qu</w:t>
      </w:r>
      <w:r w:rsidR="00E8465A">
        <w:t>’</w:t>
      </w:r>
      <w:r w:rsidRPr="007818BD">
        <w:t>il ne peut plus être compris</w:t>
      </w:r>
      <w:r w:rsidR="00E8465A">
        <w:t xml:space="preserve">. </w:t>
      </w:r>
      <w:r w:rsidRPr="007818BD">
        <w:t>Seule</w:t>
      </w:r>
      <w:r w:rsidR="00E8465A">
        <w:t xml:space="preserve">, </w:t>
      </w:r>
      <w:r w:rsidRPr="007818BD">
        <w:t>maintenant</w:t>
      </w:r>
      <w:r w:rsidR="00E8465A">
        <w:t xml:space="preserve">, </w:t>
      </w:r>
      <w:r w:rsidRPr="007818BD">
        <w:t>dans la pièce principale de la maison</w:t>
      </w:r>
      <w:r w:rsidR="00E8465A">
        <w:t xml:space="preserve">, </w:t>
      </w:r>
      <w:r w:rsidRPr="007818BD">
        <w:t>elle en mesurait l</w:t>
      </w:r>
      <w:r w:rsidR="00E8465A">
        <w:t>’</w:t>
      </w:r>
      <w:r w:rsidRPr="007818BD">
        <w:t>étroit espace à pas tremblants et ag</w:t>
      </w:r>
      <w:r w:rsidRPr="007818BD">
        <w:t>i</w:t>
      </w:r>
      <w:r w:rsidRPr="007818BD">
        <w:t>tés</w:t>
      </w:r>
      <w:r w:rsidR="00E8465A">
        <w:t xml:space="preserve"> : </w:t>
      </w:r>
      <w:r w:rsidRPr="007818BD">
        <w:t>elle se souvint des prétentions odieuses de Nicot</w:t>
      </w:r>
      <w:r w:rsidR="00E8465A">
        <w:t xml:space="preserve">, </w:t>
      </w:r>
      <w:r w:rsidRPr="007818BD">
        <w:t>de l</w:t>
      </w:r>
      <w:r w:rsidR="00E8465A">
        <w:t>’</w:t>
      </w:r>
      <w:r w:rsidRPr="007818BD">
        <w:t xml:space="preserve">injurieuse réponse de </w:t>
      </w:r>
      <w:proofErr w:type="spellStart"/>
      <w:r w:rsidRPr="007818BD">
        <w:t>Glyndon</w:t>
      </w:r>
      <w:proofErr w:type="spellEnd"/>
      <w:r w:rsidR="00E8465A">
        <w:t xml:space="preserve"> ; </w:t>
      </w:r>
      <w:r w:rsidRPr="007818BD">
        <w:t>et son cœur se souleva au so</w:t>
      </w:r>
      <w:r w:rsidRPr="007818BD">
        <w:t>u</w:t>
      </w:r>
      <w:r w:rsidRPr="007818BD">
        <w:t>venir des vains applaudissements qui</w:t>
      </w:r>
      <w:r w:rsidR="00E8465A">
        <w:t xml:space="preserve">, </w:t>
      </w:r>
      <w:r w:rsidRPr="007818BD">
        <w:t>prodigués à l</w:t>
      </w:r>
      <w:r w:rsidR="00E8465A">
        <w:t>’</w:t>
      </w:r>
      <w:r w:rsidRPr="007818BD">
        <w:t>actrice et non à la femme</w:t>
      </w:r>
      <w:r w:rsidR="00E8465A">
        <w:t xml:space="preserve">, </w:t>
      </w:r>
      <w:r w:rsidRPr="007818BD">
        <w:t>ne se</w:t>
      </w:r>
      <w:r w:rsidRPr="007818BD">
        <w:t>r</w:t>
      </w:r>
      <w:r w:rsidRPr="007818BD">
        <w:t>vaient qu</w:t>
      </w:r>
      <w:r w:rsidR="00E8465A">
        <w:t>’</w:t>
      </w:r>
      <w:r w:rsidRPr="007818BD">
        <w:t>à l</w:t>
      </w:r>
      <w:r w:rsidR="00E8465A">
        <w:t>’</w:t>
      </w:r>
      <w:r w:rsidRPr="007818BD">
        <w:t>exposer à l</w:t>
      </w:r>
      <w:r w:rsidR="00E8465A">
        <w:t>’</w:t>
      </w:r>
      <w:r w:rsidRPr="007818BD">
        <w:t>insulte et à la honte</w:t>
      </w:r>
      <w:r w:rsidR="00E8465A">
        <w:t xml:space="preserve">. </w:t>
      </w:r>
      <w:r w:rsidRPr="007818BD">
        <w:t>Dans cette chambre</w:t>
      </w:r>
      <w:r w:rsidR="00E8465A">
        <w:t xml:space="preserve">, </w:t>
      </w:r>
      <w:r w:rsidRPr="007818BD">
        <w:t>le souvenir de la mort de son père</w:t>
      </w:r>
      <w:r w:rsidR="00E8465A">
        <w:t xml:space="preserve">, </w:t>
      </w:r>
      <w:r w:rsidRPr="007818BD">
        <w:t>le laurier flétri</w:t>
      </w:r>
      <w:r w:rsidR="00E8465A">
        <w:t xml:space="preserve">, </w:t>
      </w:r>
      <w:r w:rsidRPr="007818BD">
        <w:t>les cordes brisées</w:t>
      </w:r>
      <w:r w:rsidR="00E8465A">
        <w:t xml:space="preserve">, </w:t>
      </w:r>
      <w:r w:rsidRPr="007818BD">
        <w:t>toute cette scène de deuil re</w:t>
      </w:r>
      <w:r w:rsidRPr="007818BD">
        <w:t>s</w:t>
      </w:r>
      <w:r w:rsidRPr="007818BD">
        <w:t>su</w:t>
      </w:r>
      <w:r w:rsidRPr="007818BD">
        <w:t>s</w:t>
      </w:r>
      <w:r w:rsidRPr="007818BD">
        <w:t>cita en elle et la glaça</w:t>
      </w:r>
      <w:r w:rsidR="00E8465A">
        <w:t xml:space="preserve">. </w:t>
      </w:r>
      <w:r w:rsidRPr="007818BD">
        <w:t>Sa destinée à elle</w:t>
      </w:r>
      <w:r w:rsidR="00E8465A">
        <w:t xml:space="preserve">, </w:t>
      </w:r>
      <w:r w:rsidRPr="007818BD">
        <w:t>elle le sentait</w:t>
      </w:r>
      <w:r w:rsidR="00E8465A">
        <w:t xml:space="preserve">, </w:t>
      </w:r>
      <w:r w:rsidRPr="007818BD">
        <w:t>était plus sombre encore</w:t>
      </w:r>
      <w:r w:rsidR="00E8465A">
        <w:t xml:space="preserve"> ; </w:t>
      </w:r>
      <w:r w:rsidRPr="007818BD">
        <w:t>les cordes pouvaient se briser tandis que le laurier était encore vert</w:t>
      </w:r>
      <w:r w:rsidR="00E8465A">
        <w:t xml:space="preserve">. </w:t>
      </w:r>
      <w:r w:rsidRPr="007818BD">
        <w:t>La lampe épuisée et défaillante pâlit et s</w:t>
      </w:r>
      <w:r w:rsidR="00E8465A">
        <w:t>’</w:t>
      </w:r>
      <w:r w:rsidRPr="007818BD">
        <w:t>obscurcit</w:t>
      </w:r>
      <w:r w:rsidR="00E8465A">
        <w:t xml:space="preserve">, </w:t>
      </w:r>
      <w:r w:rsidRPr="007818BD">
        <w:t>et ses yeux se détournèrent instinctivement de l</w:t>
      </w:r>
      <w:r w:rsidR="00E8465A">
        <w:t>’</w:t>
      </w:r>
      <w:r w:rsidRPr="007818BD">
        <w:t>angle le plus sombre de la chambre</w:t>
      </w:r>
      <w:r w:rsidR="00E8465A">
        <w:t xml:space="preserve">. </w:t>
      </w:r>
      <w:r w:rsidRPr="007818BD">
        <w:t>Orpheline</w:t>
      </w:r>
      <w:r w:rsidR="00E8465A">
        <w:t xml:space="preserve"> ! </w:t>
      </w:r>
      <w:r w:rsidRPr="007818BD">
        <w:t>au foyer de tes parents crains-tu là prése</w:t>
      </w:r>
      <w:r w:rsidRPr="007818BD">
        <w:t>n</w:t>
      </w:r>
      <w:r w:rsidRPr="007818BD">
        <w:t>ce des morts</w:t>
      </w:r>
      <w:r w:rsidR="00E8465A">
        <w:t> ?</w:t>
      </w:r>
    </w:p>
    <w:p w14:paraId="2B3C8C10" w14:textId="77777777" w:rsidR="00E8465A" w:rsidRDefault="00E0544E" w:rsidP="00E0544E">
      <w:r w:rsidRPr="007818BD">
        <w:t xml:space="preserve">Était-il donc vrai que </w:t>
      </w:r>
      <w:proofErr w:type="spellStart"/>
      <w:r w:rsidRPr="007818BD">
        <w:t>Zanoni</w:t>
      </w:r>
      <w:proofErr w:type="spellEnd"/>
      <w:r w:rsidRPr="007818BD">
        <w:t xml:space="preserve"> fût sur le point de quitter N</w:t>
      </w:r>
      <w:r w:rsidRPr="007818BD">
        <w:t>a</w:t>
      </w:r>
      <w:r w:rsidRPr="007818BD">
        <w:t>ples</w:t>
      </w:r>
      <w:r w:rsidR="00E8465A">
        <w:t xml:space="preserve"> ? </w:t>
      </w:r>
      <w:r w:rsidRPr="007818BD">
        <w:t>Ne le reverrait-elle plus</w:t>
      </w:r>
      <w:r w:rsidR="00E8465A">
        <w:t xml:space="preserve"> ? </w:t>
      </w:r>
      <w:r w:rsidRPr="007818BD">
        <w:t>Oh folle</w:t>
      </w:r>
      <w:r w:rsidR="00E8465A">
        <w:t xml:space="preserve"> ! </w:t>
      </w:r>
      <w:r w:rsidRPr="007818BD">
        <w:t>de penser qu</w:t>
      </w:r>
      <w:r w:rsidR="00E8465A">
        <w:t>’</w:t>
      </w:r>
      <w:r w:rsidRPr="007818BD">
        <w:t>il y eût de la douleur dans une autre pensée que celle-là</w:t>
      </w:r>
      <w:r w:rsidR="00E8465A">
        <w:t xml:space="preserve"> ! </w:t>
      </w:r>
      <w:r w:rsidRPr="007818BD">
        <w:t>Le passé</w:t>
      </w:r>
      <w:r w:rsidR="00E8465A">
        <w:t xml:space="preserve"> ! </w:t>
      </w:r>
      <w:r w:rsidRPr="007818BD">
        <w:t>il était évanoui</w:t>
      </w:r>
      <w:r w:rsidR="00E8465A">
        <w:t xml:space="preserve"> ! </w:t>
      </w:r>
      <w:r w:rsidRPr="007818BD">
        <w:t>L</w:t>
      </w:r>
      <w:r w:rsidR="00E8465A">
        <w:t>’</w:t>
      </w:r>
      <w:r w:rsidRPr="007818BD">
        <w:t>avenir</w:t>
      </w:r>
      <w:r w:rsidR="00E8465A">
        <w:t xml:space="preserve"> ! </w:t>
      </w:r>
      <w:r w:rsidRPr="007818BD">
        <w:t xml:space="preserve">sans </w:t>
      </w:r>
      <w:proofErr w:type="spellStart"/>
      <w:r w:rsidRPr="007818BD">
        <w:t>Zanoni</w:t>
      </w:r>
      <w:proofErr w:type="spellEnd"/>
      <w:r w:rsidRPr="007818BD">
        <w:t xml:space="preserve"> quel avenir y avait-il pour e</w:t>
      </w:r>
      <w:r w:rsidRPr="007818BD">
        <w:t>l</w:t>
      </w:r>
      <w:r w:rsidRPr="007818BD">
        <w:t>le</w:t>
      </w:r>
      <w:r w:rsidR="00E8465A">
        <w:t xml:space="preserve"> ? </w:t>
      </w:r>
      <w:r w:rsidRPr="007818BD">
        <w:t>Mais cette nuit était celle du troisième jour</w:t>
      </w:r>
      <w:r w:rsidR="00E8465A">
        <w:t xml:space="preserve">, </w:t>
      </w:r>
      <w:r w:rsidRPr="007818BD">
        <w:t xml:space="preserve">et </w:t>
      </w:r>
      <w:proofErr w:type="spellStart"/>
      <w:r w:rsidRPr="007818BD">
        <w:t>Zanoni</w:t>
      </w:r>
      <w:proofErr w:type="spellEnd"/>
      <w:r w:rsidRPr="007818BD">
        <w:t xml:space="preserve"> lui avait dit que</w:t>
      </w:r>
      <w:r w:rsidR="00E8465A">
        <w:t xml:space="preserve">, </w:t>
      </w:r>
      <w:r w:rsidRPr="007818BD">
        <w:t>quoi qu</w:t>
      </w:r>
      <w:r w:rsidR="00E8465A">
        <w:t>’</w:t>
      </w:r>
      <w:r w:rsidRPr="007818BD">
        <w:t>il arrivât</w:t>
      </w:r>
      <w:r w:rsidR="00E8465A">
        <w:t xml:space="preserve">, </w:t>
      </w:r>
      <w:r w:rsidRPr="007818BD">
        <w:t xml:space="preserve">elle le reverrait </w:t>
      </w:r>
      <w:r w:rsidRPr="007818BD">
        <w:lastRenderedPageBreak/>
        <w:t>avant la fin de cette nuit</w:t>
      </w:r>
      <w:r w:rsidR="00E8465A">
        <w:t xml:space="preserve">. </w:t>
      </w:r>
      <w:r w:rsidRPr="007818BD">
        <w:t>C</w:t>
      </w:r>
      <w:r w:rsidR="00E8465A">
        <w:t>’</w:t>
      </w:r>
      <w:r w:rsidRPr="007818BD">
        <w:t>était donc</w:t>
      </w:r>
      <w:r w:rsidR="00E8465A">
        <w:t xml:space="preserve">, </w:t>
      </w:r>
      <w:r w:rsidRPr="007818BD">
        <w:t>si elle devait le croire</w:t>
      </w:r>
      <w:r w:rsidR="00E8465A">
        <w:t xml:space="preserve">, </w:t>
      </w:r>
      <w:r w:rsidRPr="007818BD">
        <w:t>une heure de crise dans sa destinée</w:t>
      </w:r>
      <w:r w:rsidR="00E8465A">
        <w:t xml:space="preserve"> ; </w:t>
      </w:r>
      <w:r w:rsidRPr="007818BD">
        <w:t xml:space="preserve">et comment pouvait-elle lui redire les paroles odieuses de </w:t>
      </w:r>
      <w:proofErr w:type="spellStart"/>
      <w:r w:rsidRPr="007818BD">
        <w:t>Glyndon</w:t>
      </w:r>
      <w:proofErr w:type="spellEnd"/>
      <w:r w:rsidR="00E8465A">
        <w:t xml:space="preserve"> ? </w:t>
      </w:r>
      <w:r w:rsidRPr="007818BD">
        <w:t>L</w:t>
      </w:r>
      <w:r w:rsidR="00E8465A">
        <w:t>’</w:t>
      </w:r>
      <w:r w:rsidRPr="007818BD">
        <w:t>âme pure et fière peut confier à autrui ses triomphes et son bonheur</w:t>
      </w:r>
      <w:r w:rsidR="00E8465A">
        <w:t xml:space="preserve"> ; </w:t>
      </w:r>
      <w:r w:rsidRPr="007818BD">
        <w:t>ses déceptions et ses souffra</w:t>
      </w:r>
      <w:r w:rsidRPr="007818BD">
        <w:t>n</w:t>
      </w:r>
      <w:r w:rsidRPr="007818BD">
        <w:t>ces</w:t>
      </w:r>
      <w:r w:rsidR="00E8465A">
        <w:t xml:space="preserve">, </w:t>
      </w:r>
      <w:r w:rsidRPr="007818BD">
        <w:t>jamais</w:t>
      </w:r>
      <w:r w:rsidR="00E8465A">
        <w:t xml:space="preserve">. </w:t>
      </w:r>
      <w:r w:rsidRPr="007818BD">
        <w:t>Mais si tard</w:t>
      </w:r>
      <w:r w:rsidR="00E8465A">
        <w:t xml:space="preserve">, </w:t>
      </w:r>
      <w:proofErr w:type="spellStart"/>
      <w:r w:rsidRPr="007818BD">
        <w:t>Zanoni</w:t>
      </w:r>
      <w:proofErr w:type="spellEnd"/>
      <w:r w:rsidRPr="007818BD">
        <w:t xml:space="preserve"> pouvait-il venir</w:t>
      </w:r>
      <w:r w:rsidR="00E8465A">
        <w:t xml:space="preserve"> ? </w:t>
      </w:r>
      <w:r w:rsidRPr="007818BD">
        <w:t>pouvait-elle le recevoir</w:t>
      </w:r>
      <w:r w:rsidR="00E8465A">
        <w:t xml:space="preserve"> ? </w:t>
      </w:r>
      <w:r w:rsidRPr="007818BD">
        <w:t>Minuit était proche</w:t>
      </w:r>
      <w:r w:rsidR="00E8465A">
        <w:t xml:space="preserve">. </w:t>
      </w:r>
      <w:r w:rsidRPr="007818BD">
        <w:t>Agitée par une inquiétude crue</w:t>
      </w:r>
      <w:r w:rsidRPr="007818BD">
        <w:t>l</w:t>
      </w:r>
      <w:r w:rsidRPr="007818BD">
        <w:t>le</w:t>
      </w:r>
      <w:r w:rsidR="00E8465A">
        <w:t xml:space="preserve">, </w:t>
      </w:r>
      <w:r w:rsidRPr="007818BD">
        <w:t>par un doute indéfinissable</w:t>
      </w:r>
      <w:r w:rsidR="00E8465A">
        <w:t xml:space="preserve">, </w:t>
      </w:r>
      <w:r w:rsidRPr="007818BD">
        <w:t>elle restait cependant dans cette même chambre</w:t>
      </w:r>
      <w:r w:rsidR="00E8465A">
        <w:t xml:space="preserve">. </w:t>
      </w:r>
      <w:r w:rsidRPr="007818BD">
        <w:t>L</w:t>
      </w:r>
      <w:r w:rsidR="00E8465A">
        <w:t>’</w:t>
      </w:r>
      <w:r w:rsidRPr="007818BD">
        <w:t>avant-quart sonna</w:t>
      </w:r>
      <w:r w:rsidR="00E8465A">
        <w:t xml:space="preserve">, </w:t>
      </w:r>
      <w:r w:rsidRPr="007818BD">
        <w:t>morne et lointain</w:t>
      </w:r>
      <w:r w:rsidR="00E8465A">
        <w:t xml:space="preserve"> ; </w:t>
      </w:r>
      <w:r w:rsidRPr="007818BD">
        <w:t>tout était silencieux</w:t>
      </w:r>
      <w:r w:rsidR="00E8465A">
        <w:t xml:space="preserve">, </w:t>
      </w:r>
      <w:r w:rsidRPr="007818BD">
        <w:t>elle allait passer dans sa chambre à co</w:t>
      </w:r>
      <w:r w:rsidRPr="007818BD">
        <w:t>u</w:t>
      </w:r>
      <w:r w:rsidRPr="007818BD">
        <w:t>cher</w:t>
      </w:r>
      <w:r w:rsidR="00E8465A">
        <w:t xml:space="preserve">, </w:t>
      </w:r>
      <w:r w:rsidRPr="007818BD">
        <w:t>quand elle entendit le pas d</w:t>
      </w:r>
      <w:r w:rsidR="00E8465A">
        <w:t>’</w:t>
      </w:r>
      <w:r w:rsidRPr="007818BD">
        <w:t>un cheval lancé à toute vite</w:t>
      </w:r>
      <w:r w:rsidRPr="007818BD">
        <w:t>s</w:t>
      </w:r>
      <w:r w:rsidRPr="007818BD">
        <w:t>se</w:t>
      </w:r>
      <w:r w:rsidR="00E8465A">
        <w:t xml:space="preserve"> : </w:t>
      </w:r>
      <w:r w:rsidRPr="007818BD">
        <w:t>le bruit cessa</w:t>
      </w:r>
      <w:r w:rsidR="00E8465A">
        <w:t xml:space="preserve">, </w:t>
      </w:r>
      <w:r w:rsidRPr="007818BD">
        <w:t>on frappa à la porte</w:t>
      </w:r>
      <w:r w:rsidR="00E8465A">
        <w:t xml:space="preserve">. </w:t>
      </w:r>
      <w:r w:rsidRPr="007818BD">
        <w:t>Son cœur battit avec vi</w:t>
      </w:r>
      <w:r w:rsidRPr="007818BD">
        <w:t>o</w:t>
      </w:r>
      <w:r w:rsidRPr="007818BD">
        <w:t>lence</w:t>
      </w:r>
      <w:r w:rsidR="00E8465A">
        <w:t xml:space="preserve"> ; </w:t>
      </w:r>
      <w:r w:rsidRPr="007818BD">
        <w:t>mais la crainte céda à un tout autre sentiment</w:t>
      </w:r>
      <w:r w:rsidR="00E8465A">
        <w:t xml:space="preserve">, </w:t>
      </w:r>
      <w:r w:rsidRPr="007818BD">
        <w:t>quand e</w:t>
      </w:r>
      <w:r w:rsidRPr="007818BD">
        <w:t>l</w:t>
      </w:r>
      <w:r w:rsidRPr="007818BD">
        <w:t>le s</w:t>
      </w:r>
      <w:r w:rsidR="00E8465A">
        <w:t>’</w:t>
      </w:r>
      <w:r w:rsidRPr="007818BD">
        <w:t>entendit nommer par une voix trop bien connue</w:t>
      </w:r>
      <w:r w:rsidR="00E8465A">
        <w:t xml:space="preserve">. </w:t>
      </w:r>
      <w:r w:rsidRPr="007818BD">
        <w:t>Elle hés</w:t>
      </w:r>
      <w:r w:rsidRPr="007818BD">
        <w:t>i</w:t>
      </w:r>
      <w:r w:rsidRPr="007818BD">
        <w:t>ta</w:t>
      </w:r>
      <w:r w:rsidR="00E8465A">
        <w:t xml:space="preserve"> ; </w:t>
      </w:r>
      <w:r w:rsidRPr="007818BD">
        <w:t>puis</w:t>
      </w:r>
      <w:r w:rsidR="00E8465A">
        <w:t xml:space="preserve">, </w:t>
      </w:r>
      <w:r w:rsidRPr="007818BD">
        <w:t>avec la tranquillité calme et confiante de l</w:t>
      </w:r>
      <w:r w:rsidR="00E8465A">
        <w:t>’</w:t>
      </w:r>
      <w:r w:rsidRPr="007818BD">
        <w:t>innocence</w:t>
      </w:r>
      <w:r w:rsidR="00E8465A">
        <w:t xml:space="preserve">, </w:t>
      </w:r>
      <w:r w:rsidRPr="007818BD">
        <w:t>elle descendit et ouvrit la porte</w:t>
      </w:r>
      <w:r w:rsidR="00E8465A">
        <w:t xml:space="preserve">. </w:t>
      </w:r>
      <w:proofErr w:type="spellStart"/>
      <w:r w:rsidRPr="007818BD">
        <w:t>Zanoni</w:t>
      </w:r>
      <w:proofErr w:type="spellEnd"/>
      <w:r w:rsidRPr="007818BD">
        <w:t xml:space="preserve"> entra d</w:t>
      </w:r>
      <w:r w:rsidR="00E8465A">
        <w:t>’</w:t>
      </w:r>
      <w:r w:rsidRPr="007818BD">
        <w:t>un pas léger et rapide</w:t>
      </w:r>
      <w:r w:rsidR="00E8465A">
        <w:t xml:space="preserve">. </w:t>
      </w:r>
      <w:r w:rsidRPr="007818BD">
        <w:t>Son manteau de cavalier dessinait élégamment sa noble taille</w:t>
      </w:r>
      <w:r w:rsidR="00E8465A">
        <w:t xml:space="preserve">, </w:t>
      </w:r>
      <w:r w:rsidRPr="007818BD">
        <w:t>et les larges bords de son chapeau jetaient une ombre s</w:t>
      </w:r>
      <w:r w:rsidRPr="007818BD">
        <w:t>é</w:t>
      </w:r>
      <w:r w:rsidRPr="007818BD">
        <w:t>vère sur ses traits imposants</w:t>
      </w:r>
      <w:r w:rsidR="00E8465A">
        <w:t>.</w:t>
      </w:r>
    </w:p>
    <w:p w14:paraId="47EAC126" w14:textId="77777777" w:rsidR="00E8465A" w:rsidRDefault="00E0544E" w:rsidP="00E0544E">
      <w:r w:rsidRPr="007818BD">
        <w:t>Elle le suivit rouge et tremblante dans la chambre qu</w:t>
      </w:r>
      <w:r w:rsidR="00E8465A">
        <w:t>’</w:t>
      </w:r>
      <w:r w:rsidRPr="007818BD">
        <w:t>elle venait de quitter</w:t>
      </w:r>
      <w:r w:rsidR="00E8465A">
        <w:t xml:space="preserve"> ; </w:t>
      </w:r>
      <w:r w:rsidRPr="007818BD">
        <w:t>elle demeura debout devant lui</w:t>
      </w:r>
      <w:r w:rsidR="00E8465A">
        <w:t xml:space="preserve"> ; </w:t>
      </w:r>
      <w:r w:rsidRPr="007818BD">
        <w:t>la lampe qu</w:t>
      </w:r>
      <w:r w:rsidR="00E8465A">
        <w:t>’</w:t>
      </w:r>
      <w:r w:rsidRPr="007818BD">
        <w:t>elle tenait à la main éclairait son visage</w:t>
      </w:r>
      <w:r w:rsidR="00E8465A">
        <w:t xml:space="preserve">, </w:t>
      </w:r>
      <w:r w:rsidRPr="007818BD">
        <w:t>et sa longue chevel</w:t>
      </w:r>
      <w:r w:rsidRPr="007818BD">
        <w:t>u</w:t>
      </w:r>
      <w:r w:rsidRPr="007818BD">
        <w:t>re</w:t>
      </w:r>
      <w:r w:rsidR="00E8465A">
        <w:t xml:space="preserve">, </w:t>
      </w:r>
      <w:r w:rsidRPr="007818BD">
        <w:t>comme une pluie de lumière</w:t>
      </w:r>
      <w:r w:rsidR="00E8465A">
        <w:t xml:space="preserve">, </w:t>
      </w:r>
      <w:r w:rsidRPr="007818BD">
        <w:t>inondait ses épaules à demi v</w:t>
      </w:r>
      <w:r w:rsidRPr="007818BD">
        <w:t>ê</w:t>
      </w:r>
      <w:r w:rsidRPr="007818BD">
        <w:t>tues et son sein palpitant</w:t>
      </w:r>
      <w:r w:rsidR="00E8465A">
        <w:t>.</w:t>
      </w:r>
    </w:p>
    <w:p w14:paraId="3CE12335" w14:textId="4CD5FA28" w:rsidR="00E0544E" w:rsidRPr="007818BD" w:rsidRDefault="00E8465A" w:rsidP="00E0544E">
      <w:r>
        <w:t>« </w:t>
      </w:r>
      <w:r w:rsidR="00E0544E" w:rsidRPr="007818BD">
        <w:t>Viola</w:t>
      </w:r>
      <w:r>
        <w:t xml:space="preserve"> ! </w:t>
      </w:r>
      <w:r w:rsidR="00E0544E" w:rsidRPr="007818BD">
        <w:t xml:space="preserve">dit </w:t>
      </w:r>
      <w:proofErr w:type="spellStart"/>
      <w:r w:rsidR="00E0544E" w:rsidRPr="007818BD">
        <w:t>Zanoni</w:t>
      </w:r>
      <w:proofErr w:type="spellEnd"/>
      <w:r w:rsidR="00E0544E" w:rsidRPr="007818BD">
        <w:t xml:space="preserve"> d</w:t>
      </w:r>
      <w:r>
        <w:t>’</w:t>
      </w:r>
      <w:r w:rsidR="00E0544E" w:rsidRPr="007818BD">
        <w:t>une voix qui trahissait une émotion profonde</w:t>
      </w:r>
      <w:r>
        <w:t xml:space="preserve">. </w:t>
      </w:r>
      <w:r w:rsidR="00E0544E" w:rsidRPr="007818BD">
        <w:t>Je suis encore auprès de vous pour vous sauver</w:t>
      </w:r>
      <w:r>
        <w:t xml:space="preserve">. </w:t>
      </w:r>
      <w:r w:rsidR="00E0544E" w:rsidRPr="007818BD">
        <w:t>Il n</w:t>
      </w:r>
      <w:r>
        <w:t>’</w:t>
      </w:r>
      <w:r w:rsidR="00E0544E" w:rsidRPr="007818BD">
        <w:t>y a pas un moment à perdre</w:t>
      </w:r>
      <w:r>
        <w:t xml:space="preserve">. </w:t>
      </w:r>
      <w:r w:rsidR="00E0544E" w:rsidRPr="007818BD">
        <w:t>Il faut fuir avec moi</w:t>
      </w:r>
      <w:r>
        <w:t xml:space="preserve">, </w:t>
      </w:r>
      <w:r w:rsidR="00E0544E" w:rsidRPr="007818BD">
        <w:t>ou devenir en restant la victime du prince de *** J</w:t>
      </w:r>
      <w:r>
        <w:t>’</w:t>
      </w:r>
      <w:r w:rsidR="00E0544E" w:rsidRPr="007818BD">
        <w:t>aurais désiré qu</w:t>
      </w:r>
      <w:r>
        <w:t>’</w:t>
      </w:r>
      <w:r w:rsidR="00E0544E" w:rsidRPr="007818BD">
        <w:t>un autre accomplît la mission que j</w:t>
      </w:r>
      <w:r>
        <w:t>’</w:t>
      </w:r>
      <w:r w:rsidR="00E0544E" w:rsidRPr="007818BD">
        <w:t>entreprends</w:t>
      </w:r>
      <w:r>
        <w:t xml:space="preserve"> ; </w:t>
      </w:r>
      <w:r w:rsidR="00E0544E" w:rsidRPr="007818BD">
        <w:t>vous le savez</w:t>
      </w:r>
      <w:r>
        <w:t xml:space="preserve">, </w:t>
      </w:r>
      <w:r w:rsidR="00E0544E" w:rsidRPr="007818BD">
        <w:t>vous le savez</w:t>
      </w:r>
      <w:r>
        <w:t xml:space="preserve"> ! </w:t>
      </w:r>
      <w:r w:rsidR="00E0544E" w:rsidRPr="007818BD">
        <w:t>mais il n</w:t>
      </w:r>
      <w:r>
        <w:t>’</w:t>
      </w:r>
      <w:r w:rsidR="00E0544E" w:rsidRPr="007818BD">
        <w:t>est pas digne de vous</w:t>
      </w:r>
      <w:r>
        <w:t xml:space="preserve">, </w:t>
      </w:r>
      <w:r w:rsidR="00E0544E" w:rsidRPr="007818BD">
        <w:t>le froid insulaire</w:t>
      </w:r>
      <w:r>
        <w:t xml:space="preserve"> ! </w:t>
      </w:r>
      <w:r w:rsidR="00E0544E" w:rsidRPr="007818BD">
        <w:t>Je me jette à vos pieds</w:t>
      </w:r>
      <w:r>
        <w:t xml:space="preserve"> ; </w:t>
      </w:r>
      <w:r w:rsidR="00E0544E" w:rsidRPr="007818BD">
        <w:t>ayez confiance en moi</w:t>
      </w:r>
      <w:r>
        <w:t xml:space="preserve">, </w:t>
      </w:r>
      <w:r w:rsidR="00E0544E" w:rsidRPr="007818BD">
        <w:t>et fuyez</w:t>
      </w:r>
      <w:r>
        <w:t> ! »</w:t>
      </w:r>
    </w:p>
    <w:p w14:paraId="785B3339" w14:textId="77777777" w:rsidR="00E8465A" w:rsidRDefault="00E0544E" w:rsidP="00E0544E">
      <w:r w:rsidRPr="007818BD">
        <w:lastRenderedPageBreak/>
        <w:t>Il lui prit la main avec passion</w:t>
      </w:r>
      <w:r w:rsidR="00E8465A">
        <w:t xml:space="preserve">, </w:t>
      </w:r>
      <w:r w:rsidRPr="007818BD">
        <w:t>tomba à genoux</w:t>
      </w:r>
      <w:r w:rsidR="00E8465A">
        <w:t xml:space="preserve">, </w:t>
      </w:r>
      <w:r w:rsidRPr="007818BD">
        <w:t>et leva vers elle son regard bri</w:t>
      </w:r>
      <w:r w:rsidRPr="007818BD">
        <w:t>l</w:t>
      </w:r>
      <w:r w:rsidRPr="007818BD">
        <w:t>lant et suppliant</w:t>
      </w:r>
      <w:r w:rsidR="00E8465A">
        <w:t>.</w:t>
      </w:r>
    </w:p>
    <w:p w14:paraId="03D55F6F" w14:textId="77777777" w:rsidR="00E8465A" w:rsidRDefault="00E8465A" w:rsidP="00E0544E">
      <w:r>
        <w:t>— </w:t>
      </w:r>
      <w:r w:rsidR="00E0544E" w:rsidRPr="007818BD">
        <w:t>Fuir avec vous</w:t>
      </w:r>
      <w:r>
        <w:t xml:space="preserve"> ! </w:t>
      </w:r>
      <w:r w:rsidR="00E0544E" w:rsidRPr="007818BD">
        <w:t>dit Viola</w:t>
      </w:r>
      <w:r>
        <w:t xml:space="preserve">, </w:t>
      </w:r>
      <w:r w:rsidR="00E0544E" w:rsidRPr="007818BD">
        <w:t>qui pouvait à peine en croire ses sens</w:t>
      </w:r>
      <w:r>
        <w:t>.</w:t>
      </w:r>
    </w:p>
    <w:p w14:paraId="3C2A0A7A" w14:textId="77777777" w:rsidR="00E8465A" w:rsidRDefault="00E8465A" w:rsidP="00E0544E">
      <w:r>
        <w:t>— </w:t>
      </w:r>
      <w:r w:rsidR="00E0544E" w:rsidRPr="007818BD">
        <w:t>Avec moi</w:t>
      </w:r>
      <w:r>
        <w:t xml:space="preserve"> ! </w:t>
      </w:r>
      <w:r w:rsidR="00E0544E" w:rsidRPr="007818BD">
        <w:t>Nom</w:t>
      </w:r>
      <w:r>
        <w:t xml:space="preserve">, </w:t>
      </w:r>
      <w:r w:rsidR="00E0544E" w:rsidRPr="007818BD">
        <w:t>réputation</w:t>
      </w:r>
      <w:r>
        <w:t xml:space="preserve">, </w:t>
      </w:r>
      <w:r w:rsidR="00E0544E" w:rsidRPr="007818BD">
        <w:t>honneur</w:t>
      </w:r>
      <w:r>
        <w:t xml:space="preserve">, </w:t>
      </w:r>
      <w:r w:rsidR="00E0544E" w:rsidRPr="007818BD">
        <w:t>tout est perdu si vous ne le voulez pas</w:t>
      </w:r>
      <w:r>
        <w:t>.</w:t>
      </w:r>
    </w:p>
    <w:p w14:paraId="3C190D5A" w14:textId="2BBAE683" w:rsidR="00E0544E" w:rsidRPr="007818BD" w:rsidRDefault="00E8465A" w:rsidP="00E0544E">
      <w:r>
        <w:t>— </w:t>
      </w:r>
      <w:r w:rsidR="00E0544E" w:rsidRPr="007818BD">
        <w:t>Alors</w:t>
      </w:r>
      <w:r>
        <w:t xml:space="preserve">, </w:t>
      </w:r>
      <w:r w:rsidR="00E0544E" w:rsidRPr="007818BD">
        <w:t>alors</w:t>
      </w:r>
      <w:r>
        <w:t xml:space="preserve">, </w:t>
      </w:r>
      <w:r w:rsidR="00E0544E" w:rsidRPr="007818BD">
        <w:t>dit Viola tremblante d</w:t>
      </w:r>
      <w:r>
        <w:t>’</w:t>
      </w:r>
      <w:r w:rsidR="00E0544E" w:rsidRPr="007818BD">
        <w:t>égarement et en d</w:t>
      </w:r>
      <w:r w:rsidR="00E0544E" w:rsidRPr="007818BD">
        <w:t>é</w:t>
      </w:r>
      <w:r w:rsidR="00E0544E" w:rsidRPr="007818BD">
        <w:t>tournant son visage</w:t>
      </w:r>
      <w:r>
        <w:t xml:space="preserve">, </w:t>
      </w:r>
      <w:r w:rsidR="00E0544E" w:rsidRPr="007818BD">
        <w:t>je ne te suis donc pas indifférente</w:t>
      </w:r>
      <w:r>
        <w:t xml:space="preserve"> ? </w:t>
      </w:r>
      <w:r w:rsidR="00E0544E" w:rsidRPr="007818BD">
        <w:t>tu ne veux donc pas me laisser à un autre</w:t>
      </w:r>
      <w:r>
        <w:t> ? »</w:t>
      </w:r>
    </w:p>
    <w:p w14:paraId="52B7F4B6" w14:textId="77777777" w:rsidR="00E8465A" w:rsidRDefault="00E0544E" w:rsidP="00E0544E">
      <w:proofErr w:type="spellStart"/>
      <w:r w:rsidRPr="007818BD">
        <w:t>Zanoni</w:t>
      </w:r>
      <w:proofErr w:type="spellEnd"/>
      <w:r w:rsidRPr="007818BD">
        <w:t xml:space="preserve"> ne répondit pas</w:t>
      </w:r>
      <w:r w:rsidR="00E8465A">
        <w:t xml:space="preserve"> ; </w:t>
      </w:r>
      <w:r w:rsidRPr="007818BD">
        <w:t>mais son cœur battit</w:t>
      </w:r>
      <w:r w:rsidR="00E8465A">
        <w:t xml:space="preserve">, </w:t>
      </w:r>
      <w:r w:rsidRPr="007818BD">
        <w:t>sa joue s</w:t>
      </w:r>
      <w:r w:rsidR="00E8465A">
        <w:t>’</w:t>
      </w:r>
      <w:r w:rsidRPr="007818BD">
        <w:t>embrasa</w:t>
      </w:r>
      <w:r w:rsidR="00E8465A">
        <w:t xml:space="preserve">, </w:t>
      </w:r>
      <w:r w:rsidRPr="007818BD">
        <w:t>ses yeux lanc</w:t>
      </w:r>
      <w:r w:rsidRPr="007818BD">
        <w:t>è</w:t>
      </w:r>
      <w:r w:rsidRPr="007818BD">
        <w:t>rent des éclairs sombres et passionnés</w:t>
      </w:r>
      <w:r w:rsidR="00E8465A">
        <w:t>.</w:t>
      </w:r>
    </w:p>
    <w:p w14:paraId="39FD0AAB" w14:textId="77777777" w:rsidR="00E8465A" w:rsidRDefault="00E8465A" w:rsidP="00E0544E">
      <w:r>
        <w:t>« </w:t>
      </w:r>
      <w:r w:rsidR="00E0544E" w:rsidRPr="007818BD">
        <w:t>Parle</w:t>
      </w:r>
      <w:r>
        <w:t xml:space="preserve">, </w:t>
      </w:r>
      <w:r w:rsidR="00E0544E" w:rsidRPr="007818BD">
        <w:t>dit Viola</w:t>
      </w:r>
      <w:r>
        <w:t xml:space="preserve">, </w:t>
      </w:r>
      <w:r w:rsidR="00E0544E" w:rsidRPr="007818BD">
        <w:t>jalouse de son silence</w:t>
      </w:r>
      <w:r>
        <w:t>.</w:t>
      </w:r>
    </w:p>
    <w:p w14:paraId="7CE2B604" w14:textId="77777777" w:rsidR="00E8465A" w:rsidRDefault="00E8465A" w:rsidP="00E0544E">
      <w:r>
        <w:t>— </w:t>
      </w:r>
      <w:r w:rsidR="00E0544E" w:rsidRPr="007818BD">
        <w:t>Indifférente</w:t>
      </w:r>
      <w:r>
        <w:t xml:space="preserve"> ! </w:t>
      </w:r>
      <w:r w:rsidR="00E0544E" w:rsidRPr="007818BD">
        <w:t>Oh</w:t>
      </w:r>
      <w:r>
        <w:t xml:space="preserve"> ! </w:t>
      </w:r>
      <w:r w:rsidR="00E0544E" w:rsidRPr="007818BD">
        <w:t>non</w:t>
      </w:r>
      <w:r>
        <w:t xml:space="preserve"> ! </w:t>
      </w:r>
      <w:r w:rsidR="00E0544E" w:rsidRPr="007818BD">
        <w:t>Mais je n</w:t>
      </w:r>
      <w:r>
        <w:t>’</w:t>
      </w:r>
      <w:r w:rsidR="00E0544E" w:rsidRPr="007818BD">
        <w:t>ose dire encore que je vous aime</w:t>
      </w:r>
      <w:r>
        <w:t>.</w:t>
      </w:r>
    </w:p>
    <w:p w14:paraId="2E0E640D" w14:textId="77777777" w:rsidR="00E8465A" w:rsidRDefault="00E8465A" w:rsidP="00E0544E">
      <w:r>
        <w:t>— </w:t>
      </w:r>
      <w:r w:rsidR="00E0544E" w:rsidRPr="007818BD">
        <w:t>Qu</w:t>
      </w:r>
      <w:r>
        <w:t>’</w:t>
      </w:r>
      <w:r w:rsidR="00E0544E" w:rsidRPr="007818BD">
        <w:t>importe alors ma destinée</w:t>
      </w:r>
      <w:r>
        <w:t xml:space="preserve"> ? </w:t>
      </w:r>
      <w:r w:rsidR="00E0544E" w:rsidRPr="007818BD">
        <w:t>dit Viola pâle et s</w:t>
      </w:r>
      <w:r>
        <w:t>’</w:t>
      </w:r>
      <w:r w:rsidR="00E0544E" w:rsidRPr="007818BD">
        <w:t>écartant d</w:t>
      </w:r>
      <w:r>
        <w:t>’</w:t>
      </w:r>
      <w:r w:rsidR="00E0544E" w:rsidRPr="007818BD">
        <w:t>auprès de lui</w:t>
      </w:r>
      <w:r>
        <w:t xml:space="preserve">. </w:t>
      </w:r>
      <w:r w:rsidR="00E0544E" w:rsidRPr="007818BD">
        <w:t>Laissez-moi</w:t>
      </w:r>
      <w:r>
        <w:t xml:space="preserve">, </w:t>
      </w:r>
      <w:r w:rsidR="00E0544E" w:rsidRPr="007818BD">
        <w:t>je ne crains aucun da</w:t>
      </w:r>
      <w:r w:rsidR="00E0544E" w:rsidRPr="007818BD">
        <w:t>n</w:t>
      </w:r>
      <w:r w:rsidR="00E0544E" w:rsidRPr="007818BD">
        <w:t>ger</w:t>
      </w:r>
      <w:r>
        <w:t xml:space="preserve">. </w:t>
      </w:r>
      <w:r w:rsidR="00E0544E" w:rsidRPr="007818BD">
        <w:t>Ma vie</w:t>
      </w:r>
      <w:r>
        <w:t xml:space="preserve">, </w:t>
      </w:r>
      <w:r w:rsidR="00E0544E" w:rsidRPr="007818BD">
        <w:t>et</w:t>
      </w:r>
      <w:r>
        <w:t xml:space="preserve">, </w:t>
      </w:r>
      <w:r w:rsidR="00E0544E" w:rsidRPr="007818BD">
        <w:t>partant</w:t>
      </w:r>
      <w:r>
        <w:t xml:space="preserve">, </w:t>
      </w:r>
      <w:r w:rsidR="00E0544E" w:rsidRPr="007818BD">
        <w:t>mon honneur</w:t>
      </w:r>
      <w:r>
        <w:t xml:space="preserve">, </w:t>
      </w:r>
      <w:r w:rsidR="00E0544E" w:rsidRPr="007818BD">
        <w:t>sont dans mes propres mains</w:t>
      </w:r>
      <w:r>
        <w:t>.</w:t>
      </w:r>
    </w:p>
    <w:p w14:paraId="07A01DD7" w14:textId="77777777" w:rsidR="00E8465A" w:rsidRDefault="00E8465A" w:rsidP="00E0544E">
      <w:r>
        <w:t>— </w:t>
      </w:r>
      <w:r w:rsidR="00E0544E" w:rsidRPr="007818BD">
        <w:t>Ne soyez pas à ce point insensée</w:t>
      </w:r>
      <w:r>
        <w:t xml:space="preserve">, </w:t>
      </w:r>
      <w:r w:rsidR="00E0544E" w:rsidRPr="007818BD">
        <w:t xml:space="preserve">dit </w:t>
      </w:r>
      <w:proofErr w:type="spellStart"/>
      <w:r w:rsidR="00E0544E" w:rsidRPr="007818BD">
        <w:t>Zanoni</w:t>
      </w:r>
      <w:proofErr w:type="spellEnd"/>
      <w:r>
        <w:t xml:space="preserve">. </w:t>
      </w:r>
      <w:r w:rsidR="00E0544E" w:rsidRPr="007818BD">
        <w:t>Écoutez</w:t>
      </w:r>
      <w:r>
        <w:t xml:space="preserve"> ! </w:t>
      </w:r>
      <w:r w:rsidR="00E0544E" w:rsidRPr="007818BD">
        <w:t>mon cheval hennit</w:t>
      </w:r>
      <w:r>
        <w:t xml:space="preserve"> ! </w:t>
      </w:r>
      <w:r w:rsidR="00E0544E" w:rsidRPr="007818BD">
        <w:t>c</w:t>
      </w:r>
      <w:r>
        <w:t>’</w:t>
      </w:r>
      <w:r w:rsidR="00E0544E" w:rsidRPr="007818BD">
        <w:t>est un signe qui nous avertit de l</w:t>
      </w:r>
      <w:r>
        <w:t>’</w:t>
      </w:r>
      <w:r w:rsidR="00E0544E" w:rsidRPr="007818BD">
        <w:t>approche du danger</w:t>
      </w:r>
      <w:r>
        <w:t xml:space="preserve">. </w:t>
      </w:r>
      <w:r w:rsidR="00E0544E" w:rsidRPr="007818BD">
        <w:t>Vite</w:t>
      </w:r>
      <w:r>
        <w:t xml:space="preserve"> ! </w:t>
      </w:r>
      <w:r w:rsidR="00E0544E" w:rsidRPr="007818BD">
        <w:t>ou vous êtes perdue</w:t>
      </w:r>
      <w:r>
        <w:t> !</w:t>
      </w:r>
    </w:p>
    <w:p w14:paraId="1288C1F4" w14:textId="79212547" w:rsidR="00E0544E" w:rsidRPr="007818BD" w:rsidRDefault="00E8465A" w:rsidP="00E0544E">
      <w:r>
        <w:t>— </w:t>
      </w:r>
      <w:r w:rsidR="00E0544E" w:rsidRPr="007818BD">
        <w:t>Que t</w:t>
      </w:r>
      <w:r>
        <w:t>’</w:t>
      </w:r>
      <w:r w:rsidR="00E0544E" w:rsidRPr="007818BD">
        <w:t>importe</w:t>
      </w:r>
      <w:r>
        <w:t xml:space="preserve">, </w:t>
      </w:r>
      <w:r w:rsidR="00E0544E" w:rsidRPr="007818BD">
        <w:t>à toi</w:t>
      </w:r>
      <w:r>
        <w:t xml:space="preserve"> ? </w:t>
      </w:r>
      <w:r w:rsidR="00E0544E" w:rsidRPr="007818BD">
        <w:t>dit amèrement Viola</w:t>
      </w:r>
      <w:r>
        <w:t xml:space="preserve"> ; </w:t>
      </w:r>
      <w:r w:rsidR="00E0544E" w:rsidRPr="007818BD">
        <w:t>tu as lu dans mon cœur</w:t>
      </w:r>
      <w:r>
        <w:t xml:space="preserve"> ; </w:t>
      </w:r>
      <w:r w:rsidR="00E0544E" w:rsidRPr="007818BD">
        <w:t>tu sais que tu es devenu le maître de ma destinée</w:t>
      </w:r>
      <w:r>
        <w:t xml:space="preserve">. </w:t>
      </w:r>
      <w:r w:rsidR="00E0544E" w:rsidRPr="007818BD">
        <w:t>Mais être liée sous le poids accablant et glacial d</w:t>
      </w:r>
      <w:r>
        <w:t>’</w:t>
      </w:r>
      <w:r w:rsidR="00E0544E" w:rsidRPr="007818BD">
        <w:t>une obligation</w:t>
      </w:r>
      <w:r>
        <w:t xml:space="preserve">, </w:t>
      </w:r>
      <w:r w:rsidR="00E0544E" w:rsidRPr="007818BD">
        <w:t>être une mendiante aux yeux de l</w:t>
      </w:r>
      <w:r>
        <w:t>’</w:t>
      </w:r>
      <w:r w:rsidR="00E0544E" w:rsidRPr="007818BD">
        <w:t>indifférence</w:t>
      </w:r>
      <w:r>
        <w:t xml:space="preserve">, </w:t>
      </w:r>
      <w:r w:rsidR="00E0544E" w:rsidRPr="007818BD">
        <w:t>me donner à quelqu</w:t>
      </w:r>
      <w:r>
        <w:t>’</w:t>
      </w:r>
      <w:r w:rsidR="00E0544E" w:rsidRPr="007818BD">
        <w:t>un qui ne m</w:t>
      </w:r>
      <w:r>
        <w:t>’</w:t>
      </w:r>
      <w:r w:rsidR="00E0544E" w:rsidRPr="007818BD">
        <w:t>aime pas</w:t>
      </w:r>
      <w:r>
        <w:t xml:space="preserve">, </w:t>
      </w:r>
      <w:r w:rsidR="00E0544E" w:rsidRPr="007818BD">
        <w:t>ah</w:t>
      </w:r>
      <w:r>
        <w:t xml:space="preserve"> ! </w:t>
      </w:r>
      <w:r w:rsidR="00E0544E" w:rsidRPr="007818BD">
        <w:t xml:space="preserve">ce </w:t>
      </w:r>
      <w:proofErr w:type="gramStart"/>
      <w:r w:rsidR="00E0544E" w:rsidRPr="007818BD">
        <w:t>serait</w:t>
      </w:r>
      <w:proofErr w:type="gramEnd"/>
      <w:r w:rsidR="00E0544E" w:rsidRPr="007818BD">
        <w:t xml:space="preserve"> là le </w:t>
      </w:r>
      <w:r w:rsidR="00E0544E" w:rsidRPr="007818BD">
        <w:lastRenderedPageBreak/>
        <w:t>crime le plus odieux pour une femme</w:t>
      </w:r>
      <w:r>
        <w:t xml:space="preserve">. </w:t>
      </w:r>
      <w:r w:rsidR="00E0544E" w:rsidRPr="007818BD">
        <w:t>Tenez</w:t>
      </w:r>
      <w:r>
        <w:t xml:space="preserve">, </w:t>
      </w:r>
      <w:proofErr w:type="spellStart"/>
      <w:r w:rsidR="00E0544E" w:rsidRPr="007818BD">
        <w:t>Zanoni</w:t>
      </w:r>
      <w:proofErr w:type="spellEnd"/>
      <w:r>
        <w:t xml:space="preserve">, </w:t>
      </w:r>
      <w:r w:rsidR="00E0544E" w:rsidRPr="007818BD">
        <w:t>laissez-moi mourir pl</w:t>
      </w:r>
      <w:r w:rsidR="00E0544E" w:rsidRPr="007818BD">
        <w:t>u</w:t>
      </w:r>
      <w:r w:rsidR="00E0544E" w:rsidRPr="007818BD">
        <w:t>tôt</w:t>
      </w:r>
      <w:r>
        <w:t> ! »</w:t>
      </w:r>
    </w:p>
    <w:p w14:paraId="7BBDFB0E" w14:textId="77777777" w:rsidR="00E8465A" w:rsidRDefault="00E0544E" w:rsidP="00E0544E">
      <w:r w:rsidRPr="007818BD">
        <w:t>Elle avait rejeté en arrière</w:t>
      </w:r>
      <w:r w:rsidR="00E8465A">
        <w:t xml:space="preserve">, </w:t>
      </w:r>
      <w:r w:rsidRPr="007818BD">
        <w:t>tout en parlant</w:t>
      </w:r>
      <w:r w:rsidR="00E8465A">
        <w:t xml:space="preserve">, </w:t>
      </w:r>
      <w:r w:rsidRPr="007818BD">
        <w:t>les boucles qui ombrageaient son front</w:t>
      </w:r>
      <w:r w:rsidR="00E8465A">
        <w:t xml:space="preserve"> ; </w:t>
      </w:r>
      <w:r w:rsidRPr="007818BD">
        <w:t>et</w:t>
      </w:r>
      <w:r w:rsidR="00E8465A">
        <w:t xml:space="preserve">, </w:t>
      </w:r>
      <w:r w:rsidRPr="007818BD">
        <w:t>telle qu</w:t>
      </w:r>
      <w:r w:rsidR="00E8465A">
        <w:t>’</w:t>
      </w:r>
      <w:r w:rsidRPr="007818BD">
        <w:t>elle était là</w:t>
      </w:r>
      <w:r w:rsidR="00E8465A">
        <w:t xml:space="preserve">, </w:t>
      </w:r>
      <w:r w:rsidRPr="007818BD">
        <w:t>debout</w:t>
      </w:r>
      <w:r w:rsidR="00E8465A">
        <w:t xml:space="preserve">, </w:t>
      </w:r>
      <w:r w:rsidRPr="007818BD">
        <w:t>les bras tombants</w:t>
      </w:r>
      <w:r w:rsidR="00E8465A">
        <w:t xml:space="preserve">, </w:t>
      </w:r>
      <w:r w:rsidRPr="007818BD">
        <w:t>les mains jointes dans toute la fierté et toute l</w:t>
      </w:r>
      <w:r w:rsidR="00E8465A">
        <w:t>’</w:t>
      </w:r>
      <w:r w:rsidRPr="007818BD">
        <w:t>amertume de son âme exaltée</w:t>
      </w:r>
      <w:r w:rsidR="00E8465A">
        <w:t xml:space="preserve">, </w:t>
      </w:r>
      <w:r w:rsidRPr="007818BD">
        <w:t>qui prêtaient un nouveau cha</w:t>
      </w:r>
      <w:r w:rsidRPr="007818BD">
        <w:t>r</w:t>
      </w:r>
      <w:r w:rsidRPr="007818BD">
        <w:t>me et un nouveau relief à sa beauté étrange</w:t>
      </w:r>
      <w:r w:rsidR="00E8465A">
        <w:t xml:space="preserve">, </w:t>
      </w:r>
      <w:r w:rsidRPr="007818BD">
        <w:t>il était impossible d</w:t>
      </w:r>
      <w:r w:rsidR="00E8465A">
        <w:t>’</w:t>
      </w:r>
      <w:r w:rsidRPr="007818BD">
        <w:t>imaginer un spectacle plus irrésistible pour les yeux et pour le cœur</w:t>
      </w:r>
      <w:r w:rsidR="00E8465A">
        <w:t>.</w:t>
      </w:r>
    </w:p>
    <w:p w14:paraId="52DC802D" w14:textId="24A57D20" w:rsidR="00E0544E" w:rsidRPr="007818BD" w:rsidRDefault="00E8465A" w:rsidP="00E0544E">
      <w:r>
        <w:t>« </w:t>
      </w:r>
      <w:r w:rsidR="00E0544E" w:rsidRPr="007818BD">
        <w:t>Ne bravez pas ainsi votre péril</w:t>
      </w:r>
      <w:r>
        <w:t xml:space="preserve">, </w:t>
      </w:r>
      <w:r w:rsidR="00E0544E" w:rsidRPr="007818BD">
        <w:t>votre mort peut-être</w:t>
      </w:r>
      <w:r>
        <w:t xml:space="preserve"> !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d</w:t>
      </w:r>
      <w:r>
        <w:t>’</w:t>
      </w:r>
      <w:r w:rsidR="00E0544E" w:rsidRPr="007818BD">
        <w:t>une voix tremblante</w:t>
      </w:r>
      <w:r>
        <w:t xml:space="preserve">. </w:t>
      </w:r>
      <w:r w:rsidR="00E0544E" w:rsidRPr="007818BD">
        <w:t>Vous ne pouvez soupço</w:t>
      </w:r>
      <w:r w:rsidR="00E0544E" w:rsidRPr="007818BD">
        <w:t>n</w:t>
      </w:r>
      <w:r w:rsidR="00E0544E" w:rsidRPr="007818BD">
        <w:t>ner ce que vous demandez</w:t>
      </w:r>
      <w:r>
        <w:t xml:space="preserve"> ; </w:t>
      </w:r>
      <w:r w:rsidR="00E0544E" w:rsidRPr="007818BD">
        <w:t>venez</w:t>
      </w:r>
      <w:r>
        <w:t>. »</w:t>
      </w:r>
    </w:p>
    <w:p w14:paraId="5B47A1B3" w14:textId="77777777" w:rsidR="00E8465A" w:rsidRDefault="00E0544E" w:rsidP="00E0544E">
      <w:r w:rsidRPr="007818BD">
        <w:t>Il se leva et entoura de son bras la taille de Viola</w:t>
      </w:r>
      <w:r w:rsidR="00E8465A">
        <w:t>.</w:t>
      </w:r>
    </w:p>
    <w:p w14:paraId="0A3C842D" w14:textId="77777777" w:rsidR="00E8465A" w:rsidRDefault="00E8465A" w:rsidP="00E0544E">
      <w:r>
        <w:t>« </w:t>
      </w:r>
      <w:r w:rsidR="00E0544E" w:rsidRPr="007818BD">
        <w:t>Venez</w:t>
      </w:r>
      <w:r>
        <w:t xml:space="preserve">, </w:t>
      </w:r>
      <w:r w:rsidR="00E0544E" w:rsidRPr="007818BD">
        <w:t>Viola</w:t>
      </w:r>
      <w:r>
        <w:t xml:space="preserve"> ; </w:t>
      </w:r>
      <w:r w:rsidR="00E0544E" w:rsidRPr="007818BD">
        <w:t>croyez au moins à mon dévouement</w:t>
      </w:r>
      <w:r>
        <w:t>.</w:t>
      </w:r>
    </w:p>
    <w:p w14:paraId="6392F4C8" w14:textId="7D754FAC" w:rsidR="00E0544E" w:rsidRPr="007818BD" w:rsidRDefault="00E8465A" w:rsidP="00E0544E">
      <w:r>
        <w:t>— </w:t>
      </w:r>
      <w:r w:rsidR="00E0544E" w:rsidRPr="007818BD">
        <w:t>Et non à ton amour</w:t>
      </w:r>
      <w:r>
        <w:t> ! »</w:t>
      </w:r>
      <w:r w:rsidR="00E0544E" w:rsidRPr="007818BD">
        <w:t xml:space="preserve"> dit l</w:t>
      </w:r>
      <w:r>
        <w:t>’</w:t>
      </w:r>
      <w:r w:rsidR="00E0544E" w:rsidRPr="007818BD">
        <w:t>Italienne avec un regard plein de reproche</w:t>
      </w:r>
      <w:r>
        <w:t xml:space="preserve">. </w:t>
      </w:r>
      <w:r w:rsidR="00E0544E" w:rsidRPr="007818BD">
        <w:t>Ce r</w:t>
      </w:r>
      <w:r w:rsidR="00E0544E" w:rsidRPr="007818BD">
        <w:t>e</w:t>
      </w:r>
      <w:r w:rsidR="00E0544E" w:rsidRPr="007818BD">
        <w:t xml:space="preserve">gard rencontra celui de </w:t>
      </w:r>
      <w:proofErr w:type="spellStart"/>
      <w:r w:rsidR="00E0544E" w:rsidRPr="007818BD">
        <w:t>Zanoni</w:t>
      </w:r>
      <w:proofErr w:type="spellEnd"/>
      <w:r>
        <w:t xml:space="preserve">, </w:t>
      </w:r>
      <w:r w:rsidR="00E0544E" w:rsidRPr="007818BD">
        <w:t>qui ne put se soustraire à sa fascination</w:t>
      </w:r>
      <w:r>
        <w:t xml:space="preserve">. </w:t>
      </w:r>
      <w:r w:rsidR="00E0544E" w:rsidRPr="007818BD">
        <w:t>Il sentit le cœur de Viola ba</w:t>
      </w:r>
      <w:r w:rsidR="00E0544E" w:rsidRPr="007818BD">
        <w:t>t</w:t>
      </w:r>
      <w:r w:rsidR="00E0544E" w:rsidRPr="007818BD">
        <w:t>tre sous le sien</w:t>
      </w:r>
      <w:r>
        <w:t xml:space="preserve"> ; </w:t>
      </w:r>
      <w:r w:rsidR="00E0544E" w:rsidRPr="007818BD">
        <w:t>son haleine brûlante effleura sa joue</w:t>
      </w:r>
      <w:r>
        <w:t xml:space="preserve">. </w:t>
      </w:r>
      <w:r w:rsidR="00E0544E" w:rsidRPr="007818BD">
        <w:t>Il tre</w:t>
      </w:r>
      <w:r w:rsidR="00E0544E" w:rsidRPr="007818BD">
        <w:t>m</w:t>
      </w:r>
      <w:r w:rsidR="00E0544E" w:rsidRPr="007818BD">
        <w:t>bla</w:t>
      </w:r>
      <w:r>
        <w:t xml:space="preserve"> ! </w:t>
      </w:r>
      <w:r w:rsidR="00E0544E" w:rsidRPr="007818BD">
        <w:t>Lui</w:t>
      </w:r>
      <w:r>
        <w:t xml:space="preserve"> ! </w:t>
      </w:r>
      <w:r w:rsidR="00E0544E" w:rsidRPr="007818BD">
        <w:t>le hautain</w:t>
      </w:r>
      <w:r>
        <w:t xml:space="preserve">, </w:t>
      </w:r>
      <w:r w:rsidR="00E0544E" w:rsidRPr="007818BD">
        <w:t xml:space="preserve">le mystérieux </w:t>
      </w:r>
      <w:proofErr w:type="spellStart"/>
      <w:r w:rsidR="00E0544E" w:rsidRPr="007818BD">
        <w:t>Zanoni</w:t>
      </w:r>
      <w:proofErr w:type="spellEnd"/>
      <w:r>
        <w:t xml:space="preserve">, </w:t>
      </w:r>
      <w:r w:rsidR="00E0544E" w:rsidRPr="007818BD">
        <w:t>qui semblait un être à part de son espèce</w:t>
      </w:r>
      <w:r>
        <w:t xml:space="preserve">. </w:t>
      </w:r>
      <w:r w:rsidR="00E0544E" w:rsidRPr="007818BD">
        <w:t>Avec son soupir profond et brûlant</w:t>
      </w:r>
      <w:r>
        <w:t xml:space="preserve">, </w:t>
      </w:r>
      <w:r w:rsidR="00E0544E" w:rsidRPr="007818BD">
        <w:t>il murmura</w:t>
      </w:r>
      <w:r>
        <w:t> : « </w:t>
      </w:r>
      <w:r w:rsidR="00E0544E">
        <w:t>V</w:t>
      </w:r>
      <w:r w:rsidR="00E0544E" w:rsidRPr="007818BD">
        <w:t>iola</w:t>
      </w:r>
      <w:r>
        <w:t xml:space="preserve">, </w:t>
      </w:r>
      <w:r w:rsidR="00E0544E" w:rsidRPr="007818BD">
        <w:t>je t</w:t>
      </w:r>
      <w:r>
        <w:t>’</w:t>
      </w:r>
      <w:r w:rsidR="00E0544E" w:rsidRPr="007818BD">
        <w:t>aime</w:t>
      </w:r>
      <w:r>
        <w:t> ! »</w:t>
      </w:r>
    </w:p>
    <w:p w14:paraId="0598913C" w14:textId="77777777" w:rsidR="00E8465A" w:rsidRDefault="00E0544E" w:rsidP="00E0544E">
      <w:r w:rsidRPr="007818BD">
        <w:t>Son bras se détacha</w:t>
      </w:r>
      <w:r w:rsidR="00E8465A">
        <w:t xml:space="preserve">, </w:t>
      </w:r>
      <w:r w:rsidRPr="007818BD">
        <w:t>il tomba brusquement à ses pieds</w:t>
      </w:r>
      <w:r w:rsidR="00E8465A">
        <w:t xml:space="preserve">, </w:t>
      </w:r>
      <w:r w:rsidRPr="007818BD">
        <w:t>et poursuivit avec passion</w:t>
      </w:r>
      <w:r w:rsidR="00E8465A">
        <w:t> :</w:t>
      </w:r>
    </w:p>
    <w:p w14:paraId="0F11C449" w14:textId="4EA75C9B" w:rsidR="00E0544E" w:rsidRPr="007818BD" w:rsidRDefault="00E8465A" w:rsidP="00E0544E">
      <w:r>
        <w:t>« </w:t>
      </w:r>
      <w:r w:rsidR="00E0544E" w:rsidRPr="007818BD">
        <w:t>Maintenant</w:t>
      </w:r>
      <w:r>
        <w:t xml:space="preserve">, </w:t>
      </w:r>
      <w:r w:rsidR="00E0544E" w:rsidRPr="007818BD">
        <w:t>je ne commande plus</w:t>
      </w:r>
      <w:r>
        <w:t xml:space="preserve"> : </w:t>
      </w:r>
      <w:r w:rsidR="00E0544E" w:rsidRPr="007818BD">
        <w:t>comme on doit su</w:t>
      </w:r>
      <w:r w:rsidR="00E0544E" w:rsidRPr="007818BD">
        <w:t>p</w:t>
      </w:r>
      <w:r w:rsidR="00E0544E" w:rsidRPr="007818BD">
        <w:t>plier une femme</w:t>
      </w:r>
      <w:r>
        <w:t xml:space="preserve">, </w:t>
      </w:r>
      <w:r w:rsidR="00E0544E" w:rsidRPr="007818BD">
        <w:t>ainsi je te supplie</w:t>
      </w:r>
      <w:r>
        <w:t xml:space="preserve">. </w:t>
      </w:r>
      <w:r w:rsidR="00E0544E" w:rsidRPr="007818BD">
        <w:t>Dès le premier regard de tes yeux</w:t>
      </w:r>
      <w:r>
        <w:t xml:space="preserve">, </w:t>
      </w:r>
      <w:r w:rsidR="00E0544E" w:rsidRPr="007818BD">
        <w:t>dès le premier son de ta voix</w:t>
      </w:r>
      <w:r>
        <w:t xml:space="preserve">, </w:t>
      </w:r>
      <w:r w:rsidR="00E0544E" w:rsidRPr="007818BD">
        <w:t>tu m</w:t>
      </w:r>
      <w:r>
        <w:t>’</w:t>
      </w:r>
      <w:r w:rsidR="00E0544E" w:rsidRPr="007818BD">
        <w:t>es devenue trop fat</w:t>
      </w:r>
      <w:r w:rsidR="00E0544E" w:rsidRPr="007818BD">
        <w:t>a</w:t>
      </w:r>
      <w:r w:rsidR="00E0544E" w:rsidRPr="007818BD">
        <w:t>lement chère</w:t>
      </w:r>
      <w:r>
        <w:t xml:space="preserve"> ! </w:t>
      </w:r>
      <w:r w:rsidR="00E0544E" w:rsidRPr="007818BD">
        <w:t>La fascination dont tu parles</w:t>
      </w:r>
      <w:r>
        <w:t xml:space="preserve">, </w:t>
      </w:r>
      <w:r w:rsidR="00E0544E" w:rsidRPr="007818BD">
        <w:t>elle vit</w:t>
      </w:r>
      <w:r>
        <w:t xml:space="preserve">, </w:t>
      </w:r>
      <w:r w:rsidR="00E0544E" w:rsidRPr="007818BD">
        <w:t>elle respire en toi</w:t>
      </w:r>
      <w:r>
        <w:t xml:space="preserve">. </w:t>
      </w:r>
      <w:r w:rsidR="00E0544E" w:rsidRPr="007818BD">
        <w:t>J</w:t>
      </w:r>
      <w:r>
        <w:t>’</w:t>
      </w:r>
      <w:r w:rsidR="00E0544E" w:rsidRPr="007818BD">
        <w:t>ai fui Naples pour fuir ta présence</w:t>
      </w:r>
      <w:r>
        <w:t xml:space="preserve"> : </w:t>
      </w:r>
      <w:r w:rsidR="00E0544E" w:rsidRPr="007818BD">
        <w:t>elle m</w:t>
      </w:r>
      <w:r>
        <w:t>’</w:t>
      </w:r>
      <w:r w:rsidR="00E0544E" w:rsidRPr="007818BD">
        <w:t>a poursuivi</w:t>
      </w:r>
      <w:r>
        <w:t xml:space="preserve">. </w:t>
      </w:r>
      <w:r w:rsidR="00E0544E" w:rsidRPr="007818BD">
        <w:t>Des mois</w:t>
      </w:r>
      <w:r>
        <w:t xml:space="preserve">, </w:t>
      </w:r>
      <w:r w:rsidR="00E0544E" w:rsidRPr="007818BD">
        <w:t>des années s</w:t>
      </w:r>
      <w:r>
        <w:t>’</w:t>
      </w:r>
      <w:r w:rsidR="00E0544E" w:rsidRPr="007818BD">
        <w:t>écoulèrent</w:t>
      </w:r>
      <w:r>
        <w:t xml:space="preserve">, </w:t>
      </w:r>
      <w:r w:rsidR="00E0544E" w:rsidRPr="007818BD">
        <w:t xml:space="preserve">et toujours ton </w:t>
      </w:r>
      <w:r w:rsidR="00E0544E" w:rsidRPr="007818BD">
        <w:lastRenderedPageBreak/>
        <w:t>doux regard éclairait mon cœur</w:t>
      </w:r>
      <w:r>
        <w:t xml:space="preserve">. </w:t>
      </w:r>
      <w:r w:rsidR="00E0544E" w:rsidRPr="007818BD">
        <w:t>Je revins</w:t>
      </w:r>
      <w:r>
        <w:t xml:space="preserve">, </w:t>
      </w:r>
      <w:r w:rsidR="00E0544E" w:rsidRPr="007818BD">
        <w:t>parce que je te voyais seule et tri</w:t>
      </w:r>
      <w:r w:rsidR="00E0544E" w:rsidRPr="007818BD">
        <w:t>s</w:t>
      </w:r>
      <w:r w:rsidR="00E0544E" w:rsidRPr="007818BD">
        <w:t>te en ce monde</w:t>
      </w:r>
      <w:r>
        <w:t xml:space="preserve">, </w:t>
      </w:r>
      <w:r w:rsidR="00E0544E" w:rsidRPr="007818BD">
        <w:t>parce que je savais que des périls</w:t>
      </w:r>
      <w:r>
        <w:t xml:space="preserve">, </w:t>
      </w:r>
      <w:r w:rsidR="00E0544E" w:rsidRPr="007818BD">
        <w:t>dont je po</w:t>
      </w:r>
      <w:r w:rsidR="00E0544E" w:rsidRPr="007818BD">
        <w:t>u</w:t>
      </w:r>
      <w:r w:rsidR="00E0544E" w:rsidRPr="007818BD">
        <w:t>vais te sauver</w:t>
      </w:r>
      <w:r>
        <w:t xml:space="preserve">, </w:t>
      </w:r>
      <w:r w:rsidR="00E0544E" w:rsidRPr="007818BD">
        <w:t>s</w:t>
      </w:r>
      <w:r>
        <w:t>’</w:t>
      </w:r>
      <w:r w:rsidR="00E0544E" w:rsidRPr="007818BD">
        <w:t>amoncelaient près de toi</w:t>
      </w:r>
      <w:r>
        <w:t xml:space="preserve">, </w:t>
      </w:r>
      <w:r w:rsidR="00E0544E" w:rsidRPr="007818BD">
        <w:t>autour de toi</w:t>
      </w:r>
      <w:r>
        <w:t xml:space="preserve">. </w:t>
      </w:r>
      <w:r w:rsidR="00E0544E" w:rsidRPr="007818BD">
        <w:t>Âme d</w:t>
      </w:r>
      <w:r>
        <w:t>’</w:t>
      </w:r>
      <w:r w:rsidR="00E0544E" w:rsidRPr="007818BD">
        <w:t>une beauté si pure</w:t>
      </w:r>
      <w:r>
        <w:t xml:space="preserve">, </w:t>
      </w:r>
      <w:r w:rsidR="00E0544E" w:rsidRPr="007818BD">
        <w:t>dont je lis les pages avec vénération</w:t>
      </w:r>
      <w:r>
        <w:t xml:space="preserve">, </w:t>
      </w:r>
      <w:r w:rsidR="00E0544E" w:rsidRPr="007818BD">
        <w:t>c</w:t>
      </w:r>
      <w:r>
        <w:t>’</w:t>
      </w:r>
      <w:r w:rsidR="00E0544E" w:rsidRPr="007818BD">
        <w:t>est pour toi</w:t>
      </w:r>
      <w:r>
        <w:t xml:space="preserve"> ; </w:t>
      </w:r>
      <w:r w:rsidR="00E0544E" w:rsidRPr="007818BD">
        <w:t>pour toi seule que j</w:t>
      </w:r>
      <w:r>
        <w:t>’</w:t>
      </w:r>
      <w:r w:rsidR="00E0544E" w:rsidRPr="007818BD">
        <w:t>aurais voulu te do</w:t>
      </w:r>
      <w:r w:rsidR="00E0544E" w:rsidRPr="007818BD">
        <w:t>n</w:t>
      </w:r>
      <w:r w:rsidR="00E0544E" w:rsidRPr="007818BD">
        <w:t>ner à quelqu</w:t>
      </w:r>
      <w:r>
        <w:t>’</w:t>
      </w:r>
      <w:r w:rsidR="00E0544E" w:rsidRPr="007818BD">
        <w:t>un qui</w:t>
      </w:r>
      <w:r>
        <w:t xml:space="preserve">, </w:t>
      </w:r>
      <w:r w:rsidR="00E0544E" w:rsidRPr="007818BD">
        <w:t>sur cette terre</w:t>
      </w:r>
      <w:r>
        <w:t xml:space="preserve">, </w:t>
      </w:r>
      <w:r w:rsidR="00E0544E" w:rsidRPr="007818BD">
        <w:t>eût pu te rendre plus heureuse que je ne le puis</w:t>
      </w:r>
      <w:r>
        <w:t xml:space="preserve">. </w:t>
      </w:r>
      <w:r w:rsidR="00E0544E" w:rsidRPr="007818BD">
        <w:t>Viola</w:t>
      </w:r>
      <w:r>
        <w:t xml:space="preserve"> ! </w:t>
      </w:r>
      <w:r w:rsidR="00E0544E" w:rsidRPr="007818BD">
        <w:t>Viola</w:t>
      </w:r>
      <w:r>
        <w:t xml:space="preserve">… </w:t>
      </w:r>
      <w:r w:rsidR="00E0544E" w:rsidRPr="007818BD">
        <w:t>tu ne sais pas</w:t>
      </w:r>
      <w:r>
        <w:t xml:space="preserve">, </w:t>
      </w:r>
      <w:r w:rsidR="00E0544E" w:rsidRPr="007818BD">
        <w:t>tu ne sauras jamais à quel point tu m</w:t>
      </w:r>
      <w:r>
        <w:t>’</w:t>
      </w:r>
      <w:r w:rsidR="00E0544E" w:rsidRPr="007818BD">
        <w:t>es chère</w:t>
      </w:r>
      <w:r>
        <w:t> ! »</w:t>
      </w:r>
    </w:p>
    <w:p w14:paraId="623D87C7" w14:textId="77777777" w:rsidR="00E8465A" w:rsidRDefault="00E0544E" w:rsidP="00E0544E">
      <w:r w:rsidRPr="007818BD">
        <w:t>On chercherait en vain des paroles pour décrire le raviss</w:t>
      </w:r>
      <w:r w:rsidRPr="007818BD">
        <w:t>e</w:t>
      </w:r>
      <w:r w:rsidRPr="007818BD">
        <w:t>ment triomphant</w:t>
      </w:r>
      <w:r w:rsidR="00E8465A">
        <w:t xml:space="preserve">, </w:t>
      </w:r>
      <w:r w:rsidRPr="007818BD">
        <w:t>plein</w:t>
      </w:r>
      <w:r w:rsidR="00E8465A">
        <w:t xml:space="preserve">, </w:t>
      </w:r>
      <w:r w:rsidRPr="007818BD">
        <w:t>complet</w:t>
      </w:r>
      <w:r w:rsidR="00E8465A">
        <w:t xml:space="preserve">, </w:t>
      </w:r>
      <w:r w:rsidRPr="007818BD">
        <w:t>qui remplissait le cœur de la Napolitaine</w:t>
      </w:r>
      <w:r w:rsidR="00E8465A">
        <w:t xml:space="preserve">. </w:t>
      </w:r>
      <w:r w:rsidRPr="007818BD">
        <w:t>Lui qu</w:t>
      </w:r>
      <w:r w:rsidR="00E8465A">
        <w:t>’</w:t>
      </w:r>
      <w:r w:rsidRPr="007818BD">
        <w:t>elle avait regardé comme au-dessus même de l</w:t>
      </w:r>
      <w:r w:rsidR="00E8465A">
        <w:t>’</w:t>
      </w:r>
      <w:r w:rsidRPr="007818BD">
        <w:t>amour</w:t>
      </w:r>
      <w:r w:rsidR="00E8465A">
        <w:t xml:space="preserve">, </w:t>
      </w:r>
      <w:r w:rsidRPr="007818BD">
        <w:t>il était là auprès d</w:t>
      </w:r>
      <w:r w:rsidR="00E8465A">
        <w:t>’</w:t>
      </w:r>
      <w:r w:rsidRPr="007818BD">
        <w:t>elle</w:t>
      </w:r>
      <w:r w:rsidR="00E8465A">
        <w:t xml:space="preserve">, </w:t>
      </w:r>
      <w:r w:rsidRPr="007818BD">
        <w:t>plus humble que ceux même qu</w:t>
      </w:r>
      <w:r w:rsidR="00E8465A">
        <w:t>’</w:t>
      </w:r>
      <w:r w:rsidRPr="007818BD">
        <w:t>elle méprisait</w:t>
      </w:r>
      <w:r w:rsidR="00E8465A">
        <w:t xml:space="preserve">. </w:t>
      </w:r>
      <w:r w:rsidRPr="007818BD">
        <w:t>Elle était muette</w:t>
      </w:r>
      <w:r w:rsidR="00E8465A">
        <w:t xml:space="preserve">, </w:t>
      </w:r>
      <w:r w:rsidRPr="007818BD">
        <w:t>mais ses yeux lui parlaient</w:t>
      </w:r>
      <w:r w:rsidR="00E8465A">
        <w:t xml:space="preserve"> ; </w:t>
      </w:r>
      <w:r w:rsidRPr="007818BD">
        <w:t>et puis lentement</w:t>
      </w:r>
      <w:r w:rsidR="00E8465A">
        <w:t xml:space="preserve">, </w:t>
      </w:r>
      <w:r w:rsidRPr="007818BD">
        <w:t>et comme s</w:t>
      </w:r>
      <w:r w:rsidR="00E8465A">
        <w:t>’</w:t>
      </w:r>
      <w:r w:rsidRPr="007818BD">
        <w:t>apercevant enfin que l</w:t>
      </w:r>
      <w:r w:rsidR="00E8465A">
        <w:t>’</w:t>
      </w:r>
      <w:r w:rsidRPr="007818BD">
        <w:t>amour humain envahissait l</w:t>
      </w:r>
      <w:r w:rsidR="00E8465A">
        <w:t>’</w:t>
      </w:r>
      <w:r w:rsidRPr="007818BD">
        <w:t>idéal</w:t>
      </w:r>
      <w:r w:rsidR="00E8465A">
        <w:t xml:space="preserve">, </w:t>
      </w:r>
      <w:r w:rsidRPr="007818BD">
        <w:t>elle retomba dans les alarmes d</w:t>
      </w:r>
      <w:r w:rsidR="00E8465A">
        <w:t>’</w:t>
      </w:r>
      <w:r w:rsidRPr="007818BD">
        <w:t>une nature pure et vertueuse</w:t>
      </w:r>
      <w:r w:rsidR="00E8465A">
        <w:t xml:space="preserve">. </w:t>
      </w:r>
      <w:r w:rsidRPr="007818BD">
        <w:t>Elle n</w:t>
      </w:r>
      <w:r w:rsidR="00E8465A">
        <w:t>’</w:t>
      </w:r>
      <w:r w:rsidRPr="007818BD">
        <w:t>osa pas</w:t>
      </w:r>
      <w:r w:rsidR="00E8465A">
        <w:t xml:space="preserve">, </w:t>
      </w:r>
      <w:r w:rsidRPr="007818BD">
        <w:t>elle ne songea pas à lui faire la question qu</w:t>
      </w:r>
      <w:r w:rsidR="00E8465A">
        <w:t>’</w:t>
      </w:r>
      <w:r w:rsidRPr="007818BD">
        <w:t>elle avait</w:t>
      </w:r>
      <w:r w:rsidR="00E8465A">
        <w:t xml:space="preserve">, </w:t>
      </w:r>
      <w:r w:rsidRPr="007818BD">
        <w:t>sans embarras</w:t>
      </w:r>
      <w:r w:rsidR="00E8465A">
        <w:t xml:space="preserve">, </w:t>
      </w:r>
      <w:r w:rsidRPr="007818BD">
        <w:t xml:space="preserve">adressée à </w:t>
      </w:r>
      <w:proofErr w:type="spellStart"/>
      <w:r w:rsidRPr="007818BD">
        <w:t>Gly</w:t>
      </w:r>
      <w:r w:rsidRPr="007818BD">
        <w:t>n</w:t>
      </w:r>
      <w:r w:rsidRPr="007818BD">
        <w:t>don</w:t>
      </w:r>
      <w:proofErr w:type="spellEnd"/>
      <w:r w:rsidR="00E8465A">
        <w:t xml:space="preserve"> ; </w:t>
      </w:r>
      <w:r w:rsidRPr="007818BD">
        <w:t>mais elle sentit une froideur soudaine</w:t>
      </w:r>
      <w:r w:rsidR="00E8465A">
        <w:t xml:space="preserve">… </w:t>
      </w:r>
      <w:r w:rsidRPr="007818BD">
        <w:t>l</w:t>
      </w:r>
      <w:r w:rsidR="00E8465A">
        <w:t>’</w:t>
      </w:r>
      <w:r w:rsidRPr="007818BD">
        <w:t>impression qu</w:t>
      </w:r>
      <w:r w:rsidR="00E8465A">
        <w:t>’</w:t>
      </w:r>
      <w:r w:rsidRPr="007818BD">
        <w:t>une barrière s</w:t>
      </w:r>
      <w:r w:rsidR="00E8465A">
        <w:t>’</w:t>
      </w:r>
      <w:r w:rsidRPr="007818BD">
        <w:t>élevait encore entre l</w:t>
      </w:r>
      <w:r w:rsidR="00E8465A">
        <w:t>’</w:t>
      </w:r>
      <w:r w:rsidRPr="007818BD">
        <w:t>amour et l</w:t>
      </w:r>
      <w:r w:rsidR="00E8465A">
        <w:t>’</w:t>
      </w:r>
      <w:r w:rsidRPr="007818BD">
        <w:t>amour</w:t>
      </w:r>
      <w:r w:rsidR="00E8465A">
        <w:t>.</w:t>
      </w:r>
    </w:p>
    <w:p w14:paraId="1C6407DB" w14:textId="77777777" w:rsidR="00E8465A" w:rsidRDefault="00E8465A" w:rsidP="00E0544E">
      <w:r>
        <w:t>« </w:t>
      </w:r>
      <w:proofErr w:type="spellStart"/>
      <w:r w:rsidR="00E0544E" w:rsidRPr="007818BD">
        <w:t>Zanoni</w:t>
      </w:r>
      <w:proofErr w:type="spellEnd"/>
      <w:r>
        <w:t xml:space="preserve">, </w:t>
      </w:r>
      <w:r w:rsidR="00E0544E" w:rsidRPr="007818BD">
        <w:t>murmura-t-elle les yeux baissés</w:t>
      </w:r>
      <w:r>
        <w:t xml:space="preserve">, </w:t>
      </w:r>
      <w:r w:rsidR="00E0544E" w:rsidRPr="007818BD">
        <w:t>ne me demande pas de fuir avec toi</w:t>
      </w:r>
      <w:r>
        <w:t xml:space="preserve">, </w:t>
      </w:r>
      <w:r w:rsidR="00E0544E" w:rsidRPr="007818BD">
        <w:t>ne me tente pas</w:t>
      </w:r>
      <w:r>
        <w:t xml:space="preserve"> ; </w:t>
      </w:r>
      <w:r w:rsidR="00E0544E" w:rsidRPr="007818BD">
        <w:t>tu voulais me protéger contre les autres</w:t>
      </w:r>
      <w:r>
        <w:t xml:space="preserve">, </w:t>
      </w:r>
      <w:r w:rsidR="00E0544E" w:rsidRPr="007818BD">
        <w:t>oh</w:t>
      </w:r>
      <w:r>
        <w:t xml:space="preserve"> ! </w:t>
      </w:r>
      <w:r w:rsidR="00E0544E" w:rsidRPr="007818BD">
        <w:t>protège-moi contre toi-même</w:t>
      </w:r>
      <w:r>
        <w:t>.</w:t>
      </w:r>
    </w:p>
    <w:p w14:paraId="5B762E19" w14:textId="6D8EDA92" w:rsidR="00E0544E" w:rsidRPr="007818BD" w:rsidRDefault="00E8465A" w:rsidP="00E0544E">
      <w:r>
        <w:t>— </w:t>
      </w:r>
      <w:r w:rsidR="00E0544E" w:rsidRPr="007818BD">
        <w:t>Pauvre orpheline</w:t>
      </w:r>
      <w:r>
        <w:t xml:space="preserve"> ! </w:t>
      </w:r>
      <w:r w:rsidR="00E0544E" w:rsidRPr="007818BD">
        <w:t>dit-il tendrement</w:t>
      </w:r>
      <w:r>
        <w:t xml:space="preserve"> ; </w:t>
      </w:r>
      <w:r w:rsidR="00E0544E" w:rsidRPr="007818BD">
        <w:t>peux-tu croire que je te demande le moindre sacrifice</w:t>
      </w:r>
      <w:r>
        <w:t xml:space="preserve">, </w:t>
      </w:r>
      <w:r w:rsidR="00E0544E" w:rsidRPr="007818BD">
        <w:t>et moins encore le plus grand qu</w:t>
      </w:r>
      <w:r>
        <w:t>’</w:t>
      </w:r>
      <w:r w:rsidR="00E0544E" w:rsidRPr="007818BD">
        <w:t>une femme puisse faire à l</w:t>
      </w:r>
      <w:r>
        <w:t>’</w:t>
      </w:r>
      <w:r w:rsidR="00E0544E" w:rsidRPr="007818BD">
        <w:t>amour</w:t>
      </w:r>
      <w:r>
        <w:t xml:space="preserve"> ? </w:t>
      </w:r>
      <w:r w:rsidR="00E0544E" w:rsidRPr="007818BD">
        <w:t>Tu es ma femme</w:t>
      </w:r>
      <w:r>
        <w:t xml:space="preserve">, </w:t>
      </w:r>
      <w:r w:rsidR="00E0544E" w:rsidRPr="007818BD">
        <w:t>unie à jamais à moi par tous les liens</w:t>
      </w:r>
      <w:r>
        <w:t xml:space="preserve">, </w:t>
      </w:r>
      <w:r w:rsidR="00E0544E" w:rsidRPr="007818BD">
        <w:t>par tous les vœux qui puissent fortifier et purifier l</w:t>
      </w:r>
      <w:r>
        <w:t>’</w:t>
      </w:r>
      <w:r w:rsidR="00E0544E" w:rsidRPr="007818BD">
        <w:t>affection</w:t>
      </w:r>
      <w:r>
        <w:t xml:space="preserve">. </w:t>
      </w:r>
      <w:r w:rsidR="00E0544E" w:rsidRPr="007818BD">
        <w:t>Hélas</w:t>
      </w:r>
      <w:r>
        <w:t xml:space="preserve"> ! </w:t>
      </w:r>
      <w:r w:rsidR="00E0544E" w:rsidRPr="007818BD">
        <w:t>on a calomnié l</w:t>
      </w:r>
      <w:r>
        <w:t>’</w:t>
      </w:r>
      <w:r w:rsidR="00E0544E" w:rsidRPr="007818BD">
        <w:t>amour à tes yeux</w:t>
      </w:r>
      <w:r>
        <w:t xml:space="preserve">, </w:t>
      </w:r>
      <w:r w:rsidR="00E0544E" w:rsidRPr="007818BD">
        <w:t>si tu ne sais pas encore que la religion en est un élément</w:t>
      </w:r>
      <w:r>
        <w:t xml:space="preserve">. </w:t>
      </w:r>
      <w:r w:rsidR="00E0544E" w:rsidRPr="007818BD">
        <w:t>Ceux qui aiment réellement cherchent</w:t>
      </w:r>
      <w:r>
        <w:t xml:space="preserve">, </w:t>
      </w:r>
      <w:r w:rsidR="00E0544E" w:rsidRPr="007818BD">
        <w:t>pour le tr</w:t>
      </w:r>
      <w:r w:rsidR="00E0544E" w:rsidRPr="007818BD">
        <w:t>é</w:t>
      </w:r>
      <w:r w:rsidR="00E0544E" w:rsidRPr="007818BD">
        <w:t>sor qu</w:t>
      </w:r>
      <w:r>
        <w:t>’</w:t>
      </w:r>
      <w:r w:rsidR="00E0544E" w:rsidRPr="007818BD">
        <w:t>ils possèdent</w:t>
      </w:r>
      <w:r>
        <w:t xml:space="preserve">, </w:t>
      </w:r>
      <w:r w:rsidR="00E0544E" w:rsidRPr="007818BD">
        <w:t xml:space="preserve">tous les liens qui en </w:t>
      </w:r>
      <w:r w:rsidR="00E0544E" w:rsidRPr="007818BD">
        <w:lastRenderedPageBreak/>
        <w:t>peuvent assurer la d</w:t>
      </w:r>
      <w:r w:rsidR="00E0544E" w:rsidRPr="007818BD">
        <w:t>u</w:t>
      </w:r>
      <w:r w:rsidR="00E0544E" w:rsidRPr="007818BD">
        <w:t>rée</w:t>
      </w:r>
      <w:r>
        <w:t xml:space="preserve">. </w:t>
      </w:r>
      <w:r w:rsidR="00E0544E" w:rsidRPr="007818BD">
        <w:t>Viola</w:t>
      </w:r>
      <w:r>
        <w:t xml:space="preserve">, </w:t>
      </w:r>
      <w:r w:rsidR="00E0544E" w:rsidRPr="007818BD">
        <w:t>ne pleure pas</w:t>
      </w:r>
      <w:r>
        <w:t xml:space="preserve"> ! </w:t>
      </w:r>
      <w:r w:rsidR="00E0544E" w:rsidRPr="007818BD">
        <w:t>à moins que tu ne me donnes le droit sacré d</w:t>
      </w:r>
      <w:r>
        <w:t>’</w:t>
      </w:r>
      <w:r w:rsidR="00E0544E" w:rsidRPr="007818BD">
        <w:t>essuyer ces larmes de mes baisers</w:t>
      </w:r>
      <w:r>
        <w:t> ! »</w:t>
      </w:r>
    </w:p>
    <w:p w14:paraId="1A126F0C" w14:textId="77777777" w:rsidR="00E8465A" w:rsidRDefault="00E0544E" w:rsidP="00E0544E">
      <w:r w:rsidRPr="007818BD">
        <w:t>Ce beau visage n</w:t>
      </w:r>
      <w:r w:rsidR="00E8465A">
        <w:t>’</w:t>
      </w:r>
      <w:r w:rsidRPr="007818BD">
        <w:t>était plus détourné</w:t>
      </w:r>
      <w:r w:rsidR="00E8465A">
        <w:t xml:space="preserve"> ; </w:t>
      </w:r>
      <w:r w:rsidRPr="007818BD">
        <w:t xml:space="preserve">il se laissa tomber sur le sein de </w:t>
      </w:r>
      <w:proofErr w:type="spellStart"/>
      <w:r w:rsidRPr="007818BD">
        <w:t>Zanoni</w:t>
      </w:r>
      <w:proofErr w:type="spellEnd"/>
      <w:r w:rsidR="00E8465A">
        <w:t xml:space="preserve">, </w:t>
      </w:r>
      <w:r w:rsidRPr="007818BD">
        <w:t>il se pencha</w:t>
      </w:r>
      <w:r w:rsidR="00E8465A">
        <w:t xml:space="preserve">, </w:t>
      </w:r>
      <w:r w:rsidRPr="007818BD">
        <w:t>leurs lèvres se rencontrèrent</w:t>
      </w:r>
      <w:r w:rsidR="00E8465A">
        <w:t xml:space="preserve">… </w:t>
      </w:r>
      <w:r w:rsidRPr="007818BD">
        <w:t>un long</w:t>
      </w:r>
      <w:r w:rsidR="00E8465A">
        <w:t xml:space="preserve">, </w:t>
      </w:r>
      <w:r w:rsidRPr="007818BD">
        <w:t>un brûlant baiser</w:t>
      </w:r>
      <w:r w:rsidR="00E8465A">
        <w:t xml:space="preserve">… </w:t>
      </w:r>
      <w:r w:rsidRPr="007818BD">
        <w:t>péril</w:t>
      </w:r>
      <w:r w:rsidR="00E8465A">
        <w:t xml:space="preserve">, </w:t>
      </w:r>
      <w:r w:rsidRPr="007818BD">
        <w:t>vie</w:t>
      </w:r>
      <w:r w:rsidR="00E8465A">
        <w:t xml:space="preserve">, </w:t>
      </w:r>
      <w:r w:rsidRPr="007818BD">
        <w:t>monde</w:t>
      </w:r>
      <w:r w:rsidR="00E8465A">
        <w:t xml:space="preserve">, </w:t>
      </w:r>
      <w:r w:rsidRPr="007818BD">
        <w:t>tout était oublié</w:t>
      </w:r>
      <w:r w:rsidR="00E8465A">
        <w:t xml:space="preserve">. </w:t>
      </w:r>
      <w:r w:rsidRPr="007818BD">
        <w:t>Tout à coup</w:t>
      </w:r>
      <w:r w:rsidR="00E8465A">
        <w:t xml:space="preserve">, </w:t>
      </w:r>
      <w:proofErr w:type="spellStart"/>
      <w:r w:rsidRPr="007818BD">
        <w:t>Zanoni</w:t>
      </w:r>
      <w:proofErr w:type="spellEnd"/>
      <w:r w:rsidRPr="007818BD">
        <w:t xml:space="preserve"> s</w:t>
      </w:r>
      <w:r w:rsidR="00E8465A">
        <w:t>’</w:t>
      </w:r>
      <w:r w:rsidRPr="007818BD">
        <w:t>arracha d</w:t>
      </w:r>
      <w:r w:rsidR="00E8465A">
        <w:t>’</w:t>
      </w:r>
      <w:r w:rsidRPr="007818BD">
        <w:t>elle violemment</w:t>
      </w:r>
      <w:r w:rsidR="00E8465A">
        <w:t>.</w:t>
      </w:r>
    </w:p>
    <w:p w14:paraId="4B9B21F8" w14:textId="448E16EE" w:rsidR="00E0544E" w:rsidRPr="007818BD" w:rsidRDefault="00E8465A" w:rsidP="00E0544E">
      <w:r>
        <w:t>« </w:t>
      </w:r>
      <w:r w:rsidR="00E0544E" w:rsidRPr="007818BD">
        <w:t>Entends-tu le vent qui soupire et qui meurt</w:t>
      </w:r>
      <w:r>
        <w:t xml:space="preserve"> ? </w:t>
      </w:r>
      <w:r w:rsidR="00E0544E" w:rsidRPr="007818BD">
        <w:t>Comme ce vent</w:t>
      </w:r>
      <w:r>
        <w:t xml:space="preserve">, </w:t>
      </w:r>
      <w:r w:rsidR="00E0544E" w:rsidRPr="007818BD">
        <w:t>le pouvoir que j</w:t>
      </w:r>
      <w:r>
        <w:t>’</w:t>
      </w:r>
      <w:r w:rsidR="00E0544E" w:rsidRPr="007818BD">
        <w:t>avais de te sauver</w:t>
      </w:r>
      <w:r>
        <w:t xml:space="preserve">, </w:t>
      </w:r>
      <w:r w:rsidR="00E0544E" w:rsidRPr="007818BD">
        <w:t>de te défendre</w:t>
      </w:r>
      <w:r>
        <w:t xml:space="preserve">, </w:t>
      </w:r>
      <w:r w:rsidR="00E0544E" w:rsidRPr="007818BD">
        <w:t>de pr</w:t>
      </w:r>
      <w:r w:rsidR="00E0544E" w:rsidRPr="007818BD">
        <w:t>é</w:t>
      </w:r>
      <w:r w:rsidR="00E0544E" w:rsidRPr="007818BD">
        <w:t>voir l</w:t>
      </w:r>
      <w:r>
        <w:t>’</w:t>
      </w:r>
      <w:r w:rsidR="00E0544E" w:rsidRPr="007818BD">
        <w:t>orage dans ton ciel</w:t>
      </w:r>
      <w:r>
        <w:t xml:space="preserve">… </w:t>
      </w:r>
      <w:r w:rsidR="00E0544E" w:rsidRPr="007818BD">
        <w:t>je ne l</w:t>
      </w:r>
      <w:r>
        <w:t>’</w:t>
      </w:r>
      <w:r w:rsidR="00E0544E" w:rsidRPr="007818BD">
        <w:t>ai plus</w:t>
      </w:r>
      <w:r>
        <w:t xml:space="preserve"> ! </w:t>
      </w:r>
      <w:r w:rsidR="00E0544E" w:rsidRPr="007818BD">
        <w:t>Qu</w:t>
      </w:r>
      <w:r>
        <w:t>’</w:t>
      </w:r>
      <w:r w:rsidR="00E0544E" w:rsidRPr="007818BD">
        <w:t>importe</w:t>
      </w:r>
      <w:r>
        <w:t xml:space="preserve"> ? </w:t>
      </w:r>
      <w:r w:rsidR="00E0544E" w:rsidRPr="007818BD">
        <w:t>Vite</w:t>
      </w:r>
      <w:r>
        <w:t xml:space="preserve"> ! </w:t>
      </w:r>
      <w:r w:rsidR="00E0544E" w:rsidRPr="007818BD">
        <w:t>v</w:t>
      </w:r>
      <w:r w:rsidR="00E0544E" w:rsidRPr="007818BD">
        <w:t>i</w:t>
      </w:r>
      <w:r w:rsidR="00E0544E" w:rsidRPr="007818BD">
        <w:t>te</w:t>
      </w:r>
      <w:r>
        <w:t xml:space="preserve"> !… </w:t>
      </w:r>
      <w:r w:rsidR="00E0544E" w:rsidRPr="007818BD">
        <w:t>et que l</w:t>
      </w:r>
      <w:r>
        <w:t>’</w:t>
      </w:r>
      <w:r w:rsidR="00E0544E" w:rsidRPr="007818BD">
        <w:t>amour supplée à tout ce qu</w:t>
      </w:r>
      <w:r>
        <w:t>’</w:t>
      </w:r>
      <w:r w:rsidR="00E0544E" w:rsidRPr="007818BD">
        <w:t>il a osé sacrifier</w:t>
      </w:r>
      <w:r>
        <w:t xml:space="preserve"> ! </w:t>
      </w:r>
      <w:r w:rsidR="00E0544E" w:rsidRPr="007818BD">
        <w:t>Viens</w:t>
      </w:r>
      <w:r>
        <w:t> ! »</w:t>
      </w:r>
    </w:p>
    <w:p w14:paraId="7C52666D" w14:textId="77777777" w:rsidR="00E8465A" w:rsidRDefault="00E0544E" w:rsidP="00E0544E">
      <w:r w:rsidRPr="007818BD">
        <w:t>Viola n</w:t>
      </w:r>
      <w:r w:rsidR="00E8465A">
        <w:t>’</w:t>
      </w:r>
      <w:r w:rsidRPr="007818BD">
        <w:t>hésita plus</w:t>
      </w:r>
      <w:r w:rsidR="00E8465A">
        <w:t xml:space="preserve">. </w:t>
      </w:r>
      <w:r w:rsidRPr="007818BD">
        <w:t>Elle jeta son manteau sur ses épaules</w:t>
      </w:r>
      <w:r w:rsidR="00E8465A">
        <w:t xml:space="preserve">, </w:t>
      </w:r>
      <w:r w:rsidRPr="007818BD">
        <w:t>rassembla sa chevelure éparse</w:t>
      </w:r>
      <w:r w:rsidR="00E8465A">
        <w:t xml:space="preserve"> ; </w:t>
      </w:r>
      <w:r w:rsidRPr="007818BD">
        <w:t>encore un moment</w:t>
      </w:r>
      <w:r w:rsidR="00E8465A">
        <w:t xml:space="preserve">, </w:t>
      </w:r>
      <w:r w:rsidRPr="007818BD">
        <w:t>et elle était prête</w:t>
      </w:r>
      <w:r w:rsidR="00E8465A">
        <w:t xml:space="preserve">, </w:t>
      </w:r>
      <w:r w:rsidRPr="007818BD">
        <w:t>quand un fracas se fit entendre au pied de l</w:t>
      </w:r>
      <w:r w:rsidR="00E8465A">
        <w:t>’</w:t>
      </w:r>
      <w:r w:rsidRPr="007818BD">
        <w:t>escalier</w:t>
      </w:r>
      <w:r w:rsidR="00E8465A">
        <w:t>.</w:t>
      </w:r>
    </w:p>
    <w:p w14:paraId="5C8574CD" w14:textId="77777777" w:rsidR="00E8465A" w:rsidRDefault="00E8465A" w:rsidP="00E0544E">
      <w:r>
        <w:t>« </w:t>
      </w:r>
      <w:r w:rsidR="00E0544E" w:rsidRPr="007818BD">
        <w:t>Trop tard</w:t>
      </w:r>
      <w:r>
        <w:t xml:space="preserve"> ! </w:t>
      </w:r>
      <w:r w:rsidR="00E0544E" w:rsidRPr="007818BD">
        <w:t>insensé que j</w:t>
      </w:r>
      <w:r>
        <w:t>’</w:t>
      </w:r>
      <w:r w:rsidR="00E0544E" w:rsidRPr="007818BD">
        <w:t>étais</w:t>
      </w:r>
      <w:r>
        <w:t xml:space="preserve"> ! </w:t>
      </w:r>
      <w:r w:rsidR="00E0544E" w:rsidRPr="007818BD">
        <w:t>trop tard</w:t>
      </w:r>
      <w:r>
        <w:t> ! »</w:t>
      </w:r>
      <w:r w:rsidR="00E0544E" w:rsidRPr="007818BD">
        <w:t xml:space="preserve"> s</w:t>
      </w:r>
      <w:r>
        <w:t>’</w:t>
      </w:r>
      <w:r w:rsidR="00E0544E" w:rsidRPr="007818BD">
        <w:t xml:space="preserve">écria </w:t>
      </w:r>
      <w:proofErr w:type="spellStart"/>
      <w:r w:rsidR="00E0544E" w:rsidRPr="007818BD">
        <w:t>Zan</w:t>
      </w:r>
      <w:r w:rsidR="00E0544E" w:rsidRPr="007818BD">
        <w:t>o</w:t>
      </w:r>
      <w:r w:rsidR="00E0544E" w:rsidRPr="007818BD">
        <w:t>ni</w:t>
      </w:r>
      <w:proofErr w:type="spellEnd"/>
      <w:r w:rsidR="00E0544E" w:rsidRPr="007818BD">
        <w:t xml:space="preserve"> avec un cri déchirant d</w:t>
      </w:r>
      <w:r>
        <w:t>’</w:t>
      </w:r>
      <w:r w:rsidR="00E0544E" w:rsidRPr="007818BD">
        <w:t>angoisse</w:t>
      </w:r>
      <w:r>
        <w:t xml:space="preserve">, </w:t>
      </w:r>
      <w:r w:rsidR="00E0544E" w:rsidRPr="007818BD">
        <w:t>en courant à la porte</w:t>
      </w:r>
      <w:r>
        <w:t xml:space="preserve">. </w:t>
      </w:r>
      <w:r w:rsidR="00E0544E" w:rsidRPr="007818BD">
        <w:t>Il l</w:t>
      </w:r>
      <w:r>
        <w:t>’</w:t>
      </w:r>
      <w:r w:rsidR="00E0544E" w:rsidRPr="007818BD">
        <w:t>ouvrit et fut repoussé par une troupe d</w:t>
      </w:r>
      <w:r>
        <w:t>’</w:t>
      </w:r>
      <w:r w:rsidR="00E0544E" w:rsidRPr="007818BD">
        <w:t>envahisseurs</w:t>
      </w:r>
      <w:r>
        <w:t xml:space="preserve">. </w:t>
      </w:r>
      <w:r w:rsidR="00E0544E" w:rsidRPr="007818BD">
        <w:t>La cha</w:t>
      </w:r>
      <w:r w:rsidR="00E0544E" w:rsidRPr="007818BD">
        <w:t>m</w:t>
      </w:r>
      <w:r w:rsidR="00E0544E" w:rsidRPr="007818BD">
        <w:t>bre fourmilla des créatures du ravisseur</w:t>
      </w:r>
      <w:r>
        <w:t xml:space="preserve">, </w:t>
      </w:r>
      <w:r w:rsidR="00E0544E" w:rsidRPr="007818BD">
        <w:t>masquées</w:t>
      </w:r>
      <w:r>
        <w:t xml:space="preserve">, </w:t>
      </w:r>
      <w:r w:rsidR="00E0544E" w:rsidRPr="007818BD">
        <w:t>armées ju</w:t>
      </w:r>
      <w:r w:rsidR="00E0544E" w:rsidRPr="007818BD">
        <w:t>s</w:t>
      </w:r>
      <w:r w:rsidR="00E0544E" w:rsidRPr="007818BD">
        <w:t>qu</w:t>
      </w:r>
      <w:r>
        <w:t>’</w:t>
      </w:r>
      <w:r w:rsidR="00E0544E" w:rsidRPr="007818BD">
        <w:t>aux dents</w:t>
      </w:r>
      <w:r>
        <w:t>.</w:t>
      </w:r>
    </w:p>
    <w:p w14:paraId="2DF2E259" w14:textId="77777777" w:rsidR="00E8465A" w:rsidRDefault="00E0544E" w:rsidP="00E0544E">
      <w:r w:rsidRPr="007818BD">
        <w:t>Deux de ces misérables s</w:t>
      </w:r>
      <w:r w:rsidR="00E8465A">
        <w:t>’</w:t>
      </w:r>
      <w:r w:rsidRPr="007818BD">
        <w:t>étaient déjà emparés de Viola</w:t>
      </w:r>
      <w:r w:rsidR="00E8465A">
        <w:t xml:space="preserve">. </w:t>
      </w:r>
      <w:r w:rsidRPr="007818BD">
        <w:t>Les cris arrivèrent jusqu</w:t>
      </w:r>
      <w:r w:rsidR="00E8465A">
        <w:t>’</w:t>
      </w:r>
      <w:r w:rsidRPr="007818BD">
        <w:t xml:space="preserve">à </w:t>
      </w:r>
      <w:proofErr w:type="spellStart"/>
      <w:r w:rsidRPr="007818BD">
        <w:t>Zanoni</w:t>
      </w:r>
      <w:proofErr w:type="spellEnd"/>
      <w:r w:rsidR="00E8465A">
        <w:t xml:space="preserve">. </w:t>
      </w:r>
      <w:r w:rsidRPr="007818BD">
        <w:t>Il s</w:t>
      </w:r>
      <w:r w:rsidR="00E8465A">
        <w:t>’</w:t>
      </w:r>
      <w:r w:rsidRPr="007818BD">
        <w:t>élança</w:t>
      </w:r>
      <w:r w:rsidR="00E8465A">
        <w:t xml:space="preserve">. </w:t>
      </w:r>
      <w:r w:rsidRPr="007818BD">
        <w:t>Viola entendit son cri dans une langue étrangère</w:t>
      </w:r>
      <w:r w:rsidR="00E8465A">
        <w:t xml:space="preserve"> ; </w:t>
      </w:r>
      <w:r w:rsidRPr="007818BD">
        <w:t>elle vit le fer des bandits dirigé contre sa poitrine</w:t>
      </w:r>
      <w:r w:rsidR="00E8465A">
        <w:t xml:space="preserve"> ; </w:t>
      </w:r>
      <w:r w:rsidRPr="007818BD">
        <w:t>elle perdit connaissance</w:t>
      </w:r>
      <w:r w:rsidR="00E8465A">
        <w:t xml:space="preserve">, </w:t>
      </w:r>
      <w:r w:rsidRPr="007818BD">
        <w:t>et</w:t>
      </w:r>
      <w:r w:rsidR="00E8465A">
        <w:t xml:space="preserve">, </w:t>
      </w:r>
      <w:r w:rsidRPr="007818BD">
        <w:t>quand elle r</w:t>
      </w:r>
      <w:r w:rsidRPr="007818BD">
        <w:t>e</w:t>
      </w:r>
      <w:r w:rsidRPr="007818BD">
        <w:t>vint à elle</w:t>
      </w:r>
      <w:r w:rsidR="00E8465A">
        <w:t xml:space="preserve">, </w:t>
      </w:r>
      <w:r w:rsidRPr="007818BD">
        <w:t>elle se trouva garrottée</w:t>
      </w:r>
      <w:r w:rsidR="00E8465A">
        <w:t xml:space="preserve">, </w:t>
      </w:r>
      <w:r w:rsidRPr="007818BD">
        <w:t>dans un carrosse roulant r</w:t>
      </w:r>
      <w:r w:rsidRPr="007818BD">
        <w:t>a</w:t>
      </w:r>
      <w:r w:rsidRPr="007818BD">
        <w:t>pidement</w:t>
      </w:r>
      <w:r w:rsidR="00E8465A">
        <w:t xml:space="preserve">, </w:t>
      </w:r>
      <w:r w:rsidRPr="007818BD">
        <w:t>seule avec un perso</w:t>
      </w:r>
      <w:r w:rsidRPr="007818BD">
        <w:t>n</w:t>
      </w:r>
      <w:r w:rsidRPr="007818BD">
        <w:t>nage masqué et immobile</w:t>
      </w:r>
      <w:r w:rsidR="00E8465A">
        <w:t xml:space="preserve">. </w:t>
      </w:r>
      <w:r w:rsidRPr="007818BD">
        <w:t>La voiture s</w:t>
      </w:r>
      <w:r w:rsidR="00E8465A">
        <w:t>’</w:t>
      </w:r>
      <w:r w:rsidRPr="007818BD">
        <w:t>arrêta au portique d</w:t>
      </w:r>
      <w:r w:rsidR="00E8465A">
        <w:t>’</w:t>
      </w:r>
      <w:r w:rsidRPr="007818BD">
        <w:t>une sombre demeure</w:t>
      </w:r>
      <w:r w:rsidR="00E8465A">
        <w:t xml:space="preserve">. </w:t>
      </w:r>
      <w:r w:rsidRPr="007818BD">
        <w:t>Les portes s</w:t>
      </w:r>
      <w:r w:rsidR="00E8465A">
        <w:t>’</w:t>
      </w:r>
      <w:r w:rsidRPr="007818BD">
        <w:t>ouvrirent sans bruit</w:t>
      </w:r>
      <w:r w:rsidR="00E8465A">
        <w:t xml:space="preserve"> ; </w:t>
      </w:r>
      <w:r w:rsidRPr="007818BD">
        <w:t xml:space="preserve">un large escalier </w:t>
      </w:r>
      <w:r w:rsidRPr="007818BD">
        <w:lastRenderedPageBreak/>
        <w:t>brillamment éclairé était devant elle</w:t>
      </w:r>
      <w:r w:rsidR="00E8465A">
        <w:t xml:space="preserve">. </w:t>
      </w:r>
      <w:r w:rsidRPr="007818BD">
        <w:t>Elle était dans le palais du prince de ***</w:t>
      </w:r>
      <w:r w:rsidR="00E8465A">
        <w:t>.</w:t>
      </w:r>
    </w:p>
    <w:p w14:paraId="1CEF3F9B" w14:textId="77777777" w:rsidR="00E8465A" w:rsidRDefault="00E0544E" w:rsidP="00E8465A">
      <w:pPr>
        <w:pStyle w:val="Titre2"/>
        <w:pageBreakBefore/>
      </w:pPr>
      <w:bookmarkStart w:id="36" w:name="_Toc199963085"/>
      <w:r w:rsidRPr="007818BD">
        <w:lastRenderedPageBreak/>
        <w:t>CHAPITRE</w:t>
      </w:r>
      <w:r w:rsidR="00E8465A">
        <w:t xml:space="preserve"> </w:t>
      </w:r>
      <w:r w:rsidRPr="007818BD">
        <w:t>XIV</w:t>
      </w:r>
      <w:r w:rsidR="00E8465A">
        <w:t>.</w:t>
      </w:r>
      <w:bookmarkEnd w:id="36"/>
    </w:p>
    <w:p w14:paraId="046A0790" w14:textId="33068A2A" w:rsidR="00E0544E" w:rsidRPr="007818BD" w:rsidRDefault="00E0544E" w:rsidP="00E0544E">
      <w:pPr>
        <w:pStyle w:val="NormalRetraitGauche4XIndent0"/>
        <w:spacing w:before="0" w:after="0"/>
        <w:rPr>
          <w:rStyle w:val="Taille-1Caracteres"/>
        </w:rPr>
      </w:pPr>
      <w:r w:rsidRPr="007818BD">
        <w:rPr>
          <w:rStyle w:val="Taille-1Caracteres"/>
        </w:rPr>
        <w:t xml:space="preserve">Ma </w:t>
      </w:r>
      <w:proofErr w:type="spellStart"/>
      <w:r w:rsidRPr="007818BD">
        <w:rPr>
          <w:rStyle w:val="Taille-1Caracteres"/>
        </w:rPr>
        <w:t>lasciamo</w:t>
      </w:r>
      <w:proofErr w:type="spellEnd"/>
      <w:r w:rsidR="00E8465A">
        <w:rPr>
          <w:rStyle w:val="Taille-1Caracteres"/>
        </w:rPr>
        <w:t xml:space="preserve">, </w:t>
      </w:r>
      <w:r w:rsidRPr="007818BD">
        <w:rPr>
          <w:rStyle w:val="Taille-1Caracteres"/>
        </w:rPr>
        <w:t>per Dio</w:t>
      </w:r>
      <w:r w:rsidR="00E8465A">
        <w:rPr>
          <w:rStyle w:val="Taille-1Caracteres"/>
        </w:rPr>
        <w:t xml:space="preserve">, </w:t>
      </w:r>
      <w:proofErr w:type="spellStart"/>
      <w:r w:rsidRPr="007818BD">
        <w:rPr>
          <w:rStyle w:val="Taille-1Caracteres"/>
        </w:rPr>
        <w:t>signore</w:t>
      </w:r>
      <w:proofErr w:type="spellEnd"/>
      <w:r w:rsidR="00E8465A">
        <w:rPr>
          <w:rStyle w:val="Taille-1Caracteres"/>
        </w:rPr>
        <w:t xml:space="preserve">, </w:t>
      </w:r>
      <w:proofErr w:type="spellStart"/>
      <w:r w:rsidRPr="007818BD">
        <w:rPr>
          <w:rStyle w:val="Taille-1Caracteres"/>
        </w:rPr>
        <w:t>ormai</w:t>
      </w:r>
      <w:proofErr w:type="spellEnd"/>
    </w:p>
    <w:p w14:paraId="20C431D0" w14:textId="77777777" w:rsidR="00E8465A" w:rsidRDefault="00E0544E" w:rsidP="00E0544E">
      <w:pPr>
        <w:pStyle w:val="NormalRetraitGauche4XIndent0"/>
        <w:spacing w:before="0" w:after="0"/>
        <w:rPr>
          <w:rStyle w:val="Taille-1Caracteres"/>
        </w:rPr>
      </w:pPr>
      <w:r w:rsidRPr="007818BD">
        <w:rPr>
          <w:rStyle w:val="Taille-1Caracteres"/>
        </w:rPr>
        <w:t xml:space="preserve">Di </w:t>
      </w:r>
      <w:proofErr w:type="spellStart"/>
      <w:r w:rsidRPr="007818BD">
        <w:rPr>
          <w:rStyle w:val="Taille-1Caracteres"/>
        </w:rPr>
        <w:t>parlar</w:t>
      </w:r>
      <w:proofErr w:type="spellEnd"/>
      <w:r w:rsidRPr="007818BD">
        <w:rPr>
          <w:rStyle w:val="Taille-1Caracteres"/>
        </w:rPr>
        <w:t xml:space="preserve"> </w:t>
      </w:r>
      <w:proofErr w:type="spellStart"/>
      <w:r w:rsidRPr="007818BD">
        <w:rPr>
          <w:rStyle w:val="Taille-1Caracteres"/>
        </w:rPr>
        <w:t>d</w:t>
      </w:r>
      <w:r w:rsidR="00E8465A">
        <w:rPr>
          <w:rStyle w:val="Taille-1Caracteres"/>
        </w:rPr>
        <w:t>’</w:t>
      </w:r>
      <w:r w:rsidRPr="007818BD">
        <w:rPr>
          <w:rStyle w:val="Taille-1Caracteres"/>
        </w:rPr>
        <w:t>ira</w:t>
      </w:r>
      <w:proofErr w:type="spellEnd"/>
      <w:r w:rsidRPr="007818BD">
        <w:rPr>
          <w:rStyle w:val="Taille-1Caracteres"/>
        </w:rPr>
        <w:t xml:space="preserve"> e di </w:t>
      </w:r>
      <w:proofErr w:type="spellStart"/>
      <w:r w:rsidRPr="007818BD">
        <w:rPr>
          <w:rStyle w:val="Taille-1Caracteres"/>
        </w:rPr>
        <w:t>cantar</w:t>
      </w:r>
      <w:proofErr w:type="spellEnd"/>
      <w:r w:rsidRPr="007818BD">
        <w:rPr>
          <w:rStyle w:val="Taille-1Caracteres"/>
        </w:rPr>
        <w:t xml:space="preserve"> di morte</w:t>
      </w:r>
      <w:r w:rsidRPr="007818BD">
        <w:rPr>
          <w:rStyle w:val="Appelnotedebasdep"/>
          <w:szCs w:val="28"/>
        </w:rPr>
        <w:footnoteReference w:id="45"/>
      </w:r>
      <w:r w:rsidR="00E8465A">
        <w:rPr>
          <w:rStyle w:val="Taille-1Caracteres"/>
        </w:rPr>
        <w:t>.</w:t>
      </w:r>
    </w:p>
    <w:p w14:paraId="36144836" w14:textId="7831923D" w:rsidR="00E8465A" w:rsidRDefault="00E8465A" w:rsidP="00E0544E">
      <w:pPr>
        <w:jc w:val="right"/>
        <w:rPr>
          <w:rStyle w:val="Taille-1Caracteres"/>
        </w:rPr>
      </w:pPr>
      <w:r>
        <w:rPr>
          <w:rStyle w:val="Taille-1Caracteres"/>
        </w:rPr>
        <w:t>(</w:t>
      </w:r>
      <w:r w:rsidR="00E0544E" w:rsidRPr="007818BD">
        <w:rPr>
          <w:rStyle w:val="Taille-1Caracteres"/>
          <w:i/>
        </w:rPr>
        <w:t>Orl</w:t>
      </w:r>
      <w:r>
        <w:rPr>
          <w:rStyle w:val="Taille-1Caracteres"/>
          <w:i/>
        </w:rPr>
        <w:t xml:space="preserve">. </w:t>
      </w:r>
      <w:r w:rsidR="00E0544E" w:rsidRPr="007818BD">
        <w:rPr>
          <w:rStyle w:val="Taille-1Caracteres"/>
          <w:i/>
        </w:rPr>
        <w:t>Furi</w:t>
      </w:r>
      <w:r>
        <w:rPr>
          <w:rStyle w:val="Taille-1Caracteres"/>
          <w:i/>
        </w:rPr>
        <w:t xml:space="preserve">., </w:t>
      </w:r>
      <w:r w:rsidR="00E0544E" w:rsidRPr="007818BD">
        <w:rPr>
          <w:rStyle w:val="Taille-1Caracteres"/>
          <w:i/>
        </w:rPr>
        <w:t>XVII</w:t>
      </w:r>
      <w:r>
        <w:rPr>
          <w:rStyle w:val="Taille-1Caracteres"/>
          <w:i/>
        </w:rPr>
        <w:t xml:space="preserve">, </w:t>
      </w:r>
      <w:r w:rsidR="00E0544E" w:rsidRPr="007818BD">
        <w:rPr>
          <w:rStyle w:val="Taille-1Caracteres"/>
          <w:i/>
        </w:rPr>
        <w:t>17</w:t>
      </w:r>
      <w:r>
        <w:rPr>
          <w:rStyle w:val="Taille-1Caracteres"/>
        </w:rPr>
        <w:t>.)</w:t>
      </w:r>
    </w:p>
    <w:p w14:paraId="30D73A3E" w14:textId="77777777" w:rsidR="00E8465A" w:rsidRDefault="00E0544E" w:rsidP="00E0544E">
      <w:r w:rsidRPr="007818BD">
        <w:t>La jeune actrice fut conduite et laissée seule dans une chambre ornée dans le goût luxueux et demi-oriental qui cara</w:t>
      </w:r>
      <w:r w:rsidRPr="007818BD">
        <w:t>c</w:t>
      </w:r>
      <w:r w:rsidRPr="007818BD">
        <w:t>térisait</w:t>
      </w:r>
      <w:r w:rsidR="00E8465A">
        <w:t xml:space="preserve">, </w:t>
      </w:r>
      <w:r w:rsidRPr="007818BD">
        <w:t>à une certaine époque</w:t>
      </w:r>
      <w:r w:rsidR="00E8465A">
        <w:t xml:space="preserve">, </w:t>
      </w:r>
      <w:r w:rsidRPr="007818BD">
        <w:t>les palais des grands seigneurs italiens</w:t>
      </w:r>
      <w:r w:rsidR="00E8465A">
        <w:t xml:space="preserve">. </w:t>
      </w:r>
      <w:r w:rsidRPr="007818BD">
        <w:t xml:space="preserve">Sa première pensée fut pour </w:t>
      </w:r>
      <w:proofErr w:type="spellStart"/>
      <w:r w:rsidRPr="007818BD">
        <w:t>Zanoni</w:t>
      </w:r>
      <w:proofErr w:type="spellEnd"/>
      <w:r w:rsidR="00E8465A">
        <w:t xml:space="preserve">. </w:t>
      </w:r>
      <w:r w:rsidRPr="007818BD">
        <w:t>Vivait-il encore</w:t>
      </w:r>
      <w:r w:rsidR="00E8465A">
        <w:t xml:space="preserve"> ? </w:t>
      </w:r>
      <w:r w:rsidRPr="007818BD">
        <w:t>Avait-il échappé sain et sauf aux poignards des bandits</w:t>
      </w:r>
      <w:r w:rsidR="00E8465A">
        <w:t xml:space="preserve"> ? </w:t>
      </w:r>
      <w:r w:rsidRPr="007818BD">
        <w:t>Lui</w:t>
      </w:r>
      <w:r w:rsidR="00E8465A">
        <w:t xml:space="preserve">, </w:t>
      </w:r>
      <w:r w:rsidRPr="007818BD">
        <w:t>son nouveau trésor</w:t>
      </w:r>
      <w:r w:rsidR="00E8465A">
        <w:t xml:space="preserve">, </w:t>
      </w:r>
      <w:r w:rsidRPr="007818BD">
        <w:t>la lumière nouvelle de sa vie</w:t>
      </w:r>
      <w:r w:rsidR="00E8465A">
        <w:t xml:space="preserve">, </w:t>
      </w:r>
      <w:r w:rsidRPr="007818BD">
        <w:t>son guide et son maître</w:t>
      </w:r>
      <w:r w:rsidR="00E8465A">
        <w:t xml:space="preserve">, </w:t>
      </w:r>
      <w:r w:rsidRPr="007818BD">
        <w:t>et enfin son amant</w:t>
      </w:r>
      <w:r w:rsidR="00E8465A">
        <w:t> !</w:t>
      </w:r>
    </w:p>
    <w:p w14:paraId="3EEACF5D" w14:textId="77777777" w:rsidR="00E8465A" w:rsidRDefault="00E0544E" w:rsidP="00E0544E">
      <w:r w:rsidRPr="007818BD">
        <w:t>Elle n</w:t>
      </w:r>
      <w:r w:rsidR="00E8465A">
        <w:t>’</w:t>
      </w:r>
      <w:r w:rsidRPr="007818BD">
        <w:t>eut pas longtemps le loisir de réfléchir</w:t>
      </w:r>
      <w:r w:rsidR="00E8465A">
        <w:t xml:space="preserve"> ; </w:t>
      </w:r>
      <w:r w:rsidRPr="007818BD">
        <w:t>elle entendit des pas s</w:t>
      </w:r>
      <w:r w:rsidR="00E8465A">
        <w:t>’</w:t>
      </w:r>
      <w:r w:rsidRPr="007818BD">
        <w:t>approcher de sa chambre</w:t>
      </w:r>
      <w:r w:rsidR="00E8465A">
        <w:t xml:space="preserve"> ; </w:t>
      </w:r>
      <w:r w:rsidRPr="007818BD">
        <w:t>elle se recula</w:t>
      </w:r>
      <w:r w:rsidR="00E8465A">
        <w:t xml:space="preserve">, </w:t>
      </w:r>
      <w:r w:rsidRPr="007818BD">
        <w:t>mais ne trembla point</w:t>
      </w:r>
      <w:r w:rsidR="00E8465A">
        <w:t xml:space="preserve">. </w:t>
      </w:r>
      <w:r w:rsidRPr="007818BD">
        <w:t>Un courage qui ne lui appartenait pas</w:t>
      </w:r>
      <w:r w:rsidR="00E8465A">
        <w:t xml:space="preserve">, </w:t>
      </w:r>
      <w:r w:rsidRPr="007818BD">
        <w:t>qu</w:t>
      </w:r>
      <w:r w:rsidR="00E8465A">
        <w:t>’</w:t>
      </w:r>
      <w:r w:rsidRPr="007818BD">
        <w:t>elle n</w:t>
      </w:r>
      <w:r w:rsidR="00E8465A">
        <w:t>’</w:t>
      </w:r>
      <w:r w:rsidRPr="007818BD">
        <w:t>avait jamais jusqu</w:t>
      </w:r>
      <w:r w:rsidR="00E8465A">
        <w:t>’</w:t>
      </w:r>
      <w:r w:rsidRPr="007818BD">
        <w:t>alors connu</w:t>
      </w:r>
      <w:r w:rsidR="00E8465A">
        <w:t xml:space="preserve">, </w:t>
      </w:r>
      <w:r w:rsidRPr="007818BD">
        <w:t>étincela dans ses yeux</w:t>
      </w:r>
      <w:r w:rsidR="00E8465A">
        <w:t xml:space="preserve">, </w:t>
      </w:r>
      <w:r w:rsidRPr="007818BD">
        <w:t>et grandit tout son être</w:t>
      </w:r>
      <w:r w:rsidR="00E8465A">
        <w:t xml:space="preserve">. </w:t>
      </w:r>
      <w:r w:rsidRPr="007818BD">
        <w:t>Vivante ou morte</w:t>
      </w:r>
      <w:r w:rsidR="00E8465A">
        <w:t xml:space="preserve">, </w:t>
      </w:r>
      <w:r w:rsidRPr="007818BD">
        <w:t xml:space="preserve">elle serait fidèle à </w:t>
      </w:r>
      <w:proofErr w:type="spellStart"/>
      <w:r w:rsidRPr="007818BD">
        <w:t>Z</w:t>
      </w:r>
      <w:r w:rsidRPr="007818BD">
        <w:t>a</w:t>
      </w:r>
      <w:r w:rsidRPr="007818BD">
        <w:t>noni</w:t>
      </w:r>
      <w:proofErr w:type="spellEnd"/>
      <w:r w:rsidR="00E8465A">
        <w:t xml:space="preserve"> ! </w:t>
      </w:r>
      <w:r w:rsidRPr="007818BD">
        <w:t>Elle avait un motif de plus pour défendre son honneur</w:t>
      </w:r>
      <w:r w:rsidR="00E8465A">
        <w:t xml:space="preserve">. </w:t>
      </w:r>
      <w:r w:rsidRPr="007818BD">
        <w:t>La porte s</w:t>
      </w:r>
      <w:r w:rsidR="00E8465A">
        <w:t>’</w:t>
      </w:r>
      <w:r w:rsidRPr="007818BD">
        <w:t>ouvrit</w:t>
      </w:r>
      <w:r w:rsidR="00E8465A">
        <w:t xml:space="preserve">, </w:t>
      </w:r>
      <w:r w:rsidRPr="007818BD">
        <w:t>et le prince entra</w:t>
      </w:r>
      <w:r w:rsidR="00E8465A">
        <w:t xml:space="preserve">, </w:t>
      </w:r>
      <w:r w:rsidRPr="007818BD">
        <w:t>vêtu du riche et éclatant co</w:t>
      </w:r>
      <w:r w:rsidRPr="007818BD">
        <w:t>s</w:t>
      </w:r>
      <w:r w:rsidRPr="007818BD">
        <w:t>tume qu</w:t>
      </w:r>
      <w:r w:rsidR="00E8465A">
        <w:t>’</w:t>
      </w:r>
      <w:r w:rsidRPr="007818BD">
        <w:t>on portait encore à Naples à cette époque</w:t>
      </w:r>
      <w:r w:rsidR="00E8465A">
        <w:t>.</w:t>
      </w:r>
    </w:p>
    <w:p w14:paraId="51F0F57E" w14:textId="4BE22D25" w:rsidR="00E0544E" w:rsidRPr="007818BD" w:rsidRDefault="00E8465A" w:rsidP="00E0544E">
      <w:r>
        <w:t>« </w:t>
      </w:r>
      <w:r w:rsidR="00E0544E" w:rsidRPr="007818BD">
        <w:t>Belle inhumaine</w:t>
      </w:r>
      <w:r>
        <w:t xml:space="preserve"> ! </w:t>
      </w:r>
      <w:r w:rsidR="00E0544E" w:rsidRPr="007818BD">
        <w:t>dit-il en s</w:t>
      </w:r>
      <w:r>
        <w:t>’</w:t>
      </w:r>
      <w:r w:rsidR="00E0544E" w:rsidRPr="007818BD">
        <w:t>avançant avec un demi-sourire sur les lèvres</w:t>
      </w:r>
      <w:r>
        <w:t xml:space="preserve">, </w:t>
      </w:r>
      <w:r w:rsidR="00E0544E" w:rsidRPr="007818BD">
        <w:t>tu ne condamneras pas trop sévèrement la violence de mon amour</w:t>
      </w:r>
      <w:r>
        <w:t> ? »</w:t>
      </w:r>
    </w:p>
    <w:p w14:paraId="210D6A7A" w14:textId="77777777" w:rsidR="00E8465A" w:rsidRDefault="00E0544E" w:rsidP="00E0544E">
      <w:r w:rsidRPr="007818BD">
        <w:lastRenderedPageBreak/>
        <w:t>Et tout en parlant</w:t>
      </w:r>
      <w:r w:rsidR="00E8465A">
        <w:t xml:space="preserve">, </w:t>
      </w:r>
      <w:r w:rsidRPr="007818BD">
        <w:t>il essaya de lui prendre la main</w:t>
      </w:r>
      <w:r w:rsidR="00E8465A">
        <w:t xml:space="preserve">. </w:t>
      </w:r>
      <w:r w:rsidRPr="007818BD">
        <w:t>Elle le repoussa</w:t>
      </w:r>
      <w:r w:rsidR="00E8465A">
        <w:t>.</w:t>
      </w:r>
    </w:p>
    <w:p w14:paraId="04C86F9D" w14:textId="77777777" w:rsidR="00E8465A" w:rsidRDefault="00E8465A" w:rsidP="00E0544E">
      <w:r>
        <w:t>« </w:t>
      </w:r>
      <w:r w:rsidR="00E0544E" w:rsidRPr="007818BD">
        <w:t>Songe</w:t>
      </w:r>
      <w:r>
        <w:t xml:space="preserve">, </w:t>
      </w:r>
      <w:r w:rsidR="00E0544E" w:rsidRPr="007818BD">
        <w:t>reprit-il</w:t>
      </w:r>
      <w:r>
        <w:t xml:space="preserve">, </w:t>
      </w:r>
      <w:r w:rsidR="00E0544E" w:rsidRPr="007818BD">
        <w:t>que tu es maintenant au pouvoir d</w:t>
      </w:r>
      <w:r>
        <w:t>’</w:t>
      </w:r>
      <w:r w:rsidR="00E0544E" w:rsidRPr="007818BD">
        <w:t>un homme qui n</w:t>
      </w:r>
      <w:r>
        <w:t>’</w:t>
      </w:r>
      <w:r w:rsidR="00E0544E" w:rsidRPr="007818BD">
        <w:t>a jamais h</w:t>
      </w:r>
      <w:r w:rsidR="00E0544E" w:rsidRPr="007818BD">
        <w:t>é</w:t>
      </w:r>
      <w:r w:rsidR="00E0544E" w:rsidRPr="007818BD">
        <w:t>sité</w:t>
      </w:r>
      <w:r>
        <w:t xml:space="preserve">, </w:t>
      </w:r>
      <w:r w:rsidR="00E0544E" w:rsidRPr="007818BD">
        <w:t>quand il a voulu atteindre un but</w:t>
      </w:r>
      <w:r>
        <w:t xml:space="preserve">, </w:t>
      </w:r>
      <w:proofErr w:type="spellStart"/>
      <w:r w:rsidR="00E0544E" w:rsidRPr="007818BD">
        <w:t>fût-il</w:t>
      </w:r>
      <w:proofErr w:type="spellEnd"/>
      <w:r w:rsidR="00E0544E" w:rsidRPr="007818BD">
        <w:t xml:space="preserve"> moins précieux pour lui que tu ne l</w:t>
      </w:r>
      <w:r>
        <w:t>’</w:t>
      </w:r>
      <w:r w:rsidR="00E0544E" w:rsidRPr="007818BD">
        <w:t>es</w:t>
      </w:r>
      <w:r>
        <w:t xml:space="preserve">. </w:t>
      </w:r>
      <w:r w:rsidR="00E0544E" w:rsidRPr="007818BD">
        <w:t>Celui qui t</w:t>
      </w:r>
      <w:r>
        <w:t>’</w:t>
      </w:r>
      <w:r w:rsidR="00E0544E" w:rsidRPr="007818BD">
        <w:t>aime</w:t>
      </w:r>
      <w:r>
        <w:t xml:space="preserve">, </w:t>
      </w:r>
      <w:r w:rsidR="00E0544E" w:rsidRPr="007818BD">
        <w:t>malgré toute son audace</w:t>
      </w:r>
      <w:r>
        <w:t xml:space="preserve">, </w:t>
      </w:r>
      <w:r w:rsidR="00E0544E" w:rsidRPr="007818BD">
        <w:t>ne peut pas te sauver</w:t>
      </w:r>
      <w:r>
        <w:t xml:space="preserve">. </w:t>
      </w:r>
      <w:r w:rsidR="00E0544E" w:rsidRPr="007818BD">
        <w:t>Tu es à moi</w:t>
      </w:r>
      <w:r>
        <w:t xml:space="preserve"> ; </w:t>
      </w:r>
      <w:r w:rsidR="00E0544E" w:rsidRPr="007818BD">
        <w:t>mais</w:t>
      </w:r>
      <w:r>
        <w:t xml:space="preserve">, </w:t>
      </w:r>
      <w:r w:rsidR="00E0544E" w:rsidRPr="007818BD">
        <w:t>au lieu d</w:t>
      </w:r>
      <w:r>
        <w:t>’</w:t>
      </w:r>
      <w:r w:rsidR="00E0544E" w:rsidRPr="007818BD">
        <w:t>être ton maître</w:t>
      </w:r>
      <w:r>
        <w:t xml:space="preserve">, </w:t>
      </w:r>
      <w:r w:rsidR="00E0544E" w:rsidRPr="007818BD">
        <w:t>souffre que je sois ton esclave</w:t>
      </w:r>
      <w:r>
        <w:t>.</w:t>
      </w:r>
    </w:p>
    <w:p w14:paraId="79EFCF71" w14:textId="1ABAA13D" w:rsidR="00E0544E" w:rsidRPr="007818BD" w:rsidRDefault="00E8465A" w:rsidP="00E0544E">
      <w:r>
        <w:t>— </w:t>
      </w:r>
      <w:r w:rsidR="00E0544E" w:rsidRPr="007818BD">
        <w:t>Prince</w:t>
      </w:r>
      <w:r>
        <w:t xml:space="preserve">, </w:t>
      </w:r>
      <w:r w:rsidR="00E0544E" w:rsidRPr="007818BD">
        <w:t>dit Viola d</w:t>
      </w:r>
      <w:r>
        <w:t>’</w:t>
      </w:r>
      <w:r w:rsidR="00E0544E" w:rsidRPr="007818BD">
        <w:t>une voix grave et digne</w:t>
      </w:r>
      <w:r>
        <w:t xml:space="preserve">, </w:t>
      </w:r>
      <w:r w:rsidR="00E0544E" w:rsidRPr="007818BD">
        <w:t>vous vous va</w:t>
      </w:r>
      <w:r w:rsidR="00E0544E" w:rsidRPr="007818BD">
        <w:t>n</w:t>
      </w:r>
      <w:r w:rsidR="00E0544E" w:rsidRPr="007818BD">
        <w:t>tez à tort</w:t>
      </w:r>
      <w:r>
        <w:t xml:space="preserve">. </w:t>
      </w:r>
      <w:r w:rsidR="00E0544E" w:rsidRPr="007818BD">
        <w:t>Votre pouvoir</w:t>
      </w:r>
      <w:r>
        <w:t xml:space="preserve"> ! </w:t>
      </w:r>
      <w:r w:rsidR="00E0544E" w:rsidRPr="007818BD">
        <w:t>Je ne suis pas en votre pouvoir</w:t>
      </w:r>
      <w:r>
        <w:t xml:space="preserve">. </w:t>
      </w:r>
      <w:r w:rsidR="00E0544E" w:rsidRPr="007818BD">
        <w:t>Ma vie ou ma mort dépendent de moi</w:t>
      </w:r>
      <w:r>
        <w:t xml:space="preserve">. </w:t>
      </w:r>
      <w:r w:rsidR="00E0544E" w:rsidRPr="007818BD">
        <w:t>Je ne veux pas vous d</w:t>
      </w:r>
      <w:r w:rsidR="00E0544E" w:rsidRPr="007818BD">
        <w:t>é</w:t>
      </w:r>
      <w:r w:rsidR="00E0544E" w:rsidRPr="007818BD">
        <w:t>fier</w:t>
      </w:r>
      <w:r>
        <w:t xml:space="preserve">, </w:t>
      </w:r>
      <w:r w:rsidR="00E0544E" w:rsidRPr="007818BD">
        <w:t>mais je ne vous crains pas</w:t>
      </w:r>
      <w:r>
        <w:t xml:space="preserve">. </w:t>
      </w:r>
      <w:r w:rsidR="00E0544E" w:rsidRPr="007818BD">
        <w:t>Je sens</w:t>
      </w:r>
      <w:r>
        <w:t xml:space="preserve">, </w:t>
      </w:r>
      <w:r w:rsidR="00E0544E" w:rsidRPr="007818BD">
        <w:t>et</w:t>
      </w:r>
      <w:r>
        <w:t xml:space="preserve">, </w:t>
      </w:r>
      <w:r w:rsidR="00E0544E" w:rsidRPr="007818BD">
        <w:t>ajouta Viola avec une s</w:t>
      </w:r>
      <w:r w:rsidR="00E0544E" w:rsidRPr="007818BD">
        <w:t>o</w:t>
      </w:r>
      <w:r w:rsidR="00E0544E" w:rsidRPr="007818BD">
        <w:t>lennité imposante</w:t>
      </w:r>
      <w:r>
        <w:t xml:space="preserve">, </w:t>
      </w:r>
      <w:r w:rsidR="00E0544E" w:rsidRPr="007818BD">
        <w:t>il y a dans certains sentiments toute la fo</w:t>
      </w:r>
      <w:r w:rsidR="00E0544E" w:rsidRPr="007818BD">
        <w:t>r</w:t>
      </w:r>
      <w:r w:rsidR="00E0544E" w:rsidRPr="007818BD">
        <w:t>ce</w:t>
      </w:r>
      <w:r>
        <w:t xml:space="preserve">, </w:t>
      </w:r>
      <w:r w:rsidR="00E0544E" w:rsidRPr="007818BD">
        <w:t>toute la divinité de la science</w:t>
      </w:r>
      <w:r>
        <w:t xml:space="preserve"> : </w:t>
      </w:r>
      <w:r w:rsidR="00E0544E" w:rsidRPr="007818BD">
        <w:t>je sens que je n</w:t>
      </w:r>
      <w:r>
        <w:t>’</w:t>
      </w:r>
      <w:r w:rsidR="00E0544E" w:rsidRPr="007818BD">
        <w:t>ai rien à craindre</w:t>
      </w:r>
      <w:r>
        <w:t xml:space="preserve">, </w:t>
      </w:r>
      <w:r w:rsidR="00E0544E" w:rsidRPr="007818BD">
        <w:t>même ici</w:t>
      </w:r>
      <w:r>
        <w:t xml:space="preserve"> ; </w:t>
      </w:r>
      <w:r w:rsidR="00E0544E" w:rsidRPr="007818BD">
        <w:t>mais vous</w:t>
      </w:r>
      <w:r>
        <w:t xml:space="preserve">, </w:t>
      </w:r>
      <w:r w:rsidR="00E0544E" w:rsidRPr="007818BD">
        <w:t>prince de ***</w:t>
      </w:r>
      <w:r>
        <w:t xml:space="preserve">, </w:t>
      </w:r>
      <w:r w:rsidR="00E0544E" w:rsidRPr="007818BD">
        <w:t>vous avez fait entrer le da</w:t>
      </w:r>
      <w:r w:rsidR="00E0544E" w:rsidRPr="007818BD">
        <w:t>n</w:t>
      </w:r>
      <w:r w:rsidR="00E0544E" w:rsidRPr="007818BD">
        <w:t>ger sous votre toit</w:t>
      </w:r>
      <w:r>
        <w:t xml:space="preserve"> ; </w:t>
      </w:r>
      <w:r w:rsidR="00E0544E" w:rsidRPr="007818BD">
        <w:t>il est assis à votre foyer</w:t>
      </w:r>
      <w:r>
        <w:t>. »</w:t>
      </w:r>
    </w:p>
    <w:p w14:paraId="653D407E" w14:textId="77777777" w:rsidR="00E8465A" w:rsidRDefault="00E0544E" w:rsidP="00E0544E">
      <w:r w:rsidRPr="007818BD">
        <w:t>Le Napolitain fut frappé d</w:t>
      </w:r>
      <w:r w:rsidR="00E8465A">
        <w:t>’</w:t>
      </w:r>
      <w:r w:rsidRPr="007818BD">
        <w:t>une hardiesse et d</w:t>
      </w:r>
      <w:r w:rsidR="00E8465A">
        <w:t>’</w:t>
      </w:r>
      <w:r w:rsidRPr="007818BD">
        <w:t>une gravité qu</w:t>
      </w:r>
      <w:r w:rsidR="00E8465A">
        <w:t>’</w:t>
      </w:r>
      <w:r w:rsidRPr="007818BD">
        <w:t>il ne s</w:t>
      </w:r>
      <w:r w:rsidR="00E8465A">
        <w:t>’</w:t>
      </w:r>
      <w:r w:rsidRPr="007818BD">
        <w:t>attendait pas à rencontrer</w:t>
      </w:r>
      <w:r w:rsidR="00E8465A">
        <w:t xml:space="preserve">. </w:t>
      </w:r>
      <w:r w:rsidRPr="007818BD">
        <w:t>Il n</w:t>
      </w:r>
      <w:r w:rsidR="00E8465A">
        <w:t>’</w:t>
      </w:r>
      <w:r w:rsidRPr="007818BD">
        <w:t>était pas cependant homme à se laisser aisément intimider ni détourner d</w:t>
      </w:r>
      <w:r w:rsidR="00E8465A">
        <w:t>’</w:t>
      </w:r>
      <w:r w:rsidRPr="007818BD">
        <w:t>un de</w:t>
      </w:r>
      <w:r w:rsidRPr="007818BD">
        <w:t>s</w:t>
      </w:r>
      <w:r w:rsidRPr="007818BD">
        <w:t>sein qu</w:t>
      </w:r>
      <w:r w:rsidR="00E8465A">
        <w:t>’</w:t>
      </w:r>
      <w:r w:rsidRPr="007818BD">
        <w:t>il avait formé</w:t>
      </w:r>
      <w:r w:rsidR="00E8465A">
        <w:t xml:space="preserve"> : </w:t>
      </w:r>
      <w:r w:rsidRPr="007818BD">
        <w:t>il s</w:t>
      </w:r>
      <w:r w:rsidR="00E8465A">
        <w:t>’</w:t>
      </w:r>
      <w:r w:rsidRPr="007818BD">
        <w:t>approcha de Viola</w:t>
      </w:r>
      <w:r w:rsidR="00E8465A">
        <w:t xml:space="preserve">, </w:t>
      </w:r>
      <w:r w:rsidRPr="007818BD">
        <w:t>et allait lui répo</w:t>
      </w:r>
      <w:r w:rsidRPr="007818BD">
        <w:t>n</w:t>
      </w:r>
      <w:r w:rsidRPr="007818BD">
        <w:t>dre avec une passion réelle ou affectée</w:t>
      </w:r>
      <w:r w:rsidR="00E8465A">
        <w:t xml:space="preserve">, </w:t>
      </w:r>
      <w:r w:rsidRPr="007818BD">
        <w:t>quand on frappa à la porte de la chambre</w:t>
      </w:r>
      <w:r w:rsidR="00E8465A">
        <w:t xml:space="preserve">. </w:t>
      </w:r>
      <w:r w:rsidRPr="007818BD">
        <w:t>Le bruit fut répété</w:t>
      </w:r>
      <w:r w:rsidR="00E8465A">
        <w:t xml:space="preserve">, </w:t>
      </w:r>
      <w:r w:rsidRPr="007818BD">
        <w:t>et le prince</w:t>
      </w:r>
      <w:r w:rsidR="00E8465A">
        <w:t xml:space="preserve">, </w:t>
      </w:r>
      <w:r w:rsidRPr="007818BD">
        <w:t>irrité de cette interruption</w:t>
      </w:r>
      <w:r w:rsidR="00E8465A">
        <w:t xml:space="preserve">, </w:t>
      </w:r>
      <w:r w:rsidRPr="007818BD">
        <w:t>alla ouvrir demandant avec impatience qui avait osé enfreindre ses ordres et empiéter sur ses loisirs</w:t>
      </w:r>
      <w:r w:rsidR="00E8465A">
        <w:t xml:space="preserve">. </w:t>
      </w:r>
      <w:proofErr w:type="spellStart"/>
      <w:r w:rsidRPr="007818BD">
        <w:t>Ma</w:t>
      </w:r>
      <w:r w:rsidRPr="007818BD">
        <w:t>s</w:t>
      </w:r>
      <w:r w:rsidRPr="007818BD">
        <w:t>cari</w:t>
      </w:r>
      <w:proofErr w:type="spellEnd"/>
      <w:r w:rsidRPr="007818BD">
        <w:t xml:space="preserve"> se présenta pâle et agité</w:t>
      </w:r>
      <w:r w:rsidR="00E8465A">
        <w:t>.</w:t>
      </w:r>
    </w:p>
    <w:p w14:paraId="21FDD99D" w14:textId="77777777" w:rsidR="00E8465A" w:rsidRDefault="00E8465A" w:rsidP="00E0544E">
      <w:r>
        <w:t>« </w:t>
      </w:r>
      <w:r w:rsidR="00E0544E" w:rsidRPr="007818BD">
        <w:t>Monseigneur</w:t>
      </w:r>
      <w:r>
        <w:t xml:space="preserve">, </w:t>
      </w:r>
      <w:r w:rsidR="00E0544E" w:rsidRPr="007818BD">
        <w:t>dit-il à voix basse</w:t>
      </w:r>
      <w:r>
        <w:t xml:space="preserve">, </w:t>
      </w:r>
      <w:r w:rsidR="00E0544E" w:rsidRPr="007818BD">
        <w:t>pardonnez-moi</w:t>
      </w:r>
      <w:r>
        <w:t xml:space="preserve">, </w:t>
      </w:r>
      <w:r w:rsidR="00E0544E" w:rsidRPr="007818BD">
        <w:t>mais il y a en bas un étranger qui demande instamment à vous voir</w:t>
      </w:r>
      <w:r>
        <w:t xml:space="preserve"> ; </w:t>
      </w:r>
      <w:r w:rsidR="00E0544E" w:rsidRPr="007818BD">
        <w:t>et</w:t>
      </w:r>
      <w:r>
        <w:t xml:space="preserve">, </w:t>
      </w:r>
      <w:r w:rsidR="00E0544E" w:rsidRPr="007818BD">
        <w:t>d</w:t>
      </w:r>
      <w:r>
        <w:t>’</w:t>
      </w:r>
      <w:r w:rsidR="00E0544E" w:rsidRPr="007818BD">
        <w:t>après quelques paroles qui lui sont échappées</w:t>
      </w:r>
      <w:r>
        <w:t xml:space="preserve">, </w:t>
      </w:r>
      <w:r w:rsidR="00E0544E" w:rsidRPr="007818BD">
        <w:t>j</w:t>
      </w:r>
      <w:r>
        <w:t>’</w:t>
      </w:r>
      <w:r w:rsidR="00E0544E" w:rsidRPr="007818BD">
        <w:t>ai jugé pr</w:t>
      </w:r>
      <w:r w:rsidR="00E0544E" w:rsidRPr="007818BD">
        <w:t>u</w:t>
      </w:r>
      <w:r w:rsidR="00E0544E" w:rsidRPr="007818BD">
        <w:t>dent même de désobéir à vos ordres</w:t>
      </w:r>
      <w:r>
        <w:t>.</w:t>
      </w:r>
    </w:p>
    <w:p w14:paraId="5A07D3A3" w14:textId="77777777" w:rsidR="00E8465A" w:rsidRDefault="00E8465A" w:rsidP="00E0544E">
      <w:r>
        <w:lastRenderedPageBreak/>
        <w:t>— </w:t>
      </w:r>
      <w:r w:rsidR="00E0544E" w:rsidRPr="007818BD">
        <w:t>Un étranger à cette heure</w:t>
      </w:r>
      <w:r>
        <w:t xml:space="preserve"> ! </w:t>
      </w:r>
      <w:r w:rsidR="00E0544E" w:rsidRPr="007818BD">
        <w:t>Que peut-il demander</w:t>
      </w:r>
      <w:r>
        <w:t xml:space="preserve"> ? </w:t>
      </w:r>
      <w:r w:rsidR="00E0544E" w:rsidRPr="007818BD">
        <w:t>Pourquoi l</w:t>
      </w:r>
      <w:r>
        <w:t>’</w:t>
      </w:r>
      <w:r w:rsidR="00E0544E" w:rsidRPr="007818BD">
        <w:t>a-t-on laissé e</w:t>
      </w:r>
      <w:r w:rsidR="00E0544E" w:rsidRPr="007818BD">
        <w:t>n</w:t>
      </w:r>
      <w:r w:rsidR="00E0544E" w:rsidRPr="007818BD">
        <w:t>trer</w:t>
      </w:r>
      <w:r>
        <w:t> ?</w:t>
      </w:r>
    </w:p>
    <w:p w14:paraId="23419DDE" w14:textId="22921A4D" w:rsidR="00E0544E" w:rsidRPr="007818BD" w:rsidRDefault="00E8465A" w:rsidP="00E0544E">
      <w:r>
        <w:t>— </w:t>
      </w:r>
      <w:r w:rsidR="00E0544E" w:rsidRPr="007818BD">
        <w:t>Il déclare qu</w:t>
      </w:r>
      <w:r>
        <w:t>’</w:t>
      </w:r>
      <w:r w:rsidR="00E0544E" w:rsidRPr="007818BD">
        <w:t>il y va de votre vie</w:t>
      </w:r>
      <w:r>
        <w:t xml:space="preserve">. </w:t>
      </w:r>
      <w:r w:rsidR="00E0544E" w:rsidRPr="007818BD">
        <w:t>Le danger qui la menace</w:t>
      </w:r>
      <w:r>
        <w:t xml:space="preserve">, </w:t>
      </w:r>
      <w:r w:rsidR="00E0544E" w:rsidRPr="007818BD">
        <w:t>il le veut révéler à Votre Excellen</w:t>
      </w:r>
      <w:r w:rsidR="00E0544E">
        <w:t>ce</w:t>
      </w:r>
      <w:r w:rsidR="00E0544E" w:rsidRPr="007818BD">
        <w:t xml:space="preserve"> seule</w:t>
      </w:r>
      <w:r>
        <w:t>. »</w:t>
      </w:r>
    </w:p>
    <w:p w14:paraId="670BFE5B" w14:textId="77777777" w:rsidR="00E8465A" w:rsidRDefault="00E0544E" w:rsidP="00E0544E">
      <w:r w:rsidRPr="007818BD">
        <w:t>Le front du prince s</w:t>
      </w:r>
      <w:r w:rsidR="00E8465A">
        <w:t>’</w:t>
      </w:r>
      <w:r w:rsidRPr="007818BD">
        <w:t>assombrit</w:t>
      </w:r>
      <w:r w:rsidR="00E8465A">
        <w:t xml:space="preserve">, </w:t>
      </w:r>
      <w:r w:rsidRPr="007818BD">
        <w:t>mais il pâlit en même temps</w:t>
      </w:r>
      <w:r w:rsidR="00E8465A">
        <w:t xml:space="preserve">. </w:t>
      </w:r>
      <w:r w:rsidRPr="007818BD">
        <w:t>Il réfléchit un instant</w:t>
      </w:r>
      <w:r w:rsidR="00E8465A">
        <w:t xml:space="preserve">, </w:t>
      </w:r>
      <w:r w:rsidRPr="007818BD">
        <w:t>puis rentra dans la chambre où était Viola</w:t>
      </w:r>
      <w:r w:rsidR="00E8465A">
        <w:t xml:space="preserve">, </w:t>
      </w:r>
      <w:r w:rsidRPr="007818BD">
        <w:t>et lui dit</w:t>
      </w:r>
      <w:r w:rsidR="00E8465A">
        <w:t> :</w:t>
      </w:r>
    </w:p>
    <w:p w14:paraId="13C7CED9" w14:textId="794F01FB" w:rsidR="00E0544E" w:rsidRPr="007818BD" w:rsidRDefault="00E8465A" w:rsidP="00E0544E">
      <w:r>
        <w:t>« </w:t>
      </w:r>
      <w:r w:rsidR="00E0544E" w:rsidRPr="007818BD">
        <w:t>Croyez-moi</w:t>
      </w:r>
      <w:r>
        <w:t xml:space="preserve">, </w:t>
      </w:r>
      <w:r w:rsidR="00E0544E" w:rsidRPr="007818BD">
        <w:t>belle créature</w:t>
      </w:r>
      <w:r>
        <w:t xml:space="preserve">, </w:t>
      </w:r>
      <w:r w:rsidR="00E0544E" w:rsidRPr="007818BD">
        <w:t>je n</w:t>
      </w:r>
      <w:r>
        <w:t>’</w:t>
      </w:r>
      <w:r w:rsidR="00E0544E" w:rsidRPr="007818BD">
        <w:t>ai nulle envie d</w:t>
      </w:r>
      <w:r>
        <w:t>’</w:t>
      </w:r>
      <w:r w:rsidR="00E0544E" w:rsidRPr="007818BD">
        <w:t>abuser de mon pouvoir</w:t>
      </w:r>
      <w:r>
        <w:t xml:space="preserve"> : </w:t>
      </w:r>
      <w:r w:rsidR="00E0544E" w:rsidRPr="007818BD">
        <w:t>je préférerais mille fois tout attendre des inspir</w:t>
      </w:r>
      <w:r w:rsidR="00E0544E" w:rsidRPr="007818BD">
        <w:t>a</w:t>
      </w:r>
      <w:r w:rsidR="00E0544E" w:rsidRPr="007818BD">
        <w:t>tions plus douces de l</w:t>
      </w:r>
      <w:r>
        <w:t>’</w:t>
      </w:r>
      <w:r w:rsidR="00E0544E" w:rsidRPr="007818BD">
        <w:t>affection</w:t>
      </w:r>
      <w:r>
        <w:t xml:space="preserve">… </w:t>
      </w:r>
      <w:r w:rsidR="00E0544E" w:rsidRPr="007818BD">
        <w:t>Dans ces murs vous êtes reine</w:t>
      </w:r>
      <w:r>
        <w:t xml:space="preserve">, </w:t>
      </w:r>
      <w:r w:rsidR="00E0544E" w:rsidRPr="007818BD">
        <w:t>plus absolument</w:t>
      </w:r>
      <w:r>
        <w:t xml:space="preserve">, </w:t>
      </w:r>
      <w:r w:rsidR="00E0544E" w:rsidRPr="007818BD">
        <w:t>plus complètement que jamais vous ne l</w:t>
      </w:r>
      <w:r>
        <w:t>’</w:t>
      </w:r>
      <w:r w:rsidR="00E0544E" w:rsidRPr="007818BD">
        <w:t>avez été sur le théâtre</w:t>
      </w:r>
      <w:r>
        <w:t xml:space="preserve">. </w:t>
      </w:r>
      <w:r w:rsidR="00E0544E" w:rsidRPr="007818BD">
        <w:t>Pour cette nuit</w:t>
      </w:r>
      <w:r>
        <w:t xml:space="preserve">, </w:t>
      </w:r>
      <w:r w:rsidR="00E0544E" w:rsidRPr="007818BD">
        <w:t>adieu</w:t>
      </w:r>
      <w:r>
        <w:t xml:space="preserve"> !… </w:t>
      </w:r>
      <w:r w:rsidR="00E0544E" w:rsidRPr="007818BD">
        <w:t>Que votre sommeil soit calme</w:t>
      </w:r>
      <w:r>
        <w:t xml:space="preserve">, </w:t>
      </w:r>
      <w:r w:rsidR="00E0544E" w:rsidRPr="007818BD">
        <w:t>et vos rêves favorables à mes espérances</w:t>
      </w:r>
      <w:r>
        <w:t>. »</w:t>
      </w:r>
    </w:p>
    <w:p w14:paraId="298827D0" w14:textId="77777777" w:rsidR="00E8465A" w:rsidRDefault="00E0544E" w:rsidP="00E0544E">
      <w:r w:rsidRPr="007818BD">
        <w:t>À ces mots il se retira</w:t>
      </w:r>
      <w:r w:rsidR="00E8465A">
        <w:t xml:space="preserve">, </w:t>
      </w:r>
      <w:r w:rsidRPr="007818BD">
        <w:t>et Viola fut bientôt entourée de femmes empressées qu</w:t>
      </w:r>
      <w:r w:rsidR="00E8465A">
        <w:t>’</w:t>
      </w:r>
      <w:r w:rsidRPr="007818BD">
        <w:t>elle congédia enfin</w:t>
      </w:r>
      <w:r w:rsidR="00E8465A">
        <w:t xml:space="preserve">, </w:t>
      </w:r>
      <w:r w:rsidRPr="007818BD">
        <w:t>non sans peine</w:t>
      </w:r>
      <w:r w:rsidR="00E8465A">
        <w:t xml:space="preserve"> : </w:t>
      </w:r>
      <w:r w:rsidRPr="007818BD">
        <w:t>elle ne voulut prendre aucun repos</w:t>
      </w:r>
      <w:r w:rsidR="00E8465A">
        <w:t xml:space="preserve"> ; </w:t>
      </w:r>
      <w:r w:rsidRPr="007818BD">
        <w:t>elle passa la nuit à examiner la chambre</w:t>
      </w:r>
      <w:r w:rsidR="00E8465A">
        <w:t xml:space="preserve">, </w:t>
      </w:r>
      <w:r w:rsidRPr="007818BD">
        <w:t>qu</w:t>
      </w:r>
      <w:r w:rsidR="00E8465A">
        <w:t>’</w:t>
      </w:r>
      <w:r w:rsidRPr="007818BD">
        <w:t>elle trouva inaccessible du dehors</w:t>
      </w:r>
      <w:r w:rsidR="00E8465A">
        <w:t xml:space="preserve">, </w:t>
      </w:r>
      <w:r w:rsidRPr="007818BD">
        <w:t xml:space="preserve">et à penser à </w:t>
      </w:r>
      <w:proofErr w:type="spellStart"/>
      <w:r w:rsidRPr="007818BD">
        <w:t>Zanoni</w:t>
      </w:r>
      <w:proofErr w:type="spellEnd"/>
      <w:r w:rsidR="00E8465A">
        <w:t xml:space="preserve">, </w:t>
      </w:r>
      <w:r w:rsidRPr="007818BD">
        <w:t>dont la puissance lui inspirait une confiance presque surnaturelle</w:t>
      </w:r>
      <w:r w:rsidR="00E8465A">
        <w:t>.</w:t>
      </w:r>
    </w:p>
    <w:p w14:paraId="38062514" w14:textId="77777777" w:rsidR="00E8465A" w:rsidRDefault="00E0544E" w:rsidP="00E0544E">
      <w:r w:rsidRPr="007818BD">
        <w:t>Cependant le prince descendit l</w:t>
      </w:r>
      <w:r w:rsidR="00E8465A">
        <w:t>’</w:t>
      </w:r>
      <w:r w:rsidRPr="007818BD">
        <w:t>escalier</w:t>
      </w:r>
      <w:r w:rsidR="00E8465A">
        <w:t xml:space="preserve">, </w:t>
      </w:r>
      <w:r w:rsidRPr="007818BD">
        <w:t>et gagna la pièce où on avait fait attendre l</w:t>
      </w:r>
      <w:r w:rsidR="00E8465A">
        <w:t>’</w:t>
      </w:r>
      <w:r w:rsidRPr="007818BD">
        <w:t>étranger</w:t>
      </w:r>
      <w:r w:rsidR="00E8465A">
        <w:t xml:space="preserve">. </w:t>
      </w:r>
      <w:r w:rsidRPr="007818BD">
        <w:t>Il le trouva enveloppé de la tête aux pieds d</w:t>
      </w:r>
      <w:r w:rsidR="00E8465A">
        <w:t>’</w:t>
      </w:r>
      <w:r w:rsidRPr="007818BD">
        <w:t>une longue robe</w:t>
      </w:r>
      <w:r w:rsidR="00E8465A">
        <w:t xml:space="preserve">, </w:t>
      </w:r>
      <w:r w:rsidRPr="007818BD">
        <w:t>moitié toge</w:t>
      </w:r>
      <w:r w:rsidR="00E8465A">
        <w:t xml:space="preserve">, </w:t>
      </w:r>
      <w:r w:rsidRPr="007818BD">
        <w:t>moitié manteau</w:t>
      </w:r>
      <w:r w:rsidR="00E8465A">
        <w:t xml:space="preserve">, </w:t>
      </w:r>
      <w:r w:rsidRPr="007818BD">
        <w:t>comme en portaient quelquefois les prêtres</w:t>
      </w:r>
      <w:r w:rsidR="00E8465A">
        <w:t xml:space="preserve">. </w:t>
      </w:r>
      <w:r w:rsidRPr="007818BD">
        <w:t>Les traits de l</w:t>
      </w:r>
      <w:r w:rsidR="00E8465A">
        <w:t>’</w:t>
      </w:r>
      <w:r w:rsidRPr="007818BD">
        <w:t>étranger étaient remarquables</w:t>
      </w:r>
      <w:r w:rsidR="00E8465A">
        <w:t xml:space="preserve"> ; </w:t>
      </w:r>
      <w:r w:rsidRPr="007818BD">
        <w:t>son teint était si bistré et si sombre qu</w:t>
      </w:r>
      <w:r w:rsidR="00E8465A">
        <w:t>’</w:t>
      </w:r>
      <w:r w:rsidRPr="007818BD">
        <w:t>il semblait tirer son origine des races de l</w:t>
      </w:r>
      <w:r w:rsidR="00E8465A">
        <w:t>’</w:t>
      </w:r>
      <w:r w:rsidRPr="007818BD">
        <w:t>extrême Orient</w:t>
      </w:r>
      <w:r w:rsidR="00E8465A">
        <w:t xml:space="preserve">. </w:t>
      </w:r>
      <w:r w:rsidRPr="007818BD">
        <w:t>Il avait le front haut</w:t>
      </w:r>
      <w:r w:rsidR="00E8465A">
        <w:t xml:space="preserve">, </w:t>
      </w:r>
      <w:r w:rsidRPr="007818BD">
        <w:t>et dans ses yeux un regard si pén</w:t>
      </w:r>
      <w:r w:rsidRPr="007818BD">
        <w:t>é</w:t>
      </w:r>
      <w:r w:rsidRPr="007818BD">
        <w:t>trant et si calme à la fois</w:t>
      </w:r>
      <w:r w:rsidR="00E8465A">
        <w:t xml:space="preserve">, </w:t>
      </w:r>
      <w:r w:rsidRPr="007818BD">
        <w:t>que le prince l</w:t>
      </w:r>
      <w:r w:rsidR="00E8465A">
        <w:t>’</w:t>
      </w:r>
      <w:r w:rsidRPr="007818BD">
        <w:t>évita</w:t>
      </w:r>
      <w:r w:rsidR="00E8465A">
        <w:t xml:space="preserve">, </w:t>
      </w:r>
      <w:r w:rsidRPr="007818BD">
        <w:t>comme nous cherchons à nous dérober à un juge qui sonde les pensées les plus coupables de notre cœur</w:t>
      </w:r>
      <w:r w:rsidR="00E8465A">
        <w:t>.</w:t>
      </w:r>
    </w:p>
    <w:p w14:paraId="6C29B419" w14:textId="77777777" w:rsidR="00E8465A" w:rsidRDefault="00E8465A" w:rsidP="00E0544E">
      <w:r>
        <w:lastRenderedPageBreak/>
        <w:t>« </w:t>
      </w:r>
      <w:r w:rsidR="00E0544E" w:rsidRPr="007818BD">
        <w:t>Que me voulez-vous</w:t>
      </w:r>
      <w:r>
        <w:t xml:space="preserve"> ? </w:t>
      </w:r>
      <w:r w:rsidR="00E0544E" w:rsidRPr="007818BD">
        <w:t>demanda le prince en indiquant un siège à l</w:t>
      </w:r>
      <w:r>
        <w:t>’</w:t>
      </w:r>
      <w:r w:rsidR="00E0544E" w:rsidRPr="007818BD">
        <w:t>étranger</w:t>
      </w:r>
      <w:r>
        <w:t>.</w:t>
      </w:r>
    </w:p>
    <w:p w14:paraId="6C7D580B" w14:textId="77777777" w:rsidR="00E8465A" w:rsidRDefault="00E8465A" w:rsidP="00E0544E">
      <w:r>
        <w:t>— </w:t>
      </w:r>
      <w:r w:rsidR="00E0544E" w:rsidRPr="007818BD">
        <w:t>Prince di</w:t>
      </w:r>
      <w:r>
        <w:t xml:space="preserve">…, </w:t>
      </w:r>
      <w:r w:rsidR="00E0544E" w:rsidRPr="007818BD">
        <w:t>répondit celui-ci d</w:t>
      </w:r>
      <w:r>
        <w:t>’</w:t>
      </w:r>
      <w:r w:rsidR="00E0544E" w:rsidRPr="007818BD">
        <w:t>une voix grave et douce</w:t>
      </w:r>
      <w:r>
        <w:t xml:space="preserve">, </w:t>
      </w:r>
      <w:r w:rsidR="00E0544E" w:rsidRPr="007818BD">
        <w:t>et avec un accent légèrement étranger</w:t>
      </w:r>
      <w:r>
        <w:t xml:space="preserve"> ; </w:t>
      </w:r>
      <w:r w:rsidR="00E0544E" w:rsidRPr="007818BD">
        <w:t>dernier rejeton de la r</w:t>
      </w:r>
      <w:r w:rsidR="00E0544E" w:rsidRPr="007818BD">
        <w:t>a</w:t>
      </w:r>
      <w:r w:rsidR="00E0544E" w:rsidRPr="007818BD">
        <w:t>ce la plus mâle et la plus énergique qui ait jamais mis au service de la volonté humaine un génie héroïque</w:t>
      </w:r>
      <w:r>
        <w:t xml:space="preserve">, </w:t>
      </w:r>
      <w:r w:rsidR="00E0544E" w:rsidRPr="007818BD">
        <w:t>avec sa méchanceté to</w:t>
      </w:r>
      <w:r w:rsidR="00E0544E" w:rsidRPr="007818BD">
        <w:t>r</w:t>
      </w:r>
      <w:r w:rsidR="00E0544E" w:rsidRPr="007818BD">
        <w:t>tueuse</w:t>
      </w:r>
      <w:r>
        <w:t xml:space="preserve">, </w:t>
      </w:r>
      <w:r w:rsidR="00E0544E" w:rsidRPr="007818BD">
        <w:t>et son indomptable grandeur</w:t>
      </w:r>
      <w:r>
        <w:t xml:space="preserve"> ; </w:t>
      </w:r>
      <w:r w:rsidR="00E0544E" w:rsidRPr="007818BD">
        <w:t>descendant du grand Vi</w:t>
      </w:r>
      <w:r w:rsidR="00E0544E" w:rsidRPr="007818BD">
        <w:t>s</w:t>
      </w:r>
      <w:r w:rsidR="00E0544E" w:rsidRPr="007818BD">
        <w:t>conti</w:t>
      </w:r>
      <w:r>
        <w:t xml:space="preserve">, </w:t>
      </w:r>
      <w:r w:rsidR="00E0544E" w:rsidRPr="007818BD">
        <w:t>dont l</w:t>
      </w:r>
      <w:r>
        <w:t>’</w:t>
      </w:r>
      <w:r w:rsidR="00E0544E" w:rsidRPr="007818BD">
        <w:t>histoire est celle de l</w:t>
      </w:r>
      <w:r>
        <w:t>’</w:t>
      </w:r>
      <w:r w:rsidR="00E0544E" w:rsidRPr="007818BD">
        <w:t>Italie elle-même dans ses jours les plus glorieux</w:t>
      </w:r>
      <w:r>
        <w:t xml:space="preserve">, </w:t>
      </w:r>
      <w:r w:rsidR="00E0544E" w:rsidRPr="007818BD">
        <w:t>et dont la grandeur fut l</w:t>
      </w:r>
      <w:r>
        <w:t>’</w:t>
      </w:r>
      <w:r w:rsidR="00E0544E" w:rsidRPr="007818BD">
        <w:t>œuvre de l</w:t>
      </w:r>
      <w:r>
        <w:t>’</w:t>
      </w:r>
      <w:r w:rsidR="00E0544E" w:rsidRPr="007818BD">
        <w:t>intelligence la plus puissante mûrie par la plus insatiable a</w:t>
      </w:r>
      <w:r w:rsidR="00E0544E" w:rsidRPr="007818BD">
        <w:t>m</w:t>
      </w:r>
      <w:r w:rsidR="00E0544E" w:rsidRPr="007818BD">
        <w:t>bition</w:t>
      </w:r>
      <w:r>
        <w:t xml:space="preserve">, </w:t>
      </w:r>
      <w:r w:rsidR="00E0544E" w:rsidRPr="007818BD">
        <w:t>je viens voir la dernière étoile de ce ciel qui va s</w:t>
      </w:r>
      <w:r>
        <w:t>’</w:t>
      </w:r>
      <w:r w:rsidR="00E0544E" w:rsidRPr="007818BD">
        <w:t>obscurcir à jamais</w:t>
      </w:r>
      <w:r>
        <w:t xml:space="preserve">. </w:t>
      </w:r>
      <w:r w:rsidR="00E0544E" w:rsidRPr="007818BD">
        <w:t>D</w:t>
      </w:r>
      <w:r w:rsidR="00E0544E" w:rsidRPr="007818BD">
        <w:t>e</w:t>
      </w:r>
      <w:r w:rsidR="00E0544E" w:rsidRPr="007818BD">
        <w:t>main</w:t>
      </w:r>
      <w:r>
        <w:t xml:space="preserve">, </w:t>
      </w:r>
      <w:r w:rsidR="00E0544E" w:rsidRPr="007818BD">
        <w:t>à pareille heure</w:t>
      </w:r>
      <w:r>
        <w:t xml:space="preserve">, </w:t>
      </w:r>
      <w:r w:rsidR="00E0544E" w:rsidRPr="007818BD">
        <w:t>elle n</w:t>
      </w:r>
      <w:r>
        <w:t>’</w:t>
      </w:r>
      <w:r w:rsidR="00E0544E" w:rsidRPr="007818BD">
        <w:t>aura plus sa place dans l</w:t>
      </w:r>
      <w:r>
        <w:t>’</w:t>
      </w:r>
      <w:r w:rsidR="00E0544E" w:rsidRPr="007818BD">
        <w:t>espace</w:t>
      </w:r>
      <w:r>
        <w:t xml:space="preserve">. </w:t>
      </w:r>
      <w:r w:rsidR="00E0544E" w:rsidRPr="007818BD">
        <w:t>Vos jours sont comptés</w:t>
      </w:r>
      <w:r>
        <w:t xml:space="preserve">, </w:t>
      </w:r>
      <w:r w:rsidR="00E0544E" w:rsidRPr="007818BD">
        <w:t>à moins que votre nature ne change tout entière</w:t>
      </w:r>
      <w:r>
        <w:t> !</w:t>
      </w:r>
    </w:p>
    <w:p w14:paraId="7AE8CDA8" w14:textId="77777777" w:rsidR="00E8465A" w:rsidRDefault="00E8465A" w:rsidP="00E0544E">
      <w:r>
        <w:t>— </w:t>
      </w:r>
      <w:r w:rsidR="00E0544E" w:rsidRPr="007818BD">
        <w:t>Que signifie ce jargon</w:t>
      </w:r>
      <w:r>
        <w:t xml:space="preserve"> ? </w:t>
      </w:r>
      <w:r w:rsidR="00E0544E" w:rsidRPr="007818BD">
        <w:t>demanda le prince avec un éto</w:t>
      </w:r>
      <w:r w:rsidR="00E0544E" w:rsidRPr="007818BD">
        <w:t>n</w:t>
      </w:r>
      <w:r w:rsidR="00E0544E" w:rsidRPr="007818BD">
        <w:t>nement visible et une secrète terreur</w:t>
      </w:r>
      <w:r>
        <w:t xml:space="preserve">. </w:t>
      </w:r>
      <w:r w:rsidR="00E0544E" w:rsidRPr="007818BD">
        <w:t>Viens-tu me menacer dans mon propre palais</w:t>
      </w:r>
      <w:r>
        <w:t xml:space="preserve">, </w:t>
      </w:r>
      <w:r w:rsidR="00E0544E" w:rsidRPr="007818BD">
        <w:t>ou veux-tu m</w:t>
      </w:r>
      <w:r>
        <w:t>’</w:t>
      </w:r>
      <w:r w:rsidR="00E0544E" w:rsidRPr="007818BD">
        <w:t>avertir d</w:t>
      </w:r>
      <w:r>
        <w:t>’</w:t>
      </w:r>
      <w:r w:rsidR="00E0544E" w:rsidRPr="007818BD">
        <w:t>un danger</w:t>
      </w:r>
      <w:r>
        <w:t xml:space="preserve"> ? </w:t>
      </w:r>
      <w:r w:rsidR="00E0544E" w:rsidRPr="007818BD">
        <w:t>Es-tu quelque charlatan nomade</w:t>
      </w:r>
      <w:r>
        <w:t xml:space="preserve">, </w:t>
      </w:r>
      <w:r w:rsidR="00E0544E" w:rsidRPr="007818BD">
        <w:t>ou quelque</w:t>
      </w:r>
      <w:r>
        <w:t>-</w:t>
      </w:r>
      <w:r w:rsidR="00E0544E" w:rsidRPr="007818BD">
        <w:t>ami inconnu</w:t>
      </w:r>
      <w:r>
        <w:t xml:space="preserve"> ? </w:t>
      </w:r>
      <w:r w:rsidR="00E0544E" w:rsidRPr="007818BD">
        <w:t>Parle</w:t>
      </w:r>
      <w:r>
        <w:t xml:space="preserve">, </w:t>
      </w:r>
      <w:r w:rsidR="00E0544E" w:rsidRPr="007818BD">
        <w:t>et clairement</w:t>
      </w:r>
      <w:r>
        <w:t xml:space="preserve"> ; </w:t>
      </w:r>
      <w:r w:rsidR="00E0544E" w:rsidRPr="007818BD">
        <w:t>quel est ce péril qui me menace</w:t>
      </w:r>
      <w:r>
        <w:t> ?</w:t>
      </w:r>
    </w:p>
    <w:p w14:paraId="72D5DF5F" w14:textId="77777777" w:rsidR="00E8465A" w:rsidRDefault="00E8465A" w:rsidP="00E0544E">
      <w:r>
        <w:t>— </w:t>
      </w:r>
      <w:proofErr w:type="spellStart"/>
      <w:r w:rsidR="00E0544E" w:rsidRPr="007818BD">
        <w:t>Zanoni</w:t>
      </w:r>
      <w:proofErr w:type="spellEnd"/>
      <w:r>
        <w:t xml:space="preserve">, </w:t>
      </w:r>
      <w:r w:rsidR="00E0544E" w:rsidRPr="007818BD">
        <w:t>et l</w:t>
      </w:r>
      <w:r>
        <w:t>’</w:t>
      </w:r>
      <w:r w:rsidR="00E0544E" w:rsidRPr="007818BD">
        <w:t>épée de ton ancêtre</w:t>
      </w:r>
      <w:r>
        <w:t xml:space="preserve">, </w:t>
      </w:r>
      <w:r w:rsidR="00E0544E" w:rsidRPr="007818BD">
        <w:t>répliqua l</w:t>
      </w:r>
      <w:r>
        <w:t>’</w:t>
      </w:r>
      <w:r w:rsidR="00E0544E" w:rsidRPr="007818BD">
        <w:t>étranger</w:t>
      </w:r>
      <w:r>
        <w:t>.</w:t>
      </w:r>
    </w:p>
    <w:p w14:paraId="6C0069C7" w14:textId="77777777" w:rsidR="00E8465A" w:rsidRDefault="00E8465A" w:rsidP="00E0544E">
      <w:r>
        <w:t>— </w:t>
      </w:r>
      <w:r w:rsidR="00E0544E" w:rsidRPr="007818BD">
        <w:t>Ah</w:t>
      </w:r>
      <w:r>
        <w:t xml:space="preserve"> ! </w:t>
      </w:r>
      <w:r w:rsidR="00E0544E" w:rsidRPr="007818BD">
        <w:t>ah</w:t>
      </w:r>
      <w:r>
        <w:t xml:space="preserve"> ! </w:t>
      </w:r>
      <w:r w:rsidR="00E0544E" w:rsidRPr="007818BD">
        <w:t>dit le prince avec un sourire dédaigneux</w:t>
      </w:r>
      <w:r>
        <w:t xml:space="preserve"> : </w:t>
      </w:r>
      <w:r w:rsidR="00E0544E" w:rsidRPr="007818BD">
        <w:t>je m</w:t>
      </w:r>
      <w:r>
        <w:t>’</w:t>
      </w:r>
      <w:r w:rsidR="00E0544E" w:rsidRPr="007818BD">
        <w:t>en étais douté dès le commencement</w:t>
      </w:r>
      <w:r>
        <w:t xml:space="preserve">. </w:t>
      </w:r>
      <w:r w:rsidR="00E0544E" w:rsidRPr="007818BD">
        <w:t>Tu es donc le complice ou l</w:t>
      </w:r>
      <w:r>
        <w:t>’</w:t>
      </w:r>
      <w:r w:rsidR="00E0544E" w:rsidRPr="007818BD">
        <w:t>instrument de cet imposteur habile</w:t>
      </w:r>
      <w:r>
        <w:t xml:space="preserve">, </w:t>
      </w:r>
      <w:r w:rsidR="00E0544E" w:rsidRPr="007818BD">
        <w:t>mais maintenant d</w:t>
      </w:r>
      <w:r w:rsidR="00E0544E" w:rsidRPr="007818BD">
        <w:t>é</w:t>
      </w:r>
      <w:r w:rsidR="00E0544E" w:rsidRPr="007818BD">
        <w:t>joué</w:t>
      </w:r>
      <w:r>
        <w:t xml:space="preserve"> ? </w:t>
      </w:r>
      <w:r w:rsidR="00E0544E" w:rsidRPr="007818BD">
        <w:t>Et tu viens sans doute me dire que</w:t>
      </w:r>
      <w:r>
        <w:t xml:space="preserve">, </w:t>
      </w:r>
      <w:r w:rsidR="00E0544E" w:rsidRPr="007818BD">
        <w:t>si je délivre certaine captive que j</w:t>
      </w:r>
      <w:r>
        <w:t>’</w:t>
      </w:r>
      <w:r w:rsidR="00E0544E" w:rsidRPr="007818BD">
        <w:t>ai</w:t>
      </w:r>
      <w:r>
        <w:t xml:space="preserve">, </w:t>
      </w:r>
      <w:r w:rsidR="00E0544E" w:rsidRPr="007818BD">
        <w:t>le danger disparaîtra</w:t>
      </w:r>
      <w:r>
        <w:t xml:space="preserve">, </w:t>
      </w:r>
      <w:r w:rsidR="00E0544E" w:rsidRPr="007818BD">
        <w:t>et que la main du temps s</w:t>
      </w:r>
      <w:r>
        <w:t>’</w:t>
      </w:r>
      <w:r w:rsidR="00E0544E" w:rsidRPr="007818BD">
        <w:t>arrêtera</w:t>
      </w:r>
      <w:r>
        <w:t> ?</w:t>
      </w:r>
    </w:p>
    <w:p w14:paraId="2D511869" w14:textId="11E72844" w:rsidR="00E0544E" w:rsidRPr="007818BD" w:rsidRDefault="00E8465A" w:rsidP="00E0544E">
      <w:r>
        <w:t>— </w:t>
      </w:r>
      <w:r w:rsidR="00E0544E" w:rsidRPr="007818BD">
        <w:t>Juge-moi comme tu voudras</w:t>
      </w:r>
      <w:r>
        <w:t xml:space="preserve">, </w:t>
      </w:r>
      <w:r w:rsidR="00E0544E" w:rsidRPr="007818BD">
        <w:t>prince de ***</w:t>
      </w:r>
      <w:r>
        <w:t xml:space="preserve">. </w:t>
      </w:r>
      <w:r w:rsidR="00E0544E" w:rsidRPr="007818BD">
        <w:t>J</w:t>
      </w:r>
      <w:r>
        <w:t>’</w:t>
      </w:r>
      <w:r w:rsidR="00E0544E" w:rsidRPr="007818BD">
        <w:t xml:space="preserve">avoue que je connais </w:t>
      </w:r>
      <w:proofErr w:type="spellStart"/>
      <w:r w:rsidR="00E0544E" w:rsidRPr="007818BD">
        <w:t>Zanoni</w:t>
      </w:r>
      <w:proofErr w:type="spellEnd"/>
      <w:r>
        <w:t xml:space="preserve">. </w:t>
      </w:r>
      <w:r w:rsidR="00E0544E" w:rsidRPr="007818BD">
        <w:t>Toi aussi tu connaîtras sa puissance</w:t>
      </w:r>
      <w:r>
        <w:t xml:space="preserve">, </w:t>
      </w:r>
      <w:r w:rsidR="00E0544E" w:rsidRPr="007818BD">
        <w:t>mais seulement quand elle te dévorera</w:t>
      </w:r>
      <w:r>
        <w:t xml:space="preserve">. </w:t>
      </w:r>
      <w:r w:rsidR="00E0544E" w:rsidRPr="007818BD">
        <w:t>Je voudrais te sauver</w:t>
      </w:r>
      <w:r>
        <w:t xml:space="preserve">, </w:t>
      </w:r>
      <w:r w:rsidR="00E0544E" w:rsidRPr="007818BD">
        <w:lastRenderedPageBreak/>
        <w:t>et voilà pourquoi je t</w:t>
      </w:r>
      <w:r>
        <w:t>’</w:t>
      </w:r>
      <w:r w:rsidR="00E0544E" w:rsidRPr="007818BD">
        <w:t>avertis</w:t>
      </w:r>
      <w:r>
        <w:t xml:space="preserve">. </w:t>
      </w:r>
      <w:r w:rsidR="00E0544E" w:rsidRPr="007818BD">
        <w:t>Tu me demandes pourquoi</w:t>
      </w:r>
      <w:r>
        <w:t xml:space="preserve"> ? </w:t>
      </w:r>
      <w:r w:rsidR="00E0544E" w:rsidRPr="007818BD">
        <w:t>Je vais te le d</w:t>
      </w:r>
      <w:r w:rsidR="00E0544E" w:rsidRPr="007818BD">
        <w:t>i</w:t>
      </w:r>
      <w:r w:rsidR="00E0544E" w:rsidRPr="007818BD">
        <w:t>re</w:t>
      </w:r>
      <w:r>
        <w:t xml:space="preserve">… </w:t>
      </w:r>
      <w:r w:rsidR="00E0544E" w:rsidRPr="007818BD">
        <w:t>Te souviens-tu d</w:t>
      </w:r>
      <w:r>
        <w:t>’</w:t>
      </w:r>
      <w:r w:rsidR="00E0544E" w:rsidRPr="007818BD">
        <w:t>avoir entendu d</w:t>
      </w:r>
      <w:r>
        <w:t>’</w:t>
      </w:r>
      <w:r w:rsidR="00E0544E" w:rsidRPr="007818BD">
        <w:t>étranges traditions sur ton aïeul</w:t>
      </w:r>
      <w:r>
        <w:t xml:space="preserve"> ? </w:t>
      </w:r>
      <w:r w:rsidR="00E0544E" w:rsidRPr="007818BD">
        <w:t>sur sa soif d</w:t>
      </w:r>
      <w:r>
        <w:t>’</w:t>
      </w:r>
      <w:r w:rsidR="00E0544E" w:rsidRPr="007818BD">
        <w:t>une science qui dépasse celle des écoles et des cloîtres</w:t>
      </w:r>
      <w:r>
        <w:t xml:space="preserve"> ? </w:t>
      </w:r>
      <w:r w:rsidR="00E0544E" w:rsidRPr="007818BD">
        <w:t>d</w:t>
      </w:r>
      <w:r>
        <w:t>’</w:t>
      </w:r>
      <w:r w:rsidR="00E0544E" w:rsidRPr="007818BD">
        <w:t>avoir entendu parler d</w:t>
      </w:r>
      <w:r>
        <w:t>’</w:t>
      </w:r>
      <w:r w:rsidR="00E0544E" w:rsidRPr="007818BD">
        <w:t>un étranger de l</w:t>
      </w:r>
      <w:r>
        <w:t>’</w:t>
      </w:r>
      <w:r w:rsidR="00E0544E" w:rsidRPr="007818BD">
        <w:t>Orient qui était son compagnon et son maître dans une étude contre laquelle de siècle en siècle le Vatican a lancé ses foudres impui</w:t>
      </w:r>
      <w:r w:rsidR="00E0544E" w:rsidRPr="007818BD">
        <w:t>s</w:t>
      </w:r>
      <w:r w:rsidR="00E0544E" w:rsidRPr="007818BD">
        <w:t>santes</w:t>
      </w:r>
      <w:r>
        <w:t xml:space="preserve"> ? </w:t>
      </w:r>
      <w:r w:rsidR="00E0544E" w:rsidRPr="007818BD">
        <w:t>Te souviens-tu de la destinée de ton ancêtre</w:t>
      </w:r>
      <w:r>
        <w:t xml:space="preserve"> ? </w:t>
      </w:r>
      <w:r w:rsidR="00E0544E" w:rsidRPr="007818BD">
        <w:t>Sais-tu qu</w:t>
      </w:r>
      <w:r>
        <w:t>’</w:t>
      </w:r>
      <w:r w:rsidR="00E0544E" w:rsidRPr="007818BD">
        <w:t>héritier d</w:t>
      </w:r>
      <w:r>
        <w:t>’</w:t>
      </w:r>
      <w:r w:rsidR="00E0544E" w:rsidRPr="007818BD">
        <w:t>un nom</w:t>
      </w:r>
      <w:r>
        <w:t xml:space="preserve">, </w:t>
      </w:r>
      <w:r w:rsidR="00E0544E" w:rsidRPr="007818BD">
        <w:t>sans autre patrimoine</w:t>
      </w:r>
      <w:r>
        <w:t xml:space="preserve">, </w:t>
      </w:r>
      <w:r w:rsidR="00E0544E" w:rsidRPr="007818BD">
        <w:t>après une vie friv</w:t>
      </w:r>
      <w:r w:rsidR="00E0544E" w:rsidRPr="007818BD">
        <w:t>o</w:t>
      </w:r>
      <w:r w:rsidR="00E0544E" w:rsidRPr="007818BD">
        <w:t>le et dissipée comme la tienne</w:t>
      </w:r>
      <w:r>
        <w:t xml:space="preserve">, </w:t>
      </w:r>
      <w:r w:rsidR="00E0544E" w:rsidRPr="007818BD">
        <w:t>il disparut de Milan</w:t>
      </w:r>
      <w:r>
        <w:t xml:space="preserve">, </w:t>
      </w:r>
      <w:r w:rsidR="00E0544E" w:rsidRPr="007818BD">
        <w:t>pauvre et exilé volontaire</w:t>
      </w:r>
      <w:r>
        <w:t xml:space="preserve"> ? </w:t>
      </w:r>
      <w:r w:rsidR="00E0544E" w:rsidRPr="007818BD">
        <w:t>Sais-tu comment</w:t>
      </w:r>
      <w:r>
        <w:t xml:space="preserve">, </w:t>
      </w:r>
      <w:r w:rsidR="00E0544E" w:rsidRPr="007818BD">
        <w:t>après de longues années passées</w:t>
      </w:r>
      <w:r>
        <w:t xml:space="preserve">, </w:t>
      </w:r>
      <w:r w:rsidR="00E0544E" w:rsidRPr="007818BD">
        <w:t>nul ne sait comment</w:t>
      </w:r>
      <w:r>
        <w:t xml:space="preserve">, </w:t>
      </w:r>
      <w:r w:rsidR="00E0544E" w:rsidRPr="007818BD">
        <w:t>ni dans quel climat</w:t>
      </w:r>
      <w:r>
        <w:t xml:space="preserve">, </w:t>
      </w:r>
      <w:r w:rsidR="00E0544E" w:rsidRPr="007818BD">
        <w:t>il visita de nouveau la cité ou avaient régné ses aïeux</w:t>
      </w:r>
      <w:r>
        <w:t xml:space="preserve"> ? </w:t>
      </w:r>
      <w:r w:rsidR="00E0544E" w:rsidRPr="007818BD">
        <w:t>comment avec lui vint le sage d</w:t>
      </w:r>
      <w:r>
        <w:t>’</w:t>
      </w:r>
      <w:r w:rsidR="00E0544E" w:rsidRPr="007818BD">
        <w:t>Orient</w:t>
      </w:r>
      <w:r>
        <w:t xml:space="preserve">, </w:t>
      </w:r>
      <w:r w:rsidR="00E0544E" w:rsidRPr="007818BD">
        <w:t xml:space="preserve">le mystérieux </w:t>
      </w:r>
      <w:proofErr w:type="spellStart"/>
      <w:r w:rsidR="00E0544E" w:rsidRPr="007818BD">
        <w:t>Mejnour</w:t>
      </w:r>
      <w:proofErr w:type="spellEnd"/>
      <w:r>
        <w:t xml:space="preserve"> ? </w:t>
      </w:r>
      <w:r w:rsidR="00E0544E" w:rsidRPr="007818BD">
        <w:t>comment ceux qui le rencontrèrent</w:t>
      </w:r>
      <w:r>
        <w:t xml:space="preserve">, </w:t>
      </w:r>
      <w:r w:rsidR="00E0544E" w:rsidRPr="007818BD">
        <w:t>virent avec étonnement et crainte que le temps n</w:t>
      </w:r>
      <w:r>
        <w:t>’</w:t>
      </w:r>
      <w:r w:rsidR="00E0544E" w:rsidRPr="007818BD">
        <w:t>avait point creusé de sillons sur son front</w:t>
      </w:r>
      <w:r>
        <w:t xml:space="preserve">, </w:t>
      </w:r>
      <w:r w:rsidR="00E0544E" w:rsidRPr="007818BD">
        <w:t>que la je</w:t>
      </w:r>
      <w:r w:rsidR="00E0544E" w:rsidRPr="007818BD">
        <w:t>u</w:t>
      </w:r>
      <w:r w:rsidR="00E0544E" w:rsidRPr="007818BD">
        <w:t>nesse semblait fixée à jamais par une puissance myst</w:t>
      </w:r>
      <w:r w:rsidR="00E0544E" w:rsidRPr="007818BD">
        <w:t>é</w:t>
      </w:r>
      <w:r w:rsidR="00E0544E" w:rsidRPr="007818BD">
        <w:t>rieuse dans ses traits et dans toute sa personne</w:t>
      </w:r>
      <w:r>
        <w:t xml:space="preserve"> ? </w:t>
      </w:r>
      <w:r w:rsidR="00E0544E" w:rsidRPr="007818BD">
        <w:t>Ne sais-tu pas qu</w:t>
      </w:r>
      <w:r>
        <w:t>’</w:t>
      </w:r>
      <w:r w:rsidR="00E0544E" w:rsidRPr="007818BD">
        <w:t>à partir de cette heure son sort grandit</w:t>
      </w:r>
      <w:r>
        <w:t xml:space="preserve"> ? </w:t>
      </w:r>
      <w:r w:rsidR="00E0544E" w:rsidRPr="007818BD">
        <w:t>Des parents éloignés moururent</w:t>
      </w:r>
      <w:r>
        <w:t xml:space="preserve">, </w:t>
      </w:r>
      <w:r w:rsidR="00E0544E" w:rsidRPr="007818BD">
        <w:t>les héritages les uns après les autres tombèrent e</w:t>
      </w:r>
      <w:r w:rsidR="00E0544E" w:rsidRPr="007818BD">
        <w:t>n</w:t>
      </w:r>
      <w:r w:rsidR="00E0544E" w:rsidRPr="007818BD">
        <w:t>tre les mains du gentilhomme ruiné</w:t>
      </w:r>
      <w:r>
        <w:t xml:space="preserve">. </w:t>
      </w:r>
      <w:r w:rsidR="00E0544E" w:rsidRPr="007818BD">
        <w:t>Il devint le guide des pri</w:t>
      </w:r>
      <w:r w:rsidR="00E0544E" w:rsidRPr="007818BD">
        <w:t>n</w:t>
      </w:r>
      <w:r w:rsidR="00E0544E" w:rsidRPr="007818BD">
        <w:t>ces</w:t>
      </w:r>
      <w:r>
        <w:t xml:space="preserve">, </w:t>
      </w:r>
      <w:r w:rsidR="00E0544E" w:rsidRPr="007818BD">
        <w:t>le premier seigneur de l</w:t>
      </w:r>
      <w:r>
        <w:t>’</w:t>
      </w:r>
      <w:r w:rsidR="00E0544E" w:rsidRPr="007818BD">
        <w:t>Italie</w:t>
      </w:r>
      <w:r>
        <w:t xml:space="preserve">. </w:t>
      </w:r>
      <w:r w:rsidR="00E0544E" w:rsidRPr="007818BD">
        <w:t>Il fonda de nouveau la ma</w:t>
      </w:r>
      <w:r w:rsidR="00E0544E" w:rsidRPr="007818BD">
        <w:t>i</w:t>
      </w:r>
      <w:r w:rsidR="00E0544E" w:rsidRPr="007818BD">
        <w:t>son dont tu es le dernier descendant direct</w:t>
      </w:r>
      <w:r>
        <w:t xml:space="preserve">, </w:t>
      </w:r>
      <w:r w:rsidR="00E0544E" w:rsidRPr="007818BD">
        <w:t>et transféra sa splendeur de Milan à Naples</w:t>
      </w:r>
      <w:r>
        <w:t xml:space="preserve">. </w:t>
      </w:r>
      <w:r w:rsidR="00E0544E" w:rsidRPr="007818BD">
        <w:t>Des visions de haute</w:t>
      </w:r>
      <w:r>
        <w:t xml:space="preserve">, </w:t>
      </w:r>
      <w:r w:rsidR="00E0544E" w:rsidRPr="007818BD">
        <w:t>d</w:t>
      </w:r>
      <w:r>
        <w:t>’</w:t>
      </w:r>
      <w:r w:rsidR="00E0544E" w:rsidRPr="007818BD">
        <w:t>insatiable ambition</w:t>
      </w:r>
      <w:r>
        <w:t xml:space="preserve">, </w:t>
      </w:r>
      <w:r w:rsidR="00E0544E" w:rsidRPr="007818BD">
        <w:t>le poursuivirent alors nuit et jour</w:t>
      </w:r>
      <w:r>
        <w:t xml:space="preserve">. </w:t>
      </w:r>
      <w:r w:rsidR="00E0544E" w:rsidRPr="007818BD">
        <w:t>S</w:t>
      </w:r>
      <w:r>
        <w:t>’</w:t>
      </w:r>
      <w:r w:rsidR="00E0544E" w:rsidRPr="007818BD">
        <w:t>il eût vécu</w:t>
      </w:r>
      <w:r>
        <w:t xml:space="preserve">, </w:t>
      </w:r>
      <w:r w:rsidR="00E0544E" w:rsidRPr="007818BD">
        <w:t>l</w:t>
      </w:r>
      <w:r>
        <w:t>’</w:t>
      </w:r>
      <w:r w:rsidR="00E0544E" w:rsidRPr="007818BD">
        <w:t>Italie eût connu une nouvelle dynastie</w:t>
      </w:r>
      <w:r>
        <w:t xml:space="preserve">, </w:t>
      </w:r>
      <w:r w:rsidR="00E0544E" w:rsidRPr="007818BD">
        <w:t>et les Visconti eussent régné sur la Grande-Grèce régénérée</w:t>
      </w:r>
      <w:r>
        <w:t xml:space="preserve">. </w:t>
      </w:r>
      <w:r w:rsidR="00E0544E" w:rsidRPr="007818BD">
        <w:t>C</w:t>
      </w:r>
      <w:r>
        <w:t>’</w:t>
      </w:r>
      <w:r w:rsidR="00E0544E" w:rsidRPr="007818BD">
        <w:t>était un homme comme le monde en voit rarement</w:t>
      </w:r>
      <w:r>
        <w:t xml:space="preserve"> ; </w:t>
      </w:r>
      <w:r w:rsidR="00E0544E" w:rsidRPr="007818BD">
        <w:t>mais ses projets</w:t>
      </w:r>
      <w:r>
        <w:t xml:space="preserve">, </w:t>
      </w:r>
      <w:r w:rsidR="00E0544E" w:rsidRPr="007818BD">
        <w:t>trop terrestres</w:t>
      </w:r>
      <w:r>
        <w:t xml:space="preserve">, </w:t>
      </w:r>
      <w:r w:rsidR="00E0544E" w:rsidRPr="007818BD">
        <w:t>étaient disproportionnés aux moyens qu</w:t>
      </w:r>
      <w:r>
        <w:t>’</w:t>
      </w:r>
      <w:r w:rsidR="00E0544E" w:rsidRPr="007818BD">
        <w:t>il cherchait pour les r</w:t>
      </w:r>
      <w:r w:rsidR="00E0544E" w:rsidRPr="007818BD">
        <w:t>é</w:t>
      </w:r>
      <w:r w:rsidR="00E0544E" w:rsidRPr="007818BD">
        <w:t>aliser</w:t>
      </w:r>
      <w:r>
        <w:t xml:space="preserve">. </w:t>
      </w:r>
      <w:r w:rsidR="00E0544E" w:rsidRPr="007818BD">
        <w:t>Avec plus ou moins d</w:t>
      </w:r>
      <w:r>
        <w:t>’</w:t>
      </w:r>
      <w:r w:rsidR="00E0544E" w:rsidRPr="007818BD">
        <w:t>ambition</w:t>
      </w:r>
      <w:r>
        <w:t xml:space="preserve">, </w:t>
      </w:r>
      <w:r w:rsidR="00E0544E" w:rsidRPr="007818BD">
        <w:t>il eût été digne d</w:t>
      </w:r>
      <w:r>
        <w:t>’</w:t>
      </w:r>
      <w:r w:rsidR="00E0544E" w:rsidRPr="007818BD">
        <w:t>un e</w:t>
      </w:r>
      <w:r w:rsidR="00E0544E" w:rsidRPr="007818BD">
        <w:t>m</w:t>
      </w:r>
      <w:r w:rsidR="00E0544E" w:rsidRPr="007818BD">
        <w:t>pire plus grand que celui des Césars</w:t>
      </w:r>
      <w:r>
        <w:t xml:space="preserve">, </w:t>
      </w:r>
      <w:r w:rsidR="00E0544E" w:rsidRPr="007818BD">
        <w:t>digne de notre ordre vén</w:t>
      </w:r>
      <w:r w:rsidR="00E0544E" w:rsidRPr="007818BD">
        <w:t>é</w:t>
      </w:r>
      <w:r w:rsidR="00E0544E" w:rsidRPr="007818BD">
        <w:t>rable</w:t>
      </w:r>
      <w:r>
        <w:t xml:space="preserve">, </w:t>
      </w:r>
      <w:r w:rsidR="00E0544E" w:rsidRPr="007818BD">
        <w:t>digne de l</w:t>
      </w:r>
      <w:r>
        <w:t>’</w:t>
      </w:r>
      <w:r w:rsidR="00E0544E" w:rsidRPr="007818BD">
        <w:t xml:space="preserve">amitié de </w:t>
      </w:r>
      <w:proofErr w:type="spellStart"/>
      <w:r w:rsidR="00E0544E" w:rsidRPr="007818BD">
        <w:t>Mejnour</w:t>
      </w:r>
      <w:proofErr w:type="spellEnd"/>
      <w:r w:rsidR="00E0544E" w:rsidRPr="007818BD">
        <w:t xml:space="preserve"> que tu vois maintenant d</w:t>
      </w:r>
      <w:r w:rsidR="00E0544E" w:rsidRPr="007818BD">
        <w:t>e</w:t>
      </w:r>
      <w:r w:rsidR="00E0544E" w:rsidRPr="007818BD">
        <w:t>vant toi</w:t>
      </w:r>
      <w:r>
        <w:t>. »</w:t>
      </w:r>
    </w:p>
    <w:p w14:paraId="458C36A4" w14:textId="77777777" w:rsidR="00E8465A" w:rsidRDefault="00E0544E" w:rsidP="00E0544E">
      <w:r w:rsidRPr="007818BD">
        <w:lastRenderedPageBreak/>
        <w:t>Le prince</w:t>
      </w:r>
      <w:r w:rsidR="00E8465A">
        <w:t xml:space="preserve">, </w:t>
      </w:r>
      <w:r w:rsidRPr="007818BD">
        <w:t>qui avait prêté une attention profonde et recuei</w:t>
      </w:r>
      <w:r w:rsidRPr="007818BD">
        <w:t>l</w:t>
      </w:r>
      <w:r w:rsidRPr="007818BD">
        <w:t>lie aux paroles de son hôte singulier</w:t>
      </w:r>
      <w:r w:rsidR="00E8465A">
        <w:t xml:space="preserve">, </w:t>
      </w:r>
      <w:r w:rsidRPr="007818BD">
        <w:t>tressaillit à ces dernières paroles</w:t>
      </w:r>
      <w:r w:rsidR="00E8465A">
        <w:t xml:space="preserve">, </w:t>
      </w:r>
      <w:r w:rsidRPr="007818BD">
        <w:t>et s</w:t>
      </w:r>
      <w:r w:rsidR="00E8465A">
        <w:t>’</w:t>
      </w:r>
      <w:r w:rsidRPr="007818BD">
        <w:t>élançant de sa place</w:t>
      </w:r>
      <w:r w:rsidR="00E8465A">
        <w:t> :</w:t>
      </w:r>
    </w:p>
    <w:p w14:paraId="6D650A39" w14:textId="77777777" w:rsidR="00E8465A" w:rsidRDefault="00E8465A" w:rsidP="00E0544E">
      <w:r>
        <w:t>« </w:t>
      </w:r>
      <w:r w:rsidR="00E0544E" w:rsidRPr="007818BD">
        <w:t>Imposteur</w:t>
      </w:r>
      <w:r>
        <w:t xml:space="preserve"> ! </w:t>
      </w:r>
      <w:r w:rsidR="00E0544E" w:rsidRPr="007818BD">
        <w:t>s</w:t>
      </w:r>
      <w:r>
        <w:t>’</w:t>
      </w:r>
      <w:r w:rsidR="00E0544E" w:rsidRPr="007818BD">
        <w:t>écria-t-il</w:t>
      </w:r>
      <w:r>
        <w:t xml:space="preserve">, </w:t>
      </w:r>
      <w:r w:rsidR="00E0544E" w:rsidRPr="007818BD">
        <w:t>osez-vous bien vous jouer ainsi de ma crédulité</w:t>
      </w:r>
      <w:r>
        <w:t xml:space="preserve"> ? </w:t>
      </w:r>
      <w:r w:rsidR="00E0544E" w:rsidRPr="007818BD">
        <w:t>Soixante ans se sont écoulés depuis la mort de mon aïeul</w:t>
      </w:r>
      <w:r>
        <w:t xml:space="preserve"> : </w:t>
      </w:r>
      <w:r w:rsidR="00E0544E" w:rsidRPr="007818BD">
        <w:t>s</w:t>
      </w:r>
      <w:r>
        <w:t>’</w:t>
      </w:r>
      <w:r w:rsidR="00E0544E" w:rsidRPr="007818BD">
        <w:t>il vivait</w:t>
      </w:r>
      <w:r>
        <w:t xml:space="preserve">, </w:t>
      </w:r>
      <w:r w:rsidR="00E0544E" w:rsidRPr="007818BD">
        <w:t>il dépasserait aujourd</w:t>
      </w:r>
      <w:r>
        <w:t>’</w:t>
      </w:r>
      <w:r w:rsidR="00E0544E" w:rsidRPr="007818BD">
        <w:t>hui sa cent vingti</w:t>
      </w:r>
      <w:r w:rsidR="00E0544E" w:rsidRPr="007818BD">
        <w:t>è</w:t>
      </w:r>
      <w:r w:rsidR="00E0544E" w:rsidRPr="007818BD">
        <w:t>me année</w:t>
      </w:r>
      <w:r>
        <w:t xml:space="preserve"> ; </w:t>
      </w:r>
      <w:r w:rsidR="00E0544E" w:rsidRPr="007818BD">
        <w:t>et vous</w:t>
      </w:r>
      <w:r>
        <w:t xml:space="preserve">, </w:t>
      </w:r>
      <w:r w:rsidR="00E0544E" w:rsidRPr="007818BD">
        <w:t>dont la vieillesse est encore verte et vigo</w:t>
      </w:r>
      <w:r w:rsidR="00E0544E" w:rsidRPr="007818BD">
        <w:t>u</w:t>
      </w:r>
      <w:r w:rsidR="00E0544E" w:rsidRPr="007818BD">
        <w:t>reuse</w:t>
      </w:r>
      <w:r>
        <w:t xml:space="preserve">, </w:t>
      </w:r>
      <w:r w:rsidR="00E0544E" w:rsidRPr="007818BD">
        <w:t>vous prétendez avoir été son contemporain</w:t>
      </w:r>
      <w:r>
        <w:t xml:space="preserve"> ! </w:t>
      </w:r>
      <w:r w:rsidR="00E0544E" w:rsidRPr="007818BD">
        <w:t>Mais vous avez mal appris votre récit fabuleux</w:t>
      </w:r>
      <w:r>
        <w:t xml:space="preserve">. </w:t>
      </w:r>
      <w:r w:rsidR="00E0544E" w:rsidRPr="007818BD">
        <w:t>Vous ignorez encore que mon aïeul</w:t>
      </w:r>
      <w:r>
        <w:t xml:space="preserve">, </w:t>
      </w:r>
      <w:r w:rsidR="00E0544E" w:rsidRPr="007818BD">
        <w:t>sage et illustre sans doute en tout</w:t>
      </w:r>
      <w:r>
        <w:t xml:space="preserve">, </w:t>
      </w:r>
      <w:r w:rsidR="00E0544E" w:rsidRPr="007818BD">
        <w:t>sauf dans la confiance qu</w:t>
      </w:r>
      <w:r>
        <w:t>’</w:t>
      </w:r>
      <w:r w:rsidR="00E0544E" w:rsidRPr="007818BD">
        <w:t>il eut dans un charlatan</w:t>
      </w:r>
      <w:r>
        <w:t xml:space="preserve">, </w:t>
      </w:r>
      <w:r w:rsidR="00E0544E" w:rsidRPr="007818BD">
        <w:t>fut trouvé mort dans son lit</w:t>
      </w:r>
      <w:r>
        <w:t xml:space="preserve">, </w:t>
      </w:r>
      <w:r w:rsidR="00E0544E" w:rsidRPr="007818BD">
        <w:t>à l</w:t>
      </w:r>
      <w:r>
        <w:t>’</w:t>
      </w:r>
      <w:r w:rsidR="00E0544E" w:rsidRPr="007818BD">
        <w:t>heure même où ses plans gigantesques étaient mûrs pour l</w:t>
      </w:r>
      <w:r>
        <w:t>’</w:t>
      </w:r>
      <w:r w:rsidR="00E0544E" w:rsidRPr="007818BD">
        <w:t>exécution</w:t>
      </w:r>
      <w:r>
        <w:t xml:space="preserve">, </w:t>
      </w:r>
      <w:r w:rsidR="00E0544E" w:rsidRPr="007818BD">
        <w:t xml:space="preserve">et que le meurtrier fut ce même </w:t>
      </w:r>
      <w:proofErr w:type="spellStart"/>
      <w:r w:rsidR="00E0544E" w:rsidRPr="007818BD">
        <w:t>Mejnour</w:t>
      </w:r>
      <w:proofErr w:type="spellEnd"/>
      <w:r>
        <w:t>.</w:t>
      </w:r>
    </w:p>
    <w:p w14:paraId="1652A289" w14:textId="0757A4A8" w:rsidR="00E8465A" w:rsidRDefault="00E8465A" w:rsidP="00E0544E">
      <w:r>
        <w:t>— </w:t>
      </w:r>
      <w:r w:rsidR="00E0544E" w:rsidRPr="007818BD">
        <w:t>Hélas</w:t>
      </w:r>
      <w:r>
        <w:t xml:space="preserve"> ! </w:t>
      </w:r>
      <w:r w:rsidR="00E0544E" w:rsidRPr="007818BD">
        <w:t>répondit l</w:t>
      </w:r>
      <w:r>
        <w:t>’</w:t>
      </w:r>
      <w:r w:rsidR="00E0544E" w:rsidRPr="007818BD">
        <w:t>étranger d</w:t>
      </w:r>
      <w:r>
        <w:t>’</w:t>
      </w:r>
      <w:r w:rsidR="00E0544E" w:rsidRPr="007818BD">
        <w:t>une voix profondément tri</w:t>
      </w:r>
      <w:r w:rsidR="00E0544E" w:rsidRPr="007818BD">
        <w:t>s</w:t>
      </w:r>
      <w:r w:rsidR="00E0544E" w:rsidRPr="007818BD">
        <w:t>te</w:t>
      </w:r>
      <w:r>
        <w:t xml:space="preserve">, </w:t>
      </w:r>
      <w:r w:rsidR="00E0544E" w:rsidRPr="007818BD">
        <w:t>s</w:t>
      </w:r>
      <w:r>
        <w:t>’</w:t>
      </w:r>
      <w:r w:rsidR="00E0544E" w:rsidRPr="007818BD">
        <w:t xml:space="preserve">il avait écouté </w:t>
      </w:r>
      <w:proofErr w:type="spellStart"/>
      <w:r w:rsidR="00E0544E" w:rsidRPr="007818BD">
        <w:t>Mejnour</w:t>
      </w:r>
      <w:proofErr w:type="spellEnd"/>
      <w:r>
        <w:t xml:space="preserve">, </w:t>
      </w:r>
      <w:r w:rsidR="00E0544E" w:rsidRPr="007818BD">
        <w:t>s</w:t>
      </w:r>
      <w:r>
        <w:t>’</w:t>
      </w:r>
      <w:r w:rsidR="00E0544E" w:rsidRPr="007818BD">
        <w:t>il avait seulement ajourné la de</w:t>
      </w:r>
      <w:r w:rsidR="00E0544E" w:rsidRPr="007818BD">
        <w:t>r</w:t>
      </w:r>
      <w:r w:rsidR="00E0544E" w:rsidRPr="007818BD">
        <w:t>nière</w:t>
      </w:r>
      <w:r>
        <w:t xml:space="preserve">, </w:t>
      </w:r>
      <w:r w:rsidR="00E0544E" w:rsidRPr="007818BD">
        <w:t>la plus périlleuse épreuve de la science téméraire</w:t>
      </w:r>
      <w:r>
        <w:t xml:space="preserve">, </w:t>
      </w:r>
      <w:r w:rsidR="00E0544E" w:rsidRPr="007818BD">
        <w:t>ju</w:t>
      </w:r>
      <w:r w:rsidR="00E0544E" w:rsidRPr="007818BD">
        <w:t>s</w:t>
      </w:r>
      <w:r w:rsidR="00E0544E" w:rsidRPr="007818BD">
        <w:t>qu</w:t>
      </w:r>
      <w:r>
        <w:t>’</w:t>
      </w:r>
      <w:r w:rsidR="00E0544E" w:rsidRPr="007818BD">
        <w:t>à ce qu</w:t>
      </w:r>
      <w:r>
        <w:t>’</w:t>
      </w:r>
      <w:r w:rsidR="00E0544E" w:rsidRPr="007818BD">
        <w:t>il eût complété le terme requis pour une parfaite initi</w:t>
      </w:r>
      <w:r w:rsidR="00E0544E" w:rsidRPr="007818BD">
        <w:t>a</w:t>
      </w:r>
      <w:r w:rsidR="00E0544E" w:rsidRPr="007818BD">
        <w:t>tion</w:t>
      </w:r>
      <w:r>
        <w:t xml:space="preserve">, </w:t>
      </w:r>
      <w:r w:rsidR="00E0544E" w:rsidRPr="007818BD">
        <w:t>votre aïeul se trouverait aujourd</w:t>
      </w:r>
      <w:r>
        <w:t>’</w:t>
      </w:r>
      <w:r w:rsidR="00E0544E" w:rsidRPr="007818BD">
        <w:t>hui avec moi debout sur un sommet que les eaux de la mer baignent éternellement sans pouvoir jamais le submerger</w:t>
      </w:r>
      <w:r>
        <w:t xml:space="preserve">. </w:t>
      </w:r>
      <w:r w:rsidR="00E0544E" w:rsidRPr="007818BD">
        <w:t>Votre aïeul résista à ma prière</w:t>
      </w:r>
      <w:r>
        <w:t xml:space="preserve">, </w:t>
      </w:r>
      <w:r w:rsidR="00E0544E" w:rsidRPr="007818BD">
        <w:t>d</w:t>
      </w:r>
      <w:r w:rsidR="00E0544E" w:rsidRPr="007818BD">
        <w:t>é</w:t>
      </w:r>
      <w:r w:rsidR="00E0544E" w:rsidRPr="007818BD">
        <w:t>sobéit à mes ordres les plus péremptoires</w:t>
      </w:r>
      <w:r>
        <w:t xml:space="preserve">, </w:t>
      </w:r>
      <w:r w:rsidR="00E0544E" w:rsidRPr="007818BD">
        <w:t>et</w:t>
      </w:r>
      <w:r>
        <w:t xml:space="preserve">, </w:t>
      </w:r>
      <w:r w:rsidR="00E0544E" w:rsidRPr="007818BD">
        <w:t>dans la ha</w:t>
      </w:r>
      <w:r w:rsidR="00E0544E" w:rsidRPr="007818BD">
        <w:t>r</w:t>
      </w:r>
      <w:r w:rsidR="00E0544E" w:rsidRPr="007818BD">
        <w:t>diesse sublime d</w:t>
      </w:r>
      <w:r>
        <w:t>’</w:t>
      </w:r>
      <w:r w:rsidR="00E0544E" w:rsidRPr="007818BD">
        <w:t>une âme altérée d</w:t>
      </w:r>
      <w:r w:rsidR="00E0544E">
        <w:t>e</w:t>
      </w:r>
      <w:r w:rsidR="00E0544E" w:rsidRPr="007818BD">
        <w:t>s secrets que ne peut connaître c</w:t>
      </w:r>
      <w:r w:rsidR="00E0544E" w:rsidRPr="007818BD">
        <w:t>e</w:t>
      </w:r>
      <w:r w:rsidR="00E0544E" w:rsidRPr="007818BD">
        <w:t>lui qui désire des sceptres et des couronnes</w:t>
      </w:r>
      <w:r>
        <w:t xml:space="preserve">, </w:t>
      </w:r>
      <w:r w:rsidR="00E0544E" w:rsidRPr="007818BD">
        <w:t>il périt victime de sa propre folie</w:t>
      </w:r>
      <w:r>
        <w:t>.</w:t>
      </w:r>
    </w:p>
    <w:p w14:paraId="4E206422" w14:textId="77777777" w:rsidR="00E8465A" w:rsidRDefault="00E8465A" w:rsidP="00E0544E">
      <w:r>
        <w:t>— </w:t>
      </w:r>
      <w:r w:rsidR="00E0544E" w:rsidRPr="007818BD">
        <w:t>Il fut empoisonné</w:t>
      </w:r>
      <w:r>
        <w:t xml:space="preserve">, </w:t>
      </w:r>
      <w:r w:rsidR="00E0544E" w:rsidRPr="007818BD">
        <w:t xml:space="preserve">et </w:t>
      </w:r>
      <w:proofErr w:type="spellStart"/>
      <w:r w:rsidR="00E0544E" w:rsidRPr="007818BD">
        <w:t>Mejnour</w:t>
      </w:r>
      <w:proofErr w:type="spellEnd"/>
      <w:r w:rsidR="00E0544E" w:rsidRPr="007818BD">
        <w:t xml:space="preserve"> s</w:t>
      </w:r>
      <w:r>
        <w:t>’</w:t>
      </w:r>
      <w:r w:rsidR="00E0544E" w:rsidRPr="007818BD">
        <w:t>enfuit</w:t>
      </w:r>
      <w:r>
        <w:t>.</w:t>
      </w:r>
    </w:p>
    <w:p w14:paraId="7720DEF8" w14:textId="77777777" w:rsidR="00E8465A" w:rsidRDefault="00E8465A" w:rsidP="00E0544E">
      <w:r>
        <w:t>— </w:t>
      </w:r>
      <w:proofErr w:type="spellStart"/>
      <w:r w:rsidR="00E0544E" w:rsidRPr="007818BD">
        <w:t>Mejnour</w:t>
      </w:r>
      <w:proofErr w:type="spellEnd"/>
      <w:r w:rsidR="00E0544E" w:rsidRPr="007818BD">
        <w:t xml:space="preserve"> ne s</w:t>
      </w:r>
      <w:r>
        <w:t>’</w:t>
      </w:r>
      <w:r w:rsidR="00E0544E" w:rsidRPr="007818BD">
        <w:t>enfuit pas</w:t>
      </w:r>
      <w:r>
        <w:t xml:space="preserve">, </w:t>
      </w:r>
      <w:r w:rsidR="00E0544E" w:rsidRPr="007818BD">
        <w:t>répondit fièrement l</w:t>
      </w:r>
      <w:r>
        <w:t>’</w:t>
      </w:r>
      <w:r w:rsidR="00E0544E" w:rsidRPr="007818BD">
        <w:t>étranger</w:t>
      </w:r>
      <w:r>
        <w:t xml:space="preserve"> : </w:t>
      </w:r>
      <w:proofErr w:type="spellStart"/>
      <w:r w:rsidR="00E0544E" w:rsidRPr="007818BD">
        <w:t>Mejnour</w:t>
      </w:r>
      <w:proofErr w:type="spellEnd"/>
      <w:r w:rsidR="00E0544E" w:rsidRPr="007818BD">
        <w:t xml:space="preserve"> ne pouvait fuir le danger</w:t>
      </w:r>
      <w:r>
        <w:t xml:space="preserve">, </w:t>
      </w:r>
      <w:r w:rsidR="00E0544E" w:rsidRPr="007818BD">
        <w:t>car pour lui le danger est une chose qui depuis longtemps ne saurait l</w:t>
      </w:r>
      <w:r>
        <w:t>’</w:t>
      </w:r>
      <w:r w:rsidR="00E0544E" w:rsidRPr="007818BD">
        <w:t>atteindre</w:t>
      </w:r>
      <w:r>
        <w:t xml:space="preserve">. </w:t>
      </w:r>
      <w:r w:rsidR="00E0544E" w:rsidRPr="007818BD">
        <w:t>C</w:t>
      </w:r>
      <w:r>
        <w:t>’</w:t>
      </w:r>
      <w:r w:rsidR="00E0544E" w:rsidRPr="007818BD">
        <w:t>est la veille du jour où le duc prit le breuvage fatal par lequel il espérait a</w:t>
      </w:r>
      <w:r w:rsidR="00E0544E" w:rsidRPr="007818BD">
        <w:t>s</w:t>
      </w:r>
      <w:r w:rsidR="00E0544E" w:rsidRPr="007818BD">
        <w:t>surer à un mortel les bienfaits de l</w:t>
      </w:r>
      <w:r>
        <w:t>’</w:t>
      </w:r>
      <w:r w:rsidR="00E0544E" w:rsidRPr="007818BD">
        <w:t>immortalité</w:t>
      </w:r>
      <w:r>
        <w:t xml:space="preserve">, </w:t>
      </w:r>
      <w:r w:rsidR="00E0544E" w:rsidRPr="007818BD">
        <w:lastRenderedPageBreak/>
        <w:t>que</w:t>
      </w:r>
      <w:r>
        <w:t xml:space="preserve">, </w:t>
      </w:r>
      <w:r w:rsidR="00E0544E" w:rsidRPr="007818BD">
        <w:t>trouvant mon pouvoir sur lui brisé</w:t>
      </w:r>
      <w:r>
        <w:t xml:space="preserve">, </w:t>
      </w:r>
      <w:r w:rsidR="00E0544E" w:rsidRPr="007818BD">
        <w:t>je l</w:t>
      </w:r>
      <w:r>
        <w:t>’</w:t>
      </w:r>
      <w:r w:rsidR="00E0544E" w:rsidRPr="007818BD">
        <w:t>abandonnai à sa destinée</w:t>
      </w:r>
      <w:r>
        <w:t xml:space="preserve">. </w:t>
      </w:r>
      <w:r w:rsidR="00E0544E" w:rsidRPr="007818BD">
        <w:t>Mais trêve à tout ceci</w:t>
      </w:r>
      <w:r>
        <w:t xml:space="preserve">. </w:t>
      </w:r>
      <w:r w:rsidR="00E0544E" w:rsidRPr="007818BD">
        <w:t>J</w:t>
      </w:r>
      <w:r>
        <w:t>’</w:t>
      </w:r>
      <w:r w:rsidR="00E0544E" w:rsidRPr="007818BD">
        <w:t>aimais votre aïeul</w:t>
      </w:r>
      <w:r>
        <w:t xml:space="preserve"> ; </w:t>
      </w:r>
      <w:r w:rsidR="00E0544E" w:rsidRPr="007818BD">
        <w:t>je voudrais sauver le de</w:t>
      </w:r>
      <w:r w:rsidR="00E0544E" w:rsidRPr="007818BD">
        <w:t>r</w:t>
      </w:r>
      <w:r w:rsidR="00E0544E" w:rsidRPr="007818BD">
        <w:t>nier de sa race</w:t>
      </w:r>
      <w:r>
        <w:t xml:space="preserve">… </w:t>
      </w:r>
      <w:r w:rsidR="00E0544E" w:rsidRPr="007818BD">
        <w:t xml:space="preserve">Ne vous opposez pas à </w:t>
      </w:r>
      <w:proofErr w:type="spellStart"/>
      <w:r w:rsidR="00E0544E" w:rsidRPr="007818BD">
        <w:t>Zanoni</w:t>
      </w:r>
      <w:proofErr w:type="spellEnd"/>
      <w:r>
        <w:t xml:space="preserve"> ; </w:t>
      </w:r>
      <w:r w:rsidR="00E0544E" w:rsidRPr="007818BD">
        <w:t>ne laissez pas aller votre âme à vos passions mauvaises</w:t>
      </w:r>
      <w:r>
        <w:t xml:space="preserve">, </w:t>
      </w:r>
      <w:r w:rsidR="00E0544E" w:rsidRPr="007818BD">
        <w:t>et retirez-vous du pr</w:t>
      </w:r>
      <w:r w:rsidR="00E0544E" w:rsidRPr="007818BD">
        <w:t>é</w:t>
      </w:r>
      <w:r w:rsidR="00E0544E" w:rsidRPr="007818BD">
        <w:t>cipice pendant qu</w:t>
      </w:r>
      <w:r>
        <w:t>’</w:t>
      </w:r>
      <w:r w:rsidR="00E0544E" w:rsidRPr="007818BD">
        <w:t>il en est temps encore</w:t>
      </w:r>
      <w:r>
        <w:t xml:space="preserve">. </w:t>
      </w:r>
      <w:r w:rsidR="00E0544E" w:rsidRPr="007818BD">
        <w:t>Dans ce front</w:t>
      </w:r>
      <w:r>
        <w:t xml:space="preserve">, </w:t>
      </w:r>
      <w:r w:rsidR="00E0544E" w:rsidRPr="007818BD">
        <w:t>dans ces yeux</w:t>
      </w:r>
      <w:r>
        <w:t xml:space="preserve">, </w:t>
      </w:r>
      <w:r w:rsidR="00E0544E" w:rsidRPr="007818BD">
        <w:t>je retrouve quelque chose de la gloire divine qui appart</w:t>
      </w:r>
      <w:r w:rsidR="00E0544E" w:rsidRPr="007818BD">
        <w:t>e</w:t>
      </w:r>
      <w:r w:rsidR="00E0544E" w:rsidRPr="007818BD">
        <w:t>nait à ta race</w:t>
      </w:r>
      <w:r>
        <w:t xml:space="preserve">. </w:t>
      </w:r>
      <w:r w:rsidR="00E0544E" w:rsidRPr="007818BD">
        <w:t>Tu as en toi</w:t>
      </w:r>
      <w:r>
        <w:t xml:space="preserve">, </w:t>
      </w:r>
      <w:r w:rsidR="00E0544E" w:rsidRPr="007818BD">
        <w:t>ô Visconti</w:t>
      </w:r>
      <w:r>
        <w:t xml:space="preserve">, </w:t>
      </w:r>
      <w:r w:rsidR="00E0544E" w:rsidRPr="007818BD">
        <w:t>quelques germes du génie héréditaire</w:t>
      </w:r>
      <w:r>
        <w:t xml:space="preserve"> ; </w:t>
      </w:r>
      <w:r w:rsidR="00E0544E" w:rsidRPr="007818BD">
        <w:t>mais ils sont étouffés par des vices plus honteux encore que ceux de ta maison</w:t>
      </w:r>
      <w:r>
        <w:t xml:space="preserve">. </w:t>
      </w:r>
      <w:r w:rsidR="00E0544E" w:rsidRPr="007818BD">
        <w:t>Souviens-toi que c</w:t>
      </w:r>
      <w:r>
        <w:t>’</w:t>
      </w:r>
      <w:r w:rsidR="00E0544E" w:rsidRPr="007818BD">
        <w:t>est par le g</w:t>
      </w:r>
      <w:r w:rsidR="00E0544E" w:rsidRPr="007818BD">
        <w:t>é</w:t>
      </w:r>
      <w:r w:rsidR="00E0544E" w:rsidRPr="007818BD">
        <w:t>nie qu</w:t>
      </w:r>
      <w:r>
        <w:t>’</w:t>
      </w:r>
      <w:r w:rsidR="00E0544E" w:rsidRPr="007818BD">
        <w:t>elle a grandi</w:t>
      </w:r>
      <w:r>
        <w:t xml:space="preserve">, </w:t>
      </w:r>
      <w:r w:rsidR="00E0544E" w:rsidRPr="007818BD">
        <w:t>et que c</w:t>
      </w:r>
      <w:r>
        <w:t>’</w:t>
      </w:r>
      <w:r w:rsidR="00E0544E" w:rsidRPr="007818BD">
        <w:t>est le vice qui l</w:t>
      </w:r>
      <w:r>
        <w:t>’</w:t>
      </w:r>
      <w:r w:rsidR="00E0544E" w:rsidRPr="007818BD">
        <w:t>a toujours empêchée de perpétuer sa puissance</w:t>
      </w:r>
      <w:r>
        <w:t xml:space="preserve">. </w:t>
      </w:r>
      <w:r w:rsidR="00E0544E" w:rsidRPr="007818BD">
        <w:t>Dans les lois qui règlent l</w:t>
      </w:r>
      <w:r>
        <w:t>’</w:t>
      </w:r>
      <w:r w:rsidR="00E0544E" w:rsidRPr="007818BD">
        <w:t>univers</w:t>
      </w:r>
      <w:r>
        <w:t xml:space="preserve">, </w:t>
      </w:r>
      <w:r w:rsidR="00E0544E" w:rsidRPr="007818BD">
        <w:t>il est écrit que rien de vicieux ne saurait durer</w:t>
      </w:r>
      <w:r>
        <w:t xml:space="preserve">. </w:t>
      </w:r>
      <w:r w:rsidR="00E0544E" w:rsidRPr="007818BD">
        <w:t>Sois sage</w:t>
      </w:r>
      <w:r>
        <w:t xml:space="preserve">, </w:t>
      </w:r>
      <w:r w:rsidR="00E0544E" w:rsidRPr="007818BD">
        <w:t>et écoute les avertissements de l</w:t>
      </w:r>
      <w:r>
        <w:t>’</w:t>
      </w:r>
      <w:r w:rsidR="00E0544E" w:rsidRPr="007818BD">
        <w:t>histoire</w:t>
      </w:r>
      <w:r>
        <w:t xml:space="preserve">. </w:t>
      </w:r>
      <w:r w:rsidR="00E0544E" w:rsidRPr="007818BD">
        <w:t>Tu es debout sur la limite des deux mondes</w:t>
      </w:r>
      <w:r>
        <w:t xml:space="preserve">, </w:t>
      </w:r>
      <w:r w:rsidR="00E0544E" w:rsidRPr="007818BD">
        <w:t>le passé et l</w:t>
      </w:r>
      <w:r>
        <w:t>’</w:t>
      </w:r>
      <w:r w:rsidR="00E0544E" w:rsidRPr="007818BD">
        <w:t>avenir</w:t>
      </w:r>
      <w:r>
        <w:t xml:space="preserve">, </w:t>
      </w:r>
      <w:r w:rsidR="00E0544E" w:rsidRPr="007818BD">
        <w:t>et de l</w:t>
      </w:r>
      <w:r>
        <w:t>’</w:t>
      </w:r>
      <w:r w:rsidR="00E0544E" w:rsidRPr="007818BD">
        <w:t>un et de l</w:t>
      </w:r>
      <w:r>
        <w:t>’</w:t>
      </w:r>
      <w:r w:rsidR="00E0544E" w:rsidRPr="007818BD">
        <w:t>autre s</w:t>
      </w:r>
      <w:r>
        <w:t>’</w:t>
      </w:r>
      <w:r w:rsidR="00E0544E" w:rsidRPr="007818BD">
        <w:t>élèvent des voix qui font retentir à ton oreille leurs présages</w:t>
      </w:r>
      <w:r>
        <w:t xml:space="preserve">. </w:t>
      </w:r>
      <w:r w:rsidR="00E0544E" w:rsidRPr="007818BD">
        <w:t>J</w:t>
      </w:r>
      <w:r>
        <w:t>’</w:t>
      </w:r>
      <w:r w:rsidR="00E0544E" w:rsidRPr="007818BD">
        <w:t>ai dit</w:t>
      </w:r>
      <w:r>
        <w:t xml:space="preserve">… </w:t>
      </w:r>
      <w:r w:rsidR="00E0544E" w:rsidRPr="007818BD">
        <w:t>Adieu</w:t>
      </w:r>
      <w:r>
        <w:t>.</w:t>
      </w:r>
    </w:p>
    <w:p w14:paraId="62715255" w14:textId="4BAE41D8" w:rsidR="00E0544E" w:rsidRPr="007818BD" w:rsidRDefault="00E8465A" w:rsidP="00E0544E">
      <w:r>
        <w:t>— </w:t>
      </w:r>
      <w:r w:rsidR="00E0544E" w:rsidRPr="007818BD">
        <w:t>Non pas</w:t>
      </w:r>
      <w:r>
        <w:t xml:space="preserve">, </w:t>
      </w:r>
      <w:r w:rsidR="00E0544E" w:rsidRPr="007818BD">
        <w:t>tu ne quitteras pas ces murs</w:t>
      </w:r>
      <w:r>
        <w:t xml:space="preserve">. </w:t>
      </w:r>
      <w:r w:rsidR="00E0544E" w:rsidRPr="007818BD">
        <w:t>Je veux mettre à l</w:t>
      </w:r>
      <w:r>
        <w:t>’</w:t>
      </w:r>
      <w:r w:rsidR="00E0544E" w:rsidRPr="007818BD">
        <w:t>épreuve ton pouvoir si vanté</w:t>
      </w:r>
      <w:r>
        <w:t xml:space="preserve">. </w:t>
      </w:r>
      <w:r w:rsidR="00E0544E" w:rsidRPr="007818BD">
        <w:t>Holà</w:t>
      </w:r>
      <w:r>
        <w:t xml:space="preserve"> ! </w:t>
      </w:r>
      <w:r w:rsidR="00E0544E" w:rsidRPr="007818BD">
        <w:t>quelqu</w:t>
      </w:r>
      <w:r>
        <w:t>’</w:t>
      </w:r>
      <w:r w:rsidR="00E0544E" w:rsidRPr="007818BD">
        <w:t>un</w:t>
      </w:r>
      <w:r>
        <w:t> !… »</w:t>
      </w:r>
    </w:p>
    <w:p w14:paraId="5E83B6DF" w14:textId="77777777" w:rsidR="00E8465A" w:rsidRDefault="00E0544E" w:rsidP="00E0544E">
      <w:r w:rsidRPr="007818BD">
        <w:t>Le prince appela à haute voix</w:t>
      </w:r>
      <w:r w:rsidR="00E8465A">
        <w:t xml:space="preserve"> ; </w:t>
      </w:r>
      <w:r w:rsidRPr="007818BD">
        <w:t>la chambre se remplit de ses créatures</w:t>
      </w:r>
      <w:r w:rsidR="00E8465A">
        <w:t>.</w:t>
      </w:r>
    </w:p>
    <w:p w14:paraId="16A82DB0" w14:textId="77777777" w:rsidR="00E8465A" w:rsidRDefault="00E8465A" w:rsidP="00E0544E">
      <w:r>
        <w:t>« </w:t>
      </w:r>
      <w:r w:rsidR="00E0544E" w:rsidRPr="007818BD">
        <w:t>Saisissez cet homme</w:t>
      </w:r>
      <w:r>
        <w:t> ! »</w:t>
      </w:r>
      <w:r w:rsidR="00E0544E" w:rsidRPr="007818BD">
        <w:t xml:space="preserve"> cria-t-il en montrant l</w:t>
      </w:r>
      <w:r>
        <w:t>’</w:t>
      </w:r>
      <w:r w:rsidR="00E0544E" w:rsidRPr="007818BD">
        <w:t xml:space="preserve">endroit où était </w:t>
      </w:r>
      <w:proofErr w:type="spellStart"/>
      <w:r w:rsidR="00E0544E" w:rsidRPr="007818BD">
        <w:t>Mejnour</w:t>
      </w:r>
      <w:proofErr w:type="spellEnd"/>
      <w:r>
        <w:t>.</w:t>
      </w:r>
    </w:p>
    <w:p w14:paraId="4D7B9820" w14:textId="77777777" w:rsidR="00E8465A" w:rsidRDefault="00E0544E" w:rsidP="00E0544E">
      <w:r w:rsidRPr="007818BD">
        <w:t>À son étonnement</w:t>
      </w:r>
      <w:r w:rsidR="00E8465A">
        <w:t xml:space="preserve">, </w:t>
      </w:r>
      <w:r w:rsidRPr="007818BD">
        <w:t>à son effroi inexprimable</w:t>
      </w:r>
      <w:r w:rsidR="00E8465A">
        <w:t xml:space="preserve">, </w:t>
      </w:r>
      <w:r w:rsidRPr="007818BD">
        <w:t>la place était vide</w:t>
      </w:r>
      <w:r w:rsidR="00E8465A">
        <w:t xml:space="preserve">. </w:t>
      </w:r>
      <w:r w:rsidRPr="007818BD">
        <w:t>Le mystérieux étranger avait disparu comme une fumée</w:t>
      </w:r>
      <w:r w:rsidR="00E8465A">
        <w:t xml:space="preserve">. </w:t>
      </w:r>
      <w:r w:rsidRPr="007818BD">
        <w:t>Seulement une légère et odorante vapeur ondulait en pâles sp</w:t>
      </w:r>
      <w:r w:rsidRPr="007818BD">
        <w:t>i</w:t>
      </w:r>
      <w:r w:rsidRPr="007818BD">
        <w:t>rales autour de la chambre</w:t>
      </w:r>
      <w:r w:rsidR="00E8465A">
        <w:t>.</w:t>
      </w:r>
    </w:p>
    <w:p w14:paraId="0C536F63" w14:textId="77777777" w:rsidR="00E8465A" w:rsidRDefault="00E8465A" w:rsidP="00E0544E">
      <w:r>
        <w:t>« </w:t>
      </w:r>
      <w:r w:rsidR="00E0544E" w:rsidRPr="007818BD">
        <w:t>Au secours de monseigneur</w:t>
      </w:r>
      <w:r>
        <w:t> ! »</w:t>
      </w:r>
      <w:r w:rsidR="00E0544E" w:rsidRPr="007818BD">
        <w:t xml:space="preserve"> s</w:t>
      </w:r>
      <w:r>
        <w:t>’</w:t>
      </w:r>
      <w:r w:rsidR="00E0544E" w:rsidRPr="007818BD">
        <w:t xml:space="preserve">écria </w:t>
      </w:r>
      <w:proofErr w:type="spellStart"/>
      <w:r w:rsidR="00E0544E" w:rsidRPr="007818BD">
        <w:t>Mascari</w:t>
      </w:r>
      <w:proofErr w:type="spellEnd"/>
      <w:r>
        <w:t>.</w:t>
      </w:r>
    </w:p>
    <w:p w14:paraId="251FC7BD" w14:textId="77777777" w:rsidR="00E8465A" w:rsidRDefault="00E0544E" w:rsidP="00E0544E">
      <w:r w:rsidRPr="007818BD">
        <w:t>Le prince était tombé à terre sans connaissance</w:t>
      </w:r>
      <w:r w:rsidR="00E8465A">
        <w:t xml:space="preserve">. </w:t>
      </w:r>
      <w:r w:rsidRPr="007818BD">
        <w:t>Pendant plusieurs heures il sembla comme en extase</w:t>
      </w:r>
      <w:r w:rsidR="00E8465A">
        <w:t xml:space="preserve">. </w:t>
      </w:r>
      <w:r w:rsidRPr="007818BD">
        <w:t xml:space="preserve">Quand il revint </w:t>
      </w:r>
      <w:r w:rsidRPr="007818BD">
        <w:lastRenderedPageBreak/>
        <w:t>à lui</w:t>
      </w:r>
      <w:r w:rsidR="00E8465A">
        <w:t xml:space="preserve">, </w:t>
      </w:r>
      <w:r w:rsidRPr="007818BD">
        <w:t>il congédia tout le monde</w:t>
      </w:r>
      <w:r w:rsidR="00E8465A">
        <w:t xml:space="preserve">, </w:t>
      </w:r>
      <w:r w:rsidRPr="007818BD">
        <w:t>et longtemps on l</w:t>
      </w:r>
      <w:r w:rsidR="00E8465A">
        <w:t>’</w:t>
      </w:r>
      <w:r w:rsidRPr="007818BD">
        <w:t>entendit arpe</w:t>
      </w:r>
      <w:r w:rsidRPr="007818BD">
        <w:t>n</w:t>
      </w:r>
      <w:r w:rsidRPr="007818BD">
        <w:t>ter sa chambre à pas lents et irréguliers</w:t>
      </w:r>
      <w:r w:rsidR="00E8465A">
        <w:t xml:space="preserve">. </w:t>
      </w:r>
      <w:r w:rsidRPr="007818BD">
        <w:t>Une heure seulement avant son banquet du lendemain</w:t>
      </w:r>
      <w:r w:rsidR="00E8465A">
        <w:t xml:space="preserve">, </w:t>
      </w:r>
      <w:r w:rsidRPr="007818BD">
        <w:t xml:space="preserve">il parut rendu à </w:t>
      </w:r>
      <w:proofErr w:type="spellStart"/>
      <w:r w:rsidRPr="007818BD">
        <w:t>lui même</w:t>
      </w:r>
      <w:proofErr w:type="spellEnd"/>
      <w:r w:rsidR="00E8465A">
        <w:t>.</w:t>
      </w:r>
    </w:p>
    <w:p w14:paraId="2DD4F244" w14:textId="77777777" w:rsidR="00E8465A" w:rsidRDefault="00E0544E" w:rsidP="00E8465A">
      <w:pPr>
        <w:pStyle w:val="Titre2"/>
        <w:pageBreakBefore/>
      </w:pPr>
      <w:bookmarkStart w:id="37" w:name="_Toc199963086"/>
      <w:r w:rsidRPr="007818BD">
        <w:lastRenderedPageBreak/>
        <w:t>CHAPITRE</w:t>
      </w:r>
      <w:r w:rsidR="00E8465A">
        <w:t xml:space="preserve"> </w:t>
      </w:r>
      <w:r w:rsidRPr="007818BD">
        <w:t>XV</w:t>
      </w:r>
      <w:r w:rsidR="00E8465A">
        <w:t>.</w:t>
      </w:r>
      <w:bookmarkEnd w:id="37"/>
    </w:p>
    <w:p w14:paraId="1121E288" w14:textId="0C70C389" w:rsidR="00E0544E" w:rsidRPr="007818BD" w:rsidRDefault="00E0544E" w:rsidP="00E0544E">
      <w:pPr>
        <w:pStyle w:val="NormalRetraitGauche4XIndent0"/>
        <w:spacing w:before="0" w:after="0"/>
        <w:rPr>
          <w:rStyle w:val="Taille-1Caracteres"/>
        </w:rPr>
      </w:pPr>
      <w:proofErr w:type="spellStart"/>
      <w:r w:rsidRPr="007818BD">
        <w:rPr>
          <w:rStyle w:val="Taille-1Caracteres"/>
        </w:rPr>
        <w:t>Oime</w:t>
      </w:r>
      <w:proofErr w:type="spellEnd"/>
      <w:r w:rsidR="00E8465A">
        <w:rPr>
          <w:rStyle w:val="Taille-1Caracteres"/>
        </w:rPr>
        <w:t xml:space="preserve"> ! </w:t>
      </w:r>
      <w:r w:rsidRPr="007818BD">
        <w:rPr>
          <w:rStyle w:val="Taille-1Caracteres"/>
        </w:rPr>
        <w:t>co</w:t>
      </w:r>
      <w:r>
        <w:rPr>
          <w:rStyle w:val="Taille-1Caracteres"/>
        </w:rPr>
        <w:t>m</w:t>
      </w:r>
      <w:r w:rsidRPr="007818BD">
        <w:rPr>
          <w:rStyle w:val="Taille-1Caracteres"/>
        </w:rPr>
        <w:t xml:space="preserve">e </w:t>
      </w:r>
      <w:proofErr w:type="spellStart"/>
      <w:r w:rsidRPr="007818BD">
        <w:rPr>
          <w:rStyle w:val="Taille-1Caracteres"/>
        </w:rPr>
        <w:t>poss</w:t>
      </w:r>
      <w:r w:rsidR="00E8465A">
        <w:rPr>
          <w:rStyle w:val="Taille-1Caracteres"/>
        </w:rPr>
        <w:t>’</w:t>
      </w:r>
      <w:r w:rsidRPr="007818BD">
        <w:rPr>
          <w:rStyle w:val="Taille-1Caracteres"/>
        </w:rPr>
        <w:t>io</w:t>
      </w:r>
      <w:proofErr w:type="spellEnd"/>
    </w:p>
    <w:p w14:paraId="1F2483BD" w14:textId="77777777" w:rsidR="00E8465A" w:rsidRDefault="00E0544E" w:rsidP="00E0544E">
      <w:pPr>
        <w:pStyle w:val="NormalRetraitGauche4XIndent0"/>
        <w:spacing w:before="0" w:after="0"/>
        <w:rPr>
          <w:rStyle w:val="Taille-1Caracteres"/>
        </w:rPr>
      </w:pPr>
      <w:proofErr w:type="spellStart"/>
      <w:r w:rsidRPr="007818BD">
        <w:rPr>
          <w:rStyle w:val="Taille-1Caracteres"/>
        </w:rPr>
        <w:t>Altri</w:t>
      </w:r>
      <w:proofErr w:type="spellEnd"/>
      <w:r w:rsidRPr="007818BD">
        <w:rPr>
          <w:rStyle w:val="Taille-1Caracteres"/>
        </w:rPr>
        <w:t xml:space="preserve"> </w:t>
      </w:r>
      <w:proofErr w:type="spellStart"/>
      <w:r w:rsidRPr="007818BD">
        <w:rPr>
          <w:rStyle w:val="Taille-1Caracteres"/>
        </w:rPr>
        <w:t>trovar</w:t>
      </w:r>
      <w:proofErr w:type="spellEnd"/>
      <w:r w:rsidR="00E8465A">
        <w:rPr>
          <w:rStyle w:val="Taille-1Caracteres"/>
        </w:rPr>
        <w:t xml:space="preserve">, </w:t>
      </w:r>
      <w:r w:rsidRPr="007818BD">
        <w:rPr>
          <w:rStyle w:val="Taille-1Caracteres"/>
        </w:rPr>
        <w:t xml:space="preserve">se me </w:t>
      </w:r>
      <w:proofErr w:type="spellStart"/>
      <w:r w:rsidRPr="007818BD">
        <w:rPr>
          <w:rStyle w:val="Taille-1Caracteres"/>
        </w:rPr>
        <w:t>trovar</w:t>
      </w:r>
      <w:proofErr w:type="spellEnd"/>
      <w:r w:rsidRPr="007818BD">
        <w:rPr>
          <w:rStyle w:val="Taille-1Caracteres"/>
        </w:rPr>
        <w:t xml:space="preserve"> non </w:t>
      </w:r>
      <w:proofErr w:type="spellStart"/>
      <w:r w:rsidRPr="007818BD">
        <w:rPr>
          <w:rStyle w:val="Taille-1Caracteres"/>
        </w:rPr>
        <w:t>posso</w:t>
      </w:r>
      <w:proofErr w:type="spellEnd"/>
      <w:r w:rsidRPr="007818BD">
        <w:rPr>
          <w:rStyle w:val="Appelnotedebasdep"/>
          <w:szCs w:val="28"/>
        </w:rPr>
        <w:footnoteReference w:id="46"/>
      </w:r>
      <w:r w:rsidR="00E8465A">
        <w:rPr>
          <w:rStyle w:val="Taille-1Caracteres"/>
        </w:rPr>
        <w:t> ?</w:t>
      </w:r>
    </w:p>
    <w:p w14:paraId="20D6460A" w14:textId="21B7B196" w:rsidR="00E8465A" w:rsidRDefault="00E8465A" w:rsidP="00E0544E">
      <w:pPr>
        <w:jc w:val="right"/>
        <w:rPr>
          <w:rStyle w:val="Taille-1Caracteres"/>
          <w:lang w:val="en-US"/>
        </w:rPr>
      </w:pPr>
      <w:r>
        <w:rPr>
          <w:rStyle w:val="Taille-1Caracteres"/>
          <w:lang w:val="en-US"/>
        </w:rPr>
        <w:t>(</w:t>
      </w:r>
      <w:proofErr w:type="spellStart"/>
      <w:r w:rsidR="00E0544E" w:rsidRPr="00EE3339">
        <w:rPr>
          <w:rStyle w:val="Taille-1Caracteres"/>
          <w:i/>
          <w:lang w:val="en-US"/>
        </w:rPr>
        <w:t>Amint</w:t>
      </w:r>
      <w:proofErr w:type="spellEnd"/>
      <w:r>
        <w:rPr>
          <w:rStyle w:val="Taille-1Caracteres"/>
          <w:i/>
          <w:lang w:val="en-US"/>
        </w:rPr>
        <w:t xml:space="preserve">., </w:t>
      </w:r>
      <w:r w:rsidR="00E0544E" w:rsidRPr="00EE3339">
        <w:rPr>
          <w:rStyle w:val="Taille-1Caracteres"/>
          <w:i/>
          <w:lang w:val="en-US"/>
        </w:rPr>
        <w:t>a</w:t>
      </w:r>
      <w:r>
        <w:rPr>
          <w:rStyle w:val="Taille-1Caracteres"/>
          <w:i/>
          <w:lang w:val="en-US"/>
        </w:rPr>
        <w:t xml:space="preserve">. </w:t>
      </w:r>
      <w:r w:rsidR="00E0544E" w:rsidRPr="00EE3339">
        <w:rPr>
          <w:rStyle w:val="Taille-1Caracteres"/>
          <w:i/>
          <w:lang w:val="en-US"/>
        </w:rPr>
        <w:t>I</w:t>
      </w:r>
      <w:r>
        <w:rPr>
          <w:rStyle w:val="Taille-1Caracteres"/>
          <w:i/>
          <w:lang w:val="en-US"/>
        </w:rPr>
        <w:t xml:space="preserve">, </w:t>
      </w:r>
      <w:r w:rsidR="00E0544E" w:rsidRPr="00EE3339">
        <w:rPr>
          <w:rStyle w:val="Taille-1Caracteres"/>
          <w:i/>
          <w:lang w:val="en-US"/>
        </w:rPr>
        <w:t>sc</w:t>
      </w:r>
      <w:r>
        <w:rPr>
          <w:rStyle w:val="Taille-1Caracteres"/>
          <w:i/>
          <w:lang w:val="en-US"/>
        </w:rPr>
        <w:t xml:space="preserve">. </w:t>
      </w:r>
      <w:r w:rsidR="00E0544E" w:rsidRPr="00EE3339">
        <w:rPr>
          <w:rStyle w:val="Taille-1Caracteres"/>
          <w:i/>
          <w:lang w:val="en-US"/>
        </w:rPr>
        <w:t>II</w:t>
      </w:r>
      <w:r>
        <w:rPr>
          <w:rStyle w:val="Taille-1Caracteres"/>
          <w:i/>
          <w:lang w:val="en-US"/>
        </w:rPr>
        <w:t>.)</w:t>
      </w:r>
    </w:p>
    <w:p w14:paraId="43624B0B" w14:textId="77777777" w:rsidR="00E8465A" w:rsidRDefault="00E0544E" w:rsidP="00E0544E">
      <w:r w:rsidRPr="007818BD">
        <w:t xml:space="preserve">La nuit qui suivit sa dernière entrevue avec </w:t>
      </w:r>
      <w:proofErr w:type="spellStart"/>
      <w:r w:rsidRPr="007818BD">
        <w:t>Zanoni</w:t>
      </w:r>
      <w:proofErr w:type="spellEnd"/>
      <w:r w:rsidR="00E8465A">
        <w:t xml:space="preserve">, </w:t>
      </w:r>
      <w:r w:rsidRPr="007818BD">
        <w:t xml:space="preserve">le sommeil de </w:t>
      </w:r>
      <w:proofErr w:type="spellStart"/>
      <w:r w:rsidRPr="007818BD">
        <w:t>Glyndon</w:t>
      </w:r>
      <w:proofErr w:type="spellEnd"/>
      <w:r w:rsidRPr="007818BD">
        <w:t xml:space="preserve"> fut lourd et profond</w:t>
      </w:r>
      <w:r w:rsidR="00E8465A">
        <w:t xml:space="preserve">, </w:t>
      </w:r>
      <w:r w:rsidRPr="007818BD">
        <w:t>et le soleil inondait largement ses regards quand il les rouvrit à la lumière</w:t>
      </w:r>
      <w:r w:rsidR="00E8465A">
        <w:t xml:space="preserve">. </w:t>
      </w:r>
      <w:r w:rsidRPr="007818BD">
        <w:t>Il se leva rafraîchi</w:t>
      </w:r>
      <w:r w:rsidR="00E8465A">
        <w:t xml:space="preserve">, </w:t>
      </w:r>
      <w:r w:rsidRPr="007818BD">
        <w:t>et avec un sentiment étrange de calme</w:t>
      </w:r>
      <w:r w:rsidR="00E8465A">
        <w:t xml:space="preserve">, </w:t>
      </w:r>
      <w:r w:rsidRPr="007818BD">
        <w:t>qui paraissait plutôt le résultat de la résolution que l</w:t>
      </w:r>
      <w:r w:rsidR="00E8465A">
        <w:t>’</w:t>
      </w:r>
      <w:r w:rsidRPr="007818BD">
        <w:t>effet de l</w:t>
      </w:r>
      <w:r w:rsidR="00E8465A">
        <w:t>’</w:t>
      </w:r>
      <w:r w:rsidRPr="007818BD">
        <w:t>épuisement</w:t>
      </w:r>
      <w:r w:rsidR="00E8465A">
        <w:t xml:space="preserve">. </w:t>
      </w:r>
      <w:r w:rsidRPr="007818BD">
        <w:t>Les incidents et les ém</w:t>
      </w:r>
      <w:r w:rsidRPr="007818BD">
        <w:t>o</w:t>
      </w:r>
      <w:r w:rsidRPr="007818BD">
        <w:t>tions de la nuit précédente s</w:t>
      </w:r>
      <w:r w:rsidR="00E8465A">
        <w:t>’</w:t>
      </w:r>
      <w:r w:rsidRPr="007818BD">
        <w:t>étaient fixés en impressions claires et distinctes</w:t>
      </w:r>
      <w:r w:rsidR="00E8465A">
        <w:t xml:space="preserve">. </w:t>
      </w:r>
      <w:r w:rsidRPr="007818BD">
        <w:t>Il n</w:t>
      </w:r>
      <w:r w:rsidR="00E8465A">
        <w:t>’</w:t>
      </w:r>
      <w:r w:rsidRPr="007818BD">
        <w:t>y pensa qu</w:t>
      </w:r>
      <w:r w:rsidR="00E8465A">
        <w:t>’</w:t>
      </w:r>
      <w:r w:rsidRPr="007818BD">
        <w:t>en pa</w:t>
      </w:r>
      <w:r w:rsidRPr="007818BD">
        <w:t>s</w:t>
      </w:r>
      <w:r w:rsidRPr="007818BD">
        <w:t>sant</w:t>
      </w:r>
      <w:r w:rsidR="00E8465A">
        <w:t xml:space="preserve">. </w:t>
      </w:r>
      <w:r w:rsidRPr="007818BD">
        <w:t>L</w:t>
      </w:r>
      <w:r w:rsidR="00E8465A">
        <w:t>’</w:t>
      </w:r>
      <w:r w:rsidRPr="007818BD">
        <w:t>avenir surtout le préoccupait</w:t>
      </w:r>
      <w:r w:rsidR="00E8465A">
        <w:t xml:space="preserve">. </w:t>
      </w:r>
      <w:r w:rsidRPr="007818BD">
        <w:t>Il était comme un initié des a</w:t>
      </w:r>
      <w:r w:rsidRPr="007818BD">
        <w:t>n</w:t>
      </w:r>
      <w:r w:rsidRPr="007818BD">
        <w:t>tiques mystères égyptiens</w:t>
      </w:r>
      <w:r w:rsidR="00E8465A">
        <w:t xml:space="preserve">, </w:t>
      </w:r>
      <w:r w:rsidRPr="007818BD">
        <w:t>qui n</w:t>
      </w:r>
      <w:r w:rsidR="00E8465A">
        <w:t>’</w:t>
      </w:r>
      <w:r w:rsidRPr="007818BD">
        <w:t>a traversé le seuil que pour d</w:t>
      </w:r>
      <w:r w:rsidRPr="007818BD">
        <w:t>é</w:t>
      </w:r>
      <w:r w:rsidRPr="007818BD">
        <w:t>sirer plus ardemment de pénétrer dans le Saint des saints</w:t>
      </w:r>
      <w:r w:rsidR="00E8465A">
        <w:t>.</w:t>
      </w:r>
    </w:p>
    <w:p w14:paraId="06919580" w14:textId="77777777" w:rsidR="00E8465A" w:rsidRDefault="00E0544E" w:rsidP="00E0544E">
      <w:r w:rsidRPr="007818BD">
        <w:t>Il s</w:t>
      </w:r>
      <w:r w:rsidR="00E8465A">
        <w:t>’</w:t>
      </w:r>
      <w:r w:rsidRPr="007818BD">
        <w:t>habilla</w:t>
      </w:r>
      <w:r w:rsidR="00E8465A">
        <w:t xml:space="preserve">, </w:t>
      </w:r>
      <w:r w:rsidRPr="007818BD">
        <w:t xml:space="preserve">et découvrit avec joie que </w:t>
      </w:r>
      <w:proofErr w:type="spellStart"/>
      <w:r w:rsidRPr="007818BD">
        <w:t>Mervale</w:t>
      </w:r>
      <w:proofErr w:type="spellEnd"/>
      <w:r w:rsidRPr="007818BD">
        <w:t xml:space="preserve"> avait acco</w:t>
      </w:r>
      <w:r w:rsidRPr="007818BD">
        <w:t>m</w:t>
      </w:r>
      <w:r w:rsidRPr="007818BD">
        <w:t>pagnée quelques compatriotes dans une excursion à Ischia</w:t>
      </w:r>
      <w:r w:rsidR="00E8465A">
        <w:t xml:space="preserve">. </w:t>
      </w:r>
      <w:r w:rsidRPr="007818BD">
        <w:t>Il passa les heures les plus chaudes de la journée dans une solit</w:t>
      </w:r>
      <w:r w:rsidRPr="007818BD">
        <w:t>u</w:t>
      </w:r>
      <w:r w:rsidRPr="007818BD">
        <w:t>de pleine de pensées</w:t>
      </w:r>
      <w:r w:rsidR="00E8465A">
        <w:t xml:space="preserve">, </w:t>
      </w:r>
      <w:r w:rsidRPr="007818BD">
        <w:t>et peu à peu l</w:t>
      </w:r>
      <w:r w:rsidR="00E8465A">
        <w:t>’</w:t>
      </w:r>
      <w:r w:rsidRPr="007818BD">
        <w:t>image de Viola revint à son cœur</w:t>
      </w:r>
      <w:r w:rsidR="00E8465A">
        <w:t xml:space="preserve">. </w:t>
      </w:r>
      <w:r w:rsidRPr="007818BD">
        <w:t>Image sainte</w:t>
      </w:r>
      <w:r w:rsidR="00E8465A">
        <w:t xml:space="preserve">, </w:t>
      </w:r>
      <w:r w:rsidRPr="007818BD">
        <w:t xml:space="preserve">car elle était </w:t>
      </w:r>
      <w:r w:rsidRPr="007818BD">
        <w:rPr>
          <w:i/>
          <w:iCs/>
        </w:rPr>
        <w:t>humaine</w:t>
      </w:r>
      <w:r w:rsidR="00E8465A">
        <w:t xml:space="preserve">. </w:t>
      </w:r>
      <w:r w:rsidRPr="007818BD">
        <w:t>Il avait renoncé à e</w:t>
      </w:r>
      <w:r w:rsidRPr="007818BD">
        <w:t>l</w:t>
      </w:r>
      <w:r w:rsidRPr="007818BD">
        <w:t>le</w:t>
      </w:r>
      <w:r w:rsidR="00E8465A">
        <w:t xml:space="preserve">, </w:t>
      </w:r>
      <w:r w:rsidRPr="007818BD">
        <w:t>il ne s</w:t>
      </w:r>
      <w:r w:rsidR="00E8465A">
        <w:t>’</w:t>
      </w:r>
      <w:r w:rsidRPr="007818BD">
        <w:t>en repentait pas</w:t>
      </w:r>
      <w:r w:rsidR="00E8465A">
        <w:t xml:space="preserve">, </w:t>
      </w:r>
      <w:r w:rsidRPr="007818BD">
        <w:t>et cependant il se sentait troublé en pensant que tout repentir serait venu trop tard</w:t>
      </w:r>
      <w:r w:rsidR="00E8465A">
        <w:t>.</w:t>
      </w:r>
    </w:p>
    <w:p w14:paraId="020B6503" w14:textId="77777777" w:rsidR="00E8465A" w:rsidRDefault="00E0544E" w:rsidP="00E0544E">
      <w:r w:rsidRPr="007818BD">
        <w:t>Il se leva brusquement</w:t>
      </w:r>
      <w:r w:rsidR="00E8465A">
        <w:t xml:space="preserve">, </w:t>
      </w:r>
      <w:r w:rsidRPr="007818BD">
        <w:t>et d</w:t>
      </w:r>
      <w:r w:rsidR="00E8465A">
        <w:t>’</w:t>
      </w:r>
      <w:r w:rsidRPr="007818BD">
        <w:t>un pas rapide gagna l</w:t>
      </w:r>
      <w:r w:rsidR="00E8465A">
        <w:t>’</w:t>
      </w:r>
      <w:r w:rsidRPr="007818BD">
        <w:t>humble demeure de l</w:t>
      </w:r>
      <w:r w:rsidR="00E8465A">
        <w:t>’</w:t>
      </w:r>
      <w:r w:rsidRPr="007818BD">
        <w:t>artiste</w:t>
      </w:r>
      <w:r w:rsidR="00E8465A">
        <w:t xml:space="preserve">. </w:t>
      </w:r>
      <w:r w:rsidRPr="007818BD">
        <w:t>La distance était considérable</w:t>
      </w:r>
      <w:r w:rsidR="00E8465A">
        <w:t xml:space="preserve">, </w:t>
      </w:r>
      <w:r w:rsidRPr="007818BD">
        <w:t>l</w:t>
      </w:r>
      <w:r w:rsidR="00E8465A">
        <w:t>’</w:t>
      </w:r>
      <w:r w:rsidRPr="007818BD">
        <w:t>air acc</w:t>
      </w:r>
      <w:r w:rsidRPr="007818BD">
        <w:t>a</w:t>
      </w:r>
      <w:r w:rsidRPr="007818BD">
        <w:t>blant</w:t>
      </w:r>
      <w:r w:rsidR="00E8465A">
        <w:t xml:space="preserve">. </w:t>
      </w:r>
      <w:proofErr w:type="spellStart"/>
      <w:r w:rsidRPr="007818BD">
        <w:t>Glyndon</w:t>
      </w:r>
      <w:proofErr w:type="spellEnd"/>
      <w:r w:rsidRPr="007818BD">
        <w:t xml:space="preserve"> arriva à la porte</w:t>
      </w:r>
      <w:r w:rsidR="00E8465A">
        <w:t xml:space="preserve">, </w:t>
      </w:r>
      <w:r w:rsidRPr="007818BD">
        <w:t>échauffé et hors d</w:t>
      </w:r>
      <w:r w:rsidR="00E8465A">
        <w:t>’</w:t>
      </w:r>
      <w:r w:rsidRPr="007818BD">
        <w:t>haleine</w:t>
      </w:r>
      <w:r w:rsidR="00E8465A">
        <w:t xml:space="preserve">. </w:t>
      </w:r>
      <w:r w:rsidRPr="007818BD">
        <w:lastRenderedPageBreak/>
        <w:t>Il frappa</w:t>
      </w:r>
      <w:r w:rsidR="00E8465A">
        <w:t xml:space="preserve">, </w:t>
      </w:r>
      <w:r w:rsidRPr="007818BD">
        <w:t>point de réponse</w:t>
      </w:r>
      <w:r w:rsidR="00E8465A">
        <w:t xml:space="preserve">. </w:t>
      </w:r>
      <w:r w:rsidRPr="007818BD">
        <w:t>Il souleva le loquet</w:t>
      </w:r>
      <w:r w:rsidR="00E8465A">
        <w:t xml:space="preserve">, </w:t>
      </w:r>
      <w:r w:rsidRPr="007818BD">
        <w:t>et entra</w:t>
      </w:r>
      <w:r w:rsidR="00E8465A">
        <w:t xml:space="preserve">. </w:t>
      </w:r>
      <w:r w:rsidRPr="007818BD">
        <w:t>Il monta l</w:t>
      </w:r>
      <w:r w:rsidR="00E8465A">
        <w:t>’</w:t>
      </w:r>
      <w:r w:rsidRPr="007818BD">
        <w:t>escalier</w:t>
      </w:r>
      <w:r w:rsidR="00E8465A">
        <w:t xml:space="preserve"> ; </w:t>
      </w:r>
      <w:r w:rsidRPr="007818BD">
        <w:t>nul bruit</w:t>
      </w:r>
      <w:r w:rsidR="00E8465A">
        <w:t xml:space="preserve">, </w:t>
      </w:r>
      <w:r w:rsidRPr="007818BD">
        <w:t>nul signe de vie ne frappa ses yeux ni son oreille</w:t>
      </w:r>
      <w:r w:rsidR="00E8465A">
        <w:t xml:space="preserve">. </w:t>
      </w:r>
      <w:r w:rsidRPr="007818BD">
        <w:t>Dans la premi</w:t>
      </w:r>
      <w:r w:rsidRPr="007818BD">
        <w:t>è</w:t>
      </w:r>
      <w:r w:rsidRPr="007818BD">
        <w:t>re pièce</w:t>
      </w:r>
      <w:r w:rsidR="00E8465A">
        <w:t xml:space="preserve">, </w:t>
      </w:r>
      <w:r w:rsidRPr="007818BD">
        <w:t>sur une table</w:t>
      </w:r>
      <w:r w:rsidR="00E8465A">
        <w:t xml:space="preserve">, </w:t>
      </w:r>
      <w:r w:rsidRPr="007818BD">
        <w:t>étaient la guitare de l</w:t>
      </w:r>
      <w:r w:rsidR="00E8465A">
        <w:t>’</w:t>
      </w:r>
      <w:r w:rsidRPr="007818BD">
        <w:t>actrice et des partitions manuscrites d</w:t>
      </w:r>
      <w:r w:rsidR="00E8465A">
        <w:t>’</w:t>
      </w:r>
      <w:r w:rsidRPr="007818BD">
        <w:t>opéras</w:t>
      </w:r>
      <w:r w:rsidR="00E8465A">
        <w:t xml:space="preserve">. </w:t>
      </w:r>
      <w:r w:rsidRPr="007818BD">
        <w:t>Il s</w:t>
      </w:r>
      <w:r w:rsidR="00E8465A">
        <w:t>’</w:t>
      </w:r>
      <w:r w:rsidRPr="007818BD">
        <w:t>arrêta</w:t>
      </w:r>
      <w:r w:rsidR="00E8465A">
        <w:t xml:space="preserve">, </w:t>
      </w:r>
      <w:r w:rsidRPr="007818BD">
        <w:t>rassembla son courage</w:t>
      </w:r>
      <w:r w:rsidR="00E8465A">
        <w:t xml:space="preserve">, </w:t>
      </w:r>
      <w:r w:rsidRPr="007818BD">
        <w:t>frappa à la porte qui semblait comm</w:t>
      </w:r>
      <w:r w:rsidRPr="007818BD">
        <w:t>u</w:t>
      </w:r>
      <w:r w:rsidRPr="007818BD">
        <w:t>niquer avec la pièce du fond</w:t>
      </w:r>
      <w:r w:rsidR="00E8465A">
        <w:t xml:space="preserve">. </w:t>
      </w:r>
      <w:r w:rsidRPr="007818BD">
        <w:t>La porte était entrouverte</w:t>
      </w:r>
      <w:r w:rsidR="00E8465A">
        <w:t xml:space="preserve"> ; </w:t>
      </w:r>
      <w:r w:rsidRPr="007818BD">
        <w:t>il n</w:t>
      </w:r>
      <w:r w:rsidR="00E8465A">
        <w:t>’</w:t>
      </w:r>
      <w:r w:rsidRPr="007818BD">
        <w:t>entendit aucun bruit à l</w:t>
      </w:r>
      <w:r w:rsidR="00E8465A">
        <w:t>’</w:t>
      </w:r>
      <w:r w:rsidRPr="007818BD">
        <w:t>intérieur</w:t>
      </w:r>
      <w:r w:rsidR="00E8465A">
        <w:t xml:space="preserve"> ; </w:t>
      </w:r>
      <w:r w:rsidRPr="007818BD">
        <w:t>il y pénétra</w:t>
      </w:r>
      <w:r w:rsidR="00E8465A">
        <w:t xml:space="preserve">. </w:t>
      </w:r>
      <w:r w:rsidRPr="007818BD">
        <w:t>C</w:t>
      </w:r>
      <w:r w:rsidR="00E8465A">
        <w:t>’</w:t>
      </w:r>
      <w:r w:rsidRPr="007818BD">
        <w:t>était la chambre à coucher de Viola</w:t>
      </w:r>
      <w:r w:rsidR="00E8465A">
        <w:t xml:space="preserve"> ; </w:t>
      </w:r>
      <w:r w:rsidRPr="007818BD">
        <w:t>terre sacrée pour un amant</w:t>
      </w:r>
      <w:r w:rsidR="00E8465A">
        <w:t xml:space="preserve">, </w:t>
      </w:r>
      <w:r w:rsidRPr="007818BD">
        <w:t>et le temple était digne de la divinité</w:t>
      </w:r>
      <w:r w:rsidR="00E8465A">
        <w:t xml:space="preserve"> : </w:t>
      </w:r>
      <w:r w:rsidRPr="007818BD">
        <w:t>rien ne s</w:t>
      </w:r>
      <w:r w:rsidR="00E8465A">
        <w:t>’</w:t>
      </w:r>
      <w:r w:rsidRPr="007818BD">
        <w:t>y montrait qui rapp</w:t>
      </w:r>
      <w:r w:rsidRPr="007818BD">
        <w:t>e</w:t>
      </w:r>
      <w:r w:rsidRPr="007818BD">
        <w:t>lât sa profession banale</w:t>
      </w:r>
      <w:r w:rsidR="00E8465A">
        <w:t xml:space="preserve">, </w:t>
      </w:r>
      <w:r w:rsidRPr="007818BD">
        <w:t>mais rien non plus de tout ce qui cara</w:t>
      </w:r>
      <w:r w:rsidRPr="007818BD">
        <w:t>c</w:t>
      </w:r>
      <w:r w:rsidRPr="007818BD">
        <w:t>térise l</w:t>
      </w:r>
      <w:r w:rsidR="00E8465A">
        <w:t>’</w:t>
      </w:r>
      <w:r w:rsidRPr="007818BD">
        <w:t>incurie des races mér</w:t>
      </w:r>
      <w:r w:rsidRPr="007818BD">
        <w:t>i</w:t>
      </w:r>
      <w:r w:rsidRPr="007818BD">
        <w:t>dionales</w:t>
      </w:r>
      <w:r w:rsidR="00E8465A">
        <w:t xml:space="preserve">. </w:t>
      </w:r>
      <w:r w:rsidRPr="007818BD">
        <w:t>Tout était pur et simple</w:t>
      </w:r>
      <w:r w:rsidR="00E8465A">
        <w:t xml:space="preserve">, </w:t>
      </w:r>
      <w:r w:rsidRPr="007818BD">
        <w:t xml:space="preserve">les ornements </w:t>
      </w:r>
      <w:proofErr w:type="spellStart"/>
      <w:r w:rsidRPr="007818BD">
        <w:t>eux mêmes</w:t>
      </w:r>
      <w:proofErr w:type="spellEnd"/>
      <w:r w:rsidRPr="007818BD">
        <w:t xml:space="preserve"> d</w:t>
      </w:r>
      <w:r w:rsidR="00E8465A">
        <w:t>’</w:t>
      </w:r>
      <w:r w:rsidRPr="007818BD">
        <w:t>un goût chaste et él</w:t>
      </w:r>
      <w:r w:rsidRPr="007818BD">
        <w:t>é</w:t>
      </w:r>
      <w:r w:rsidRPr="007818BD">
        <w:t>gant</w:t>
      </w:r>
      <w:r w:rsidR="00E8465A">
        <w:t xml:space="preserve"> ; </w:t>
      </w:r>
      <w:r w:rsidRPr="007818BD">
        <w:t>quelques livres rangés soigneusement sur des rayons</w:t>
      </w:r>
      <w:r w:rsidR="00E8465A">
        <w:t xml:space="preserve">, </w:t>
      </w:r>
      <w:r w:rsidRPr="007818BD">
        <w:t>quelques fleurs à demi fanées dans un vase de terre modelé et peint à la manière étrusque</w:t>
      </w:r>
      <w:r w:rsidR="00E8465A">
        <w:t xml:space="preserve">. </w:t>
      </w:r>
      <w:r w:rsidRPr="007818BD">
        <w:t>Le soleil épa</w:t>
      </w:r>
      <w:r w:rsidRPr="007818BD">
        <w:t>n</w:t>
      </w:r>
      <w:r w:rsidRPr="007818BD">
        <w:t>chait ses rayons à flots sur les tentures éblouissantes de blancheur</w:t>
      </w:r>
      <w:r w:rsidR="00E8465A">
        <w:t xml:space="preserve">, </w:t>
      </w:r>
      <w:r w:rsidRPr="007818BD">
        <w:t>et près du lit quelques objets de to</w:t>
      </w:r>
      <w:r w:rsidRPr="007818BD">
        <w:t>i</w:t>
      </w:r>
      <w:r w:rsidRPr="007818BD">
        <w:t>lette étaient jetés sur une chaise</w:t>
      </w:r>
      <w:r w:rsidR="00E8465A">
        <w:t xml:space="preserve">. </w:t>
      </w:r>
      <w:r w:rsidRPr="007818BD">
        <w:t>Viola n</w:t>
      </w:r>
      <w:r w:rsidR="00E8465A">
        <w:t>’</w:t>
      </w:r>
      <w:r w:rsidRPr="007818BD">
        <w:t>était pas là</w:t>
      </w:r>
      <w:r w:rsidR="00E8465A">
        <w:t xml:space="preserve"> ; </w:t>
      </w:r>
      <w:r w:rsidRPr="007818BD">
        <w:t>mais la nourrice était-elle aussi partie</w:t>
      </w:r>
      <w:r w:rsidR="00E8465A">
        <w:t xml:space="preserve"> ? </w:t>
      </w:r>
      <w:r w:rsidRPr="007818BD">
        <w:t>Il fit retentir dans toute la ma</w:t>
      </w:r>
      <w:r w:rsidRPr="007818BD">
        <w:t>i</w:t>
      </w:r>
      <w:r w:rsidRPr="007818BD">
        <w:t xml:space="preserve">son le nom de </w:t>
      </w:r>
      <w:proofErr w:type="spellStart"/>
      <w:r w:rsidRPr="007818BD">
        <w:t>Gionetta</w:t>
      </w:r>
      <w:proofErr w:type="spellEnd"/>
      <w:r w:rsidR="00E8465A">
        <w:t xml:space="preserve"> ; </w:t>
      </w:r>
      <w:r w:rsidRPr="007818BD">
        <w:t>mais pas même un écho ne lui répo</w:t>
      </w:r>
      <w:r w:rsidRPr="007818BD">
        <w:t>n</w:t>
      </w:r>
      <w:r w:rsidRPr="007818BD">
        <w:t>dit</w:t>
      </w:r>
      <w:r w:rsidR="00E8465A">
        <w:t xml:space="preserve">. </w:t>
      </w:r>
      <w:r w:rsidRPr="007818BD">
        <w:t>À la fin</w:t>
      </w:r>
      <w:r w:rsidR="00E8465A">
        <w:t xml:space="preserve">, </w:t>
      </w:r>
      <w:r w:rsidRPr="007818BD">
        <w:t>au moment où il quittait à regret la maison déserte</w:t>
      </w:r>
      <w:r w:rsidR="00E8465A">
        <w:t xml:space="preserve">, </w:t>
      </w:r>
      <w:r w:rsidRPr="007818BD">
        <w:t xml:space="preserve">il aperçut </w:t>
      </w:r>
      <w:proofErr w:type="spellStart"/>
      <w:r w:rsidRPr="007818BD">
        <w:t>Gionetta</w:t>
      </w:r>
      <w:proofErr w:type="spellEnd"/>
      <w:r w:rsidR="00E8465A">
        <w:t xml:space="preserve">, </w:t>
      </w:r>
      <w:r w:rsidRPr="007818BD">
        <w:t>qui de la rue venait vers lui</w:t>
      </w:r>
      <w:r w:rsidR="00E8465A">
        <w:t xml:space="preserve">. </w:t>
      </w:r>
      <w:r w:rsidRPr="007818BD">
        <w:t>La pauvre viei</w:t>
      </w:r>
      <w:r w:rsidRPr="007818BD">
        <w:t>l</w:t>
      </w:r>
      <w:r w:rsidRPr="007818BD">
        <w:t>le poussa un cri de joie en le voyant</w:t>
      </w:r>
      <w:r w:rsidR="00E8465A">
        <w:t xml:space="preserve"> ; </w:t>
      </w:r>
      <w:r w:rsidRPr="007818BD">
        <w:t>mais</w:t>
      </w:r>
      <w:r w:rsidR="00E8465A">
        <w:t xml:space="preserve">, </w:t>
      </w:r>
      <w:r w:rsidRPr="007818BD">
        <w:t>à leur désappoint</w:t>
      </w:r>
      <w:r w:rsidRPr="007818BD">
        <w:t>e</w:t>
      </w:r>
      <w:r w:rsidRPr="007818BD">
        <w:t>ment mutuel</w:t>
      </w:r>
      <w:r w:rsidR="00E8465A">
        <w:t xml:space="preserve">, </w:t>
      </w:r>
      <w:r w:rsidRPr="007818BD">
        <w:t>aucun des deux ne pouvait donner à l</w:t>
      </w:r>
      <w:r w:rsidR="00E8465A">
        <w:t>’</w:t>
      </w:r>
      <w:r w:rsidRPr="007818BD">
        <w:t>autre des nouvelles rassurantes ni une explication satisfa</w:t>
      </w:r>
      <w:r w:rsidRPr="007818BD">
        <w:t>i</w:t>
      </w:r>
      <w:r w:rsidRPr="007818BD">
        <w:t>sante</w:t>
      </w:r>
      <w:r w:rsidR="00E8465A">
        <w:t xml:space="preserve">. </w:t>
      </w:r>
      <w:proofErr w:type="spellStart"/>
      <w:r w:rsidRPr="007818BD">
        <w:t>Gionetta</w:t>
      </w:r>
      <w:proofErr w:type="spellEnd"/>
      <w:r w:rsidRPr="007818BD">
        <w:t xml:space="preserve"> avait été réveillée la nuit précédente par un grand bruit au bas de l</w:t>
      </w:r>
      <w:r w:rsidR="00E8465A">
        <w:t>’</w:t>
      </w:r>
      <w:r w:rsidRPr="007818BD">
        <w:t>escalier</w:t>
      </w:r>
      <w:r w:rsidR="00E8465A">
        <w:t xml:space="preserve"> ; </w:t>
      </w:r>
      <w:r w:rsidRPr="007818BD">
        <w:t>mais</w:t>
      </w:r>
      <w:r w:rsidR="00E8465A">
        <w:t xml:space="preserve">, </w:t>
      </w:r>
      <w:r w:rsidRPr="007818BD">
        <w:t>avant qu</w:t>
      </w:r>
      <w:r w:rsidR="00E8465A">
        <w:t>’</w:t>
      </w:r>
      <w:r w:rsidRPr="007818BD">
        <w:t>elle pût trouver le courage de de</w:t>
      </w:r>
      <w:r w:rsidRPr="007818BD">
        <w:t>s</w:t>
      </w:r>
      <w:r w:rsidRPr="007818BD">
        <w:t>cendre</w:t>
      </w:r>
      <w:r w:rsidR="00E8465A">
        <w:t xml:space="preserve">, </w:t>
      </w:r>
      <w:r w:rsidRPr="007818BD">
        <w:t>Viola était partie</w:t>
      </w:r>
      <w:r w:rsidR="00E8465A">
        <w:t xml:space="preserve"> ; </w:t>
      </w:r>
      <w:r w:rsidRPr="007818BD">
        <w:t>elle avait trouvé sur la porte des tr</w:t>
      </w:r>
      <w:r w:rsidRPr="007818BD">
        <w:t>a</w:t>
      </w:r>
      <w:r w:rsidRPr="007818BD">
        <w:t>ces d</w:t>
      </w:r>
      <w:r w:rsidR="00E8465A">
        <w:t>’</w:t>
      </w:r>
      <w:r w:rsidRPr="007818BD">
        <w:t>effraction</w:t>
      </w:r>
      <w:r w:rsidR="00E8465A">
        <w:t xml:space="preserve">, </w:t>
      </w:r>
      <w:r w:rsidRPr="007818BD">
        <w:t>et tout ce qu</w:t>
      </w:r>
      <w:r w:rsidR="00E8465A">
        <w:t>’</w:t>
      </w:r>
      <w:r w:rsidRPr="007818BD">
        <w:t>elle avait pu depuis apprendre dans le voisinage fut qu</w:t>
      </w:r>
      <w:r w:rsidR="00E8465A">
        <w:t>’</w:t>
      </w:r>
      <w:r w:rsidRPr="007818BD">
        <w:t>un lazzaroni</w:t>
      </w:r>
      <w:r w:rsidR="00E8465A">
        <w:t xml:space="preserve">, </w:t>
      </w:r>
      <w:r w:rsidRPr="007818BD">
        <w:t xml:space="preserve">de sa retraite nocturne sur la </w:t>
      </w:r>
      <w:proofErr w:type="spellStart"/>
      <w:r w:rsidRPr="007818BD">
        <w:t>Chiaja</w:t>
      </w:r>
      <w:proofErr w:type="spellEnd"/>
      <w:r w:rsidR="00E8465A">
        <w:t xml:space="preserve">, </w:t>
      </w:r>
      <w:r w:rsidRPr="007818BD">
        <w:t>avait vu à la clarté de la lune un carrosse</w:t>
      </w:r>
      <w:r w:rsidR="00E8465A">
        <w:t xml:space="preserve">, </w:t>
      </w:r>
      <w:r w:rsidRPr="007818BD">
        <w:t>qu</w:t>
      </w:r>
      <w:r w:rsidR="00E8465A">
        <w:t>’</w:t>
      </w:r>
      <w:r w:rsidRPr="007818BD">
        <w:t>il avait reconnu pour celui du prince de ***</w:t>
      </w:r>
      <w:r w:rsidR="00E8465A">
        <w:t xml:space="preserve">, </w:t>
      </w:r>
      <w:r w:rsidRPr="007818BD">
        <w:t>passer et repasser sur la route vers la première heure du matin</w:t>
      </w:r>
      <w:r w:rsidR="00E8465A">
        <w:t xml:space="preserve">. </w:t>
      </w:r>
      <w:proofErr w:type="spellStart"/>
      <w:r w:rsidRPr="007818BD">
        <w:t>Glyndon</w:t>
      </w:r>
      <w:proofErr w:type="spellEnd"/>
      <w:r w:rsidR="00E8465A">
        <w:t xml:space="preserve">, </w:t>
      </w:r>
      <w:r w:rsidRPr="007818BD">
        <w:t xml:space="preserve">muni de ces </w:t>
      </w:r>
      <w:r w:rsidRPr="007818BD">
        <w:lastRenderedPageBreak/>
        <w:t>renseignements recueillis à la hâte à travers les paroles confuses et les sanglots brisés de la vieille nourrice</w:t>
      </w:r>
      <w:r w:rsidR="00E8465A">
        <w:t xml:space="preserve">, </w:t>
      </w:r>
      <w:r w:rsidRPr="007818BD">
        <w:t>la quitta brusqu</w:t>
      </w:r>
      <w:r w:rsidRPr="007818BD">
        <w:t>e</w:t>
      </w:r>
      <w:r w:rsidRPr="007818BD">
        <w:t xml:space="preserve">ment et courut au palais de </w:t>
      </w:r>
      <w:proofErr w:type="spellStart"/>
      <w:r w:rsidRPr="007818BD">
        <w:t>Zanoni</w:t>
      </w:r>
      <w:proofErr w:type="spellEnd"/>
      <w:r w:rsidR="00E8465A">
        <w:t xml:space="preserve">. </w:t>
      </w:r>
      <w:r w:rsidRPr="007818BD">
        <w:t>Là</w:t>
      </w:r>
      <w:r w:rsidR="00E8465A">
        <w:t xml:space="preserve">, </w:t>
      </w:r>
      <w:r w:rsidRPr="007818BD">
        <w:t xml:space="preserve">il apprit que le </w:t>
      </w:r>
      <w:proofErr w:type="spellStart"/>
      <w:r w:rsidRPr="007818BD">
        <w:t>signor</w:t>
      </w:r>
      <w:proofErr w:type="spellEnd"/>
      <w:r w:rsidRPr="007818BD">
        <w:t xml:space="preserve"> était allé au banquet du prince de *** et ne rentrerait que tard</w:t>
      </w:r>
      <w:r w:rsidR="00E8465A">
        <w:t xml:space="preserve">. </w:t>
      </w:r>
      <w:proofErr w:type="spellStart"/>
      <w:r w:rsidRPr="007818BD">
        <w:t>Glyndon</w:t>
      </w:r>
      <w:proofErr w:type="spellEnd"/>
      <w:r w:rsidRPr="007818BD">
        <w:t xml:space="preserve"> demeura immobile d</w:t>
      </w:r>
      <w:r w:rsidR="00E8465A">
        <w:t>’</w:t>
      </w:r>
      <w:r w:rsidRPr="007818BD">
        <w:t>incertitude et d</w:t>
      </w:r>
      <w:r w:rsidR="00E8465A">
        <w:t>’</w:t>
      </w:r>
      <w:r w:rsidRPr="007818BD">
        <w:t>effroi</w:t>
      </w:r>
      <w:r w:rsidR="00E8465A">
        <w:t xml:space="preserve">, </w:t>
      </w:r>
      <w:r w:rsidRPr="007818BD">
        <w:t>ne sachant que croire ni que fa</w:t>
      </w:r>
      <w:r w:rsidRPr="007818BD">
        <w:t>i</w:t>
      </w:r>
      <w:r w:rsidRPr="007818BD">
        <w:t>re</w:t>
      </w:r>
      <w:r w:rsidR="00E8465A">
        <w:t xml:space="preserve">. </w:t>
      </w:r>
      <w:proofErr w:type="spellStart"/>
      <w:r w:rsidRPr="007818BD">
        <w:t>Mervale</w:t>
      </w:r>
      <w:proofErr w:type="spellEnd"/>
      <w:r w:rsidRPr="007818BD">
        <w:t xml:space="preserve"> même n</w:t>
      </w:r>
      <w:r w:rsidR="00E8465A">
        <w:t>’</w:t>
      </w:r>
      <w:r w:rsidRPr="007818BD">
        <w:t>était pas là pour le conseiller</w:t>
      </w:r>
      <w:r w:rsidR="00E8465A">
        <w:t xml:space="preserve">. </w:t>
      </w:r>
      <w:r w:rsidRPr="007818BD">
        <w:t>Sa conscience lui fit d</w:t>
      </w:r>
      <w:r w:rsidR="00E8465A">
        <w:t>’</w:t>
      </w:r>
      <w:r w:rsidRPr="007818BD">
        <w:t>amers repr</w:t>
      </w:r>
      <w:r w:rsidRPr="007818BD">
        <w:t>o</w:t>
      </w:r>
      <w:r w:rsidRPr="007818BD">
        <w:t>ches</w:t>
      </w:r>
      <w:r w:rsidR="00E8465A">
        <w:t xml:space="preserve">. </w:t>
      </w:r>
      <w:r w:rsidRPr="007818BD">
        <w:t>Il avait eu le pouvoir de sauver cette femme qu</w:t>
      </w:r>
      <w:r w:rsidR="00E8465A">
        <w:t>’</w:t>
      </w:r>
      <w:r w:rsidRPr="007818BD">
        <w:t>il aimait</w:t>
      </w:r>
      <w:r w:rsidR="00E8465A">
        <w:t xml:space="preserve">, </w:t>
      </w:r>
      <w:r w:rsidRPr="007818BD">
        <w:t>et ce pouvoir il y avait renoncé</w:t>
      </w:r>
      <w:r w:rsidR="00E8465A">
        <w:t xml:space="preserve"> ; </w:t>
      </w:r>
      <w:r w:rsidRPr="007818BD">
        <w:t xml:space="preserve">mais </w:t>
      </w:r>
      <w:proofErr w:type="spellStart"/>
      <w:r w:rsidRPr="007818BD">
        <w:t>Zanoni</w:t>
      </w:r>
      <w:proofErr w:type="spellEnd"/>
      <w:r w:rsidR="00E8465A">
        <w:t xml:space="preserve">, </w:t>
      </w:r>
      <w:r w:rsidRPr="007818BD">
        <w:t>comment avait-il échoué</w:t>
      </w:r>
      <w:r w:rsidR="00E8465A">
        <w:t xml:space="preserve"> ? </w:t>
      </w:r>
      <w:r w:rsidRPr="007818BD">
        <w:t>Co</w:t>
      </w:r>
      <w:r w:rsidRPr="007818BD">
        <w:t>m</w:t>
      </w:r>
      <w:r w:rsidRPr="007818BD">
        <w:t>ment s</w:t>
      </w:r>
      <w:r w:rsidR="00E8465A">
        <w:t>’</w:t>
      </w:r>
      <w:r w:rsidRPr="007818BD">
        <w:t>était-il rendu au ba</w:t>
      </w:r>
      <w:r w:rsidRPr="007818BD">
        <w:t>n</w:t>
      </w:r>
      <w:r w:rsidRPr="007818BD">
        <w:t>quet même du ravisseur</w:t>
      </w:r>
      <w:r w:rsidR="00E8465A">
        <w:t xml:space="preserve"> ? </w:t>
      </w:r>
      <w:proofErr w:type="spellStart"/>
      <w:r w:rsidRPr="007818BD">
        <w:t>Zanoni</w:t>
      </w:r>
      <w:proofErr w:type="spellEnd"/>
      <w:r w:rsidRPr="007818BD">
        <w:t xml:space="preserve"> ne savait donc pas ce qui s</w:t>
      </w:r>
      <w:r w:rsidR="00E8465A">
        <w:t>’</w:t>
      </w:r>
      <w:r w:rsidRPr="007818BD">
        <w:t>était passé</w:t>
      </w:r>
      <w:r w:rsidR="00E8465A">
        <w:t xml:space="preserve"> ? </w:t>
      </w:r>
      <w:r w:rsidRPr="007818BD">
        <w:t>Sinon</w:t>
      </w:r>
      <w:r w:rsidR="00E8465A">
        <w:t xml:space="preserve">, </w:t>
      </w:r>
      <w:r w:rsidRPr="007818BD">
        <w:t>d</w:t>
      </w:r>
      <w:r w:rsidRPr="007818BD">
        <w:t>e</w:t>
      </w:r>
      <w:r w:rsidRPr="007818BD">
        <w:t>vait-il perdre un moment à l</w:t>
      </w:r>
      <w:r w:rsidR="00E8465A">
        <w:t>’</w:t>
      </w:r>
      <w:r w:rsidRPr="007818BD">
        <w:t>en instruire</w:t>
      </w:r>
      <w:r w:rsidR="00E8465A">
        <w:t xml:space="preserve"> ? </w:t>
      </w:r>
      <w:r w:rsidRPr="007818BD">
        <w:t>Moralement irrésolu</w:t>
      </w:r>
      <w:r w:rsidR="00E8465A">
        <w:t xml:space="preserve">, </w:t>
      </w:r>
      <w:r w:rsidRPr="007818BD">
        <w:t>nul n</w:t>
      </w:r>
      <w:r w:rsidR="00E8465A">
        <w:t>’</w:t>
      </w:r>
      <w:r w:rsidRPr="007818BD">
        <w:t>était ph</w:t>
      </w:r>
      <w:r w:rsidRPr="007818BD">
        <w:t>y</w:t>
      </w:r>
      <w:r w:rsidRPr="007818BD">
        <w:t xml:space="preserve">siquement plus brave que </w:t>
      </w:r>
      <w:proofErr w:type="spellStart"/>
      <w:r w:rsidRPr="007818BD">
        <w:t>Glyndon</w:t>
      </w:r>
      <w:proofErr w:type="spellEnd"/>
      <w:r w:rsidR="00E8465A">
        <w:t xml:space="preserve"> : </w:t>
      </w:r>
      <w:r w:rsidRPr="007818BD">
        <w:t>il irait directement au p</w:t>
      </w:r>
      <w:r w:rsidRPr="007818BD">
        <w:t>a</w:t>
      </w:r>
      <w:r w:rsidRPr="007818BD">
        <w:t>lais du prince</w:t>
      </w:r>
      <w:r w:rsidR="00E8465A">
        <w:t xml:space="preserve"> ; </w:t>
      </w:r>
      <w:r w:rsidRPr="007818BD">
        <w:t>et</w:t>
      </w:r>
      <w:r w:rsidR="00E8465A">
        <w:t xml:space="preserve">, </w:t>
      </w:r>
      <w:r w:rsidRPr="007818BD">
        <w:t xml:space="preserve">si </w:t>
      </w:r>
      <w:proofErr w:type="spellStart"/>
      <w:r w:rsidRPr="007818BD">
        <w:t>Z</w:t>
      </w:r>
      <w:r w:rsidRPr="007818BD">
        <w:t>a</w:t>
      </w:r>
      <w:r w:rsidRPr="007818BD">
        <w:t>noni</w:t>
      </w:r>
      <w:proofErr w:type="spellEnd"/>
      <w:r w:rsidRPr="007818BD">
        <w:t xml:space="preserve"> échouait dans la mission qu</w:t>
      </w:r>
      <w:r w:rsidR="00E8465A">
        <w:t>’</w:t>
      </w:r>
      <w:r w:rsidRPr="007818BD">
        <w:t>il avait semblé s</w:t>
      </w:r>
      <w:r w:rsidR="00E8465A">
        <w:t>’</w:t>
      </w:r>
      <w:r w:rsidRPr="007818BD">
        <w:t>arroger</w:t>
      </w:r>
      <w:r w:rsidR="00E8465A">
        <w:t xml:space="preserve">, </w:t>
      </w:r>
      <w:r w:rsidRPr="007818BD">
        <w:t>lui</w:t>
      </w:r>
      <w:r w:rsidR="00E8465A">
        <w:t xml:space="preserve">, </w:t>
      </w:r>
      <w:r w:rsidRPr="007818BD">
        <w:t>l</w:t>
      </w:r>
      <w:r w:rsidR="00E8465A">
        <w:t>’</w:t>
      </w:r>
      <w:r w:rsidRPr="007818BD">
        <w:t>humble étranger</w:t>
      </w:r>
      <w:r w:rsidR="00E8465A">
        <w:t xml:space="preserve">, </w:t>
      </w:r>
      <w:r w:rsidRPr="007818BD">
        <w:t>r</w:t>
      </w:r>
      <w:r w:rsidRPr="007818BD">
        <w:t>é</w:t>
      </w:r>
      <w:r w:rsidRPr="007818BD">
        <w:t>clamerait la captive</w:t>
      </w:r>
      <w:r w:rsidR="00E8465A">
        <w:t xml:space="preserve">, </w:t>
      </w:r>
      <w:r w:rsidRPr="007818BD">
        <w:t>victime de la perfidie et de la force</w:t>
      </w:r>
      <w:r w:rsidR="00E8465A">
        <w:t xml:space="preserve"> ; </w:t>
      </w:r>
      <w:r w:rsidRPr="007818BD">
        <w:t>il irait la reprendre dans la salle même du prince</w:t>
      </w:r>
      <w:r w:rsidR="00E8465A">
        <w:t xml:space="preserve">, </w:t>
      </w:r>
      <w:r w:rsidRPr="007818BD">
        <w:t>au milieu des convives assemblés</w:t>
      </w:r>
      <w:r w:rsidR="00E8465A">
        <w:t>.</w:t>
      </w:r>
    </w:p>
    <w:p w14:paraId="18E52532" w14:textId="77777777" w:rsidR="00E8465A" w:rsidRDefault="00E0544E" w:rsidP="00E8465A">
      <w:pPr>
        <w:pStyle w:val="Titre2"/>
        <w:pageBreakBefore/>
      </w:pPr>
      <w:bookmarkStart w:id="38" w:name="_Toc199963087"/>
      <w:r w:rsidRPr="007818BD">
        <w:lastRenderedPageBreak/>
        <w:t>CHAPITRE</w:t>
      </w:r>
      <w:r w:rsidR="00E8465A">
        <w:t xml:space="preserve"> </w:t>
      </w:r>
      <w:r w:rsidRPr="007818BD">
        <w:t>XVI</w:t>
      </w:r>
      <w:r w:rsidR="00E8465A">
        <w:t>.</w:t>
      </w:r>
      <w:bookmarkEnd w:id="38"/>
    </w:p>
    <w:p w14:paraId="357896CD" w14:textId="77777777" w:rsidR="00E8465A" w:rsidRDefault="00E0544E" w:rsidP="00E0544E">
      <w:pPr>
        <w:pStyle w:val="NormalRetraitGauche4XIndent0"/>
        <w:spacing w:before="0" w:after="0"/>
        <w:rPr>
          <w:rStyle w:val="Taille-1Caracteres"/>
        </w:rPr>
      </w:pPr>
      <w:r w:rsidRPr="007818BD">
        <w:rPr>
          <w:rStyle w:val="Taille-1Caracteres"/>
        </w:rPr>
        <w:t xml:space="preserve">Ardu </w:t>
      </w:r>
      <w:proofErr w:type="spellStart"/>
      <w:r w:rsidRPr="007818BD">
        <w:rPr>
          <w:rStyle w:val="Taille-1Caracteres"/>
        </w:rPr>
        <w:t>vallat</w:t>
      </w:r>
      <w:r>
        <w:rPr>
          <w:rStyle w:val="Taille-1Caracteres"/>
        </w:rPr>
        <w:t>u</w:t>
      </w:r>
      <w:r w:rsidRPr="007818BD">
        <w:rPr>
          <w:rStyle w:val="Taille-1Caracteres"/>
        </w:rPr>
        <w:t>r</w:t>
      </w:r>
      <w:proofErr w:type="spellEnd"/>
      <w:r w:rsidRPr="007818BD">
        <w:rPr>
          <w:rStyle w:val="Taille-1Caracteres"/>
        </w:rPr>
        <w:t xml:space="preserve"> </w:t>
      </w:r>
      <w:proofErr w:type="spellStart"/>
      <w:r w:rsidRPr="007818BD">
        <w:rPr>
          <w:rStyle w:val="Taille-1Caracteres"/>
        </w:rPr>
        <w:t>duris</w:t>
      </w:r>
      <w:proofErr w:type="spellEnd"/>
      <w:r w:rsidRPr="007818BD">
        <w:rPr>
          <w:rStyle w:val="Taille-1Caracteres"/>
        </w:rPr>
        <w:t xml:space="preserve"> </w:t>
      </w:r>
      <w:proofErr w:type="spellStart"/>
      <w:r w:rsidRPr="007818BD">
        <w:rPr>
          <w:rStyle w:val="Taille-1Caracteres"/>
        </w:rPr>
        <w:t>sapientia</w:t>
      </w:r>
      <w:proofErr w:type="spellEnd"/>
      <w:r w:rsidRPr="007818BD">
        <w:rPr>
          <w:rStyle w:val="Taille-1Caracteres"/>
        </w:rPr>
        <w:t xml:space="preserve"> </w:t>
      </w:r>
      <w:proofErr w:type="spellStart"/>
      <w:r w:rsidRPr="007818BD">
        <w:rPr>
          <w:rStyle w:val="Taille-1Caracteres"/>
        </w:rPr>
        <w:t>scrupis</w:t>
      </w:r>
      <w:proofErr w:type="spellEnd"/>
      <w:r w:rsidRPr="007818BD">
        <w:rPr>
          <w:rStyle w:val="Appelnotedebasdep"/>
          <w:szCs w:val="28"/>
        </w:rPr>
        <w:footnoteReference w:id="47"/>
      </w:r>
      <w:r w:rsidR="00E8465A">
        <w:rPr>
          <w:rStyle w:val="Taille-1Caracteres"/>
        </w:rPr>
        <w:t>.</w:t>
      </w:r>
    </w:p>
    <w:p w14:paraId="6BF5D0EE" w14:textId="56DE9EA2" w:rsidR="00E8465A" w:rsidRDefault="00E8465A" w:rsidP="00E0544E">
      <w:pPr>
        <w:jc w:val="right"/>
        <w:rPr>
          <w:rStyle w:val="Taille-1Caracteres"/>
        </w:rPr>
      </w:pPr>
      <w:r>
        <w:rPr>
          <w:rStyle w:val="Taille-1Caracteres"/>
        </w:rPr>
        <w:t>(</w:t>
      </w:r>
      <w:proofErr w:type="spellStart"/>
      <w:r w:rsidR="00E0544E" w:rsidRPr="007818BD">
        <w:rPr>
          <w:rStyle w:val="Taille-1Caracteres"/>
          <w:i/>
        </w:rPr>
        <w:t>Hadr</w:t>
      </w:r>
      <w:proofErr w:type="spellEnd"/>
      <w:r>
        <w:rPr>
          <w:rStyle w:val="Taille-1Caracteres"/>
          <w:i/>
        </w:rPr>
        <w:t xml:space="preserve">. </w:t>
      </w:r>
      <w:r w:rsidR="00E0544E" w:rsidRPr="007818BD">
        <w:rPr>
          <w:rStyle w:val="Taille-1Caracteres"/>
          <w:i/>
        </w:rPr>
        <w:t>Jun</w:t>
      </w:r>
      <w:r>
        <w:rPr>
          <w:rStyle w:val="Taille-1Caracteres"/>
          <w:i/>
        </w:rPr>
        <w:t xml:space="preserve">., </w:t>
      </w:r>
      <w:proofErr w:type="spellStart"/>
      <w:r w:rsidR="00E0544E" w:rsidRPr="007818BD">
        <w:rPr>
          <w:rStyle w:val="Taille-1Caracteres"/>
          <w:i/>
        </w:rPr>
        <w:t>emb</w:t>
      </w:r>
      <w:proofErr w:type="spellEnd"/>
      <w:r>
        <w:rPr>
          <w:rStyle w:val="Taille-1Caracteres"/>
          <w:i/>
        </w:rPr>
        <w:t xml:space="preserve">. </w:t>
      </w:r>
      <w:r w:rsidR="00E0544E" w:rsidRPr="007818BD">
        <w:rPr>
          <w:rStyle w:val="Taille-1Caracteres"/>
          <w:i/>
        </w:rPr>
        <w:t>XXXVII</w:t>
      </w:r>
      <w:r>
        <w:rPr>
          <w:rStyle w:val="Taille-1Caracteres"/>
        </w:rPr>
        <w:t>.)</w:t>
      </w:r>
    </w:p>
    <w:p w14:paraId="21F427C7" w14:textId="77777777" w:rsidR="00E8465A" w:rsidRDefault="00E0544E" w:rsidP="00E0544E">
      <w:r w:rsidRPr="007818BD">
        <w:t>Il nous faut reprendre ce récit à quelques heures en arrière</w:t>
      </w:r>
      <w:r w:rsidR="00E8465A">
        <w:t xml:space="preserve">. </w:t>
      </w:r>
      <w:r w:rsidRPr="007818BD">
        <w:t>C</w:t>
      </w:r>
      <w:r w:rsidR="00E8465A">
        <w:t>’</w:t>
      </w:r>
      <w:r w:rsidRPr="007818BD">
        <w:t>était à l</w:t>
      </w:r>
      <w:r w:rsidR="00E8465A">
        <w:t>’</w:t>
      </w:r>
      <w:r w:rsidRPr="007818BD">
        <w:t>aube à peine encore dessinée d</w:t>
      </w:r>
      <w:r w:rsidR="00E8465A">
        <w:t>’</w:t>
      </w:r>
      <w:r w:rsidRPr="007818BD">
        <w:t>une matinée d</w:t>
      </w:r>
      <w:r w:rsidR="00E8465A">
        <w:t>’</w:t>
      </w:r>
      <w:r w:rsidRPr="007818BD">
        <w:t>été</w:t>
      </w:r>
      <w:r w:rsidR="00E8465A">
        <w:t xml:space="preserve"> ; </w:t>
      </w:r>
      <w:r w:rsidRPr="007818BD">
        <w:t>deux hommes se tenaient debout sur un balcon jusqu</w:t>
      </w:r>
      <w:r w:rsidR="00E8465A">
        <w:t>’</w:t>
      </w:r>
      <w:r w:rsidRPr="007818BD">
        <w:t>où mo</w:t>
      </w:r>
      <w:r w:rsidRPr="007818BD">
        <w:t>n</w:t>
      </w:r>
      <w:r w:rsidRPr="007818BD">
        <w:t>taient les premiers et vagues parfums des fleurs à leur réveil</w:t>
      </w:r>
      <w:r w:rsidR="00E8465A">
        <w:t xml:space="preserve">. </w:t>
      </w:r>
      <w:r w:rsidRPr="007818BD">
        <w:t>Les étoiles n</w:t>
      </w:r>
      <w:r w:rsidR="00E8465A">
        <w:t>’</w:t>
      </w:r>
      <w:r w:rsidRPr="007818BD">
        <w:t>avaient point quitté le ciel</w:t>
      </w:r>
      <w:r w:rsidR="00E8465A">
        <w:t xml:space="preserve">, </w:t>
      </w:r>
      <w:r w:rsidRPr="007818BD">
        <w:t>les oiseaux se taisaient encore sous les rameaux</w:t>
      </w:r>
      <w:r w:rsidR="00E8465A">
        <w:t xml:space="preserve"> ; </w:t>
      </w:r>
      <w:r w:rsidRPr="007818BD">
        <w:t>mais quelle différence entre la tra</w:t>
      </w:r>
      <w:r w:rsidRPr="007818BD">
        <w:t>n</w:t>
      </w:r>
      <w:r w:rsidRPr="007818BD">
        <w:t>quillité du jour qui renaît et le repos solennel de la nuit</w:t>
      </w:r>
      <w:r w:rsidR="00E8465A">
        <w:t xml:space="preserve"> ! </w:t>
      </w:r>
      <w:r w:rsidRPr="007818BD">
        <w:t>l</w:t>
      </w:r>
      <w:r w:rsidR="00E8465A">
        <w:t>’</w:t>
      </w:r>
      <w:r w:rsidRPr="007818BD">
        <w:t>harmonie du silence a mille variations</w:t>
      </w:r>
      <w:r w:rsidR="00E8465A">
        <w:t xml:space="preserve">. </w:t>
      </w:r>
      <w:r w:rsidRPr="007818BD">
        <w:t>Ces hommes qui</w:t>
      </w:r>
      <w:r w:rsidR="00E8465A">
        <w:t xml:space="preserve">, </w:t>
      </w:r>
      <w:r w:rsidRPr="007818BD">
        <w:t>seuls dans Naples</w:t>
      </w:r>
      <w:r w:rsidR="00E8465A">
        <w:t xml:space="preserve">, </w:t>
      </w:r>
      <w:r w:rsidRPr="007818BD">
        <w:t>se</w:t>
      </w:r>
      <w:r w:rsidRPr="007818BD">
        <w:t>m</w:t>
      </w:r>
      <w:r w:rsidRPr="007818BD">
        <w:t>blaient veiller</w:t>
      </w:r>
      <w:r w:rsidR="00E8465A">
        <w:t xml:space="preserve">, </w:t>
      </w:r>
      <w:r w:rsidRPr="007818BD">
        <w:t xml:space="preserve">étaient </w:t>
      </w:r>
      <w:proofErr w:type="spellStart"/>
      <w:r w:rsidRPr="007818BD">
        <w:t>Zanoni</w:t>
      </w:r>
      <w:proofErr w:type="spellEnd"/>
      <w:r w:rsidRPr="007818BD">
        <w:t xml:space="preserve"> et le mystérieux étranger qui</w:t>
      </w:r>
      <w:r w:rsidR="00E8465A">
        <w:t xml:space="preserve">, </w:t>
      </w:r>
      <w:r w:rsidRPr="007818BD">
        <w:t>une heure ou deux aup</w:t>
      </w:r>
      <w:r w:rsidRPr="007818BD">
        <w:t>a</w:t>
      </w:r>
      <w:r w:rsidRPr="007818BD">
        <w:t>ravant</w:t>
      </w:r>
      <w:r w:rsidR="00E8465A">
        <w:t xml:space="preserve">, </w:t>
      </w:r>
      <w:r w:rsidRPr="007818BD">
        <w:t>avait fait tressaillir le prince de *** dans son voluptueux palais</w:t>
      </w:r>
      <w:r w:rsidR="00E8465A">
        <w:t>.</w:t>
      </w:r>
    </w:p>
    <w:p w14:paraId="513EE908" w14:textId="77777777" w:rsidR="00E8465A" w:rsidRDefault="00E8465A" w:rsidP="00E0544E">
      <w:r>
        <w:t>« </w:t>
      </w:r>
      <w:r w:rsidR="00E0544E" w:rsidRPr="007818BD">
        <w:t>Non</w:t>
      </w:r>
      <w:r>
        <w:t xml:space="preserve"> ! </w:t>
      </w:r>
      <w:r w:rsidR="00E0544E" w:rsidRPr="007818BD">
        <w:t>dit ce dernier</w:t>
      </w:r>
      <w:r>
        <w:t xml:space="preserve">, </w:t>
      </w:r>
      <w:r w:rsidR="00E0544E" w:rsidRPr="007818BD">
        <w:t>si tu avais attendu pour recevoir le don suprême jusqu</w:t>
      </w:r>
      <w:r>
        <w:t>’</w:t>
      </w:r>
      <w:r w:rsidR="00E0544E" w:rsidRPr="007818BD">
        <w:t>à ce que tu eusses atteint les années et éprouvé les pertes désespérantes qui m</w:t>
      </w:r>
      <w:r>
        <w:t>’</w:t>
      </w:r>
      <w:r w:rsidR="00E0544E" w:rsidRPr="007818BD">
        <w:t>ont moi-même glacé et flétri avant que j</w:t>
      </w:r>
      <w:r>
        <w:t>’</w:t>
      </w:r>
      <w:r w:rsidR="00E0544E" w:rsidRPr="007818BD">
        <w:t>en devinsse possesseur</w:t>
      </w:r>
      <w:r>
        <w:t xml:space="preserve">, </w:t>
      </w:r>
      <w:r w:rsidR="00E0544E" w:rsidRPr="007818BD">
        <w:t>tu aurais alors échappé à la malédiction dont tu te plains aujourd</w:t>
      </w:r>
      <w:r>
        <w:t>’</w:t>
      </w:r>
      <w:r w:rsidR="00E0544E" w:rsidRPr="007818BD">
        <w:t>hui</w:t>
      </w:r>
      <w:r>
        <w:t xml:space="preserve"> ; </w:t>
      </w:r>
      <w:r w:rsidR="00E0544E" w:rsidRPr="007818BD">
        <w:t>tu n</w:t>
      </w:r>
      <w:r>
        <w:t>’</w:t>
      </w:r>
      <w:r w:rsidR="00E0544E" w:rsidRPr="007818BD">
        <w:t>aurais pas déploré la brièveté de l</w:t>
      </w:r>
      <w:r>
        <w:t>’</w:t>
      </w:r>
      <w:r w:rsidR="00E0544E" w:rsidRPr="007818BD">
        <w:t>affection humaine comparée à la durée de ton existence</w:t>
      </w:r>
      <w:r>
        <w:t xml:space="preserve">, </w:t>
      </w:r>
      <w:r w:rsidR="00E0544E" w:rsidRPr="007818BD">
        <w:t>car tu aurais survécu à tout désir</w:t>
      </w:r>
      <w:r>
        <w:t xml:space="preserve">, </w:t>
      </w:r>
      <w:r w:rsidR="00E0544E" w:rsidRPr="007818BD">
        <w:t>à tout rêve d</w:t>
      </w:r>
      <w:r>
        <w:t>’</w:t>
      </w:r>
      <w:r w:rsidR="00E0544E" w:rsidRPr="007818BD">
        <w:t>un amour de femme</w:t>
      </w:r>
      <w:r>
        <w:t xml:space="preserve">. </w:t>
      </w:r>
      <w:r w:rsidR="00E0544E" w:rsidRPr="007818BD">
        <w:t>Toi le plus brillant</w:t>
      </w:r>
      <w:r>
        <w:t xml:space="preserve">, </w:t>
      </w:r>
      <w:r w:rsidR="00E0544E" w:rsidRPr="007818BD">
        <w:t>et</w:t>
      </w:r>
      <w:r>
        <w:t xml:space="preserve">, </w:t>
      </w:r>
      <w:r w:rsidR="00E0544E" w:rsidRPr="007818BD">
        <w:t>sans cette fatale erreur</w:t>
      </w:r>
      <w:r>
        <w:t xml:space="preserve">, </w:t>
      </w:r>
      <w:r w:rsidR="00E0544E" w:rsidRPr="007818BD">
        <w:t>le plus sublime peut-être de cette race mystérieuse et s</w:t>
      </w:r>
      <w:r w:rsidR="00E0544E" w:rsidRPr="007818BD">
        <w:t>o</w:t>
      </w:r>
      <w:r w:rsidR="00E0544E" w:rsidRPr="007818BD">
        <w:t>lennelle qui remplit dans la création l</w:t>
      </w:r>
      <w:r>
        <w:t>’</w:t>
      </w:r>
      <w:r w:rsidR="00E0544E" w:rsidRPr="007818BD">
        <w:t>intervalle entre l</w:t>
      </w:r>
      <w:r>
        <w:t>’</w:t>
      </w:r>
      <w:r w:rsidR="00E0544E" w:rsidRPr="007818BD">
        <w:t>humanité et les fils de l</w:t>
      </w:r>
      <w:r>
        <w:t>’</w:t>
      </w:r>
      <w:r w:rsidR="00E0544E" w:rsidRPr="007818BD">
        <w:t>Empyrée</w:t>
      </w:r>
      <w:r>
        <w:t xml:space="preserve">, </w:t>
      </w:r>
      <w:r w:rsidR="00E0544E" w:rsidRPr="007818BD">
        <w:t xml:space="preserve">siècle </w:t>
      </w:r>
      <w:r w:rsidR="00E0544E" w:rsidRPr="007818BD">
        <w:lastRenderedPageBreak/>
        <w:t>après siècle tu pleur</w:t>
      </w:r>
      <w:r w:rsidR="00E0544E" w:rsidRPr="007818BD">
        <w:t>e</w:t>
      </w:r>
      <w:r w:rsidR="00E0544E" w:rsidRPr="007818BD">
        <w:t>ras la folie splendide qui te fait vouloir emporter la beauté et les passions de la jeunesse dans le domaine austère et grandiose de l</w:t>
      </w:r>
      <w:r>
        <w:t>’</w:t>
      </w:r>
      <w:r w:rsidR="00E0544E" w:rsidRPr="007818BD">
        <w:t>immortalité terrestre</w:t>
      </w:r>
      <w:r>
        <w:t>.</w:t>
      </w:r>
    </w:p>
    <w:p w14:paraId="1A4A48FB" w14:textId="77777777" w:rsidR="00E8465A" w:rsidRDefault="00E8465A" w:rsidP="00E0544E">
      <w:r>
        <w:t>— </w:t>
      </w:r>
      <w:r w:rsidR="00E0544E" w:rsidRPr="007818BD">
        <w:t>Je ne me repens pas</w:t>
      </w:r>
      <w:r>
        <w:t xml:space="preserve">, </w:t>
      </w:r>
      <w:r w:rsidR="00E0544E" w:rsidRPr="007818BD">
        <w:t>je ne me repentirai pas</w:t>
      </w:r>
      <w:r>
        <w:t xml:space="preserve">, </w:t>
      </w:r>
      <w:r w:rsidR="00E0544E" w:rsidRPr="007818BD">
        <w:t xml:space="preserve">répondit </w:t>
      </w:r>
      <w:proofErr w:type="spellStart"/>
      <w:r w:rsidR="00E0544E" w:rsidRPr="007818BD">
        <w:t>Zanoni</w:t>
      </w:r>
      <w:proofErr w:type="spellEnd"/>
      <w:r>
        <w:t xml:space="preserve">. </w:t>
      </w:r>
      <w:r w:rsidR="00E0544E" w:rsidRPr="007818BD">
        <w:t>L</w:t>
      </w:r>
      <w:r>
        <w:t>’</w:t>
      </w:r>
      <w:r w:rsidR="00E0544E" w:rsidRPr="007818BD">
        <w:t>extase et la douleur dont l</w:t>
      </w:r>
      <w:r>
        <w:t>’</w:t>
      </w:r>
      <w:r w:rsidR="00E0544E" w:rsidRPr="007818BD">
        <w:t>étrange union a jeté sur mon sort une telle diversité</w:t>
      </w:r>
      <w:r>
        <w:t xml:space="preserve">, </w:t>
      </w:r>
      <w:r w:rsidR="00E0544E" w:rsidRPr="007818BD">
        <w:t>je les aime mieux que le cours ca</w:t>
      </w:r>
      <w:r w:rsidR="00E0544E" w:rsidRPr="007818BD">
        <w:t>l</w:t>
      </w:r>
      <w:r w:rsidR="00E0544E" w:rsidRPr="007818BD">
        <w:t>me et glacé de ta route solitaire</w:t>
      </w:r>
      <w:r>
        <w:t xml:space="preserve"> ; </w:t>
      </w:r>
      <w:r w:rsidR="00E0544E" w:rsidRPr="007818BD">
        <w:t>toi qui n</w:t>
      </w:r>
      <w:r>
        <w:t>’</w:t>
      </w:r>
      <w:r w:rsidR="00E0544E" w:rsidRPr="007818BD">
        <w:t>aimes rien</w:t>
      </w:r>
      <w:r>
        <w:t xml:space="preserve">, </w:t>
      </w:r>
      <w:r w:rsidR="00E0544E" w:rsidRPr="007818BD">
        <w:t>qui ne hais rien</w:t>
      </w:r>
      <w:r>
        <w:t xml:space="preserve">, </w:t>
      </w:r>
      <w:r w:rsidR="00E0544E" w:rsidRPr="007818BD">
        <w:t>qui ne sens rien et qui parcours le monde avec le pas sile</w:t>
      </w:r>
      <w:r w:rsidR="00E0544E" w:rsidRPr="007818BD">
        <w:t>n</w:t>
      </w:r>
      <w:r w:rsidR="00E0544E" w:rsidRPr="007818BD">
        <w:t>cieux et impassible d</w:t>
      </w:r>
      <w:r>
        <w:t>’</w:t>
      </w:r>
      <w:r w:rsidR="00E0544E" w:rsidRPr="007818BD">
        <w:t>un r</w:t>
      </w:r>
      <w:r w:rsidR="00E0544E" w:rsidRPr="007818BD">
        <w:t>ê</w:t>
      </w:r>
      <w:r w:rsidR="00E0544E" w:rsidRPr="007818BD">
        <w:t>ve</w:t>
      </w:r>
      <w:r>
        <w:t>.</w:t>
      </w:r>
    </w:p>
    <w:p w14:paraId="2A8ADD41" w14:textId="77777777" w:rsidR="00E8465A" w:rsidRDefault="00E8465A" w:rsidP="00E0544E">
      <w:r>
        <w:t>— </w:t>
      </w:r>
      <w:r w:rsidR="00E0544E" w:rsidRPr="007818BD">
        <w:t>Tu te trompes</w:t>
      </w:r>
      <w:r>
        <w:t xml:space="preserve">, </w:t>
      </w:r>
      <w:r w:rsidR="00E0544E" w:rsidRPr="007818BD">
        <w:t xml:space="preserve">reprit celui que nous avons nommé </w:t>
      </w:r>
      <w:proofErr w:type="spellStart"/>
      <w:r w:rsidR="00E0544E" w:rsidRPr="007818BD">
        <w:t>Me</w:t>
      </w:r>
      <w:r w:rsidR="00E0544E" w:rsidRPr="007818BD">
        <w:t>j</w:t>
      </w:r>
      <w:r w:rsidR="00E0544E" w:rsidRPr="007818BD">
        <w:t>nour</w:t>
      </w:r>
      <w:proofErr w:type="spellEnd"/>
      <w:r>
        <w:t xml:space="preserve"> : </w:t>
      </w:r>
      <w:r w:rsidR="00E0544E" w:rsidRPr="007818BD">
        <w:t>je suis indifférent à l</w:t>
      </w:r>
      <w:r>
        <w:t>’</w:t>
      </w:r>
      <w:r w:rsidR="00E0544E" w:rsidRPr="007818BD">
        <w:t>amour</w:t>
      </w:r>
      <w:r>
        <w:t xml:space="preserve">, </w:t>
      </w:r>
      <w:r w:rsidR="00E0544E" w:rsidRPr="007818BD">
        <w:t>mort à toute passion qui puisse agiter un cœur d</w:t>
      </w:r>
      <w:r>
        <w:t>’</w:t>
      </w:r>
      <w:r w:rsidR="00E0544E" w:rsidRPr="007818BD">
        <w:t>argile</w:t>
      </w:r>
      <w:r>
        <w:t xml:space="preserve"> ; </w:t>
      </w:r>
      <w:r w:rsidR="00E0544E" w:rsidRPr="007818BD">
        <w:t>mais je ne suis pas mort aux jouissances plus sereines</w:t>
      </w:r>
      <w:r>
        <w:t xml:space="preserve">. </w:t>
      </w:r>
      <w:r w:rsidR="00E0544E" w:rsidRPr="007818BD">
        <w:t>J</w:t>
      </w:r>
      <w:r>
        <w:t>’</w:t>
      </w:r>
      <w:r w:rsidR="00E0544E" w:rsidRPr="007818BD">
        <w:t>emporte</w:t>
      </w:r>
      <w:r>
        <w:t xml:space="preserve">, </w:t>
      </w:r>
      <w:r w:rsidR="00E0544E" w:rsidRPr="007818BD">
        <w:t>en descendant le cours des années sans nombre</w:t>
      </w:r>
      <w:r>
        <w:t xml:space="preserve">, </w:t>
      </w:r>
      <w:r w:rsidR="00E0544E" w:rsidRPr="007818BD">
        <w:t>non pas les désirs turbulents de la jeune</w:t>
      </w:r>
      <w:r w:rsidR="00E0544E" w:rsidRPr="007818BD">
        <w:t>s</w:t>
      </w:r>
      <w:r w:rsidR="00E0544E" w:rsidRPr="007818BD">
        <w:t>se</w:t>
      </w:r>
      <w:r>
        <w:t xml:space="preserve">, </w:t>
      </w:r>
      <w:r w:rsidR="00E0544E" w:rsidRPr="007818BD">
        <w:t>mais les joies calmes et spirituelles de l</w:t>
      </w:r>
      <w:r>
        <w:t>’</w:t>
      </w:r>
      <w:r w:rsidR="00E0544E" w:rsidRPr="007818BD">
        <w:t>âge</w:t>
      </w:r>
      <w:r>
        <w:t xml:space="preserve">. </w:t>
      </w:r>
      <w:r w:rsidR="00E0544E" w:rsidRPr="007818BD">
        <w:t>Par une résol</w:t>
      </w:r>
      <w:r w:rsidR="00E0544E" w:rsidRPr="007818BD">
        <w:t>u</w:t>
      </w:r>
      <w:r w:rsidR="00E0544E" w:rsidRPr="007818BD">
        <w:t>tion sagement raisonnée</w:t>
      </w:r>
      <w:r>
        <w:t xml:space="preserve">, </w:t>
      </w:r>
      <w:r w:rsidR="00E0544E" w:rsidRPr="007818BD">
        <w:t>j</w:t>
      </w:r>
      <w:r>
        <w:t>’</w:t>
      </w:r>
      <w:r w:rsidR="00E0544E" w:rsidRPr="007818BD">
        <w:t>ai renoncé à jamais à la jeunesse</w:t>
      </w:r>
      <w:r>
        <w:t xml:space="preserve">, </w:t>
      </w:r>
      <w:r w:rsidR="00E0544E" w:rsidRPr="007818BD">
        <w:t>en isolant ma destinée de celle des hommes</w:t>
      </w:r>
      <w:r>
        <w:t xml:space="preserve">. </w:t>
      </w:r>
      <w:r w:rsidR="00E0544E" w:rsidRPr="007818BD">
        <w:t>Ne soyons pas l</w:t>
      </w:r>
      <w:r>
        <w:t>’</w:t>
      </w:r>
      <w:r w:rsidR="00E0544E" w:rsidRPr="007818BD">
        <w:t>un pour l</w:t>
      </w:r>
      <w:r>
        <w:t>’</w:t>
      </w:r>
      <w:r w:rsidR="00E0544E" w:rsidRPr="007818BD">
        <w:t>autre un sujet d</w:t>
      </w:r>
      <w:r>
        <w:t>’</w:t>
      </w:r>
      <w:r w:rsidR="00E0544E" w:rsidRPr="007818BD">
        <w:t>envie et de reproches</w:t>
      </w:r>
      <w:r>
        <w:t xml:space="preserve">. </w:t>
      </w:r>
      <w:r w:rsidR="00E0544E" w:rsidRPr="007818BD">
        <w:t>J</w:t>
      </w:r>
      <w:r>
        <w:t>’</w:t>
      </w:r>
      <w:r w:rsidR="00E0544E" w:rsidRPr="007818BD">
        <w:t>aurais voulu sa</w:t>
      </w:r>
      <w:r w:rsidR="00E0544E" w:rsidRPr="007818BD">
        <w:t>u</w:t>
      </w:r>
      <w:r w:rsidR="00E0544E" w:rsidRPr="007818BD">
        <w:t>ver ce Napolitain</w:t>
      </w:r>
      <w:r>
        <w:t xml:space="preserve">, </w:t>
      </w:r>
      <w:proofErr w:type="spellStart"/>
      <w:r w:rsidR="00E0544E" w:rsidRPr="007818BD">
        <w:t>Zanoni</w:t>
      </w:r>
      <w:proofErr w:type="spellEnd"/>
      <w:r>
        <w:t xml:space="preserve"> (</w:t>
      </w:r>
      <w:r w:rsidR="00E0544E" w:rsidRPr="007818BD">
        <w:t>puisque c</w:t>
      </w:r>
      <w:r>
        <w:t>’</w:t>
      </w:r>
      <w:r w:rsidR="00E0544E" w:rsidRPr="007818BD">
        <w:t>est ainsi que tu veux mai</w:t>
      </w:r>
      <w:r w:rsidR="00E0544E" w:rsidRPr="007818BD">
        <w:t>n</w:t>
      </w:r>
      <w:r w:rsidR="00E0544E" w:rsidRPr="007818BD">
        <w:t>tenant qu</w:t>
      </w:r>
      <w:r>
        <w:t>’</w:t>
      </w:r>
      <w:r w:rsidR="00E0544E" w:rsidRPr="007818BD">
        <w:t>on t</w:t>
      </w:r>
      <w:r>
        <w:t>’</w:t>
      </w:r>
      <w:r w:rsidR="00E0544E" w:rsidRPr="007818BD">
        <w:t>appelle</w:t>
      </w:r>
      <w:r>
        <w:t xml:space="preserve">), </w:t>
      </w:r>
      <w:r w:rsidR="00E0544E" w:rsidRPr="007818BD">
        <w:t>d</w:t>
      </w:r>
      <w:r>
        <w:t>’</w:t>
      </w:r>
      <w:r w:rsidR="00E0544E" w:rsidRPr="007818BD">
        <w:t>abord</w:t>
      </w:r>
      <w:r>
        <w:t xml:space="preserve">, </w:t>
      </w:r>
      <w:r w:rsidR="00E0544E" w:rsidRPr="007818BD">
        <w:t>parce que son aïeul n</w:t>
      </w:r>
      <w:r>
        <w:t>’</w:t>
      </w:r>
      <w:r w:rsidR="00E0544E" w:rsidRPr="007818BD">
        <w:t>était s</w:t>
      </w:r>
      <w:r w:rsidR="00E0544E" w:rsidRPr="007818BD">
        <w:t>é</w:t>
      </w:r>
      <w:r w:rsidR="00E0544E" w:rsidRPr="007818BD">
        <w:t>paré de notre ordre que par une dernière et invisible barrière</w:t>
      </w:r>
      <w:r>
        <w:t xml:space="preserve">, </w:t>
      </w:r>
      <w:r w:rsidR="00E0544E" w:rsidRPr="007818BD">
        <w:t>et ensuite pa</w:t>
      </w:r>
      <w:r w:rsidR="00E0544E" w:rsidRPr="007818BD">
        <w:t>r</w:t>
      </w:r>
      <w:r w:rsidR="00E0544E" w:rsidRPr="007818BD">
        <w:t>ce que je sais qu</w:t>
      </w:r>
      <w:r>
        <w:t>’</w:t>
      </w:r>
      <w:r w:rsidR="00E0544E" w:rsidRPr="007818BD">
        <w:t>il a en lui les éléments du courage et de la puissance de ses ancêtres</w:t>
      </w:r>
      <w:r>
        <w:t xml:space="preserve">, </w:t>
      </w:r>
      <w:r w:rsidR="00E0544E" w:rsidRPr="007818BD">
        <w:t>éléments qui</w:t>
      </w:r>
      <w:r>
        <w:t xml:space="preserve">, </w:t>
      </w:r>
      <w:r w:rsidR="00E0544E" w:rsidRPr="007818BD">
        <w:t>plus tôt</w:t>
      </w:r>
      <w:r>
        <w:t xml:space="preserve">, </w:t>
      </w:r>
      <w:r w:rsidR="00E0544E" w:rsidRPr="007818BD">
        <w:t>l</w:t>
      </w:r>
      <w:r>
        <w:t>’</w:t>
      </w:r>
      <w:r w:rsidR="00E0544E" w:rsidRPr="007818BD">
        <w:t>eussent rendu digne d</w:t>
      </w:r>
      <w:r>
        <w:t>’</w:t>
      </w:r>
      <w:r w:rsidR="00E0544E" w:rsidRPr="007818BD">
        <w:t>être des nôtres</w:t>
      </w:r>
      <w:r>
        <w:t xml:space="preserve">. </w:t>
      </w:r>
      <w:r w:rsidR="00E0544E" w:rsidRPr="007818BD">
        <w:t>Ils sont rares sur la terre</w:t>
      </w:r>
      <w:r>
        <w:t xml:space="preserve">, </w:t>
      </w:r>
      <w:r w:rsidR="00E0544E" w:rsidRPr="007818BD">
        <w:t>ceux à qui la nature a donné des qualités capables de soutenir cette épreuve</w:t>
      </w:r>
      <w:r>
        <w:t xml:space="preserve">. </w:t>
      </w:r>
      <w:r w:rsidR="00E0544E" w:rsidRPr="007818BD">
        <w:t>Mais le temps</w:t>
      </w:r>
      <w:r>
        <w:t xml:space="preserve">, </w:t>
      </w:r>
      <w:r w:rsidR="00E0544E" w:rsidRPr="007818BD">
        <w:t>et les excès qui ont épaissi ses sens grossiers</w:t>
      </w:r>
      <w:r>
        <w:t xml:space="preserve">, </w:t>
      </w:r>
      <w:r w:rsidR="00E0544E" w:rsidRPr="007818BD">
        <w:t>ont émoussé aussi son imagination</w:t>
      </w:r>
      <w:r>
        <w:t xml:space="preserve"> : </w:t>
      </w:r>
      <w:r w:rsidR="00E0544E" w:rsidRPr="007818BD">
        <w:t>je l</w:t>
      </w:r>
      <w:r>
        <w:t>’</w:t>
      </w:r>
      <w:r w:rsidR="00E0544E" w:rsidRPr="007818BD">
        <w:t>abandonne à sa destinée</w:t>
      </w:r>
      <w:r>
        <w:t>.</w:t>
      </w:r>
    </w:p>
    <w:p w14:paraId="1969B0C9" w14:textId="77777777" w:rsidR="00E8465A" w:rsidRDefault="00E8465A" w:rsidP="00E0544E">
      <w:r>
        <w:t>— </w:t>
      </w:r>
      <w:r w:rsidR="00E0544E" w:rsidRPr="007818BD">
        <w:t>Ainsi donc</w:t>
      </w:r>
      <w:r>
        <w:t xml:space="preserve">, </w:t>
      </w:r>
      <w:proofErr w:type="spellStart"/>
      <w:r w:rsidR="00E0544E" w:rsidRPr="007818BD">
        <w:t>Mejnour</w:t>
      </w:r>
      <w:proofErr w:type="spellEnd"/>
      <w:r>
        <w:t xml:space="preserve">, </w:t>
      </w:r>
      <w:r w:rsidR="00E0544E" w:rsidRPr="007818BD">
        <w:t>vous entretenez encore l</w:t>
      </w:r>
      <w:r>
        <w:t>’</w:t>
      </w:r>
      <w:r w:rsidR="00E0544E" w:rsidRPr="007818BD">
        <w:t>espérance de régénérer par des adeptes et des alliés nouveaux un ordre qui est aujourd</w:t>
      </w:r>
      <w:r>
        <w:t>’</w:t>
      </w:r>
      <w:r w:rsidR="00E0544E" w:rsidRPr="007818BD">
        <w:t>hui réduit à vous seul</w:t>
      </w:r>
      <w:r>
        <w:t xml:space="preserve"> ! </w:t>
      </w:r>
      <w:r w:rsidR="00E0544E" w:rsidRPr="007818BD">
        <w:t>Assurément</w:t>
      </w:r>
      <w:r>
        <w:t xml:space="preserve">, </w:t>
      </w:r>
      <w:r w:rsidR="00E0544E" w:rsidRPr="007818BD">
        <w:lastRenderedPageBreak/>
        <w:t>assurément</w:t>
      </w:r>
      <w:r>
        <w:t xml:space="preserve">, </w:t>
      </w:r>
      <w:r w:rsidR="00E0544E" w:rsidRPr="007818BD">
        <w:t>ton expérience eût dû t</w:t>
      </w:r>
      <w:r>
        <w:t>’</w:t>
      </w:r>
      <w:r w:rsidR="00E0544E" w:rsidRPr="007818BD">
        <w:t>apprendre qu</w:t>
      </w:r>
      <w:r>
        <w:t>’</w:t>
      </w:r>
      <w:r w:rsidR="00E0544E" w:rsidRPr="007818BD">
        <w:t xml:space="preserve">à peine en mille ans naît-il un seul être qui puisse franchir les formidables portes qui conduisent aux mondes </w:t>
      </w:r>
      <w:proofErr w:type="spellStart"/>
      <w:r w:rsidR="00E0544E" w:rsidRPr="007818BD">
        <w:t>au delà</w:t>
      </w:r>
      <w:proofErr w:type="spellEnd"/>
      <w:r>
        <w:t xml:space="preserve"> ! </w:t>
      </w:r>
      <w:r w:rsidR="00E0544E" w:rsidRPr="007818BD">
        <w:t>Ton sentier n</w:t>
      </w:r>
      <w:r>
        <w:t>’</w:t>
      </w:r>
      <w:r w:rsidR="00E0544E" w:rsidRPr="007818BD">
        <w:t>est-il pas déjà jonché de tes victimes</w:t>
      </w:r>
      <w:r>
        <w:t xml:space="preserve"> ? </w:t>
      </w:r>
      <w:r w:rsidR="00E0544E" w:rsidRPr="007818BD">
        <w:t>Leurs aspects hideux d</w:t>
      </w:r>
      <w:r>
        <w:t>’</w:t>
      </w:r>
      <w:r w:rsidR="00E0544E" w:rsidRPr="007818BD">
        <w:t>agonie et de te</w:t>
      </w:r>
      <w:r w:rsidR="00E0544E" w:rsidRPr="007818BD">
        <w:t>r</w:t>
      </w:r>
      <w:r w:rsidR="00E0544E" w:rsidRPr="007818BD">
        <w:t>reur</w:t>
      </w:r>
      <w:r>
        <w:t xml:space="preserve">, </w:t>
      </w:r>
      <w:r w:rsidR="00E0544E" w:rsidRPr="007818BD">
        <w:t>le suicide sanglant</w:t>
      </w:r>
      <w:r>
        <w:t xml:space="preserve">, </w:t>
      </w:r>
      <w:r w:rsidR="00E0544E" w:rsidRPr="007818BD">
        <w:t>le fou furieux</w:t>
      </w:r>
      <w:r>
        <w:t xml:space="preserve">, </w:t>
      </w:r>
      <w:r w:rsidR="00E0544E" w:rsidRPr="007818BD">
        <w:t>ne se dressent-ils pas devant toi</w:t>
      </w:r>
      <w:r>
        <w:t xml:space="preserve">, </w:t>
      </w:r>
      <w:r w:rsidR="00E0544E" w:rsidRPr="007818BD">
        <w:t>et ne détournent-ils pas de ton rêve insensé et amb</w:t>
      </w:r>
      <w:r w:rsidR="00E0544E" w:rsidRPr="007818BD">
        <w:t>i</w:t>
      </w:r>
      <w:r w:rsidR="00E0544E" w:rsidRPr="007818BD">
        <w:t>tieux ce qui reste en toi de sympathie humaine</w:t>
      </w:r>
      <w:r>
        <w:t> ?</w:t>
      </w:r>
    </w:p>
    <w:p w14:paraId="20101073" w14:textId="77777777" w:rsidR="00E8465A" w:rsidRDefault="00E8465A" w:rsidP="00E0544E">
      <w:r>
        <w:t>— </w:t>
      </w:r>
      <w:r w:rsidR="00E0544E" w:rsidRPr="007818BD">
        <w:t>Eh quoi</w:t>
      </w:r>
      <w:r>
        <w:t xml:space="preserve"> ! </w:t>
      </w:r>
      <w:r w:rsidR="00E0544E" w:rsidRPr="007818BD">
        <w:t xml:space="preserve">répondit </w:t>
      </w:r>
      <w:proofErr w:type="spellStart"/>
      <w:r w:rsidR="00E0544E" w:rsidRPr="007818BD">
        <w:t>Mejnour</w:t>
      </w:r>
      <w:proofErr w:type="spellEnd"/>
      <w:r>
        <w:t xml:space="preserve">, </w:t>
      </w:r>
      <w:r w:rsidR="00E0544E" w:rsidRPr="007818BD">
        <w:t>n</w:t>
      </w:r>
      <w:r>
        <w:t>’</w:t>
      </w:r>
      <w:r w:rsidR="00E0544E" w:rsidRPr="007818BD">
        <w:t>ai-je pas eu des succès qui compensent tous mes échecs</w:t>
      </w:r>
      <w:r>
        <w:t xml:space="preserve"> ? </w:t>
      </w:r>
      <w:r w:rsidR="00E0544E" w:rsidRPr="007818BD">
        <w:t>Et puis-je renoncer à cette s</w:t>
      </w:r>
      <w:r w:rsidR="00E0544E" w:rsidRPr="007818BD">
        <w:t>u</w:t>
      </w:r>
      <w:r w:rsidR="00E0544E" w:rsidRPr="007818BD">
        <w:t>blime espérance</w:t>
      </w:r>
      <w:r>
        <w:t xml:space="preserve">, </w:t>
      </w:r>
      <w:r w:rsidR="00E0544E" w:rsidRPr="007818BD">
        <w:t>seule digne de notre convi</w:t>
      </w:r>
      <w:r w:rsidR="00E0544E" w:rsidRPr="007818BD">
        <w:t>c</w:t>
      </w:r>
      <w:r w:rsidR="00E0544E" w:rsidRPr="007818BD">
        <w:t>tion élevée</w:t>
      </w:r>
      <w:r>
        <w:t xml:space="preserve">, </w:t>
      </w:r>
      <w:r w:rsidR="00E0544E" w:rsidRPr="007818BD">
        <w:t>à l</w:t>
      </w:r>
      <w:r>
        <w:t>’</w:t>
      </w:r>
      <w:r w:rsidR="00E0544E" w:rsidRPr="007818BD">
        <w:t>espérance de former une race puissante et nombreuse avec le pouvoir et la force de faire reconnaître par les hommes les conquêtes de leur empire majestueux</w:t>
      </w:r>
      <w:r>
        <w:t xml:space="preserve">, </w:t>
      </w:r>
      <w:r w:rsidR="00E0544E" w:rsidRPr="007818BD">
        <w:t>pour devenir les vrais maîtres de cette planète</w:t>
      </w:r>
      <w:r>
        <w:t xml:space="preserve">, </w:t>
      </w:r>
      <w:r w:rsidR="00E0544E" w:rsidRPr="007818BD">
        <w:t>les conquérants peut-être d</w:t>
      </w:r>
      <w:r>
        <w:t>’</w:t>
      </w:r>
      <w:r w:rsidR="00E0544E" w:rsidRPr="007818BD">
        <w:t>un autre monde lumineux</w:t>
      </w:r>
      <w:r>
        <w:t xml:space="preserve">, </w:t>
      </w:r>
      <w:r w:rsidR="00E0544E" w:rsidRPr="007818BD">
        <w:t>les dominateurs des races hostiles et malfa</w:t>
      </w:r>
      <w:r w:rsidR="00E0544E" w:rsidRPr="007818BD">
        <w:t>i</w:t>
      </w:r>
      <w:r w:rsidR="00E0544E" w:rsidRPr="007818BD">
        <w:t>santes qui nous entourent aujourd</w:t>
      </w:r>
      <w:r>
        <w:t>’</w:t>
      </w:r>
      <w:r w:rsidR="00E0544E" w:rsidRPr="007818BD">
        <w:t>hui</w:t>
      </w:r>
      <w:r>
        <w:t xml:space="preserve">, </w:t>
      </w:r>
      <w:r w:rsidR="00E0544E" w:rsidRPr="007818BD">
        <w:t>une race qui</w:t>
      </w:r>
      <w:r>
        <w:t xml:space="preserve">, </w:t>
      </w:r>
      <w:r w:rsidR="00E0544E" w:rsidRPr="007818BD">
        <w:t>dans ses immortelles destinées</w:t>
      </w:r>
      <w:r>
        <w:t xml:space="preserve">, </w:t>
      </w:r>
      <w:r w:rsidR="00E0544E" w:rsidRPr="007818BD">
        <w:t>puisse monter degré à degré vers la glo</w:t>
      </w:r>
      <w:r w:rsidR="00E0544E" w:rsidRPr="007818BD">
        <w:t>i</w:t>
      </w:r>
      <w:r w:rsidR="00E0544E" w:rsidRPr="007818BD">
        <w:t>re céleste</w:t>
      </w:r>
      <w:r>
        <w:t xml:space="preserve">, </w:t>
      </w:r>
      <w:r w:rsidR="00E0544E" w:rsidRPr="007818BD">
        <w:t>et se ranger enfin parmi les agents et les essences qui environnent de plus près le Trône des Trônes</w:t>
      </w:r>
      <w:r>
        <w:t xml:space="preserve"> ? </w:t>
      </w:r>
      <w:r w:rsidR="00E0544E" w:rsidRPr="007818BD">
        <w:t>Qu</w:t>
      </w:r>
      <w:r>
        <w:t>’</w:t>
      </w:r>
      <w:r w:rsidR="00E0544E" w:rsidRPr="007818BD">
        <w:t>importent mille victimes pour un adepte</w:t>
      </w:r>
      <w:r>
        <w:t xml:space="preserve"> ? </w:t>
      </w:r>
      <w:r w:rsidR="00E0544E" w:rsidRPr="007818BD">
        <w:t>Et vous</w:t>
      </w:r>
      <w:r>
        <w:t xml:space="preserve">, </w:t>
      </w:r>
      <w:proofErr w:type="spellStart"/>
      <w:r w:rsidR="00E0544E" w:rsidRPr="007818BD">
        <w:t>Zanoni</w:t>
      </w:r>
      <w:proofErr w:type="spellEnd"/>
      <w:r>
        <w:t xml:space="preserve">, </w:t>
      </w:r>
      <w:r w:rsidR="00E0544E" w:rsidRPr="007818BD">
        <w:t xml:space="preserve">poursuivit </w:t>
      </w:r>
      <w:proofErr w:type="spellStart"/>
      <w:r w:rsidR="00E0544E" w:rsidRPr="007818BD">
        <w:t>Mejnour</w:t>
      </w:r>
      <w:proofErr w:type="spellEnd"/>
      <w:r w:rsidR="00E0544E" w:rsidRPr="007818BD">
        <w:t xml:space="preserve"> après un silence</w:t>
      </w:r>
      <w:r>
        <w:t xml:space="preserve">, </w:t>
      </w:r>
      <w:r w:rsidR="00E0544E" w:rsidRPr="007818BD">
        <w:t>vous-même</w:t>
      </w:r>
      <w:r>
        <w:t xml:space="preserve">, </w:t>
      </w:r>
      <w:r w:rsidR="00E0544E" w:rsidRPr="007818BD">
        <w:t>si ce</w:t>
      </w:r>
      <w:r w:rsidR="00E0544E" w:rsidRPr="007818BD">
        <w:t>t</w:t>
      </w:r>
      <w:r w:rsidR="00E0544E" w:rsidRPr="007818BD">
        <w:t>te affection que vous avez osé</w:t>
      </w:r>
      <w:r>
        <w:t xml:space="preserve">, </w:t>
      </w:r>
      <w:r w:rsidR="00E0544E" w:rsidRPr="007818BD">
        <w:t>malgré vous</w:t>
      </w:r>
      <w:r>
        <w:t xml:space="preserve">, </w:t>
      </w:r>
      <w:r w:rsidR="00E0544E" w:rsidRPr="007818BD">
        <w:t>entretenir pour une beauté morte</w:t>
      </w:r>
      <w:r w:rsidR="00E0544E" w:rsidRPr="007818BD">
        <w:t>l</w:t>
      </w:r>
      <w:r w:rsidR="00E0544E" w:rsidRPr="007818BD">
        <w:t>le</w:t>
      </w:r>
      <w:r>
        <w:t xml:space="preserve">, </w:t>
      </w:r>
      <w:r w:rsidR="00E0544E" w:rsidRPr="007818BD">
        <w:t>est autre chose qu</w:t>
      </w:r>
      <w:r>
        <w:t>’</w:t>
      </w:r>
      <w:r w:rsidR="00E0544E" w:rsidRPr="007818BD">
        <w:t>une fantaisie passagère</w:t>
      </w:r>
      <w:r>
        <w:t xml:space="preserve"> ; </w:t>
      </w:r>
      <w:r w:rsidR="00E0544E" w:rsidRPr="007818BD">
        <w:t>si</w:t>
      </w:r>
      <w:r>
        <w:t xml:space="preserve">, </w:t>
      </w:r>
      <w:r w:rsidR="00E0544E" w:rsidRPr="007818BD">
        <w:t>une fois adm</w:t>
      </w:r>
      <w:r w:rsidR="00E0544E" w:rsidRPr="007818BD">
        <w:t>i</w:t>
      </w:r>
      <w:r w:rsidR="00E0544E" w:rsidRPr="007818BD">
        <w:t>se dans votre nature intime</w:t>
      </w:r>
      <w:r>
        <w:t xml:space="preserve">, </w:t>
      </w:r>
      <w:r w:rsidR="00E0544E" w:rsidRPr="007818BD">
        <w:t>elle participe à votre essence bri</w:t>
      </w:r>
      <w:r w:rsidR="00E0544E" w:rsidRPr="007818BD">
        <w:t>l</w:t>
      </w:r>
      <w:r w:rsidR="00E0544E" w:rsidRPr="007818BD">
        <w:t>lante et immortelle</w:t>
      </w:r>
      <w:r>
        <w:t xml:space="preserve">, </w:t>
      </w:r>
      <w:r w:rsidR="00E0544E" w:rsidRPr="007818BD">
        <w:t>vous-même</w:t>
      </w:r>
      <w:r>
        <w:t xml:space="preserve">, </w:t>
      </w:r>
      <w:r w:rsidR="00E0544E" w:rsidRPr="007818BD">
        <w:t>dis-je</w:t>
      </w:r>
      <w:r>
        <w:t xml:space="preserve">, </w:t>
      </w:r>
      <w:r w:rsidR="00E0544E" w:rsidRPr="007818BD">
        <w:t>vous pouvez tout braver pour élever à votre niveau celle que vous aimez</w:t>
      </w:r>
      <w:r>
        <w:t xml:space="preserve">. </w:t>
      </w:r>
      <w:r w:rsidR="00E0544E" w:rsidRPr="007818BD">
        <w:t>Ne m</w:t>
      </w:r>
      <w:r>
        <w:t>’</w:t>
      </w:r>
      <w:r w:rsidR="00E0544E" w:rsidRPr="007818BD">
        <w:t>interrompez pas</w:t>
      </w:r>
      <w:r>
        <w:t xml:space="preserve"> ! </w:t>
      </w:r>
      <w:r w:rsidR="00E0544E" w:rsidRPr="007818BD">
        <w:t>Pouvez-vous supporter de voir la maladie la menacer</w:t>
      </w:r>
      <w:r>
        <w:t xml:space="preserve">, </w:t>
      </w:r>
      <w:r w:rsidR="00E0544E" w:rsidRPr="007818BD">
        <w:t>le danger l</w:t>
      </w:r>
      <w:r>
        <w:t>’</w:t>
      </w:r>
      <w:r w:rsidR="00E0544E" w:rsidRPr="007818BD">
        <w:t>envelopper</w:t>
      </w:r>
      <w:r>
        <w:t xml:space="preserve">, </w:t>
      </w:r>
      <w:r w:rsidR="00E0544E" w:rsidRPr="007818BD">
        <w:t>les années l</w:t>
      </w:r>
      <w:r>
        <w:t>’</w:t>
      </w:r>
      <w:r w:rsidR="00E0544E" w:rsidRPr="007818BD">
        <w:t>accabler inse</w:t>
      </w:r>
      <w:r w:rsidR="00E0544E" w:rsidRPr="007818BD">
        <w:t>n</w:t>
      </w:r>
      <w:r w:rsidR="00E0544E" w:rsidRPr="007818BD">
        <w:t>siblement de leur poids</w:t>
      </w:r>
      <w:r>
        <w:t xml:space="preserve">, </w:t>
      </w:r>
      <w:r w:rsidR="00E0544E" w:rsidRPr="007818BD">
        <w:t>ses yeux s</w:t>
      </w:r>
      <w:r>
        <w:t>’</w:t>
      </w:r>
      <w:r w:rsidR="00E0544E" w:rsidRPr="007818BD">
        <w:t>obscurcir</w:t>
      </w:r>
      <w:r>
        <w:t xml:space="preserve">, </w:t>
      </w:r>
      <w:r w:rsidR="00E0544E" w:rsidRPr="007818BD">
        <w:t>sa beauté se faner</w:t>
      </w:r>
      <w:r>
        <w:t xml:space="preserve">, </w:t>
      </w:r>
      <w:r w:rsidR="00E0544E" w:rsidRPr="007818BD">
        <w:t>tandis que son cœur jeune encore s</w:t>
      </w:r>
      <w:r>
        <w:t>’</w:t>
      </w:r>
      <w:r w:rsidR="00E0544E" w:rsidRPr="007818BD">
        <w:t>attache et s</w:t>
      </w:r>
      <w:r>
        <w:t>’</w:t>
      </w:r>
      <w:r w:rsidR="00E0544E" w:rsidRPr="007818BD">
        <w:t>enlace au vôtre</w:t>
      </w:r>
      <w:r>
        <w:t xml:space="preserve"> ? </w:t>
      </w:r>
      <w:r w:rsidR="00E0544E" w:rsidRPr="007818BD">
        <w:t>pouvez-vous voir tout cela</w:t>
      </w:r>
      <w:r>
        <w:t xml:space="preserve">, </w:t>
      </w:r>
      <w:r w:rsidR="00E0544E" w:rsidRPr="007818BD">
        <w:t>et savoir qu</w:t>
      </w:r>
      <w:r>
        <w:t>’</w:t>
      </w:r>
      <w:r w:rsidR="00E0544E" w:rsidRPr="007818BD">
        <w:t>il dépend de vous de</w:t>
      </w:r>
      <w:r>
        <w:t>…</w:t>
      </w:r>
    </w:p>
    <w:p w14:paraId="5FFC655A" w14:textId="77777777" w:rsidR="00E8465A" w:rsidRDefault="00E8465A" w:rsidP="00E0544E">
      <w:r>
        <w:lastRenderedPageBreak/>
        <w:t>— </w:t>
      </w:r>
      <w:r w:rsidR="00E0544E" w:rsidRPr="007818BD">
        <w:t>Assez</w:t>
      </w:r>
      <w:r>
        <w:t xml:space="preserve"> ! </w:t>
      </w:r>
      <w:r w:rsidR="00E0544E" w:rsidRPr="007818BD">
        <w:t xml:space="preserve">dit </w:t>
      </w:r>
      <w:proofErr w:type="spellStart"/>
      <w:r w:rsidR="00E0544E" w:rsidRPr="007818BD">
        <w:t>Zanoni</w:t>
      </w:r>
      <w:proofErr w:type="spellEnd"/>
      <w:r w:rsidR="00E0544E" w:rsidRPr="007818BD">
        <w:t xml:space="preserve"> avec emportement</w:t>
      </w:r>
      <w:r>
        <w:t xml:space="preserve">. </w:t>
      </w:r>
      <w:r w:rsidR="00E0544E" w:rsidRPr="007818BD">
        <w:t>Quel destin peut-on comparer à celui de la mort des terreurs</w:t>
      </w:r>
      <w:r>
        <w:t xml:space="preserve"> ? </w:t>
      </w:r>
      <w:r w:rsidR="00E0544E" w:rsidRPr="007818BD">
        <w:t>Quoi</w:t>
      </w:r>
      <w:r>
        <w:t xml:space="preserve"> ! </w:t>
      </w:r>
      <w:r w:rsidR="00E0544E" w:rsidRPr="007818BD">
        <w:t>le sage le plus glacé</w:t>
      </w:r>
      <w:r>
        <w:t xml:space="preserve">, </w:t>
      </w:r>
      <w:r w:rsidR="00E0544E" w:rsidRPr="007818BD">
        <w:t>l</w:t>
      </w:r>
      <w:r>
        <w:t>’</w:t>
      </w:r>
      <w:r w:rsidR="00E0544E" w:rsidRPr="007818BD">
        <w:t>enthousiaste le plus ardent</w:t>
      </w:r>
      <w:r>
        <w:t xml:space="preserve">, </w:t>
      </w:r>
      <w:r w:rsidR="00E0544E" w:rsidRPr="007818BD">
        <w:t>le plus rude guerrier avec ses muscles de fer</w:t>
      </w:r>
      <w:r>
        <w:t xml:space="preserve">, </w:t>
      </w:r>
      <w:r w:rsidR="00E0544E" w:rsidRPr="007818BD">
        <w:t>on les a trouvés</w:t>
      </w:r>
      <w:r>
        <w:t xml:space="preserve">, </w:t>
      </w:r>
      <w:r w:rsidR="00E0544E" w:rsidRPr="007818BD">
        <w:t>dès leur premier pas dans la voie terrible</w:t>
      </w:r>
      <w:r>
        <w:t xml:space="preserve">, </w:t>
      </w:r>
      <w:r w:rsidR="00E0544E" w:rsidRPr="007818BD">
        <w:t>morts dans leurs lits</w:t>
      </w:r>
      <w:r>
        <w:t xml:space="preserve">, </w:t>
      </w:r>
      <w:r w:rsidR="00E0544E" w:rsidRPr="007818BD">
        <w:t>les yeux fixes et h</w:t>
      </w:r>
      <w:r w:rsidR="00E0544E" w:rsidRPr="007818BD">
        <w:t>a</w:t>
      </w:r>
      <w:r w:rsidR="00E0544E" w:rsidRPr="007818BD">
        <w:t>gards</w:t>
      </w:r>
      <w:r>
        <w:t xml:space="preserve">, </w:t>
      </w:r>
      <w:r w:rsidR="00E0544E" w:rsidRPr="007818BD">
        <w:t>les cheveux hérissés</w:t>
      </w:r>
      <w:r>
        <w:t xml:space="preserve"> ; </w:t>
      </w:r>
      <w:r w:rsidR="00E0544E" w:rsidRPr="007818BD">
        <w:t>et crois-tu que cette faible femme</w:t>
      </w:r>
      <w:r>
        <w:t xml:space="preserve">, </w:t>
      </w:r>
      <w:r w:rsidR="00E0544E" w:rsidRPr="007818BD">
        <w:t>dont la joue pâlit pour un bruit entendu à la fenêtre</w:t>
      </w:r>
      <w:r>
        <w:t xml:space="preserve">, </w:t>
      </w:r>
      <w:r w:rsidR="00E0544E" w:rsidRPr="007818BD">
        <w:t>pour le cri de l</w:t>
      </w:r>
      <w:r>
        <w:t>’</w:t>
      </w:r>
      <w:r w:rsidR="00E0544E" w:rsidRPr="007818BD">
        <w:t>oiseau des nuits</w:t>
      </w:r>
      <w:r>
        <w:t xml:space="preserve">, </w:t>
      </w:r>
      <w:r w:rsidR="00E0544E" w:rsidRPr="007818BD">
        <w:t>pour une goutte de sang sur l</w:t>
      </w:r>
      <w:r>
        <w:t>’</w:t>
      </w:r>
      <w:r w:rsidR="00E0544E" w:rsidRPr="007818BD">
        <w:t>épée d</w:t>
      </w:r>
      <w:r>
        <w:t>’</w:t>
      </w:r>
      <w:r w:rsidR="00E0544E" w:rsidRPr="007818BD">
        <w:t>un homme</w:t>
      </w:r>
      <w:r>
        <w:t xml:space="preserve">, </w:t>
      </w:r>
      <w:r w:rsidR="00E0544E" w:rsidRPr="007818BD">
        <w:t>crois-tu qu</w:t>
      </w:r>
      <w:r>
        <w:t>’</w:t>
      </w:r>
      <w:r w:rsidR="00E0544E" w:rsidRPr="007818BD">
        <w:t>elle pourrait soutenir un seul regard de</w:t>
      </w:r>
      <w:r>
        <w:t xml:space="preserve">… ? </w:t>
      </w:r>
      <w:r w:rsidR="00E0544E" w:rsidRPr="007818BD">
        <w:t>Ha</w:t>
      </w:r>
      <w:r>
        <w:t xml:space="preserve"> ! </w:t>
      </w:r>
      <w:r w:rsidR="00E0544E" w:rsidRPr="007818BD">
        <w:t>je sens moi-même</w:t>
      </w:r>
      <w:r>
        <w:t xml:space="preserve">, </w:t>
      </w:r>
      <w:r w:rsidR="00E0544E" w:rsidRPr="007818BD">
        <w:t>en prévoyant de tels spectacles pour e</w:t>
      </w:r>
      <w:r w:rsidR="00E0544E" w:rsidRPr="007818BD">
        <w:t>l</w:t>
      </w:r>
      <w:r w:rsidR="00E0544E" w:rsidRPr="007818BD">
        <w:t>le</w:t>
      </w:r>
      <w:r>
        <w:t xml:space="preserve">… </w:t>
      </w:r>
      <w:r w:rsidR="00E0544E" w:rsidRPr="007818BD">
        <w:t>je sens que j</w:t>
      </w:r>
      <w:r>
        <w:t>’</w:t>
      </w:r>
      <w:r w:rsidR="00E0544E" w:rsidRPr="007818BD">
        <w:t>ai peur</w:t>
      </w:r>
      <w:r>
        <w:t>.</w:t>
      </w:r>
    </w:p>
    <w:p w14:paraId="6C9D1425" w14:textId="77777777" w:rsidR="00E8465A" w:rsidRDefault="00E8465A" w:rsidP="00E0544E">
      <w:r>
        <w:t>— </w:t>
      </w:r>
      <w:r w:rsidR="00E0544E" w:rsidRPr="007818BD">
        <w:t>Quand vous lui avez dit que vous l</w:t>
      </w:r>
      <w:r>
        <w:t>’</w:t>
      </w:r>
      <w:r w:rsidR="00E0544E" w:rsidRPr="007818BD">
        <w:t>aimiez</w:t>
      </w:r>
      <w:r>
        <w:t xml:space="preserve">, </w:t>
      </w:r>
      <w:r w:rsidR="00E0544E" w:rsidRPr="007818BD">
        <w:t>quand vous l</w:t>
      </w:r>
      <w:r>
        <w:t>’</w:t>
      </w:r>
      <w:r w:rsidR="00E0544E" w:rsidRPr="007818BD">
        <w:t>avez pressée sur votre cœur</w:t>
      </w:r>
      <w:r>
        <w:t xml:space="preserve">, </w:t>
      </w:r>
      <w:r w:rsidR="00E0544E" w:rsidRPr="007818BD">
        <w:t>vous avez renoncé à tout pouvoir de prévoir sa destinée ou de la protéger du péril</w:t>
      </w:r>
      <w:r>
        <w:t xml:space="preserve">. </w:t>
      </w:r>
      <w:r w:rsidR="00E0544E" w:rsidRPr="007818BD">
        <w:t>Désormais</w:t>
      </w:r>
      <w:r>
        <w:t xml:space="preserve">, </w:t>
      </w:r>
      <w:r w:rsidR="00E0544E" w:rsidRPr="007818BD">
        <w:t>pour elle vous êtes homme</w:t>
      </w:r>
      <w:r>
        <w:t xml:space="preserve">, </w:t>
      </w:r>
      <w:r w:rsidR="00E0544E" w:rsidRPr="007818BD">
        <w:t>et homme seulement</w:t>
      </w:r>
      <w:r>
        <w:t xml:space="preserve">. </w:t>
      </w:r>
      <w:r w:rsidR="00E0544E" w:rsidRPr="007818BD">
        <w:t>Que savez-vous donc des tentations qui vous attendent</w:t>
      </w:r>
      <w:r>
        <w:t xml:space="preserve"> ? </w:t>
      </w:r>
      <w:r w:rsidR="00E0544E" w:rsidRPr="007818BD">
        <w:t>Que savez-vous de ce que sa curiosité aura l</w:t>
      </w:r>
      <w:r>
        <w:t>’</w:t>
      </w:r>
      <w:r w:rsidR="00E0544E" w:rsidRPr="007818BD">
        <w:t>audace d</w:t>
      </w:r>
      <w:r>
        <w:t>’</w:t>
      </w:r>
      <w:r w:rsidR="00E0544E" w:rsidRPr="007818BD">
        <w:t>apprendre</w:t>
      </w:r>
      <w:r>
        <w:t xml:space="preserve">, </w:t>
      </w:r>
      <w:r w:rsidR="00E0544E" w:rsidRPr="007818BD">
        <w:t>son amour le courage de braver</w:t>
      </w:r>
      <w:r>
        <w:t xml:space="preserve"> ? </w:t>
      </w:r>
      <w:r w:rsidR="00E0544E" w:rsidRPr="007818BD">
        <w:t>Mais assez sur ce sujet</w:t>
      </w:r>
      <w:r>
        <w:t xml:space="preserve">. </w:t>
      </w:r>
      <w:r w:rsidR="00E0544E" w:rsidRPr="007818BD">
        <w:t>Vous persistez dans votre projet</w:t>
      </w:r>
      <w:r>
        <w:t> ?</w:t>
      </w:r>
    </w:p>
    <w:p w14:paraId="5977E2E6" w14:textId="77777777" w:rsidR="00E8465A" w:rsidRDefault="00E8465A" w:rsidP="00E0544E">
      <w:r>
        <w:t>— </w:t>
      </w:r>
      <w:r w:rsidR="00E0544E" w:rsidRPr="007818BD">
        <w:t>Le mot fatal est prononcé</w:t>
      </w:r>
      <w:r>
        <w:t>.</w:t>
      </w:r>
    </w:p>
    <w:p w14:paraId="61B9E2F0" w14:textId="77777777" w:rsidR="00E8465A" w:rsidRDefault="00E8465A" w:rsidP="00E0544E">
      <w:r>
        <w:t>— </w:t>
      </w:r>
      <w:r w:rsidR="00E0544E" w:rsidRPr="007818BD">
        <w:t>Et demain</w:t>
      </w:r>
      <w:r>
        <w:t> ?</w:t>
      </w:r>
    </w:p>
    <w:p w14:paraId="6B5FACE7" w14:textId="674874E8" w:rsidR="00E0544E" w:rsidRPr="007818BD" w:rsidRDefault="00E8465A" w:rsidP="00E0544E">
      <w:r>
        <w:t>— </w:t>
      </w:r>
      <w:r w:rsidR="00E0544E" w:rsidRPr="007818BD">
        <w:t>Demain à cette heure notre navire bondira sur cette mer</w:t>
      </w:r>
      <w:r>
        <w:t xml:space="preserve">, </w:t>
      </w:r>
      <w:r w:rsidR="00E0544E" w:rsidRPr="007818BD">
        <w:t>et le fardeau des si</w:t>
      </w:r>
      <w:r w:rsidR="00E0544E" w:rsidRPr="007818BD">
        <w:t>è</w:t>
      </w:r>
      <w:r w:rsidR="00E0544E" w:rsidRPr="007818BD">
        <w:t>cles sera tombé de mon cœur</w:t>
      </w:r>
      <w:r>
        <w:t xml:space="preserve">. </w:t>
      </w:r>
      <w:r w:rsidR="00E0544E" w:rsidRPr="007818BD">
        <w:t>Sage insensé</w:t>
      </w:r>
      <w:r>
        <w:t xml:space="preserve"> ! </w:t>
      </w:r>
      <w:r w:rsidR="00E0544E" w:rsidRPr="007818BD">
        <w:t>je te plains</w:t>
      </w:r>
      <w:r>
        <w:t xml:space="preserve"> ! </w:t>
      </w:r>
      <w:r w:rsidR="00E0544E" w:rsidRPr="007818BD">
        <w:t>tu as renoncé à la jeune</w:t>
      </w:r>
      <w:r w:rsidR="00E0544E" w:rsidRPr="007818BD">
        <w:t>s</w:t>
      </w:r>
      <w:r w:rsidR="00E0544E" w:rsidRPr="007818BD">
        <w:t>se</w:t>
      </w:r>
      <w:r>
        <w:t> ! »</w:t>
      </w:r>
    </w:p>
    <w:p w14:paraId="51990653" w14:textId="77777777" w:rsidR="00E8465A" w:rsidRDefault="00E0544E" w:rsidP="00E8465A">
      <w:pPr>
        <w:pStyle w:val="Titre2"/>
        <w:pageBreakBefore/>
      </w:pPr>
      <w:bookmarkStart w:id="39" w:name="_Toc199963088"/>
      <w:r w:rsidRPr="007818BD">
        <w:lastRenderedPageBreak/>
        <w:t>CHAPITRE</w:t>
      </w:r>
      <w:r w:rsidR="00E8465A">
        <w:t xml:space="preserve"> </w:t>
      </w:r>
      <w:r w:rsidRPr="007818BD">
        <w:t>XVII</w:t>
      </w:r>
      <w:r w:rsidR="00E8465A">
        <w:t>.</w:t>
      </w:r>
      <w:bookmarkEnd w:id="39"/>
    </w:p>
    <w:p w14:paraId="38A6BEA1" w14:textId="77777777" w:rsidR="00E8465A" w:rsidRDefault="00E0544E" w:rsidP="00E0544E">
      <w:pPr>
        <w:pStyle w:val="NormalRetraitGauche4XIndent0"/>
        <w:spacing w:before="0" w:after="0"/>
        <w:rPr>
          <w:rStyle w:val="Taille-1Caracteres"/>
        </w:rPr>
      </w:pPr>
      <w:proofErr w:type="spellStart"/>
      <w:r w:rsidRPr="00BC348A">
        <w:rPr>
          <w:rStyle w:val="Taille-1Caracteres"/>
          <w:i/>
        </w:rPr>
        <w:t>Alch</w:t>
      </w:r>
      <w:proofErr w:type="spellEnd"/>
      <w:r w:rsidR="00E8465A">
        <w:rPr>
          <w:rStyle w:val="Taille-1Caracteres"/>
        </w:rPr>
        <w:t xml:space="preserve">. </w:t>
      </w:r>
      <w:r w:rsidRPr="007818BD">
        <w:rPr>
          <w:rStyle w:val="Taille-1Caracteres"/>
        </w:rPr>
        <w:t>Tu parles toujours par énigmes</w:t>
      </w:r>
      <w:r w:rsidR="00E8465A">
        <w:rPr>
          <w:rStyle w:val="Taille-1Caracteres"/>
        </w:rPr>
        <w:t xml:space="preserve">. </w:t>
      </w:r>
      <w:r w:rsidRPr="007818BD">
        <w:rPr>
          <w:rStyle w:val="Taille-1Caracteres"/>
        </w:rPr>
        <w:t>Dis-moi si tu es cette source dont a écrit Be</w:t>
      </w:r>
      <w:r w:rsidRPr="007818BD">
        <w:rPr>
          <w:rStyle w:val="Taille-1Caracteres"/>
        </w:rPr>
        <w:t>r</w:t>
      </w:r>
      <w:r w:rsidRPr="007818BD">
        <w:rPr>
          <w:rStyle w:val="Taille-1Caracteres"/>
        </w:rPr>
        <w:t>nard</w:t>
      </w:r>
      <w:r w:rsidR="00E8465A">
        <w:rPr>
          <w:rStyle w:val="Taille-1Caracteres"/>
        </w:rPr>
        <w:t xml:space="preserve">, </w:t>
      </w:r>
      <w:r w:rsidRPr="007818BD">
        <w:rPr>
          <w:rStyle w:val="Taille-1Caracteres"/>
        </w:rPr>
        <w:t>de Trévise</w:t>
      </w:r>
      <w:r w:rsidR="00E8465A">
        <w:rPr>
          <w:rStyle w:val="Taille-1Caracteres"/>
        </w:rPr>
        <w:t> ?</w:t>
      </w:r>
    </w:p>
    <w:p w14:paraId="5D18E956" w14:textId="77777777" w:rsidR="00E8465A" w:rsidRDefault="00E0544E" w:rsidP="00E0544E">
      <w:pPr>
        <w:pStyle w:val="NormalRetraitGauche4XIndent0"/>
        <w:spacing w:before="0" w:after="0"/>
        <w:rPr>
          <w:rStyle w:val="Taille-1Caracteres"/>
        </w:rPr>
      </w:pPr>
      <w:r w:rsidRPr="00BC348A">
        <w:rPr>
          <w:rStyle w:val="Taille-1Caracteres"/>
          <w:i/>
        </w:rPr>
        <w:t>Merc</w:t>
      </w:r>
      <w:r w:rsidR="00E8465A">
        <w:rPr>
          <w:rStyle w:val="Taille-1Caracteres"/>
        </w:rPr>
        <w:t xml:space="preserve">. </w:t>
      </w:r>
      <w:r w:rsidRPr="007818BD">
        <w:rPr>
          <w:rStyle w:val="Taille-1Caracteres"/>
        </w:rPr>
        <w:t>Je ne suis pas la source</w:t>
      </w:r>
      <w:r w:rsidR="00E8465A">
        <w:rPr>
          <w:rStyle w:val="Taille-1Caracteres"/>
        </w:rPr>
        <w:t xml:space="preserve">, </w:t>
      </w:r>
      <w:r w:rsidRPr="007818BD">
        <w:rPr>
          <w:rStyle w:val="Taille-1Caracteres"/>
        </w:rPr>
        <w:t>je suis l</w:t>
      </w:r>
      <w:r w:rsidR="00E8465A">
        <w:rPr>
          <w:rStyle w:val="Taille-1Caracteres"/>
        </w:rPr>
        <w:t>’</w:t>
      </w:r>
      <w:r w:rsidRPr="007818BD">
        <w:rPr>
          <w:rStyle w:val="Taille-1Caracteres"/>
        </w:rPr>
        <w:t>eau</w:t>
      </w:r>
      <w:r w:rsidR="00E8465A">
        <w:rPr>
          <w:rStyle w:val="Taille-1Caracteres"/>
        </w:rPr>
        <w:t xml:space="preserve"> ; </w:t>
      </w:r>
      <w:r w:rsidRPr="007818BD">
        <w:rPr>
          <w:rStyle w:val="Taille-1Caracteres"/>
        </w:rPr>
        <w:t>la source m</w:t>
      </w:r>
      <w:r w:rsidR="00E8465A">
        <w:rPr>
          <w:rStyle w:val="Taille-1Caracteres"/>
        </w:rPr>
        <w:t>’</w:t>
      </w:r>
      <w:r w:rsidRPr="007818BD">
        <w:rPr>
          <w:rStyle w:val="Taille-1Caracteres"/>
        </w:rPr>
        <w:t>environne</w:t>
      </w:r>
      <w:r w:rsidR="00E8465A">
        <w:rPr>
          <w:rStyle w:val="Taille-1Caracteres"/>
        </w:rPr>
        <w:t>.</w:t>
      </w:r>
    </w:p>
    <w:p w14:paraId="0FAC7D93" w14:textId="6E3E0A2A" w:rsidR="00E8465A" w:rsidRDefault="00E8465A" w:rsidP="00E0544E">
      <w:pPr>
        <w:jc w:val="right"/>
        <w:rPr>
          <w:rStyle w:val="Taille-1Caracteres"/>
        </w:rPr>
      </w:pPr>
      <w:r>
        <w:rPr>
          <w:rStyle w:val="Taille-1Caracteres"/>
        </w:rPr>
        <w:t>(</w:t>
      </w:r>
      <w:proofErr w:type="spellStart"/>
      <w:r w:rsidR="00E0544E" w:rsidRPr="00AB6B6C">
        <w:rPr>
          <w:rStyle w:val="Taille-1Caracteres"/>
        </w:rPr>
        <w:t>SANDIVOGIUS</w:t>
      </w:r>
      <w:proofErr w:type="spellEnd"/>
      <w:r>
        <w:rPr>
          <w:rStyle w:val="Taille-1Caracteres"/>
          <w:i/>
        </w:rPr>
        <w:t xml:space="preserve">, </w:t>
      </w:r>
      <w:proofErr w:type="spellStart"/>
      <w:r w:rsidR="00E0544E" w:rsidRPr="007818BD">
        <w:rPr>
          <w:rStyle w:val="Taille-1Caracteres"/>
          <w:i/>
        </w:rPr>
        <w:t>No</w:t>
      </w:r>
      <w:r w:rsidR="00E0544E">
        <w:rPr>
          <w:rStyle w:val="Taille-1Caracteres"/>
          <w:i/>
        </w:rPr>
        <w:t>uv</w:t>
      </w:r>
      <w:proofErr w:type="spellEnd"/>
      <w:r>
        <w:rPr>
          <w:rStyle w:val="Taille-1Caracteres"/>
          <w:i/>
        </w:rPr>
        <w:t xml:space="preserve">. </w:t>
      </w:r>
      <w:r w:rsidR="00E0544E" w:rsidRPr="007818BD">
        <w:rPr>
          <w:rStyle w:val="Taille-1Caracteres"/>
          <w:i/>
        </w:rPr>
        <w:t>lumière de l</w:t>
      </w:r>
      <w:r>
        <w:rPr>
          <w:rStyle w:val="Taille-1Caracteres"/>
          <w:i/>
        </w:rPr>
        <w:t>’</w:t>
      </w:r>
      <w:r w:rsidR="00E0544E" w:rsidRPr="007818BD">
        <w:rPr>
          <w:rStyle w:val="Taille-1Caracteres"/>
          <w:i/>
        </w:rPr>
        <w:t>Alchimie</w:t>
      </w:r>
      <w:r>
        <w:rPr>
          <w:rStyle w:val="Taille-1Caracteres"/>
          <w:i/>
        </w:rPr>
        <w:t>.)</w:t>
      </w:r>
    </w:p>
    <w:p w14:paraId="0ABFE227" w14:textId="77777777" w:rsidR="00E8465A" w:rsidRDefault="00E0544E" w:rsidP="00E0544E">
      <w:r w:rsidRPr="007818BD">
        <w:t>Le prince de *** n</w:t>
      </w:r>
      <w:r w:rsidR="00E8465A">
        <w:t>’</w:t>
      </w:r>
      <w:r w:rsidRPr="007818BD">
        <w:t>était pas un homme que Naples pouvait soupçonner de super</w:t>
      </w:r>
      <w:r w:rsidRPr="007818BD">
        <w:t>s</w:t>
      </w:r>
      <w:r w:rsidRPr="007818BD">
        <w:t>tition</w:t>
      </w:r>
      <w:r w:rsidR="00E8465A">
        <w:t xml:space="preserve">. </w:t>
      </w:r>
      <w:r w:rsidRPr="007818BD">
        <w:t>Cependant</w:t>
      </w:r>
      <w:r w:rsidR="00E8465A">
        <w:t xml:space="preserve">, </w:t>
      </w:r>
      <w:r w:rsidRPr="007818BD">
        <w:t>dans le midi de l</w:t>
      </w:r>
      <w:r w:rsidR="00E8465A">
        <w:t>’</w:t>
      </w:r>
      <w:r w:rsidRPr="007818BD">
        <w:t>Italie</w:t>
      </w:r>
      <w:r w:rsidR="00E8465A">
        <w:t xml:space="preserve">, </w:t>
      </w:r>
      <w:r w:rsidRPr="007818BD">
        <w:t>il existait encore alors</w:t>
      </w:r>
      <w:r w:rsidR="00E8465A">
        <w:t xml:space="preserve">, </w:t>
      </w:r>
      <w:r w:rsidRPr="007818BD">
        <w:t>et il existe même a</w:t>
      </w:r>
      <w:r w:rsidRPr="007818BD">
        <w:t>u</w:t>
      </w:r>
      <w:r w:rsidRPr="007818BD">
        <w:t>jourd</w:t>
      </w:r>
      <w:r w:rsidR="00E8465A">
        <w:t>’</w:t>
      </w:r>
      <w:r w:rsidRPr="007818BD">
        <w:t>hui un certain esprit de crédulité visible</w:t>
      </w:r>
      <w:r w:rsidR="00E8465A">
        <w:t xml:space="preserve">, </w:t>
      </w:r>
      <w:r w:rsidRPr="007818BD">
        <w:t>par intervalles</w:t>
      </w:r>
      <w:r w:rsidR="00E8465A">
        <w:t xml:space="preserve">, </w:t>
      </w:r>
      <w:r w:rsidRPr="007818BD">
        <w:t>parmi les doctrines les plus hardies de ses philosophes et de ses sceptiques</w:t>
      </w:r>
      <w:r w:rsidR="00E8465A">
        <w:t xml:space="preserve">. </w:t>
      </w:r>
      <w:r w:rsidRPr="007818BD">
        <w:t>Dans son enfance</w:t>
      </w:r>
      <w:r w:rsidR="00E8465A">
        <w:t xml:space="preserve">, </w:t>
      </w:r>
      <w:r w:rsidRPr="007818BD">
        <w:t>le prince avait entendu d</w:t>
      </w:r>
      <w:r w:rsidR="00E8465A">
        <w:t>’</w:t>
      </w:r>
      <w:r w:rsidRPr="007818BD">
        <w:t>étranges récits sur l</w:t>
      </w:r>
      <w:r w:rsidR="00E8465A">
        <w:t>’</w:t>
      </w:r>
      <w:r w:rsidRPr="007818BD">
        <w:t>ambition</w:t>
      </w:r>
      <w:r w:rsidR="00E8465A">
        <w:t xml:space="preserve">, </w:t>
      </w:r>
      <w:r w:rsidRPr="007818BD">
        <w:t>le génie et la destinée de son aïeul</w:t>
      </w:r>
      <w:r w:rsidR="00E8465A">
        <w:t xml:space="preserve">, </w:t>
      </w:r>
      <w:r w:rsidRPr="007818BD">
        <w:t>et</w:t>
      </w:r>
      <w:r w:rsidR="00E8465A">
        <w:t xml:space="preserve">, </w:t>
      </w:r>
      <w:r w:rsidRPr="007818BD">
        <w:t>sous l</w:t>
      </w:r>
      <w:r w:rsidR="00E8465A">
        <w:t>’</w:t>
      </w:r>
      <w:r w:rsidRPr="007818BD">
        <w:t>influence secrète peut-être de cet exemple</w:t>
      </w:r>
      <w:r w:rsidR="00E8465A">
        <w:t xml:space="preserve">, </w:t>
      </w:r>
      <w:r w:rsidRPr="007818BD">
        <w:t>il avait</w:t>
      </w:r>
      <w:r w:rsidR="00E8465A">
        <w:t xml:space="preserve">, </w:t>
      </w:r>
      <w:r w:rsidRPr="007818BD">
        <w:t>dans sa jeunesse</w:t>
      </w:r>
      <w:r w:rsidR="00E8465A">
        <w:t xml:space="preserve">, </w:t>
      </w:r>
      <w:r w:rsidRPr="007818BD">
        <w:t>recherché la science non-seulement par les voies légitimes</w:t>
      </w:r>
      <w:r w:rsidR="00E8465A">
        <w:t xml:space="preserve">, </w:t>
      </w:r>
      <w:r w:rsidRPr="007818BD">
        <w:t>mais encore dans les arcanes antiques et mystérieux des études magiques</w:t>
      </w:r>
      <w:r w:rsidR="00E8465A">
        <w:t xml:space="preserve">. </w:t>
      </w:r>
      <w:r w:rsidRPr="007818BD">
        <w:t>J</w:t>
      </w:r>
      <w:r w:rsidR="00E8465A">
        <w:t>’</w:t>
      </w:r>
      <w:r w:rsidRPr="007818BD">
        <w:t>ai vu moi-même à Naples un petit volume</w:t>
      </w:r>
      <w:r w:rsidR="00E8465A">
        <w:t xml:space="preserve">, </w:t>
      </w:r>
      <w:r w:rsidRPr="007818BD">
        <w:t>aux armes des Visconti</w:t>
      </w:r>
      <w:r w:rsidR="00E8465A">
        <w:t xml:space="preserve">, </w:t>
      </w:r>
      <w:r w:rsidRPr="007818BD">
        <w:t>qui traite de l</w:t>
      </w:r>
      <w:r w:rsidR="00E8465A">
        <w:t>’</w:t>
      </w:r>
      <w:r w:rsidRPr="007818BD">
        <w:t>alchimie d</w:t>
      </w:r>
      <w:r w:rsidR="00E8465A">
        <w:t>’</w:t>
      </w:r>
      <w:r w:rsidRPr="007818BD">
        <w:t>un ton demi-railleur</w:t>
      </w:r>
      <w:r w:rsidR="00E8465A">
        <w:t xml:space="preserve">, </w:t>
      </w:r>
      <w:r w:rsidRPr="007818BD">
        <w:t>demi-respectueux</w:t>
      </w:r>
      <w:r w:rsidR="00E8465A">
        <w:t xml:space="preserve">, </w:t>
      </w:r>
      <w:r w:rsidRPr="007818BD">
        <w:t>et qu</w:t>
      </w:r>
      <w:r w:rsidR="00E8465A">
        <w:t>’</w:t>
      </w:r>
      <w:r w:rsidRPr="007818BD">
        <w:t>on attribue au prince lui-même</w:t>
      </w:r>
      <w:r w:rsidR="00E8465A">
        <w:t>.</w:t>
      </w:r>
    </w:p>
    <w:p w14:paraId="692C0671" w14:textId="77777777" w:rsidR="00E8465A" w:rsidRDefault="00E0544E" w:rsidP="00E0544E">
      <w:r w:rsidRPr="007818BD">
        <w:t>Le plaisir le détourna bientôt de ces travaux</w:t>
      </w:r>
      <w:r w:rsidR="00E8465A">
        <w:t xml:space="preserve">, </w:t>
      </w:r>
      <w:r w:rsidRPr="007818BD">
        <w:t>et ses capac</w:t>
      </w:r>
      <w:r w:rsidRPr="007818BD">
        <w:t>i</w:t>
      </w:r>
      <w:r w:rsidRPr="007818BD">
        <w:t>tés</w:t>
      </w:r>
      <w:r w:rsidR="00E8465A">
        <w:t xml:space="preserve">, </w:t>
      </w:r>
      <w:r w:rsidRPr="007818BD">
        <w:t>incontestables d</w:t>
      </w:r>
      <w:r w:rsidR="00E8465A">
        <w:t>’</w:t>
      </w:r>
      <w:r w:rsidRPr="007818BD">
        <w:t>ailleurs</w:t>
      </w:r>
      <w:r w:rsidR="00E8465A">
        <w:t xml:space="preserve">, </w:t>
      </w:r>
      <w:r w:rsidRPr="007818BD">
        <w:t>se consacrèrent exclusivement à de folles intrigues</w:t>
      </w:r>
      <w:r w:rsidR="00E8465A">
        <w:t xml:space="preserve">, </w:t>
      </w:r>
      <w:r w:rsidRPr="007818BD">
        <w:t>ou à l</w:t>
      </w:r>
      <w:r w:rsidR="00E8465A">
        <w:t>’</w:t>
      </w:r>
      <w:r w:rsidRPr="007818BD">
        <w:t>étalage d</w:t>
      </w:r>
      <w:r w:rsidR="00E8465A">
        <w:t>’</w:t>
      </w:r>
      <w:r w:rsidRPr="007818BD">
        <w:t>une magnificence luxueuse unie à une certaine grâce classique</w:t>
      </w:r>
      <w:r w:rsidR="00E8465A">
        <w:t xml:space="preserve">. </w:t>
      </w:r>
      <w:r w:rsidRPr="007818BD">
        <w:t>Son immense fortune</w:t>
      </w:r>
      <w:r w:rsidR="00E8465A">
        <w:t xml:space="preserve">, </w:t>
      </w:r>
      <w:r w:rsidRPr="007818BD">
        <w:t>son o</w:t>
      </w:r>
      <w:r w:rsidRPr="007818BD">
        <w:t>r</w:t>
      </w:r>
      <w:r w:rsidRPr="007818BD">
        <w:t>gueil impérieux</w:t>
      </w:r>
      <w:r w:rsidR="00E8465A">
        <w:t xml:space="preserve">, </w:t>
      </w:r>
      <w:r w:rsidRPr="007818BD">
        <w:t>son caractère audacieux et sans scrupules</w:t>
      </w:r>
      <w:r w:rsidR="00E8465A">
        <w:t xml:space="preserve">, </w:t>
      </w:r>
      <w:r w:rsidRPr="007818BD">
        <w:t>en faisaient</w:t>
      </w:r>
      <w:r w:rsidR="00E8465A">
        <w:t xml:space="preserve">, </w:t>
      </w:r>
      <w:r w:rsidRPr="007818BD">
        <w:t>pour une cour faible et timide</w:t>
      </w:r>
      <w:r w:rsidR="00E8465A">
        <w:t xml:space="preserve">, </w:t>
      </w:r>
      <w:r w:rsidRPr="007818BD">
        <w:t>un sujet de crainte a</w:t>
      </w:r>
      <w:r w:rsidRPr="007818BD">
        <w:t>s</w:t>
      </w:r>
      <w:r w:rsidRPr="007818BD">
        <w:t>sez grave</w:t>
      </w:r>
      <w:r w:rsidR="00E8465A">
        <w:t xml:space="preserve"> ; </w:t>
      </w:r>
      <w:r w:rsidRPr="007818BD">
        <w:t>et les ministres d</w:t>
      </w:r>
      <w:r w:rsidR="00E8465A">
        <w:t>’</w:t>
      </w:r>
      <w:r w:rsidRPr="007818BD">
        <w:t>un gouvernement indolent fe</w:t>
      </w:r>
      <w:r w:rsidRPr="007818BD">
        <w:t>r</w:t>
      </w:r>
      <w:r w:rsidRPr="007818BD">
        <w:t>maient volontiers les yeux sur des excès qui avaient du moins l</w:t>
      </w:r>
      <w:r w:rsidR="00E8465A">
        <w:t>’</w:t>
      </w:r>
      <w:r w:rsidRPr="007818BD">
        <w:t>avantage de le détourner de l</w:t>
      </w:r>
      <w:r w:rsidR="00E8465A">
        <w:t>’</w:t>
      </w:r>
      <w:r w:rsidRPr="007818BD">
        <w:t>ambition</w:t>
      </w:r>
      <w:r w:rsidR="00E8465A">
        <w:t xml:space="preserve">. </w:t>
      </w:r>
      <w:r w:rsidRPr="007818BD">
        <w:lastRenderedPageBreak/>
        <w:t>L</w:t>
      </w:r>
      <w:r w:rsidR="00E8465A">
        <w:t>’</w:t>
      </w:r>
      <w:r w:rsidRPr="007818BD">
        <w:t>étrange visite et le départ plus étrange e</w:t>
      </w:r>
      <w:r w:rsidRPr="007818BD">
        <w:t>n</w:t>
      </w:r>
      <w:r w:rsidRPr="007818BD">
        <w:t xml:space="preserve">core de </w:t>
      </w:r>
      <w:proofErr w:type="spellStart"/>
      <w:r w:rsidRPr="007818BD">
        <w:t>Mejnour</w:t>
      </w:r>
      <w:proofErr w:type="spellEnd"/>
      <w:r w:rsidRPr="007818BD">
        <w:t xml:space="preserve"> remplit d</w:t>
      </w:r>
      <w:r w:rsidR="00E8465A">
        <w:t>’</w:t>
      </w:r>
      <w:r w:rsidRPr="007818BD">
        <w:t>étonnement le cœur du Napolitain</w:t>
      </w:r>
      <w:r w:rsidR="00E8465A">
        <w:t xml:space="preserve"> ; </w:t>
      </w:r>
      <w:r w:rsidRPr="007818BD">
        <w:t>et</w:t>
      </w:r>
      <w:r w:rsidR="00E8465A">
        <w:t xml:space="preserve">, </w:t>
      </w:r>
      <w:r w:rsidRPr="007818BD">
        <w:t>contre cette impression mystérieuse</w:t>
      </w:r>
      <w:r w:rsidR="00E8465A">
        <w:t xml:space="preserve">, </w:t>
      </w:r>
      <w:r w:rsidRPr="007818BD">
        <w:t>toute l</w:t>
      </w:r>
      <w:r w:rsidR="00E8465A">
        <w:t>’</w:t>
      </w:r>
      <w:r w:rsidRPr="007818BD">
        <w:t>arrogance hautaine</w:t>
      </w:r>
      <w:r w:rsidR="00E8465A">
        <w:t xml:space="preserve">, </w:t>
      </w:r>
      <w:r w:rsidRPr="007818BD">
        <w:t>tout le scepticisme raffiné de ses plus mûres années</w:t>
      </w:r>
      <w:r w:rsidR="00E8465A">
        <w:t xml:space="preserve">, </w:t>
      </w:r>
      <w:r w:rsidRPr="007818BD">
        <w:t>luttèrent en vain</w:t>
      </w:r>
      <w:r w:rsidR="00E8465A">
        <w:t xml:space="preserve">. </w:t>
      </w:r>
      <w:r w:rsidRPr="007818BD">
        <w:t>L</w:t>
      </w:r>
      <w:r w:rsidR="00E8465A">
        <w:t>’</w:t>
      </w:r>
      <w:r w:rsidRPr="007818BD">
        <w:t xml:space="preserve">apparition de </w:t>
      </w:r>
      <w:proofErr w:type="spellStart"/>
      <w:r w:rsidRPr="007818BD">
        <w:t>Mejnour</w:t>
      </w:r>
      <w:proofErr w:type="spellEnd"/>
      <w:r w:rsidRPr="007818BD">
        <w:t xml:space="preserve"> eut pour résultat de revêtir </w:t>
      </w:r>
      <w:proofErr w:type="spellStart"/>
      <w:r w:rsidRPr="007818BD">
        <w:t>Zanoni</w:t>
      </w:r>
      <w:proofErr w:type="spellEnd"/>
      <w:r w:rsidRPr="007818BD">
        <w:t xml:space="preserve"> d</w:t>
      </w:r>
      <w:r w:rsidR="00E8465A">
        <w:t>’</w:t>
      </w:r>
      <w:r w:rsidRPr="007818BD">
        <w:t>un caractère sous lequel le prince ne l</w:t>
      </w:r>
      <w:r w:rsidR="00E8465A">
        <w:t>’</w:t>
      </w:r>
      <w:r w:rsidRPr="007818BD">
        <w:t>avait point encore considéré</w:t>
      </w:r>
      <w:r w:rsidR="00E8465A">
        <w:t xml:space="preserve">. </w:t>
      </w:r>
      <w:r w:rsidRPr="007818BD">
        <w:t>Il sentit je ne sais que</w:t>
      </w:r>
      <w:r w:rsidRPr="007818BD">
        <w:t>l</w:t>
      </w:r>
      <w:r w:rsidRPr="007818BD">
        <w:t>les alarmes étranges en songeant quel rival il avait bravé</w:t>
      </w:r>
      <w:r w:rsidR="00E8465A">
        <w:t xml:space="preserve">, </w:t>
      </w:r>
      <w:r w:rsidRPr="007818BD">
        <w:t>quel ennemi il avait irrité</w:t>
      </w:r>
      <w:r w:rsidR="00E8465A">
        <w:t xml:space="preserve">. </w:t>
      </w:r>
      <w:r w:rsidRPr="007818BD">
        <w:t>Lorsque</w:t>
      </w:r>
      <w:r w:rsidR="00E8465A">
        <w:t xml:space="preserve">, </w:t>
      </w:r>
      <w:r w:rsidRPr="007818BD">
        <w:t>quelques heures à peine avant son banquet</w:t>
      </w:r>
      <w:r w:rsidR="00E8465A">
        <w:t xml:space="preserve">, </w:t>
      </w:r>
      <w:r w:rsidRPr="007818BD">
        <w:t>il fut r</w:t>
      </w:r>
      <w:r w:rsidRPr="007818BD">
        <w:t>e</w:t>
      </w:r>
      <w:r w:rsidRPr="007818BD">
        <w:t>devenu maître de lui-même</w:t>
      </w:r>
      <w:r w:rsidR="00E8465A">
        <w:t xml:space="preserve">, </w:t>
      </w:r>
      <w:r w:rsidRPr="007818BD">
        <w:t>c</w:t>
      </w:r>
      <w:r w:rsidR="00E8465A">
        <w:t>’</w:t>
      </w:r>
      <w:r w:rsidRPr="007818BD">
        <w:t>est avec une résolution morne et sombre qu</w:t>
      </w:r>
      <w:r w:rsidR="00E8465A">
        <w:t>’</w:t>
      </w:r>
      <w:r w:rsidRPr="007818BD">
        <w:t>il mûrit les plans perfides déjà formés par lui depuis longtemps</w:t>
      </w:r>
      <w:r w:rsidR="00E8465A">
        <w:t xml:space="preserve">. </w:t>
      </w:r>
      <w:r w:rsidRPr="007818BD">
        <w:t xml:space="preserve">Il lui sembla que la mort de </w:t>
      </w:r>
      <w:proofErr w:type="spellStart"/>
      <w:r w:rsidRPr="007818BD">
        <w:t>Zanoni</w:t>
      </w:r>
      <w:proofErr w:type="spellEnd"/>
      <w:r w:rsidRPr="007818BD">
        <w:t xml:space="preserve"> était nécessaire à sa propre sûreté</w:t>
      </w:r>
      <w:r w:rsidR="00E8465A">
        <w:t xml:space="preserve"> ; </w:t>
      </w:r>
      <w:r w:rsidRPr="007818BD">
        <w:t>et si déjà</w:t>
      </w:r>
      <w:r w:rsidR="00E8465A">
        <w:t xml:space="preserve">, </w:t>
      </w:r>
      <w:r w:rsidRPr="007818BD">
        <w:t>à une ép</w:t>
      </w:r>
      <w:r w:rsidRPr="007818BD">
        <w:t>o</w:t>
      </w:r>
      <w:r w:rsidRPr="007818BD">
        <w:t>que plus reculée de leur rivalité</w:t>
      </w:r>
      <w:r w:rsidR="00E8465A">
        <w:t xml:space="preserve">, </w:t>
      </w:r>
      <w:r w:rsidRPr="007818BD">
        <w:t>il avait condamné d</w:t>
      </w:r>
      <w:r w:rsidR="00E8465A">
        <w:t>’</w:t>
      </w:r>
      <w:r w:rsidRPr="007818BD">
        <w:t xml:space="preserve">avance </w:t>
      </w:r>
      <w:proofErr w:type="spellStart"/>
      <w:r w:rsidRPr="007818BD">
        <w:t>Z</w:t>
      </w:r>
      <w:r w:rsidRPr="007818BD">
        <w:t>a</w:t>
      </w:r>
      <w:r w:rsidRPr="007818BD">
        <w:t>noni</w:t>
      </w:r>
      <w:proofErr w:type="spellEnd"/>
      <w:r w:rsidR="00E8465A">
        <w:t xml:space="preserve">, </w:t>
      </w:r>
      <w:r w:rsidRPr="007818BD">
        <w:t xml:space="preserve">les avertissements de </w:t>
      </w:r>
      <w:proofErr w:type="spellStart"/>
      <w:r w:rsidRPr="007818BD">
        <w:t>Mejnour</w:t>
      </w:r>
      <w:proofErr w:type="spellEnd"/>
      <w:r w:rsidRPr="007818BD">
        <w:t xml:space="preserve"> ne faisaient que confi</w:t>
      </w:r>
      <w:r w:rsidRPr="007818BD">
        <w:t>r</w:t>
      </w:r>
      <w:r w:rsidRPr="007818BD">
        <w:t>mer sa décision</w:t>
      </w:r>
      <w:r w:rsidR="00E8465A">
        <w:t>.</w:t>
      </w:r>
    </w:p>
    <w:p w14:paraId="6F955027" w14:textId="77777777" w:rsidR="00E8465A" w:rsidRDefault="00E8465A" w:rsidP="00E0544E">
      <w:r>
        <w:t>« </w:t>
      </w:r>
      <w:r w:rsidR="00E0544E" w:rsidRPr="007818BD">
        <w:t>Nous verrons si sa magie va jusqu</w:t>
      </w:r>
      <w:r>
        <w:t>’</w:t>
      </w:r>
      <w:r w:rsidR="00E0544E" w:rsidRPr="007818BD">
        <w:t>à la connaissance des contre-poisons</w:t>
      </w:r>
      <w:r>
        <w:t>. »</w:t>
      </w:r>
      <w:r w:rsidR="00E0544E" w:rsidRPr="007818BD">
        <w:t xml:space="preserve"> dit-il à mi-voix et avec un sourire sinistre en faisant demander </w:t>
      </w:r>
      <w:proofErr w:type="spellStart"/>
      <w:r w:rsidR="00E0544E" w:rsidRPr="007818BD">
        <w:t>Mascari</w:t>
      </w:r>
      <w:proofErr w:type="spellEnd"/>
      <w:r>
        <w:t>.</w:t>
      </w:r>
    </w:p>
    <w:p w14:paraId="41D43E5A" w14:textId="77777777" w:rsidR="00E8465A" w:rsidRDefault="00E0544E" w:rsidP="00E0544E">
      <w:r w:rsidRPr="007818BD">
        <w:t>Le poison que le prince mêla de ses propres mains au vin destiné à son hôte</w:t>
      </w:r>
      <w:r w:rsidR="00E8465A">
        <w:t xml:space="preserve">, </w:t>
      </w:r>
      <w:r w:rsidRPr="007818BD">
        <w:t>était une composition dont le secret avait été une tradition de famille dans cette race co</w:t>
      </w:r>
      <w:r w:rsidRPr="007818BD">
        <w:t>u</w:t>
      </w:r>
      <w:r w:rsidRPr="007818BD">
        <w:t>pable et habile</w:t>
      </w:r>
      <w:r w:rsidR="00E8465A">
        <w:t xml:space="preserve">, </w:t>
      </w:r>
      <w:r w:rsidRPr="007818BD">
        <w:t>qui donna à l</w:t>
      </w:r>
      <w:r w:rsidR="00E8465A">
        <w:t>’</w:t>
      </w:r>
      <w:r w:rsidRPr="007818BD">
        <w:t>Italie ses plus sages et ses plus criminels tyrans</w:t>
      </w:r>
      <w:r w:rsidR="00E8465A">
        <w:t xml:space="preserve">. </w:t>
      </w:r>
      <w:r w:rsidRPr="007818BD">
        <w:t>Son e</w:t>
      </w:r>
      <w:r w:rsidRPr="007818BD">
        <w:t>f</w:t>
      </w:r>
      <w:r w:rsidRPr="007818BD">
        <w:t>fet était rapide sans être brusque</w:t>
      </w:r>
      <w:r w:rsidR="00E8465A">
        <w:t xml:space="preserve"> ; </w:t>
      </w:r>
      <w:r w:rsidRPr="007818BD">
        <w:t>il ne produisait aucune douleur</w:t>
      </w:r>
      <w:r w:rsidR="00E8465A">
        <w:t xml:space="preserve">, </w:t>
      </w:r>
      <w:r w:rsidRPr="007818BD">
        <w:t>ne laissant sur les traits aucune altération</w:t>
      </w:r>
      <w:r w:rsidR="00E8465A">
        <w:t xml:space="preserve">, </w:t>
      </w:r>
      <w:r w:rsidRPr="007818BD">
        <w:t>aucune tr</w:t>
      </w:r>
      <w:r w:rsidRPr="007818BD">
        <w:t>a</w:t>
      </w:r>
      <w:r w:rsidRPr="007818BD">
        <w:t>ce sur la peau qui pût éveiller un soupçon</w:t>
      </w:r>
      <w:r w:rsidR="00E8465A">
        <w:t xml:space="preserve"> ; </w:t>
      </w:r>
      <w:r w:rsidRPr="007818BD">
        <w:t>on aurait pu couper</w:t>
      </w:r>
      <w:r w:rsidR="00E8465A">
        <w:t xml:space="preserve">, </w:t>
      </w:r>
      <w:r w:rsidRPr="007818BD">
        <w:t>disséquer</w:t>
      </w:r>
      <w:r w:rsidR="00E8465A">
        <w:t xml:space="preserve">, </w:t>
      </w:r>
      <w:r w:rsidRPr="007818BD">
        <w:t>scruter la moindre membrane et jusqu</w:t>
      </w:r>
      <w:r w:rsidR="00E8465A">
        <w:t>’</w:t>
      </w:r>
      <w:r w:rsidRPr="007818BD">
        <w:t>à la dernière fibre du cadavre</w:t>
      </w:r>
      <w:r w:rsidR="00E8465A">
        <w:t xml:space="preserve">, </w:t>
      </w:r>
      <w:r w:rsidRPr="007818BD">
        <w:t>sans que l</w:t>
      </w:r>
      <w:r w:rsidR="00E8465A">
        <w:t>’</w:t>
      </w:r>
      <w:r w:rsidRPr="007818BD">
        <w:t>œil de l</w:t>
      </w:r>
      <w:r w:rsidR="00E8465A">
        <w:t>’</w:t>
      </w:r>
      <w:r w:rsidRPr="007818BD">
        <w:t>anatomiste le plus perspic</w:t>
      </w:r>
      <w:r w:rsidRPr="007818BD">
        <w:t>a</w:t>
      </w:r>
      <w:r w:rsidRPr="007818BD">
        <w:t>ce pût découvrir la présence de cet agent invisible de la mort</w:t>
      </w:r>
      <w:r w:rsidR="00E8465A">
        <w:t xml:space="preserve">. </w:t>
      </w:r>
      <w:r w:rsidRPr="007818BD">
        <w:t>Pendant deux heures la victime ne sentait rien</w:t>
      </w:r>
      <w:r w:rsidR="00E8465A">
        <w:t xml:space="preserve">, </w:t>
      </w:r>
      <w:r w:rsidRPr="007818BD">
        <w:t>si ce n</w:t>
      </w:r>
      <w:r w:rsidR="00E8465A">
        <w:t>’</w:t>
      </w:r>
      <w:r w:rsidRPr="007818BD">
        <w:t>est une légère et exhilarante surexcitation du sang</w:t>
      </w:r>
      <w:r w:rsidR="00E8465A">
        <w:t xml:space="preserve"> ; </w:t>
      </w:r>
      <w:r w:rsidRPr="007818BD">
        <w:t>puis survenait une langueur d</w:t>
      </w:r>
      <w:r w:rsidRPr="007818BD">
        <w:t>é</w:t>
      </w:r>
      <w:r w:rsidRPr="007818BD">
        <w:t>licieuse</w:t>
      </w:r>
      <w:r w:rsidR="00E8465A">
        <w:t xml:space="preserve">, </w:t>
      </w:r>
      <w:r w:rsidRPr="007818BD">
        <w:t xml:space="preserve">prodrome </w:t>
      </w:r>
      <w:r w:rsidRPr="007818BD">
        <w:lastRenderedPageBreak/>
        <w:t>infaillible de l</w:t>
      </w:r>
      <w:r w:rsidR="00E8465A">
        <w:t>’</w:t>
      </w:r>
      <w:r w:rsidRPr="007818BD">
        <w:t>apoplexie</w:t>
      </w:r>
      <w:r w:rsidR="00E8465A">
        <w:t xml:space="preserve">. </w:t>
      </w:r>
      <w:r w:rsidRPr="007818BD">
        <w:t>Dès lors</w:t>
      </w:r>
      <w:r w:rsidR="00E8465A">
        <w:t xml:space="preserve">, </w:t>
      </w:r>
      <w:r w:rsidRPr="007818BD">
        <w:t>la lancette ne pouvait plus sauver</w:t>
      </w:r>
      <w:r w:rsidR="00E8465A">
        <w:t xml:space="preserve">. </w:t>
      </w:r>
      <w:r w:rsidRPr="007818BD">
        <w:t>L</w:t>
      </w:r>
      <w:r w:rsidR="00E8465A">
        <w:t>’</w:t>
      </w:r>
      <w:r w:rsidRPr="007818BD">
        <w:t>apoplexie était dev</w:t>
      </w:r>
      <w:r w:rsidRPr="007818BD">
        <w:t>e</w:t>
      </w:r>
      <w:r w:rsidRPr="007818BD">
        <w:t>nue une maladie endémique et héréditaire dans les familles e</w:t>
      </w:r>
      <w:r w:rsidRPr="007818BD">
        <w:t>n</w:t>
      </w:r>
      <w:r w:rsidRPr="007818BD">
        <w:t>nemies des Visconti</w:t>
      </w:r>
      <w:r w:rsidR="00E8465A">
        <w:t>.</w:t>
      </w:r>
    </w:p>
    <w:p w14:paraId="7CD6487C" w14:textId="77777777" w:rsidR="00E8465A" w:rsidRDefault="00E0544E" w:rsidP="00E0544E">
      <w:pPr>
        <w:tabs>
          <w:tab w:val="left" w:pos="426"/>
        </w:tabs>
      </w:pPr>
      <w:r w:rsidRPr="007818BD">
        <w:t>L</w:t>
      </w:r>
      <w:r w:rsidR="00E8465A">
        <w:t>’</w:t>
      </w:r>
      <w:r w:rsidRPr="007818BD">
        <w:t>heure de la fête arriva</w:t>
      </w:r>
      <w:r w:rsidR="00E8465A">
        <w:t xml:space="preserve"> ; </w:t>
      </w:r>
      <w:r w:rsidRPr="007818BD">
        <w:t>les convives se réunirent</w:t>
      </w:r>
      <w:r w:rsidR="00E8465A">
        <w:t xml:space="preserve">. </w:t>
      </w:r>
      <w:r w:rsidRPr="007818BD">
        <w:t>C</w:t>
      </w:r>
      <w:r w:rsidR="00E8465A">
        <w:t>’</w:t>
      </w:r>
      <w:r w:rsidRPr="007818BD">
        <w:t>était la fleur de la noblesse napolitaine</w:t>
      </w:r>
      <w:r w:rsidR="00E8465A">
        <w:t xml:space="preserve"> : </w:t>
      </w:r>
      <w:r w:rsidRPr="007818BD">
        <w:t>les descendants du No</w:t>
      </w:r>
      <w:r w:rsidRPr="007818BD">
        <w:t>r</w:t>
      </w:r>
      <w:r w:rsidRPr="007818BD">
        <w:t>mand</w:t>
      </w:r>
      <w:r w:rsidR="00E8465A">
        <w:t xml:space="preserve">, </w:t>
      </w:r>
      <w:r w:rsidRPr="007818BD">
        <w:t>du Teuton</w:t>
      </w:r>
      <w:r w:rsidR="00E8465A">
        <w:t xml:space="preserve">, </w:t>
      </w:r>
      <w:r w:rsidRPr="007818BD">
        <w:t>du Goth</w:t>
      </w:r>
      <w:r w:rsidR="00E8465A">
        <w:t xml:space="preserve"> ; </w:t>
      </w:r>
      <w:r w:rsidRPr="007818BD">
        <w:t>car Naples avait alors une noblesse</w:t>
      </w:r>
      <w:r w:rsidR="00E8465A">
        <w:t xml:space="preserve">, </w:t>
      </w:r>
      <w:r w:rsidRPr="007818BD">
        <w:t>mais elle la tirait du Nord</w:t>
      </w:r>
      <w:r w:rsidR="00E8465A">
        <w:t xml:space="preserve">, </w:t>
      </w:r>
      <w:r w:rsidRPr="007818BD">
        <w:t>cette terre nourricière des cœurs de lion de la chevalerie</w:t>
      </w:r>
      <w:r w:rsidR="00E8465A">
        <w:t xml:space="preserve"> : </w:t>
      </w:r>
      <w:r w:rsidRPr="007818BD">
        <w:rPr>
          <w:i/>
          <w:iCs/>
        </w:rPr>
        <w:t>Nuri plenum</w:t>
      </w:r>
      <w:r w:rsidR="00E8465A">
        <w:t xml:space="preserve">. </w:t>
      </w:r>
      <w:proofErr w:type="spellStart"/>
      <w:r w:rsidRPr="007818BD">
        <w:t>Zanoni</w:t>
      </w:r>
      <w:proofErr w:type="spellEnd"/>
      <w:r w:rsidRPr="007818BD">
        <w:t xml:space="preserve"> arriva enfin à son tour</w:t>
      </w:r>
      <w:r w:rsidR="00E8465A">
        <w:t xml:space="preserve">, </w:t>
      </w:r>
      <w:r w:rsidRPr="007818BD">
        <w:t>et la foule s</w:t>
      </w:r>
      <w:r w:rsidR="00E8465A">
        <w:t>’</w:t>
      </w:r>
      <w:r w:rsidRPr="007818BD">
        <w:t>écarta pour permettre au brillant étranger d</w:t>
      </w:r>
      <w:r w:rsidR="00E8465A">
        <w:t>’</w:t>
      </w:r>
      <w:r w:rsidRPr="007818BD">
        <w:t>aborder le maître du palais</w:t>
      </w:r>
      <w:r w:rsidR="00E8465A">
        <w:t xml:space="preserve">. </w:t>
      </w:r>
      <w:r w:rsidRPr="007818BD">
        <w:t>Le prince l</w:t>
      </w:r>
      <w:r w:rsidR="00E8465A">
        <w:t>’</w:t>
      </w:r>
      <w:r w:rsidRPr="007818BD">
        <w:t>accueillit avec un so</w:t>
      </w:r>
      <w:r w:rsidRPr="007818BD">
        <w:t>u</w:t>
      </w:r>
      <w:r w:rsidRPr="007818BD">
        <w:t xml:space="preserve">rire significatif auquel </w:t>
      </w:r>
      <w:proofErr w:type="spellStart"/>
      <w:r w:rsidRPr="007818BD">
        <w:t>Zanoni</w:t>
      </w:r>
      <w:proofErr w:type="spellEnd"/>
      <w:r w:rsidRPr="007818BD">
        <w:t xml:space="preserve"> répondit à voix basse</w:t>
      </w:r>
      <w:r w:rsidR="00E8465A">
        <w:t> :</w:t>
      </w:r>
    </w:p>
    <w:p w14:paraId="559C7C69" w14:textId="0668C83C" w:rsidR="00E0544E" w:rsidRPr="007818BD" w:rsidRDefault="00E8465A" w:rsidP="00E0544E">
      <w:r>
        <w:t>« </w:t>
      </w:r>
      <w:r w:rsidR="00E0544E" w:rsidRPr="007818BD">
        <w:t>On peut quelquefois perdre</w:t>
      </w:r>
      <w:r>
        <w:t xml:space="preserve">, </w:t>
      </w:r>
      <w:r w:rsidR="00E0544E" w:rsidRPr="007818BD">
        <w:t>même avec des dés plo</w:t>
      </w:r>
      <w:r w:rsidR="00E0544E" w:rsidRPr="007818BD">
        <w:t>m</w:t>
      </w:r>
      <w:r w:rsidR="00E0544E" w:rsidRPr="007818BD">
        <w:t>bés</w:t>
      </w:r>
      <w:r>
        <w:t>. »</w:t>
      </w:r>
    </w:p>
    <w:p w14:paraId="15A6AB7B" w14:textId="77777777" w:rsidR="00E8465A" w:rsidRDefault="00E0544E" w:rsidP="00E0544E">
      <w:r w:rsidRPr="007818BD">
        <w:t>Le prince se mordit la lèvre</w:t>
      </w:r>
      <w:r w:rsidR="00E8465A">
        <w:t xml:space="preserve"> ; </w:t>
      </w:r>
      <w:proofErr w:type="spellStart"/>
      <w:r w:rsidRPr="007818BD">
        <w:t>Zanoni</w:t>
      </w:r>
      <w:proofErr w:type="spellEnd"/>
      <w:r w:rsidRPr="007818BD">
        <w:t xml:space="preserve"> passa et engagea la conversation avec l</w:t>
      </w:r>
      <w:r w:rsidR="00E8465A">
        <w:t>’</w:t>
      </w:r>
      <w:r w:rsidRPr="007818BD">
        <w:t xml:space="preserve">obséquieux </w:t>
      </w:r>
      <w:proofErr w:type="spellStart"/>
      <w:r w:rsidRPr="007818BD">
        <w:t>Mascari</w:t>
      </w:r>
      <w:proofErr w:type="spellEnd"/>
      <w:r w:rsidR="00E8465A">
        <w:t>.</w:t>
      </w:r>
    </w:p>
    <w:p w14:paraId="34CEBBF9" w14:textId="77777777" w:rsidR="00E8465A" w:rsidRDefault="00E8465A" w:rsidP="00E0544E">
      <w:r>
        <w:t>« </w:t>
      </w:r>
      <w:r w:rsidR="00E0544E" w:rsidRPr="007818BD">
        <w:t>Qui doit hériter du prince</w:t>
      </w:r>
      <w:r>
        <w:t xml:space="preserve"> ? </w:t>
      </w:r>
      <w:r w:rsidR="00E0544E" w:rsidRPr="007818BD">
        <w:t>demanda-t-il</w:t>
      </w:r>
      <w:r>
        <w:t>.</w:t>
      </w:r>
    </w:p>
    <w:p w14:paraId="09C22C3A" w14:textId="77777777" w:rsidR="00E8465A" w:rsidRDefault="00E8465A" w:rsidP="00E0544E">
      <w:r>
        <w:t>— </w:t>
      </w:r>
      <w:r w:rsidR="00E0544E" w:rsidRPr="007818BD">
        <w:t>Un parent éloigné du côté maternel</w:t>
      </w:r>
      <w:r>
        <w:t xml:space="preserve"> : </w:t>
      </w:r>
      <w:r w:rsidR="00E0544E" w:rsidRPr="007818BD">
        <w:t>la ligne masculine s</w:t>
      </w:r>
      <w:r>
        <w:t>’</w:t>
      </w:r>
      <w:r w:rsidR="00E0544E" w:rsidRPr="007818BD">
        <w:t>éteint avec Son Excellence</w:t>
      </w:r>
      <w:r>
        <w:t>.</w:t>
      </w:r>
    </w:p>
    <w:p w14:paraId="746546E9" w14:textId="77777777" w:rsidR="00E8465A" w:rsidRDefault="00E8465A" w:rsidP="00E0544E">
      <w:r>
        <w:t>— </w:t>
      </w:r>
      <w:r w:rsidR="00E0544E" w:rsidRPr="007818BD">
        <w:t>L</w:t>
      </w:r>
      <w:r>
        <w:t>’</w:t>
      </w:r>
      <w:r w:rsidR="00E0544E" w:rsidRPr="007818BD">
        <w:t>héritier est-il du nombre des convives aujourd</w:t>
      </w:r>
      <w:r>
        <w:t>’</w:t>
      </w:r>
      <w:r w:rsidR="00E0544E" w:rsidRPr="007818BD">
        <w:t>hui</w:t>
      </w:r>
      <w:r>
        <w:t> ?</w:t>
      </w:r>
    </w:p>
    <w:p w14:paraId="79F954C9" w14:textId="77777777" w:rsidR="00E8465A" w:rsidRDefault="00E8465A" w:rsidP="00E0544E">
      <w:r>
        <w:t>— </w:t>
      </w:r>
      <w:r w:rsidR="00E0544E" w:rsidRPr="007818BD">
        <w:t>Non</w:t>
      </w:r>
      <w:r>
        <w:t xml:space="preserve"> ! </w:t>
      </w:r>
      <w:r w:rsidR="00E0544E" w:rsidRPr="007818BD">
        <w:t>le prince ne le voit jamais</w:t>
      </w:r>
      <w:r>
        <w:t>.</w:t>
      </w:r>
    </w:p>
    <w:p w14:paraId="164D0DA7" w14:textId="6C5E553F" w:rsidR="00E0544E" w:rsidRPr="007818BD" w:rsidRDefault="00E8465A" w:rsidP="00E0544E">
      <w:r>
        <w:t>— </w:t>
      </w:r>
      <w:r w:rsidR="00E0544E" w:rsidRPr="007818BD">
        <w:t>N</w:t>
      </w:r>
      <w:r>
        <w:t>’</w:t>
      </w:r>
      <w:r w:rsidR="00E0544E" w:rsidRPr="007818BD">
        <w:t>importe</w:t>
      </w:r>
      <w:r>
        <w:t xml:space="preserve"> ; </w:t>
      </w:r>
      <w:r w:rsidR="00E0544E" w:rsidRPr="007818BD">
        <w:t>il sera ici demain</w:t>
      </w:r>
      <w:r>
        <w:t>. »</w:t>
      </w:r>
    </w:p>
    <w:p w14:paraId="6043BFF1" w14:textId="77777777" w:rsidR="00E8465A" w:rsidRDefault="00E0544E" w:rsidP="00E0544E">
      <w:proofErr w:type="spellStart"/>
      <w:r w:rsidRPr="007818BD">
        <w:t>Mascari</w:t>
      </w:r>
      <w:proofErr w:type="spellEnd"/>
      <w:r w:rsidRPr="007818BD">
        <w:t xml:space="preserve"> le regarda avec surprise</w:t>
      </w:r>
      <w:r w:rsidR="00E8465A">
        <w:t xml:space="preserve"> ; </w:t>
      </w:r>
      <w:r w:rsidRPr="007818BD">
        <w:t>mais le signal du banquet fut donné</w:t>
      </w:r>
      <w:r w:rsidR="00E8465A">
        <w:t xml:space="preserve">, </w:t>
      </w:r>
      <w:r w:rsidRPr="007818BD">
        <w:t>et les convives passèrent dans la salle du festin</w:t>
      </w:r>
      <w:r w:rsidR="00E8465A">
        <w:t xml:space="preserve">. </w:t>
      </w:r>
      <w:r w:rsidRPr="007818BD">
        <w:t>Comme c</w:t>
      </w:r>
      <w:r w:rsidR="00E8465A">
        <w:t>’</w:t>
      </w:r>
      <w:r w:rsidRPr="007818BD">
        <w:t>était l</w:t>
      </w:r>
      <w:r w:rsidR="00E8465A">
        <w:t>’</w:t>
      </w:r>
      <w:r w:rsidRPr="007818BD">
        <w:t>usage alors</w:t>
      </w:r>
      <w:r w:rsidR="00E8465A">
        <w:t xml:space="preserve">, </w:t>
      </w:r>
      <w:r w:rsidRPr="007818BD">
        <w:t>il avait lieu peu de temps après m</w:t>
      </w:r>
      <w:r w:rsidRPr="007818BD">
        <w:t>i</w:t>
      </w:r>
      <w:r w:rsidRPr="007818BD">
        <w:t>di</w:t>
      </w:r>
      <w:r w:rsidR="00E8465A">
        <w:t xml:space="preserve">. </w:t>
      </w:r>
      <w:r w:rsidRPr="007818BD">
        <w:t>La salle était longue et ovale</w:t>
      </w:r>
      <w:r w:rsidR="00E8465A">
        <w:t xml:space="preserve"> : </w:t>
      </w:r>
      <w:r w:rsidRPr="007818BD">
        <w:t>un côté tout entier donnait</w:t>
      </w:r>
      <w:r w:rsidR="00E8465A">
        <w:t xml:space="preserve">, </w:t>
      </w:r>
      <w:r w:rsidRPr="007818BD">
        <w:t>par sa colonnade de marbre</w:t>
      </w:r>
      <w:r w:rsidR="00E8465A">
        <w:t xml:space="preserve">, </w:t>
      </w:r>
      <w:r w:rsidRPr="007818BD">
        <w:t>sur un jardin où l</w:t>
      </w:r>
      <w:r w:rsidR="00E8465A">
        <w:t>’</w:t>
      </w:r>
      <w:r w:rsidRPr="007818BD">
        <w:t xml:space="preserve">œil se reposait agréablement sur de fraîches fontaines et des statues </w:t>
      </w:r>
      <w:r w:rsidRPr="007818BD">
        <w:lastRenderedPageBreak/>
        <w:t>du marbre le plus blanc</w:t>
      </w:r>
      <w:r w:rsidR="00E8465A">
        <w:t xml:space="preserve">, </w:t>
      </w:r>
      <w:r w:rsidRPr="007818BD">
        <w:t>à demi cachées dans des bosquets d</w:t>
      </w:r>
      <w:r w:rsidR="00E8465A">
        <w:t>’</w:t>
      </w:r>
      <w:r w:rsidRPr="007818BD">
        <w:t>orangers</w:t>
      </w:r>
      <w:r w:rsidR="00E8465A">
        <w:t xml:space="preserve">. </w:t>
      </w:r>
      <w:r w:rsidRPr="007818BD">
        <w:t>On avait mis à contribution tous les arts que le luxe peut inventer pour répandre la fraîcheur dans l</w:t>
      </w:r>
      <w:r w:rsidR="00E8465A">
        <w:t>’</w:t>
      </w:r>
      <w:r w:rsidRPr="007818BD">
        <w:t>atmosphère énervante et i</w:t>
      </w:r>
      <w:r w:rsidRPr="007818BD">
        <w:t>m</w:t>
      </w:r>
      <w:r w:rsidRPr="007818BD">
        <w:t>mobile d</w:t>
      </w:r>
      <w:r w:rsidR="00E8465A">
        <w:t>’</w:t>
      </w:r>
      <w:r w:rsidRPr="007818BD">
        <w:t>une journée de s</w:t>
      </w:r>
      <w:r w:rsidRPr="007818BD">
        <w:t>i</w:t>
      </w:r>
      <w:r w:rsidRPr="007818BD">
        <w:t>rocco</w:t>
      </w:r>
      <w:r w:rsidR="00E8465A">
        <w:t xml:space="preserve">. </w:t>
      </w:r>
      <w:r w:rsidRPr="007818BD">
        <w:t>Des courants d</w:t>
      </w:r>
      <w:r w:rsidR="00E8465A">
        <w:t>’</w:t>
      </w:r>
      <w:r w:rsidRPr="007818BD">
        <w:t>air artificiels circulaient à travers des tubes invisibles</w:t>
      </w:r>
      <w:r w:rsidR="00E8465A">
        <w:t xml:space="preserve"> ; </w:t>
      </w:r>
      <w:r w:rsidRPr="007818BD">
        <w:t>des r</w:t>
      </w:r>
      <w:r w:rsidRPr="007818BD">
        <w:t>i</w:t>
      </w:r>
      <w:r w:rsidRPr="007818BD">
        <w:t>deaux de soie agités comme pour simuler aux sens trompés une brise d</w:t>
      </w:r>
      <w:r w:rsidR="00E8465A">
        <w:t>’</w:t>
      </w:r>
      <w:r w:rsidRPr="007818BD">
        <w:t>avril</w:t>
      </w:r>
      <w:r w:rsidR="00E8465A">
        <w:t xml:space="preserve">, </w:t>
      </w:r>
      <w:r w:rsidRPr="007818BD">
        <w:t>et des jets d</w:t>
      </w:r>
      <w:r w:rsidR="00E8465A">
        <w:t>’</w:t>
      </w:r>
      <w:r w:rsidRPr="007818BD">
        <w:t>eau en miniature disposés dans tous les coins de la salle</w:t>
      </w:r>
      <w:r w:rsidR="00E8465A">
        <w:t xml:space="preserve">, </w:t>
      </w:r>
      <w:r w:rsidRPr="007818BD">
        <w:t>donnaient aux Italiens la sensation de bien-être et de confort</w:t>
      </w:r>
      <w:r w:rsidR="00E8465A">
        <w:t xml:space="preserve"> (</w:t>
      </w:r>
      <w:r w:rsidRPr="007818BD">
        <w:t>si je puis employer ce terme</w:t>
      </w:r>
      <w:r w:rsidR="00E8465A">
        <w:t xml:space="preserve">) </w:t>
      </w:r>
      <w:r w:rsidRPr="007818BD">
        <w:t>que dans les climats du Nord on doit à des rideaux bien tirés</w:t>
      </w:r>
      <w:r w:rsidR="00E8465A">
        <w:t xml:space="preserve">, </w:t>
      </w:r>
      <w:r w:rsidRPr="007818BD">
        <w:t>et à un foyer où brille un large feu</w:t>
      </w:r>
      <w:r w:rsidR="00E8465A">
        <w:t>.</w:t>
      </w:r>
    </w:p>
    <w:p w14:paraId="5B7B77B9" w14:textId="77777777" w:rsidR="00E8465A" w:rsidRDefault="00E0544E" w:rsidP="00E0544E">
      <w:r w:rsidRPr="007818BD">
        <w:t>La conversation avait quelque chose de plus animé et de plus intellectuel que celle qui règne ordinairement dans le Midi parmi les gens</w:t>
      </w:r>
      <w:r w:rsidR="00E8465A">
        <w:t>-</w:t>
      </w:r>
      <w:r w:rsidRPr="007818BD">
        <w:t>avides de jouissances grossi</w:t>
      </w:r>
      <w:r w:rsidRPr="007818BD">
        <w:t>è</w:t>
      </w:r>
      <w:r w:rsidRPr="007818BD">
        <w:t>res</w:t>
      </w:r>
      <w:r w:rsidR="00E8465A">
        <w:t xml:space="preserve"> : </w:t>
      </w:r>
      <w:r w:rsidRPr="007818BD">
        <w:t>car le prince</w:t>
      </w:r>
      <w:r w:rsidR="00E8465A">
        <w:t xml:space="preserve">, </w:t>
      </w:r>
      <w:r w:rsidRPr="007818BD">
        <w:t>accompli lui-même</w:t>
      </w:r>
      <w:r w:rsidR="00E8465A">
        <w:t xml:space="preserve">, </w:t>
      </w:r>
      <w:r w:rsidRPr="007818BD">
        <w:t>recherchait la société non seulement des beaux esprits de son pays</w:t>
      </w:r>
      <w:r w:rsidR="00E8465A">
        <w:t xml:space="preserve">, </w:t>
      </w:r>
      <w:r w:rsidRPr="007818BD">
        <w:t>mais encore des personnes dont la vie élégante et frivole mêlait à la monotonie assez vulgaire du mo</w:t>
      </w:r>
      <w:r w:rsidRPr="007818BD">
        <w:t>n</w:t>
      </w:r>
      <w:r w:rsidRPr="007818BD">
        <w:t>de napolitain un élément de variété et de distin</w:t>
      </w:r>
      <w:r w:rsidRPr="007818BD">
        <w:t>c</w:t>
      </w:r>
      <w:r w:rsidRPr="007818BD">
        <w:t>tion</w:t>
      </w:r>
      <w:r w:rsidR="00E8465A">
        <w:t xml:space="preserve">. </w:t>
      </w:r>
      <w:r w:rsidRPr="007818BD">
        <w:t>Il y avait là deux ou trois Français brillants de l</w:t>
      </w:r>
      <w:r w:rsidR="00E8465A">
        <w:t>’</w:t>
      </w:r>
      <w:r w:rsidRPr="007818BD">
        <w:t>ancien régime</w:t>
      </w:r>
      <w:r w:rsidR="00E8465A">
        <w:t xml:space="preserve">, </w:t>
      </w:r>
      <w:r w:rsidRPr="007818BD">
        <w:t>qui avaient pris les devants de l</w:t>
      </w:r>
      <w:r w:rsidR="00E8465A">
        <w:t>’</w:t>
      </w:r>
      <w:r w:rsidRPr="007818BD">
        <w:t>émigration</w:t>
      </w:r>
      <w:r w:rsidR="00E8465A">
        <w:t xml:space="preserve">, </w:t>
      </w:r>
      <w:r w:rsidRPr="007818BD">
        <w:t>et le tour d</w:t>
      </w:r>
      <w:r w:rsidR="00E8465A">
        <w:t>’</w:t>
      </w:r>
      <w:r w:rsidRPr="007818BD">
        <w:t>esprit et de conve</w:t>
      </w:r>
      <w:r w:rsidRPr="007818BD">
        <w:t>r</w:t>
      </w:r>
      <w:r w:rsidRPr="007818BD">
        <w:t>sation de ces convives ne pouvait que plaire à une société dont la foi et la philosophie se résumaient tout enti</w:t>
      </w:r>
      <w:r w:rsidRPr="007818BD">
        <w:t>è</w:t>
      </w:r>
      <w:r w:rsidRPr="007818BD">
        <w:t xml:space="preserve">res dans le </w:t>
      </w:r>
      <w:r w:rsidRPr="007818BD">
        <w:rPr>
          <w:i/>
          <w:iCs/>
        </w:rPr>
        <w:t xml:space="preserve">dolce far </w:t>
      </w:r>
      <w:proofErr w:type="spellStart"/>
      <w:r w:rsidRPr="007818BD">
        <w:rPr>
          <w:i/>
          <w:iCs/>
        </w:rPr>
        <w:t>niente</w:t>
      </w:r>
      <w:proofErr w:type="spellEnd"/>
      <w:r w:rsidR="00E8465A">
        <w:t>.</w:t>
      </w:r>
    </w:p>
    <w:p w14:paraId="43102C88" w14:textId="77777777" w:rsidR="00E8465A" w:rsidRDefault="00E0544E" w:rsidP="00E0544E">
      <w:r w:rsidRPr="007818BD">
        <w:t>Le prince</w:t>
      </w:r>
      <w:r w:rsidR="00E8465A">
        <w:t xml:space="preserve">, </w:t>
      </w:r>
      <w:r w:rsidRPr="007818BD">
        <w:t>cependant</w:t>
      </w:r>
      <w:r w:rsidR="00E8465A">
        <w:t xml:space="preserve">, </w:t>
      </w:r>
      <w:r w:rsidRPr="007818BD">
        <w:t>était moins communicatif qu</w:t>
      </w:r>
      <w:r w:rsidR="00E8465A">
        <w:t>’</w:t>
      </w:r>
      <w:r w:rsidRPr="007818BD">
        <w:t>à l</w:t>
      </w:r>
      <w:r w:rsidR="00E8465A">
        <w:t>’</w:t>
      </w:r>
      <w:r w:rsidRPr="007818BD">
        <w:t>ordinaire</w:t>
      </w:r>
      <w:r w:rsidR="00E8465A">
        <w:t xml:space="preserve">, </w:t>
      </w:r>
      <w:r w:rsidRPr="007818BD">
        <w:t>et</w:t>
      </w:r>
      <w:r w:rsidR="00E8465A">
        <w:t xml:space="preserve">, </w:t>
      </w:r>
      <w:r w:rsidRPr="007818BD">
        <w:t>dans les m</w:t>
      </w:r>
      <w:r w:rsidRPr="007818BD">
        <w:t>o</w:t>
      </w:r>
      <w:r w:rsidRPr="007818BD">
        <w:t>ments où il cherchait à se secouer</w:t>
      </w:r>
      <w:r w:rsidR="00E8465A">
        <w:t xml:space="preserve">, </w:t>
      </w:r>
      <w:r w:rsidRPr="007818BD">
        <w:t>il y avait dans sa manière quelque chose de forcé et d</w:t>
      </w:r>
      <w:r w:rsidR="00E8465A">
        <w:t>’</w:t>
      </w:r>
      <w:r w:rsidRPr="007818BD">
        <w:t>emprunté</w:t>
      </w:r>
      <w:r w:rsidR="00E8465A">
        <w:t xml:space="preserve">. </w:t>
      </w:r>
      <w:r w:rsidRPr="007818BD">
        <w:t>Il était toujours au-dessous ou au-dessus du ton d</w:t>
      </w:r>
      <w:r w:rsidR="00E8465A">
        <w:t>’</w:t>
      </w:r>
      <w:r w:rsidRPr="007818BD">
        <w:t>un enjouement nat</w:t>
      </w:r>
      <w:r w:rsidRPr="007818BD">
        <w:t>u</w:t>
      </w:r>
      <w:r w:rsidRPr="007818BD">
        <w:t>rel</w:t>
      </w:r>
      <w:r w:rsidR="00E8465A">
        <w:t xml:space="preserve">. </w:t>
      </w:r>
      <w:proofErr w:type="spellStart"/>
      <w:r w:rsidRPr="007818BD">
        <w:t>Zanoni</w:t>
      </w:r>
      <w:proofErr w:type="spellEnd"/>
      <w:r w:rsidR="00E8465A">
        <w:t xml:space="preserve">, </w:t>
      </w:r>
      <w:r w:rsidRPr="007818BD">
        <w:t>au contraire</w:t>
      </w:r>
      <w:r w:rsidR="00E8465A">
        <w:t xml:space="preserve">, </w:t>
      </w:r>
      <w:r w:rsidRPr="007818BD">
        <w:t>montra constamment une aisance calme et polie qu</w:t>
      </w:r>
      <w:r w:rsidR="00E8465A">
        <w:t>’</w:t>
      </w:r>
      <w:r w:rsidRPr="007818BD">
        <w:t>on a</w:t>
      </w:r>
      <w:r w:rsidRPr="007818BD">
        <w:t>t</w:t>
      </w:r>
      <w:r w:rsidRPr="007818BD">
        <w:t>tribuait à son long usage du monde</w:t>
      </w:r>
      <w:r w:rsidR="00E8465A">
        <w:t xml:space="preserve">. </w:t>
      </w:r>
      <w:r w:rsidRPr="007818BD">
        <w:t>On ne pouvait l</w:t>
      </w:r>
      <w:r w:rsidR="00E8465A">
        <w:t>’</w:t>
      </w:r>
      <w:r w:rsidRPr="007818BD">
        <w:t>appeler précisément gai</w:t>
      </w:r>
      <w:r w:rsidR="00E8465A">
        <w:t xml:space="preserve"> : </w:t>
      </w:r>
      <w:r w:rsidRPr="007818BD">
        <w:t>et cependant personne n</w:t>
      </w:r>
      <w:r w:rsidR="00E8465A">
        <w:t>’</w:t>
      </w:r>
      <w:r w:rsidRPr="007818BD">
        <w:t>était mieux fait pour entretenir l</w:t>
      </w:r>
      <w:r w:rsidR="00E8465A">
        <w:t>’</w:t>
      </w:r>
      <w:r w:rsidRPr="007818BD">
        <w:t>animation générale d</w:t>
      </w:r>
      <w:r w:rsidR="00E8465A">
        <w:t>’</w:t>
      </w:r>
      <w:r w:rsidRPr="007818BD">
        <w:t>une r</w:t>
      </w:r>
      <w:r w:rsidRPr="007818BD">
        <w:t>é</w:t>
      </w:r>
      <w:r w:rsidRPr="007818BD">
        <w:t>union de ce genre</w:t>
      </w:r>
      <w:r w:rsidR="00E8465A">
        <w:t xml:space="preserve">. </w:t>
      </w:r>
      <w:r w:rsidRPr="007818BD">
        <w:t>Par une sorte d</w:t>
      </w:r>
      <w:r w:rsidR="00E8465A">
        <w:t>’</w:t>
      </w:r>
      <w:r w:rsidRPr="007818BD">
        <w:t>intuition</w:t>
      </w:r>
      <w:r w:rsidR="00E8465A">
        <w:t xml:space="preserve">, </w:t>
      </w:r>
      <w:r w:rsidRPr="007818BD">
        <w:lastRenderedPageBreak/>
        <w:t>il semblait faire ressortir les qualités d</w:t>
      </w:r>
      <w:r w:rsidR="00E8465A">
        <w:t>’</w:t>
      </w:r>
      <w:r w:rsidRPr="007818BD">
        <w:t>esprit particulières à chaque convive</w:t>
      </w:r>
      <w:r w:rsidR="00E8465A">
        <w:t xml:space="preserve"> ; </w:t>
      </w:r>
      <w:r w:rsidRPr="007818BD">
        <w:t>et si parfois un ton de fine ironie se mêlait imperceptiblement à ses paroles</w:t>
      </w:r>
      <w:r w:rsidR="00E8465A">
        <w:t xml:space="preserve">, </w:t>
      </w:r>
      <w:r w:rsidRPr="007818BD">
        <w:t>cela passait</w:t>
      </w:r>
      <w:r w:rsidR="00E8465A">
        <w:t xml:space="preserve">, </w:t>
      </w:r>
      <w:r w:rsidRPr="007818BD">
        <w:t>parmi des hommes qui ne prenaient rien au sérieux</w:t>
      </w:r>
      <w:r w:rsidR="00E8465A">
        <w:t xml:space="preserve">, </w:t>
      </w:r>
      <w:r w:rsidRPr="007818BD">
        <w:t>pour le langage de l</w:t>
      </w:r>
      <w:r w:rsidR="00E8465A">
        <w:t>’</w:t>
      </w:r>
      <w:r w:rsidRPr="007818BD">
        <w:t xml:space="preserve">esprit et de la sagesse </w:t>
      </w:r>
      <w:proofErr w:type="spellStart"/>
      <w:r w:rsidRPr="007818BD">
        <w:t>tout</w:t>
      </w:r>
      <w:proofErr w:type="spellEnd"/>
      <w:r w:rsidRPr="007818BD">
        <w:t xml:space="preserve"> ensemble</w:t>
      </w:r>
      <w:r w:rsidR="00E8465A">
        <w:t xml:space="preserve">. </w:t>
      </w:r>
      <w:r w:rsidRPr="007818BD">
        <w:t>Les Fra</w:t>
      </w:r>
      <w:r w:rsidRPr="007818BD">
        <w:t>n</w:t>
      </w:r>
      <w:r w:rsidRPr="007818BD">
        <w:t>çais surtout ne pouvaient que s</w:t>
      </w:r>
      <w:r w:rsidR="00E8465A">
        <w:t>’</w:t>
      </w:r>
      <w:r w:rsidRPr="007818BD">
        <w:t>émerveiller de sa parfaite connaissance des évén</w:t>
      </w:r>
      <w:r w:rsidRPr="007818BD">
        <w:t>e</w:t>
      </w:r>
      <w:r w:rsidRPr="007818BD">
        <w:t>ments les plus minutieux qui s</w:t>
      </w:r>
      <w:r w:rsidR="00E8465A">
        <w:t>’</w:t>
      </w:r>
      <w:r w:rsidRPr="007818BD">
        <w:t>étaient passés dans leur pays</w:t>
      </w:r>
      <w:r w:rsidR="00E8465A">
        <w:t xml:space="preserve">, </w:t>
      </w:r>
      <w:r w:rsidRPr="007818BD">
        <w:t>et la pénétration qu</w:t>
      </w:r>
      <w:r w:rsidR="00E8465A">
        <w:t>’</w:t>
      </w:r>
      <w:r w:rsidRPr="007818BD">
        <w:t>il trahi</w:t>
      </w:r>
      <w:r w:rsidRPr="007818BD">
        <w:t>s</w:t>
      </w:r>
      <w:r w:rsidRPr="007818BD">
        <w:t>sait par des épigrammes sur les principaux personnages de la grande intrigue continentale d</w:t>
      </w:r>
      <w:r w:rsidR="00E8465A">
        <w:t>’</w:t>
      </w:r>
      <w:r w:rsidRPr="007818BD">
        <w:t>alors</w:t>
      </w:r>
      <w:r w:rsidR="00E8465A">
        <w:t xml:space="preserve">, </w:t>
      </w:r>
      <w:r w:rsidRPr="007818BD">
        <w:t>était pour eux un sujet de profond étonnement</w:t>
      </w:r>
      <w:r w:rsidR="00E8465A">
        <w:t>.</w:t>
      </w:r>
    </w:p>
    <w:p w14:paraId="4FB4CD98" w14:textId="77777777" w:rsidR="00E8465A" w:rsidRDefault="00E0544E" w:rsidP="00E0544E">
      <w:r w:rsidRPr="007818BD">
        <w:t>C</w:t>
      </w:r>
      <w:r w:rsidR="00E8465A">
        <w:t>’</w:t>
      </w:r>
      <w:r w:rsidRPr="007818BD">
        <w:t>est au moment où la fête</w:t>
      </w:r>
      <w:r w:rsidR="00E8465A">
        <w:t xml:space="preserve">, </w:t>
      </w:r>
      <w:r w:rsidRPr="007818BD">
        <w:t>et avec elle la conversation</w:t>
      </w:r>
      <w:r w:rsidR="00E8465A">
        <w:t xml:space="preserve">, </w:t>
      </w:r>
      <w:r w:rsidRPr="007818BD">
        <w:t>avaient atteint leur plus grand éclat</w:t>
      </w:r>
      <w:r w:rsidR="00E8465A">
        <w:t xml:space="preserve">, </w:t>
      </w:r>
      <w:r w:rsidRPr="007818BD">
        <w:t xml:space="preserve">que </w:t>
      </w:r>
      <w:proofErr w:type="spellStart"/>
      <w:r w:rsidRPr="007818BD">
        <w:t>Glyndon</w:t>
      </w:r>
      <w:proofErr w:type="spellEnd"/>
      <w:r w:rsidRPr="007818BD">
        <w:t xml:space="preserve"> arriva au p</w:t>
      </w:r>
      <w:r w:rsidRPr="007818BD">
        <w:t>a</w:t>
      </w:r>
      <w:r w:rsidRPr="007818BD">
        <w:t>lais</w:t>
      </w:r>
      <w:r w:rsidR="00E8465A">
        <w:t xml:space="preserve">. </w:t>
      </w:r>
      <w:r w:rsidRPr="007818BD">
        <w:t>Le gardien vit à sa tenue qu</w:t>
      </w:r>
      <w:r w:rsidR="00E8465A">
        <w:t>’</w:t>
      </w:r>
      <w:r w:rsidRPr="007818BD">
        <w:t>il n</w:t>
      </w:r>
      <w:r w:rsidR="00E8465A">
        <w:t>’</w:t>
      </w:r>
      <w:r w:rsidRPr="007818BD">
        <w:t>était pas du nombre des conviés</w:t>
      </w:r>
      <w:r w:rsidR="00E8465A">
        <w:t xml:space="preserve">. </w:t>
      </w:r>
      <w:r w:rsidRPr="007818BD">
        <w:t>Il lui dit que Son Excellence était invisible</w:t>
      </w:r>
      <w:r w:rsidR="00E8465A">
        <w:t xml:space="preserve"> ; </w:t>
      </w:r>
      <w:r w:rsidRPr="007818BD">
        <w:t>et c</w:t>
      </w:r>
      <w:r w:rsidR="00E8465A">
        <w:t>’</w:t>
      </w:r>
      <w:r w:rsidRPr="007818BD">
        <w:t xml:space="preserve">est alors seulement que </w:t>
      </w:r>
      <w:proofErr w:type="spellStart"/>
      <w:r w:rsidRPr="007818BD">
        <w:t>Glyndon</w:t>
      </w:r>
      <w:proofErr w:type="spellEnd"/>
      <w:r w:rsidRPr="007818BD">
        <w:t xml:space="preserve"> comprit tout ce qu</w:t>
      </w:r>
      <w:r w:rsidR="00E8465A">
        <w:t>’</w:t>
      </w:r>
      <w:r w:rsidRPr="007818BD">
        <w:t>il y avait d</w:t>
      </w:r>
      <w:r w:rsidR="00E8465A">
        <w:t>’</w:t>
      </w:r>
      <w:r w:rsidRPr="007818BD">
        <w:t>étrange et d</w:t>
      </w:r>
      <w:r w:rsidR="00E8465A">
        <w:t>’</w:t>
      </w:r>
      <w:r w:rsidRPr="007818BD">
        <w:t>embarrassant dans la mission qu</w:t>
      </w:r>
      <w:r w:rsidR="00E8465A">
        <w:t>’</w:t>
      </w:r>
      <w:r w:rsidRPr="007818BD">
        <w:t>il avait entrepr</w:t>
      </w:r>
      <w:r w:rsidRPr="007818BD">
        <w:t>i</w:t>
      </w:r>
      <w:r w:rsidRPr="007818BD">
        <w:t>se</w:t>
      </w:r>
      <w:r w:rsidR="00E8465A">
        <w:t xml:space="preserve">. </w:t>
      </w:r>
      <w:r w:rsidRPr="007818BD">
        <w:t>Entrer de force dans la salle d</w:t>
      </w:r>
      <w:r w:rsidR="00E8465A">
        <w:t>’</w:t>
      </w:r>
      <w:r w:rsidRPr="007818BD">
        <w:t>un grand et puissant se</w:t>
      </w:r>
      <w:r w:rsidRPr="007818BD">
        <w:t>i</w:t>
      </w:r>
      <w:r w:rsidRPr="007818BD">
        <w:t>gneur environné de toute la noblesse de Naples</w:t>
      </w:r>
      <w:r w:rsidR="00E8465A">
        <w:t xml:space="preserve">, </w:t>
      </w:r>
      <w:r w:rsidRPr="007818BD">
        <w:t>et l</w:t>
      </w:r>
      <w:r w:rsidR="00E8465A">
        <w:t>’</w:t>
      </w:r>
      <w:r w:rsidRPr="007818BD">
        <w:t>accuser de ce que ses convives ne regarderaient que comme une prouesse galante</w:t>
      </w:r>
      <w:r w:rsidR="00E8465A">
        <w:t xml:space="preserve">, </w:t>
      </w:r>
      <w:r w:rsidRPr="007818BD">
        <w:t>c</w:t>
      </w:r>
      <w:r w:rsidR="00E8465A">
        <w:t>’</w:t>
      </w:r>
      <w:r w:rsidRPr="007818BD">
        <w:t>était là un exploit qui ne pouvait manquer d</w:t>
      </w:r>
      <w:r w:rsidR="00E8465A">
        <w:t>’</w:t>
      </w:r>
      <w:r w:rsidRPr="007818BD">
        <w:t>être tout à la fois impuissant et ridicule</w:t>
      </w:r>
      <w:r w:rsidR="00E8465A">
        <w:t xml:space="preserve">. </w:t>
      </w:r>
      <w:r w:rsidRPr="007818BD">
        <w:t>Il hésita un moment</w:t>
      </w:r>
      <w:r w:rsidR="00E8465A">
        <w:t xml:space="preserve"> ; </w:t>
      </w:r>
      <w:r w:rsidRPr="007818BD">
        <w:t>puis</w:t>
      </w:r>
      <w:r w:rsidR="00E8465A">
        <w:t xml:space="preserve">, </w:t>
      </w:r>
      <w:r w:rsidRPr="007818BD">
        <w:t>gli</w:t>
      </w:r>
      <w:r w:rsidRPr="007818BD">
        <w:t>s</w:t>
      </w:r>
      <w:r w:rsidRPr="007818BD">
        <w:t>sant une pièce d</w:t>
      </w:r>
      <w:r w:rsidR="00E8465A">
        <w:t>’</w:t>
      </w:r>
      <w:r w:rsidRPr="007818BD">
        <w:t>or dans la main du gardien</w:t>
      </w:r>
      <w:r w:rsidR="00E8465A">
        <w:t xml:space="preserve">, </w:t>
      </w:r>
      <w:r w:rsidRPr="007818BD">
        <w:t>il lui dit qu</w:t>
      </w:r>
      <w:r w:rsidR="00E8465A">
        <w:t>’</w:t>
      </w:r>
      <w:r w:rsidRPr="007818BD">
        <w:t xml:space="preserve">il était chargé de trouver </w:t>
      </w:r>
      <w:proofErr w:type="spellStart"/>
      <w:r w:rsidRPr="007818BD">
        <w:t>Zanoni</w:t>
      </w:r>
      <w:proofErr w:type="spellEnd"/>
      <w:r w:rsidRPr="007818BD">
        <w:t xml:space="preserve"> pour une question où il y allait de sa vie</w:t>
      </w:r>
      <w:r w:rsidR="00E8465A">
        <w:t xml:space="preserve">. </w:t>
      </w:r>
      <w:r w:rsidRPr="007818BD">
        <w:t>Grâce à ce moyen</w:t>
      </w:r>
      <w:r w:rsidR="00E8465A">
        <w:t xml:space="preserve">, </w:t>
      </w:r>
      <w:r w:rsidRPr="007818BD">
        <w:t>il réussit aisément à pénétrer dans la cour et dans le palais</w:t>
      </w:r>
      <w:r w:rsidR="00E8465A">
        <w:t xml:space="preserve">. </w:t>
      </w:r>
      <w:r w:rsidRPr="007818BD">
        <w:t>Il monta l</w:t>
      </w:r>
      <w:r w:rsidR="00E8465A">
        <w:t>’</w:t>
      </w:r>
      <w:r w:rsidRPr="007818BD">
        <w:t>escalier spacieux</w:t>
      </w:r>
      <w:r w:rsidR="00E8465A">
        <w:t xml:space="preserve"> ; </w:t>
      </w:r>
      <w:r w:rsidRPr="007818BD">
        <w:t>les voix joyeuses des conv</w:t>
      </w:r>
      <w:r w:rsidRPr="007818BD">
        <w:t>i</w:t>
      </w:r>
      <w:r w:rsidRPr="007818BD">
        <w:t>ves lui arrivèrent de loin</w:t>
      </w:r>
      <w:r w:rsidR="00E8465A">
        <w:t xml:space="preserve">. </w:t>
      </w:r>
      <w:r w:rsidRPr="007818BD">
        <w:t>À l</w:t>
      </w:r>
      <w:r w:rsidR="00E8465A">
        <w:t>’</w:t>
      </w:r>
      <w:r w:rsidRPr="007818BD">
        <w:t>entrée des appartements</w:t>
      </w:r>
      <w:r w:rsidR="00E8465A">
        <w:t xml:space="preserve">, </w:t>
      </w:r>
      <w:r w:rsidRPr="007818BD">
        <w:t>il avisa un page qu</w:t>
      </w:r>
      <w:r w:rsidR="00E8465A">
        <w:t>’</w:t>
      </w:r>
      <w:r w:rsidRPr="007818BD">
        <w:t xml:space="preserve">il envoya avec un message pour </w:t>
      </w:r>
      <w:proofErr w:type="spellStart"/>
      <w:r w:rsidRPr="007818BD">
        <w:t>Zanoni</w:t>
      </w:r>
      <w:proofErr w:type="spellEnd"/>
      <w:r w:rsidR="00E8465A">
        <w:t xml:space="preserve">. </w:t>
      </w:r>
      <w:r w:rsidRPr="007818BD">
        <w:t>Le page s</w:t>
      </w:r>
      <w:r w:rsidR="00E8465A">
        <w:t>’</w:t>
      </w:r>
      <w:r w:rsidRPr="007818BD">
        <w:t>en acquitta</w:t>
      </w:r>
      <w:r w:rsidR="00E8465A">
        <w:t xml:space="preserve">, </w:t>
      </w:r>
      <w:r w:rsidRPr="007818BD">
        <w:t xml:space="preserve">et </w:t>
      </w:r>
      <w:proofErr w:type="spellStart"/>
      <w:r w:rsidRPr="007818BD">
        <w:t>Zanoni</w:t>
      </w:r>
      <w:proofErr w:type="spellEnd"/>
      <w:r w:rsidR="00E8465A">
        <w:t xml:space="preserve">, </w:t>
      </w:r>
      <w:r w:rsidRPr="007818BD">
        <w:t xml:space="preserve">en entendant nommer </w:t>
      </w:r>
      <w:proofErr w:type="spellStart"/>
      <w:r w:rsidRPr="007818BD">
        <w:t>Glyndon</w:t>
      </w:r>
      <w:proofErr w:type="spellEnd"/>
      <w:r w:rsidR="00E8465A">
        <w:t xml:space="preserve">, </w:t>
      </w:r>
      <w:r w:rsidRPr="007818BD">
        <w:t>se tourna vers son hôte</w:t>
      </w:r>
      <w:r w:rsidR="00E8465A">
        <w:t> :</w:t>
      </w:r>
    </w:p>
    <w:p w14:paraId="45FAAEB0" w14:textId="77777777" w:rsidR="00E8465A" w:rsidRDefault="00E8465A" w:rsidP="00E0544E">
      <w:r>
        <w:t>« </w:t>
      </w:r>
      <w:r w:rsidR="00E0544E" w:rsidRPr="007818BD">
        <w:t>Pardonnez-moi</w:t>
      </w:r>
      <w:r>
        <w:t xml:space="preserve">, </w:t>
      </w:r>
      <w:r w:rsidR="00E0544E" w:rsidRPr="007818BD">
        <w:t>monseigneur</w:t>
      </w:r>
      <w:r>
        <w:t xml:space="preserve"> ; </w:t>
      </w:r>
      <w:r w:rsidR="00E0544E" w:rsidRPr="007818BD">
        <w:t>un de mes amis</w:t>
      </w:r>
      <w:r>
        <w:t xml:space="preserve">, </w:t>
      </w:r>
      <w:r w:rsidR="00E0544E" w:rsidRPr="007818BD">
        <w:t>un A</w:t>
      </w:r>
      <w:r w:rsidR="00E0544E" w:rsidRPr="007818BD">
        <w:t>n</w:t>
      </w:r>
      <w:r w:rsidR="00E0544E" w:rsidRPr="007818BD">
        <w:t>glais</w:t>
      </w:r>
      <w:r>
        <w:t xml:space="preserve">, </w:t>
      </w:r>
      <w:r w:rsidR="00E0544E" w:rsidRPr="007818BD">
        <w:t xml:space="preserve">le </w:t>
      </w:r>
      <w:proofErr w:type="spellStart"/>
      <w:r w:rsidR="00E0544E" w:rsidRPr="007818BD">
        <w:t>signor</w:t>
      </w:r>
      <w:proofErr w:type="spellEnd"/>
      <w:r w:rsidR="00E0544E" w:rsidRPr="007818BD">
        <w:t xml:space="preserve"> </w:t>
      </w:r>
      <w:proofErr w:type="spellStart"/>
      <w:r w:rsidR="00E0544E" w:rsidRPr="007818BD">
        <w:t>Glyndon</w:t>
      </w:r>
      <w:proofErr w:type="spellEnd"/>
      <w:r>
        <w:t xml:space="preserve">, </w:t>
      </w:r>
      <w:r w:rsidR="00E0544E" w:rsidRPr="007818BD">
        <w:t xml:space="preserve">que Votre Excellence connaît sans </w:t>
      </w:r>
      <w:r w:rsidR="00E0544E" w:rsidRPr="007818BD">
        <w:lastRenderedPageBreak/>
        <w:t>do</w:t>
      </w:r>
      <w:r w:rsidR="00E0544E" w:rsidRPr="007818BD">
        <w:t>u</w:t>
      </w:r>
      <w:r w:rsidR="00E0544E" w:rsidRPr="007818BD">
        <w:t>te de nom</w:t>
      </w:r>
      <w:r>
        <w:t xml:space="preserve">, </w:t>
      </w:r>
      <w:r w:rsidR="00E0544E" w:rsidRPr="007818BD">
        <w:t>m</w:t>
      </w:r>
      <w:r>
        <w:t>’</w:t>
      </w:r>
      <w:r w:rsidR="00E0544E" w:rsidRPr="007818BD">
        <w:t>attend</w:t>
      </w:r>
      <w:r>
        <w:t xml:space="preserve"> ; </w:t>
      </w:r>
      <w:r w:rsidR="00E0544E" w:rsidRPr="007818BD">
        <w:t>et</w:t>
      </w:r>
      <w:r>
        <w:t xml:space="preserve">, </w:t>
      </w:r>
      <w:r w:rsidR="00E0544E" w:rsidRPr="007818BD">
        <w:t>pour m</w:t>
      </w:r>
      <w:r>
        <w:t>’</w:t>
      </w:r>
      <w:r w:rsidR="00E0544E" w:rsidRPr="007818BD">
        <w:t>être venu chercher à pareille heure</w:t>
      </w:r>
      <w:r>
        <w:t xml:space="preserve">, </w:t>
      </w:r>
      <w:r w:rsidR="00E0544E" w:rsidRPr="007818BD">
        <w:t>ce ne peut être que pour une affaire urgente</w:t>
      </w:r>
      <w:r>
        <w:t xml:space="preserve">. </w:t>
      </w:r>
      <w:r w:rsidR="00E0544E" w:rsidRPr="007818BD">
        <w:t>Veuillez me pardonner une absence momentanée</w:t>
      </w:r>
      <w:r>
        <w:t>.</w:t>
      </w:r>
    </w:p>
    <w:p w14:paraId="52C5FCEE" w14:textId="664025E5" w:rsidR="00E0544E" w:rsidRPr="007818BD" w:rsidRDefault="00E8465A" w:rsidP="00E0544E">
      <w:r>
        <w:t>— </w:t>
      </w:r>
      <w:r w:rsidR="00E0544E" w:rsidRPr="007818BD">
        <w:t>Ne serait-il pas mieux</w:t>
      </w:r>
      <w:r>
        <w:t xml:space="preserve">, </w:t>
      </w:r>
      <w:r w:rsidR="00E0544E" w:rsidRPr="007818BD">
        <w:t>répondit le prince avec courtoisie</w:t>
      </w:r>
      <w:r>
        <w:t xml:space="preserve">, </w:t>
      </w:r>
      <w:r w:rsidR="00E0544E" w:rsidRPr="007818BD">
        <w:t>mais avec un sourire sinistre</w:t>
      </w:r>
      <w:r>
        <w:t xml:space="preserve">, </w:t>
      </w:r>
      <w:r w:rsidR="00E0544E" w:rsidRPr="007818BD">
        <w:t>que votre ami se joignît à nous</w:t>
      </w:r>
      <w:r>
        <w:t xml:space="preserve"> ? </w:t>
      </w:r>
      <w:r w:rsidR="00E0544E" w:rsidRPr="007818BD">
        <w:t>Un Anglais est partout le bienvenu</w:t>
      </w:r>
      <w:r>
        <w:t xml:space="preserve"> ; </w:t>
      </w:r>
      <w:r w:rsidR="00E0544E" w:rsidRPr="007818BD">
        <w:t>et</w:t>
      </w:r>
      <w:r>
        <w:t xml:space="preserve">, </w:t>
      </w:r>
      <w:proofErr w:type="spellStart"/>
      <w:r w:rsidR="00E0544E" w:rsidRPr="007818BD">
        <w:t>fût-il</w:t>
      </w:r>
      <w:proofErr w:type="spellEnd"/>
      <w:r w:rsidR="00E0544E" w:rsidRPr="007818BD">
        <w:t xml:space="preserve"> Flamand</w:t>
      </w:r>
      <w:r>
        <w:t xml:space="preserve">, </w:t>
      </w:r>
      <w:r w:rsidR="00E0544E" w:rsidRPr="007818BD">
        <w:t>votre amitié serait une recommandation plus que suffisante</w:t>
      </w:r>
      <w:r>
        <w:t xml:space="preserve">. </w:t>
      </w:r>
      <w:r w:rsidR="00E0544E" w:rsidRPr="007818BD">
        <w:t>Priez-le de vouloir bien entrer</w:t>
      </w:r>
      <w:r>
        <w:t xml:space="preserve"> ; </w:t>
      </w:r>
      <w:r w:rsidR="00E0544E" w:rsidRPr="007818BD">
        <w:t xml:space="preserve">nous ne </w:t>
      </w:r>
      <w:proofErr w:type="spellStart"/>
      <w:r w:rsidR="00E0544E" w:rsidRPr="007818BD">
        <w:t>pouvons nous</w:t>
      </w:r>
      <w:proofErr w:type="spellEnd"/>
      <w:r w:rsidR="00E0544E" w:rsidRPr="007818BD">
        <w:t xml:space="preserve"> passer de vous</w:t>
      </w:r>
      <w:r>
        <w:t xml:space="preserve">, </w:t>
      </w:r>
      <w:r w:rsidR="00E0544E" w:rsidRPr="007818BD">
        <w:t>même pour un moment</w:t>
      </w:r>
      <w:r>
        <w:t>. »</w:t>
      </w:r>
    </w:p>
    <w:p w14:paraId="213FF5EF" w14:textId="77777777" w:rsidR="00E8465A" w:rsidRDefault="00E0544E" w:rsidP="00E0544E">
      <w:proofErr w:type="spellStart"/>
      <w:r w:rsidRPr="007818BD">
        <w:t>Zanoni</w:t>
      </w:r>
      <w:proofErr w:type="spellEnd"/>
      <w:r w:rsidRPr="007818BD">
        <w:t xml:space="preserve"> s</w:t>
      </w:r>
      <w:r w:rsidR="00E8465A">
        <w:t>’</w:t>
      </w:r>
      <w:r w:rsidRPr="007818BD">
        <w:t>inclina</w:t>
      </w:r>
      <w:r w:rsidR="00E8465A">
        <w:t xml:space="preserve"> : </w:t>
      </w:r>
      <w:r w:rsidRPr="007818BD">
        <w:t xml:space="preserve">le page revint trouver </w:t>
      </w:r>
      <w:proofErr w:type="spellStart"/>
      <w:r w:rsidRPr="007818BD">
        <w:t>Glyndon</w:t>
      </w:r>
      <w:proofErr w:type="spellEnd"/>
      <w:r w:rsidRPr="007818BD">
        <w:t xml:space="preserve"> avec les compliments les plus flatteurs et les plus pressants</w:t>
      </w:r>
      <w:r w:rsidR="00E8465A">
        <w:t xml:space="preserve"> ; </w:t>
      </w:r>
      <w:r w:rsidRPr="007818BD">
        <w:t xml:space="preserve">on lui fit place à côté de </w:t>
      </w:r>
      <w:proofErr w:type="spellStart"/>
      <w:r w:rsidRPr="007818BD">
        <w:t>Zanoni</w:t>
      </w:r>
      <w:proofErr w:type="spellEnd"/>
      <w:r w:rsidR="00E8465A">
        <w:t xml:space="preserve">, </w:t>
      </w:r>
      <w:r w:rsidRPr="007818BD">
        <w:t>et le jeune Anglais e</w:t>
      </w:r>
      <w:r w:rsidRPr="007818BD">
        <w:t>n</w:t>
      </w:r>
      <w:r w:rsidRPr="007818BD">
        <w:t>tra</w:t>
      </w:r>
      <w:r w:rsidR="00E8465A">
        <w:t>.</w:t>
      </w:r>
    </w:p>
    <w:p w14:paraId="5EDA2898" w14:textId="3D0C7060" w:rsidR="00E0544E" w:rsidRPr="007818BD" w:rsidRDefault="00E8465A" w:rsidP="00E0544E">
      <w:r>
        <w:t>« </w:t>
      </w:r>
      <w:r w:rsidR="00E0544E" w:rsidRPr="007818BD">
        <w:t>Vous êtes le bienvenu</w:t>
      </w:r>
      <w:r>
        <w:t xml:space="preserve">, </w:t>
      </w:r>
      <w:r w:rsidR="00E0544E" w:rsidRPr="007818BD">
        <w:t>monsieur</w:t>
      </w:r>
      <w:r>
        <w:t xml:space="preserve">. </w:t>
      </w:r>
      <w:r w:rsidR="00E0544E" w:rsidRPr="007818BD">
        <w:t>Laissez-moi croire que vous apportez à notre illustre invité des nouvelles de bon prés</w:t>
      </w:r>
      <w:r w:rsidR="00E0544E" w:rsidRPr="007818BD">
        <w:t>a</w:t>
      </w:r>
      <w:r w:rsidR="00E0544E" w:rsidRPr="007818BD">
        <w:t>ge</w:t>
      </w:r>
      <w:r>
        <w:t xml:space="preserve">. </w:t>
      </w:r>
      <w:r w:rsidR="00E0544E" w:rsidRPr="007818BD">
        <w:t>Si vous avez quelque chose de triste à lui apprendre</w:t>
      </w:r>
      <w:r>
        <w:t xml:space="preserve">, </w:t>
      </w:r>
      <w:r w:rsidR="00E0544E" w:rsidRPr="007818BD">
        <w:t>différez</w:t>
      </w:r>
      <w:r>
        <w:t xml:space="preserve">, </w:t>
      </w:r>
      <w:r w:rsidR="00E0544E" w:rsidRPr="007818BD">
        <w:t>je vous prie</w:t>
      </w:r>
      <w:r>
        <w:t xml:space="preserve">, </w:t>
      </w:r>
      <w:r w:rsidR="00E0544E" w:rsidRPr="007818BD">
        <w:t>la communication</w:t>
      </w:r>
      <w:r>
        <w:t>. »</w:t>
      </w:r>
    </w:p>
    <w:p w14:paraId="4E26641C" w14:textId="77777777" w:rsidR="00E8465A" w:rsidRDefault="00E0544E" w:rsidP="00E0544E">
      <w:r w:rsidRPr="007818BD">
        <w:t xml:space="preserve">Le front de </w:t>
      </w:r>
      <w:proofErr w:type="spellStart"/>
      <w:r w:rsidRPr="007818BD">
        <w:t>Glyndon</w:t>
      </w:r>
      <w:proofErr w:type="spellEnd"/>
      <w:r w:rsidRPr="007818BD">
        <w:t xml:space="preserve"> était sombre</w:t>
      </w:r>
      <w:r w:rsidR="00E8465A">
        <w:t xml:space="preserve"> ; </w:t>
      </w:r>
      <w:r w:rsidRPr="007818BD">
        <w:t>il allait répondre de f</w:t>
      </w:r>
      <w:r w:rsidRPr="007818BD">
        <w:t>a</w:t>
      </w:r>
      <w:r w:rsidRPr="007818BD">
        <w:t>çon à étonner les conv</w:t>
      </w:r>
      <w:r w:rsidRPr="007818BD">
        <w:t>i</w:t>
      </w:r>
      <w:r w:rsidRPr="007818BD">
        <w:t>ves</w:t>
      </w:r>
      <w:r w:rsidR="00E8465A">
        <w:t xml:space="preserve">, </w:t>
      </w:r>
      <w:r w:rsidRPr="007818BD">
        <w:t xml:space="preserve">quand </w:t>
      </w:r>
      <w:proofErr w:type="spellStart"/>
      <w:r w:rsidRPr="007818BD">
        <w:t>Zanoni</w:t>
      </w:r>
      <w:proofErr w:type="spellEnd"/>
      <w:r w:rsidRPr="007818BD">
        <w:t xml:space="preserve"> lui toucha le bras d</w:t>
      </w:r>
      <w:r w:rsidR="00E8465A">
        <w:t>’</w:t>
      </w:r>
      <w:r w:rsidRPr="007818BD">
        <w:t>une manière significative</w:t>
      </w:r>
      <w:r w:rsidR="00E8465A">
        <w:t xml:space="preserve">, </w:t>
      </w:r>
      <w:r w:rsidRPr="007818BD">
        <w:t>et lui dit en anglais</w:t>
      </w:r>
      <w:r w:rsidR="00E8465A">
        <w:t> :</w:t>
      </w:r>
    </w:p>
    <w:p w14:paraId="4769AB7D" w14:textId="77777777" w:rsidR="00E8465A" w:rsidRDefault="00E8465A" w:rsidP="00E0544E">
      <w:r>
        <w:t>« </w:t>
      </w:r>
      <w:r w:rsidR="00E0544E" w:rsidRPr="007818BD">
        <w:t>Je sais pourquoi vous me cherchez</w:t>
      </w:r>
      <w:r>
        <w:t xml:space="preserve">. </w:t>
      </w:r>
      <w:r w:rsidR="00E0544E" w:rsidRPr="007818BD">
        <w:t>Taisez-vous</w:t>
      </w:r>
      <w:r>
        <w:t xml:space="preserve">, </w:t>
      </w:r>
      <w:r w:rsidR="00E0544E" w:rsidRPr="007818BD">
        <w:t>et atte</w:t>
      </w:r>
      <w:r w:rsidR="00E0544E" w:rsidRPr="007818BD">
        <w:t>n</w:t>
      </w:r>
      <w:r w:rsidR="00E0544E" w:rsidRPr="007818BD">
        <w:t>dez la fin</w:t>
      </w:r>
      <w:r>
        <w:t>.</w:t>
      </w:r>
    </w:p>
    <w:p w14:paraId="4D71291D" w14:textId="77777777" w:rsidR="00E8465A" w:rsidRDefault="00E8465A" w:rsidP="00E0544E">
      <w:r>
        <w:t>— </w:t>
      </w:r>
      <w:r w:rsidR="00E0544E" w:rsidRPr="007818BD">
        <w:t>Vous savez donc que Viola</w:t>
      </w:r>
      <w:r>
        <w:t xml:space="preserve">, </w:t>
      </w:r>
      <w:r w:rsidR="00E0544E" w:rsidRPr="007818BD">
        <w:t>que vous prétendez sauver de tout danger</w:t>
      </w:r>
      <w:r>
        <w:t xml:space="preserve">, </w:t>
      </w:r>
      <w:r w:rsidR="00E0544E" w:rsidRPr="007818BD">
        <w:t>est</w:t>
      </w:r>
      <w:r>
        <w:t>…</w:t>
      </w:r>
    </w:p>
    <w:p w14:paraId="261E4BCF" w14:textId="3BE4A3EA" w:rsidR="00E0544E" w:rsidRPr="007818BD" w:rsidRDefault="00E8465A" w:rsidP="00E0544E">
      <w:r>
        <w:t>— </w:t>
      </w:r>
      <w:r w:rsidR="00E0544E" w:rsidRPr="007818BD">
        <w:t>Dans ce palais</w:t>
      </w:r>
      <w:r>
        <w:t xml:space="preserve"> ; </w:t>
      </w:r>
      <w:r w:rsidR="00E0544E" w:rsidRPr="007818BD">
        <w:t>oui</w:t>
      </w:r>
      <w:r>
        <w:t xml:space="preserve">. </w:t>
      </w:r>
      <w:r w:rsidR="00E0544E" w:rsidRPr="007818BD">
        <w:t>Je sais encore que le meurtre est a</w:t>
      </w:r>
      <w:r w:rsidR="00E0544E" w:rsidRPr="007818BD">
        <w:t>s</w:t>
      </w:r>
      <w:r w:rsidR="00E0544E" w:rsidRPr="007818BD">
        <w:t>sis à la droite de notre hôte</w:t>
      </w:r>
      <w:r>
        <w:t xml:space="preserve"> ; </w:t>
      </w:r>
      <w:r w:rsidR="00E0544E" w:rsidRPr="007818BD">
        <w:t>mais sa destinée et celle de Viola sont à jamais séparées</w:t>
      </w:r>
      <w:r>
        <w:t xml:space="preserve">, </w:t>
      </w:r>
      <w:r w:rsidR="00E0544E" w:rsidRPr="007818BD">
        <w:t>et le miroir mystérieux dans lequel je la lis demeure clair et distinct malgré des ruisseaux de sang</w:t>
      </w:r>
      <w:r>
        <w:t xml:space="preserve">. </w:t>
      </w:r>
      <w:r w:rsidR="00E0544E" w:rsidRPr="007818BD">
        <w:t>Soyez ca</w:t>
      </w:r>
      <w:r w:rsidR="00E0544E" w:rsidRPr="007818BD">
        <w:t>l</w:t>
      </w:r>
      <w:r w:rsidR="00E0544E" w:rsidRPr="007818BD">
        <w:t>me</w:t>
      </w:r>
      <w:r>
        <w:t xml:space="preserve">, </w:t>
      </w:r>
      <w:r w:rsidR="00E0544E" w:rsidRPr="007818BD">
        <w:t>et apprenez le sort qui attend les méchants</w:t>
      </w:r>
      <w:r>
        <w:t>. »</w:t>
      </w:r>
    </w:p>
    <w:p w14:paraId="703A74A5" w14:textId="77777777" w:rsidR="00E8465A" w:rsidRDefault="00E0544E" w:rsidP="00E0544E">
      <w:r w:rsidRPr="007818BD">
        <w:lastRenderedPageBreak/>
        <w:t>Puis</w:t>
      </w:r>
      <w:r w:rsidR="00E8465A">
        <w:t xml:space="preserve">, </w:t>
      </w:r>
      <w:r w:rsidRPr="007818BD">
        <w:t>s</w:t>
      </w:r>
      <w:r w:rsidR="00E8465A">
        <w:t>’</w:t>
      </w:r>
      <w:r w:rsidRPr="007818BD">
        <w:t>adressant au prince</w:t>
      </w:r>
      <w:r w:rsidR="00E8465A">
        <w:t> :</w:t>
      </w:r>
    </w:p>
    <w:p w14:paraId="60E0DAB9" w14:textId="77777777" w:rsidR="00E8465A" w:rsidRDefault="00E8465A" w:rsidP="00E0544E">
      <w:r>
        <w:t>« </w:t>
      </w:r>
      <w:r w:rsidR="00E0544E" w:rsidRPr="007818BD">
        <w:t>Monseigneur</w:t>
      </w:r>
      <w:r>
        <w:t xml:space="preserve">, </w:t>
      </w:r>
      <w:r w:rsidR="00E0544E" w:rsidRPr="007818BD">
        <w:t xml:space="preserve">le </w:t>
      </w:r>
      <w:proofErr w:type="spellStart"/>
      <w:r w:rsidR="00E0544E" w:rsidRPr="007818BD">
        <w:t>signor</w:t>
      </w:r>
      <w:proofErr w:type="spellEnd"/>
      <w:r w:rsidR="00E0544E" w:rsidRPr="007818BD">
        <w:t xml:space="preserve"> </w:t>
      </w:r>
      <w:proofErr w:type="spellStart"/>
      <w:r w:rsidR="00E0544E" w:rsidRPr="007818BD">
        <w:t>Glyndon</w:t>
      </w:r>
      <w:proofErr w:type="spellEnd"/>
      <w:r w:rsidR="00E0544E" w:rsidRPr="007818BD">
        <w:t xml:space="preserve"> m</w:t>
      </w:r>
      <w:r>
        <w:t>’</w:t>
      </w:r>
      <w:r w:rsidR="00E0544E" w:rsidRPr="007818BD">
        <w:t>a en effet apporté des nouvelles auxquelles je m</w:t>
      </w:r>
      <w:r>
        <w:t>’</w:t>
      </w:r>
      <w:r w:rsidR="00E0544E" w:rsidRPr="007818BD">
        <w:t>attendais jusqu</w:t>
      </w:r>
      <w:r>
        <w:t>’</w:t>
      </w:r>
      <w:r w:rsidR="00E0544E" w:rsidRPr="007818BD">
        <w:t>à un certain point</w:t>
      </w:r>
      <w:r>
        <w:t xml:space="preserve">. </w:t>
      </w:r>
      <w:r w:rsidR="00E0544E" w:rsidRPr="007818BD">
        <w:t>Je vais être contraint de quitter Naples</w:t>
      </w:r>
      <w:r>
        <w:t xml:space="preserve">, </w:t>
      </w:r>
      <w:r w:rsidR="00E0544E" w:rsidRPr="007818BD">
        <w:t>ce qui est un motif de plus pour moi de tirer le meilleur parti de l</w:t>
      </w:r>
      <w:r>
        <w:t>’</w:t>
      </w:r>
      <w:r w:rsidR="00E0544E" w:rsidRPr="007818BD">
        <w:t>heure présente</w:t>
      </w:r>
      <w:r>
        <w:t>.</w:t>
      </w:r>
    </w:p>
    <w:p w14:paraId="3A3FDF50" w14:textId="77777777" w:rsidR="00E8465A" w:rsidRDefault="00E8465A" w:rsidP="00E0544E">
      <w:r>
        <w:t>— </w:t>
      </w:r>
      <w:r w:rsidR="00E0544E" w:rsidRPr="007818BD">
        <w:t>Et peut-on savoir la cause d</w:t>
      </w:r>
      <w:r>
        <w:t>’</w:t>
      </w:r>
      <w:r w:rsidR="00E0544E" w:rsidRPr="007818BD">
        <w:t>un départ qui ne manquera pas d</w:t>
      </w:r>
      <w:r>
        <w:t>’</w:t>
      </w:r>
      <w:r w:rsidR="00E0544E" w:rsidRPr="007818BD">
        <w:t>affliger nos belles Napolitaines</w:t>
      </w:r>
      <w:r>
        <w:t> ?</w:t>
      </w:r>
    </w:p>
    <w:p w14:paraId="64050FA7" w14:textId="77777777" w:rsidR="00E8465A" w:rsidRDefault="00E8465A" w:rsidP="00E0544E">
      <w:r>
        <w:t>— </w:t>
      </w:r>
      <w:r w:rsidR="00E0544E" w:rsidRPr="007818BD">
        <w:t>C</w:t>
      </w:r>
      <w:r>
        <w:t>’</w:t>
      </w:r>
      <w:r w:rsidR="00E0544E" w:rsidRPr="007818BD">
        <w:t>est la mort prochaine d</w:t>
      </w:r>
      <w:r>
        <w:t>’</w:t>
      </w:r>
      <w:r w:rsidR="00E0544E" w:rsidRPr="007818BD">
        <w:t>un homme qui m</w:t>
      </w:r>
      <w:r>
        <w:t>’</w:t>
      </w:r>
      <w:r w:rsidR="00E0544E" w:rsidRPr="007818BD">
        <w:t>a honoré de la plus loyale amitié</w:t>
      </w:r>
      <w:r>
        <w:t xml:space="preserve">, </w:t>
      </w:r>
      <w:r w:rsidR="00E0544E" w:rsidRPr="007818BD">
        <w:t xml:space="preserve">répondit </w:t>
      </w:r>
      <w:proofErr w:type="spellStart"/>
      <w:r w:rsidR="00E0544E" w:rsidRPr="007818BD">
        <w:t>Zanoni</w:t>
      </w:r>
      <w:proofErr w:type="spellEnd"/>
      <w:r w:rsidR="00E0544E" w:rsidRPr="007818BD">
        <w:t xml:space="preserve"> gravement</w:t>
      </w:r>
      <w:r>
        <w:t xml:space="preserve">. </w:t>
      </w:r>
      <w:r w:rsidR="00E0544E" w:rsidRPr="007818BD">
        <w:t>N</w:t>
      </w:r>
      <w:r>
        <w:t>’</w:t>
      </w:r>
      <w:r w:rsidR="00E0544E" w:rsidRPr="007818BD">
        <w:t>en parlons pas</w:t>
      </w:r>
      <w:r>
        <w:t xml:space="preserve"> : </w:t>
      </w:r>
      <w:r w:rsidR="00E0544E" w:rsidRPr="007818BD">
        <w:t>la douleur ne saurait reculer l</w:t>
      </w:r>
      <w:r>
        <w:t>’</w:t>
      </w:r>
      <w:r w:rsidR="00E0544E" w:rsidRPr="007818BD">
        <w:t>heure marquée</w:t>
      </w:r>
      <w:r>
        <w:t xml:space="preserve">. </w:t>
      </w:r>
      <w:r w:rsidR="00E0544E" w:rsidRPr="007818BD">
        <w:t>Nous re</w:t>
      </w:r>
      <w:r w:rsidR="00E0544E" w:rsidRPr="007818BD">
        <w:t>m</w:t>
      </w:r>
      <w:r w:rsidR="00E0544E" w:rsidRPr="007818BD">
        <w:t>plaçons par de nouvelles fleurs celles qui se flétrissent sur la t</w:t>
      </w:r>
      <w:r w:rsidR="00E0544E" w:rsidRPr="007818BD">
        <w:t>a</w:t>
      </w:r>
      <w:r w:rsidR="00E0544E" w:rsidRPr="007818BD">
        <w:t>ble du festin</w:t>
      </w:r>
      <w:r>
        <w:t xml:space="preserve"> : </w:t>
      </w:r>
      <w:r w:rsidR="00E0544E" w:rsidRPr="007818BD">
        <w:t>ainsi le secret de la sagesse est de remplacer par des amitiés nouvelles ce</w:t>
      </w:r>
      <w:r w:rsidR="00E0544E" w:rsidRPr="007818BD">
        <w:t>l</w:t>
      </w:r>
      <w:r w:rsidR="00E0544E" w:rsidRPr="007818BD">
        <w:t>les qui se fanent sous nos pas</w:t>
      </w:r>
      <w:r>
        <w:t>.</w:t>
      </w:r>
    </w:p>
    <w:p w14:paraId="24D80A3D" w14:textId="3F66C0F3" w:rsidR="00E0544E" w:rsidRPr="007818BD" w:rsidRDefault="00E8465A" w:rsidP="00E0544E">
      <w:r>
        <w:t>— </w:t>
      </w:r>
      <w:r w:rsidR="00E0544E" w:rsidRPr="007818BD">
        <w:t>Saine philosophie</w:t>
      </w:r>
      <w:r>
        <w:t xml:space="preserve"> ! </w:t>
      </w:r>
      <w:r w:rsidR="00E0544E" w:rsidRPr="007818BD">
        <w:t>s</w:t>
      </w:r>
      <w:r>
        <w:t>’</w:t>
      </w:r>
      <w:r w:rsidR="00E0544E" w:rsidRPr="007818BD">
        <w:t>écria le prince</w:t>
      </w:r>
      <w:r>
        <w:t xml:space="preserve">. </w:t>
      </w:r>
      <w:r w:rsidR="00E0544E" w:rsidRPr="007818BD">
        <w:rPr>
          <w:i/>
          <w:iCs/>
        </w:rPr>
        <w:t>Ne s</w:t>
      </w:r>
      <w:r>
        <w:rPr>
          <w:i/>
          <w:iCs/>
        </w:rPr>
        <w:t>’</w:t>
      </w:r>
      <w:r w:rsidR="00E0544E" w:rsidRPr="007818BD">
        <w:rPr>
          <w:i/>
          <w:iCs/>
        </w:rPr>
        <w:t>étonner de rien</w:t>
      </w:r>
      <w:r w:rsidR="00E0544E" w:rsidRPr="007818BD">
        <w:t xml:space="preserve"> était la maxime du poète romain</w:t>
      </w:r>
      <w:r>
        <w:t xml:space="preserve"> ; </w:t>
      </w:r>
      <w:r w:rsidR="00E0544E" w:rsidRPr="007818BD">
        <w:rPr>
          <w:i/>
          <w:iCs/>
        </w:rPr>
        <w:t>ne s</w:t>
      </w:r>
      <w:r>
        <w:rPr>
          <w:i/>
          <w:iCs/>
        </w:rPr>
        <w:t>’</w:t>
      </w:r>
      <w:r w:rsidR="00E0544E" w:rsidRPr="007818BD">
        <w:rPr>
          <w:i/>
          <w:iCs/>
        </w:rPr>
        <w:t>affliger de rien</w:t>
      </w:r>
      <w:r w:rsidR="00E0544E" w:rsidRPr="007818BD">
        <w:t xml:space="preserve"> est la mienne</w:t>
      </w:r>
      <w:r>
        <w:t xml:space="preserve">. </w:t>
      </w:r>
      <w:r w:rsidR="00E0544E" w:rsidRPr="007818BD">
        <w:t>La seule chose dans cette vie qui vaille un soupir</w:t>
      </w:r>
      <w:r>
        <w:t xml:space="preserve">, </w:t>
      </w:r>
      <w:proofErr w:type="spellStart"/>
      <w:r w:rsidR="00E0544E" w:rsidRPr="007818BD">
        <w:t>s</w:t>
      </w:r>
      <w:r w:rsidR="00E0544E" w:rsidRPr="007818BD">
        <w:t>i</w:t>
      </w:r>
      <w:r w:rsidR="00E0544E" w:rsidRPr="007818BD">
        <w:t>gnor</w:t>
      </w:r>
      <w:proofErr w:type="spellEnd"/>
      <w:r w:rsidR="00E0544E" w:rsidRPr="007818BD">
        <w:t xml:space="preserve"> </w:t>
      </w:r>
      <w:proofErr w:type="spellStart"/>
      <w:r w:rsidR="00E0544E" w:rsidRPr="007818BD">
        <w:t>Zanoni</w:t>
      </w:r>
      <w:proofErr w:type="spellEnd"/>
      <w:r>
        <w:t xml:space="preserve">, </w:t>
      </w:r>
      <w:r w:rsidR="00E0544E" w:rsidRPr="007818BD">
        <w:t>c</w:t>
      </w:r>
      <w:r>
        <w:t>’</w:t>
      </w:r>
      <w:r w:rsidR="00E0544E" w:rsidRPr="007818BD">
        <w:t>est lorsque la beauté à laquelle nous aspirons nous échappe</w:t>
      </w:r>
      <w:r>
        <w:t xml:space="preserve">. </w:t>
      </w:r>
      <w:r w:rsidR="00E0544E" w:rsidRPr="007818BD">
        <w:t>Il nous faut alors toute notre sagesse pour ne pas succomber au désespoir et accueillir la mort avec joie</w:t>
      </w:r>
      <w:r>
        <w:t xml:space="preserve">. </w:t>
      </w:r>
      <w:r w:rsidR="00E0544E" w:rsidRPr="007818BD">
        <w:t>Qu</w:t>
      </w:r>
      <w:r>
        <w:t>’</w:t>
      </w:r>
      <w:r w:rsidR="00E0544E" w:rsidRPr="007818BD">
        <w:t>en d</w:t>
      </w:r>
      <w:r w:rsidR="00E0544E" w:rsidRPr="007818BD">
        <w:t>i</w:t>
      </w:r>
      <w:r w:rsidR="00E0544E" w:rsidRPr="007818BD">
        <w:t>tes-vous</w:t>
      </w:r>
      <w:r>
        <w:t xml:space="preserve">, </w:t>
      </w:r>
      <w:proofErr w:type="spellStart"/>
      <w:r w:rsidR="00E0544E" w:rsidRPr="007818BD">
        <w:t>signor</w:t>
      </w:r>
      <w:proofErr w:type="spellEnd"/>
      <w:r>
        <w:t xml:space="preserve"> ? </w:t>
      </w:r>
      <w:r w:rsidR="00E0544E" w:rsidRPr="007818BD">
        <w:t>Vous souriez</w:t>
      </w:r>
      <w:r>
        <w:t xml:space="preserve">. </w:t>
      </w:r>
      <w:r w:rsidR="00E0544E" w:rsidRPr="007818BD">
        <w:t>Vous ne redoutez pas un tel malheur</w:t>
      </w:r>
      <w:r>
        <w:t xml:space="preserve"> ? </w:t>
      </w:r>
      <w:r w:rsidR="00E0544E" w:rsidRPr="007818BD">
        <w:t>Faites-moi raison dans ce vœu que je forme</w:t>
      </w:r>
      <w:r>
        <w:t xml:space="preserve"> : </w:t>
      </w:r>
      <w:r w:rsidR="00E0544E" w:rsidRPr="007818BD">
        <w:t>longue vie à l</w:t>
      </w:r>
      <w:r>
        <w:t>’</w:t>
      </w:r>
      <w:r w:rsidR="00E0544E" w:rsidRPr="007818BD">
        <w:t>amant heureux</w:t>
      </w:r>
      <w:r>
        <w:t xml:space="preserve">, </w:t>
      </w:r>
      <w:r w:rsidR="00E0544E" w:rsidRPr="007818BD">
        <w:t>et prompte délivrance à celui dont l</w:t>
      </w:r>
      <w:r>
        <w:t>’</w:t>
      </w:r>
      <w:r w:rsidR="00E0544E" w:rsidRPr="007818BD">
        <w:t>espérance est trompée</w:t>
      </w:r>
      <w:r>
        <w:t> ! »</w:t>
      </w:r>
    </w:p>
    <w:p w14:paraId="108CA198" w14:textId="77777777" w:rsidR="00E8465A" w:rsidRDefault="00E0544E" w:rsidP="00E0544E">
      <w:r w:rsidRPr="007818BD">
        <w:t>Les coupes furent remplies du vin fatal</w:t>
      </w:r>
      <w:r w:rsidR="00E8465A">
        <w:t xml:space="preserve"> ; </w:t>
      </w:r>
      <w:proofErr w:type="spellStart"/>
      <w:r w:rsidRPr="007818BD">
        <w:t>Zanoni</w:t>
      </w:r>
      <w:proofErr w:type="spellEnd"/>
      <w:r w:rsidRPr="007818BD">
        <w:t xml:space="preserve"> fixa son regard sur celui du pri</w:t>
      </w:r>
      <w:r w:rsidRPr="007818BD">
        <w:t>n</w:t>
      </w:r>
      <w:r w:rsidRPr="007818BD">
        <w:t>ce</w:t>
      </w:r>
      <w:r w:rsidR="00E8465A">
        <w:t xml:space="preserve">, </w:t>
      </w:r>
      <w:r w:rsidRPr="007818BD">
        <w:t>et dit lentement et avec calme</w:t>
      </w:r>
      <w:r w:rsidR="00E8465A">
        <w:t> :</w:t>
      </w:r>
    </w:p>
    <w:p w14:paraId="1775608C" w14:textId="313670A8" w:rsidR="00E0544E" w:rsidRPr="007818BD" w:rsidRDefault="00E8465A" w:rsidP="00E0544E">
      <w:r>
        <w:t>« </w:t>
      </w:r>
      <w:r w:rsidR="00E0544E" w:rsidRPr="007818BD">
        <w:t>Je vous fais raison</w:t>
      </w:r>
      <w:r>
        <w:t xml:space="preserve">, </w:t>
      </w:r>
      <w:proofErr w:type="spellStart"/>
      <w:r w:rsidR="00E0544E" w:rsidRPr="007818BD">
        <w:t>signor</w:t>
      </w:r>
      <w:proofErr w:type="spellEnd"/>
      <w:r>
        <w:t xml:space="preserve">, </w:t>
      </w:r>
      <w:r w:rsidR="00E0544E" w:rsidRPr="007818BD">
        <w:t>avec ce vin même</w:t>
      </w:r>
      <w:r>
        <w:t> ! »</w:t>
      </w:r>
    </w:p>
    <w:p w14:paraId="2C964C04" w14:textId="77777777" w:rsidR="00E8465A" w:rsidRDefault="00E0544E" w:rsidP="00E0544E">
      <w:r w:rsidRPr="007818BD">
        <w:t>Il porta la coupe à ses lèvres</w:t>
      </w:r>
      <w:r w:rsidR="00E8465A">
        <w:t xml:space="preserve">. </w:t>
      </w:r>
      <w:r w:rsidRPr="007818BD">
        <w:t>Le prince devint d</w:t>
      </w:r>
      <w:r w:rsidR="00E8465A">
        <w:t>’</w:t>
      </w:r>
      <w:r w:rsidRPr="007818BD">
        <w:t>une pâleur livide</w:t>
      </w:r>
      <w:r w:rsidR="00E8465A">
        <w:t xml:space="preserve">. </w:t>
      </w:r>
      <w:r w:rsidRPr="007818BD">
        <w:t xml:space="preserve">Le regard de </w:t>
      </w:r>
      <w:proofErr w:type="spellStart"/>
      <w:r w:rsidRPr="007818BD">
        <w:t>Zanoni</w:t>
      </w:r>
      <w:proofErr w:type="spellEnd"/>
      <w:r w:rsidR="00E8465A">
        <w:t xml:space="preserve">, </w:t>
      </w:r>
      <w:r w:rsidRPr="007818BD">
        <w:t>ferme</w:t>
      </w:r>
      <w:r w:rsidR="00E8465A">
        <w:t xml:space="preserve">, </w:t>
      </w:r>
      <w:r w:rsidRPr="007818BD">
        <w:t>sévère</w:t>
      </w:r>
      <w:r w:rsidR="00E8465A">
        <w:t xml:space="preserve">, </w:t>
      </w:r>
      <w:r w:rsidRPr="007818BD">
        <w:t>brillant</w:t>
      </w:r>
      <w:r w:rsidR="00E8465A">
        <w:t xml:space="preserve">, </w:t>
      </w:r>
      <w:r w:rsidRPr="007818BD">
        <w:lastRenderedPageBreak/>
        <w:t>s</w:t>
      </w:r>
      <w:r w:rsidR="00E8465A">
        <w:t>’</w:t>
      </w:r>
      <w:r w:rsidRPr="007818BD">
        <w:t>attacha sur lui et le fit trembler et frissonner sous le poids de son crime</w:t>
      </w:r>
      <w:r w:rsidR="00E8465A">
        <w:t xml:space="preserve">. </w:t>
      </w:r>
      <w:r w:rsidRPr="007818BD">
        <w:t xml:space="preserve">Quand </w:t>
      </w:r>
      <w:proofErr w:type="spellStart"/>
      <w:r w:rsidRPr="007818BD">
        <w:t>Zanoni</w:t>
      </w:r>
      <w:proofErr w:type="spellEnd"/>
      <w:r w:rsidRPr="007818BD">
        <w:t xml:space="preserve"> eut vidé la coupe</w:t>
      </w:r>
      <w:r w:rsidR="00E8465A">
        <w:t xml:space="preserve">, </w:t>
      </w:r>
      <w:r w:rsidRPr="007818BD">
        <w:t>il détourna les regards</w:t>
      </w:r>
      <w:r w:rsidR="00E8465A">
        <w:t xml:space="preserve">, </w:t>
      </w:r>
      <w:r w:rsidRPr="007818BD">
        <w:t>et dit avec insouciance</w:t>
      </w:r>
      <w:r w:rsidR="00E8465A">
        <w:t> :</w:t>
      </w:r>
    </w:p>
    <w:p w14:paraId="19BD46D6" w14:textId="77777777" w:rsidR="00E8465A" w:rsidRDefault="00E8465A" w:rsidP="00E0544E">
      <w:r>
        <w:t>« </w:t>
      </w:r>
      <w:r w:rsidR="00E0544E" w:rsidRPr="007818BD">
        <w:t>Vous avez gardé trop longtemps ce vin</w:t>
      </w:r>
      <w:r>
        <w:t xml:space="preserve"> : </w:t>
      </w:r>
      <w:r w:rsidR="00E0544E" w:rsidRPr="007818BD">
        <w:t>il a perdu ses qualités</w:t>
      </w:r>
      <w:r>
        <w:t xml:space="preserve"> ; </w:t>
      </w:r>
      <w:r w:rsidR="00E0544E" w:rsidRPr="007818BD">
        <w:t>il pourrait faire mal à certaines constitutions</w:t>
      </w:r>
      <w:r>
        <w:t xml:space="preserve">, </w:t>
      </w:r>
      <w:r w:rsidR="00E0544E" w:rsidRPr="007818BD">
        <w:t>mais ne craignez rien</w:t>
      </w:r>
      <w:r>
        <w:t xml:space="preserve"> : </w:t>
      </w:r>
      <w:r w:rsidR="00E0544E" w:rsidRPr="007818BD">
        <w:t>je n</w:t>
      </w:r>
      <w:r>
        <w:t>’</w:t>
      </w:r>
      <w:r w:rsidR="00E0544E" w:rsidRPr="007818BD">
        <w:t>en serai point incommodé</w:t>
      </w:r>
      <w:r>
        <w:t xml:space="preserve">, </w:t>
      </w:r>
      <w:r w:rsidR="00E0544E" w:rsidRPr="007818BD">
        <w:t>prince</w:t>
      </w:r>
      <w:r>
        <w:t xml:space="preserve">. </w:t>
      </w:r>
      <w:proofErr w:type="spellStart"/>
      <w:r w:rsidR="00E0544E" w:rsidRPr="007818BD">
        <w:t>Signor</w:t>
      </w:r>
      <w:proofErr w:type="spellEnd"/>
      <w:r w:rsidR="00E0544E" w:rsidRPr="007818BD">
        <w:t xml:space="preserve"> </w:t>
      </w:r>
      <w:proofErr w:type="spellStart"/>
      <w:r w:rsidR="00E0544E" w:rsidRPr="007818BD">
        <w:t>Mascari</w:t>
      </w:r>
      <w:proofErr w:type="spellEnd"/>
      <w:r>
        <w:t xml:space="preserve">, </w:t>
      </w:r>
      <w:r w:rsidR="00E0544E" w:rsidRPr="007818BD">
        <w:t>vous êtes connaisseur</w:t>
      </w:r>
      <w:r>
        <w:t xml:space="preserve">, </w:t>
      </w:r>
      <w:r w:rsidR="00E0544E" w:rsidRPr="007818BD">
        <w:t>donnez-nous votre opinion</w:t>
      </w:r>
      <w:r>
        <w:t>.</w:t>
      </w:r>
    </w:p>
    <w:p w14:paraId="4C48385C" w14:textId="62C774B9" w:rsidR="00E8465A" w:rsidRDefault="00E8465A" w:rsidP="00E0544E">
      <w:r>
        <w:t>— </w:t>
      </w:r>
      <w:r w:rsidR="00E0544E" w:rsidRPr="007818BD">
        <w:t>Je n</w:t>
      </w:r>
      <w:r>
        <w:t>’</w:t>
      </w:r>
      <w:r w:rsidR="00E0544E" w:rsidRPr="007818BD">
        <w:t>aime pas le chypre</w:t>
      </w:r>
      <w:r>
        <w:t xml:space="preserve">, </w:t>
      </w:r>
      <w:r w:rsidR="00E0544E" w:rsidRPr="007818BD">
        <w:t>s</w:t>
      </w:r>
      <w:r>
        <w:t>’</w:t>
      </w:r>
      <w:r w:rsidR="00E0544E" w:rsidRPr="007818BD">
        <w:t xml:space="preserve">écria </w:t>
      </w:r>
      <w:proofErr w:type="spellStart"/>
      <w:r w:rsidR="00E0544E" w:rsidRPr="007818BD">
        <w:t>Mas</w:t>
      </w:r>
      <w:r w:rsidR="00E0544E">
        <w:t>c</w:t>
      </w:r>
      <w:r w:rsidR="00E0544E" w:rsidRPr="007818BD">
        <w:t>a</w:t>
      </w:r>
      <w:r w:rsidR="00E0544E">
        <w:t>r</w:t>
      </w:r>
      <w:r w:rsidR="00E0544E" w:rsidRPr="007818BD">
        <w:t>i</w:t>
      </w:r>
      <w:proofErr w:type="spellEnd"/>
      <w:r w:rsidR="00E0544E" w:rsidRPr="007818BD">
        <w:t xml:space="preserve"> avec une tranquill</w:t>
      </w:r>
      <w:r w:rsidR="00E0544E" w:rsidRPr="007818BD">
        <w:t>i</w:t>
      </w:r>
      <w:r w:rsidR="00E0544E" w:rsidRPr="007818BD">
        <w:t>té bien jouée</w:t>
      </w:r>
      <w:r>
        <w:t xml:space="preserve">, </w:t>
      </w:r>
      <w:r w:rsidR="00E0544E" w:rsidRPr="007818BD">
        <w:t>il m</w:t>
      </w:r>
      <w:r>
        <w:t>’</w:t>
      </w:r>
      <w:r w:rsidR="00E0544E" w:rsidRPr="007818BD">
        <w:t>entête</w:t>
      </w:r>
      <w:r>
        <w:t xml:space="preserve">. </w:t>
      </w:r>
      <w:r w:rsidR="00E0544E" w:rsidRPr="007818BD">
        <w:t xml:space="preserve">Le seigneur </w:t>
      </w:r>
      <w:proofErr w:type="spellStart"/>
      <w:r w:rsidR="00E0544E" w:rsidRPr="007818BD">
        <w:t>Glyndon</w:t>
      </w:r>
      <w:proofErr w:type="spellEnd"/>
      <w:r w:rsidR="00E0544E" w:rsidRPr="007818BD">
        <w:t xml:space="preserve"> n</w:t>
      </w:r>
      <w:r>
        <w:t>’</w:t>
      </w:r>
      <w:r w:rsidR="00E0544E" w:rsidRPr="007818BD">
        <w:t>a peut-être pas la même antipathie</w:t>
      </w:r>
      <w:r>
        <w:t xml:space="preserve"> : </w:t>
      </w:r>
      <w:r w:rsidR="00E0544E" w:rsidRPr="007818BD">
        <w:t>les Anglais aiment</w:t>
      </w:r>
      <w:r>
        <w:t xml:space="preserve">, </w:t>
      </w:r>
      <w:r w:rsidR="00E0544E" w:rsidRPr="007818BD">
        <w:t>dit-on</w:t>
      </w:r>
      <w:r>
        <w:t xml:space="preserve">, </w:t>
      </w:r>
      <w:r w:rsidR="00E0544E" w:rsidRPr="007818BD">
        <w:t>un vin chaud et capiteux</w:t>
      </w:r>
      <w:r>
        <w:t>.</w:t>
      </w:r>
    </w:p>
    <w:p w14:paraId="66B442FE" w14:textId="77777777" w:rsidR="00E8465A" w:rsidRDefault="00E8465A" w:rsidP="00E0544E">
      <w:r>
        <w:t>— </w:t>
      </w:r>
      <w:r w:rsidR="00E0544E" w:rsidRPr="007818BD">
        <w:t>Désirez-vous que mon ami goûte à ce vin</w:t>
      </w:r>
      <w:r>
        <w:t xml:space="preserve"> ? </w:t>
      </w:r>
      <w:r w:rsidR="00E0544E" w:rsidRPr="007818BD">
        <w:t>Rappelez-vous que tout le monde ne peut pas</w:t>
      </w:r>
      <w:r>
        <w:t xml:space="preserve">, </w:t>
      </w:r>
      <w:r w:rsidR="00E0544E" w:rsidRPr="007818BD">
        <w:t>comme moi</w:t>
      </w:r>
      <w:r>
        <w:t xml:space="preserve">, </w:t>
      </w:r>
      <w:r w:rsidR="00E0544E" w:rsidRPr="007818BD">
        <w:t>en boire i</w:t>
      </w:r>
      <w:r w:rsidR="00E0544E" w:rsidRPr="007818BD">
        <w:t>m</w:t>
      </w:r>
      <w:r w:rsidR="00E0544E" w:rsidRPr="007818BD">
        <w:t>pun</w:t>
      </w:r>
      <w:r w:rsidR="00E0544E" w:rsidRPr="007818BD">
        <w:t>é</w:t>
      </w:r>
      <w:r w:rsidR="00E0544E" w:rsidRPr="007818BD">
        <w:t>ment</w:t>
      </w:r>
      <w:r>
        <w:t>.</w:t>
      </w:r>
    </w:p>
    <w:p w14:paraId="0370E87C" w14:textId="77777777" w:rsidR="00E8465A" w:rsidRDefault="00E8465A" w:rsidP="00E0544E">
      <w:r>
        <w:t>— </w:t>
      </w:r>
      <w:r w:rsidR="00E0544E" w:rsidRPr="007818BD">
        <w:t>Non</w:t>
      </w:r>
      <w:r>
        <w:t xml:space="preserve">, </w:t>
      </w:r>
      <w:r w:rsidR="00E0544E" w:rsidRPr="007818BD">
        <w:t>dit le prince vivement</w:t>
      </w:r>
      <w:r>
        <w:t xml:space="preserve"> ; </w:t>
      </w:r>
      <w:r w:rsidR="00E0544E" w:rsidRPr="007818BD">
        <w:t>si vous ne recommandez pas le vin</w:t>
      </w:r>
      <w:r>
        <w:t xml:space="preserve">, </w:t>
      </w:r>
      <w:r w:rsidR="00E0544E" w:rsidRPr="007818BD">
        <w:t>à Dieu ne plaise que nous contraignions nos conv</w:t>
      </w:r>
      <w:r w:rsidR="00E0544E" w:rsidRPr="007818BD">
        <w:t>i</w:t>
      </w:r>
      <w:r w:rsidR="00E0544E" w:rsidRPr="007818BD">
        <w:t>ves</w:t>
      </w:r>
      <w:r>
        <w:t xml:space="preserve"> ! </w:t>
      </w:r>
      <w:r w:rsidR="00E0544E" w:rsidRPr="007818BD">
        <w:t>Monsieur le duc</w:t>
      </w:r>
      <w:r>
        <w:t xml:space="preserve">, </w:t>
      </w:r>
      <w:r w:rsidR="00E0544E" w:rsidRPr="007818BD">
        <w:t>dit-il en se tournant vers un Français</w:t>
      </w:r>
      <w:r>
        <w:t xml:space="preserve">, </w:t>
      </w:r>
      <w:r w:rsidR="00E0544E" w:rsidRPr="007818BD">
        <w:t>la France est la patrie de la vigne</w:t>
      </w:r>
      <w:r>
        <w:t xml:space="preserve"> : </w:t>
      </w:r>
      <w:r w:rsidR="00E0544E" w:rsidRPr="007818BD">
        <w:t>que pensez-vous de ce bourg</w:t>
      </w:r>
      <w:r w:rsidR="00E0544E" w:rsidRPr="007818BD">
        <w:t>o</w:t>
      </w:r>
      <w:r w:rsidR="00E0544E" w:rsidRPr="007818BD">
        <w:t>gne</w:t>
      </w:r>
      <w:r>
        <w:t xml:space="preserve"> ? </w:t>
      </w:r>
      <w:r w:rsidR="00E0544E" w:rsidRPr="007818BD">
        <w:t>a-t-il bien supporté le voyage</w:t>
      </w:r>
      <w:r>
        <w:t> ?</w:t>
      </w:r>
    </w:p>
    <w:p w14:paraId="12667F1F" w14:textId="2C7AF0B4" w:rsidR="00E0544E" w:rsidRPr="007818BD" w:rsidRDefault="00E8465A" w:rsidP="00E0544E">
      <w:r>
        <w:t>— </w:t>
      </w:r>
      <w:r w:rsidR="00E0544E" w:rsidRPr="007818BD">
        <w:t>De grâce</w:t>
      </w:r>
      <w:r>
        <w:t xml:space="preserve">, </w:t>
      </w:r>
      <w:r w:rsidR="00E0544E" w:rsidRPr="007818BD">
        <w:t xml:space="preserve">dit </w:t>
      </w:r>
      <w:proofErr w:type="spellStart"/>
      <w:r w:rsidR="00E0544E" w:rsidRPr="007818BD">
        <w:t>Zanoni</w:t>
      </w:r>
      <w:proofErr w:type="spellEnd"/>
      <w:r>
        <w:t xml:space="preserve">, </w:t>
      </w:r>
      <w:r w:rsidR="00E0544E" w:rsidRPr="007818BD">
        <w:t>changeons de vin et de convers</w:t>
      </w:r>
      <w:r w:rsidR="00E0544E" w:rsidRPr="007818BD">
        <w:t>a</w:t>
      </w:r>
      <w:r w:rsidR="00E0544E" w:rsidRPr="007818BD">
        <w:t>tion</w:t>
      </w:r>
      <w:r>
        <w:t>. »</w:t>
      </w:r>
    </w:p>
    <w:p w14:paraId="40C5FA3B" w14:textId="77777777" w:rsidR="00E8465A" w:rsidRDefault="00E0544E" w:rsidP="00E0544E">
      <w:r w:rsidRPr="007818BD">
        <w:t>Et il devint encore plus animé et plus brillant</w:t>
      </w:r>
      <w:r w:rsidR="00E8465A">
        <w:t xml:space="preserve">. </w:t>
      </w:r>
      <w:r w:rsidRPr="007818BD">
        <w:t>Jamais e</w:t>
      </w:r>
      <w:r w:rsidRPr="007818BD">
        <w:t>s</w:t>
      </w:r>
      <w:r w:rsidRPr="007818BD">
        <w:t>prit plus étincelant</w:t>
      </w:r>
      <w:r w:rsidR="00E8465A">
        <w:t xml:space="preserve">, </w:t>
      </w:r>
      <w:r w:rsidRPr="007818BD">
        <w:t>plus léger</w:t>
      </w:r>
      <w:r w:rsidR="00E8465A">
        <w:t xml:space="preserve">, </w:t>
      </w:r>
      <w:r w:rsidRPr="007818BD">
        <w:t>plus enjoué</w:t>
      </w:r>
      <w:r w:rsidR="00E8465A">
        <w:t xml:space="preserve">, </w:t>
      </w:r>
      <w:r w:rsidRPr="007818BD">
        <w:t>ne jaillit des lèvres d</w:t>
      </w:r>
      <w:r w:rsidR="00E8465A">
        <w:t>’</w:t>
      </w:r>
      <w:r w:rsidRPr="007818BD">
        <w:t>un convive</w:t>
      </w:r>
      <w:r w:rsidR="00E8465A">
        <w:t xml:space="preserve">. </w:t>
      </w:r>
      <w:r w:rsidRPr="007818BD">
        <w:t>Tout le monde était ébloui</w:t>
      </w:r>
      <w:r w:rsidR="00E8465A">
        <w:t xml:space="preserve"> ; </w:t>
      </w:r>
      <w:r w:rsidRPr="007818BD">
        <w:t>le prince lui-même</w:t>
      </w:r>
      <w:r w:rsidR="00E8465A">
        <w:t xml:space="preserve">, </w:t>
      </w:r>
      <w:r w:rsidRPr="007818BD">
        <w:t>et jusqu</w:t>
      </w:r>
      <w:r w:rsidR="00E8465A">
        <w:t>’</w:t>
      </w:r>
      <w:r w:rsidRPr="007818BD">
        <w:t xml:space="preserve">à </w:t>
      </w:r>
      <w:proofErr w:type="spellStart"/>
      <w:r w:rsidRPr="007818BD">
        <w:t>Glyndon</w:t>
      </w:r>
      <w:proofErr w:type="spellEnd"/>
      <w:r w:rsidR="00E8465A">
        <w:t xml:space="preserve">, </w:t>
      </w:r>
      <w:r w:rsidRPr="007818BD">
        <w:t>subirent la contagion de je ne sais quelle étra</w:t>
      </w:r>
      <w:r w:rsidRPr="007818BD">
        <w:t>n</w:t>
      </w:r>
      <w:r w:rsidRPr="007818BD">
        <w:t>ge exaltation</w:t>
      </w:r>
      <w:r w:rsidR="00E8465A">
        <w:t>.</w:t>
      </w:r>
    </w:p>
    <w:p w14:paraId="36785823" w14:textId="77777777" w:rsidR="00E8465A" w:rsidRDefault="00E0544E" w:rsidP="00E0544E">
      <w:r w:rsidRPr="007818BD">
        <w:t>Le premier</w:t>
      </w:r>
      <w:r w:rsidR="00E8465A">
        <w:t xml:space="preserve">, </w:t>
      </w:r>
      <w:r w:rsidRPr="007818BD">
        <w:t xml:space="preserve">que les paroles et le regard de </w:t>
      </w:r>
      <w:proofErr w:type="spellStart"/>
      <w:r w:rsidRPr="007818BD">
        <w:t>Zanoni</w:t>
      </w:r>
      <w:proofErr w:type="spellEnd"/>
      <w:r w:rsidRPr="007818BD">
        <w:t xml:space="preserve"> au m</w:t>
      </w:r>
      <w:r w:rsidRPr="007818BD">
        <w:t>o</w:t>
      </w:r>
      <w:r w:rsidRPr="007818BD">
        <w:t xml:space="preserve">ment de prendre le poison avaient rempli de funestes </w:t>
      </w:r>
      <w:r w:rsidRPr="007818BD">
        <w:lastRenderedPageBreak/>
        <w:t>presse</w:t>
      </w:r>
      <w:r w:rsidRPr="007818BD">
        <w:t>n</w:t>
      </w:r>
      <w:r w:rsidRPr="007818BD">
        <w:t>timents</w:t>
      </w:r>
      <w:r w:rsidR="00E8465A">
        <w:t xml:space="preserve">, </w:t>
      </w:r>
      <w:r w:rsidRPr="007818BD">
        <w:t>trouva maintenant dans l</w:t>
      </w:r>
      <w:r w:rsidR="00E8465A">
        <w:t>’</w:t>
      </w:r>
      <w:r w:rsidRPr="007818BD">
        <w:t>éclat même de son esprit un signe infaillible de la fatale efficacité du breuvage</w:t>
      </w:r>
      <w:r w:rsidR="00E8465A">
        <w:t xml:space="preserve">. </w:t>
      </w:r>
      <w:r w:rsidRPr="007818BD">
        <w:t>Les uns après les a</w:t>
      </w:r>
      <w:r w:rsidRPr="007818BD">
        <w:t>u</w:t>
      </w:r>
      <w:r w:rsidRPr="007818BD">
        <w:t>tres le reste des convives tombèrent dans le silence de l</w:t>
      </w:r>
      <w:r w:rsidR="00E8465A">
        <w:t>’</w:t>
      </w:r>
      <w:r w:rsidRPr="007818BD">
        <w:t>admiration</w:t>
      </w:r>
      <w:r w:rsidR="00E8465A">
        <w:t xml:space="preserve">, </w:t>
      </w:r>
      <w:r w:rsidRPr="007818BD">
        <w:t xml:space="preserve">tandis que </w:t>
      </w:r>
      <w:proofErr w:type="spellStart"/>
      <w:r w:rsidRPr="007818BD">
        <w:t>Zanoni</w:t>
      </w:r>
      <w:proofErr w:type="spellEnd"/>
      <w:r w:rsidRPr="007818BD">
        <w:t xml:space="preserve"> les fascina des charmes irrési</w:t>
      </w:r>
      <w:r w:rsidRPr="007818BD">
        <w:t>s</w:t>
      </w:r>
      <w:r w:rsidRPr="007818BD">
        <w:t>tibles de ses saillies et de ses anecdotes inépuisables</w:t>
      </w:r>
      <w:r w:rsidR="00E8465A">
        <w:t xml:space="preserve">. </w:t>
      </w:r>
      <w:r w:rsidRPr="007818BD">
        <w:t>Et pou</w:t>
      </w:r>
      <w:r w:rsidRPr="007818BD">
        <w:t>r</w:t>
      </w:r>
      <w:r w:rsidRPr="007818BD">
        <w:t>tant quelle amertume dans cette animation</w:t>
      </w:r>
      <w:r w:rsidR="00E8465A">
        <w:t xml:space="preserve"> ! </w:t>
      </w:r>
      <w:r w:rsidRPr="007818BD">
        <w:t>quel mépris pour ses frivoles co</w:t>
      </w:r>
      <w:r w:rsidRPr="007818BD">
        <w:t>m</w:t>
      </w:r>
      <w:r w:rsidRPr="007818BD">
        <w:t>pagnons et leur existence vide et légère</w:t>
      </w:r>
      <w:r w:rsidR="00E8465A">
        <w:t> !</w:t>
      </w:r>
    </w:p>
    <w:p w14:paraId="623351DD" w14:textId="77777777" w:rsidR="00E8465A" w:rsidRDefault="00E0544E" w:rsidP="00E0544E">
      <w:r w:rsidRPr="007818BD">
        <w:t>La nuit arriva</w:t>
      </w:r>
      <w:r w:rsidR="00E8465A">
        <w:t xml:space="preserve"> : </w:t>
      </w:r>
      <w:r w:rsidRPr="007818BD">
        <w:t>la salle s</w:t>
      </w:r>
      <w:r w:rsidR="00E8465A">
        <w:t>’</w:t>
      </w:r>
      <w:r w:rsidRPr="007818BD">
        <w:t>obscurcit</w:t>
      </w:r>
      <w:r w:rsidR="00E8465A">
        <w:t xml:space="preserve"> ; </w:t>
      </w:r>
      <w:r w:rsidRPr="007818BD">
        <w:t>le festin s</w:t>
      </w:r>
      <w:r w:rsidR="00E8465A">
        <w:t>’</w:t>
      </w:r>
      <w:r w:rsidRPr="007818BD">
        <w:t xml:space="preserve">était prolongé de plusieurs heures </w:t>
      </w:r>
      <w:proofErr w:type="spellStart"/>
      <w:r w:rsidRPr="007818BD">
        <w:t>au delà</w:t>
      </w:r>
      <w:proofErr w:type="spellEnd"/>
      <w:r w:rsidRPr="007818BD">
        <w:t xml:space="preserve"> des limites ordinaires d</w:t>
      </w:r>
      <w:r w:rsidR="00E8465A">
        <w:t>’</w:t>
      </w:r>
      <w:r w:rsidRPr="007818BD">
        <w:t>une pareille réunion</w:t>
      </w:r>
      <w:r w:rsidR="00E8465A">
        <w:t xml:space="preserve">. </w:t>
      </w:r>
      <w:r w:rsidRPr="007818BD">
        <w:t>Cependant nul ne songeait à bo</w:t>
      </w:r>
      <w:r w:rsidRPr="007818BD">
        <w:t>u</w:t>
      </w:r>
      <w:r w:rsidRPr="007818BD">
        <w:t>ger</w:t>
      </w:r>
      <w:r w:rsidR="00E8465A">
        <w:t xml:space="preserve">, </w:t>
      </w:r>
      <w:r w:rsidRPr="007818BD">
        <w:t xml:space="preserve">et </w:t>
      </w:r>
      <w:proofErr w:type="spellStart"/>
      <w:r w:rsidRPr="007818BD">
        <w:t>Zanoni</w:t>
      </w:r>
      <w:proofErr w:type="spellEnd"/>
      <w:r w:rsidR="00E8465A">
        <w:t xml:space="preserve">, </w:t>
      </w:r>
      <w:r w:rsidRPr="007818BD">
        <w:t>l</w:t>
      </w:r>
      <w:r w:rsidR="00E8465A">
        <w:t>’</w:t>
      </w:r>
      <w:r w:rsidRPr="007818BD">
        <w:t>œil étincelant</w:t>
      </w:r>
      <w:r w:rsidR="00E8465A">
        <w:t xml:space="preserve">, </w:t>
      </w:r>
      <w:r w:rsidRPr="007818BD">
        <w:t>la lèvre moqueuse</w:t>
      </w:r>
      <w:r w:rsidR="00E8465A">
        <w:t xml:space="preserve">, </w:t>
      </w:r>
      <w:r w:rsidRPr="007818BD">
        <w:t>versait à flots les trésors de son esprit</w:t>
      </w:r>
      <w:r w:rsidR="00E8465A">
        <w:t xml:space="preserve">, </w:t>
      </w:r>
      <w:r w:rsidRPr="007818BD">
        <w:t>quand tout à coup la lune se leva et inonda de ses rayons les fleurs et les bassins du jardin</w:t>
      </w:r>
      <w:r w:rsidR="00E8465A">
        <w:t xml:space="preserve">, </w:t>
      </w:r>
      <w:r w:rsidRPr="007818BD">
        <w:t>laissant la salle elle-même dans une pénombre mystérieuse</w:t>
      </w:r>
      <w:r w:rsidR="00E8465A">
        <w:t>.</w:t>
      </w:r>
    </w:p>
    <w:p w14:paraId="3DCE1EB5" w14:textId="77777777" w:rsidR="00E8465A" w:rsidRDefault="00E0544E" w:rsidP="00E0544E">
      <w:proofErr w:type="spellStart"/>
      <w:r w:rsidRPr="007818BD">
        <w:t>Zanoni</w:t>
      </w:r>
      <w:proofErr w:type="spellEnd"/>
      <w:r w:rsidRPr="007818BD">
        <w:t xml:space="preserve"> se leva</w:t>
      </w:r>
      <w:r w:rsidR="00E8465A">
        <w:t> :</w:t>
      </w:r>
    </w:p>
    <w:p w14:paraId="797B7FD7" w14:textId="77777777" w:rsidR="00E8465A" w:rsidRDefault="00E8465A" w:rsidP="00E0544E">
      <w:r>
        <w:t>« </w:t>
      </w:r>
      <w:r w:rsidR="00E0544E" w:rsidRPr="007818BD">
        <w:t>Messieurs</w:t>
      </w:r>
      <w:r>
        <w:t xml:space="preserve">, </w:t>
      </w:r>
      <w:r w:rsidR="00E0544E" w:rsidRPr="007818BD">
        <w:t>dit-il</w:t>
      </w:r>
      <w:r>
        <w:t xml:space="preserve">, </w:t>
      </w:r>
      <w:r w:rsidR="00E0544E" w:rsidRPr="007818BD">
        <w:t>nous n</w:t>
      </w:r>
      <w:r>
        <w:t>’</w:t>
      </w:r>
      <w:r w:rsidR="00E0544E" w:rsidRPr="007818BD">
        <w:t>avons pas encore ennuyé notre hôte</w:t>
      </w:r>
      <w:r>
        <w:t xml:space="preserve">, </w:t>
      </w:r>
      <w:r w:rsidR="00E0544E" w:rsidRPr="007818BD">
        <w:t>j</w:t>
      </w:r>
      <w:r>
        <w:t>’</w:t>
      </w:r>
      <w:r w:rsidR="00E0544E" w:rsidRPr="007818BD">
        <w:t>espère</w:t>
      </w:r>
      <w:r>
        <w:t xml:space="preserve">, </w:t>
      </w:r>
      <w:r w:rsidR="00E0544E" w:rsidRPr="007818BD">
        <w:t>et ses ja</w:t>
      </w:r>
      <w:r w:rsidR="00E0544E" w:rsidRPr="007818BD">
        <w:t>r</w:t>
      </w:r>
      <w:r w:rsidR="00E0544E" w:rsidRPr="007818BD">
        <w:t>dins nous offrent une nouvelle tentation de prolonger notre réunion</w:t>
      </w:r>
      <w:r>
        <w:t xml:space="preserve">. </w:t>
      </w:r>
      <w:r w:rsidR="00E0544E" w:rsidRPr="007818BD">
        <w:t>N</w:t>
      </w:r>
      <w:r>
        <w:t>’</w:t>
      </w:r>
      <w:r w:rsidR="00E0544E" w:rsidRPr="007818BD">
        <w:t>avez-vous pas</w:t>
      </w:r>
      <w:r>
        <w:t xml:space="preserve">, </w:t>
      </w:r>
      <w:r w:rsidR="00E0544E" w:rsidRPr="007818BD">
        <w:t>prince</w:t>
      </w:r>
      <w:r>
        <w:t xml:space="preserve">, </w:t>
      </w:r>
      <w:r w:rsidR="00E0544E" w:rsidRPr="007818BD">
        <w:t>à votre disposition quelques musiciens qui puissent charmer nos orei</w:t>
      </w:r>
      <w:r w:rsidR="00E0544E" w:rsidRPr="007818BD">
        <w:t>l</w:t>
      </w:r>
      <w:r w:rsidR="00E0544E" w:rsidRPr="007818BD">
        <w:t>les pe</w:t>
      </w:r>
      <w:r w:rsidR="00E0544E" w:rsidRPr="007818BD">
        <w:t>n</w:t>
      </w:r>
      <w:r w:rsidR="00E0544E" w:rsidRPr="007818BD">
        <w:t>dant que nous respirerons les parfums de vos orangers</w:t>
      </w:r>
      <w:r>
        <w:t> ?</w:t>
      </w:r>
    </w:p>
    <w:p w14:paraId="5C5AB47F" w14:textId="277CCAC4" w:rsidR="00E0544E" w:rsidRPr="007818BD" w:rsidRDefault="00E8465A" w:rsidP="00E0544E">
      <w:r>
        <w:t>— </w:t>
      </w:r>
      <w:r w:rsidR="00E0544E" w:rsidRPr="007818BD">
        <w:t>Excellente idée</w:t>
      </w:r>
      <w:r>
        <w:t xml:space="preserve"> ! </w:t>
      </w:r>
      <w:r w:rsidR="00E0544E" w:rsidRPr="007818BD">
        <w:t>dit le prince</w:t>
      </w:r>
      <w:r>
        <w:t xml:space="preserve">. </w:t>
      </w:r>
      <w:proofErr w:type="spellStart"/>
      <w:r w:rsidR="00E0544E" w:rsidRPr="007818BD">
        <w:t>Mascari</w:t>
      </w:r>
      <w:proofErr w:type="spellEnd"/>
      <w:r>
        <w:t xml:space="preserve">, </w:t>
      </w:r>
      <w:r w:rsidR="00E0544E" w:rsidRPr="007818BD">
        <w:t>faites demander la musique</w:t>
      </w:r>
      <w:r>
        <w:t>. »</w:t>
      </w:r>
    </w:p>
    <w:p w14:paraId="7FB54145" w14:textId="77777777" w:rsidR="00E8465A" w:rsidRDefault="00E0544E" w:rsidP="00E0544E">
      <w:r w:rsidRPr="007818BD">
        <w:t>Tous se levèrent pour se diriger vers le jardin</w:t>
      </w:r>
      <w:r w:rsidR="00E8465A">
        <w:t xml:space="preserve">, </w:t>
      </w:r>
      <w:r w:rsidRPr="007818BD">
        <w:t>et c</w:t>
      </w:r>
      <w:r w:rsidR="00E8465A">
        <w:t>’</w:t>
      </w:r>
      <w:r w:rsidRPr="007818BD">
        <w:t>est alors que pour la première fois l</w:t>
      </w:r>
      <w:r w:rsidR="00E8465A">
        <w:t>’</w:t>
      </w:r>
      <w:r w:rsidRPr="007818BD">
        <w:t>effet du vin qu</w:t>
      </w:r>
      <w:r w:rsidR="00E8465A">
        <w:t>’</w:t>
      </w:r>
      <w:r w:rsidRPr="007818BD">
        <w:t>ils avaient pris co</w:t>
      </w:r>
      <w:r w:rsidRPr="007818BD">
        <w:t>m</w:t>
      </w:r>
      <w:r w:rsidRPr="007818BD">
        <w:t>mença à se faire sentir</w:t>
      </w:r>
      <w:r w:rsidR="00E8465A">
        <w:t>.</w:t>
      </w:r>
    </w:p>
    <w:p w14:paraId="00B456C7" w14:textId="77777777" w:rsidR="00E8465A" w:rsidRDefault="00E0544E" w:rsidP="00E0544E">
      <w:r w:rsidRPr="007818BD">
        <w:t>Le teint animé</w:t>
      </w:r>
      <w:r w:rsidR="00E8465A">
        <w:t xml:space="preserve">, </w:t>
      </w:r>
      <w:r w:rsidRPr="007818BD">
        <w:t>le pas chancelant</w:t>
      </w:r>
      <w:r w:rsidR="00E8465A">
        <w:t xml:space="preserve">, </w:t>
      </w:r>
      <w:r w:rsidRPr="007818BD">
        <w:t>ils allèrent respirer le grand air</w:t>
      </w:r>
      <w:r w:rsidR="00E8465A">
        <w:t xml:space="preserve">, </w:t>
      </w:r>
      <w:r w:rsidRPr="007818BD">
        <w:t>qui ne servit qu</w:t>
      </w:r>
      <w:r w:rsidR="00E8465A">
        <w:t>’</w:t>
      </w:r>
      <w:r w:rsidRPr="007818BD">
        <w:t>à stimuler encore leur fiévreuse exa</w:t>
      </w:r>
      <w:r w:rsidRPr="007818BD">
        <w:t>l</w:t>
      </w:r>
      <w:r w:rsidRPr="007818BD">
        <w:t>tation</w:t>
      </w:r>
      <w:r w:rsidR="00E8465A">
        <w:t xml:space="preserve">. </w:t>
      </w:r>
      <w:r w:rsidRPr="007818BD">
        <w:t xml:space="preserve">Comme pour compenser le silence avec lequel ils </w:t>
      </w:r>
      <w:r w:rsidRPr="007818BD">
        <w:lastRenderedPageBreak/>
        <w:t xml:space="preserve">avaient jusque-là écouté </w:t>
      </w:r>
      <w:proofErr w:type="spellStart"/>
      <w:r w:rsidRPr="007818BD">
        <w:t>Zanoni</w:t>
      </w:r>
      <w:proofErr w:type="spellEnd"/>
      <w:r w:rsidR="00E8465A">
        <w:t xml:space="preserve">, </w:t>
      </w:r>
      <w:r w:rsidRPr="007818BD">
        <w:t>toutes les langues se délièrent</w:t>
      </w:r>
      <w:r w:rsidR="00E8465A">
        <w:t xml:space="preserve"> ; </w:t>
      </w:r>
      <w:r w:rsidRPr="007818BD">
        <w:t>tous parl</w:t>
      </w:r>
      <w:r w:rsidRPr="007818BD">
        <w:t>è</w:t>
      </w:r>
      <w:r w:rsidRPr="007818BD">
        <w:t>rent</w:t>
      </w:r>
      <w:r w:rsidR="00E8465A">
        <w:t xml:space="preserve">, </w:t>
      </w:r>
      <w:r w:rsidRPr="007818BD">
        <w:t>personne n</w:t>
      </w:r>
      <w:r w:rsidR="00E8465A">
        <w:t>’</w:t>
      </w:r>
      <w:r w:rsidRPr="007818BD">
        <w:t>écouta</w:t>
      </w:r>
      <w:r w:rsidR="00E8465A">
        <w:t xml:space="preserve">. </w:t>
      </w:r>
      <w:r w:rsidRPr="007818BD">
        <w:t>Et il y avait quelque chose d</w:t>
      </w:r>
      <w:r w:rsidR="00E8465A">
        <w:t>’</w:t>
      </w:r>
      <w:r w:rsidRPr="007818BD">
        <w:t>effrayant dans le contraste de</w:t>
      </w:r>
      <w:r>
        <w:t xml:space="preserve"> </w:t>
      </w:r>
      <w:r w:rsidRPr="007818BD">
        <w:t>la beauté sereine de la nuit et du lieu</w:t>
      </w:r>
      <w:r w:rsidR="00E8465A">
        <w:t xml:space="preserve">, </w:t>
      </w:r>
      <w:r w:rsidRPr="007818BD">
        <w:t>avec les clameurs désordonnées de cette assemblée turb</w:t>
      </w:r>
      <w:r w:rsidRPr="007818BD">
        <w:t>u</w:t>
      </w:r>
      <w:r w:rsidRPr="007818BD">
        <w:t>lente</w:t>
      </w:r>
      <w:r w:rsidR="00E8465A">
        <w:t xml:space="preserve">. </w:t>
      </w:r>
      <w:r w:rsidRPr="007818BD">
        <w:t>Un des Français surtout</w:t>
      </w:r>
      <w:r w:rsidR="00E8465A">
        <w:t xml:space="preserve">, </w:t>
      </w:r>
      <w:r w:rsidRPr="007818BD">
        <w:t>le jeune duc de R</w:t>
      </w:r>
      <w:r w:rsidR="00E8465A">
        <w:t xml:space="preserve">…, </w:t>
      </w:r>
      <w:r w:rsidRPr="007818BD">
        <w:t>gentilho</w:t>
      </w:r>
      <w:r w:rsidRPr="007818BD">
        <w:t>m</w:t>
      </w:r>
      <w:r w:rsidRPr="007818BD">
        <w:t>me du plus haut rang</w:t>
      </w:r>
      <w:r w:rsidR="00E8465A">
        <w:t xml:space="preserve">, </w:t>
      </w:r>
      <w:r w:rsidRPr="007818BD">
        <w:t>vif</w:t>
      </w:r>
      <w:r w:rsidR="00E8465A">
        <w:t xml:space="preserve">, </w:t>
      </w:r>
      <w:r w:rsidRPr="007818BD">
        <w:t>pétulant</w:t>
      </w:r>
      <w:r w:rsidR="00E8465A">
        <w:t xml:space="preserve">, </w:t>
      </w:r>
      <w:r w:rsidRPr="007818BD">
        <w:t>irascible</w:t>
      </w:r>
      <w:r w:rsidR="00E8465A">
        <w:t xml:space="preserve">, </w:t>
      </w:r>
      <w:r w:rsidRPr="007818BD">
        <w:t>comme sa n</w:t>
      </w:r>
      <w:r w:rsidRPr="007818BD">
        <w:t>a</w:t>
      </w:r>
      <w:r w:rsidRPr="007818BD">
        <w:t>tion</w:t>
      </w:r>
      <w:r w:rsidR="00E8465A">
        <w:t xml:space="preserve">, </w:t>
      </w:r>
      <w:r w:rsidRPr="007818BD">
        <w:t>se montra particulièrement bruyant</w:t>
      </w:r>
      <w:r w:rsidR="00E8465A">
        <w:t xml:space="preserve">. </w:t>
      </w:r>
      <w:r w:rsidRPr="007818BD">
        <w:t>Et comme des circonsta</w:t>
      </w:r>
      <w:r w:rsidRPr="007818BD">
        <w:t>n</w:t>
      </w:r>
      <w:r w:rsidRPr="007818BD">
        <w:t>ces</w:t>
      </w:r>
      <w:r w:rsidR="00E8465A">
        <w:t xml:space="preserve">, </w:t>
      </w:r>
      <w:r w:rsidRPr="007818BD">
        <w:t>dont le souvenir se conserve encore dans certains cercles napolitains</w:t>
      </w:r>
      <w:r w:rsidR="00E8465A">
        <w:t xml:space="preserve">, </w:t>
      </w:r>
      <w:r w:rsidRPr="007818BD">
        <w:t>rendirent plus tard nécessaire le témoignage du duc sur ce qui se passa alors</w:t>
      </w:r>
      <w:r w:rsidR="00E8465A">
        <w:t xml:space="preserve">, </w:t>
      </w:r>
      <w:r w:rsidRPr="007818BD">
        <w:t>je vais ici transcrire un récit abrégé des faits tel qu</w:t>
      </w:r>
      <w:r w:rsidR="00E8465A">
        <w:t>’</w:t>
      </w:r>
      <w:r w:rsidRPr="007818BD">
        <w:t>il le rédigea</w:t>
      </w:r>
      <w:r w:rsidR="00E8465A">
        <w:t xml:space="preserve">, </w:t>
      </w:r>
      <w:r w:rsidRPr="007818BD">
        <w:t xml:space="preserve">qui me fut obligeamment communiqué il y </w:t>
      </w:r>
      <w:proofErr w:type="spellStart"/>
      <w:r w:rsidRPr="007818BD">
        <w:t>à</w:t>
      </w:r>
      <w:proofErr w:type="spellEnd"/>
      <w:r w:rsidRPr="007818BD">
        <w:t xml:space="preserve"> quelques années par mon ami si gai et si accompli</w:t>
      </w:r>
      <w:r w:rsidR="00E8465A">
        <w:t xml:space="preserve">, </w:t>
      </w:r>
      <w:r w:rsidRPr="007818BD">
        <w:t xml:space="preserve">il </w:t>
      </w:r>
      <w:proofErr w:type="spellStart"/>
      <w:r w:rsidRPr="007818BD">
        <w:t>cav</w:t>
      </w:r>
      <w:r w:rsidRPr="007818BD">
        <w:t>a</w:t>
      </w:r>
      <w:r w:rsidRPr="007818BD">
        <w:t>liere</w:t>
      </w:r>
      <w:proofErr w:type="spellEnd"/>
      <w:r w:rsidRPr="007818BD">
        <w:t xml:space="preserve"> di B</w:t>
      </w:r>
      <w:r w:rsidR="00E8465A">
        <w:t>…</w:t>
      </w:r>
    </w:p>
    <w:p w14:paraId="24564F68" w14:textId="77777777" w:rsidR="00E8465A" w:rsidRDefault="00E8465A" w:rsidP="00E0544E">
      <w:r>
        <w:t>« </w:t>
      </w:r>
      <w:r w:rsidR="00E0544E" w:rsidRPr="007818BD">
        <w:t>Je ne me souviens pas</w:t>
      </w:r>
      <w:r>
        <w:t xml:space="preserve">, </w:t>
      </w:r>
      <w:r w:rsidR="00E0544E" w:rsidRPr="007818BD">
        <w:t>écrit le duc</w:t>
      </w:r>
      <w:r>
        <w:t xml:space="preserve">, </w:t>
      </w:r>
      <w:r w:rsidR="00E0544E" w:rsidRPr="007818BD">
        <w:t>d</w:t>
      </w:r>
      <w:r>
        <w:t>’</w:t>
      </w:r>
      <w:r w:rsidR="00E0544E" w:rsidRPr="007818BD">
        <w:t>avoir jamais senti une surexcitation pareille à celle de cette soirée</w:t>
      </w:r>
      <w:r>
        <w:t xml:space="preserve"> ; </w:t>
      </w:r>
      <w:r w:rsidR="00E0544E" w:rsidRPr="007818BD">
        <w:t>nous resse</w:t>
      </w:r>
      <w:r w:rsidR="00E0544E" w:rsidRPr="007818BD">
        <w:t>m</w:t>
      </w:r>
      <w:r w:rsidR="00E0544E" w:rsidRPr="007818BD">
        <w:t>blions à des écoliers échappés du collège</w:t>
      </w:r>
      <w:r>
        <w:t xml:space="preserve">, </w:t>
      </w:r>
      <w:r w:rsidR="00E0544E" w:rsidRPr="007818BD">
        <w:t>nous nous coudoyions les uns les autres en descendant à la course les sept ou huit d</w:t>
      </w:r>
      <w:r w:rsidR="00E0544E" w:rsidRPr="007818BD">
        <w:t>e</w:t>
      </w:r>
      <w:r w:rsidR="00E0544E" w:rsidRPr="007818BD">
        <w:t>grés qui menaient de la colonnade au jardin</w:t>
      </w:r>
      <w:r>
        <w:t xml:space="preserve">, </w:t>
      </w:r>
      <w:r w:rsidR="00E0544E" w:rsidRPr="007818BD">
        <w:t>tous riant</w:t>
      </w:r>
      <w:r>
        <w:t xml:space="preserve">, </w:t>
      </w:r>
      <w:r w:rsidR="00E0544E" w:rsidRPr="007818BD">
        <w:t>vocif</w:t>
      </w:r>
      <w:r w:rsidR="00E0544E" w:rsidRPr="007818BD">
        <w:t>é</w:t>
      </w:r>
      <w:r w:rsidR="00E0544E" w:rsidRPr="007818BD">
        <w:t>rant</w:t>
      </w:r>
      <w:r>
        <w:t xml:space="preserve">, </w:t>
      </w:r>
      <w:r w:rsidR="00E0544E" w:rsidRPr="007818BD">
        <w:t>grognant</w:t>
      </w:r>
      <w:r>
        <w:t xml:space="preserve">, </w:t>
      </w:r>
      <w:r w:rsidR="00E0544E" w:rsidRPr="007818BD">
        <w:t>bavardant</w:t>
      </w:r>
      <w:r>
        <w:t xml:space="preserve">. </w:t>
      </w:r>
      <w:r w:rsidR="00E0544E" w:rsidRPr="007818BD">
        <w:t>Le vin faisait ressortir pour ainsi dire le caractère particulier de chacun</w:t>
      </w:r>
      <w:r>
        <w:t xml:space="preserve">. </w:t>
      </w:r>
      <w:r w:rsidR="00E0544E" w:rsidRPr="007818BD">
        <w:t>Les uns étaient bruyants et querelleurs</w:t>
      </w:r>
      <w:r>
        <w:t xml:space="preserve">, </w:t>
      </w:r>
      <w:r w:rsidR="00E0544E" w:rsidRPr="007818BD">
        <w:t>d</w:t>
      </w:r>
      <w:r>
        <w:t>’</w:t>
      </w:r>
      <w:r w:rsidR="00E0544E" w:rsidRPr="007818BD">
        <w:t>autres mélancoliques et larmoyants</w:t>
      </w:r>
      <w:r>
        <w:t xml:space="preserve"> ; </w:t>
      </w:r>
      <w:r w:rsidR="00E0544E" w:rsidRPr="007818BD">
        <w:t>plusieurs</w:t>
      </w:r>
      <w:r>
        <w:t xml:space="preserve">, </w:t>
      </w:r>
      <w:r w:rsidR="00E0544E" w:rsidRPr="007818BD">
        <w:t>que nous avions toujours regardés comme réservés et tacitu</w:t>
      </w:r>
      <w:r w:rsidR="00E0544E" w:rsidRPr="007818BD">
        <w:t>r</w:t>
      </w:r>
      <w:r w:rsidR="00E0544E" w:rsidRPr="007818BD">
        <w:t>nes</w:t>
      </w:r>
      <w:r>
        <w:t xml:space="preserve">, </w:t>
      </w:r>
      <w:r w:rsidR="00E0544E" w:rsidRPr="007818BD">
        <w:t>devinrent expansifs et tapageurs</w:t>
      </w:r>
      <w:r>
        <w:t xml:space="preserve">. </w:t>
      </w:r>
      <w:r w:rsidR="00E0544E" w:rsidRPr="007818BD">
        <w:t>Je me souviens qu</w:t>
      </w:r>
      <w:r>
        <w:t>’</w:t>
      </w:r>
      <w:r w:rsidR="00E0544E" w:rsidRPr="007818BD">
        <w:t>au m</w:t>
      </w:r>
      <w:r w:rsidR="00E0544E" w:rsidRPr="007818BD">
        <w:t>i</w:t>
      </w:r>
      <w:r w:rsidR="00E0544E" w:rsidRPr="007818BD">
        <w:t>lieu de notre gaieté et de nos clameurs mon r</w:t>
      </w:r>
      <w:r w:rsidR="00E0544E" w:rsidRPr="007818BD">
        <w:t>e</w:t>
      </w:r>
      <w:r w:rsidR="00E0544E" w:rsidRPr="007818BD">
        <w:t xml:space="preserve">gard tomba sur le </w:t>
      </w:r>
      <w:proofErr w:type="spellStart"/>
      <w:r w:rsidR="00E0544E" w:rsidRPr="007818BD">
        <w:t>signor</w:t>
      </w:r>
      <w:proofErr w:type="spellEnd"/>
      <w:r w:rsidR="00E0544E" w:rsidRPr="007818BD">
        <w:t xml:space="preserve"> </w:t>
      </w:r>
      <w:proofErr w:type="spellStart"/>
      <w:r w:rsidR="00E0544E" w:rsidRPr="007818BD">
        <w:t>Zanoni</w:t>
      </w:r>
      <w:proofErr w:type="spellEnd"/>
      <w:r>
        <w:t xml:space="preserve">, </w:t>
      </w:r>
      <w:r w:rsidR="00E0544E" w:rsidRPr="007818BD">
        <w:t>dont la conversation nous avait tous tellement charmés</w:t>
      </w:r>
      <w:r>
        <w:t xml:space="preserve"> ; </w:t>
      </w:r>
      <w:r w:rsidR="00E0544E" w:rsidRPr="007818BD">
        <w:t>et je sentis je ne sais quel frisson glacial à voir sur son visage ce même so</w:t>
      </w:r>
      <w:r w:rsidR="00E0544E" w:rsidRPr="007818BD">
        <w:t>u</w:t>
      </w:r>
      <w:r w:rsidR="00E0544E" w:rsidRPr="007818BD">
        <w:t>rire calme et froid qui l</w:t>
      </w:r>
      <w:r>
        <w:t>’</w:t>
      </w:r>
      <w:r w:rsidR="00E0544E" w:rsidRPr="007818BD">
        <w:t>avait éclairé pendant qu</w:t>
      </w:r>
      <w:r>
        <w:t>’</w:t>
      </w:r>
      <w:r w:rsidR="00E0544E" w:rsidRPr="007818BD">
        <w:t xml:space="preserve">il nous racontait les anecdotes curieuses et étranges de la cour de </w:t>
      </w:r>
      <w:r w:rsidRPr="007818BD">
        <w:t>Louis</w:t>
      </w:r>
      <w:r>
        <w:t> </w:t>
      </w:r>
      <w:r w:rsidRPr="007818BD">
        <w:t>XIV</w:t>
      </w:r>
      <w:r>
        <w:t xml:space="preserve">. </w:t>
      </w:r>
      <w:r w:rsidR="00E0544E" w:rsidRPr="007818BD">
        <w:t>À dire vrai</w:t>
      </w:r>
      <w:r>
        <w:t xml:space="preserve">, </w:t>
      </w:r>
      <w:r w:rsidR="00E0544E" w:rsidRPr="007818BD">
        <w:t>je me sentis disposé à che</w:t>
      </w:r>
      <w:r w:rsidR="00E0544E" w:rsidRPr="007818BD">
        <w:t>r</w:t>
      </w:r>
      <w:r w:rsidR="00E0544E" w:rsidRPr="007818BD">
        <w:t>cher querelle à un homme dont la tranquillité paraissait comme une critique injurieuse de notre turbulence</w:t>
      </w:r>
      <w:r>
        <w:t xml:space="preserve">. </w:t>
      </w:r>
      <w:r w:rsidR="00E0544E" w:rsidRPr="007818BD">
        <w:t>Et je ne fus pas seul à éprouver l</w:t>
      </w:r>
      <w:r>
        <w:t>’</w:t>
      </w:r>
      <w:r w:rsidR="00E0544E" w:rsidRPr="007818BD">
        <w:t>effet irritant de son calme railleur</w:t>
      </w:r>
      <w:r>
        <w:t xml:space="preserve">. </w:t>
      </w:r>
      <w:r w:rsidR="00E0544E" w:rsidRPr="007818BD">
        <w:t xml:space="preserve">Plusieurs de mes </w:t>
      </w:r>
      <w:r w:rsidR="00E0544E" w:rsidRPr="007818BD">
        <w:lastRenderedPageBreak/>
        <w:t>compagnons m</w:t>
      </w:r>
      <w:r>
        <w:t>’</w:t>
      </w:r>
      <w:r w:rsidR="00E0544E" w:rsidRPr="007818BD">
        <w:t>ont dit depuis qu</w:t>
      </w:r>
      <w:r>
        <w:t>’</w:t>
      </w:r>
      <w:r w:rsidR="00E0544E" w:rsidRPr="007818BD">
        <w:t xml:space="preserve">en voyant </w:t>
      </w:r>
      <w:proofErr w:type="spellStart"/>
      <w:r w:rsidR="00E0544E" w:rsidRPr="007818BD">
        <w:t>Zanoni</w:t>
      </w:r>
      <w:proofErr w:type="spellEnd"/>
      <w:r w:rsidR="00E0544E" w:rsidRPr="007818BD">
        <w:t xml:space="preserve"> ils avaient senti bouillir leur sang</w:t>
      </w:r>
      <w:r>
        <w:t xml:space="preserve">, </w:t>
      </w:r>
      <w:r w:rsidR="00E0544E" w:rsidRPr="007818BD">
        <w:t>et leur gaieté se changer en ressent</w:t>
      </w:r>
      <w:r w:rsidR="00E0544E" w:rsidRPr="007818BD">
        <w:t>i</w:t>
      </w:r>
      <w:r w:rsidR="00E0544E" w:rsidRPr="007818BD">
        <w:t>ment</w:t>
      </w:r>
      <w:r>
        <w:t xml:space="preserve">. </w:t>
      </w:r>
      <w:r w:rsidR="00E0544E" w:rsidRPr="007818BD">
        <w:t>Il semblait que son sourire glacé eût la vertu particulière de blesser la vanité et de provoquer la colère</w:t>
      </w:r>
      <w:r>
        <w:t xml:space="preserve">. </w:t>
      </w:r>
      <w:r w:rsidR="00E0544E" w:rsidRPr="007818BD">
        <w:t>C</w:t>
      </w:r>
      <w:r>
        <w:t>’</w:t>
      </w:r>
      <w:r w:rsidR="00E0544E" w:rsidRPr="007818BD">
        <w:t>est à ce moment que le prince m</w:t>
      </w:r>
      <w:r>
        <w:t>’</w:t>
      </w:r>
      <w:r w:rsidR="00E0544E" w:rsidRPr="007818BD">
        <w:t>aborda</w:t>
      </w:r>
      <w:r>
        <w:t xml:space="preserve">, </w:t>
      </w:r>
      <w:r w:rsidR="00E0544E" w:rsidRPr="007818BD">
        <w:t>passa son bras sous le mien</w:t>
      </w:r>
      <w:r>
        <w:t xml:space="preserve">, </w:t>
      </w:r>
      <w:r w:rsidR="00E0544E" w:rsidRPr="007818BD">
        <w:t>et m</w:t>
      </w:r>
      <w:r>
        <w:t>’</w:t>
      </w:r>
      <w:r w:rsidR="00E0544E" w:rsidRPr="007818BD">
        <w:t>entraîna loin de ses autres convives</w:t>
      </w:r>
      <w:r>
        <w:t xml:space="preserve">. </w:t>
      </w:r>
      <w:r w:rsidR="00E0544E" w:rsidRPr="007818BD">
        <w:t>Il n</w:t>
      </w:r>
      <w:r>
        <w:t>’</w:t>
      </w:r>
      <w:r w:rsidR="00E0544E" w:rsidRPr="007818BD">
        <w:t>avait certainement pas</w:t>
      </w:r>
      <w:r>
        <w:t xml:space="preserve">, </w:t>
      </w:r>
      <w:r w:rsidR="00E0544E" w:rsidRPr="007818BD">
        <w:t>plus que nous</w:t>
      </w:r>
      <w:r>
        <w:t xml:space="preserve">, </w:t>
      </w:r>
      <w:r w:rsidR="00E0544E" w:rsidRPr="007818BD">
        <w:t>ménagé les libations</w:t>
      </w:r>
      <w:r>
        <w:t xml:space="preserve"> ; </w:t>
      </w:r>
      <w:r w:rsidR="00E0544E" w:rsidRPr="007818BD">
        <w:t>cependant le vin n</w:t>
      </w:r>
      <w:r>
        <w:t>’</w:t>
      </w:r>
      <w:r w:rsidR="00E0544E" w:rsidRPr="007818BD">
        <w:t>avait pas produit sur lui la même surexcit</w:t>
      </w:r>
      <w:r w:rsidR="00E0544E" w:rsidRPr="007818BD">
        <w:t>a</w:t>
      </w:r>
      <w:r w:rsidR="00E0544E" w:rsidRPr="007818BD">
        <w:t>tion bruyante</w:t>
      </w:r>
      <w:r>
        <w:t xml:space="preserve">. </w:t>
      </w:r>
      <w:r w:rsidR="00E0544E" w:rsidRPr="007818BD">
        <w:t>Il y avait au contraire dans son air et dans son langage je ne sais quelle arrogance</w:t>
      </w:r>
      <w:r>
        <w:t xml:space="preserve">, </w:t>
      </w:r>
      <w:r w:rsidR="00E0544E" w:rsidRPr="007818BD">
        <w:t>quel mépris hautain</w:t>
      </w:r>
      <w:r>
        <w:t xml:space="preserve">, </w:t>
      </w:r>
      <w:r w:rsidR="00E0544E" w:rsidRPr="007818BD">
        <w:t>qui</w:t>
      </w:r>
      <w:r>
        <w:t xml:space="preserve">, </w:t>
      </w:r>
      <w:r w:rsidR="00E0544E" w:rsidRPr="007818BD">
        <w:t>lors même qu</w:t>
      </w:r>
      <w:r>
        <w:t>’</w:t>
      </w:r>
      <w:r w:rsidR="00E0544E" w:rsidRPr="007818BD">
        <w:t>il a</w:t>
      </w:r>
      <w:r w:rsidR="00E0544E" w:rsidRPr="007818BD">
        <w:t>f</w:t>
      </w:r>
      <w:r w:rsidR="00E0544E" w:rsidRPr="007818BD">
        <w:t>fectait de nous prodiguer les attentions les plus raffinées de la courtoisie</w:t>
      </w:r>
      <w:r>
        <w:t xml:space="preserve">, </w:t>
      </w:r>
      <w:r w:rsidR="00E0544E" w:rsidRPr="007818BD">
        <w:t>provoquaient et irritaient mon amour-propre</w:t>
      </w:r>
      <w:r>
        <w:t>.</w:t>
      </w:r>
    </w:p>
    <w:p w14:paraId="59C160C5" w14:textId="77777777" w:rsidR="00E8465A" w:rsidRDefault="00E8465A" w:rsidP="00E0544E">
      <w:r>
        <w:t>« </w:t>
      </w:r>
      <w:r w:rsidR="00E0544E" w:rsidRPr="007818BD">
        <w:t xml:space="preserve">La contagion de </w:t>
      </w:r>
      <w:proofErr w:type="spellStart"/>
      <w:r w:rsidR="00E0544E" w:rsidRPr="007818BD">
        <w:t>Zanoni</w:t>
      </w:r>
      <w:proofErr w:type="spellEnd"/>
      <w:r w:rsidR="00E0544E" w:rsidRPr="007818BD">
        <w:t xml:space="preserve"> semblait l</w:t>
      </w:r>
      <w:r>
        <w:t>’</w:t>
      </w:r>
      <w:r w:rsidR="00E0544E" w:rsidRPr="007818BD">
        <w:t>avoir gagné</w:t>
      </w:r>
      <w:r>
        <w:t xml:space="preserve"> ; </w:t>
      </w:r>
      <w:r w:rsidR="00E0544E" w:rsidRPr="007818BD">
        <w:t>il imita</w:t>
      </w:r>
      <w:r>
        <w:t xml:space="preserve">, </w:t>
      </w:r>
      <w:r w:rsidR="00E0544E" w:rsidRPr="007818BD">
        <w:t>il exagéra la manière de l</w:t>
      </w:r>
      <w:r>
        <w:t>’</w:t>
      </w:r>
      <w:r w:rsidR="00E0544E" w:rsidRPr="007818BD">
        <w:t>étranger</w:t>
      </w:r>
      <w:r>
        <w:t xml:space="preserve">. </w:t>
      </w:r>
      <w:r w:rsidR="00E0544E" w:rsidRPr="007818BD">
        <w:t>Il me railla à propos de que</w:t>
      </w:r>
      <w:r w:rsidR="00E0544E" w:rsidRPr="007818BD">
        <w:t>l</w:t>
      </w:r>
      <w:r w:rsidR="00E0544E" w:rsidRPr="007818BD">
        <w:t>ques bruits de cour où mon nom avait l</w:t>
      </w:r>
      <w:r>
        <w:t>’</w:t>
      </w:r>
      <w:r w:rsidR="00E0544E" w:rsidRPr="007818BD">
        <w:t>honneur d</w:t>
      </w:r>
      <w:r>
        <w:t>’</w:t>
      </w:r>
      <w:r w:rsidR="00E0544E" w:rsidRPr="007818BD">
        <w:t>être associé à celui d</w:t>
      </w:r>
      <w:r>
        <w:t>’</w:t>
      </w:r>
      <w:r w:rsidR="00E0544E" w:rsidRPr="007818BD">
        <w:t>une certaine dame sicilienne d</w:t>
      </w:r>
      <w:r>
        <w:t>’</w:t>
      </w:r>
      <w:r w:rsidR="00E0544E" w:rsidRPr="007818BD">
        <w:t>une grande distin</w:t>
      </w:r>
      <w:r w:rsidR="00E0544E" w:rsidRPr="007818BD">
        <w:t>c</w:t>
      </w:r>
      <w:r w:rsidR="00E0544E" w:rsidRPr="007818BD">
        <w:t>tion et d</w:t>
      </w:r>
      <w:r>
        <w:t>’</w:t>
      </w:r>
      <w:r w:rsidR="00E0544E" w:rsidRPr="007818BD">
        <w:t>une rare beauté</w:t>
      </w:r>
      <w:r>
        <w:t xml:space="preserve"> ; </w:t>
      </w:r>
      <w:r w:rsidR="00E0544E" w:rsidRPr="007818BD">
        <w:t>il affecta du mépris pour ce que j</w:t>
      </w:r>
      <w:r>
        <w:t>’</w:t>
      </w:r>
      <w:r w:rsidR="00E0544E" w:rsidRPr="007818BD">
        <w:t>aurais r</w:t>
      </w:r>
      <w:r w:rsidR="00E0544E" w:rsidRPr="007818BD">
        <w:t>e</w:t>
      </w:r>
      <w:r w:rsidR="00E0544E" w:rsidRPr="007818BD">
        <w:t>gardé comme un honneur</w:t>
      </w:r>
      <w:r>
        <w:t xml:space="preserve">, </w:t>
      </w:r>
      <w:r w:rsidR="00E0544E" w:rsidRPr="007818BD">
        <w:t>si les faits eussent été vrais</w:t>
      </w:r>
      <w:r>
        <w:t xml:space="preserve">. </w:t>
      </w:r>
      <w:r w:rsidR="00E0544E" w:rsidRPr="007818BD">
        <w:t>Il parla enfin comme si lui seul eût cueilli toutes les fleurs de Naples</w:t>
      </w:r>
      <w:r>
        <w:t xml:space="preserve">, </w:t>
      </w:r>
      <w:r w:rsidR="00E0544E" w:rsidRPr="007818BD">
        <w:t>et n</w:t>
      </w:r>
      <w:r>
        <w:t>’</w:t>
      </w:r>
      <w:r w:rsidR="00E0544E" w:rsidRPr="007818BD">
        <w:t>eût laissé dédaigneusement à nous autres</w:t>
      </w:r>
      <w:r>
        <w:t xml:space="preserve">, </w:t>
      </w:r>
      <w:r w:rsidR="00E0544E" w:rsidRPr="007818BD">
        <w:t>étrangers que la f</w:t>
      </w:r>
      <w:r w:rsidR="00E0544E" w:rsidRPr="007818BD">
        <w:t>a</w:t>
      </w:r>
      <w:r w:rsidR="00E0544E" w:rsidRPr="007818BD">
        <w:t>cilité de glaner après lui</w:t>
      </w:r>
      <w:r>
        <w:t xml:space="preserve">. </w:t>
      </w:r>
      <w:r w:rsidR="00E0544E" w:rsidRPr="007818BD">
        <w:t>Ma galanterie d</w:t>
      </w:r>
      <w:r>
        <w:t>’</w:t>
      </w:r>
      <w:r w:rsidR="00E0544E" w:rsidRPr="007818BD">
        <w:t>homme et de Français fut piquée</w:t>
      </w:r>
      <w:r>
        <w:t xml:space="preserve">. </w:t>
      </w:r>
      <w:r w:rsidR="00E0544E" w:rsidRPr="007818BD">
        <w:t>Je répliquai par quelques railleries que j</w:t>
      </w:r>
      <w:r>
        <w:t>’</w:t>
      </w:r>
      <w:r w:rsidR="00E0544E" w:rsidRPr="007818BD">
        <w:t>aurais ce</w:t>
      </w:r>
      <w:r w:rsidR="00E0544E" w:rsidRPr="007818BD">
        <w:t>r</w:t>
      </w:r>
      <w:r w:rsidR="00E0544E" w:rsidRPr="007818BD">
        <w:t>tes réprimées</w:t>
      </w:r>
      <w:r>
        <w:t xml:space="preserve">, </w:t>
      </w:r>
      <w:r w:rsidR="00E0544E" w:rsidRPr="007818BD">
        <w:t>si j</w:t>
      </w:r>
      <w:r>
        <w:t>’</w:t>
      </w:r>
      <w:r w:rsidR="00E0544E" w:rsidRPr="007818BD">
        <w:t>eusse été de sang-froid</w:t>
      </w:r>
      <w:r>
        <w:t xml:space="preserve">. </w:t>
      </w:r>
      <w:r w:rsidR="00E0544E" w:rsidRPr="007818BD">
        <w:t>Il rit de bon cœur</w:t>
      </w:r>
      <w:r>
        <w:t xml:space="preserve">, </w:t>
      </w:r>
      <w:r w:rsidR="00E0544E" w:rsidRPr="007818BD">
        <w:t>et me laissa dans un accès de ressentiment et de colère</w:t>
      </w:r>
      <w:r>
        <w:t xml:space="preserve">. </w:t>
      </w:r>
      <w:r w:rsidR="00E0544E" w:rsidRPr="007818BD">
        <w:t>Peut-être</w:t>
      </w:r>
      <w:r>
        <w:t xml:space="preserve">, </w:t>
      </w:r>
      <w:r w:rsidR="00E0544E" w:rsidRPr="007818BD">
        <w:t>à dire vrai</w:t>
      </w:r>
      <w:r>
        <w:t xml:space="preserve">, </w:t>
      </w:r>
      <w:r w:rsidR="00E0544E" w:rsidRPr="007818BD">
        <w:t>le vin avait-il produit en moi une disposition</w:t>
      </w:r>
      <w:r>
        <w:t xml:space="preserve">, </w:t>
      </w:r>
      <w:r w:rsidR="00E0544E" w:rsidRPr="007818BD">
        <w:t>partic</w:t>
      </w:r>
      <w:r w:rsidR="00E0544E" w:rsidRPr="007818BD">
        <w:t>u</w:t>
      </w:r>
      <w:r w:rsidR="00E0544E" w:rsidRPr="007818BD">
        <w:t>lière à m</w:t>
      </w:r>
      <w:r>
        <w:t>’</w:t>
      </w:r>
      <w:r w:rsidR="00E0544E" w:rsidRPr="007818BD">
        <w:t>irriter et à chercher querelle</w:t>
      </w:r>
      <w:r>
        <w:t xml:space="preserve">. </w:t>
      </w:r>
      <w:r w:rsidR="00E0544E" w:rsidRPr="007818BD">
        <w:t>Au moment où il me qui</w:t>
      </w:r>
      <w:r w:rsidR="00E0544E" w:rsidRPr="007818BD">
        <w:t>t</w:t>
      </w:r>
      <w:r w:rsidR="00E0544E" w:rsidRPr="007818BD">
        <w:t>ta</w:t>
      </w:r>
      <w:r>
        <w:t xml:space="preserve">, </w:t>
      </w:r>
      <w:r w:rsidR="00E0544E" w:rsidRPr="007818BD">
        <w:t xml:space="preserve">je me retournai et vis </w:t>
      </w:r>
      <w:proofErr w:type="spellStart"/>
      <w:r w:rsidR="00E0544E" w:rsidRPr="007818BD">
        <w:t>Zanoni</w:t>
      </w:r>
      <w:proofErr w:type="spellEnd"/>
      <w:r w:rsidR="00E0544E" w:rsidRPr="007818BD">
        <w:t xml:space="preserve"> auprès de moi</w:t>
      </w:r>
      <w:r>
        <w:t>.</w:t>
      </w:r>
    </w:p>
    <w:p w14:paraId="23029B51" w14:textId="77777777" w:rsidR="00E8465A" w:rsidRDefault="00E8465A" w:rsidP="00E0544E">
      <w:r>
        <w:t>« </w:t>
      </w:r>
      <w:r w:rsidR="00E0544E" w:rsidRPr="007818BD">
        <w:t>Le prince est un fanfaron</w:t>
      </w:r>
      <w:r>
        <w:t xml:space="preserve">, </w:t>
      </w:r>
      <w:r w:rsidR="00E0544E" w:rsidRPr="007818BD">
        <w:t>me dit-il</w:t>
      </w:r>
      <w:r>
        <w:t xml:space="preserve">, </w:t>
      </w:r>
      <w:r w:rsidR="00E0544E" w:rsidRPr="007818BD">
        <w:t>avec ce même sourire qui m</w:t>
      </w:r>
      <w:r>
        <w:t>’</w:t>
      </w:r>
      <w:r w:rsidR="00E0544E" w:rsidRPr="007818BD">
        <w:t>avait tant déplu</w:t>
      </w:r>
      <w:r>
        <w:t xml:space="preserve">. </w:t>
      </w:r>
      <w:r w:rsidR="00E0544E" w:rsidRPr="007818BD">
        <w:t>Il voudrait monopoliser la fortune et l</w:t>
      </w:r>
      <w:r>
        <w:t>’</w:t>
      </w:r>
      <w:r w:rsidR="00E0544E" w:rsidRPr="007818BD">
        <w:t>amour</w:t>
      </w:r>
      <w:r>
        <w:t xml:space="preserve">. </w:t>
      </w:r>
      <w:r w:rsidR="00E0544E" w:rsidRPr="007818BD">
        <w:t>Vengeons-nous</w:t>
      </w:r>
      <w:r>
        <w:t> !</w:t>
      </w:r>
    </w:p>
    <w:p w14:paraId="0AB52E42" w14:textId="6AAA516C" w:rsidR="00E8465A" w:rsidRDefault="00E8465A" w:rsidP="00E0544E">
      <w:r>
        <w:lastRenderedPageBreak/>
        <w:t>— </w:t>
      </w:r>
      <w:r w:rsidR="00E0544E" w:rsidRPr="007818BD">
        <w:t>Mais comment</w:t>
      </w:r>
      <w:r>
        <w:t> ? »</w:t>
      </w:r>
    </w:p>
    <w:p w14:paraId="6B8B2E19" w14:textId="4C8381D6" w:rsidR="00E0544E" w:rsidRPr="007818BD" w:rsidRDefault="00E8465A" w:rsidP="00E0544E">
      <w:r>
        <w:t>— </w:t>
      </w:r>
      <w:r w:rsidR="00E0544E" w:rsidRPr="007818BD">
        <w:t>Il y a en ce moment</w:t>
      </w:r>
      <w:r>
        <w:t xml:space="preserve">, </w:t>
      </w:r>
      <w:r w:rsidR="00E0544E" w:rsidRPr="007818BD">
        <w:t>dans sa maison</w:t>
      </w:r>
      <w:r>
        <w:t xml:space="preserve">, </w:t>
      </w:r>
      <w:r w:rsidR="00E0544E" w:rsidRPr="007818BD">
        <w:t>la plus charmante cantatrice de Naples</w:t>
      </w:r>
      <w:r>
        <w:t xml:space="preserve">, </w:t>
      </w:r>
      <w:r w:rsidR="00E0544E" w:rsidRPr="007818BD">
        <w:t>la célèbre Viola Pisani</w:t>
      </w:r>
      <w:r>
        <w:t xml:space="preserve">. </w:t>
      </w:r>
      <w:r w:rsidR="00E0544E" w:rsidRPr="007818BD">
        <w:t>Elle est ici</w:t>
      </w:r>
      <w:r>
        <w:t xml:space="preserve">, </w:t>
      </w:r>
      <w:r w:rsidR="00E0544E" w:rsidRPr="007818BD">
        <w:t>non pas</w:t>
      </w:r>
      <w:r>
        <w:t xml:space="preserve">, </w:t>
      </w:r>
      <w:r w:rsidR="00E0544E" w:rsidRPr="007818BD">
        <w:t>il est vrai de son choix</w:t>
      </w:r>
      <w:r>
        <w:t xml:space="preserve">, </w:t>
      </w:r>
      <w:r w:rsidR="00E0544E" w:rsidRPr="007818BD">
        <w:t>car il l</w:t>
      </w:r>
      <w:r>
        <w:t>’</w:t>
      </w:r>
      <w:r w:rsidR="00E0544E" w:rsidRPr="007818BD">
        <w:t>a enlevée de force</w:t>
      </w:r>
      <w:r>
        <w:t xml:space="preserve"> ; </w:t>
      </w:r>
      <w:r w:rsidR="00E0544E" w:rsidRPr="007818BD">
        <w:t>mais il prétend qu</w:t>
      </w:r>
      <w:r>
        <w:t>’</w:t>
      </w:r>
      <w:r w:rsidR="00E0544E" w:rsidRPr="007818BD">
        <w:t>elle l</w:t>
      </w:r>
      <w:r>
        <w:t>’</w:t>
      </w:r>
      <w:r w:rsidR="00E0544E" w:rsidRPr="007818BD">
        <w:t>adore</w:t>
      </w:r>
      <w:r>
        <w:t xml:space="preserve">. </w:t>
      </w:r>
      <w:r w:rsidR="00E0544E" w:rsidRPr="007818BD">
        <w:t>Insistons pour qu</w:t>
      </w:r>
      <w:r>
        <w:t>’</w:t>
      </w:r>
      <w:r w:rsidR="00E0544E" w:rsidRPr="007818BD">
        <w:t>il nous montre ce tr</w:t>
      </w:r>
      <w:r w:rsidR="00E0544E" w:rsidRPr="007818BD">
        <w:t>é</w:t>
      </w:r>
      <w:r w:rsidR="00E0544E" w:rsidRPr="007818BD">
        <w:t>sor caché</w:t>
      </w:r>
      <w:r>
        <w:t xml:space="preserve">, </w:t>
      </w:r>
      <w:r w:rsidR="00E0544E" w:rsidRPr="007818BD">
        <w:t>et</w:t>
      </w:r>
      <w:r>
        <w:t xml:space="preserve">, </w:t>
      </w:r>
      <w:r w:rsidR="00E0544E" w:rsidRPr="007818BD">
        <w:t>quand elle entrera</w:t>
      </w:r>
      <w:r>
        <w:t xml:space="preserve">, </w:t>
      </w:r>
      <w:r w:rsidR="00E0544E" w:rsidRPr="007818BD">
        <w:t>le duc de R</w:t>
      </w:r>
      <w:r>
        <w:t xml:space="preserve">… </w:t>
      </w:r>
      <w:r w:rsidR="00E0544E" w:rsidRPr="007818BD">
        <w:t>ne peut douter que ses compliments et ses attentions ne flattent la belle Viola</w:t>
      </w:r>
      <w:r>
        <w:t xml:space="preserve">, </w:t>
      </w:r>
      <w:r w:rsidR="00E0544E" w:rsidRPr="007818BD">
        <w:t>et n</w:t>
      </w:r>
      <w:r>
        <w:t>’</w:t>
      </w:r>
      <w:r w:rsidR="00E0544E" w:rsidRPr="007818BD">
        <w:t>excitent tous les soupçons jaloux de son r</w:t>
      </w:r>
      <w:r w:rsidR="00E0544E" w:rsidRPr="007818BD">
        <w:t>a</w:t>
      </w:r>
      <w:r w:rsidR="00E0544E" w:rsidRPr="007818BD">
        <w:t>visseur</w:t>
      </w:r>
      <w:r>
        <w:t xml:space="preserve">. </w:t>
      </w:r>
      <w:r w:rsidR="00E0544E" w:rsidRPr="007818BD">
        <w:t>Ce serait une juste punition de son outrecuidance présomptueuse</w:t>
      </w:r>
      <w:r>
        <w:t>. »</w:t>
      </w:r>
    </w:p>
    <w:p w14:paraId="31CFDC74" w14:textId="77777777" w:rsidR="00E8465A" w:rsidRDefault="00E8465A" w:rsidP="00E0544E">
      <w:r>
        <w:t>« </w:t>
      </w:r>
      <w:r w:rsidR="00E0544E" w:rsidRPr="007818BD">
        <w:t>La proposition me charma</w:t>
      </w:r>
      <w:r>
        <w:t xml:space="preserve">. </w:t>
      </w:r>
      <w:r w:rsidR="00E0544E" w:rsidRPr="007818BD">
        <w:t>Je courus rejoindre le prince</w:t>
      </w:r>
      <w:r>
        <w:t xml:space="preserve">. </w:t>
      </w:r>
      <w:r w:rsidR="00E0544E" w:rsidRPr="007818BD">
        <w:t>La musique venait de commencer</w:t>
      </w:r>
      <w:r>
        <w:t xml:space="preserve"> ; </w:t>
      </w:r>
      <w:r w:rsidR="00E0544E" w:rsidRPr="007818BD">
        <w:t>d</w:t>
      </w:r>
      <w:r>
        <w:t>’</w:t>
      </w:r>
      <w:r w:rsidR="00E0544E" w:rsidRPr="007818BD">
        <w:t>un signe de la main je l</w:t>
      </w:r>
      <w:r>
        <w:t>’</w:t>
      </w:r>
      <w:r w:rsidR="00E0544E" w:rsidRPr="007818BD">
        <w:t>interrompis et</w:t>
      </w:r>
      <w:r>
        <w:t xml:space="preserve">, </w:t>
      </w:r>
      <w:r w:rsidR="00E0544E" w:rsidRPr="007818BD">
        <w:t>m</w:t>
      </w:r>
      <w:r>
        <w:t>’</w:t>
      </w:r>
      <w:r w:rsidR="00E0544E" w:rsidRPr="007818BD">
        <w:t>adressant au prince qui se tenait au centre d</w:t>
      </w:r>
      <w:r>
        <w:t>’</w:t>
      </w:r>
      <w:r w:rsidR="00E0544E" w:rsidRPr="007818BD">
        <w:t>un des groupes les plus animés</w:t>
      </w:r>
      <w:r>
        <w:t xml:space="preserve">, </w:t>
      </w:r>
      <w:r w:rsidR="00E0544E" w:rsidRPr="007818BD">
        <w:t>je l</w:t>
      </w:r>
      <w:r>
        <w:t>’</w:t>
      </w:r>
      <w:r w:rsidR="00E0544E" w:rsidRPr="007818BD">
        <w:t>accusai de manquer à tous les devoirs de l</w:t>
      </w:r>
      <w:r>
        <w:t>’</w:t>
      </w:r>
      <w:r w:rsidR="00E0544E" w:rsidRPr="007818BD">
        <w:t>hospitalité en nous donnant de si médiocres ex</w:t>
      </w:r>
      <w:r w:rsidR="00E0544E" w:rsidRPr="007818BD">
        <w:t>é</w:t>
      </w:r>
      <w:r w:rsidR="00E0544E" w:rsidRPr="007818BD">
        <w:t>cutants</w:t>
      </w:r>
      <w:r>
        <w:t xml:space="preserve">, </w:t>
      </w:r>
      <w:r w:rsidR="00E0544E" w:rsidRPr="007818BD">
        <w:t>tandis</w:t>
      </w:r>
      <w:r w:rsidR="00E0544E">
        <w:t xml:space="preserve"> </w:t>
      </w:r>
      <w:r w:rsidR="00E0544E" w:rsidRPr="007818BD">
        <w:t>qu</w:t>
      </w:r>
      <w:r>
        <w:t>’</w:t>
      </w:r>
      <w:r w:rsidR="00E0544E">
        <w:t>il ré</w:t>
      </w:r>
      <w:r w:rsidR="00E0544E" w:rsidRPr="007818BD">
        <w:t>servait pour son délassement particulier la voix et le talent de la première artiste de Naples</w:t>
      </w:r>
      <w:r>
        <w:t xml:space="preserve">. </w:t>
      </w:r>
      <w:r w:rsidR="00E0544E" w:rsidRPr="007818BD">
        <w:t>Je demandai d</w:t>
      </w:r>
      <w:r>
        <w:t>’</w:t>
      </w:r>
      <w:r w:rsidR="00E0544E" w:rsidRPr="007818BD">
        <w:t>un ton moitié plaisant</w:t>
      </w:r>
      <w:r>
        <w:t xml:space="preserve">, </w:t>
      </w:r>
      <w:r w:rsidR="00E0544E" w:rsidRPr="007818BD">
        <w:t>moitié sérieux</w:t>
      </w:r>
      <w:r>
        <w:t xml:space="preserve">, </w:t>
      </w:r>
      <w:r w:rsidR="00E0544E" w:rsidRPr="007818BD">
        <w:t>qu</w:t>
      </w:r>
      <w:r>
        <w:t>’</w:t>
      </w:r>
      <w:r w:rsidR="00E0544E" w:rsidRPr="007818BD">
        <w:t>on nous fît voir et entendre la Pisani</w:t>
      </w:r>
      <w:r>
        <w:t xml:space="preserve">. </w:t>
      </w:r>
      <w:r w:rsidR="00E0544E" w:rsidRPr="007818BD">
        <w:t>Ma demande fut accueillie par un cri unan</w:t>
      </w:r>
      <w:r w:rsidR="00E0544E" w:rsidRPr="007818BD">
        <w:t>i</w:t>
      </w:r>
      <w:r w:rsidR="00E0544E" w:rsidRPr="007818BD">
        <w:t>me d</w:t>
      </w:r>
      <w:r>
        <w:t>’</w:t>
      </w:r>
      <w:r w:rsidR="00E0544E" w:rsidRPr="007818BD">
        <w:t>approbation</w:t>
      </w:r>
      <w:r>
        <w:t xml:space="preserve">. </w:t>
      </w:r>
      <w:r w:rsidR="00E0544E" w:rsidRPr="007818BD">
        <w:t>Notre hôte voulut s</w:t>
      </w:r>
      <w:r>
        <w:t>’</w:t>
      </w:r>
      <w:r w:rsidR="00E0544E" w:rsidRPr="007818BD">
        <w:t>excuser</w:t>
      </w:r>
      <w:r>
        <w:t xml:space="preserve"> ; </w:t>
      </w:r>
      <w:r w:rsidR="00E0544E" w:rsidRPr="007818BD">
        <w:t>nous étouff</w:t>
      </w:r>
      <w:r w:rsidR="00E0544E" w:rsidRPr="007818BD">
        <w:t>â</w:t>
      </w:r>
      <w:r w:rsidR="00E0544E" w:rsidRPr="007818BD">
        <w:t>mes ses paroles par nos rumeurs</w:t>
      </w:r>
      <w:r>
        <w:t>.</w:t>
      </w:r>
    </w:p>
    <w:p w14:paraId="24FA779A" w14:textId="77777777" w:rsidR="00E8465A" w:rsidRDefault="00E8465A" w:rsidP="00E0544E">
      <w:r>
        <w:t>« </w:t>
      </w:r>
      <w:r w:rsidR="00E0544E" w:rsidRPr="007818BD">
        <w:t>Messieurs</w:t>
      </w:r>
      <w:r>
        <w:t xml:space="preserve">, </w:t>
      </w:r>
      <w:r w:rsidR="00E0544E" w:rsidRPr="007818BD">
        <w:t>dit le prince</w:t>
      </w:r>
      <w:r>
        <w:t xml:space="preserve">, </w:t>
      </w:r>
      <w:r w:rsidR="00E0544E" w:rsidRPr="007818BD">
        <w:t>quand il put enfin se faire ente</w:t>
      </w:r>
      <w:r w:rsidR="00E0544E" w:rsidRPr="007818BD">
        <w:t>n</w:t>
      </w:r>
      <w:r w:rsidR="00E0544E" w:rsidRPr="007818BD">
        <w:t>dre</w:t>
      </w:r>
      <w:r>
        <w:t xml:space="preserve">, </w:t>
      </w:r>
      <w:r w:rsidR="00E0544E" w:rsidRPr="007818BD">
        <w:t>quand même je consentirais à votre proposition</w:t>
      </w:r>
      <w:r>
        <w:t xml:space="preserve">, </w:t>
      </w:r>
      <w:r w:rsidR="00E0544E" w:rsidRPr="007818BD">
        <w:t>je ne pourrais jamais décider la signora à se présenter devant un a</w:t>
      </w:r>
      <w:r w:rsidR="00E0544E" w:rsidRPr="007818BD">
        <w:t>u</w:t>
      </w:r>
      <w:r w:rsidR="00E0544E" w:rsidRPr="007818BD">
        <w:t>ditoire non moins turbulent que noble</w:t>
      </w:r>
      <w:r>
        <w:t xml:space="preserve">. </w:t>
      </w:r>
      <w:r w:rsidR="00E0544E" w:rsidRPr="007818BD">
        <w:t>Vous êtes trop bons ch</w:t>
      </w:r>
      <w:r w:rsidR="00E0544E" w:rsidRPr="007818BD">
        <w:t>e</w:t>
      </w:r>
      <w:r w:rsidR="00E0544E" w:rsidRPr="007818BD">
        <w:t>valiers pour vouloir user de violence envers elle</w:t>
      </w:r>
      <w:r>
        <w:t xml:space="preserve">, </w:t>
      </w:r>
      <w:r w:rsidR="00E0544E" w:rsidRPr="007818BD">
        <w:t>quoique le duc de R</w:t>
      </w:r>
      <w:r>
        <w:t xml:space="preserve">… </w:t>
      </w:r>
      <w:r w:rsidR="00E0544E" w:rsidRPr="007818BD">
        <w:t>s</w:t>
      </w:r>
      <w:r>
        <w:t>’</w:t>
      </w:r>
      <w:r w:rsidR="00E0544E" w:rsidRPr="007818BD">
        <w:t>oublie au point d</w:t>
      </w:r>
      <w:r>
        <w:t>’</w:t>
      </w:r>
      <w:r w:rsidR="00E0544E" w:rsidRPr="007818BD">
        <w:t>y avoir recours envers moi</w:t>
      </w:r>
      <w:r>
        <w:t>. ».</w:t>
      </w:r>
    </w:p>
    <w:p w14:paraId="06280CDF" w14:textId="4B6CB426" w:rsidR="00E8465A" w:rsidRDefault="00E8465A" w:rsidP="00E0544E">
      <w:r>
        <w:t>« </w:t>
      </w:r>
      <w:r w:rsidR="00E0544E" w:rsidRPr="007818BD">
        <w:t>Piqué au vif de ce reproche que je méritais bien jusqu</w:t>
      </w:r>
      <w:r>
        <w:t>’</w:t>
      </w:r>
      <w:r w:rsidR="00E0544E" w:rsidRPr="007818BD">
        <w:t>à un certain point</w:t>
      </w:r>
      <w:r>
        <w:t xml:space="preserve">, </w:t>
      </w:r>
      <w:r w:rsidR="00E0544E" w:rsidRPr="007818BD">
        <w:t>je r</w:t>
      </w:r>
      <w:r w:rsidR="00E0544E" w:rsidRPr="007818BD">
        <w:t>é</w:t>
      </w:r>
      <w:r w:rsidR="00E0544E" w:rsidRPr="007818BD">
        <w:t>pliquai</w:t>
      </w:r>
      <w:r>
        <w:t> : « </w:t>
      </w:r>
      <w:r w:rsidR="00E0544E" w:rsidRPr="007818BD">
        <w:t>Prince</w:t>
      </w:r>
      <w:r>
        <w:t xml:space="preserve">, </w:t>
      </w:r>
      <w:r w:rsidR="00E0544E" w:rsidRPr="007818BD">
        <w:t>j</w:t>
      </w:r>
      <w:r>
        <w:t>’</w:t>
      </w:r>
      <w:r w:rsidR="00E0544E" w:rsidRPr="007818BD">
        <w:t>ai devant les yeux un si noble exemple de violence indélicate</w:t>
      </w:r>
      <w:r>
        <w:t xml:space="preserve">, </w:t>
      </w:r>
      <w:r w:rsidR="00E0544E" w:rsidRPr="007818BD">
        <w:t xml:space="preserve">que je ne puis hésiter </w:t>
      </w:r>
      <w:r w:rsidR="00E0544E" w:rsidRPr="007818BD">
        <w:lastRenderedPageBreak/>
        <w:t>à marcher dans un chemin où vous me faites l</w:t>
      </w:r>
      <w:r>
        <w:t>’</w:t>
      </w:r>
      <w:r w:rsidR="00E0544E" w:rsidRPr="007818BD">
        <w:t>honneur de me d</w:t>
      </w:r>
      <w:r w:rsidR="00E0544E" w:rsidRPr="007818BD">
        <w:t>e</w:t>
      </w:r>
      <w:r w:rsidR="00E0544E" w:rsidRPr="007818BD">
        <w:t>vancer</w:t>
      </w:r>
      <w:r>
        <w:t xml:space="preserve">. </w:t>
      </w:r>
      <w:r w:rsidR="00E0544E" w:rsidRPr="007818BD">
        <w:t xml:space="preserve">Tout Naples sait que la Pisani méprise </w:t>
      </w:r>
      <w:proofErr w:type="spellStart"/>
      <w:r w:rsidR="00E0544E" w:rsidRPr="007818BD">
        <w:t>tout</w:t>
      </w:r>
      <w:proofErr w:type="spellEnd"/>
      <w:r w:rsidR="00E0544E" w:rsidRPr="007818BD">
        <w:t xml:space="preserve"> ensemble votre or et votre amour</w:t>
      </w:r>
      <w:r>
        <w:t xml:space="preserve">, </w:t>
      </w:r>
      <w:r w:rsidR="00E0544E" w:rsidRPr="007818BD">
        <w:t>que la force seule a pu l</w:t>
      </w:r>
      <w:r>
        <w:t>’</w:t>
      </w:r>
      <w:r w:rsidR="00E0544E" w:rsidRPr="007818BD">
        <w:t>entraîner sous votre toit</w:t>
      </w:r>
      <w:r>
        <w:t xml:space="preserve">, </w:t>
      </w:r>
      <w:r w:rsidR="00E0544E" w:rsidRPr="007818BD">
        <w:t>et que vous refusez de nous la présenter parce que vous craignez ses plaintes</w:t>
      </w:r>
      <w:r>
        <w:t xml:space="preserve">, </w:t>
      </w:r>
      <w:r w:rsidR="00E0544E" w:rsidRPr="007818BD">
        <w:t>parce que vous connaissez assez cette chevalerie que votre vanité cherche à persifler</w:t>
      </w:r>
      <w:r>
        <w:t xml:space="preserve">, </w:t>
      </w:r>
      <w:r w:rsidR="00E0544E" w:rsidRPr="007818BD">
        <w:t>pour savoir qu</w:t>
      </w:r>
      <w:r>
        <w:t>’</w:t>
      </w:r>
      <w:r w:rsidR="00E0544E" w:rsidRPr="007818BD">
        <w:t xml:space="preserve">un gentilhomme français est toujours prêt </w:t>
      </w:r>
      <w:r w:rsidR="00E0544E">
        <w:t xml:space="preserve">à </w:t>
      </w:r>
      <w:r w:rsidR="00E0544E" w:rsidRPr="007818BD">
        <w:t>donner à l</w:t>
      </w:r>
      <w:r>
        <w:t>’</w:t>
      </w:r>
      <w:r w:rsidR="00E0544E" w:rsidRPr="007818BD">
        <w:t>a beauté l</w:t>
      </w:r>
      <w:r>
        <w:t>’</w:t>
      </w:r>
      <w:r w:rsidR="00E0544E" w:rsidRPr="007818BD">
        <w:t>hommage de son cœur</w:t>
      </w:r>
      <w:r>
        <w:t xml:space="preserve">, </w:t>
      </w:r>
      <w:r w:rsidR="00E0544E" w:rsidRPr="007818BD">
        <w:t>et aussi la prote</w:t>
      </w:r>
      <w:r w:rsidR="00E0544E" w:rsidRPr="007818BD">
        <w:t>c</w:t>
      </w:r>
      <w:r w:rsidR="00E0544E" w:rsidRPr="007818BD">
        <w:t>tion de son bras</w:t>
      </w:r>
      <w:r>
        <w:t>.</w:t>
      </w:r>
    </w:p>
    <w:p w14:paraId="520858FB" w14:textId="37CB1D19" w:rsidR="00E0544E" w:rsidRPr="007818BD" w:rsidRDefault="00E8465A" w:rsidP="00E0544E">
      <w:r>
        <w:t>— </w:t>
      </w:r>
      <w:r w:rsidR="00E0544E" w:rsidRPr="007818BD">
        <w:t>Vous avez raison</w:t>
      </w:r>
      <w:r>
        <w:t xml:space="preserve">, </w:t>
      </w:r>
      <w:r w:rsidR="00E0544E" w:rsidRPr="007818BD">
        <w:t>monsieur</w:t>
      </w:r>
      <w:r>
        <w:t xml:space="preserve">, </w:t>
      </w:r>
      <w:r w:rsidR="00E0544E" w:rsidRPr="007818BD">
        <w:t xml:space="preserve">dit gravement </w:t>
      </w:r>
      <w:proofErr w:type="spellStart"/>
      <w:r w:rsidR="00E0544E" w:rsidRPr="007818BD">
        <w:t>Zanoni</w:t>
      </w:r>
      <w:proofErr w:type="spellEnd"/>
      <w:r>
        <w:t xml:space="preserve"> ; </w:t>
      </w:r>
      <w:r w:rsidR="00E0544E" w:rsidRPr="007818BD">
        <w:t>le prince n</w:t>
      </w:r>
      <w:r>
        <w:t>’</w:t>
      </w:r>
      <w:r w:rsidR="00E0544E" w:rsidRPr="007818BD">
        <w:t>ose pas nous présenter</w:t>
      </w:r>
      <w:r>
        <w:t>-</w:t>
      </w:r>
      <w:r w:rsidR="00E0544E" w:rsidRPr="007818BD">
        <w:t>sa conquête</w:t>
      </w:r>
      <w:r>
        <w:t>. »</w:t>
      </w:r>
    </w:p>
    <w:p w14:paraId="254A67C2" w14:textId="277297F3" w:rsidR="00E0544E" w:rsidRPr="007818BD" w:rsidRDefault="00E8465A" w:rsidP="00E0544E">
      <w:r>
        <w:t>« </w:t>
      </w:r>
      <w:r w:rsidR="00E0544E" w:rsidRPr="007818BD">
        <w:t>Le prince demeura quelques instants silencieux</w:t>
      </w:r>
      <w:r>
        <w:t xml:space="preserve"> : </w:t>
      </w:r>
      <w:r w:rsidR="00E0544E" w:rsidRPr="007818BD">
        <w:t>il p</w:t>
      </w:r>
      <w:r w:rsidR="00E0544E" w:rsidRPr="007818BD">
        <w:t>a</w:t>
      </w:r>
      <w:r w:rsidR="00E0544E" w:rsidRPr="007818BD">
        <w:t>raissait indigné</w:t>
      </w:r>
      <w:r>
        <w:t xml:space="preserve">. </w:t>
      </w:r>
      <w:r w:rsidR="00E0544E" w:rsidRPr="007818BD">
        <w:t xml:space="preserve">À la fin il éclata en expressions injurieuses au plus haut point pour </w:t>
      </w:r>
      <w:proofErr w:type="spellStart"/>
      <w:r w:rsidR="00E0544E" w:rsidRPr="007818BD">
        <w:t>Zanoni</w:t>
      </w:r>
      <w:proofErr w:type="spellEnd"/>
      <w:r w:rsidR="00E0544E" w:rsidRPr="007818BD">
        <w:t xml:space="preserve"> et pour moi</w:t>
      </w:r>
      <w:r>
        <w:t xml:space="preserve">. </w:t>
      </w:r>
      <w:proofErr w:type="spellStart"/>
      <w:r w:rsidR="00E0544E" w:rsidRPr="007818BD">
        <w:t>Zanoni</w:t>
      </w:r>
      <w:proofErr w:type="spellEnd"/>
      <w:r w:rsidR="00E0544E" w:rsidRPr="007818BD">
        <w:t xml:space="preserve"> ne répliqua point</w:t>
      </w:r>
      <w:r>
        <w:t xml:space="preserve">. </w:t>
      </w:r>
      <w:r w:rsidR="00E0544E" w:rsidRPr="007818BD">
        <w:t>Je fus plus irritable et plus emporté</w:t>
      </w:r>
      <w:r>
        <w:t xml:space="preserve">. </w:t>
      </w:r>
      <w:r w:rsidR="00E0544E" w:rsidRPr="007818BD">
        <w:t>Les convives parai</w:t>
      </w:r>
      <w:r w:rsidR="00E0544E" w:rsidRPr="007818BD">
        <w:t>s</w:t>
      </w:r>
      <w:r w:rsidR="00E0544E" w:rsidRPr="007818BD">
        <w:t>saient prendre plaisir à notre querelle</w:t>
      </w:r>
      <w:r>
        <w:t xml:space="preserve"> ; </w:t>
      </w:r>
      <w:r w:rsidR="00E0544E" w:rsidRPr="007818BD">
        <w:t>un seul chercha à rét</w:t>
      </w:r>
      <w:r w:rsidR="00E0544E" w:rsidRPr="007818BD">
        <w:t>a</w:t>
      </w:r>
      <w:r w:rsidR="00E0544E" w:rsidRPr="007818BD">
        <w:t>blir la paix</w:t>
      </w:r>
      <w:r>
        <w:t xml:space="preserve"> : </w:t>
      </w:r>
      <w:r w:rsidR="00E0544E" w:rsidRPr="007818BD">
        <w:t xml:space="preserve">ce fut </w:t>
      </w:r>
      <w:proofErr w:type="spellStart"/>
      <w:r w:rsidR="00E0544E" w:rsidRPr="007818BD">
        <w:t>Mascari</w:t>
      </w:r>
      <w:proofErr w:type="spellEnd"/>
      <w:r>
        <w:t xml:space="preserve">. </w:t>
      </w:r>
      <w:r w:rsidR="00E0544E" w:rsidRPr="007818BD">
        <w:t>Nous l</w:t>
      </w:r>
      <w:r>
        <w:t>’</w:t>
      </w:r>
      <w:r w:rsidR="00E0544E" w:rsidRPr="007818BD">
        <w:t>écartâmes sans le vouloir écouter</w:t>
      </w:r>
      <w:r>
        <w:t xml:space="preserve"> ; </w:t>
      </w:r>
      <w:r w:rsidR="00E0544E" w:rsidRPr="007818BD">
        <w:t>tout le reste prit parti pour l</w:t>
      </w:r>
      <w:r>
        <w:t>’</w:t>
      </w:r>
      <w:r w:rsidR="00E0544E" w:rsidRPr="007818BD">
        <w:t>un ou l</w:t>
      </w:r>
      <w:r>
        <w:t>’</w:t>
      </w:r>
      <w:r w:rsidR="00E0544E" w:rsidRPr="007818BD">
        <w:t>autre</w:t>
      </w:r>
      <w:r>
        <w:t xml:space="preserve">. </w:t>
      </w:r>
      <w:r w:rsidR="00E0544E" w:rsidRPr="007818BD">
        <w:t>Il est aisé de deviner la suite</w:t>
      </w:r>
      <w:r>
        <w:t xml:space="preserve">. </w:t>
      </w:r>
      <w:r w:rsidR="00E0544E" w:rsidRPr="007818BD">
        <w:t>Nous demandâmes des épées</w:t>
      </w:r>
      <w:r>
        <w:t xml:space="preserve"> ; </w:t>
      </w:r>
      <w:r w:rsidR="00E0544E" w:rsidRPr="007818BD">
        <w:t>un des assi</w:t>
      </w:r>
      <w:r w:rsidR="00E0544E" w:rsidRPr="007818BD">
        <w:t>s</w:t>
      </w:r>
      <w:r w:rsidR="00E0544E" w:rsidRPr="007818BD">
        <w:t>tants m</w:t>
      </w:r>
      <w:r>
        <w:t>’</w:t>
      </w:r>
      <w:r w:rsidR="00E0544E" w:rsidRPr="007818BD">
        <w:t>en apporta deux</w:t>
      </w:r>
      <w:r>
        <w:t xml:space="preserve">. </w:t>
      </w:r>
      <w:r w:rsidR="00E0544E" w:rsidRPr="007818BD">
        <w:t>J</w:t>
      </w:r>
      <w:r>
        <w:t>’</w:t>
      </w:r>
      <w:r w:rsidR="00E0544E" w:rsidRPr="007818BD">
        <w:t>allais en choisir une</w:t>
      </w:r>
      <w:r>
        <w:t xml:space="preserve"> ; </w:t>
      </w:r>
      <w:proofErr w:type="spellStart"/>
      <w:r w:rsidR="00E0544E" w:rsidRPr="007818BD">
        <w:t>Zanoni</w:t>
      </w:r>
      <w:proofErr w:type="spellEnd"/>
      <w:r w:rsidR="00E0544E" w:rsidRPr="007818BD">
        <w:t xml:space="preserve"> m</w:t>
      </w:r>
      <w:r>
        <w:t>’</w:t>
      </w:r>
      <w:r w:rsidR="00E0544E" w:rsidRPr="007818BD">
        <w:t>en mit dans la main une autre dont la poignée</w:t>
      </w:r>
      <w:r>
        <w:t xml:space="preserve">, </w:t>
      </w:r>
      <w:r w:rsidR="00E0544E" w:rsidRPr="007818BD">
        <w:t>ciselée avec art</w:t>
      </w:r>
      <w:r>
        <w:t xml:space="preserve">, </w:t>
      </w:r>
      <w:r w:rsidR="00E0544E" w:rsidRPr="007818BD">
        <w:t>a</w:t>
      </w:r>
      <w:r w:rsidR="00E0544E" w:rsidRPr="007818BD">
        <w:t>t</w:t>
      </w:r>
      <w:r w:rsidR="00E0544E" w:rsidRPr="007818BD">
        <w:t>testait l</w:t>
      </w:r>
      <w:r>
        <w:t>’</w:t>
      </w:r>
      <w:r w:rsidR="00E0544E" w:rsidRPr="007818BD">
        <w:t>ancienneté</w:t>
      </w:r>
      <w:r>
        <w:t xml:space="preserve">. </w:t>
      </w:r>
      <w:r w:rsidR="00E0544E" w:rsidRPr="007818BD">
        <w:t>Au même moment il dit</w:t>
      </w:r>
      <w:r>
        <w:t xml:space="preserve">, </w:t>
      </w:r>
      <w:r w:rsidR="00E0544E" w:rsidRPr="007818BD">
        <w:t>en regardant le prince avec un sourire</w:t>
      </w:r>
      <w:r>
        <w:t> : « </w:t>
      </w:r>
      <w:r w:rsidR="00E0544E" w:rsidRPr="007818BD">
        <w:t>Prince</w:t>
      </w:r>
      <w:r>
        <w:t xml:space="preserve">, </w:t>
      </w:r>
      <w:r w:rsidR="00E0544E" w:rsidRPr="007818BD">
        <w:t>monsieur le duc choisit l</w:t>
      </w:r>
      <w:r>
        <w:t>’</w:t>
      </w:r>
      <w:r w:rsidR="00E0544E" w:rsidRPr="007818BD">
        <w:t>épée de votre ancêtre</w:t>
      </w:r>
      <w:r>
        <w:t xml:space="preserve">. </w:t>
      </w:r>
      <w:r w:rsidR="00E0544E" w:rsidRPr="007818BD">
        <w:t>Vous êtes trop brave pour être superstitieux</w:t>
      </w:r>
      <w:r>
        <w:t xml:space="preserve"> : </w:t>
      </w:r>
      <w:r w:rsidR="00E0544E" w:rsidRPr="007818BD">
        <w:t>vous avez oublié votre engagement</w:t>
      </w:r>
      <w:r>
        <w:t>. »</w:t>
      </w:r>
    </w:p>
    <w:p w14:paraId="2C2C2FE5" w14:textId="77777777" w:rsidR="00E8465A" w:rsidRDefault="00E8465A" w:rsidP="00E0544E">
      <w:r>
        <w:t>« </w:t>
      </w:r>
      <w:r w:rsidR="00E0544E" w:rsidRPr="007818BD">
        <w:t>À ces mots</w:t>
      </w:r>
      <w:r>
        <w:t xml:space="preserve">, </w:t>
      </w:r>
      <w:r w:rsidR="00E0544E" w:rsidRPr="007818BD">
        <w:t>notre hôte me sembla tressaillir et pâlit</w:t>
      </w:r>
      <w:r>
        <w:t xml:space="preserve"> ; </w:t>
      </w:r>
      <w:r w:rsidR="00E0544E" w:rsidRPr="007818BD">
        <w:t xml:space="preserve">il répondit cependant au sourire de </w:t>
      </w:r>
      <w:proofErr w:type="spellStart"/>
      <w:r w:rsidR="00E0544E" w:rsidRPr="007818BD">
        <w:t>Zanoni</w:t>
      </w:r>
      <w:proofErr w:type="spellEnd"/>
      <w:r w:rsidR="00E0544E" w:rsidRPr="007818BD">
        <w:t xml:space="preserve"> par un regard de défi</w:t>
      </w:r>
      <w:r>
        <w:t xml:space="preserve">. </w:t>
      </w:r>
      <w:r w:rsidR="00E0544E" w:rsidRPr="007818BD">
        <w:t>Le moment d</w:t>
      </w:r>
      <w:r>
        <w:t>’</w:t>
      </w:r>
      <w:r w:rsidR="00E0544E" w:rsidRPr="007818BD">
        <w:t>après tout était désordre et confusion</w:t>
      </w:r>
      <w:r>
        <w:t xml:space="preserve">. </w:t>
      </w:r>
      <w:r w:rsidR="00E0544E" w:rsidRPr="007818BD">
        <w:t>Six ou huit personnes</w:t>
      </w:r>
      <w:r>
        <w:t xml:space="preserve">, </w:t>
      </w:r>
      <w:r w:rsidR="00E0544E" w:rsidRPr="007818BD">
        <w:t>plus ou moins</w:t>
      </w:r>
      <w:r>
        <w:t xml:space="preserve">, </w:t>
      </w:r>
      <w:r w:rsidR="00E0544E" w:rsidRPr="007818BD">
        <w:t>étaient engagées dans une mêlée inextricable</w:t>
      </w:r>
      <w:r>
        <w:t xml:space="preserve"> ; </w:t>
      </w:r>
      <w:r w:rsidR="00E0544E" w:rsidRPr="007818BD">
        <w:t>mais nous nous cherchions exclusivement l</w:t>
      </w:r>
      <w:r>
        <w:t>’</w:t>
      </w:r>
      <w:r w:rsidR="00E0544E" w:rsidRPr="007818BD">
        <w:t>un l</w:t>
      </w:r>
      <w:r>
        <w:t>’</w:t>
      </w:r>
      <w:r w:rsidR="00E0544E" w:rsidRPr="007818BD">
        <w:t>autre</w:t>
      </w:r>
      <w:r>
        <w:t xml:space="preserve">, </w:t>
      </w:r>
      <w:r w:rsidR="00E0544E" w:rsidRPr="007818BD">
        <w:t>le prince et moi</w:t>
      </w:r>
      <w:r>
        <w:t xml:space="preserve">. </w:t>
      </w:r>
      <w:r w:rsidR="00E0544E" w:rsidRPr="007818BD">
        <w:t xml:space="preserve">Le bruit qui nous </w:t>
      </w:r>
      <w:r w:rsidR="00E0544E" w:rsidRPr="007818BD">
        <w:lastRenderedPageBreak/>
        <w:t>environnait</w:t>
      </w:r>
      <w:r>
        <w:t xml:space="preserve">, </w:t>
      </w:r>
      <w:r w:rsidR="00E0544E" w:rsidRPr="007818BD">
        <w:t>la conf</w:t>
      </w:r>
      <w:r w:rsidR="00E0544E" w:rsidRPr="007818BD">
        <w:t>u</w:t>
      </w:r>
      <w:r w:rsidR="00E0544E" w:rsidRPr="007818BD">
        <w:t>sion des convives</w:t>
      </w:r>
      <w:r>
        <w:t xml:space="preserve">, </w:t>
      </w:r>
      <w:r w:rsidR="00E0544E" w:rsidRPr="007818BD">
        <w:t>les cris des musiciens</w:t>
      </w:r>
      <w:r>
        <w:t xml:space="preserve">, </w:t>
      </w:r>
      <w:r w:rsidR="00E0544E" w:rsidRPr="007818BD">
        <w:t>le choc de nos épées</w:t>
      </w:r>
      <w:r>
        <w:t xml:space="preserve">, </w:t>
      </w:r>
      <w:r w:rsidR="00E0544E" w:rsidRPr="007818BD">
        <w:t>tout stimulait notre maudite fureur</w:t>
      </w:r>
      <w:r>
        <w:t xml:space="preserve">. </w:t>
      </w:r>
      <w:r w:rsidR="00E0544E" w:rsidRPr="007818BD">
        <w:t>Nous craignions qu</w:t>
      </w:r>
      <w:r>
        <w:t>’</w:t>
      </w:r>
      <w:r w:rsidR="00E0544E" w:rsidRPr="007818BD">
        <w:t>on ne nous séparât</w:t>
      </w:r>
      <w:r>
        <w:t xml:space="preserve"> ; </w:t>
      </w:r>
      <w:r w:rsidR="00E0544E" w:rsidRPr="007818BD">
        <w:t>nous combattions avec rage</w:t>
      </w:r>
      <w:r>
        <w:t xml:space="preserve">, </w:t>
      </w:r>
      <w:r w:rsidR="00E0544E" w:rsidRPr="007818BD">
        <w:t>sans règle</w:t>
      </w:r>
      <w:r>
        <w:t xml:space="preserve">, </w:t>
      </w:r>
      <w:r w:rsidR="00E0544E" w:rsidRPr="007818BD">
        <w:t>sans m</w:t>
      </w:r>
      <w:r w:rsidR="00E0544E" w:rsidRPr="007818BD">
        <w:t>é</w:t>
      </w:r>
      <w:r w:rsidR="00E0544E" w:rsidRPr="007818BD">
        <w:t>thode</w:t>
      </w:r>
      <w:r>
        <w:t xml:space="preserve">. </w:t>
      </w:r>
      <w:r w:rsidR="00E0544E" w:rsidRPr="007818BD">
        <w:t>Je portais</w:t>
      </w:r>
      <w:r>
        <w:t xml:space="preserve">, </w:t>
      </w:r>
      <w:r w:rsidR="00E0544E" w:rsidRPr="007818BD">
        <w:t>je parais machinalement les coups</w:t>
      </w:r>
      <w:r>
        <w:t xml:space="preserve">, </w:t>
      </w:r>
      <w:r w:rsidR="00E0544E" w:rsidRPr="007818BD">
        <w:t>aveuglé</w:t>
      </w:r>
      <w:r>
        <w:t xml:space="preserve">, </w:t>
      </w:r>
      <w:r w:rsidR="00E0544E" w:rsidRPr="007818BD">
        <w:t>transporté</w:t>
      </w:r>
      <w:r>
        <w:t xml:space="preserve">, </w:t>
      </w:r>
      <w:r w:rsidR="00E0544E" w:rsidRPr="007818BD">
        <w:t>comme si quelque démon m</w:t>
      </w:r>
      <w:r>
        <w:t>’</w:t>
      </w:r>
      <w:r w:rsidR="00E0544E" w:rsidRPr="007818BD">
        <w:t>eût possédé</w:t>
      </w:r>
      <w:r>
        <w:t xml:space="preserve">, </w:t>
      </w:r>
      <w:r w:rsidR="00E0544E" w:rsidRPr="007818BD">
        <w:t>jusqu</w:t>
      </w:r>
      <w:r>
        <w:t>’</w:t>
      </w:r>
      <w:r w:rsidR="00E0544E" w:rsidRPr="007818BD">
        <w:t>à ce qu</w:t>
      </w:r>
      <w:r>
        <w:t>’</w:t>
      </w:r>
      <w:r w:rsidR="00E0544E" w:rsidRPr="007818BD">
        <w:t>enfin je vis le prince étendu à mes pieds</w:t>
      </w:r>
      <w:r>
        <w:t xml:space="preserve">, </w:t>
      </w:r>
      <w:r w:rsidR="00E0544E" w:rsidRPr="007818BD">
        <w:t>baigné dans son sang</w:t>
      </w:r>
      <w:r>
        <w:t xml:space="preserve">, </w:t>
      </w:r>
      <w:r w:rsidR="00E0544E" w:rsidRPr="007818BD">
        <w:t xml:space="preserve">et </w:t>
      </w:r>
      <w:proofErr w:type="spellStart"/>
      <w:r w:rsidR="00E0544E" w:rsidRPr="007818BD">
        <w:t>Zanoni</w:t>
      </w:r>
      <w:proofErr w:type="spellEnd"/>
      <w:r w:rsidR="00E0544E" w:rsidRPr="007818BD">
        <w:t xml:space="preserve"> penché sur lui</w:t>
      </w:r>
      <w:r>
        <w:t xml:space="preserve">, </w:t>
      </w:r>
      <w:r w:rsidR="00E0544E" w:rsidRPr="007818BD">
        <w:t>et lui parlant à l</w:t>
      </w:r>
      <w:r>
        <w:t>’</w:t>
      </w:r>
      <w:r w:rsidR="00E0544E" w:rsidRPr="007818BD">
        <w:t>oreille</w:t>
      </w:r>
      <w:r>
        <w:t xml:space="preserve">. </w:t>
      </w:r>
      <w:r w:rsidR="00E0544E" w:rsidRPr="007818BD">
        <w:t>Ce spe</w:t>
      </w:r>
      <w:r w:rsidR="00E0544E" w:rsidRPr="007818BD">
        <w:t>c</w:t>
      </w:r>
      <w:r w:rsidR="00E0544E" w:rsidRPr="007818BD">
        <w:t>tacle nous calma tous</w:t>
      </w:r>
      <w:r>
        <w:t xml:space="preserve">. </w:t>
      </w:r>
      <w:r w:rsidR="00E0544E" w:rsidRPr="007818BD">
        <w:t>La lutte cessa</w:t>
      </w:r>
      <w:r>
        <w:t xml:space="preserve">. </w:t>
      </w:r>
      <w:r w:rsidR="00E0544E" w:rsidRPr="007818BD">
        <w:t>Pleins de honte</w:t>
      </w:r>
      <w:r>
        <w:t xml:space="preserve">, </w:t>
      </w:r>
      <w:r w:rsidR="00E0544E" w:rsidRPr="007818BD">
        <w:t>de r</w:t>
      </w:r>
      <w:r w:rsidR="00E0544E" w:rsidRPr="007818BD">
        <w:t>e</w:t>
      </w:r>
      <w:r w:rsidR="00E0544E" w:rsidRPr="007818BD">
        <w:t>mords</w:t>
      </w:r>
      <w:r>
        <w:t xml:space="preserve">, </w:t>
      </w:r>
      <w:r w:rsidR="00E0544E" w:rsidRPr="007818BD">
        <w:t>d</w:t>
      </w:r>
      <w:r>
        <w:t>’</w:t>
      </w:r>
      <w:r w:rsidR="00E0544E" w:rsidRPr="007818BD">
        <w:t>horreur</w:t>
      </w:r>
      <w:r>
        <w:t xml:space="preserve">, </w:t>
      </w:r>
      <w:r w:rsidR="00E0544E" w:rsidRPr="007818BD">
        <w:t>nous nous pressâmes autour de notre hôte i</w:t>
      </w:r>
      <w:r w:rsidR="00E0544E" w:rsidRPr="007818BD">
        <w:t>n</w:t>
      </w:r>
      <w:r w:rsidR="00E0544E" w:rsidRPr="007818BD">
        <w:t>fortuné</w:t>
      </w:r>
      <w:r>
        <w:t xml:space="preserve"> ; </w:t>
      </w:r>
      <w:r w:rsidR="00E0544E" w:rsidRPr="007818BD">
        <w:t>mais il était trop tard</w:t>
      </w:r>
      <w:r>
        <w:t xml:space="preserve">, </w:t>
      </w:r>
      <w:r w:rsidR="00E0544E" w:rsidRPr="007818BD">
        <w:t>il roulait les yeux d</w:t>
      </w:r>
      <w:r>
        <w:t>’</w:t>
      </w:r>
      <w:r w:rsidR="00E0544E" w:rsidRPr="007818BD">
        <w:t>une manière e</w:t>
      </w:r>
      <w:r w:rsidR="00E0544E" w:rsidRPr="007818BD">
        <w:t>f</w:t>
      </w:r>
      <w:r w:rsidR="00E0544E" w:rsidRPr="007818BD">
        <w:t>frayante</w:t>
      </w:r>
      <w:r>
        <w:t xml:space="preserve">. </w:t>
      </w:r>
      <w:r w:rsidR="00E0544E" w:rsidRPr="007818BD">
        <w:t>J</w:t>
      </w:r>
      <w:r>
        <w:t>’</w:t>
      </w:r>
      <w:r w:rsidR="00E0544E" w:rsidRPr="007818BD">
        <w:t>ai vu mourir bien des hommes</w:t>
      </w:r>
      <w:r>
        <w:t xml:space="preserve">, </w:t>
      </w:r>
      <w:r w:rsidR="00E0544E" w:rsidRPr="007818BD">
        <w:t>mais jamais je n</w:t>
      </w:r>
      <w:r>
        <w:t>’</w:t>
      </w:r>
      <w:r w:rsidR="00E0544E" w:rsidRPr="007818BD">
        <w:t>ai vu mourant dont le v</w:t>
      </w:r>
      <w:r w:rsidR="00E0544E" w:rsidRPr="007818BD">
        <w:t>i</w:t>
      </w:r>
      <w:r w:rsidR="00E0544E" w:rsidRPr="007818BD">
        <w:t>sage trahît tant d</w:t>
      </w:r>
      <w:r>
        <w:t>’</w:t>
      </w:r>
      <w:r w:rsidR="00E0544E" w:rsidRPr="007818BD">
        <w:t>effroi et d</w:t>
      </w:r>
      <w:r>
        <w:t>’</w:t>
      </w:r>
      <w:r w:rsidR="00E0544E" w:rsidRPr="007818BD">
        <w:t>horreur</w:t>
      </w:r>
      <w:r>
        <w:t xml:space="preserve">. </w:t>
      </w:r>
      <w:r w:rsidR="00E0544E" w:rsidRPr="007818BD">
        <w:t>À la fin</w:t>
      </w:r>
      <w:r>
        <w:t xml:space="preserve">, </w:t>
      </w:r>
      <w:r w:rsidR="00E0544E" w:rsidRPr="007818BD">
        <w:t>tout fut terminé</w:t>
      </w:r>
      <w:r>
        <w:t xml:space="preserve">. </w:t>
      </w:r>
      <w:proofErr w:type="spellStart"/>
      <w:r w:rsidR="00E0544E" w:rsidRPr="007818BD">
        <w:t>Zanoni</w:t>
      </w:r>
      <w:proofErr w:type="spellEnd"/>
      <w:r w:rsidR="00E0544E" w:rsidRPr="007818BD">
        <w:t xml:space="preserve"> se leva d</w:t>
      </w:r>
      <w:r>
        <w:t>’</w:t>
      </w:r>
      <w:r w:rsidR="00E0544E" w:rsidRPr="007818BD">
        <w:t>auprès du cadavre</w:t>
      </w:r>
      <w:r>
        <w:t xml:space="preserve">, </w:t>
      </w:r>
      <w:r w:rsidR="00E0544E" w:rsidRPr="007818BD">
        <w:t>et</w:t>
      </w:r>
      <w:r>
        <w:t xml:space="preserve">, </w:t>
      </w:r>
      <w:r w:rsidR="00E0544E" w:rsidRPr="007818BD">
        <w:t>r</w:t>
      </w:r>
      <w:r w:rsidR="00E0544E" w:rsidRPr="007818BD">
        <w:t>e</w:t>
      </w:r>
      <w:r w:rsidR="00E0544E" w:rsidRPr="007818BD">
        <w:t>prenant avec un grand sang-froid l</w:t>
      </w:r>
      <w:r>
        <w:t>’</w:t>
      </w:r>
      <w:r w:rsidR="00E0544E" w:rsidRPr="007818BD">
        <w:t>épée que je tenais à la main</w:t>
      </w:r>
      <w:r>
        <w:t xml:space="preserve">, </w:t>
      </w:r>
      <w:r w:rsidR="00E0544E" w:rsidRPr="007818BD">
        <w:t>dit tranquillement</w:t>
      </w:r>
      <w:r>
        <w:t> :</w:t>
      </w:r>
    </w:p>
    <w:p w14:paraId="3C090731" w14:textId="498270BF" w:rsidR="00E0544E" w:rsidRPr="007818BD" w:rsidRDefault="00E8465A" w:rsidP="00E0544E">
      <w:r>
        <w:t>« </w:t>
      </w:r>
      <w:r w:rsidR="00E0544E" w:rsidRPr="007818BD">
        <w:t>Vous êtes témoins</w:t>
      </w:r>
      <w:r>
        <w:t xml:space="preserve">, </w:t>
      </w:r>
      <w:r w:rsidR="00E0544E" w:rsidRPr="007818BD">
        <w:t>messieurs</w:t>
      </w:r>
      <w:r>
        <w:t xml:space="preserve">, </w:t>
      </w:r>
      <w:r w:rsidR="00E0544E" w:rsidRPr="007818BD">
        <w:t>que le Prince s</w:t>
      </w:r>
      <w:r>
        <w:t>’</w:t>
      </w:r>
      <w:r w:rsidR="00E0544E" w:rsidRPr="007818BD">
        <w:t>est attiré lui-même son sort</w:t>
      </w:r>
      <w:r>
        <w:t xml:space="preserve">. </w:t>
      </w:r>
      <w:r w:rsidR="00E0544E" w:rsidRPr="007818BD">
        <w:t>Le dernier rejeton de cette illustre race a péri dans une rixe nocturne</w:t>
      </w:r>
      <w:r>
        <w:t>. »</w:t>
      </w:r>
    </w:p>
    <w:p w14:paraId="59B18DAE" w14:textId="77777777" w:rsidR="00E8465A" w:rsidRDefault="00E8465A" w:rsidP="00E0544E">
      <w:r>
        <w:t>« </w:t>
      </w:r>
      <w:r w:rsidR="00E0544E" w:rsidRPr="007818BD">
        <w:t xml:space="preserve">Je ne vis plus </w:t>
      </w:r>
      <w:proofErr w:type="spellStart"/>
      <w:r w:rsidR="00E0544E" w:rsidRPr="007818BD">
        <w:t>Zanoni</w:t>
      </w:r>
      <w:proofErr w:type="spellEnd"/>
      <w:r>
        <w:t xml:space="preserve"> : </w:t>
      </w:r>
      <w:r w:rsidR="00E0544E" w:rsidRPr="007818BD">
        <w:t>je me rendis auprès de notre m</w:t>
      </w:r>
      <w:r w:rsidR="00E0544E" w:rsidRPr="007818BD">
        <w:t>i</w:t>
      </w:r>
      <w:r w:rsidR="00E0544E" w:rsidRPr="007818BD">
        <w:t>nistre</w:t>
      </w:r>
      <w:r>
        <w:t xml:space="preserve">, </w:t>
      </w:r>
      <w:r w:rsidR="00E0544E" w:rsidRPr="007818BD">
        <w:t>pour lui raconter les événements et en attendre les conséquences</w:t>
      </w:r>
      <w:r>
        <w:t xml:space="preserve">. </w:t>
      </w:r>
      <w:r w:rsidR="00E0544E" w:rsidRPr="007818BD">
        <w:t>Toute ma reconnaissance est acquise au gouve</w:t>
      </w:r>
      <w:r w:rsidR="00E0544E" w:rsidRPr="007818BD">
        <w:t>r</w:t>
      </w:r>
      <w:r w:rsidR="00E0544E" w:rsidRPr="007818BD">
        <w:t>nement napolitain et à l</w:t>
      </w:r>
      <w:r>
        <w:t>’</w:t>
      </w:r>
      <w:r w:rsidR="00E0544E" w:rsidRPr="007818BD">
        <w:t>illustre héritier de cet infortuné genti</w:t>
      </w:r>
      <w:r w:rsidR="00E0544E" w:rsidRPr="007818BD">
        <w:t>l</w:t>
      </w:r>
      <w:r w:rsidR="00E0544E" w:rsidRPr="007818BD">
        <w:t>homme</w:t>
      </w:r>
      <w:r>
        <w:t xml:space="preserve">, </w:t>
      </w:r>
      <w:r w:rsidR="00E0544E" w:rsidRPr="007818BD">
        <w:t>pour avoir interprété d</w:t>
      </w:r>
      <w:r>
        <w:t>’</w:t>
      </w:r>
      <w:r w:rsidR="00E0544E" w:rsidRPr="007818BD">
        <w:t>une manière bienveillante et généreuse</w:t>
      </w:r>
      <w:r>
        <w:t xml:space="preserve">, </w:t>
      </w:r>
      <w:r w:rsidR="00E0544E" w:rsidRPr="007818BD">
        <w:t>mais juste en même temps</w:t>
      </w:r>
      <w:r>
        <w:t xml:space="preserve">, </w:t>
      </w:r>
      <w:r w:rsidR="00E0544E" w:rsidRPr="007818BD">
        <w:t>un malheur dont le so</w:t>
      </w:r>
      <w:r w:rsidR="00E0544E" w:rsidRPr="007818BD">
        <w:t>u</w:t>
      </w:r>
      <w:r w:rsidR="00E0544E" w:rsidRPr="007818BD">
        <w:t>venir m</w:t>
      </w:r>
      <w:r>
        <w:t>’</w:t>
      </w:r>
      <w:r w:rsidR="00E0544E" w:rsidRPr="007818BD">
        <w:t>affligera jusqu</w:t>
      </w:r>
      <w:r>
        <w:t>’</w:t>
      </w:r>
      <w:r w:rsidR="00E0544E" w:rsidRPr="007818BD">
        <w:t>à ma dernière heure</w:t>
      </w:r>
      <w:r>
        <w:t>.</w:t>
      </w:r>
    </w:p>
    <w:p w14:paraId="7592C1CD" w14:textId="36363C3C" w:rsidR="00E0544E" w:rsidRPr="007818BD" w:rsidRDefault="00E8465A" w:rsidP="00E0544E">
      <w:pPr>
        <w:jc w:val="right"/>
      </w:pPr>
      <w:r>
        <w:t>« </w:t>
      </w:r>
      <w:r w:rsidR="00E0544E" w:rsidRPr="007818BD">
        <w:rPr>
          <w:i/>
          <w:iCs/>
        </w:rPr>
        <w:t>Signé</w:t>
      </w:r>
      <w:r>
        <w:t xml:space="preserve"> : </w:t>
      </w:r>
      <w:r w:rsidR="00E0544E" w:rsidRPr="007818BD">
        <w:t>Louis-Victor</w:t>
      </w:r>
      <w:r>
        <w:t xml:space="preserve">, </w:t>
      </w:r>
      <w:r w:rsidR="00E0544E" w:rsidRPr="007818BD">
        <w:t>duc de R</w:t>
      </w:r>
      <w:r>
        <w:t>… »</w:t>
      </w:r>
    </w:p>
    <w:p w14:paraId="77232CE3" w14:textId="77777777" w:rsidR="00E8465A" w:rsidRDefault="00E0544E" w:rsidP="00E0544E">
      <w:r w:rsidRPr="007818BD">
        <w:t>Le document que nous venons de transcrire contient les détails les plus minutieux et les plus authentiques que l</w:t>
      </w:r>
      <w:r w:rsidR="00E8465A">
        <w:t>’</w:t>
      </w:r>
      <w:r w:rsidRPr="007818BD">
        <w:t>on connaisse encore d</w:t>
      </w:r>
      <w:r w:rsidR="00E8465A">
        <w:t>’</w:t>
      </w:r>
      <w:r w:rsidRPr="007818BD">
        <w:t>un événement qui</w:t>
      </w:r>
      <w:r w:rsidR="00E8465A">
        <w:t xml:space="preserve">, </w:t>
      </w:r>
      <w:r w:rsidRPr="007818BD">
        <w:t>à cette époque</w:t>
      </w:r>
      <w:r w:rsidR="00E8465A">
        <w:t xml:space="preserve">, </w:t>
      </w:r>
      <w:r w:rsidRPr="007818BD">
        <w:t>fit une v</w:t>
      </w:r>
      <w:r w:rsidRPr="007818BD">
        <w:t>i</w:t>
      </w:r>
      <w:r w:rsidRPr="007818BD">
        <w:t>ve sensation à Naples</w:t>
      </w:r>
      <w:r w:rsidR="00E8465A">
        <w:t>.</w:t>
      </w:r>
    </w:p>
    <w:p w14:paraId="4AFAFCBB" w14:textId="77777777" w:rsidR="00E8465A" w:rsidRDefault="00E0544E" w:rsidP="00E0544E">
      <w:proofErr w:type="spellStart"/>
      <w:r w:rsidRPr="007818BD">
        <w:lastRenderedPageBreak/>
        <w:t>Glyndon</w:t>
      </w:r>
      <w:proofErr w:type="spellEnd"/>
      <w:r w:rsidRPr="007818BD">
        <w:t xml:space="preserve"> n</w:t>
      </w:r>
      <w:r w:rsidR="00E8465A">
        <w:t>’</w:t>
      </w:r>
      <w:r w:rsidRPr="007818BD">
        <w:t>avait pris aucune part à la querelle</w:t>
      </w:r>
      <w:r w:rsidR="00E8465A">
        <w:t xml:space="preserve">, </w:t>
      </w:r>
      <w:r w:rsidRPr="007818BD">
        <w:t>et n</w:t>
      </w:r>
      <w:r w:rsidR="00E8465A">
        <w:t>’</w:t>
      </w:r>
      <w:r w:rsidRPr="007818BD">
        <w:t>avait participé que très</w:t>
      </w:r>
      <w:r w:rsidR="00E8465A">
        <w:t>-</w:t>
      </w:r>
      <w:r w:rsidRPr="007818BD">
        <w:t>légèrement aux excès du festin</w:t>
      </w:r>
      <w:r w:rsidR="00E8465A">
        <w:t xml:space="preserve">. </w:t>
      </w:r>
      <w:r w:rsidRPr="007818BD">
        <w:t>Il dut sans doute cette double immunité aux avis s</w:t>
      </w:r>
      <w:r w:rsidRPr="007818BD">
        <w:t>e</w:t>
      </w:r>
      <w:r w:rsidRPr="007818BD">
        <w:t xml:space="preserve">crets de </w:t>
      </w:r>
      <w:proofErr w:type="spellStart"/>
      <w:r w:rsidRPr="007818BD">
        <w:t>Zanoni</w:t>
      </w:r>
      <w:proofErr w:type="spellEnd"/>
      <w:r w:rsidR="00E8465A">
        <w:t xml:space="preserve">. </w:t>
      </w:r>
      <w:r w:rsidRPr="007818BD">
        <w:t>Quand ce dernier se releva auprès du corps et se retira de la scène de confusion qui l</w:t>
      </w:r>
      <w:r w:rsidR="00E8465A">
        <w:t>’</w:t>
      </w:r>
      <w:r w:rsidRPr="007818BD">
        <w:t>environnait</w:t>
      </w:r>
      <w:r w:rsidR="00E8465A">
        <w:t xml:space="preserve">, </w:t>
      </w:r>
      <w:proofErr w:type="spellStart"/>
      <w:r w:rsidRPr="007818BD">
        <w:t>Glyndon</w:t>
      </w:r>
      <w:proofErr w:type="spellEnd"/>
      <w:r w:rsidRPr="007818BD">
        <w:t xml:space="preserve"> remarqua qu</w:t>
      </w:r>
      <w:r w:rsidR="00E8465A">
        <w:t>’</w:t>
      </w:r>
      <w:r w:rsidRPr="007818BD">
        <w:t>en traversant la foule</w:t>
      </w:r>
      <w:r w:rsidR="00E8465A">
        <w:t xml:space="preserve">, </w:t>
      </w:r>
      <w:r w:rsidRPr="007818BD">
        <w:t xml:space="preserve">il toucha légèrement </w:t>
      </w:r>
      <w:proofErr w:type="spellStart"/>
      <w:r w:rsidRPr="007818BD">
        <w:t>Mascari</w:t>
      </w:r>
      <w:proofErr w:type="spellEnd"/>
      <w:r w:rsidRPr="007818BD">
        <w:t xml:space="preserve"> à l</w:t>
      </w:r>
      <w:r w:rsidR="00E8465A">
        <w:t>’</w:t>
      </w:r>
      <w:r w:rsidRPr="007818BD">
        <w:t>épaule</w:t>
      </w:r>
      <w:r w:rsidR="00E8465A">
        <w:t xml:space="preserve">, </w:t>
      </w:r>
      <w:r w:rsidRPr="007818BD">
        <w:t>et lui dit que</w:t>
      </w:r>
      <w:r w:rsidRPr="007818BD">
        <w:t>l</w:t>
      </w:r>
      <w:r w:rsidRPr="007818BD">
        <w:t>ques paroles que l</w:t>
      </w:r>
      <w:r w:rsidR="00E8465A">
        <w:t>’</w:t>
      </w:r>
      <w:r w:rsidRPr="007818BD">
        <w:t>Anglais n</w:t>
      </w:r>
      <w:r w:rsidR="00E8465A">
        <w:t>’</w:t>
      </w:r>
      <w:r w:rsidRPr="007818BD">
        <w:t>entendit pas</w:t>
      </w:r>
      <w:r w:rsidR="00E8465A">
        <w:t xml:space="preserve">. </w:t>
      </w:r>
      <w:proofErr w:type="spellStart"/>
      <w:r w:rsidRPr="007818BD">
        <w:t>Glyndon</w:t>
      </w:r>
      <w:proofErr w:type="spellEnd"/>
      <w:r w:rsidRPr="007818BD">
        <w:t xml:space="preserve"> suivit </w:t>
      </w:r>
      <w:proofErr w:type="spellStart"/>
      <w:r w:rsidRPr="007818BD">
        <w:t>Zanoni</w:t>
      </w:r>
      <w:proofErr w:type="spellEnd"/>
      <w:r w:rsidRPr="007818BD">
        <w:t xml:space="preserve"> dans la salle du festin</w:t>
      </w:r>
      <w:r w:rsidR="00E8465A">
        <w:t xml:space="preserve">, </w:t>
      </w:r>
      <w:r w:rsidRPr="007818BD">
        <w:t>qui</w:t>
      </w:r>
      <w:r w:rsidR="00E8465A">
        <w:t xml:space="preserve">, </w:t>
      </w:r>
      <w:r w:rsidRPr="007818BD">
        <w:t>sauf les taches de lumière que la lune projetait sur les dalles de marbre</w:t>
      </w:r>
      <w:r w:rsidR="00E8465A">
        <w:t xml:space="preserve">, </w:t>
      </w:r>
      <w:r w:rsidRPr="007818BD">
        <w:t>était enveloppée des ombres mornes et lug</w:t>
      </w:r>
      <w:r w:rsidRPr="007818BD">
        <w:t>u</w:t>
      </w:r>
      <w:r w:rsidRPr="007818BD">
        <w:t>bres de la nuit</w:t>
      </w:r>
      <w:r w:rsidR="00E8465A">
        <w:t>.</w:t>
      </w:r>
    </w:p>
    <w:p w14:paraId="3A55EFCD" w14:textId="77777777" w:rsidR="00E8465A" w:rsidRDefault="00E8465A" w:rsidP="00E0544E">
      <w:r>
        <w:t>« </w:t>
      </w:r>
      <w:r w:rsidR="00E0544E" w:rsidRPr="007818BD">
        <w:t>Comment avez-vous pu prédire ce terrible événement</w:t>
      </w:r>
      <w:r>
        <w:t xml:space="preserve"> ? </w:t>
      </w:r>
      <w:r w:rsidR="00E0544E" w:rsidRPr="007818BD">
        <w:t>Ce n</w:t>
      </w:r>
      <w:r>
        <w:t>’</w:t>
      </w:r>
      <w:r w:rsidR="00E0544E" w:rsidRPr="007818BD">
        <w:t>est pas par votre bras qu</w:t>
      </w:r>
      <w:r>
        <w:t>’</w:t>
      </w:r>
      <w:r w:rsidR="00E0544E" w:rsidRPr="007818BD">
        <w:t>il est tombé</w:t>
      </w:r>
      <w:r>
        <w:t xml:space="preserve"> ? </w:t>
      </w:r>
      <w:r w:rsidR="00E0544E" w:rsidRPr="007818BD">
        <w:t xml:space="preserve">dit </w:t>
      </w:r>
      <w:proofErr w:type="spellStart"/>
      <w:r w:rsidR="00E0544E" w:rsidRPr="007818BD">
        <w:t>Glyndon</w:t>
      </w:r>
      <w:proofErr w:type="spellEnd"/>
      <w:r w:rsidR="00E0544E" w:rsidRPr="007818BD">
        <w:t xml:space="preserve"> d</w:t>
      </w:r>
      <w:r>
        <w:t>’</w:t>
      </w:r>
      <w:r w:rsidR="00E0544E" w:rsidRPr="007818BD">
        <w:t>une voix creuse et tremblante</w:t>
      </w:r>
      <w:r>
        <w:t>.</w:t>
      </w:r>
    </w:p>
    <w:p w14:paraId="35B0FEB3" w14:textId="19BE7331" w:rsidR="00E0544E" w:rsidRPr="007818BD" w:rsidRDefault="00E8465A" w:rsidP="00E0544E">
      <w:r>
        <w:t>— </w:t>
      </w:r>
      <w:r w:rsidR="00E0544E" w:rsidRPr="007818BD">
        <w:t>Le général qui combine</w:t>
      </w:r>
      <w:r>
        <w:t>-</w:t>
      </w:r>
      <w:r w:rsidR="00E0544E" w:rsidRPr="007818BD">
        <w:t>les éléments de la victoire ne combat pas personnellement</w:t>
      </w:r>
      <w:r>
        <w:t xml:space="preserve">, </w:t>
      </w:r>
      <w:r w:rsidR="00E0544E" w:rsidRPr="007818BD">
        <w:t xml:space="preserve">répondit </w:t>
      </w:r>
      <w:proofErr w:type="spellStart"/>
      <w:r w:rsidR="00E0544E" w:rsidRPr="007818BD">
        <w:t>Zanoni</w:t>
      </w:r>
      <w:proofErr w:type="spellEnd"/>
      <w:r>
        <w:t xml:space="preserve">… </w:t>
      </w:r>
      <w:r w:rsidR="00E0544E" w:rsidRPr="007818BD">
        <w:t>Laissons do</w:t>
      </w:r>
      <w:r w:rsidR="00E0544E" w:rsidRPr="007818BD">
        <w:t>r</w:t>
      </w:r>
      <w:r w:rsidR="00E0544E" w:rsidRPr="007818BD">
        <w:t>mir le passé et les morts</w:t>
      </w:r>
      <w:r>
        <w:t xml:space="preserve">. </w:t>
      </w:r>
      <w:r w:rsidR="00E0544E" w:rsidRPr="007818BD">
        <w:t>Trouvez-vous à minuit sur la plage</w:t>
      </w:r>
      <w:r>
        <w:t xml:space="preserve">, </w:t>
      </w:r>
      <w:r w:rsidR="00E0544E" w:rsidRPr="007818BD">
        <w:t xml:space="preserve">à un </w:t>
      </w:r>
      <w:proofErr w:type="spellStart"/>
      <w:r w:rsidR="00E0544E" w:rsidRPr="007818BD">
        <w:t>demi-mille</w:t>
      </w:r>
      <w:proofErr w:type="spellEnd"/>
      <w:r w:rsidR="00E0544E" w:rsidRPr="007818BD">
        <w:t xml:space="preserve"> à droite de votre hôtel</w:t>
      </w:r>
      <w:r>
        <w:t xml:space="preserve">. </w:t>
      </w:r>
      <w:r w:rsidR="00E0544E" w:rsidRPr="007818BD">
        <w:t>Vous reconnaîtrez l</w:t>
      </w:r>
      <w:r>
        <w:t>’</w:t>
      </w:r>
      <w:r w:rsidR="00E0544E" w:rsidRPr="007818BD">
        <w:t>endroit à une colonne grossière et isolée</w:t>
      </w:r>
      <w:r>
        <w:t xml:space="preserve">, </w:t>
      </w:r>
      <w:r w:rsidR="00E0544E" w:rsidRPr="007818BD">
        <w:t>à laquelle est attachée une chaîne brisée</w:t>
      </w:r>
      <w:r>
        <w:t xml:space="preserve">. </w:t>
      </w:r>
      <w:r w:rsidR="00E0544E" w:rsidRPr="007818BD">
        <w:t>En ce lieu et à cette heure</w:t>
      </w:r>
      <w:r>
        <w:t xml:space="preserve">, </w:t>
      </w:r>
      <w:r w:rsidR="00E0544E" w:rsidRPr="007818BD">
        <w:t>si tu veux être in</w:t>
      </w:r>
      <w:r w:rsidR="00E0544E" w:rsidRPr="007818BD">
        <w:t>i</w:t>
      </w:r>
      <w:r w:rsidR="00E0544E" w:rsidRPr="007818BD">
        <w:t>tié à notre science</w:t>
      </w:r>
      <w:r>
        <w:t xml:space="preserve">, </w:t>
      </w:r>
      <w:r w:rsidR="00E0544E" w:rsidRPr="007818BD">
        <w:t>tu trouveras le maître</w:t>
      </w:r>
      <w:r>
        <w:t xml:space="preserve">. </w:t>
      </w:r>
      <w:r w:rsidR="00E0544E" w:rsidRPr="007818BD">
        <w:t>Va</w:t>
      </w:r>
      <w:r>
        <w:t xml:space="preserve"> ! </w:t>
      </w:r>
      <w:r w:rsidR="00E0544E" w:rsidRPr="007818BD">
        <w:t>J</w:t>
      </w:r>
      <w:r>
        <w:t>’</w:t>
      </w:r>
      <w:r w:rsidR="00E0544E" w:rsidRPr="007818BD">
        <w:t>ai e</w:t>
      </w:r>
      <w:r w:rsidR="00E0544E" w:rsidRPr="007818BD">
        <w:t>n</w:t>
      </w:r>
      <w:r w:rsidR="00E0544E" w:rsidRPr="007818BD">
        <w:t>core affaire ici</w:t>
      </w:r>
      <w:r>
        <w:t xml:space="preserve">. </w:t>
      </w:r>
      <w:r w:rsidR="00E0544E" w:rsidRPr="007818BD">
        <w:t>Souviens-toi que Viola est toujours dans ce palais</w:t>
      </w:r>
      <w:r>
        <w:t>. »</w:t>
      </w:r>
    </w:p>
    <w:p w14:paraId="7DCD0A8A" w14:textId="77777777" w:rsidR="00E8465A" w:rsidRDefault="00E0544E" w:rsidP="00E0544E">
      <w:r w:rsidRPr="007818BD">
        <w:t xml:space="preserve">À ce moment survint </w:t>
      </w:r>
      <w:proofErr w:type="spellStart"/>
      <w:r w:rsidRPr="007818BD">
        <w:t>Mascari</w:t>
      </w:r>
      <w:proofErr w:type="spellEnd"/>
      <w:r w:rsidR="00E8465A">
        <w:t xml:space="preserve">, </w:t>
      </w:r>
      <w:r w:rsidRPr="007818BD">
        <w:t xml:space="preserve">et </w:t>
      </w:r>
      <w:proofErr w:type="spellStart"/>
      <w:r w:rsidRPr="007818BD">
        <w:t>Zanoni</w:t>
      </w:r>
      <w:proofErr w:type="spellEnd"/>
      <w:r w:rsidR="00E8465A">
        <w:t xml:space="preserve">, </w:t>
      </w:r>
      <w:r w:rsidRPr="007818BD">
        <w:t>se tournant vers l</w:t>
      </w:r>
      <w:r w:rsidR="00E8465A">
        <w:t>’</w:t>
      </w:r>
      <w:r w:rsidRPr="007818BD">
        <w:t>Italien</w:t>
      </w:r>
      <w:r w:rsidR="00E8465A">
        <w:t xml:space="preserve">, </w:t>
      </w:r>
      <w:r w:rsidRPr="007818BD">
        <w:t>fit un signe d</w:t>
      </w:r>
      <w:r w:rsidR="00E8465A">
        <w:t>’</w:t>
      </w:r>
      <w:r w:rsidRPr="007818BD">
        <w:t xml:space="preserve">adieu à </w:t>
      </w:r>
      <w:proofErr w:type="spellStart"/>
      <w:r w:rsidRPr="007818BD">
        <w:t>Glyndon</w:t>
      </w:r>
      <w:proofErr w:type="spellEnd"/>
      <w:r w:rsidR="00E8465A">
        <w:t xml:space="preserve">, </w:t>
      </w:r>
      <w:r w:rsidRPr="007818BD">
        <w:t>qui se retira lentement</w:t>
      </w:r>
      <w:r w:rsidR="00E8465A">
        <w:t>.</w:t>
      </w:r>
    </w:p>
    <w:p w14:paraId="3149A412" w14:textId="0DDD4C84" w:rsidR="00E0544E" w:rsidRPr="007818BD" w:rsidRDefault="00E8465A" w:rsidP="00E0544E">
      <w:r>
        <w:t>« </w:t>
      </w:r>
      <w:proofErr w:type="spellStart"/>
      <w:r w:rsidR="00E0544E" w:rsidRPr="007818BD">
        <w:t>Mascari</w:t>
      </w:r>
      <w:proofErr w:type="spellEnd"/>
      <w:r>
        <w:t xml:space="preserve">, </w:t>
      </w:r>
      <w:r w:rsidR="00E0544E" w:rsidRPr="007818BD">
        <w:t xml:space="preserve">dit </w:t>
      </w:r>
      <w:proofErr w:type="spellStart"/>
      <w:r w:rsidR="00E0544E" w:rsidRPr="007818BD">
        <w:t>Zanoni</w:t>
      </w:r>
      <w:proofErr w:type="spellEnd"/>
      <w:r>
        <w:t xml:space="preserve">, </w:t>
      </w:r>
      <w:r w:rsidR="00E0544E" w:rsidRPr="007818BD">
        <w:t>votre</w:t>
      </w:r>
      <w:r>
        <w:t>-</w:t>
      </w:r>
      <w:r w:rsidR="00E0544E" w:rsidRPr="007818BD">
        <w:t>protecteur n</w:t>
      </w:r>
      <w:r>
        <w:t>’</w:t>
      </w:r>
      <w:r w:rsidR="00E0544E" w:rsidRPr="007818BD">
        <w:t>est plus</w:t>
      </w:r>
      <w:r>
        <w:t xml:space="preserve"> ; </w:t>
      </w:r>
      <w:r w:rsidR="00E0544E" w:rsidRPr="007818BD">
        <w:t>vos se</w:t>
      </w:r>
      <w:r w:rsidR="00E0544E" w:rsidRPr="007818BD">
        <w:t>r</w:t>
      </w:r>
      <w:r w:rsidR="00E0544E" w:rsidRPr="007818BD">
        <w:t>vices seront sans valeur pour son héritier</w:t>
      </w:r>
      <w:r>
        <w:t xml:space="preserve">, </w:t>
      </w:r>
      <w:r w:rsidR="00E0544E" w:rsidRPr="007818BD">
        <w:t>homme rangé que la pauvreté a sauvé du vice</w:t>
      </w:r>
      <w:r>
        <w:t xml:space="preserve">. </w:t>
      </w:r>
      <w:r w:rsidR="00E0544E" w:rsidRPr="007818BD">
        <w:t>Quant à vous</w:t>
      </w:r>
      <w:r>
        <w:t xml:space="preserve">, </w:t>
      </w:r>
      <w:r w:rsidR="00E0544E" w:rsidRPr="007818BD">
        <w:t>soyez reconnaissant que je ne vous livre pas au bourreau</w:t>
      </w:r>
      <w:r>
        <w:t xml:space="preserve"> ! </w:t>
      </w:r>
      <w:r w:rsidR="00E0544E" w:rsidRPr="007818BD">
        <w:t>Souvenez-vous du vin de Ch</w:t>
      </w:r>
      <w:r w:rsidR="00E0544E" w:rsidRPr="007818BD">
        <w:t>y</w:t>
      </w:r>
      <w:r w:rsidR="00E0544E" w:rsidRPr="007818BD">
        <w:t>pre</w:t>
      </w:r>
      <w:r>
        <w:t xml:space="preserve">. </w:t>
      </w:r>
      <w:r w:rsidR="00E0544E" w:rsidRPr="007818BD">
        <w:t>Allons</w:t>
      </w:r>
      <w:r>
        <w:t xml:space="preserve"> ! </w:t>
      </w:r>
      <w:r w:rsidR="00E0544E" w:rsidRPr="007818BD">
        <w:t>ne tremblez pas</w:t>
      </w:r>
      <w:r>
        <w:t xml:space="preserve"> ! </w:t>
      </w:r>
      <w:r w:rsidR="00E0544E" w:rsidRPr="007818BD">
        <w:t xml:space="preserve">Le breuvage était </w:t>
      </w:r>
      <w:r w:rsidR="00E0544E" w:rsidRPr="007818BD">
        <w:lastRenderedPageBreak/>
        <w:t>sans puissance contre moi</w:t>
      </w:r>
      <w:r>
        <w:t xml:space="preserve">, </w:t>
      </w:r>
      <w:r w:rsidR="00E0544E" w:rsidRPr="007818BD">
        <w:t>quoiqu</w:t>
      </w:r>
      <w:r>
        <w:t>’</w:t>
      </w:r>
      <w:r w:rsidR="00E0544E" w:rsidRPr="007818BD">
        <w:t>il pût agir sur d</w:t>
      </w:r>
      <w:r>
        <w:t>’</w:t>
      </w:r>
      <w:r w:rsidR="00E0544E" w:rsidRPr="007818BD">
        <w:t>autres</w:t>
      </w:r>
      <w:r>
        <w:t xml:space="preserve"> ; </w:t>
      </w:r>
      <w:r w:rsidR="00E0544E" w:rsidRPr="007818BD">
        <w:t>et</w:t>
      </w:r>
      <w:r>
        <w:t xml:space="preserve">, </w:t>
      </w:r>
      <w:r w:rsidR="00E0544E" w:rsidRPr="007818BD">
        <w:t>en cela</w:t>
      </w:r>
      <w:r>
        <w:t xml:space="preserve">, </w:t>
      </w:r>
      <w:r w:rsidR="00E0544E" w:rsidRPr="007818BD">
        <w:t>c</w:t>
      </w:r>
      <w:r>
        <w:t>’</w:t>
      </w:r>
      <w:r w:rsidR="00E0544E" w:rsidRPr="007818BD">
        <w:t>était l</w:t>
      </w:r>
      <w:r>
        <w:t>’</w:t>
      </w:r>
      <w:r w:rsidR="00E0544E" w:rsidRPr="007818BD">
        <w:t>emblème ordinaire du crime</w:t>
      </w:r>
      <w:r>
        <w:t xml:space="preserve">. </w:t>
      </w:r>
      <w:r w:rsidR="00E0544E" w:rsidRPr="007818BD">
        <w:t>Je vous pardonne</w:t>
      </w:r>
      <w:r>
        <w:t xml:space="preserve">, </w:t>
      </w:r>
      <w:r w:rsidR="00E0544E" w:rsidRPr="007818BD">
        <w:t>et</w:t>
      </w:r>
      <w:r>
        <w:t xml:space="preserve">, </w:t>
      </w:r>
      <w:r w:rsidR="00E0544E" w:rsidRPr="007818BD">
        <w:t>si je su</w:t>
      </w:r>
      <w:r w:rsidR="00E0544E" w:rsidRPr="007818BD">
        <w:t>c</w:t>
      </w:r>
      <w:r w:rsidR="00E0544E" w:rsidRPr="007818BD">
        <w:t>combe aux effets du vin</w:t>
      </w:r>
      <w:r>
        <w:t xml:space="preserve">, </w:t>
      </w:r>
      <w:r w:rsidR="00E0544E" w:rsidRPr="007818BD">
        <w:t>je vous promets que mon ombre ne viendra pas troubler un si digne pénitent</w:t>
      </w:r>
      <w:r>
        <w:t xml:space="preserve">. </w:t>
      </w:r>
      <w:r w:rsidR="00E0544E" w:rsidRPr="007818BD">
        <w:t>Assez sur ce sujet</w:t>
      </w:r>
      <w:r>
        <w:t xml:space="preserve">. </w:t>
      </w:r>
      <w:r w:rsidR="00E0544E" w:rsidRPr="007818BD">
        <w:t>Conduisez-moi à la chambre de Viola Pisani</w:t>
      </w:r>
      <w:r>
        <w:t xml:space="preserve">. </w:t>
      </w:r>
      <w:r w:rsidR="00E0544E" w:rsidRPr="007818BD">
        <w:t>Vous n</w:t>
      </w:r>
      <w:r>
        <w:t>’</w:t>
      </w:r>
      <w:r w:rsidR="00E0544E" w:rsidRPr="007818BD">
        <w:t>avez plus que faire d</w:t>
      </w:r>
      <w:r>
        <w:t>’</w:t>
      </w:r>
      <w:r w:rsidR="00E0544E" w:rsidRPr="007818BD">
        <w:t>elle</w:t>
      </w:r>
      <w:r>
        <w:t xml:space="preserve"> ; </w:t>
      </w:r>
      <w:r w:rsidR="00E0544E" w:rsidRPr="007818BD">
        <w:t>la mort du geôlier ouvre la cellule de la ca</w:t>
      </w:r>
      <w:r w:rsidR="00E0544E" w:rsidRPr="007818BD">
        <w:t>p</w:t>
      </w:r>
      <w:r w:rsidR="00E0544E" w:rsidRPr="007818BD">
        <w:t>tive</w:t>
      </w:r>
      <w:r>
        <w:t xml:space="preserve">. </w:t>
      </w:r>
      <w:r w:rsidR="00E0544E" w:rsidRPr="007818BD">
        <w:t>Vite</w:t>
      </w:r>
      <w:r>
        <w:t xml:space="preserve"> ; </w:t>
      </w:r>
      <w:r w:rsidR="00E0544E" w:rsidRPr="007818BD">
        <w:t>je désire partir</w:t>
      </w:r>
      <w:r>
        <w:t>. »</w:t>
      </w:r>
    </w:p>
    <w:p w14:paraId="0FEB0333" w14:textId="77777777" w:rsidR="00E8465A" w:rsidRDefault="00E0544E" w:rsidP="00E0544E">
      <w:proofErr w:type="spellStart"/>
      <w:r w:rsidRPr="007818BD">
        <w:t>Mascari</w:t>
      </w:r>
      <w:proofErr w:type="spellEnd"/>
      <w:r w:rsidRPr="007818BD">
        <w:t xml:space="preserve"> balbutia quelques paroles confuses</w:t>
      </w:r>
      <w:r w:rsidR="00E8465A">
        <w:t xml:space="preserve">, </w:t>
      </w:r>
      <w:r w:rsidRPr="007818BD">
        <w:t>s</w:t>
      </w:r>
      <w:r w:rsidR="00E8465A">
        <w:t>’</w:t>
      </w:r>
      <w:r w:rsidRPr="007818BD">
        <w:t>inclina</w:t>
      </w:r>
      <w:r w:rsidR="00E8465A">
        <w:t xml:space="preserve">, </w:t>
      </w:r>
      <w:r w:rsidRPr="007818BD">
        <w:t xml:space="preserve">et conduisit </w:t>
      </w:r>
      <w:proofErr w:type="spellStart"/>
      <w:r w:rsidRPr="007818BD">
        <w:t>Zanoni</w:t>
      </w:r>
      <w:proofErr w:type="spellEnd"/>
      <w:r w:rsidRPr="007818BD">
        <w:t xml:space="preserve"> vers l</w:t>
      </w:r>
      <w:r w:rsidR="00E8465A">
        <w:t>’</w:t>
      </w:r>
      <w:r w:rsidRPr="007818BD">
        <w:t>appartement où était séquestrée Viola</w:t>
      </w:r>
      <w:r w:rsidR="00E8465A">
        <w:t>.</w:t>
      </w:r>
    </w:p>
    <w:p w14:paraId="2C342BFA" w14:textId="77777777" w:rsidR="00E8465A" w:rsidRDefault="00E0544E" w:rsidP="00E8465A">
      <w:pPr>
        <w:pStyle w:val="Titre2"/>
        <w:pageBreakBefore/>
      </w:pPr>
      <w:bookmarkStart w:id="40" w:name="_Toc199963089"/>
      <w:r w:rsidRPr="007818BD">
        <w:lastRenderedPageBreak/>
        <w:t>CHAPITRE</w:t>
      </w:r>
      <w:r w:rsidR="00E8465A">
        <w:t xml:space="preserve"> </w:t>
      </w:r>
      <w:r w:rsidRPr="007818BD">
        <w:t>XVIII</w:t>
      </w:r>
      <w:r w:rsidR="00E8465A">
        <w:t>.</w:t>
      </w:r>
      <w:bookmarkEnd w:id="40"/>
    </w:p>
    <w:p w14:paraId="415E1F70" w14:textId="77777777" w:rsidR="00E8465A" w:rsidRDefault="00E0544E" w:rsidP="00E0544E">
      <w:pPr>
        <w:pStyle w:val="NormalRetraitGauche4XIndent0"/>
        <w:spacing w:before="0" w:after="0"/>
        <w:rPr>
          <w:rStyle w:val="Taille-1Caracteres"/>
        </w:rPr>
      </w:pPr>
      <w:r w:rsidRPr="007818BD">
        <w:rPr>
          <w:rStyle w:val="Taille-1Caracteres"/>
        </w:rPr>
        <w:t>Merc</w:t>
      </w:r>
      <w:r w:rsidR="00E8465A">
        <w:rPr>
          <w:rStyle w:val="Taille-1Caracteres"/>
        </w:rPr>
        <w:t xml:space="preserve">. </w:t>
      </w:r>
      <w:r w:rsidRPr="007818BD">
        <w:rPr>
          <w:rStyle w:val="Taille-1Caracteres"/>
        </w:rPr>
        <w:t>Dis-moi donc ce que tu cherches et ce que tu veux obtenir</w:t>
      </w:r>
      <w:r w:rsidR="00E8465A">
        <w:rPr>
          <w:rStyle w:val="Taille-1Caracteres"/>
        </w:rPr>
        <w:t xml:space="preserve">. </w:t>
      </w:r>
      <w:r w:rsidRPr="007818BD">
        <w:rPr>
          <w:rStyle w:val="Taille-1Caracteres"/>
        </w:rPr>
        <w:t>Que désires-tu fa</w:t>
      </w:r>
      <w:r w:rsidRPr="007818BD">
        <w:rPr>
          <w:rStyle w:val="Taille-1Caracteres"/>
        </w:rPr>
        <w:t>i</w:t>
      </w:r>
      <w:r w:rsidRPr="007818BD">
        <w:rPr>
          <w:rStyle w:val="Taille-1Caracteres"/>
        </w:rPr>
        <w:t>re</w:t>
      </w:r>
      <w:r w:rsidR="00E8465A">
        <w:rPr>
          <w:rStyle w:val="Taille-1Caracteres"/>
        </w:rPr>
        <w:t> ?</w:t>
      </w:r>
    </w:p>
    <w:p w14:paraId="4C5E1658" w14:textId="77777777" w:rsidR="00E8465A" w:rsidRDefault="00E0544E" w:rsidP="00E0544E">
      <w:pPr>
        <w:jc w:val="right"/>
        <w:rPr>
          <w:rStyle w:val="Taille-1Caracteres"/>
          <w:i/>
        </w:rPr>
      </w:pPr>
      <w:proofErr w:type="spellStart"/>
      <w:r w:rsidRPr="007818BD">
        <w:rPr>
          <w:rStyle w:val="Taille-1Caracteres"/>
          <w:i/>
        </w:rPr>
        <w:t>Alch</w:t>
      </w:r>
      <w:proofErr w:type="spellEnd"/>
      <w:r w:rsidR="00E8465A">
        <w:rPr>
          <w:rStyle w:val="Taille-1Caracteres"/>
          <w:i/>
        </w:rPr>
        <w:t xml:space="preserve">. </w:t>
      </w:r>
      <w:r w:rsidRPr="007818BD">
        <w:rPr>
          <w:rStyle w:val="Taille-1Caracteres"/>
          <w:i/>
        </w:rPr>
        <w:t>La pierre philosophale</w:t>
      </w:r>
      <w:r w:rsidR="00E8465A">
        <w:rPr>
          <w:rStyle w:val="Taille-1Caracteres"/>
          <w:i/>
        </w:rPr>
        <w:t>. (</w:t>
      </w:r>
      <w:proofErr w:type="spellStart"/>
      <w:r w:rsidRPr="00AB6B6C">
        <w:rPr>
          <w:rStyle w:val="Taille-1Caracteres"/>
        </w:rPr>
        <w:t>SANDIV</w:t>
      </w:r>
      <w:r w:rsidRPr="00AB6B6C">
        <w:rPr>
          <w:rStyle w:val="Taille-1Caracteres"/>
        </w:rPr>
        <w:t>O</w:t>
      </w:r>
      <w:r w:rsidRPr="00AB6B6C">
        <w:rPr>
          <w:rStyle w:val="Taille-1Caracteres"/>
        </w:rPr>
        <w:t>GIUS</w:t>
      </w:r>
      <w:proofErr w:type="spellEnd"/>
      <w:r w:rsidR="00E8465A">
        <w:rPr>
          <w:rStyle w:val="Taille-1Caracteres"/>
          <w:i/>
        </w:rPr>
        <w:t>.)</w:t>
      </w:r>
    </w:p>
    <w:p w14:paraId="264E0ACC" w14:textId="77777777" w:rsidR="00E8465A" w:rsidRDefault="00E0544E" w:rsidP="00E0544E">
      <w:r w:rsidRPr="007818BD">
        <w:t>Quelques minutes avant minuit</w:t>
      </w:r>
      <w:r w:rsidR="00E8465A">
        <w:t xml:space="preserve">, </w:t>
      </w:r>
      <w:proofErr w:type="spellStart"/>
      <w:r w:rsidRPr="007818BD">
        <w:t>Glyndon</w:t>
      </w:r>
      <w:proofErr w:type="spellEnd"/>
      <w:r w:rsidRPr="007818BD">
        <w:t xml:space="preserve"> se dirigea vers le lieu du rendez-vous</w:t>
      </w:r>
      <w:r w:rsidR="00E8465A">
        <w:t xml:space="preserve">. </w:t>
      </w:r>
      <w:r w:rsidRPr="007818BD">
        <w:t>L</w:t>
      </w:r>
      <w:r w:rsidR="00E8465A">
        <w:t>’</w:t>
      </w:r>
      <w:r w:rsidRPr="007818BD">
        <w:t xml:space="preserve">empire mystérieux que </w:t>
      </w:r>
      <w:proofErr w:type="spellStart"/>
      <w:r w:rsidRPr="007818BD">
        <w:t>Zanoni</w:t>
      </w:r>
      <w:proofErr w:type="spellEnd"/>
      <w:r w:rsidRPr="007818BD">
        <w:t xml:space="preserve"> avait pris sur lui s</w:t>
      </w:r>
      <w:r w:rsidR="00E8465A">
        <w:t>’</w:t>
      </w:r>
      <w:r w:rsidRPr="007818BD">
        <w:t>était encore raffermi par les de</w:t>
      </w:r>
      <w:r w:rsidRPr="007818BD">
        <w:t>r</w:t>
      </w:r>
      <w:r w:rsidRPr="007818BD">
        <w:t>niers événements de la soirée</w:t>
      </w:r>
      <w:r w:rsidR="00E8465A">
        <w:t xml:space="preserve"> : </w:t>
      </w:r>
      <w:r w:rsidRPr="007818BD">
        <w:t>la soudaine catastrophe du prince si nettement prédite</w:t>
      </w:r>
      <w:r w:rsidR="00E8465A">
        <w:t xml:space="preserve">, </w:t>
      </w:r>
      <w:r w:rsidRPr="007818BD">
        <w:t>et cependant si accidentelle en apparence</w:t>
      </w:r>
      <w:r w:rsidR="00E8465A">
        <w:t xml:space="preserve">, </w:t>
      </w:r>
      <w:r w:rsidRPr="007818BD">
        <w:t>et déterminée par les causes les plus vulgaires</w:t>
      </w:r>
      <w:r w:rsidR="00E8465A">
        <w:t xml:space="preserve">, </w:t>
      </w:r>
      <w:r w:rsidRPr="007818BD">
        <w:t>le frappa d</w:t>
      </w:r>
      <w:r w:rsidR="00E8465A">
        <w:t>’</w:t>
      </w:r>
      <w:r w:rsidRPr="007818BD">
        <w:t>un sentiment profond d</w:t>
      </w:r>
      <w:r w:rsidR="00E8465A">
        <w:t>’</w:t>
      </w:r>
      <w:r w:rsidRPr="007818BD">
        <w:t>étonnement et de terreur étrange</w:t>
      </w:r>
      <w:r w:rsidR="00E8465A">
        <w:t xml:space="preserve">. </w:t>
      </w:r>
      <w:r w:rsidRPr="007818BD">
        <w:t>Il lui sembla presque que cet homme sombre et merveilleux avait le pouvoir de faire des événements les plus ordinaires et des instruments les plus communs les agents de son impénétrable volonté</w:t>
      </w:r>
      <w:r w:rsidR="00E8465A">
        <w:t xml:space="preserve">. </w:t>
      </w:r>
      <w:r w:rsidRPr="007818BD">
        <w:t>Et cependant</w:t>
      </w:r>
      <w:r w:rsidR="00E8465A">
        <w:t xml:space="preserve">, </w:t>
      </w:r>
      <w:r w:rsidRPr="007818BD">
        <w:t>s</w:t>
      </w:r>
      <w:r w:rsidR="00E8465A">
        <w:t>’</w:t>
      </w:r>
      <w:r w:rsidRPr="007818BD">
        <w:t>il en était ainsi</w:t>
      </w:r>
      <w:r w:rsidR="00E8465A">
        <w:t xml:space="preserve">, </w:t>
      </w:r>
      <w:r w:rsidRPr="007818BD">
        <w:t>pourquoi avait-il permis l</w:t>
      </w:r>
      <w:r w:rsidR="00E8465A">
        <w:t>’</w:t>
      </w:r>
      <w:r w:rsidRPr="007818BD">
        <w:t>enlèvement de Vi</w:t>
      </w:r>
      <w:r w:rsidRPr="007818BD">
        <w:t>o</w:t>
      </w:r>
      <w:r w:rsidRPr="007818BD">
        <w:t>la</w:t>
      </w:r>
      <w:r w:rsidR="00E8465A">
        <w:t xml:space="preserve"> ? </w:t>
      </w:r>
      <w:r w:rsidRPr="007818BD">
        <w:t>Pourquoi n</w:t>
      </w:r>
      <w:r w:rsidR="00E8465A">
        <w:t>’</w:t>
      </w:r>
      <w:r w:rsidRPr="007818BD">
        <w:t>avoir pas prévenu le crime</w:t>
      </w:r>
      <w:r w:rsidR="00E8465A">
        <w:t xml:space="preserve">, </w:t>
      </w:r>
      <w:r w:rsidRPr="007818BD">
        <w:t>au lieu de punir le criminel</w:t>
      </w:r>
      <w:r w:rsidR="00E8465A">
        <w:t xml:space="preserve"> ? </w:t>
      </w:r>
      <w:proofErr w:type="spellStart"/>
      <w:r w:rsidRPr="007818BD">
        <w:t>Zanoni</w:t>
      </w:r>
      <w:proofErr w:type="spellEnd"/>
      <w:r w:rsidRPr="007818BD">
        <w:t xml:space="preserve"> aimait-il réellement Viola</w:t>
      </w:r>
      <w:r w:rsidR="00E8465A">
        <w:t xml:space="preserve"> ? </w:t>
      </w:r>
      <w:r w:rsidRPr="007818BD">
        <w:t>L</w:t>
      </w:r>
      <w:r w:rsidR="00E8465A">
        <w:t>’</w:t>
      </w:r>
      <w:r w:rsidRPr="007818BD">
        <w:t>aimer</w:t>
      </w:r>
      <w:r w:rsidR="00E8465A">
        <w:t xml:space="preserve">, </w:t>
      </w:r>
      <w:r w:rsidRPr="007818BD">
        <w:t>et pou</w:t>
      </w:r>
      <w:r w:rsidRPr="007818BD">
        <w:t>r</w:t>
      </w:r>
      <w:r w:rsidRPr="007818BD">
        <w:t>tant proposer de r</w:t>
      </w:r>
      <w:r w:rsidRPr="007818BD">
        <w:t>e</w:t>
      </w:r>
      <w:r w:rsidRPr="007818BD">
        <w:t>noncer à elle en faveur de lui</w:t>
      </w:r>
      <w:r w:rsidR="00E8465A">
        <w:t xml:space="preserve">, </w:t>
      </w:r>
      <w:proofErr w:type="spellStart"/>
      <w:r w:rsidRPr="007818BD">
        <w:t>Glyndon</w:t>
      </w:r>
      <w:proofErr w:type="spellEnd"/>
      <w:r w:rsidR="00E8465A">
        <w:t xml:space="preserve"> ; </w:t>
      </w:r>
      <w:r w:rsidRPr="007818BD">
        <w:t>d</w:t>
      </w:r>
      <w:r w:rsidR="00E8465A">
        <w:t>’</w:t>
      </w:r>
      <w:r w:rsidRPr="007818BD">
        <w:t>un rival qu</w:t>
      </w:r>
      <w:r w:rsidR="00E8465A">
        <w:t>’</w:t>
      </w:r>
      <w:r w:rsidRPr="007818BD">
        <w:t>il eût pu si aisément déjouer par son art mystérieux</w:t>
      </w:r>
      <w:r w:rsidR="00E8465A">
        <w:t xml:space="preserve"> ! </w:t>
      </w:r>
      <w:r w:rsidRPr="007818BD">
        <w:t xml:space="preserve">Il ne pouvait plus croire désormais que </w:t>
      </w:r>
      <w:proofErr w:type="spellStart"/>
      <w:r w:rsidRPr="007818BD">
        <w:t>Zanoni</w:t>
      </w:r>
      <w:proofErr w:type="spellEnd"/>
      <w:r w:rsidRPr="007818BD">
        <w:t xml:space="preserve"> ou Viola eussent cherché à faire de lui leur dupe et à le marier malgré lui</w:t>
      </w:r>
      <w:r w:rsidR="00E8465A">
        <w:t xml:space="preserve">. </w:t>
      </w:r>
      <w:r w:rsidRPr="007818BD">
        <w:t>La crainte</w:t>
      </w:r>
      <w:r w:rsidR="00E8465A">
        <w:t xml:space="preserve">, </w:t>
      </w:r>
      <w:r w:rsidRPr="007818BD">
        <w:t>le respect qu</w:t>
      </w:r>
      <w:r w:rsidR="00E8465A">
        <w:t>’</w:t>
      </w:r>
      <w:r w:rsidRPr="007818BD">
        <w:t>il éprouvait pour le premier</w:t>
      </w:r>
      <w:r w:rsidR="00E8465A">
        <w:t xml:space="preserve">, </w:t>
      </w:r>
      <w:r w:rsidRPr="007818BD">
        <w:t>lui défe</w:t>
      </w:r>
      <w:r w:rsidRPr="007818BD">
        <w:t>n</w:t>
      </w:r>
      <w:r w:rsidRPr="007818BD">
        <w:t>daient le soupçon d</w:t>
      </w:r>
      <w:r w:rsidR="00E8465A">
        <w:t>’</w:t>
      </w:r>
      <w:r w:rsidRPr="007818BD">
        <w:t>une si misérable imposture</w:t>
      </w:r>
      <w:r w:rsidR="00E8465A">
        <w:t xml:space="preserve">. </w:t>
      </w:r>
      <w:r w:rsidRPr="007818BD">
        <w:t>Lui-même a</w:t>
      </w:r>
      <w:r w:rsidRPr="007818BD">
        <w:t>i</w:t>
      </w:r>
      <w:r w:rsidRPr="007818BD">
        <w:t>mait-il encore Viola</w:t>
      </w:r>
      <w:r w:rsidR="00E8465A">
        <w:t xml:space="preserve"> ? </w:t>
      </w:r>
      <w:r w:rsidRPr="007818BD">
        <w:t>Non</w:t>
      </w:r>
      <w:r w:rsidR="00E8465A">
        <w:t xml:space="preserve">. </w:t>
      </w:r>
      <w:r w:rsidRPr="007818BD">
        <w:t>Lorsque le matin même il avait connu son danger</w:t>
      </w:r>
      <w:r w:rsidR="00E8465A">
        <w:t xml:space="preserve">, </w:t>
      </w:r>
      <w:r w:rsidRPr="007818BD">
        <w:t>il avait</w:t>
      </w:r>
      <w:r w:rsidR="00E8465A">
        <w:t xml:space="preserve">, </w:t>
      </w:r>
      <w:r w:rsidRPr="007818BD">
        <w:t>il est vrai</w:t>
      </w:r>
      <w:r w:rsidR="00E8465A">
        <w:t xml:space="preserve">, </w:t>
      </w:r>
      <w:r w:rsidRPr="007818BD">
        <w:t>retrouvé les sympathies et les alarmes de la tendresse</w:t>
      </w:r>
      <w:r w:rsidR="00E8465A">
        <w:t xml:space="preserve"> ; </w:t>
      </w:r>
      <w:r w:rsidRPr="007818BD">
        <w:t>mais avec la mort du prince</w:t>
      </w:r>
      <w:r w:rsidR="00E8465A">
        <w:t xml:space="preserve">, </w:t>
      </w:r>
      <w:r w:rsidRPr="007818BD">
        <w:t>son image s</w:t>
      </w:r>
      <w:r w:rsidR="00E8465A">
        <w:t>’</w:t>
      </w:r>
      <w:r w:rsidRPr="007818BD">
        <w:t>était évanouie de son cœur</w:t>
      </w:r>
      <w:r w:rsidR="00E8465A">
        <w:t xml:space="preserve">, </w:t>
      </w:r>
      <w:r w:rsidRPr="007818BD">
        <w:t>et il n</w:t>
      </w:r>
      <w:r w:rsidR="00E8465A">
        <w:t>’</w:t>
      </w:r>
      <w:r w:rsidRPr="007818BD">
        <w:t>éprouvait aucun mouvement de jalousie en songeant qu</w:t>
      </w:r>
      <w:r w:rsidR="00E8465A">
        <w:t>’</w:t>
      </w:r>
      <w:r w:rsidRPr="007818BD">
        <w:t xml:space="preserve">elle avait été sauvée par </w:t>
      </w:r>
      <w:proofErr w:type="spellStart"/>
      <w:r w:rsidRPr="007818BD">
        <w:t>Zanoni</w:t>
      </w:r>
      <w:proofErr w:type="spellEnd"/>
      <w:r w:rsidR="00E8465A">
        <w:t xml:space="preserve">, </w:t>
      </w:r>
      <w:r w:rsidRPr="007818BD">
        <w:t>qu</w:t>
      </w:r>
      <w:r w:rsidR="00E8465A">
        <w:t>’</w:t>
      </w:r>
      <w:r w:rsidRPr="007818BD">
        <w:t>à cette heure même elle était peut-être sous son toit</w:t>
      </w:r>
      <w:r w:rsidR="00E8465A">
        <w:t xml:space="preserve">. </w:t>
      </w:r>
      <w:r w:rsidRPr="007818BD">
        <w:lastRenderedPageBreak/>
        <w:t>Quiconque</w:t>
      </w:r>
      <w:r w:rsidR="00E8465A">
        <w:t xml:space="preserve">, </w:t>
      </w:r>
      <w:r w:rsidRPr="007818BD">
        <w:t>dans le cours de sa vie</w:t>
      </w:r>
      <w:r w:rsidR="00E8465A">
        <w:t xml:space="preserve">, </w:t>
      </w:r>
      <w:r w:rsidRPr="007818BD">
        <w:t>a été dévoré de la passion absorbante du jeu</w:t>
      </w:r>
      <w:r w:rsidR="00E8465A">
        <w:t xml:space="preserve">, </w:t>
      </w:r>
      <w:r w:rsidRPr="007818BD">
        <w:t>peut se rappeler combien toutes les autres préoccupations</w:t>
      </w:r>
      <w:r w:rsidR="00E8465A">
        <w:t xml:space="preserve">, </w:t>
      </w:r>
      <w:r w:rsidRPr="007818BD">
        <w:t>toutes les autres pensées</w:t>
      </w:r>
      <w:r w:rsidR="00E8465A">
        <w:t xml:space="preserve">, </w:t>
      </w:r>
      <w:r w:rsidRPr="007818BD">
        <w:t>s</w:t>
      </w:r>
      <w:r w:rsidR="00E8465A">
        <w:t>’</w:t>
      </w:r>
      <w:r w:rsidRPr="007818BD">
        <w:t>évanouissaient de son âme</w:t>
      </w:r>
      <w:r w:rsidR="00E8465A">
        <w:t xml:space="preserve"> ; </w:t>
      </w:r>
      <w:r w:rsidRPr="007818BD">
        <w:t>combien exclusivement il était dominé par cette pa</w:t>
      </w:r>
      <w:r w:rsidRPr="007818BD">
        <w:t>s</w:t>
      </w:r>
      <w:r w:rsidRPr="007818BD">
        <w:t>sion impérieuse</w:t>
      </w:r>
      <w:r w:rsidR="00E8465A">
        <w:t xml:space="preserve"> ! </w:t>
      </w:r>
      <w:r w:rsidRPr="007818BD">
        <w:t>de quel sceptre magique le démon du jeu fa</w:t>
      </w:r>
      <w:r w:rsidRPr="007818BD">
        <w:t>i</w:t>
      </w:r>
      <w:r w:rsidRPr="007818BD">
        <w:t>sait peser sur toutes ses idées</w:t>
      </w:r>
      <w:r w:rsidR="00E8465A">
        <w:t xml:space="preserve">, </w:t>
      </w:r>
      <w:r w:rsidRPr="007818BD">
        <w:t>sur tous ses sentiments son de</w:t>
      </w:r>
      <w:r w:rsidRPr="007818BD">
        <w:t>s</w:t>
      </w:r>
      <w:r w:rsidRPr="007818BD">
        <w:t>potisme implacable</w:t>
      </w:r>
      <w:r w:rsidR="00E8465A">
        <w:t xml:space="preserve"> ! </w:t>
      </w:r>
      <w:r w:rsidRPr="007818BD">
        <w:t>Plus intense mille fois que la passion du joueur était ce désir exalté</w:t>
      </w:r>
      <w:r w:rsidR="00E8465A">
        <w:t xml:space="preserve">, </w:t>
      </w:r>
      <w:r w:rsidRPr="007818BD">
        <w:t>mais sublime</w:t>
      </w:r>
      <w:r w:rsidR="00E8465A">
        <w:t xml:space="preserve">, </w:t>
      </w:r>
      <w:r w:rsidRPr="007818BD">
        <w:t xml:space="preserve">qui régnait dans le cœur de </w:t>
      </w:r>
      <w:proofErr w:type="spellStart"/>
      <w:r w:rsidRPr="007818BD">
        <w:t>Glyndon</w:t>
      </w:r>
      <w:proofErr w:type="spellEnd"/>
      <w:r w:rsidR="00E8465A">
        <w:t xml:space="preserve">. </w:t>
      </w:r>
      <w:r w:rsidRPr="007818BD">
        <w:t xml:space="preserve">Il voulait être le rival de </w:t>
      </w:r>
      <w:proofErr w:type="spellStart"/>
      <w:r w:rsidRPr="007818BD">
        <w:t>Zanoni</w:t>
      </w:r>
      <w:proofErr w:type="spellEnd"/>
      <w:r w:rsidR="00E8465A">
        <w:t xml:space="preserve">, </w:t>
      </w:r>
      <w:r w:rsidRPr="007818BD">
        <w:t>non pas dans une affection humaine et périssable</w:t>
      </w:r>
      <w:r w:rsidR="00E8465A">
        <w:t xml:space="preserve">, </w:t>
      </w:r>
      <w:r w:rsidRPr="007818BD">
        <w:t>mais dans une science su</w:t>
      </w:r>
      <w:r w:rsidRPr="007818BD">
        <w:t>r</w:t>
      </w:r>
      <w:r w:rsidRPr="007818BD">
        <w:t>naturelle</w:t>
      </w:r>
      <w:r w:rsidR="00E8465A">
        <w:t xml:space="preserve">, </w:t>
      </w:r>
      <w:r w:rsidRPr="007818BD">
        <w:t>éternelle</w:t>
      </w:r>
      <w:r w:rsidR="00E8465A">
        <w:t xml:space="preserve">. </w:t>
      </w:r>
      <w:r w:rsidRPr="007818BD">
        <w:t>Il était prêt à donner avec joie</w:t>
      </w:r>
      <w:r w:rsidR="00E8465A">
        <w:t xml:space="preserve">, </w:t>
      </w:r>
      <w:r w:rsidRPr="007818BD">
        <w:t>avec entho</w:t>
      </w:r>
      <w:r w:rsidRPr="007818BD">
        <w:t>u</w:t>
      </w:r>
      <w:r w:rsidRPr="007818BD">
        <w:t>siasme</w:t>
      </w:r>
      <w:r w:rsidR="00E8465A">
        <w:t xml:space="preserve">, </w:t>
      </w:r>
      <w:r w:rsidRPr="007818BD">
        <w:t>sa vie</w:t>
      </w:r>
      <w:r w:rsidR="00E8465A">
        <w:t xml:space="preserve">, </w:t>
      </w:r>
      <w:r w:rsidRPr="007818BD">
        <w:t>à condition d</w:t>
      </w:r>
      <w:r w:rsidR="00E8465A">
        <w:t>’</w:t>
      </w:r>
      <w:r w:rsidRPr="007818BD">
        <w:t>apprendre ces secrets solennels qui séparaient de l</w:t>
      </w:r>
      <w:r w:rsidR="00E8465A">
        <w:t>’</w:t>
      </w:r>
      <w:r w:rsidRPr="007818BD">
        <w:t>humanité le myst</w:t>
      </w:r>
      <w:r w:rsidRPr="007818BD">
        <w:t>é</w:t>
      </w:r>
      <w:r w:rsidRPr="007818BD">
        <w:t>rieux étranger</w:t>
      </w:r>
      <w:r w:rsidR="00E8465A">
        <w:t xml:space="preserve">. </w:t>
      </w:r>
      <w:r w:rsidRPr="007818BD">
        <w:t>Épris de la déesse des déesses</w:t>
      </w:r>
      <w:r w:rsidR="00E8465A">
        <w:t xml:space="preserve">, </w:t>
      </w:r>
      <w:r w:rsidRPr="007818BD">
        <w:t>il tendait ses bras</w:t>
      </w:r>
      <w:r w:rsidR="00E8465A">
        <w:t xml:space="preserve">, </w:t>
      </w:r>
      <w:r w:rsidRPr="007818BD">
        <w:t>Ixion égaré</w:t>
      </w:r>
      <w:r w:rsidR="00E8465A">
        <w:t xml:space="preserve"> ! </w:t>
      </w:r>
      <w:r w:rsidRPr="007818BD">
        <w:t>et n</w:t>
      </w:r>
      <w:r w:rsidR="00E8465A">
        <w:t>’</w:t>
      </w:r>
      <w:r w:rsidRPr="007818BD">
        <w:t>embrassait qu</w:t>
      </w:r>
      <w:r w:rsidR="00E8465A">
        <w:t>’</w:t>
      </w:r>
      <w:r w:rsidRPr="007818BD">
        <w:t>un nuage</w:t>
      </w:r>
      <w:r w:rsidR="00E8465A">
        <w:t>.</w:t>
      </w:r>
    </w:p>
    <w:p w14:paraId="0F0E7CA8" w14:textId="77777777" w:rsidR="00E8465A" w:rsidRDefault="00E0544E" w:rsidP="00E0544E">
      <w:r w:rsidRPr="007818BD">
        <w:t>La nuit était d</w:t>
      </w:r>
      <w:r w:rsidR="00E8465A">
        <w:t>’</w:t>
      </w:r>
      <w:r w:rsidRPr="007818BD">
        <w:t>une délicieuse sérénité</w:t>
      </w:r>
      <w:r w:rsidR="00E8465A">
        <w:t xml:space="preserve">, </w:t>
      </w:r>
      <w:r w:rsidRPr="007818BD">
        <w:t>les vagues mo</w:t>
      </w:r>
      <w:r w:rsidRPr="007818BD">
        <w:t>u</w:t>
      </w:r>
      <w:r w:rsidRPr="007818BD">
        <w:t>raient à ses pieds avec une ride à peine visible</w:t>
      </w:r>
      <w:r w:rsidR="00E8465A">
        <w:t xml:space="preserve">, </w:t>
      </w:r>
      <w:r w:rsidRPr="007818BD">
        <w:t>pendant qu</w:t>
      </w:r>
      <w:r w:rsidR="00E8465A">
        <w:t>’</w:t>
      </w:r>
      <w:r w:rsidRPr="007818BD">
        <w:t>il suivait la plage fraîche et étoilée</w:t>
      </w:r>
      <w:r w:rsidR="00E8465A">
        <w:t xml:space="preserve">. </w:t>
      </w:r>
      <w:r w:rsidRPr="007818BD">
        <w:t>Il arriva enfin au lieu indiqué</w:t>
      </w:r>
      <w:r w:rsidR="00E8465A">
        <w:t xml:space="preserve">, </w:t>
      </w:r>
      <w:r w:rsidRPr="007818BD">
        <w:t>et là il vit</w:t>
      </w:r>
      <w:r w:rsidR="00E8465A">
        <w:t xml:space="preserve">, </w:t>
      </w:r>
      <w:r w:rsidRPr="007818BD">
        <w:t>appuyé contre la colonne brisée</w:t>
      </w:r>
      <w:r w:rsidR="00E8465A">
        <w:t xml:space="preserve">, </w:t>
      </w:r>
      <w:r w:rsidRPr="007818BD">
        <w:t>un homme envelo</w:t>
      </w:r>
      <w:r w:rsidRPr="007818BD">
        <w:t>p</w:t>
      </w:r>
      <w:r w:rsidRPr="007818BD">
        <w:t>pé d</w:t>
      </w:r>
      <w:r w:rsidR="00E8465A">
        <w:t>’</w:t>
      </w:r>
      <w:r w:rsidRPr="007818BD">
        <w:t>un long manteau</w:t>
      </w:r>
      <w:r w:rsidR="00E8465A">
        <w:t xml:space="preserve">, </w:t>
      </w:r>
      <w:r w:rsidRPr="007818BD">
        <w:t>dans l</w:t>
      </w:r>
      <w:r w:rsidR="00E8465A">
        <w:t>’</w:t>
      </w:r>
      <w:r w:rsidRPr="007818BD">
        <w:t>attitude d</w:t>
      </w:r>
      <w:r w:rsidR="00E8465A">
        <w:t>’</w:t>
      </w:r>
      <w:r w:rsidRPr="007818BD">
        <w:t>un profond repos</w:t>
      </w:r>
      <w:r w:rsidR="00E8465A">
        <w:t xml:space="preserve">. </w:t>
      </w:r>
      <w:r w:rsidRPr="007818BD">
        <w:t>Il s</w:t>
      </w:r>
      <w:r w:rsidR="00E8465A">
        <w:t>’</w:t>
      </w:r>
      <w:r w:rsidRPr="007818BD">
        <w:t>approcha</w:t>
      </w:r>
      <w:r w:rsidR="00E8465A">
        <w:t xml:space="preserve">, </w:t>
      </w:r>
      <w:r w:rsidRPr="007818BD">
        <w:t xml:space="preserve">et prononça le nom de </w:t>
      </w:r>
      <w:proofErr w:type="spellStart"/>
      <w:r w:rsidRPr="007818BD">
        <w:t>Zanoni</w:t>
      </w:r>
      <w:proofErr w:type="spellEnd"/>
      <w:r w:rsidR="00E8465A">
        <w:t xml:space="preserve">. </w:t>
      </w:r>
      <w:r w:rsidRPr="007818BD">
        <w:t>Le personnage se r</w:t>
      </w:r>
      <w:r w:rsidRPr="007818BD">
        <w:t>e</w:t>
      </w:r>
      <w:r w:rsidRPr="007818BD">
        <w:t>tourna</w:t>
      </w:r>
      <w:r w:rsidR="00E8465A">
        <w:t xml:space="preserve"> ; </w:t>
      </w:r>
      <w:proofErr w:type="spellStart"/>
      <w:r w:rsidRPr="007818BD">
        <w:t>Glyndon</w:t>
      </w:r>
      <w:proofErr w:type="spellEnd"/>
      <w:r w:rsidRPr="007818BD">
        <w:t xml:space="preserve"> aperçut un inconnu</w:t>
      </w:r>
      <w:r w:rsidR="00E8465A">
        <w:t xml:space="preserve">, </w:t>
      </w:r>
      <w:r w:rsidRPr="007818BD">
        <w:t>un visage qui</w:t>
      </w:r>
      <w:r w:rsidR="00E8465A">
        <w:t xml:space="preserve">, </w:t>
      </w:r>
      <w:r w:rsidRPr="007818BD">
        <w:t>sans porter l</w:t>
      </w:r>
      <w:r w:rsidR="00E8465A">
        <w:t>’</w:t>
      </w:r>
      <w:r w:rsidRPr="007818BD">
        <w:t xml:space="preserve">empreinte de la glorieuse beauté de </w:t>
      </w:r>
      <w:proofErr w:type="spellStart"/>
      <w:r w:rsidRPr="007818BD">
        <w:t>Zanoni</w:t>
      </w:r>
      <w:proofErr w:type="spellEnd"/>
      <w:r w:rsidR="00E8465A">
        <w:t xml:space="preserve">, </w:t>
      </w:r>
      <w:r w:rsidRPr="007818BD">
        <w:t>avait une expre</w:t>
      </w:r>
      <w:r w:rsidRPr="007818BD">
        <w:t>s</w:t>
      </w:r>
      <w:r w:rsidRPr="007818BD">
        <w:t>sion tout aussi majestueuse</w:t>
      </w:r>
      <w:r w:rsidR="00E8465A">
        <w:t xml:space="preserve">, </w:t>
      </w:r>
      <w:r w:rsidRPr="007818BD">
        <w:t>et plus imposante peut-être</w:t>
      </w:r>
      <w:r w:rsidR="00E8465A">
        <w:t xml:space="preserve">, </w:t>
      </w:r>
      <w:r w:rsidRPr="007818BD">
        <w:t>à ca</w:t>
      </w:r>
      <w:r w:rsidRPr="007818BD">
        <w:t>u</w:t>
      </w:r>
      <w:r w:rsidRPr="007818BD">
        <w:t>se de la maturité de l</w:t>
      </w:r>
      <w:r w:rsidR="00E8465A">
        <w:t>’</w:t>
      </w:r>
      <w:r w:rsidRPr="007818BD">
        <w:t>âge et de la calme et impassible profo</w:t>
      </w:r>
      <w:r w:rsidRPr="007818BD">
        <w:t>n</w:t>
      </w:r>
      <w:r w:rsidRPr="007818BD">
        <w:t>deur de pensée qui caractérisait son large front</w:t>
      </w:r>
      <w:r w:rsidR="00E8465A">
        <w:t xml:space="preserve">, </w:t>
      </w:r>
      <w:r w:rsidRPr="007818BD">
        <w:t xml:space="preserve">ses yeux caves et pénétrants </w:t>
      </w:r>
      <w:proofErr w:type="spellStart"/>
      <w:r w:rsidRPr="007818BD">
        <w:t>tout</w:t>
      </w:r>
      <w:proofErr w:type="spellEnd"/>
      <w:r w:rsidRPr="007818BD">
        <w:t xml:space="preserve"> ensemble</w:t>
      </w:r>
      <w:r w:rsidR="00E8465A">
        <w:t>.</w:t>
      </w:r>
    </w:p>
    <w:p w14:paraId="1EDD2B19" w14:textId="77777777" w:rsidR="00E8465A" w:rsidRDefault="00E8465A" w:rsidP="00E0544E">
      <w:r>
        <w:t>« </w:t>
      </w:r>
      <w:r w:rsidR="00E0544E" w:rsidRPr="007818BD">
        <w:t xml:space="preserve">Vous cherchez </w:t>
      </w:r>
      <w:proofErr w:type="spellStart"/>
      <w:r w:rsidR="00E0544E" w:rsidRPr="007818BD">
        <w:t>Zanoni</w:t>
      </w:r>
      <w:proofErr w:type="spellEnd"/>
      <w:r>
        <w:t xml:space="preserve">, </w:t>
      </w:r>
      <w:r w:rsidR="00E0544E" w:rsidRPr="007818BD">
        <w:t>dit l</w:t>
      </w:r>
      <w:r>
        <w:t>’</w:t>
      </w:r>
      <w:r w:rsidR="00E0544E" w:rsidRPr="007818BD">
        <w:t>étranger</w:t>
      </w:r>
      <w:r>
        <w:t xml:space="preserve">, </w:t>
      </w:r>
      <w:r w:rsidR="00E0544E" w:rsidRPr="007818BD">
        <w:t>il va venir</w:t>
      </w:r>
      <w:r>
        <w:t xml:space="preserve"> ; </w:t>
      </w:r>
      <w:r w:rsidR="00E0544E" w:rsidRPr="007818BD">
        <w:t>mais c</w:t>
      </w:r>
      <w:r w:rsidR="00E0544E" w:rsidRPr="007818BD">
        <w:t>e</w:t>
      </w:r>
      <w:r w:rsidR="00E0544E" w:rsidRPr="007818BD">
        <w:t>lui que vous voyez d</w:t>
      </w:r>
      <w:r w:rsidR="00E0544E" w:rsidRPr="007818BD">
        <w:t>e</w:t>
      </w:r>
      <w:r w:rsidR="00E0544E" w:rsidRPr="007818BD">
        <w:t>vant vous est peut-être plus familier avec votre destinée</w:t>
      </w:r>
      <w:r>
        <w:t xml:space="preserve">, </w:t>
      </w:r>
      <w:r w:rsidR="00E0544E" w:rsidRPr="007818BD">
        <w:t>et plus disposé à réaliser vos rêves</w:t>
      </w:r>
      <w:r>
        <w:t>.</w:t>
      </w:r>
    </w:p>
    <w:p w14:paraId="7F1C16B0" w14:textId="77777777" w:rsidR="00E8465A" w:rsidRDefault="00E8465A" w:rsidP="00E0544E">
      <w:r>
        <w:t>— </w:t>
      </w:r>
      <w:r w:rsidR="00E0544E" w:rsidRPr="007818BD">
        <w:t xml:space="preserve">La terre contient-elle donc un autre </w:t>
      </w:r>
      <w:proofErr w:type="spellStart"/>
      <w:r w:rsidR="00E0544E" w:rsidRPr="007818BD">
        <w:t>Zanoni</w:t>
      </w:r>
      <w:proofErr w:type="spellEnd"/>
      <w:r>
        <w:t> ?</w:t>
      </w:r>
    </w:p>
    <w:p w14:paraId="4507F019" w14:textId="212B35E0" w:rsidR="00E8465A" w:rsidRDefault="00E8465A" w:rsidP="00E0544E">
      <w:r>
        <w:lastRenderedPageBreak/>
        <w:t>— </w:t>
      </w:r>
      <w:r w:rsidR="00E0544E" w:rsidRPr="007818BD">
        <w:t>Sinon</w:t>
      </w:r>
      <w:r>
        <w:t xml:space="preserve">, </w:t>
      </w:r>
      <w:r w:rsidR="00E0544E" w:rsidRPr="007818BD">
        <w:t>répliqua l</w:t>
      </w:r>
      <w:r>
        <w:t>’</w:t>
      </w:r>
      <w:r w:rsidR="00E0544E" w:rsidRPr="007818BD">
        <w:t>étranger</w:t>
      </w:r>
      <w:r>
        <w:t xml:space="preserve">, </w:t>
      </w:r>
      <w:r w:rsidR="00E0544E" w:rsidRPr="007818BD">
        <w:t>pourquoi nourrissez-vous l</w:t>
      </w:r>
      <w:r>
        <w:t>’</w:t>
      </w:r>
      <w:r w:rsidR="00E0544E" w:rsidRPr="007818BD">
        <w:t>espérance</w:t>
      </w:r>
      <w:r>
        <w:t xml:space="preserve">, </w:t>
      </w:r>
      <w:r w:rsidR="00E0544E" w:rsidRPr="007818BD">
        <w:t>l</w:t>
      </w:r>
      <w:r>
        <w:t>’</w:t>
      </w:r>
      <w:r w:rsidR="00E0544E" w:rsidRPr="007818BD">
        <w:t>ambition d</w:t>
      </w:r>
      <w:r>
        <w:t>’</w:t>
      </w:r>
      <w:r w:rsidR="00E0544E" w:rsidRPr="007818BD">
        <w:t xml:space="preserve">être vous-même un </w:t>
      </w:r>
      <w:proofErr w:type="spellStart"/>
      <w:r w:rsidR="00E0544E" w:rsidRPr="007818BD">
        <w:t>Zanoni</w:t>
      </w:r>
      <w:proofErr w:type="spellEnd"/>
      <w:r>
        <w:t xml:space="preserve"> ? </w:t>
      </w:r>
      <w:proofErr w:type="spellStart"/>
      <w:r w:rsidR="00E0544E" w:rsidRPr="007818BD">
        <w:t>Pensez vous</w:t>
      </w:r>
      <w:proofErr w:type="spellEnd"/>
      <w:r w:rsidR="00E0544E" w:rsidRPr="007818BD">
        <w:t xml:space="preserve"> que personne avant vous n</w:t>
      </w:r>
      <w:r>
        <w:t>’</w:t>
      </w:r>
      <w:r w:rsidR="00E0544E" w:rsidRPr="007818BD">
        <w:t>ait brûlé du même rêve ardent et divin</w:t>
      </w:r>
      <w:r>
        <w:t xml:space="preserve"> ? </w:t>
      </w:r>
      <w:r w:rsidR="00E0544E" w:rsidRPr="007818BD">
        <w:t>Qui donc</w:t>
      </w:r>
      <w:r>
        <w:t xml:space="preserve">, </w:t>
      </w:r>
      <w:r w:rsidR="00E0544E" w:rsidRPr="007818BD">
        <w:t>dans sa jeunesse</w:t>
      </w:r>
      <w:r>
        <w:t xml:space="preserve">, </w:t>
      </w:r>
      <w:r w:rsidR="00E0544E" w:rsidRPr="007818BD">
        <w:t>dans la jeunesse</w:t>
      </w:r>
      <w:r>
        <w:t xml:space="preserve">, </w:t>
      </w:r>
      <w:r w:rsidR="00E0544E" w:rsidRPr="007818BD">
        <w:t>où l</w:t>
      </w:r>
      <w:r>
        <w:t>’</w:t>
      </w:r>
      <w:r w:rsidR="00E0544E" w:rsidRPr="007818BD">
        <w:t>âme est plus voisine du ciel d</w:t>
      </w:r>
      <w:r>
        <w:t>’</w:t>
      </w:r>
      <w:r w:rsidR="00E0544E" w:rsidRPr="007818BD">
        <w:t>où elle est née</w:t>
      </w:r>
      <w:r>
        <w:t xml:space="preserve">, </w:t>
      </w:r>
      <w:r w:rsidR="00E0544E" w:rsidRPr="007818BD">
        <w:t>où ses premières et d</w:t>
      </w:r>
      <w:r w:rsidR="00E0544E" w:rsidRPr="007818BD">
        <w:t>i</w:t>
      </w:r>
      <w:r w:rsidR="00E0544E" w:rsidRPr="007818BD">
        <w:t>vines aspirations ne sont pas encore éteintes par les passions sordides et les mesquines préoccupations que l</w:t>
      </w:r>
      <w:r>
        <w:t>’</w:t>
      </w:r>
      <w:r w:rsidR="00E0544E" w:rsidRPr="007818BD">
        <w:t>âge fait naître</w:t>
      </w:r>
      <w:r>
        <w:t xml:space="preserve"> ; </w:t>
      </w:r>
      <w:r w:rsidR="00E0544E" w:rsidRPr="007818BD">
        <w:t>qui donc</w:t>
      </w:r>
      <w:r>
        <w:t xml:space="preserve">, </w:t>
      </w:r>
      <w:r w:rsidR="00E0544E" w:rsidRPr="007818BD">
        <w:t>dans sa jeunesse</w:t>
      </w:r>
      <w:r>
        <w:t xml:space="preserve">, </w:t>
      </w:r>
      <w:r w:rsidR="00E0544E" w:rsidRPr="007818BD">
        <w:t>n</w:t>
      </w:r>
      <w:r>
        <w:t>’</w:t>
      </w:r>
      <w:r w:rsidR="00E0544E" w:rsidRPr="007818BD">
        <w:t>a entretenu cette croyance que l</w:t>
      </w:r>
      <w:r>
        <w:t>’</w:t>
      </w:r>
      <w:r w:rsidR="00E0544E" w:rsidRPr="007818BD">
        <w:t>univers a des secrets inconnus du vulgaire</w:t>
      </w:r>
      <w:r>
        <w:t xml:space="preserve">, </w:t>
      </w:r>
      <w:r w:rsidR="00E0544E" w:rsidRPr="007818BD">
        <w:t>et n</w:t>
      </w:r>
      <w:r>
        <w:t>’</w:t>
      </w:r>
      <w:r w:rsidR="00E0544E" w:rsidRPr="007818BD">
        <w:t>a soupiré</w:t>
      </w:r>
      <w:r>
        <w:t xml:space="preserve">, </w:t>
      </w:r>
      <w:r w:rsidR="00E0544E" w:rsidRPr="007818BD">
        <w:t>comme le daim alt</w:t>
      </w:r>
      <w:r w:rsidR="00E0544E" w:rsidRPr="007818BD">
        <w:t>é</w:t>
      </w:r>
      <w:r w:rsidR="00E0544E" w:rsidRPr="007818BD">
        <w:t>ré</w:t>
      </w:r>
      <w:r>
        <w:t xml:space="preserve">, </w:t>
      </w:r>
      <w:r w:rsidR="00E0544E" w:rsidRPr="007818BD">
        <w:t>après la source de ces eaux qui dorment loin</w:t>
      </w:r>
      <w:r>
        <w:t xml:space="preserve">, </w:t>
      </w:r>
      <w:r w:rsidR="00E0544E" w:rsidRPr="007818BD">
        <w:t>bien loin</w:t>
      </w:r>
      <w:r>
        <w:t xml:space="preserve">, </w:t>
      </w:r>
      <w:r w:rsidR="00E0544E" w:rsidRPr="007818BD">
        <w:t>au fond du désert de l</w:t>
      </w:r>
      <w:r>
        <w:t>’</w:t>
      </w:r>
      <w:r w:rsidR="00E0544E" w:rsidRPr="007818BD">
        <w:t>inaccessible science</w:t>
      </w:r>
      <w:r>
        <w:t xml:space="preserve"> ? </w:t>
      </w:r>
      <w:r w:rsidR="00E0544E" w:rsidRPr="007818BD">
        <w:t>Le murmure harmonieux de cette source se fait entendre dans l</w:t>
      </w:r>
      <w:r>
        <w:t>’</w:t>
      </w:r>
      <w:r w:rsidR="00E0544E" w:rsidRPr="007818BD">
        <w:t>âme</w:t>
      </w:r>
      <w:r>
        <w:t xml:space="preserve">, </w:t>
      </w:r>
      <w:r w:rsidR="00E0544E" w:rsidRPr="007818BD">
        <w:t>jusqu</w:t>
      </w:r>
      <w:r>
        <w:t>’</w:t>
      </w:r>
      <w:r w:rsidR="00E0544E" w:rsidRPr="007818BD">
        <w:t>à ce que les pas errants et égarés s</w:t>
      </w:r>
      <w:r>
        <w:t>’</w:t>
      </w:r>
      <w:r w:rsidR="00E0544E" w:rsidRPr="007818BD">
        <w:t>éloignent à leur insu des eaux sacrées</w:t>
      </w:r>
      <w:r>
        <w:t xml:space="preserve">, </w:t>
      </w:r>
      <w:r w:rsidR="00E0544E" w:rsidRPr="007818BD">
        <w:t>et que le voyageur meure dans le vaste désert</w:t>
      </w:r>
      <w:r>
        <w:t xml:space="preserve">. </w:t>
      </w:r>
      <w:r w:rsidR="00E0544E" w:rsidRPr="007818BD">
        <w:t>Penses-tu que</w:t>
      </w:r>
      <w:r>
        <w:t xml:space="preserve">, </w:t>
      </w:r>
      <w:r w:rsidR="00E0544E" w:rsidRPr="007818BD">
        <w:t>de tous ceux qui ont</w:t>
      </w:r>
      <w:r>
        <w:t>-</w:t>
      </w:r>
      <w:r w:rsidR="00E0544E" w:rsidRPr="007818BD">
        <w:t>nourri cette esp</w:t>
      </w:r>
      <w:r w:rsidR="00E0544E" w:rsidRPr="007818BD">
        <w:t>é</w:t>
      </w:r>
      <w:r w:rsidR="00E0544E" w:rsidRPr="007818BD">
        <w:t>rance</w:t>
      </w:r>
      <w:r>
        <w:t xml:space="preserve">, </w:t>
      </w:r>
      <w:r w:rsidR="00E0544E" w:rsidRPr="007818BD">
        <w:t>nul n</w:t>
      </w:r>
      <w:r>
        <w:t>’</w:t>
      </w:r>
      <w:r w:rsidR="00E0544E" w:rsidRPr="007818BD">
        <w:t>ait trouvé la vérité</w:t>
      </w:r>
      <w:r>
        <w:t xml:space="preserve">, </w:t>
      </w:r>
      <w:r w:rsidR="00E0544E">
        <w:t>o</w:t>
      </w:r>
      <w:r w:rsidR="00E0544E" w:rsidRPr="007818BD">
        <w:t>u que cette soif de la science ineffable nous ait été donnée en vain</w:t>
      </w:r>
      <w:r>
        <w:t xml:space="preserve"> ? </w:t>
      </w:r>
      <w:r w:rsidR="00E0544E" w:rsidRPr="007818BD">
        <w:t>Non</w:t>
      </w:r>
      <w:r>
        <w:t xml:space="preserve"> ! </w:t>
      </w:r>
      <w:r w:rsidR="00E0544E" w:rsidRPr="007818BD">
        <w:t>Il n</w:t>
      </w:r>
      <w:r>
        <w:t>’</w:t>
      </w:r>
      <w:r w:rsidR="00E0544E" w:rsidRPr="007818BD">
        <w:t>y a pas dans le cœur de l</w:t>
      </w:r>
      <w:r>
        <w:t>’</w:t>
      </w:r>
      <w:r w:rsidR="00E0544E" w:rsidRPr="007818BD">
        <w:t>homme un seul désir qui ne soit un pressentiment de choses qui existent dans un monde éloigné et divin</w:t>
      </w:r>
      <w:r>
        <w:t xml:space="preserve">. </w:t>
      </w:r>
      <w:r w:rsidR="00E0544E" w:rsidRPr="007818BD">
        <w:t>Non</w:t>
      </w:r>
      <w:r>
        <w:t xml:space="preserve"> ! </w:t>
      </w:r>
      <w:r w:rsidR="00E0544E" w:rsidRPr="007818BD">
        <w:t>Il s</w:t>
      </w:r>
      <w:r>
        <w:t>’</w:t>
      </w:r>
      <w:r w:rsidR="00E0544E" w:rsidRPr="007818BD">
        <w:t>est trouvé dans ce monde d</w:t>
      </w:r>
      <w:r>
        <w:t>’</w:t>
      </w:r>
      <w:r w:rsidR="00E0544E" w:rsidRPr="007818BD">
        <w:t>ici-bas</w:t>
      </w:r>
      <w:r>
        <w:t xml:space="preserve">, </w:t>
      </w:r>
      <w:r w:rsidR="00E0544E" w:rsidRPr="007818BD">
        <w:t>de siècle en siècle</w:t>
      </w:r>
      <w:r>
        <w:t xml:space="preserve">, </w:t>
      </w:r>
      <w:r w:rsidR="00E0544E" w:rsidRPr="007818BD">
        <w:t>des e</w:t>
      </w:r>
      <w:r w:rsidR="00E0544E" w:rsidRPr="007818BD">
        <w:t>s</w:t>
      </w:r>
      <w:r w:rsidR="00E0544E" w:rsidRPr="007818BD">
        <w:t>prits plus brillants et plus fortunés</w:t>
      </w:r>
      <w:r>
        <w:t xml:space="preserve">, </w:t>
      </w:r>
      <w:r w:rsidR="00E0544E" w:rsidRPr="007818BD">
        <w:t>qui ont atteint les régions où se meuvent et respirent des êtres supérieurs à l</w:t>
      </w:r>
      <w:r>
        <w:t>’</w:t>
      </w:r>
      <w:r w:rsidR="00E0544E" w:rsidRPr="007818BD">
        <w:t>homme</w:t>
      </w:r>
      <w:r>
        <w:t xml:space="preserve"> :. </w:t>
      </w:r>
      <w:proofErr w:type="spellStart"/>
      <w:r w:rsidR="00E0544E" w:rsidRPr="007818BD">
        <w:t>Zan</w:t>
      </w:r>
      <w:r w:rsidR="00E0544E" w:rsidRPr="007818BD">
        <w:t>o</w:t>
      </w:r>
      <w:r w:rsidR="00E0544E" w:rsidRPr="007818BD">
        <w:t>ni</w:t>
      </w:r>
      <w:proofErr w:type="spellEnd"/>
      <w:r>
        <w:t xml:space="preserve">, </w:t>
      </w:r>
      <w:r w:rsidR="00E0544E" w:rsidRPr="007818BD">
        <w:t>tout grand qu</w:t>
      </w:r>
      <w:r>
        <w:t>’</w:t>
      </w:r>
      <w:r w:rsidR="00E0544E" w:rsidRPr="007818BD">
        <w:t>il est</w:t>
      </w:r>
      <w:r>
        <w:t xml:space="preserve">, </w:t>
      </w:r>
      <w:r w:rsidR="00E0544E" w:rsidRPr="007818BD">
        <w:t>n</w:t>
      </w:r>
      <w:r>
        <w:t>’</w:t>
      </w:r>
      <w:r w:rsidR="00E0544E" w:rsidRPr="007818BD">
        <w:t>est pas le seul grand</w:t>
      </w:r>
      <w:r>
        <w:t xml:space="preserve">. </w:t>
      </w:r>
      <w:r w:rsidR="00E0544E" w:rsidRPr="007818BD">
        <w:t>Il a eu ses deva</w:t>
      </w:r>
      <w:r w:rsidR="00E0544E" w:rsidRPr="007818BD">
        <w:t>n</w:t>
      </w:r>
      <w:r w:rsidR="00E0544E" w:rsidRPr="007818BD">
        <w:t>ciers</w:t>
      </w:r>
      <w:r>
        <w:t xml:space="preserve">, </w:t>
      </w:r>
      <w:r w:rsidR="00E0544E" w:rsidRPr="007818BD">
        <w:t>il aura peut-être une longue et glorieuse suite de succe</w:t>
      </w:r>
      <w:r w:rsidR="00E0544E" w:rsidRPr="007818BD">
        <w:t>s</w:t>
      </w:r>
      <w:r w:rsidR="00E0544E" w:rsidRPr="007818BD">
        <w:t>seurs</w:t>
      </w:r>
      <w:r>
        <w:t>.</w:t>
      </w:r>
    </w:p>
    <w:p w14:paraId="0494EA08" w14:textId="77777777" w:rsidR="00E8465A" w:rsidRDefault="00E8465A" w:rsidP="00E0544E">
      <w:r>
        <w:t>— </w:t>
      </w:r>
      <w:r w:rsidR="00E0544E" w:rsidRPr="007818BD">
        <w:t>Voulez-vous donc me faire entendre</w:t>
      </w:r>
      <w:r>
        <w:t xml:space="preserve">, </w:t>
      </w:r>
      <w:r w:rsidR="00E0544E" w:rsidRPr="007818BD">
        <w:t xml:space="preserve">dit </w:t>
      </w:r>
      <w:proofErr w:type="spellStart"/>
      <w:r w:rsidR="00E0544E" w:rsidRPr="007818BD">
        <w:t>Glyndon</w:t>
      </w:r>
      <w:proofErr w:type="spellEnd"/>
      <w:r>
        <w:t xml:space="preserve">, </w:t>
      </w:r>
      <w:r w:rsidR="00E0544E" w:rsidRPr="007818BD">
        <w:t xml:space="preserve">que je vois en vous un de ces esprits rares et puissants que </w:t>
      </w:r>
      <w:proofErr w:type="spellStart"/>
      <w:r w:rsidR="00E0544E" w:rsidRPr="007818BD">
        <w:t>Zanoni</w:t>
      </w:r>
      <w:proofErr w:type="spellEnd"/>
      <w:r w:rsidR="00E0544E" w:rsidRPr="007818BD">
        <w:t xml:space="preserve"> ne surpasse ni en pouvoir ni en sagesse</w:t>
      </w:r>
      <w:r>
        <w:t> ?</w:t>
      </w:r>
    </w:p>
    <w:p w14:paraId="219A6B03" w14:textId="77777777" w:rsidR="00E8465A" w:rsidRDefault="00E8465A" w:rsidP="00E0544E">
      <w:r>
        <w:t>— </w:t>
      </w:r>
      <w:r w:rsidR="00E0544E" w:rsidRPr="007818BD">
        <w:t>En moi</w:t>
      </w:r>
      <w:r>
        <w:t xml:space="preserve">, </w:t>
      </w:r>
      <w:r w:rsidR="00E0544E" w:rsidRPr="007818BD">
        <w:t>répondit l</w:t>
      </w:r>
      <w:r>
        <w:t>’</w:t>
      </w:r>
      <w:r w:rsidR="00E0544E" w:rsidRPr="007818BD">
        <w:t>étranger</w:t>
      </w:r>
      <w:r>
        <w:t xml:space="preserve">, </w:t>
      </w:r>
      <w:r w:rsidR="00E0544E" w:rsidRPr="007818BD">
        <w:t xml:space="preserve">vous voyez celui de qui </w:t>
      </w:r>
      <w:proofErr w:type="spellStart"/>
      <w:r w:rsidR="00E0544E" w:rsidRPr="007818BD">
        <w:t>Z</w:t>
      </w:r>
      <w:r w:rsidR="00E0544E" w:rsidRPr="007818BD">
        <w:t>a</w:t>
      </w:r>
      <w:r w:rsidR="00E0544E" w:rsidRPr="007818BD">
        <w:t>noni</w:t>
      </w:r>
      <w:proofErr w:type="spellEnd"/>
      <w:r w:rsidR="00E0544E" w:rsidRPr="007818BD">
        <w:t xml:space="preserve"> lui-même tient ses secrets les plus sublimes</w:t>
      </w:r>
      <w:r>
        <w:t xml:space="preserve">. </w:t>
      </w:r>
      <w:r w:rsidR="00E0544E" w:rsidRPr="007818BD">
        <w:t>Sur ce rivage</w:t>
      </w:r>
      <w:r>
        <w:t xml:space="preserve">, </w:t>
      </w:r>
      <w:r w:rsidR="00E0544E" w:rsidRPr="007818BD">
        <w:t>à cette place</w:t>
      </w:r>
      <w:r>
        <w:t xml:space="preserve">, </w:t>
      </w:r>
      <w:r w:rsidR="00E0544E" w:rsidRPr="007818BD">
        <w:t>j</w:t>
      </w:r>
      <w:r>
        <w:t>’</w:t>
      </w:r>
      <w:r w:rsidR="00E0544E" w:rsidRPr="007818BD">
        <w:t xml:space="preserve">ai demeuré dans des siècles </w:t>
      </w:r>
      <w:r w:rsidR="00E0544E" w:rsidRPr="007818BD">
        <w:lastRenderedPageBreak/>
        <w:t>qu</w:t>
      </w:r>
      <w:r>
        <w:t>’</w:t>
      </w:r>
      <w:r w:rsidR="00E0544E" w:rsidRPr="007818BD">
        <w:t>atteignent à peine vos incomplètes annales</w:t>
      </w:r>
      <w:r>
        <w:t xml:space="preserve">. </w:t>
      </w:r>
      <w:r w:rsidR="00E0544E" w:rsidRPr="007818BD">
        <w:t>Le Phénicien</w:t>
      </w:r>
      <w:r>
        <w:t xml:space="preserve">, </w:t>
      </w:r>
      <w:r w:rsidR="00E0544E" w:rsidRPr="007818BD">
        <w:t>le Grec</w:t>
      </w:r>
      <w:r>
        <w:t xml:space="preserve">, </w:t>
      </w:r>
      <w:r w:rsidR="00E0544E" w:rsidRPr="007818BD">
        <w:t>l</w:t>
      </w:r>
      <w:r>
        <w:t>’</w:t>
      </w:r>
      <w:r w:rsidR="00E0544E" w:rsidRPr="007818BD">
        <w:t>Osque</w:t>
      </w:r>
      <w:r>
        <w:t xml:space="preserve">, </w:t>
      </w:r>
      <w:r w:rsidR="00E0544E" w:rsidRPr="007818BD">
        <w:t>le R</w:t>
      </w:r>
      <w:r w:rsidR="00E0544E" w:rsidRPr="007818BD">
        <w:t>o</w:t>
      </w:r>
      <w:r w:rsidR="00E0544E" w:rsidRPr="007818BD">
        <w:t>main</w:t>
      </w:r>
      <w:r>
        <w:t xml:space="preserve">, </w:t>
      </w:r>
      <w:r w:rsidR="00E0544E" w:rsidRPr="007818BD">
        <w:t>le Lombard</w:t>
      </w:r>
      <w:r>
        <w:t xml:space="preserve">, </w:t>
      </w:r>
      <w:r w:rsidR="00E0544E" w:rsidRPr="007818BD">
        <w:t>je les ai tous vus</w:t>
      </w:r>
      <w:r>
        <w:t xml:space="preserve"> ! </w:t>
      </w:r>
      <w:r w:rsidR="00E0544E" w:rsidRPr="007818BD">
        <w:t>feuilles brillantes et légères du tronc de l</w:t>
      </w:r>
      <w:r>
        <w:t>’</w:t>
      </w:r>
      <w:r w:rsidR="00E0544E" w:rsidRPr="007818BD">
        <w:t>arbre universel</w:t>
      </w:r>
      <w:r>
        <w:t xml:space="preserve">, </w:t>
      </w:r>
      <w:r w:rsidR="00E0544E" w:rsidRPr="007818BD">
        <w:t>dispersées à leur jour</w:t>
      </w:r>
      <w:r>
        <w:t xml:space="preserve">, </w:t>
      </w:r>
      <w:r w:rsidR="00E0544E" w:rsidRPr="007818BD">
        <w:t>renouvelées en leur saison</w:t>
      </w:r>
      <w:r>
        <w:t xml:space="preserve">, </w:t>
      </w:r>
      <w:r w:rsidR="00E0544E" w:rsidRPr="007818BD">
        <w:t>jusqu</w:t>
      </w:r>
      <w:r>
        <w:t>’</w:t>
      </w:r>
      <w:r w:rsidR="00E0544E" w:rsidRPr="007818BD">
        <w:t>à ce qu</w:t>
      </w:r>
      <w:r>
        <w:t>’</w:t>
      </w:r>
      <w:r w:rsidR="00E0544E" w:rsidRPr="007818BD">
        <w:t>enfin la même race qui donna sa gloire au monde ancien revêtît d</w:t>
      </w:r>
      <w:r>
        <w:t>’</w:t>
      </w:r>
      <w:r w:rsidR="00E0544E" w:rsidRPr="007818BD">
        <w:t>une seconde jeunesse le monde nouveau</w:t>
      </w:r>
      <w:r>
        <w:t xml:space="preserve">. </w:t>
      </w:r>
      <w:r w:rsidR="00E0544E" w:rsidRPr="007818BD">
        <w:t>Car les Grecs purs</w:t>
      </w:r>
      <w:r>
        <w:t xml:space="preserve">, </w:t>
      </w:r>
      <w:r w:rsidR="00E0544E" w:rsidRPr="007818BD">
        <w:t>les Hellènes</w:t>
      </w:r>
      <w:r>
        <w:t xml:space="preserve">, </w:t>
      </w:r>
      <w:r w:rsidR="00E0544E" w:rsidRPr="007818BD">
        <w:t>dont l</w:t>
      </w:r>
      <w:r>
        <w:t>’</w:t>
      </w:r>
      <w:r w:rsidR="00E0544E" w:rsidRPr="007818BD">
        <w:t>origine a été un problème i</w:t>
      </w:r>
      <w:r w:rsidR="00E0544E" w:rsidRPr="007818BD">
        <w:t>n</w:t>
      </w:r>
      <w:r w:rsidR="00E0544E" w:rsidRPr="007818BD">
        <w:t>soluble pour vos savants</w:t>
      </w:r>
      <w:r>
        <w:t xml:space="preserve">, </w:t>
      </w:r>
      <w:r w:rsidR="00E0544E" w:rsidRPr="007818BD">
        <w:t>étaient de la même grande famille que la tribu normande</w:t>
      </w:r>
      <w:r>
        <w:t xml:space="preserve">, </w:t>
      </w:r>
      <w:r w:rsidR="00E0544E" w:rsidRPr="007818BD">
        <w:t>nés pour être les maîtres du monde</w:t>
      </w:r>
      <w:r>
        <w:t xml:space="preserve">, </w:t>
      </w:r>
      <w:r w:rsidR="00E0544E" w:rsidRPr="007818BD">
        <w:t>et destinés à ne devenir en aucun pays de la terre des abatteurs de bois</w:t>
      </w:r>
      <w:r>
        <w:t xml:space="preserve">. </w:t>
      </w:r>
      <w:r w:rsidR="00E0544E" w:rsidRPr="007818BD">
        <w:t>Les obscures traditions des antiquaires font sortir les fils d</w:t>
      </w:r>
      <w:r>
        <w:t>’</w:t>
      </w:r>
      <w:proofErr w:type="spellStart"/>
      <w:r w:rsidR="00E0544E" w:rsidRPr="007818BD">
        <w:t>Hellas</w:t>
      </w:r>
      <w:proofErr w:type="spellEnd"/>
      <w:r w:rsidR="00E0544E" w:rsidRPr="007818BD">
        <w:t xml:space="preserve"> des vastes et indécises régions de la Thr</w:t>
      </w:r>
      <w:r w:rsidR="00E0544E" w:rsidRPr="007818BD">
        <w:t>a</w:t>
      </w:r>
      <w:r w:rsidR="00E0544E" w:rsidRPr="007818BD">
        <w:t>ce septentrionale</w:t>
      </w:r>
      <w:r>
        <w:t xml:space="preserve">, </w:t>
      </w:r>
      <w:r w:rsidR="00E0544E" w:rsidRPr="007818BD">
        <w:t>pour devenir les vainqueurs des pasteurs p</w:t>
      </w:r>
      <w:r w:rsidR="00E0544E" w:rsidRPr="007818BD">
        <w:t>é</w:t>
      </w:r>
      <w:r w:rsidR="00E0544E" w:rsidRPr="007818BD">
        <w:t>lasges et les fondateurs d</w:t>
      </w:r>
      <w:r>
        <w:t>’</w:t>
      </w:r>
      <w:r w:rsidR="00E0544E" w:rsidRPr="007818BD">
        <w:t>une race de demi-dieux</w:t>
      </w:r>
      <w:r>
        <w:t xml:space="preserve">. </w:t>
      </w:r>
      <w:r w:rsidR="00E0544E" w:rsidRPr="007818BD">
        <w:t>Ils a</w:t>
      </w:r>
      <w:r w:rsidR="00E0544E" w:rsidRPr="007818BD">
        <w:t>t</w:t>
      </w:r>
      <w:r w:rsidR="00E0544E" w:rsidRPr="007818BD">
        <w:t>tribuent à une population bronzée sous le soleil de l</w:t>
      </w:r>
      <w:r>
        <w:t>’</w:t>
      </w:r>
      <w:r w:rsidR="00E0544E" w:rsidRPr="007818BD">
        <w:t>Occident Minerve aux yeux bleus et Achille aux cheveux blonds</w:t>
      </w:r>
      <w:r>
        <w:t xml:space="preserve"> (</w:t>
      </w:r>
      <w:r w:rsidR="00E0544E" w:rsidRPr="007818BD">
        <w:t>types caractéri</w:t>
      </w:r>
      <w:r w:rsidR="00E0544E" w:rsidRPr="007818BD">
        <w:t>s</w:t>
      </w:r>
      <w:r w:rsidR="00E0544E" w:rsidRPr="007818BD">
        <w:t>tiques du Nord</w:t>
      </w:r>
      <w:r>
        <w:t xml:space="preserve">) ; </w:t>
      </w:r>
      <w:r w:rsidR="00E0544E" w:rsidRPr="007818BD">
        <w:t>ils introduisent au milieu de la vie pastorale des aristocraties guerrières</w:t>
      </w:r>
      <w:r>
        <w:t xml:space="preserve">, </w:t>
      </w:r>
      <w:r w:rsidR="00E0544E" w:rsidRPr="007818BD">
        <w:t>des monarchies limitées</w:t>
      </w:r>
      <w:r>
        <w:t xml:space="preserve">, </w:t>
      </w:r>
      <w:r w:rsidR="00E0544E" w:rsidRPr="007818BD">
        <w:t>et la fé</w:t>
      </w:r>
      <w:r w:rsidR="00E0544E" w:rsidRPr="007818BD">
        <w:t>o</w:t>
      </w:r>
      <w:r w:rsidR="00E0544E" w:rsidRPr="007818BD">
        <w:t>dalité des époques classiques</w:t>
      </w:r>
      <w:r>
        <w:t xml:space="preserve">. </w:t>
      </w:r>
      <w:r w:rsidR="00E0544E" w:rsidRPr="007818BD">
        <w:t>Ces indices suffiraient à eux seuls pour ramener les premiers établissements des Hellènes à ces mêmes régions d</w:t>
      </w:r>
      <w:r>
        <w:t>’</w:t>
      </w:r>
      <w:r w:rsidR="00E0544E" w:rsidRPr="007818BD">
        <w:t>où</w:t>
      </w:r>
      <w:r>
        <w:t xml:space="preserve">, </w:t>
      </w:r>
      <w:r w:rsidR="00E0544E" w:rsidRPr="007818BD">
        <w:t>dans des temps moins reculés</w:t>
      </w:r>
      <w:r>
        <w:t xml:space="preserve">, </w:t>
      </w:r>
      <w:r w:rsidR="00E0544E" w:rsidRPr="007818BD">
        <w:t>les gue</w:t>
      </w:r>
      <w:r w:rsidR="00E0544E" w:rsidRPr="007818BD">
        <w:t>r</w:t>
      </w:r>
      <w:r w:rsidR="00E0544E" w:rsidRPr="007818BD">
        <w:t>riers normands s</w:t>
      </w:r>
      <w:r>
        <w:t>’</w:t>
      </w:r>
      <w:r w:rsidR="00E0544E" w:rsidRPr="007818BD">
        <w:t>élancèrent pour envahir les hordes féroces et guerrières des Celtes</w:t>
      </w:r>
      <w:r>
        <w:t xml:space="preserve">, </w:t>
      </w:r>
      <w:r w:rsidR="00E0544E" w:rsidRPr="007818BD">
        <w:t>et pour devenir les Grecs du monde chr</w:t>
      </w:r>
      <w:r w:rsidR="00E0544E" w:rsidRPr="007818BD">
        <w:t>é</w:t>
      </w:r>
      <w:r w:rsidR="00E0544E" w:rsidRPr="007818BD">
        <w:t>tien</w:t>
      </w:r>
      <w:r>
        <w:t xml:space="preserve">… </w:t>
      </w:r>
      <w:r w:rsidR="00E0544E" w:rsidRPr="007818BD">
        <w:t>Mais ces questions ne vous intéressent pas</w:t>
      </w:r>
      <w:r>
        <w:t xml:space="preserve">, </w:t>
      </w:r>
      <w:r w:rsidR="00E0544E" w:rsidRPr="007818BD">
        <w:t>et votre indi</w:t>
      </w:r>
      <w:r w:rsidR="00E0544E" w:rsidRPr="007818BD">
        <w:t>f</w:t>
      </w:r>
      <w:r w:rsidR="00E0544E" w:rsidRPr="007818BD">
        <w:t>férence a bien sa sagesse</w:t>
      </w:r>
      <w:r>
        <w:t xml:space="preserve">. </w:t>
      </w:r>
      <w:r w:rsidR="00E0544E" w:rsidRPr="007818BD">
        <w:t>Ce n</w:t>
      </w:r>
      <w:r>
        <w:t>’</w:t>
      </w:r>
      <w:r w:rsidR="00E0544E" w:rsidRPr="007818BD">
        <w:t>est pas dans la connaissance des choses du dehors</w:t>
      </w:r>
      <w:r>
        <w:t xml:space="preserve">, </w:t>
      </w:r>
      <w:r w:rsidR="00E0544E" w:rsidRPr="007818BD">
        <w:t>c</w:t>
      </w:r>
      <w:r>
        <w:t>’</w:t>
      </w:r>
      <w:r w:rsidR="00E0544E" w:rsidRPr="007818BD">
        <w:t>est dans la perfection intérieure de l</w:t>
      </w:r>
      <w:r>
        <w:t>’</w:t>
      </w:r>
      <w:r w:rsidR="00E0544E" w:rsidRPr="007818BD">
        <w:t>âme que repose l</w:t>
      </w:r>
      <w:r>
        <w:t>’</w:t>
      </w:r>
      <w:r w:rsidR="00E0544E" w:rsidRPr="007818BD">
        <w:t>empire de l</w:t>
      </w:r>
      <w:r>
        <w:t>’</w:t>
      </w:r>
      <w:r w:rsidR="00E0544E" w:rsidRPr="007818BD">
        <w:t>homme qui aspire à être plus qu</w:t>
      </w:r>
      <w:r>
        <w:t>’</w:t>
      </w:r>
      <w:r w:rsidR="00E0544E" w:rsidRPr="007818BD">
        <w:t>un homme</w:t>
      </w:r>
      <w:r>
        <w:t>.</w:t>
      </w:r>
    </w:p>
    <w:p w14:paraId="1FAFA4F7" w14:textId="77777777" w:rsidR="00E8465A" w:rsidRDefault="00E8465A" w:rsidP="00E0544E">
      <w:r>
        <w:t>— </w:t>
      </w:r>
      <w:r w:rsidR="00E0544E" w:rsidRPr="007818BD">
        <w:t>Et quels livres contiennent cette science</w:t>
      </w:r>
      <w:r>
        <w:t xml:space="preserve"> ? </w:t>
      </w:r>
      <w:r w:rsidR="00E0544E" w:rsidRPr="007818BD">
        <w:t>dans quel lab</w:t>
      </w:r>
      <w:r w:rsidR="00E0544E" w:rsidRPr="007818BD">
        <w:t>o</w:t>
      </w:r>
      <w:r w:rsidR="00E0544E" w:rsidRPr="007818BD">
        <w:t>ratoire se fait cette analyse</w:t>
      </w:r>
      <w:r>
        <w:t> ?</w:t>
      </w:r>
    </w:p>
    <w:p w14:paraId="472A37D7" w14:textId="77777777" w:rsidR="00E8465A" w:rsidRDefault="00E8465A" w:rsidP="00E0544E">
      <w:r>
        <w:t>— </w:t>
      </w:r>
      <w:r w:rsidR="00E0544E" w:rsidRPr="007818BD">
        <w:t>La nature elle-même en fournit les matériaux</w:t>
      </w:r>
      <w:r>
        <w:t xml:space="preserve"> : </w:t>
      </w:r>
      <w:r w:rsidR="00E0544E" w:rsidRPr="007818BD">
        <w:t>ils sont autour de vous</w:t>
      </w:r>
      <w:r>
        <w:t xml:space="preserve">, </w:t>
      </w:r>
      <w:r w:rsidR="00E0544E" w:rsidRPr="007818BD">
        <w:t>sous vos pas</w:t>
      </w:r>
      <w:r>
        <w:t xml:space="preserve">, </w:t>
      </w:r>
      <w:r w:rsidR="00E0544E" w:rsidRPr="007818BD">
        <w:t xml:space="preserve">dans chacune de vos </w:t>
      </w:r>
      <w:r w:rsidR="00E0544E" w:rsidRPr="007818BD">
        <w:lastRenderedPageBreak/>
        <w:t>promenades</w:t>
      </w:r>
      <w:r>
        <w:t xml:space="preserve"> ; </w:t>
      </w:r>
      <w:r w:rsidR="00E0544E" w:rsidRPr="007818BD">
        <w:t>dans les herbes</w:t>
      </w:r>
      <w:r>
        <w:t xml:space="preserve">, </w:t>
      </w:r>
      <w:r w:rsidR="00E0544E" w:rsidRPr="007818BD">
        <w:t>que la bête dévore et que le botaniste dédaigne de cueillir</w:t>
      </w:r>
      <w:r>
        <w:t xml:space="preserve"> ; </w:t>
      </w:r>
      <w:r w:rsidR="00E0544E" w:rsidRPr="007818BD">
        <w:t>dans les éléments</w:t>
      </w:r>
      <w:r>
        <w:t xml:space="preserve">, </w:t>
      </w:r>
      <w:r w:rsidR="00E0544E" w:rsidRPr="007818BD">
        <w:t>sources de toute matière</w:t>
      </w:r>
      <w:r>
        <w:t xml:space="preserve">, </w:t>
      </w:r>
      <w:r w:rsidR="00E0544E" w:rsidRPr="007818BD">
        <w:t>sous ses formes les plus humbles et les plus imposantes</w:t>
      </w:r>
      <w:r>
        <w:t xml:space="preserve"> ; </w:t>
      </w:r>
      <w:r w:rsidR="00E0544E" w:rsidRPr="007818BD">
        <w:t>dans le large sein de l</w:t>
      </w:r>
      <w:r>
        <w:t>’</w:t>
      </w:r>
      <w:r w:rsidR="00E0544E" w:rsidRPr="007818BD">
        <w:t>air</w:t>
      </w:r>
      <w:r>
        <w:t xml:space="preserve"> ; </w:t>
      </w:r>
      <w:r w:rsidR="00E0544E" w:rsidRPr="007818BD">
        <w:t>dans les sombres abîmes de la terre</w:t>
      </w:r>
      <w:r>
        <w:t xml:space="preserve"> : </w:t>
      </w:r>
      <w:r w:rsidR="00E0544E" w:rsidRPr="007818BD">
        <w:t>partout s</w:t>
      </w:r>
      <w:r>
        <w:t>’</w:t>
      </w:r>
      <w:r w:rsidR="00E0544E" w:rsidRPr="007818BD">
        <w:t>ouvrent aux mortels les trésors et les ressou</w:t>
      </w:r>
      <w:r w:rsidR="00E0544E" w:rsidRPr="007818BD">
        <w:t>r</w:t>
      </w:r>
      <w:r w:rsidR="00E0544E" w:rsidRPr="007818BD">
        <w:t>ces de la science immortelle</w:t>
      </w:r>
      <w:r>
        <w:t xml:space="preserve">. </w:t>
      </w:r>
      <w:r w:rsidR="00E0544E" w:rsidRPr="007818BD">
        <w:t>Mais les problèmes les plus simples</w:t>
      </w:r>
      <w:r>
        <w:t xml:space="preserve">, </w:t>
      </w:r>
      <w:r w:rsidR="00E0544E" w:rsidRPr="007818BD">
        <w:t>dans la plus simple des études</w:t>
      </w:r>
      <w:r>
        <w:t xml:space="preserve">, </w:t>
      </w:r>
      <w:r w:rsidR="00E0544E" w:rsidRPr="007818BD">
        <w:t>sont obscurs pour celui qui ne concentre pas sur eux les forces de son e</w:t>
      </w:r>
      <w:r w:rsidR="00E0544E" w:rsidRPr="007818BD">
        <w:t>s</w:t>
      </w:r>
      <w:r w:rsidR="00E0544E" w:rsidRPr="007818BD">
        <w:t>prit</w:t>
      </w:r>
      <w:r>
        <w:t xml:space="preserve">, </w:t>
      </w:r>
      <w:r w:rsidR="00E0544E" w:rsidRPr="007818BD">
        <w:t>et le pêcheur qui chante là-bas sur la vague assoupie ne peut vous dire pourquoi deux cercles ne se peuvent toucher qu</w:t>
      </w:r>
      <w:r>
        <w:t>’</w:t>
      </w:r>
      <w:r w:rsidR="00E0544E" w:rsidRPr="007818BD">
        <w:t>en un seul point</w:t>
      </w:r>
      <w:r>
        <w:t xml:space="preserve"> ; </w:t>
      </w:r>
      <w:r w:rsidR="00E0544E" w:rsidRPr="007818BD">
        <w:t>ainsi</w:t>
      </w:r>
      <w:r>
        <w:t xml:space="preserve">, </w:t>
      </w:r>
      <w:r w:rsidR="00E0544E" w:rsidRPr="007818BD">
        <w:t>quand</w:t>
      </w:r>
      <w:r>
        <w:t>-</w:t>
      </w:r>
      <w:r w:rsidR="00E0544E" w:rsidRPr="007818BD">
        <w:t>la terre entière porterait gravées sur toute sa surface les lettres de la science divine</w:t>
      </w:r>
      <w:r>
        <w:t xml:space="preserve">, </w:t>
      </w:r>
      <w:r w:rsidR="00E0544E" w:rsidRPr="007818BD">
        <w:t>ce seraient des signes sans valeur pour celui qui ne s</w:t>
      </w:r>
      <w:r>
        <w:t>’</w:t>
      </w:r>
      <w:r w:rsidR="00E0544E" w:rsidRPr="007818BD">
        <w:t>arrête pas à interroger cette langue et à méditer la vérité</w:t>
      </w:r>
      <w:r>
        <w:t xml:space="preserve">. </w:t>
      </w:r>
      <w:r w:rsidR="00E0544E" w:rsidRPr="007818BD">
        <w:t>Jeune homme</w:t>
      </w:r>
      <w:r>
        <w:t xml:space="preserve"> ! </w:t>
      </w:r>
      <w:r w:rsidR="00E0544E" w:rsidRPr="007818BD">
        <w:t>si ton imagination est ardente</w:t>
      </w:r>
      <w:r>
        <w:t xml:space="preserve">, </w:t>
      </w:r>
      <w:r w:rsidR="00E0544E" w:rsidRPr="007818BD">
        <w:t>si ton cœur est audacieux</w:t>
      </w:r>
      <w:r>
        <w:t xml:space="preserve">, </w:t>
      </w:r>
      <w:r w:rsidR="00E0544E" w:rsidRPr="007818BD">
        <w:t>si ta curiosité est insatiable</w:t>
      </w:r>
      <w:r>
        <w:t xml:space="preserve">, </w:t>
      </w:r>
      <w:r w:rsidR="00E0544E" w:rsidRPr="007818BD">
        <w:t>je t</w:t>
      </w:r>
      <w:r>
        <w:t>’</w:t>
      </w:r>
      <w:r w:rsidR="00E0544E" w:rsidRPr="007818BD">
        <w:t>accepterai pour él</w:t>
      </w:r>
      <w:r w:rsidR="00E0544E" w:rsidRPr="007818BD">
        <w:t>è</w:t>
      </w:r>
      <w:r w:rsidR="00E0544E" w:rsidRPr="007818BD">
        <w:t>ve</w:t>
      </w:r>
      <w:r>
        <w:t xml:space="preserve">. </w:t>
      </w:r>
      <w:r w:rsidR="00E0544E" w:rsidRPr="007818BD">
        <w:t>Mais les premières leçons sont austères et terribles</w:t>
      </w:r>
      <w:r>
        <w:t>.</w:t>
      </w:r>
    </w:p>
    <w:p w14:paraId="3C978B74" w14:textId="38AB960C" w:rsidR="00E8465A" w:rsidRDefault="00E8465A" w:rsidP="00E0544E">
      <w:r>
        <w:t>— </w:t>
      </w:r>
      <w:r w:rsidR="00E0544E" w:rsidRPr="007818BD">
        <w:t xml:space="preserve">Si </w:t>
      </w:r>
      <w:r w:rsidR="00E0544E">
        <w:t>tu</w:t>
      </w:r>
      <w:r w:rsidR="00E0544E" w:rsidRPr="007818BD">
        <w:t xml:space="preserve"> les a apprises</w:t>
      </w:r>
      <w:r>
        <w:t xml:space="preserve">, </w:t>
      </w:r>
      <w:r w:rsidR="00E0544E" w:rsidRPr="007818BD">
        <w:t>pourquoi ne les apprendrais-je pas</w:t>
      </w:r>
      <w:r>
        <w:t xml:space="preserve"> ? </w:t>
      </w:r>
      <w:r w:rsidR="00E0544E" w:rsidRPr="007818BD">
        <w:t xml:space="preserve">demanda hardiment </w:t>
      </w:r>
      <w:proofErr w:type="spellStart"/>
      <w:r w:rsidR="00E0544E" w:rsidRPr="007818BD">
        <w:t>Glyndon</w:t>
      </w:r>
      <w:proofErr w:type="spellEnd"/>
      <w:r>
        <w:t xml:space="preserve">. </w:t>
      </w:r>
      <w:r w:rsidR="00E0544E" w:rsidRPr="007818BD">
        <w:t>J</w:t>
      </w:r>
      <w:r>
        <w:t>’</w:t>
      </w:r>
      <w:r w:rsidR="00E0544E" w:rsidRPr="007818BD">
        <w:t>ai senti dès mon enfance qu</w:t>
      </w:r>
      <w:r>
        <w:t>’</w:t>
      </w:r>
      <w:r w:rsidR="00E0544E" w:rsidRPr="007818BD">
        <w:t>un mystère étrange planait sur ma vie</w:t>
      </w:r>
      <w:r>
        <w:t xml:space="preserve">, </w:t>
      </w:r>
      <w:r w:rsidR="00E0544E" w:rsidRPr="007818BD">
        <w:t>et des aspirations les plus hautes de l</w:t>
      </w:r>
      <w:r>
        <w:t>’</w:t>
      </w:r>
      <w:r w:rsidR="00E0544E" w:rsidRPr="007818BD">
        <w:t>ambition ordinaire j</w:t>
      </w:r>
      <w:r>
        <w:t>’</w:t>
      </w:r>
      <w:r w:rsidR="00E0544E" w:rsidRPr="007818BD">
        <w:t>ai plongé mon regard dans les nuages et dans les ténèbres qui s</w:t>
      </w:r>
      <w:r>
        <w:t>’</w:t>
      </w:r>
      <w:r w:rsidR="00E0544E" w:rsidRPr="007818BD">
        <w:t xml:space="preserve">étendent </w:t>
      </w:r>
      <w:proofErr w:type="spellStart"/>
      <w:r w:rsidR="00E0544E" w:rsidRPr="007818BD">
        <w:t>au delà</w:t>
      </w:r>
      <w:proofErr w:type="spellEnd"/>
      <w:r>
        <w:t xml:space="preserve">. </w:t>
      </w:r>
      <w:r w:rsidR="00E0544E" w:rsidRPr="007818BD">
        <w:t>Du jour où j</w:t>
      </w:r>
      <w:r>
        <w:t>’</w:t>
      </w:r>
      <w:r w:rsidR="00E0544E" w:rsidRPr="007818BD">
        <w:t xml:space="preserve">ai vu </w:t>
      </w:r>
      <w:proofErr w:type="spellStart"/>
      <w:r w:rsidR="00E0544E" w:rsidRPr="007818BD">
        <w:t>Zanoni</w:t>
      </w:r>
      <w:proofErr w:type="spellEnd"/>
      <w:r>
        <w:t xml:space="preserve">, </w:t>
      </w:r>
      <w:r w:rsidR="00E0544E" w:rsidRPr="007818BD">
        <w:t>j</w:t>
      </w:r>
      <w:r>
        <w:t>’</w:t>
      </w:r>
      <w:r w:rsidR="00E0544E" w:rsidRPr="007818BD">
        <w:t>ai senti que j</w:t>
      </w:r>
      <w:r>
        <w:t>’</w:t>
      </w:r>
      <w:r w:rsidR="00E0544E" w:rsidRPr="007818BD">
        <w:t>avais découvert le guide et le ma</w:t>
      </w:r>
      <w:r w:rsidR="00E0544E" w:rsidRPr="007818BD">
        <w:t>î</w:t>
      </w:r>
      <w:r w:rsidR="00E0544E" w:rsidRPr="007818BD">
        <w:t>tre qu</w:t>
      </w:r>
      <w:r>
        <w:t>’</w:t>
      </w:r>
      <w:r w:rsidR="00E0544E" w:rsidRPr="007818BD">
        <w:t>avait demandé ma jeunesse dans ses st</w:t>
      </w:r>
      <w:r w:rsidR="00E0544E" w:rsidRPr="007818BD">
        <w:t>é</w:t>
      </w:r>
      <w:r w:rsidR="00E0544E" w:rsidRPr="007818BD">
        <w:t>riles désirs</w:t>
      </w:r>
      <w:r>
        <w:t xml:space="preserve">, </w:t>
      </w:r>
      <w:r w:rsidR="00E0544E" w:rsidRPr="007818BD">
        <w:t>dans ses ardeurs infructueuses</w:t>
      </w:r>
      <w:r>
        <w:t>.</w:t>
      </w:r>
    </w:p>
    <w:p w14:paraId="6A8C37F8" w14:textId="39ACFDF6" w:rsidR="00E0544E" w:rsidRPr="007818BD" w:rsidRDefault="00E8465A" w:rsidP="00E0544E">
      <w:r>
        <w:t>— </w:t>
      </w:r>
      <w:r w:rsidR="00E0544E" w:rsidRPr="007818BD">
        <w:t>Et c</w:t>
      </w:r>
      <w:r>
        <w:t>’</w:t>
      </w:r>
      <w:r w:rsidR="00E0544E" w:rsidRPr="007818BD">
        <w:t>est à moi que sa mission est dévolue</w:t>
      </w:r>
      <w:r>
        <w:t xml:space="preserve">, </w:t>
      </w:r>
      <w:r w:rsidR="00E0544E" w:rsidRPr="007818BD">
        <w:t>répliqua l</w:t>
      </w:r>
      <w:r>
        <w:t>’</w:t>
      </w:r>
      <w:r w:rsidR="00E0544E" w:rsidRPr="007818BD">
        <w:t>étranger</w:t>
      </w:r>
      <w:r>
        <w:t xml:space="preserve">. </w:t>
      </w:r>
      <w:r w:rsidR="00E0544E" w:rsidRPr="007818BD">
        <w:t>Là-bas</w:t>
      </w:r>
      <w:r>
        <w:t xml:space="preserve">, </w:t>
      </w:r>
      <w:r w:rsidR="00E0544E" w:rsidRPr="007818BD">
        <w:t xml:space="preserve">mouillé dans la baie se balance le navire qui doit emporter </w:t>
      </w:r>
      <w:proofErr w:type="spellStart"/>
      <w:r w:rsidR="00E0544E" w:rsidRPr="007818BD">
        <w:t>Zanoni</w:t>
      </w:r>
      <w:proofErr w:type="spellEnd"/>
      <w:r w:rsidR="00E0544E" w:rsidRPr="007818BD">
        <w:t xml:space="preserve"> vers un séjour plus radieux</w:t>
      </w:r>
      <w:r>
        <w:t xml:space="preserve"> : </w:t>
      </w:r>
      <w:r w:rsidR="00E0544E" w:rsidRPr="007818BD">
        <w:t>encore que</w:t>
      </w:r>
      <w:r w:rsidR="00E0544E" w:rsidRPr="007818BD">
        <w:t>l</w:t>
      </w:r>
      <w:r w:rsidR="00E0544E" w:rsidRPr="007818BD">
        <w:t>ques heures et la brise se lèvera</w:t>
      </w:r>
      <w:r>
        <w:t xml:space="preserve">, </w:t>
      </w:r>
      <w:r w:rsidR="00E0544E" w:rsidRPr="007818BD">
        <w:t>et la voile se gonflera</w:t>
      </w:r>
      <w:r>
        <w:t xml:space="preserve">, </w:t>
      </w:r>
      <w:r w:rsidR="00E0544E" w:rsidRPr="007818BD">
        <w:t>et l</w:t>
      </w:r>
      <w:r>
        <w:t>’</w:t>
      </w:r>
      <w:r w:rsidR="00E0544E" w:rsidRPr="007818BD">
        <w:t>étranger aura passé comme le vent qui l</w:t>
      </w:r>
      <w:r>
        <w:t>’</w:t>
      </w:r>
      <w:r w:rsidR="00E0544E" w:rsidRPr="007818BD">
        <w:t>emporte</w:t>
      </w:r>
      <w:r>
        <w:t xml:space="preserve">. </w:t>
      </w:r>
      <w:r w:rsidR="00E0544E" w:rsidRPr="007818BD">
        <w:t>Mais</w:t>
      </w:r>
      <w:r>
        <w:t xml:space="preserve">, </w:t>
      </w:r>
      <w:r w:rsidR="00E0544E" w:rsidRPr="007818BD">
        <w:t>co</w:t>
      </w:r>
      <w:r w:rsidR="00E0544E" w:rsidRPr="007818BD">
        <w:t>m</w:t>
      </w:r>
      <w:r w:rsidR="00E0544E" w:rsidRPr="007818BD">
        <w:t>me le vent</w:t>
      </w:r>
      <w:r>
        <w:t xml:space="preserve">, </w:t>
      </w:r>
      <w:r w:rsidR="00E0544E" w:rsidRPr="007818BD">
        <w:t>il laisse dans ton cœur des semences qui peuvent donner leurs fleurs et leurs fruits</w:t>
      </w:r>
      <w:r>
        <w:t xml:space="preserve">. </w:t>
      </w:r>
      <w:proofErr w:type="spellStart"/>
      <w:r w:rsidR="00E0544E" w:rsidRPr="007818BD">
        <w:t>Zanoni</w:t>
      </w:r>
      <w:proofErr w:type="spellEnd"/>
      <w:r w:rsidR="00E0544E" w:rsidRPr="007818BD">
        <w:t xml:space="preserve"> a accompli sa </w:t>
      </w:r>
      <w:r w:rsidR="00E0544E" w:rsidRPr="007818BD">
        <w:lastRenderedPageBreak/>
        <w:t>t</w:t>
      </w:r>
      <w:r w:rsidR="00E0544E" w:rsidRPr="007818BD">
        <w:t>â</w:t>
      </w:r>
      <w:r w:rsidR="00E0544E" w:rsidRPr="007818BD">
        <w:t>che</w:t>
      </w:r>
      <w:r>
        <w:t xml:space="preserve">, </w:t>
      </w:r>
      <w:r w:rsidR="00E0544E" w:rsidRPr="007818BD">
        <w:t>il n</w:t>
      </w:r>
      <w:r>
        <w:t>’</w:t>
      </w:r>
      <w:r w:rsidR="00E0544E" w:rsidRPr="007818BD">
        <w:t>a plus rien à faire</w:t>
      </w:r>
      <w:r>
        <w:t xml:space="preserve"> ; </w:t>
      </w:r>
      <w:r w:rsidR="00E0544E" w:rsidRPr="007818BD">
        <w:t>celui qui doit achever son œuvre est auprès de toi</w:t>
      </w:r>
      <w:r>
        <w:t xml:space="preserve">. </w:t>
      </w:r>
      <w:r w:rsidR="00E0544E" w:rsidRPr="007818BD">
        <w:t>Le vo</w:t>
      </w:r>
      <w:r w:rsidR="00E0544E" w:rsidRPr="007818BD">
        <w:t>i</w:t>
      </w:r>
      <w:r w:rsidR="00E0544E" w:rsidRPr="007818BD">
        <w:t>ci</w:t>
      </w:r>
      <w:r>
        <w:t xml:space="preserve">, </w:t>
      </w:r>
      <w:r w:rsidR="00E0544E" w:rsidRPr="007818BD">
        <w:t>j</w:t>
      </w:r>
      <w:r>
        <w:t>’</w:t>
      </w:r>
      <w:r w:rsidR="00E0544E" w:rsidRPr="007818BD">
        <w:t>entends le bruit de son aviron</w:t>
      </w:r>
      <w:r>
        <w:t xml:space="preserve">. </w:t>
      </w:r>
      <w:r w:rsidR="00E0544E" w:rsidRPr="007818BD">
        <w:t>Tu vas choisir</w:t>
      </w:r>
      <w:r>
        <w:t xml:space="preserve">, </w:t>
      </w:r>
      <w:r w:rsidR="00E0544E" w:rsidRPr="007818BD">
        <w:t>et décider si nous devons nous r</w:t>
      </w:r>
      <w:r w:rsidR="00E0544E" w:rsidRPr="007818BD">
        <w:t>e</w:t>
      </w:r>
      <w:r w:rsidR="00E0544E" w:rsidRPr="007818BD">
        <w:t>voir</w:t>
      </w:r>
      <w:r>
        <w:t>. »</w:t>
      </w:r>
    </w:p>
    <w:p w14:paraId="1882E3C7" w14:textId="77777777" w:rsidR="00E8465A" w:rsidRDefault="00E0544E" w:rsidP="00E0544E">
      <w:r w:rsidRPr="007818BD">
        <w:t>À ces mots</w:t>
      </w:r>
      <w:r w:rsidR="00E8465A">
        <w:t xml:space="preserve">, </w:t>
      </w:r>
      <w:r w:rsidRPr="007818BD">
        <w:t>l</w:t>
      </w:r>
      <w:r w:rsidR="00E8465A">
        <w:t>’</w:t>
      </w:r>
      <w:r w:rsidRPr="007818BD">
        <w:t>étranger s</w:t>
      </w:r>
      <w:r w:rsidR="00E8465A">
        <w:t>’</w:t>
      </w:r>
      <w:r w:rsidRPr="007818BD">
        <w:t>éloigna lentement et disparut dans l</w:t>
      </w:r>
      <w:r w:rsidR="00E8465A">
        <w:t>’</w:t>
      </w:r>
      <w:r w:rsidRPr="007818BD">
        <w:t>ombre des rochers</w:t>
      </w:r>
      <w:r w:rsidR="00E8465A">
        <w:t xml:space="preserve">. </w:t>
      </w:r>
      <w:r w:rsidRPr="007818BD">
        <w:t>Une barque glissa légèrement sur l</w:t>
      </w:r>
      <w:r w:rsidR="00E8465A">
        <w:t>’</w:t>
      </w:r>
      <w:r w:rsidRPr="007818BD">
        <w:t>eau</w:t>
      </w:r>
      <w:r w:rsidR="00E8465A">
        <w:t xml:space="preserve"> ; </w:t>
      </w:r>
      <w:r w:rsidRPr="007818BD">
        <w:t>e</w:t>
      </w:r>
      <w:r w:rsidRPr="007818BD">
        <w:t>l</w:t>
      </w:r>
      <w:r w:rsidRPr="007818BD">
        <w:t>le toucha le sable</w:t>
      </w:r>
      <w:r w:rsidR="00E8465A">
        <w:t xml:space="preserve"> ; </w:t>
      </w:r>
      <w:r w:rsidRPr="007818BD">
        <w:t>un homme s</w:t>
      </w:r>
      <w:r w:rsidR="00E8465A">
        <w:t>’</w:t>
      </w:r>
      <w:r w:rsidRPr="007818BD">
        <w:t>élança sur le rivage</w:t>
      </w:r>
      <w:r w:rsidR="00E8465A">
        <w:t xml:space="preserve"> : </w:t>
      </w:r>
      <w:proofErr w:type="spellStart"/>
      <w:r w:rsidRPr="007818BD">
        <w:t>Glyndon</w:t>
      </w:r>
      <w:proofErr w:type="spellEnd"/>
      <w:r w:rsidRPr="007818BD">
        <w:t xml:space="preserve"> reconnut </w:t>
      </w:r>
      <w:proofErr w:type="spellStart"/>
      <w:r w:rsidRPr="007818BD">
        <w:t>Zanoni</w:t>
      </w:r>
      <w:proofErr w:type="spellEnd"/>
      <w:r w:rsidR="00E8465A">
        <w:t>.</w:t>
      </w:r>
    </w:p>
    <w:p w14:paraId="06AA63C2" w14:textId="77777777" w:rsidR="00E8465A" w:rsidRDefault="00E8465A" w:rsidP="00E0544E">
      <w:r>
        <w:t>« </w:t>
      </w:r>
      <w:proofErr w:type="spellStart"/>
      <w:r w:rsidR="00E0544E" w:rsidRPr="007818BD">
        <w:t>Glyndon</w:t>
      </w:r>
      <w:proofErr w:type="spellEnd"/>
      <w:r>
        <w:t xml:space="preserve"> ! </w:t>
      </w:r>
      <w:r w:rsidR="00E0544E" w:rsidRPr="007818BD">
        <w:t>je ne te donne plus le choix d</w:t>
      </w:r>
      <w:r>
        <w:t>’</w:t>
      </w:r>
      <w:r w:rsidR="00E0544E" w:rsidRPr="007818BD">
        <w:t>un amour he</w:t>
      </w:r>
      <w:r w:rsidR="00E0544E" w:rsidRPr="007818BD">
        <w:t>u</w:t>
      </w:r>
      <w:r w:rsidR="00E0544E" w:rsidRPr="007818BD">
        <w:t>reux</w:t>
      </w:r>
      <w:r>
        <w:t xml:space="preserve">, </w:t>
      </w:r>
      <w:r w:rsidR="00E0544E" w:rsidRPr="007818BD">
        <w:t>d</w:t>
      </w:r>
      <w:r>
        <w:t>’</w:t>
      </w:r>
      <w:r w:rsidR="00E0544E" w:rsidRPr="007818BD">
        <w:t>une félicité sereine</w:t>
      </w:r>
      <w:r>
        <w:t xml:space="preserve">. </w:t>
      </w:r>
      <w:r w:rsidR="00E0544E" w:rsidRPr="007818BD">
        <w:t>L</w:t>
      </w:r>
      <w:r>
        <w:t>’</w:t>
      </w:r>
      <w:r w:rsidR="00E0544E" w:rsidRPr="007818BD">
        <w:t>heure est passée</w:t>
      </w:r>
      <w:r>
        <w:t xml:space="preserve"> ; </w:t>
      </w:r>
      <w:r w:rsidR="00E0544E" w:rsidRPr="007818BD">
        <w:t>et cette main</w:t>
      </w:r>
      <w:r>
        <w:t xml:space="preserve">, </w:t>
      </w:r>
      <w:r w:rsidR="00E0544E" w:rsidRPr="007818BD">
        <w:t>qui aurait pu t</w:t>
      </w:r>
      <w:r>
        <w:t>’</w:t>
      </w:r>
      <w:r w:rsidR="00E0544E" w:rsidRPr="007818BD">
        <w:t>appartenir</w:t>
      </w:r>
      <w:r>
        <w:t xml:space="preserve">, </w:t>
      </w:r>
      <w:r w:rsidR="00E0544E" w:rsidRPr="007818BD">
        <w:t>la destinée l</w:t>
      </w:r>
      <w:r>
        <w:t>’</w:t>
      </w:r>
      <w:r w:rsidR="00E0544E" w:rsidRPr="007818BD">
        <w:t>a unie à jamais à la mienne</w:t>
      </w:r>
      <w:r>
        <w:t xml:space="preserve">. </w:t>
      </w:r>
      <w:r w:rsidR="00E0544E" w:rsidRPr="007818BD">
        <w:t>Mais j</w:t>
      </w:r>
      <w:r>
        <w:t>’</w:t>
      </w:r>
      <w:r w:rsidR="00E0544E" w:rsidRPr="007818BD">
        <w:t>ai d</w:t>
      </w:r>
      <w:r>
        <w:t>’</w:t>
      </w:r>
      <w:r w:rsidR="00E0544E" w:rsidRPr="007818BD">
        <w:t>inépuisables dons à te conférer si</w:t>
      </w:r>
      <w:r w:rsidR="00E0544E">
        <w:t xml:space="preserve"> </w:t>
      </w:r>
      <w:r w:rsidR="00E0544E" w:rsidRPr="007818BD">
        <w:t>tu veux abandonner l</w:t>
      </w:r>
      <w:r>
        <w:t>’</w:t>
      </w:r>
      <w:r w:rsidR="00E0544E" w:rsidRPr="007818BD">
        <w:t>espérance qui dévore ton cœur</w:t>
      </w:r>
      <w:r>
        <w:t xml:space="preserve">, </w:t>
      </w:r>
      <w:r w:rsidR="00E0544E" w:rsidRPr="007818BD">
        <w:t>et dont je ne puis moi-même prévoir la réalisation</w:t>
      </w:r>
      <w:r>
        <w:t xml:space="preserve">. </w:t>
      </w:r>
      <w:r w:rsidR="00E0544E" w:rsidRPr="007818BD">
        <w:t>Que ton ambition soit huma</w:t>
      </w:r>
      <w:r w:rsidR="00E0544E" w:rsidRPr="007818BD">
        <w:t>i</w:t>
      </w:r>
      <w:r w:rsidR="00E0544E" w:rsidRPr="007818BD">
        <w:t>ne</w:t>
      </w:r>
      <w:r>
        <w:t xml:space="preserve">, </w:t>
      </w:r>
      <w:r w:rsidR="00E0544E" w:rsidRPr="007818BD">
        <w:t>et je la puis satisfaire</w:t>
      </w:r>
      <w:r>
        <w:t xml:space="preserve">. </w:t>
      </w:r>
      <w:r w:rsidR="00E0544E" w:rsidRPr="007818BD">
        <w:t>Il y a quatre choses que les hommes désirent dans la vie</w:t>
      </w:r>
      <w:r>
        <w:t xml:space="preserve"> : </w:t>
      </w:r>
      <w:r w:rsidR="00E0544E" w:rsidRPr="007818BD">
        <w:t>l</w:t>
      </w:r>
      <w:r>
        <w:t>’</w:t>
      </w:r>
      <w:r w:rsidR="00E0544E" w:rsidRPr="007818BD">
        <w:t>amour</w:t>
      </w:r>
      <w:r>
        <w:t xml:space="preserve">, </w:t>
      </w:r>
      <w:r w:rsidR="00E0544E" w:rsidRPr="007818BD">
        <w:t>la fortune</w:t>
      </w:r>
      <w:r>
        <w:t xml:space="preserve">, </w:t>
      </w:r>
      <w:r w:rsidR="00E0544E" w:rsidRPr="007818BD">
        <w:t>la gloire</w:t>
      </w:r>
      <w:r>
        <w:t xml:space="preserve">, </w:t>
      </w:r>
      <w:r w:rsidR="00E0544E" w:rsidRPr="007818BD">
        <w:t>la puissance</w:t>
      </w:r>
      <w:r>
        <w:t xml:space="preserve">. </w:t>
      </w:r>
      <w:r w:rsidR="00E0544E" w:rsidRPr="007818BD">
        <w:t>Le premier</w:t>
      </w:r>
      <w:r>
        <w:t xml:space="preserve">, </w:t>
      </w:r>
      <w:r w:rsidR="00E0544E" w:rsidRPr="007818BD">
        <w:t>je ne puis plus te le donner</w:t>
      </w:r>
      <w:r>
        <w:t xml:space="preserve">, </w:t>
      </w:r>
      <w:r w:rsidR="00E0544E" w:rsidRPr="007818BD">
        <w:t>les trois autres sont à ma disposition</w:t>
      </w:r>
      <w:r>
        <w:t xml:space="preserve"> : </w:t>
      </w:r>
      <w:r w:rsidR="00E0544E" w:rsidRPr="007818BD">
        <w:t>choisis celui que tu voudras</w:t>
      </w:r>
      <w:r>
        <w:t xml:space="preserve">, </w:t>
      </w:r>
      <w:r w:rsidR="00E0544E" w:rsidRPr="007818BD">
        <w:t>et séparons-nous en paix</w:t>
      </w:r>
      <w:r>
        <w:t>.</w:t>
      </w:r>
    </w:p>
    <w:p w14:paraId="12E79262" w14:textId="77777777" w:rsidR="00E8465A" w:rsidRDefault="00E8465A" w:rsidP="00E0544E">
      <w:r>
        <w:t>— </w:t>
      </w:r>
      <w:r w:rsidR="00E0544E" w:rsidRPr="007818BD">
        <w:t>Ce ne sont pas là les dons que je désire</w:t>
      </w:r>
      <w:r>
        <w:t xml:space="preserve">. </w:t>
      </w:r>
      <w:r w:rsidR="00E0544E" w:rsidRPr="007818BD">
        <w:t>Je choisis la science</w:t>
      </w:r>
      <w:r>
        <w:t xml:space="preserve">, </w:t>
      </w:r>
      <w:r w:rsidR="00E0544E" w:rsidRPr="007818BD">
        <w:t>cette science que tu dois posséder</w:t>
      </w:r>
      <w:r>
        <w:t xml:space="preserve">. </w:t>
      </w:r>
      <w:r w:rsidR="00E0544E" w:rsidRPr="007818BD">
        <w:t>C</w:t>
      </w:r>
      <w:r>
        <w:t>’</w:t>
      </w:r>
      <w:r w:rsidR="00E0544E" w:rsidRPr="007818BD">
        <w:t>est pour elle</w:t>
      </w:r>
      <w:r>
        <w:t xml:space="preserve">, </w:t>
      </w:r>
      <w:r w:rsidR="00E0544E" w:rsidRPr="007818BD">
        <w:t>et pour elle seule</w:t>
      </w:r>
      <w:r>
        <w:t xml:space="preserve">, </w:t>
      </w:r>
      <w:r w:rsidR="00E0544E" w:rsidRPr="007818BD">
        <w:t>que j</w:t>
      </w:r>
      <w:r>
        <w:t>’</w:t>
      </w:r>
      <w:r w:rsidR="00E0544E" w:rsidRPr="007818BD">
        <w:t>ai renoncé à l</w:t>
      </w:r>
      <w:r>
        <w:t>’</w:t>
      </w:r>
      <w:r w:rsidR="00E0544E" w:rsidRPr="007818BD">
        <w:t>amour de Viola</w:t>
      </w:r>
      <w:r>
        <w:t xml:space="preserve"> ; </w:t>
      </w:r>
      <w:r w:rsidR="00E0544E" w:rsidRPr="007818BD">
        <w:t>c</w:t>
      </w:r>
      <w:r>
        <w:t>’</w:t>
      </w:r>
      <w:r w:rsidR="00E0544E" w:rsidRPr="007818BD">
        <w:t>est elle</w:t>
      </w:r>
      <w:r>
        <w:t xml:space="preserve">, </w:t>
      </w:r>
      <w:r w:rsidR="00E0544E" w:rsidRPr="007818BD">
        <w:t>et elle seule</w:t>
      </w:r>
      <w:r>
        <w:t xml:space="preserve">, </w:t>
      </w:r>
      <w:r w:rsidR="00E0544E" w:rsidRPr="007818BD">
        <w:t>que je veux pour récompense</w:t>
      </w:r>
      <w:r>
        <w:t>.</w:t>
      </w:r>
    </w:p>
    <w:p w14:paraId="4014382A" w14:textId="77777777" w:rsidR="00E8465A" w:rsidRDefault="00E8465A" w:rsidP="00E0544E">
      <w:r>
        <w:t>— </w:t>
      </w:r>
      <w:r w:rsidR="00E0544E" w:rsidRPr="007818BD">
        <w:t>Je ne puis te refuser</w:t>
      </w:r>
      <w:r>
        <w:t xml:space="preserve">, </w:t>
      </w:r>
      <w:r w:rsidR="00E0544E" w:rsidRPr="007818BD">
        <w:t>mais je puis t</w:t>
      </w:r>
      <w:r>
        <w:t>’</w:t>
      </w:r>
      <w:r w:rsidR="00E0544E" w:rsidRPr="007818BD">
        <w:t>avertir</w:t>
      </w:r>
      <w:r>
        <w:t xml:space="preserve">. </w:t>
      </w:r>
      <w:r w:rsidR="00E0544E" w:rsidRPr="007818BD">
        <w:t>Le désir d</w:t>
      </w:r>
      <w:r>
        <w:t>’</w:t>
      </w:r>
      <w:r w:rsidR="00E0544E" w:rsidRPr="007818BD">
        <w:t>apprendre n</w:t>
      </w:r>
      <w:r>
        <w:t>’</w:t>
      </w:r>
      <w:r w:rsidR="00E0544E" w:rsidRPr="007818BD">
        <w:t>implique pas toujours la faculté d</w:t>
      </w:r>
      <w:r>
        <w:t>’</w:t>
      </w:r>
      <w:r w:rsidR="00E0544E" w:rsidRPr="007818BD">
        <w:t>acquérir la science</w:t>
      </w:r>
      <w:r>
        <w:t xml:space="preserve">. </w:t>
      </w:r>
      <w:r w:rsidR="00E0544E" w:rsidRPr="007818BD">
        <w:t>Je puis te donner</w:t>
      </w:r>
      <w:r>
        <w:t xml:space="preserve">, </w:t>
      </w:r>
      <w:r w:rsidR="00E0544E" w:rsidRPr="007818BD">
        <w:t>il est vrai</w:t>
      </w:r>
      <w:r>
        <w:t xml:space="preserve">, </w:t>
      </w:r>
      <w:r w:rsidR="00E0544E" w:rsidRPr="007818BD">
        <w:t>le maître</w:t>
      </w:r>
      <w:r>
        <w:t xml:space="preserve"> : </w:t>
      </w:r>
      <w:r w:rsidR="00E0544E" w:rsidRPr="007818BD">
        <w:t>le re</w:t>
      </w:r>
      <w:r w:rsidR="00E0544E" w:rsidRPr="007818BD">
        <w:t>s</w:t>
      </w:r>
      <w:r w:rsidR="00E0544E" w:rsidRPr="007818BD">
        <w:t>te dépend de toi</w:t>
      </w:r>
      <w:r>
        <w:t xml:space="preserve">. </w:t>
      </w:r>
      <w:r w:rsidR="00E0544E" w:rsidRPr="007818BD">
        <w:t>Sois sage</w:t>
      </w:r>
      <w:r>
        <w:t xml:space="preserve">, </w:t>
      </w:r>
      <w:r w:rsidR="00E0544E" w:rsidRPr="007818BD">
        <w:t>pendant qu</w:t>
      </w:r>
      <w:r>
        <w:t>’</w:t>
      </w:r>
      <w:r w:rsidR="00E0544E" w:rsidRPr="007818BD">
        <w:t>il en est temps encore</w:t>
      </w:r>
      <w:r>
        <w:t xml:space="preserve">, </w:t>
      </w:r>
      <w:r w:rsidR="00E0544E" w:rsidRPr="007818BD">
        <w:t>et prends ce que je puis moi-même t</w:t>
      </w:r>
      <w:r>
        <w:t>’</w:t>
      </w:r>
      <w:r w:rsidR="00E0544E" w:rsidRPr="007818BD">
        <w:t>assurer</w:t>
      </w:r>
      <w:r>
        <w:t>.</w:t>
      </w:r>
    </w:p>
    <w:p w14:paraId="4C9B86B0" w14:textId="77777777" w:rsidR="00E8465A" w:rsidRDefault="00E8465A" w:rsidP="00E0544E">
      <w:r>
        <w:t>— </w:t>
      </w:r>
      <w:r w:rsidR="00E0544E" w:rsidRPr="007818BD">
        <w:t>Répondez seulement à ces questions</w:t>
      </w:r>
      <w:r>
        <w:t xml:space="preserve">, </w:t>
      </w:r>
      <w:r w:rsidR="00E0544E" w:rsidRPr="007818BD">
        <w:t>et selon votre r</w:t>
      </w:r>
      <w:r w:rsidR="00E0544E" w:rsidRPr="007818BD">
        <w:t>é</w:t>
      </w:r>
      <w:r w:rsidR="00E0544E" w:rsidRPr="007818BD">
        <w:t>ponse je déciderai</w:t>
      </w:r>
      <w:r>
        <w:t xml:space="preserve">. </w:t>
      </w:r>
      <w:r w:rsidR="00E0544E" w:rsidRPr="007818BD">
        <w:t>Est-il au pouvoir de l</w:t>
      </w:r>
      <w:r>
        <w:t>’</w:t>
      </w:r>
      <w:r w:rsidR="00E0544E" w:rsidRPr="007818BD">
        <w:t>homme de communier avec les êtres des mondes supérieurs</w:t>
      </w:r>
      <w:r>
        <w:t xml:space="preserve"> ? </w:t>
      </w:r>
      <w:r w:rsidR="00E0544E" w:rsidRPr="007818BD">
        <w:t xml:space="preserve">Est-il au pouvoir </w:t>
      </w:r>
      <w:r w:rsidR="00E0544E" w:rsidRPr="007818BD">
        <w:lastRenderedPageBreak/>
        <w:t>de l</w:t>
      </w:r>
      <w:r>
        <w:t>’</w:t>
      </w:r>
      <w:r w:rsidR="00E0544E" w:rsidRPr="007818BD">
        <w:t>homme de commander aux éléments et d</w:t>
      </w:r>
      <w:r>
        <w:t>’</w:t>
      </w:r>
      <w:r w:rsidR="00E0544E" w:rsidRPr="007818BD">
        <w:t>assurer la vie contre le fer et contre la maladie</w:t>
      </w:r>
      <w:r>
        <w:t> ?</w:t>
      </w:r>
    </w:p>
    <w:p w14:paraId="3B5DE0D0" w14:textId="77777777" w:rsidR="00E8465A" w:rsidRDefault="00E8465A" w:rsidP="00E0544E">
      <w:r>
        <w:t>— </w:t>
      </w:r>
      <w:r w:rsidR="00E0544E" w:rsidRPr="007818BD">
        <w:t>Tout ceci</w:t>
      </w:r>
      <w:r>
        <w:t xml:space="preserve">, </w:t>
      </w:r>
      <w:r w:rsidR="00E0544E" w:rsidRPr="007818BD">
        <w:t xml:space="preserve">répondit vaguement </w:t>
      </w:r>
      <w:proofErr w:type="spellStart"/>
      <w:r w:rsidR="00E0544E" w:rsidRPr="007818BD">
        <w:t>Zanoni</w:t>
      </w:r>
      <w:proofErr w:type="spellEnd"/>
      <w:r>
        <w:t xml:space="preserve">, </w:t>
      </w:r>
      <w:r w:rsidR="00E0544E" w:rsidRPr="007818BD">
        <w:t>peut être possible à un petit nombre</w:t>
      </w:r>
      <w:r>
        <w:t xml:space="preserve"> ; </w:t>
      </w:r>
      <w:r w:rsidR="00E0544E" w:rsidRPr="007818BD">
        <w:t>mais</w:t>
      </w:r>
      <w:r>
        <w:t xml:space="preserve">, </w:t>
      </w:r>
      <w:r w:rsidR="00E0544E" w:rsidRPr="007818BD">
        <w:t>pour un seul qui atteint à cette pui</w:t>
      </w:r>
      <w:r w:rsidR="00E0544E" w:rsidRPr="007818BD">
        <w:t>s</w:t>
      </w:r>
      <w:r w:rsidR="00E0544E" w:rsidRPr="007818BD">
        <w:t>sance</w:t>
      </w:r>
      <w:r>
        <w:t xml:space="preserve">, </w:t>
      </w:r>
      <w:r w:rsidR="00E0544E" w:rsidRPr="007818BD">
        <w:t>des millions d</w:t>
      </w:r>
      <w:r>
        <w:t>’</w:t>
      </w:r>
      <w:r w:rsidR="00E0544E" w:rsidRPr="007818BD">
        <w:t>autres peuvent périr en la cherchant</w:t>
      </w:r>
      <w:r>
        <w:t>.</w:t>
      </w:r>
    </w:p>
    <w:p w14:paraId="0CD8FE82" w14:textId="77777777" w:rsidR="00E8465A" w:rsidRDefault="00E8465A" w:rsidP="00E0544E">
      <w:r>
        <w:t>— </w:t>
      </w:r>
      <w:r w:rsidR="00E0544E" w:rsidRPr="007818BD">
        <w:t>Encore une question</w:t>
      </w:r>
      <w:r>
        <w:t xml:space="preserve">. </w:t>
      </w:r>
      <w:r w:rsidR="00E0544E" w:rsidRPr="007818BD">
        <w:t>Toi</w:t>
      </w:r>
      <w:r>
        <w:t>…</w:t>
      </w:r>
    </w:p>
    <w:p w14:paraId="0A4C9B26" w14:textId="77777777" w:rsidR="00E8465A" w:rsidRDefault="00E8465A" w:rsidP="00E0544E">
      <w:r>
        <w:t>— </w:t>
      </w:r>
      <w:r w:rsidR="00E0544E" w:rsidRPr="007818BD">
        <w:t>Prends garde</w:t>
      </w:r>
      <w:r>
        <w:t xml:space="preserve"> ! </w:t>
      </w:r>
      <w:r w:rsidR="00E0544E" w:rsidRPr="007818BD">
        <w:t>De moi-même</w:t>
      </w:r>
      <w:r>
        <w:t xml:space="preserve">, </w:t>
      </w:r>
      <w:r w:rsidR="00E0544E" w:rsidRPr="007818BD">
        <w:t>ainsi que je te l</w:t>
      </w:r>
      <w:r>
        <w:t>’</w:t>
      </w:r>
      <w:r w:rsidR="00E0544E" w:rsidRPr="007818BD">
        <w:t>ai déjà dit</w:t>
      </w:r>
      <w:r>
        <w:t xml:space="preserve">, </w:t>
      </w:r>
      <w:r w:rsidR="00E0544E" w:rsidRPr="007818BD">
        <w:t xml:space="preserve">je ne </w:t>
      </w:r>
      <w:proofErr w:type="spellStart"/>
      <w:r w:rsidR="00E0544E" w:rsidRPr="007818BD">
        <w:t>rends</w:t>
      </w:r>
      <w:proofErr w:type="spellEnd"/>
      <w:r w:rsidR="00E0544E" w:rsidRPr="007818BD">
        <w:t xml:space="preserve"> pas com</w:t>
      </w:r>
      <w:r w:rsidR="00E0544E" w:rsidRPr="007818BD">
        <w:t>p</w:t>
      </w:r>
      <w:r w:rsidR="00E0544E" w:rsidRPr="007818BD">
        <w:t>te</w:t>
      </w:r>
      <w:r>
        <w:t>.</w:t>
      </w:r>
    </w:p>
    <w:p w14:paraId="77E86257" w14:textId="77777777" w:rsidR="00E8465A" w:rsidRDefault="00E8465A" w:rsidP="00E0544E">
      <w:r>
        <w:t>— </w:t>
      </w:r>
      <w:r w:rsidR="00E0544E" w:rsidRPr="007818BD">
        <w:t>Eh bien</w:t>
      </w:r>
      <w:r>
        <w:t xml:space="preserve"> ! </w:t>
      </w:r>
      <w:r w:rsidR="00E0544E" w:rsidRPr="007818BD">
        <w:t>l</w:t>
      </w:r>
      <w:r>
        <w:t>’</w:t>
      </w:r>
      <w:r w:rsidR="00E0544E" w:rsidRPr="007818BD">
        <w:t>étranger que j</w:t>
      </w:r>
      <w:r>
        <w:t>’</w:t>
      </w:r>
      <w:r w:rsidR="00E0544E" w:rsidRPr="007818BD">
        <w:t>ai vu ce soir</w:t>
      </w:r>
      <w:r>
        <w:t xml:space="preserve">, </w:t>
      </w:r>
      <w:r w:rsidR="00E0544E" w:rsidRPr="007818BD">
        <w:t>dois-je croire à ses prétentions</w:t>
      </w:r>
      <w:r>
        <w:t xml:space="preserve"> ? </w:t>
      </w:r>
      <w:proofErr w:type="spellStart"/>
      <w:r w:rsidR="00E0544E" w:rsidRPr="007818BD">
        <w:t>Est il</w:t>
      </w:r>
      <w:proofErr w:type="spellEnd"/>
      <w:r w:rsidR="00E0544E" w:rsidRPr="007818BD">
        <w:t xml:space="preserve"> en vérité un de ces </w:t>
      </w:r>
      <w:r w:rsidR="00E0544E" w:rsidRPr="007818BD">
        <w:rPr>
          <w:i/>
          <w:iCs/>
        </w:rPr>
        <w:t>voyants</w:t>
      </w:r>
      <w:r w:rsidR="00E0544E" w:rsidRPr="007818BD">
        <w:t xml:space="preserve"> d</w:t>
      </w:r>
      <w:r>
        <w:t>’</w:t>
      </w:r>
      <w:r w:rsidR="00E0544E" w:rsidRPr="007818BD">
        <w:t>élection qui ont</w:t>
      </w:r>
      <w:r>
        <w:t xml:space="preserve">, </w:t>
      </w:r>
      <w:r w:rsidR="00E0544E" w:rsidRPr="007818BD">
        <w:t>selon vous</w:t>
      </w:r>
      <w:r>
        <w:t xml:space="preserve">, </w:t>
      </w:r>
      <w:r w:rsidR="00E0544E" w:rsidRPr="007818BD">
        <w:t>conquis les mystères que je brûle de sonder</w:t>
      </w:r>
      <w:r>
        <w:t> ?</w:t>
      </w:r>
    </w:p>
    <w:p w14:paraId="15F75A10" w14:textId="37E8C55D" w:rsidR="00E0544E" w:rsidRPr="007818BD" w:rsidRDefault="00E8465A" w:rsidP="00E0544E">
      <w:r>
        <w:t>— </w:t>
      </w:r>
      <w:r w:rsidR="00E0544E" w:rsidRPr="007818BD">
        <w:t>Téméraire</w:t>
      </w:r>
      <w:r>
        <w:t xml:space="preserve">,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d</w:t>
      </w:r>
      <w:r>
        <w:t>’</w:t>
      </w:r>
      <w:r w:rsidR="00E0544E" w:rsidRPr="007818BD">
        <w:t>une voix de compassion</w:t>
      </w:r>
      <w:r>
        <w:t xml:space="preserve">, </w:t>
      </w:r>
      <w:r w:rsidR="00E0544E" w:rsidRPr="007818BD">
        <w:t>ta crise est passée</w:t>
      </w:r>
      <w:r>
        <w:t xml:space="preserve">, </w:t>
      </w:r>
      <w:r w:rsidR="00E0544E" w:rsidRPr="007818BD">
        <w:t>ton choix est fait</w:t>
      </w:r>
      <w:r>
        <w:t xml:space="preserve">. </w:t>
      </w:r>
      <w:r w:rsidR="00E0544E" w:rsidRPr="007818BD">
        <w:t>Il ne me reste plus qu</w:t>
      </w:r>
      <w:r>
        <w:t>’</w:t>
      </w:r>
      <w:r w:rsidR="00E0544E" w:rsidRPr="007818BD">
        <w:t>à te d</w:t>
      </w:r>
      <w:r w:rsidR="00E0544E" w:rsidRPr="007818BD">
        <w:t>i</w:t>
      </w:r>
      <w:r w:rsidR="00E0544E" w:rsidRPr="007818BD">
        <w:t>re</w:t>
      </w:r>
      <w:r>
        <w:t> : « </w:t>
      </w:r>
      <w:r w:rsidR="00E0544E" w:rsidRPr="007818BD">
        <w:t>Sois courageux</w:t>
      </w:r>
      <w:r>
        <w:t xml:space="preserve">, </w:t>
      </w:r>
      <w:r w:rsidR="00E0544E" w:rsidRPr="007818BD">
        <w:t>et réussis</w:t>
      </w:r>
      <w:r>
        <w:t> ! »</w:t>
      </w:r>
      <w:r w:rsidR="00E0544E" w:rsidRPr="007818BD">
        <w:t xml:space="preserve"> Oui</w:t>
      </w:r>
      <w:r>
        <w:t xml:space="preserve">, </w:t>
      </w:r>
      <w:r w:rsidR="00E0544E" w:rsidRPr="007818BD">
        <w:t>je te livre à un maître qui a le pouvoir et la volonté de t</w:t>
      </w:r>
      <w:r>
        <w:t>’</w:t>
      </w:r>
      <w:r w:rsidR="00E0544E" w:rsidRPr="007818BD">
        <w:t>ouvrir les portes d</w:t>
      </w:r>
      <w:r>
        <w:t>’</w:t>
      </w:r>
      <w:r w:rsidR="00E0544E" w:rsidRPr="007818BD">
        <w:t>un monde te</w:t>
      </w:r>
      <w:r w:rsidR="00E0544E" w:rsidRPr="007818BD">
        <w:t>r</w:t>
      </w:r>
      <w:r w:rsidR="00E0544E" w:rsidRPr="007818BD">
        <w:t>rible</w:t>
      </w:r>
      <w:r>
        <w:t xml:space="preserve">. </w:t>
      </w:r>
      <w:r w:rsidR="00E0544E" w:rsidRPr="007818BD">
        <w:t>Je voudrais le prier de t</w:t>
      </w:r>
      <w:r>
        <w:t>’</w:t>
      </w:r>
      <w:r w:rsidR="00E0544E" w:rsidRPr="007818BD">
        <w:t>épargner</w:t>
      </w:r>
      <w:r>
        <w:t xml:space="preserve"> : </w:t>
      </w:r>
      <w:r w:rsidR="00E0544E" w:rsidRPr="007818BD">
        <w:t>mais il ne m</w:t>
      </w:r>
      <w:r>
        <w:t>’</w:t>
      </w:r>
      <w:r w:rsidR="00E0544E" w:rsidRPr="007818BD">
        <w:t>écoutera pas</w:t>
      </w:r>
      <w:r>
        <w:t xml:space="preserve">. </w:t>
      </w:r>
      <w:proofErr w:type="spellStart"/>
      <w:r w:rsidR="00E0544E" w:rsidRPr="007818BD">
        <w:t>Mejnour</w:t>
      </w:r>
      <w:proofErr w:type="spellEnd"/>
      <w:r>
        <w:t xml:space="preserve"> ! </w:t>
      </w:r>
      <w:r w:rsidR="00E0544E" w:rsidRPr="007818BD">
        <w:t>reçois ton élève</w:t>
      </w:r>
      <w:r>
        <w:t> ! »</w:t>
      </w:r>
    </w:p>
    <w:p w14:paraId="21E06F50" w14:textId="77777777" w:rsidR="00E8465A" w:rsidRDefault="00E0544E" w:rsidP="00E0544E">
      <w:proofErr w:type="spellStart"/>
      <w:r w:rsidRPr="007818BD">
        <w:t>Glyndon</w:t>
      </w:r>
      <w:proofErr w:type="spellEnd"/>
      <w:r w:rsidRPr="007818BD">
        <w:t xml:space="preserve"> se retourna</w:t>
      </w:r>
      <w:r w:rsidR="00E8465A">
        <w:t xml:space="preserve">, </w:t>
      </w:r>
      <w:r w:rsidRPr="007818BD">
        <w:t>et son cœur battit en voyant l</w:t>
      </w:r>
      <w:r w:rsidR="00E8465A">
        <w:t>’</w:t>
      </w:r>
      <w:r w:rsidRPr="007818BD">
        <w:t>étranger</w:t>
      </w:r>
      <w:r w:rsidR="00E8465A">
        <w:t xml:space="preserve">, </w:t>
      </w:r>
      <w:r w:rsidRPr="007818BD">
        <w:t>dont il n</w:t>
      </w:r>
      <w:r w:rsidR="00E8465A">
        <w:t>’</w:t>
      </w:r>
      <w:r w:rsidRPr="007818BD">
        <w:t>avait point entendu les pas sur les pierres de la plage</w:t>
      </w:r>
      <w:r w:rsidR="00E8465A">
        <w:t xml:space="preserve">, </w:t>
      </w:r>
      <w:r w:rsidRPr="007818BD">
        <w:t>dont il n</w:t>
      </w:r>
      <w:r w:rsidR="00E8465A">
        <w:t>’</w:t>
      </w:r>
      <w:r w:rsidRPr="007818BD">
        <w:t>avait pas aperçu le retour sous les rayons de la lune</w:t>
      </w:r>
      <w:r w:rsidR="00E8465A">
        <w:t>.</w:t>
      </w:r>
    </w:p>
    <w:p w14:paraId="2F538EAB" w14:textId="2911907A" w:rsidR="00E0544E" w:rsidRPr="007818BD" w:rsidRDefault="00E8465A" w:rsidP="00E0544E">
      <w:r>
        <w:t>« </w:t>
      </w:r>
      <w:r w:rsidR="00E0544E" w:rsidRPr="007818BD">
        <w:t>Adieu</w:t>
      </w:r>
      <w:r>
        <w:t xml:space="preserve">, </w:t>
      </w:r>
      <w:r w:rsidR="00E0544E" w:rsidRPr="007818BD">
        <w:t xml:space="preserve">reprit </w:t>
      </w:r>
      <w:proofErr w:type="spellStart"/>
      <w:r w:rsidR="00E0544E" w:rsidRPr="007818BD">
        <w:t>Zanoni</w:t>
      </w:r>
      <w:proofErr w:type="spellEnd"/>
      <w:r>
        <w:t xml:space="preserve">, </w:t>
      </w:r>
      <w:r w:rsidR="00E0544E" w:rsidRPr="007818BD">
        <w:t>ton épreuve commence</w:t>
      </w:r>
      <w:r>
        <w:t xml:space="preserve">. </w:t>
      </w:r>
      <w:r w:rsidR="00E0544E" w:rsidRPr="007818BD">
        <w:t>Quand nous nous reverrons</w:t>
      </w:r>
      <w:r>
        <w:t xml:space="preserve">, </w:t>
      </w:r>
      <w:r w:rsidR="00E0544E" w:rsidRPr="007818BD">
        <w:t>tu seras victime ou vainqueur</w:t>
      </w:r>
      <w:r>
        <w:t>. »</w:t>
      </w:r>
    </w:p>
    <w:p w14:paraId="3E79BC38" w14:textId="77777777" w:rsidR="00E8465A" w:rsidRDefault="00E0544E" w:rsidP="00E0544E">
      <w:r w:rsidRPr="007818BD">
        <w:t xml:space="preserve">Le regard de </w:t>
      </w:r>
      <w:proofErr w:type="spellStart"/>
      <w:r w:rsidRPr="007818BD">
        <w:t>Glyndon</w:t>
      </w:r>
      <w:proofErr w:type="spellEnd"/>
      <w:r w:rsidRPr="007818BD">
        <w:t xml:space="preserve"> le suivit pendant qu</w:t>
      </w:r>
      <w:r w:rsidR="00E8465A">
        <w:t>’</w:t>
      </w:r>
      <w:r w:rsidRPr="007818BD">
        <w:t>il s</w:t>
      </w:r>
      <w:r w:rsidR="00E8465A">
        <w:t>’</w:t>
      </w:r>
      <w:r w:rsidRPr="007818BD">
        <w:t>éloignait</w:t>
      </w:r>
      <w:r w:rsidR="00E8465A">
        <w:t xml:space="preserve">. </w:t>
      </w:r>
      <w:r w:rsidRPr="007818BD">
        <w:t>Il le vit remonter dans la barque</w:t>
      </w:r>
      <w:r w:rsidR="00E8465A">
        <w:t xml:space="preserve">, </w:t>
      </w:r>
      <w:r w:rsidRPr="007818BD">
        <w:t>et alors pour la première fois il remarqua qu</w:t>
      </w:r>
      <w:r w:rsidR="00E8465A">
        <w:t>’</w:t>
      </w:r>
      <w:r w:rsidRPr="007818BD">
        <w:t>il y avait avec lui</w:t>
      </w:r>
      <w:r w:rsidR="00E8465A">
        <w:t xml:space="preserve">, </w:t>
      </w:r>
      <w:r w:rsidRPr="007818BD">
        <w:t>outre les rameurs</w:t>
      </w:r>
      <w:r w:rsidR="00E8465A">
        <w:t xml:space="preserve">, </w:t>
      </w:r>
      <w:r w:rsidRPr="007818BD">
        <w:t>une femme qui se leva à son arrivée</w:t>
      </w:r>
      <w:r w:rsidR="00E8465A">
        <w:t xml:space="preserve">. </w:t>
      </w:r>
      <w:r w:rsidRPr="007818BD">
        <w:t xml:space="preserve">Elle fit de la main à </w:t>
      </w:r>
      <w:proofErr w:type="spellStart"/>
      <w:r w:rsidRPr="007818BD">
        <w:t>Glyndon</w:t>
      </w:r>
      <w:proofErr w:type="spellEnd"/>
      <w:r w:rsidRPr="007818BD">
        <w:t xml:space="preserve"> </w:t>
      </w:r>
      <w:r w:rsidRPr="007818BD">
        <w:lastRenderedPageBreak/>
        <w:t>un signe d</w:t>
      </w:r>
      <w:r w:rsidR="00E8465A">
        <w:t>’</w:t>
      </w:r>
      <w:r w:rsidRPr="007818BD">
        <w:t>adieu</w:t>
      </w:r>
      <w:r w:rsidR="00E8465A">
        <w:t xml:space="preserve">, </w:t>
      </w:r>
      <w:r w:rsidRPr="007818BD">
        <w:t>et à travers l</w:t>
      </w:r>
      <w:r w:rsidR="00E8465A">
        <w:t>’</w:t>
      </w:r>
      <w:r w:rsidRPr="007818BD">
        <w:t>air immobile et lumineux sa voix arriva jusqu</w:t>
      </w:r>
      <w:r w:rsidR="00E8465A">
        <w:t>’</w:t>
      </w:r>
      <w:r w:rsidRPr="007818BD">
        <w:t>à lui</w:t>
      </w:r>
      <w:r w:rsidR="00E8465A">
        <w:t xml:space="preserve">, </w:t>
      </w:r>
      <w:r w:rsidRPr="007818BD">
        <w:t>tristement et doucement</w:t>
      </w:r>
      <w:r w:rsidR="00E8465A">
        <w:t xml:space="preserve">, </w:t>
      </w:r>
      <w:r w:rsidRPr="007818BD">
        <w:t>dans la langue de sa mère</w:t>
      </w:r>
      <w:r w:rsidR="00E8465A">
        <w:t> :</w:t>
      </w:r>
    </w:p>
    <w:p w14:paraId="77F9C8E4" w14:textId="3A1B257B" w:rsidR="00E0544E" w:rsidRPr="007818BD" w:rsidRDefault="00E8465A" w:rsidP="00E0544E">
      <w:r>
        <w:t>« </w:t>
      </w:r>
      <w:r w:rsidR="00E0544E" w:rsidRPr="007818BD">
        <w:t>Adieu</w:t>
      </w:r>
      <w:r>
        <w:t xml:space="preserve">, </w:t>
      </w:r>
      <w:r w:rsidR="00E0544E" w:rsidRPr="007818BD">
        <w:t>Clarence</w:t>
      </w:r>
      <w:r>
        <w:t xml:space="preserve"> ; </w:t>
      </w:r>
      <w:r w:rsidR="00E0544E" w:rsidRPr="007818BD">
        <w:t>je te pardonne</w:t>
      </w:r>
      <w:r>
        <w:t xml:space="preserve"> ! </w:t>
      </w:r>
      <w:r w:rsidR="00E0544E" w:rsidRPr="007818BD">
        <w:t>Adieu</w:t>
      </w:r>
      <w:r>
        <w:t xml:space="preserve"> !… </w:t>
      </w:r>
      <w:r w:rsidR="00E0544E" w:rsidRPr="007818BD">
        <w:t>adieu</w:t>
      </w:r>
      <w:r>
        <w:t> !… »</w:t>
      </w:r>
    </w:p>
    <w:p w14:paraId="4C400926" w14:textId="77777777" w:rsidR="00E8465A" w:rsidRDefault="00E0544E" w:rsidP="00E0544E">
      <w:r w:rsidRPr="007818BD">
        <w:t>Il essaya de répondre</w:t>
      </w:r>
      <w:r w:rsidR="00E8465A">
        <w:t xml:space="preserve"> ; </w:t>
      </w:r>
      <w:r w:rsidRPr="007818BD">
        <w:t>mais la voix toucha une fibre de son cœur</w:t>
      </w:r>
      <w:r w:rsidR="00E8465A">
        <w:t xml:space="preserve">, </w:t>
      </w:r>
      <w:r w:rsidRPr="007818BD">
        <w:t>et la parole lui manqua</w:t>
      </w:r>
      <w:r w:rsidR="00E8465A">
        <w:t xml:space="preserve">. </w:t>
      </w:r>
      <w:r w:rsidRPr="007818BD">
        <w:t>Viola était donc à jamais perdue</w:t>
      </w:r>
      <w:r w:rsidR="00E8465A">
        <w:t xml:space="preserve"> ! </w:t>
      </w:r>
      <w:r w:rsidRPr="007818BD">
        <w:t>partie avec ce terrible étranger</w:t>
      </w:r>
      <w:r w:rsidR="00E8465A">
        <w:t xml:space="preserve"> ; </w:t>
      </w:r>
      <w:r w:rsidRPr="007818BD">
        <w:t>les tén</w:t>
      </w:r>
      <w:r w:rsidRPr="007818BD">
        <w:t>è</w:t>
      </w:r>
      <w:r w:rsidRPr="007818BD">
        <w:t>bres se fermaient sur sa destinée</w:t>
      </w:r>
      <w:r w:rsidR="00E8465A">
        <w:t xml:space="preserve"> ! </w:t>
      </w:r>
      <w:r w:rsidRPr="007818BD">
        <w:t>Cette destinée</w:t>
      </w:r>
      <w:r w:rsidR="00E8465A">
        <w:t xml:space="preserve">, </w:t>
      </w:r>
      <w:r w:rsidRPr="007818BD">
        <w:t>c</w:t>
      </w:r>
      <w:r w:rsidR="00E8465A">
        <w:t>’</w:t>
      </w:r>
      <w:r w:rsidRPr="007818BD">
        <w:t>est lui qui l</w:t>
      </w:r>
      <w:r w:rsidR="00E8465A">
        <w:t>’</w:t>
      </w:r>
      <w:r w:rsidRPr="007818BD">
        <w:t>avait décidée</w:t>
      </w:r>
      <w:r w:rsidR="00E8465A">
        <w:t xml:space="preserve">, </w:t>
      </w:r>
      <w:r w:rsidRPr="007818BD">
        <w:t>et la sienne avec elle</w:t>
      </w:r>
      <w:r w:rsidR="00E8465A">
        <w:t xml:space="preserve">. </w:t>
      </w:r>
      <w:r w:rsidRPr="007818BD">
        <w:t>La barque bondit</w:t>
      </w:r>
      <w:r w:rsidR="00E8465A">
        <w:t xml:space="preserve">, </w:t>
      </w:r>
      <w:r w:rsidRPr="007818BD">
        <w:t>la vague docile étincela sous la r</w:t>
      </w:r>
      <w:r w:rsidRPr="007818BD">
        <w:t>a</w:t>
      </w:r>
      <w:r w:rsidRPr="007818BD">
        <w:t>me</w:t>
      </w:r>
      <w:r w:rsidR="00E8465A">
        <w:t xml:space="preserve">, </w:t>
      </w:r>
      <w:r w:rsidRPr="007818BD">
        <w:t>et un sillon radieux et doré</w:t>
      </w:r>
      <w:r w:rsidR="00E8465A">
        <w:t xml:space="preserve">, </w:t>
      </w:r>
      <w:r w:rsidRPr="007818BD">
        <w:t>le reflet de la lune dans les flots tremblants</w:t>
      </w:r>
      <w:r w:rsidR="00E8465A">
        <w:t xml:space="preserve">, </w:t>
      </w:r>
      <w:r w:rsidRPr="007818BD">
        <w:t>marqua la route que su</w:t>
      </w:r>
      <w:r w:rsidRPr="007818BD">
        <w:t>i</w:t>
      </w:r>
      <w:r w:rsidRPr="007818BD">
        <w:t>vaient les deux amants</w:t>
      </w:r>
      <w:r w:rsidR="00E8465A">
        <w:t xml:space="preserve">. </w:t>
      </w:r>
      <w:r w:rsidRPr="007818BD">
        <w:t>Plus loin</w:t>
      </w:r>
      <w:r w:rsidR="00E8465A">
        <w:t xml:space="preserve">, </w:t>
      </w:r>
      <w:r w:rsidRPr="007818BD">
        <w:t>plus loin encore de sa vue glissait le bateau fugitif</w:t>
      </w:r>
      <w:r w:rsidR="00E8465A">
        <w:t xml:space="preserve">, </w:t>
      </w:r>
      <w:r w:rsidRPr="007818BD">
        <w:t>jusqu</w:t>
      </w:r>
      <w:r w:rsidR="00E8465A">
        <w:t>’</w:t>
      </w:r>
      <w:r w:rsidRPr="007818BD">
        <w:t>à ce qu</w:t>
      </w:r>
      <w:r w:rsidR="00E8465A">
        <w:t>’</w:t>
      </w:r>
      <w:r w:rsidRPr="007818BD">
        <w:t>enfin</w:t>
      </w:r>
      <w:r w:rsidR="00E8465A">
        <w:t xml:space="preserve">, </w:t>
      </w:r>
      <w:r w:rsidRPr="007818BD">
        <w:t>comme un point visible à peine</w:t>
      </w:r>
      <w:r w:rsidR="00E8465A">
        <w:t xml:space="preserve">, </w:t>
      </w:r>
      <w:r w:rsidRPr="007818BD">
        <w:t>il vint accoster le flanc immobile du navire mouillé au milieu du golfe incompar</w:t>
      </w:r>
      <w:r w:rsidRPr="007818BD">
        <w:t>a</w:t>
      </w:r>
      <w:r w:rsidRPr="007818BD">
        <w:t>ble</w:t>
      </w:r>
      <w:r w:rsidR="00E8465A">
        <w:t xml:space="preserve">. </w:t>
      </w:r>
      <w:r w:rsidRPr="007818BD">
        <w:t>À l</w:t>
      </w:r>
      <w:r w:rsidR="00E8465A">
        <w:t>’</w:t>
      </w:r>
      <w:r w:rsidRPr="007818BD">
        <w:t>instant même</w:t>
      </w:r>
      <w:r w:rsidR="00E8465A">
        <w:t xml:space="preserve">, </w:t>
      </w:r>
      <w:r w:rsidRPr="007818BD">
        <w:t>et comme par enchantement</w:t>
      </w:r>
      <w:r w:rsidR="00E8465A">
        <w:t xml:space="preserve">, </w:t>
      </w:r>
      <w:r w:rsidRPr="007818BD">
        <w:t>se leva la brise fraîche et folâtre</w:t>
      </w:r>
      <w:r w:rsidR="00E8465A">
        <w:t xml:space="preserve"> ; </w:t>
      </w:r>
      <w:proofErr w:type="spellStart"/>
      <w:r w:rsidRPr="007818BD">
        <w:t>Glyndon</w:t>
      </w:r>
      <w:proofErr w:type="spellEnd"/>
      <w:r w:rsidRPr="007818BD">
        <w:t xml:space="preserve"> se tourna vers </w:t>
      </w:r>
      <w:proofErr w:type="spellStart"/>
      <w:r w:rsidRPr="007818BD">
        <w:t>Mejnour</w:t>
      </w:r>
      <w:proofErr w:type="spellEnd"/>
      <w:r w:rsidRPr="007818BD">
        <w:t xml:space="preserve"> et rompit le silence</w:t>
      </w:r>
      <w:r w:rsidR="00E8465A">
        <w:t>.</w:t>
      </w:r>
    </w:p>
    <w:p w14:paraId="0DB7F862" w14:textId="77777777" w:rsidR="00E8465A" w:rsidRDefault="00E8465A" w:rsidP="00E0544E">
      <w:r>
        <w:t>« </w:t>
      </w:r>
      <w:r w:rsidR="00E0544E" w:rsidRPr="007818BD">
        <w:t>Dis-moi</w:t>
      </w:r>
      <w:r>
        <w:t xml:space="preserve">, </w:t>
      </w:r>
      <w:r w:rsidR="00E0544E" w:rsidRPr="007818BD">
        <w:t>si tu peux lire dans l</w:t>
      </w:r>
      <w:r>
        <w:t>’</w:t>
      </w:r>
      <w:r w:rsidR="00E0544E" w:rsidRPr="007818BD">
        <w:t>avenir</w:t>
      </w:r>
      <w:r>
        <w:t xml:space="preserve">, </w:t>
      </w:r>
      <w:r w:rsidR="00E0544E" w:rsidRPr="007818BD">
        <w:t>dis-moi que son sort à elle sera heureux</w:t>
      </w:r>
      <w:r>
        <w:t xml:space="preserve">, </w:t>
      </w:r>
      <w:r w:rsidR="00E0544E" w:rsidRPr="007818BD">
        <w:t>et qu</w:t>
      </w:r>
      <w:r>
        <w:t>’</w:t>
      </w:r>
      <w:r w:rsidR="00E0544E" w:rsidRPr="007818BD">
        <w:rPr>
          <w:i/>
          <w:iCs/>
        </w:rPr>
        <w:t>elle</w:t>
      </w:r>
      <w:r w:rsidR="00E0544E" w:rsidRPr="007818BD">
        <w:t xml:space="preserve"> au moins a sagement choisi</w:t>
      </w:r>
      <w:r>
        <w:t>.</w:t>
      </w:r>
    </w:p>
    <w:p w14:paraId="25FC0BE5" w14:textId="77777777" w:rsidR="00E8465A" w:rsidRDefault="00E8465A" w:rsidP="00E0544E">
      <w:r>
        <w:t>— </w:t>
      </w:r>
      <w:r w:rsidR="00E0544E" w:rsidRPr="007818BD">
        <w:t>Mon enfant</w:t>
      </w:r>
      <w:r>
        <w:t xml:space="preserve">, </w:t>
      </w:r>
      <w:r w:rsidR="00E0544E" w:rsidRPr="007818BD">
        <w:t xml:space="preserve">reprit </w:t>
      </w:r>
      <w:proofErr w:type="spellStart"/>
      <w:r w:rsidR="00E0544E" w:rsidRPr="007818BD">
        <w:t>Mejnour</w:t>
      </w:r>
      <w:proofErr w:type="spellEnd"/>
      <w:r w:rsidR="00E0544E" w:rsidRPr="007818BD">
        <w:t xml:space="preserve"> d</w:t>
      </w:r>
      <w:r>
        <w:t>’</w:t>
      </w:r>
      <w:r w:rsidR="00E0544E" w:rsidRPr="007818BD">
        <w:t>une voix dont l</w:t>
      </w:r>
      <w:r>
        <w:t>’</w:t>
      </w:r>
      <w:r w:rsidR="00E0544E" w:rsidRPr="007818BD">
        <w:t>impassibilité répondait à ses paroles glaciales</w:t>
      </w:r>
      <w:r>
        <w:t xml:space="preserve">, </w:t>
      </w:r>
      <w:r w:rsidR="00E0544E" w:rsidRPr="007818BD">
        <w:t>ton premier d</w:t>
      </w:r>
      <w:r w:rsidR="00E0544E" w:rsidRPr="007818BD">
        <w:t>e</w:t>
      </w:r>
      <w:r w:rsidR="00E0544E" w:rsidRPr="007818BD">
        <w:t>voir est de réprimer toute pensée</w:t>
      </w:r>
      <w:r>
        <w:t xml:space="preserve">, </w:t>
      </w:r>
      <w:r w:rsidR="00E0544E" w:rsidRPr="007818BD">
        <w:t>tout sentiment</w:t>
      </w:r>
      <w:r>
        <w:t xml:space="preserve">, </w:t>
      </w:r>
      <w:r w:rsidR="00E0544E" w:rsidRPr="007818BD">
        <w:t>toute symp</w:t>
      </w:r>
      <w:r w:rsidR="00E0544E" w:rsidRPr="007818BD">
        <w:t>a</w:t>
      </w:r>
      <w:r w:rsidR="00E0544E" w:rsidRPr="007818BD">
        <w:t>thie qui te rattache à autrui</w:t>
      </w:r>
      <w:r>
        <w:t xml:space="preserve">. </w:t>
      </w:r>
      <w:r w:rsidR="00E0544E" w:rsidRPr="007818BD">
        <w:t>Le degré élémentaire de la science est de faire de toi-même</w:t>
      </w:r>
      <w:r>
        <w:t xml:space="preserve">, </w:t>
      </w:r>
      <w:r w:rsidR="00E0544E" w:rsidRPr="007818BD">
        <w:t>de toi seul</w:t>
      </w:r>
      <w:r>
        <w:t xml:space="preserve">, </w:t>
      </w:r>
      <w:r w:rsidR="00E0544E" w:rsidRPr="007818BD">
        <w:t>ton étude et ton monde</w:t>
      </w:r>
      <w:r>
        <w:t xml:space="preserve">. </w:t>
      </w:r>
      <w:r w:rsidR="00E0544E" w:rsidRPr="007818BD">
        <w:t>Tu as choisi ta carrière</w:t>
      </w:r>
      <w:r>
        <w:t xml:space="preserve"> ; </w:t>
      </w:r>
      <w:r w:rsidR="00E0544E" w:rsidRPr="007818BD">
        <w:t>tu as renoncé à l</w:t>
      </w:r>
      <w:r>
        <w:t>’</w:t>
      </w:r>
      <w:r w:rsidR="00E0544E" w:rsidRPr="007818BD">
        <w:t>amour</w:t>
      </w:r>
      <w:r>
        <w:t xml:space="preserve"> ; </w:t>
      </w:r>
      <w:r w:rsidR="00E0544E" w:rsidRPr="007818BD">
        <w:t>tu as rejeté les r</w:t>
      </w:r>
      <w:r w:rsidR="00E0544E" w:rsidRPr="007818BD">
        <w:t>i</w:t>
      </w:r>
      <w:r w:rsidR="00E0544E" w:rsidRPr="007818BD">
        <w:t>chesses</w:t>
      </w:r>
      <w:r>
        <w:t xml:space="preserve">, </w:t>
      </w:r>
      <w:r w:rsidR="00E0544E" w:rsidRPr="007818BD">
        <w:t>la gloire et les pompes vulgaires de la puissance</w:t>
      </w:r>
      <w:r>
        <w:t xml:space="preserve">. </w:t>
      </w:r>
      <w:r w:rsidR="00E0544E" w:rsidRPr="007818BD">
        <w:t>Que t</w:t>
      </w:r>
      <w:r>
        <w:t>’</w:t>
      </w:r>
      <w:r w:rsidR="00E0544E" w:rsidRPr="007818BD">
        <w:t>importe alors l</w:t>
      </w:r>
      <w:r>
        <w:t>’</w:t>
      </w:r>
      <w:r w:rsidR="00E0544E" w:rsidRPr="007818BD">
        <w:t>humanité</w:t>
      </w:r>
      <w:r>
        <w:t xml:space="preserve"> ? </w:t>
      </w:r>
      <w:r w:rsidR="00E0544E" w:rsidRPr="007818BD">
        <w:t>Perfectionner tes facultés</w:t>
      </w:r>
      <w:r>
        <w:t xml:space="preserve">, </w:t>
      </w:r>
      <w:r w:rsidR="00E0544E" w:rsidRPr="007818BD">
        <w:t>conce</w:t>
      </w:r>
      <w:r w:rsidR="00E0544E" w:rsidRPr="007818BD">
        <w:t>n</w:t>
      </w:r>
      <w:r w:rsidR="00E0544E" w:rsidRPr="007818BD">
        <w:t>trer tes émotions</w:t>
      </w:r>
      <w:r>
        <w:t xml:space="preserve">, </w:t>
      </w:r>
      <w:r w:rsidR="00E0544E" w:rsidRPr="007818BD">
        <w:t>voilà désormais ton but unique</w:t>
      </w:r>
      <w:r>
        <w:t> !</w:t>
      </w:r>
    </w:p>
    <w:p w14:paraId="13C7D26C" w14:textId="77777777" w:rsidR="00E8465A" w:rsidRDefault="00E8465A" w:rsidP="00E0544E">
      <w:r>
        <w:t>— </w:t>
      </w:r>
      <w:r w:rsidR="00E0544E" w:rsidRPr="007818BD">
        <w:t>Et le résultat sera-t-il le bonheur</w:t>
      </w:r>
      <w:r>
        <w:t> ?</w:t>
      </w:r>
    </w:p>
    <w:p w14:paraId="29DBAF16" w14:textId="516110A1" w:rsidR="00E0544E" w:rsidRPr="007818BD" w:rsidRDefault="00E8465A" w:rsidP="00E0544E">
      <w:r>
        <w:lastRenderedPageBreak/>
        <w:t>— </w:t>
      </w:r>
      <w:r w:rsidR="00E0544E" w:rsidRPr="007818BD">
        <w:t>Si le bonheur existe</w:t>
      </w:r>
      <w:r>
        <w:t xml:space="preserve">, </w:t>
      </w:r>
      <w:r w:rsidR="00E0544E" w:rsidRPr="007818BD">
        <w:t xml:space="preserve">répondit </w:t>
      </w:r>
      <w:proofErr w:type="spellStart"/>
      <w:r w:rsidR="00E0544E" w:rsidRPr="007818BD">
        <w:t>Mejnour</w:t>
      </w:r>
      <w:proofErr w:type="spellEnd"/>
      <w:r>
        <w:t xml:space="preserve">, </w:t>
      </w:r>
      <w:r w:rsidR="00E0544E" w:rsidRPr="007818BD">
        <w:t>il faut qu</w:t>
      </w:r>
      <w:r>
        <w:t>’</w:t>
      </w:r>
      <w:r w:rsidR="00E0544E" w:rsidRPr="007818BD">
        <w:t>il rés</w:t>
      </w:r>
      <w:r w:rsidR="00E0544E" w:rsidRPr="007818BD">
        <w:t>i</w:t>
      </w:r>
      <w:r w:rsidR="00E0544E" w:rsidRPr="007818BD">
        <w:t xml:space="preserve">de dans un </w:t>
      </w:r>
      <w:r w:rsidR="00E0544E" w:rsidRPr="007818BD">
        <w:rPr>
          <w:i/>
          <w:iCs/>
        </w:rPr>
        <w:t>monde int</w:t>
      </w:r>
      <w:r w:rsidR="00E0544E" w:rsidRPr="007818BD">
        <w:rPr>
          <w:i/>
          <w:iCs/>
        </w:rPr>
        <w:t>é</w:t>
      </w:r>
      <w:r w:rsidR="00E0544E" w:rsidRPr="007818BD">
        <w:rPr>
          <w:i/>
          <w:iCs/>
        </w:rPr>
        <w:t>rieur</w:t>
      </w:r>
      <w:r w:rsidR="00E0544E" w:rsidRPr="007818BD">
        <w:t xml:space="preserve"> dont toute passion soit exclue</w:t>
      </w:r>
      <w:r>
        <w:t xml:space="preserve">. </w:t>
      </w:r>
      <w:r w:rsidR="00E0544E" w:rsidRPr="007818BD">
        <w:t>Mais le bonheur est le degré suprême de l</w:t>
      </w:r>
      <w:r>
        <w:t>’</w:t>
      </w:r>
      <w:r w:rsidR="00E0544E" w:rsidRPr="007818BD">
        <w:t>être</w:t>
      </w:r>
      <w:r>
        <w:t xml:space="preserve">, </w:t>
      </w:r>
      <w:r w:rsidR="00E0544E" w:rsidRPr="007818BD">
        <w:t>et tu es encore sur la première marche</w:t>
      </w:r>
      <w:r>
        <w:t>. »</w:t>
      </w:r>
    </w:p>
    <w:p w14:paraId="7C731904" w14:textId="77777777" w:rsidR="00E8465A" w:rsidRDefault="00E0544E" w:rsidP="00E0544E">
      <w:proofErr w:type="spellStart"/>
      <w:r w:rsidRPr="007818BD">
        <w:t>Mejnour</w:t>
      </w:r>
      <w:proofErr w:type="spellEnd"/>
      <w:r w:rsidRPr="007818BD">
        <w:t xml:space="preserve"> parlait</w:t>
      </w:r>
      <w:r w:rsidR="00E8465A">
        <w:t xml:space="preserve">, </w:t>
      </w:r>
      <w:r w:rsidRPr="007818BD">
        <w:t>et déjà le navire lointain ouvrait ses voiles au vent et s</w:t>
      </w:r>
      <w:r w:rsidR="00E8465A">
        <w:t>’</w:t>
      </w:r>
      <w:r w:rsidRPr="007818BD">
        <w:t>avançait lentement sur l</w:t>
      </w:r>
      <w:r w:rsidR="00E8465A">
        <w:t>’</w:t>
      </w:r>
      <w:r w:rsidRPr="007818BD">
        <w:t>abîme</w:t>
      </w:r>
      <w:r w:rsidR="00E8465A">
        <w:t xml:space="preserve">. </w:t>
      </w:r>
      <w:proofErr w:type="spellStart"/>
      <w:r w:rsidRPr="007818BD">
        <w:t>Glyndon</w:t>
      </w:r>
      <w:proofErr w:type="spellEnd"/>
      <w:r w:rsidRPr="007818BD">
        <w:t xml:space="preserve"> soupira</w:t>
      </w:r>
      <w:r w:rsidR="00E8465A">
        <w:t xml:space="preserve">, </w:t>
      </w:r>
      <w:r w:rsidRPr="007818BD">
        <w:t>et l</w:t>
      </w:r>
      <w:r w:rsidR="00E8465A">
        <w:t>’</w:t>
      </w:r>
      <w:r w:rsidRPr="007818BD">
        <w:t>élève et le maître dirigèrent leurs pas vers la ville</w:t>
      </w:r>
      <w:r w:rsidR="00E8465A">
        <w:t>.</w:t>
      </w:r>
    </w:p>
    <w:p w14:paraId="2CBBC9EA" w14:textId="1EB6A404" w:rsidR="00E8465A" w:rsidRDefault="000200A6" w:rsidP="000200A6">
      <w:pPr>
        <w:pStyle w:val="Titre1"/>
        <w:rPr>
          <w:sz w:val="60"/>
          <w:szCs w:val="60"/>
        </w:rPr>
      </w:pPr>
      <w:r>
        <w:rPr>
          <w:sz w:val="60"/>
          <w:szCs w:val="60"/>
        </w:rPr>
        <w:lastRenderedPageBreak/>
        <w:br/>
      </w:r>
      <w:r>
        <w:rPr>
          <w:sz w:val="60"/>
          <w:szCs w:val="60"/>
        </w:rPr>
        <w:br/>
      </w:r>
      <w:r>
        <w:rPr>
          <w:sz w:val="60"/>
          <w:szCs w:val="60"/>
        </w:rPr>
        <w:br/>
      </w:r>
      <w:bookmarkStart w:id="41" w:name="_Toc199963090"/>
      <w:r w:rsidR="00E0544E" w:rsidRPr="00EA53BB">
        <w:rPr>
          <w:sz w:val="60"/>
          <w:szCs w:val="60"/>
        </w:rPr>
        <w:t>LIVRE</w:t>
      </w:r>
      <w:r w:rsidR="00E8465A">
        <w:rPr>
          <w:sz w:val="60"/>
          <w:szCs w:val="60"/>
        </w:rPr>
        <w:t xml:space="preserve"> </w:t>
      </w:r>
      <w:r w:rsidR="00E0544E" w:rsidRPr="00EA53BB">
        <w:rPr>
          <w:sz w:val="60"/>
          <w:szCs w:val="60"/>
        </w:rPr>
        <w:t>IV</w:t>
      </w:r>
      <w:r w:rsidR="00E8465A">
        <w:rPr>
          <w:sz w:val="60"/>
          <w:szCs w:val="60"/>
        </w:rPr>
        <w:t>.</w:t>
      </w:r>
      <w:r w:rsidR="00E8465A">
        <w:rPr>
          <w:sz w:val="60"/>
          <w:szCs w:val="60"/>
        </w:rPr>
        <w:br/>
      </w:r>
      <w:r w:rsidR="00E0544E" w:rsidRPr="00EA53BB">
        <w:rPr>
          <w:sz w:val="60"/>
          <w:szCs w:val="60"/>
        </w:rPr>
        <w:br/>
        <w:t>LE GARDIEN DU SEUIL</w:t>
      </w:r>
      <w:r w:rsidR="00E8465A">
        <w:rPr>
          <w:sz w:val="60"/>
          <w:szCs w:val="60"/>
        </w:rPr>
        <w:t>.</w:t>
      </w:r>
      <w:bookmarkEnd w:id="41"/>
    </w:p>
    <w:p w14:paraId="307EC784" w14:textId="77777777" w:rsidR="00E8465A" w:rsidRDefault="00E0544E" w:rsidP="00E8465A">
      <w:pPr>
        <w:pStyle w:val="Titre2"/>
        <w:pageBreakBefore/>
        <w:rPr>
          <w:lang w:val="en-US"/>
        </w:rPr>
      </w:pPr>
      <w:bookmarkStart w:id="42" w:name="_Toc199963091"/>
      <w:proofErr w:type="spellStart"/>
      <w:r w:rsidRPr="00EE3339">
        <w:rPr>
          <w:lang w:val="en-US"/>
        </w:rPr>
        <w:lastRenderedPageBreak/>
        <w:t>CHAPITRE</w:t>
      </w:r>
      <w:proofErr w:type="spellEnd"/>
      <w:r w:rsidRPr="00EE3339">
        <w:rPr>
          <w:lang w:val="en-US"/>
        </w:rPr>
        <w:t xml:space="preserve"> PREMIER</w:t>
      </w:r>
      <w:r w:rsidR="00E8465A">
        <w:rPr>
          <w:lang w:val="en-US"/>
        </w:rPr>
        <w:t>.</w:t>
      </w:r>
      <w:bookmarkEnd w:id="42"/>
    </w:p>
    <w:p w14:paraId="1DA05C8A" w14:textId="77777777" w:rsidR="00E8465A" w:rsidRDefault="00E0544E" w:rsidP="00E0544E">
      <w:pPr>
        <w:jc w:val="right"/>
        <w:rPr>
          <w:rStyle w:val="Taille-1Caracteres"/>
          <w:lang w:val="en-US"/>
        </w:rPr>
      </w:pPr>
      <w:r w:rsidRPr="00EE3339">
        <w:rPr>
          <w:rStyle w:val="Taille-1Caracteres"/>
          <w:lang w:val="en-US"/>
        </w:rPr>
        <w:t xml:space="preserve">Come </w:t>
      </w:r>
      <w:proofErr w:type="spellStart"/>
      <w:r w:rsidRPr="00EE3339">
        <w:rPr>
          <w:rStyle w:val="Taille-1Caracteres"/>
          <w:lang w:val="en-US"/>
        </w:rPr>
        <w:t>vittima</w:t>
      </w:r>
      <w:proofErr w:type="spellEnd"/>
      <w:r w:rsidRPr="00EE3339">
        <w:rPr>
          <w:rStyle w:val="Taille-1Caracteres"/>
          <w:lang w:val="en-US"/>
        </w:rPr>
        <w:t xml:space="preserve"> io </w:t>
      </w:r>
      <w:proofErr w:type="spellStart"/>
      <w:r w:rsidRPr="00EE3339">
        <w:rPr>
          <w:rStyle w:val="Taille-1Caracteres"/>
          <w:lang w:val="en-US"/>
        </w:rPr>
        <w:t>vengo</w:t>
      </w:r>
      <w:proofErr w:type="spellEnd"/>
      <w:r w:rsidRPr="00EE3339">
        <w:rPr>
          <w:rStyle w:val="Taille-1Caracteres"/>
          <w:lang w:val="en-US"/>
        </w:rPr>
        <w:t xml:space="preserve"> </w:t>
      </w:r>
      <w:proofErr w:type="spellStart"/>
      <w:r w:rsidRPr="00EE3339">
        <w:rPr>
          <w:rStyle w:val="Taille-1Caracteres"/>
          <w:lang w:val="en-US"/>
        </w:rPr>
        <w:t>all</w:t>
      </w:r>
      <w:r w:rsidR="00E8465A">
        <w:rPr>
          <w:rStyle w:val="Taille-1Caracteres"/>
          <w:lang w:val="en-US"/>
        </w:rPr>
        <w:t>’</w:t>
      </w:r>
      <w:r w:rsidRPr="00EE3339">
        <w:rPr>
          <w:rStyle w:val="Taille-1Caracteres"/>
          <w:lang w:val="en-US"/>
        </w:rPr>
        <w:t>ara</w:t>
      </w:r>
      <w:proofErr w:type="spellEnd"/>
      <w:r w:rsidRPr="007818BD">
        <w:rPr>
          <w:rStyle w:val="Appelnotedebasdep"/>
          <w:szCs w:val="28"/>
        </w:rPr>
        <w:footnoteReference w:id="48"/>
      </w:r>
      <w:r w:rsidR="00E8465A">
        <w:rPr>
          <w:rStyle w:val="Taille-1Caracteres"/>
          <w:lang w:val="en-US"/>
        </w:rPr>
        <w:t>.</w:t>
      </w:r>
    </w:p>
    <w:p w14:paraId="476E55B0" w14:textId="1FBC80A7" w:rsidR="00E8465A" w:rsidRDefault="00E8465A" w:rsidP="000200A6">
      <w:pPr>
        <w:ind w:firstLine="0"/>
        <w:jc w:val="right"/>
        <w:rPr>
          <w:rStyle w:val="Taille-1Caracteres"/>
          <w:lang w:val="en-US"/>
        </w:rPr>
      </w:pPr>
      <w:r>
        <w:rPr>
          <w:rStyle w:val="Taille-1Caracteres"/>
          <w:lang w:val="en-US"/>
        </w:rPr>
        <w:t>(</w:t>
      </w:r>
      <w:proofErr w:type="spellStart"/>
      <w:r w:rsidR="00E0544E" w:rsidRPr="00EE3339">
        <w:rPr>
          <w:rStyle w:val="Taille-1Caracteres"/>
          <w:lang w:val="en-US"/>
        </w:rPr>
        <w:t>METAST</w:t>
      </w:r>
      <w:proofErr w:type="spellEnd"/>
      <w:r>
        <w:rPr>
          <w:rStyle w:val="Taille-1Caracteres"/>
          <w:lang w:val="en-US"/>
        </w:rPr>
        <w:t>.)</w:t>
      </w:r>
    </w:p>
    <w:p w14:paraId="3F4DC0F5" w14:textId="77777777" w:rsidR="00E8465A" w:rsidRDefault="00E0544E" w:rsidP="00E0544E">
      <w:r w:rsidRPr="007818BD">
        <w:t xml:space="preserve">Un mois environ après le départ de </w:t>
      </w:r>
      <w:proofErr w:type="spellStart"/>
      <w:r w:rsidRPr="007818BD">
        <w:t>Zanoni</w:t>
      </w:r>
      <w:proofErr w:type="spellEnd"/>
      <w:r w:rsidRPr="007818BD">
        <w:t xml:space="preserve"> et la présent</w:t>
      </w:r>
      <w:r w:rsidRPr="007818BD">
        <w:t>a</w:t>
      </w:r>
      <w:r w:rsidRPr="007818BD">
        <w:t xml:space="preserve">tion de </w:t>
      </w:r>
      <w:proofErr w:type="spellStart"/>
      <w:r w:rsidRPr="007818BD">
        <w:t>Glyndon</w:t>
      </w:r>
      <w:proofErr w:type="spellEnd"/>
      <w:r w:rsidRPr="007818BD">
        <w:t xml:space="preserve"> à </w:t>
      </w:r>
      <w:proofErr w:type="spellStart"/>
      <w:r w:rsidRPr="007818BD">
        <w:t>Mejnour</w:t>
      </w:r>
      <w:proofErr w:type="spellEnd"/>
      <w:r w:rsidR="00E8465A">
        <w:t xml:space="preserve">, </w:t>
      </w:r>
      <w:r w:rsidRPr="007818BD">
        <w:t>deux Anglais</w:t>
      </w:r>
      <w:r w:rsidR="00E8465A">
        <w:t xml:space="preserve">, </w:t>
      </w:r>
      <w:r w:rsidRPr="007818BD">
        <w:t>bras à bras</w:t>
      </w:r>
      <w:r w:rsidR="00E8465A">
        <w:t xml:space="preserve">, </w:t>
      </w:r>
      <w:r w:rsidRPr="007818BD">
        <w:t>se pr</w:t>
      </w:r>
      <w:r w:rsidRPr="007818BD">
        <w:t>o</w:t>
      </w:r>
      <w:r w:rsidRPr="007818BD">
        <w:t>menaient dans la rue de Tolède</w:t>
      </w:r>
      <w:r w:rsidR="00E8465A">
        <w:t>.</w:t>
      </w:r>
    </w:p>
    <w:p w14:paraId="330C7820" w14:textId="77777777" w:rsidR="00E8465A" w:rsidRDefault="00E8465A" w:rsidP="00E0544E">
      <w:r>
        <w:t>« </w:t>
      </w:r>
      <w:r w:rsidR="00E0544E" w:rsidRPr="007818BD">
        <w:t>Je vous répète</w:t>
      </w:r>
      <w:r>
        <w:t xml:space="preserve">, </w:t>
      </w:r>
      <w:r w:rsidR="00E0544E" w:rsidRPr="007818BD">
        <w:t>dit l</w:t>
      </w:r>
      <w:r>
        <w:t>’</w:t>
      </w:r>
      <w:r w:rsidR="00E0544E" w:rsidRPr="007818BD">
        <w:t>un avec chaleur</w:t>
      </w:r>
      <w:r>
        <w:t xml:space="preserve">, </w:t>
      </w:r>
      <w:r w:rsidR="00E0544E" w:rsidRPr="007818BD">
        <w:t>que</w:t>
      </w:r>
      <w:r>
        <w:t xml:space="preserve">, </w:t>
      </w:r>
      <w:r w:rsidR="00E0544E" w:rsidRPr="007818BD">
        <w:t>s</w:t>
      </w:r>
      <w:r>
        <w:t>’</w:t>
      </w:r>
      <w:r w:rsidR="00E0544E" w:rsidRPr="007818BD">
        <w:t>il vous reste un peu de sens commun</w:t>
      </w:r>
      <w:r>
        <w:t xml:space="preserve">, </w:t>
      </w:r>
      <w:r w:rsidR="00E0544E" w:rsidRPr="007818BD">
        <w:t>vous retournerez avec moi en Angl</w:t>
      </w:r>
      <w:r w:rsidR="00E0544E" w:rsidRPr="007818BD">
        <w:t>e</w:t>
      </w:r>
      <w:r w:rsidR="00E0544E" w:rsidRPr="007818BD">
        <w:t>terre</w:t>
      </w:r>
      <w:r>
        <w:t xml:space="preserve">. </w:t>
      </w:r>
      <w:r w:rsidR="00E0544E" w:rsidRPr="007818BD">
        <w:t xml:space="preserve">Ce </w:t>
      </w:r>
      <w:proofErr w:type="spellStart"/>
      <w:r w:rsidR="00E0544E" w:rsidRPr="007818BD">
        <w:t>Mejnour</w:t>
      </w:r>
      <w:proofErr w:type="spellEnd"/>
      <w:r w:rsidR="00E0544E" w:rsidRPr="007818BD">
        <w:t xml:space="preserve"> est un imposteur</w:t>
      </w:r>
      <w:r>
        <w:t xml:space="preserve">, </w:t>
      </w:r>
      <w:r w:rsidR="00E0544E" w:rsidRPr="007818BD">
        <w:t>plus dang</w:t>
      </w:r>
      <w:r w:rsidR="00E0544E" w:rsidRPr="007818BD">
        <w:t>e</w:t>
      </w:r>
      <w:r w:rsidR="00E0544E" w:rsidRPr="007818BD">
        <w:t xml:space="preserve">reux encore que </w:t>
      </w:r>
      <w:proofErr w:type="spellStart"/>
      <w:r w:rsidR="00E0544E" w:rsidRPr="007818BD">
        <w:t>Zanoni</w:t>
      </w:r>
      <w:proofErr w:type="spellEnd"/>
      <w:r>
        <w:t xml:space="preserve">, </w:t>
      </w:r>
      <w:r w:rsidR="00E0544E" w:rsidRPr="007818BD">
        <w:t>parce qu</w:t>
      </w:r>
      <w:r>
        <w:t>’</w:t>
      </w:r>
      <w:r w:rsidR="00E0544E" w:rsidRPr="007818BD">
        <w:t>il prend son rôle plus au sérieux</w:t>
      </w:r>
      <w:r>
        <w:t xml:space="preserve">. </w:t>
      </w:r>
      <w:r w:rsidR="00E0544E" w:rsidRPr="007818BD">
        <w:t>Après tout</w:t>
      </w:r>
      <w:r>
        <w:t xml:space="preserve">, </w:t>
      </w:r>
      <w:r w:rsidR="00E0544E" w:rsidRPr="007818BD">
        <w:t>à quoi se montent toutes ses promesses</w:t>
      </w:r>
      <w:r>
        <w:t xml:space="preserve"> ? </w:t>
      </w:r>
      <w:r w:rsidR="00E0544E" w:rsidRPr="007818BD">
        <w:t>Vous avouez que rien n</w:t>
      </w:r>
      <w:r>
        <w:t>’</w:t>
      </w:r>
      <w:r w:rsidR="00E0544E" w:rsidRPr="007818BD">
        <w:t>est plus équivoque</w:t>
      </w:r>
      <w:r>
        <w:t xml:space="preserve">. </w:t>
      </w:r>
      <w:r w:rsidR="00E0544E" w:rsidRPr="007818BD">
        <w:t>Vous dites qu</w:t>
      </w:r>
      <w:r>
        <w:t>’</w:t>
      </w:r>
      <w:r w:rsidR="00E0544E" w:rsidRPr="007818BD">
        <w:t>il a quitté Naples</w:t>
      </w:r>
      <w:r>
        <w:t xml:space="preserve">, </w:t>
      </w:r>
      <w:r w:rsidR="00E0544E" w:rsidRPr="007818BD">
        <w:t>qu</w:t>
      </w:r>
      <w:r>
        <w:t>’</w:t>
      </w:r>
      <w:r w:rsidR="00E0544E" w:rsidRPr="007818BD">
        <w:t>il a choisi une retraite plus favorable que ne le sont les cités pop</w:t>
      </w:r>
      <w:r w:rsidR="00E0544E" w:rsidRPr="007818BD">
        <w:t>u</w:t>
      </w:r>
      <w:r w:rsidR="00E0544E" w:rsidRPr="007818BD">
        <w:t>leuses aux études auxquelles il veut vous initier</w:t>
      </w:r>
      <w:r>
        <w:t xml:space="preserve"> ; </w:t>
      </w:r>
      <w:r w:rsidR="00E0544E" w:rsidRPr="007818BD">
        <w:t>et cette retraite est située parmi les repaires des bandits les plus sauvages de l</w:t>
      </w:r>
      <w:r>
        <w:t>’</w:t>
      </w:r>
      <w:r w:rsidR="00E0544E" w:rsidRPr="007818BD">
        <w:t>Italie</w:t>
      </w:r>
      <w:r>
        <w:t xml:space="preserve">, </w:t>
      </w:r>
      <w:r w:rsidR="00E0544E" w:rsidRPr="007818BD">
        <w:t>où la justice elle-même n</w:t>
      </w:r>
      <w:r>
        <w:t>’</w:t>
      </w:r>
      <w:r w:rsidR="00E0544E" w:rsidRPr="007818BD">
        <w:t>ose pénétrer</w:t>
      </w:r>
      <w:r>
        <w:t xml:space="preserve">. </w:t>
      </w:r>
      <w:r w:rsidR="00E0544E" w:rsidRPr="007818BD">
        <w:t>Solitude digne d</w:t>
      </w:r>
      <w:r>
        <w:t>’</w:t>
      </w:r>
      <w:r w:rsidR="00E0544E" w:rsidRPr="007818BD">
        <w:t>un sage</w:t>
      </w:r>
      <w:r>
        <w:t xml:space="preserve"> ! </w:t>
      </w:r>
      <w:r w:rsidR="00E0544E" w:rsidRPr="007818BD">
        <w:t>Je tremble pour vous</w:t>
      </w:r>
      <w:r>
        <w:t xml:space="preserve">. </w:t>
      </w:r>
      <w:r w:rsidR="00E0544E" w:rsidRPr="007818BD">
        <w:t>Si cet étranger</w:t>
      </w:r>
      <w:r>
        <w:t xml:space="preserve">, </w:t>
      </w:r>
      <w:r w:rsidR="00E0544E" w:rsidRPr="007818BD">
        <w:t>sur qui on ne sait rien</w:t>
      </w:r>
      <w:r>
        <w:t xml:space="preserve">, </w:t>
      </w:r>
      <w:r w:rsidR="00E0544E" w:rsidRPr="007818BD">
        <w:t>était ligué avec les brigands</w:t>
      </w:r>
      <w:r>
        <w:t xml:space="preserve"> ; </w:t>
      </w:r>
      <w:r w:rsidR="00E0544E" w:rsidRPr="007818BD">
        <w:t>si ces pièges tendus à v</w:t>
      </w:r>
      <w:r w:rsidR="00E0544E" w:rsidRPr="007818BD">
        <w:t>o</w:t>
      </w:r>
      <w:r w:rsidR="00E0544E" w:rsidRPr="007818BD">
        <w:t>tre crédulité n</w:t>
      </w:r>
      <w:r>
        <w:t>’</w:t>
      </w:r>
      <w:r w:rsidR="00E0544E" w:rsidRPr="007818BD">
        <w:t>en voulaient qu</w:t>
      </w:r>
      <w:r>
        <w:t>’</w:t>
      </w:r>
      <w:r w:rsidR="00E0544E" w:rsidRPr="007818BD">
        <w:t>à votre fortune</w:t>
      </w:r>
      <w:r>
        <w:t xml:space="preserve">, </w:t>
      </w:r>
      <w:r w:rsidR="00E0544E" w:rsidRPr="007818BD">
        <w:t>ou peut-être à v</w:t>
      </w:r>
      <w:r w:rsidR="00E0544E" w:rsidRPr="007818BD">
        <w:t>o</w:t>
      </w:r>
      <w:r w:rsidR="00E0544E" w:rsidRPr="007818BD">
        <w:t>tre vie</w:t>
      </w:r>
      <w:r>
        <w:t xml:space="preserve"> ! </w:t>
      </w:r>
      <w:r w:rsidR="00E0544E" w:rsidRPr="007818BD">
        <w:t>Vous en pourrez bien être quitte à bon marché avec la moitié de votre bien</w:t>
      </w:r>
      <w:r>
        <w:t xml:space="preserve">. </w:t>
      </w:r>
      <w:r w:rsidR="00E0544E" w:rsidRPr="007818BD">
        <w:t>Vous souriez avec indignation</w:t>
      </w:r>
      <w:r>
        <w:t xml:space="preserve"> ! </w:t>
      </w:r>
      <w:r w:rsidR="00E0544E" w:rsidRPr="007818BD">
        <w:t>Eh bien</w:t>
      </w:r>
      <w:r>
        <w:t xml:space="preserve"> ! </w:t>
      </w:r>
      <w:r w:rsidR="00E0544E" w:rsidRPr="007818BD">
        <w:t>écartons la question du sens commun</w:t>
      </w:r>
      <w:r>
        <w:t xml:space="preserve"> ; </w:t>
      </w:r>
      <w:r w:rsidR="00E0544E" w:rsidRPr="007818BD">
        <w:t>envisageons la chose à votre point de vue</w:t>
      </w:r>
      <w:r>
        <w:t xml:space="preserve">. </w:t>
      </w:r>
      <w:r w:rsidR="00E0544E" w:rsidRPr="007818BD">
        <w:t xml:space="preserve">Vous allez subir une épreuve que </w:t>
      </w:r>
      <w:proofErr w:type="spellStart"/>
      <w:r w:rsidR="00E0544E" w:rsidRPr="007818BD">
        <w:t>Mejnour</w:t>
      </w:r>
      <w:proofErr w:type="spellEnd"/>
      <w:r w:rsidR="00E0544E" w:rsidRPr="007818BD">
        <w:t xml:space="preserve"> lui-même ne dépeint pas comme fort tentante</w:t>
      </w:r>
      <w:r>
        <w:t xml:space="preserve">. </w:t>
      </w:r>
      <w:r w:rsidR="00E0544E" w:rsidRPr="007818BD">
        <w:t>Vous réussirez ou vous ne réussirez pas</w:t>
      </w:r>
      <w:r>
        <w:t xml:space="preserve"> ; </w:t>
      </w:r>
      <w:r w:rsidR="00E0544E" w:rsidRPr="007818BD">
        <w:t>dans le dernier cas vous êtes men</w:t>
      </w:r>
      <w:r w:rsidR="00E0544E" w:rsidRPr="007818BD">
        <w:t>a</w:t>
      </w:r>
      <w:r w:rsidR="00E0544E" w:rsidRPr="007818BD">
        <w:t xml:space="preserve">cé des plus grands </w:t>
      </w:r>
      <w:r w:rsidR="00E0544E" w:rsidRPr="007818BD">
        <w:lastRenderedPageBreak/>
        <w:t>malheurs</w:t>
      </w:r>
      <w:r>
        <w:t xml:space="preserve">, </w:t>
      </w:r>
      <w:r w:rsidR="00E0544E" w:rsidRPr="007818BD">
        <w:t>et dans le premier</w:t>
      </w:r>
      <w:r>
        <w:t xml:space="preserve">, </w:t>
      </w:r>
      <w:r w:rsidR="00E0544E" w:rsidRPr="007818BD">
        <w:t>vous ne vous en trouverez pas mieux que ce mystique sombre et morose que vous avez pris pour maître</w:t>
      </w:r>
      <w:r>
        <w:t xml:space="preserve">. </w:t>
      </w:r>
      <w:r w:rsidR="00E0544E" w:rsidRPr="007818BD">
        <w:t>Chassez cette folie</w:t>
      </w:r>
      <w:r>
        <w:t xml:space="preserve">, </w:t>
      </w:r>
      <w:r w:rsidR="00E0544E" w:rsidRPr="007818BD">
        <w:t>jouissez de la jeunesse qui vous reste</w:t>
      </w:r>
      <w:r>
        <w:t xml:space="preserve">. </w:t>
      </w:r>
      <w:r w:rsidR="00E0544E" w:rsidRPr="007818BD">
        <w:t>Revenez avec moi en Angleterre</w:t>
      </w:r>
      <w:r>
        <w:t xml:space="preserve">, </w:t>
      </w:r>
      <w:r w:rsidR="00E0544E" w:rsidRPr="007818BD">
        <w:t>o</w:t>
      </w:r>
      <w:r w:rsidR="00E0544E" w:rsidRPr="007818BD">
        <w:t>u</w:t>
      </w:r>
      <w:r w:rsidR="00E0544E" w:rsidRPr="007818BD">
        <w:t>bliez ces rêves</w:t>
      </w:r>
      <w:r>
        <w:t xml:space="preserve">, </w:t>
      </w:r>
      <w:r w:rsidR="00E0544E" w:rsidRPr="007818BD">
        <w:t>entrez dans la carrière qui est faite pour vous</w:t>
      </w:r>
      <w:r>
        <w:t xml:space="preserve"> ; </w:t>
      </w:r>
      <w:r w:rsidR="00E0544E" w:rsidRPr="007818BD">
        <w:t>choisissez des affections plus respectables que celles qui vous ont longtemps attaché à une aventurière italienne</w:t>
      </w:r>
      <w:r>
        <w:t xml:space="preserve">. </w:t>
      </w:r>
      <w:r w:rsidR="00E0544E" w:rsidRPr="007818BD">
        <w:t>Prenez soin de votre fortune</w:t>
      </w:r>
      <w:r>
        <w:t xml:space="preserve">, </w:t>
      </w:r>
      <w:r w:rsidR="00E0544E" w:rsidRPr="007818BD">
        <w:t>gagnez de l</w:t>
      </w:r>
      <w:r>
        <w:t>’</w:t>
      </w:r>
      <w:r w:rsidR="00E0544E" w:rsidRPr="007818BD">
        <w:t>argent</w:t>
      </w:r>
      <w:r>
        <w:t xml:space="preserve">, </w:t>
      </w:r>
      <w:r w:rsidR="00E0544E" w:rsidRPr="007818BD">
        <w:t>devenez un homme he</w:t>
      </w:r>
      <w:r w:rsidR="00E0544E" w:rsidRPr="007818BD">
        <w:t>u</w:t>
      </w:r>
      <w:r w:rsidR="00E0544E" w:rsidRPr="007818BD">
        <w:t>reux et distingué</w:t>
      </w:r>
      <w:r>
        <w:t xml:space="preserve">. </w:t>
      </w:r>
      <w:r w:rsidR="00E0544E" w:rsidRPr="007818BD">
        <w:t>Voilà l</w:t>
      </w:r>
      <w:r>
        <w:t>’</w:t>
      </w:r>
      <w:r w:rsidR="00E0544E" w:rsidRPr="007818BD">
        <w:t>avis de l</w:t>
      </w:r>
      <w:r>
        <w:t>’</w:t>
      </w:r>
      <w:r w:rsidR="00E0544E" w:rsidRPr="007818BD">
        <w:t>amitié calme et pratique</w:t>
      </w:r>
      <w:r>
        <w:t xml:space="preserve"> ; </w:t>
      </w:r>
      <w:r w:rsidR="00E0544E" w:rsidRPr="007818BD">
        <w:t>et pourtant cette perspective que je vous ouvre vaut bien les pr</w:t>
      </w:r>
      <w:r w:rsidR="00E0544E" w:rsidRPr="007818BD">
        <w:t>o</w:t>
      </w:r>
      <w:r w:rsidR="00E0544E" w:rsidRPr="007818BD">
        <w:t xml:space="preserve">messes de </w:t>
      </w:r>
      <w:proofErr w:type="spellStart"/>
      <w:r w:rsidR="00E0544E" w:rsidRPr="007818BD">
        <w:t>Mejnour</w:t>
      </w:r>
      <w:proofErr w:type="spellEnd"/>
      <w:r>
        <w:t>.</w:t>
      </w:r>
    </w:p>
    <w:p w14:paraId="5C8AFC64" w14:textId="77777777" w:rsidR="00E8465A" w:rsidRDefault="00E8465A" w:rsidP="00E0544E">
      <w:r>
        <w:t>— </w:t>
      </w:r>
      <w:proofErr w:type="spellStart"/>
      <w:r w:rsidR="00E0544E" w:rsidRPr="007818BD">
        <w:t>Mervale</w:t>
      </w:r>
      <w:proofErr w:type="spellEnd"/>
      <w:r>
        <w:t xml:space="preserve">, </w:t>
      </w:r>
      <w:r w:rsidR="00E0544E" w:rsidRPr="007818BD">
        <w:t xml:space="preserve">répliqua </w:t>
      </w:r>
      <w:proofErr w:type="spellStart"/>
      <w:r w:rsidR="00E0544E" w:rsidRPr="007818BD">
        <w:t>Glyndon</w:t>
      </w:r>
      <w:proofErr w:type="spellEnd"/>
      <w:r w:rsidR="00E0544E" w:rsidRPr="007818BD">
        <w:t xml:space="preserve"> du ton d</w:t>
      </w:r>
      <w:r>
        <w:t>’</w:t>
      </w:r>
      <w:r w:rsidR="00E0544E" w:rsidRPr="007818BD">
        <w:t>un homme qui ne veut pas se laisser pe</w:t>
      </w:r>
      <w:r w:rsidR="00E0544E" w:rsidRPr="007818BD">
        <w:t>r</w:t>
      </w:r>
      <w:r w:rsidR="00E0544E" w:rsidRPr="007818BD">
        <w:t>suader</w:t>
      </w:r>
      <w:r>
        <w:t xml:space="preserve">, </w:t>
      </w:r>
      <w:r w:rsidR="00E0544E" w:rsidRPr="007818BD">
        <w:t>je ne pourrais</w:t>
      </w:r>
      <w:r>
        <w:t xml:space="preserve">, </w:t>
      </w:r>
      <w:r w:rsidR="00E0544E" w:rsidRPr="007818BD">
        <w:t>quand même je le voudrais</w:t>
      </w:r>
      <w:r>
        <w:t xml:space="preserve">, </w:t>
      </w:r>
      <w:r w:rsidR="00E0544E" w:rsidRPr="007818BD">
        <w:t>me rendre à vos conseils</w:t>
      </w:r>
      <w:r>
        <w:t xml:space="preserve">. </w:t>
      </w:r>
      <w:r w:rsidR="00E0544E" w:rsidRPr="007818BD">
        <w:t>Une puissance supérieure à la mienne me pousse</w:t>
      </w:r>
      <w:r>
        <w:t xml:space="preserve"> : </w:t>
      </w:r>
      <w:r w:rsidR="00E0544E" w:rsidRPr="007818BD">
        <w:t>je ne puis résister à cette influence</w:t>
      </w:r>
      <w:r>
        <w:t xml:space="preserve">. </w:t>
      </w:r>
      <w:r w:rsidR="00E0544E" w:rsidRPr="007818BD">
        <w:t>J</w:t>
      </w:r>
      <w:r>
        <w:t>’</w:t>
      </w:r>
      <w:r w:rsidR="00E0544E" w:rsidRPr="007818BD">
        <w:t>irai jusqu</w:t>
      </w:r>
      <w:r>
        <w:t>’</w:t>
      </w:r>
      <w:r w:rsidR="00E0544E" w:rsidRPr="007818BD">
        <w:t>au bout dans la voie étrange où je suis entré</w:t>
      </w:r>
      <w:r>
        <w:t xml:space="preserve">. </w:t>
      </w:r>
      <w:r w:rsidR="00E0544E" w:rsidRPr="007818BD">
        <w:t>Ne pensez plus à moi</w:t>
      </w:r>
      <w:r>
        <w:t xml:space="preserve">. </w:t>
      </w:r>
      <w:r w:rsidR="00E0544E" w:rsidRPr="007818BD">
        <w:t>Suivez vous-même le parti que vous me proposez</w:t>
      </w:r>
      <w:r>
        <w:t xml:space="preserve">, </w:t>
      </w:r>
      <w:r w:rsidR="00E0544E" w:rsidRPr="007818BD">
        <w:t>et soyez heureux</w:t>
      </w:r>
      <w:r>
        <w:t>.</w:t>
      </w:r>
    </w:p>
    <w:p w14:paraId="5EC9AF8F" w14:textId="77777777" w:rsidR="00E8465A" w:rsidRDefault="00E8465A" w:rsidP="00E0544E">
      <w:r>
        <w:t>— </w:t>
      </w:r>
      <w:r w:rsidR="00E0544E" w:rsidRPr="007818BD">
        <w:t>C</w:t>
      </w:r>
      <w:r>
        <w:t>’</w:t>
      </w:r>
      <w:r w:rsidR="00E0544E" w:rsidRPr="007818BD">
        <w:t>est insensé</w:t>
      </w:r>
      <w:r>
        <w:t xml:space="preserve">, </w:t>
      </w:r>
      <w:r w:rsidR="00E0544E" w:rsidRPr="007818BD">
        <w:t xml:space="preserve">dit </w:t>
      </w:r>
      <w:proofErr w:type="spellStart"/>
      <w:r w:rsidR="00E0544E" w:rsidRPr="007818BD">
        <w:t>Mervale</w:t>
      </w:r>
      <w:proofErr w:type="spellEnd"/>
      <w:r>
        <w:t xml:space="preserve"> ; </w:t>
      </w:r>
      <w:r w:rsidR="00E0544E" w:rsidRPr="007818BD">
        <w:t>déjà votre</w:t>
      </w:r>
      <w:r>
        <w:t xml:space="preserve">, </w:t>
      </w:r>
      <w:r w:rsidR="00E0544E" w:rsidRPr="007818BD">
        <w:t>santé est ébranlée</w:t>
      </w:r>
      <w:r>
        <w:t xml:space="preserve">, </w:t>
      </w:r>
      <w:r w:rsidR="00E0544E" w:rsidRPr="007818BD">
        <w:t>vous êtes changé au point que je vous reconnais à peine</w:t>
      </w:r>
      <w:r>
        <w:t xml:space="preserve">. </w:t>
      </w:r>
      <w:r w:rsidR="00E0544E" w:rsidRPr="007818BD">
        <w:t>Allons</w:t>
      </w:r>
      <w:r>
        <w:t xml:space="preserve"> ! </w:t>
      </w:r>
      <w:r w:rsidR="00E0544E" w:rsidRPr="007818BD">
        <w:t>j</w:t>
      </w:r>
      <w:r>
        <w:t>’</w:t>
      </w:r>
      <w:r w:rsidR="00E0544E" w:rsidRPr="007818BD">
        <w:t>ai fait inscrire votre nom sur mon pa</w:t>
      </w:r>
      <w:r w:rsidR="00E0544E" w:rsidRPr="007818BD">
        <w:t>s</w:t>
      </w:r>
      <w:r w:rsidR="00E0544E" w:rsidRPr="007818BD">
        <w:t>seport</w:t>
      </w:r>
      <w:r>
        <w:t xml:space="preserve">, </w:t>
      </w:r>
      <w:r w:rsidR="00E0544E" w:rsidRPr="007818BD">
        <w:t>dans une heure je serai parti</w:t>
      </w:r>
      <w:r>
        <w:t xml:space="preserve">, </w:t>
      </w:r>
      <w:r w:rsidR="00E0544E" w:rsidRPr="007818BD">
        <w:t>et vous</w:t>
      </w:r>
      <w:r>
        <w:t xml:space="preserve">, </w:t>
      </w:r>
      <w:r w:rsidR="00E0544E" w:rsidRPr="007818BD">
        <w:t>enfant que vous êtes</w:t>
      </w:r>
      <w:r>
        <w:t xml:space="preserve">, </w:t>
      </w:r>
      <w:r w:rsidR="00E0544E" w:rsidRPr="007818BD">
        <w:t>vous serez aba</w:t>
      </w:r>
      <w:r w:rsidR="00E0544E" w:rsidRPr="007818BD">
        <w:t>n</w:t>
      </w:r>
      <w:r w:rsidR="00E0544E" w:rsidRPr="007818BD">
        <w:t>donné sans un ami aux illusions de votre imagination et aux pratiques artificieuses de cet impitoyable charlatan</w:t>
      </w:r>
      <w:r>
        <w:t>.</w:t>
      </w:r>
    </w:p>
    <w:p w14:paraId="51EA311D" w14:textId="5B015FEB" w:rsidR="00E0544E" w:rsidRPr="007818BD" w:rsidRDefault="00E8465A" w:rsidP="00E0544E">
      <w:r>
        <w:t>— </w:t>
      </w:r>
      <w:r w:rsidR="00E0544E" w:rsidRPr="007818BD">
        <w:t>Assez</w:t>
      </w:r>
      <w:r>
        <w:t xml:space="preserve">, </w:t>
      </w:r>
      <w:r w:rsidR="00E0544E" w:rsidRPr="007818BD">
        <w:t xml:space="preserve">repartit froidement </w:t>
      </w:r>
      <w:proofErr w:type="spellStart"/>
      <w:r w:rsidR="00E0544E" w:rsidRPr="007818BD">
        <w:t>Glyndon</w:t>
      </w:r>
      <w:proofErr w:type="spellEnd"/>
      <w:r>
        <w:t xml:space="preserve"> ; </w:t>
      </w:r>
      <w:r w:rsidR="00E0544E" w:rsidRPr="007818BD">
        <w:t>vos conseils pe</w:t>
      </w:r>
      <w:r w:rsidR="00E0544E" w:rsidRPr="007818BD">
        <w:t>r</w:t>
      </w:r>
      <w:r w:rsidR="00E0544E" w:rsidRPr="007818BD">
        <w:t>dent de leur autorité quand vous ne dissimulez pas mieux vos pr</w:t>
      </w:r>
      <w:r w:rsidR="00E0544E" w:rsidRPr="007818BD">
        <w:t>é</w:t>
      </w:r>
      <w:r w:rsidR="00E0544E" w:rsidRPr="007818BD">
        <w:t>ventions</w:t>
      </w:r>
      <w:r>
        <w:t xml:space="preserve">. </w:t>
      </w:r>
      <w:r w:rsidR="00E0544E" w:rsidRPr="007818BD">
        <w:t>J</w:t>
      </w:r>
      <w:r>
        <w:t>’</w:t>
      </w:r>
      <w:r w:rsidR="00E0544E" w:rsidRPr="007818BD">
        <w:t>ai déjà eu des preuves abo</w:t>
      </w:r>
      <w:r w:rsidR="00E0544E" w:rsidRPr="007818BD">
        <w:t>n</w:t>
      </w:r>
      <w:r w:rsidR="00E0544E" w:rsidRPr="007818BD">
        <w:t>dantes</w:t>
      </w:r>
      <w:r>
        <w:t xml:space="preserve">, </w:t>
      </w:r>
      <w:r w:rsidR="00E0544E" w:rsidRPr="007818BD">
        <w:t>ajouta l</w:t>
      </w:r>
      <w:r>
        <w:t>’</w:t>
      </w:r>
      <w:r w:rsidR="00E0544E" w:rsidRPr="007818BD">
        <w:t>Anglais</w:t>
      </w:r>
      <w:r>
        <w:t xml:space="preserve"> (</w:t>
      </w:r>
      <w:r w:rsidR="00E0544E" w:rsidRPr="007818BD">
        <w:t>et son pâle visage pâlit encore</w:t>
      </w:r>
      <w:r>
        <w:t xml:space="preserve">), </w:t>
      </w:r>
      <w:r w:rsidR="00E0544E" w:rsidRPr="007818BD">
        <w:t>de la puissance de cet ho</w:t>
      </w:r>
      <w:r w:rsidR="00E0544E" w:rsidRPr="007818BD">
        <w:t>m</w:t>
      </w:r>
      <w:r w:rsidR="00E0544E" w:rsidRPr="007818BD">
        <w:t>me</w:t>
      </w:r>
      <w:r>
        <w:t xml:space="preserve">, </w:t>
      </w:r>
      <w:r w:rsidR="00E0544E" w:rsidRPr="007818BD">
        <w:t>s</w:t>
      </w:r>
      <w:r>
        <w:t>’</w:t>
      </w:r>
      <w:r w:rsidR="00E0544E" w:rsidRPr="007818BD">
        <w:t>il est un homme</w:t>
      </w:r>
      <w:r>
        <w:t xml:space="preserve">, </w:t>
      </w:r>
      <w:r w:rsidR="00E0544E" w:rsidRPr="007818BD">
        <w:t>ce dont je doute quelquefois</w:t>
      </w:r>
      <w:r>
        <w:t xml:space="preserve"> ; </w:t>
      </w:r>
      <w:r w:rsidR="00E0544E" w:rsidRPr="007818BD">
        <w:t>et</w:t>
      </w:r>
      <w:r>
        <w:t xml:space="preserve">, </w:t>
      </w:r>
      <w:r w:rsidR="00E0544E" w:rsidRPr="007818BD">
        <w:t>vienne la vie ou la mort</w:t>
      </w:r>
      <w:r>
        <w:t xml:space="preserve">, </w:t>
      </w:r>
      <w:r w:rsidR="00E0544E" w:rsidRPr="007818BD">
        <w:t xml:space="preserve">je ne reculerai pas dans le chemin </w:t>
      </w:r>
      <w:r w:rsidR="00E0544E" w:rsidRPr="007818BD">
        <w:lastRenderedPageBreak/>
        <w:t>qui s</w:t>
      </w:r>
      <w:r>
        <w:t>’</w:t>
      </w:r>
      <w:r w:rsidR="00E0544E" w:rsidRPr="007818BD">
        <w:t>ouvre devant moi</w:t>
      </w:r>
      <w:r>
        <w:t xml:space="preserve">. </w:t>
      </w:r>
      <w:r w:rsidR="00E0544E" w:rsidRPr="007818BD">
        <w:t>Adieu</w:t>
      </w:r>
      <w:r>
        <w:t xml:space="preserve">, </w:t>
      </w:r>
      <w:proofErr w:type="spellStart"/>
      <w:r w:rsidR="00E0544E" w:rsidRPr="007818BD">
        <w:t>Mervale</w:t>
      </w:r>
      <w:proofErr w:type="spellEnd"/>
      <w:r>
        <w:t xml:space="preserve"> ! </w:t>
      </w:r>
      <w:r w:rsidR="00E0544E" w:rsidRPr="007818BD">
        <w:t>si nous ne devons jamais nous revoir</w:t>
      </w:r>
      <w:r>
        <w:t xml:space="preserve">, </w:t>
      </w:r>
      <w:r w:rsidR="00E0544E" w:rsidRPr="007818BD">
        <w:t>si vous apprenez</w:t>
      </w:r>
      <w:r>
        <w:t xml:space="preserve">, </w:t>
      </w:r>
      <w:r w:rsidR="00E0544E" w:rsidRPr="007818BD">
        <w:t>dans quelqu</w:t>
      </w:r>
      <w:r>
        <w:t>’</w:t>
      </w:r>
      <w:r w:rsidR="00E0544E" w:rsidRPr="007818BD">
        <w:t>un de ces lieux fr</w:t>
      </w:r>
      <w:r w:rsidR="00E0544E" w:rsidRPr="007818BD">
        <w:t>é</w:t>
      </w:r>
      <w:r w:rsidR="00E0544E" w:rsidRPr="007818BD">
        <w:t>quentés par notre insouciante jeunesse</w:t>
      </w:r>
      <w:r>
        <w:t xml:space="preserve">, </w:t>
      </w:r>
      <w:r w:rsidR="00E0544E" w:rsidRPr="007818BD">
        <w:t xml:space="preserve">que Clarence </w:t>
      </w:r>
      <w:proofErr w:type="spellStart"/>
      <w:r w:rsidR="00E0544E" w:rsidRPr="007818BD">
        <w:t>Glyndon</w:t>
      </w:r>
      <w:proofErr w:type="spellEnd"/>
      <w:r w:rsidR="00E0544E" w:rsidRPr="007818BD">
        <w:t xml:space="preserve"> dort de son dernier sommeil sur la plage de Naples ou parmi ces collines lointaines</w:t>
      </w:r>
      <w:r>
        <w:t xml:space="preserve">, </w:t>
      </w:r>
      <w:r w:rsidR="00E0544E" w:rsidRPr="007818BD">
        <w:t>vous direz à nos anciens amis</w:t>
      </w:r>
      <w:r>
        <w:t> : « </w:t>
      </w:r>
      <w:r w:rsidR="00E0544E" w:rsidRPr="007818BD">
        <w:t>Il mourut dignement</w:t>
      </w:r>
      <w:r>
        <w:t xml:space="preserve">, </w:t>
      </w:r>
      <w:r w:rsidR="00E0544E" w:rsidRPr="007818BD">
        <w:t>comme bien d</w:t>
      </w:r>
      <w:r>
        <w:t>’</w:t>
      </w:r>
      <w:r w:rsidR="00E0544E" w:rsidRPr="007818BD">
        <w:t>autres martyrs avant lui</w:t>
      </w:r>
      <w:r>
        <w:t xml:space="preserve">, </w:t>
      </w:r>
      <w:r w:rsidR="00E0544E" w:rsidRPr="007818BD">
        <w:t>à la reche</w:t>
      </w:r>
      <w:r w:rsidR="00E0544E" w:rsidRPr="007818BD">
        <w:t>r</w:t>
      </w:r>
      <w:r w:rsidR="00E0544E" w:rsidRPr="007818BD">
        <w:t>che du vrai</w:t>
      </w:r>
      <w:r>
        <w:t> ! »</w:t>
      </w:r>
    </w:p>
    <w:p w14:paraId="7134C35D" w14:textId="77777777" w:rsidR="00E8465A" w:rsidRDefault="00E0544E" w:rsidP="00E0544E">
      <w:r w:rsidRPr="007818BD">
        <w:t xml:space="preserve">Il serra la main de </w:t>
      </w:r>
      <w:proofErr w:type="spellStart"/>
      <w:r w:rsidRPr="007818BD">
        <w:t>Mervale</w:t>
      </w:r>
      <w:proofErr w:type="spellEnd"/>
      <w:r w:rsidR="00E8465A">
        <w:t xml:space="preserve">, </w:t>
      </w:r>
      <w:r w:rsidRPr="007818BD">
        <w:t>le quitta brusquement et disp</w:t>
      </w:r>
      <w:r w:rsidRPr="007818BD">
        <w:t>a</w:t>
      </w:r>
      <w:r w:rsidRPr="007818BD">
        <w:t>rut dans la foule</w:t>
      </w:r>
      <w:r w:rsidR="00E8465A">
        <w:t xml:space="preserve">. </w:t>
      </w:r>
      <w:r w:rsidRPr="007818BD">
        <w:t>Au coin de la rue de Tolède</w:t>
      </w:r>
      <w:r w:rsidR="00E8465A">
        <w:t xml:space="preserve">, </w:t>
      </w:r>
      <w:r w:rsidRPr="007818BD">
        <w:t>il fut arrêté par Nicot</w:t>
      </w:r>
      <w:r w:rsidR="00E8465A">
        <w:t>.</w:t>
      </w:r>
    </w:p>
    <w:p w14:paraId="42A0DA49" w14:textId="77777777" w:rsidR="00E8465A" w:rsidRDefault="00E8465A" w:rsidP="00E0544E">
      <w:r>
        <w:t>« </w:t>
      </w:r>
      <w:r w:rsidR="00E0544E" w:rsidRPr="007818BD">
        <w:t>Ah</w:t>
      </w:r>
      <w:r>
        <w:t xml:space="preserve"> ! </w:t>
      </w:r>
      <w:proofErr w:type="spellStart"/>
      <w:r w:rsidR="00E0544E" w:rsidRPr="007818BD">
        <w:t>Glyndon</w:t>
      </w:r>
      <w:proofErr w:type="spellEnd"/>
      <w:r>
        <w:t xml:space="preserve"> ! </w:t>
      </w:r>
      <w:r w:rsidR="00E0544E" w:rsidRPr="007818BD">
        <w:t>voici un mois que je ne vous ai vu</w:t>
      </w:r>
      <w:r>
        <w:t xml:space="preserve">. </w:t>
      </w:r>
      <w:r w:rsidR="00E0544E" w:rsidRPr="007818BD">
        <w:t>Où vous êtes-vous caché</w:t>
      </w:r>
      <w:r>
        <w:t xml:space="preserve"> ? </w:t>
      </w:r>
      <w:r w:rsidR="00E0544E" w:rsidRPr="007818BD">
        <w:t>Avez-vous été absorbé dans vos études</w:t>
      </w:r>
      <w:r>
        <w:t> ?</w:t>
      </w:r>
    </w:p>
    <w:p w14:paraId="2F716432" w14:textId="77777777" w:rsidR="00E8465A" w:rsidRDefault="00E8465A" w:rsidP="00E0544E">
      <w:r>
        <w:t>— </w:t>
      </w:r>
      <w:r w:rsidR="00E0544E" w:rsidRPr="007818BD">
        <w:t>Oui</w:t>
      </w:r>
      <w:r>
        <w:t>.</w:t>
      </w:r>
    </w:p>
    <w:p w14:paraId="04858BC7" w14:textId="77777777" w:rsidR="00E8465A" w:rsidRDefault="00E8465A" w:rsidP="00E0544E">
      <w:r>
        <w:t>— </w:t>
      </w:r>
      <w:r w:rsidR="00E0544E" w:rsidRPr="007818BD">
        <w:t>Je quitte Naples pour Paris</w:t>
      </w:r>
      <w:r>
        <w:t xml:space="preserve">. </w:t>
      </w:r>
      <w:r w:rsidR="00E0544E" w:rsidRPr="007818BD">
        <w:t>Voulez-vous m</w:t>
      </w:r>
      <w:r>
        <w:t>’</w:t>
      </w:r>
      <w:r w:rsidR="00E0544E" w:rsidRPr="007818BD">
        <w:t>accompagner</w:t>
      </w:r>
      <w:r>
        <w:t xml:space="preserve"> ? </w:t>
      </w:r>
      <w:r w:rsidR="00E0544E" w:rsidRPr="007818BD">
        <w:t>Le talent à tous les degrés y est recherché avec ardeur et ne peut manquer d</w:t>
      </w:r>
      <w:r>
        <w:t>’</w:t>
      </w:r>
      <w:r w:rsidR="00E0544E" w:rsidRPr="007818BD">
        <w:t>y réussir</w:t>
      </w:r>
      <w:r>
        <w:t>.</w:t>
      </w:r>
    </w:p>
    <w:p w14:paraId="247A583B" w14:textId="77777777" w:rsidR="00E8465A" w:rsidRDefault="00E8465A" w:rsidP="00E0544E">
      <w:r>
        <w:t>— </w:t>
      </w:r>
      <w:r w:rsidR="00E0544E" w:rsidRPr="007818BD">
        <w:t>Merci</w:t>
      </w:r>
      <w:r>
        <w:t xml:space="preserve"> ; </w:t>
      </w:r>
      <w:r w:rsidR="00E0544E" w:rsidRPr="007818BD">
        <w:t>j</w:t>
      </w:r>
      <w:r>
        <w:t>’</w:t>
      </w:r>
      <w:r w:rsidR="00E0544E" w:rsidRPr="007818BD">
        <w:t>ai d</w:t>
      </w:r>
      <w:r>
        <w:t>’</w:t>
      </w:r>
      <w:r w:rsidR="00E0544E" w:rsidRPr="007818BD">
        <w:t>autres projets pour le moment</w:t>
      </w:r>
      <w:r>
        <w:t>.</w:t>
      </w:r>
    </w:p>
    <w:p w14:paraId="44A84941" w14:textId="77777777" w:rsidR="00E8465A" w:rsidRDefault="00E8465A" w:rsidP="00E0544E">
      <w:r>
        <w:t>— </w:t>
      </w:r>
      <w:r w:rsidR="00E0544E" w:rsidRPr="007818BD">
        <w:t>Quel laconisme</w:t>
      </w:r>
      <w:r>
        <w:t xml:space="preserve"> ! </w:t>
      </w:r>
      <w:r w:rsidR="00E0544E" w:rsidRPr="007818BD">
        <w:t>Qu</w:t>
      </w:r>
      <w:r>
        <w:t>’</w:t>
      </w:r>
      <w:r w:rsidR="00E0544E" w:rsidRPr="007818BD">
        <w:t>avez-vous donc</w:t>
      </w:r>
      <w:r>
        <w:t xml:space="preserve"> ? </w:t>
      </w:r>
      <w:r w:rsidR="00E0544E" w:rsidRPr="007818BD">
        <w:t>Est-ce la perte de la Pisani qui vous a</w:t>
      </w:r>
      <w:r w:rsidR="00E0544E" w:rsidRPr="007818BD">
        <w:t>t</w:t>
      </w:r>
      <w:r w:rsidR="00E0544E" w:rsidRPr="007818BD">
        <w:t>triste</w:t>
      </w:r>
      <w:r>
        <w:t xml:space="preserve"> ? </w:t>
      </w:r>
      <w:r w:rsidR="00E0544E" w:rsidRPr="007818BD">
        <w:t>Faites comme moi</w:t>
      </w:r>
      <w:r>
        <w:t xml:space="preserve"> : </w:t>
      </w:r>
      <w:r w:rsidR="00E0544E" w:rsidRPr="007818BD">
        <w:t>je m</w:t>
      </w:r>
      <w:r>
        <w:t>’</w:t>
      </w:r>
      <w:r w:rsidR="00E0544E" w:rsidRPr="007818BD">
        <w:t xml:space="preserve">en suis déjà consolé avec </w:t>
      </w:r>
      <w:proofErr w:type="spellStart"/>
      <w:r w:rsidR="00E0544E" w:rsidRPr="007818BD">
        <w:t>Biancha</w:t>
      </w:r>
      <w:proofErr w:type="spellEnd"/>
      <w:r w:rsidR="00E0544E" w:rsidRPr="007818BD">
        <w:t xml:space="preserve"> Sacchini</w:t>
      </w:r>
      <w:r>
        <w:t xml:space="preserve">, </w:t>
      </w:r>
      <w:r w:rsidR="00E0544E" w:rsidRPr="007818BD">
        <w:t>femme magnifique</w:t>
      </w:r>
      <w:r>
        <w:t xml:space="preserve">, </w:t>
      </w:r>
      <w:r w:rsidR="00E0544E" w:rsidRPr="007818BD">
        <w:t>éclairée</w:t>
      </w:r>
      <w:r>
        <w:t xml:space="preserve">, </w:t>
      </w:r>
      <w:r w:rsidR="00E0544E" w:rsidRPr="007818BD">
        <w:t>sans préjugés</w:t>
      </w:r>
      <w:r>
        <w:t xml:space="preserve">. </w:t>
      </w:r>
      <w:r w:rsidR="00E0544E" w:rsidRPr="007818BD">
        <w:t>Elle sera inappréciable pour moi</w:t>
      </w:r>
      <w:r>
        <w:t xml:space="preserve">, </w:t>
      </w:r>
      <w:r w:rsidR="00E0544E" w:rsidRPr="007818BD">
        <w:t>je pense</w:t>
      </w:r>
      <w:r>
        <w:t xml:space="preserve">. </w:t>
      </w:r>
      <w:r w:rsidR="00E0544E" w:rsidRPr="007818BD">
        <w:t xml:space="preserve">Quant à ce </w:t>
      </w:r>
      <w:proofErr w:type="spellStart"/>
      <w:r w:rsidR="00E0544E" w:rsidRPr="007818BD">
        <w:t>Zanoni</w:t>
      </w:r>
      <w:proofErr w:type="spellEnd"/>
      <w:r>
        <w:t>…</w:t>
      </w:r>
    </w:p>
    <w:p w14:paraId="6A8F76A1" w14:textId="77777777" w:rsidR="00E8465A" w:rsidRDefault="00E8465A" w:rsidP="00E0544E">
      <w:r>
        <w:t>— </w:t>
      </w:r>
      <w:r w:rsidR="00E0544E" w:rsidRPr="007818BD">
        <w:t>Eh bien</w:t>
      </w:r>
      <w:r>
        <w:t> !</w:t>
      </w:r>
    </w:p>
    <w:p w14:paraId="1579A844" w14:textId="77777777" w:rsidR="00E8465A" w:rsidRDefault="00E8465A" w:rsidP="00E0544E">
      <w:r>
        <w:t>— </w:t>
      </w:r>
      <w:r w:rsidR="00E0544E" w:rsidRPr="007818BD">
        <w:t>Si jamais je peins une allégorie</w:t>
      </w:r>
      <w:r>
        <w:t xml:space="preserve">, </w:t>
      </w:r>
      <w:r w:rsidR="00E0544E" w:rsidRPr="007818BD">
        <w:t>je le représenterai co</w:t>
      </w:r>
      <w:r w:rsidR="00E0544E" w:rsidRPr="007818BD">
        <w:t>m</w:t>
      </w:r>
      <w:r w:rsidR="00E0544E" w:rsidRPr="007818BD">
        <w:t>me Satan</w:t>
      </w:r>
      <w:r>
        <w:t xml:space="preserve">. </w:t>
      </w:r>
      <w:r w:rsidR="00E0544E" w:rsidRPr="007818BD">
        <w:t>Une vraie vengeance de peintre</w:t>
      </w:r>
      <w:r>
        <w:t xml:space="preserve">, </w:t>
      </w:r>
      <w:r w:rsidR="00E0544E" w:rsidRPr="007818BD">
        <w:t>hein</w:t>
      </w:r>
      <w:r>
        <w:t xml:space="preserve"> ? </w:t>
      </w:r>
      <w:r w:rsidR="00E0544E" w:rsidRPr="007818BD">
        <w:t>et conforme aux traditions du monde en même temps</w:t>
      </w:r>
      <w:r>
        <w:t xml:space="preserve">. </w:t>
      </w:r>
      <w:r w:rsidR="00E0544E" w:rsidRPr="007818BD">
        <w:t>Quand vous ne po</w:t>
      </w:r>
      <w:r w:rsidR="00E0544E" w:rsidRPr="007818BD">
        <w:t>u</w:t>
      </w:r>
      <w:r w:rsidR="00E0544E" w:rsidRPr="007818BD">
        <w:t>vez faire autre chose contre l</w:t>
      </w:r>
      <w:r>
        <w:t>’</w:t>
      </w:r>
      <w:r w:rsidR="00E0544E" w:rsidRPr="007818BD">
        <w:t>homme que vous haïssez</w:t>
      </w:r>
      <w:r>
        <w:t xml:space="preserve">, </w:t>
      </w:r>
      <w:r w:rsidR="00E0544E" w:rsidRPr="007818BD">
        <w:lastRenderedPageBreak/>
        <w:t>vous avez toujours la ressource d</w:t>
      </w:r>
      <w:r>
        <w:t>’</w:t>
      </w:r>
      <w:r w:rsidR="00E0544E" w:rsidRPr="007818BD">
        <w:t>en faire le Diable</w:t>
      </w:r>
      <w:r>
        <w:t xml:space="preserve">. </w:t>
      </w:r>
      <w:r w:rsidR="00E0544E" w:rsidRPr="007818BD">
        <w:t>Sans plaisanterie</w:t>
      </w:r>
      <w:r>
        <w:t xml:space="preserve">, </w:t>
      </w:r>
      <w:r w:rsidR="00E0544E" w:rsidRPr="007818BD">
        <w:t>je le déteste</w:t>
      </w:r>
      <w:r>
        <w:t> !</w:t>
      </w:r>
    </w:p>
    <w:p w14:paraId="5E730AC0" w14:textId="77777777" w:rsidR="00E8465A" w:rsidRDefault="00E8465A" w:rsidP="00E0544E">
      <w:r>
        <w:t>— </w:t>
      </w:r>
      <w:r w:rsidR="00E0544E" w:rsidRPr="007818BD">
        <w:t>Pourquoi</w:t>
      </w:r>
      <w:r>
        <w:t> ?</w:t>
      </w:r>
    </w:p>
    <w:p w14:paraId="37512455" w14:textId="77777777" w:rsidR="00E8465A" w:rsidRDefault="00E8465A" w:rsidP="00E0544E">
      <w:r>
        <w:t>— </w:t>
      </w:r>
      <w:r w:rsidR="00E0544E" w:rsidRPr="007818BD">
        <w:t>Pourquoi</w:t>
      </w:r>
      <w:r>
        <w:t xml:space="preserve"> ? </w:t>
      </w:r>
      <w:r w:rsidR="00E0544E" w:rsidRPr="007818BD">
        <w:t>N</w:t>
      </w:r>
      <w:r>
        <w:t>’</w:t>
      </w:r>
      <w:r w:rsidR="00E0544E" w:rsidRPr="007818BD">
        <w:t>a-t-il pas enlevé la femme et la dot que je me destinais</w:t>
      </w:r>
      <w:r>
        <w:t xml:space="preserve"> ? </w:t>
      </w:r>
      <w:r w:rsidR="00E0544E" w:rsidRPr="007818BD">
        <w:t>Et pourtant</w:t>
      </w:r>
      <w:r>
        <w:t xml:space="preserve">, </w:t>
      </w:r>
      <w:r w:rsidR="00E0544E" w:rsidRPr="007818BD">
        <w:t>après tout</w:t>
      </w:r>
      <w:r>
        <w:t xml:space="preserve">, </w:t>
      </w:r>
      <w:r w:rsidR="00E0544E" w:rsidRPr="007818BD">
        <w:t>dit Nicot d</w:t>
      </w:r>
      <w:r>
        <w:t>’</w:t>
      </w:r>
      <w:r w:rsidR="00E0544E" w:rsidRPr="007818BD">
        <w:t>un ton r</w:t>
      </w:r>
      <w:r w:rsidR="00E0544E" w:rsidRPr="007818BD">
        <w:t>ê</w:t>
      </w:r>
      <w:r w:rsidR="00E0544E" w:rsidRPr="007818BD">
        <w:t>veur</w:t>
      </w:r>
      <w:r>
        <w:t xml:space="preserve">, </w:t>
      </w:r>
      <w:r w:rsidR="00E0544E" w:rsidRPr="007818BD">
        <w:t>s</w:t>
      </w:r>
      <w:r>
        <w:t>’</w:t>
      </w:r>
      <w:r w:rsidR="00E0544E" w:rsidRPr="007818BD">
        <w:t>il m</w:t>
      </w:r>
      <w:r>
        <w:t>’</w:t>
      </w:r>
      <w:r w:rsidR="00E0544E" w:rsidRPr="007818BD">
        <w:t>eût servi au lieu de m</w:t>
      </w:r>
      <w:r>
        <w:t>’</w:t>
      </w:r>
      <w:r w:rsidR="00E0544E" w:rsidRPr="007818BD">
        <w:t>offenser</w:t>
      </w:r>
      <w:r>
        <w:t xml:space="preserve">, </w:t>
      </w:r>
      <w:r w:rsidR="00E0544E" w:rsidRPr="007818BD">
        <w:t>je l</w:t>
      </w:r>
      <w:r>
        <w:t>’</w:t>
      </w:r>
      <w:r w:rsidR="00E0544E" w:rsidRPr="007818BD">
        <w:t>aurais haï de même</w:t>
      </w:r>
      <w:r>
        <w:t xml:space="preserve">. </w:t>
      </w:r>
      <w:r w:rsidR="00E0544E" w:rsidRPr="007818BD">
        <w:t>Son aspect</w:t>
      </w:r>
      <w:r>
        <w:t xml:space="preserve">, </w:t>
      </w:r>
      <w:r w:rsidR="00E0544E" w:rsidRPr="007818BD">
        <w:t>son visage</w:t>
      </w:r>
      <w:r>
        <w:t xml:space="preserve">, </w:t>
      </w:r>
      <w:r w:rsidR="00E0544E" w:rsidRPr="007818BD">
        <w:t>faisaient de lui un objet d</w:t>
      </w:r>
      <w:r>
        <w:t>’</w:t>
      </w:r>
      <w:r w:rsidR="00E0544E" w:rsidRPr="007818BD">
        <w:t>envie et de haine pour moi</w:t>
      </w:r>
      <w:r>
        <w:t xml:space="preserve">. </w:t>
      </w:r>
      <w:r w:rsidR="00E0544E" w:rsidRPr="007818BD">
        <w:t>Je sens qu</w:t>
      </w:r>
      <w:r>
        <w:t>’</w:t>
      </w:r>
      <w:r w:rsidR="00E0544E" w:rsidRPr="007818BD">
        <w:t>il y a dans nos natures quelque chose d</w:t>
      </w:r>
      <w:r>
        <w:t>’</w:t>
      </w:r>
      <w:r w:rsidR="00E0544E" w:rsidRPr="007818BD">
        <w:t>antipathique</w:t>
      </w:r>
      <w:r>
        <w:t xml:space="preserve">. </w:t>
      </w:r>
      <w:r w:rsidR="00E0544E" w:rsidRPr="007818BD">
        <w:t>Je sens aussi que nous nous retrouverons</w:t>
      </w:r>
      <w:r>
        <w:t xml:space="preserve">, </w:t>
      </w:r>
      <w:r w:rsidR="00E0544E" w:rsidRPr="007818BD">
        <w:t>et alors peut-être la haine de Jean Nicot sera moins impuissa</w:t>
      </w:r>
      <w:r w:rsidR="00E0544E" w:rsidRPr="007818BD">
        <w:t>n</w:t>
      </w:r>
      <w:r w:rsidR="00E0544E" w:rsidRPr="007818BD">
        <w:t>te</w:t>
      </w:r>
      <w:r>
        <w:t xml:space="preserve">. </w:t>
      </w:r>
      <w:r w:rsidR="00E0544E" w:rsidRPr="007818BD">
        <w:t>Et nous aussi</w:t>
      </w:r>
      <w:r>
        <w:t xml:space="preserve">, </w:t>
      </w:r>
      <w:r w:rsidR="00E0544E" w:rsidRPr="007818BD">
        <w:t>cher confrère</w:t>
      </w:r>
      <w:r>
        <w:t xml:space="preserve">, </w:t>
      </w:r>
      <w:r w:rsidR="00E0544E" w:rsidRPr="007818BD">
        <w:t>nous nous retrouverons peut-être</w:t>
      </w:r>
      <w:r>
        <w:t xml:space="preserve">. </w:t>
      </w:r>
      <w:r w:rsidR="00E0544E" w:rsidRPr="007818BD">
        <w:t>Vive la République</w:t>
      </w:r>
      <w:r>
        <w:t xml:space="preserve"> ! </w:t>
      </w:r>
      <w:r w:rsidR="00E0544E" w:rsidRPr="007818BD">
        <w:t>Je pars pour mon nouveau monde</w:t>
      </w:r>
      <w:r>
        <w:t> !</w:t>
      </w:r>
    </w:p>
    <w:p w14:paraId="6846025B" w14:textId="7E705A9D" w:rsidR="00E0544E" w:rsidRPr="007818BD" w:rsidRDefault="00E8465A" w:rsidP="00E0544E">
      <w:r>
        <w:t>— </w:t>
      </w:r>
      <w:r w:rsidR="00E0544E" w:rsidRPr="007818BD">
        <w:t>Et moi pour le mien</w:t>
      </w:r>
      <w:r>
        <w:t xml:space="preserve">. </w:t>
      </w:r>
      <w:r w:rsidR="00E0544E" w:rsidRPr="007818BD">
        <w:t>Adieu</w:t>
      </w:r>
      <w:r>
        <w:t> ! »</w:t>
      </w:r>
    </w:p>
    <w:p w14:paraId="72A21F45" w14:textId="77777777" w:rsidR="00E8465A" w:rsidRDefault="00E0544E" w:rsidP="00E0544E">
      <w:proofErr w:type="spellStart"/>
      <w:r w:rsidRPr="007818BD">
        <w:t>Mervale</w:t>
      </w:r>
      <w:proofErr w:type="spellEnd"/>
      <w:r w:rsidRPr="007818BD">
        <w:t xml:space="preserve"> quitta Naples le jour même</w:t>
      </w:r>
      <w:r w:rsidR="00E8465A">
        <w:t xml:space="preserve"> ; </w:t>
      </w:r>
      <w:r w:rsidRPr="007818BD">
        <w:t>le lendemain matin</w:t>
      </w:r>
      <w:r w:rsidR="00E8465A">
        <w:t xml:space="preserve">, </w:t>
      </w:r>
      <w:proofErr w:type="spellStart"/>
      <w:r w:rsidRPr="007818BD">
        <w:t>Glyndon</w:t>
      </w:r>
      <w:proofErr w:type="spellEnd"/>
      <w:r w:rsidR="00E8465A">
        <w:t xml:space="preserve">, </w:t>
      </w:r>
      <w:r w:rsidRPr="007818BD">
        <w:t>seul et à ch</w:t>
      </w:r>
      <w:r w:rsidRPr="007818BD">
        <w:t>e</w:t>
      </w:r>
      <w:r w:rsidRPr="007818BD">
        <w:t>val</w:t>
      </w:r>
      <w:r w:rsidR="00E8465A">
        <w:t xml:space="preserve">, </w:t>
      </w:r>
      <w:r w:rsidRPr="007818BD">
        <w:t>s</w:t>
      </w:r>
      <w:r w:rsidR="00E8465A">
        <w:t>’</w:t>
      </w:r>
      <w:r w:rsidRPr="007818BD">
        <w:t>éloignait de la Cité des délices</w:t>
      </w:r>
      <w:r w:rsidR="00E8465A">
        <w:t xml:space="preserve">. </w:t>
      </w:r>
      <w:r w:rsidRPr="007818BD">
        <w:t>Il se dirigea vers ces parties pittoresques mais dangereuses du pays</w:t>
      </w:r>
      <w:r w:rsidR="00E8465A">
        <w:t xml:space="preserve">, </w:t>
      </w:r>
      <w:r w:rsidRPr="007818BD">
        <w:t>qui à cette époque étaient infestées de bandits</w:t>
      </w:r>
      <w:r w:rsidR="00E8465A">
        <w:t xml:space="preserve">, </w:t>
      </w:r>
      <w:r w:rsidRPr="007818BD">
        <w:t>et que peu de voyageurs osaient traverser sans une escorte imposante</w:t>
      </w:r>
      <w:r w:rsidR="00E8465A">
        <w:t xml:space="preserve">, </w:t>
      </w:r>
      <w:r w:rsidRPr="007818BD">
        <w:t>même en plein jour</w:t>
      </w:r>
      <w:r w:rsidR="00E8465A">
        <w:t xml:space="preserve">. </w:t>
      </w:r>
      <w:r w:rsidRPr="007818BD">
        <w:t>Il serait difficile d</w:t>
      </w:r>
      <w:r w:rsidR="00E8465A">
        <w:t>’</w:t>
      </w:r>
      <w:r w:rsidRPr="007818BD">
        <w:t>imaginer une route plus solita</w:t>
      </w:r>
      <w:r w:rsidRPr="007818BD">
        <w:t>i</w:t>
      </w:r>
      <w:r w:rsidRPr="007818BD">
        <w:t>re que celle sur laquelle le pied de son cheval</w:t>
      </w:r>
      <w:r w:rsidR="00E8465A">
        <w:t xml:space="preserve">, </w:t>
      </w:r>
      <w:r w:rsidRPr="007818BD">
        <w:t>heurtant les fra</w:t>
      </w:r>
      <w:r w:rsidRPr="007818BD">
        <w:t>g</w:t>
      </w:r>
      <w:r w:rsidRPr="007818BD">
        <w:t>ments de rochers qui l</w:t>
      </w:r>
      <w:r w:rsidR="00E8465A">
        <w:t>’</w:t>
      </w:r>
      <w:r w:rsidRPr="007818BD">
        <w:t>obstruaient</w:t>
      </w:r>
      <w:r w:rsidR="00E8465A">
        <w:t xml:space="preserve">, </w:t>
      </w:r>
      <w:r w:rsidRPr="007818BD">
        <w:t>éveillait un morne et triste écho</w:t>
      </w:r>
      <w:r w:rsidR="00E8465A">
        <w:t xml:space="preserve">. </w:t>
      </w:r>
      <w:r w:rsidRPr="007818BD">
        <w:t>Devant lui s</w:t>
      </w:r>
      <w:r w:rsidR="00E8465A">
        <w:t>’</w:t>
      </w:r>
      <w:r w:rsidRPr="007818BD">
        <w:t>étendaient de vastes espaces incultes</w:t>
      </w:r>
      <w:r w:rsidR="00E8465A">
        <w:t xml:space="preserve">, </w:t>
      </w:r>
      <w:r w:rsidRPr="007818BD">
        <w:t>aba</w:t>
      </w:r>
      <w:r w:rsidRPr="007818BD">
        <w:t>n</w:t>
      </w:r>
      <w:r w:rsidRPr="007818BD">
        <w:t>donnés à tous les caprices de la végétation sauvage et féconde du Midi</w:t>
      </w:r>
      <w:r w:rsidR="00E8465A">
        <w:t xml:space="preserve"> ; </w:t>
      </w:r>
      <w:r w:rsidRPr="007818BD">
        <w:t>de loin en loin un chevreau le rega</w:t>
      </w:r>
      <w:r w:rsidRPr="007818BD">
        <w:t>r</w:t>
      </w:r>
      <w:r w:rsidRPr="007818BD">
        <w:t>dait effaré du sommet d</w:t>
      </w:r>
      <w:r w:rsidR="00E8465A">
        <w:t>’</w:t>
      </w:r>
      <w:r w:rsidRPr="007818BD">
        <w:t>un rocher</w:t>
      </w:r>
      <w:r w:rsidR="00E8465A">
        <w:t xml:space="preserve">, </w:t>
      </w:r>
      <w:r w:rsidRPr="007818BD">
        <w:t>ou le cri discordant de l</w:t>
      </w:r>
      <w:r w:rsidR="00E8465A">
        <w:t>’</w:t>
      </w:r>
      <w:r w:rsidRPr="007818BD">
        <w:t>oiseau de proie</w:t>
      </w:r>
      <w:r w:rsidR="00E8465A">
        <w:t xml:space="preserve">, </w:t>
      </w:r>
      <w:r w:rsidRPr="007818BD">
        <w:t>troublé dans l</w:t>
      </w:r>
      <w:r w:rsidR="00E8465A">
        <w:t>’</w:t>
      </w:r>
      <w:r w:rsidRPr="007818BD">
        <w:t>isolement de son aire</w:t>
      </w:r>
      <w:r w:rsidR="00E8465A">
        <w:t xml:space="preserve"> ; </w:t>
      </w:r>
      <w:r w:rsidRPr="007818BD">
        <w:t>se faisait entendre au-dessus des montagnes</w:t>
      </w:r>
      <w:r w:rsidR="00E8465A">
        <w:t xml:space="preserve">. </w:t>
      </w:r>
      <w:r w:rsidRPr="007818BD">
        <w:t>C</w:t>
      </w:r>
      <w:r w:rsidR="00E8465A">
        <w:t>’</w:t>
      </w:r>
      <w:r w:rsidRPr="007818BD">
        <w:t>étaient là les seuls indices de vie</w:t>
      </w:r>
      <w:r w:rsidR="00E8465A">
        <w:t xml:space="preserve"> : </w:t>
      </w:r>
      <w:r w:rsidRPr="007818BD">
        <w:t>pas un être humain</w:t>
      </w:r>
      <w:r w:rsidR="00E8465A">
        <w:t xml:space="preserve">, </w:t>
      </w:r>
      <w:r w:rsidRPr="007818BD">
        <w:t>pas une cabane en vue</w:t>
      </w:r>
      <w:r w:rsidR="00E8465A">
        <w:t xml:space="preserve">. </w:t>
      </w:r>
      <w:r w:rsidRPr="007818BD">
        <w:t>Plongé dans ses pensées ardentes et solennelles</w:t>
      </w:r>
      <w:r w:rsidR="00E8465A">
        <w:t xml:space="preserve">, </w:t>
      </w:r>
      <w:r w:rsidRPr="007818BD">
        <w:t>le jeune homme poursuivit son chemin jusqu</w:t>
      </w:r>
      <w:r w:rsidR="00E8465A">
        <w:t>’</w:t>
      </w:r>
      <w:r w:rsidRPr="007818BD">
        <w:t xml:space="preserve">à ce que le soleil eût </w:t>
      </w:r>
      <w:r w:rsidRPr="007818BD">
        <w:lastRenderedPageBreak/>
        <w:t>perdu l</w:t>
      </w:r>
      <w:r w:rsidR="00E8465A">
        <w:t>’</w:t>
      </w:r>
      <w:r w:rsidRPr="007818BD">
        <w:t>intensité de sa chaleur</w:t>
      </w:r>
      <w:r w:rsidR="00E8465A">
        <w:t xml:space="preserve">, </w:t>
      </w:r>
      <w:r w:rsidRPr="007818BD">
        <w:t>et qu</w:t>
      </w:r>
      <w:r w:rsidR="00E8465A">
        <w:t>’</w:t>
      </w:r>
      <w:r w:rsidRPr="007818BD">
        <w:t>une brise</w:t>
      </w:r>
      <w:r w:rsidR="00E8465A">
        <w:t xml:space="preserve">, </w:t>
      </w:r>
      <w:r w:rsidRPr="007818BD">
        <w:t>annonçant l</w:t>
      </w:r>
      <w:r w:rsidR="00E8465A">
        <w:t>’</w:t>
      </w:r>
      <w:r w:rsidRPr="007818BD">
        <w:t>approche du soir</w:t>
      </w:r>
      <w:r w:rsidR="00E8465A">
        <w:t xml:space="preserve">, </w:t>
      </w:r>
      <w:r w:rsidRPr="007818BD">
        <w:t>s</w:t>
      </w:r>
      <w:r w:rsidR="00E8465A">
        <w:t>’</w:t>
      </w:r>
      <w:r w:rsidRPr="007818BD">
        <w:t>élevât de la mer invisible et déjà lointaine qu</w:t>
      </w:r>
      <w:r w:rsidR="00E8465A">
        <w:t>’</w:t>
      </w:r>
      <w:r w:rsidRPr="007818BD">
        <w:t>il laissait à sa droite</w:t>
      </w:r>
      <w:r w:rsidR="00E8465A">
        <w:t xml:space="preserve">. </w:t>
      </w:r>
      <w:r w:rsidRPr="007818BD">
        <w:t>Un d</w:t>
      </w:r>
      <w:r w:rsidRPr="007818BD">
        <w:t>é</w:t>
      </w:r>
      <w:r w:rsidRPr="007818BD">
        <w:t>tour du chemin présenta en ce moment même à ses yeux un de ces vill</w:t>
      </w:r>
      <w:r w:rsidRPr="007818BD">
        <w:t>a</w:t>
      </w:r>
      <w:r w:rsidRPr="007818BD">
        <w:t>ges</w:t>
      </w:r>
      <w:r w:rsidR="00E8465A">
        <w:t xml:space="preserve">, </w:t>
      </w:r>
      <w:r w:rsidRPr="007818BD">
        <w:t>longs</w:t>
      </w:r>
      <w:r w:rsidR="00E8465A">
        <w:t xml:space="preserve">, </w:t>
      </w:r>
      <w:r w:rsidRPr="007818BD">
        <w:t>d</w:t>
      </w:r>
      <w:r w:rsidRPr="007818BD">
        <w:t>é</w:t>
      </w:r>
      <w:r w:rsidRPr="007818BD">
        <w:t>solés</w:t>
      </w:r>
      <w:r w:rsidR="00E8465A">
        <w:t xml:space="preserve">, </w:t>
      </w:r>
      <w:r w:rsidRPr="007818BD">
        <w:t>mornes</w:t>
      </w:r>
      <w:r w:rsidR="00E8465A">
        <w:t xml:space="preserve">, </w:t>
      </w:r>
      <w:r w:rsidRPr="007818BD">
        <w:t>qu</w:t>
      </w:r>
      <w:r w:rsidR="00E8465A">
        <w:t>’</w:t>
      </w:r>
      <w:r w:rsidRPr="007818BD">
        <w:t>on rencontre au cœur des États de Naples</w:t>
      </w:r>
      <w:r w:rsidR="00E8465A">
        <w:t xml:space="preserve"> : </w:t>
      </w:r>
      <w:r w:rsidRPr="007818BD">
        <w:t>il arriva à une petite chapelle sur le bord de la route</w:t>
      </w:r>
      <w:r w:rsidR="00E8465A">
        <w:t xml:space="preserve">, </w:t>
      </w:r>
      <w:r w:rsidRPr="007818BD">
        <w:t>ornée d</w:t>
      </w:r>
      <w:r w:rsidR="00E8465A">
        <w:t>’</w:t>
      </w:r>
      <w:r w:rsidRPr="007818BD">
        <w:t>une niche et d</w:t>
      </w:r>
      <w:r w:rsidR="00E8465A">
        <w:t>’</w:t>
      </w:r>
      <w:r w:rsidRPr="007818BD">
        <w:t>une statuette de la Madone</w:t>
      </w:r>
      <w:r w:rsidR="00E8465A">
        <w:t xml:space="preserve">. </w:t>
      </w:r>
      <w:r w:rsidRPr="007818BD">
        <w:t>Autour de ce lieu qui</w:t>
      </w:r>
      <w:r w:rsidR="00E8465A">
        <w:t xml:space="preserve">, </w:t>
      </w:r>
      <w:r w:rsidRPr="007818BD">
        <w:t>au centre même du christianisme</w:t>
      </w:r>
      <w:r w:rsidR="00E8465A">
        <w:t xml:space="preserve">, </w:t>
      </w:r>
      <w:r w:rsidRPr="007818BD">
        <w:t>conservait les vest</w:t>
      </w:r>
      <w:r w:rsidRPr="007818BD">
        <w:t>i</w:t>
      </w:r>
      <w:r w:rsidRPr="007818BD">
        <w:t>ges de l</w:t>
      </w:r>
      <w:r w:rsidR="00E8465A">
        <w:t>’</w:t>
      </w:r>
      <w:r w:rsidRPr="007818BD">
        <w:t>antique idolâtrie</w:t>
      </w:r>
      <w:r w:rsidR="00E8465A">
        <w:t xml:space="preserve"> (</w:t>
      </w:r>
      <w:r w:rsidRPr="007818BD">
        <w:t>car telles étaient exactement les ch</w:t>
      </w:r>
      <w:r w:rsidRPr="007818BD">
        <w:t>a</w:t>
      </w:r>
      <w:r w:rsidRPr="007818BD">
        <w:t>pelles que le paganisme d</w:t>
      </w:r>
      <w:r w:rsidRPr="007818BD">
        <w:t>é</w:t>
      </w:r>
      <w:r w:rsidRPr="007818BD">
        <w:t>diait aux divinités secondaires de la mythologie</w:t>
      </w:r>
      <w:r w:rsidR="00E8465A">
        <w:t xml:space="preserve">), </w:t>
      </w:r>
      <w:r w:rsidRPr="007818BD">
        <w:t>étaient groupés une demi-douzaine d</w:t>
      </w:r>
      <w:r w:rsidR="00E8465A">
        <w:t>’</w:t>
      </w:r>
      <w:r w:rsidRPr="007818BD">
        <w:t>êtres sales</w:t>
      </w:r>
      <w:r w:rsidR="00E8465A">
        <w:t xml:space="preserve">, </w:t>
      </w:r>
      <w:r w:rsidRPr="007818BD">
        <w:t>misérables et repoussants</w:t>
      </w:r>
      <w:r w:rsidR="00E8465A">
        <w:t xml:space="preserve">, </w:t>
      </w:r>
      <w:r w:rsidRPr="007818BD">
        <w:t>que le fléau de la lèpre avait retra</w:t>
      </w:r>
      <w:r w:rsidRPr="007818BD">
        <w:t>n</w:t>
      </w:r>
      <w:r w:rsidRPr="007818BD">
        <w:t>chés de la société des hommes</w:t>
      </w:r>
      <w:r w:rsidR="00E8465A">
        <w:t xml:space="preserve">. </w:t>
      </w:r>
      <w:r w:rsidRPr="007818BD">
        <w:t>Ils poussèrent un cri discordant en tournant leurs yeux et leurs visages blêmes vers le cavalier</w:t>
      </w:r>
      <w:r w:rsidR="00E8465A">
        <w:t xml:space="preserve"> ; </w:t>
      </w:r>
      <w:r w:rsidRPr="007818BD">
        <w:t>et</w:t>
      </w:r>
      <w:r w:rsidR="00E8465A">
        <w:t xml:space="preserve">, </w:t>
      </w:r>
      <w:r w:rsidRPr="007818BD">
        <w:t>sans quitter la place</w:t>
      </w:r>
      <w:r w:rsidR="00E8465A">
        <w:t xml:space="preserve">, </w:t>
      </w:r>
      <w:r w:rsidRPr="007818BD">
        <w:t>ils étendirent leurs bras amaigris pour implorer sa charité au nom de la Mère des miséricordes</w:t>
      </w:r>
      <w:r w:rsidR="00E8465A">
        <w:t xml:space="preserve">. </w:t>
      </w:r>
      <w:proofErr w:type="spellStart"/>
      <w:r w:rsidRPr="007818BD">
        <w:t>Gly</w:t>
      </w:r>
      <w:r w:rsidRPr="007818BD">
        <w:t>n</w:t>
      </w:r>
      <w:r w:rsidRPr="007818BD">
        <w:t>don</w:t>
      </w:r>
      <w:proofErr w:type="spellEnd"/>
      <w:r w:rsidRPr="007818BD">
        <w:t xml:space="preserve"> leur jeta à la hâte quelques pièces de monnaie</w:t>
      </w:r>
      <w:r w:rsidR="00E8465A">
        <w:t xml:space="preserve">, </w:t>
      </w:r>
      <w:r w:rsidRPr="007818BD">
        <w:t>se détourna</w:t>
      </w:r>
      <w:r w:rsidR="00E8465A">
        <w:t xml:space="preserve">, </w:t>
      </w:r>
      <w:r w:rsidRPr="007818BD">
        <w:t>piqua les flancs de sa mont</w:t>
      </w:r>
      <w:r w:rsidRPr="007818BD">
        <w:t>u</w:t>
      </w:r>
      <w:r w:rsidRPr="007818BD">
        <w:t>re</w:t>
      </w:r>
      <w:r w:rsidR="00E8465A">
        <w:t xml:space="preserve">, </w:t>
      </w:r>
      <w:r w:rsidRPr="007818BD">
        <w:t>et ne ralentit sa course que quand il eut pénétré dans le village</w:t>
      </w:r>
      <w:r w:rsidR="00E8465A">
        <w:t xml:space="preserve">. </w:t>
      </w:r>
      <w:r w:rsidRPr="007818BD">
        <w:t>De chaque côté de la rue étroite et fangeuse</w:t>
      </w:r>
      <w:r w:rsidR="00E8465A">
        <w:t xml:space="preserve">, </w:t>
      </w:r>
      <w:r w:rsidRPr="007818BD">
        <w:t>se montraient des individus d</w:t>
      </w:r>
      <w:r w:rsidR="00E8465A">
        <w:t>’</w:t>
      </w:r>
      <w:r w:rsidRPr="007818BD">
        <w:t>un aspect f</w:t>
      </w:r>
      <w:r w:rsidRPr="007818BD">
        <w:t>a</w:t>
      </w:r>
      <w:r w:rsidRPr="007818BD">
        <w:t>rouche et h</w:t>
      </w:r>
      <w:r w:rsidRPr="007818BD">
        <w:t>a</w:t>
      </w:r>
      <w:r w:rsidRPr="007818BD">
        <w:t>gard</w:t>
      </w:r>
      <w:r w:rsidR="00E8465A">
        <w:t xml:space="preserve"> : </w:t>
      </w:r>
      <w:r w:rsidRPr="007818BD">
        <w:t>les uns appuyés contre les murs délabrés de leurs noires cabanes</w:t>
      </w:r>
      <w:r w:rsidR="00E8465A">
        <w:t xml:space="preserve"> ; </w:t>
      </w:r>
      <w:r w:rsidRPr="007818BD">
        <w:t>d</w:t>
      </w:r>
      <w:r w:rsidR="00E8465A">
        <w:t>’</w:t>
      </w:r>
      <w:r w:rsidRPr="007818BD">
        <w:t>autres assis sur leurs portes</w:t>
      </w:r>
      <w:r w:rsidR="00E8465A">
        <w:t xml:space="preserve">, </w:t>
      </w:r>
      <w:r w:rsidRPr="007818BD">
        <w:t>d</w:t>
      </w:r>
      <w:r w:rsidR="00E8465A">
        <w:t>’</w:t>
      </w:r>
      <w:r w:rsidRPr="007818BD">
        <w:t>autres couchés de toute leur longueur</w:t>
      </w:r>
      <w:r w:rsidR="00E8465A">
        <w:t xml:space="preserve"> : </w:t>
      </w:r>
      <w:r w:rsidRPr="007818BD">
        <w:t>groupes qui inspiraient la pitié et éveillaient la crainte</w:t>
      </w:r>
      <w:r w:rsidR="00E8465A">
        <w:t xml:space="preserve"> ; </w:t>
      </w:r>
      <w:r w:rsidRPr="007818BD">
        <w:t>la pitié à la vue de leur misère</w:t>
      </w:r>
      <w:r w:rsidR="00E8465A">
        <w:t xml:space="preserve">, </w:t>
      </w:r>
      <w:r w:rsidRPr="007818BD">
        <w:t>la crai</w:t>
      </w:r>
      <w:r w:rsidRPr="007818BD">
        <w:t>n</w:t>
      </w:r>
      <w:r w:rsidRPr="007818BD">
        <w:t>te à l</w:t>
      </w:r>
      <w:r w:rsidR="00E8465A">
        <w:t>’</w:t>
      </w:r>
      <w:r w:rsidRPr="007818BD">
        <w:t>aspect de leur apparence féroce</w:t>
      </w:r>
      <w:r w:rsidR="00E8465A">
        <w:t xml:space="preserve">. </w:t>
      </w:r>
      <w:r w:rsidRPr="007818BD">
        <w:t>Ils le regardèrent sombres et silencieux</w:t>
      </w:r>
      <w:r w:rsidR="00E8465A">
        <w:t xml:space="preserve">, </w:t>
      </w:r>
      <w:r w:rsidRPr="007818BD">
        <w:t>et leur regard le suivit dans sa course à travers la rue escarpée</w:t>
      </w:r>
      <w:r w:rsidR="00E8465A">
        <w:t xml:space="preserve"> : </w:t>
      </w:r>
      <w:r w:rsidRPr="007818BD">
        <w:t>parfois ils échangèrent à voix basse quelques mots significatifs</w:t>
      </w:r>
      <w:r w:rsidR="00E8465A">
        <w:t xml:space="preserve">, </w:t>
      </w:r>
      <w:r w:rsidRPr="007818BD">
        <w:t>mais sans chercher à l</w:t>
      </w:r>
      <w:r w:rsidR="00E8465A">
        <w:t>’</w:t>
      </w:r>
      <w:r w:rsidRPr="007818BD">
        <w:t>entraver dans sa ma</w:t>
      </w:r>
      <w:r w:rsidRPr="007818BD">
        <w:t>r</w:t>
      </w:r>
      <w:r w:rsidRPr="007818BD">
        <w:t>che</w:t>
      </w:r>
      <w:r w:rsidR="00E8465A">
        <w:t xml:space="preserve">. </w:t>
      </w:r>
      <w:r w:rsidRPr="007818BD">
        <w:t>Les enfants eux-mêmes cessèrent leur babil</w:t>
      </w:r>
      <w:r w:rsidR="00E8465A">
        <w:t xml:space="preserve"> ; </w:t>
      </w:r>
      <w:r w:rsidRPr="007818BD">
        <w:t>de petits sa</w:t>
      </w:r>
      <w:r w:rsidRPr="007818BD">
        <w:t>u</w:t>
      </w:r>
      <w:r w:rsidRPr="007818BD">
        <w:t>vages déguenillés le dévoraient des yeux étincelants en murm</w:t>
      </w:r>
      <w:r w:rsidRPr="007818BD">
        <w:t>u</w:t>
      </w:r>
      <w:r w:rsidRPr="007818BD">
        <w:t>rant à leurs mères</w:t>
      </w:r>
      <w:r w:rsidR="00E8465A">
        <w:t> : « </w:t>
      </w:r>
      <w:r w:rsidRPr="007818BD">
        <w:t>Nous ferons bonne chère demain</w:t>
      </w:r>
      <w:r w:rsidR="00E8465A">
        <w:t>. »</w:t>
      </w:r>
      <w:r w:rsidRPr="007818BD">
        <w:t xml:space="preserve"> C</w:t>
      </w:r>
      <w:r w:rsidR="00E8465A">
        <w:t>’</w:t>
      </w:r>
      <w:r w:rsidRPr="007818BD">
        <w:t>était en effet un de ces hameaux où la justice ne risque pas son pied prudent</w:t>
      </w:r>
      <w:r w:rsidR="00E8465A">
        <w:t xml:space="preserve">, </w:t>
      </w:r>
      <w:r w:rsidRPr="007818BD">
        <w:t xml:space="preserve">où la </w:t>
      </w:r>
      <w:r w:rsidRPr="007818BD">
        <w:lastRenderedPageBreak/>
        <w:t>violence et le meurtre règnent en sûreté</w:t>
      </w:r>
      <w:r w:rsidR="00E8465A">
        <w:t xml:space="preserve">, </w:t>
      </w:r>
      <w:r w:rsidRPr="007818BD">
        <w:t>un de ces villages fort communs dans les parties les plus pittoresques de l</w:t>
      </w:r>
      <w:r w:rsidR="00E8465A">
        <w:t>’</w:t>
      </w:r>
      <w:r w:rsidRPr="007818BD">
        <w:t>Italie</w:t>
      </w:r>
      <w:r w:rsidR="00E8465A">
        <w:t xml:space="preserve">, </w:t>
      </w:r>
      <w:r w:rsidRPr="007818BD">
        <w:t xml:space="preserve">et où le mot </w:t>
      </w:r>
      <w:r w:rsidRPr="007818BD">
        <w:rPr>
          <w:i/>
          <w:iCs/>
        </w:rPr>
        <w:t>paysan</w:t>
      </w:r>
      <w:r w:rsidRPr="007818BD">
        <w:t xml:space="preserve"> n</w:t>
      </w:r>
      <w:r w:rsidR="00E8465A">
        <w:t>’</w:t>
      </w:r>
      <w:r w:rsidRPr="007818BD">
        <w:t>était que le synonyme poli de brigand</w:t>
      </w:r>
      <w:r w:rsidR="00E8465A">
        <w:t>.</w:t>
      </w:r>
    </w:p>
    <w:p w14:paraId="3C80DCA0" w14:textId="77777777" w:rsidR="00E8465A" w:rsidRDefault="00E0544E" w:rsidP="00E0544E">
      <w:proofErr w:type="spellStart"/>
      <w:r w:rsidRPr="007818BD">
        <w:t>Glyndon</w:t>
      </w:r>
      <w:proofErr w:type="spellEnd"/>
      <w:r w:rsidRPr="007818BD">
        <w:t xml:space="preserve"> sentit quelque peu faillir son cœur en regardant autour de lui</w:t>
      </w:r>
      <w:r w:rsidR="00E8465A">
        <w:t xml:space="preserve">, </w:t>
      </w:r>
      <w:r w:rsidRPr="007818BD">
        <w:t>et la question qu</w:t>
      </w:r>
      <w:r w:rsidR="00E8465A">
        <w:t>’</w:t>
      </w:r>
      <w:r w:rsidRPr="007818BD">
        <w:t>il voulait taire mourut sur ses l</w:t>
      </w:r>
      <w:r w:rsidRPr="007818BD">
        <w:t>è</w:t>
      </w:r>
      <w:r w:rsidRPr="007818BD">
        <w:t>vres</w:t>
      </w:r>
      <w:r w:rsidR="00E8465A">
        <w:t xml:space="preserve">. </w:t>
      </w:r>
      <w:r w:rsidRPr="007818BD">
        <w:t>À la fin</w:t>
      </w:r>
      <w:r w:rsidR="00E8465A">
        <w:t xml:space="preserve">, </w:t>
      </w:r>
      <w:r w:rsidRPr="007818BD">
        <w:t>d</w:t>
      </w:r>
      <w:r w:rsidR="00E8465A">
        <w:t>’</w:t>
      </w:r>
      <w:r w:rsidRPr="007818BD">
        <w:t>une des masures à demi ruinées</w:t>
      </w:r>
      <w:r w:rsidR="00E8465A">
        <w:t xml:space="preserve">, </w:t>
      </w:r>
      <w:r w:rsidRPr="007818BD">
        <w:t>sortit un pe</w:t>
      </w:r>
      <w:r w:rsidRPr="007818BD">
        <w:t>r</w:t>
      </w:r>
      <w:r w:rsidRPr="007818BD">
        <w:t>sonnage qui paraissait supérieur aux autres habitants</w:t>
      </w:r>
      <w:r w:rsidR="00E8465A">
        <w:t xml:space="preserve">. </w:t>
      </w:r>
      <w:r w:rsidRPr="007818BD">
        <w:t>Au lieu d</w:t>
      </w:r>
      <w:r w:rsidR="00E8465A">
        <w:t>’</w:t>
      </w:r>
      <w:r w:rsidRPr="007818BD">
        <w:t>une couverture rapiécée et trouée</w:t>
      </w:r>
      <w:r w:rsidR="00E8465A">
        <w:t xml:space="preserve">, </w:t>
      </w:r>
      <w:r w:rsidRPr="007818BD">
        <w:t>seul vêtement de tous ceux qu</w:t>
      </w:r>
      <w:r w:rsidR="00E8465A">
        <w:t>’</w:t>
      </w:r>
      <w:r w:rsidRPr="007818BD">
        <w:t>il avait jusqu</w:t>
      </w:r>
      <w:r w:rsidR="00E8465A">
        <w:t>’</w:t>
      </w:r>
      <w:r w:rsidRPr="007818BD">
        <w:t>alors rencontrés</w:t>
      </w:r>
      <w:r w:rsidR="00E8465A">
        <w:t xml:space="preserve">, </w:t>
      </w:r>
      <w:r w:rsidRPr="007818BD">
        <w:t>la mise de ce nouveau venu se distinguait par tous les ornements de l</w:t>
      </w:r>
      <w:r w:rsidR="00E8465A">
        <w:t>’</w:t>
      </w:r>
      <w:r w:rsidRPr="007818BD">
        <w:t>élégance nationale</w:t>
      </w:r>
      <w:r w:rsidR="00E8465A">
        <w:t xml:space="preserve">. </w:t>
      </w:r>
      <w:r w:rsidRPr="007818BD">
        <w:t>Sur sa chevelure noire</w:t>
      </w:r>
      <w:r w:rsidR="00E8465A">
        <w:t xml:space="preserve">, </w:t>
      </w:r>
      <w:r w:rsidRPr="007818BD">
        <w:t>dont les boucles soyeuses contrastaient avec les têtes échevelées des sauvages qui l</w:t>
      </w:r>
      <w:r w:rsidR="00E8465A">
        <w:t>’</w:t>
      </w:r>
      <w:r w:rsidRPr="007818BD">
        <w:t>environnaient</w:t>
      </w:r>
      <w:r w:rsidR="00E8465A">
        <w:t xml:space="preserve">, </w:t>
      </w:r>
      <w:r w:rsidRPr="007818BD">
        <w:t>était posé un bonnet de drap avec un gland d</w:t>
      </w:r>
      <w:r w:rsidR="00E8465A">
        <w:t>’</w:t>
      </w:r>
      <w:r w:rsidRPr="007818BD">
        <w:t>or qui retombait sur son épaule</w:t>
      </w:r>
      <w:r w:rsidR="00E8465A">
        <w:t xml:space="preserve"> ; </w:t>
      </w:r>
      <w:r w:rsidRPr="007818BD">
        <w:t>sa moustache était soigneus</w:t>
      </w:r>
      <w:r w:rsidRPr="007818BD">
        <w:t>e</w:t>
      </w:r>
      <w:r w:rsidRPr="007818BD">
        <w:t>ment cultivée</w:t>
      </w:r>
      <w:r w:rsidR="00E8465A">
        <w:t xml:space="preserve"> ; </w:t>
      </w:r>
      <w:r w:rsidRPr="007818BD">
        <w:t>une cravate de soie à couleurs vives entourait son cou nerveux</w:t>
      </w:r>
      <w:r w:rsidR="00E8465A">
        <w:t xml:space="preserve">, </w:t>
      </w:r>
      <w:r w:rsidRPr="007818BD">
        <w:t>mais bien proportionné</w:t>
      </w:r>
      <w:r w:rsidR="00E8465A">
        <w:t xml:space="preserve"> ; </w:t>
      </w:r>
      <w:r w:rsidRPr="007818BD">
        <w:t>sa courte jaquette d</w:t>
      </w:r>
      <w:r w:rsidR="00E8465A">
        <w:t>’</w:t>
      </w:r>
      <w:r w:rsidRPr="007818BD">
        <w:t>étoffe grossière portait pl</w:t>
      </w:r>
      <w:r w:rsidRPr="007818BD">
        <w:t>u</w:t>
      </w:r>
      <w:r w:rsidRPr="007818BD">
        <w:t>sieurs rangées de boutons à filigranes</w:t>
      </w:r>
      <w:r w:rsidR="00E8465A">
        <w:t xml:space="preserve"> ; </w:t>
      </w:r>
      <w:r w:rsidRPr="007818BD">
        <w:t>ses hauts-de-chausses</w:t>
      </w:r>
      <w:r w:rsidR="00E8465A">
        <w:t xml:space="preserve">, </w:t>
      </w:r>
      <w:r w:rsidRPr="007818BD">
        <w:t>brodés avec soin</w:t>
      </w:r>
      <w:r w:rsidR="00E8465A">
        <w:t xml:space="preserve">, </w:t>
      </w:r>
      <w:r w:rsidRPr="007818BD">
        <w:t>dessinaient ses formes athlétiques</w:t>
      </w:r>
      <w:r w:rsidR="00E8465A">
        <w:t xml:space="preserve"> ; </w:t>
      </w:r>
      <w:r w:rsidRPr="007818BD">
        <w:t>dans sa ceinture de couleurs diverses et bariolées étaient passés deux pistolets montés en argent</w:t>
      </w:r>
      <w:r w:rsidR="00E8465A">
        <w:t xml:space="preserve">, </w:t>
      </w:r>
      <w:r w:rsidRPr="007818BD">
        <w:t>et une dague telle qu</w:t>
      </w:r>
      <w:r w:rsidR="00E8465A">
        <w:t>’</w:t>
      </w:r>
      <w:r w:rsidRPr="007818BD">
        <w:t>en portent les Italiens de rang inférieur</w:t>
      </w:r>
      <w:r w:rsidR="00E8465A">
        <w:t xml:space="preserve">, </w:t>
      </w:r>
      <w:r w:rsidRPr="007818BD">
        <w:t>dans un étui d</w:t>
      </w:r>
      <w:r w:rsidR="00E8465A">
        <w:t>’</w:t>
      </w:r>
      <w:r w:rsidRPr="007818BD">
        <w:t>ivoire à riches cisel</w:t>
      </w:r>
      <w:r w:rsidRPr="007818BD">
        <w:t>u</w:t>
      </w:r>
      <w:r w:rsidRPr="007818BD">
        <w:t>res</w:t>
      </w:r>
      <w:r w:rsidR="00E8465A">
        <w:t xml:space="preserve">. </w:t>
      </w:r>
      <w:r w:rsidRPr="007818BD">
        <w:t>Son costume se complétait par une pet</w:t>
      </w:r>
      <w:r w:rsidRPr="007818BD">
        <w:t>i</w:t>
      </w:r>
      <w:r w:rsidRPr="007818BD">
        <w:t>te carabine d</w:t>
      </w:r>
      <w:r w:rsidR="00E8465A">
        <w:t>’</w:t>
      </w:r>
      <w:r w:rsidRPr="007818BD">
        <w:t>un beau travail</w:t>
      </w:r>
      <w:r w:rsidR="00E8465A">
        <w:t xml:space="preserve">, </w:t>
      </w:r>
      <w:r w:rsidRPr="007818BD">
        <w:t>qui était suspendue à son épaule</w:t>
      </w:r>
      <w:r w:rsidR="00E8465A">
        <w:t xml:space="preserve">. </w:t>
      </w:r>
      <w:r w:rsidRPr="007818BD">
        <w:t>L</w:t>
      </w:r>
      <w:r w:rsidR="00E8465A">
        <w:t>’</w:t>
      </w:r>
      <w:r w:rsidRPr="007818BD">
        <w:t>homme lui-même était de taille moyenne</w:t>
      </w:r>
      <w:r w:rsidR="00E8465A">
        <w:t xml:space="preserve">, </w:t>
      </w:r>
      <w:r w:rsidRPr="007818BD">
        <w:t>vigoureux</w:t>
      </w:r>
      <w:r w:rsidR="00E8465A">
        <w:t xml:space="preserve">, </w:t>
      </w:r>
      <w:r w:rsidRPr="007818BD">
        <w:t>mais mince</w:t>
      </w:r>
      <w:r w:rsidR="00E8465A">
        <w:t xml:space="preserve">, </w:t>
      </w:r>
      <w:r w:rsidRPr="007818BD">
        <w:t>avec des traits réguliers</w:t>
      </w:r>
      <w:r w:rsidR="00E8465A">
        <w:t xml:space="preserve">, </w:t>
      </w:r>
      <w:r w:rsidRPr="007818BD">
        <w:t>hâlés au soleil</w:t>
      </w:r>
      <w:r w:rsidR="00E8465A">
        <w:t xml:space="preserve">, </w:t>
      </w:r>
      <w:r w:rsidRPr="007818BD">
        <w:t>et une physionomie où la ha</w:t>
      </w:r>
      <w:r w:rsidRPr="007818BD">
        <w:t>r</w:t>
      </w:r>
      <w:r w:rsidRPr="007818BD">
        <w:t>diesse s</w:t>
      </w:r>
      <w:r w:rsidR="00E8465A">
        <w:t>’</w:t>
      </w:r>
      <w:r w:rsidRPr="007818BD">
        <w:t>unissait à une expression de franchise plutôt que de f</w:t>
      </w:r>
      <w:r w:rsidRPr="007818BD">
        <w:t>é</w:t>
      </w:r>
      <w:r w:rsidRPr="007818BD">
        <w:t>rocité</w:t>
      </w:r>
      <w:r w:rsidR="00E8465A">
        <w:t xml:space="preserve">, </w:t>
      </w:r>
      <w:r w:rsidRPr="007818BD">
        <w:t>qui portait un défi sans inspirer une impression défav</w:t>
      </w:r>
      <w:r w:rsidRPr="007818BD">
        <w:t>o</w:t>
      </w:r>
      <w:r w:rsidRPr="007818BD">
        <w:t>rable</w:t>
      </w:r>
      <w:r w:rsidR="00E8465A">
        <w:t>.</w:t>
      </w:r>
    </w:p>
    <w:p w14:paraId="349D2E00" w14:textId="77777777" w:rsidR="00E8465A" w:rsidRDefault="00E0544E" w:rsidP="00E0544E">
      <w:proofErr w:type="spellStart"/>
      <w:r w:rsidRPr="007818BD">
        <w:t>Glyndon</w:t>
      </w:r>
      <w:proofErr w:type="spellEnd"/>
      <w:r w:rsidRPr="007818BD">
        <w:t xml:space="preserve"> le considéra quelque temps attentivement</w:t>
      </w:r>
      <w:r w:rsidR="00E8465A">
        <w:t xml:space="preserve">, </w:t>
      </w:r>
      <w:r w:rsidRPr="007818BD">
        <w:t>arrêt</w:t>
      </w:r>
      <w:r>
        <w:t>a</w:t>
      </w:r>
      <w:r w:rsidRPr="007818BD">
        <w:t xml:space="preserve"> son cheval et demanda le chemin du château de la montagne</w:t>
      </w:r>
      <w:r w:rsidR="00E8465A">
        <w:t>.</w:t>
      </w:r>
    </w:p>
    <w:p w14:paraId="0302A191" w14:textId="77777777" w:rsidR="00E8465A" w:rsidRDefault="00E0544E" w:rsidP="00E0544E">
      <w:r w:rsidRPr="007818BD">
        <w:lastRenderedPageBreak/>
        <w:t>L</w:t>
      </w:r>
      <w:r w:rsidR="00E8465A">
        <w:t>’</w:t>
      </w:r>
      <w:r w:rsidRPr="007818BD">
        <w:t>homme ôta son bonnet en entendant cette question</w:t>
      </w:r>
      <w:r w:rsidR="00E8465A">
        <w:t xml:space="preserve">, </w:t>
      </w:r>
      <w:r w:rsidRPr="007818BD">
        <w:t>s</w:t>
      </w:r>
      <w:r w:rsidR="00E8465A">
        <w:t>’</w:t>
      </w:r>
      <w:r w:rsidRPr="007818BD">
        <w:t xml:space="preserve">approcha de </w:t>
      </w:r>
      <w:proofErr w:type="spellStart"/>
      <w:r w:rsidRPr="007818BD">
        <w:t>Glyndon</w:t>
      </w:r>
      <w:proofErr w:type="spellEnd"/>
      <w:r w:rsidR="00E8465A">
        <w:t xml:space="preserve">, </w:t>
      </w:r>
      <w:r w:rsidRPr="007818BD">
        <w:t>posa sa main sur le cou du cheval</w:t>
      </w:r>
      <w:r w:rsidR="00E8465A">
        <w:t xml:space="preserve">, </w:t>
      </w:r>
      <w:r w:rsidRPr="007818BD">
        <w:t>et dit à voix basse</w:t>
      </w:r>
      <w:r w:rsidR="00E8465A">
        <w:t> :</w:t>
      </w:r>
    </w:p>
    <w:p w14:paraId="2D1DA3D5" w14:textId="0CFA8D12" w:rsidR="00E0544E" w:rsidRPr="007818BD" w:rsidRDefault="00E8465A" w:rsidP="00E0544E">
      <w:r>
        <w:t>« </w:t>
      </w:r>
      <w:r w:rsidR="00E0544E" w:rsidRPr="007818BD">
        <w:t>Vous êtes donc le cavalier qu</w:t>
      </w:r>
      <w:r>
        <w:t>’</w:t>
      </w:r>
      <w:r w:rsidR="00E0544E" w:rsidRPr="007818BD">
        <w:t xml:space="preserve">attend le </w:t>
      </w:r>
      <w:proofErr w:type="spellStart"/>
      <w:r w:rsidR="00E0544E" w:rsidRPr="007818BD">
        <w:t>signor</w:t>
      </w:r>
      <w:proofErr w:type="spellEnd"/>
      <w:r w:rsidR="00E0544E" w:rsidRPr="007818BD">
        <w:t xml:space="preserve"> </w:t>
      </w:r>
      <w:proofErr w:type="spellStart"/>
      <w:r w:rsidR="00E0544E" w:rsidRPr="007818BD">
        <w:t>Padrone</w:t>
      </w:r>
      <w:proofErr w:type="spellEnd"/>
      <w:r>
        <w:t xml:space="preserve"> ? </w:t>
      </w:r>
      <w:r w:rsidR="00E0544E" w:rsidRPr="007818BD">
        <w:t>Il m</w:t>
      </w:r>
      <w:r>
        <w:t>’</w:t>
      </w:r>
      <w:r w:rsidR="00E0544E" w:rsidRPr="007818BD">
        <w:t>a chargé de vous prendre ici pour vous conduire au château</w:t>
      </w:r>
      <w:r>
        <w:t xml:space="preserve">. </w:t>
      </w:r>
      <w:r w:rsidR="00E0544E" w:rsidRPr="007818BD">
        <w:t>Et franchement</w:t>
      </w:r>
      <w:r>
        <w:t xml:space="preserve">, </w:t>
      </w:r>
      <w:proofErr w:type="spellStart"/>
      <w:r w:rsidR="00E0544E" w:rsidRPr="007818BD">
        <w:t>signor</w:t>
      </w:r>
      <w:proofErr w:type="spellEnd"/>
      <w:r>
        <w:t xml:space="preserve">, </w:t>
      </w:r>
      <w:r w:rsidR="00E0544E" w:rsidRPr="007818BD">
        <w:t>il eût pu vous a</w:t>
      </w:r>
      <w:r w:rsidR="00E0544E" w:rsidRPr="007818BD">
        <w:t>r</w:t>
      </w:r>
      <w:r w:rsidR="00E0544E" w:rsidRPr="007818BD">
        <w:t>river malheur si j</w:t>
      </w:r>
      <w:r>
        <w:t>’</w:t>
      </w:r>
      <w:r w:rsidR="00E0544E" w:rsidRPr="007818BD">
        <w:t>avais négligé la consigne</w:t>
      </w:r>
      <w:r>
        <w:t>. »</w:t>
      </w:r>
    </w:p>
    <w:p w14:paraId="7F9F6B4C" w14:textId="77777777" w:rsidR="00E8465A" w:rsidRDefault="00E0544E" w:rsidP="00E0544E">
      <w:r w:rsidRPr="007818BD">
        <w:t>L</w:t>
      </w:r>
      <w:r w:rsidR="00E8465A">
        <w:t>’</w:t>
      </w:r>
      <w:r w:rsidRPr="007818BD">
        <w:t>homme s</w:t>
      </w:r>
      <w:r w:rsidR="00E8465A">
        <w:t>’</w:t>
      </w:r>
      <w:r w:rsidRPr="007818BD">
        <w:t>éloigna un peu</w:t>
      </w:r>
      <w:r w:rsidR="00E8465A">
        <w:t xml:space="preserve">, </w:t>
      </w:r>
      <w:r w:rsidRPr="007818BD">
        <w:t>et dit à haute voix aux assi</w:t>
      </w:r>
      <w:r w:rsidRPr="007818BD">
        <w:t>s</w:t>
      </w:r>
      <w:r w:rsidRPr="007818BD">
        <w:t>tants</w:t>
      </w:r>
      <w:r w:rsidR="00E8465A">
        <w:t> :</w:t>
      </w:r>
    </w:p>
    <w:p w14:paraId="4AC1CFE1" w14:textId="77777777" w:rsidR="00E8465A" w:rsidRDefault="00E8465A" w:rsidP="00E0544E">
      <w:r>
        <w:t>« </w:t>
      </w:r>
      <w:r w:rsidR="00E0544E" w:rsidRPr="007818BD">
        <w:t>Holà</w:t>
      </w:r>
      <w:r>
        <w:t xml:space="preserve"> ! </w:t>
      </w:r>
      <w:r w:rsidR="00E0544E" w:rsidRPr="007818BD">
        <w:t>les amis</w:t>
      </w:r>
      <w:r>
        <w:t xml:space="preserve">, </w:t>
      </w:r>
      <w:r w:rsidR="00E0544E" w:rsidRPr="007818BD">
        <w:t>dorénavant</w:t>
      </w:r>
      <w:r>
        <w:t xml:space="preserve">, </w:t>
      </w:r>
      <w:r w:rsidR="00E0544E" w:rsidRPr="007818BD">
        <w:t>et pour toujours</w:t>
      </w:r>
      <w:r>
        <w:t xml:space="preserve">, </w:t>
      </w:r>
      <w:r w:rsidR="00E0544E" w:rsidRPr="007818BD">
        <w:t>respect à ce digne cavalier</w:t>
      </w:r>
      <w:r>
        <w:t xml:space="preserve">. </w:t>
      </w:r>
      <w:r w:rsidR="00E0544E" w:rsidRPr="007818BD">
        <w:t>C</w:t>
      </w:r>
      <w:r>
        <w:t>’</w:t>
      </w:r>
      <w:r w:rsidR="00E0544E" w:rsidRPr="007818BD">
        <w:t>est l</w:t>
      </w:r>
      <w:r>
        <w:t>’</w:t>
      </w:r>
      <w:r w:rsidR="00E0544E" w:rsidRPr="007818BD">
        <w:t>hôte de notre bien-aimé patron du ch</w:t>
      </w:r>
      <w:r w:rsidR="00E0544E" w:rsidRPr="007818BD">
        <w:t>â</w:t>
      </w:r>
      <w:r w:rsidR="00E0544E" w:rsidRPr="007818BD">
        <w:t>teau de la Montagne</w:t>
      </w:r>
      <w:r>
        <w:t xml:space="preserve">. </w:t>
      </w:r>
      <w:r w:rsidR="00E0544E" w:rsidRPr="007818BD">
        <w:t>Le ciel le préserve</w:t>
      </w:r>
      <w:r>
        <w:t xml:space="preserve"> ! </w:t>
      </w:r>
      <w:r w:rsidR="00E0544E" w:rsidRPr="007818BD">
        <w:t>Qu</w:t>
      </w:r>
      <w:r>
        <w:t>’</w:t>
      </w:r>
      <w:r w:rsidR="00E0544E" w:rsidRPr="007818BD">
        <w:t>il vive comme hôte en sûreté nuit et jour</w:t>
      </w:r>
      <w:r>
        <w:t xml:space="preserve">, </w:t>
      </w:r>
      <w:r w:rsidR="00E0544E" w:rsidRPr="007818BD">
        <w:t>sur le mont et sur la plaine</w:t>
      </w:r>
      <w:r>
        <w:t xml:space="preserve">, </w:t>
      </w:r>
      <w:r w:rsidR="00E0544E" w:rsidRPr="007818BD">
        <w:t>contre le po</w:t>
      </w:r>
      <w:r w:rsidR="00E0544E" w:rsidRPr="007818BD">
        <w:t>i</w:t>
      </w:r>
      <w:r w:rsidR="00E0544E" w:rsidRPr="007818BD">
        <w:t>gnard et contre la balle</w:t>
      </w:r>
      <w:r>
        <w:t xml:space="preserve">, </w:t>
      </w:r>
      <w:r w:rsidR="00E0544E" w:rsidRPr="007818BD">
        <w:t>dans sa personne et dans ses biens</w:t>
      </w:r>
      <w:r>
        <w:t xml:space="preserve">. </w:t>
      </w:r>
      <w:r w:rsidR="00E0544E" w:rsidRPr="007818BD">
        <w:t>Malheur à qui toucherait à un cheveu de sa tête ou à une baï</w:t>
      </w:r>
      <w:r w:rsidR="00E0544E" w:rsidRPr="007818BD">
        <w:t>o</w:t>
      </w:r>
      <w:r w:rsidR="00E0544E" w:rsidRPr="007818BD">
        <w:t>que de sa bourse</w:t>
      </w:r>
      <w:r>
        <w:t xml:space="preserve"> ! </w:t>
      </w:r>
      <w:r w:rsidR="00E0544E" w:rsidRPr="007818BD">
        <w:t>Aujourd</w:t>
      </w:r>
      <w:r>
        <w:t>’</w:t>
      </w:r>
      <w:r w:rsidR="00E0544E" w:rsidRPr="007818BD">
        <w:t>hui et à jamais nous le pr</w:t>
      </w:r>
      <w:r w:rsidR="00E0544E" w:rsidRPr="007818BD">
        <w:t>o</w:t>
      </w:r>
      <w:r w:rsidR="00E0544E" w:rsidRPr="007818BD">
        <w:t>tégerons et l</w:t>
      </w:r>
      <w:r>
        <w:t>’</w:t>
      </w:r>
      <w:r w:rsidR="00E0544E" w:rsidRPr="007818BD">
        <w:t>honorerons pour la loi et contre la loi</w:t>
      </w:r>
      <w:r>
        <w:t xml:space="preserve">, </w:t>
      </w:r>
      <w:r w:rsidR="00E0544E" w:rsidRPr="007818BD">
        <w:t>avec fidélité et jusqu</w:t>
      </w:r>
      <w:r>
        <w:t>’</w:t>
      </w:r>
      <w:r w:rsidR="00E0544E" w:rsidRPr="007818BD">
        <w:t>à la mort</w:t>
      </w:r>
      <w:r>
        <w:t> !</w:t>
      </w:r>
    </w:p>
    <w:p w14:paraId="20E7ED08" w14:textId="77777777" w:rsidR="00E8465A" w:rsidRDefault="00E8465A" w:rsidP="00E0544E">
      <w:r>
        <w:t>— </w:t>
      </w:r>
      <w:r w:rsidR="00E0544E" w:rsidRPr="007818BD">
        <w:t>Ainsi soit-il</w:t>
      </w:r>
      <w:r>
        <w:t xml:space="preserve"> ! </w:t>
      </w:r>
      <w:r w:rsidR="00E0544E" w:rsidRPr="007818BD">
        <w:t>répondirent en chœur cent voix</w:t>
      </w:r>
      <w:r>
        <w:t xml:space="preserve">, </w:t>
      </w:r>
      <w:r w:rsidR="00E0544E" w:rsidRPr="007818BD">
        <w:t>et les groupes épars se grossirent autour du voyageur</w:t>
      </w:r>
      <w:r>
        <w:t>.</w:t>
      </w:r>
    </w:p>
    <w:p w14:paraId="193E6FFA" w14:textId="0850DAD6" w:rsidR="00E0544E" w:rsidRPr="007818BD" w:rsidRDefault="00E8465A" w:rsidP="00E0544E">
      <w:r>
        <w:t>— </w:t>
      </w:r>
      <w:r w:rsidR="00E0544E" w:rsidRPr="007818BD">
        <w:t>Et</w:t>
      </w:r>
      <w:r>
        <w:t xml:space="preserve">, </w:t>
      </w:r>
      <w:r w:rsidR="00E0544E" w:rsidRPr="007818BD">
        <w:t>continua l</w:t>
      </w:r>
      <w:r>
        <w:t>’</w:t>
      </w:r>
      <w:r w:rsidR="00E0544E" w:rsidRPr="007818BD">
        <w:t>étrange protecteur</w:t>
      </w:r>
      <w:r>
        <w:t xml:space="preserve">, </w:t>
      </w:r>
      <w:r w:rsidR="00E0544E" w:rsidRPr="007818BD">
        <w:t>pour le faire reconna</w:t>
      </w:r>
      <w:r w:rsidR="00E0544E" w:rsidRPr="007818BD">
        <w:t>î</w:t>
      </w:r>
      <w:r w:rsidR="00E0544E" w:rsidRPr="007818BD">
        <w:t>tre à l</w:t>
      </w:r>
      <w:r>
        <w:t>’</w:t>
      </w:r>
      <w:r w:rsidR="00E0544E" w:rsidRPr="007818BD">
        <w:t>œil et à l</w:t>
      </w:r>
      <w:r>
        <w:t>’</w:t>
      </w:r>
      <w:r w:rsidR="00E0544E" w:rsidRPr="007818BD">
        <w:t>oreille</w:t>
      </w:r>
      <w:r>
        <w:t xml:space="preserve">, </w:t>
      </w:r>
      <w:r w:rsidR="00E0544E" w:rsidRPr="007818BD">
        <w:t xml:space="preserve">je le </w:t>
      </w:r>
      <w:proofErr w:type="spellStart"/>
      <w:r w:rsidR="00E0544E" w:rsidRPr="007818BD">
        <w:t>ceins</w:t>
      </w:r>
      <w:proofErr w:type="spellEnd"/>
      <w:r w:rsidR="00E0544E" w:rsidRPr="007818BD">
        <w:t xml:space="preserve"> de l</w:t>
      </w:r>
      <w:r>
        <w:t>’</w:t>
      </w:r>
      <w:r w:rsidR="00E0544E" w:rsidRPr="007818BD">
        <w:t>écharpe blanche et je lui donne le mot d</w:t>
      </w:r>
      <w:r>
        <w:t>’</w:t>
      </w:r>
      <w:r w:rsidR="00E0544E" w:rsidRPr="007818BD">
        <w:t>ordre sacré</w:t>
      </w:r>
      <w:r>
        <w:t xml:space="preserve"> : </w:t>
      </w:r>
      <w:r w:rsidR="00E0544E" w:rsidRPr="007818BD">
        <w:rPr>
          <w:i/>
          <w:iCs/>
        </w:rPr>
        <w:t>Paix aux braves</w:t>
      </w:r>
      <w:r>
        <w:rPr>
          <w:i/>
          <w:iCs/>
        </w:rPr>
        <w:t xml:space="preserve"> ! </w:t>
      </w:r>
      <w:proofErr w:type="spellStart"/>
      <w:r w:rsidR="00E0544E" w:rsidRPr="007818BD">
        <w:t>Signor</w:t>
      </w:r>
      <w:proofErr w:type="spellEnd"/>
      <w:r>
        <w:t xml:space="preserve">, </w:t>
      </w:r>
      <w:r w:rsidR="00E0544E" w:rsidRPr="007818BD">
        <w:t>tant que vous porterez cette écharpe</w:t>
      </w:r>
      <w:r>
        <w:t xml:space="preserve">, </w:t>
      </w:r>
      <w:r w:rsidR="00E0544E" w:rsidRPr="007818BD">
        <w:t>le plus fier de nous découvrira sa tête et ploiera le genou</w:t>
      </w:r>
      <w:r>
        <w:t xml:space="preserve">. </w:t>
      </w:r>
      <w:proofErr w:type="spellStart"/>
      <w:r w:rsidR="00E0544E" w:rsidRPr="007818BD">
        <w:t>Signor</w:t>
      </w:r>
      <w:proofErr w:type="spellEnd"/>
      <w:r>
        <w:t xml:space="preserve">, </w:t>
      </w:r>
      <w:r w:rsidR="00E0544E" w:rsidRPr="007818BD">
        <w:t>quand vous prononcerez ces mots</w:t>
      </w:r>
      <w:r>
        <w:t xml:space="preserve">, </w:t>
      </w:r>
      <w:r w:rsidR="00E0544E" w:rsidRPr="007818BD">
        <w:t>les cœurs les plus braves obéiront avec empressement à vos ordres</w:t>
      </w:r>
      <w:r>
        <w:t xml:space="preserve">. </w:t>
      </w:r>
      <w:r w:rsidR="00E0544E" w:rsidRPr="007818BD">
        <w:t>Cherchez-vous un asile</w:t>
      </w:r>
      <w:r>
        <w:t xml:space="preserve">, </w:t>
      </w:r>
      <w:proofErr w:type="spellStart"/>
      <w:r w:rsidR="00E0544E" w:rsidRPr="007818BD">
        <w:t>demandez vous</w:t>
      </w:r>
      <w:proofErr w:type="spellEnd"/>
      <w:r w:rsidR="00E0544E" w:rsidRPr="007818BD">
        <w:t xml:space="preserve"> une ve</w:t>
      </w:r>
      <w:r w:rsidR="00E0544E" w:rsidRPr="007818BD">
        <w:t>n</w:t>
      </w:r>
      <w:r w:rsidR="00E0544E" w:rsidRPr="007818BD">
        <w:t>geance</w:t>
      </w:r>
      <w:r>
        <w:t xml:space="preserve">, </w:t>
      </w:r>
      <w:r w:rsidR="00E0544E" w:rsidRPr="007818BD">
        <w:t>faut-il conquérir une beauté</w:t>
      </w:r>
      <w:r>
        <w:t xml:space="preserve">, </w:t>
      </w:r>
      <w:r w:rsidR="00E0544E" w:rsidRPr="007818BD">
        <w:t>ou perdre un ennemi</w:t>
      </w:r>
      <w:r>
        <w:t xml:space="preserve"> ? </w:t>
      </w:r>
      <w:r w:rsidR="00E0544E" w:rsidRPr="007818BD">
        <w:t>prononcez le mot sacré</w:t>
      </w:r>
      <w:r>
        <w:t xml:space="preserve">, </w:t>
      </w:r>
      <w:r w:rsidR="00E0544E" w:rsidRPr="007818BD">
        <w:t>et nous sommes à vous</w:t>
      </w:r>
      <w:r>
        <w:t xml:space="preserve">, </w:t>
      </w:r>
      <w:r w:rsidR="00E0544E" w:rsidRPr="007818BD">
        <w:t xml:space="preserve">à vous </w:t>
      </w:r>
      <w:proofErr w:type="spellStart"/>
      <w:r w:rsidR="00E0544E" w:rsidRPr="007818BD">
        <w:t>à</w:t>
      </w:r>
      <w:proofErr w:type="spellEnd"/>
      <w:r w:rsidR="00E0544E" w:rsidRPr="007818BD">
        <w:t xml:space="preserve"> j</w:t>
      </w:r>
      <w:r w:rsidR="00E0544E" w:rsidRPr="007818BD">
        <w:t>a</w:t>
      </w:r>
      <w:r w:rsidR="00E0544E" w:rsidRPr="007818BD">
        <w:t>mais</w:t>
      </w:r>
      <w:r>
        <w:t xml:space="preserve"> ! </w:t>
      </w:r>
      <w:r w:rsidR="00E0544E" w:rsidRPr="007818BD">
        <w:t>N</w:t>
      </w:r>
      <w:r>
        <w:t>’</w:t>
      </w:r>
      <w:r w:rsidR="00E0544E" w:rsidRPr="007818BD">
        <w:t>est-ce pas</w:t>
      </w:r>
      <w:r>
        <w:t xml:space="preserve">, </w:t>
      </w:r>
      <w:r w:rsidR="00E0544E" w:rsidRPr="007818BD">
        <w:t>camarades</w:t>
      </w:r>
      <w:r>
        <w:t> ? »</w:t>
      </w:r>
    </w:p>
    <w:p w14:paraId="62D9BEB6" w14:textId="77777777" w:rsidR="00E8465A" w:rsidRDefault="00E0544E" w:rsidP="00E0544E">
      <w:r w:rsidRPr="007818BD">
        <w:lastRenderedPageBreak/>
        <w:t>Et les rudes voix crièrent encore</w:t>
      </w:r>
      <w:r w:rsidR="00E8465A">
        <w:t> : « </w:t>
      </w:r>
      <w:r w:rsidRPr="007818BD">
        <w:t>Ainsi soit-il</w:t>
      </w:r>
      <w:r w:rsidR="00E8465A">
        <w:t> !</w:t>
      </w:r>
    </w:p>
    <w:p w14:paraId="2CDB57DF" w14:textId="7C7D029A" w:rsidR="00E0544E" w:rsidRPr="007818BD" w:rsidRDefault="00E8465A" w:rsidP="00E0544E">
      <w:r>
        <w:t>— </w:t>
      </w:r>
      <w:r w:rsidR="00E0544E" w:rsidRPr="007818BD">
        <w:t>Maintenant</w:t>
      </w:r>
      <w:r>
        <w:t xml:space="preserve">, </w:t>
      </w:r>
      <w:proofErr w:type="spellStart"/>
      <w:r w:rsidR="00E0544E" w:rsidRPr="007818BD">
        <w:t>signor</w:t>
      </w:r>
      <w:proofErr w:type="spellEnd"/>
      <w:r>
        <w:t xml:space="preserve">, </w:t>
      </w:r>
      <w:r w:rsidR="00E0544E" w:rsidRPr="007818BD">
        <w:t>dit l</w:t>
      </w:r>
      <w:r>
        <w:t>’</w:t>
      </w:r>
      <w:r w:rsidR="00E0544E" w:rsidRPr="007818BD">
        <w:t>homme à voix basse</w:t>
      </w:r>
      <w:r>
        <w:t xml:space="preserve">, </w:t>
      </w:r>
      <w:r w:rsidR="00E0544E" w:rsidRPr="007818BD">
        <w:t>si vous avez quelque monnaie qui vous gêne</w:t>
      </w:r>
      <w:r>
        <w:t xml:space="preserve">, </w:t>
      </w:r>
      <w:r w:rsidR="00E0544E" w:rsidRPr="007818BD">
        <w:t>jetez-la à la foule</w:t>
      </w:r>
      <w:r>
        <w:t xml:space="preserve">, </w:t>
      </w:r>
      <w:r w:rsidR="00E0544E" w:rsidRPr="007818BD">
        <w:t>et pa</w:t>
      </w:r>
      <w:r w:rsidR="00E0544E" w:rsidRPr="007818BD">
        <w:t>r</w:t>
      </w:r>
      <w:r w:rsidR="00E0544E" w:rsidRPr="007818BD">
        <w:t>tons</w:t>
      </w:r>
      <w:r>
        <w:t>. »</w:t>
      </w:r>
    </w:p>
    <w:p w14:paraId="0FBD211B" w14:textId="77777777" w:rsidR="00E8465A" w:rsidRDefault="00E0544E" w:rsidP="00E0544E">
      <w:proofErr w:type="spellStart"/>
      <w:r w:rsidRPr="007818BD">
        <w:t>Glyndon</w:t>
      </w:r>
      <w:proofErr w:type="spellEnd"/>
      <w:r w:rsidR="00E8465A">
        <w:t xml:space="preserve">, </w:t>
      </w:r>
      <w:r w:rsidRPr="007818BD">
        <w:t>enchanté de la péroraison</w:t>
      </w:r>
      <w:r w:rsidR="00E8465A">
        <w:t xml:space="preserve">, </w:t>
      </w:r>
      <w:r w:rsidRPr="007818BD">
        <w:t>vida sa bourse dans la rue</w:t>
      </w:r>
      <w:r w:rsidR="00E8465A">
        <w:t xml:space="preserve">, </w:t>
      </w:r>
      <w:r w:rsidRPr="007818BD">
        <w:t>et tandis que</w:t>
      </w:r>
      <w:r w:rsidR="00E8465A">
        <w:t xml:space="preserve">, </w:t>
      </w:r>
      <w:r w:rsidRPr="007818BD">
        <w:t>dans un concert de jurons</w:t>
      </w:r>
      <w:r w:rsidR="00E8465A">
        <w:t xml:space="preserve">, </w:t>
      </w:r>
      <w:r w:rsidRPr="007818BD">
        <w:t>de bénédictions</w:t>
      </w:r>
      <w:r w:rsidR="00E8465A">
        <w:t xml:space="preserve">, </w:t>
      </w:r>
      <w:r w:rsidRPr="007818BD">
        <w:t>de cris et de hurlements</w:t>
      </w:r>
      <w:r w:rsidR="00E8465A">
        <w:t xml:space="preserve">, </w:t>
      </w:r>
      <w:r w:rsidRPr="007818BD">
        <w:t>hommes</w:t>
      </w:r>
      <w:r w:rsidR="00E8465A">
        <w:t xml:space="preserve">, </w:t>
      </w:r>
      <w:r w:rsidRPr="007818BD">
        <w:t>femmes et enfants se disp</w:t>
      </w:r>
      <w:r w:rsidRPr="007818BD">
        <w:t>u</w:t>
      </w:r>
      <w:r w:rsidRPr="007818BD">
        <w:t>taient cette largesse</w:t>
      </w:r>
      <w:r w:rsidR="00E8465A">
        <w:t xml:space="preserve">, </w:t>
      </w:r>
      <w:r w:rsidRPr="007818BD">
        <w:t>le bravo prit les rênes du cheval</w:t>
      </w:r>
      <w:r w:rsidR="00E8465A">
        <w:t xml:space="preserve">, </w:t>
      </w:r>
      <w:r w:rsidRPr="007818BD">
        <w:t>lui fit tr</w:t>
      </w:r>
      <w:r w:rsidRPr="007818BD">
        <w:t>a</w:t>
      </w:r>
      <w:r w:rsidRPr="007818BD">
        <w:t>verser d</w:t>
      </w:r>
      <w:r w:rsidR="00E8465A">
        <w:t>’</w:t>
      </w:r>
      <w:r w:rsidRPr="007818BD">
        <w:t>un trot rapide la rue du village</w:t>
      </w:r>
      <w:r w:rsidR="00E8465A">
        <w:t xml:space="preserve">, </w:t>
      </w:r>
      <w:r w:rsidRPr="007818BD">
        <w:t>prit un détour à gauche</w:t>
      </w:r>
      <w:r w:rsidR="00E8465A">
        <w:t xml:space="preserve">, </w:t>
      </w:r>
      <w:r w:rsidRPr="007818BD">
        <w:t>et</w:t>
      </w:r>
      <w:r w:rsidR="00E8465A">
        <w:t xml:space="preserve">, </w:t>
      </w:r>
      <w:r w:rsidRPr="007818BD">
        <w:t>au bout de quelques minutes</w:t>
      </w:r>
      <w:r w:rsidR="00E8465A">
        <w:t xml:space="preserve">, </w:t>
      </w:r>
      <w:r w:rsidRPr="007818BD">
        <w:t>maisons et habitants avaient disparu</w:t>
      </w:r>
      <w:r w:rsidR="00E8465A">
        <w:t xml:space="preserve">, </w:t>
      </w:r>
      <w:r w:rsidRPr="007818BD">
        <w:t>et la montagne encaissait leur chemin des deux côtés</w:t>
      </w:r>
      <w:r w:rsidR="00E8465A">
        <w:t xml:space="preserve">. </w:t>
      </w:r>
      <w:r w:rsidRPr="007818BD">
        <w:t>Le guide alors lâcha la bride</w:t>
      </w:r>
      <w:r w:rsidR="00E8465A">
        <w:t xml:space="preserve">, </w:t>
      </w:r>
      <w:r w:rsidRPr="007818BD">
        <w:t>ralentit le pas</w:t>
      </w:r>
      <w:r w:rsidR="00E8465A">
        <w:t xml:space="preserve">, </w:t>
      </w:r>
      <w:r w:rsidRPr="007818BD">
        <w:t xml:space="preserve">fixa sur </w:t>
      </w:r>
      <w:proofErr w:type="spellStart"/>
      <w:r w:rsidRPr="007818BD">
        <w:t>Glyndon</w:t>
      </w:r>
      <w:proofErr w:type="spellEnd"/>
      <w:r w:rsidRPr="007818BD">
        <w:t xml:space="preserve"> ses yeux noirs avec une expression demi-sérieuse</w:t>
      </w:r>
      <w:r w:rsidR="00E8465A">
        <w:t xml:space="preserve">, </w:t>
      </w:r>
      <w:r w:rsidRPr="007818BD">
        <w:t>demi-plaisante</w:t>
      </w:r>
      <w:r w:rsidR="00E8465A">
        <w:t xml:space="preserve">, </w:t>
      </w:r>
      <w:r w:rsidRPr="007818BD">
        <w:t>et dit</w:t>
      </w:r>
      <w:r w:rsidR="00E8465A">
        <w:t> :</w:t>
      </w:r>
    </w:p>
    <w:p w14:paraId="0BB5E7EA" w14:textId="77777777" w:rsidR="00E8465A" w:rsidRDefault="00E8465A" w:rsidP="00E0544E">
      <w:r>
        <w:t>« </w:t>
      </w:r>
      <w:r w:rsidR="00E0544E" w:rsidRPr="007818BD">
        <w:t>Votre Excellence ne s</w:t>
      </w:r>
      <w:r>
        <w:t>’</w:t>
      </w:r>
      <w:r w:rsidR="00E0544E" w:rsidRPr="007818BD">
        <w:t>attendait peut-être pas à l</w:t>
      </w:r>
      <w:r>
        <w:t>’</w:t>
      </w:r>
      <w:r w:rsidR="00E0544E" w:rsidRPr="007818BD">
        <w:t>accueil cordial que nous venons de lui faire</w:t>
      </w:r>
      <w:r>
        <w:t> ?</w:t>
      </w:r>
    </w:p>
    <w:p w14:paraId="6A08AD0B" w14:textId="77777777" w:rsidR="00E8465A" w:rsidRDefault="00E8465A" w:rsidP="00E0544E">
      <w:r>
        <w:t>— </w:t>
      </w:r>
      <w:r w:rsidR="00E0544E" w:rsidRPr="007818BD">
        <w:t>À vrai dire</w:t>
      </w:r>
      <w:r>
        <w:t xml:space="preserve">, </w:t>
      </w:r>
      <w:r w:rsidR="00E0544E" w:rsidRPr="007818BD">
        <w:t>j</w:t>
      </w:r>
      <w:r>
        <w:t>’</w:t>
      </w:r>
      <w:r w:rsidR="00E0544E" w:rsidRPr="007818BD">
        <w:t>aurais dû m</w:t>
      </w:r>
      <w:r>
        <w:t>’</w:t>
      </w:r>
      <w:r w:rsidR="00E0544E" w:rsidRPr="007818BD">
        <w:t>y attendre</w:t>
      </w:r>
      <w:r>
        <w:t xml:space="preserve">, </w:t>
      </w:r>
      <w:r w:rsidR="00E0544E" w:rsidRPr="007818BD">
        <w:t xml:space="preserve">puisque le </w:t>
      </w:r>
      <w:proofErr w:type="spellStart"/>
      <w:r w:rsidR="00E0544E" w:rsidRPr="007818BD">
        <w:t>signor</w:t>
      </w:r>
      <w:proofErr w:type="spellEnd"/>
      <w:r w:rsidR="00E0544E" w:rsidRPr="007818BD">
        <w:t xml:space="preserve"> vers qui je me rends ne m</w:t>
      </w:r>
      <w:r>
        <w:t>’</w:t>
      </w:r>
      <w:r w:rsidR="00E0544E" w:rsidRPr="007818BD">
        <w:t>a pas dissimulé le caractère de la p</w:t>
      </w:r>
      <w:r w:rsidR="00E0544E" w:rsidRPr="007818BD">
        <w:t>o</w:t>
      </w:r>
      <w:r w:rsidR="00E0544E" w:rsidRPr="007818BD">
        <w:t>pulation de son voisinage</w:t>
      </w:r>
      <w:r>
        <w:t xml:space="preserve">… </w:t>
      </w:r>
      <w:r w:rsidR="00E0544E" w:rsidRPr="007818BD">
        <w:t>Et votre nom</w:t>
      </w:r>
      <w:r>
        <w:t xml:space="preserve">, </w:t>
      </w:r>
      <w:r w:rsidR="00E0544E" w:rsidRPr="007818BD">
        <w:t>mon ami</w:t>
      </w:r>
      <w:r>
        <w:t xml:space="preserve">, </w:t>
      </w:r>
      <w:r w:rsidR="00E0544E" w:rsidRPr="007818BD">
        <w:t>si je puis vous appeler ainsi</w:t>
      </w:r>
      <w:r>
        <w:t> ?</w:t>
      </w:r>
    </w:p>
    <w:p w14:paraId="547A3CE4" w14:textId="77777777" w:rsidR="00E8465A" w:rsidRDefault="00E8465A" w:rsidP="00E0544E">
      <w:r>
        <w:t>— </w:t>
      </w:r>
      <w:r w:rsidR="00E0544E" w:rsidRPr="007818BD">
        <w:t>Oh</w:t>
      </w:r>
      <w:r>
        <w:t xml:space="preserve"> ! </w:t>
      </w:r>
      <w:r w:rsidR="00E0544E" w:rsidRPr="007818BD">
        <w:t>pas de cérémonie entre nous</w:t>
      </w:r>
      <w:r>
        <w:t xml:space="preserve">, </w:t>
      </w:r>
      <w:r w:rsidR="00E0544E" w:rsidRPr="007818BD">
        <w:t>Excellence</w:t>
      </w:r>
      <w:r>
        <w:t xml:space="preserve">… </w:t>
      </w:r>
      <w:r w:rsidR="00E0544E" w:rsidRPr="007818BD">
        <w:t>Au vill</w:t>
      </w:r>
      <w:r w:rsidR="00E0544E" w:rsidRPr="007818BD">
        <w:t>a</w:t>
      </w:r>
      <w:r w:rsidR="00E0544E" w:rsidRPr="007818BD">
        <w:t>ge</w:t>
      </w:r>
      <w:r>
        <w:t xml:space="preserve">, </w:t>
      </w:r>
      <w:r w:rsidR="00E0544E" w:rsidRPr="007818BD">
        <w:t>on m</w:t>
      </w:r>
      <w:r>
        <w:t>’</w:t>
      </w:r>
      <w:r w:rsidR="00E0544E" w:rsidRPr="007818BD">
        <w:t>appelle ord</w:t>
      </w:r>
      <w:r w:rsidR="00E0544E" w:rsidRPr="007818BD">
        <w:t>i</w:t>
      </w:r>
      <w:r w:rsidR="00E0544E" w:rsidRPr="007818BD">
        <w:t>nairement maestro Paolo</w:t>
      </w:r>
      <w:r>
        <w:t xml:space="preserve">. </w:t>
      </w:r>
      <w:r w:rsidR="00E0544E" w:rsidRPr="007818BD">
        <w:t>J</w:t>
      </w:r>
      <w:r>
        <w:t>’</w:t>
      </w:r>
      <w:r w:rsidR="00E0544E" w:rsidRPr="007818BD">
        <w:t>avais autrefois un surnom assez équivoque</w:t>
      </w:r>
      <w:r>
        <w:t xml:space="preserve">, </w:t>
      </w:r>
      <w:r w:rsidR="00E0544E" w:rsidRPr="007818BD">
        <w:t>à vrai dire</w:t>
      </w:r>
      <w:r>
        <w:t xml:space="preserve"> ; </w:t>
      </w:r>
      <w:r w:rsidR="00E0544E" w:rsidRPr="007818BD">
        <w:t>je l</w:t>
      </w:r>
      <w:r>
        <w:t>’</w:t>
      </w:r>
      <w:r w:rsidR="00E0544E" w:rsidRPr="007818BD">
        <w:t>ai oublié depuis que je me suis retiré du monde</w:t>
      </w:r>
      <w:r>
        <w:t>.</w:t>
      </w:r>
    </w:p>
    <w:p w14:paraId="4FC117A2" w14:textId="77777777" w:rsidR="00E8465A" w:rsidRDefault="00E8465A" w:rsidP="00E0544E">
      <w:r>
        <w:t>— </w:t>
      </w:r>
      <w:r w:rsidR="00E0544E" w:rsidRPr="007818BD">
        <w:t>Est-ce la pauvreté</w:t>
      </w:r>
      <w:r>
        <w:t xml:space="preserve">, </w:t>
      </w:r>
      <w:r w:rsidR="00E0544E" w:rsidRPr="007818BD">
        <w:t>le dégoût</w:t>
      </w:r>
      <w:r>
        <w:t xml:space="preserve">, </w:t>
      </w:r>
      <w:r w:rsidR="00E0544E" w:rsidRPr="007818BD">
        <w:t>ou quelque</w:t>
      </w:r>
      <w:r>
        <w:t xml:space="preserve">… </w:t>
      </w:r>
      <w:r w:rsidR="00E0544E" w:rsidRPr="007818BD">
        <w:t>effervescence de passion ayant pour conséquence une punition</w:t>
      </w:r>
      <w:r>
        <w:t xml:space="preserve">, </w:t>
      </w:r>
      <w:r w:rsidR="00E0544E" w:rsidRPr="007818BD">
        <w:t>qui vous porta à vous fixer dans les montagnes</w:t>
      </w:r>
      <w:r>
        <w:t> ?</w:t>
      </w:r>
    </w:p>
    <w:p w14:paraId="1F82D702" w14:textId="707EE917" w:rsidR="00E0544E" w:rsidRPr="007818BD" w:rsidRDefault="00E8465A" w:rsidP="00E0544E">
      <w:r>
        <w:t>— </w:t>
      </w:r>
      <w:r w:rsidR="00E0544E" w:rsidRPr="007818BD">
        <w:t>Franchement</w:t>
      </w:r>
      <w:r>
        <w:t xml:space="preserve">, </w:t>
      </w:r>
      <w:proofErr w:type="spellStart"/>
      <w:r w:rsidR="00E0544E" w:rsidRPr="007818BD">
        <w:t>signor</w:t>
      </w:r>
      <w:proofErr w:type="spellEnd"/>
      <w:r>
        <w:t xml:space="preserve">, </w:t>
      </w:r>
      <w:r w:rsidR="00E0544E" w:rsidRPr="007818BD">
        <w:t>répondit le bravo avec un sourire enjoué</w:t>
      </w:r>
      <w:r>
        <w:t xml:space="preserve">, </w:t>
      </w:r>
      <w:r w:rsidR="00E0544E" w:rsidRPr="007818BD">
        <w:t>les ermites de mon espèce n</w:t>
      </w:r>
      <w:r>
        <w:t>’</w:t>
      </w:r>
      <w:r w:rsidR="00E0544E" w:rsidRPr="007818BD">
        <w:t xml:space="preserve">aiment généralement </w:t>
      </w:r>
      <w:r w:rsidR="00E0544E" w:rsidRPr="007818BD">
        <w:lastRenderedPageBreak/>
        <w:t>pas la confession</w:t>
      </w:r>
      <w:r>
        <w:t xml:space="preserve">. </w:t>
      </w:r>
      <w:r w:rsidR="00E0544E" w:rsidRPr="007818BD">
        <w:t>Quoi qu</w:t>
      </w:r>
      <w:r>
        <w:t>’</w:t>
      </w:r>
      <w:r w:rsidR="00E0544E" w:rsidRPr="007818BD">
        <w:t>il en soit</w:t>
      </w:r>
      <w:r>
        <w:t xml:space="preserve">, </w:t>
      </w:r>
      <w:r w:rsidR="00E0544E" w:rsidRPr="007818BD">
        <w:t>je n</w:t>
      </w:r>
      <w:r>
        <w:t>’</w:t>
      </w:r>
      <w:r w:rsidR="00E0544E" w:rsidRPr="007818BD">
        <w:t>ai plus de secrets tant que mon pas est dans ces défilés</w:t>
      </w:r>
      <w:r>
        <w:t xml:space="preserve">, </w:t>
      </w:r>
      <w:r w:rsidR="00E0544E" w:rsidRPr="007818BD">
        <w:t>mon sifflet dans ma poche et ma carabine à mon dos</w:t>
      </w:r>
      <w:r>
        <w:t>. »</w:t>
      </w:r>
    </w:p>
    <w:p w14:paraId="4FCC090B" w14:textId="77777777" w:rsidR="00E8465A" w:rsidRDefault="00E0544E" w:rsidP="00E0544E">
      <w:r w:rsidRPr="007818BD">
        <w:t>Là-dessus le bandit</w:t>
      </w:r>
      <w:r w:rsidR="00E8465A">
        <w:t xml:space="preserve">, </w:t>
      </w:r>
      <w:r w:rsidRPr="007818BD">
        <w:t>comme un homme qui aime qu</w:t>
      </w:r>
      <w:r w:rsidR="00E8465A">
        <w:t>’</w:t>
      </w:r>
      <w:r w:rsidRPr="007818BD">
        <w:t>on le laisse parler à loisir</w:t>
      </w:r>
      <w:r w:rsidR="00E8465A">
        <w:t xml:space="preserve">, </w:t>
      </w:r>
      <w:r w:rsidRPr="007818BD">
        <w:t>toussa trois fois et commença avec bea</w:t>
      </w:r>
      <w:r w:rsidRPr="007818BD">
        <w:t>u</w:t>
      </w:r>
      <w:r w:rsidRPr="007818BD">
        <w:t>coup d</w:t>
      </w:r>
      <w:r w:rsidR="00E8465A">
        <w:t>’</w:t>
      </w:r>
      <w:r w:rsidRPr="007818BD">
        <w:t>entrain</w:t>
      </w:r>
      <w:r w:rsidR="00E8465A">
        <w:t xml:space="preserve">. </w:t>
      </w:r>
      <w:r w:rsidRPr="007818BD">
        <w:t>À mesure qu</w:t>
      </w:r>
      <w:r w:rsidR="00E8465A">
        <w:t>’</w:t>
      </w:r>
      <w:r w:rsidRPr="007818BD">
        <w:t>il avançait dans son récit</w:t>
      </w:r>
      <w:r w:rsidR="00E8465A">
        <w:t xml:space="preserve">, </w:t>
      </w:r>
      <w:r w:rsidRPr="007818BD">
        <w:t>ses so</w:t>
      </w:r>
      <w:r w:rsidRPr="007818BD">
        <w:t>u</w:t>
      </w:r>
      <w:r w:rsidRPr="007818BD">
        <w:t>venirs semblaient le reporter plus loin en arrière qu</w:t>
      </w:r>
      <w:r w:rsidR="00E8465A">
        <w:t>’</w:t>
      </w:r>
      <w:r w:rsidRPr="007818BD">
        <w:t>il n</w:t>
      </w:r>
      <w:r w:rsidR="00E8465A">
        <w:t>’</w:t>
      </w:r>
      <w:r w:rsidRPr="007818BD">
        <w:t>avait d</w:t>
      </w:r>
      <w:r w:rsidR="00E8465A">
        <w:t>’</w:t>
      </w:r>
      <w:r w:rsidRPr="007818BD">
        <w:t>abord le désir de remonter</w:t>
      </w:r>
      <w:r w:rsidR="00E8465A">
        <w:t xml:space="preserve"> ; </w:t>
      </w:r>
      <w:r w:rsidRPr="007818BD">
        <w:t>son aisance légère et insouciante disparut peu à peu pour laisser la place à cette expression a</w:t>
      </w:r>
      <w:r w:rsidRPr="007818BD">
        <w:t>r</w:t>
      </w:r>
      <w:r w:rsidRPr="007818BD">
        <w:t>dente et mobile de physionomie</w:t>
      </w:r>
      <w:r w:rsidR="00E8465A">
        <w:t xml:space="preserve">, </w:t>
      </w:r>
      <w:r w:rsidRPr="007818BD">
        <w:t>à ces gestes qui c</w:t>
      </w:r>
      <w:r w:rsidRPr="007818BD">
        <w:t>a</w:t>
      </w:r>
      <w:r w:rsidRPr="007818BD">
        <w:t>ractérisent les émotions des gens de son pays</w:t>
      </w:r>
      <w:r w:rsidR="00E8465A">
        <w:t>.</w:t>
      </w:r>
    </w:p>
    <w:p w14:paraId="1573EAD1" w14:textId="77777777" w:rsidR="00E8465A" w:rsidRDefault="00E8465A" w:rsidP="00E0544E">
      <w:r>
        <w:t>« </w:t>
      </w:r>
      <w:r w:rsidR="00E0544E" w:rsidRPr="007818BD">
        <w:t>Je naquis à Terracine</w:t>
      </w:r>
      <w:r>
        <w:t xml:space="preserve">, </w:t>
      </w:r>
      <w:r w:rsidR="00E0544E" w:rsidRPr="007818BD">
        <w:t>pays charmant</w:t>
      </w:r>
      <w:r>
        <w:t xml:space="preserve">, </w:t>
      </w:r>
      <w:r w:rsidR="00E0544E" w:rsidRPr="007818BD">
        <w:t>n</w:t>
      </w:r>
      <w:r>
        <w:t>’</w:t>
      </w:r>
      <w:r w:rsidR="00E0544E" w:rsidRPr="007818BD">
        <w:t>est-ce pas</w:t>
      </w:r>
      <w:r>
        <w:t xml:space="preserve"> ? </w:t>
      </w:r>
      <w:r w:rsidR="00E0544E" w:rsidRPr="007818BD">
        <w:t>Mon père était un savant moine de grande naissance</w:t>
      </w:r>
      <w:r>
        <w:t xml:space="preserve">. </w:t>
      </w:r>
      <w:r w:rsidR="00E0544E" w:rsidRPr="007818BD">
        <w:t>Ma mère</w:t>
      </w:r>
      <w:r>
        <w:t xml:space="preserve">, </w:t>
      </w:r>
      <w:r w:rsidR="00E0544E" w:rsidRPr="007818BD">
        <w:t>Dieu la bénisse</w:t>
      </w:r>
      <w:r>
        <w:t xml:space="preserve"> ! </w:t>
      </w:r>
      <w:r w:rsidR="00E0544E" w:rsidRPr="007818BD">
        <w:t>la jolie fille d</w:t>
      </w:r>
      <w:r>
        <w:t>’</w:t>
      </w:r>
      <w:r w:rsidR="00E0544E" w:rsidRPr="007818BD">
        <w:t>un aubergiste</w:t>
      </w:r>
      <w:r>
        <w:t xml:space="preserve">. </w:t>
      </w:r>
      <w:r w:rsidR="00E0544E" w:rsidRPr="007818BD">
        <w:t>Il ne pouvait</w:t>
      </w:r>
      <w:r>
        <w:t xml:space="preserve">, </w:t>
      </w:r>
      <w:r w:rsidR="00E0544E" w:rsidRPr="007818BD">
        <w:t>bien e</w:t>
      </w:r>
      <w:r w:rsidR="00E0544E" w:rsidRPr="007818BD">
        <w:t>n</w:t>
      </w:r>
      <w:r w:rsidR="00E0544E" w:rsidRPr="007818BD">
        <w:t>tendu</w:t>
      </w:r>
      <w:r>
        <w:t xml:space="preserve">, </w:t>
      </w:r>
      <w:r w:rsidR="00E0544E" w:rsidRPr="007818BD">
        <w:t>y avoir de mariage entre eux</w:t>
      </w:r>
      <w:r>
        <w:t xml:space="preserve"> ; </w:t>
      </w:r>
      <w:r w:rsidR="00E0544E" w:rsidRPr="007818BD">
        <w:t>et</w:t>
      </w:r>
      <w:r>
        <w:t xml:space="preserve">, </w:t>
      </w:r>
      <w:r w:rsidR="00E0544E" w:rsidRPr="007818BD">
        <w:t>quand je naquis</w:t>
      </w:r>
      <w:r>
        <w:t xml:space="preserve">, </w:t>
      </w:r>
      <w:r w:rsidR="00E0544E" w:rsidRPr="007818BD">
        <w:t>le moine déclara gravement que ma venue au monde était mirac</w:t>
      </w:r>
      <w:r w:rsidR="00E0544E" w:rsidRPr="007818BD">
        <w:t>u</w:t>
      </w:r>
      <w:r w:rsidR="00E0544E" w:rsidRPr="007818BD">
        <w:t>leuse</w:t>
      </w:r>
      <w:r>
        <w:t xml:space="preserve">. </w:t>
      </w:r>
      <w:r w:rsidR="00E0544E" w:rsidRPr="007818BD">
        <w:t>Dès le berceau je fus destiné à l</w:t>
      </w:r>
      <w:r>
        <w:t>’</w:t>
      </w:r>
      <w:r w:rsidR="00E0544E" w:rsidRPr="007818BD">
        <w:t>autel</w:t>
      </w:r>
      <w:r>
        <w:t xml:space="preserve">, </w:t>
      </w:r>
      <w:r w:rsidR="00E0544E" w:rsidRPr="007818BD">
        <w:t>et on convint un</w:t>
      </w:r>
      <w:r w:rsidR="00E0544E" w:rsidRPr="007818BD">
        <w:t>i</w:t>
      </w:r>
      <w:r w:rsidR="00E0544E" w:rsidRPr="007818BD">
        <w:t>versellement que ma tête avait la forme voulue pour le cap</w:t>
      </w:r>
      <w:r w:rsidR="00E0544E" w:rsidRPr="007818BD">
        <w:t>u</w:t>
      </w:r>
      <w:r w:rsidR="00E0544E" w:rsidRPr="007818BD">
        <w:t>chon</w:t>
      </w:r>
      <w:r>
        <w:t xml:space="preserve">. </w:t>
      </w:r>
      <w:r w:rsidR="00E0544E" w:rsidRPr="007818BD">
        <w:t>À mesure que je grandis</w:t>
      </w:r>
      <w:r>
        <w:t xml:space="preserve">, </w:t>
      </w:r>
      <w:r w:rsidR="00E0544E" w:rsidRPr="007818BD">
        <w:t>le moine prit grand soin de mon éduc</w:t>
      </w:r>
      <w:r w:rsidR="00E0544E" w:rsidRPr="007818BD">
        <w:t>a</w:t>
      </w:r>
      <w:r w:rsidR="00E0544E" w:rsidRPr="007818BD">
        <w:t>tion</w:t>
      </w:r>
      <w:r>
        <w:t xml:space="preserve"> ; </w:t>
      </w:r>
      <w:r w:rsidR="00E0544E" w:rsidRPr="007818BD">
        <w:t>et j</w:t>
      </w:r>
      <w:r>
        <w:t>’</w:t>
      </w:r>
      <w:r w:rsidR="00E0544E" w:rsidRPr="007818BD">
        <w:t>appris le latin et le plain-chant aussi rapidement que les enfants moins m</w:t>
      </w:r>
      <w:r w:rsidR="00E0544E" w:rsidRPr="007818BD">
        <w:t>i</w:t>
      </w:r>
      <w:r w:rsidR="00E0544E" w:rsidRPr="007818BD">
        <w:t>raculeux apprennent à siffler</w:t>
      </w:r>
      <w:r>
        <w:t xml:space="preserve">. </w:t>
      </w:r>
      <w:r w:rsidR="00E0544E" w:rsidRPr="007818BD">
        <w:t>Mais les soins du saint homme ne se bornèrent pas à meubler mon e</w:t>
      </w:r>
      <w:r w:rsidR="00E0544E" w:rsidRPr="007818BD">
        <w:t>s</w:t>
      </w:r>
      <w:r w:rsidR="00E0544E" w:rsidRPr="007818BD">
        <w:t>prit</w:t>
      </w:r>
      <w:r>
        <w:t xml:space="preserve">. </w:t>
      </w:r>
      <w:r w:rsidR="00E0544E" w:rsidRPr="007818BD">
        <w:t>Réduit par vœu à la pauvreté</w:t>
      </w:r>
      <w:r>
        <w:t xml:space="preserve">, </w:t>
      </w:r>
      <w:r w:rsidR="00E0544E" w:rsidRPr="007818BD">
        <w:t>il trouvait toujours moyen de tenir les poches de ma mère bien garnies</w:t>
      </w:r>
      <w:r>
        <w:t xml:space="preserve">. </w:t>
      </w:r>
      <w:r w:rsidR="00E0544E" w:rsidRPr="007818BD">
        <w:t>De ces poches-là aux miennes il s</w:t>
      </w:r>
      <w:r>
        <w:t>’</w:t>
      </w:r>
      <w:r w:rsidR="00E0544E" w:rsidRPr="007818BD">
        <w:t>établit bientôt une communication secrète</w:t>
      </w:r>
      <w:r>
        <w:t xml:space="preserve">, </w:t>
      </w:r>
      <w:r w:rsidR="00E0544E" w:rsidRPr="007818BD">
        <w:t>si bien</w:t>
      </w:r>
      <w:r w:rsidR="00E0544E">
        <w:t xml:space="preserve"> </w:t>
      </w:r>
      <w:r w:rsidR="00E0544E" w:rsidRPr="007818BD">
        <w:t>qu</w:t>
      </w:r>
      <w:r>
        <w:t>’</w:t>
      </w:r>
      <w:r w:rsidR="00E0544E" w:rsidRPr="007818BD">
        <w:t>à quatorze ans je portais mon bonnet sur le coin de l</w:t>
      </w:r>
      <w:r>
        <w:t>’</w:t>
      </w:r>
      <w:r w:rsidR="00E0544E" w:rsidRPr="007818BD">
        <w:t>oreille et des pistolets à ma ceinture</w:t>
      </w:r>
      <w:r>
        <w:t xml:space="preserve">, </w:t>
      </w:r>
      <w:r w:rsidR="00E0544E" w:rsidRPr="007818BD">
        <w:t>et j</w:t>
      </w:r>
      <w:r>
        <w:t>’</w:t>
      </w:r>
      <w:r w:rsidR="00E0544E" w:rsidRPr="007818BD">
        <w:t>avais pris les airs et la déma</w:t>
      </w:r>
      <w:r w:rsidR="00E0544E" w:rsidRPr="007818BD">
        <w:t>r</w:t>
      </w:r>
      <w:r w:rsidR="00E0544E" w:rsidRPr="007818BD">
        <w:t>che d</w:t>
      </w:r>
      <w:r>
        <w:t>’</w:t>
      </w:r>
      <w:r w:rsidR="00E0544E" w:rsidRPr="007818BD">
        <w:t>un galant cavalier</w:t>
      </w:r>
      <w:r>
        <w:t xml:space="preserve">. </w:t>
      </w:r>
      <w:r w:rsidR="00E0544E" w:rsidRPr="007818BD">
        <w:t>À cette époque</w:t>
      </w:r>
      <w:r>
        <w:t xml:space="preserve">, </w:t>
      </w:r>
      <w:r w:rsidR="00E0544E" w:rsidRPr="007818BD">
        <w:t>ma pauvre mère mo</w:t>
      </w:r>
      <w:r w:rsidR="00E0544E" w:rsidRPr="007818BD">
        <w:t>u</w:t>
      </w:r>
      <w:r w:rsidR="00E0544E" w:rsidRPr="007818BD">
        <w:t>rut</w:t>
      </w:r>
      <w:r>
        <w:t xml:space="preserve"> ; </w:t>
      </w:r>
      <w:r w:rsidR="00E0544E" w:rsidRPr="007818BD">
        <w:t>vers le même temps</w:t>
      </w:r>
      <w:r>
        <w:t xml:space="preserve">, </w:t>
      </w:r>
      <w:r w:rsidR="00E0544E" w:rsidRPr="007818BD">
        <w:t>mon père</w:t>
      </w:r>
      <w:r>
        <w:t xml:space="preserve">, </w:t>
      </w:r>
      <w:r w:rsidR="00E0544E" w:rsidRPr="007818BD">
        <w:t>ayant écrit une histoire des bulles pontificales</w:t>
      </w:r>
      <w:r>
        <w:t xml:space="preserve">, </w:t>
      </w:r>
      <w:r w:rsidR="00E0544E" w:rsidRPr="007818BD">
        <w:t>et étant d</w:t>
      </w:r>
      <w:r>
        <w:t>’</w:t>
      </w:r>
      <w:r w:rsidR="00E0544E" w:rsidRPr="007818BD">
        <w:t>ailleurs</w:t>
      </w:r>
      <w:r>
        <w:t xml:space="preserve">, </w:t>
      </w:r>
      <w:r w:rsidR="00E0544E" w:rsidRPr="007818BD">
        <w:t>comme je l</w:t>
      </w:r>
      <w:r>
        <w:t>’</w:t>
      </w:r>
      <w:r w:rsidR="00E0544E" w:rsidRPr="007818BD">
        <w:t>ai dit</w:t>
      </w:r>
      <w:r>
        <w:t xml:space="preserve">, </w:t>
      </w:r>
      <w:r w:rsidR="00E0544E" w:rsidRPr="007818BD">
        <w:t>de gra</w:t>
      </w:r>
      <w:r w:rsidR="00E0544E" w:rsidRPr="007818BD">
        <w:t>n</w:t>
      </w:r>
      <w:r w:rsidR="00E0544E" w:rsidRPr="007818BD">
        <w:t>de famille</w:t>
      </w:r>
      <w:r>
        <w:t xml:space="preserve">, </w:t>
      </w:r>
      <w:r w:rsidR="00E0544E" w:rsidRPr="007818BD">
        <w:t>obtint le chapeau de cardinal</w:t>
      </w:r>
      <w:r>
        <w:t xml:space="preserve">. </w:t>
      </w:r>
      <w:r w:rsidR="00E0544E" w:rsidRPr="007818BD">
        <w:t>Dès lors</w:t>
      </w:r>
      <w:r>
        <w:t xml:space="preserve">, </w:t>
      </w:r>
      <w:r w:rsidR="00E0544E" w:rsidRPr="007818BD">
        <w:t xml:space="preserve">il jugea à </w:t>
      </w:r>
      <w:r w:rsidR="00E0544E" w:rsidRPr="007818BD">
        <w:lastRenderedPageBreak/>
        <w:t>propos de désavouer votre humble serviteur</w:t>
      </w:r>
      <w:r>
        <w:t xml:space="preserve">. </w:t>
      </w:r>
      <w:r w:rsidR="00E0544E" w:rsidRPr="007818BD">
        <w:t>Il me mit chez un honnête notaire de Naples</w:t>
      </w:r>
      <w:r>
        <w:t xml:space="preserve">, </w:t>
      </w:r>
      <w:r w:rsidR="00E0544E" w:rsidRPr="007818BD">
        <w:t>et me donna deux cents écus pour commencer la vie</w:t>
      </w:r>
      <w:r>
        <w:t xml:space="preserve">. </w:t>
      </w:r>
      <w:r w:rsidR="00E0544E" w:rsidRPr="007818BD">
        <w:t>Eh bien</w:t>
      </w:r>
      <w:r>
        <w:t xml:space="preserve"> ! </w:t>
      </w:r>
      <w:proofErr w:type="spellStart"/>
      <w:r w:rsidR="00E0544E" w:rsidRPr="007818BD">
        <w:t>signor</w:t>
      </w:r>
      <w:proofErr w:type="spellEnd"/>
      <w:r>
        <w:t xml:space="preserve">, </w:t>
      </w:r>
      <w:r w:rsidR="00E0544E" w:rsidRPr="007818BD">
        <w:t>je connus bien vite assez le droit pour me convaincre que je n</w:t>
      </w:r>
      <w:r>
        <w:t>’</w:t>
      </w:r>
      <w:r w:rsidR="00E0544E" w:rsidRPr="007818BD">
        <w:t>étais pas assez coquin pour me distinguer dans cette carrière légale</w:t>
      </w:r>
      <w:r>
        <w:t xml:space="preserve">. </w:t>
      </w:r>
      <w:r w:rsidR="00E0544E" w:rsidRPr="007818BD">
        <w:t>Si bien qu</w:t>
      </w:r>
      <w:r>
        <w:t>’</w:t>
      </w:r>
      <w:r w:rsidR="00E0544E" w:rsidRPr="007818BD">
        <w:t>au lieu de s</w:t>
      </w:r>
      <w:r w:rsidR="00E0544E" w:rsidRPr="007818BD">
        <w:t>a</w:t>
      </w:r>
      <w:r w:rsidR="00E0544E" w:rsidRPr="007818BD">
        <w:t>lir du parchemin</w:t>
      </w:r>
      <w:r>
        <w:t xml:space="preserve">, </w:t>
      </w:r>
      <w:r w:rsidR="00E0544E" w:rsidRPr="007818BD">
        <w:t>je fis la cour à la fille du notaire</w:t>
      </w:r>
      <w:r>
        <w:t xml:space="preserve">. </w:t>
      </w:r>
      <w:r w:rsidR="00E0544E" w:rsidRPr="007818BD">
        <w:t>Mon maître découvrit notre innocent passe-temps et me mit dehors</w:t>
      </w:r>
      <w:r>
        <w:t>.</w:t>
      </w:r>
    </w:p>
    <w:p w14:paraId="0532455E" w14:textId="77777777" w:rsidR="00E8465A" w:rsidRDefault="00E8465A" w:rsidP="00E0544E">
      <w:r>
        <w:t>« </w:t>
      </w:r>
      <w:r w:rsidR="00E0544E" w:rsidRPr="007818BD">
        <w:t>C</w:t>
      </w:r>
      <w:r>
        <w:t>’</w:t>
      </w:r>
      <w:r w:rsidR="00E0544E" w:rsidRPr="007818BD">
        <w:t>était désagréable</w:t>
      </w:r>
      <w:r>
        <w:t xml:space="preserve"> ; </w:t>
      </w:r>
      <w:r w:rsidR="00E0544E" w:rsidRPr="007818BD">
        <w:t xml:space="preserve">mais ma </w:t>
      </w:r>
      <w:proofErr w:type="spellStart"/>
      <w:r w:rsidR="00E0544E" w:rsidRPr="007818BD">
        <w:t>Ninetta</w:t>
      </w:r>
      <w:proofErr w:type="spellEnd"/>
      <w:r w:rsidR="00E0544E" w:rsidRPr="007818BD">
        <w:t xml:space="preserve"> m</w:t>
      </w:r>
      <w:r>
        <w:t>’</w:t>
      </w:r>
      <w:r w:rsidR="00E0544E" w:rsidRPr="007818BD">
        <w:t>aimait et veillait à ce que je ne couchasse pas dans la rue avec les lazzaroni</w:t>
      </w:r>
      <w:r>
        <w:t xml:space="preserve">. </w:t>
      </w:r>
      <w:r w:rsidR="00E0544E" w:rsidRPr="007818BD">
        <w:t>Pet</w:t>
      </w:r>
      <w:r w:rsidR="00E0544E" w:rsidRPr="007818BD">
        <w:t>i</w:t>
      </w:r>
      <w:r w:rsidR="00E0544E" w:rsidRPr="007818BD">
        <w:t>te espiègle</w:t>
      </w:r>
      <w:r>
        <w:t xml:space="preserve"> ! </w:t>
      </w:r>
      <w:r w:rsidR="00E0544E" w:rsidRPr="007818BD">
        <w:t>il me semble la voir encore pieds nus</w:t>
      </w:r>
      <w:r>
        <w:t xml:space="preserve">, </w:t>
      </w:r>
      <w:r w:rsidR="00E0544E" w:rsidRPr="007818BD">
        <w:t>le doigt sur la lèvre</w:t>
      </w:r>
      <w:r>
        <w:t xml:space="preserve">, </w:t>
      </w:r>
      <w:r w:rsidR="00E0544E" w:rsidRPr="007818BD">
        <w:t>ouvrant la porte pendant les nuits d</w:t>
      </w:r>
      <w:r>
        <w:t>’</w:t>
      </w:r>
      <w:r w:rsidR="00E0544E" w:rsidRPr="007818BD">
        <w:t>été</w:t>
      </w:r>
      <w:r>
        <w:t xml:space="preserve">, </w:t>
      </w:r>
      <w:r w:rsidR="00E0544E" w:rsidRPr="007818BD">
        <w:t>m</w:t>
      </w:r>
      <w:r>
        <w:t>’</w:t>
      </w:r>
      <w:r w:rsidR="00E0544E" w:rsidRPr="007818BD">
        <w:t>introduisant do</w:t>
      </w:r>
      <w:r w:rsidR="00E0544E" w:rsidRPr="007818BD">
        <w:t>u</w:t>
      </w:r>
      <w:r w:rsidR="00E0544E" w:rsidRPr="007818BD">
        <w:t>cement dans la cuisine</w:t>
      </w:r>
      <w:r>
        <w:t xml:space="preserve">, </w:t>
      </w:r>
      <w:r w:rsidR="00E0544E" w:rsidRPr="007818BD">
        <w:t>où</w:t>
      </w:r>
      <w:r>
        <w:t xml:space="preserve">, </w:t>
      </w:r>
      <w:r w:rsidR="00E0544E" w:rsidRPr="007818BD">
        <w:t>gloire soit rendue aux saints</w:t>
      </w:r>
      <w:r>
        <w:t xml:space="preserve"> ! </w:t>
      </w:r>
      <w:r w:rsidR="00E0544E" w:rsidRPr="007818BD">
        <w:t>un flacon de vin et du pain attendaient toujours l</w:t>
      </w:r>
      <w:r>
        <w:t>’</w:t>
      </w:r>
      <w:r w:rsidR="00E0544E" w:rsidRPr="007818BD">
        <w:rPr>
          <w:i/>
          <w:iCs/>
        </w:rPr>
        <w:t>amoroso</w:t>
      </w:r>
      <w:r w:rsidR="00E0544E" w:rsidRPr="007818BD">
        <w:t xml:space="preserve"> affamé</w:t>
      </w:r>
      <w:r>
        <w:t xml:space="preserve">. </w:t>
      </w:r>
      <w:r w:rsidR="00E0544E" w:rsidRPr="007818BD">
        <w:t>À la fin</w:t>
      </w:r>
      <w:r>
        <w:t xml:space="preserve">, </w:t>
      </w:r>
      <w:r w:rsidR="00E0544E" w:rsidRPr="007818BD">
        <w:t>cependant</w:t>
      </w:r>
      <w:r>
        <w:t xml:space="preserve">, </w:t>
      </w:r>
      <w:proofErr w:type="spellStart"/>
      <w:r w:rsidR="00E0544E" w:rsidRPr="007818BD">
        <w:t>Ninetta</w:t>
      </w:r>
      <w:proofErr w:type="spellEnd"/>
      <w:r w:rsidR="00E0544E" w:rsidRPr="007818BD">
        <w:t xml:space="preserve"> se refroidit</w:t>
      </w:r>
      <w:r>
        <w:t xml:space="preserve"> : </w:t>
      </w:r>
      <w:r w:rsidR="00E0544E" w:rsidRPr="007818BD">
        <w:t>c</w:t>
      </w:r>
      <w:r>
        <w:t>’</w:t>
      </w:r>
      <w:r w:rsidR="00E0544E" w:rsidRPr="007818BD">
        <w:t>est leur histoire à to</w:t>
      </w:r>
      <w:r w:rsidR="00E0544E" w:rsidRPr="007818BD">
        <w:t>u</w:t>
      </w:r>
      <w:r w:rsidR="00E0544E" w:rsidRPr="007818BD">
        <w:t>tes</w:t>
      </w:r>
      <w:r>
        <w:t xml:space="preserve">, </w:t>
      </w:r>
      <w:proofErr w:type="spellStart"/>
      <w:r w:rsidR="00E0544E" w:rsidRPr="007818BD">
        <w:t>signor</w:t>
      </w:r>
      <w:proofErr w:type="spellEnd"/>
      <w:r>
        <w:t xml:space="preserve"> ! </w:t>
      </w:r>
      <w:r w:rsidR="00E0544E" w:rsidRPr="007818BD">
        <w:t>son père lui trouva un excellent parti dans la pe</w:t>
      </w:r>
      <w:r w:rsidR="00E0544E" w:rsidRPr="007818BD">
        <w:t>r</w:t>
      </w:r>
      <w:r w:rsidR="00E0544E" w:rsidRPr="007818BD">
        <w:t>sonne d</w:t>
      </w:r>
      <w:r>
        <w:t>’</w:t>
      </w:r>
      <w:r w:rsidR="00E0544E" w:rsidRPr="007818BD">
        <w:t>un vieux marchand de tableaux fort endommagé</w:t>
      </w:r>
      <w:r>
        <w:t xml:space="preserve">. </w:t>
      </w:r>
      <w:r w:rsidR="00E0544E" w:rsidRPr="007818BD">
        <w:t>Elle prit l</w:t>
      </w:r>
      <w:r>
        <w:t>’</w:t>
      </w:r>
      <w:r w:rsidR="00E0544E" w:rsidRPr="007818BD">
        <w:t>époux</w:t>
      </w:r>
      <w:r>
        <w:t xml:space="preserve">, </w:t>
      </w:r>
      <w:r w:rsidR="00E0544E" w:rsidRPr="007818BD">
        <w:t>et</w:t>
      </w:r>
      <w:r>
        <w:t xml:space="preserve">, </w:t>
      </w:r>
      <w:r w:rsidR="00E0544E" w:rsidRPr="007818BD">
        <w:t>en femme d</w:t>
      </w:r>
      <w:r w:rsidR="00E0544E" w:rsidRPr="007818BD">
        <w:t>é</w:t>
      </w:r>
      <w:r w:rsidR="00E0544E" w:rsidRPr="007818BD">
        <w:t>cente</w:t>
      </w:r>
      <w:r>
        <w:t xml:space="preserve">, </w:t>
      </w:r>
      <w:r w:rsidR="00E0544E" w:rsidRPr="007818BD">
        <w:t>ferma la porte au nez de l</w:t>
      </w:r>
      <w:r>
        <w:t>’</w:t>
      </w:r>
      <w:r w:rsidR="00E0544E" w:rsidRPr="007818BD">
        <w:t>amant</w:t>
      </w:r>
      <w:r>
        <w:t xml:space="preserve">. </w:t>
      </w:r>
      <w:r w:rsidR="00E0544E" w:rsidRPr="007818BD">
        <w:t>Je ne m</w:t>
      </w:r>
      <w:r>
        <w:t>’</w:t>
      </w:r>
      <w:r w:rsidR="00E0544E" w:rsidRPr="007818BD">
        <w:t>en décourageai pas</w:t>
      </w:r>
      <w:r>
        <w:t xml:space="preserve">, </w:t>
      </w:r>
      <w:r w:rsidR="00E0544E" w:rsidRPr="007818BD">
        <w:t>Excellence</w:t>
      </w:r>
      <w:r>
        <w:t xml:space="preserve"> ! </w:t>
      </w:r>
      <w:r w:rsidR="00E0544E" w:rsidRPr="007818BD">
        <w:t>loin de là</w:t>
      </w:r>
      <w:r>
        <w:t xml:space="preserve">, </w:t>
      </w:r>
      <w:r w:rsidR="00E0544E" w:rsidRPr="007818BD">
        <w:t>les femmes ne manquent pas quand on est jeune</w:t>
      </w:r>
      <w:r>
        <w:t xml:space="preserve">. </w:t>
      </w:r>
      <w:r w:rsidR="00E0544E" w:rsidRPr="007818BD">
        <w:t>Si bien que</w:t>
      </w:r>
      <w:r>
        <w:t xml:space="preserve">, </w:t>
      </w:r>
      <w:r w:rsidR="00E0544E" w:rsidRPr="007818BD">
        <w:t>sans un ducat dans la poche ni une croûte sous la dent</w:t>
      </w:r>
      <w:r>
        <w:t xml:space="preserve">, </w:t>
      </w:r>
      <w:r w:rsidR="00E0544E" w:rsidRPr="007818BD">
        <w:t>j</w:t>
      </w:r>
      <w:r>
        <w:t>’</w:t>
      </w:r>
      <w:r w:rsidR="00E0544E" w:rsidRPr="007818BD">
        <w:t>allai che</w:t>
      </w:r>
      <w:r w:rsidR="00E0544E" w:rsidRPr="007818BD">
        <w:t>r</w:t>
      </w:r>
      <w:r w:rsidR="00E0544E" w:rsidRPr="007818BD">
        <w:t>cher fortune à bord d</w:t>
      </w:r>
      <w:r>
        <w:t>’</w:t>
      </w:r>
      <w:r w:rsidR="00E0544E" w:rsidRPr="007818BD">
        <w:t>un navire espagnol</w:t>
      </w:r>
      <w:r>
        <w:t xml:space="preserve">. </w:t>
      </w:r>
      <w:r w:rsidR="00E0544E" w:rsidRPr="007818BD">
        <w:t>Le métier était moins gai que je n</w:t>
      </w:r>
      <w:r>
        <w:t>’</w:t>
      </w:r>
      <w:r w:rsidR="00E0544E" w:rsidRPr="007818BD">
        <w:t>avais espéré</w:t>
      </w:r>
      <w:r>
        <w:t xml:space="preserve"> : </w:t>
      </w:r>
      <w:r w:rsidR="00E0544E" w:rsidRPr="007818BD">
        <w:t>heureusement nous fûmes attaqués par un pirate</w:t>
      </w:r>
      <w:r>
        <w:t xml:space="preserve">, </w:t>
      </w:r>
      <w:r w:rsidR="00E0544E" w:rsidRPr="007818BD">
        <w:t>la moitié de l</w:t>
      </w:r>
      <w:r>
        <w:t>’</w:t>
      </w:r>
      <w:r w:rsidR="00E0544E" w:rsidRPr="007818BD">
        <w:t>équipage massacrée</w:t>
      </w:r>
      <w:r>
        <w:t xml:space="preserve">, </w:t>
      </w:r>
      <w:r w:rsidR="00E0544E" w:rsidRPr="007818BD">
        <w:t>l</w:t>
      </w:r>
      <w:r>
        <w:t>’</w:t>
      </w:r>
      <w:r w:rsidR="00E0544E" w:rsidRPr="007818BD">
        <w:t>autre moitié prise</w:t>
      </w:r>
      <w:r>
        <w:t xml:space="preserve">. </w:t>
      </w:r>
      <w:r w:rsidR="00E0544E" w:rsidRPr="007818BD">
        <w:t>Je fus de la seconde moitié</w:t>
      </w:r>
      <w:r>
        <w:t xml:space="preserve"> : </w:t>
      </w:r>
      <w:r w:rsidR="00E0544E" w:rsidRPr="007818BD">
        <w:t>toujours en veine</w:t>
      </w:r>
      <w:r>
        <w:t xml:space="preserve">, </w:t>
      </w:r>
      <w:r w:rsidR="00E0544E" w:rsidRPr="007818BD">
        <w:t>vous voyez</w:t>
      </w:r>
      <w:r>
        <w:t xml:space="preserve">, </w:t>
      </w:r>
      <w:proofErr w:type="spellStart"/>
      <w:r w:rsidR="00E0544E" w:rsidRPr="007818BD">
        <w:t>signor</w:t>
      </w:r>
      <w:proofErr w:type="spellEnd"/>
      <w:r>
        <w:t xml:space="preserve"> ! </w:t>
      </w:r>
      <w:r w:rsidR="00E0544E" w:rsidRPr="007818BD">
        <w:t>les fils de moines ont la chance pour eux</w:t>
      </w:r>
      <w:r>
        <w:t xml:space="preserve"> ! </w:t>
      </w:r>
      <w:r w:rsidR="00E0544E" w:rsidRPr="007818BD">
        <w:t>Je plus au capitaine des pirates</w:t>
      </w:r>
      <w:r>
        <w:t>…</w:t>
      </w:r>
    </w:p>
    <w:p w14:paraId="1C6F2329" w14:textId="77777777" w:rsidR="00E8465A" w:rsidRDefault="00E8465A" w:rsidP="00E0544E">
      <w:r>
        <w:t>« </w:t>
      </w:r>
      <w:r w:rsidR="00E0544E" w:rsidRPr="007818BD">
        <w:t>Sois des nôtres</w:t>
      </w:r>
      <w:r>
        <w:t xml:space="preserve">, </w:t>
      </w:r>
      <w:r w:rsidR="00E0544E" w:rsidRPr="007818BD">
        <w:t>me dit-il</w:t>
      </w:r>
      <w:r>
        <w:t>.</w:t>
      </w:r>
    </w:p>
    <w:p w14:paraId="394E0A7F" w14:textId="77777777" w:rsidR="00E8465A" w:rsidRDefault="00E8465A" w:rsidP="00E0544E">
      <w:r>
        <w:t>— </w:t>
      </w:r>
      <w:r w:rsidR="00E0544E" w:rsidRPr="007818BD">
        <w:t>Trop heureux</w:t>
      </w:r>
      <w:r>
        <w:t>, »</w:t>
      </w:r>
      <w:r w:rsidR="00E0544E" w:rsidRPr="007818BD">
        <w:t xml:space="preserve"> répondis-je</w:t>
      </w:r>
      <w:r>
        <w:t>.</w:t>
      </w:r>
    </w:p>
    <w:p w14:paraId="41427199" w14:textId="77777777" w:rsidR="00E8465A" w:rsidRDefault="00E8465A" w:rsidP="00E0544E">
      <w:r>
        <w:t>« </w:t>
      </w:r>
      <w:r w:rsidR="00E0544E" w:rsidRPr="007818BD">
        <w:t>Me voilà donc pirate</w:t>
      </w:r>
      <w:r>
        <w:t xml:space="preserve"> ! </w:t>
      </w:r>
      <w:r w:rsidR="00E0544E" w:rsidRPr="007818BD">
        <w:t>vie charmante</w:t>
      </w:r>
      <w:r>
        <w:t xml:space="preserve"> ! </w:t>
      </w:r>
      <w:r w:rsidR="00E0544E" w:rsidRPr="007818BD">
        <w:t>comme je bénis dévotement le notaire de m</w:t>
      </w:r>
      <w:r>
        <w:t>’</w:t>
      </w:r>
      <w:r w:rsidR="00E0544E" w:rsidRPr="007818BD">
        <w:t>avoir mis à la porte</w:t>
      </w:r>
      <w:r>
        <w:t xml:space="preserve"> ! </w:t>
      </w:r>
      <w:r w:rsidR="00E0544E" w:rsidRPr="007818BD">
        <w:t>festins</w:t>
      </w:r>
      <w:r>
        <w:t xml:space="preserve">, </w:t>
      </w:r>
      <w:r w:rsidR="00E0544E" w:rsidRPr="007818BD">
        <w:lastRenderedPageBreak/>
        <w:t>batai</w:t>
      </w:r>
      <w:r w:rsidR="00E0544E" w:rsidRPr="007818BD">
        <w:t>l</w:t>
      </w:r>
      <w:r w:rsidR="00E0544E" w:rsidRPr="007818BD">
        <w:t>les</w:t>
      </w:r>
      <w:r>
        <w:t xml:space="preserve">, </w:t>
      </w:r>
      <w:r w:rsidR="00E0544E" w:rsidRPr="007818BD">
        <w:t>amour</w:t>
      </w:r>
      <w:r>
        <w:t xml:space="preserve">, </w:t>
      </w:r>
      <w:r w:rsidR="00E0544E" w:rsidRPr="007818BD">
        <w:t>querelles</w:t>
      </w:r>
      <w:r>
        <w:t xml:space="preserve"> ! </w:t>
      </w:r>
      <w:r w:rsidR="00E0544E" w:rsidRPr="007818BD">
        <w:t>Quelquefois nous abo</w:t>
      </w:r>
      <w:r w:rsidR="00E0544E" w:rsidRPr="007818BD">
        <w:t>r</w:t>
      </w:r>
      <w:r w:rsidR="00E0544E" w:rsidRPr="007818BD">
        <w:t>dions au rivage et vivions comme des princes</w:t>
      </w:r>
      <w:r>
        <w:t xml:space="preserve"> ; </w:t>
      </w:r>
      <w:r w:rsidR="00E0544E" w:rsidRPr="007818BD">
        <w:t>quelquefois nous demeurions au calme pendant des journées entières sur la mer la plus belle que jamais homme ait sillonnée</w:t>
      </w:r>
      <w:r>
        <w:t xml:space="preserve">. </w:t>
      </w:r>
      <w:r w:rsidR="00E0544E" w:rsidRPr="007818BD">
        <w:t>Et alors</w:t>
      </w:r>
      <w:r>
        <w:t xml:space="preserve">, </w:t>
      </w:r>
      <w:r w:rsidR="00E0544E" w:rsidRPr="007818BD">
        <w:t>si la brise se levait et qu</w:t>
      </w:r>
      <w:r>
        <w:t>’</w:t>
      </w:r>
      <w:r w:rsidR="00E0544E" w:rsidRPr="007818BD">
        <w:t>une voile se montrât</w:t>
      </w:r>
      <w:r>
        <w:t xml:space="preserve">, </w:t>
      </w:r>
      <w:r w:rsidR="00E0544E" w:rsidRPr="007818BD">
        <w:t>quelle joie pareille à la n</w:t>
      </w:r>
      <w:r w:rsidR="00E0544E" w:rsidRPr="007818BD">
        <w:t>ô</w:t>
      </w:r>
      <w:r w:rsidR="00E0544E" w:rsidRPr="007818BD">
        <w:t>tre</w:t>
      </w:r>
      <w:r>
        <w:t xml:space="preserve"> ? </w:t>
      </w:r>
      <w:r w:rsidR="00E0544E" w:rsidRPr="007818BD">
        <w:t>Je passai trois ans dans cette charmante profession</w:t>
      </w:r>
      <w:r>
        <w:t xml:space="preserve"> ; </w:t>
      </w:r>
      <w:r w:rsidR="00E0544E" w:rsidRPr="007818BD">
        <w:t>et alors</w:t>
      </w:r>
      <w:r>
        <w:t xml:space="preserve">, </w:t>
      </w:r>
      <w:proofErr w:type="spellStart"/>
      <w:r w:rsidR="00E0544E" w:rsidRPr="007818BD">
        <w:t>signor</w:t>
      </w:r>
      <w:proofErr w:type="spellEnd"/>
      <w:r>
        <w:t xml:space="preserve">, </w:t>
      </w:r>
      <w:r w:rsidR="00E0544E" w:rsidRPr="007818BD">
        <w:t>je devins ambitieux</w:t>
      </w:r>
      <w:r>
        <w:t xml:space="preserve"> ; </w:t>
      </w:r>
      <w:r w:rsidR="00E0544E" w:rsidRPr="007818BD">
        <w:t>je complotai contre le capitaine</w:t>
      </w:r>
      <w:r>
        <w:t xml:space="preserve"> ; </w:t>
      </w:r>
      <w:r w:rsidR="00E0544E" w:rsidRPr="007818BD">
        <w:t>je voulais son commandement</w:t>
      </w:r>
      <w:r>
        <w:t xml:space="preserve">. </w:t>
      </w:r>
      <w:r w:rsidR="00E0544E" w:rsidRPr="007818BD">
        <w:t>Par une belle nuit</w:t>
      </w:r>
      <w:r>
        <w:t xml:space="preserve">, </w:t>
      </w:r>
      <w:r w:rsidR="00E0544E" w:rsidRPr="007818BD">
        <w:t>nous fîmes le coup</w:t>
      </w:r>
      <w:r>
        <w:t xml:space="preserve">. </w:t>
      </w:r>
      <w:r w:rsidR="00E0544E" w:rsidRPr="007818BD">
        <w:t>Le navire était en panne</w:t>
      </w:r>
      <w:r>
        <w:t xml:space="preserve"> ; </w:t>
      </w:r>
      <w:r w:rsidR="00E0544E" w:rsidRPr="007818BD">
        <w:t>pas de terre visible à la vigie</w:t>
      </w:r>
      <w:r>
        <w:t xml:space="preserve"> ; </w:t>
      </w:r>
      <w:r w:rsidR="00E0544E" w:rsidRPr="007818BD">
        <w:t>une mer d</w:t>
      </w:r>
      <w:r>
        <w:t>’</w:t>
      </w:r>
      <w:r w:rsidR="00E0544E" w:rsidRPr="007818BD">
        <w:t>huile</w:t>
      </w:r>
      <w:r>
        <w:t xml:space="preserve"> ; </w:t>
      </w:r>
      <w:r w:rsidR="00E0544E" w:rsidRPr="007818BD">
        <w:t>une lune magnifique</w:t>
      </w:r>
      <w:r>
        <w:t xml:space="preserve">. </w:t>
      </w:r>
      <w:r w:rsidR="00E0544E" w:rsidRPr="007818BD">
        <w:t>Nous nous levâmes trente et plus</w:t>
      </w:r>
      <w:r>
        <w:t xml:space="preserve"> ; </w:t>
      </w:r>
      <w:r w:rsidR="00E0544E" w:rsidRPr="007818BD">
        <w:t>nous nous levâmes en poussant un cri terrible</w:t>
      </w:r>
      <w:r>
        <w:t xml:space="preserve"> : </w:t>
      </w:r>
      <w:r w:rsidR="00E0544E" w:rsidRPr="007818BD">
        <w:t>nous e</w:t>
      </w:r>
      <w:r w:rsidR="00E0544E" w:rsidRPr="007818BD">
        <w:t>n</w:t>
      </w:r>
      <w:r w:rsidR="00E0544E" w:rsidRPr="007818BD">
        <w:t>vahîmes la chambre du capitaine</w:t>
      </w:r>
      <w:r>
        <w:t xml:space="preserve">, </w:t>
      </w:r>
      <w:r w:rsidR="00E0544E" w:rsidRPr="007818BD">
        <w:t>moi en tête</w:t>
      </w:r>
      <w:r>
        <w:t xml:space="preserve">. </w:t>
      </w:r>
      <w:r w:rsidR="00E0544E" w:rsidRPr="007818BD">
        <w:t>Le vieux loup de mer avait flairé le danger</w:t>
      </w:r>
      <w:r>
        <w:t xml:space="preserve"> ; </w:t>
      </w:r>
      <w:r w:rsidR="00E0544E" w:rsidRPr="007818BD">
        <w:t>il était sur sa porte un pistolet à ch</w:t>
      </w:r>
      <w:r w:rsidR="00E0544E" w:rsidRPr="007818BD">
        <w:t>a</w:t>
      </w:r>
      <w:r w:rsidR="00E0544E" w:rsidRPr="007818BD">
        <w:t>que main</w:t>
      </w:r>
      <w:r>
        <w:t xml:space="preserve">, </w:t>
      </w:r>
      <w:r w:rsidR="00E0544E" w:rsidRPr="007818BD">
        <w:t>et braquait sur nous son œil</w:t>
      </w:r>
      <w:r>
        <w:t xml:space="preserve"> (</w:t>
      </w:r>
      <w:r w:rsidR="00E0544E" w:rsidRPr="007818BD">
        <w:t>il n</w:t>
      </w:r>
      <w:r>
        <w:t>’</w:t>
      </w:r>
      <w:r w:rsidR="00E0544E" w:rsidRPr="007818BD">
        <w:t>avait qu</w:t>
      </w:r>
      <w:r>
        <w:t>’</w:t>
      </w:r>
      <w:r w:rsidR="00E0544E" w:rsidRPr="007818BD">
        <w:t>un œil</w:t>
      </w:r>
      <w:r>
        <w:t xml:space="preserve">) </w:t>
      </w:r>
      <w:r w:rsidR="00E0544E" w:rsidRPr="007818BD">
        <w:t>plus terrible que ses pi</w:t>
      </w:r>
      <w:r w:rsidR="00E0544E" w:rsidRPr="007818BD">
        <w:t>s</w:t>
      </w:r>
      <w:r w:rsidR="00E0544E" w:rsidRPr="007818BD">
        <w:t>tolets</w:t>
      </w:r>
      <w:r>
        <w:t>.</w:t>
      </w:r>
    </w:p>
    <w:p w14:paraId="60665A19" w14:textId="77777777" w:rsidR="00E8465A" w:rsidRDefault="00E8465A" w:rsidP="00E0544E">
      <w:r>
        <w:t>« </w:t>
      </w:r>
      <w:r w:rsidR="00E0544E" w:rsidRPr="007818BD">
        <w:t>Rendez-vous</w:t>
      </w:r>
      <w:r>
        <w:t xml:space="preserve">, </w:t>
      </w:r>
      <w:r w:rsidR="00E0544E" w:rsidRPr="007818BD">
        <w:t>criai-je</w:t>
      </w:r>
      <w:r>
        <w:t xml:space="preserve">, </w:t>
      </w:r>
      <w:r w:rsidR="00E0544E" w:rsidRPr="007818BD">
        <w:t>vous aurez</w:t>
      </w:r>
      <w:r>
        <w:t xml:space="preserve">, </w:t>
      </w:r>
      <w:r w:rsidR="00E0544E" w:rsidRPr="007818BD">
        <w:t>la vie sauve</w:t>
      </w:r>
      <w:r>
        <w:t>.</w:t>
      </w:r>
    </w:p>
    <w:p w14:paraId="4F0320FB" w14:textId="77777777" w:rsidR="00E8465A" w:rsidRDefault="00E8465A" w:rsidP="00E0544E">
      <w:r>
        <w:t>— </w:t>
      </w:r>
      <w:r w:rsidR="00E0544E" w:rsidRPr="007818BD">
        <w:t>Tiens</w:t>
      </w:r>
      <w:r>
        <w:t>, »</w:t>
      </w:r>
      <w:r w:rsidR="00E0544E" w:rsidRPr="007818BD">
        <w:t xml:space="preserve"> répliqua-t-il</w:t>
      </w:r>
      <w:r>
        <w:t>.</w:t>
      </w:r>
    </w:p>
    <w:p w14:paraId="341DDBF6" w14:textId="77777777" w:rsidR="00E8465A" w:rsidRDefault="00E8465A" w:rsidP="00E0544E">
      <w:r>
        <w:t>« </w:t>
      </w:r>
      <w:r w:rsidR="00E0544E" w:rsidRPr="007818BD">
        <w:t>Et la balle siffla</w:t>
      </w:r>
      <w:r>
        <w:t xml:space="preserve"> ; </w:t>
      </w:r>
      <w:r w:rsidR="00E0544E" w:rsidRPr="007818BD">
        <w:t>mais les saints veillent sur leurs prot</w:t>
      </w:r>
      <w:r w:rsidR="00E0544E" w:rsidRPr="007818BD">
        <w:t>é</w:t>
      </w:r>
      <w:r w:rsidR="00E0544E" w:rsidRPr="007818BD">
        <w:t>gés</w:t>
      </w:r>
      <w:r>
        <w:t xml:space="preserve"> : </w:t>
      </w:r>
      <w:r w:rsidR="00E0544E" w:rsidRPr="007818BD">
        <w:t>la balle m</w:t>
      </w:r>
      <w:r>
        <w:t>’</w:t>
      </w:r>
      <w:r w:rsidR="00E0544E" w:rsidRPr="007818BD">
        <w:t>effleura la joue</w:t>
      </w:r>
      <w:r>
        <w:t xml:space="preserve">, </w:t>
      </w:r>
      <w:r w:rsidR="00E0544E" w:rsidRPr="007818BD">
        <w:t>et tua roide le bosseman derrière moi</w:t>
      </w:r>
      <w:r>
        <w:t xml:space="preserve">. </w:t>
      </w:r>
      <w:r w:rsidR="00E0544E" w:rsidRPr="007818BD">
        <w:t>Je saisis le capitaine à bras-le-corps</w:t>
      </w:r>
      <w:r>
        <w:t xml:space="preserve">, </w:t>
      </w:r>
      <w:r w:rsidR="00E0544E" w:rsidRPr="007818BD">
        <w:t>et l</w:t>
      </w:r>
      <w:r>
        <w:t>’</w:t>
      </w:r>
      <w:r w:rsidR="00E0544E" w:rsidRPr="007818BD">
        <w:t>autre pistolet se déchargea sans faire de mal</w:t>
      </w:r>
      <w:r>
        <w:t xml:space="preserve">. </w:t>
      </w:r>
      <w:r w:rsidR="00E0544E" w:rsidRPr="007818BD">
        <w:t>Quel gaillard</w:t>
      </w:r>
      <w:r>
        <w:t xml:space="preserve"> ! </w:t>
      </w:r>
      <w:r w:rsidR="00E0544E" w:rsidRPr="007818BD">
        <w:t>cinq pieds dix po</w:t>
      </w:r>
      <w:r w:rsidR="00E0544E" w:rsidRPr="007818BD">
        <w:t>u</w:t>
      </w:r>
      <w:r w:rsidR="00E0544E" w:rsidRPr="007818BD">
        <w:t>ces sans ses souliers</w:t>
      </w:r>
      <w:r>
        <w:t xml:space="preserve">. </w:t>
      </w:r>
      <w:r w:rsidR="00E0544E" w:rsidRPr="007818BD">
        <w:t>Nous roulâmes l</w:t>
      </w:r>
      <w:r>
        <w:t>’</w:t>
      </w:r>
      <w:r w:rsidR="00E0544E" w:rsidRPr="007818BD">
        <w:t>un sur l</w:t>
      </w:r>
      <w:r>
        <w:t>’</w:t>
      </w:r>
      <w:r w:rsidR="00E0544E" w:rsidRPr="007818BD">
        <w:t>autre</w:t>
      </w:r>
      <w:r>
        <w:t xml:space="preserve"> ; </w:t>
      </w:r>
      <w:r w:rsidR="00E0544E" w:rsidRPr="007818BD">
        <w:t>santa M</w:t>
      </w:r>
      <w:r w:rsidR="00E0544E" w:rsidRPr="007818BD">
        <w:t>a</w:t>
      </w:r>
      <w:r w:rsidR="00E0544E" w:rsidRPr="007818BD">
        <w:t>riai impossible de tirer mon couteau</w:t>
      </w:r>
      <w:r>
        <w:t xml:space="preserve">. </w:t>
      </w:r>
      <w:r w:rsidR="00E0544E" w:rsidRPr="007818BD">
        <w:t>Cependant tout l</w:t>
      </w:r>
      <w:r>
        <w:t>’</w:t>
      </w:r>
      <w:r w:rsidR="00E0544E" w:rsidRPr="007818BD">
        <w:t>équipage était debout</w:t>
      </w:r>
      <w:r>
        <w:t xml:space="preserve">, </w:t>
      </w:r>
      <w:r w:rsidR="00E0544E" w:rsidRPr="007818BD">
        <w:t>les uns pour le capitaine</w:t>
      </w:r>
      <w:r>
        <w:t xml:space="preserve">, </w:t>
      </w:r>
      <w:r w:rsidR="00E0544E" w:rsidRPr="007818BD">
        <w:t>les autres pour moi</w:t>
      </w:r>
      <w:r>
        <w:t xml:space="preserve"> ; </w:t>
      </w:r>
      <w:r w:rsidR="00E0544E" w:rsidRPr="007818BD">
        <w:t>combattant du sabre et du pistolet</w:t>
      </w:r>
      <w:r>
        <w:t xml:space="preserve">, </w:t>
      </w:r>
      <w:r w:rsidR="00E0544E" w:rsidRPr="007818BD">
        <w:t>criant</w:t>
      </w:r>
      <w:r>
        <w:t xml:space="preserve">, </w:t>
      </w:r>
      <w:r w:rsidR="00E0544E" w:rsidRPr="007818BD">
        <w:t>jurant</w:t>
      </w:r>
      <w:r>
        <w:t xml:space="preserve">, </w:t>
      </w:r>
      <w:r w:rsidR="00E0544E" w:rsidRPr="007818BD">
        <w:t>gémissant</w:t>
      </w:r>
      <w:r>
        <w:t xml:space="preserve">, </w:t>
      </w:r>
      <w:r w:rsidR="00E0544E" w:rsidRPr="007818BD">
        <w:t>mourant</w:t>
      </w:r>
      <w:r>
        <w:t xml:space="preserve"> ; </w:t>
      </w:r>
      <w:r w:rsidR="00E0544E" w:rsidRPr="007818BD">
        <w:t>et de temps en temps un bruit sourd dans l</w:t>
      </w:r>
      <w:r>
        <w:t>’</w:t>
      </w:r>
      <w:r w:rsidR="00E0544E" w:rsidRPr="007818BD">
        <w:t>eau</w:t>
      </w:r>
      <w:r>
        <w:t xml:space="preserve">. </w:t>
      </w:r>
      <w:r w:rsidR="00E0544E" w:rsidRPr="007818BD">
        <w:t>Les requins ont bien soupé ce</w:t>
      </w:r>
      <w:r w:rsidR="00E0544E" w:rsidRPr="007818BD">
        <w:t>t</w:t>
      </w:r>
      <w:r w:rsidR="00E0544E" w:rsidRPr="007818BD">
        <w:t>te nuit-là</w:t>
      </w:r>
      <w:r>
        <w:t xml:space="preserve">. </w:t>
      </w:r>
      <w:r w:rsidR="00E0544E" w:rsidRPr="007818BD">
        <w:t>À la fin</w:t>
      </w:r>
      <w:r>
        <w:t xml:space="preserve">, </w:t>
      </w:r>
      <w:r w:rsidR="00E0544E" w:rsidRPr="007818BD">
        <w:t>le vieux Bilbao eut le dessus</w:t>
      </w:r>
      <w:r>
        <w:t xml:space="preserve"> ; </w:t>
      </w:r>
      <w:r w:rsidR="00E0544E" w:rsidRPr="007818BD">
        <w:t>son couteau étincela</w:t>
      </w:r>
      <w:r>
        <w:t xml:space="preserve">, </w:t>
      </w:r>
      <w:r w:rsidR="00E0544E" w:rsidRPr="007818BD">
        <w:t>s</w:t>
      </w:r>
      <w:r>
        <w:t>’</w:t>
      </w:r>
      <w:r w:rsidR="00E0544E" w:rsidRPr="007818BD">
        <w:t>abattit</w:t>
      </w:r>
      <w:r>
        <w:t xml:space="preserve">, </w:t>
      </w:r>
      <w:r w:rsidR="00E0544E" w:rsidRPr="007818BD">
        <w:t>mais ne m</w:t>
      </w:r>
      <w:r>
        <w:t>’</w:t>
      </w:r>
      <w:r w:rsidR="00E0544E" w:rsidRPr="007818BD">
        <w:t>atteignit pas le cœur</w:t>
      </w:r>
      <w:r>
        <w:t xml:space="preserve">. </w:t>
      </w:r>
      <w:r w:rsidR="00E0544E" w:rsidRPr="007818BD">
        <w:t>Non</w:t>
      </w:r>
      <w:r>
        <w:t xml:space="preserve"> ; </w:t>
      </w:r>
      <w:r w:rsidR="00E0544E" w:rsidRPr="007818BD">
        <w:t>je me fis de mon bras gauche un bouclier</w:t>
      </w:r>
      <w:r>
        <w:t xml:space="preserve"> ; </w:t>
      </w:r>
      <w:r w:rsidR="00E0544E" w:rsidRPr="007818BD">
        <w:t>la lame s</w:t>
      </w:r>
      <w:r>
        <w:t>’</w:t>
      </w:r>
      <w:r w:rsidR="00E0544E" w:rsidRPr="007818BD">
        <w:t>y enfonça jusqu</w:t>
      </w:r>
      <w:r>
        <w:t>’</w:t>
      </w:r>
      <w:r w:rsidR="00E0544E" w:rsidRPr="007818BD">
        <w:t>à la garde</w:t>
      </w:r>
      <w:r>
        <w:t xml:space="preserve"> ; </w:t>
      </w:r>
      <w:r w:rsidR="00E0544E" w:rsidRPr="007818BD">
        <w:t>le sang jaillit comme l</w:t>
      </w:r>
      <w:r>
        <w:t>’</w:t>
      </w:r>
      <w:r w:rsidR="00E0544E" w:rsidRPr="007818BD">
        <w:t>eau des naseaux d</w:t>
      </w:r>
      <w:r>
        <w:t>’</w:t>
      </w:r>
      <w:r w:rsidR="00E0544E" w:rsidRPr="007818BD">
        <w:t>une baleine</w:t>
      </w:r>
      <w:r>
        <w:t xml:space="preserve">. </w:t>
      </w:r>
      <w:r w:rsidR="00E0544E" w:rsidRPr="007818BD">
        <w:t xml:space="preserve">Le poids </w:t>
      </w:r>
      <w:r w:rsidR="00E0544E" w:rsidRPr="007818BD">
        <w:lastRenderedPageBreak/>
        <w:t>du coup fit chanceler mon v</w:t>
      </w:r>
      <w:r w:rsidR="00E0544E" w:rsidRPr="007818BD">
        <w:t>i</w:t>
      </w:r>
      <w:r w:rsidR="00E0544E" w:rsidRPr="007818BD">
        <w:t>goureux adversaire</w:t>
      </w:r>
      <w:r>
        <w:t xml:space="preserve">, </w:t>
      </w:r>
      <w:r w:rsidR="00E0544E" w:rsidRPr="007818BD">
        <w:t>si bien que son visage toucha le mien</w:t>
      </w:r>
      <w:r>
        <w:t xml:space="preserve"> : </w:t>
      </w:r>
      <w:r w:rsidR="00E0544E" w:rsidRPr="007818BD">
        <w:t>de ma main droite je le saisis à la gorge</w:t>
      </w:r>
      <w:r>
        <w:t xml:space="preserve">, </w:t>
      </w:r>
      <w:r w:rsidR="00E0544E" w:rsidRPr="007818BD">
        <w:t>le retournai comme un agneau</w:t>
      </w:r>
      <w:r>
        <w:t xml:space="preserve">, </w:t>
      </w:r>
      <w:proofErr w:type="spellStart"/>
      <w:r w:rsidR="00E0544E" w:rsidRPr="007818BD">
        <w:t>s</w:t>
      </w:r>
      <w:r w:rsidR="00E0544E" w:rsidRPr="007818BD">
        <w:t>i</w:t>
      </w:r>
      <w:r w:rsidR="00E0544E" w:rsidRPr="007818BD">
        <w:t>gnor</w:t>
      </w:r>
      <w:proofErr w:type="spellEnd"/>
      <w:r>
        <w:t xml:space="preserve"> ! </w:t>
      </w:r>
      <w:r w:rsidR="00E0544E" w:rsidRPr="007818BD">
        <w:t>et ma foi</w:t>
      </w:r>
      <w:r>
        <w:t xml:space="preserve">, </w:t>
      </w:r>
      <w:r w:rsidR="00E0544E" w:rsidRPr="007818BD">
        <w:t>son compte fut vite réglé</w:t>
      </w:r>
      <w:r>
        <w:t xml:space="preserve"> ; </w:t>
      </w:r>
      <w:r w:rsidR="00E0544E" w:rsidRPr="007818BD">
        <w:t>le frère du bosseman</w:t>
      </w:r>
      <w:r>
        <w:t xml:space="preserve">, </w:t>
      </w:r>
      <w:r w:rsidR="00E0544E" w:rsidRPr="007818BD">
        <w:t>un gros Hollandais</w:t>
      </w:r>
      <w:r>
        <w:t xml:space="preserve">, </w:t>
      </w:r>
      <w:r w:rsidR="00E0544E" w:rsidRPr="007818BD">
        <w:t>le cloua au faux-pont avec une pique</w:t>
      </w:r>
      <w:r>
        <w:t>.</w:t>
      </w:r>
    </w:p>
    <w:p w14:paraId="59BB8366" w14:textId="46152449" w:rsidR="00E0544E" w:rsidRPr="007818BD" w:rsidRDefault="00E8465A" w:rsidP="00E0544E">
      <w:r>
        <w:t>« </w:t>
      </w:r>
      <w:r w:rsidR="00E0544E" w:rsidRPr="007818BD">
        <w:t>Mon vieux</w:t>
      </w:r>
      <w:r>
        <w:t xml:space="preserve">, </w:t>
      </w:r>
      <w:r w:rsidR="00E0544E" w:rsidRPr="007818BD">
        <w:t>lui dis-je pendant que son œil terrible était fixé par moi</w:t>
      </w:r>
      <w:r>
        <w:t xml:space="preserve">, </w:t>
      </w:r>
      <w:r w:rsidR="00E0544E" w:rsidRPr="007818BD">
        <w:t>je ne t</w:t>
      </w:r>
      <w:r>
        <w:t>’</w:t>
      </w:r>
      <w:r w:rsidR="00E0544E" w:rsidRPr="007818BD">
        <w:t>en veux pas</w:t>
      </w:r>
      <w:r>
        <w:t xml:space="preserve">, </w:t>
      </w:r>
      <w:r w:rsidR="00E0544E" w:rsidRPr="007818BD">
        <w:t>mais il faut que chacun fasse son chemin dans ce monde</w:t>
      </w:r>
      <w:r>
        <w:t xml:space="preserve">, </w:t>
      </w:r>
      <w:r w:rsidR="00E0544E" w:rsidRPr="007818BD">
        <w:t>tu sais</w:t>
      </w:r>
      <w:r>
        <w:t> !… »</w:t>
      </w:r>
      <w:r w:rsidR="00E0544E" w:rsidRPr="007818BD">
        <w:t xml:space="preserve"> Le c</w:t>
      </w:r>
      <w:r w:rsidR="00E0544E" w:rsidRPr="007818BD">
        <w:t>a</w:t>
      </w:r>
      <w:r w:rsidR="00E0544E" w:rsidRPr="007818BD">
        <w:t>pitaine fit une grimace hideuse et rendit l</w:t>
      </w:r>
      <w:r>
        <w:t>’</w:t>
      </w:r>
      <w:r w:rsidR="00E0544E" w:rsidRPr="007818BD">
        <w:t>âme</w:t>
      </w:r>
      <w:r>
        <w:t xml:space="preserve">. </w:t>
      </w:r>
      <w:r w:rsidR="00E0544E" w:rsidRPr="007818BD">
        <w:t>Je montai sur le pont</w:t>
      </w:r>
      <w:r>
        <w:t xml:space="preserve">. </w:t>
      </w:r>
      <w:r w:rsidR="00E0544E" w:rsidRPr="007818BD">
        <w:t>Quel spectacle</w:t>
      </w:r>
      <w:r>
        <w:t xml:space="preserve"> ! </w:t>
      </w:r>
      <w:r w:rsidR="00E0544E" w:rsidRPr="007818BD">
        <w:t>vingt braves</w:t>
      </w:r>
      <w:r>
        <w:t xml:space="preserve">, </w:t>
      </w:r>
      <w:r w:rsidR="00E0544E" w:rsidRPr="007818BD">
        <w:t>froids et raides</w:t>
      </w:r>
      <w:r>
        <w:t xml:space="preserve">, </w:t>
      </w:r>
      <w:r w:rsidR="00E0544E" w:rsidRPr="007818BD">
        <w:t>et la lune se mirant dans des mares de sang avec autant de sérénité que sur l</w:t>
      </w:r>
      <w:r>
        <w:t>’</w:t>
      </w:r>
      <w:r w:rsidR="00E0544E" w:rsidRPr="007818BD">
        <w:t>eau</w:t>
      </w:r>
      <w:r>
        <w:t xml:space="preserve"> ! </w:t>
      </w:r>
      <w:r w:rsidR="00E0544E" w:rsidRPr="007818BD">
        <w:t>Enfin</w:t>
      </w:r>
      <w:r>
        <w:t xml:space="preserve">, </w:t>
      </w:r>
      <w:r w:rsidR="00E0544E" w:rsidRPr="007818BD">
        <w:t>la victoire était à nous</w:t>
      </w:r>
      <w:r>
        <w:t xml:space="preserve">, </w:t>
      </w:r>
      <w:r w:rsidR="00E0544E" w:rsidRPr="007818BD">
        <w:t>le navire à moi</w:t>
      </w:r>
      <w:r>
        <w:t xml:space="preserve">. </w:t>
      </w:r>
      <w:r w:rsidR="00E0544E" w:rsidRPr="007818BD">
        <w:t>Je comma</w:t>
      </w:r>
      <w:r w:rsidR="00E0544E" w:rsidRPr="007818BD">
        <w:t>n</w:t>
      </w:r>
      <w:r w:rsidR="00E0544E" w:rsidRPr="007818BD">
        <w:t>dai fort gaiement pendant six mois</w:t>
      </w:r>
      <w:r>
        <w:t xml:space="preserve">. </w:t>
      </w:r>
      <w:r w:rsidR="00E0544E" w:rsidRPr="007818BD">
        <w:t>Nous attaquâmes alors un Français deux fois plus gros que nous</w:t>
      </w:r>
      <w:r>
        <w:t xml:space="preserve"> : </w:t>
      </w:r>
      <w:r w:rsidR="00E0544E" w:rsidRPr="007818BD">
        <w:t>quelle fête</w:t>
      </w:r>
      <w:r>
        <w:t xml:space="preserve"> ! </w:t>
      </w:r>
      <w:r w:rsidR="00E0544E" w:rsidRPr="007818BD">
        <w:t>Il y avait longtemps que nous n</w:t>
      </w:r>
      <w:r>
        <w:t>’</w:t>
      </w:r>
      <w:r w:rsidR="00E0544E" w:rsidRPr="007818BD">
        <w:t>avions eu un bon combat</w:t>
      </w:r>
      <w:r>
        <w:t xml:space="preserve"> ; </w:t>
      </w:r>
      <w:r w:rsidR="00E0544E" w:rsidRPr="007818BD">
        <w:t>nous co</w:t>
      </w:r>
      <w:r w:rsidR="00E0544E" w:rsidRPr="007818BD">
        <w:t>m</w:t>
      </w:r>
      <w:r w:rsidR="00E0544E" w:rsidRPr="007818BD">
        <w:t>mencions à nous rouiller</w:t>
      </w:r>
      <w:r>
        <w:t xml:space="preserve">. </w:t>
      </w:r>
      <w:r w:rsidR="00E0544E" w:rsidRPr="007818BD">
        <w:t>Nous nous en tirâmes bien</w:t>
      </w:r>
      <w:r>
        <w:t xml:space="preserve"> ; </w:t>
      </w:r>
      <w:r w:rsidR="00E0544E" w:rsidRPr="007818BD">
        <w:t>navire et cargaison passèrent entre nos mains</w:t>
      </w:r>
      <w:r>
        <w:t xml:space="preserve">. </w:t>
      </w:r>
      <w:r w:rsidR="00E0544E" w:rsidRPr="007818BD">
        <w:t>Ils voulaient brûler la ce</w:t>
      </w:r>
      <w:r w:rsidR="00E0544E" w:rsidRPr="007818BD">
        <w:t>r</w:t>
      </w:r>
      <w:r w:rsidR="00E0544E" w:rsidRPr="007818BD">
        <w:t>velle au capitaine</w:t>
      </w:r>
      <w:r>
        <w:t xml:space="preserve">, </w:t>
      </w:r>
      <w:r w:rsidR="00E0544E" w:rsidRPr="007818BD">
        <w:t>mais c</w:t>
      </w:r>
      <w:r>
        <w:t>’</w:t>
      </w:r>
      <w:r w:rsidR="00E0544E" w:rsidRPr="007818BD">
        <w:t>était contraire à nos règlements</w:t>
      </w:r>
      <w:r>
        <w:t xml:space="preserve"> : </w:t>
      </w:r>
      <w:r w:rsidR="00E0544E" w:rsidRPr="007818BD">
        <w:t>nous lui mîmes les menottes</w:t>
      </w:r>
      <w:r>
        <w:t xml:space="preserve">, </w:t>
      </w:r>
      <w:r w:rsidR="00E0544E" w:rsidRPr="007818BD">
        <w:t>le laissâmes avec le reste de son équip</w:t>
      </w:r>
      <w:r w:rsidR="00E0544E" w:rsidRPr="007818BD">
        <w:t>a</w:t>
      </w:r>
      <w:r w:rsidR="00E0544E" w:rsidRPr="007818BD">
        <w:t>ge sur notre navire</w:t>
      </w:r>
      <w:r>
        <w:t xml:space="preserve">, </w:t>
      </w:r>
      <w:r w:rsidR="00E0544E" w:rsidRPr="007818BD">
        <w:t>qui avait été affreusement maltraité</w:t>
      </w:r>
      <w:r>
        <w:t xml:space="preserve">, </w:t>
      </w:r>
      <w:r w:rsidR="00E0544E" w:rsidRPr="007818BD">
        <w:t>arb</w:t>
      </w:r>
      <w:r w:rsidR="00E0544E" w:rsidRPr="007818BD">
        <w:t>o</w:t>
      </w:r>
      <w:r w:rsidR="00E0544E" w:rsidRPr="007818BD">
        <w:t>râmes bravement notre pavillon noir sur le français</w:t>
      </w:r>
      <w:r>
        <w:t xml:space="preserve">, </w:t>
      </w:r>
      <w:r w:rsidR="00E0544E" w:rsidRPr="007818BD">
        <w:t>et repart</w:t>
      </w:r>
      <w:r w:rsidR="00E0544E" w:rsidRPr="007818BD">
        <w:t>î</w:t>
      </w:r>
      <w:r w:rsidR="00E0544E" w:rsidRPr="007818BD">
        <w:t>mes gaiement</w:t>
      </w:r>
      <w:r>
        <w:t xml:space="preserve">, </w:t>
      </w:r>
      <w:r w:rsidR="00E0544E" w:rsidRPr="007818BD">
        <w:t>vent arrière</w:t>
      </w:r>
      <w:r>
        <w:t xml:space="preserve">. </w:t>
      </w:r>
      <w:r w:rsidR="00E0544E" w:rsidRPr="007818BD">
        <w:t>Mais la chance nous abandonna du moment où nous quittâmes notre bon vieux navire</w:t>
      </w:r>
      <w:r>
        <w:t xml:space="preserve">. </w:t>
      </w:r>
      <w:r w:rsidR="00E0544E" w:rsidRPr="007818BD">
        <w:t>Un orage écl</w:t>
      </w:r>
      <w:r w:rsidR="00E0544E" w:rsidRPr="007818BD">
        <w:t>a</w:t>
      </w:r>
      <w:r w:rsidR="00E0544E" w:rsidRPr="007818BD">
        <w:t>ta</w:t>
      </w:r>
      <w:r>
        <w:t xml:space="preserve"> ; </w:t>
      </w:r>
      <w:r w:rsidR="00E0544E" w:rsidRPr="007818BD">
        <w:t>une voie d</w:t>
      </w:r>
      <w:r>
        <w:t>’</w:t>
      </w:r>
      <w:r w:rsidR="00E0544E" w:rsidRPr="007818BD">
        <w:t>eau se déclara</w:t>
      </w:r>
      <w:r>
        <w:t xml:space="preserve"> ; </w:t>
      </w:r>
      <w:r w:rsidR="00E0544E" w:rsidRPr="007818BD">
        <w:t>beaucoup d</w:t>
      </w:r>
      <w:r>
        <w:t>’</w:t>
      </w:r>
      <w:r w:rsidR="00E0544E" w:rsidRPr="007818BD">
        <w:t>entre nous s</w:t>
      </w:r>
      <w:r>
        <w:t>’</w:t>
      </w:r>
      <w:r w:rsidR="00E0544E" w:rsidRPr="007818BD">
        <w:t>échappèrent dans une chaloupe</w:t>
      </w:r>
      <w:r>
        <w:t xml:space="preserve">. </w:t>
      </w:r>
      <w:r w:rsidR="00E0544E" w:rsidRPr="007818BD">
        <w:t>Nous avions quantité d</w:t>
      </w:r>
      <w:r>
        <w:t>’</w:t>
      </w:r>
      <w:r w:rsidR="00E0544E" w:rsidRPr="007818BD">
        <w:t>or</w:t>
      </w:r>
      <w:r>
        <w:t xml:space="preserve">, </w:t>
      </w:r>
      <w:r w:rsidR="00E0544E" w:rsidRPr="007818BD">
        <w:t>pas une goutte d</w:t>
      </w:r>
      <w:r>
        <w:t>’</w:t>
      </w:r>
      <w:r w:rsidR="00E0544E" w:rsidRPr="007818BD">
        <w:t>eau</w:t>
      </w:r>
      <w:r>
        <w:t xml:space="preserve"> ! </w:t>
      </w:r>
      <w:r w:rsidR="00E0544E" w:rsidRPr="007818BD">
        <w:t>Pendant deux nuits et deux jours nous souffrîmes horriblement</w:t>
      </w:r>
      <w:r>
        <w:t xml:space="preserve"> ; </w:t>
      </w:r>
      <w:r w:rsidR="00E0544E" w:rsidRPr="007818BD">
        <w:t>à la fin nous prîmes terre près d</w:t>
      </w:r>
      <w:r>
        <w:t>’</w:t>
      </w:r>
      <w:r w:rsidR="00E0544E" w:rsidRPr="007818BD">
        <w:t>un port français</w:t>
      </w:r>
      <w:r>
        <w:t xml:space="preserve">. </w:t>
      </w:r>
      <w:r w:rsidR="00E0544E" w:rsidRPr="007818BD">
        <w:t>Ici</w:t>
      </w:r>
      <w:r>
        <w:t xml:space="preserve">, </w:t>
      </w:r>
      <w:r w:rsidR="00E0544E" w:rsidRPr="007818BD">
        <w:t>nous oubliâmes bientôt nos fatigues</w:t>
      </w:r>
      <w:r>
        <w:t xml:space="preserve">, </w:t>
      </w:r>
      <w:r w:rsidR="00E0544E" w:rsidRPr="007818BD">
        <w:t>répar</w:t>
      </w:r>
      <w:r w:rsidR="00E0544E" w:rsidRPr="007818BD">
        <w:t>â</w:t>
      </w:r>
      <w:r w:rsidR="00E0544E" w:rsidRPr="007818BD">
        <w:t>mes nos avaries</w:t>
      </w:r>
      <w:r>
        <w:t xml:space="preserve">, </w:t>
      </w:r>
      <w:r w:rsidR="00E0544E" w:rsidRPr="007818BD">
        <w:t>et votre humble serviteur fut regardé comme le plus noble capitaine qui eût jamais arpenté sa dunette</w:t>
      </w:r>
      <w:r>
        <w:t xml:space="preserve">. </w:t>
      </w:r>
      <w:r w:rsidR="00E0544E" w:rsidRPr="007818BD">
        <w:t>Mais</w:t>
      </w:r>
      <w:r>
        <w:t xml:space="preserve">, </w:t>
      </w:r>
      <w:r w:rsidR="00E0544E" w:rsidRPr="007818BD">
        <w:t>hélas</w:t>
      </w:r>
      <w:r>
        <w:t xml:space="preserve"> ! </w:t>
      </w:r>
      <w:r w:rsidR="00E0544E" w:rsidRPr="007818BD">
        <w:t>le sort voulut que je devinsse amoureux d</w:t>
      </w:r>
      <w:r>
        <w:t>’</w:t>
      </w:r>
      <w:r w:rsidR="00E0544E" w:rsidRPr="007818BD">
        <w:t>une marcha</w:t>
      </w:r>
      <w:r w:rsidR="00E0544E" w:rsidRPr="007818BD">
        <w:t>n</w:t>
      </w:r>
      <w:r w:rsidR="00E0544E" w:rsidRPr="007818BD">
        <w:t>de de soieries</w:t>
      </w:r>
      <w:r>
        <w:t xml:space="preserve">. </w:t>
      </w:r>
      <w:r w:rsidR="00E0544E" w:rsidRPr="007818BD">
        <w:t>Comme je l</w:t>
      </w:r>
      <w:r>
        <w:t>’</w:t>
      </w:r>
      <w:r w:rsidR="00E0544E" w:rsidRPr="007818BD">
        <w:t>aimais</w:t>
      </w:r>
      <w:r>
        <w:t xml:space="preserve">, </w:t>
      </w:r>
      <w:r w:rsidR="00E0544E" w:rsidRPr="007818BD">
        <w:t>la belle Clara</w:t>
      </w:r>
      <w:r>
        <w:t xml:space="preserve"> !… </w:t>
      </w:r>
      <w:r w:rsidR="00E0544E" w:rsidRPr="007818BD">
        <w:t>Oui</w:t>
      </w:r>
      <w:r>
        <w:t xml:space="preserve">, </w:t>
      </w:r>
      <w:r w:rsidR="00E0544E" w:rsidRPr="007818BD">
        <w:t>je l</w:t>
      </w:r>
      <w:r>
        <w:t>’</w:t>
      </w:r>
      <w:r w:rsidR="00E0544E" w:rsidRPr="007818BD">
        <w:t>aimais si bien</w:t>
      </w:r>
      <w:r>
        <w:t xml:space="preserve">, </w:t>
      </w:r>
      <w:r w:rsidR="00E0544E" w:rsidRPr="007818BD">
        <w:lastRenderedPageBreak/>
        <w:t>que je fus saisi d</w:t>
      </w:r>
      <w:r>
        <w:t>’</w:t>
      </w:r>
      <w:r w:rsidR="00E0544E" w:rsidRPr="007818BD">
        <w:t>horreur à la vue de ma vie pa</w:t>
      </w:r>
      <w:r w:rsidR="00E0544E" w:rsidRPr="007818BD">
        <w:t>s</w:t>
      </w:r>
      <w:r w:rsidR="00E0544E" w:rsidRPr="007818BD">
        <w:t>sée</w:t>
      </w:r>
      <w:r>
        <w:t xml:space="preserve">. </w:t>
      </w:r>
      <w:r w:rsidR="00E0544E" w:rsidRPr="007818BD">
        <w:t>Je résolus de me repentir</w:t>
      </w:r>
      <w:r>
        <w:t xml:space="preserve">, </w:t>
      </w:r>
      <w:r w:rsidR="00E0544E" w:rsidRPr="007818BD">
        <w:t>de l</w:t>
      </w:r>
      <w:r>
        <w:t>’</w:t>
      </w:r>
      <w:r w:rsidR="00E0544E" w:rsidRPr="007818BD">
        <w:t>épouser</w:t>
      </w:r>
      <w:r>
        <w:t xml:space="preserve">, </w:t>
      </w:r>
      <w:r w:rsidR="00E0544E" w:rsidRPr="007818BD">
        <w:t>et de devenir ho</w:t>
      </w:r>
      <w:r w:rsidR="00E0544E" w:rsidRPr="007818BD">
        <w:t>n</w:t>
      </w:r>
      <w:r w:rsidR="00E0544E" w:rsidRPr="007818BD">
        <w:t>nête homme</w:t>
      </w:r>
      <w:r>
        <w:t xml:space="preserve">. </w:t>
      </w:r>
      <w:r w:rsidR="00E0544E" w:rsidRPr="007818BD">
        <w:t>Je convoquai mes compagnons</w:t>
      </w:r>
      <w:r>
        <w:t xml:space="preserve"> ; </w:t>
      </w:r>
      <w:r w:rsidR="00E0544E" w:rsidRPr="007818BD">
        <w:t>je leur fis part de ma décision</w:t>
      </w:r>
      <w:r>
        <w:t xml:space="preserve">, </w:t>
      </w:r>
      <w:r w:rsidR="00E0544E" w:rsidRPr="007818BD">
        <w:t>j</w:t>
      </w:r>
      <w:r>
        <w:t>’</w:t>
      </w:r>
      <w:r w:rsidR="00E0544E" w:rsidRPr="007818BD">
        <w:t>abdiquai mon commandement</w:t>
      </w:r>
      <w:r>
        <w:t xml:space="preserve">, </w:t>
      </w:r>
      <w:r w:rsidR="00E0544E" w:rsidRPr="007818BD">
        <w:t>et leur conseillai de partir</w:t>
      </w:r>
      <w:r>
        <w:t xml:space="preserve">. </w:t>
      </w:r>
      <w:r w:rsidR="00E0544E" w:rsidRPr="007818BD">
        <w:t>C</w:t>
      </w:r>
      <w:r>
        <w:t>’</w:t>
      </w:r>
      <w:r w:rsidR="00E0544E" w:rsidRPr="007818BD">
        <w:t>étaient de bons diables</w:t>
      </w:r>
      <w:r>
        <w:t xml:space="preserve"> : </w:t>
      </w:r>
      <w:r w:rsidR="00E0544E" w:rsidRPr="007818BD">
        <w:t>ils s</w:t>
      </w:r>
      <w:r>
        <w:t>’</w:t>
      </w:r>
      <w:r w:rsidR="00E0544E" w:rsidRPr="007818BD">
        <w:t>engagèrent à un Ho</w:t>
      </w:r>
      <w:r w:rsidR="00E0544E" w:rsidRPr="007818BD">
        <w:t>l</w:t>
      </w:r>
      <w:r w:rsidR="00E0544E" w:rsidRPr="007818BD">
        <w:t>landais</w:t>
      </w:r>
      <w:r>
        <w:t xml:space="preserve">, </w:t>
      </w:r>
      <w:r w:rsidR="00E0544E" w:rsidRPr="007818BD">
        <w:t>se mutinèrent contre lui</w:t>
      </w:r>
      <w:r>
        <w:t xml:space="preserve">, </w:t>
      </w:r>
      <w:r w:rsidR="00E0544E" w:rsidRPr="007818BD">
        <w:t>et depuis je n</w:t>
      </w:r>
      <w:r>
        <w:t>’</w:t>
      </w:r>
      <w:r w:rsidR="00E0544E" w:rsidRPr="007818BD">
        <w:t>en ouïs plus pa</w:t>
      </w:r>
      <w:r w:rsidR="00E0544E" w:rsidRPr="007818BD">
        <w:t>r</w:t>
      </w:r>
      <w:r w:rsidR="00E0544E" w:rsidRPr="007818BD">
        <w:t>ler</w:t>
      </w:r>
      <w:r>
        <w:t xml:space="preserve">. </w:t>
      </w:r>
      <w:r w:rsidR="00E0544E" w:rsidRPr="007818BD">
        <w:t>Il me restait deux mille écus</w:t>
      </w:r>
      <w:r>
        <w:t xml:space="preserve"> : </w:t>
      </w:r>
      <w:r w:rsidR="00E0544E" w:rsidRPr="007818BD">
        <w:t>avec cette somme j</w:t>
      </w:r>
      <w:r>
        <w:t>’</w:t>
      </w:r>
      <w:r w:rsidR="00E0544E" w:rsidRPr="007818BD">
        <w:t>obtins le consentement du père</w:t>
      </w:r>
      <w:r>
        <w:t xml:space="preserve"> ; </w:t>
      </w:r>
      <w:r w:rsidR="00E0544E" w:rsidRPr="007818BD">
        <w:t>il fut convenu que je serais associé à son comme</w:t>
      </w:r>
      <w:r w:rsidR="00E0544E" w:rsidRPr="007818BD">
        <w:t>r</w:t>
      </w:r>
      <w:r w:rsidR="00E0544E" w:rsidRPr="007818BD">
        <w:t>ce</w:t>
      </w:r>
      <w:r>
        <w:t xml:space="preserve">. </w:t>
      </w:r>
      <w:r w:rsidR="00E0544E" w:rsidRPr="007818BD">
        <w:t>Inutile de dire que personne ne soupçonnait ma gloire maritime</w:t>
      </w:r>
      <w:r>
        <w:t xml:space="preserve">. </w:t>
      </w:r>
      <w:r w:rsidR="00E0544E" w:rsidRPr="007818BD">
        <w:t>Je passai pour le fils d</w:t>
      </w:r>
      <w:r>
        <w:t>’</w:t>
      </w:r>
      <w:r w:rsidR="00E0544E" w:rsidRPr="007818BD">
        <w:t>un bijoutier de Naples</w:t>
      </w:r>
      <w:r>
        <w:t xml:space="preserve">, </w:t>
      </w:r>
      <w:r w:rsidR="00E0544E" w:rsidRPr="007818BD">
        <w:t>au lieu de celui d</w:t>
      </w:r>
      <w:r>
        <w:t>’</w:t>
      </w:r>
      <w:r w:rsidR="00E0544E" w:rsidRPr="007818BD">
        <w:t>un cardinal</w:t>
      </w:r>
      <w:r>
        <w:t xml:space="preserve">. </w:t>
      </w:r>
      <w:r w:rsidR="00E0544E" w:rsidRPr="007818BD">
        <w:t>J</w:t>
      </w:r>
      <w:r>
        <w:t>’</w:t>
      </w:r>
      <w:r w:rsidR="00E0544E" w:rsidRPr="007818BD">
        <w:t>étais heureux alors</w:t>
      </w:r>
      <w:r>
        <w:t xml:space="preserve">, </w:t>
      </w:r>
      <w:proofErr w:type="spellStart"/>
      <w:r w:rsidR="00E0544E" w:rsidRPr="007818BD">
        <w:t>s</w:t>
      </w:r>
      <w:r w:rsidR="00E0544E" w:rsidRPr="007818BD">
        <w:t>i</w:t>
      </w:r>
      <w:r w:rsidR="00E0544E" w:rsidRPr="007818BD">
        <w:t>gnor</w:t>
      </w:r>
      <w:proofErr w:type="spellEnd"/>
      <w:r>
        <w:t xml:space="preserve"> ! </w:t>
      </w:r>
      <w:r w:rsidR="00E0544E" w:rsidRPr="007818BD">
        <w:t>bien heureux</w:t>
      </w:r>
      <w:r>
        <w:t xml:space="preserve"> ! </w:t>
      </w:r>
      <w:r w:rsidR="00E0544E" w:rsidRPr="007818BD">
        <w:t>Je</w:t>
      </w:r>
      <w:r w:rsidR="00E0544E">
        <w:t xml:space="preserve"> </w:t>
      </w:r>
      <w:r w:rsidR="00E0544E" w:rsidRPr="007818BD">
        <w:t>n</w:t>
      </w:r>
      <w:r>
        <w:t>’</w:t>
      </w:r>
      <w:r w:rsidR="00E0544E" w:rsidRPr="007818BD">
        <w:t>aurais pas voulu faire de mal à une mouche</w:t>
      </w:r>
      <w:r>
        <w:t xml:space="preserve">. </w:t>
      </w:r>
      <w:r w:rsidR="00E0544E" w:rsidRPr="007818BD">
        <w:t>Si j</w:t>
      </w:r>
      <w:r>
        <w:t>’</w:t>
      </w:r>
      <w:r w:rsidR="00E0544E" w:rsidRPr="007818BD">
        <w:t>avais épousé Clara</w:t>
      </w:r>
      <w:r>
        <w:t xml:space="preserve">, </w:t>
      </w:r>
      <w:r w:rsidR="00E0544E" w:rsidRPr="007818BD">
        <w:t>je serais devenu le marchand le plus pacif</w:t>
      </w:r>
      <w:r w:rsidR="00E0544E" w:rsidRPr="007818BD">
        <w:t>i</w:t>
      </w:r>
      <w:r w:rsidR="00E0544E" w:rsidRPr="007818BD">
        <w:t>que qui jamais ait auné des rubans</w:t>
      </w:r>
      <w:r>
        <w:t>. »</w:t>
      </w:r>
    </w:p>
    <w:p w14:paraId="3848D29C" w14:textId="77777777" w:rsidR="00E8465A" w:rsidRDefault="00E0544E" w:rsidP="00E0544E">
      <w:r w:rsidRPr="007818BD">
        <w:t>Le bravo s</w:t>
      </w:r>
      <w:r w:rsidR="00E8465A">
        <w:t>’</w:t>
      </w:r>
      <w:r w:rsidRPr="007818BD">
        <w:t>arrêta un instant</w:t>
      </w:r>
      <w:r w:rsidR="00E8465A">
        <w:t xml:space="preserve"> : </w:t>
      </w:r>
      <w:r w:rsidRPr="007818BD">
        <w:t>visiblement</w:t>
      </w:r>
      <w:r w:rsidR="00E8465A">
        <w:t xml:space="preserve">, </w:t>
      </w:r>
      <w:r w:rsidRPr="007818BD">
        <w:t>il sentait plus que ne trahissaient son accent et ses paroles</w:t>
      </w:r>
      <w:r w:rsidR="00E8465A">
        <w:t>.</w:t>
      </w:r>
    </w:p>
    <w:p w14:paraId="7695CFDE" w14:textId="77777777" w:rsidR="00E8465A" w:rsidRDefault="00E8465A" w:rsidP="00E0544E">
      <w:r>
        <w:t>« </w:t>
      </w:r>
      <w:r w:rsidR="00E0544E" w:rsidRPr="007818BD">
        <w:t>Allons</w:t>
      </w:r>
      <w:r>
        <w:t xml:space="preserve">, </w:t>
      </w:r>
      <w:r w:rsidR="00E0544E" w:rsidRPr="007818BD">
        <w:t>allons</w:t>
      </w:r>
      <w:r>
        <w:t xml:space="preserve"> ! </w:t>
      </w:r>
      <w:r w:rsidR="00E0544E" w:rsidRPr="007818BD">
        <w:t>il ne faut pas regarder le passé trop lon</w:t>
      </w:r>
      <w:r w:rsidR="00E0544E" w:rsidRPr="007818BD">
        <w:t>g</w:t>
      </w:r>
      <w:r w:rsidR="00E0544E" w:rsidRPr="007818BD">
        <w:t>temps</w:t>
      </w:r>
      <w:r>
        <w:t xml:space="preserve"> : </w:t>
      </w:r>
      <w:r w:rsidR="00E0544E" w:rsidRPr="007818BD">
        <w:t>le rayon de soleil qui l</w:t>
      </w:r>
      <w:r>
        <w:t>’</w:t>
      </w:r>
      <w:r w:rsidR="00E0544E" w:rsidRPr="007818BD">
        <w:t>éclaire fait larmoyer</w:t>
      </w:r>
      <w:r>
        <w:t xml:space="preserve">. </w:t>
      </w:r>
      <w:r w:rsidR="00E0544E" w:rsidRPr="007818BD">
        <w:t>Le jour fixé pour notre mariage approchait</w:t>
      </w:r>
      <w:r>
        <w:t xml:space="preserve">. </w:t>
      </w:r>
      <w:r w:rsidR="00E0544E" w:rsidRPr="007818BD">
        <w:t>La veille même de ce jour</w:t>
      </w:r>
      <w:r>
        <w:t xml:space="preserve">, </w:t>
      </w:r>
      <w:r w:rsidR="00E0544E" w:rsidRPr="007818BD">
        <w:t>Cl</w:t>
      </w:r>
      <w:r w:rsidR="00E0544E" w:rsidRPr="007818BD">
        <w:t>a</w:t>
      </w:r>
      <w:r w:rsidR="00E0544E" w:rsidRPr="007818BD">
        <w:t>ra</w:t>
      </w:r>
      <w:r>
        <w:t xml:space="preserve">, </w:t>
      </w:r>
      <w:r w:rsidR="00E0544E" w:rsidRPr="007818BD">
        <w:t>sa mère</w:t>
      </w:r>
      <w:r>
        <w:t xml:space="preserve">, </w:t>
      </w:r>
      <w:r w:rsidR="00E0544E" w:rsidRPr="007818BD">
        <w:t>sa petite sœur et moi</w:t>
      </w:r>
      <w:r>
        <w:t xml:space="preserve">, </w:t>
      </w:r>
      <w:r w:rsidR="00E0544E" w:rsidRPr="007818BD">
        <w:t>nous nous promenions sur le port</w:t>
      </w:r>
      <w:r>
        <w:t xml:space="preserve"> : </w:t>
      </w:r>
      <w:r w:rsidR="00E0544E" w:rsidRPr="007818BD">
        <w:t>nous regardions les vagues</w:t>
      </w:r>
      <w:r>
        <w:t xml:space="preserve"> ; </w:t>
      </w:r>
      <w:r w:rsidR="00E0544E" w:rsidRPr="007818BD">
        <w:t>et je leur racontais des histo</w:t>
      </w:r>
      <w:r w:rsidR="00E0544E" w:rsidRPr="007818BD">
        <w:t>i</w:t>
      </w:r>
      <w:r w:rsidR="00E0544E" w:rsidRPr="007818BD">
        <w:t>res fabuleuses de sirènes et de serpents de mer</w:t>
      </w:r>
      <w:r>
        <w:t xml:space="preserve">, </w:t>
      </w:r>
      <w:r w:rsidR="00E0544E" w:rsidRPr="007818BD">
        <w:t>quand un ind</w:t>
      </w:r>
      <w:r w:rsidR="00E0544E" w:rsidRPr="007818BD">
        <w:t>i</w:t>
      </w:r>
      <w:r w:rsidR="00E0544E" w:rsidRPr="007818BD">
        <w:t>vidu au teint rouge</w:t>
      </w:r>
      <w:r>
        <w:t xml:space="preserve">, </w:t>
      </w:r>
      <w:r w:rsidR="00E0544E" w:rsidRPr="007818BD">
        <w:t>au nez bourgeonné</w:t>
      </w:r>
      <w:r>
        <w:t xml:space="preserve">, </w:t>
      </w:r>
      <w:r w:rsidR="00E0544E" w:rsidRPr="007818BD">
        <w:t>se planta droit devant moi</w:t>
      </w:r>
      <w:r>
        <w:t xml:space="preserve">, </w:t>
      </w:r>
      <w:r w:rsidR="00E0544E" w:rsidRPr="007818BD">
        <w:t>arma tranquillement sa trompe de ses lunettes</w:t>
      </w:r>
      <w:r>
        <w:t xml:space="preserve">, </w:t>
      </w:r>
      <w:r w:rsidR="00E0544E" w:rsidRPr="007818BD">
        <w:t>et s</w:t>
      </w:r>
      <w:r>
        <w:t>’</w:t>
      </w:r>
      <w:r w:rsidR="00E0544E" w:rsidRPr="007818BD">
        <w:t>écria</w:t>
      </w:r>
      <w:r>
        <w:t> :</w:t>
      </w:r>
    </w:p>
    <w:p w14:paraId="7DE8CA90" w14:textId="77777777" w:rsidR="00E8465A" w:rsidRDefault="00E8465A" w:rsidP="00E0544E">
      <w:r>
        <w:t>« </w:t>
      </w:r>
      <w:r w:rsidR="00E0544E" w:rsidRPr="007818BD">
        <w:t>Mille sabords</w:t>
      </w:r>
      <w:r>
        <w:t xml:space="preserve"> ! </w:t>
      </w:r>
      <w:r w:rsidR="00E0544E" w:rsidRPr="007818BD">
        <w:t>c</w:t>
      </w:r>
      <w:r>
        <w:t>’</w:t>
      </w:r>
      <w:r w:rsidR="00E0544E" w:rsidRPr="007818BD">
        <w:t xml:space="preserve">est le damné pirate qui prit la </w:t>
      </w:r>
      <w:r w:rsidR="00E0544E" w:rsidRPr="007818BD">
        <w:rPr>
          <w:i/>
          <w:iCs/>
        </w:rPr>
        <w:t>Niobé</w:t>
      </w:r>
      <w:r>
        <w:t>.</w:t>
      </w:r>
    </w:p>
    <w:p w14:paraId="05800F80" w14:textId="77777777" w:rsidR="00E8465A" w:rsidRDefault="00E8465A" w:rsidP="00E0544E">
      <w:r>
        <w:t>— </w:t>
      </w:r>
      <w:r w:rsidR="00E0544E" w:rsidRPr="007818BD">
        <w:t>Pas de plaisanteries</w:t>
      </w:r>
      <w:r>
        <w:t xml:space="preserve">, </w:t>
      </w:r>
      <w:r w:rsidR="00E0544E" w:rsidRPr="007818BD">
        <w:t>lui dis-je avec calme</w:t>
      </w:r>
      <w:r>
        <w:t>.</w:t>
      </w:r>
    </w:p>
    <w:p w14:paraId="2BD26A41" w14:textId="66AFE8BA" w:rsidR="00E0544E" w:rsidRPr="007818BD" w:rsidRDefault="00E8465A" w:rsidP="00E0544E">
      <w:r>
        <w:t>— </w:t>
      </w:r>
      <w:r w:rsidR="00E0544E" w:rsidRPr="007818BD">
        <w:t>Oh</w:t>
      </w:r>
      <w:r>
        <w:t xml:space="preserve"> ! </w:t>
      </w:r>
      <w:r w:rsidR="00E0544E" w:rsidRPr="007818BD">
        <w:t>dit-il</w:t>
      </w:r>
      <w:r>
        <w:t xml:space="preserve">, </w:t>
      </w:r>
      <w:r w:rsidR="00E0544E" w:rsidRPr="007818BD">
        <w:t>je ne puis me tromper</w:t>
      </w:r>
      <w:r>
        <w:t xml:space="preserve">. </w:t>
      </w:r>
      <w:r w:rsidR="00E0544E" w:rsidRPr="007818BD">
        <w:t>Au secours</w:t>
      </w:r>
      <w:r>
        <w:t> ! »</w:t>
      </w:r>
    </w:p>
    <w:p w14:paraId="3E6CF0C3" w14:textId="77777777" w:rsidR="00E8465A" w:rsidRDefault="00E8465A" w:rsidP="00E0544E">
      <w:r>
        <w:t>« </w:t>
      </w:r>
      <w:r w:rsidR="00E0544E" w:rsidRPr="007818BD">
        <w:t>Et il me saisit au collet</w:t>
      </w:r>
      <w:r>
        <w:t xml:space="preserve">. </w:t>
      </w:r>
      <w:r w:rsidR="00E0544E" w:rsidRPr="007818BD">
        <w:t>Je ripostai</w:t>
      </w:r>
      <w:r>
        <w:t xml:space="preserve">, </w:t>
      </w:r>
      <w:r w:rsidR="00E0544E" w:rsidRPr="007818BD">
        <w:t>comme bien vous pensez</w:t>
      </w:r>
      <w:r>
        <w:t xml:space="preserve">, </w:t>
      </w:r>
      <w:r w:rsidR="00E0544E" w:rsidRPr="007818BD">
        <w:t>en le couchant dans le ruisseau</w:t>
      </w:r>
      <w:r>
        <w:t xml:space="preserve">. </w:t>
      </w:r>
      <w:r w:rsidR="00E0544E" w:rsidRPr="007818BD">
        <w:t xml:space="preserve">Mais cela ne prouvait </w:t>
      </w:r>
      <w:r w:rsidR="00E0544E" w:rsidRPr="007818BD">
        <w:lastRenderedPageBreak/>
        <w:t>rien</w:t>
      </w:r>
      <w:r>
        <w:t xml:space="preserve">. </w:t>
      </w:r>
      <w:r w:rsidR="00E0544E" w:rsidRPr="007818BD">
        <w:t>Derrière le capitaine français était un lieutenant français</w:t>
      </w:r>
      <w:r>
        <w:t xml:space="preserve">, </w:t>
      </w:r>
      <w:r w:rsidR="00E0544E" w:rsidRPr="007818BD">
        <w:t>dont la mémoire était aussi bonne que celle de son supérieur</w:t>
      </w:r>
      <w:r>
        <w:t xml:space="preserve">. </w:t>
      </w:r>
      <w:r w:rsidR="00E0544E" w:rsidRPr="007818BD">
        <w:t>La foule se forma</w:t>
      </w:r>
      <w:r>
        <w:t xml:space="preserve">, </w:t>
      </w:r>
      <w:r w:rsidR="00E0544E" w:rsidRPr="007818BD">
        <w:t>d</w:t>
      </w:r>
      <w:r>
        <w:t>’</w:t>
      </w:r>
      <w:r w:rsidR="00E0544E" w:rsidRPr="007818BD">
        <w:t>autres matelots survinrent</w:t>
      </w:r>
      <w:r>
        <w:t xml:space="preserve"> : </w:t>
      </w:r>
      <w:r w:rsidR="00E0544E" w:rsidRPr="007818BD">
        <w:t>la partie n</w:t>
      </w:r>
      <w:r>
        <w:t>’</w:t>
      </w:r>
      <w:r w:rsidR="00E0544E" w:rsidRPr="007818BD">
        <w:t>était pas égale</w:t>
      </w:r>
      <w:r>
        <w:t xml:space="preserve">. </w:t>
      </w:r>
      <w:r w:rsidR="00E0544E" w:rsidRPr="007818BD">
        <w:t>Cette nuit</w:t>
      </w:r>
      <w:proofErr w:type="spellStart"/>
      <w:r w:rsidR="00E0544E" w:rsidRPr="007818BD">
        <w:t>-la</w:t>
      </w:r>
      <w:proofErr w:type="spellEnd"/>
      <w:r w:rsidR="00E0544E" w:rsidRPr="007818BD">
        <w:t xml:space="preserve"> je couchai en prison</w:t>
      </w:r>
      <w:r>
        <w:t xml:space="preserve">, </w:t>
      </w:r>
      <w:r w:rsidR="00E0544E" w:rsidRPr="007818BD">
        <w:t>et quelques sema</w:t>
      </w:r>
      <w:r w:rsidR="00E0544E" w:rsidRPr="007818BD">
        <w:t>i</w:t>
      </w:r>
      <w:r w:rsidR="00E0544E" w:rsidRPr="007818BD">
        <w:t>nes plus tard on m</w:t>
      </w:r>
      <w:r>
        <w:t>’</w:t>
      </w:r>
      <w:r w:rsidR="00E0544E" w:rsidRPr="007818BD">
        <w:t>envoya aux galères</w:t>
      </w:r>
      <w:r>
        <w:t xml:space="preserve">. </w:t>
      </w:r>
      <w:r w:rsidR="00E0544E" w:rsidRPr="007818BD">
        <w:t>On me fit grâce de la vie</w:t>
      </w:r>
      <w:r>
        <w:t xml:space="preserve">, </w:t>
      </w:r>
      <w:r w:rsidR="00E0544E" w:rsidRPr="007818BD">
        <w:t>parce que le vieux capitaine eut la politesse de certifier que j</w:t>
      </w:r>
      <w:r>
        <w:t>’</w:t>
      </w:r>
      <w:r w:rsidR="00E0544E" w:rsidRPr="007818BD">
        <w:t>avais fait épargner la sienne par mon équipage</w:t>
      </w:r>
      <w:r>
        <w:t xml:space="preserve">. </w:t>
      </w:r>
      <w:r w:rsidR="00E0544E" w:rsidRPr="007818BD">
        <w:t>La rame et le boulet n</w:t>
      </w:r>
      <w:r>
        <w:t>’</w:t>
      </w:r>
      <w:r w:rsidR="00E0544E" w:rsidRPr="007818BD">
        <w:t>étaient pas de mon goût</w:t>
      </w:r>
      <w:r>
        <w:t xml:space="preserve">, </w:t>
      </w:r>
      <w:r w:rsidR="00E0544E" w:rsidRPr="007818BD">
        <w:t>vous pensez</w:t>
      </w:r>
      <w:r>
        <w:t xml:space="preserve">. </w:t>
      </w:r>
      <w:r w:rsidR="00E0544E" w:rsidRPr="007818BD">
        <w:t>Je m</w:t>
      </w:r>
      <w:r>
        <w:t>’</w:t>
      </w:r>
      <w:r w:rsidR="00E0544E" w:rsidRPr="007818BD">
        <w:t>échappai</w:t>
      </w:r>
      <w:r>
        <w:t xml:space="preserve">, </w:t>
      </w:r>
      <w:r w:rsidR="00E0544E" w:rsidRPr="007818BD">
        <w:t>moi troisième</w:t>
      </w:r>
      <w:r>
        <w:t xml:space="preserve"> : </w:t>
      </w:r>
      <w:r w:rsidR="00E0544E" w:rsidRPr="007818BD">
        <w:t>mes deux compagnons allèrent tr</w:t>
      </w:r>
      <w:r w:rsidR="00E0544E" w:rsidRPr="007818BD">
        <w:t>a</w:t>
      </w:r>
      <w:r w:rsidR="00E0544E" w:rsidRPr="007818BD">
        <w:t xml:space="preserve">vailler sur la </w:t>
      </w:r>
      <w:proofErr w:type="spellStart"/>
      <w:r w:rsidR="00E0544E" w:rsidRPr="007818BD">
        <w:t>grand</w:t>
      </w:r>
      <w:r>
        <w:t>’</w:t>
      </w:r>
      <w:r w:rsidR="00E0544E" w:rsidRPr="007818BD">
        <w:t>route</w:t>
      </w:r>
      <w:proofErr w:type="spellEnd"/>
      <w:r>
        <w:t xml:space="preserve">, </w:t>
      </w:r>
      <w:r w:rsidR="00E0544E" w:rsidRPr="007818BD">
        <w:t>et ont sans doute été roués depuis longtemps</w:t>
      </w:r>
      <w:r>
        <w:t xml:space="preserve">. </w:t>
      </w:r>
      <w:r w:rsidR="00E0544E" w:rsidRPr="007818BD">
        <w:t>En bonne âme que j</w:t>
      </w:r>
      <w:r>
        <w:t>’</w:t>
      </w:r>
      <w:r w:rsidR="00E0544E" w:rsidRPr="007818BD">
        <w:t>étais</w:t>
      </w:r>
      <w:r>
        <w:t xml:space="preserve">, </w:t>
      </w:r>
      <w:r w:rsidR="00E0544E" w:rsidRPr="007818BD">
        <w:t>je ne voulais plus commettre de crime pour vivre</w:t>
      </w:r>
      <w:r>
        <w:t xml:space="preserve"> : </w:t>
      </w:r>
      <w:r w:rsidR="00E0544E" w:rsidRPr="007818BD">
        <w:t>car Clara avec son doux regard remplissait toujours mon cœur</w:t>
      </w:r>
      <w:r>
        <w:t xml:space="preserve"> ; </w:t>
      </w:r>
      <w:r w:rsidR="00E0544E" w:rsidRPr="007818BD">
        <w:t>si bien que je me bornai à voler la défroque d</w:t>
      </w:r>
      <w:r>
        <w:t>’</w:t>
      </w:r>
      <w:r w:rsidR="00E0544E" w:rsidRPr="007818BD">
        <w:t>un mendiant</w:t>
      </w:r>
      <w:r>
        <w:t xml:space="preserve">, </w:t>
      </w:r>
      <w:r w:rsidR="00E0544E" w:rsidRPr="007818BD">
        <w:t>que je remplaçai consciencieusement par mon co</w:t>
      </w:r>
      <w:r w:rsidR="00E0544E" w:rsidRPr="007818BD">
        <w:t>s</w:t>
      </w:r>
      <w:r w:rsidR="00E0544E" w:rsidRPr="007818BD">
        <w:t>tume de g</w:t>
      </w:r>
      <w:r w:rsidR="00E0544E" w:rsidRPr="007818BD">
        <w:t>a</w:t>
      </w:r>
      <w:r w:rsidR="00E0544E" w:rsidRPr="007818BD">
        <w:t>lérien</w:t>
      </w:r>
      <w:r>
        <w:t xml:space="preserve">, </w:t>
      </w:r>
      <w:r w:rsidR="00E0544E" w:rsidRPr="007818BD">
        <w:t>et je demandai le chemin de la ville où j</w:t>
      </w:r>
      <w:r>
        <w:t>’</w:t>
      </w:r>
      <w:r w:rsidR="00E0544E" w:rsidRPr="007818BD">
        <w:t>avais laissé Clara</w:t>
      </w:r>
      <w:r>
        <w:t xml:space="preserve">. </w:t>
      </w:r>
      <w:r w:rsidR="00E0544E" w:rsidRPr="007818BD">
        <w:t>Par une belle journée d</w:t>
      </w:r>
      <w:r>
        <w:t>’</w:t>
      </w:r>
      <w:r w:rsidR="00E0544E" w:rsidRPr="007818BD">
        <w:t>hiver</w:t>
      </w:r>
      <w:r>
        <w:t xml:space="preserve">, </w:t>
      </w:r>
      <w:r w:rsidR="00E0544E" w:rsidRPr="007818BD">
        <w:t>je parvins aux fa</w:t>
      </w:r>
      <w:r w:rsidR="00E0544E" w:rsidRPr="007818BD">
        <w:t>u</w:t>
      </w:r>
      <w:r w:rsidR="00E0544E" w:rsidRPr="007818BD">
        <w:t>bourgs de la ville</w:t>
      </w:r>
      <w:r>
        <w:t xml:space="preserve">. </w:t>
      </w:r>
      <w:r w:rsidR="00E0544E" w:rsidRPr="007818BD">
        <w:t>Je ne craignais pas d</w:t>
      </w:r>
      <w:r>
        <w:t>’</w:t>
      </w:r>
      <w:r w:rsidR="00E0544E" w:rsidRPr="007818BD">
        <w:t>être reconnu</w:t>
      </w:r>
      <w:r>
        <w:t xml:space="preserve"> ; </w:t>
      </w:r>
      <w:r w:rsidR="00E0544E" w:rsidRPr="007818BD">
        <w:t>ma barbe et mes cheveux valaient un masque</w:t>
      </w:r>
      <w:r>
        <w:t xml:space="preserve">. </w:t>
      </w:r>
      <w:r w:rsidR="00E0544E" w:rsidRPr="007818BD">
        <w:t>Mère de miséricorde</w:t>
      </w:r>
      <w:r>
        <w:t xml:space="preserve"> ! </w:t>
      </w:r>
      <w:r w:rsidR="00E0544E" w:rsidRPr="007818BD">
        <w:t>je rencontrai un enterrement</w:t>
      </w:r>
      <w:r>
        <w:t xml:space="preserve">. </w:t>
      </w:r>
      <w:r w:rsidR="00E0544E" w:rsidRPr="007818BD">
        <w:t>Maintenant</w:t>
      </w:r>
      <w:r>
        <w:t xml:space="preserve">, </w:t>
      </w:r>
      <w:r w:rsidR="00E0544E" w:rsidRPr="007818BD">
        <w:t>vous savez tout</w:t>
      </w:r>
      <w:r>
        <w:t xml:space="preserve"> : </w:t>
      </w:r>
      <w:r w:rsidR="00E0544E" w:rsidRPr="007818BD">
        <w:t>je ne puis plus rien vous dire</w:t>
      </w:r>
      <w:r>
        <w:t xml:space="preserve">. </w:t>
      </w:r>
      <w:r w:rsidR="00E0544E" w:rsidRPr="007818BD">
        <w:t>Elle était morte</w:t>
      </w:r>
      <w:r>
        <w:t xml:space="preserve"> ! </w:t>
      </w:r>
      <w:r w:rsidR="00E0544E" w:rsidRPr="007818BD">
        <w:t>peut-être d</w:t>
      </w:r>
      <w:r>
        <w:t>’</w:t>
      </w:r>
      <w:r w:rsidR="00E0544E" w:rsidRPr="007818BD">
        <w:t>amour</w:t>
      </w:r>
      <w:r>
        <w:t xml:space="preserve">, </w:t>
      </w:r>
      <w:r w:rsidR="00E0544E" w:rsidRPr="007818BD">
        <w:t>plus probablement de honte</w:t>
      </w:r>
      <w:r>
        <w:t xml:space="preserve"> ! </w:t>
      </w:r>
      <w:r w:rsidR="00E0544E" w:rsidRPr="007818BD">
        <w:t>Savez-vous comment je pa</w:t>
      </w:r>
      <w:r w:rsidR="00E0544E" w:rsidRPr="007818BD">
        <w:t>s</w:t>
      </w:r>
      <w:r w:rsidR="00E0544E" w:rsidRPr="007818BD">
        <w:t>sai la nuit</w:t>
      </w:r>
      <w:r>
        <w:t xml:space="preserve"> ? </w:t>
      </w:r>
      <w:r w:rsidR="00E0544E" w:rsidRPr="007818BD">
        <w:t>Je volai la pioche d</w:t>
      </w:r>
      <w:r>
        <w:t>’</w:t>
      </w:r>
      <w:r w:rsidR="00E0544E" w:rsidRPr="007818BD">
        <w:t>un maçon</w:t>
      </w:r>
      <w:r>
        <w:t xml:space="preserve">, </w:t>
      </w:r>
      <w:r w:rsidR="00E0544E" w:rsidRPr="007818BD">
        <w:t>et seul et inaperçu</w:t>
      </w:r>
      <w:r>
        <w:t xml:space="preserve">, </w:t>
      </w:r>
      <w:r w:rsidR="00E0544E" w:rsidRPr="007818BD">
        <w:t>sous le ciel glacial</w:t>
      </w:r>
      <w:r>
        <w:t xml:space="preserve">, </w:t>
      </w:r>
      <w:r w:rsidR="00E0544E" w:rsidRPr="007818BD">
        <w:t>je creusai la terre encore fraîche</w:t>
      </w:r>
      <w:r>
        <w:t xml:space="preserve">, </w:t>
      </w:r>
      <w:r w:rsidR="00E0544E" w:rsidRPr="007818BD">
        <w:t>je soulevai le ce</w:t>
      </w:r>
      <w:r w:rsidR="00E0544E" w:rsidRPr="007818BD">
        <w:t>r</w:t>
      </w:r>
      <w:r w:rsidR="00E0544E" w:rsidRPr="007818BD">
        <w:t>cueil</w:t>
      </w:r>
      <w:r>
        <w:t xml:space="preserve">, </w:t>
      </w:r>
      <w:r w:rsidR="00E0544E" w:rsidRPr="007818BD">
        <w:t>j</w:t>
      </w:r>
      <w:r>
        <w:t>’</w:t>
      </w:r>
      <w:r w:rsidR="00E0544E" w:rsidRPr="007818BD">
        <w:t>arrachai le couvercle</w:t>
      </w:r>
      <w:r>
        <w:t xml:space="preserve"> ; </w:t>
      </w:r>
      <w:r w:rsidR="00E0544E" w:rsidRPr="007818BD">
        <w:t>je la r</w:t>
      </w:r>
      <w:r w:rsidR="00E0544E" w:rsidRPr="007818BD">
        <w:t>e</w:t>
      </w:r>
      <w:r w:rsidR="00E0544E" w:rsidRPr="007818BD">
        <w:t>vis encore</w:t>
      </w:r>
      <w:r>
        <w:t xml:space="preserve"> !… </w:t>
      </w:r>
      <w:r w:rsidR="00E0544E" w:rsidRPr="007818BD">
        <w:t>La mort ne l</w:t>
      </w:r>
      <w:r>
        <w:t>’</w:t>
      </w:r>
      <w:r w:rsidR="00E0544E" w:rsidRPr="007818BD">
        <w:t>avait pas touchée</w:t>
      </w:r>
      <w:r>
        <w:t xml:space="preserve"> ! </w:t>
      </w:r>
      <w:r w:rsidR="00E0544E" w:rsidRPr="007818BD">
        <w:t>De son vivant elle était toujours pâle</w:t>
      </w:r>
      <w:r>
        <w:t xml:space="preserve">. </w:t>
      </w:r>
      <w:r w:rsidR="00E0544E" w:rsidRPr="007818BD">
        <w:t>J</w:t>
      </w:r>
      <w:r>
        <w:t>’</w:t>
      </w:r>
      <w:r w:rsidR="00E0544E" w:rsidRPr="007818BD">
        <w:t>aurais juré qu</w:t>
      </w:r>
      <w:r>
        <w:t>’</w:t>
      </w:r>
      <w:r w:rsidR="00E0544E" w:rsidRPr="007818BD">
        <w:t>elle vivait</w:t>
      </w:r>
      <w:r>
        <w:t xml:space="preserve">. </w:t>
      </w:r>
      <w:r w:rsidR="00E0544E" w:rsidRPr="007818BD">
        <w:t>C</w:t>
      </w:r>
      <w:r>
        <w:t>’</w:t>
      </w:r>
      <w:r w:rsidR="00E0544E" w:rsidRPr="007818BD">
        <w:t>était une bénédiction que de la r</w:t>
      </w:r>
      <w:r w:rsidR="00E0544E" w:rsidRPr="007818BD">
        <w:t>e</w:t>
      </w:r>
      <w:r w:rsidR="00E0544E" w:rsidRPr="007818BD">
        <w:t>voir</w:t>
      </w:r>
      <w:r>
        <w:t xml:space="preserve">, </w:t>
      </w:r>
      <w:r w:rsidR="00E0544E" w:rsidRPr="007818BD">
        <w:t>et seul</w:t>
      </w:r>
      <w:r>
        <w:t xml:space="preserve">. </w:t>
      </w:r>
      <w:r w:rsidR="00E0544E" w:rsidRPr="007818BD">
        <w:t>Mais ensuite</w:t>
      </w:r>
      <w:r>
        <w:t xml:space="preserve">, </w:t>
      </w:r>
      <w:r w:rsidR="00E0544E" w:rsidRPr="007818BD">
        <w:t>au point du jour</w:t>
      </w:r>
      <w:r>
        <w:t xml:space="preserve">, </w:t>
      </w:r>
      <w:r w:rsidR="00E0544E" w:rsidRPr="007818BD">
        <w:t>la rendre au sépu</w:t>
      </w:r>
      <w:r w:rsidR="00E0544E" w:rsidRPr="007818BD">
        <w:t>l</w:t>
      </w:r>
      <w:r w:rsidR="00E0544E" w:rsidRPr="007818BD">
        <w:t>cre</w:t>
      </w:r>
      <w:r>
        <w:t xml:space="preserve">, </w:t>
      </w:r>
      <w:r w:rsidR="00E0544E" w:rsidRPr="007818BD">
        <w:t>refermer le cercueil</w:t>
      </w:r>
      <w:r>
        <w:t xml:space="preserve">, </w:t>
      </w:r>
      <w:r w:rsidR="00E0544E" w:rsidRPr="007818BD">
        <w:t>rejeter la terre</w:t>
      </w:r>
      <w:r>
        <w:t xml:space="preserve">, </w:t>
      </w:r>
      <w:r w:rsidR="00E0544E" w:rsidRPr="007818BD">
        <w:t>entendre les pierres r</w:t>
      </w:r>
      <w:r w:rsidR="00E0544E" w:rsidRPr="007818BD">
        <w:t>e</w:t>
      </w:r>
      <w:r w:rsidR="00E0544E" w:rsidRPr="007818BD">
        <w:t>tomber sur la bière</w:t>
      </w:r>
      <w:r>
        <w:t xml:space="preserve"> ! </w:t>
      </w:r>
      <w:r w:rsidR="00E0544E" w:rsidRPr="007818BD">
        <w:t>C</w:t>
      </w:r>
      <w:r>
        <w:t>’</w:t>
      </w:r>
      <w:r w:rsidR="00E0544E" w:rsidRPr="007818BD">
        <w:t>était affreux</w:t>
      </w:r>
      <w:r>
        <w:t xml:space="preserve">, </w:t>
      </w:r>
      <w:proofErr w:type="spellStart"/>
      <w:r w:rsidR="00E0544E" w:rsidRPr="007818BD">
        <w:t>signor</w:t>
      </w:r>
      <w:proofErr w:type="spellEnd"/>
      <w:r>
        <w:t xml:space="preserve"> ! </w:t>
      </w:r>
      <w:r w:rsidR="00E0544E" w:rsidRPr="007818BD">
        <w:t>Je n</w:t>
      </w:r>
      <w:r>
        <w:t>’</w:t>
      </w:r>
      <w:r w:rsidR="00E0544E" w:rsidRPr="007818BD">
        <w:t>avais jamais su avant</w:t>
      </w:r>
      <w:r>
        <w:t xml:space="preserve">, </w:t>
      </w:r>
      <w:r w:rsidR="00E0544E" w:rsidRPr="007818BD">
        <w:t>et je ne désire plus savoir au même prix combien est pr</w:t>
      </w:r>
      <w:r w:rsidR="00E0544E" w:rsidRPr="007818BD">
        <w:t>é</w:t>
      </w:r>
      <w:r w:rsidR="00E0544E" w:rsidRPr="007818BD">
        <w:t>cieuse la vie humaine</w:t>
      </w:r>
      <w:r>
        <w:t xml:space="preserve">. </w:t>
      </w:r>
      <w:r w:rsidR="00E0544E" w:rsidRPr="007818BD">
        <w:t>Au lever du soleil</w:t>
      </w:r>
      <w:r>
        <w:t xml:space="preserve">, </w:t>
      </w:r>
      <w:r w:rsidR="00E0544E" w:rsidRPr="007818BD">
        <w:t>je repris ma course e</w:t>
      </w:r>
      <w:r w:rsidR="00E0544E" w:rsidRPr="007818BD">
        <w:t>r</w:t>
      </w:r>
      <w:r w:rsidR="00E0544E" w:rsidRPr="007818BD">
        <w:t>rante</w:t>
      </w:r>
      <w:r>
        <w:t xml:space="preserve"> ; </w:t>
      </w:r>
      <w:r w:rsidR="00E0544E" w:rsidRPr="007818BD">
        <w:t>mais</w:t>
      </w:r>
      <w:r>
        <w:t xml:space="preserve">, </w:t>
      </w:r>
      <w:r w:rsidR="00E0544E" w:rsidRPr="007818BD">
        <w:t xml:space="preserve">maintenant que Clara </w:t>
      </w:r>
      <w:r w:rsidR="00E0544E" w:rsidRPr="007818BD">
        <w:lastRenderedPageBreak/>
        <w:t>n</w:t>
      </w:r>
      <w:r>
        <w:t>’</w:t>
      </w:r>
      <w:r w:rsidR="00E0544E" w:rsidRPr="007818BD">
        <w:t>était plus</w:t>
      </w:r>
      <w:r>
        <w:t xml:space="preserve">, </w:t>
      </w:r>
      <w:r w:rsidR="00E0544E" w:rsidRPr="007818BD">
        <w:t>mes scrupules s</w:t>
      </w:r>
      <w:r>
        <w:t>’</w:t>
      </w:r>
      <w:r w:rsidR="00E0544E" w:rsidRPr="007818BD">
        <w:t>évanouirent</w:t>
      </w:r>
      <w:r>
        <w:t xml:space="preserve">, </w:t>
      </w:r>
      <w:r w:rsidR="00E0544E" w:rsidRPr="007818BD">
        <w:t>et je me retrouvai de nouveau en guerre avec le monde</w:t>
      </w:r>
      <w:r>
        <w:t xml:space="preserve">. </w:t>
      </w:r>
      <w:r w:rsidR="00E0544E" w:rsidRPr="007818BD">
        <w:t>Je parvins enfin</w:t>
      </w:r>
      <w:r>
        <w:t xml:space="preserve">, </w:t>
      </w:r>
      <w:r w:rsidR="00E0544E" w:rsidRPr="007818BD">
        <w:t>dans la ville d</w:t>
      </w:r>
      <w:r>
        <w:t>’</w:t>
      </w:r>
      <w:r w:rsidR="00E0544E" w:rsidRPr="007818BD">
        <w:t>O</w:t>
      </w:r>
      <w:r>
        <w:t xml:space="preserve">…, </w:t>
      </w:r>
      <w:r w:rsidR="00E0544E" w:rsidRPr="007818BD">
        <w:t>à m</w:t>
      </w:r>
      <w:r>
        <w:t>’</w:t>
      </w:r>
      <w:r w:rsidR="00E0544E" w:rsidRPr="007818BD">
        <w:t>embarquer pour Livourne comme matelot</w:t>
      </w:r>
      <w:r>
        <w:t xml:space="preserve">. </w:t>
      </w:r>
      <w:r w:rsidR="00E0544E" w:rsidRPr="007818BD">
        <w:t>De Livourne j</w:t>
      </w:r>
      <w:r>
        <w:t>’</w:t>
      </w:r>
      <w:r w:rsidR="00E0544E" w:rsidRPr="007818BD">
        <w:t>allai à Rome</w:t>
      </w:r>
      <w:r>
        <w:t xml:space="preserve">, </w:t>
      </w:r>
      <w:r w:rsidR="00E0544E" w:rsidRPr="007818BD">
        <w:t>et pris position à la porte du palais du cardinal</w:t>
      </w:r>
      <w:r>
        <w:t xml:space="preserve">. </w:t>
      </w:r>
      <w:r w:rsidR="00E0544E" w:rsidRPr="007818BD">
        <w:t>Il sortit</w:t>
      </w:r>
      <w:r>
        <w:t xml:space="preserve">, </w:t>
      </w:r>
      <w:r w:rsidR="00E0544E" w:rsidRPr="007818BD">
        <w:t>son ca</w:t>
      </w:r>
      <w:r w:rsidR="00E0544E" w:rsidRPr="007818BD">
        <w:t>r</w:t>
      </w:r>
      <w:r w:rsidR="00E0544E" w:rsidRPr="007818BD">
        <w:t>rosse doré l</w:t>
      </w:r>
      <w:r>
        <w:t>’</w:t>
      </w:r>
      <w:r w:rsidR="00E0544E" w:rsidRPr="007818BD">
        <w:t>attendait à la porte</w:t>
      </w:r>
      <w:r>
        <w:t>.</w:t>
      </w:r>
    </w:p>
    <w:p w14:paraId="3624DDCB" w14:textId="77777777" w:rsidR="00E8465A" w:rsidRDefault="00E8465A" w:rsidP="00E0544E">
      <w:r>
        <w:t>« </w:t>
      </w:r>
      <w:r w:rsidR="00E0544E" w:rsidRPr="007818BD">
        <w:t>Eh</w:t>
      </w:r>
      <w:r>
        <w:t xml:space="preserve"> ! </w:t>
      </w:r>
      <w:r w:rsidR="00E0544E" w:rsidRPr="007818BD">
        <w:t>père</w:t>
      </w:r>
      <w:r>
        <w:t xml:space="preserve"> ! </w:t>
      </w:r>
      <w:r w:rsidR="00E0544E" w:rsidRPr="007818BD">
        <w:t>lui dis-je</w:t>
      </w:r>
      <w:r>
        <w:t xml:space="preserve">, </w:t>
      </w:r>
      <w:r w:rsidR="00E0544E" w:rsidRPr="007818BD">
        <w:t>ne me reconnais-tu pas</w:t>
      </w:r>
      <w:r>
        <w:t> ?</w:t>
      </w:r>
    </w:p>
    <w:p w14:paraId="0145786A" w14:textId="77777777" w:rsidR="00E8465A" w:rsidRDefault="00E8465A" w:rsidP="00E0544E">
      <w:r>
        <w:t>— </w:t>
      </w:r>
      <w:r w:rsidR="00E0544E" w:rsidRPr="007818BD">
        <w:t xml:space="preserve">Qui </w:t>
      </w:r>
      <w:proofErr w:type="spellStart"/>
      <w:r w:rsidR="00E0544E" w:rsidRPr="007818BD">
        <w:t>êtes vous</w:t>
      </w:r>
      <w:proofErr w:type="spellEnd"/>
      <w:r>
        <w:t> ?</w:t>
      </w:r>
    </w:p>
    <w:p w14:paraId="00C251A9" w14:textId="77777777" w:rsidR="00E8465A" w:rsidRDefault="00E8465A" w:rsidP="00E0544E">
      <w:r>
        <w:t>— </w:t>
      </w:r>
      <w:r w:rsidR="00E0544E" w:rsidRPr="007818BD">
        <w:t>Votre fils</w:t>
      </w:r>
      <w:r>
        <w:t>, »</w:t>
      </w:r>
      <w:r w:rsidR="00E0544E" w:rsidRPr="007818BD">
        <w:t xml:space="preserve"> lui dis-je tout bas</w:t>
      </w:r>
      <w:r>
        <w:t>.</w:t>
      </w:r>
    </w:p>
    <w:p w14:paraId="18A5F62E" w14:textId="77777777" w:rsidR="00E8465A" w:rsidRDefault="00E8465A" w:rsidP="00E0544E">
      <w:r>
        <w:t>« </w:t>
      </w:r>
      <w:r w:rsidR="00E0544E" w:rsidRPr="007818BD">
        <w:t>Le cardinal recula</w:t>
      </w:r>
      <w:r>
        <w:t xml:space="preserve">, </w:t>
      </w:r>
      <w:r w:rsidR="00E0544E" w:rsidRPr="007818BD">
        <w:t>me regarda attentivement</w:t>
      </w:r>
      <w:r>
        <w:t xml:space="preserve">, </w:t>
      </w:r>
      <w:r w:rsidR="00E0544E" w:rsidRPr="007818BD">
        <w:t>réfléchit un moment</w:t>
      </w:r>
      <w:r>
        <w:t>.</w:t>
      </w:r>
    </w:p>
    <w:p w14:paraId="7A45BE67" w14:textId="39C36928" w:rsidR="00E0544E" w:rsidRPr="007818BD" w:rsidRDefault="00E8465A" w:rsidP="00E0544E">
      <w:r>
        <w:t>« </w:t>
      </w:r>
      <w:r w:rsidR="00E0544E" w:rsidRPr="007818BD">
        <w:t>Tous les hommes sont mes fils</w:t>
      </w:r>
      <w:r>
        <w:t xml:space="preserve"> ! </w:t>
      </w:r>
      <w:r w:rsidR="00E0544E" w:rsidRPr="007818BD">
        <w:t>dit-il tranquillement</w:t>
      </w:r>
      <w:r>
        <w:t xml:space="preserve"> ; </w:t>
      </w:r>
      <w:r w:rsidR="00E0544E" w:rsidRPr="007818BD">
        <w:t>voilà de l</w:t>
      </w:r>
      <w:r>
        <w:t>’</w:t>
      </w:r>
      <w:r w:rsidR="00E0544E" w:rsidRPr="007818BD">
        <w:t>or</w:t>
      </w:r>
      <w:r>
        <w:t xml:space="preserve">. </w:t>
      </w:r>
      <w:r w:rsidR="00E0544E" w:rsidRPr="007818BD">
        <w:t>À celui qui mendie une fois on doit l</w:t>
      </w:r>
      <w:r>
        <w:t>’</w:t>
      </w:r>
      <w:r w:rsidR="00E0544E" w:rsidRPr="007818BD">
        <w:t>aumône</w:t>
      </w:r>
      <w:r>
        <w:t xml:space="preserve"> ; </w:t>
      </w:r>
      <w:r w:rsidR="00E0544E" w:rsidRPr="007818BD">
        <w:t>à c</w:t>
      </w:r>
      <w:r w:rsidR="00E0544E" w:rsidRPr="007818BD">
        <w:t>e</w:t>
      </w:r>
      <w:r w:rsidR="00E0544E" w:rsidRPr="007818BD">
        <w:t>lui qui mendie deux fois</w:t>
      </w:r>
      <w:r>
        <w:t xml:space="preserve">, </w:t>
      </w:r>
      <w:r w:rsidR="00E0544E" w:rsidRPr="007818BD">
        <w:t>la prison</w:t>
      </w:r>
      <w:r>
        <w:t xml:space="preserve">. </w:t>
      </w:r>
      <w:r w:rsidR="00E0544E" w:rsidRPr="007818BD">
        <w:t>Profitez de mon avis</w:t>
      </w:r>
      <w:r>
        <w:t xml:space="preserve">, </w:t>
      </w:r>
      <w:r w:rsidR="00E0544E" w:rsidRPr="007818BD">
        <w:t>et ne m</w:t>
      </w:r>
      <w:r>
        <w:t>’</w:t>
      </w:r>
      <w:r w:rsidR="00E0544E" w:rsidRPr="007818BD">
        <w:t>importunez plus</w:t>
      </w:r>
      <w:r>
        <w:t xml:space="preserve">. </w:t>
      </w:r>
      <w:r w:rsidR="00E0544E" w:rsidRPr="007818BD">
        <w:t>Dieu vous bénisse</w:t>
      </w:r>
      <w:r>
        <w:t> ! »</w:t>
      </w:r>
    </w:p>
    <w:p w14:paraId="4868B62C" w14:textId="77777777" w:rsidR="00E8465A" w:rsidRDefault="00E8465A" w:rsidP="00E0544E">
      <w:r>
        <w:t>« </w:t>
      </w:r>
      <w:r w:rsidR="00E0544E" w:rsidRPr="007818BD">
        <w:t>Sur quoi</w:t>
      </w:r>
      <w:r>
        <w:t xml:space="preserve">, </w:t>
      </w:r>
      <w:r w:rsidR="00E0544E" w:rsidRPr="007818BD">
        <w:t>il monta dans son carrosse</w:t>
      </w:r>
      <w:r>
        <w:t xml:space="preserve">, </w:t>
      </w:r>
      <w:r w:rsidR="00E0544E" w:rsidRPr="007818BD">
        <w:t>et se fit conduire au Vatican</w:t>
      </w:r>
      <w:r>
        <w:t>.</w:t>
      </w:r>
    </w:p>
    <w:p w14:paraId="48748DDB" w14:textId="77777777" w:rsidR="00E8465A" w:rsidRDefault="00E8465A" w:rsidP="00E0544E">
      <w:r>
        <w:t>« </w:t>
      </w:r>
      <w:r w:rsidR="00E0544E" w:rsidRPr="007818BD">
        <w:t>La bourse qu</w:t>
      </w:r>
      <w:r>
        <w:t>’</w:t>
      </w:r>
      <w:r w:rsidR="00E0544E" w:rsidRPr="007818BD">
        <w:t>il me laissa était bien garnie</w:t>
      </w:r>
      <w:r>
        <w:t xml:space="preserve">. </w:t>
      </w:r>
      <w:r w:rsidR="00E0544E" w:rsidRPr="007818BD">
        <w:t>J</w:t>
      </w:r>
      <w:r>
        <w:t>’</w:t>
      </w:r>
      <w:r w:rsidR="00E0544E" w:rsidRPr="007818BD">
        <w:t>étais reco</w:t>
      </w:r>
      <w:r w:rsidR="00E0544E" w:rsidRPr="007818BD">
        <w:t>n</w:t>
      </w:r>
      <w:r w:rsidR="00E0544E" w:rsidRPr="007818BD">
        <w:t>naissant et satisfait</w:t>
      </w:r>
      <w:r>
        <w:t xml:space="preserve">, </w:t>
      </w:r>
      <w:r w:rsidR="00E0544E" w:rsidRPr="007818BD">
        <w:t>je pris le chemin de Terracine</w:t>
      </w:r>
      <w:r>
        <w:t xml:space="preserve">. </w:t>
      </w:r>
      <w:r w:rsidR="00E0544E" w:rsidRPr="007818BD">
        <w:t>J</w:t>
      </w:r>
      <w:r>
        <w:t>’</w:t>
      </w:r>
      <w:r w:rsidR="00E0544E" w:rsidRPr="007818BD">
        <w:t>avais à peine passé les marais que deux cavaliers me rejoignirent</w:t>
      </w:r>
      <w:r>
        <w:t>.</w:t>
      </w:r>
    </w:p>
    <w:p w14:paraId="6596E461" w14:textId="77777777" w:rsidR="00E8465A" w:rsidRDefault="00E8465A" w:rsidP="00E0544E">
      <w:r>
        <w:t>— </w:t>
      </w:r>
      <w:r w:rsidR="00E0544E" w:rsidRPr="007818BD">
        <w:t>Tu sembles pauvre</w:t>
      </w:r>
      <w:r>
        <w:t xml:space="preserve">, </w:t>
      </w:r>
      <w:r w:rsidR="00E0544E" w:rsidRPr="007818BD">
        <w:t>l</w:t>
      </w:r>
      <w:r>
        <w:t>’</w:t>
      </w:r>
      <w:r w:rsidR="00E0544E" w:rsidRPr="007818BD">
        <w:t>ami</w:t>
      </w:r>
      <w:r>
        <w:t xml:space="preserve">, </w:t>
      </w:r>
      <w:r w:rsidR="00E0544E" w:rsidRPr="007818BD">
        <w:t>me dit l</w:t>
      </w:r>
      <w:r>
        <w:t>’</w:t>
      </w:r>
      <w:r w:rsidR="00E0544E" w:rsidRPr="007818BD">
        <w:t>un d</w:t>
      </w:r>
      <w:r>
        <w:t>’</w:t>
      </w:r>
      <w:r w:rsidR="00E0544E" w:rsidRPr="007818BD">
        <w:t>eux</w:t>
      </w:r>
      <w:r>
        <w:t xml:space="preserve">, </w:t>
      </w:r>
      <w:r w:rsidR="00E0544E" w:rsidRPr="007818BD">
        <w:t>et pourtant tu es fort</w:t>
      </w:r>
      <w:r>
        <w:t>.</w:t>
      </w:r>
    </w:p>
    <w:p w14:paraId="4CC671D0" w14:textId="77777777" w:rsidR="00E8465A" w:rsidRDefault="00E8465A" w:rsidP="00E0544E">
      <w:r>
        <w:t>— </w:t>
      </w:r>
      <w:r w:rsidR="00E0544E" w:rsidRPr="007818BD">
        <w:t>Les hommes pauvres et forts</w:t>
      </w:r>
      <w:r>
        <w:t xml:space="preserve">, </w:t>
      </w:r>
      <w:proofErr w:type="spellStart"/>
      <w:r w:rsidR="00E0544E" w:rsidRPr="007818BD">
        <w:t>signor</w:t>
      </w:r>
      <w:proofErr w:type="spellEnd"/>
      <w:r w:rsidR="00E0544E" w:rsidRPr="007818BD">
        <w:t xml:space="preserve"> cavalier</w:t>
      </w:r>
      <w:r>
        <w:t xml:space="preserve">, </w:t>
      </w:r>
      <w:r w:rsidR="00E0544E" w:rsidRPr="007818BD">
        <w:t>sont à la fois utiles et dangereux</w:t>
      </w:r>
      <w:r>
        <w:t>.</w:t>
      </w:r>
    </w:p>
    <w:p w14:paraId="685A03FA" w14:textId="68C44636" w:rsidR="00E0544E" w:rsidRPr="007818BD" w:rsidRDefault="00E8465A" w:rsidP="00E0544E">
      <w:r>
        <w:t>— </w:t>
      </w:r>
      <w:r w:rsidR="00E0544E" w:rsidRPr="007818BD">
        <w:t>Bien dit</w:t>
      </w:r>
      <w:r>
        <w:t xml:space="preserve"> ; </w:t>
      </w:r>
      <w:r w:rsidR="00E0544E" w:rsidRPr="007818BD">
        <w:t>suis-nous</w:t>
      </w:r>
      <w:r>
        <w:t>. »</w:t>
      </w:r>
    </w:p>
    <w:p w14:paraId="1CBD37F4" w14:textId="77777777" w:rsidR="00E8465A" w:rsidRDefault="00E8465A" w:rsidP="00E0544E">
      <w:r>
        <w:t>« </w:t>
      </w:r>
      <w:r w:rsidR="00E0544E" w:rsidRPr="007818BD">
        <w:t>J</w:t>
      </w:r>
      <w:r>
        <w:t>’</w:t>
      </w:r>
      <w:r w:rsidR="00E0544E" w:rsidRPr="007818BD">
        <w:t>obéis et devins bandit</w:t>
      </w:r>
      <w:r>
        <w:t xml:space="preserve">. </w:t>
      </w:r>
      <w:r w:rsidR="00E0544E" w:rsidRPr="007818BD">
        <w:t>Peu à peu je m</w:t>
      </w:r>
      <w:r>
        <w:t>’</w:t>
      </w:r>
      <w:r w:rsidR="00E0544E" w:rsidRPr="007818BD">
        <w:t>élevai en grade</w:t>
      </w:r>
      <w:r>
        <w:t xml:space="preserve">, </w:t>
      </w:r>
      <w:r w:rsidR="00E0544E" w:rsidRPr="007818BD">
        <w:t>et</w:t>
      </w:r>
      <w:r>
        <w:t xml:space="preserve">, </w:t>
      </w:r>
      <w:r w:rsidR="00E0544E" w:rsidRPr="007818BD">
        <w:t>comme j</w:t>
      </w:r>
      <w:r>
        <w:t>’</w:t>
      </w:r>
      <w:r w:rsidR="00E0544E" w:rsidRPr="007818BD">
        <w:t>avais toujours été doux dans l</w:t>
      </w:r>
      <w:r>
        <w:t>’</w:t>
      </w:r>
      <w:r w:rsidR="00E0544E" w:rsidRPr="007818BD">
        <w:t>exercice de ma pr</w:t>
      </w:r>
      <w:r w:rsidR="00E0544E" w:rsidRPr="007818BD">
        <w:t>o</w:t>
      </w:r>
      <w:r w:rsidR="00E0544E" w:rsidRPr="007818BD">
        <w:t>fession</w:t>
      </w:r>
      <w:r>
        <w:t xml:space="preserve">, </w:t>
      </w:r>
      <w:r w:rsidR="00E0544E" w:rsidRPr="007818BD">
        <w:t xml:space="preserve">et que je prenais les bourses sans couper de </w:t>
      </w:r>
      <w:r w:rsidR="00E0544E" w:rsidRPr="007818BD">
        <w:lastRenderedPageBreak/>
        <w:t>gorges</w:t>
      </w:r>
      <w:r>
        <w:t xml:space="preserve">, </w:t>
      </w:r>
      <w:proofErr w:type="gramStart"/>
      <w:r w:rsidR="00E0544E" w:rsidRPr="007818BD">
        <w:t>j</w:t>
      </w:r>
      <w:r>
        <w:t>’</w:t>
      </w:r>
      <w:r w:rsidR="00E0544E" w:rsidRPr="007818BD">
        <w:t>ai une</w:t>
      </w:r>
      <w:proofErr w:type="gramEnd"/>
      <w:r w:rsidR="00E0544E" w:rsidRPr="007818BD">
        <w:t xml:space="preserve"> excellente réputation</w:t>
      </w:r>
      <w:r>
        <w:t xml:space="preserve">, </w:t>
      </w:r>
      <w:r w:rsidR="00E0544E" w:rsidRPr="007818BD">
        <w:t>et puis manger mon macaroni à N</w:t>
      </w:r>
      <w:r w:rsidR="00E0544E" w:rsidRPr="007818BD">
        <w:t>a</w:t>
      </w:r>
      <w:r w:rsidR="00E0544E" w:rsidRPr="007818BD">
        <w:t>ples en toute sécurité</w:t>
      </w:r>
      <w:r>
        <w:t xml:space="preserve">. </w:t>
      </w:r>
      <w:r w:rsidR="00E0544E" w:rsidRPr="007818BD">
        <w:t>Depuis deux ans je me suis fixé ici</w:t>
      </w:r>
      <w:r>
        <w:t xml:space="preserve">, </w:t>
      </w:r>
      <w:r w:rsidR="00E0544E" w:rsidRPr="007818BD">
        <w:t>j</w:t>
      </w:r>
      <w:r>
        <w:t>’</w:t>
      </w:r>
      <w:r w:rsidR="00E0544E" w:rsidRPr="007818BD">
        <w:t>y suis le maître</w:t>
      </w:r>
      <w:r>
        <w:t xml:space="preserve">, </w:t>
      </w:r>
      <w:r w:rsidR="00E0544E" w:rsidRPr="007818BD">
        <w:t>j</w:t>
      </w:r>
      <w:r>
        <w:t>’</w:t>
      </w:r>
      <w:r w:rsidR="00E0544E" w:rsidRPr="007818BD">
        <w:t>y ai des terres</w:t>
      </w:r>
      <w:r>
        <w:t xml:space="preserve">. </w:t>
      </w:r>
      <w:r w:rsidR="00E0544E" w:rsidRPr="007818BD">
        <w:t>On m</w:t>
      </w:r>
      <w:r>
        <w:t>’</w:t>
      </w:r>
      <w:r w:rsidR="00E0544E" w:rsidRPr="007818BD">
        <w:t>appelle fermier</w:t>
      </w:r>
      <w:r>
        <w:t xml:space="preserve">, </w:t>
      </w:r>
      <w:proofErr w:type="spellStart"/>
      <w:r w:rsidR="00E0544E" w:rsidRPr="007818BD">
        <w:t>signor</w:t>
      </w:r>
      <w:proofErr w:type="spellEnd"/>
      <w:r>
        <w:t xml:space="preserve"> ; </w:t>
      </w:r>
      <w:r w:rsidR="00E0544E" w:rsidRPr="007818BD">
        <w:t>et a</w:t>
      </w:r>
      <w:r w:rsidR="00E0544E" w:rsidRPr="007818BD">
        <w:t>u</w:t>
      </w:r>
      <w:r w:rsidR="00E0544E" w:rsidRPr="007818BD">
        <w:t>jourd</w:t>
      </w:r>
      <w:r>
        <w:t>’</w:t>
      </w:r>
      <w:r w:rsidR="00E0544E" w:rsidRPr="007818BD">
        <w:t>hui je ne vole plus que par passe-temps et pour m</w:t>
      </w:r>
      <w:r>
        <w:t>’</w:t>
      </w:r>
      <w:r w:rsidR="00E0544E" w:rsidRPr="007818BD">
        <w:t>entretenir la main</w:t>
      </w:r>
      <w:r>
        <w:t xml:space="preserve">. </w:t>
      </w:r>
      <w:r w:rsidR="00E0544E" w:rsidRPr="007818BD">
        <w:t>J</w:t>
      </w:r>
      <w:r>
        <w:t>’</w:t>
      </w:r>
      <w:r w:rsidR="00E0544E" w:rsidRPr="007818BD">
        <w:t>espère que votre curiosité est satisfaite</w:t>
      </w:r>
      <w:r>
        <w:t xml:space="preserve"> ; </w:t>
      </w:r>
      <w:r w:rsidR="00E0544E" w:rsidRPr="007818BD">
        <w:t>nous sommes à cent pas du château</w:t>
      </w:r>
      <w:r>
        <w:t>.</w:t>
      </w:r>
    </w:p>
    <w:p w14:paraId="183881A4" w14:textId="74091D7D" w:rsidR="00E0544E" w:rsidRPr="007818BD" w:rsidRDefault="00E8465A" w:rsidP="00E0544E">
      <w:r>
        <w:t>— </w:t>
      </w:r>
      <w:r w:rsidR="00E0544E" w:rsidRPr="007818BD">
        <w:t>Et</w:t>
      </w:r>
      <w:r>
        <w:t xml:space="preserve">, </w:t>
      </w:r>
      <w:r w:rsidR="00E0544E" w:rsidRPr="007818BD">
        <w:t>dit l</w:t>
      </w:r>
      <w:r>
        <w:t>’</w:t>
      </w:r>
      <w:r w:rsidR="00E0544E" w:rsidRPr="007818BD">
        <w:t>Anglais</w:t>
      </w:r>
      <w:r>
        <w:t xml:space="preserve">, </w:t>
      </w:r>
      <w:r w:rsidR="00E0544E" w:rsidRPr="007818BD">
        <w:t>dont l</w:t>
      </w:r>
      <w:r>
        <w:t>’</w:t>
      </w:r>
      <w:r w:rsidR="00E0544E" w:rsidRPr="007818BD">
        <w:t>intérêt avait été éveillé par le récit de son guide</w:t>
      </w:r>
      <w:r>
        <w:t xml:space="preserve">, </w:t>
      </w:r>
      <w:r w:rsidR="00E0544E" w:rsidRPr="007818BD">
        <w:t>comment avez-vous fait la connaissance de mon hôte</w:t>
      </w:r>
      <w:r>
        <w:t xml:space="preserve"> ? </w:t>
      </w:r>
      <w:r w:rsidR="00E0544E" w:rsidRPr="007818BD">
        <w:t>par quel moyen s</w:t>
      </w:r>
      <w:r>
        <w:t>’</w:t>
      </w:r>
      <w:r w:rsidR="00E0544E" w:rsidRPr="007818BD">
        <w:t>est-il fait si bien venir de vous et de vos amis</w:t>
      </w:r>
      <w:r>
        <w:t> ? »</w:t>
      </w:r>
    </w:p>
    <w:p w14:paraId="17C42D5E" w14:textId="77777777" w:rsidR="00E8465A" w:rsidRDefault="00E0544E" w:rsidP="00E0544E">
      <w:r w:rsidRPr="007818BD">
        <w:t>Maestro Paolo regarda fixement son interlocuteur de ses yeux noirs</w:t>
      </w:r>
      <w:r w:rsidR="00E8465A">
        <w:t>.</w:t>
      </w:r>
    </w:p>
    <w:p w14:paraId="7DFEF0EA" w14:textId="77777777" w:rsidR="00E8465A" w:rsidRDefault="00E8465A" w:rsidP="00E0544E">
      <w:r>
        <w:t>« </w:t>
      </w:r>
      <w:r w:rsidR="00E0544E" w:rsidRPr="007818BD">
        <w:t>Mais</w:t>
      </w:r>
      <w:r>
        <w:t xml:space="preserve">, </w:t>
      </w:r>
      <w:proofErr w:type="spellStart"/>
      <w:r w:rsidR="00E0544E" w:rsidRPr="007818BD">
        <w:t>signor</w:t>
      </w:r>
      <w:proofErr w:type="spellEnd"/>
      <w:r>
        <w:t xml:space="preserve">, </w:t>
      </w:r>
      <w:r w:rsidR="00E0544E" w:rsidRPr="007818BD">
        <w:t>répondit-il</w:t>
      </w:r>
      <w:r>
        <w:t xml:space="preserve">, </w:t>
      </w:r>
      <w:r w:rsidR="00E0544E" w:rsidRPr="007818BD">
        <w:t>vous en savez assurément plus que moi sur ce cavalier étranger</w:t>
      </w:r>
      <w:r>
        <w:t xml:space="preserve">, </w:t>
      </w:r>
      <w:r w:rsidR="00E0544E" w:rsidRPr="007818BD">
        <w:t>au nom bizarre</w:t>
      </w:r>
      <w:r>
        <w:t xml:space="preserve">. </w:t>
      </w:r>
      <w:r w:rsidR="00E0544E" w:rsidRPr="007818BD">
        <w:t>Tout ce que je puis vous dire</w:t>
      </w:r>
      <w:r>
        <w:t xml:space="preserve">, </w:t>
      </w:r>
      <w:r w:rsidR="00E0544E" w:rsidRPr="007818BD">
        <w:t>c</w:t>
      </w:r>
      <w:r>
        <w:t>’</w:t>
      </w:r>
      <w:r w:rsidR="00E0544E" w:rsidRPr="007818BD">
        <w:t>est que j</w:t>
      </w:r>
      <w:r>
        <w:t>’</w:t>
      </w:r>
      <w:r w:rsidR="00E0544E" w:rsidRPr="007818BD">
        <w:t>étais près d</w:t>
      </w:r>
      <w:r>
        <w:t>’</w:t>
      </w:r>
      <w:r w:rsidR="00E0544E" w:rsidRPr="007818BD">
        <w:t>une boutique de la rue de Tolède</w:t>
      </w:r>
      <w:r>
        <w:t xml:space="preserve">, </w:t>
      </w:r>
      <w:r w:rsidR="00E0544E" w:rsidRPr="007818BD">
        <w:t>il y a environ quinze jours</w:t>
      </w:r>
      <w:r>
        <w:t xml:space="preserve">, </w:t>
      </w:r>
      <w:r w:rsidR="00E0544E" w:rsidRPr="007818BD">
        <w:t>quand un homme à mine discrète me toucha le bras et me dit</w:t>
      </w:r>
      <w:r>
        <w:t> :</w:t>
      </w:r>
    </w:p>
    <w:p w14:paraId="53B8F75C" w14:textId="77777777" w:rsidR="00E8465A" w:rsidRDefault="00E8465A" w:rsidP="00E0544E">
      <w:r>
        <w:t>« </w:t>
      </w:r>
      <w:r w:rsidR="00E0544E" w:rsidRPr="007818BD">
        <w:t>Maestro Paolo</w:t>
      </w:r>
      <w:r>
        <w:t xml:space="preserve">, </w:t>
      </w:r>
      <w:r w:rsidR="00E0544E" w:rsidRPr="007818BD">
        <w:t>je désire faire votre connaissance</w:t>
      </w:r>
      <w:r>
        <w:t xml:space="preserve"> ; </w:t>
      </w:r>
      <w:r w:rsidR="00E0544E" w:rsidRPr="007818BD">
        <w:t>obligez moi de m</w:t>
      </w:r>
      <w:r>
        <w:t>’</w:t>
      </w:r>
      <w:r w:rsidR="00E0544E" w:rsidRPr="007818BD">
        <w:t xml:space="preserve">accompagner à cette taverne et de boire un flacon de </w:t>
      </w:r>
      <w:proofErr w:type="spellStart"/>
      <w:r w:rsidR="00E0544E" w:rsidRPr="007818BD">
        <w:t>lacrima</w:t>
      </w:r>
      <w:proofErr w:type="spellEnd"/>
      <w:r>
        <w:t>.</w:t>
      </w:r>
    </w:p>
    <w:p w14:paraId="7F9E7310" w14:textId="77777777" w:rsidR="00E8465A" w:rsidRDefault="00E8465A" w:rsidP="00E0544E">
      <w:r>
        <w:t>— </w:t>
      </w:r>
      <w:r w:rsidR="00E0544E" w:rsidRPr="007818BD">
        <w:t>Volontiers</w:t>
      </w:r>
      <w:r>
        <w:t>, »</w:t>
      </w:r>
      <w:r w:rsidR="00E0544E" w:rsidRPr="007818BD">
        <w:t xml:space="preserve"> répondis-je</w:t>
      </w:r>
      <w:r>
        <w:t>.</w:t>
      </w:r>
    </w:p>
    <w:p w14:paraId="34130476" w14:textId="77777777" w:rsidR="00E8465A" w:rsidRDefault="00E8465A" w:rsidP="00E0544E">
      <w:r>
        <w:t>« </w:t>
      </w:r>
      <w:r w:rsidR="00E0544E" w:rsidRPr="007818BD">
        <w:t>Nous entrâmes dans la taverne</w:t>
      </w:r>
      <w:r>
        <w:t xml:space="preserve"> ; </w:t>
      </w:r>
      <w:r w:rsidR="00E0544E" w:rsidRPr="007818BD">
        <w:t>nous nous assîmes</w:t>
      </w:r>
      <w:r>
        <w:t xml:space="preserve">, </w:t>
      </w:r>
      <w:r w:rsidR="00E0544E" w:rsidRPr="007818BD">
        <w:t>et ma nouvelle connaissa</w:t>
      </w:r>
      <w:r w:rsidR="00E0544E" w:rsidRPr="007818BD">
        <w:t>n</w:t>
      </w:r>
      <w:r w:rsidR="00E0544E" w:rsidRPr="007818BD">
        <w:t>ce débuta ainsi</w:t>
      </w:r>
      <w:r>
        <w:t> :</w:t>
      </w:r>
    </w:p>
    <w:p w14:paraId="62CAE608" w14:textId="77777777" w:rsidR="00E8465A" w:rsidRDefault="00E8465A" w:rsidP="00E0544E">
      <w:r>
        <w:t>« </w:t>
      </w:r>
      <w:r w:rsidR="00E0544E" w:rsidRPr="007818BD">
        <w:t>Le comte d</w:t>
      </w:r>
      <w:r>
        <w:t>’</w:t>
      </w:r>
      <w:r w:rsidR="00E0544E" w:rsidRPr="007818BD">
        <w:t>O</w:t>
      </w:r>
      <w:r>
        <w:t xml:space="preserve">… </w:t>
      </w:r>
      <w:r w:rsidR="00E0544E" w:rsidRPr="007818BD">
        <w:t>veut me louer son vieux château près de B</w:t>
      </w:r>
      <w:r>
        <w:t xml:space="preserve">… </w:t>
      </w:r>
      <w:r w:rsidR="00E0544E" w:rsidRPr="007818BD">
        <w:t>Vous le connaissez</w:t>
      </w:r>
      <w:r>
        <w:t> ?</w:t>
      </w:r>
    </w:p>
    <w:p w14:paraId="004A3379" w14:textId="77777777" w:rsidR="00E8465A" w:rsidRDefault="00E8465A" w:rsidP="00E0544E">
      <w:r>
        <w:t>— </w:t>
      </w:r>
      <w:r w:rsidR="00E0544E" w:rsidRPr="007818BD">
        <w:t>Parfaitement</w:t>
      </w:r>
      <w:r>
        <w:t xml:space="preserve">, </w:t>
      </w:r>
      <w:r w:rsidR="00E0544E" w:rsidRPr="007818BD">
        <w:t>il n</w:t>
      </w:r>
      <w:r>
        <w:t>’</w:t>
      </w:r>
      <w:r w:rsidR="00E0544E" w:rsidRPr="007818BD">
        <w:t>a pas été habité depuis cinquante ans</w:t>
      </w:r>
      <w:r>
        <w:t xml:space="preserve"> ; </w:t>
      </w:r>
      <w:r w:rsidR="00E0544E" w:rsidRPr="007818BD">
        <w:t>il est à moitié ruiné</w:t>
      </w:r>
      <w:r>
        <w:t xml:space="preserve">, </w:t>
      </w:r>
      <w:proofErr w:type="spellStart"/>
      <w:r w:rsidR="00E0544E" w:rsidRPr="007818BD">
        <w:t>signor</w:t>
      </w:r>
      <w:proofErr w:type="spellEnd"/>
      <w:r>
        <w:t xml:space="preserve"> ! </w:t>
      </w:r>
      <w:r w:rsidR="00E0544E" w:rsidRPr="007818BD">
        <w:t>C</w:t>
      </w:r>
      <w:r>
        <w:t>’</w:t>
      </w:r>
      <w:r w:rsidR="00E0544E" w:rsidRPr="007818BD">
        <w:t>est un singulier endroit à louer</w:t>
      </w:r>
      <w:r>
        <w:t xml:space="preserve"> ; </w:t>
      </w:r>
      <w:r w:rsidR="00E0544E" w:rsidRPr="007818BD">
        <w:t>les conditions sont</w:t>
      </w:r>
      <w:r>
        <w:t xml:space="preserve">, </w:t>
      </w:r>
      <w:r w:rsidR="00E0544E" w:rsidRPr="007818BD">
        <w:t>j</w:t>
      </w:r>
      <w:r>
        <w:t>’</w:t>
      </w:r>
      <w:r w:rsidR="00E0544E" w:rsidRPr="007818BD">
        <w:t>espère</w:t>
      </w:r>
      <w:r>
        <w:t xml:space="preserve">, </w:t>
      </w:r>
      <w:r w:rsidR="00E0544E" w:rsidRPr="007818BD">
        <w:t>modérées</w:t>
      </w:r>
      <w:r>
        <w:t>.</w:t>
      </w:r>
    </w:p>
    <w:p w14:paraId="48D8B79B" w14:textId="1CE7B652" w:rsidR="00E0544E" w:rsidRPr="007818BD" w:rsidRDefault="00E8465A" w:rsidP="00E0544E">
      <w:r>
        <w:lastRenderedPageBreak/>
        <w:t>— </w:t>
      </w:r>
      <w:r w:rsidR="00E0544E" w:rsidRPr="007818BD">
        <w:t>Maestro Paolo</w:t>
      </w:r>
      <w:r>
        <w:t xml:space="preserve">, </w:t>
      </w:r>
      <w:r w:rsidR="00E0544E" w:rsidRPr="007818BD">
        <w:t>je suis philosophe</w:t>
      </w:r>
      <w:r>
        <w:t xml:space="preserve">, </w:t>
      </w:r>
      <w:r w:rsidR="00E0544E" w:rsidRPr="007818BD">
        <w:t>et ne tiens pas au luxe</w:t>
      </w:r>
      <w:r>
        <w:t xml:space="preserve">. </w:t>
      </w:r>
      <w:r w:rsidR="00E0544E" w:rsidRPr="007818BD">
        <w:t>J</w:t>
      </w:r>
      <w:r>
        <w:t>’</w:t>
      </w:r>
      <w:r w:rsidR="00E0544E" w:rsidRPr="007818BD">
        <w:t>ai besoin d</w:t>
      </w:r>
      <w:r>
        <w:t>’</w:t>
      </w:r>
      <w:r w:rsidR="00E0544E" w:rsidRPr="007818BD">
        <w:t>une retraite paisible pour faire certaines expérie</w:t>
      </w:r>
      <w:r w:rsidR="00E0544E" w:rsidRPr="007818BD">
        <w:t>n</w:t>
      </w:r>
      <w:r w:rsidR="00E0544E" w:rsidRPr="007818BD">
        <w:t>ces scientifiques</w:t>
      </w:r>
      <w:r>
        <w:t xml:space="preserve">. </w:t>
      </w:r>
      <w:r w:rsidR="00E0544E" w:rsidRPr="007818BD">
        <w:t>Le château me convie</w:t>
      </w:r>
      <w:r w:rsidR="00E0544E" w:rsidRPr="007818BD">
        <w:t>n</w:t>
      </w:r>
      <w:r w:rsidR="00E0544E" w:rsidRPr="007818BD">
        <w:t>dra à merveille</w:t>
      </w:r>
      <w:r>
        <w:t xml:space="preserve">, </w:t>
      </w:r>
      <w:r w:rsidR="00E0544E" w:rsidRPr="007818BD">
        <w:t>pourvu que vous vouliez de moi comme voisin</w:t>
      </w:r>
      <w:r>
        <w:t xml:space="preserve">, </w:t>
      </w:r>
      <w:r w:rsidR="00E0544E" w:rsidRPr="007818BD">
        <w:t>et que vous et vos amis me preniez sous votre protection spéciale</w:t>
      </w:r>
      <w:r>
        <w:t xml:space="preserve">. </w:t>
      </w:r>
      <w:r w:rsidR="00E0544E" w:rsidRPr="007818BD">
        <w:t>Je suis r</w:t>
      </w:r>
      <w:r w:rsidR="00E0544E" w:rsidRPr="007818BD">
        <w:t>i</w:t>
      </w:r>
      <w:r w:rsidR="00E0544E" w:rsidRPr="007818BD">
        <w:t>che</w:t>
      </w:r>
      <w:r>
        <w:t xml:space="preserve"> : </w:t>
      </w:r>
      <w:r w:rsidR="00E0544E" w:rsidRPr="007818BD">
        <w:t>mais je n</w:t>
      </w:r>
      <w:r>
        <w:t>’</w:t>
      </w:r>
      <w:r w:rsidR="00E0544E" w:rsidRPr="007818BD">
        <w:t>emporterai au château rien qui vaille la peine d</w:t>
      </w:r>
      <w:r>
        <w:t>’</w:t>
      </w:r>
      <w:r w:rsidR="00E0544E" w:rsidRPr="007818BD">
        <w:t>être volé</w:t>
      </w:r>
      <w:r>
        <w:t xml:space="preserve">. </w:t>
      </w:r>
      <w:r w:rsidR="00E0544E" w:rsidRPr="007818BD">
        <w:t>Je payerai double loyer</w:t>
      </w:r>
      <w:r>
        <w:t xml:space="preserve">, </w:t>
      </w:r>
      <w:r w:rsidR="00E0544E" w:rsidRPr="007818BD">
        <w:t>un au comte</w:t>
      </w:r>
      <w:r>
        <w:t xml:space="preserve">, </w:t>
      </w:r>
      <w:r w:rsidR="00E0544E" w:rsidRPr="007818BD">
        <w:t>l</w:t>
      </w:r>
      <w:r>
        <w:t>’</w:t>
      </w:r>
      <w:r w:rsidR="00E0544E" w:rsidRPr="007818BD">
        <w:t>autre à vous</w:t>
      </w:r>
      <w:r>
        <w:t> ! »</w:t>
      </w:r>
    </w:p>
    <w:p w14:paraId="14B8C3F4" w14:textId="77777777" w:rsidR="00E8465A" w:rsidRDefault="00E8465A" w:rsidP="00E0544E">
      <w:r>
        <w:t>« </w:t>
      </w:r>
      <w:r w:rsidR="00E0544E" w:rsidRPr="007818BD">
        <w:t>Nous fûmes bientôt d</w:t>
      </w:r>
      <w:r>
        <w:t>’</w:t>
      </w:r>
      <w:r w:rsidR="00E0544E" w:rsidRPr="007818BD">
        <w:t>accord</w:t>
      </w:r>
      <w:r>
        <w:t xml:space="preserve">, </w:t>
      </w:r>
      <w:r w:rsidR="00E0544E" w:rsidRPr="007818BD">
        <w:t>et</w:t>
      </w:r>
      <w:r>
        <w:t xml:space="preserve">, </w:t>
      </w:r>
      <w:r w:rsidR="00E0544E" w:rsidRPr="007818BD">
        <w:t xml:space="preserve">comme le </w:t>
      </w:r>
      <w:proofErr w:type="spellStart"/>
      <w:r w:rsidR="00E0544E" w:rsidRPr="007818BD">
        <w:t>signor</w:t>
      </w:r>
      <w:proofErr w:type="spellEnd"/>
      <w:r w:rsidR="00E0544E" w:rsidRPr="007818BD">
        <w:t xml:space="preserve"> étra</w:t>
      </w:r>
      <w:r w:rsidR="00E0544E" w:rsidRPr="007818BD">
        <w:t>n</w:t>
      </w:r>
      <w:r w:rsidR="00E0544E" w:rsidRPr="007818BD">
        <w:t>ger doubla la somme que je proposai</w:t>
      </w:r>
      <w:r>
        <w:t xml:space="preserve">, </w:t>
      </w:r>
      <w:r w:rsidR="00E0544E" w:rsidRPr="007818BD">
        <w:t>il est en grande faveur avec tous ses voisins</w:t>
      </w:r>
      <w:r>
        <w:t xml:space="preserve">. </w:t>
      </w:r>
      <w:r w:rsidR="00E0544E" w:rsidRPr="007818BD">
        <w:t>Et maintenant</w:t>
      </w:r>
      <w:r>
        <w:t xml:space="preserve">, </w:t>
      </w:r>
      <w:proofErr w:type="spellStart"/>
      <w:r w:rsidR="00E0544E" w:rsidRPr="007818BD">
        <w:t>signor</w:t>
      </w:r>
      <w:proofErr w:type="spellEnd"/>
      <w:r>
        <w:t xml:space="preserve">, </w:t>
      </w:r>
      <w:r w:rsidR="00E0544E" w:rsidRPr="007818BD">
        <w:t>fra</w:t>
      </w:r>
      <w:r w:rsidR="00E0544E" w:rsidRPr="007818BD">
        <w:t>n</w:t>
      </w:r>
      <w:r w:rsidR="00E0544E" w:rsidRPr="007818BD">
        <w:t>chise pour franchise</w:t>
      </w:r>
      <w:r>
        <w:t xml:space="preserve"> ; </w:t>
      </w:r>
      <w:r w:rsidR="00E0544E" w:rsidRPr="007818BD">
        <w:t>qui est-ce ce singulier cavalier</w:t>
      </w:r>
      <w:r>
        <w:t> ?</w:t>
      </w:r>
    </w:p>
    <w:p w14:paraId="77649091" w14:textId="77777777" w:rsidR="00E8465A" w:rsidRDefault="00E8465A" w:rsidP="00E0544E">
      <w:r>
        <w:t>— </w:t>
      </w:r>
      <w:r w:rsidR="00E0544E" w:rsidRPr="007818BD">
        <w:t>Lui</w:t>
      </w:r>
      <w:r>
        <w:t xml:space="preserve"> ? </w:t>
      </w:r>
      <w:r w:rsidR="00E0544E" w:rsidRPr="007818BD">
        <w:t>il vous l</w:t>
      </w:r>
      <w:r>
        <w:t>’</w:t>
      </w:r>
      <w:r w:rsidR="00E0544E" w:rsidRPr="007818BD">
        <w:t>a dit</w:t>
      </w:r>
      <w:r>
        <w:t xml:space="preserve">, </w:t>
      </w:r>
      <w:r w:rsidR="00E0544E" w:rsidRPr="007818BD">
        <w:t>un philosophe</w:t>
      </w:r>
      <w:r>
        <w:t>.</w:t>
      </w:r>
    </w:p>
    <w:p w14:paraId="07F58AC9" w14:textId="77777777" w:rsidR="00E8465A" w:rsidRDefault="00E8465A" w:rsidP="00E0544E">
      <w:r>
        <w:t>— </w:t>
      </w:r>
      <w:r w:rsidR="00E0544E" w:rsidRPr="007818BD">
        <w:t>Hum</w:t>
      </w:r>
      <w:r>
        <w:t xml:space="preserve"> ! </w:t>
      </w:r>
      <w:r w:rsidR="00E0544E" w:rsidRPr="007818BD">
        <w:t>il cherche la pierre philosophale</w:t>
      </w:r>
      <w:r>
        <w:t xml:space="preserve">, </w:t>
      </w:r>
      <w:r w:rsidR="00E0544E" w:rsidRPr="007818BD">
        <w:t>hein</w:t>
      </w:r>
      <w:r>
        <w:t xml:space="preserve"> ! </w:t>
      </w:r>
      <w:r w:rsidR="00E0544E" w:rsidRPr="007818BD">
        <w:t>Un peu magicien</w:t>
      </w:r>
      <w:r>
        <w:t xml:space="preserve"> ; </w:t>
      </w:r>
      <w:r w:rsidR="00E0544E" w:rsidRPr="007818BD">
        <w:t xml:space="preserve">il </w:t>
      </w:r>
      <w:proofErr w:type="gramStart"/>
      <w:r w:rsidR="00E0544E" w:rsidRPr="007818BD">
        <w:t>a peur des</w:t>
      </w:r>
      <w:proofErr w:type="gramEnd"/>
      <w:r w:rsidR="00E0544E" w:rsidRPr="007818BD">
        <w:t xml:space="preserve"> prêtres</w:t>
      </w:r>
      <w:r>
        <w:t> !</w:t>
      </w:r>
    </w:p>
    <w:p w14:paraId="5279D2D1" w14:textId="77777777" w:rsidR="00E8465A" w:rsidRDefault="00E8465A" w:rsidP="00E0544E">
      <w:r>
        <w:t>— </w:t>
      </w:r>
      <w:r w:rsidR="00E0544E" w:rsidRPr="007818BD">
        <w:t>Précisément</w:t>
      </w:r>
      <w:r>
        <w:t xml:space="preserve">, </w:t>
      </w:r>
      <w:r w:rsidR="00E0544E" w:rsidRPr="007818BD">
        <w:t>vous y êtes</w:t>
      </w:r>
      <w:r>
        <w:t>.</w:t>
      </w:r>
    </w:p>
    <w:p w14:paraId="6778BB2F" w14:textId="77777777" w:rsidR="00E8465A" w:rsidRDefault="00E8465A" w:rsidP="00E0544E">
      <w:r>
        <w:t>— </w:t>
      </w:r>
      <w:r w:rsidR="00E0544E" w:rsidRPr="007818BD">
        <w:t>Je m</w:t>
      </w:r>
      <w:r>
        <w:t>’</w:t>
      </w:r>
      <w:r w:rsidR="00E0544E" w:rsidRPr="007818BD">
        <w:t>en doutais</w:t>
      </w:r>
      <w:r>
        <w:t xml:space="preserve"> ! </w:t>
      </w:r>
      <w:r w:rsidR="00E0544E" w:rsidRPr="007818BD">
        <w:t>et vous êtes son élève</w:t>
      </w:r>
      <w:r>
        <w:t> ?</w:t>
      </w:r>
    </w:p>
    <w:p w14:paraId="4E4319D4" w14:textId="77777777" w:rsidR="00E8465A" w:rsidRDefault="00E8465A" w:rsidP="00E0544E">
      <w:r>
        <w:t>— </w:t>
      </w:r>
      <w:r w:rsidR="00E0544E" w:rsidRPr="007818BD">
        <w:t>Son élève</w:t>
      </w:r>
      <w:r>
        <w:t>.</w:t>
      </w:r>
    </w:p>
    <w:p w14:paraId="3E5F1A32" w14:textId="77777777" w:rsidR="00E8465A" w:rsidRDefault="00E8465A" w:rsidP="00E0544E">
      <w:r>
        <w:t>— </w:t>
      </w:r>
      <w:r w:rsidR="00E0544E" w:rsidRPr="007818BD">
        <w:t>Je vous souhaite du bonheur</w:t>
      </w:r>
      <w:r>
        <w:t xml:space="preserve"> ! </w:t>
      </w:r>
      <w:r w:rsidR="00E0544E" w:rsidRPr="007818BD">
        <w:t>dit gravement le brigand en se signant</w:t>
      </w:r>
      <w:r>
        <w:t xml:space="preserve">. </w:t>
      </w:r>
      <w:r w:rsidR="00E0544E" w:rsidRPr="007818BD">
        <w:t>Je ne vaux pas mieux qu</w:t>
      </w:r>
      <w:r>
        <w:t>’</w:t>
      </w:r>
      <w:r w:rsidR="00E0544E" w:rsidRPr="007818BD">
        <w:t>un autre</w:t>
      </w:r>
      <w:r>
        <w:t xml:space="preserve">, </w:t>
      </w:r>
      <w:r w:rsidR="00E0544E" w:rsidRPr="007818BD">
        <w:t>mais on a une âme</w:t>
      </w:r>
      <w:r>
        <w:t xml:space="preserve"> : </w:t>
      </w:r>
      <w:r w:rsidR="00E0544E" w:rsidRPr="007818BD">
        <w:t>je ne recule pas devant un peu de brigandage</w:t>
      </w:r>
      <w:r>
        <w:t xml:space="preserve">, </w:t>
      </w:r>
      <w:r w:rsidR="00E0544E" w:rsidRPr="007818BD">
        <w:t>je ne fais pas difficulté</w:t>
      </w:r>
      <w:r>
        <w:t xml:space="preserve">, </w:t>
      </w:r>
      <w:r w:rsidR="00E0544E" w:rsidRPr="007818BD">
        <w:t>si le cas l</w:t>
      </w:r>
      <w:r>
        <w:t>’</w:t>
      </w:r>
      <w:r w:rsidR="00E0544E" w:rsidRPr="007818BD">
        <w:t>exige</w:t>
      </w:r>
      <w:r>
        <w:t xml:space="preserve">, </w:t>
      </w:r>
      <w:r w:rsidR="00E0544E" w:rsidRPr="007818BD">
        <w:t>d</w:t>
      </w:r>
      <w:r>
        <w:t>’</w:t>
      </w:r>
      <w:r w:rsidR="00E0544E" w:rsidRPr="007818BD">
        <w:t>assommer mon homme</w:t>
      </w:r>
      <w:r>
        <w:t xml:space="preserve"> ; </w:t>
      </w:r>
      <w:r w:rsidR="00E0544E" w:rsidRPr="007818BD">
        <w:t>mais faire un pacte avec le démon</w:t>
      </w:r>
      <w:r>
        <w:t xml:space="preserve"> ! </w:t>
      </w:r>
      <w:r w:rsidR="00E0544E" w:rsidRPr="007818BD">
        <w:t>Ah</w:t>
      </w:r>
      <w:r>
        <w:t xml:space="preserve"> ! </w:t>
      </w:r>
      <w:r w:rsidR="00E0544E" w:rsidRPr="007818BD">
        <w:t>prenez garde</w:t>
      </w:r>
      <w:r>
        <w:t xml:space="preserve">, </w:t>
      </w:r>
      <w:r w:rsidR="00E0544E" w:rsidRPr="007818BD">
        <w:t>jeune homme</w:t>
      </w:r>
      <w:r>
        <w:t xml:space="preserve">, </w:t>
      </w:r>
      <w:r w:rsidR="00E0544E" w:rsidRPr="007818BD">
        <w:t>prenez garde</w:t>
      </w:r>
      <w:r>
        <w:t> !</w:t>
      </w:r>
    </w:p>
    <w:p w14:paraId="5E878F5E" w14:textId="7F42BD24" w:rsidR="00E0544E" w:rsidRPr="007818BD" w:rsidRDefault="00E8465A" w:rsidP="00E0544E">
      <w:r>
        <w:t>— </w:t>
      </w:r>
      <w:r w:rsidR="00E0544E" w:rsidRPr="007818BD">
        <w:t>Ne craignez rien</w:t>
      </w:r>
      <w:r>
        <w:t xml:space="preserve">, </w:t>
      </w:r>
      <w:r w:rsidR="00E0544E" w:rsidRPr="007818BD">
        <w:t xml:space="preserve">répliqua </w:t>
      </w:r>
      <w:proofErr w:type="spellStart"/>
      <w:r w:rsidR="00E0544E" w:rsidRPr="007818BD">
        <w:t>Glyndon</w:t>
      </w:r>
      <w:proofErr w:type="spellEnd"/>
      <w:r>
        <w:t xml:space="preserve">, </w:t>
      </w:r>
      <w:r w:rsidR="00E0544E" w:rsidRPr="007818BD">
        <w:t>mon maître est trop sage et trop bon pour faire un marché de ce genre</w:t>
      </w:r>
      <w:r>
        <w:t xml:space="preserve">. </w:t>
      </w:r>
      <w:r w:rsidR="00E0544E" w:rsidRPr="007818BD">
        <w:t>Mais nous voici arrivés</w:t>
      </w:r>
      <w:r>
        <w:t xml:space="preserve">, </w:t>
      </w:r>
      <w:r w:rsidR="00E0544E" w:rsidRPr="007818BD">
        <w:t>je pense</w:t>
      </w:r>
      <w:r>
        <w:t xml:space="preserve">. </w:t>
      </w:r>
      <w:r w:rsidR="00E0544E" w:rsidRPr="007818BD">
        <w:t>Quelle ruine imposante</w:t>
      </w:r>
      <w:r>
        <w:t xml:space="preserve"> ! </w:t>
      </w:r>
      <w:r w:rsidR="00E0544E" w:rsidRPr="007818BD">
        <w:t>quelle vue m</w:t>
      </w:r>
      <w:r w:rsidR="00E0544E" w:rsidRPr="007818BD">
        <w:t>a</w:t>
      </w:r>
      <w:r w:rsidR="00E0544E" w:rsidRPr="007818BD">
        <w:t>gnifique</w:t>
      </w:r>
      <w:r>
        <w:t> ! »</w:t>
      </w:r>
    </w:p>
    <w:p w14:paraId="097B6FC4" w14:textId="4FF34FE8" w:rsidR="00E8465A" w:rsidRDefault="00E0544E" w:rsidP="00E0544E">
      <w:proofErr w:type="spellStart"/>
      <w:r w:rsidRPr="007818BD">
        <w:lastRenderedPageBreak/>
        <w:t>Glyndon</w:t>
      </w:r>
      <w:proofErr w:type="spellEnd"/>
      <w:r w:rsidRPr="007818BD">
        <w:t xml:space="preserve"> s</w:t>
      </w:r>
      <w:r w:rsidR="00E8465A">
        <w:t>’</w:t>
      </w:r>
      <w:r w:rsidRPr="007818BD">
        <w:t>arrêta émerveillé</w:t>
      </w:r>
      <w:r w:rsidR="00E8465A">
        <w:t xml:space="preserve">, </w:t>
      </w:r>
      <w:r w:rsidRPr="007818BD">
        <w:t>et examina avec son regard d</w:t>
      </w:r>
      <w:r w:rsidR="00E8465A">
        <w:t>’</w:t>
      </w:r>
      <w:r w:rsidRPr="007818BD">
        <w:t>artiste la scène qui se déroulait devant lui et autour de lui</w:t>
      </w:r>
      <w:r w:rsidR="00E8465A">
        <w:t xml:space="preserve">. </w:t>
      </w:r>
      <w:r w:rsidRPr="007818BD">
        <w:t>I</w:t>
      </w:r>
      <w:r w:rsidRPr="007818BD">
        <w:t>n</w:t>
      </w:r>
      <w:r w:rsidRPr="007818BD">
        <w:t>sensiblement</w:t>
      </w:r>
      <w:r w:rsidR="00E8465A">
        <w:t xml:space="preserve">, </w:t>
      </w:r>
      <w:r w:rsidRPr="007818BD">
        <w:t>pendant le récit du bandit</w:t>
      </w:r>
      <w:r w:rsidR="00E8465A">
        <w:t xml:space="preserve">, </w:t>
      </w:r>
      <w:r w:rsidRPr="007818BD">
        <w:t>il avait gravi une ha</w:t>
      </w:r>
      <w:r w:rsidRPr="007818BD">
        <w:t>u</w:t>
      </w:r>
      <w:r w:rsidRPr="007818BD">
        <w:t>teur considérable</w:t>
      </w:r>
      <w:r w:rsidR="00E8465A">
        <w:t xml:space="preserve">, </w:t>
      </w:r>
      <w:r w:rsidRPr="007818BD">
        <w:t>et se trouvait en ce moment sur un large pl</w:t>
      </w:r>
      <w:r w:rsidRPr="007818BD">
        <w:t>a</w:t>
      </w:r>
      <w:r w:rsidRPr="007818BD">
        <w:t>teau de rochers couvert de mousse et d</w:t>
      </w:r>
      <w:r w:rsidR="00E8465A">
        <w:t>’</w:t>
      </w:r>
      <w:r w:rsidRPr="007818BD">
        <w:t>arbustes</w:t>
      </w:r>
      <w:r w:rsidR="00E8465A">
        <w:t xml:space="preserve">. </w:t>
      </w:r>
      <w:r w:rsidRPr="007818BD">
        <w:t>Entre cette éminence et une autre d</w:t>
      </w:r>
      <w:r w:rsidR="00E8465A">
        <w:t>’</w:t>
      </w:r>
      <w:r w:rsidRPr="007818BD">
        <w:t>égale hauteur que couronnait le ch</w:t>
      </w:r>
      <w:r w:rsidRPr="007818BD">
        <w:t>â</w:t>
      </w:r>
      <w:r w:rsidRPr="007818BD">
        <w:t>teau</w:t>
      </w:r>
      <w:r w:rsidR="00E8465A">
        <w:t xml:space="preserve">, </w:t>
      </w:r>
      <w:r w:rsidRPr="007818BD">
        <w:t>s</w:t>
      </w:r>
      <w:r w:rsidR="00E8465A">
        <w:t>’</w:t>
      </w:r>
      <w:r w:rsidRPr="007818BD">
        <w:t>ouvrait une large crevasse</w:t>
      </w:r>
      <w:r w:rsidR="00E8465A">
        <w:t xml:space="preserve">, </w:t>
      </w:r>
      <w:r w:rsidRPr="007818BD">
        <w:t>tapissée de la végétation la plus luxuriante</w:t>
      </w:r>
      <w:r w:rsidR="00E8465A">
        <w:t xml:space="preserve"> ; </w:t>
      </w:r>
      <w:r w:rsidRPr="007818BD">
        <w:t>l</w:t>
      </w:r>
      <w:r w:rsidR="00E8465A">
        <w:t>’</w:t>
      </w:r>
      <w:r w:rsidRPr="007818BD">
        <w:t>œil ne pouvait en sonder que superficiell</w:t>
      </w:r>
      <w:r w:rsidRPr="007818BD">
        <w:t>e</w:t>
      </w:r>
      <w:r w:rsidRPr="007818BD">
        <w:t>ment l</w:t>
      </w:r>
      <w:r w:rsidR="00E8465A">
        <w:t>’</w:t>
      </w:r>
      <w:r w:rsidRPr="007818BD">
        <w:t>abîme</w:t>
      </w:r>
      <w:r w:rsidR="00E8465A">
        <w:t xml:space="preserve">, </w:t>
      </w:r>
      <w:r w:rsidRPr="007818BD">
        <w:t>mais l</w:t>
      </w:r>
      <w:r w:rsidR="00E8465A">
        <w:t>’</w:t>
      </w:r>
      <w:r w:rsidRPr="007818BD">
        <w:t>oreille en devinait aisément la profondeur par le murmure sourd</w:t>
      </w:r>
      <w:r w:rsidR="00E8465A">
        <w:t xml:space="preserve">, </w:t>
      </w:r>
      <w:r w:rsidRPr="007818BD">
        <w:t>lointain et étouffé</w:t>
      </w:r>
      <w:r w:rsidR="00E8465A">
        <w:t xml:space="preserve">, </w:t>
      </w:r>
      <w:r w:rsidRPr="007818BD">
        <w:t>des eaux qui roulaient invisibles sous le feuillage</w:t>
      </w:r>
      <w:r w:rsidR="00E8465A">
        <w:t xml:space="preserve">, </w:t>
      </w:r>
      <w:r w:rsidRPr="007818BD">
        <w:t>et dont le cours se révélait plus loin en un ruisseau rapide et troublé qui sillonnait les vallées i</w:t>
      </w:r>
      <w:r w:rsidRPr="007818BD">
        <w:t>n</w:t>
      </w:r>
      <w:r w:rsidRPr="007818BD">
        <w:t>cultes et désolées</w:t>
      </w:r>
      <w:r w:rsidR="00E8465A">
        <w:t xml:space="preserve">. </w:t>
      </w:r>
      <w:r w:rsidRPr="007818BD">
        <w:t>À ga</w:t>
      </w:r>
      <w:r w:rsidRPr="007818BD">
        <w:t>u</w:t>
      </w:r>
      <w:r w:rsidRPr="007818BD">
        <w:t>che</w:t>
      </w:r>
      <w:r w:rsidR="00E8465A">
        <w:t xml:space="preserve">, </w:t>
      </w:r>
      <w:r w:rsidRPr="007818BD">
        <w:t>la perspective semblait illimitée</w:t>
      </w:r>
      <w:r w:rsidR="00E8465A">
        <w:t xml:space="preserve"> ; </w:t>
      </w:r>
      <w:r w:rsidRPr="007818BD">
        <w:t>la transparence pourprée de l</w:t>
      </w:r>
      <w:r w:rsidR="00E8465A">
        <w:t>’</w:t>
      </w:r>
      <w:r w:rsidRPr="007818BD">
        <w:t>air laissait distinguer les accidents d</w:t>
      </w:r>
      <w:r w:rsidR="00E8465A">
        <w:t>’</w:t>
      </w:r>
      <w:r w:rsidRPr="007818BD">
        <w:t>une région qu</w:t>
      </w:r>
      <w:r w:rsidR="00E8465A">
        <w:t>’</w:t>
      </w:r>
      <w:r w:rsidRPr="007818BD">
        <w:t>un conquérant d</w:t>
      </w:r>
      <w:r w:rsidR="00E8465A">
        <w:t>’</w:t>
      </w:r>
      <w:r w:rsidRPr="007818BD">
        <w:t>autrefois aurait regardée comme un royaume</w:t>
      </w:r>
      <w:r w:rsidR="00E8465A">
        <w:t xml:space="preserve">. </w:t>
      </w:r>
      <w:r w:rsidRPr="007818BD">
        <w:t xml:space="preserve">Le chemin que </w:t>
      </w:r>
      <w:proofErr w:type="spellStart"/>
      <w:r w:rsidRPr="007818BD">
        <w:t>Glyndon</w:t>
      </w:r>
      <w:proofErr w:type="spellEnd"/>
      <w:r w:rsidRPr="007818BD">
        <w:t xml:space="preserve"> avait parcouru</w:t>
      </w:r>
      <w:r w:rsidR="00E8465A">
        <w:t xml:space="preserve">, </w:t>
      </w:r>
      <w:r w:rsidRPr="007818BD">
        <w:t>et qui lui avait paru morne et désert</w:t>
      </w:r>
      <w:r w:rsidR="00E8465A">
        <w:t xml:space="preserve">, </w:t>
      </w:r>
      <w:r w:rsidRPr="007818BD">
        <w:t>se montrait maintenant pa</w:t>
      </w:r>
      <w:r w:rsidRPr="007818BD">
        <w:t>r</w:t>
      </w:r>
      <w:r w:rsidRPr="007818BD">
        <w:t>semé de châteaux</w:t>
      </w:r>
      <w:r w:rsidR="00E8465A">
        <w:t xml:space="preserve">, </w:t>
      </w:r>
      <w:r w:rsidRPr="007818BD">
        <w:t>de clochers</w:t>
      </w:r>
      <w:r w:rsidR="00E8465A">
        <w:t xml:space="preserve">, </w:t>
      </w:r>
      <w:r w:rsidRPr="007818BD">
        <w:t>de villages</w:t>
      </w:r>
      <w:r w:rsidR="00E8465A">
        <w:t xml:space="preserve">. </w:t>
      </w:r>
      <w:r w:rsidRPr="007818BD">
        <w:t>À l</w:t>
      </w:r>
      <w:r w:rsidR="00E8465A">
        <w:t>’</w:t>
      </w:r>
      <w:r w:rsidRPr="007818BD">
        <w:t>horizon</w:t>
      </w:r>
      <w:r w:rsidR="00E8465A">
        <w:t xml:space="preserve">, </w:t>
      </w:r>
      <w:r w:rsidRPr="007818BD">
        <w:t>la bla</w:t>
      </w:r>
      <w:r w:rsidRPr="007818BD">
        <w:t>n</w:t>
      </w:r>
      <w:r w:rsidRPr="007818BD">
        <w:t>che Naples étincelait aux derniers rayons du soleil</w:t>
      </w:r>
      <w:r w:rsidR="00E8465A">
        <w:t xml:space="preserve">, </w:t>
      </w:r>
      <w:r w:rsidRPr="007818BD">
        <w:t>et les teintes r</w:t>
      </w:r>
      <w:r w:rsidRPr="007818BD">
        <w:t>o</w:t>
      </w:r>
      <w:r w:rsidRPr="007818BD">
        <w:t>sées du ciel se fondaient avec l</w:t>
      </w:r>
      <w:r w:rsidR="00E8465A">
        <w:t>’</w:t>
      </w:r>
      <w:r w:rsidRPr="007818BD">
        <w:t>azur de son golfe radieux</w:t>
      </w:r>
      <w:r w:rsidR="00E8465A">
        <w:t xml:space="preserve">. </w:t>
      </w:r>
      <w:r w:rsidRPr="007818BD">
        <w:t>Plus loin encore</w:t>
      </w:r>
      <w:r w:rsidR="00E8465A">
        <w:t xml:space="preserve">, </w:t>
      </w:r>
      <w:r w:rsidRPr="007818BD">
        <w:t>sur un a</w:t>
      </w:r>
      <w:r w:rsidRPr="007818BD">
        <w:t>u</w:t>
      </w:r>
      <w:r w:rsidRPr="007818BD">
        <w:t>tre point de la perspective</w:t>
      </w:r>
      <w:r w:rsidR="00E8465A">
        <w:t xml:space="preserve">, </w:t>
      </w:r>
      <w:r w:rsidRPr="007818BD">
        <w:t>on pouvait voir</w:t>
      </w:r>
      <w:r w:rsidR="00E8465A">
        <w:t xml:space="preserve">, </w:t>
      </w:r>
      <w:r w:rsidRPr="007818BD">
        <w:t>noires et indistinctes</w:t>
      </w:r>
      <w:r w:rsidR="00E8465A">
        <w:t xml:space="preserve">, </w:t>
      </w:r>
      <w:r w:rsidRPr="007818BD">
        <w:t>se détachant à peine du feuillage le plus sombre</w:t>
      </w:r>
      <w:r w:rsidR="00E8465A">
        <w:t xml:space="preserve">, </w:t>
      </w:r>
      <w:r w:rsidRPr="007818BD">
        <w:t>les colonnes et les ruines de l</w:t>
      </w:r>
      <w:r w:rsidR="00E8465A">
        <w:t>’</w:t>
      </w:r>
      <w:r w:rsidRPr="007818BD">
        <w:t xml:space="preserve">antique </w:t>
      </w:r>
      <w:proofErr w:type="spellStart"/>
      <w:r w:rsidRPr="007818BD">
        <w:t>Posidonia</w:t>
      </w:r>
      <w:proofErr w:type="spellEnd"/>
      <w:r w:rsidR="00E8465A">
        <w:t xml:space="preserve"> (</w:t>
      </w:r>
      <w:proofErr w:type="spellStart"/>
      <w:r w:rsidRPr="007818BD">
        <w:t>Pæ</w:t>
      </w:r>
      <w:r w:rsidRPr="007818BD">
        <w:t>s</w:t>
      </w:r>
      <w:r w:rsidRPr="007818BD">
        <w:t>tum</w:t>
      </w:r>
      <w:proofErr w:type="spellEnd"/>
      <w:r w:rsidR="00E8465A">
        <w:t xml:space="preserve">). </w:t>
      </w:r>
      <w:r w:rsidRPr="007818BD">
        <w:t>Là</w:t>
      </w:r>
      <w:r w:rsidR="00E8465A">
        <w:t xml:space="preserve">, </w:t>
      </w:r>
      <w:r w:rsidRPr="007818BD">
        <w:t>au milieu de son empire stérile et calciné</w:t>
      </w:r>
      <w:r w:rsidR="00E8465A">
        <w:t xml:space="preserve">, </w:t>
      </w:r>
      <w:r w:rsidRPr="007818BD">
        <w:t>s</w:t>
      </w:r>
      <w:r w:rsidR="00E8465A">
        <w:t>’</w:t>
      </w:r>
      <w:r w:rsidRPr="007818BD">
        <w:t>élevait le sinistre volcan</w:t>
      </w:r>
      <w:r w:rsidR="00E8465A">
        <w:t xml:space="preserve"> ; </w:t>
      </w:r>
      <w:r w:rsidRPr="007818BD">
        <w:t>tandis que de l</w:t>
      </w:r>
      <w:r w:rsidR="00E8465A">
        <w:t>’</w:t>
      </w:r>
      <w:r w:rsidRPr="007818BD">
        <w:t>autre côté</w:t>
      </w:r>
      <w:r w:rsidR="00E8465A">
        <w:t xml:space="preserve">, </w:t>
      </w:r>
      <w:r w:rsidRPr="007818BD">
        <w:t>à travers des plaines émaillées par la culture la plus variée et embelli</w:t>
      </w:r>
      <w:r>
        <w:t>es</w:t>
      </w:r>
      <w:r w:rsidRPr="007818BD">
        <w:t xml:space="preserve"> encore par le charme magique du lointain</w:t>
      </w:r>
      <w:r w:rsidR="00E8465A">
        <w:t xml:space="preserve">, </w:t>
      </w:r>
      <w:r w:rsidRPr="007818BD">
        <w:t>coulaient mille rui</w:t>
      </w:r>
      <w:r w:rsidRPr="007818BD">
        <w:t>s</w:t>
      </w:r>
      <w:r w:rsidRPr="007818BD">
        <w:t>seaux</w:t>
      </w:r>
      <w:r w:rsidR="00E8465A">
        <w:t xml:space="preserve">, </w:t>
      </w:r>
      <w:r w:rsidRPr="007818BD">
        <w:t>sur les bords desquels le Toscan</w:t>
      </w:r>
      <w:r w:rsidR="00E8465A">
        <w:t xml:space="preserve">, </w:t>
      </w:r>
      <w:r w:rsidRPr="007818BD">
        <w:t>le Sybarite</w:t>
      </w:r>
      <w:r w:rsidR="00E8465A">
        <w:t xml:space="preserve">, </w:t>
      </w:r>
      <w:r w:rsidRPr="007818BD">
        <w:t>le Romain</w:t>
      </w:r>
      <w:r w:rsidR="00E8465A">
        <w:t xml:space="preserve">, </w:t>
      </w:r>
      <w:r w:rsidRPr="007818BD">
        <w:t>le Sarrazin</w:t>
      </w:r>
      <w:r w:rsidR="00E8465A">
        <w:t xml:space="preserve">, </w:t>
      </w:r>
      <w:r w:rsidRPr="007818BD">
        <w:t>le Normand</w:t>
      </w:r>
      <w:r w:rsidR="00E8465A">
        <w:t xml:space="preserve">, </w:t>
      </w:r>
      <w:r w:rsidRPr="007818BD">
        <w:t>avaient tour à tour planté leur tente</w:t>
      </w:r>
      <w:r w:rsidR="00E8465A">
        <w:t xml:space="preserve">. </w:t>
      </w:r>
      <w:r w:rsidRPr="007818BD">
        <w:t>Toutes les visions du passé</w:t>
      </w:r>
      <w:r w:rsidR="00E8465A">
        <w:t xml:space="preserve">, </w:t>
      </w:r>
      <w:r w:rsidRPr="007818BD">
        <w:t>l</w:t>
      </w:r>
      <w:r w:rsidR="00E8465A">
        <w:t>’</w:t>
      </w:r>
      <w:r w:rsidRPr="007818BD">
        <w:t>histoire orageuse et éblouissante de l</w:t>
      </w:r>
      <w:r w:rsidR="00E8465A">
        <w:t>’</w:t>
      </w:r>
      <w:r w:rsidRPr="007818BD">
        <w:t>Italie méridionale</w:t>
      </w:r>
      <w:r w:rsidR="00E8465A">
        <w:t xml:space="preserve">, </w:t>
      </w:r>
      <w:r w:rsidRPr="007818BD">
        <w:t>se pressèrent dans l</w:t>
      </w:r>
      <w:r w:rsidR="00E8465A">
        <w:t>’</w:t>
      </w:r>
      <w:r w:rsidRPr="007818BD">
        <w:t>âme de l</w:t>
      </w:r>
      <w:r w:rsidR="00E8465A">
        <w:t>’</w:t>
      </w:r>
      <w:r w:rsidRPr="007818BD">
        <w:t>artiste</w:t>
      </w:r>
      <w:r w:rsidR="00E8465A">
        <w:t xml:space="preserve">, </w:t>
      </w:r>
      <w:r w:rsidRPr="007818BD">
        <w:t>pendant qu</w:t>
      </w:r>
      <w:r w:rsidR="00E8465A">
        <w:t>’</w:t>
      </w:r>
      <w:r w:rsidRPr="007818BD">
        <w:t>il contemplait le spectacle qui se déroulait à ses pieds</w:t>
      </w:r>
      <w:r w:rsidR="00E8465A">
        <w:t xml:space="preserve">. </w:t>
      </w:r>
      <w:r w:rsidRPr="007818BD">
        <w:t xml:space="preserve">Il se </w:t>
      </w:r>
      <w:r w:rsidRPr="007818BD">
        <w:lastRenderedPageBreak/>
        <w:t>retourna lentement pour regarder derrière lui</w:t>
      </w:r>
      <w:r w:rsidR="00E8465A">
        <w:t xml:space="preserve"> ; </w:t>
      </w:r>
      <w:r w:rsidRPr="007818BD">
        <w:t>il vit les murs gris et croulants du château où il venait chercher des secrets qui devaient donner à l</w:t>
      </w:r>
      <w:r w:rsidR="00E8465A">
        <w:t>’</w:t>
      </w:r>
      <w:r w:rsidRPr="007818BD">
        <w:t>espérance un empire plus pui</w:t>
      </w:r>
      <w:r w:rsidRPr="007818BD">
        <w:t>s</w:t>
      </w:r>
      <w:r w:rsidRPr="007818BD">
        <w:t>sant encore et plus vaste que celui du souvenir</w:t>
      </w:r>
      <w:r w:rsidR="00E8465A">
        <w:t xml:space="preserve">. </w:t>
      </w:r>
      <w:r w:rsidRPr="007818BD">
        <w:t>C</w:t>
      </w:r>
      <w:r w:rsidR="00E8465A">
        <w:t>’</w:t>
      </w:r>
      <w:r w:rsidRPr="007818BD">
        <w:t xml:space="preserve">était une de ces forteresses </w:t>
      </w:r>
      <w:proofErr w:type="spellStart"/>
      <w:r w:rsidRPr="007818BD">
        <w:t>baroniales</w:t>
      </w:r>
      <w:proofErr w:type="spellEnd"/>
      <w:r w:rsidRPr="007818BD">
        <w:t xml:space="preserve"> dont l</w:t>
      </w:r>
      <w:r w:rsidR="00E8465A">
        <w:t>’</w:t>
      </w:r>
      <w:r w:rsidRPr="007818BD">
        <w:t>Italie était couverte au co</w:t>
      </w:r>
      <w:r w:rsidRPr="007818BD">
        <w:t>m</w:t>
      </w:r>
      <w:r w:rsidRPr="007818BD">
        <w:t>mencement du moyen âge</w:t>
      </w:r>
      <w:r w:rsidR="00E8465A">
        <w:t xml:space="preserve"> ; </w:t>
      </w:r>
      <w:r w:rsidRPr="007818BD">
        <w:t>dépourvue de la grâce et du gra</w:t>
      </w:r>
      <w:r w:rsidRPr="007818BD">
        <w:t>n</w:t>
      </w:r>
      <w:r w:rsidRPr="007818BD">
        <w:t>diose gothiques qui caractérisent l</w:t>
      </w:r>
      <w:r w:rsidR="00E8465A">
        <w:t>’</w:t>
      </w:r>
      <w:r w:rsidRPr="007818BD">
        <w:t>architecture religieuse de la même époque</w:t>
      </w:r>
      <w:r w:rsidR="00E8465A">
        <w:t xml:space="preserve"> ; </w:t>
      </w:r>
      <w:r w:rsidRPr="007818BD">
        <w:t>mais abrupte</w:t>
      </w:r>
      <w:r w:rsidR="00E8465A">
        <w:t xml:space="preserve">, </w:t>
      </w:r>
      <w:r w:rsidRPr="007818BD">
        <w:t>vaste et menaçante</w:t>
      </w:r>
      <w:r w:rsidR="00E8465A">
        <w:t xml:space="preserve">, </w:t>
      </w:r>
      <w:r w:rsidRPr="007818BD">
        <w:t>même au m</w:t>
      </w:r>
      <w:r w:rsidRPr="007818BD">
        <w:t>i</w:t>
      </w:r>
      <w:r w:rsidRPr="007818BD">
        <w:t>lieu des ruines</w:t>
      </w:r>
      <w:r w:rsidR="00E8465A">
        <w:t xml:space="preserve">. </w:t>
      </w:r>
      <w:r w:rsidRPr="007818BD">
        <w:t>Un pont de bois r</w:t>
      </w:r>
      <w:r w:rsidRPr="007818BD">
        <w:t>e</w:t>
      </w:r>
      <w:r w:rsidRPr="007818BD">
        <w:t>couvrait l</w:t>
      </w:r>
      <w:r w:rsidR="00E8465A">
        <w:t>’</w:t>
      </w:r>
      <w:r w:rsidRPr="007818BD">
        <w:t>abîme</w:t>
      </w:r>
      <w:r w:rsidR="00E8465A">
        <w:t xml:space="preserve"> ; </w:t>
      </w:r>
      <w:r w:rsidRPr="007818BD">
        <w:t xml:space="preserve">assez large pour laisser passer </w:t>
      </w:r>
      <w:r>
        <w:t>d</w:t>
      </w:r>
      <w:r w:rsidRPr="007818BD">
        <w:t>eux cavaliers</w:t>
      </w:r>
      <w:r w:rsidR="00E8465A">
        <w:t xml:space="preserve"> ; </w:t>
      </w:r>
      <w:r w:rsidRPr="007818BD">
        <w:t>les planches trembl</w:t>
      </w:r>
      <w:r w:rsidRPr="007818BD">
        <w:t>è</w:t>
      </w:r>
      <w:r w:rsidRPr="007818BD">
        <w:t xml:space="preserve">rent et rendirent un bruit sourd sous le pas de la monture fatiguée de </w:t>
      </w:r>
      <w:proofErr w:type="spellStart"/>
      <w:r w:rsidRPr="007818BD">
        <w:t>Glyndon</w:t>
      </w:r>
      <w:proofErr w:type="spellEnd"/>
      <w:r w:rsidR="00E8465A">
        <w:t>.</w:t>
      </w:r>
    </w:p>
    <w:p w14:paraId="1C2C538F" w14:textId="77777777" w:rsidR="00E8465A" w:rsidRDefault="00E0544E" w:rsidP="00E0544E">
      <w:r w:rsidRPr="007818BD">
        <w:t>Un chemin qui jadis avait été pavé de larges dalles</w:t>
      </w:r>
      <w:r w:rsidR="00E8465A">
        <w:t xml:space="preserve">, </w:t>
      </w:r>
      <w:r w:rsidRPr="007818BD">
        <w:t>mais qui était alors obstrué et à demi effacé par de hautes herbes sauvages</w:t>
      </w:r>
      <w:r w:rsidR="00E8465A">
        <w:t xml:space="preserve">, </w:t>
      </w:r>
      <w:r w:rsidRPr="007818BD">
        <w:t>conduisait à la cour extérieure du ch</w:t>
      </w:r>
      <w:r w:rsidRPr="007818BD">
        <w:t>â</w:t>
      </w:r>
      <w:r w:rsidRPr="007818BD">
        <w:t>teau</w:t>
      </w:r>
      <w:r w:rsidR="00E8465A">
        <w:t xml:space="preserve"> ; </w:t>
      </w:r>
      <w:r w:rsidRPr="007818BD">
        <w:t>les portes étaient ouvertes</w:t>
      </w:r>
      <w:r w:rsidR="00E8465A">
        <w:t xml:space="preserve">, </w:t>
      </w:r>
      <w:r w:rsidRPr="007818BD">
        <w:t>et la moitié du bâtiment démantelé de ce côté</w:t>
      </w:r>
      <w:r w:rsidR="00E8465A">
        <w:t xml:space="preserve"> ; </w:t>
      </w:r>
      <w:r w:rsidRPr="007818BD">
        <w:t>les ruines disparaissaient en partie sous un manteau séculaire de lierre</w:t>
      </w:r>
      <w:r w:rsidR="00E8465A">
        <w:t xml:space="preserve">. </w:t>
      </w:r>
      <w:r w:rsidRPr="007818BD">
        <w:t>En pénétrant dans la cour intérieure</w:t>
      </w:r>
      <w:r w:rsidR="00E8465A">
        <w:t xml:space="preserve">, </w:t>
      </w:r>
      <w:proofErr w:type="spellStart"/>
      <w:r w:rsidRPr="007818BD">
        <w:t>Glyndon</w:t>
      </w:r>
      <w:proofErr w:type="spellEnd"/>
      <w:r w:rsidRPr="007818BD">
        <w:t xml:space="preserve"> se fél</w:t>
      </w:r>
      <w:r w:rsidRPr="007818BD">
        <w:t>i</w:t>
      </w:r>
      <w:r w:rsidRPr="007818BD">
        <w:t>cita de voir que la négligence et l</w:t>
      </w:r>
      <w:r w:rsidR="00E8465A">
        <w:t>’</w:t>
      </w:r>
      <w:r w:rsidRPr="007818BD">
        <w:t>abandon avaient fait moins de ravages dans l</w:t>
      </w:r>
      <w:r w:rsidR="00E8465A">
        <w:t>’</w:t>
      </w:r>
      <w:r w:rsidRPr="007818BD">
        <w:t>édifice</w:t>
      </w:r>
      <w:r w:rsidR="00E8465A">
        <w:t xml:space="preserve"> ; </w:t>
      </w:r>
      <w:r w:rsidRPr="007818BD">
        <w:t>quelques roses sauvages jetaient comme un sourire sur les murailles grises</w:t>
      </w:r>
      <w:r w:rsidR="00E8465A">
        <w:t xml:space="preserve">, </w:t>
      </w:r>
      <w:r w:rsidRPr="007818BD">
        <w:t>et</w:t>
      </w:r>
      <w:r w:rsidR="00E8465A">
        <w:t xml:space="preserve">, </w:t>
      </w:r>
      <w:r w:rsidRPr="007818BD">
        <w:t>au centre de la cour</w:t>
      </w:r>
      <w:r w:rsidR="00E8465A">
        <w:t xml:space="preserve">, </w:t>
      </w:r>
      <w:r w:rsidRPr="007818BD">
        <w:t>s</w:t>
      </w:r>
      <w:r w:rsidR="00E8465A">
        <w:t>’</w:t>
      </w:r>
      <w:r w:rsidRPr="007818BD">
        <w:t>élevait une fontaine dont les eaux fraîches et murmurantes s</w:t>
      </w:r>
      <w:r w:rsidR="00E8465A">
        <w:t>’</w:t>
      </w:r>
      <w:r w:rsidRPr="007818BD">
        <w:t>échappaient de la bouche d</w:t>
      </w:r>
      <w:r w:rsidR="00E8465A">
        <w:t>’</w:t>
      </w:r>
      <w:r w:rsidRPr="007818BD">
        <w:t>un Triton gigantesque</w:t>
      </w:r>
      <w:r w:rsidR="00E8465A">
        <w:t xml:space="preserve">. </w:t>
      </w:r>
      <w:r w:rsidRPr="007818BD">
        <w:t>Il fut a</w:t>
      </w:r>
      <w:r w:rsidRPr="007818BD">
        <w:t>c</w:t>
      </w:r>
      <w:r w:rsidRPr="007818BD">
        <w:t>cueilli en cet endroit</w:t>
      </w:r>
      <w:r w:rsidR="00E8465A">
        <w:t xml:space="preserve">, </w:t>
      </w:r>
      <w:r w:rsidRPr="007818BD">
        <w:t>avec un sourire</w:t>
      </w:r>
      <w:r w:rsidR="00E8465A">
        <w:t xml:space="preserve">, </w:t>
      </w:r>
      <w:r w:rsidRPr="007818BD">
        <w:t xml:space="preserve">par </w:t>
      </w:r>
      <w:proofErr w:type="spellStart"/>
      <w:r w:rsidRPr="007818BD">
        <w:t>Mejnour</w:t>
      </w:r>
      <w:proofErr w:type="spellEnd"/>
      <w:r w:rsidR="00E8465A">
        <w:t>.</w:t>
      </w:r>
    </w:p>
    <w:p w14:paraId="7734CF97" w14:textId="5F7B6707" w:rsidR="00E0544E" w:rsidRPr="007818BD" w:rsidRDefault="00E8465A" w:rsidP="00E0544E">
      <w:r>
        <w:t>« </w:t>
      </w:r>
      <w:r w:rsidR="00E0544E" w:rsidRPr="007818BD">
        <w:t>Soyez le bienvenu</w:t>
      </w:r>
      <w:r>
        <w:t xml:space="preserve">, </w:t>
      </w:r>
      <w:r w:rsidR="00E0544E" w:rsidRPr="007818BD">
        <w:t>mon ami et mon élève</w:t>
      </w:r>
      <w:r>
        <w:t xml:space="preserve">, </w:t>
      </w:r>
      <w:r w:rsidR="00E0544E" w:rsidRPr="007818BD">
        <w:t>dit-il</w:t>
      </w:r>
      <w:r>
        <w:t xml:space="preserve"> ; </w:t>
      </w:r>
      <w:r w:rsidR="00E0544E" w:rsidRPr="007818BD">
        <w:t>celui qui cherche la vérité peut trouver dans ces déserts une Académie immortelle</w:t>
      </w:r>
      <w:r>
        <w:t>. »</w:t>
      </w:r>
    </w:p>
    <w:p w14:paraId="4CCDCBA6" w14:textId="77777777" w:rsidR="00E8465A" w:rsidRDefault="00E0544E" w:rsidP="00E8465A">
      <w:pPr>
        <w:pStyle w:val="Titre2"/>
        <w:pageBreakBefore/>
      </w:pPr>
      <w:bookmarkStart w:id="43" w:name="_Toc199963092"/>
      <w:r w:rsidRPr="007818BD">
        <w:lastRenderedPageBreak/>
        <w:t>CHAPITRE</w:t>
      </w:r>
      <w:r w:rsidR="00E8465A">
        <w:t xml:space="preserve"> </w:t>
      </w:r>
      <w:r w:rsidRPr="007818BD">
        <w:t>II</w:t>
      </w:r>
      <w:r w:rsidR="00E8465A">
        <w:t>.</w:t>
      </w:r>
      <w:bookmarkEnd w:id="43"/>
    </w:p>
    <w:p w14:paraId="366A60BD" w14:textId="77777777" w:rsidR="00E8465A" w:rsidRDefault="00E0544E" w:rsidP="00E0544E">
      <w:pPr>
        <w:pStyle w:val="NormalRetraitGauche4XIndent0"/>
        <w:spacing w:before="0" w:after="0"/>
        <w:rPr>
          <w:rStyle w:val="Taille-1Caracteres"/>
        </w:rPr>
      </w:pPr>
      <w:r w:rsidRPr="007818BD">
        <w:rPr>
          <w:rStyle w:val="Taille-1Caracteres"/>
        </w:rPr>
        <w:t xml:space="preserve">Et </w:t>
      </w:r>
      <w:proofErr w:type="spellStart"/>
      <w:r w:rsidRPr="007818BD">
        <w:rPr>
          <w:rStyle w:val="Taille-1Caracteres"/>
        </w:rPr>
        <w:t>Abaris</w:t>
      </w:r>
      <w:proofErr w:type="spellEnd"/>
      <w:r w:rsidR="00E8465A">
        <w:rPr>
          <w:rStyle w:val="Taille-1Caracteres"/>
        </w:rPr>
        <w:t xml:space="preserve">, </w:t>
      </w:r>
      <w:r w:rsidRPr="007818BD">
        <w:rPr>
          <w:rStyle w:val="Taille-1Caracteres"/>
        </w:rPr>
        <w:t>loin de considérer Pythagore</w:t>
      </w:r>
      <w:r w:rsidR="00E8465A">
        <w:rPr>
          <w:rStyle w:val="Taille-1Caracteres"/>
        </w:rPr>
        <w:t xml:space="preserve">, </w:t>
      </w:r>
      <w:r w:rsidRPr="007818BD">
        <w:rPr>
          <w:rStyle w:val="Taille-1Caracteres"/>
        </w:rPr>
        <w:t>qui ense</w:t>
      </w:r>
      <w:r w:rsidRPr="007818BD">
        <w:rPr>
          <w:rStyle w:val="Taille-1Caracteres"/>
        </w:rPr>
        <w:t>i</w:t>
      </w:r>
      <w:r w:rsidRPr="007818BD">
        <w:rPr>
          <w:rStyle w:val="Taille-1Caracteres"/>
        </w:rPr>
        <w:t>gnait ces choses</w:t>
      </w:r>
      <w:r w:rsidR="00E8465A">
        <w:rPr>
          <w:rStyle w:val="Taille-1Caracteres"/>
        </w:rPr>
        <w:t xml:space="preserve">, </w:t>
      </w:r>
      <w:r w:rsidRPr="007818BD">
        <w:rPr>
          <w:rStyle w:val="Taille-1Caracteres"/>
        </w:rPr>
        <w:t>comme un nécromancien ou un sorcier</w:t>
      </w:r>
      <w:r w:rsidR="00E8465A">
        <w:rPr>
          <w:rStyle w:val="Taille-1Caracteres"/>
        </w:rPr>
        <w:t xml:space="preserve">, </w:t>
      </w:r>
      <w:r w:rsidRPr="007818BD">
        <w:rPr>
          <w:rStyle w:val="Taille-1Caracteres"/>
        </w:rPr>
        <w:t>le vénérait plutôt</w:t>
      </w:r>
      <w:r w:rsidR="00E8465A">
        <w:rPr>
          <w:rStyle w:val="Taille-1Caracteres"/>
        </w:rPr>
        <w:t xml:space="preserve">, </w:t>
      </w:r>
      <w:r w:rsidRPr="007818BD">
        <w:rPr>
          <w:rStyle w:val="Taille-1Caracteres"/>
        </w:rPr>
        <w:t>et l</w:t>
      </w:r>
      <w:r w:rsidR="00E8465A">
        <w:rPr>
          <w:rStyle w:val="Taille-1Caracteres"/>
        </w:rPr>
        <w:t>’</w:t>
      </w:r>
      <w:r w:rsidRPr="007818BD">
        <w:rPr>
          <w:rStyle w:val="Taille-1Caracteres"/>
        </w:rPr>
        <w:t>admirait comme presque divin</w:t>
      </w:r>
      <w:r w:rsidR="00E8465A">
        <w:rPr>
          <w:rStyle w:val="Taille-1Caracteres"/>
        </w:rPr>
        <w:t>.</w:t>
      </w:r>
    </w:p>
    <w:p w14:paraId="4622FFB3" w14:textId="2C0AD3C1" w:rsidR="00E8465A" w:rsidRDefault="00E8465A" w:rsidP="00E0544E">
      <w:pPr>
        <w:jc w:val="right"/>
        <w:rPr>
          <w:rStyle w:val="Taille-1Caracteres"/>
        </w:rPr>
      </w:pPr>
      <w:r>
        <w:rPr>
          <w:rStyle w:val="Taille-1Caracteres"/>
        </w:rPr>
        <w:t>(</w:t>
      </w:r>
      <w:r w:rsidR="00E0544E" w:rsidRPr="00AB6B6C">
        <w:rPr>
          <w:rStyle w:val="Taille-1Caracteres"/>
        </w:rPr>
        <w:t>JAMBLIQUE</w:t>
      </w:r>
      <w:r>
        <w:rPr>
          <w:rStyle w:val="Taille-1Caracteres"/>
          <w:i/>
        </w:rPr>
        <w:t xml:space="preserve">, </w:t>
      </w:r>
      <w:r w:rsidR="00E0544E" w:rsidRPr="007818BD">
        <w:rPr>
          <w:rStyle w:val="Taille-1Caracteres"/>
          <w:i/>
        </w:rPr>
        <w:t>Vie de Pythagore</w:t>
      </w:r>
      <w:r>
        <w:rPr>
          <w:rStyle w:val="Taille-1Caracteres"/>
        </w:rPr>
        <w:t>.)</w:t>
      </w:r>
    </w:p>
    <w:p w14:paraId="06F93103" w14:textId="77777777" w:rsidR="00E8465A" w:rsidRDefault="00E0544E" w:rsidP="00E0544E">
      <w:r w:rsidRPr="007818BD">
        <w:t xml:space="preserve">La suite que </w:t>
      </w:r>
      <w:proofErr w:type="spellStart"/>
      <w:r w:rsidRPr="007818BD">
        <w:t>Mejnour</w:t>
      </w:r>
      <w:proofErr w:type="spellEnd"/>
      <w:r w:rsidRPr="007818BD">
        <w:t xml:space="preserve"> avait emmenée dans son séjour sol</w:t>
      </w:r>
      <w:r w:rsidRPr="007818BD">
        <w:t>i</w:t>
      </w:r>
      <w:r w:rsidRPr="007818BD">
        <w:t>taire était de celles qui conviennent à un philosophe dont les b</w:t>
      </w:r>
      <w:r w:rsidRPr="007818BD">
        <w:t>e</w:t>
      </w:r>
      <w:r w:rsidRPr="007818BD">
        <w:t>soins sont peu nombreux</w:t>
      </w:r>
      <w:r w:rsidR="00E8465A">
        <w:t xml:space="preserve">. </w:t>
      </w:r>
      <w:r w:rsidRPr="007818BD">
        <w:t>Un vieil Arménien</w:t>
      </w:r>
      <w:r w:rsidR="00E8465A">
        <w:t xml:space="preserve">, </w:t>
      </w:r>
      <w:r w:rsidRPr="007818BD">
        <w:t xml:space="preserve">que </w:t>
      </w:r>
      <w:proofErr w:type="spellStart"/>
      <w:r w:rsidRPr="007818BD">
        <w:t>Glyndon</w:t>
      </w:r>
      <w:proofErr w:type="spellEnd"/>
      <w:r w:rsidRPr="007818BD">
        <w:t xml:space="preserve"> r</w:t>
      </w:r>
      <w:r w:rsidRPr="007818BD">
        <w:t>e</w:t>
      </w:r>
      <w:r w:rsidRPr="007818BD">
        <w:t>connut pour l</w:t>
      </w:r>
      <w:r w:rsidR="00E8465A">
        <w:t>’</w:t>
      </w:r>
      <w:r w:rsidRPr="007818BD">
        <w:t>avoir vu</w:t>
      </w:r>
      <w:r w:rsidR="00E8465A">
        <w:t xml:space="preserve">, </w:t>
      </w:r>
      <w:r w:rsidRPr="007818BD">
        <w:t>à Naples</w:t>
      </w:r>
      <w:r w:rsidR="00E8465A">
        <w:t xml:space="preserve">, </w:t>
      </w:r>
      <w:r w:rsidRPr="007818BD">
        <w:t>au service du mystique</w:t>
      </w:r>
      <w:r w:rsidR="00E8465A">
        <w:t xml:space="preserve"> ; </w:t>
      </w:r>
      <w:r w:rsidRPr="007818BD">
        <w:t>une femme grande et aux traits durs</w:t>
      </w:r>
      <w:r w:rsidR="00E8465A">
        <w:t xml:space="preserve">, </w:t>
      </w:r>
      <w:r w:rsidRPr="007818BD">
        <w:t>prise dans le village</w:t>
      </w:r>
      <w:r w:rsidR="00E8465A">
        <w:t xml:space="preserve">, </w:t>
      </w:r>
      <w:r w:rsidRPr="007818BD">
        <w:t>sur la r</w:t>
      </w:r>
      <w:r w:rsidRPr="007818BD">
        <w:t>e</w:t>
      </w:r>
      <w:r w:rsidRPr="007818BD">
        <w:t>commandation de Paolo</w:t>
      </w:r>
      <w:r w:rsidR="00E8465A">
        <w:t xml:space="preserve"> ; </w:t>
      </w:r>
      <w:r w:rsidRPr="007818BD">
        <w:t>et deux jeunes gens</w:t>
      </w:r>
      <w:r w:rsidR="00E8465A">
        <w:t xml:space="preserve">, </w:t>
      </w:r>
      <w:r w:rsidRPr="007818BD">
        <w:t>aux longs ch</w:t>
      </w:r>
      <w:r w:rsidRPr="007818BD">
        <w:t>e</w:t>
      </w:r>
      <w:r w:rsidRPr="007818BD">
        <w:t>veux</w:t>
      </w:r>
      <w:r w:rsidR="00E8465A">
        <w:t xml:space="preserve">, </w:t>
      </w:r>
      <w:r w:rsidRPr="007818BD">
        <w:t>à la langue douce</w:t>
      </w:r>
      <w:r w:rsidR="00E8465A">
        <w:t xml:space="preserve">, </w:t>
      </w:r>
      <w:r w:rsidRPr="007818BD">
        <w:t>au visage farouche</w:t>
      </w:r>
      <w:r w:rsidR="00E8465A">
        <w:t xml:space="preserve">, </w:t>
      </w:r>
      <w:r w:rsidRPr="007818BD">
        <w:t>venus du même lieu</w:t>
      </w:r>
      <w:r w:rsidR="00E8465A">
        <w:t xml:space="preserve">, </w:t>
      </w:r>
      <w:r w:rsidRPr="007818BD">
        <w:t>et honorés de la même protection</w:t>
      </w:r>
      <w:r w:rsidR="00E8465A">
        <w:t xml:space="preserve">, </w:t>
      </w:r>
      <w:r w:rsidRPr="007818BD">
        <w:t>tel était le personnel de l</w:t>
      </w:r>
      <w:r w:rsidR="00E8465A">
        <w:t>’</w:t>
      </w:r>
      <w:r w:rsidRPr="007818BD">
        <w:t>établissement</w:t>
      </w:r>
      <w:r w:rsidR="00E8465A">
        <w:t xml:space="preserve">. </w:t>
      </w:r>
      <w:r w:rsidRPr="007818BD">
        <w:t>Les chambres occupées par le sage étaient commodes</w:t>
      </w:r>
      <w:r w:rsidR="00E8465A">
        <w:t xml:space="preserve">, </w:t>
      </w:r>
      <w:r w:rsidRPr="007818BD">
        <w:t>et imperméables à la pluie et au vent</w:t>
      </w:r>
      <w:r w:rsidR="00E8465A">
        <w:t xml:space="preserve"> ; </w:t>
      </w:r>
      <w:r w:rsidRPr="007818BD">
        <w:t>elles conse</w:t>
      </w:r>
      <w:r w:rsidRPr="007818BD">
        <w:t>r</w:t>
      </w:r>
      <w:r w:rsidRPr="007818BD">
        <w:t>vaient quelques vestiges d</w:t>
      </w:r>
      <w:r w:rsidR="00E8465A">
        <w:t>’</w:t>
      </w:r>
      <w:r w:rsidRPr="007818BD">
        <w:t>une splendeur évanouie</w:t>
      </w:r>
      <w:r w:rsidR="00E8465A">
        <w:t xml:space="preserve"> ; </w:t>
      </w:r>
      <w:r w:rsidRPr="007818BD">
        <w:t>dans la t</w:t>
      </w:r>
      <w:r w:rsidRPr="007818BD">
        <w:t>a</w:t>
      </w:r>
      <w:r w:rsidRPr="007818BD">
        <w:t>pisserie fanée qui couvrait les murs</w:t>
      </w:r>
      <w:r w:rsidR="00E8465A">
        <w:t xml:space="preserve">, </w:t>
      </w:r>
      <w:r w:rsidRPr="007818BD">
        <w:t>et les tables massives de marbre richement ciselé qui les meublaient</w:t>
      </w:r>
      <w:r w:rsidR="00E8465A">
        <w:t>.</w:t>
      </w:r>
    </w:p>
    <w:p w14:paraId="6331210E" w14:textId="77777777" w:rsidR="00E8465A" w:rsidRDefault="00E0544E" w:rsidP="00E0544E">
      <w:r w:rsidRPr="007818BD">
        <w:t xml:space="preserve">La chambre à coucher de </w:t>
      </w:r>
      <w:proofErr w:type="spellStart"/>
      <w:r w:rsidRPr="007818BD">
        <w:t>Glyndon</w:t>
      </w:r>
      <w:proofErr w:type="spellEnd"/>
      <w:r w:rsidRPr="007818BD">
        <w:t xml:space="preserve"> communiquait avec un belvédère ou terrasse qui ouvrait sur des perspectives d</w:t>
      </w:r>
      <w:r w:rsidR="00E8465A">
        <w:t>’</w:t>
      </w:r>
      <w:r w:rsidRPr="007818BD">
        <w:t>une beauté et d</w:t>
      </w:r>
      <w:r w:rsidR="00E8465A">
        <w:t>’</w:t>
      </w:r>
      <w:r w:rsidRPr="007818BD">
        <w:t>une étendue incomparables</w:t>
      </w:r>
      <w:r w:rsidR="00E8465A">
        <w:t xml:space="preserve"> ; </w:t>
      </w:r>
      <w:r w:rsidRPr="007818BD">
        <w:t>de l</w:t>
      </w:r>
      <w:r w:rsidR="00E8465A">
        <w:t>’</w:t>
      </w:r>
      <w:r w:rsidRPr="007818BD">
        <w:t>autre côté</w:t>
      </w:r>
      <w:r w:rsidR="00E8465A">
        <w:t xml:space="preserve">, </w:t>
      </w:r>
      <w:r w:rsidRPr="007818BD">
        <w:t>elle était séparée de son appartement particulier par une longue g</w:t>
      </w:r>
      <w:r w:rsidRPr="007818BD">
        <w:t>a</w:t>
      </w:r>
      <w:r w:rsidRPr="007818BD">
        <w:t>lerie</w:t>
      </w:r>
      <w:r w:rsidR="00E8465A">
        <w:t xml:space="preserve">, </w:t>
      </w:r>
      <w:r w:rsidRPr="007818BD">
        <w:t>et une descente d</w:t>
      </w:r>
      <w:r w:rsidR="00E8465A">
        <w:t>’</w:t>
      </w:r>
      <w:r w:rsidRPr="007818BD">
        <w:t>une douzaine de marches</w:t>
      </w:r>
      <w:r w:rsidR="00E8465A">
        <w:t xml:space="preserve">. </w:t>
      </w:r>
      <w:r w:rsidRPr="007818BD">
        <w:t>L</w:t>
      </w:r>
      <w:r w:rsidR="00E8465A">
        <w:t>’</w:t>
      </w:r>
      <w:r w:rsidRPr="007818BD">
        <w:t>ensemble du lieu était enveloppé d</w:t>
      </w:r>
      <w:r w:rsidR="00E8465A">
        <w:t>’</w:t>
      </w:r>
      <w:r w:rsidRPr="007818BD">
        <w:t>une atmosphère de recueillement sév</w:t>
      </w:r>
      <w:r w:rsidRPr="007818BD">
        <w:t>è</w:t>
      </w:r>
      <w:r w:rsidRPr="007818BD">
        <w:t>re</w:t>
      </w:r>
      <w:r w:rsidR="00E8465A">
        <w:t xml:space="preserve">, </w:t>
      </w:r>
      <w:r w:rsidRPr="007818BD">
        <w:t>mais nullement désagréable</w:t>
      </w:r>
      <w:r w:rsidR="00E8465A">
        <w:t xml:space="preserve">. </w:t>
      </w:r>
      <w:r w:rsidRPr="007818BD">
        <w:t>Il était en harmonie parfaite avec les études dont il était alors le théâtre</w:t>
      </w:r>
      <w:r w:rsidR="00E8465A">
        <w:t>.</w:t>
      </w:r>
    </w:p>
    <w:p w14:paraId="6FA20FF0" w14:textId="77777777" w:rsidR="00E8465A" w:rsidRDefault="00E0544E" w:rsidP="00E0544E">
      <w:r w:rsidRPr="007818BD">
        <w:lastRenderedPageBreak/>
        <w:t>Pendant plusieurs jours</w:t>
      </w:r>
      <w:r w:rsidR="00E8465A">
        <w:t xml:space="preserve">, </w:t>
      </w:r>
      <w:proofErr w:type="spellStart"/>
      <w:r w:rsidRPr="007818BD">
        <w:t>Mejnour</w:t>
      </w:r>
      <w:proofErr w:type="spellEnd"/>
      <w:r w:rsidRPr="007818BD">
        <w:t xml:space="preserve"> se refusa à tout entretien avec </w:t>
      </w:r>
      <w:proofErr w:type="spellStart"/>
      <w:r w:rsidRPr="007818BD">
        <w:t>Glyndon</w:t>
      </w:r>
      <w:proofErr w:type="spellEnd"/>
      <w:r w:rsidRPr="007818BD">
        <w:t xml:space="preserve"> sur les sujets qui le préoccupaient le plus viv</w:t>
      </w:r>
      <w:r w:rsidRPr="007818BD">
        <w:t>e</w:t>
      </w:r>
      <w:r w:rsidRPr="007818BD">
        <w:t>ment</w:t>
      </w:r>
      <w:r w:rsidR="00E8465A">
        <w:t>.</w:t>
      </w:r>
    </w:p>
    <w:p w14:paraId="06DCBE86" w14:textId="6ECDFE4F" w:rsidR="00E0544E" w:rsidRPr="007818BD" w:rsidRDefault="00E8465A" w:rsidP="00E0544E">
      <w:r>
        <w:t>« </w:t>
      </w:r>
      <w:r w:rsidR="00E0544E" w:rsidRPr="007818BD">
        <w:t>Au dehors</w:t>
      </w:r>
      <w:r>
        <w:t xml:space="preserve">, </w:t>
      </w:r>
      <w:r w:rsidR="00E0544E" w:rsidRPr="007818BD">
        <w:t>dit-il</w:t>
      </w:r>
      <w:r>
        <w:t xml:space="preserve">, </w:t>
      </w:r>
      <w:r w:rsidR="00E0544E" w:rsidRPr="007818BD">
        <w:t>tout est préparé</w:t>
      </w:r>
      <w:r>
        <w:t xml:space="preserve"> ; </w:t>
      </w:r>
      <w:r w:rsidR="00E0544E" w:rsidRPr="007818BD">
        <w:t>mais tout ne l</w:t>
      </w:r>
      <w:r>
        <w:t>’</w:t>
      </w:r>
      <w:r w:rsidR="00E0544E" w:rsidRPr="007818BD">
        <w:t>est pas à l</w:t>
      </w:r>
      <w:r>
        <w:t>’</w:t>
      </w:r>
      <w:r w:rsidR="00E0544E" w:rsidRPr="007818BD">
        <w:t>intérieur</w:t>
      </w:r>
      <w:r>
        <w:t xml:space="preserve"> : </w:t>
      </w:r>
      <w:r w:rsidR="00E0544E" w:rsidRPr="007818BD">
        <w:t>il faut que votre âme s</w:t>
      </w:r>
      <w:r>
        <w:t>’</w:t>
      </w:r>
      <w:r w:rsidR="00E0544E" w:rsidRPr="007818BD">
        <w:t>habitue à ce séjour et se remplisse de la nature qui l</w:t>
      </w:r>
      <w:r>
        <w:t>’</w:t>
      </w:r>
      <w:r w:rsidR="00E0544E" w:rsidRPr="007818BD">
        <w:t>environne</w:t>
      </w:r>
      <w:r>
        <w:t xml:space="preserve"> ; </w:t>
      </w:r>
      <w:r w:rsidR="00E0544E" w:rsidRPr="007818BD">
        <w:t>car la nature est la sou</w:t>
      </w:r>
      <w:r w:rsidR="00E0544E" w:rsidRPr="007818BD">
        <w:t>r</w:t>
      </w:r>
      <w:r w:rsidR="00E0544E" w:rsidRPr="007818BD">
        <w:t>ce de toute inspiration</w:t>
      </w:r>
      <w:r>
        <w:t>. »</w:t>
      </w:r>
    </w:p>
    <w:p w14:paraId="393CF9FA" w14:textId="77777777" w:rsidR="00E8465A" w:rsidRDefault="00E0544E" w:rsidP="00E0544E">
      <w:r w:rsidRPr="007818BD">
        <w:t xml:space="preserve">Et </w:t>
      </w:r>
      <w:proofErr w:type="spellStart"/>
      <w:r w:rsidRPr="007818BD">
        <w:t>Mejnour</w:t>
      </w:r>
      <w:proofErr w:type="spellEnd"/>
      <w:r w:rsidRPr="007818BD">
        <w:t xml:space="preserve"> entamait quelque sujet moins important</w:t>
      </w:r>
      <w:r w:rsidR="00E8465A">
        <w:t xml:space="preserve">. </w:t>
      </w:r>
      <w:r w:rsidRPr="007818BD">
        <w:t>Il se faisait accompagner par l</w:t>
      </w:r>
      <w:r w:rsidR="00E8465A">
        <w:t>’</w:t>
      </w:r>
      <w:r w:rsidRPr="007818BD">
        <w:t>Anglais dans ses longues promenades à travers le pays romanesque qui les entourait</w:t>
      </w:r>
      <w:r w:rsidR="00E8465A">
        <w:t xml:space="preserve"> ; </w:t>
      </w:r>
      <w:r w:rsidRPr="007818BD">
        <w:t>il souriait en s</w:t>
      </w:r>
      <w:r w:rsidRPr="007818BD">
        <w:t>i</w:t>
      </w:r>
      <w:r w:rsidRPr="007818BD">
        <w:t>gne d</w:t>
      </w:r>
      <w:r w:rsidR="00E8465A">
        <w:t>’</w:t>
      </w:r>
      <w:r w:rsidRPr="007818BD">
        <w:t>approbation quand l</w:t>
      </w:r>
      <w:r w:rsidR="00E8465A">
        <w:t>’</w:t>
      </w:r>
      <w:r w:rsidRPr="007818BD">
        <w:t>artiste se laissait entraîner à l</w:t>
      </w:r>
      <w:r w:rsidR="00E8465A">
        <w:t>’</w:t>
      </w:r>
      <w:r w:rsidRPr="007818BD">
        <w:t>enthousiasme que cette beauté grandiose de la nature eût in</w:t>
      </w:r>
      <w:r w:rsidRPr="007818BD">
        <w:t>s</w:t>
      </w:r>
      <w:r w:rsidRPr="007818BD">
        <w:t>piré à une âme moins raffinée</w:t>
      </w:r>
      <w:r w:rsidR="00E8465A">
        <w:t xml:space="preserve">. </w:t>
      </w:r>
      <w:r w:rsidRPr="007818BD">
        <w:t xml:space="preserve">Et alors </w:t>
      </w:r>
      <w:proofErr w:type="spellStart"/>
      <w:r w:rsidRPr="007818BD">
        <w:t>Mejnour</w:t>
      </w:r>
      <w:proofErr w:type="spellEnd"/>
      <w:r w:rsidRPr="007818BD">
        <w:t xml:space="preserve"> ouvrait à son élève émerveillé des trésors d</w:t>
      </w:r>
      <w:r w:rsidR="00E8465A">
        <w:t>’</w:t>
      </w:r>
      <w:r w:rsidRPr="007818BD">
        <w:t>une science qui semblait inépu</w:t>
      </w:r>
      <w:r w:rsidRPr="007818BD">
        <w:t>i</w:t>
      </w:r>
      <w:r w:rsidRPr="007818BD">
        <w:t>sable et infinie</w:t>
      </w:r>
      <w:r w:rsidR="00E8465A">
        <w:t xml:space="preserve">. </w:t>
      </w:r>
      <w:r w:rsidRPr="007818BD">
        <w:t>Il décrivait de la manière</w:t>
      </w:r>
      <w:r w:rsidR="00E8465A">
        <w:t xml:space="preserve">, </w:t>
      </w:r>
      <w:r w:rsidRPr="007818BD">
        <w:t>la plus minutieuse</w:t>
      </w:r>
      <w:r w:rsidR="00E8465A">
        <w:t xml:space="preserve">, </w:t>
      </w:r>
      <w:r w:rsidRPr="007818BD">
        <w:t>la plus exacte et la plus saisissante</w:t>
      </w:r>
      <w:r w:rsidR="00E8465A">
        <w:t xml:space="preserve">, </w:t>
      </w:r>
      <w:r w:rsidRPr="007818BD">
        <w:t>les caractères</w:t>
      </w:r>
      <w:r w:rsidR="00E8465A">
        <w:t xml:space="preserve">, </w:t>
      </w:r>
      <w:r w:rsidRPr="007818BD">
        <w:t>les habitudes</w:t>
      </w:r>
      <w:r w:rsidR="00E8465A">
        <w:t xml:space="preserve">, </w:t>
      </w:r>
      <w:r w:rsidRPr="007818BD">
        <w:t>les croyances</w:t>
      </w:r>
      <w:r w:rsidR="00E8465A">
        <w:t xml:space="preserve">, </w:t>
      </w:r>
      <w:r w:rsidRPr="007818BD">
        <w:t>les mœurs des différentes races qui avaient tour à tour passé sur ce beau pays</w:t>
      </w:r>
      <w:r w:rsidR="00E8465A">
        <w:t xml:space="preserve">. </w:t>
      </w:r>
      <w:r w:rsidRPr="007818BD">
        <w:t>Ses descriptions</w:t>
      </w:r>
      <w:r w:rsidR="00E8465A">
        <w:t xml:space="preserve">, </w:t>
      </w:r>
      <w:r w:rsidRPr="007818BD">
        <w:t>il est vrai</w:t>
      </w:r>
      <w:r w:rsidR="00E8465A">
        <w:t xml:space="preserve">, </w:t>
      </w:r>
      <w:r w:rsidRPr="007818BD">
        <w:t>ne se trouvaient nulle part dans les livres</w:t>
      </w:r>
      <w:r w:rsidR="00E8465A">
        <w:t xml:space="preserve">, </w:t>
      </w:r>
      <w:r w:rsidRPr="007818BD">
        <w:t>et ne s</w:t>
      </w:r>
      <w:r w:rsidR="00E8465A">
        <w:t>’</w:t>
      </w:r>
      <w:r w:rsidRPr="007818BD">
        <w:t>appuyaient sur a</w:t>
      </w:r>
      <w:r w:rsidRPr="007818BD">
        <w:t>u</w:t>
      </w:r>
      <w:r w:rsidRPr="007818BD">
        <w:t>cune autorité savante</w:t>
      </w:r>
      <w:r w:rsidR="00E8465A">
        <w:t xml:space="preserve"> ; </w:t>
      </w:r>
      <w:r w:rsidRPr="007818BD">
        <w:t>mais il possédait le véritable charme du narrateur</w:t>
      </w:r>
      <w:r w:rsidR="00E8465A">
        <w:t xml:space="preserve">, </w:t>
      </w:r>
      <w:r w:rsidRPr="007818BD">
        <w:t>et parlait de tout avec la certitude vivante d</w:t>
      </w:r>
      <w:r w:rsidR="00E8465A">
        <w:t>’</w:t>
      </w:r>
      <w:r w:rsidRPr="007818BD">
        <w:t>un t</w:t>
      </w:r>
      <w:r w:rsidRPr="007818BD">
        <w:t>é</w:t>
      </w:r>
      <w:r w:rsidRPr="007818BD">
        <w:t>moin personnel</w:t>
      </w:r>
      <w:r w:rsidR="00E8465A">
        <w:t xml:space="preserve">. </w:t>
      </w:r>
      <w:r w:rsidRPr="007818BD">
        <w:t>Quelquefois aussi il parlait des mystères plus durables et plus sublimes de la nature avec une éloquence et</w:t>
      </w:r>
      <w:r>
        <w:t xml:space="preserve"> </w:t>
      </w:r>
      <w:r w:rsidRPr="007818BD">
        <w:t>une grandeur qui les revêtaient plus encore des couleurs de la poésie que de celles de la science</w:t>
      </w:r>
      <w:r w:rsidR="00E8465A">
        <w:t xml:space="preserve">. </w:t>
      </w:r>
      <w:r w:rsidRPr="007818BD">
        <w:t>Insensiblement le jeune arti</w:t>
      </w:r>
      <w:r w:rsidRPr="007818BD">
        <w:t>s</w:t>
      </w:r>
      <w:r w:rsidRPr="007818BD">
        <w:t>te se trouva élevé et calmé tout à la fois par la conversation de son compagnon</w:t>
      </w:r>
      <w:r w:rsidR="00E8465A">
        <w:t xml:space="preserve"> ; </w:t>
      </w:r>
      <w:r w:rsidRPr="007818BD">
        <w:t>la fièvre ardente de ses désirs devint moins dév</w:t>
      </w:r>
      <w:r w:rsidRPr="007818BD">
        <w:t>o</w:t>
      </w:r>
      <w:r w:rsidRPr="007818BD">
        <w:t>rante</w:t>
      </w:r>
      <w:r w:rsidR="00E8465A">
        <w:t xml:space="preserve">. </w:t>
      </w:r>
      <w:r w:rsidRPr="007818BD">
        <w:t>Son âme se reposa de plus en plus dans la divine tranquillité de la contemplation</w:t>
      </w:r>
      <w:r w:rsidR="00E8465A">
        <w:t xml:space="preserve"> ; </w:t>
      </w:r>
      <w:r w:rsidRPr="007818BD">
        <w:t>il se sentit e</w:t>
      </w:r>
      <w:r w:rsidRPr="007818BD">
        <w:t>n</w:t>
      </w:r>
      <w:r w:rsidRPr="007818BD">
        <w:t>nobli</w:t>
      </w:r>
      <w:r w:rsidR="00E8465A">
        <w:t xml:space="preserve">, </w:t>
      </w:r>
      <w:r w:rsidRPr="007818BD">
        <w:t>et</w:t>
      </w:r>
      <w:r w:rsidR="00E8465A">
        <w:t xml:space="preserve">, </w:t>
      </w:r>
      <w:r w:rsidRPr="007818BD">
        <w:t>dans le silence de ses sens</w:t>
      </w:r>
      <w:r w:rsidR="00E8465A">
        <w:t xml:space="preserve">, </w:t>
      </w:r>
      <w:r w:rsidRPr="007818BD">
        <w:t>il crut entendre la voix de son âme</w:t>
      </w:r>
      <w:r w:rsidR="00E8465A">
        <w:t>.</w:t>
      </w:r>
    </w:p>
    <w:p w14:paraId="2FDC57C0" w14:textId="77777777" w:rsidR="00E8465A" w:rsidRDefault="00E0544E" w:rsidP="00E0544E">
      <w:r w:rsidRPr="007818BD">
        <w:lastRenderedPageBreak/>
        <w:t>C</w:t>
      </w:r>
      <w:r w:rsidR="00E8465A">
        <w:t>’</w:t>
      </w:r>
      <w:r w:rsidRPr="007818BD">
        <w:t xml:space="preserve">était évidemment à cet état que </w:t>
      </w:r>
      <w:proofErr w:type="spellStart"/>
      <w:r w:rsidRPr="007818BD">
        <w:t>Mejnour</w:t>
      </w:r>
      <w:proofErr w:type="spellEnd"/>
      <w:r w:rsidRPr="007818BD">
        <w:t xml:space="preserve"> voulait ramener son élève</w:t>
      </w:r>
      <w:r w:rsidR="00E8465A">
        <w:t xml:space="preserve">, </w:t>
      </w:r>
      <w:r w:rsidRPr="007818BD">
        <w:t>et son initi</w:t>
      </w:r>
      <w:r w:rsidRPr="007818BD">
        <w:t>a</w:t>
      </w:r>
      <w:r w:rsidRPr="007818BD">
        <w:t>tion préliminaire était</w:t>
      </w:r>
      <w:r w:rsidR="00E8465A">
        <w:t xml:space="preserve">, </w:t>
      </w:r>
      <w:r w:rsidRPr="007818BD">
        <w:t>en cela</w:t>
      </w:r>
      <w:r w:rsidR="00E8465A">
        <w:t xml:space="preserve">, </w:t>
      </w:r>
      <w:r w:rsidRPr="007818BD">
        <w:t>semblable à toutes les initiations</w:t>
      </w:r>
      <w:r w:rsidR="00E8465A">
        <w:t xml:space="preserve"> : </w:t>
      </w:r>
      <w:r w:rsidRPr="007818BD">
        <w:t xml:space="preserve">car celui qui veut </w:t>
      </w:r>
      <w:r w:rsidRPr="007818BD">
        <w:rPr>
          <w:i/>
          <w:iCs/>
        </w:rPr>
        <w:t>découvrir</w:t>
      </w:r>
      <w:r w:rsidRPr="007818BD">
        <w:t xml:space="preserve"> doit co</w:t>
      </w:r>
      <w:r w:rsidRPr="007818BD">
        <w:t>m</w:t>
      </w:r>
      <w:r w:rsidRPr="007818BD">
        <w:t>mencer par se réduire à une sorte d</w:t>
      </w:r>
      <w:r w:rsidR="00E8465A">
        <w:t>’</w:t>
      </w:r>
      <w:r w:rsidRPr="007818BD">
        <w:t>idéalisme abstrait</w:t>
      </w:r>
      <w:r w:rsidR="00E8465A">
        <w:t xml:space="preserve">, </w:t>
      </w:r>
      <w:r w:rsidRPr="007818BD">
        <w:t>et s</w:t>
      </w:r>
      <w:r w:rsidR="00E8465A">
        <w:t>’</w:t>
      </w:r>
      <w:r w:rsidRPr="007818BD">
        <w:t>abandonner</w:t>
      </w:r>
      <w:r w:rsidR="00E8465A">
        <w:t xml:space="preserve">, </w:t>
      </w:r>
      <w:r w:rsidRPr="007818BD">
        <w:t>dans un esclavage doux et solennel</w:t>
      </w:r>
      <w:r w:rsidR="00E8465A">
        <w:t xml:space="preserve">, </w:t>
      </w:r>
      <w:r w:rsidRPr="007818BD">
        <w:t xml:space="preserve">aux facultés qui </w:t>
      </w:r>
      <w:r w:rsidRPr="007818BD">
        <w:rPr>
          <w:i/>
          <w:iCs/>
        </w:rPr>
        <w:t>contemplent</w:t>
      </w:r>
      <w:r w:rsidRPr="007818BD">
        <w:t xml:space="preserve"> et qui </w:t>
      </w:r>
      <w:r w:rsidRPr="007818BD">
        <w:rPr>
          <w:i/>
          <w:iCs/>
        </w:rPr>
        <w:t>imaginent</w:t>
      </w:r>
      <w:r w:rsidR="00E8465A">
        <w:t>.</w:t>
      </w:r>
    </w:p>
    <w:p w14:paraId="4C90ED23" w14:textId="77777777" w:rsidR="00E8465A" w:rsidRDefault="00E0544E" w:rsidP="00E0544E">
      <w:proofErr w:type="spellStart"/>
      <w:r w:rsidRPr="007818BD">
        <w:t>Glyndon</w:t>
      </w:r>
      <w:proofErr w:type="spellEnd"/>
      <w:r w:rsidRPr="007818BD">
        <w:t xml:space="preserve"> remarqua que</w:t>
      </w:r>
      <w:r w:rsidR="00E8465A">
        <w:t xml:space="preserve">, </w:t>
      </w:r>
      <w:r w:rsidRPr="007818BD">
        <w:t>dans leurs excursions</w:t>
      </w:r>
      <w:r w:rsidR="00E8465A">
        <w:t xml:space="preserve">, </w:t>
      </w:r>
      <w:proofErr w:type="spellStart"/>
      <w:r w:rsidRPr="007818BD">
        <w:t>Mejnour</w:t>
      </w:r>
      <w:proofErr w:type="spellEnd"/>
      <w:r w:rsidRPr="007818BD">
        <w:t xml:space="preserve"> s</w:t>
      </w:r>
      <w:r w:rsidR="00E8465A">
        <w:t>’</w:t>
      </w:r>
      <w:r w:rsidRPr="007818BD">
        <w:t>arrêtait volontiers là où la végétation était la plus riche</w:t>
      </w:r>
      <w:r w:rsidR="00E8465A">
        <w:t xml:space="preserve">, </w:t>
      </w:r>
      <w:r w:rsidRPr="007818BD">
        <w:t>pour cueillir une plante ou une fleur</w:t>
      </w:r>
      <w:r w:rsidR="00E8465A">
        <w:t xml:space="preserve">, </w:t>
      </w:r>
      <w:r w:rsidRPr="007818BD">
        <w:t>et il se rappela qu</w:t>
      </w:r>
      <w:r w:rsidR="00E8465A">
        <w:t>’</w:t>
      </w:r>
      <w:r w:rsidRPr="007818BD">
        <w:t>il avait so</w:t>
      </w:r>
      <w:r w:rsidRPr="007818BD">
        <w:t>u</w:t>
      </w:r>
      <w:r w:rsidRPr="007818BD">
        <w:t xml:space="preserve">vent vu </w:t>
      </w:r>
      <w:proofErr w:type="spellStart"/>
      <w:r w:rsidRPr="007818BD">
        <w:t>Zanoni</w:t>
      </w:r>
      <w:proofErr w:type="spellEnd"/>
      <w:r w:rsidRPr="007818BD">
        <w:t xml:space="preserve"> se livrer aux mêmes recherches</w:t>
      </w:r>
      <w:r w:rsidR="00E8465A">
        <w:t>.</w:t>
      </w:r>
    </w:p>
    <w:p w14:paraId="0E69F8E2" w14:textId="77777777" w:rsidR="00E8465A" w:rsidRDefault="00E8465A" w:rsidP="00E0544E">
      <w:r>
        <w:t>« </w:t>
      </w:r>
      <w:r w:rsidR="00E0544E" w:rsidRPr="007818BD">
        <w:t>Ces humbles filles de la nature</w:t>
      </w:r>
      <w:r>
        <w:t xml:space="preserve">, </w:t>
      </w:r>
      <w:r w:rsidR="00E0544E" w:rsidRPr="007818BD">
        <w:t xml:space="preserve">dit-il un jour à </w:t>
      </w:r>
      <w:proofErr w:type="spellStart"/>
      <w:r w:rsidR="00E0544E" w:rsidRPr="007818BD">
        <w:t>Mejnour</w:t>
      </w:r>
      <w:proofErr w:type="spellEnd"/>
      <w:r>
        <w:t xml:space="preserve">, </w:t>
      </w:r>
      <w:r w:rsidR="00E0544E" w:rsidRPr="007818BD">
        <w:t>qui éclosent et se fl</w:t>
      </w:r>
      <w:r w:rsidR="00E0544E" w:rsidRPr="007818BD">
        <w:t>é</w:t>
      </w:r>
      <w:r w:rsidR="00E0544E" w:rsidRPr="007818BD">
        <w:t>trissent en un jour</w:t>
      </w:r>
      <w:r>
        <w:t xml:space="preserve">, </w:t>
      </w:r>
      <w:r w:rsidR="00E0544E" w:rsidRPr="007818BD">
        <w:t>peuvent-elles servir à la science des secrets sublimes</w:t>
      </w:r>
      <w:r>
        <w:t xml:space="preserve"> ? </w:t>
      </w:r>
      <w:r w:rsidR="00E0544E" w:rsidRPr="007818BD">
        <w:t>Y a-t-il une pharmacopée pour l</w:t>
      </w:r>
      <w:r>
        <w:t>’</w:t>
      </w:r>
      <w:r w:rsidR="00E0544E" w:rsidRPr="007818BD">
        <w:t>âme comme pour le corps</w:t>
      </w:r>
      <w:r>
        <w:t xml:space="preserve"> ? </w:t>
      </w:r>
      <w:r w:rsidR="00E0544E" w:rsidRPr="007818BD">
        <w:t>et les plantes que sème l</w:t>
      </w:r>
      <w:r>
        <w:t>’</w:t>
      </w:r>
      <w:r w:rsidR="00E0544E" w:rsidRPr="007818BD">
        <w:t>été sont-elles utiles non-seulement à la santé humaine</w:t>
      </w:r>
      <w:r>
        <w:t xml:space="preserve">, </w:t>
      </w:r>
      <w:r w:rsidR="00E0544E" w:rsidRPr="007818BD">
        <w:t>mais encore à l</w:t>
      </w:r>
      <w:r>
        <w:t>’</w:t>
      </w:r>
      <w:r w:rsidR="00E0544E" w:rsidRPr="007818BD">
        <w:t>immortalité spiritue</w:t>
      </w:r>
      <w:r w:rsidR="00E0544E" w:rsidRPr="007818BD">
        <w:t>l</w:t>
      </w:r>
      <w:r w:rsidR="00E0544E" w:rsidRPr="007818BD">
        <w:t>le</w:t>
      </w:r>
      <w:r>
        <w:t> ?</w:t>
      </w:r>
    </w:p>
    <w:p w14:paraId="2476F843" w14:textId="6EE626C3" w:rsidR="00E0544E" w:rsidRPr="007818BD" w:rsidRDefault="00E8465A" w:rsidP="00E0544E">
      <w:r>
        <w:t>— </w:t>
      </w:r>
      <w:r w:rsidR="00E0544E" w:rsidRPr="007818BD">
        <w:t>Si</w:t>
      </w:r>
      <w:r>
        <w:t xml:space="preserve">, </w:t>
      </w:r>
      <w:r w:rsidR="00E0544E" w:rsidRPr="007818BD">
        <w:t xml:space="preserve">répondit </w:t>
      </w:r>
      <w:proofErr w:type="spellStart"/>
      <w:r w:rsidR="00E0544E" w:rsidRPr="007818BD">
        <w:t>Mejnour</w:t>
      </w:r>
      <w:proofErr w:type="spellEnd"/>
      <w:r>
        <w:t xml:space="preserve">, </w:t>
      </w:r>
      <w:r w:rsidR="00E0544E" w:rsidRPr="007818BD">
        <w:t>un étranger eût visité quelque tr</w:t>
      </w:r>
      <w:r w:rsidR="00E0544E" w:rsidRPr="007818BD">
        <w:t>i</w:t>
      </w:r>
      <w:r w:rsidR="00E0544E" w:rsidRPr="007818BD">
        <w:t>bu errante qui n</w:t>
      </w:r>
      <w:r>
        <w:t>’</w:t>
      </w:r>
      <w:r w:rsidR="00E0544E" w:rsidRPr="007818BD">
        <w:t>eût encore aucune notion de la science des si</w:t>
      </w:r>
      <w:r w:rsidR="00E0544E" w:rsidRPr="007818BD">
        <w:t>m</w:t>
      </w:r>
      <w:r w:rsidR="00E0544E" w:rsidRPr="007818BD">
        <w:t>ples</w:t>
      </w:r>
      <w:r>
        <w:t xml:space="preserve"> ; </w:t>
      </w:r>
      <w:r w:rsidR="00E0544E" w:rsidRPr="007818BD">
        <w:t>s</w:t>
      </w:r>
      <w:r>
        <w:t>’</w:t>
      </w:r>
      <w:r w:rsidR="00E0544E" w:rsidRPr="007818BD">
        <w:t>il avait dit aux barbares que les plantes qu</w:t>
      </w:r>
      <w:r>
        <w:t>’</w:t>
      </w:r>
      <w:r w:rsidR="00E0544E" w:rsidRPr="007818BD">
        <w:t>ils foulaient tous les jours aux pieds étaient douées des vertus les plus pui</w:t>
      </w:r>
      <w:r w:rsidR="00E0544E" w:rsidRPr="007818BD">
        <w:t>s</w:t>
      </w:r>
      <w:r w:rsidR="00E0544E" w:rsidRPr="007818BD">
        <w:t>santes</w:t>
      </w:r>
      <w:r>
        <w:t xml:space="preserve"> ; </w:t>
      </w:r>
      <w:r w:rsidR="00E0544E" w:rsidRPr="007818BD">
        <w:t>que l</w:t>
      </w:r>
      <w:r>
        <w:t>’</w:t>
      </w:r>
      <w:r w:rsidR="00E0544E" w:rsidRPr="007818BD">
        <w:t>une rendrait la santé à un frère mourant</w:t>
      </w:r>
      <w:r>
        <w:t xml:space="preserve"> ; </w:t>
      </w:r>
      <w:r w:rsidR="00E0544E" w:rsidRPr="007818BD">
        <w:t>qu</w:t>
      </w:r>
      <w:r>
        <w:t>’</w:t>
      </w:r>
      <w:r w:rsidR="00E0544E" w:rsidRPr="007818BD">
        <w:t>une autre frapperait d</w:t>
      </w:r>
      <w:r>
        <w:t>’</w:t>
      </w:r>
      <w:r w:rsidR="00E0544E" w:rsidRPr="007818BD">
        <w:t>idiotisme le cerveau paralysé du sage le plus profond</w:t>
      </w:r>
      <w:r>
        <w:t xml:space="preserve"> ; </w:t>
      </w:r>
      <w:r w:rsidR="00E0544E" w:rsidRPr="007818BD">
        <w:t>qu</w:t>
      </w:r>
      <w:r>
        <w:t>’</w:t>
      </w:r>
      <w:r w:rsidR="00E0544E" w:rsidRPr="007818BD">
        <w:t>une troisième étendrait sans vie dans la poussière l</w:t>
      </w:r>
      <w:r>
        <w:t>’</w:t>
      </w:r>
      <w:r w:rsidR="00E0544E" w:rsidRPr="007818BD">
        <w:t>ennemi le plus vigoureux</w:t>
      </w:r>
      <w:r>
        <w:t xml:space="preserve"> ; </w:t>
      </w:r>
      <w:r w:rsidR="00E0544E" w:rsidRPr="007818BD">
        <w:t>que les larmes</w:t>
      </w:r>
      <w:r>
        <w:t xml:space="preserve">, </w:t>
      </w:r>
      <w:r w:rsidR="00E0544E" w:rsidRPr="007818BD">
        <w:t>le rire</w:t>
      </w:r>
      <w:r>
        <w:t xml:space="preserve">, </w:t>
      </w:r>
      <w:r w:rsidR="00E0544E" w:rsidRPr="007818BD">
        <w:t>la force</w:t>
      </w:r>
      <w:r>
        <w:t xml:space="preserve">, </w:t>
      </w:r>
      <w:r w:rsidR="00E0544E" w:rsidRPr="007818BD">
        <w:t>la maladie</w:t>
      </w:r>
      <w:r>
        <w:t xml:space="preserve">, </w:t>
      </w:r>
      <w:r w:rsidR="00E0544E" w:rsidRPr="007818BD">
        <w:t>la folie</w:t>
      </w:r>
      <w:r>
        <w:t xml:space="preserve">, </w:t>
      </w:r>
      <w:r w:rsidR="00E0544E" w:rsidRPr="007818BD">
        <w:t>la raison</w:t>
      </w:r>
      <w:r>
        <w:t xml:space="preserve">, </w:t>
      </w:r>
      <w:r w:rsidR="00E0544E" w:rsidRPr="007818BD">
        <w:t>l</w:t>
      </w:r>
      <w:r>
        <w:t>’</w:t>
      </w:r>
      <w:r w:rsidR="00E0544E" w:rsidRPr="007818BD">
        <w:t>insomnie</w:t>
      </w:r>
      <w:r>
        <w:t xml:space="preserve">, </w:t>
      </w:r>
      <w:r w:rsidR="00E0544E" w:rsidRPr="007818BD">
        <w:t>la léthargie</w:t>
      </w:r>
      <w:r>
        <w:t xml:space="preserve">, </w:t>
      </w:r>
      <w:r w:rsidR="00E0544E" w:rsidRPr="007818BD">
        <w:t>la vie</w:t>
      </w:r>
      <w:r>
        <w:t xml:space="preserve">, </w:t>
      </w:r>
      <w:r w:rsidR="00E0544E" w:rsidRPr="007818BD">
        <w:t>la mort</w:t>
      </w:r>
      <w:r>
        <w:t xml:space="preserve">, </w:t>
      </w:r>
      <w:r w:rsidR="00E0544E" w:rsidRPr="007818BD">
        <w:t>étaient envelo</w:t>
      </w:r>
      <w:r w:rsidR="00E0544E" w:rsidRPr="007818BD">
        <w:t>p</w:t>
      </w:r>
      <w:r w:rsidR="00E0544E" w:rsidRPr="007818BD">
        <w:t>pés dans ces feuilles dédaignées</w:t>
      </w:r>
      <w:r>
        <w:t xml:space="preserve">, </w:t>
      </w:r>
      <w:r w:rsidR="00E0544E" w:rsidRPr="007818BD">
        <w:t>ne l</w:t>
      </w:r>
      <w:r>
        <w:t>’</w:t>
      </w:r>
      <w:r w:rsidR="00E0544E" w:rsidRPr="007818BD">
        <w:t>aurait-on pas regardé comme un sorcier ou comme un impo</w:t>
      </w:r>
      <w:r w:rsidR="00E0544E" w:rsidRPr="007818BD">
        <w:t>s</w:t>
      </w:r>
      <w:r w:rsidR="00E0544E" w:rsidRPr="007818BD">
        <w:t>teur</w:t>
      </w:r>
      <w:r>
        <w:t xml:space="preserve"> ? </w:t>
      </w:r>
      <w:r w:rsidR="00E0544E" w:rsidRPr="007818BD">
        <w:t>La moitié des vertus du monde végétal est encore aussi inconnue à l</w:t>
      </w:r>
      <w:r>
        <w:t>’</w:t>
      </w:r>
      <w:r w:rsidR="00E0544E" w:rsidRPr="007818BD">
        <w:t>humanité tout entière qu</w:t>
      </w:r>
      <w:r>
        <w:t>’</w:t>
      </w:r>
      <w:r w:rsidR="00E0544E" w:rsidRPr="007818BD">
        <w:t>aux sauvages que je viens de supposer</w:t>
      </w:r>
      <w:r>
        <w:t xml:space="preserve">. </w:t>
      </w:r>
      <w:r w:rsidR="00E0544E" w:rsidRPr="007818BD">
        <w:t xml:space="preserve">Il y a </w:t>
      </w:r>
      <w:proofErr w:type="spellStart"/>
      <w:r w:rsidR="00E0544E" w:rsidRPr="007818BD">
        <w:t>en</w:t>
      </w:r>
      <w:proofErr w:type="spellEnd"/>
      <w:r w:rsidR="00E0544E" w:rsidRPr="007818BD">
        <w:t xml:space="preserve"> nous des facultés avec lesquelles certaines plantes ont des affinités</w:t>
      </w:r>
      <w:r>
        <w:t xml:space="preserve">, </w:t>
      </w:r>
      <w:r w:rsidR="00E0544E" w:rsidRPr="007818BD">
        <w:t xml:space="preserve">sur </w:t>
      </w:r>
      <w:r w:rsidR="00E0544E" w:rsidRPr="007818BD">
        <w:lastRenderedPageBreak/>
        <w:t>lesquelles e</w:t>
      </w:r>
      <w:r w:rsidR="00E0544E" w:rsidRPr="007818BD">
        <w:t>l</w:t>
      </w:r>
      <w:r w:rsidR="00E0544E" w:rsidRPr="007818BD">
        <w:t xml:space="preserve">les </w:t>
      </w:r>
      <w:proofErr w:type="gramStart"/>
      <w:r w:rsidR="00E0544E" w:rsidRPr="007818BD">
        <w:t>ont</w:t>
      </w:r>
      <w:proofErr w:type="gramEnd"/>
      <w:r w:rsidR="00E0544E" w:rsidRPr="007818BD">
        <w:t xml:space="preserve"> une influence</w:t>
      </w:r>
      <w:r>
        <w:t xml:space="preserve">. </w:t>
      </w:r>
      <w:r w:rsidR="00E0544E" w:rsidRPr="007818BD">
        <w:t xml:space="preserve">Le </w:t>
      </w:r>
      <w:r w:rsidR="00E0544E" w:rsidRPr="007818BD">
        <w:rPr>
          <w:i/>
          <w:iCs/>
        </w:rPr>
        <w:t>Moly</w:t>
      </w:r>
      <w:r w:rsidR="00E0544E" w:rsidRPr="007818BD">
        <w:t xml:space="preserve"> des anciens n</w:t>
      </w:r>
      <w:r>
        <w:t>’</w:t>
      </w:r>
      <w:r w:rsidR="00E0544E" w:rsidRPr="007818BD">
        <w:t>est pas entièrement fabuleux</w:t>
      </w:r>
      <w:r>
        <w:t>. »</w:t>
      </w:r>
    </w:p>
    <w:p w14:paraId="7C85C5EA" w14:textId="5CB25E6F" w:rsidR="00E8465A" w:rsidRDefault="00E0544E" w:rsidP="00E0544E">
      <w:r w:rsidRPr="007818BD">
        <w:t>L</w:t>
      </w:r>
      <w:r w:rsidR="00E8465A">
        <w:t>’</w:t>
      </w:r>
      <w:r w:rsidRPr="007818BD">
        <w:t xml:space="preserve">ensemble de </w:t>
      </w:r>
      <w:proofErr w:type="spellStart"/>
      <w:r w:rsidRPr="007818BD">
        <w:t>Mejnour</w:t>
      </w:r>
      <w:proofErr w:type="spellEnd"/>
      <w:r w:rsidRPr="007818BD">
        <w:t xml:space="preserve"> différait beaucoup de celui de </w:t>
      </w:r>
      <w:proofErr w:type="spellStart"/>
      <w:r w:rsidRPr="007818BD">
        <w:t>Z</w:t>
      </w:r>
      <w:r w:rsidRPr="007818BD">
        <w:t>a</w:t>
      </w:r>
      <w:r w:rsidRPr="007818BD">
        <w:t>noni</w:t>
      </w:r>
      <w:proofErr w:type="spellEnd"/>
      <w:r w:rsidR="00E8465A">
        <w:t xml:space="preserve"> : </w:t>
      </w:r>
      <w:proofErr w:type="spellStart"/>
      <w:r w:rsidRPr="007818BD">
        <w:t>Glyndon</w:t>
      </w:r>
      <w:proofErr w:type="spellEnd"/>
      <w:r w:rsidRPr="007818BD">
        <w:t xml:space="preserve"> en était moins fasciné</w:t>
      </w:r>
      <w:r w:rsidR="00E8465A">
        <w:t xml:space="preserve">, </w:t>
      </w:r>
      <w:r w:rsidRPr="007818BD">
        <w:t>mais plus dominé et plus ému</w:t>
      </w:r>
      <w:r w:rsidR="00E8465A">
        <w:t xml:space="preserve">. </w:t>
      </w:r>
      <w:r w:rsidRPr="007818BD">
        <w:t xml:space="preserve">La conversation de </w:t>
      </w:r>
      <w:proofErr w:type="spellStart"/>
      <w:r w:rsidRPr="007818BD">
        <w:t>Zanoni</w:t>
      </w:r>
      <w:proofErr w:type="spellEnd"/>
      <w:r w:rsidRPr="007818BD">
        <w:t xml:space="preserve"> trahissait un intérêt profond et général pour l</w:t>
      </w:r>
      <w:r w:rsidR="00E8465A">
        <w:t>’</w:t>
      </w:r>
      <w:r w:rsidRPr="007818BD">
        <w:t>humanité</w:t>
      </w:r>
      <w:r w:rsidR="00E8465A">
        <w:t xml:space="preserve">, </w:t>
      </w:r>
      <w:r w:rsidRPr="007818BD">
        <w:t>un sentiment voisin de l</w:t>
      </w:r>
      <w:r w:rsidR="00E8465A">
        <w:t>’</w:t>
      </w:r>
      <w:r w:rsidRPr="007818BD">
        <w:t>enthousiasme pour l</w:t>
      </w:r>
      <w:r w:rsidR="00E8465A">
        <w:t>’</w:t>
      </w:r>
      <w:r w:rsidRPr="007818BD">
        <w:t>Art et pour la Beauté</w:t>
      </w:r>
      <w:r w:rsidR="00E8465A">
        <w:t xml:space="preserve">. </w:t>
      </w:r>
      <w:r w:rsidRPr="007818BD">
        <w:t>Les rumeurs qui s</w:t>
      </w:r>
      <w:r w:rsidR="00E8465A">
        <w:t>’</w:t>
      </w:r>
      <w:r w:rsidRPr="007818BD">
        <w:t>étaient répa</w:t>
      </w:r>
      <w:r w:rsidRPr="007818BD">
        <w:t>n</w:t>
      </w:r>
      <w:r w:rsidRPr="007818BD">
        <w:t>dues sur sa vie en r</w:t>
      </w:r>
      <w:r w:rsidRPr="007818BD">
        <w:t>e</w:t>
      </w:r>
      <w:r w:rsidRPr="007818BD">
        <w:t>haussaient encore le caractère mystérieux par des traits de charité et de bienfaisance</w:t>
      </w:r>
      <w:r w:rsidR="00E8465A">
        <w:t xml:space="preserve"> ; </w:t>
      </w:r>
      <w:r w:rsidRPr="007818BD">
        <w:t>et il y avait dans tout ceci quelque chose d</w:t>
      </w:r>
      <w:r w:rsidR="00E8465A">
        <w:t>’</w:t>
      </w:r>
      <w:r w:rsidRPr="007818BD">
        <w:t>humain et de sympathique qui ado</w:t>
      </w:r>
      <w:r w:rsidRPr="007818BD">
        <w:t>u</w:t>
      </w:r>
      <w:r w:rsidRPr="007818BD">
        <w:t>cissait la vénération qu</w:t>
      </w:r>
      <w:r w:rsidR="00E8465A">
        <w:t>’</w:t>
      </w:r>
      <w:r w:rsidRPr="007818BD">
        <w:t>il inspirait</w:t>
      </w:r>
      <w:r w:rsidR="00E8465A">
        <w:t xml:space="preserve">, </w:t>
      </w:r>
      <w:r w:rsidRPr="007818BD">
        <w:t>et tendait peut-être à faire douter des secrets sublimes qu</w:t>
      </w:r>
      <w:r w:rsidR="00E8465A">
        <w:t>’</w:t>
      </w:r>
      <w:r w:rsidRPr="007818BD">
        <w:t>il prétendait posséder</w:t>
      </w:r>
      <w:r w:rsidR="00E8465A">
        <w:t xml:space="preserve">. </w:t>
      </w:r>
      <w:proofErr w:type="spellStart"/>
      <w:r w:rsidRPr="007818BD">
        <w:t>Mejnour</w:t>
      </w:r>
      <w:proofErr w:type="spellEnd"/>
      <w:r w:rsidR="00E8465A">
        <w:t xml:space="preserve">, </w:t>
      </w:r>
      <w:r w:rsidRPr="007818BD">
        <w:t>au contraire</w:t>
      </w:r>
      <w:r w:rsidR="00E8465A">
        <w:t xml:space="preserve">, </w:t>
      </w:r>
      <w:r w:rsidRPr="007818BD">
        <w:t>semblait complètement indifférent au monde a</w:t>
      </w:r>
      <w:r w:rsidRPr="007818BD">
        <w:t>c</w:t>
      </w:r>
      <w:r w:rsidRPr="007818BD">
        <w:t>tuel</w:t>
      </w:r>
      <w:r w:rsidR="00E8465A">
        <w:t xml:space="preserve">. </w:t>
      </w:r>
      <w:r w:rsidRPr="007818BD">
        <w:t>S</w:t>
      </w:r>
      <w:r w:rsidR="00E8465A">
        <w:t>’</w:t>
      </w:r>
      <w:r w:rsidRPr="007818BD">
        <w:t>il ne faisait aucun mal</w:t>
      </w:r>
      <w:r w:rsidR="00E8465A">
        <w:t xml:space="preserve">, </w:t>
      </w:r>
      <w:r w:rsidRPr="007818BD">
        <w:t>il semblait également indifférent au bien</w:t>
      </w:r>
      <w:r w:rsidR="00E8465A">
        <w:t xml:space="preserve">. </w:t>
      </w:r>
      <w:r w:rsidRPr="007818BD">
        <w:t>Ses actions ne soulageaient aucune misère</w:t>
      </w:r>
      <w:r w:rsidR="00E8465A">
        <w:t xml:space="preserve"> ; </w:t>
      </w:r>
      <w:r w:rsidRPr="007818BD">
        <w:t>se</w:t>
      </w:r>
      <w:r>
        <w:t>s</w:t>
      </w:r>
      <w:r w:rsidRPr="007818BD">
        <w:t xml:space="preserve"> paroles ne plaignaient aucune info</w:t>
      </w:r>
      <w:r w:rsidRPr="007818BD">
        <w:t>r</w:t>
      </w:r>
      <w:r w:rsidRPr="007818BD">
        <w:t>tune</w:t>
      </w:r>
      <w:r w:rsidR="00E8465A">
        <w:t xml:space="preserve">. </w:t>
      </w:r>
      <w:r w:rsidRPr="007818BD">
        <w:t>Il pensait</w:t>
      </w:r>
      <w:r w:rsidR="00E8465A">
        <w:t xml:space="preserve">, </w:t>
      </w:r>
      <w:r w:rsidRPr="007818BD">
        <w:t>vivait</w:t>
      </w:r>
      <w:r w:rsidR="00E8465A">
        <w:t xml:space="preserve">, </w:t>
      </w:r>
      <w:r w:rsidRPr="007818BD">
        <w:t>agissait comme une abstraction calme et régulière</w:t>
      </w:r>
      <w:r w:rsidR="00E8465A">
        <w:t xml:space="preserve">, </w:t>
      </w:r>
      <w:r w:rsidRPr="007818BD">
        <w:t>plutôt que comme un homme qui conservât encore</w:t>
      </w:r>
      <w:r w:rsidR="00E8465A">
        <w:t xml:space="preserve">, </w:t>
      </w:r>
      <w:r w:rsidRPr="007818BD">
        <w:t>sous la forme humaine</w:t>
      </w:r>
      <w:r w:rsidR="00E8465A">
        <w:t xml:space="preserve">, </w:t>
      </w:r>
      <w:r w:rsidRPr="007818BD">
        <w:t>que</w:t>
      </w:r>
      <w:r w:rsidRPr="007818BD">
        <w:t>l</w:t>
      </w:r>
      <w:r w:rsidRPr="007818BD">
        <w:t>ques sentiments sympathiques à l</w:t>
      </w:r>
      <w:r w:rsidR="00E8465A">
        <w:t>’</w:t>
      </w:r>
      <w:r w:rsidRPr="007818BD">
        <w:t>humanité</w:t>
      </w:r>
      <w:r w:rsidR="00E8465A">
        <w:t>.</w:t>
      </w:r>
    </w:p>
    <w:p w14:paraId="1E731B6C" w14:textId="77777777" w:rsidR="00E8465A" w:rsidRDefault="00E0544E" w:rsidP="00E0544E">
      <w:proofErr w:type="spellStart"/>
      <w:r w:rsidRPr="007818BD">
        <w:t>Glyndon</w:t>
      </w:r>
      <w:proofErr w:type="spellEnd"/>
      <w:r w:rsidR="00E8465A">
        <w:t xml:space="preserve">, </w:t>
      </w:r>
      <w:r w:rsidRPr="007818BD">
        <w:t>observant le ton de suprême indifférence avec l</w:t>
      </w:r>
      <w:r w:rsidRPr="007818BD">
        <w:t>e</w:t>
      </w:r>
      <w:r w:rsidRPr="007818BD">
        <w:t>quel il parlait des changements dont il disait avoir été témoin sur la surface du globe</w:t>
      </w:r>
      <w:r w:rsidR="00E8465A">
        <w:t xml:space="preserve">, </w:t>
      </w:r>
      <w:r w:rsidRPr="007818BD">
        <w:t>osa un jour lui faire part de la différence qu</w:t>
      </w:r>
      <w:r w:rsidR="00E8465A">
        <w:t>’</w:t>
      </w:r>
      <w:r w:rsidRPr="007818BD">
        <w:t>il avait remarquée</w:t>
      </w:r>
      <w:r w:rsidR="00E8465A">
        <w:t>.</w:t>
      </w:r>
    </w:p>
    <w:p w14:paraId="475EBAD5" w14:textId="77777777" w:rsidR="00E8465A" w:rsidRDefault="00E8465A" w:rsidP="00E0544E">
      <w:r>
        <w:t>« </w:t>
      </w:r>
      <w:r w:rsidR="00E0544E" w:rsidRPr="007818BD">
        <w:t>Cela est vrai</w:t>
      </w:r>
      <w:r>
        <w:t xml:space="preserve">, </w:t>
      </w:r>
      <w:r w:rsidR="00E0544E" w:rsidRPr="007818BD">
        <w:t xml:space="preserve">répondit froidement </w:t>
      </w:r>
      <w:proofErr w:type="spellStart"/>
      <w:r w:rsidR="00E0544E" w:rsidRPr="007818BD">
        <w:t>Mejnour</w:t>
      </w:r>
      <w:proofErr w:type="spellEnd"/>
      <w:r>
        <w:t xml:space="preserve">. </w:t>
      </w:r>
      <w:r w:rsidR="00E0544E" w:rsidRPr="007818BD">
        <w:t>Ma vie est la vie qui contemple</w:t>
      </w:r>
      <w:r>
        <w:t xml:space="preserve"> ; </w:t>
      </w:r>
      <w:r w:rsidR="00E0544E" w:rsidRPr="007818BD">
        <w:t>ce</w:t>
      </w:r>
      <w:r w:rsidR="00E0544E" w:rsidRPr="007818BD">
        <w:t>l</w:t>
      </w:r>
      <w:r w:rsidR="00E0544E" w:rsidRPr="007818BD">
        <w:t xml:space="preserve">le de </w:t>
      </w:r>
      <w:proofErr w:type="spellStart"/>
      <w:r w:rsidR="00E0544E" w:rsidRPr="007818BD">
        <w:t>Zanoni</w:t>
      </w:r>
      <w:proofErr w:type="spellEnd"/>
      <w:r w:rsidR="00E0544E" w:rsidRPr="007818BD">
        <w:t xml:space="preserve"> est la vie qui jouit</w:t>
      </w:r>
      <w:r>
        <w:t xml:space="preserve">. </w:t>
      </w:r>
      <w:r w:rsidR="00E0544E" w:rsidRPr="007818BD">
        <w:t>Quand je cueille la plante</w:t>
      </w:r>
      <w:r>
        <w:t xml:space="preserve">, </w:t>
      </w:r>
      <w:r w:rsidR="00E0544E" w:rsidRPr="007818BD">
        <w:t>je n</w:t>
      </w:r>
      <w:r>
        <w:t>’</w:t>
      </w:r>
      <w:r w:rsidR="00E0544E" w:rsidRPr="007818BD">
        <w:t>en cherche que les usages</w:t>
      </w:r>
      <w:r>
        <w:t xml:space="preserve"> ; </w:t>
      </w:r>
      <w:proofErr w:type="spellStart"/>
      <w:r w:rsidR="00E0544E" w:rsidRPr="007818BD">
        <w:t>Zanoni</w:t>
      </w:r>
      <w:proofErr w:type="spellEnd"/>
      <w:r w:rsidR="00E0544E" w:rsidRPr="007818BD">
        <w:t xml:space="preserve"> s</w:t>
      </w:r>
      <w:r>
        <w:t>’</w:t>
      </w:r>
      <w:r w:rsidR="00E0544E" w:rsidRPr="007818BD">
        <w:t>arrête pour en admirer les beautés</w:t>
      </w:r>
      <w:r>
        <w:t>.</w:t>
      </w:r>
    </w:p>
    <w:p w14:paraId="5CA803C4" w14:textId="77777777" w:rsidR="00E8465A" w:rsidRDefault="00E8465A" w:rsidP="00E0544E">
      <w:r>
        <w:t>— </w:t>
      </w:r>
      <w:r w:rsidR="00E0544E" w:rsidRPr="007818BD">
        <w:t>Et vous croyez que</w:t>
      </w:r>
      <w:r>
        <w:t xml:space="preserve">, </w:t>
      </w:r>
      <w:r w:rsidR="00E0544E" w:rsidRPr="007818BD">
        <w:t>des deux existences</w:t>
      </w:r>
      <w:r>
        <w:t xml:space="preserve">, </w:t>
      </w:r>
      <w:r w:rsidR="00E0544E" w:rsidRPr="007818BD">
        <w:t>la vôtre est plus parfaite et plus subl</w:t>
      </w:r>
      <w:r w:rsidR="00E0544E" w:rsidRPr="007818BD">
        <w:t>i</w:t>
      </w:r>
      <w:r w:rsidR="00E0544E" w:rsidRPr="007818BD">
        <w:t>me</w:t>
      </w:r>
      <w:r>
        <w:t> ?</w:t>
      </w:r>
    </w:p>
    <w:p w14:paraId="483B424B" w14:textId="77777777" w:rsidR="00E8465A" w:rsidRDefault="00E8465A" w:rsidP="00E0544E">
      <w:r>
        <w:lastRenderedPageBreak/>
        <w:t>— </w:t>
      </w:r>
      <w:r w:rsidR="00E0544E" w:rsidRPr="007818BD">
        <w:t>Non</w:t>
      </w:r>
      <w:r>
        <w:t xml:space="preserve"> : </w:t>
      </w:r>
      <w:r w:rsidR="00E0544E" w:rsidRPr="007818BD">
        <w:t>son existence est celle de la jeunesse</w:t>
      </w:r>
      <w:r>
        <w:t xml:space="preserve"> ; </w:t>
      </w:r>
      <w:r w:rsidR="00E0544E" w:rsidRPr="007818BD">
        <w:t>la mienne</w:t>
      </w:r>
      <w:r>
        <w:t xml:space="preserve">, </w:t>
      </w:r>
      <w:r w:rsidR="00E0544E" w:rsidRPr="007818BD">
        <w:t>celle de l</w:t>
      </w:r>
      <w:r>
        <w:t>’</w:t>
      </w:r>
      <w:r w:rsidR="00E0544E" w:rsidRPr="007818BD">
        <w:t>âge</w:t>
      </w:r>
      <w:r>
        <w:t xml:space="preserve">. </w:t>
      </w:r>
      <w:r w:rsidR="00E0544E" w:rsidRPr="007818BD">
        <w:t>Nous avons cultivé des facultés différentes</w:t>
      </w:r>
      <w:r>
        <w:t xml:space="preserve"> : </w:t>
      </w:r>
      <w:r w:rsidR="00E0544E" w:rsidRPr="007818BD">
        <w:t>ch</w:t>
      </w:r>
      <w:r w:rsidR="00E0544E" w:rsidRPr="007818BD">
        <w:t>a</w:t>
      </w:r>
      <w:r w:rsidR="00E0544E" w:rsidRPr="007818BD">
        <w:t>cun de nous a un pouvoir auquel l</w:t>
      </w:r>
      <w:r>
        <w:t>’</w:t>
      </w:r>
      <w:r w:rsidR="00E0544E" w:rsidRPr="007818BD">
        <w:t>autre ne saurait aspirer</w:t>
      </w:r>
      <w:r>
        <w:t xml:space="preserve">. </w:t>
      </w:r>
      <w:r w:rsidR="00E0544E" w:rsidRPr="007818BD">
        <w:t>Ceux qu</w:t>
      </w:r>
      <w:r>
        <w:t>’</w:t>
      </w:r>
      <w:r w:rsidR="00E0544E" w:rsidRPr="007818BD">
        <w:t>il attache à lui vivent mieux</w:t>
      </w:r>
      <w:r>
        <w:t xml:space="preserve"> ; </w:t>
      </w:r>
      <w:r w:rsidR="00E0544E" w:rsidRPr="007818BD">
        <w:t>ceux qui s</w:t>
      </w:r>
      <w:r>
        <w:t>’</w:t>
      </w:r>
      <w:r w:rsidR="00E0544E" w:rsidRPr="007818BD">
        <w:t>attachent à moi s</w:t>
      </w:r>
      <w:r w:rsidR="00E0544E" w:rsidRPr="007818BD">
        <w:t>a</w:t>
      </w:r>
      <w:r w:rsidR="00E0544E" w:rsidRPr="007818BD">
        <w:t>vent d</w:t>
      </w:r>
      <w:r w:rsidR="00E0544E" w:rsidRPr="007818BD">
        <w:t>a</w:t>
      </w:r>
      <w:r w:rsidR="00E0544E" w:rsidRPr="007818BD">
        <w:t>vantage</w:t>
      </w:r>
      <w:r>
        <w:t>.</w:t>
      </w:r>
    </w:p>
    <w:p w14:paraId="3A27EE6A" w14:textId="77777777" w:rsidR="00E8465A" w:rsidRDefault="00E8465A" w:rsidP="00E0544E">
      <w:r>
        <w:t>— </w:t>
      </w:r>
      <w:r w:rsidR="00E0544E" w:rsidRPr="007818BD">
        <w:t>J</w:t>
      </w:r>
      <w:r>
        <w:t>’</w:t>
      </w:r>
      <w:r w:rsidR="00E0544E" w:rsidRPr="007818BD">
        <w:t>ai appris</w:t>
      </w:r>
      <w:r>
        <w:t xml:space="preserve">, </w:t>
      </w:r>
      <w:r w:rsidR="00E0544E" w:rsidRPr="007818BD">
        <w:t>en effet</w:t>
      </w:r>
      <w:r>
        <w:t xml:space="preserve">, </w:t>
      </w:r>
      <w:r w:rsidR="00E0544E" w:rsidRPr="007818BD">
        <w:t>que ses compagnons à Naples m</w:t>
      </w:r>
      <w:r w:rsidR="00E0544E" w:rsidRPr="007818BD">
        <w:t>e</w:t>
      </w:r>
      <w:r w:rsidR="00E0544E" w:rsidRPr="007818BD">
        <w:t xml:space="preserve">naient une vie plus pure et plus noble après la fréquentation de </w:t>
      </w:r>
      <w:proofErr w:type="spellStart"/>
      <w:r w:rsidR="00E0544E" w:rsidRPr="007818BD">
        <w:t>Zanoni</w:t>
      </w:r>
      <w:proofErr w:type="spellEnd"/>
      <w:r>
        <w:t xml:space="preserve"> ; </w:t>
      </w:r>
      <w:r w:rsidR="00E0544E" w:rsidRPr="007818BD">
        <w:t>mais ce n</w:t>
      </w:r>
      <w:r>
        <w:t>’</w:t>
      </w:r>
      <w:r w:rsidR="00E0544E" w:rsidRPr="007818BD">
        <w:t>en étaient pas moins d</w:t>
      </w:r>
      <w:r>
        <w:t>’</w:t>
      </w:r>
      <w:r w:rsidR="00E0544E" w:rsidRPr="007818BD">
        <w:t>étranges compagnons pour un sage</w:t>
      </w:r>
      <w:r>
        <w:t xml:space="preserve">. </w:t>
      </w:r>
      <w:r w:rsidR="00E0544E" w:rsidRPr="007818BD">
        <w:t>Et puis</w:t>
      </w:r>
      <w:r>
        <w:t xml:space="preserve">, </w:t>
      </w:r>
      <w:r w:rsidR="00E0544E" w:rsidRPr="007818BD">
        <w:t>cette puissance terrible qu</w:t>
      </w:r>
      <w:r>
        <w:t>’</w:t>
      </w:r>
      <w:r w:rsidR="00E0544E" w:rsidRPr="007818BD">
        <w:t>il exerce à v</w:t>
      </w:r>
      <w:r w:rsidR="00E0544E" w:rsidRPr="007818BD">
        <w:t>o</w:t>
      </w:r>
      <w:r w:rsidR="00E0544E" w:rsidRPr="007818BD">
        <w:t>lonté</w:t>
      </w:r>
      <w:r>
        <w:t xml:space="preserve">, </w:t>
      </w:r>
      <w:r w:rsidR="00E0544E" w:rsidRPr="007818BD">
        <w:t xml:space="preserve">comme à la mort du prince de *** et du comte </w:t>
      </w:r>
      <w:proofErr w:type="spellStart"/>
      <w:r w:rsidR="00E0544E" w:rsidRPr="007818BD">
        <w:t>Ughelli</w:t>
      </w:r>
      <w:proofErr w:type="spellEnd"/>
      <w:r>
        <w:t xml:space="preserve">, </w:t>
      </w:r>
      <w:r w:rsidR="00E0544E" w:rsidRPr="007818BD">
        <w:t>sied à peine à celui qui cherche le bien avec sérénité</w:t>
      </w:r>
      <w:r>
        <w:t>.</w:t>
      </w:r>
    </w:p>
    <w:p w14:paraId="6F1AAB26" w14:textId="77777777" w:rsidR="00E8465A" w:rsidRDefault="00E8465A" w:rsidP="00E0544E">
      <w:r>
        <w:t>— </w:t>
      </w:r>
      <w:r w:rsidR="00E0544E" w:rsidRPr="007818BD">
        <w:t>Oui</w:t>
      </w:r>
      <w:r>
        <w:t xml:space="preserve">, </w:t>
      </w:r>
      <w:r w:rsidR="00E0544E" w:rsidRPr="007818BD">
        <w:t xml:space="preserve">dit </w:t>
      </w:r>
      <w:proofErr w:type="spellStart"/>
      <w:r w:rsidR="00E0544E" w:rsidRPr="007818BD">
        <w:t>Mejnour</w:t>
      </w:r>
      <w:proofErr w:type="spellEnd"/>
      <w:r>
        <w:t xml:space="preserve">, </w:t>
      </w:r>
      <w:r w:rsidR="00E0544E" w:rsidRPr="007818BD">
        <w:t>avec un sourire glacial</w:t>
      </w:r>
      <w:r>
        <w:t xml:space="preserve">, </w:t>
      </w:r>
      <w:r w:rsidR="00E0544E" w:rsidRPr="007818BD">
        <w:t>et c</w:t>
      </w:r>
      <w:r>
        <w:t>’</w:t>
      </w:r>
      <w:r w:rsidR="00E0544E" w:rsidRPr="007818BD">
        <w:t>est là l</w:t>
      </w:r>
      <w:r>
        <w:t>’</w:t>
      </w:r>
      <w:r w:rsidR="00E0544E" w:rsidRPr="007818BD">
        <w:t>erreur de ces philosophes qui veulent se mêler à la vie active de l</w:t>
      </w:r>
      <w:r>
        <w:t>’</w:t>
      </w:r>
      <w:r w:rsidR="00E0544E" w:rsidRPr="007818BD">
        <w:t>humanité</w:t>
      </w:r>
      <w:r>
        <w:t xml:space="preserve">. </w:t>
      </w:r>
      <w:r w:rsidR="00E0544E" w:rsidRPr="007818BD">
        <w:t>On ne peut servir les uns sans ble</w:t>
      </w:r>
      <w:r w:rsidR="00E0544E" w:rsidRPr="007818BD">
        <w:t>s</w:t>
      </w:r>
      <w:r w:rsidR="00E0544E" w:rsidRPr="007818BD">
        <w:t>ser les autres</w:t>
      </w:r>
      <w:r>
        <w:t xml:space="preserve"> ; </w:t>
      </w:r>
      <w:r w:rsidR="00E0544E" w:rsidRPr="007818BD">
        <w:t>on ne peut protéger les bons sans faire la guerre aux méchants</w:t>
      </w:r>
      <w:r>
        <w:t xml:space="preserve"> ! </w:t>
      </w:r>
      <w:r w:rsidR="00E0544E" w:rsidRPr="007818BD">
        <w:t>Si l</w:t>
      </w:r>
      <w:r>
        <w:t>’</w:t>
      </w:r>
      <w:r w:rsidR="00E0544E" w:rsidRPr="007818BD">
        <w:t>on veut corriger les vicieux</w:t>
      </w:r>
      <w:r>
        <w:t xml:space="preserve">, </w:t>
      </w:r>
      <w:r w:rsidR="00E0544E" w:rsidRPr="007818BD">
        <w:t>eh bien</w:t>
      </w:r>
      <w:r>
        <w:t xml:space="preserve"> ! </w:t>
      </w:r>
      <w:r w:rsidR="00E0544E" w:rsidRPr="007818BD">
        <w:t>il faut vivre avec les v</w:t>
      </w:r>
      <w:r w:rsidR="00E0544E" w:rsidRPr="007818BD">
        <w:t>i</w:t>
      </w:r>
      <w:r w:rsidR="00E0544E" w:rsidRPr="007818BD">
        <w:t>cieux pour connaître leurs vices</w:t>
      </w:r>
      <w:r>
        <w:t xml:space="preserve">. </w:t>
      </w:r>
      <w:r w:rsidR="00E0544E" w:rsidRPr="007818BD">
        <w:t>Tel est l</w:t>
      </w:r>
      <w:r>
        <w:t>’</w:t>
      </w:r>
      <w:r w:rsidR="00E0544E" w:rsidRPr="007818BD">
        <w:t>avis de Paracelse</w:t>
      </w:r>
      <w:r>
        <w:t xml:space="preserve">, </w:t>
      </w:r>
      <w:r w:rsidR="00E0544E" w:rsidRPr="007818BD">
        <w:t>grand homme</w:t>
      </w:r>
      <w:r>
        <w:t xml:space="preserve">, </w:t>
      </w:r>
      <w:r w:rsidR="00E0544E" w:rsidRPr="007818BD">
        <w:t>quoique souvent dans l</w:t>
      </w:r>
      <w:r>
        <w:t>’</w:t>
      </w:r>
      <w:r w:rsidR="00E0544E" w:rsidRPr="007818BD">
        <w:t>erreur</w:t>
      </w:r>
      <w:r>
        <w:t xml:space="preserve">. </w:t>
      </w:r>
      <w:r w:rsidR="00E0544E" w:rsidRPr="007818BD">
        <w:t>Cette folie n</w:t>
      </w:r>
      <w:r>
        <w:t>’</w:t>
      </w:r>
      <w:r w:rsidR="00E0544E" w:rsidRPr="007818BD">
        <w:t>est pas la mienne</w:t>
      </w:r>
      <w:r>
        <w:t xml:space="preserve"> : </w:t>
      </w:r>
      <w:r w:rsidR="00E0544E" w:rsidRPr="007818BD">
        <w:t>je ne vis que dans la science</w:t>
      </w:r>
      <w:r>
        <w:t xml:space="preserve"> ; </w:t>
      </w:r>
      <w:r w:rsidR="00E0544E" w:rsidRPr="007818BD">
        <w:t>je n</w:t>
      </w:r>
      <w:r>
        <w:t>’</w:t>
      </w:r>
      <w:r w:rsidR="00E0544E" w:rsidRPr="007818BD">
        <w:t>ai pas de vie dans l</w:t>
      </w:r>
      <w:r>
        <w:t>’</w:t>
      </w:r>
      <w:r w:rsidR="00E0544E" w:rsidRPr="007818BD">
        <w:t>humanité</w:t>
      </w:r>
      <w:r>
        <w:t> ! ».</w:t>
      </w:r>
    </w:p>
    <w:p w14:paraId="34655A3C" w14:textId="77777777" w:rsidR="00E8465A" w:rsidRDefault="00E0544E" w:rsidP="00E0544E">
      <w:r w:rsidRPr="007818BD">
        <w:t>Une autre fois</w:t>
      </w:r>
      <w:r w:rsidR="00E8465A">
        <w:t xml:space="preserve">, </w:t>
      </w:r>
      <w:proofErr w:type="spellStart"/>
      <w:r w:rsidRPr="007818BD">
        <w:t>Glyndon</w:t>
      </w:r>
      <w:proofErr w:type="spellEnd"/>
      <w:r w:rsidRPr="007818BD">
        <w:t xml:space="preserve"> interrogea </w:t>
      </w:r>
      <w:proofErr w:type="spellStart"/>
      <w:r w:rsidRPr="007818BD">
        <w:t>Mejnour</w:t>
      </w:r>
      <w:proofErr w:type="spellEnd"/>
      <w:r w:rsidRPr="007818BD">
        <w:t xml:space="preserve"> sur la nature de cette union fraterne</w:t>
      </w:r>
      <w:r w:rsidRPr="007818BD">
        <w:t>l</w:t>
      </w:r>
      <w:r w:rsidRPr="007818BD">
        <w:t xml:space="preserve">le et mystique à laquelle </w:t>
      </w:r>
      <w:proofErr w:type="spellStart"/>
      <w:r w:rsidRPr="007818BD">
        <w:t>Zanoni</w:t>
      </w:r>
      <w:proofErr w:type="spellEnd"/>
      <w:r w:rsidRPr="007818BD">
        <w:t xml:space="preserve"> avait fait allusion</w:t>
      </w:r>
      <w:r w:rsidR="00E8465A">
        <w:t>.</w:t>
      </w:r>
    </w:p>
    <w:p w14:paraId="4DC77B18" w14:textId="77777777" w:rsidR="00E8465A" w:rsidRDefault="00E8465A" w:rsidP="00E0544E">
      <w:r>
        <w:t>« </w:t>
      </w:r>
      <w:r w:rsidR="00E0544E" w:rsidRPr="007818BD">
        <w:t>Je ne me trompe pas</w:t>
      </w:r>
      <w:r>
        <w:t xml:space="preserve">, </w:t>
      </w:r>
      <w:r w:rsidR="00E0544E" w:rsidRPr="007818BD">
        <w:t>je suppose</w:t>
      </w:r>
      <w:r>
        <w:t xml:space="preserve">, </w:t>
      </w:r>
      <w:r w:rsidR="00E0544E" w:rsidRPr="007818BD">
        <w:t>dit-il</w:t>
      </w:r>
      <w:r>
        <w:t xml:space="preserve">, </w:t>
      </w:r>
      <w:r w:rsidR="00E0544E" w:rsidRPr="007818BD">
        <w:t>en croyant que vous faites tous deux pr</w:t>
      </w:r>
      <w:r w:rsidR="00E0544E" w:rsidRPr="007818BD">
        <w:t>o</w:t>
      </w:r>
      <w:r w:rsidR="00E0544E" w:rsidRPr="007818BD">
        <w:t>fession d</w:t>
      </w:r>
      <w:r>
        <w:t>’</w:t>
      </w:r>
      <w:r w:rsidR="00E0544E" w:rsidRPr="007818BD">
        <w:t>être frères de la Rose-Croix</w:t>
      </w:r>
      <w:r>
        <w:t> ?</w:t>
      </w:r>
    </w:p>
    <w:p w14:paraId="7BA49192" w14:textId="77777777" w:rsidR="00E8465A" w:rsidRDefault="00E8465A" w:rsidP="00E0544E">
      <w:r>
        <w:t>— </w:t>
      </w:r>
      <w:r w:rsidR="00E0544E" w:rsidRPr="007818BD">
        <w:t>Vous imaginez-vous</w:t>
      </w:r>
      <w:r>
        <w:t xml:space="preserve">, </w:t>
      </w:r>
      <w:r w:rsidR="00E0544E" w:rsidRPr="007818BD">
        <w:t xml:space="preserve">répondit </w:t>
      </w:r>
      <w:proofErr w:type="spellStart"/>
      <w:r w:rsidR="00E0544E" w:rsidRPr="007818BD">
        <w:t>Mejnour</w:t>
      </w:r>
      <w:proofErr w:type="spellEnd"/>
      <w:r>
        <w:t xml:space="preserve">, </w:t>
      </w:r>
      <w:r w:rsidR="00E0544E" w:rsidRPr="007818BD">
        <w:t>qu</w:t>
      </w:r>
      <w:r>
        <w:t>’</w:t>
      </w:r>
      <w:r w:rsidR="00E0544E" w:rsidRPr="007818BD">
        <w:t>il n</w:t>
      </w:r>
      <w:r>
        <w:t>’</w:t>
      </w:r>
      <w:r w:rsidR="00E0544E" w:rsidRPr="007818BD">
        <w:t>y avait aucune association my</w:t>
      </w:r>
      <w:r w:rsidR="00E0544E" w:rsidRPr="007818BD">
        <w:t>s</w:t>
      </w:r>
      <w:r w:rsidR="00E0544E" w:rsidRPr="007818BD">
        <w:t>tique et solennelle d</w:t>
      </w:r>
      <w:r>
        <w:t>’</w:t>
      </w:r>
      <w:r w:rsidR="00E0544E" w:rsidRPr="007818BD">
        <w:t>hommes cherchant un même but par les mêmes moyens</w:t>
      </w:r>
      <w:r>
        <w:t xml:space="preserve">, </w:t>
      </w:r>
      <w:r w:rsidR="00E0544E" w:rsidRPr="007818BD">
        <w:t xml:space="preserve">avant que les </w:t>
      </w:r>
      <w:r w:rsidR="00E0544E" w:rsidRPr="007818BD">
        <w:lastRenderedPageBreak/>
        <w:t>Arabes de Dahus</w:t>
      </w:r>
      <w:r>
        <w:t xml:space="preserve">, </w:t>
      </w:r>
      <w:r w:rsidR="00E0544E" w:rsidRPr="007818BD">
        <w:t>en 1378</w:t>
      </w:r>
      <w:r>
        <w:t xml:space="preserve">, </w:t>
      </w:r>
      <w:r w:rsidR="00E0544E" w:rsidRPr="007818BD">
        <w:t>eussent enseigné à un voyageur allemand les secrets qui servirent de fondement à l</w:t>
      </w:r>
      <w:r>
        <w:t>’</w:t>
      </w:r>
      <w:r w:rsidR="00E0544E" w:rsidRPr="007818BD">
        <w:t xml:space="preserve">Institution des </w:t>
      </w:r>
      <w:proofErr w:type="spellStart"/>
      <w:r w:rsidR="00E0544E" w:rsidRPr="007818BD">
        <w:t>Roses-Croix</w:t>
      </w:r>
      <w:proofErr w:type="spellEnd"/>
      <w:r>
        <w:t xml:space="preserve"> ? </w:t>
      </w:r>
      <w:r w:rsidR="00E0544E" w:rsidRPr="007818BD">
        <w:t>J</w:t>
      </w:r>
      <w:r>
        <w:t>’</w:t>
      </w:r>
      <w:r w:rsidR="00E0544E" w:rsidRPr="007818BD">
        <w:t xml:space="preserve">admets cependant que les </w:t>
      </w:r>
      <w:proofErr w:type="spellStart"/>
      <w:r w:rsidR="00E0544E" w:rsidRPr="007818BD">
        <w:t>Roses-Croix</w:t>
      </w:r>
      <w:proofErr w:type="spellEnd"/>
      <w:r w:rsidR="00E0544E" w:rsidRPr="007818BD">
        <w:t xml:space="preserve"> formaient une secte dérivée de la première</w:t>
      </w:r>
      <w:r>
        <w:t xml:space="preserve">, </w:t>
      </w:r>
      <w:r w:rsidR="00E0544E" w:rsidRPr="007818BD">
        <w:t>de la grande école</w:t>
      </w:r>
      <w:r>
        <w:t xml:space="preserve">. </w:t>
      </w:r>
      <w:r w:rsidR="00E0544E" w:rsidRPr="007818BD">
        <w:t>Ils étaient plus sages que les alchimistes</w:t>
      </w:r>
      <w:r>
        <w:t xml:space="preserve"> ; </w:t>
      </w:r>
      <w:r w:rsidR="00E0544E" w:rsidRPr="007818BD">
        <w:t>mais leurs maîtres sont plus sages qu</w:t>
      </w:r>
      <w:r>
        <w:t>’</w:t>
      </w:r>
      <w:r w:rsidR="00E0544E" w:rsidRPr="007818BD">
        <w:t>eux</w:t>
      </w:r>
      <w:r>
        <w:t>.</w:t>
      </w:r>
    </w:p>
    <w:p w14:paraId="62E9DA9E" w14:textId="77777777" w:rsidR="00E8465A" w:rsidRDefault="00E8465A" w:rsidP="00E0544E">
      <w:r>
        <w:t>— </w:t>
      </w:r>
      <w:r w:rsidR="00E0544E" w:rsidRPr="007818BD">
        <w:t>Et de cet ordre primitif</w:t>
      </w:r>
      <w:r>
        <w:t xml:space="preserve">, </w:t>
      </w:r>
      <w:r w:rsidR="00E0544E" w:rsidRPr="007818BD">
        <w:t>combien existe-t-il encore de membres</w:t>
      </w:r>
      <w:r>
        <w:t> ?</w:t>
      </w:r>
    </w:p>
    <w:p w14:paraId="5CE6FD4F" w14:textId="77777777" w:rsidR="00E8465A" w:rsidRDefault="00E8465A" w:rsidP="00E0544E">
      <w:r>
        <w:t>— </w:t>
      </w:r>
      <w:proofErr w:type="spellStart"/>
      <w:r w:rsidR="00E0544E" w:rsidRPr="007818BD">
        <w:t>Zanoni</w:t>
      </w:r>
      <w:proofErr w:type="spellEnd"/>
      <w:r w:rsidR="00E0544E" w:rsidRPr="007818BD">
        <w:t xml:space="preserve"> et moi</w:t>
      </w:r>
      <w:r>
        <w:t>.</w:t>
      </w:r>
    </w:p>
    <w:p w14:paraId="5B61C92A" w14:textId="77777777" w:rsidR="00E8465A" w:rsidRDefault="00E8465A" w:rsidP="00E0544E">
      <w:r>
        <w:t>— </w:t>
      </w:r>
      <w:r w:rsidR="00E0544E" w:rsidRPr="007818BD">
        <w:t>Deux seulement</w:t>
      </w:r>
      <w:r>
        <w:t xml:space="preserve"> ! </w:t>
      </w:r>
      <w:r w:rsidR="00E0544E" w:rsidRPr="007818BD">
        <w:t>et vous prétendez enseigner à tous la puissance qui défie la mort</w:t>
      </w:r>
      <w:r>
        <w:t> ?</w:t>
      </w:r>
    </w:p>
    <w:p w14:paraId="32863D8C" w14:textId="77777777" w:rsidR="00E8465A" w:rsidRDefault="00E8465A" w:rsidP="00E0544E">
      <w:r>
        <w:t>— </w:t>
      </w:r>
      <w:r w:rsidR="00E0544E" w:rsidRPr="007818BD">
        <w:t>Votre ancêtre acquit ce secret</w:t>
      </w:r>
      <w:r>
        <w:t xml:space="preserve"> ; </w:t>
      </w:r>
      <w:r w:rsidR="00E0544E" w:rsidRPr="007818BD">
        <w:t>il mourut plutôt que de survivre à la seule créature qu</w:t>
      </w:r>
      <w:r>
        <w:t>’</w:t>
      </w:r>
      <w:r w:rsidR="00E0544E" w:rsidRPr="007818BD">
        <w:t>il aimât</w:t>
      </w:r>
      <w:r>
        <w:t xml:space="preserve">. </w:t>
      </w:r>
      <w:r w:rsidR="00E0544E" w:rsidRPr="007818BD">
        <w:t>Nous ne possédons</w:t>
      </w:r>
      <w:r>
        <w:t xml:space="preserve">, </w:t>
      </w:r>
      <w:r w:rsidR="00E0544E" w:rsidRPr="007818BD">
        <w:t>ô mon élève</w:t>
      </w:r>
      <w:r>
        <w:t xml:space="preserve">, </w:t>
      </w:r>
      <w:r w:rsidR="00E0544E" w:rsidRPr="007818BD">
        <w:t>aucun art par lequel nous puissions soustraire la mort à notre propre volonté</w:t>
      </w:r>
      <w:r>
        <w:t xml:space="preserve">, </w:t>
      </w:r>
      <w:r w:rsidR="00E0544E" w:rsidRPr="007818BD">
        <w:t>ou à la volonté du ciel</w:t>
      </w:r>
      <w:r>
        <w:t xml:space="preserve">. </w:t>
      </w:r>
      <w:r w:rsidR="00E0544E" w:rsidRPr="007818BD">
        <w:t>Ces murs peuvent m</w:t>
      </w:r>
      <w:r>
        <w:t>’</w:t>
      </w:r>
      <w:r w:rsidR="00E0544E" w:rsidRPr="007818BD">
        <w:t>écraser sur place</w:t>
      </w:r>
      <w:r>
        <w:t xml:space="preserve">. </w:t>
      </w:r>
      <w:r w:rsidR="00E0544E" w:rsidRPr="007818BD">
        <w:t>Tout ce que nous prétendons faire est ceci</w:t>
      </w:r>
      <w:r>
        <w:t xml:space="preserve"> : </w:t>
      </w:r>
      <w:r w:rsidR="00E0544E" w:rsidRPr="007818BD">
        <w:t>trouver les secrets de la nature physique</w:t>
      </w:r>
      <w:r>
        <w:t xml:space="preserve">, </w:t>
      </w:r>
      <w:r w:rsidR="00E0544E" w:rsidRPr="007818BD">
        <w:t>savoir pou</w:t>
      </w:r>
      <w:r w:rsidR="00E0544E" w:rsidRPr="007818BD">
        <w:t>r</w:t>
      </w:r>
      <w:r w:rsidR="00E0544E" w:rsidRPr="007818BD">
        <w:t>quoi les parties solides s</w:t>
      </w:r>
      <w:r>
        <w:t>’</w:t>
      </w:r>
      <w:r w:rsidR="00E0544E" w:rsidRPr="007818BD">
        <w:t>ossifient</w:t>
      </w:r>
      <w:r>
        <w:t xml:space="preserve">, </w:t>
      </w:r>
      <w:r w:rsidR="00E0544E" w:rsidRPr="007818BD">
        <w:t>pourquoi le sang se coagule</w:t>
      </w:r>
      <w:r>
        <w:t xml:space="preserve">, </w:t>
      </w:r>
      <w:r w:rsidR="00E0544E" w:rsidRPr="007818BD">
        <w:t>et appliquer aux ravages du temps des moyens préventifs et i</w:t>
      </w:r>
      <w:r w:rsidR="00E0544E" w:rsidRPr="007818BD">
        <w:t>n</w:t>
      </w:r>
      <w:r w:rsidR="00E0544E" w:rsidRPr="007818BD">
        <w:t>cessants</w:t>
      </w:r>
      <w:r>
        <w:t xml:space="preserve">. </w:t>
      </w:r>
      <w:r w:rsidR="00E0544E" w:rsidRPr="007818BD">
        <w:rPr>
          <w:i/>
          <w:iCs/>
        </w:rPr>
        <w:t>Ce n</w:t>
      </w:r>
      <w:r>
        <w:rPr>
          <w:i/>
          <w:iCs/>
        </w:rPr>
        <w:t>’</w:t>
      </w:r>
      <w:r w:rsidR="00E0544E" w:rsidRPr="007818BD">
        <w:rPr>
          <w:i/>
          <w:iCs/>
        </w:rPr>
        <w:t>est pas là de la magie</w:t>
      </w:r>
      <w:r>
        <w:t xml:space="preserve"> : </w:t>
      </w:r>
      <w:r w:rsidR="00E0544E" w:rsidRPr="007818BD">
        <w:t>c</w:t>
      </w:r>
      <w:r>
        <w:t>’</w:t>
      </w:r>
      <w:r w:rsidR="00E0544E" w:rsidRPr="007818BD">
        <w:t>est la médecine bien comprise</w:t>
      </w:r>
      <w:r>
        <w:t xml:space="preserve">. </w:t>
      </w:r>
      <w:r w:rsidR="00E0544E" w:rsidRPr="007818BD">
        <w:t>Dans notre ordre</w:t>
      </w:r>
      <w:r>
        <w:t xml:space="preserve">, </w:t>
      </w:r>
      <w:r w:rsidR="00E0544E" w:rsidRPr="007818BD">
        <w:t>ce que nous considérons comme le don le plus noble</w:t>
      </w:r>
      <w:r>
        <w:t xml:space="preserve">, </w:t>
      </w:r>
      <w:r w:rsidR="00E0544E" w:rsidRPr="007818BD">
        <w:t>c</w:t>
      </w:r>
      <w:r>
        <w:t>’</w:t>
      </w:r>
      <w:r w:rsidR="00E0544E" w:rsidRPr="007818BD">
        <w:t>est d</w:t>
      </w:r>
      <w:r>
        <w:t>’</w:t>
      </w:r>
      <w:r w:rsidR="00E0544E" w:rsidRPr="007818BD">
        <w:t>abord la science qui élève l</w:t>
      </w:r>
      <w:r>
        <w:t>’</w:t>
      </w:r>
      <w:r w:rsidR="00E0544E" w:rsidRPr="007818BD">
        <w:t>intelligence</w:t>
      </w:r>
      <w:r>
        <w:t xml:space="preserve">, </w:t>
      </w:r>
      <w:r w:rsidR="00E0544E" w:rsidRPr="007818BD">
        <w:t>et ensuite celle qui conserve le corps</w:t>
      </w:r>
      <w:r>
        <w:t xml:space="preserve">. </w:t>
      </w:r>
      <w:r w:rsidR="00E0544E" w:rsidRPr="007818BD">
        <w:t>Mais l</w:t>
      </w:r>
      <w:r>
        <w:t>’</w:t>
      </w:r>
      <w:r w:rsidR="00E0544E" w:rsidRPr="007818BD">
        <w:t>art</w:t>
      </w:r>
      <w:r>
        <w:t xml:space="preserve"> (</w:t>
      </w:r>
      <w:r w:rsidR="00E0544E" w:rsidRPr="007818BD">
        <w:t>emprunté aux simples et à leurs extraits</w:t>
      </w:r>
      <w:r>
        <w:t xml:space="preserve">) </w:t>
      </w:r>
      <w:r w:rsidR="00E0544E" w:rsidRPr="007818BD">
        <w:t>qui ranime la force vitale et arrête les progrès de la décadence ph</w:t>
      </w:r>
      <w:r w:rsidR="00E0544E" w:rsidRPr="007818BD">
        <w:t>y</w:t>
      </w:r>
      <w:r w:rsidR="00E0544E" w:rsidRPr="007818BD">
        <w:t>sique</w:t>
      </w:r>
      <w:r>
        <w:t xml:space="preserve">, </w:t>
      </w:r>
      <w:r w:rsidR="00E0544E" w:rsidRPr="007818BD">
        <w:t>ou ce secret plus sublime que je me borne à indiquer ici</w:t>
      </w:r>
      <w:r>
        <w:t xml:space="preserve">, </w:t>
      </w:r>
      <w:r w:rsidR="00E0544E" w:rsidRPr="007818BD">
        <w:t>et par lequel le calor</w:t>
      </w:r>
      <w:r w:rsidR="00E0544E" w:rsidRPr="007818BD">
        <w:t>i</w:t>
      </w:r>
      <w:r w:rsidR="00E0544E" w:rsidRPr="007818BD">
        <w:t>que</w:t>
      </w:r>
      <w:r>
        <w:t xml:space="preserve">, </w:t>
      </w:r>
      <w:r w:rsidR="00E0544E" w:rsidRPr="007818BD">
        <w:t>comme vous l</w:t>
      </w:r>
      <w:r>
        <w:t>’</w:t>
      </w:r>
      <w:r w:rsidR="00E0544E" w:rsidRPr="007818BD">
        <w:t>appelez</w:t>
      </w:r>
      <w:r>
        <w:t xml:space="preserve">, </w:t>
      </w:r>
      <w:r w:rsidR="00E0544E" w:rsidRPr="007818BD">
        <w:t>étant</w:t>
      </w:r>
      <w:r>
        <w:t xml:space="preserve">, </w:t>
      </w:r>
      <w:r w:rsidR="00E0544E" w:rsidRPr="007818BD">
        <w:t>selon la sage doctrine d</w:t>
      </w:r>
      <w:r>
        <w:t>’</w:t>
      </w:r>
      <w:r w:rsidR="00E0544E" w:rsidRPr="007818BD">
        <w:t>Héraclite</w:t>
      </w:r>
      <w:r>
        <w:t xml:space="preserve">, </w:t>
      </w:r>
      <w:r w:rsidR="00E0544E" w:rsidRPr="007818BD">
        <w:t>la sou</w:t>
      </w:r>
      <w:r w:rsidR="00E0544E" w:rsidRPr="007818BD">
        <w:t>r</w:t>
      </w:r>
      <w:r w:rsidR="00E0544E" w:rsidRPr="007818BD">
        <w:t>ce primordiale de la vie</w:t>
      </w:r>
      <w:r>
        <w:t xml:space="preserve">, </w:t>
      </w:r>
      <w:r w:rsidR="00E0544E" w:rsidRPr="007818BD">
        <w:t>peut en devenir aussi le perpétuel rég</w:t>
      </w:r>
      <w:r w:rsidR="00E0544E" w:rsidRPr="007818BD">
        <w:t>é</w:t>
      </w:r>
      <w:r w:rsidR="00E0544E" w:rsidRPr="007818BD">
        <w:t>nérateur</w:t>
      </w:r>
      <w:r>
        <w:t xml:space="preserve"> ; </w:t>
      </w:r>
      <w:r w:rsidR="00E0544E" w:rsidRPr="007818BD">
        <w:t>ces arts-là</w:t>
      </w:r>
      <w:r>
        <w:t xml:space="preserve">, </w:t>
      </w:r>
      <w:r w:rsidR="00E0544E" w:rsidRPr="007818BD">
        <w:t>dis-je</w:t>
      </w:r>
      <w:r>
        <w:t xml:space="preserve">, </w:t>
      </w:r>
      <w:r w:rsidR="00E0544E" w:rsidRPr="007818BD">
        <w:t>ne suffisent pas</w:t>
      </w:r>
      <w:r>
        <w:t xml:space="preserve">. </w:t>
      </w:r>
      <w:r w:rsidR="00E0544E" w:rsidRPr="007818BD">
        <w:t>Notre but</w:t>
      </w:r>
      <w:r>
        <w:t xml:space="preserve">, </w:t>
      </w:r>
      <w:r w:rsidR="00E0544E" w:rsidRPr="007818BD">
        <w:t>aussi est de désarmer</w:t>
      </w:r>
      <w:r>
        <w:t xml:space="preserve">, </w:t>
      </w:r>
      <w:r w:rsidR="00E0544E" w:rsidRPr="007818BD">
        <w:t>de déjouer la haine des hommes</w:t>
      </w:r>
      <w:r>
        <w:t xml:space="preserve">, </w:t>
      </w:r>
      <w:r w:rsidR="00E0544E" w:rsidRPr="007818BD">
        <w:t xml:space="preserve">de tourner les glaives de nos </w:t>
      </w:r>
      <w:r w:rsidR="00E0544E" w:rsidRPr="007818BD">
        <w:lastRenderedPageBreak/>
        <w:t>ennemis contre nos ennemis</w:t>
      </w:r>
      <w:r>
        <w:t xml:space="preserve">, </w:t>
      </w:r>
      <w:r w:rsidR="00E0544E" w:rsidRPr="007818BD">
        <w:t>et de passer</w:t>
      </w:r>
      <w:r>
        <w:t xml:space="preserve">, </w:t>
      </w:r>
      <w:r w:rsidR="00E0544E" w:rsidRPr="007818BD">
        <w:t>sinon inco</w:t>
      </w:r>
      <w:r w:rsidR="00E0544E" w:rsidRPr="007818BD">
        <w:t>r</w:t>
      </w:r>
      <w:r w:rsidR="00E0544E" w:rsidRPr="007818BD">
        <w:t>porels</w:t>
      </w:r>
      <w:r>
        <w:t xml:space="preserve">, </w:t>
      </w:r>
      <w:r w:rsidR="00E0544E" w:rsidRPr="007818BD">
        <w:t>du moins invisibles aux yeux sur lesquels nous pouvons jeter un voile de tén</w:t>
      </w:r>
      <w:r w:rsidR="00E0544E" w:rsidRPr="007818BD">
        <w:t>è</w:t>
      </w:r>
      <w:r w:rsidR="00E0544E" w:rsidRPr="007818BD">
        <w:t>bres</w:t>
      </w:r>
      <w:r>
        <w:t xml:space="preserve">. </w:t>
      </w:r>
      <w:r w:rsidR="00E0544E" w:rsidRPr="007818BD">
        <w:t>Voilà ce que certains voyants ont fait profession d</w:t>
      </w:r>
      <w:r>
        <w:t>’</w:t>
      </w:r>
      <w:r w:rsidR="00E0544E" w:rsidRPr="007818BD">
        <w:t>accomplir par la vertu d</w:t>
      </w:r>
      <w:r>
        <w:t>’</w:t>
      </w:r>
      <w:r w:rsidR="00E0544E" w:rsidRPr="007818BD">
        <w:t>une agate</w:t>
      </w:r>
      <w:r>
        <w:t xml:space="preserve">. </w:t>
      </w:r>
      <w:proofErr w:type="spellStart"/>
      <w:r w:rsidR="00E0544E" w:rsidRPr="007818BD">
        <w:t>Abaris</w:t>
      </w:r>
      <w:proofErr w:type="spellEnd"/>
      <w:r w:rsidR="00E0544E" w:rsidRPr="007818BD">
        <w:t xml:space="preserve"> la faisait résider dans sa flèche</w:t>
      </w:r>
      <w:r>
        <w:t xml:space="preserve">. </w:t>
      </w:r>
      <w:r w:rsidR="00E0544E" w:rsidRPr="007818BD">
        <w:t>En un mot</w:t>
      </w:r>
      <w:r>
        <w:t xml:space="preserve">, </w:t>
      </w:r>
      <w:r w:rsidR="00E0544E" w:rsidRPr="007818BD">
        <w:t>sache que les pr</w:t>
      </w:r>
      <w:r w:rsidR="00E0544E" w:rsidRPr="007818BD">
        <w:t>o</w:t>
      </w:r>
      <w:r w:rsidR="00E0544E" w:rsidRPr="007818BD">
        <w:t>duits les plus humbles et les plus vils de la nature sont ceux dont on peut tirer les propriétés les plus sublimes</w:t>
      </w:r>
      <w:r>
        <w:t>.</w:t>
      </w:r>
    </w:p>
    <w:p w14:paraId="41BAF758" w14:textId="77777777" w:rsidR="00E8465A" w:rsidRDefault="00E8465A" w:rsidP="00E0544E">
      <w:r>
        <w:t>— </w:t>
      </w:r>
      <w:r w:rsidR="00E0544E" w:rsidRPr="007818BD">
        <w:t>Mais</w:t>
      </w:r>
      <w:r>
        <w:t xml:space="preserve">, </w:t>
      </w:r>
      <w:r w:rsidR="00E0544E" w:rsidRPr="007818BD">
        <w:t xml:space="preserve">dit </w:t>
      </w:r>
      <w:proofErr w:type="spellStart"/>
      <w:r w:rsidR="00E0544E" w:rsidRPr="007818BD">
        <w:t>Glyndon</w:t>
      </w:r>
      <w:proofErr w:type="spellEnd"/>
      <w:r>
        <w:t xml:space="preserve">, </w:t>
      </w:r>
      <w:r w:rsidR="00E0544E" w:rsidRPr="007818BD">
        <w:t>si vous possédez ces grands secrets</w:t>
      </w:r>
      <w:r>
        <w:t xml:space="preserve">, </w:t>
      </w:r>
      <w:r w:rsidR="00E0544E" w:rsidRPr="007818BD">
        <w:t>pourquoi êtes-vous si avares pour les répandre</w:t>
      </w:r>
      <w:r>
        <w:t xml:space="preserve"> ? </w:t>
      </w:r>
      <w:r w:rsidR="00E0544E" w:rsidRPr="007818BD">
        <w:t>La différence entre la science fausse et trompeuse et la science vraie et i</w:t>
      </w:r>
      <w:r w:rsidR="00E0544E" w:rsidRPr="007818BD">
        <w:t>n</w:t>
      </w:r>
      <w:r w:rsidR="00E0544E" w:rsidRPr="007818BD">
        <w:t>contestable n</w:t>
      </w:r>
      <w:r>
        <w:t>’</w:t>
      </w:r>
      <w:r w:rsidR="00E0544E" w:rsidRPr="007818BD">
        <w:t>est-elle pas en ceci</w:t>
      </w:r>
      <w:r>
        <w:t xml:space="preserve">, </w:t>
      </w:r>
      <w:r w:rsidR="00E0544E" w:rsidRPr="007818BD">
        <w:t>que la dernière communique au monde le procédé de ses découvertes</w:t>
      </w:r>
      <w:r>
        <w:t xml:space="preserve">, </w:t>
      </w:r>
      <w:r w:rsidR="00E0544E" w:rsidRPr="007818BD">
        <w:t>tandis que la première annonce des résultats merveilleux dont elle refuse d</w:t>
      </w:r>
      <w:r>
        <w:t>’</w:t>
      </w:r>
      <w:r w:rsidR="00E0544E" w:rsidRPr="007818BD">
        <w:t>expliquer les causes</w:t>
      </w:r>
      <w:r>
        <w:t> ?</w:t>
      </w:r>
    </w:p>
    <w:p w14:paraId="687F88B0" w14:textId="62F3E592" w:rsidR="00E0544E" w:rsidRPr="007818BD" w:rsidRDefault="00E8465A" w:rsidP="00E0544E">
      <w:r>
        <w:t>— </w:t>
      </w:r>
      <w:r w:rsidR="00E0544E" w:rsidRPr="007818BD">
        <w:t>Bien dit</w:t>
      </w:r>
      <w:r>
        <w:t xml:space="preserve">, </w:t>
      </w:r>
      <w:r w:rsidR="00E0544E" w:rsidRPr="007818BD">
        <w:t>logicien des écoles</w:t>
      </w:r>
      <w:r>
        <w:t xml:space="preserve"> ; </w:t>
      </w:r>
      <w:r w:rsidR="00E0544E" w:rsidRPr="007818BD">
        <w:t>mais réfléchis encore</w:t>
      </w:r>
      <w:r>
        <w:t xml:space="preserve">. </w:t>
      </w:r>
      <w:r w:rsidR="00E0544E" w:rsidRPr="007818BD">
        <w:t>Su</w:t>
      </w:r>
      <w:r w:rsidR="00E0544E" w:rsidRPr="007818BD">
        <w:t>p</w:t>
      </w:r>
      <w:r w:rsidR="00E0544E" w:rsidRPr="007818BD">
        <w:t>pose que nous comm</w:t>
      </w:r>
      <w:r w:rsidR="00E0544E" w:rsidRPr="007818BD">
        <w:t>u</w:t>
      </w:r>
      <w:r w:rsidR="00E0544E" w:rsidRPr="007818BD">
        <w:t>niquions notre science indifféremment à l</w:t>
      </w:r>
      <w:r>
        <w:t>’</w:t>
      </w:r>
      <w:r w:rsidR="00E0544E" w:rsidRPr="007818BD">
        <w:t>humanité tout entière</w:t>
      </w:r>
      <w:r>
        <w:t xml:space="preserve">, </w:t>
      </w:r>
      <w:r w:rsidR="00E0544E" w:rsidRPr="007818BD">
        <w:t>aux vicieux et aux vertueux</w:t>
      </w:r>
      <w:r>
        <w:t xml:space="preserve">, </w:t>
      </w:r>
      <w:r w:rsidR="00E0544E" w:rsidRPr="007818BD">
        <w:t>Serions-nous des bienfaiteurs ou des fléaux</w:t>
      </w:r>
      <w:r>
        <w:t xml:space="preserve"> ? </w:t>
      </w:r>
      <w:r w:rsidR="00E0544E" w:rsidRPr="007818BD">
        <w:t>Imaginez le tyran</w:t>
      </w:r>
      <w:r>
        <w:t xml:space="preserve">, </w:t>
      </w:r>
      <w:r w:rsidR="00E0544E" w:rsidRPr="007818BD">
        <w:t>le d</w:t>
      </w:r>
      <w:r w:rsidR="00E0544E" w:rsidRPr="007818BD">
        <w:t>é</w:t>
      </w:r>
      <w:r w:rsidR="00E0544E" w:rsidRPr="007818BD">
        <w:t>bauché</w:t>
      </w:r>
      <w:r>
        <w:t xml:space="preserve">, </w:t>
      </w:r>
      <w:r w:rsidR="00E0544E" w:rsidRPr="007818BD">
        <w:t>le méchant</w:t>
      </w:r>
      <w:r>
        <w:t xml:space="preserve">, </w:t>
      </w:r>
      <w:r w:rsidR="00E0544E" w:rsidRPr="007818BD">
        <w:t>le corrompu</w:t>
      </w:r>
      <w:r>
        <w:t xml:space="preserve">, </w:t>
      </w:r>
      <w:r w:rsidR="00E0544E" w:rsidRPr="007818BD">
        <w:t>doués de cette puissance te</w:t>
      </w:r>
      <w:r w:rsidR="00E0544E" w:rsidRPr="007818BD">
        <w:t>r</w:t>
      </w:r>
      <w:r w:rsidR="00E0544E" w:rsidRPr="007818BD">
        <w:t>rible</w:t>
      </w:r>
      <w:r>
        <w:t xml:space="preserve"> ; </w:t>
      </w:r>
      <w:r w:rsidR="00E0544E" w:rsidRPr="007818BD">
        <w:t>ne serait-ce pas un démon déchaîné</w:t>
      </w:r>
      <w:r>
        <w:t xml:space="preserve"> ? </w:t>
      </w:r>
      <w:r w:rsidR="00E0544E" w:rsidRPr="007818BD">
        <w:t>Admettons que le même privilège soit accordé aux bons</w:t>
      </w:r>
      <w:r>
        <w:t xml:space="preserve"> ; </w:t>
      </w:r>
      <w:r w:rsidR="00E0544E" w:rsidRPr="007818BD">
        <w:t>dans quel état serait la société</w:t>
      </w:r>
      <w:r>
        <w:t xml:space="preserve"> ? </w:t>
      </w:r>
      <w:r w:rsidR="00E0544E" w:rsidRPr="007818BD">
        <w:t>Engagés dans une guerre de Titans</w:t>
      </w:r>
      <w:r>
        <w:t xml:space="preserve">, </w:t>
      </w:r>
      <w:r w:rsidR="00E0544E" w:rsidRPr="007818BD">
        <w:t>les bons seraient toujours sur la défensive</w:t>
      </w:r>
      <w:r>
        <w:t xml:space="preserve">, </w:t>
      </w:r>
      <w:r w:rsidR="00E0544E" w:rsidRPr="007818BD">
        <w:t>avec les méchants pour assaillants à tout jamais</w:t>
      </w:r>
      <w:r>
        <w:t xml:space="preserve">. </w:t>
      </w:r>
      <w:r w:rsidR="00E0544E" w:rsidRPr="007818BD">
        <w:t>Dans la condition actuelle de la terre</w:t>
      </w:r>
      <w:r>
        <w:t xml:space="preserve">, </w:t>
      </w:r>
      <w:r w:rsidR="00E0544E" w:rsidRPr="007818BD">
        <w:t>le mal est un agent plus puissant que le bien</w:t>
      </w:r>
      <w:r>
        <w:t xml:space="preserve">, </w:t>
      </w:r>
      <w:r w:rsidR="00E0544E" w:rsidRPr="007818BD">
        <w:t>et le mal préva</w:t>
      </w:r>
      <w:r w:rsidR="00E0544E" w:rsidRPr="007818BD">
        <w:t>u</w:t>
      </w:r>
      <w:r w:rsidR="00E0544E" w:rsidRPr="007818BD">
        <w:t>drait</w:t>
      </w:r>
      <w:r>
        <w:t xml:space="preserve">. </w:t>
      </w:r>
      <w:r w:rsidR="00E0544E" w:rsidRPr="007818BD">
        <w:t>C</w:t>
      </w:r>
      <w:r>
        <w:t>’</w:t>
      </w:r>
      <w:r w:rsidR="00E0544E" w:rsidRPr="007818BD">
        <w:t>est pour ces raisons que non-seulement nous nous sommes solennell</w:t>
      </w:r>
      <w:r w:rsidR="00E0544E" w:rsidRPr="007818BD">
        <w:t>e</w:t>
      </w:r>
      <w:r w:rsidR="00E0544E" w:rsidRPr="007818BD">
        <w:t>ment</w:t>
      </w:r>
      <w:r w:rsidR="00E0544E">
        <w:t xml:space="preserve"> engagés</w:t>
      </w:r>
      <w:r w:rsidR="00E0544E" w:rsidRPr="007818BD">
        <w:t xml:space="preserve"> à ne communiquer notre science qu</w:t>
      </w:r>
      <w:r>
        <w:t>’</w:t>
      </w:r>
      <w:r w:rsidR="00E0544E" w:rsidRPr="007818BD">
        <w:t>à ceux qui ne peuvent la pervertir ni en mésuser</w:t>
      </w:r>
      <w:r>
        <w:t xml:space="preserve">, </w:t>
      </w:r>
      <w:r w:rsidR="00E0544E" w:rsidRPr="007818BD">
        <w:t>mais encore nous faisons consister notre épreuve dans des luttes qui purifient les pa</w:t>
      </w:r>
      <w:r w:rsidR="00E0544E" w:rsidRPr="007818BD">
        <w:t>s</w:t>
      </w:r>
      <w:r w:rsidR="00E0544E" w:rsidRPr="007818BD">
        <w:t>sions et él</w:t>
      </w:r>
      <w:r w:rsidR="00E0544E" w:rsidRPr="007818BD">
        <w:t>è</w:t>
      </w:r>
      <w:r w:rsidR="00E0544E" w:rsidRPr="007818BD">
        <w:t>vent les désirs</w:t>
      </w:r>
      <w:r>
        <w:t xml:space="preserve">. </w:t>
      </w:r>
      <w:r w:rsidR="00E0544E" w:rsidRPr="007818BD">
        <w:t>Et la nature en cela nous guide et nous aide</w:t>
      </w:r>
      <w:r>
        <w:t xml:space="preserve">, </w:t>
      </w:r>
      <w:r w:rsidR="00E0544E" w:rsidRPr="007818BD">
        <w:t xml:space="preserve">car elle </w:t>
      </w:r>
      <w:r w:rsidR="00E0544E" w:rsidRPr="007818BD">
        <w:lastRenderedPageBreak/>
        <w:t>place des gardiens terribles et d</w:t>
      </w:r>
      <w:r>
        <w:t>’</w:t>
      </w:r>
      <w:r w:rsidR="00E0544E" w:rsidRPr="007818BD">
        <w:t>insurmontables barrières entre l</w:t>
      </w:r>
      <w:r>
        <w:t>’</w:t>
      </w:r>
      <w:r w:rsidR="00E0544E" w:rsidRPr="007818BD">
        <w:t>ambition du vice et le ciel de la science sublime</w:t>
      </w:r>
      <w:r>
        <w:t>. »</w:t>
      </w:r>
    </w:p>
    <w:p w14:paraId="3BB126CE" w14:textId="77777777" w:rsidR="00E8465A" w:rsidRDefault="00E0544E" w:rsidP="00E0544E">
      <w:r w:rsidRPr="007818BD">
        <w:t xml:space="preserve">Tel était le caractère des fréquents entretiens que </w:t>
      </w:r>
      <w:proofErr w:type="spellStart"/>
      <w:r w:rsidRPr="007818BD">
        <w:t>Mejnour</w:t>
      </w:r>
      <w:proofErr w:type="spellEnd"/>
      <w:r w:rsidRPr="007818BD">
        <w:t xml:space="preserve"> avait avec son disciple</w:t>
      </w:r>
      <w:r w:rsidR="00E8465A">
        <w:t xml:space="preserve">, </w:t>
      </w:r>
      <w:r w:rsidRPr="007818BD">
        <w:t>entretiens qui</w:t>
      </w:r>
      <w:r w:rsidR="00E8465A">
        <w:t xml:space="preserve">, </w:t>
      </w:r>
      <w:r w:rsidRPr="007818BD">
        <w:t>s</w:t>
      </w:r>
      <w:r w:rsidR="00E8465A">
        <w:t>’</w:t>
      </w:r>
      <w:r w:rsidRPr="007818BD">
        <w:t>adressant en apparence à sa raison</w:t>
      </w:r>
      <w:r w:rsidR="00E8465A">
        <w:t xml:space="preserve">, </w:t>
      </w:r>
      <w:r w:rsidRPr="007818BD">
        <w:t>ne faisaient qu</w:t>
      </w:r>
      <w:r w:rsidR="00E8465A">
        <w:t>’</w:t>
      </w:r>
      <w:r w:rsidRPr="007818BD">
        <w:t>exalter son imagination</w:t>
      </w:r>
      <w:r w:rsidR="00E8465A">
        <w:t xml:space="preserve">. </w:t>
      </w:r>
      <w:r w:rsidRPr="007818BD">
        <w:t>C</w:t>
      </w:r>
      <w:r w:rsidR="00E8465A">
        <w:t>’</w:t>
      </w:r>
      <w:r w:rsidRPr="007818BD">
        <w:t>est le d</w:t>
      </w:r>
      <w:r w:rsidRPr="007818BD">
        <w:t>é</w:t>
      </w:r>
      <w:r w:rsidRPr="007818BD">
        <w:t>saveu de toute puissance que la nature convenablement étudiée ne suffisait pas à créer</w:t>
      </w:r>
      <w:r w:rsidR="00E8465A">
        <w:t xml:space="preserve">, </w:t>
      </w:r>
      <w:r w:rsidRPr="007818BD">
        <w:t xml:space="preserve">qui donnait un air de probabilité à celle que </w:t>
      </w:r>
      <w:proofErr w:type="spellStart"/>
      <w:r w:rsidRPr="007818BD">
        <w:t>Mejnour</w:t>
      </w:r>
      <w:proofErr w:type="spellEnd"/>
      <w:r w:rsidRPr="007818BD">
        <w:t xml:space="preserve"> défini</w:t>
      </w:r>
      <w:r w:rsidRPr="007818BD">
        <w:t>s</w:t>
      </w:r>
      <w:r w:rsidRPr="007818BD">
        <w:t>sait comme l</w:t>
      </w:r>
      <w:r w:rsidR="00E8465A">
        <w:t>’</w:t>
      </w:r>
      <w:r w:rsidRPr="007818BD">
        <w:t>apanage légitime et le don de la nature</w:t>
      </w:r>
      <w:r w:rsidR="00E8465A">
        <w:t>.</w:t>
      </w:r>
    </w:p>
    <w:p w14:paraId="79971FD8" w14:textId="77777777" w:rsidR="00E8465A" w:rsidRDefault="00E0544E" w:rsidP="00E0544E">
      <w:r w:rsidRPr="007818BD">
        <w:t>Ainsi se passèrent les jours et les semaines</w:t>
      </w:r>
      <w:r w:rsidR="00E8465A">
        <w:t xml:space="preserve">, </w:t>
      </w:r>
      <w:r w:rsidRPr="007818BD">
        <w:t>et l</w:t>
      </w:r>
      <w:r w:rsidR="00E8465A">
        <w:t>’</w:t>
      </w:r>
      <w:r w:rsidRPr="007818BD">
        <w:t xml:space="preserve">âme de </w:t>
      </w:r>
      <w:proofErr w:type="spellStart"/>
      <w:r w:rsidRPr="007818BD">
        <w:t>Glyndon</w:t>
      </w:r>
      <w:proofErr w:type="spellEnd"/>
      <w:r w:rsidR="00E8465A">
        <w:t xml:space="preserve">, </w:t>
      </w:r>
      <w:r w:rsidRPr="007818BD">
        <w:t>graduellement préparée à cette vie d</w:t>
      </w:r>
      <w:r w:rsidR="00E8465A">
        <w:t>’</w:t>
      </w:r>
      <w:r w:rsidRPr="007818BD">
        <w:t>isolement et de contemplation</w:t>
      </w:r>
      <w:r w:rsidR="00E8465A">
        <w:t xml:space="preserve">, </w:t>
      </w:r>
      <w:r w:rsidRPr="007818BD">
        <w:t>oublia à la fois les vanités et les chimères du monde extérieur</w:t>
      </w:r>
      <w:r w:rsidR="00E8465A">
        <w:t>.</w:t>
      </w:r>
    </w:p>
    <w:p w14:paraId="5E06B8EC" w14:textId="77777777" w:rsidR="00E8465A" w:rsidRDefault="00E0544E" w:rsidP="00E0544E">
      <w:r w:rsidRPr="007818BD">
        <w:t>Un jour</w:t>
      </w:r>
      <w:r w:rsidR="00E8465A">
        <w:t xml:space="preserve">, </w:t>
      </w:r>
      <w:r w:rsidRPr="007818BD">
        <w:t>il était demeuré seul et tard sur les remparts</w:t>
      </w:r>
      <w:r w:rsidR="00E8465A">
        <w:t xml:space="preserve">, </w:t>
      </w:r>
      <w:r w:rsidRPr="007818BD">
        <w:t>o</w:t>
      </w:r>
      <w:r w:rsidRPr="007818BD">
        <w:t>b</w:t>
      </w:r>
      <w:r w:rsidRPr="007818BD">
        <w:t>servant les étoiles et les regardant éclore une à une dans le cr</w:t>
      </w:r>
      <w:r w:rsidRPr="007818BD">
        <w:t>é</w:t>
      </w:r>
      <w:r w:rsidRPr="007818BD">
        <w:t>puscule</w:t>
      </w:r>
      <w:r w:rsidR="00E8465A">
        <w:t xml:space="preserve">. </w:t>
      </w:r>
      <w:r w:rsidRPr="007818BD">
        <w:t>Jamais il n</w:t>
      </w:r>
      <w:r w:rsidR="00E8465A">
        <w:t>’</w:t>
      </w:r>
      <w:r w:rsidRPr="007818BD">
        <w:t>avait si profondément senti la puissance immense que les cieux et la terre ont sur l</w:t>
      </w:r>
      <w:r w:rsidR="00E8465A">
        <w:t>’</w:t>
      </w:r>
      <w:r w:rsidRPr="007818BD">
        <w:t>homme</w:t>
      </w:r>
      <w:r w:rsidR="00E8465A">
        <w:t xml:space="preserve">, </w:t>
      </w:r>
      <w:r w:rsidRPr="007818BD">
        <w:t>et combien les ressorts de notre intelligence sont soumis aux influences s</w:t>
      </w:r>
      <w:r w:rsidRPr="007818BD">
        <w:t>o</w:t>
      </w:r>
      <w:r w:rsidRPr="007818BD">
        <w:t>lennelles de la nature</w:t>
      </w:r>
      <w:r w:rsidR="00E8465A">
        <w:t xml:space="preserve">. </w:t>
      </w:r>
      <w:r w:rsidRPr="007818BD">
        <w:t>Co</w:t>
      </w:r>
      <w:r w:rsidRPr="007818BD">
        <w:t>m</w:t>
      </w:r>
      <w:r w:rsidRPr="007818BD">
        <w:t xml:space="preserve">me un </w:t>
      </w:r>
      <w:r w:rsidRPr="007818BD">
        <w:rPr>
          <w:i/>
          <w:iCs/>
        </w:rPr>
        <w:t>sujet</w:t>
      </w:r>
      <w:r w:rsidRPr="007818BD">
        <w:t xml:space="preserve"> sur lequel on concentre graduellement les effluves magnétiques</w:t>
      </w:r>
      <w:r w:rsidR="00E8465A">
        <w:t xml:space="preserve">, </w:t>
      </w:r>
      <w:r w:rsidRPr="007818BD">
        <w:t>il reconnut dans son cœur la force croissante de ce magnétisme vaste et infini qui est la vie de la création</w:t>
      </w:r>
      <w:r w:rsidR="00E8465A">
        <w:t xml:space="preserve">, </w:t>
      </w:r>
      <w:r w:rsidRPr="007818BD">
        <w:t>et qui rattache l</w:t>
      </w:r>
      <w:r w:rsidR="00E8465A">
        <w:t>’</w:t>
      </w:r>
      <w:r w:rsidRPr="007818BD">
        <w:t>atome à l</w:t>
      </w:r>
      <w:r w:rsidR="00E8465A">
        <w:t>’</w:t>
      </w:r>
      <w:r w:rsidRPr="007818BD">
        <w:t>univers</w:t>
      </w:r>
      <w:r w:rsidR="00E8465A">
        <w:t xml:space="preserve">. </w:t>
      </w:r>
      <w:r w:rsidRPr="007818BD">
        <w:t>Un se</w:t>
      </w:r>
      <w:r w:rsidRPr="007818BD">
        <w:t>n</w:t>
      </w:r>
      <w:r w:rsidRPr="007818BD">
        <w:t>timent étrange et inefficace de puissance</w:t>
      </w:r>
      <w:r w:rsidR="00E8465A">
        <w:t xml:space="preserve">, </w:t>
      </w:r>
      <w:r w:rsidRPr="007818BD">
        <w:t>de l</w:t>
      </w:r>
      <w:r w:rsidR="00E8465A">
        <w:t>’</w:t>
      </w:r>
      <w:r w:rsidRPr="007818BD">
        <w:t>élément de gra</w:t>
      </w:r>
      <w:r w:rsidRPr="007818BD">
        <w:t>n</w:t>
      </w:r>
      <w:r w:rsidRPr="007818BD">
        <w:t>deur caché dans l</w:t>
      </w:r>
      <w:r w:rsidR="00E8465A">
        <w:t>’</w:t>
      </w:r>
      <w:r w:rsidRPr="007818BD">
        <w:t>argile périssable</w:t>
      </w:r>
      <w:r w:rsidR="00E8465A">
        <w:t xml:space="preserve">, </w:t>
      </w:r>
      <w:r w:rsidRPr="007818BD">
        <w:t>éveillait en lui des aspir</w:t>
      </w:r>
      <w:r w:rsidRPr="007818BD">
        <w:t>a</w:t>
      </w:r>
      <w:r w:rsidRPr="007818BD">
        <w:t>tions à la fois indistinctes et glorieuses</w:t>
      </w:r>
      <w:r w:rsidR="00E8465A">
        <w:t xml:space="preserve">, </w:t>
      </w:r>
      <w:r w:rsidRPr="007818BD">
        <w:t>comme le soupçon v</w:t>
      </w:r>
      <w:r w:rsidRPr="007818BD">
        <w:t>a</w:t>
      </w:r>
      <w:r w:rsidRPr="007818BD">
        <w:t>gue encore d</w:t>
      </w:r>
      <w:r w:rsidR="00E8465A">
        <w:t>’</w:t>
      </w:r>
      <w:r w:rsidRPr="007818BD">
        <w:t>une existence plus sainte et plus ancienne</w:t>
      </w:r>
      <w:r w:rsidR="00E8465A">
        <w:t xml:space="preserve">. </w:t>
      </w:r>
      <w:r w:rsidRPr="007818BD">
        <w:t>Une impulsion irrésistible le porta à aller tro</w:t>
      </w:r>
      <w:r w:rsidRPr="007818BD">
        <w:t>u</w:t>
      </w:r>
      <w:r w:rsidRPr="007818BD">
        <w:t>ver le Mystique</w:t>
      </w:r>
      <w:r w:rsidR="00E8465A">
        <w:t xml:space="preserve">. </w:t>
      </w:r>
      <w:r w:rsidRPr="007818BD">
        <w:t>À l</w:t>
      </w:r>
      <w:r w:rsidR="00E8465A">
        <w:t>’</w:t>
      </w:r>
      <w:r w:rsidRPr="007818BD">
        <w:t>heure même</w:t>
      </w:r>
      <w:r w:rsidR="00E8465A">
        <w:t xml:space="preserve">, </w:t>
      </w:r>
      <w:r w:rsidRPr="007818BD">
        <w:t xml:space="preserve">il voulait demander son initiation à ces mondes </w:t>
      </w:r>
      <w:proofErr w:type="spellStart"/>
      <w:r w:rsidRPr="007818BD">
        <w:t>au delà</w:t>
      </w:r>
      <w:proofErr w:type="spellEnd"/>
      <w:r w:rsidRPr="007818BD">
        <w:t xml:space="preserve"> de notre monde</w:t>
      </w:r>
      <w:r w:rsidR="00E8465A">
        <w:t xml:space="preserve">, </w:t>
      </w:r>
      <w:r w:rsidRPr="007818BD">
        <w:t>il se sentait prêt à respirer un air plus pur</w:t>
      </w:r>
      <w:r w:rsidR="00E8465A">
        <w:t xml:space="preserve">. </w:t>
      </w:r>
      <w:r w:rsidRPr="007818BD">
        <w:t xml:space="preserve">Il entra </w:t>
      </w:r>
      <w:r w:rsidRPr="007818BD">
        <w:lastRenderedPageBreak/>
        <w:t>dans le château</w:t>
      </w:r>
      <w:r w:rsidR="00E8465A">
        <w:t xml:space="preserve">, </w:t>
      </w:r>
      <w:r w:rsidRPr="007818BD">
        <w:t>et parcourut la galerie sombre et étoilée qui conduisait à l</w:t>
      </w:r>
      <w:r w:rsidR="00E8465A">
        <w:t>’</w:t>
      </w:r>
      <w:r w:rsidRPr="007818BD">
        <w:t xml:space="preserve">appartement de </w:t>
      </w:r>
      <w:proofErr w:type="spellStart"/>
      <w:r w:rsidRPr="007818BD">
        <w:t>Me</w:t>
      </w:r>
      <w:r w:rsidRPr="007818BD">
        <w:t>j</w:t>
      </w:r>
      <w:r w:rsidRPr="007818BD">
        <w:t>nour</w:t>
      </w:r>
      <w:proofErr w:type="spellEnd"/>
      <w:r w:rsidR="00E8465A">
        <w:t>.</w:t>
      </w:r>
    </w:p>
    <w:p w14:paraId="62D9E705" w14:textId="77777777" w:rsidR="00E8465A" w:rsidRDefault="00E0544E" w:rsidP="00E8465A">
      <w:pPr>
        <w:pStyle w:val="Titre2"/>
        <w:pageBreakBefore/>
      </w:pPr>
      <w:bookmarkStart w:id="44" w:name="_Toc199963093"/>
      <w:r w:rsidRPr="007818BD">
        <w:lastRenderedPageBreak/>
        <w:t>CHAPITRE</w:t>
      </w:r>
      <w:r w:rsidR="00E8465A">
        <w:t xml:space="preserve"> </w:t>
      </w:r>
      <w:r w:rsidRPr="007818BD">
        <w:t>III</w:t>
      </w:r>
      <w:r w:rsidR="00E8465A">
        <w:t>.</w:t>
      </w:r>
      <w:bookmarkEnd w:id="44"/>
    </w:p>
    <w:p w14:paraId="4BF7957A" w14:textId="77777777" w:rsidR="00E8465A" w:rsidRDefault="00E0544E" w:rsidP="00E0544E">
      <w:pPr>
        <w:pStyle w:val="NormalRetraitGauche4XIndent0"/>
        <w:spacing w:before="0" w:after="0"/>
        <w:rPr>
          <w:rStyle w:val="Taille-1Caracteres"/>
        </w:rPr>
      </w:pPr>
      <w:r w:rsidRPr="007818BD">
        <w:rPr>
          <w:rStyle w:val="Taille-1Caracteres"/>
        </w:rPr>
        <w:t>L</w:t>
      </w:r>
      <w:r w:rsidR="00E8465A">
        <w:rPr>
          <w:rStyle w:val="Taille-1Caracteres"/>
        </w:rPr>
        <w:t>’</w:t>
      </w:r>
      <w:r w:rsidRPr="007818BD">
        <w:rPr>
          <w:rStyle w:val="Taille-1Caracteres"/>
        </w:rPr>
        <w:t>homme est l</w:t>
      </w:r>
      <w:r w:rsidR="00E8465A">
        <w:rPr>
          <w:rStyle w:val="Taille-1Caracteres"/>
        </w:rPr>
        <w:t>’</w:t>
      </w:r>
      <w:r w:rsidRPr="007818BD">
        <w:rPr>
          <w:rStyle w:val="Taille-1Caracteres"/>
        </w:rPr>
        <w:t>œil des choses</w:t>
      </w:r>
      <w:r w:rsidR="00E8465A">
        <w:rPr>
          <w:rStyle w:val="Taille-1Caracteres"/>
        </w:rPr>
        <w:t>. – (</w:t>
      </w:r>
      <w:proofErr w:type="spellStart"/>
      <w:r w:rsidRPr="007818BD">
        <w:rPr>
          <w:rStyle w:val="Taille-1Caracteres"/>
        </w:rPr>
        <w:t>EDRYPH</w:t>
      </w:r>
      <w:proofErr w:type="spellEnd"/>
      <w:r w:rsidR="00E8465A">
        <w:rPr>
          <w:rStyle w:val="Taille-1Caracteres"/>
        </w:rPr>
        <w:t xml:space="preserve">, </w:t>
      </w:r>
      <w:r w:rsidRPr="000009E5">
        <w:rPr>
          <w:rStyle w:val="Taille-1Caracteres"/>
          <w:i/>
        </w:rPr>
        <w:t>De la Vie humaine</w:t>
      </w:r>
      <w:r w:rsidR="00E8465A">
        <w:rPr>
          <w:rStyle w:val="Taille-1Caracteres"/>
        </w:rPr>
        <w:t>).</w:t>
      </w:r>
    </w:p>
    <w:p w14:paraId="2C29E0B5" w14:textId="716AE856" w:rsidR="00E8465A" w:rsidRDefault="00E0544E" w:rsidP="00E0544E">
      <w:pPr>
        <w:pStyle w:val="NormalRetraitGauche4XIndent0"/>
        <w:spacing w:before="0" w:after="0"/>
        <w:rPr>
          <w:rStyle w:val="Taille-1Caracteres"/>
        </w:rPr>
      </w:pPr>
      <w:r w:rsidRPr="007818BD">
        <w:rPr>
          <w:rStyle w:val="Taille-1Caracteres"/>
        </w:rPr>
        <w:t>Il existe donc une certaine puissance ext</w:t>
      </w:r>
      <w:r w:rsidRPr="007818BD">
        <w:rPr>
          <w:rStyle w:val="Taille-1Caracteres"/>
        </w:rPr>
        <w:t>a</w:t>
      </w:r>
      <w:r w:rsidRPr="007818BD">
        <w:rPr>
          <w:rStyle w:val="Taille-1Caracteres"/>
        </w:rPr>
        <w:t>tique qui</w:t>
      </w:r>
      <w:r w:rsidR="00E8465A">
        <w:rPr>
          <w:rStyle w:val="Taille-1Caracteres"/>
        </w:rPr>
        <w:t xml:space="preserve">, </w:t>
      </w:r>
      <w:r w:rsidRPr="007818BD">
        <w:rPr>
          <w:rStyle w:val="Taille-1Caracteres"/>
        </w:rPr>
        <w:t>une fois éveillée et excitée par un désir ardent et une imagination forte</w:t>
      </w:r>
      <w:r w:rsidR="00E8465A">
        <w:rPr>
          <w:rStyle w:val="Taille-1Caracteres"/>
        </w:rPr>
        <w:t xml:space="preserve">, </w:t>
      </w:r>
      <w:r w:rsidRPr="007818BD">
        <w:rPr>
          <w:rStyle w:val="Taille-1Caracteres"/>
        </w:rPr>
        <w:t>est capable de conduire l</w:t>
      </w:r>
      <w:r w:rsidR="00E8465A">
        <w:rPr>
          <w:rStyle w:val="Taille-1Caracteres"/>
        </w:rPr>
        <w:t>’</w:t>
      </w:r>
      <w:r w:rsidRPr="007818BD">
        <w:rPr>
          <w:rStyle w:val="Taille-1Caracteres"/>
        </w:rPr>
        <w:t>esprit le moins recueilli vers un objet absent o</w:t>
      </w:r>
      <w:r>
        <w:rPr>
          <w:rStyle w:val="Taille-1Caracteres"/>
        </w:rPr>
        <w:t>u</w:t>
      </w:r>
      <w:r w:rsidRPr="007818BD">
        <w:rPr>
          <w:rStyle w:val="Taille-1Caracteres"/>
        </w:rPr>
        <w:t xml:space="preserve"> éloigné</w:t>
      </w:r>
      <w:r w:rsidR="00E8465A">
        <w:rPr>
          <w:rStyle w:val="Taille-1Caracteres"/>
        </w:rPr>
        <w:t>. (</w:t>
      </w:r>
      <w:r w:rsidRPr="007818BD">
        <w:rPr>
          <w:rStyle w:val="Taille-1Caracteres"/>
        </w:rPr>
        <w:t>VON HELMONT</w:t>
      </w:r>
      <w:r w:rsidR="00E8465A">
        <w:rPr>
          <w:rStyle w:val="Taille-1Caracteres"/>
        </w:rPr>
        <w:t>.)</w:t>
      </w:r>
    </w:p>
    <w:p w14:paraId="1E3EF523" w14:textId="77777777" w:rsidR="00E8465A" w:rsidRDefault="00E0544E" w:rsidP="00E0544E">
      <w:r w:rsidRPr="007818BD">
        <w:t>L</w:t>
      </w:r>
      <w:r w:rsidR="00E8465A">
        <w:t>’</w:t>
      </w:r>
      <w:r w:rsidRPr="007818BD">
        <w:t>appartement du maître consistait en deux chambres qui se communiquaient</w:t>
      </w:r>
      <w:r w:rsidR="00E8465A">
        <w:t xml:space="preserve">, </w:t>
      </w:r>
      <w:r w:rsidRPr="007818BD">
        <w:t>et une troisième où il couchait</w:t>
      </w:r>
      <w:r w:rsidR="00E8465A">
        <w:t xml:space="preserve">. </w:t>
      </w:r>
      <w:r w:rsidRPr="007818BD">
        <w:t>Il était tout entier situé dans une tour carrée et massive</w:t>
      </w:r>
      <w:r w:rsidR="00E8465A">
        <w:t xml:space="preserve">, </w:t>
      </w:r>
      <w:r w:rsidRPr="007818BD">
        <w:t>qui dominait le précipice sombre et couvert de buissons</w:t>
      </w:r>
      <w:r w:rsidR="00E8465A">
        <w:t xml:space="preserve">. </w:t>
      </w:r>
      <w:r w:rsidRPr="007818BD">
        <w:t>La première chambre où p</w:t>
      </w:r>
      <w:r w:rsidRPr="007818BD">
        <w:t>é</w:t>
      </w:r>
      <w:r w:rsidRPr="007818BD">
        <w:t xml:space="preserve">nétra </w:t>
      </w:r>
      <w:proofErr w:type="spellStart"/>
      <w:r w:rsidRPr="007818BD">
        <w:t>Glyndon</w:t>
      </w:r>
      <w:proofErr w:type="spellEnd"/>
      <w:r w:rsidRPr="007818BD">
        <w:t xml:space="preserve"> était vide</w:t>
      </w:r>
      <w:r w:rsidR="00E8465A">
        <w:t xml:space="preserve">. </w:t>
      </w:r>
      <w:r w:rsidRPr="007818BD">
        <w:t>D</w:t>
      </w:r>
      <w:r w:rsidR="00E8465A">
        <w:t>’</w:t>
      </w:r>
      <w:r w:rsidRPr="007818BD">
        <w:t>un pas silencieux il s</w:t>
      </w:r>
      <w:r w:rsidR="00E8465A">
        <w:t>’</w:t>
      </w:r>
      <w:r w:rsidRPr="007818BD">
        <w:t>avança et ouvrit la porte qui condu</w:t>
      </w:r>
      <w:r w:rsidRPr="007818BD">
        <w:t>i</w:t>
      </w:r>
      <w:r w:rsidRPr="007818BD">
        <w:t>sait à la seconde</w:t>
      </w:r>
      <w:r w:rsidR="00E8465A">
        <w:t xml:space="preserve">. </w:t>
      </w:r>
      <w:r w:rsidRPr="007818BD">
        <w:t>Il recula sur le seuil</w:t>
      </w:r>
      <w:r w:rsidR="00E8465A">
        <w:t xml:space="preserve">, </w:t>
      </w:r>
      <w:r w:rsidRPr="007818BD">
        <w:t>accablé d</w:t>
      </w:r>
      <w:r w:rsidR="00E8465A">
        <w:t>’</w:t>
      </w:r>
      <w:r w:rsidRPr="007818BD">
        <w:t>une odeur pénétrante qui remplissait la pièce</w:t>
      </w:r>
      <w:r w:rsidR="00E8465A">
        <w:t xml:space="preserve"> ; </w:t>
      </w:r>
      <w:r w:rsidRPr="007818BD">
        <w:t>une espèce de brouillard épaississait l</w:t>
      </w:r>
      <w:r w:rsidR="00E8465A">
        <w:t>’</w:t>
      </w:r>
      <w:r w:rsidRPr="007818BD">
        <w:t>air sans l</w:t>
      </w:r>
      <w:r w:rsidR="00E8465A">
        <w:t>’</w:t>
      </w:r>
      <w:r w:rsidRPr="007818BD">
        <w:t>obscurcir</w:t>
      </w:r>
      <w:r w:rsidR="00E8465A">
        <w:t xml:space="preserve">, </w:t>
      </w:r>
      <w:r w:rsidRPr="007818BD">
        <w:t>car cette vapeur n</w:t>
      </w:r>
      <w:r w:rsidR="00E8465A">
        <w:t>’</w:t>
      </w:r>
      <w:r w:rsidRPr="007818BD">
        <w:t>était pas</w:t>
      </w:r>
      <w:r w:rsidR="00E8465A">
        <w:t>-</w:t>
      </w:r>
      <w:r w:rsidRPr="007818BD">
        <w:t>sombre</w:t>
      </w:r>
      <w:r w:rsidR="00E8465A">
        <w:t xml:space="preserve">, </w:t>
      </w:r>
      <w:r w:rsidRPr="007818BD">
        <w:t>elle ressemblait à un nuage de neige qui s</w:t>
      </w:r>
      <w:r w:rsidR="00E8465A">
        <w:t>’</w:t>
      </w:r>
      <w:r w:rsidRPr="007818BD">
        <w:t>avance lentement</w:t>
      </w:r>
      <w:r w:rsidR="00E8465A">
        <w:t xml:space="preserve">, </w:t>
      </w:r>
      <w:r w:rsidRPr="007818BD">
        <w:t>par lourdes et régulières ondulations</w:t>
      </w:r>
      <w:r w:rsidR="00E8465A">
        <w:t xml:space="preserve">, </w:t>
      </w:r>
      <w:r w:rsidRPr="007818BD">
        <w:t>à travers l</w:t>
      </w:r>
      <w:r w:rsidR="00E8465A">
        <w:t>’</w:t>
      </w:r>
      <w:r w:rsidRPr="007818BD">
        <w:t>espace</w:t>
      </w:r>
      <w:r w:rsidR="00E8465A">
        <w:t xml:space="preserve">. </w:t>
      </w:r>
      <w:r w:rsidRPr="007818BD">
        <w:t>Un froid mortel transit le cœur de l</w:t>
      </w:r>
      <w:r w:rsidR="00E8465A">
        <w:t>’</w:t>
      </w:r>
      <w:r w:rsidRPr="007818BD">
        <w:t>Anglais</w:t>
      </w:r>
      <w:r w:rsidR="00E8465A">
        <w:t xml:space="preserve">, </w:t>
      </w:r>
      <w:r w:rsidRPr="007818BD">
        <w:t>et son sang se glaça</w:t>
      </w:r>
      <w:r w:rsidR="00E8465A">
        <w:t xml:space="preserve">. </w:t>
      </w:r>
      <w:r w:rsidRPr="007818BD">
        <w:t>Il demeura immobile</w:t>
      </w:r>
      <w:r w:rsidR="00E8465A">
        <w:t xml:space="preserve"> ; </w:t>
      </w:r>
      <w:r w:rsidRPr="007818BD">
        <w:t>ses yeux cherchèrent inv</w:t>
      </w:r>
      <w:r w:rsidRPr="007818BD">
        <w:t>o</w:t>
      </w:r>
      <w:r w:rsidRPr="007818BD">
        <w:t>lontairement à percer la vapeur</w:t>
      </w:r>
      <w:r w:rsidR="00E8465A">
        <w:t xml:space="preserve">, </w:t>
      </w:r>
      <w:r w:rsidRPr="007818BD">
        <w:t>et il s</w:t>
      </w:r>
      <w:r w:rsidR="00E8465A">
        <w:t>’</w:t>
      </w:r>
      <w:r w:rsidRPr="007818BD">
        <w:t>imagina</w:t>
      </w:r>
      <w:r w:rsidR="00E8465A">
        <w:t xml:space="preserve"> (</w:t>
      </w:r>
      <w:r w:rsidRPr="007818BD">
        <w:t>car il n</w:t>
      </w:r>
      <w:r w:rsidR="00E8465A">
        <w:t>’</w:t>
      </w:r>
      <w:r w:rsidRPr="007818BD">
        <w:t>était pas sûr que ce ne fût une illusion</w:t>
      </w:r>
      <w:r w:rsidR="00E8465A">
        <w:t xml:space="preserve">) </w:t>
      </w:r>
      <w:r w:rsidRPr="007818BD">
        <w:t>voir des formes vagues</w:t>
      </w:r>
      <w:r w:rsidR="00E8465A">
        <w:t xml:space="preserve">, </w:t>
      </w:r>
      <w:r w:rsidRPr="007818BD">
        <w:t>fa</w:t>
      </w:r>
      <w:r w:rsidRPr="007818BD">
        <w:t>n</w:t>
      </w:r>
      <w:r w:rsidRPr="007818BD">
        <w:t>tastiques mais colossales</w:t>
      </w:r>
      <w:r w:rsidR="00E8465A">
        <w:t xml:space="preserve">, </w:t>
      </w:r>
      <w:r w:rsidRPr="007818BD">
        <w:t>flotter à travers le brouillard</w:t>
      </w:r>
      <w:r w:rsidR="00E8465A">
        <w:t xml:space="preserve"> ; </w:t>
      </w:r>
      <w:r w:rsidRPr="007818BD">
        <w:t>ou n</w:t>
      </w:r>
      <w:r w:rsidR="00E8465A">
        <w:t>’</w:t>
      </w:r>
      <w:r w:rsidRPr="007818BD">
        <w:t>était-ce pas plutôt le brouillard lui-même</w:t>
      </w:r>
      <w:r w:rsidR="00E8465A">
        <w:t xml:space="preserve">, </w:t>
      </w:r>
      <w:r w:rsidRPr="007818BD">
        <w:t>dont les vapeurs prenaient ainsi la forme d</w:t>
      </w:r>
      <w:r w:rsidR="00E8465A">
        <w:t>’</w:t>
      </w:r>
      <w:r w:rsidRPr="007818BD">
        <w:t>apparitions mobiles</w:t>
      </w:r>
      <w:r w:rsidR="00E8465A">
        <w:t xml:space="preserve">, </w:t>
      </w:r>
      <w:r w:rsidRPr="007818BD">
        <w:t>impalpables</w:t>
      </w:r>
      <w:r w:rsidR="00E8465A">
        <w:t xml:space="preserve">, </w:t>
      </w:r>
      <w:r w:rsidRPr="007818BD">
        <w:t>i</w:t>
      </w:r>
      <w:r w:rsidRPr="007818BD">
        <w:t>n</w:t>
      </w:r>
      <w:r w:rsidRPr="007818BD">
        <w:t>corporelles</w:t>
      </w:r>
      <w:r w:rsidR="00E8465A">
        <w:t xml:space="preserve"> ? </w:t>
      </w:r>
      <w:r w:rsidRPr="007818BD">
        <w:t>On dit qu</w:t>
      </w:r>
      <w:r w:rsidR="00E8465A">
        <w:t>’</w:t>
      </w:r>
      <w:r w:rsidRPr="007818BD">
        <w:t>un grand peintre de l</w:t>
      </w:r>
      <w:r w:rsidR="00E8465A">
        <w:t>’</w:t>
      </w:r>
      <w:r w:rsidRPr="007818BD">
        <w:t>antiquité</w:t>
      </w:r>
      <w:r w:rsidR="00E8465A">
        <w:t xml:space="preserve">, </w:t>
      </w:r>
      <w:r w:rsidRPr="007818BD">
        <w:t>dans un tableau du Tartare</w:t>
      </w:r>
      <w:r w:rsidR="00E8465A">
        <w:t xml:space="preserve">, </w:t>
      </w:r>
      <w:r w:rsidRPr="007818BD">
        <w:t>représenta les monstres qui pe</w:t>
      </w:r>
      <w:r w:rsidRPr="007818BD">
        <w:t>u</w:t>
      </w:r>
      <w:r w:rsidRPr="007818BD">
        <w:t>plent le fleuve infernal d</w:t>
      </w:r>
      <w:r w:rsidR="00E8465A">
        <w:t>’</w:t>
      </w:r>
      <w:r w:rsidRPr="007818BD">
        <w:t>une manière si habile</w:t>
      </w:r>
      <w:r w:rsidR="00E8465A">
        <w:t xml:space="preserve">, </w:t>
      </w:r>
      <w:r w:rsidRPr="007818BD">
        <w:t>que l</w:t>
      </w:r>
      <w:r w:rsidR="00E8465A">
        <w:t>’</w:t>
      </w:r>
      <w:r w:rsidRPr="007818BD">
        <w:t>œil voyait tout d</w:t>
      </w:r>
      <w:r w:rsidR="00E8465A">
        <w:t>’</w:t>
      </w:r>
      <w:r w:rsidRPr="007818BD">
        <w:t>abord que le fleuve était un spectre et que les êtres qui l</w:t>
      </w:r>
      <w:r w:rsidR="00E8465A">
        <w:t>’</w:t>
      </w:r>
      <w:r w:rsidRPr="007818BD">
        <w:t>habitaient étaient sans vie</w:t>
      </w:r>
      <w:r w:rsidR="00E8465A">
        <w:t xml:space="preserve">, </w:t>
      </w:r>
      <w:r w:rsidRPr="007818BD">
        <w:t xml:space="preserve">leurs formes se confondant avec les eaux dormantes </w:t>
      </w:r>
      <w:r w:rsidRPr="007818BD">
        <w:lastRenderedPageBreak/>
        <w:t>et mortes</w:t>
      </w:r>
      <w:r w:rsidR="00E8465A">
        <w:t xml:space="preserve">, </w:t>
      </w:r>
      <w:r w:rsidRPr="007818BD">
        <w:t>jusqu</w:t>
      </w:r>
      <w:r w:rsidR="00E8465A">
        <w:t>’</w:t>
      </w:r>
      <w:r w:rsidRPr="007818BD">
        <w:t>à ce que l</w:t>
      </w:r>
      <w:r w:rsidR="00E8465A">
        <w:t>’</w:t>
      </w:r>
      <w:r w:rsidRPr="007818BD">
        <w:t>œil</w:t>
      </w:r>
      <w:r w:rsidR="00E8465A">
        <w:t xml:space="preserve">, </w:t>
      </w:r>
      <w:r w:rsidRPr="007818BD">
        <w:t>à force de rega</w:t>
      </w:r>
      <w:r w:rsidRPr="007818BD">
        <w:t>r</w:t>
      </w:r>
      <w:r w:rsidRPr="007818BD">
        <w:t>der</w:t>
      </w:r>
      <w:r w:rsidR="00E8465A">
        <w:t xml:space="preserve">, </w:t>
      </w:r>
      <w:r w:rsidRPr="007818BD">
        <w:t>finît par ne plus les distinguer de l</w:t>
      </w:r>
      <w:r w:rsidR="00E8465A">
        <w:t>’</w:t>
      </w:r>
      <w:r w:rsidRPr="007818BD">
        <w:t>élément qu</w:t>
      </w:r>
      <w:r w:rsidR="00E8465A">
        <w:t>’</w:t>
      </w:r>
      <w:r w:rsidRPr="007818BD">
        <w:t>elles étaient supposées habiter</w:t>
      </w:r>
      <w:r w:rsidR="00E8465A">
        <w:t xml:space="preserve">. </w:t>
      </w:r>
      <w:r w:rsidRPr="007818BD">
        <w:t>Telles étaient les lignes flottantes qui ro</w:t>
      </w:r>
      <w:r w:rsidRPr="007818BD">
        <w:t>u</w:t>
      </w:r>
      <w:r w:rsidRPr="007818BD">
        <w:t>laient et se mouvaient à travers cette brume mystérieuse</w:t>
      </w:r>
      <w:r w:rsidR="00E8465A">
        <w:t xml:space="preserve"> ; </w:t>
      </w:r>
      <w:r w:rsidRPr="007818BD">
        <w:t>mais</w:t>
      </w:r>
      <w:r w:rsidR="00E8465A">
        <w:t xml:space="preserve">, </w:t>
      </w:r>
      <w:r w:rsidRPr="007818BD">
        <w:t xml:space="preserve">avant que </w:t>
      </w:r>
      <w:proofErr w:type="spellStart"/>
      <w:r w:rsidRPr="007818BD">
        <w:t>Glyndon</w:t>
      </w:r>
      <w:proofErr w:type="spellEnd"/>
      <w:r w:rsidRPr="007818BD">
        <w:t xml:space="preserve"> eût eu le temps de respirer dans cette a</w:t>
      </w:r>
      <w:r w:rsidRPr="007818BD">
        <w:t>t</w:t>
      </w:r>
      <w:r w:rsidRPr="007818BD">
        <w:t>mosphère</w:t>
      </w:r>
      <w:r w:rsidR="00E8465A">
        <w:t xml:space="preserve">, </w:t>
      </w:r>
      <w:r w:rsidRPr="007818BD">
        <w:t>car sa vie même semblait suspendue ou changée en une léthargie horr</w:t>
      </w:r>
      <w:r w:rsidRPr="007818BD">
        <w:t>i</w:t>
      </w:r>
      <w:r w:rsidRPr="007818BD">
        <w:t>ble</w:t>
      </w:r>
      <w:r w:rsidR="00E8465A">
        <w:t xml:space="preserve">, </w:t>
      </w:r>
      <w:r w:rsidRPr="007818BD">
        <w:t>il se sentit saisir par la main et entraîner hors de la chambre</w:t>
      </w:r>
      <w:r w:rsidR="00E8465A">
        <w:t xml:space="preserve">. </w:t>
      </w:r>
      <w:r w:rsidRPr="007818BD">
        <w:t>Il entendit fermer la porte</w:t>
      </w:r>
      <w:r w:rsidR="00E8465A">
        <w:t xml:space="preserve">, </w:t>
      </w:r>
      <w:r w:rsidRPr="007818BD">
        <w:t>son sang circula de nouveau dans ses veines</w:t>
      </w:r>
      <w:r w:rsidR="00E8465A">
        <w:t xml:space="preserve">, </w:t>
      </w:r>
      <w:r w:rsidRPr="007818BD">
        <w:t xml:space="preserve">il vit </w:t>
      </w:r>
      <w:proofErr w:type="spellStart"/>
      <w:r w:rsidRPr="007818BD">
        <w:t>Mejnour</w:t>
      </w:r>
      <w:proofErr w:type="spellEnd"/>
      <w:r w:rsidRPr="007818BD">
        <w:t xml:space="preserve"> auprès de lui</w:t>
      </w:r>
      <w:r w:rsidR="00E8465A">
        <w:t xml:space="preserve">. </w:t>
      </w:r>
      <w:r w:rsidRPr="007818BD">
        <w:t>Des spasmes violents agitèrent alors tout son être</w:t>
      </w:r>
      <w:r w:rsidR="00E8465A">
        <w:t xml:space="preserve"> ; </w:t>
      </w:r>
      <w:r w:rsidRPr="007818BD">
        <w:t>il tomba à terre sans connaissa</w:t>
      </w:r>
      <w:r w:rsidRPr="007818BD">
        <w:t>n</w:t>
      </w:r>
      <w:r w:rsidRPr="007818BD">
        <w:t>ce</w:t>
      </w:r>
      <w:r w:rsidR="00E8465A">
        <w:t xml:space="preserve">. </w:t>
      </w:r>
      <w:r w:rsidRPr="007818BD">
        <w:t>Quand il revint à lui</w:t>
      </w:r>
      <w:r w:rsidR="00E8465A">
        <w:t xml:space="preserve">, </w:t>
      </w:r>
      <w:r w:rsidRPr="007818BD">
        <w:t>il se trouva en plein air sur un balcon grossier de pierre qui faisait saillie</w:t>
      </w:r>
      <w:r w:rsidR="00E8465A">
        <w:t xml:space="preserve"> : </w:t>
      </w:r>
      <w:r w:rsidRPr="007818BD">
        <w:t>les étoiles versaient leur lumière sereine sur l</w:t>
      </w:r>
      <w:r w:rsidR="00E8465A">
        <w:t>’</w:t>
      </w:r>
      <w:r w:rsidRPr="007818BD">
        <w:t>abîme et sur le visage du mystique</w:t>
      </w:r>
      <w:r w:rsidR="00E8465A">
        <w:t xml:space="preserve">, </w:t>
      </w:r>
      <w:r w:rsidRPr="007818BD">
        <w:t>qui se tenait debout auprès de lui les bras croisés</w:t>
      </w:r>
      <w:r w:rsidR="00E8465A">
        <w:t>.</w:t>
      </w:r>
    </w:p>
    <w:p w14:paraId="1FDA3037" w14:textId="77777777" w:rsidR="00E8465A" w:rsidRDefault="00E8465A" w:rsidP="00E0544E">
      <w:r>
        <w:t>« </w:t>
      </w:r>
      <w:r w:rsidR="00E0544E" w:rsidRPr="007818BD">
        <w:t>Jeune homme</w:t>
      </w:r>
      <w:r>
        <w:t xml:space="preserve">, </w:t>
      </w:r>
      <w:r w:rsidR="00E0544E" w:rsidRPr="007818BD">
        <w:t xml:space="preserve">dit </w:t>
      </w:r>
      <w:proofErr w:type="spellStart"/>
      <w:r w:rsidR="00E0544E" w:rsidRPr="007818BD">
        <w:t>Mejnour</w:t>
      </w:r>
      <w:proofErr w:type="spellEnd"/>
      <w:r>
        <w:t xml:space="preserve">, </w:t>
      </w:r>
      <w:r w:rsidR="00E0544E" w:rsidRPr="007818BD">
        <w:t>jugez par ce que vous venez d</w:t>
      </w:r>
      <w:r>
        <w:t>’</w:t>
      </w:r>
      <w:r w:rsidR="00E0544E" w:rsidRPr="007818BD">
        <w:t>éprouver combien il est dangereux de chercher la science avant d</w:t>
      </w:r>
      <w:r>
        <w:t>’</w:t>
      </w:r>
      <w:r w:rsidR="00E0544E" w:rsidRPr="007818BD">
        <w:t>être préparé à la recevoir</w:t>
      </w:r>
      <w:r>
        <w:t xml:space="preserve">. </w:t>
      </w:r>
      <w:r w:rsidR="00E0544E" w:rsidRPr="007818BD">
        <w:t>Un moment de plus dans l</w:t>
      </w:r>
      <w:r>
        <w:t>’</w:t>
      </w:r>
      <w:r w:rsidR="00E0544E" w:rsidRPr="007818BD">
        <w:t>air de cette chambre</w:t>
      </w:r>
      <w:r>
        <w:t xml:space="preserve">, </w:t>
      </w:r>
      <w:r w:rsidR="00E0544E" w:rsidRPr="007818BD">
        <w:t>et vous n</w:t>
      </w:r>
      <w:r>
        <w:t>’</w:t>
      </w:r>
      <w:r w:rsidR="00E0544E" w:rsidRPr="007818BD">
        <w:t>étiez qu</w:t>
      </w:r>
      <w:r>
        <w:t>’</w:t>
      </w:r>
      <w:r w:rsidR="00E0544E" w:rsidRPr="007818BD">
        <w:t>un cadavre</w:t>
      </w:r>
      <w:r>
        <w:t>.</w:t>
      </w:r>
    </w:p>
    <w:p w14:paraId="50723EB7" w14:textId="704EF356" w:rsidR="00E0544E" w:rsidRPr="007818BD" w:rsidRDefault="00E8465A" w:rsidP="00E0544E">
      <w:r>
        <w:t>— </w:t>
      </w:r>
      <w:r w:rsidR="00E0544E" w:rsidRPr="007818BD">
        <w:t>De quelle nature était donc la science que vous-même</w:t>
      </w:r>
      <w:r>
        <w:t xml:space="preserve">, </w:t>
      </w:r>
      <w:r w:rsidR="00E0544E" w:rsidRPr="007818BD">
        <w:t>autrefois mortel comme moi</w:t>
      </w:r>
      <w:r>
        <w:t xml:space="preserve">, </w:t>
      </w:r>
      <w:r w:rsidR="00E0544E" w:rsidRPr="007818BD">
        <w:t>pouviez en toute sécurité chercher dans cette atmosphère glacée et que je ne puis respirer sans mourir</w:t>
      </w:r>
      <w:r>
        <w:t xml:space="preserve"> ? </w:t>
      </w:r>
      <w:proofErr w:type="spellStart"/>
      <w:r w:rsidR="00E0544E" w:rsidRPr="007818BD">
        <w:t>Mejnour</w:t>
      </w:r>
      <w:proofErr w:type="spellEnd"/>
      <w:r>
        <w:t xml:space="preserve">, </w:t>
      </w:r>
      <w:r w:rsidR="00E0544E" w:rsidRPr="007818BD">
        <w:t xml:space="preserve">poursuivit </w:t>
      </w:r>
      <w:proofErr w:type="spellStart"/>
      <w:r w:rsidR="00E0544E" w:rsidRPr="007818BD">
        <w:t>Glyndon</w:t>
      </w:r>
      <w:proofErr w:type="spellEnd"/>
      <w:r>
        <w:t xml:space="preserve"> (</w:t>
      </w:r>
      <w:r w:rsidR="00E0544E" w:rsidRPr="007818BD">
        <w:t>et son désir ardent</w:t>
      </w:r>
      <w:r>
        <w:t xml:space="preserve">, </w:t>
      </w:r>
      <w:r w:rsidR="00E0544E" w:rsidRPr="007818BD">
        <w:t>st</w:t>
      </w:r>
      <w:r w:rsidR="00E0544E" w:rsidRPr="007818BD">
        <w:t>i</w:t>
      </w:r>
      <w:r w:rsidR="00E0544E" w:rsidRPr="007818BD">
        <w:t>mulé par le péril qu</w:t>
      </w:r>
      <w:r>
        <w:t>’</w:t>
      </w:r>
      <w:r w:rsidR="00E0544E" w:rsidRPr="007818BD">
        <w:t>il venait de courir</w:t>
      </w:r>
      <w:r>
        <w:t xml:space="preserve">, </w:t>
      </w:r>
      <w:r w:rsidR="00E0544E" w:rsidRPr="007818BD">
        <w:t>l</w:t>
      </w:r>
      <w:r>
        <w:t>’</w:t>
      </w:r>
      <w:r w:rsidR="00E0544E" w:rsidRPr="007818BD">
        <w:t>animait et l</w:t>
      </w:r>
      <w:r>
        <w:t>’</w:t>
      </w:r>
      <w:r w:rsidR="00E0544E" w:rsidRPr="007818BD">
        <w:t>enhardissait encore</w:t>
      </w:r>
      <w:r>
        <w:t xml:space="preserve">), </w:t>
      </w:r>
      <w:proofErr w:type="spellStart"/>
      <w:r w:rsidR="00E0544E" w:rsidRPr="007818BD">
        <w:t>Mejnour</w:t>
      </w:r>
      <w:proofErr w:type="spellEnd"/>
      <w:r>
        <w:t xml:space="preserve">, </w:t>
      </w:r>
      <w:r w:rsidR="00E0544E" w:rsidRPr="007818BD">
        <w:t>je suis pr</w:t>
      </w:r>
      <w:r w:rsidR="00E0544E" w:rsidRPr="007818BD">
        <w:t>é</w:t>
      </w:r>
      <w:r w:rsidR="00E0544E" w:rsidRPr="007818BD">
        <w:t>paré au moins à faire les premiers pas</w:t>
      </w:r>
      <w:r>
        <w:t xml:space="preserve">. </w:t>
      </w:r>
      <w:r w:rsidR="00E0544E" w:rsidRPr="007818BD">
        <w:t>Je viens à vous comme venait jadis le disciple à l</w:t>
      </w:r>
      <w:r>
        <w:t>’</w:t>
      </w:r>
      <w:r w:rsidR="00E0544E" w:rsidRPr="007818BD">
        <w:t>hiérophante</w:t>
      </w:r>
      <w:r>
        <w:t xml:space="preserve">, </w:t>
      </w:r>
      <w:r w:rsidR="00E0544E" w:rsidRPr="007818BD">
        <w:t>et je vous demande l</w:t>
      </w:r>
      <w:r>
        <w:t>’</w:t>
      </w:r>
      <w:r w:rsidR="00E0544E" w:rsidRPr="007818BD">
        <w:t>initiation</w:t>
      </w:r>
      <w:r>
        <w:t>. »</w:t>
      </w:r>
    </w:p>
    <w:p w14:paraId="79B1E3F6" w14:textId="77777777" w:rsidR="00E8465A" w:rsidRDefault="00E0544E" w:rsidP="00E0544E">
      <w:proofErr w:type="spellStart"/>
      <w:r w:rsidRPr="007818BD">
        <w:t>Mejnour</w:t>
      </w:r>
      <w:proofErr w:type="spellEnd"/>
      <w:r w:rsidRPr="007818BD">
        <w:t xml:space="preserve"> posa la main sur le cœur du jeune homme</w:t>
      </w:r>
      <w:r w:rsidR="00E8465A">
        <w:t xml:space="preserve"> ; </w:t>
      </w:r>
      <w:r w:rsidRPr="007818BD">
        <w:t>il ba</w:t>
      </w:r>
      <w:r w:rsidRPr="007818BD">
        <w:t>t</w:t>
      </w:r>
      <w:r w:rsidRPr="007818BD">
        <w:t>tait violemment</w:t>
      </w:r>
      <w:r w:rsidR="00E8465A">
        <w:t xml:space="preserve">, </w:t>
      </w:r>
      <w:r w:rsidRPr="007818BD">
        <w:t>régulièrement</w:t>
      </w:r>
      <w:r w:rsidR="00E8465A">
        <w:t xml:space="preserve">, </w:t>
      </w:r>
      <w:r w:rsidRPr="007818BD">
        <w:t>hardiment</w:t>
      </w:r>
      <w:r w:rsidR="00E8465A">
        <w:t xml:space="preserve">. </w:t>
      </w:r>
      <w:r w:rsidRPr="007818BD">
        <w:t>Il le regarda avec une expression presque d</w:t>
      </w:r>
      <w:r w:rsidR="00E8465A">
        <w:t>’</w:t>
      </w:r>
      <w:r w:rsidRPr="007818BD">
        <w:t>admiration dans ses traits impassibles et froids</w:t>
      </w:r>
      <w:r w:rsidR="00E8465A">
        <w:t xml:space="preserve">, </w:t>
      </w:r>
      <w:r w:rsidRPr="007818BD">
        <w:t>et murmura à mi-voix</w:t>
      </w:r>
      <w:r w:rsidR="00E8465A">
        <w:t> :</w:t>
      </w:r>
    </w:p>
    <w:p w14:paraId="361E7CE5" w14:textId="10787F22" w:rsidR="00E0544E" w:rsidRPr="007818BD" w:rsidRDefault="00E8465A" w:rsidP="00E0544E">
      <w:r>
        <w:lastRenderedPageBreak/>
        <w:t>« </w:t>
      </w:r>
      <w:r w:rsidR="00E0544E" w:rsidRPr="007818BD">
        <w:t>À coup sûr</w:t>
      </w:r>
      <w:r>
        <w:t xml:space="preserve">, </w:t>
      </w:r>
      <w:r w:rsidR="00E0544E" w:rsidRPr="007818BD">
        <w:t>sous tant de courage je dois trouver enfin le vrai disciple</w:t>
      </w:r>
      <w:r>
        <w:t>. »</w:t>
      </w:r>
    </w:p>
    <w:p w14:paraId="1E259B42" w14:textId="77777777" w:rsidR="00E8465A" w:rsidRDefault="00E0544E" w:rsidP="00E0544E">
      <w:r w:rsidRPr="007818BD">
        <w:t>Puis parlant à voix basse</w:t>
      </w:r>
      <w:r w:rsidR="00E8465A">
        <w:t xml:space="preserve">, </w:t>
      </w:r>
      <w:r w:rsidRPr="007818BD">
        <w:t>il ajouta</w:t>
      </w:r>
      <w:r w:rsidR="00E8465A">
        <w:t> :</w:t>
      </w:r>
    </w:p>
    <w:p w14:paraId="7C2E20AF" w14:textId="38833F71" w:rsidR="00E0544E" w:rsidRPr="007818BD" w:rsidRDefault="00E8465A" w:rsidP="00E0544E">
      <w:r>
        <w:t>« </w:t>
      </w:r>
      <w:r w:rsidR="00E0544E" w:rsidRPr="007818BD">
        <w:t>Soit</w:t>
      </w:r>
      <w:r>
        <w:t xml:space="preserve"> ! </w:t>
      </w:r>
      <w:r w:rsidR="00E0544E" w:rsidRPr="007818BD">
        <w:t>la première initiation de l</w:t>
      </w:r>
      <w:r>
        <w:t>’</w:t>
      </w:r>
      <w:r w:rsidR="00E0544E" w:rsidRPr="007818BD">
        <w:t>homme est l</w:t>
      </w:r>
      <w:r>
        <w:t>’</w:t>
      </w:r>
      <w:r w:rsidR="00E0544E" w:rsidRPr="007818BD">
        <w:t>extase</w:t>
      </w:r>
      <w:r>
        <w:t xml:space="preserve">. </w:t>
      </w:r>
      <w:r w:rsidR="00E0544E" w:rsidRPr="007818BD">
        <w:t>C</w:t>
      </w:r>
      <w:r>
        <w:t>’</w:t>
      </w:r>
      <w:r w:rsidR="00E0544E" w:rsidRPr="007818BD">
        <w:t>est dans les rêves que commence toute sagesse humaine</w:t>
      </w:r>
      <w:r>
        <w:t xml:space="preserve"> ; </w:t>
      </w:r>
      <w:r w:rsidR="00E0544E" w:rsidRPr="007818BD">
        <w:t>c</w:t>
      </w:r>
      <w:r>
        <w:t>’</w:t>
      </w:r>
      <w:r w:rsidR="00E0544E" w:rsidRPr="007818BD">
        <w:t>est dans les rêves que se construit à travers des espaces incommensur</w:t>
      </w:r>
      <w:r w:rsidR="00E0544E" w:rsidRPr="007818BD">
        <w:t>a</w:t>
      </w:r>
      <w:r w:rsidR="00E0544E" w:rsidRPr="007818BD">
        <w:t>bles le premier pont mystérieux qui unit l</w:t>
      </w:r>
      <w:r>
        <w:t>’</w:t>
      </w:r>
      <w:r w:rsidR="00E0544E" w:rsidRPr="007818BD">
        <w:t>esprit à l</w:t>
      </w:r>
      <w:r>
        <w:t>’</w:t>
      </w:r>
      <w:r w:rsidR="00E0544E" w:rsidRPr="007818BD">
        <w:t>esprit</w:t>
      </w:r>
      <w:r>
        <w:t xml:space="preserve">, </w:t>
      </w:r>
      <w:r w:rsidR="00E0544E" w:rsidRPr="007818BD">
        <w:t xml:space="preserve">ce monde avec les mondes </w:t>
      </w:r>
      <w:proofErr w:type="spellStart"/>
      <w:r w:rsidR="00E0544E" w:rsidRPr="007818BD">
        <w:t>au delà</w:t>
      </w:r>
      <w:proofErr w:type="spellEnd"/>
      <w:r>
        <w:t xml:space="preserve">. </w:t>
      </w:r>
      <w:r w:rsidR="00E0544E" w:rsidRPr="007818BD">
        <w:t>Regardez attentivement cette étoile</w:t>
      </w:r>
      <w:r>
        <w:t> ! »</w:t>
      </w:r>
    </w:p>
    <w:p w14:paraId="635C0329" w14:textId="77777777" w:rsidR="00E8465A" w:rsidRDefault="00E0544E" w:rsidP="00E0544E">
      <w:proofErr w:type="spellStart"/>
      <w:r w:rsidRPr="007818BD">
        <w:t>Glyndon</w:t>
      </w:r>
      <w:proofErr w:type="spellEnd"/>
      <w:r w:rsidRPr="007818BD">
        <w:t xml:space="preserve"> obéit</w:t>
      </w:r>
      <w:r w:rsidR="00E8465A">
        <w:t xml:space="preserve"> : </w:t>
      </w:r>
      <w:proofErr w:type="spellStart"/>
      <w:r w:rsidRPr="007818BD">
        <w:t>Mejnour</w:t>
      </w:r>
      <w:proofErr w:type="spellEnd"/>
      <w:r w:rsidRPr="007818BD">
        <w:t xml:space="preserve"> disparut dans la chambre</w:t>
      </w:r>
      <w:r w:rsidR="00E8465A">
        <w:t xml:space="preserve"> ; </w:t>
      </w:r>
      <w:r w:rsidRPr="007818BD">
        <w:t>il s</w:t>
      </w:r>
      <w:r w:rsidR="00E8465A">
        <w:t>’</w:t>
      </w:r>
      <w:r w:rsidRPr="007818BD">
        <w:t>en échappa lentement une vapeur odorante plus pâle et plus faible que celle qui avait pensé lui être si fatale</w:t>
      </w:r>
      <w:r w:rsidR="00E8465A">
        <w:t xml:space="preserve">. </w:t>
      </w:r>
      <w:r w:rsidRPr="007818BD">
        <w:t>Celle-ci</w:t>
      </w:r>
      <w:r w:rsidR="00E8465A">
        <w:t xml:space="preserve">, </w:t>
      </w:r>
      <w:r w:rsidRPr="007818BD">
        <w:t>au contraire</w:t>
      </w:r>
      <w:r w:rsidR="00E8465A">
        <w:t xml:space="preserve">, </w:t>
      </w:r>
      <w:r w:rsidRPr="007818BD">
        <w:t>à mesure qu</w:t>
      </w:r>
      <w:r w:rsidR="00E8465A">
        <w:t>’</w:t>
      </w:r>
      <w:r w:rsidRPr="007818BD">
        <w:t>elle l</w:t>
      </w:r>
      <w:r w:rsidR="00E8465A">
        <w:t>’</w:t>
      </w:r>
      <w:r w:rsidRPr="007818BD">
        <w:t>enveloppait et se dissipait ensuite en spirales légères</w:t>
      </w:r>
      <w:r w:rsidR="00E8465A">
        <w:t xml:space="preserve">, </w:t>
      </w:r>
      <w:r w:rsidRPr="007818BD">
        <w:t>exhalait un parfum sain et rafraîchissant</w:t>
      </w:r>
      <w:r w:rsidR="00E8465A">
        <w:t xml:space="preserve">. </w:t>
      </w:r>
      <w:r w:rsidRPr="007818BD">
        <w:t>Il regarda fixement l</w:t>
      </w:r>
      <w:r w:rsidR="00E8465A">
        <w:t>’</w:t>
      </w:r>
      <w:r w:rsidRPr="007818BD">
        <w:t>étoile</w:t>
      </w:r>
      <w:r w:rsidR="00E8465A">
        <w:t xml:space="preserve">, </w:t>
      </w:r>
      <w:r w:rsidRPr="007818BD">
        <w:t>et l</w:t>
      </w:r>
      <w:r w:rsidR="00E8465A">
        <w:t>’</w:t>
      </w:r>
      <w:r w:rsidRPr="007818BD">
        <w:t>étoile sembla graduellement dominer et a</w:t>
      </w:r>
      <w:r w:rsidRPr="007818BD">
        <w:t>t</w:t>
      </w:r>
      <w:r w:rsidRPr="007818BD">
        <w:t>tirer son regard</w:t>
      </w:r>
      <w:r w:rsidR="00E8465A">
        <w:t xml:space="preserve">. </w:t>
      </w:r>
      <w:r w:rsidRPr="007818BD">
        <w:t>Une sorte de langueur envahit bie</w:t>
      </w:r>
      <w:r w:rsidRPr="007818BD">
        <w:t>n</w:t>
      </w:r>
      <w:r w:rsidRPr="007818BD">
        <w:t>tôt son être</w:t>
      </w:r>
      <w:r w:rsidR="00E8465A">
        <w:t xml:space="preserve">, </w:t>
      </w:r>
      <w:r w:rsidRPr="007818BD">
        <w:t>mais sans se communiquer à son esprit</w:t>
      </w:r>
      <w:r w:rsidR="00E8465A">
        <w:t xml:space="preserve">, </w:t>
      </w:r>
      <w:r w:rsidRPr="007818BD">
        <w:t>et à mes</w:t>
      </w:r>
      <w:r w:rsidRPr="007818BD">
        <w:t>u</w:t>
      </w:r>
      <w:r w:rsidRPr="007818BD">
        <w:t>re qu</w:t>
      </w:r>
      <w:r w:rsidR="00E8465A">
        <w:t>’</w:t>
      </w:r>
      <w:r w:rsidRPr="007818BD">
        <w:t>elle s</w:t>
      </w:r>
      <w:r w:rsidR="00E8465A">
        <w:t>’</w:t>
      </w:r>
      <w:r w:rsidRPr="007818BD">
        <w:t>empara plus entièrement de ses sens</w:t>
      </w:r>
      <w:r w:rsidR="00E8465A">
        <w:t xml:space="preserve">, </w:t>
      </w:r>
      <w:r w:rsidRPr="007818BD">
        <w:t>il sentit une essence v</w:t>
      </w:r>
      <w:r w:rsidRPr="007818BD">
        <w:t>o</w:t>
      </w:r>
      <w:r w:rsidRPr="007818BD">
        <w:t>latile et ignée arroser ses tempes</w:t>
      </w:r>
      <w:r w:rsidR="00E8465A">
        <w:t xml:space="preserve">. </w:t>
      </w:r>
      <w:r w:rsidRPr="007818BD">
        <w:t>Au même moment</w:t>
      </w:r>
      <w:r w:rsidR="00E8465A">
        <w:t xml:space="preserve">, </w:t>
      </w:r>
      <w:r w:rsidRPr="007818BD">
        <w:t>un léger tremblement agita ses membres et passa à travers ses veines</w:t>
      </w:r>
      <w:r w:rsidR="00E8465A">
        <w:t xml:space="preserve">. </w:t>
      </w:r>
      <w:r w:rsidRPr="007818BD">
        <w:t>La langueur augmenta</w:t>
      </w:r>
      <w:r w:rsidR="00E8465A">
        <w:t xml:space="preserve">, </w:t>
      </w:r>
      <w:r w:rsidRPr="007818BD">
        <w:t>il continua à regarder l</w:t>
      </w:r>
      <w:r w:rsidR="00E8465A">
        <w:t>’</w:t>
      </w:r>
      <w:r w:rsidRPr="007818BD">
        <w:t>étoile</w:t>
      </w:r>
      <w:r w:rsidR="00E8465A">
        <w:t xml:space="preserve">, </w:t>
      </w:r>
      <w:r w:rsidRPr="007818BD">
        <w:t>et maint</w:t>
      </w:r>
      <w:r w:rsidRPr="007818BD">
        <w:t>e</w:t>
      </w:r>
      <w:r w:rsidRPr="007818BD">
        <w:t>nant son globe lumineux sembla grandir et se dilater</w:t>
      </w:r>
      <w:r w:rsidR="00E8465A">
        <w:t xml:space="preserve">. </w:t>
      </w:r>
      <w:r w:rsidRPr="007818BD">
        <w:t>E</w:t>
      </w:r>
      <w:r w:rsidRPr="007818BD">
        <w:t>l</w:t>
      </w:r>
      <w:r w:rsidRPr="007818BD">
        <w:t>le prit graduellement un a</w:t>
      </w:r>
      <w:r w:rsidRPr="007818BD">
        <w:t>s</w:t>
      </w:r>
      <w:r w:rsidRPr="007818BD">
        <w:t>pect plus doux et plus clair</w:t>
      </w:r>
      <w:r w:rsidR="00E8465A">
        <w:t xml:space="preserve">, </w:t>
      </w:r>
      <w:r w:rsidRPr="007818BD">
        <w:t>s</w:t>
      </w:r>
      <w:r w:rsidR="00E8465A">
        <w:t>’</w:t>
      </w:r>
      <w:r w:rsidRPr="007818BD">
        <w:t>élargit</w:t>
      </w:r>
      <w:r w:rsidR="00E8465A">
        <w:t xml:space="preserve">, </w:t>
      </w:r>
      <w:r w:rsidRPr="007818BD">
        <w:t>s</w:t>
      </w:r>
      <w:r w:rsidR="00E8465A">
        <w:t>’</w:t>
      </w:r>
      <w:r w:rsidRPr="007818BD">
        <w:t>étendit</w:t>
      </w:r>
      <w:r w:rsidR="00E8465A">
        <w:t xml:space="preserve">, </w:t>
      </w:r>
      <w:r w:rsidRPr="007818BD">
        <w:t>remplit l</w:t>
      </w:r>
      <w:r w:rsidR="00E8465A">
        <w:t>’</w:t>
      </w:r>
      <w:r w:rsidRPr="007818BD">
        <w:t>espace</w:t>
      </w:r>
      <w:r w:rsidR="00E8465A">
        <w:t xml:space="preserve">, </w:t>
      </w:r>
      <w:r w:rsidRPr="007818BD">
        <w:t>et sembla l</w:t>
      </w:r>
      <w:r w:rsidR="00E8465A">
        <w:t>’</w:t>
      </w:r>
      <w:r w:rsidRPr="007818BD">
        <w:t>absorber</w:t>
      </w:r>
      <w:r w:rsidR="00E8465A">
        <w:t xml:space="preserve">. </w:t>
      </w:r>
      <w:r w:rsidRPr="007818BD">
        <w:t>À la fin</w:t>
      </w:r>
      <w:r w:rsidR="00E8465A">
        <w:t xml:space="preserve">, </w:t>
      </w:r>
      <w:r w:rsidRPr="007818BD">
        <w:t>au m</w:t>
      </w:r>
      <w:r w:rsidRPr="007818BD">
        <w:t>i</w:t>
      </w:r>
      <w:r w:rsidRPr="007818BD">
        <w:t>lieu d</w:t>
      </w:r>
      <w:r w:rsidR="00E8465A">
        <w:t>’</w:t>
      </w:r>
      <w:r w:rsidRPr="007818BD">
        <w:t>une atmosphère brillante et argentée</w:t>
      </w:r>
      <w:r w:rsidR="00E8465A">
        <w:t xml:space="preserve">, </w:t>
      </w:r>
      <w:r w:rsidRPr="007818BD">
        <w:t>il sentit comme si quelque chose se rompait dans son cerveau</w:t>
      </w:r>
      <w:r w:rsidR="00E8465A">
        <w:t xml:space="preserve">, </w:t>
      </w:r>
      <w:r w:rsidRPr="007818BD">
        <w:t>comme si une forte chaîne venait de se briser</w:t>
      </w:r>
      <w:r w:rsidR="00E8465A">
        <w:t xml:space="preserve"> ; </w:t>
      </w:r>
      <w:r w:rsidRPr="007818BD">
        <w:t>et au même instant un sentiment de liberté céleste d</w:t>
      </w:r>
      <w:r w:rsidR="00E8465A">
        <w:t>’</w:t>
      </w:r>
      <w:r w:rsidRPr="007818BD">
        <w:t>une ineffable douceur</w:t>
      </w:r>
      <w:r w:rsidR="00E8465A">
        <w:t xml:space="preserve">, </w:t>
      </w:r>
      <w:r w:rsidRPr="007818BD">
        <w:t>de dégag</w:t>
      </w:r>
      <w:r w:rsidRPr="007818BD">
        <w:t>e</w:t>
      </w:r>
      <w:r w:rsidRPr="007818BD">
        <w:t>ment du corps</w:t>
      </w:r>
      <w:r w:rsidR="00E8465A">
        <w:t xml:space="preserve">, </w:t>
      </w:r>
      <w:r w:rsidRPr="007818BD">
        <w:t>de légèreté ailée</w:t>
      </w:r>
      <w:r w:rsidR="00E8465A">
        <w:t xml:space="preserve">, </w:t>
      </w:r>
      <w:r w:rsidRPr="007818BD">
        <w:t>semblait l</w:t>
      </w:r>
      <w:r w:rsidR="00E8465A">
        <w:t>’</w:t>
      </w:r>
      <w:r w:rsidRPr="007818BD">
        <w:t>entraîner lui-même comme à la d</w:t>
      </w:r>
      <w:r w:rsidRPr="007818BD">
        <w:t>é</w:t>
      </w:r>
      <w:r w:rsidRPr="007818BD">
        <w:t>rive dans l</w:t>
      </w:r>
      <w:r w:rsidR="00E8465A">
        <w:t>’</w:t>
      </w:r>
      <w:r w:rsidRPr="007818BD">
        <w:t>espace</w:t>
      </w:r>
      <w:r w:rsidR="00E8465A">
        <w:t>.</w:t>
      </w:r>
    </w:p>
    <w:p w14:paraId="74439BEB" w14:textId="77777777" w:rsidR="00E8465A" w:rsidRDefault="00E8465A" w:rsidP="00E0544E">
      <w:r>
        <w:lastRenderedPageBreak/>
        <w:t>« </w:t>
      </w:r>
      <w:r w:rsidR="00E0544E" w:rsidRPr="007818BD">
        <w:t>Qui maintenant</w:t>
      </w:r>
      <w:r>
        <w:t xml:space="preserve">, </w:t>
      </w:r>
      <w:r w:rsidR="00E0544E" w:rsidRPr="007818BD">
        <w:t>de tous les habitants de la terre</w:t>
      </w:r>
      <w:r>
        <w:t xml:space="preserve">, </w:t>
      </w:r>
      <w:r w:rsidR="00E0544E" w:rsidRPr="007818BD">
        <w:t>désires tu voir</w:t>
      </w:r>
      <w:r>
        <w:t xml:space="preserve"> ? </w:t>
      </w:r>
      <w:r w:rsidR="00E0544E" w:rsidRPr="007818BD">
        <w:t xml:space="preserve">demanda la voix de </w:t>
      </w:r>
      <w:proofErr w:type="spellStart"/>
      <w:r w:rsidR="00E0544E" w:rsidRPr="007818BD">
        <w:t>Mejnour</w:t>
      </w:r>
      <w:proofErr w:type="spellEnd"/>
      <w:r>
        <w:t>.</w:t>
      </w:r>
    </w:p>
    <w:p w14:paraId="7A9F6F38" w14:textId="77777777" w:rsidR="00E8465A" w:rsidRDefault="00E8465A" w:rsidP="00E0544E">
      <w:r>
        <w:t>— </w:t>
      </w:r>
      <w:r w:rsidR="00E0544E" w:rsidRPr="007818BD">
        <w:t xml:space="preserve">Viola et </w:t>
      </w:r>
      <w:proofErr w:type="spellStart"/>
      <w:r w:rsidR="00E0544E" w:rsidRPr="007818BD">
        <w:t>Zanoni</w:t>
      </w:r>
      <w:proofErr w:type="spellEnd"/>
      <w:r>
        <w:t> ! »</w:t>
      </w:r>
      <w:r w:rsidR="00E0544E" w:rsidRPr="007818BD">
        <w:t xml:space="preserve"> répondit </w:t>
      </w:r>
      <w:proofErr w:type="spellStart"/>
      <w:r w:rsidR="00E0544E" w:rsidRPr="007818BD">
        <w:t>Glyndon</w:t>
      </w:r>
      <w:proofErr w:type="spellEnd"/>
      <w:r w:rsidR="00E0544E" w:rsidRPr="007818BD">
        <w:t xml:space="preserve"> dans son cœur</w:t>
      </w:r>
      <w:r>
        <w:t xml:space="preserve">, </w:t>
      </w:r>
      <w:r w:rsidR="00E0544E" w:rsidRPr="007818BD">
        <w:t>mais il sentit que ses l</w:t>
      </w:r>
      <w:r w:rsidR="00E0544E" w:rsidRPr="007818BD">
        <w:t>è</w:t>
      </w:r>
      <w:r w:rsidR="00E0544E" w:rsidRPr="007818BD">
        <w:t>vres ne remuaient point</w:t>
      </w:r>
      <w:r>
        <w:t>.</w:t>
      </w:r>
    </w:p>
    <w:p w14:paraId="6A78F7D8" w14:textId="77777777" w:rsidR="00E8465A" w:rsidRDefault="00E0544E" w:rsidP="00E0544E">
      <w:r w:rsidRPr="007818BD">
        <w:t>Tout à coup</w:t>
      </w:r>
      <w:r w:rsidR="00E8465A">
        <w:t xml:space="preserve">, </w:t>
      </w:r>
      <w:r w:rsidRPr="007818BD">
        <w:t>et avec cette pensée</w:t>
      </w:r>
      <w:r w:rsidR="00E8465A">
        <w:t xml:space="preserve">, </w:t>
      </w:r>
      <w:r w:rsidRPr="007818BD">
        <w:t>à travers cet espace où il n</w:t>
      </w:r>
      <w:r w:rsidR="00E8465A">
        <w:t>’</w:t>
      </w:r>
      <w:r w:rsidRPr="007818BD">
        <w:t>avait rien distingué sauf cette douce et translucide clarté</w:t>
      </w:r>
      <w:r w:rsidR="00E8465A">
        <w:t xml:space="preserve">, </w:t>
      </w:r>
      <w:r w:rsidRPr="007818BD">
        <w:t>une succession rapide de tableaux fantastiques parut rouler</w:t>
      </w:r>
      <w:r w:rsidR="00E8465A">
        <w:t xml:space="preserve"> : </w:t>
      </w:r>
      <w:r w:rsidRPr="007818BD">
        <w:t>arbres</w:t>
      </w:r>
      <w:r w:rsidR="00E8465A">
        <w:t xml:space="preserve">, </w:t>
      </w:r>
      <w:r w:rsidRPr="007818BD">
        <w:t>montagnes</w:t>
      </w:r>
      <w:r w:rsidR="00E8465A">
        <w:t xml:space="preserve">, </w:t>
      </w:r>
      <w:r w:rsidRPr="007818BD">
        <w:t>villes</w:t>
      </w:r>
      <w:r w:rsidR="00E8465A">
        <w:t xml:space="preserve">, </w:t>
      </w:r>
      <w:r w:rsidRPr="007818BD">
        <w:t>mers</w:t>
      </w:r>
      <w:r w:rsidR="00E8465A">
        <w:t xml:space="preserve">, </w:t>
      </w:r>
      <w:r w:rsidRPr="007818BD">
        <w:t>passaient tour à tour comme une fa</w:t>
      </w:r>
      <w:r w:rsidRPr="007818BD">
        <w:t>n</w:t>
      </w:r>
      <w:r w:rsidRPr="007818BD">
        <w:t>tasmagorie mobile</w:t>
      </w:r>
      <w:r w:rsidR="00E8465A">
        <w:t xml:space="preserve"> ; </w:t>
      </w:r>
      <w:r w:rsidRPr="007818BD">
        <w:t>et à la fin il aperçut</w:t>
      </w:r>
      <w:r w:rsidR="00E8465A">
        <w:t xml:space="preserve">, </w:t>
      </w:r>
      <w:r w:rsidRPr="007818BD">
        <w:t>fixe et stationnaire</w:t>
      </w:r>
      <w:r w:rsidR="00E8465A">
        <w:t xml:space="preserve">, </w:t>
      </w:r>
      <w:r w:rsidRPr="007818BD">
        <w:t>une grotte sur la pente insensible d</w:t>
      </w:r>
      <w:r w:rsidR="00E8465A">
        <w:t>’</w:t>
      </w:r>
      <w:r w:rsidRPr="007818BD">
        <w:t>une plage au bord des flots</w:t>
      </w:r>
      <w:r w:rsidR="00E8465A">
        <w:t xml:space="preserve">, </w:t>
      </w:r>
      <w:r w:rsidRPr="007818BD">
        <w:t>avec des bosquets de myrtes et d</w:t>
      </w:r>
      <w:r w:rsidR="00E8465A">
        <w:t>’</w:t>
      </w:r>
      <w:r w:rsidRPr="007818BD">
        <w:t>orangers</w:t>
      </w:r>
      <w:r w:rsidR="00E8465A">
        <w:t xml:space="preserve">. </w:t>
      </w:r>
      <w:r w:rsidRPr="007818BD">
        <w:t>Sur une hauteur</w:t>
      </w:r>
      <w:r w:rsidR="00E8465A">
        <w:t xml:space="preserve">, </w:t>
      </w:r>
      <w:r w:rsidRPr="007818BD">
        <w:t>à quelque distance</w:t>
      </w:r>
      <w:r w:rsidR="00E8465A">
        <w:t xml:space="preserve">, </w:t>
      </w:r>
      <w:r w:rsidRPr="007818BD">
        <w:t>étincelaient les débris blancs mais mutilés de quelque ruine païenne</w:t>
      </w:r>
      <w:r w:rsidR="00E8465A">
        <w:t xml:space="preserve">, </w:t>
      </w:r>
      <w:r w:rsidRPr="007818BD">
        <w:t>et la lune</w:t>
      </w:r>
      <w:r w:rsidR="00E8465A">
        <w:t xml:space="preserve">, </w:t>
      </w:r>
      <w:r w:rsidRPr="007818BD">
        <w:t>éclairant de sa sereine sple</w:t>
      </w:r>
      <w:r w:rsidRPr="007818BD">
        <w:t>n</w:t>
      </w:r>
      <w:r w:rsidRPr="007818BD">
        <w:t>deur la scène tout e</w:t>
      </w:r>
      <w:r w:rsidRPr="007818BD">
        <w:t>n</w:t>
      </w:r>
      <w:r w:rsidRPr="007818BD">
        <w:t>tière</w:t>
      </w:r>
      <w:r w:rsidR="00E8465A">
        <w:t xml:space="preserve">, </w:t>
      </w:r>
      <w:r w:rsidRPr="007818BD">
        <w:t>baignait littéralement de sa lumière deux images placées près de la grotte</w:t>
      </w:r>
      <w:r w:rsidR="00E8465A">
        <w:t xml:space="preserve"> ; </w:t>
      </w:r>
      <w:r w:rsidRPr="007818BD">
        <w:t>à leurs pieds venaient mourir les flots bleus</w:t>
      </w:r>
      <w:r w:rsidR="00E8465A">
        <w:t xml:space="preserve">, </w:t>
      </w:r>
      <w:r w:rsidRPr="007818BD">
        <w:t xml:space="preserve">et </w:t>
      </w:r>
      <w:proofErr w:type="spellStart"/>
      <w:r w:rsidRPr="007818BD">
        <w:t>Glyndon</w:t>
      </w:r>
      <w:proofErr w:type="spellEnd"/>
      <w:r w:rsidRPr="007818BD">
        <w:t xml:space="preserve"> crut en entendre le murmure</w:t>
      </w:r>
      <w:r w:rsidR="00E8465A">
        <w:t xml:space="preserve">. </w:t>
      </w:r>
      <w:proofErr w:type="spellStart"/>
      <w:r w:rsidRPr="007818BD">
        <w:t>Zanoni</w:t>
      </w:r>
      <w:proofErr w:type="spellEnd"/>
      <w:r w:rsidRPr="007818BD">
        <w:t xml:space="preserve"> était assis sur un fragment de rocher</w:t>
      </w:r>
      <w:r w:rsidR="00E8465A">
        <w:t xml:space="preserve"> ; </w:t>
      </w:r>
      <w:r w:rsidRPr="007818BD">
        <w:t>Viola</w:t>
      </w:r>
      <w:r w:rsidR="00E8465A">
        <w:t xml:space="preserve">, </w:t>
      </w:r>
      <w:r w:rsidRPr="007818BD">
        <w:t>à demi co</w:t>
      </w:r>
      <w:r w:rsidRPr="007818BD">
        <w:t>u</w:t>
      </w:r>
      <w:r w:rsidRPr="007818BD">
        <w:t>chée auprès de lui</w:t>
      </w:r>
      <w:r w:rsidR="00E8465A">
        <w:t xml:space="preserve">, </w:t>
      </w:r>
      <w:r w:rsidRPr="007818BD">
        <w:t>r</w:t>
      </w:r>
      <w:r w:rsidRPr="007818BD">
        <w:t>e</w:t>
      </w:r>
      <w:r w:rsidRPr="007818BD">
        <w:t>gardait son visage qui se penchait sur elle</w:t>
      </w:r>
      <w:r w:rsidR="00E8465A">
        <w:t xml:space="preserve"> ; </w:t>
      </w:r>
      <w:r w:rsidRPr="007818BD">
        <w:t>et dans les traits de la jeune femme était l</w:t>
      </w:r>
      <w:r w:rsidR="00E8465A">
        <w:t>’</w:t>
      </w:r>
      <w:r w:rsidRPr="007818BD">
        <w:t>expression de ce bo</w:t>
      </w:r>
      <w:r w:rsidRPr="007818BD">
        <w:t>n</w:t>
      </w:r>
      <w:r w:rsidRPr="007818BD">
        <w:t>heur parfait qui appartient à l</w:t>
      </w:r>
      <w:r w:rsidR="00E8465A">
        <w:t>’</w:t>
      </w:r>
      <w:r w:rsidRPr="007818BD">
        <w:t>amour parfait</w:t>
      </w:r>
      <w:r w:rsidR="00E8465A">
        <w:t>.</w:t>
      </w:r>
    </w:p>
    <w:p w14:paraId="65A5DBC5" w14:textId="77777777" w:rsidR="00E8465A" w:rsidRDefault="00E8465A" w:rsidP="00E0544E">
      <w:r>
        <w:t>« </w:t>
      </w:r>
      <w:r w:rsidR="00E0544E" w:rsidRPr="007818BD">
        <w:t>Voudrais-tu les entendre parler</w:t>
      </w:r>
      <w:r>
        <w:t> ? »</w:t>
      </w:r>
      <w:r w:rsidR="00E0544E" w:rsidRPr="007818BD">
        <w:t xml:space="preserve"> demanda </w:t>
      </w:r>
      <w:proofErr w:type="spellStart"/>
      <w:r w:rsidR="00E0544E" w:rsidRPr="007818BD">
        <w:t>Mejnour</w:t>
      </w:r>
      <w:proofErr w:type="spellEnd"/>
      <w:r>
        <w:t>.</w:t>
      </w:r>
    </w:p>
    <w:p w14:paraId="43D61444" w14:textId="3DC91134" w:rsidR="00E0544E" w:rsidRPr="007818BD" w:rsidRDefault="00E0544E" w:rsidP="00E0544E">
      <w:r w:rsidRPr="007818BD">
        <w:t xml:space="preserve">Et </w:t>
      </w:r>
      <w:proofErr w:type="spellStart"/>
      <w:r w:rsidRPr="007818BD">
        <w:t>Glyndon</w:t>
      </w:r>
      <w:proofErr w:type="spellEnd"/>
      <w:r w:rsidR="00E8465A">
        <w:t xml:space="preserve">, </w:t>
      </w:r>
      <w:r w:rsidRPr="007818BD">
        <w:t>sans faire entendre un son</w:t>
      </w:r>
      <w:r w:rsidR="00E8465A">
        <w:t xml:space="preserve">, </w:t>
      </w:r>
      <w:r w:rsidRPr="007818BD">
        <w:t>répondit encore i</w:t>
      </w:r>
      <w:r w:rsidRPr="007818BD">
        <w:t>n</w:t>
      </w:r>
      <w:r w:rsidRPr="007818BD">
        <w:t>térieurement</w:t>
      </w:r>
      <w:r w:rsidR="00E8465A">
        <w:t> : « </w:t>
      </w:r>
      <w:r w:rsidRPr="007818BD">
        <w:t>Oui</w:t>
      </w:r>
      <w:r w:rsidR="00E8465A">
        <w:t>. »</w:t>
      </w:r>
    </w:p>
    <w:p w14:paraId="6B3DB50B" w14:textId="77777777" w:rsidR="00E8465A" w:rsidRDefault="00E0544E" w:rsidP="00E0544E">
      <w:r w:rsidRPr="007818BD">
        <w:t>Leurs voix arrivèrent alors à son oreille</w:t>
      </w:r>
      <w:r w:rsidR="00E8465A">
        <w:t xml:space="preserve">, </w:t>
      </w:r>
      <w:r w:rsidRPr="007818BD">
        <w:t>mais en accents qui lui paraissaient étrangers</w:t>
      </w:r>
      <w:r w:rsidR="00E8465A">
        <w:t xml:space="preserve">, </w:t>
      </w:r>
      <w:r w:rsidRPr="007818BD">
        <w:t>tant ils étaient adoucis</w:t>
      </w:r>
      <w:r w:rsidR="00E8465A">
        <w:t xml:space="preserve">, </w:t>
      </w:r>
      <w:r w:rsidRPr="007818BD">
        <w:t>voilés</w:t>
      </w:r>
      <w:r w:rsidR="00E8465A">
        <w:t xml:space="preserve">, </w:t>
      </w:r>
      <w:r w:rsidRPr="007818BD">
        <w:t>et si lointains qu</w:t>
      </w:r>
      <w:r w:rsidR="00E8465A">
        <w:t>’</w:t>
      </w:r>
      <w:r w:rsidRPr="007818BD">
        <w:t>on eût dit ces voix qui</w:t>
      </w:r>
      <w:r w:rsidR="00E8465A">
        <w:t xml:space="preserve">, </w:t>
      </w:r>
      <w:r w:rsidRPr="007818BD">
        <w:t>d</w:t>
      </w:r>
      <w:r w:rsidR="00E8465A">
        <w:t>’</w:t>
      </w:r>
      <w:r w:rsidRPr="007818BD">
        <w:t>une sphère supérieure</w:t>
      </w:r>
      <w:r w:rsidR="00E8465A">
        <w:t xml:space="preserve">, </w:t>
      </w:r>
      <w:r w:rsidRPr="007818BD">
        <w:t>parlent dans les visions des saints ermites</w:t>
      </w:r>
      <w:r w:rsidR="00E8465A">
        <w:t>.</w:t>
      </w:r>
    </w:p>
    <w:p w14:paraId="692780F5" w14:textId="77777777" w:rsidR="00E8465A" w:rsidRDefault="00E8465A" w:rsidP="00E0544E">
      <w:r>
        <w:t>« </w:t>
      </w:r>
      <w:r w:rsidR="00E0544E" w:rsidRPr="007818BD">
        <w:t>Et comment se fait-il</w:t>
      </w:r>
      <w:r>
        <w:t xml:space="preserve">, </w:t>
      </w:r>
      <w:r w:rsidR="00E0544E" w:rsidRPr="007818BD">
        <w:t>demanda Viola</w:t>
      </w:r>
      <w:r>
        <w:t xml:space="preserve">, </w:t>
      </w:r>
      <w:r w:rsidR="00E0544E" w:rsidRPr="007818BD">
        <w:t>que tu puisses trouver plaisir à écouter une ignorante</w:t>
      </w:r>
      <w:r>
        <w:t> ?</w:t>
      </w:r>
    </w:p>
    <w:p w14:paraId="16FCDBFD" w14:textId="77777777" w:rsidR="00E8465A" w:rsidRDefault="00E8465A" w:rsidP="00E0544E">
      <w:r>
        <w:lastRenderedPageBreak/>
        <w:t>— </w:t>
      </w:r>
      <w:r w:rsidR="00E0544E" w:rsidRPr="007818BD">
        <w:t>Parce que le cœur n</w:t>
      </w:r>
      <w:r>
        <w:t>’</w:t>
      </w:r>
      <w:r w:rsidR="00E0544E" w:rsidRPr="007818BD">
        <w:t>est jamais ignorant</w:t>
      </w:r>
      <w:r>
        <w:t xml:space="preserve"> ; </w:t>
      </w:r>
      <w:r w:rsidR="00E0544E" w:rsidRPr="007818BD">
        <w:t>parce que les mystères du sentiment sont aussi merveilleux que ceux de l</w:t>
      </w:r>
      <w:r>
        <w:t>’</w:t>
      </w:r>
      <w:r w:rsidR="00E0544E" w:rsidRPr="007818BD">
        <w:t>intelligence</w:t>
      </w:r>
      <w:r>
        <w:t xml:space="preserve">. </w:t>
      </w:r>
      <w:r w:rsidR="00E0544E" w:rsidRPr="007818BD">
        <w:t>Si parfois tu ne comprends pas le langage de mes pensées</w:t>
      </w:r>
      <w:r>
        <w:t xml:space="preserve">, </w:t>
      </w:r>
      <w:r w:rsidR="00E0544E" w:rsidRPr="007818BD">
        <w:t>parfois aussi je découvre des énigmes pleines de do</w:t>
      </w:r>
      <w:r w:rsidR="00E0544E" w:rsidRPr="007818BD">
        <w:t>u</w:t>
      </w:r>
      <w:r w:rsidR="00E0544E" w:rsidRPr="007818BD">
        <w:t>ceur dans le langage de tes émotions</w:t>
      </w:r>
      <w:r>
        <w:t>.</w:t>
      </w:r>
    </w:p>
    <w:p w14:paraId="212E6AAE" w14:textId="032FBCFA" w:rsidR="00E8465A" w:rsidRDefault="00E8465A" w:rsidP="00E0544E">
      <w:r>
        <w:t>— </w:t>
      </w:r>
      <w:r w:rsidR="00E0544E" w:rsidRPr="007818BD">
        <w:t>Oh</w:t>
      </w:r>
      <w:r>
        <w:t xml:space="preserve"> ! </w:t>
      </w:r>
      <w:r w:rsidR="00E0544E" w:rsidRPr="007818BD">
        <w:t>ne dis pas cela</w:t>
      </w:r>
      <w:r>
        <w:t xml:space="preserve">, </w:t>
      </w:r>
      <w:r w:rsidR="00E0544E" w:rsidRPr="007818BD">
        <w:t>s</w:t>
      </w:r>
      <w:r>
        <w:t>’</w:t>
      </w:r>
      <w:r w:rsidR="00E0544E" w:rsidRPr="007818BD">
        <w:t xml:space="preserve">écria Viola en passant tendrement son bras au cou de </w:t>
      </w:r>
      <w:proofErr w:type="spellStart"/>
      <w:r w:rsidR="00E0544E" w:rsidRPr="007818BD">
        <w:t>Zanoni</w:t>
      </w:r>
      <w:proofErr w:type="spellEnd"/>
      <w:r>
        <w:t xml:space="preserve">, </w:t>
      </w:r>
      <w:r w:rsidR="00E0544E" w:rsidRPr="007818BD">
        <w:t>et sous cette lumière céleste son v</w:t>
      </w:r>
      <w:r w:rsidR="00E0544E" w:rsidRPr="007818BD">
        <w:t>i</w:t>
      </w:r>
      <w:r w:rsidR="00E0544E" w:rsidRPr="007818BD">
        <w:t>sage emprunta une beauté nouvelle à sa confusion</w:t>
      </w:r>
      <w:r>
        <w:t xml:space="preserve"> ; </w:t>
      </w:r>
      <w:r w:rsidR="00E0544E" w:rsidRPr="007818BD">
        <w:t>car les énigmes sont le langage de l</w:t>
      </w:r>
      <w:r>
        <w:t>’</w:t>
      </w:r>
      <w:r w:rsidR="00E0544E" w:rsidRPr="007818BD">
        <w:t>amour</w:t>
      </w:r>
      <w:r>
        <w:t xml:space="preserve">, </w:t>
      </w:r>
      <w:r w:rsidR="00E0544E" w:rsidRPr="007818BD">
        <w:t>c</w:t>
      </w:r>
      <w:r>
        <w:t>’</w:t>
      </w:r>
      <w:r w:rsidR="00E0544E" w:rsidRPr="007818BD">
        <w:t>est à l</w:t>
      </w:r>
      <w:r>
        <w:t>’</w:t>
      </w:r>
      <w:r w:rsidR="00E0544E" w:rsidRPr="007818BD">
        <w:t>amour de les réso</w:t>
      </w:r>
      <w:r w:rsidR="00E0544E" w:rsidRPr="007818BD">
        <w:t>u</w:t>
      </w:r>
      <w:r w:rsidR="00E0544E" w:rsidRPr="007818BD">
        <w:t>dre</w:t>
      </w:r>
      <w:r>
        <w:t xml:space="preserve">. </w:t>
      </w:r>
      <w:r w:rsidR="00E0544E" w:rsidRPr="007818BD">
        <w:t>Avant de te connaître</w:t>
      </w:r>
      <w:r>
        <w:t xml:space="preserve">, </w:t>
      </w:r>
      <w:r w:rsidR="00E0544E" w:rsidRPr="007818BD">
        <w:t>avant de vivre avec toi</w:t>
      </w:r>
      <w:r>
        <w:t xml:space="preserve">, </w:t>
      </w:r>
      <w:r w:rsidR="00E0544E" w:rsidRPr="007818BD">
        <w:t>avant d</w:t>
      </w:r>
      <w:r>
        <w:t>’</w:t>
      </w:r>
      <w:r w:rsidR="00E0544E" w:rsidRPr="007818BD">
        <w:t>apprendre à chercher la trace de tes pas absents</w:t>
      </w:r>
      <w:r>
        <w:t xml:space="preserve">, </w:t>
      </w:r>
      <w:r w:rsidR="00E0544E" w:rsidRPr="007818BD">
        <w:t>oui</w:t>
      </w:r>
      <w:r>
        <w:t xml:space="preserve"> ! </w:t>
      </w:r>
      <w:r w:rsidR="00E0544E" w:rsidRPr="007818BD">
        <w:t>Et dans ton absence</w:t>
      </w:r>
      <w:r>
        <w:t xml:space="preserve">, </w:t>
      </w:r>
      <w:r w:rsidR="00E0544E" w:rsidRPr="007818BD">
        <w:t>à te retrouver partout</w:t>
      </w:r>
      <w:r>
        <w:t xml:space="preserve">, </w:t>
      </w:r>
      <w:r w:rsidR="00E0544E" w:rsidRPr="007818BD">
        <w:t>je ne soupçonnais pas co</w:t>
      </w:r>
      <w:r w:rsidR="00E0544E" w:rsidRPr="007818BD">
        <w:t>m</w:t>
      </w:r>
      <w:r w:rsidR="00E0544E" w:rsidRPr="007818BD">
        <w:t>bien est forte et envahissante l</w:t>
      </w:r>
      <w:r>
        <w:t>’</w:t>
      </w:r>
      <w:r w:rsidR="00E0544E" w:rsidRPr="007818BD">
        <w:t>affinité entre l</w:t>
      </w:r>
      <w:r>
        <w:t>’</w:t>
      </w:r>
      <w:r w:rsidR="00E0544E" w:rsidRPr="007818BD">
        <w:t>âme humaine et la nature</w:t>
      </w:r>
      <w:r>
        <w:t xml:space="preserve">. </w:t>
      </w:r>
      <w:r w:rsidR="00E0544E" w:rsidRPr="007818BD">
        <w:t>Et pourtant</w:t>
      </w:r>
      <w:r>
        <w:t xml:space="preserve">, </w:t>
      </w:r>
      <w:r w:rsidR="00E0544E" w:rsidRPr="007818BD">
        <w:t>continua-t-elle</w:t>
      </w:r>
      <w:r>
        <w:t xml:space="preserve">, </w:t>
      </w:r>
      <w:r w:rsidR="00E0544E" w:rsidRPr="007818BD">
        <w:t>je suis maintenant ce</w:t>
      </w:r>
      <w:r w:rsidR="00E0544E" w:rsidRPr="007818BD">
        <w:t>r</w:t>
      </w:r>
      <w:r w:rsidR="00E0544E" w:rsidRPr="007818BD">
        <w:t>taine de ce que je croyais d</w:t>
      </w:r>
      <w:r>
        <w:t>’</w:t>
      </w:r>
      <w:r w:rsidR="00E0544E" w:rsidRPr="007818BD">
        <w:t>abord</w:t>
      </w:r>
      <w:r>
        <w:t xml:space="preserve">, </w:t>
      </w:r>
      <w:r w:rsidR="00E0544E" w:rsidRPr="007818BD">
        <w:t>que les sentiments qui me rappr</w:t>
      </w:r>
      <w:r w:rsidR="00E0544E" w:rsidRPr="007818BD">
        <w:t>o</w:t>
      </w:r>
      <w:r w:rsidR="00E0544E" w:rsidRPr="007818BD">
        <w:t xml:space="preserve">chaient </w:t>
      </w:r>
      <w:r w:rsidR="00E0544E">
        <w:t>d</w:t>
      </w:r>
      <w:r w:rsidR="00E0544E" w:rsidRPr="007818BD">
        <w:t>e toi n</w:t>
      </w:r>
      <w:r>
        <w:t>’</w:t>
      </w:r>
      <w:r w:rsidR="00E0544E" w:rsidRPr="007818BD">
        <w:t>étaient pas ceux de l</w:t>
      </w:r>
      <w:r>
        <w:t>’</w:t>
      </w:r>
      <w:r w:rsidR="00E0544E" w:rsidRPr="007818BD">
        <w:t>amour</w:t>
      </w:r>
      <w:r>
        <w:t xml:space="preserve">. </w:t>
      </w:r>
      <w:r w:rsidR="00E0544E" w:rsidRPr="007818BD">
        <w:t>Je le sais par la co</w:t>
      </w:r>
      <w:r w:rsidR="00E0544E" w:rsidRPr="007818BD">
        <w:t>m</w:t>
      </w:r>
      <w:r w:rsidR="00E0544E" w:rsidRPr="007818BD">
        <w:t>paraison du passé au présent</w:t>
      </w:r>
      <w:r>
        <w:t xml:space="preserve"> ; </w:t>
      </w:r>
      <w:r w:rsidR="00E0544E" w:rsidRPr="007818BD">
        <w:t>c</w:t>
      </w:r>
      <w:r>
        <w:t>’</w:t>
      </w:r>
      <w:r w:rsidR="00E0544E" w:rsidRPr="007818BD">
        <w:t>était alors un sentiment qui venait exclusivement de l</w:t>
      </w:r>
      <w:r>
        <w:t>’</w:t>
      </w:r>
      <w:r w:rsidR="00E0544E" w:rsidRPr="007818BD">
        <w:t>esprit</w:t>
      </w:r>
      <w:r>
        <w:t xml:space="preserve"> ! </w:t>
      </w:r>
      <w:r w:rsidR="00E0544E" w:rsidRPr="007818BD">
        <w:t>Aujourd</w:t>
      </w:r>
      <w:r>
        <w:t>’</w:t>
      </w:r>
      <w:r w:rsidR="00E0544E" w:rsidRPr="007818BD">
        <w:t>hui je ne pourrais su</w:t>
      </w:r>
      <w:r w:rsidR="00E0544E" w:rsidRPr="007818BD">
        <w:t>p</w:t>
      </w:r>
      <w:r w:rsidR="00E0544E" w:rsidRPr="007818BD">
        <w:t>porter de t</w:t>
      </w:r>
      <w:r>
        <w:t>’</w:t>
      </w:r>
      <w:r w:rsidR="00E0544E" w:rsidRPr="007818BD">
        <w:t>entendre dire</w:t>
      </w:r>
      <w:r>
        <w:t> : « </w:t>
      </w:r>
      <w:r w:rsidR="00E0544E" w:rsidRPr="007818BD">
        <w:t>Viola</w:t>
      </w:r>
      <w:r>
        <w:t xml:space="preserve">, </w:t>
      </w:r>
      <w:r w:rsidR="00E0544E" w:rsidRPr="007818BD">
        <w:t>soyez heureuse avec un autre</w:t>
      </w:r>
      <w:r>
        <w:t>.</w:t>
      </w:r>
    </w:p>
    <w:p w14:paraId="22CFC88A" w14:textId="77777777" w:rsidR="00E8465A" w:rsidRDefault="00E8465A" w:rsidP="00E0544E">
      <w:r>
        <w:t>— </w:t>
      </w:r>
      <w:r w:rsidR="00E0544E" w:rsidRPr="007818BD">
        <w:t>Et je ne pourrais pas te le dire</w:t>
      </w:r>
      <w:r>
        <w:t xml:space="preserve"> ! </w:t>
      </w:r>
      <w:r w:rsidR="00E0544E" w:rsidRPr="007818BD">
        <w:t>Ah</w:t>
      </w:r>
      <w:r>
        <w:t xml:space="preserve"> ! </w:t>
      </w:r>
      <w:r w:rsidR="00E0544E" w:rsidRPr="007818BD">
        <w:t>Viola</w:t>
      </w:r>
      <w:r>
        <w:t xml:space="preserve"> ! </w:t>
      </w:r>
      <w:r w:rsidR="00E0544E" w:rsidRPr="007818BD">
        <w:t>ne te lasse jamais de me dire que tu es heureuse</w:t>
      </w:r>
      <w:r>
        <w:t>.</w:t>
      </w:r>
    </w:p>
    <w:p w14:paraId="631C81CD" w14:textId="77777777" w:rsidR="00E8465A" w:rsidRDefault="00E8465A" w:rsidP="00E0544E">
      <w:r>
        <w:t>— </w:t>
      </w:r>
      <w:r w:rsidR="00E0544E" w:rsidRPr="007818BD">
        <w:t>Heureuse</w:t>
      </w:r>
      <w:r>
        <w:t xml:space="preserve">, </w:t>
      </w:r>
      <w:r w:rsidR="00E0544E" w:rsidRPr="007818BD">
        <w:t>puisque tu es heureux</w:t>
      </w:r>
      <w:r>
        <w:t xml:space="preserve">. </w:t>
      </w:r>
      <w:r w:rsidR="00E0544E" w:rsidRPr="007818BD">
        <w:t>Et pourtant</w:t>
      </w:r>
      <w:r>
        <w:t xml:space="preserve">, </w:t>
      </w:r>
      <w:r w:rsidR="00E0544E" w:rsidRPr="007818BD">
        <w:t>tu es pa</w:t>
      </w:r>
      <w:r w:rsidR="00E0544E" w:rsidRPr="007818BD">
        <w:t>r</w:t>
      </w:r>
      <w:r w:rsidR="00E0544E" w:rsidRPr="007818BD">
        <w:t>fois triste</w:t>
      </w:r>
      <w:r>
        <w:t xml:space="preserve">, </w:t>
      </w:r>
      <w:proofErr w:type="spellStart"/>
      <w:r w:rsidR="00E0544E" w:rsidRPr="007818BD">
        <w:t>Zanoni</w:t>
      </w:r>
      <w:proofErr w:type="spellEnd"/>
      <w:r>
        <w:t>.</w:t>
      </w:r>
    </w:p>
    <w:p w14:paraId="102DFF98" w14:textId="77777777" w:rsidR="00E8465A" w:rsidRDefault="00E8465A" w:rsidP="00E0544E">
      <w:r>
        <w:t>— </w:t>
      </w:r>
      <w:r w:rsidR="00E0544E" w:rsidRPr="007818BD">
        <w:t>Parce que la vie humaine est si courte</w:t>
      </w:r>
      <w:r>
        <w:t xml:space="preserve"> ; </w:t>
      </w:r>
      <w:r w:rsidR="00E0544E" w:rsidRPr="007818BD">
        <w:t>parce que le jour viendra où il faudra nous quitter</w:t>
      </w:r>
      <w:r>
        <w:t xml:space="preserve"> ; </w:t>
      </w:r>
      <w:r w:rsidR="00E0544E" w:rsidRPr="007818BD">
        <w:t>parce que cette lune continue à briller quand le rossignol a cessé de chanter</w:t>
      </w:r>
      <w:r>
        <w:t xml:space="preserve">. </w:t>
      </w:r>
      <w:r w:rsidR="00E0544E" w:rsidRPr="007818BD">
        <w:t>Encore quelque temps et tes yeux se voileront</w:t>
      </w:r>
      <w:r>
        <w:t xml:space="preserve">, </w:t>
      </w:r>
      <w:r w:rsidR="00E0544E" w:rsidRPr="007818BD">
        <w:t>et ta beauté se flétrira</w:t>
      </w:r>
      <w:r>
        <w:t xml:space="preserve">, </w:t>
      </w:r>
      <w:r w:rsidR="00E0544E" w:rsidRPr="007818BD">
        <w:t>et ces boucles où mes doigts se jouent seront grises et sans attraits</w:t>
      </w:r>
      <w:r>
        <w:t>.</w:t>
      </w:r>
    </w:p>
    <w:p w14:paraId="01E37E47" w14:textId="57AC8317" w:rsidR="00E0544E" w:rsidRPr="007818BD" w:rsidRDefault="00E8465A" w:rsidP="00E0544E">
      <w:r>
        <w:lastRenderedPageBreak/>
        <w:t>— </w:t>
      </w:r>
      <w:r w:rsidR="00E0544E" w:rsidRPr="007818BD">
        <w:t>Et toi</w:t>
      </w:r>
      <w:r>
        <w:t xml:space="preserve">, </w:t>
      </w:r>
      <w:r w:rsidR="00E0544E" w:rsidRPr="007818BD">
        <w:t>cruel</w:t>
      </w:r>
      <w:r>
        <w:t xml:space="preserve"> ! </w:t>
      </w:r>
      <w:r w:rsidR="00E0544E" w:rsidRPr="007818BD">
        <w:t>dit affectueusement Viola</w:t>
      </w:r>
      <w:r>
        <w:t xml:space="preserve">, </w:t>
      </w:r>
      <w:r w:rsidR="00E0544E" w:rsidRPr="007818BD">
        <w:t>je ne verrai j</w:t>
      </w:r>
      <w:r w:rsidR="00E0544E" w:rsidRPr="007818BD">
        <w:t>a</w:t>
      </w:r>
      <w:r w:rsidR="00E0544E" w:rsidRPr="007818BD">
        <w:t>mais en toi les signes de la vieillesse</w:t>
      </w:r>
      <w:r>
        <w:t xml:space="preserve"> ! </w:t>
      </w:r>
      <w:r w:rsidR="00E0544E" w:rsidRPr="007818BD">
        <w:t>Mais ne vieillirons-nous pas ensemble</w:t>
      </w:r>
      <w:r>
        <w:t xml:space="preserve">, </w:t>
      </w:r>
      <w:r w:rsidR="00E0544E" w:rsidRPr="007818BD">
        <w:t>et nos yeux ne s</w:t>
      </w:r>
      <w:r>
        <w:t>’</w:t>
      </w:r>
      <w:r w:rsidR="00E0544E" w:rsidRPr="007818BD">
        <w:t>habitueront-ils pas à un cha</w:t>
      </w:r>
      <w:r w:rsidR="00E0544E" w:rsidRPr="007818BD">
        <w:t>n</w:t>
      </w:r>
      <w:r w:rsidR="00E0544E" w:rsidRPr="007818BD">
        <w:t>gement que le cœur ne peut partager</w:t>
      </w:r>
      <w:r>
        <w:t> ? »</w:t>
      </w:r>
    </w:p>
    <w:p w14:paraId="29249DB2" w14:textId="77777777" w:rsidR="00E8465A" w:rsidRDefault="00E0544E" w:rsidP="00E0544E">
      <w:proofErr w:type="spellStart"/>
      <w:r w:rsidRPr="007818BD">
        <w:t>Zanoni</w:t>
      </w:r>
      <w:proofErr w:type="spellEnd"/>
      <w:r w:rsidRPr="007818BD">
        <w:t xml:space="preserve"> se détourna en soupirant et sembla entrer en co</w:t>
      </w:r>
      <w:r w:rsidRPr="007818BD">
        <w:t>m</w:t>
      </w:r>
      <w:r w:rsidRPr="007818BD">
        <w:t>munion avec lui-même</w:t>
      </w:r>
      <w:r w:rsidR="00E8465A">
        <w:t xml:space="preserve">. </w:t>
      </w:r>
      <w:r w:rsidRPr="007818BD">
        <w:t>L</w:t>
      </w:r>
      <w:r w:rsidR="00E8465A">
        <w:t>’</w:t>
      </w:r>
      <w:r w:rsidRPr="007818BD">
        <w:t xml:space="preserve">attention de </w:t>
      </w:r>
      <w:proofErr w:type="spellStart"/>
      <w:r w:rsidRPr="007818BD">
        <w:t>Glyndon</w:t>
      </w:r>
      <w:proofErr w:type="spellEnd"/>
      <w:r w:rsidRPr="007818BD">
        <w:t xml:space="preserve"> redo</w:t>
      </w:r>
      <w:r w:rsidRPr="007818BD">
        <w:t>u</w:t>
      </w:r>
      <w:r w:rsidRPr="007818BD">
        <w:t>bla</w:t>
      </w:r>
      <w:r w:rsidR="00E8465A">
        <w:t>. « </w:t>
      </w:r>
      <w:r w:rsidRPr="007818BD">
        <w:t>Quand il en serait ainsi</w:t>
      </w:r>
      <w:r w:rsidR="00E8465A">
        <w:t> ! »</w:t>
      </w:r>
      <w:r w:rsidRPr="007818BD">
        <w:t xml:space="preserve"> murmura </w:t>
      </w:r>
      <w:proofErr w:type="spellStart"/>
      <w:r w:rsidRPr="007818BD">
        <w:t>Zanoni</w:t>
      </w:r>
      <w:proofErr w:type="spellEnd"/>
      <w:r w:rsidR="00E8465A">
        <w:t xml:space="preserve">. </w:t>
      </w:r>
      <w:r w:rsidRPr="007818BD">
        <w:t>Puis</w:t>
      </w:r>
      <w:r w:rsidR="00E8465A">
        <w:t xml:space="preserve">, </w:t>
      </w:r>
      <w:r w:rsidRPr="007818BD">
        <w:t>rega</w:t>
      </w:r>
      <w:r w:rsidRPr="007818BD">
        <w:t>r</w:t>
      </w:r>
      <w:r w:rsidRPr="007818BD">
        <w:t>dant fixement Viola</w:t>
      </w:r>
      <w:r w:rsidR="00E8465A">
        <w:t xml:space="preserve">, </w:t>
      </w:r>
      <w:r w:rsidRPr="007818BD">
        <w:t>il lui dit avec un demi-sourire</w:t>
      </w:r>
      <w:r w:rsidR="00E8465A">
        <w:t> : « </w:t>
      </w:r>
      <w:r w:rsidRPr="007818BD">
        <w:t>N</w:t>
      </w:r>
      <w:r w:rsidR="00E8465A">
        <w:t>’</w:t>
      </w:r>
      <w:r w:rsidRPr="007818BD">
        <w:t>es-tu point curieuse d</w:t>
      </w:r>
      <w:r w:rsidR="00E8465A">
        <w:t>’</w:t>
      </w:r>
      <w:r w:rsidRPr="007818BD">
        <w:t>en apprendre davantage sur l</w:t>
      </w:r>
      <w:r w:rsidR="00E8465A">
        <w:t>’</w:t>
      </w:r>
      <w:r w:rsidRPr="007818BD">
        <w:t>amant que tu r</w:t>
      </w:r>
      <w:r w:rsidRPr="007818BD">
        <w:t>e</w:t>
      </w:r>
      <w:r w:rsidRPr="007818BD">
        <w:t>gardais autrefois comme un agent de l</w:t>
      </w:r>
      <w:r w:rsidR="00E8465A">
        <w:t>’</w:t>
      </w:r>
      <w:r w:rsidRPr="007818BD">
        <w:t>Esprit du mal</w:t>
      </w:r>
      <w:r w:rsidR="00E8465A">
        <w:t> ?</w:t>
      </w:r>
    </w:p>
    <w:p w14:paraId="4B92C15E" w14:textId="77777777" w:rsidR="00E8465A" w:rsidRDefault="00E8465A" w:rsidP="00E0544E">
      <w:r>
        <w:t>— </w:t>
      </w:r>
      <w:r w:rsidR="00E0544E" w:rsidRPr="007818BD">
        <w:t>Non</w:t>
      </w:r>
      <w:r>
        <w:t xml:space="preserve">, </w:t>
      </w:r>
      <w:r w:rsidR="00E0544E" w:rsidRPr="007818BD">
        <w:t>tout ce qu</w:t>
      </w:r>
      <w:r>
        <w:t>’</w:t>
      </w:r>
      <w:r w:rsidR="00E0544E" w:rsidRPr="007818BD">
        <w:t>on veut savoir de celui qu</w:t>
      </w:r>
      <w:r>
        <w:t>’</w:t>
      </w:r>
      <w:r w:rsidR="00E0544E" w:rsidRPr="007818BD">
        <w:t>on aime</w:t>
      </w:r>
      <w:r>
        <w:t xml:space="preserve">, </w:t>
      </w:r>
      <w:r w:rsidR="00E0544E" w:rsidRPr="007818BD">
        <w:t>je le sais</w:t>
      </w:r>
      <w:r>
        <w:t xml:space="preserve"> : </w:t>
      </w:r>
      <w:r w:rsidR="00E0544E" w:rsidRPr="007818BD">
        <w:t>tu m</w:t>
      </w:r>
      <w:r>
        <w:t>’</w:t>
      </w:r>
      <w:r w:rsidR="00E0544E" w:rsidRPr="007818BD">
        <w:t>aimes</w:t>
      </w:r>
      <w:r>
        <w:t>.</w:t>
      </w:r>
    </w:p>
    <w:p w14:paraId="219F1269" w14:textId="77777777" w:rsidR="00E8465A" w:rsidRDefault="00E8465A" w:rsidP="00E0544E">
      <w:r>
        <w:t>— </w:t>
      </w:r>
      <w:r w:rsidR="00E0544E" w:rsidRPr="007818BD">
        <w:t>Je t</w:t>
      </w:r>
      <w:r>
        <w:t>’</w:t>
      </w:r>
      <w:r w:rsidR="00E0544E" w:rsidRPr="007818BD">
        <w:t>ai dit que ma vie ne ressemblait pas à celle des a</w:t>
      </w:r>
      <w:r w:rsidR="00E0544E" w:rsidRPr="007818BD">
        <w:t>u</w:t>
      </w:r>
      <w:r w:rsidR="00E0544E" w:rsidRPr="007818BD">
        <w:t>tres</w:t>
      </w:r>
      <w:r>
        <w:t xml:space="preserve">. </w:t>
      </w:r>
      <w:r w:rsidR="00E0544E" w:rsidRPr="007818BD">
        <w:t>Ne voudrais-tu pas la partager</w:t>
      </w:r>
      <w:r>
        <w:t> ?</w:t>
      </w:r>
    </w:p>
    <w:p w14:paraId="751BACA6" w14:textId="77777777" w:rsidR="00E8465A" w:rsidRDefault="00E8465A" w:rsidP="00E0544E">
      <w:r>
        <w:t>— </w:t>
      </w:r>
      <w:r w:rsidR="00E0544E" w:rsidRPr="007818BD">
        <w:t>Je la partage</w:t>
      </w:r>
      <w:r>
        <w:t>.</w:t>
      </w:r>
    </w:p>
    <w:p w14:paraId="4B9F3B8F" w14:textId="77777777" w:rsidR="00E8465A" w:rsidRDefault="00E8465A" w:rsidP="00E0544E">
      <w:r>
        <w:t>— </w:t>
      </w:r>
      <w:r w:rsidR="00E0544E" w:rsidRPr="007818BD">
        <w:t>Mais s</w:t>
      </w:r>
      <w:r>
        <w:t>’</w:t>
      </w:r>
      <w:r w:rsidR="00E0544E" w:rsidRPr="007818BD">
        <w:t>il était possible d</w:t>
      </w:r>
      <w:r>
        <w:t>’</w:t>
      </w:r>
      <w:r w:rsidR="00E0544E" w:rsidRPr="007818BD">
        <w:t>être ainsi jeune et belle à jamais</w:t>
      </w:r>
      <w:r>
        <w:t xml:space="preserve">, </w:t>
      </w:r>
      <w:r w:rsidR="00E0544E" w:rsidRPr="007818BD">
        <w:t>jusqu</w:t>
      </w:r>
      <w:r>
        <w:t>’</w:t>
      </w:r>
      <w:r w:rsidR="00E0544E" w:rsidRPr="007818BD">
        <w:t>au jour où le monde autour de nous s</w:t>
      </w:r>
      <w:r>
        <w:t>’</w:t>
      </w:r>
      <w:r w:rsidR="00E0544E" w:rsidRPr="007818BD">
        <w:t>enflammera comme un vaste bûcher funèbre</w:t>
      </w:r>
      <w:r>
        <w:t>.</w:t>
      </w:r>
    </w:p>
    <w:p w14:paraId="0291BFFB" w14:textId="77777777" w:rsidR="00E8465A" w:rsidRDefault="00E8465A" w:rsidP="00E0544E">
      <w:r>
        <w:t>— </w:t>
      </w:r>
      <w:r w:rsidR="00E0544E" w:rsidRPr="007818BD">
        <w:t>Nous le serons quand nous quitterons le monde</w:t>
      </w:r>
      <w:r>
        <w:t> ! »</w:t>
      </w:r>
      <w:r w:rsidR="00E0544E" w:rsidRPr="007818BD">
        <w:t xml:space="preserve"> </w:t>
      </w:r>
      <w:proofErr w:type="spellStart"/>
      <w:r w:rsidR="00E0544E" w:rsidRPr="007818BD">
        <w:t>Z</w:t>
      </w:r>
      <w:r w:rsidR="00E0544E" w:rsidRPr="007818BD">
        <w:t>a</w:t>
      </w:r>
      <w:r w:rsidR="00E0544E" w:rsidRPr="007818BD">
        <w:t>noni</w:t>
      </w:r>
      <w:proofErr w:type="spellEnd"/>
      <w:r w:rsidR="00E0544E" w:rsidRPr="007818BD">
        <w:t xml:space="preserve"> demeura quelque temps silencieux</w:t>
      </w:r>
      <w:r>
        <w:t xml:space="preserve">, </w:t>
      </w:r>
      <w:r w:rsidR="00E0544E" w:rsidRPr="007818BD">
        <w:t>et dit enfin</w:t>
      </w:r>
      <w:r>
        <w:t> :</w:t>
      </w:r>
    </w:p>
    <w:p w14:paraId="10BFAE9A" w14:textId="77777777" w:rsidR="00E8465A" w:rsidRDefault="00E8465A" w:rsidP="00E0544E">
      <w:r>
        <w:t>« </w:t>
      </w:r>
      <w:r w:rsidR="00E0544E" w:rsidRPr="007818BD">
        <w:t>Peux-tu évoquer ces songes brillants et aériens qui te v</w:t>
      </w:r>
      <w:r w:rsidR="00E0544E" w:rsidRPr="007818BD">
        <w:t>i</w:t>
      </w:r>
      <w:r w:rsidR="00E0544E" w:rsidRPr="007818BD">
        <w:t>sitaient autrefois</w:t>
      </w:r>
      <w:r>
        <w:t xml:space="preserve">, </w:t>
      </w:r>
      <w:r w:rsidR="00E0544E" w:rsidRPr="007818BD">
        <w:t>quand tu te croyais réservée à quelque dest</w:t>
      </w:r>
      <w:r w:rsidR="00E0544E" w:rsidRPr="007818BD">
        <w:t>i</w:t>
      </w:r>
      <w:r w:rsidR="00E0544E" w:rsidRPr="007818BD">
        <w:t>née particulière différente de celle des enfants de la terre</w:t>
      </w:r>
      <w:r>
        <w:t> ?</w:t>
      </w:r>
    </w:p>
    <w:p w14:paraId="4428980F" w14:textId="77777777" w:rsidR="00E8465A" w:rsidRDefault="00E8465A" w:rsidP="00E0544E">
      <w:r>
        <w:t>— </w:t>
      </w:r>
      <w:proofErr w:type="spellStart"/>
      <w:r w:rsidR="00E0544E" w:rsidRPr="007818BD">
        <w:t>Zanoni</w:t>
      </w:r>
      <w:proofErr w:type="spellEnd"/>
      <w:r>
        <w:t xml:space="preserve">, </w:t>
      </w:r>
      <w:r w:rsidR="00E0544E" w:rsidRPr="007818BD">
        <w:t>cette destinée est assurée</w:t>
      </w:r>
      <w:r>
        <w:t> !</w:t>
      </w:r>
    </w:p>
    <w:p w14:paraId="1252CAB2" w14:textId="77777777" w:rsidR="00E8465A" w:rsidRDefault="00E8465A" w:rsidP="00E0544E">
      <w:r>
        <w:t>— </w:t>
      </w:r>
      <w:r w:rsidR="00E0544E" w:rsidRPr="007818BD">
        <w:t>Et l</w:t>
      </w:r>
      <w:r>
        <w:t>’</w:t>
      </w:r>
      <w:r w:rsidR="00E0544E" w:rsidRPr="007818BD">
        <w:t>avenir</w:t>
      </w:r>
      <w:r>
        <w:t xml:space="preserve">, </w:t>
      </w:r>
      <w:r w:rsidR="00E0544E" w:rsidRPr="007818BD">
        <w:t>ne t</w:t>
      </w:r>
      <w:r>
        <w:t>’</w:t>
      </w:r>
      <w:r w:rsidR="00E0544E" w:rsidRPr="007818BD">
        <w:t>inspire-t-il aucun effroi</w:t>
      </w:r>
      <w:r>
        <w:t> ?</w:t>
      </w:r>
    </w:p>
    <w:p w14:paraId="2A9FD8A9" w14:textId="645E5795" w:rsidR="00E0544E" w:rsidRPr="007818BD" w:rsidRDefault="00E8465A" w:rsidP="00E0544E">
      <w:r>
        <w:lastRenderedPageBreak/>
        <w:t>— </w:t>
      </w:r>
      <w:r w:rsidR="00E0544E" w:rsidRPr="007818BD">
        <w:t>L</w:t>
      </w:r>
      <w:r>
        <w:t>’</w:t>
      </w:r>
      <w:r w:rsidR="00E0544E" w:rsidRPr="007818BD">
        <w:t>avenir</w:t>
      </w:r>
      <w:r>
        <w:t xml:space="preserve"> ! </w:t>
      </w:r>
      <w:r w:rsidR="00E0544E" w:rsidRPr="007818BD">
        <w:t>je l</w:t>
      </w:r>
      <w:r>
        <w:t>’</w:t>
      </w:r>
      <w:proofErr w:type="spellStart"/>
      <w:r w:rsidR="00E0544E" w:rsidRPr="007818BD">
        <w:t>oublie</w:t>
      </w:r>
      <w:proofErr w:type="spellEnd"/>
      <w:r>
        <w:t xml:space="preserve">. </w:t>
      </w:r>
      <w:r w:rsidR="00E0544E" w:rsidRPr="007818BD">
        <w:t>Le passé</w:t>
      </w:r>
      <w:r>
        <w:t xml:space="preserve">, </w:t>
      </w:r>
      <w:r w:rsidR="00E0544E" w:rsidRPr="007818BD">
        <w:t>le présent</w:t>
      </w:r>
      <w:r>
        <w:t xml:space="preserve">, </w:t>
      </w:r>
      <w:r w:rsidR="00E0544E" w:rsidRPr="007818BD">
        <w:t>l</w:t>
      </w:r>
      <w:r>
        <w:t>’</w:t>
      </w:r>
      <w:r w:rsidR="00E0544E" w:rsidRPr="007818BD">
        <w:t>avenir</w:t>
      </w:r>
      <w:r>
        <w:t xml:space="preserve">, </w:t>
      </w:r>
      <w:r w:rsidR="00E0544E" w:rsidRPr="007818BD">
        <w:t>pour moi</w:t>
      </w:r>
      <w:r>
        <w:t xml:space="preserve">, </w:t>
      </w:r>
      <w:r w:rsidR="00E0544E" w:rsidRPr="007818BD">
        <w:t>c</w:t>
      </w:r>
      <w:r>
        <w:t>’</w:t>
      </w:r>
      <w:r w:rsidR="00E0544E" w:rsidRPr="007818BD">
        <w:t>est ton sourire</w:t>
      </w:r>
      <w:r>
        <w:t xml:space="preserve">. </w:t>
      </w:r>
      <w:r w:rsidR="00E0544E" w:rsidRPr="007818BD">
        <w:t>Oh</w:t>
      </w:r>
      <w:r>
        <w:t xml:space="preserve"> ! </w:t>
      </w:r>
      <w:proofErr w:type="spellStart"/>
      <w:r w:rsidR="00E0544E" w:rsidRPr="007818BD">
        <w:t>Zanoni</w:t>
      </w:r>
      <w:proofErr w:type="spellEnd"/>
      <w:r>
        <w:t xml:space="preserve">, </w:t>
      </w:r>
      <w:r w:rsidR="00E0544E" w:rsidRPr="007818BD">
        <w:t>ne te joue pas de la folle cr</w:t>
      </w:r>
      <w:r w:rsidR="00E0544E" w:rsidRPr="007818BD">
        <w:t>é</w:t>
      </w:r>
      <w:r w:rsidR="00E0544E" w:rsidRPr="007818BD">
        <w:t>dulité de ma jeunesse</w:t>
      </w:r>
      <w:r>
        <w:t xml:space="preserve">. </w:t>
      </w:r>
      <w:r w:rsidR="00E0544E" w:rsidRPr="007818BD">
        <w:t>J</w:t>
      </w:r>
      <w:r>
        <w:t>’</w:t>
      </w:r>
      <w:r w:rsidR="00E0544E" w:rsidRPr="007818BD">
        <w:t>ai été meilleure et plus humble depuis que ta présence a purifié l</w:t>
      </w:r>
      <w:r>
        <w:t>’</w:t>
      </w:r>
      <w:r w:rsidR="00E0544E" w:rsidRPr="007818BD">
        <w:t>air que je respire</w:t>
      </w:r>
      <w:r>
        <w:t xml:space="preserve">. </w:t>
      </w:r>
      <w:r w:rsidR="00E0544E" w:rsidRPr="007818BD">
        <w:t>L</w:t>
      </w:r>
      <w:r>
        <w:t>’</w:t>
      </w:r>
      <w:r w:rsidR="00E0544E" w:rsidRPr="007818BD">
        <w:t>avenir</w:t>
      </w:r>
      <w:r>
        <w:t xml:space="preserve"> ! </w:t>
      </w:r>
      <w:r w:rsidR="00E0544E" w:rsidRPr="007818BD">
        <w:t>eh bien</w:t>
      </w:r>
      <w:r>
        <w:t xml:space="preserve">, </w:t>
      </w:r>
      <w:r w:rsidR="00E0544E" w:rsidRPr="007818BD">
        <w:t>quand nous aurons lieu de le redouter</w:t>
      </w:r>
      <w:r>
        <w:t xml:space="preserve">, </w:t>
      </w:r>
      <w:r w:rsidR="00E0544E" w:rsidRPr="007818BD">
        <w:t>je regarderai le ciel</w:t>
      </w:r>
      <w:r>
        <w:t xml:space="preserve">, </w:t>
      </w:r>
      <w:r w:rsidR="00E0544E" w:rsidRPr="007818BD">
        <w:t>et je songerai à celui qui guide notre destin</w:t>
      </w:r>
      <w:r>
        <w:t>. »</w:t>
      </w:r>
    </w:p>
    <w:p w14:paraId="088EF315" w14:textId="77777777" w:rsidR="00E8465A" w:rsidRDefault="00E0544E" w:rsidP="00E0544E">
      <w:r w:rsidRPr="007818BD">
        <w:t>Elle leva son regard</w:t>
      </w:r>
      <w:r w:rsidR="00E8465A">
        <w:t xml:space="preserve"> : </w:t>
      </w:r>
      <w:r w:rsidRPr="007818BD">
        <w:t>un sombre nuage passa subitement sur la scène tout entière</w:t>
      </w:r>
      <w:r w:rsidR="00E8465A">
        <w:t xml:space="preserve"> ; </w:t>
      </w:r>
      <w:r w:rsidRPr="007818BD">
        <w:t>il enveloppa les orangers</w:t>
      </w:r>
      <w:r w:rsidR="00E8465A">
        <w:t xml:space="preserve">, </w:t>
      </w:r>
      <w:r w:rsidRPr="007818BD">
        <w:t>l</w:t>
      </w:r>
      <w:r w:rsidR="00E8465A">
        <w:t>’</w:t>
      </w:r>
      <w:r w:rsidRPr="007818BD">
        <w:t>océan d</w:t>
      </w:r>
      <w:r w:rsidR="00E8465A">
        <w:t>’</w:t>
      </w:r>
      <w:r w:rsidRPr="007818BD">
        <w:t>azur</w:t>
      </w:r>
      <w:r w:rsidR="00E8465A">
        <w:t xml:space="preserve">, </w:t>
      </w:r>
      <w:r w:rsidRPr="007818BD">
        <w:t>les sables de la plage</w:t>
      </w:r>
      <w:r w:rsidR="00E8465A">
        <w:t xml:space="preserve"> ; </w:t>
      </w:r>
      <w:r w:rsidRPr="007818BD">
        <w:t>mais les dernières images qui s</w:t>
      </w:r>
      <w:r w:rsidR="00E8465A">
        <w:t>’</w:t>
      </w:r>
      <w:r w:rsidRPr="007818BD">
        <w:t xml:space="preserve">effacèrent aux yeux de </w:t>
      </w:r>
      <w:proofErr w:type="spellStart"/>
      <w:r w:rsidRPr="007818BD">
        <w:t>Glyndon</w:t>
      </w:r>
      <w:proofErr w:type="spellEnd"/>
      <w:r w:rsidRPr="007818BD">
        <w:t xml:space="preserve"> furent celles de Viola et de </w:t>
      </w:r>
      <w:proofErr w:type="spellStart"/>
      <w:r w:rsidRPr="007818BD">
        <w:t>Z</w:t>
      </w:r>
      <w:r w:rsidRPr="007818BD">
        <w:t>a</w:t>
      </w:r>
      <w:r w:rsidRPr="007818BD">
        <w:t>noni</w:t>
      </w:r>
      <w:proofErr w:type="spellEnd"/>
      <w:r w:rsidR="00E8465A">
        <w:t xml:space="preserve"> : </w:t>
      </w:r>
      <w:r w:rsidRPr="007818BD">
        <w:t>le visage de l</w:t>
      </w:r>
      <w:r w:rsidR="00E8465A">
        <w:t>’</w:t>
      </w:r>
      <w:r w:rsidRPr="007818BD">
        <w:t>une animé d</w:t>
      </w:r>
      <w:r w:rsidR="00E8465A">
        <w:t>’</w:t>
      </w:r>
      <w:r w:rsidRPr="007818BD">
        <w:t>une extase radieuse</w:t>
      </w:r>
      <w:r w:rsidR="00E8465A">
        <w:t xml:space="preserve"> ; </w:t>
      </w:r>
      <w:r w:rsidRPr="007818BD">
        <w:t>celui de l</w:t>
      </w:r>
      <w:r w:rsidR="00E8465A">
        <w:t>’</w:t>
      </w:r>
      <w:r w:rsidRPr="007818BD">
        <w:t>autre</w:t>
      </w:r>
      <w:r w:rsidR="00E8465A">
        <w:t xml:space="preserve">, </w:t>
      </w:r>
      <w:r w:rsidRPr="007818BD">
        <w:t>grave</w:t>
      </w:r>
      <w:r w:rsidR="00E8465A">
        <w:t xml:space="preserve">, </w:t>
      </w:r>
      <w:r w:rsidRPr="007818BD">
        <w:t>pensif</w:t>
      </w:r>
      <w:r w:rsidR="00E8465A">
        <w:t xml:space="preserve">, </w:t>
      </w:r>
      <w:r w:rsidRPr="007818BD">
        <w:t>et empreint d</w:t>
      </w:r>
      <w:r w:rsidR="00E8465A">
        <w:t>’</w:t>
      </w:r>
      <w:r w:rsidRPr="007818BD">
        <w:t>une austérité plus grande qu</w:t>
      </w:r>
      <w:r w:rsidR="00E8465A">
        <w:t>’</w:t>
      </w:r>
      <w:r w:rsidRPr="007818BD">
        <w:t>à l</w:t>
      </w:r>
      <w:r w:rsidR="00E8465A">
        <w:t>’</w:t>
      </w:r>
      <w:r w:rsidRPr="007818BD">
        <w:t>ordinaire dans sa beauté mélancolique et son calme pr</w:t>
      </w:r>
      <w:r w:rsidRPr="007818BD">
        <w:t>o</w:t>
      </w:r>
      <w:r w:rsidRPr="007818BD">
        <w:t>fond</w:t>
      </w:r>
      <w:r w:rsidR="00E8465A">
        <w:t>.</w:t>
      </w:r>
    </w:p>
    <w:p w14:paraId="41958342" w14:textId="0D36C0CB" w:rsidR="00E0544E" w:rsidRPr="007818BD" w:rsidRDefault="00E8465A" w:rsidP="00E0544E">
      <w:r>
        <w:t>« </w:t>
      </w:r>
      <w:r w:rsidR="00E0544E" w:rsidRPr="007818BD">
        <w:t>Éveille-toi</w:t>
      </w:r>
      <w:r>
        <w:t xml:space="preserve">, </w:t>
      </w:r>
      <w:r w:rsidR="00E0544E" w:rsidRPr="007818BD">
        <w:t xml:space="preserve">dit </w:t>
      </w:r>
      <w:proofErr w:type="spellStart"/>
      <w:r w:rsidR="00E0544E" w:rsidRPr="007818BD">
        <w:t>Mejnour</w:t>
      </w:r>
      <w:proofErr w:type="spellEnd"/>
      <w:r>
        <w:t xml:space="preserve">, </w:t>
      </w:r>
      <w:r w:rsidR="00E0544E" w:rsidRPr="007818BD">
        <w:t>ton épreuve a commencé</w:t>
      </w:r>
      <w:r>
        <w:t xml:space="preserve">. </w:t>
      </w:r>
      <w:r w:rsidR="00E0544E" w:rsidRPr="007818BD">
        <w:t>Il y a des maîtres de la science solennelle qui auraient pu te montrer les absents</w:t>
      </w:r>
      <w:r>
        <w:t xml:space="preserve">, </w:t>
      </w:r>
      <w:r w:rsidR="00E0544E" w:rsidRPr="007818BD">
        <w:t>et te parler</w:t>
      </w:r>
      <w:r>
        <w:t xml:space="preserve">, </w:t>
      </w:r>
      <w:r w:rsidR="00E0544E" w:rsidRPr="007818BD">
        <w:t>dans le jargon de leur charlatanisme</w:t>
      </w:r>
      <w:r>
        <w:t xml:space="preserve">, </w:t>
      </w:r>
      <w:r w:rsidR="00E0544E" w:rsidRPr="007818BD">
        <w:t>des électricités secrètes et du fluide magnétique</w:t>
      </w:r>
      <w:r>
        <w:t xml:space="preserve">, </w:t>
      </w:r>
      <w:r w:rsidR="00E0544E" w:rsidRPr="007818BD">
        <w:t>dont les pr</w:t>
      </w:r>
      <w:r w:rsidR="00E0544E" w:rsidRPr="007818BD">
        <w:t>o</w:t>
      </w:r>
      <w:r w:rsidR="00E0544E" w:rsidRPr="007818BD">
        <w:t>priétés élémentaires sont seules vaguement connues par eux</w:t>
      </w:r>
      <w:r>
        <w:t xml:space="preserve">. </w:t>
      </w:r>
      <w:r w:rsidR="00E0544E" w:rsidRPr="007818BD">
        <w:t>Je te prêterai les livres de ces dupes illustres</w:t>
      </w:r>
      <w:r>
        <w:t xml:space="preserve">, </w:t>
      </w:r>
      <w:r w:rsidR="00E0544E" w:rsidRPr="007818BD">
        <w:t>et tu verras combien d</w:t>
      </w:r>
      <w:r>
        <w:t>’</w:t>
      </w:r>
      <w:r w:rsidR="00E0544E" w:rsidRPr="007818BD">
        <w:t>entre eux</w:t>
      </w:r>
      <w:r>
        <w:t xml:space="preserve">, </w:t>
      </w:r>
      <w:r w:rsidR="00E0544E" w:rsidRPr="007818BD">
        <w:t>aux siècles d</w:t>
      </w:r>
      <w:r>
        <w:t>’</w:t>
      </w:r>
      <w:r w:rsidR="00E0544E" w:rsidRPr="007818BD">
        <w:t>ignorance</w:t>
      </w:r>
      <w:r>
        <w:t xml:space="preserve">, </w:t>
      </w:r>
      <w:r w:rsidR="00E0544E" w:rsidRPr="007818BD">
        <w:t>sont venus heurter leurs pas errants au seuil de la science toute-puissante</w:t>
      </w:r>
      <w:r>
        <w:t xml:space="preserve">, </w:t>
      </w:r>
      <w:r w:rsidR="00E0544E" w:rsidRPr="007818BD">
        <w:t>et se sont imaginé avoir pénétré dans le temple</w:t>
      </w:r>
      <w:r>
        <w:t xml:space="preserve">. </w:t>
      </w:r>
      <w:r w:rsidR="00E0544E" w:rsidRPr="007818BD">
        <w:t>Hermès</w:t>
      </w:r>
      <w:r>
        <w:t xml:space="preserve">, </w:t>
      </w:r>
      <w:r w:rsidR="00E0544E" w:rsidRPr="007818BD">
        <w:t>Albert le Grand</w:t>
      </w:r>
      <w:r>
        <w:t xml:space="preserve">, </w:t>
      </w:r>
      <w:r w:rsidR="00E0544E" w:rsidRPr="007818BD">
        <w:t>Paracelse</w:t>
      </w:r>
      <w:r>
        <w:t xml:space="preserve">, </w:t>
      </w:r>
      <w:r w:rsidR="00E0544E" w:rsidRPr="007818BD">
        <w:t>je vous connais tous</w:t>
      </w:r>
      <w:r>
        <w:t xml:space="preserve"> ; </w:t>
      </w:r>
      <w:r w:rsidR="00E0544E" w:rsidRPr="007818BD">
        <w:t>mais</w:t>
      </w:r>
      <w:r>
        <w:t xml:space="preserve">, </w:t>
      </w:r>
      <w:r w:rsidR="00E0544E" w:rsidRPr="007818BD">
        <w:t>malgré toute votre gloire</w:t>
      </w:r>
      <w:r>
        <w:t xml:space="preserve">, </w:t>
      </w:r>
      <w:r w:rsidR="00E0544E" w:rsidRPr="007818BD">
        <w:t>votre destinée était de vous tromper</w:t>
      </w:r>
      <w:r>
        <w:t xml:space="preserve">. </w:t>
      </w:r>
      <w:r w:rsidR="00E0544E" w:rsidRPr="007818BD">
        <w:t>Vous n</w:t>
      </w:r>
      <w:r>
        <w:t>’</w:t>
      </w:r>
      <w:r w:rsidR="00E0544E" w:rsidRPr="007818BD">
        <w:t>aviez pas des âmes de foi</w:t>
      </w:r>
      <w:r>
        <w:t xml:space="preserve">, </w:t>
      </w:r>
      <w:r w:rsidR="00E0544E" w:rsidRPr="007818BD">
        <w:t>ni le courage nécessaire au but auquel vous aspiriez</w:t>
      </w:r>
      <w:r>
        <w:t xml:space="preserve">. </w:t>
      </w:r>
      <w:r w:rsidR="00E0544E" w:rsidRPr="007818BD">
        <w:t>P</w:t>
      </w:r>
      <w:r w:rsidR="00E0544E" w:rsidRPr="007818BD">
        <w:t>a</w:t>
      </w:r>
      <w:r w:rsidR="00E0544E" w:rsidRPr="007818BD">
        <w:t>racelse pourtant</w:t>
      </w:r>
      <w:r>
        <w:t xml:space="preserve">, </w:t>
      </w:r>
      <w:r w:rsidR="00E0544E" w:rsidRPr="007818BD">
        <w:t>le modeste Paracelse</w:t>
      </w:r>
      <w:r>
        <w:t xml:space="preserve">, </w:t>
      </w:r>
      <w:r w:rsidR="00E0544E" w:rsidRPr="007818BD">
        <w:t>avait une âme fière qui s</w:t>
      </w:r>
      <w:r>
        <w:t>’</w:t>
      </w:r>
      <w:r w:rsidR="00E0544E" w:rsidRPr="007818BD">
        <w:t>éleva plus haut que toute notre science</w:t>
      </w:r>
      <w:r>
        <w:t xml:space="preserve">. </w:t>
      </w:r>
      <w:r w:rsidR="00E0544E" w:rsidRPr="007818BD">
        <w:t>Oui</w:t>
      </w:r>
      <w:r>
        <w:t xml:space="preserve"> : </w:t>
      </w:r>
      <w:r w:rsidR="00E0544E" w:rsidRPr="007818BD">
        <w:t>il crut pouvoir faire une race</w:t>
      </w:r>
      <w:r>
        <w:t xml:space="preserve">, </w:t>
      </w:r>
      <w:r w:rsidR="00E0544E" w:rsidRPr="007818BD">
        <w:t>d</w:t>
      </w:r>
      <w:r>
        <w:t>’</w:t>
      </w:r>
      <w:r w:rsidR="00E0544E" w:rsidRPr="007818BD">
        <w:t>hommes au moyen de la chimie</w:t>
      </w:r>
      <w:r>
        <w:t xml:space="preserve"> ; </w:t>
      </w:r>
      <w:r w:rsidR="00E0544E" w:rsidRPr="007818BD">
        <w:t>il s</w:t>
      </w:r>
      <w:r>
        <w:t>’</w:t>
      </w:r>
      <w:r w:rsidR="00E0544E" w:rsidRPr="007818BD">
        <w:t>arrogea le don divin</w:t>
      </w:r>
      <w:r>
        <w:t xml:space="preserve">, </w:t>
      </w:r>
      <w:r w:rsidR="00E0544E" w:rsidRPr="007818BD">
        <w:t>le souffle vital</w:t>
      </w:r>
      <w:r>
        <w:t xml:space="preserve">. </w:t>
      </w:r>
      <w:r w:rsidR="00E0544E" w:rsidRPr="007818BD">
        <w:t>Il aurait fait des hommes</w:t>
      </w:r>
      <w:r>
        <w:t xml:space="preserve">, </w:t>
      </w:r>
      <w:r w:rsidR="00E0544E" w:rsidRPr="007818BD">
        <w:t xml:space="preserve">mais il avoua après tout que </w:t>
      </w:r>
      <w:r w:rsidR="00E0544E" w:rsidRPr="007818BD">
        <w:lastRenderedPageBreak/>
        <w:t>ces hommes seraient des pygmées</w:t>
      </w:r>
      <w:r>
        <w:t xml:space="preserve"> ! </w:t>
      </w:r>
      <w:r w:rsidR="00E0544E" w:rsidRPr="007818BD">
        <w:t>Mon art</w:t>
      </w:r>
      <w:r>
        <w:t xml:space="preserve">, </w:t>
      </w:r>
      <w:r w:rsidR="00E0544E" w:rsidRPr="007818BD">
        <w:t>à moi</w:t>
      </w:r>
      <w:r>
        <w:t xml:space="preserve">, </w:t>
      </w:r>
      <w:r w:rsidR="00E0544E" w:rsidRPr="007818BD">
        <w:t>cherche à faire des hommes supérieurs à l</w:t>
      </w:r>
      <w:r>
        <w:t>’</w:t>
      </w:r>
      <w:r w:rsidR="00E0544E" w:rsidRPr="007818BD">
        <w:t>humanité</w:t>
      </w:r>
      <w:r>
        <w:t xml:space="preserve">. </w:t>
      </w:r>
      <w:r w:rsidR="00E0544E" w:rsidRPr="007818BD">
        <w:t>Mais mes digressions excitent votre imp</w:t>
      </w:r>
      <w:r w:rsidR="00E0544E" w:rsidRPr="007818BD">
        <w:t>a</w:t>
      </w:r>
      <w:r w:rsidR="00E0544E" w:rsidRPr="007818BD">
        <w:t>tience</w:t>
      </w:r>
      <w:r>
        <w:t xml:space="preserve">. </w:t>
      </w:r>
      <w:r w:rsidR="00E0544E" w:rsidRPr="007818BD">
        <w:t>Pardonnez-moi</w:t>
      </w:r>
      <w:r>
        <w:t xml:space="preserve"> : </w:t>
      </w:r>
      <w:r w:rsidR="00E0544E" w:rsidRPr="007818BD">
        <w:t>tous ces hommes</w:t>
      </w:r>
      <w:r>
        <w:t xml:space="preserve"> (</w:t>
      </w:r>
      <w:r w:rsidR="00E0544E" w:rsidRPr="007818BD">
        <w:t>grands rêveurs comme vous voulez l</w:t>
      </w:r>
      <w:r>
        <w:t>’</w:t>
      </w:r>
      <w:r w:rsidR="00E0544E" w:rsidRPr="007818BD">
        <w:t>être</w:t>
      </w:r>
      <w:r>
        <w:t xml:space="preserve">) </w:t>
      </w:r>
      <w:r w:rsidR="00E0544E" w:rsidRPr="007818BD">
        <w:t>étaient mes amis intimes</w:t>
      </w:r>
      <w:r>
        <w:t xml:space="preserve">. </w:t>
      </w:r>
      <w:r w:rsidR="00E0544E" w:rsidRPr="007818BD">
        <w:t>Ils sont morts</w:t>
      </w:r>
      <w:r>
        <w:t xml:space="preserve">, </w:t>
      </w:r>
      <w:r w:rsidR="00E0544E" w:rsidRPr="007818BD">
        <w:t>ils ne sont plus que poussière</w:t>
      </w:r>
      <w:r>
        <w:t xml:space="preserve">. </w:t>
      </w:r>
      <w:r w:rsidR="00E0544E" w:rsidRPr="007818BD">
        <w:t>Ils parlaient d</w:t>
      </w:r>
      <w:r>
        <w:t>’</w:t>
      </w:r>
      <w:r w:rsidR="00E0544E" w:rsidRPr="007818BD">
        <w:t>esprits</w:t>
      </w:r>
      <w:r>
        <w:t xml:space="preserve">, </w:t>
      </w:r>
      <w:r w:rsidR="00E0544E" w:rsidRPr="007818BD">
        <w:t>et ils redoutaient toute a</w:t>
      </w:r>
      <w:r w:rsidR="00E0544E" w:rsidRPr="007818BD">
        <w:t>u</w:t>
      </w:r>
      <w:r w:rsidR="00E0544E" w:rsidRPr="007818BD">
        <w:t>tre société que celle des hommes</w:t>
      </w:r>
      <w:r>
        <w:t xml:space="preserve">. </w:t>
      </w:r>
      <w:r w:rsidR="00E0544E" w:rsidRPr="007818BD">
        <w:t>Ils ressemblaient à ces or</w:t>
      </w:r>
      <w:r w:rsidR="00E0544E" w:rsidRPr="007818BD">
        <w:t>a</w:t>
      </w:r>
      <w:r w:rsidR="00E0544E" w:rsidRPr="007818BD">
        <w:t>teurs que j</w:t>
      </w:r>
      <w:r>
        <w:t>’</w:t>
      </w:r>
      <w:r w:rsidR="00E0544E" w:rsidRPr="007818BD">
        <w:t>ai entendus à Athènes</w:t>
      </w:r>
      <w:r>
        <w:t xml:space="preserve">, </w:t>
      </w:r>
      <w:r w:rsidR="00E0544E" w:rsidRPr="007818BD">
        <w:t>comètes flamboyantes d</w:t>
      </w:r>
      <w:r>
        <w:t>’</w:t>
      </w:r>
      <w:r w:rsidR="00E0544E" w:rsidRPr="007818BD">
        <w:t>éloquence dans l</w:t>
      </w:r>
      <w:r>
        <w:t>’</w:t>
      </w:r>
      <w:r w:rsidR="00E0544E" w:rsidRPr="007818BD">
        <w:t>assemblée</w:t>
      </w:r>
      <w:r>
        <w:t xml:space="preserve">, </w:t>
      </w:r>
      <w:r w:rsidR="00E0544E" w:rsidRPr="007818BD">
        <w:t>froids et éteints comme les feux de joie d</w:t>
      </w:r>
      <w:r>
        <w:t>’</w:t>
      </w:r>
      <w:r w:rsidR="00E0544E" w:rsidRPr="007818BD">
        <w:t>une fête d</w:t>
      </w:r>
      <w:r>
        <w:t>’</w:t>
      </w:r>
      <w:r w:rsidR="00E0544E" w:rsidRPr="007818BD">
        <w:t>hier quand ils étaient sur le champ de batai</w:t>
      </w:r>
      <w:r w:rsidR="00E0544E" w:rsidRPr="007818BD">
        <w:t>l</w:t>
      </w:r>
      <w:r w:rsidR="00E0544E" w:rsidRPr="007818BD">
        <w:t>le</w:t>
      </w:r>
      <w:r>
        <w:t xml:space="preserve">. </w:t>
      </w:r>
      <w:r w:rsidR="00E0544E" w:rsidRPr="007818BD">
        <w:t>Ah</w:t>
      </w:r>
      <w:r>
        <w:t xml:space="preserve"> ! </w:t>
      </w:r>
      <w:r w:rsidR="00E0544E" w:rsidRPr="007818BD">
        <w:t>Démosthène</w:t>
      </w:r>
      <w:r>
        <w:t xml:space="preserve">, </w:t>
      </w:r>
      <w:r w:rsidR="00E0544E" w:rsidRPr="007818BD">
        <w:t>poltron héroïque</w:t>
      </w:r>
      <w:r>
        <w:t xml:space="preserve">, </w:t>
      </w:r>
      <w:r w:rsidR="00E0544E" w:rsidRPr="007818BD">
        <w:t>quelle agilité tu déployas à Chéronée</w:t>
      </w:r>
      <w:r>
        <w:t xml:space="preserve"> !… </w:t>
      </w:r>
      <w:r w:rsidR="00E0544E" w:rsidRPr="007818BD">
        <w:t>Vous vous impatientez encore</w:t>
      </w:r>
      <w:r>
        <w:t xml:space="preserve"> ! </w:t>
      </w:r>
      <w:r w:rsidR="00E0544E" w:rsidRPr="007818BD">
        <w:t>Je pourrais vous révéler sur le passé bien des secrets qui feraient de vous un or</w:t>
      </w:r>
      <w:r w:rsidR="00E0544E" w:rsidRPr="007818BD">
        <w:t>a</w:t>
      </w:r>
      <w:r w:rsidR="00E0544E" w:rsidRPr="007818BD">
        <w:t>cle dans les écoles</w:t>
      </w:r>
      <w:r>
        <w:t xml:space="preserve">. </w:t>
      </w:r>
      <w:r w:rsidR="00E0544E" w:rsidRPr="007818BD">
        <w:t>Mais ce que vous désirez</w:t>
      </w:r>
      <w:r>
        <w:t xml:space="preserve">, </w:t>
      </w:r>
      <w:r w:rsidR="00E0544E" w:rsidRPr="007818BD">
        <w:t>votre seule pa</w:t>
      </w:r>
      <w:r w:rsidR="00E0544E" w:rsidRPr="007818BD">
        <w:t>s</w:t>
      </w:r>
      <w:r w:rsidR="00E0544E" w:rsidRPr="007818BD">
        <w:t>sion</w:t>
      </w:r>
      <w:r>
        <w:t xml:space="preserve">, </w:t>
      </w:r>
      <w:r w:rsidR="00E0544E" w:rsidRPr="007818BD">
        <w:t>ce sont les ombres de l</w:t>
      </w:r>
      <w:r>
        <w:t>’</w:t>
      </w:r>
      <w:r w:rsidR="00E0544E" w:rsidRPr="007818BD">
        <w:t>avenir</w:t>
      </w:r>
      <w:r>
        <w:t xml:space="preserve">. </w:t>
      </w:r>
      <w:r w:rsidR="00E0544E" w:rsidRPr="007818BD">
        <w:t>Elle sera satisfaite</w:t>
      </w:r>
      <w:r>
        <w:t xml:space="preserve">. </w:t>
      </w:r>
      <w:r w:rsidR="00E0544E" w:rsidRPr="007818BD">
        <w:t>Mais il faut d</w:t>
      </w:r>
      <w:r>
        <w:t>’</w:t>
      </w:r>
      <w:r w:rsidR="00E0544E" w:rsidRPr="007818BD">
        <w:t>abord que l</w:t>
      </w:r>
      <w:r>
        <w:t>’</w:t>
      </w:r>
      <w:r w:rsidR="00E0544E" w:rsidRPr="007818BD">
        <w:t>esprit soit exercé et préparé</w:t>
      </w:r>
      <w:r>
        <w:t xml:space="preserve">. </w:t>
      </w:r>
      <w:r w:rsidR="00E0544E" w:rsidRPr="007818BD">
        <w:t>Allez à votre chambre</w:t>
      </w:r>
      <w:r>
        <w:t xml:space="preserve">, </w:t>
      </w:r>
      <w:r w:rsidR="00E0544E" w:rsidRPr="007818BD">
        <w:t>dormez</w:t>
      </w:r>
      <w:r>
        <w:t xml:space="preserve"> : </w:t>
      </w:r>
      <w:r w:rsidR="00E0544E" w:rsidRPr="007818BD">
        <w:t>jeûnez sévèrement</w:t>
      </w:r>
      <w:r>
        <w:t xml:space="preserve"> ; </w:t>
      </w:r>
      <w:r w:rsidR="00E0544E" w:rsidRPr="007818BD">
        <w:t>ne lisez pas</w:t>
      </w:r>
      <w:r>
        <w:t xml:space="preserve"> : </w:t>
      </w:r>
      <w:r w:rsidR="00E0544E" w:rsidRPr="007818BD">
        <w:t>méditez</w:t>
      </w:r>
      <w:r>
        <w:t xml:space="preserve">, </w:t>
      </w:r>
      <w:r w:rsidR="00E0544E" w:rsidRPr="007818BD">
        <w:t>imaginez</w:t>
      </w:r>
      <w:r>
        <w:t xml:space="preserve">, </w:t>
      </w:r>
      <w:r w:rsidR="00E0544E" w:rsidRPr="007818BD">
        <w:t>rêvez</w:t>
      </w:r>
      <w:r>
        <w:t xml:space="preserve"> ; </w:t>
      </w:r>
      <w:proofErr w:type="spellStart"/>
      <w:r w:rsidR="00E0544E" w:rsidRPr="007818BD">
        <w:t>égarez vous</w:t>
      </w:r>
      <w:proofErr w:type="spellEnd"/>
      <w:r w:rsidR="00E0544E" w:rsidRPr="007818BD">
        <w:t xml:space="preserve"> si vous voulez</w:t>
      </w:r>
      <w:r>
        <w:t xml:space="preserve">. </w:t>
      </w:r>
      <w:r w:rsidR="00E0544E" w:rsidRPr="007818BD">
        <w:t>La pensée débroui</w:t>
      </w:r>
      <w:r w:rsidR="00E0544E" w:rsidRPr="007818BD">
        <w:t>l</w:t>
      </w:r>
      <w:r w:rsidR="00E0544E" w:rsidRPr="007818BD">
        <w:t>le toujours à la fin son propre chaos</w:t>
      </w:r>
      <w:r>
        <w:t xml:space="preserve">. </w:t>
      </w:r>
      <w:r w:rsidR="00E0544E" w:rsidRPr="007818BD">
        <w:t>Avant minuit</w:t>
      </w:r>
      <w:r>
        <w:t xml:space="preserve">, </w:t>
      </w:r>
      <w:r w:rsidR="00E0544E" w:rsidRPr="007818BD">
        <w:t>revenez me trouver</w:t>
      </w:r>
      <w:r>
        <w:t>. »</w:t>
      </w:r>
    </w:p>
    <w:p w14:paraId="583982A7" w14:textId="77777777" w:rsidR="00E8465A" w:rsidRDefault="00E0544E" w:rsidP="00E8465A">
      <w:pPr>
        <w:pStyle w:val="Titre2"/>
        <w:pageBreakBefore/>
      </w:pPr>
      <w:bookmarkStart w:id="45" w:name="_Toc199963094"/>
      <w:r w:rsidRPr="007818BD">
        <w:lastRenderedPageBreak/>
        <w:t>CHAPITRE</w:t>
      </w:r>
      <w:r w:rsidR="00E8465A">
        <w:t xml:space="preserve"> </w:t>
      </w:r>
      <w:r w:rsidRPr="007818BD">
        <w:t>IV</w:t>
      </w:r>
      <w:r w:rsidR="00E8465A">
        <w:t>.</w:t>
      </w:r>
      <w:bookmarkEnd w:id="45"/>
    </w:p>
    <w:p w14:paraId="790AD045" w14:textId="77777777" w:rsidR="00E8465A" w:rsidRDefault="00E0544E" w:rsidP="00E0544E">
      <w:pPr>
        <w:pStyle w:val="NormalRetraitGauche4XIndent0"/>
        <w:spacing w:before="0" w:after="0"/>
        <w:rPr>
          <w:rStyle w:val="Taille-1Caracteres"/>
        </w:rPr>
      </w:pPr>
      <w:r w:rsidRPr="007818BD">
        <w:rPr>
          <w:rStyle w:val="Taille-1Caracteres"/>
        </w:rPr>
        <w:t>Il importe que nous</w:t>
      </w:r>
      <w:r w:rsidR="00E8465A">
        <w:rPr>
          <w:rStyle w:val="Taille-1Caracteres"/>
        </w:rPr>
        <w:t xml:space="preserve">, </w:t>
      </w:r>
      <w:r w:rsidRPr="007818BD">
        <w:rPr>
          <w:rStyle w:val="Taille-1Caracteres"/>
        </w:rPr>
        <w:t>qui cherchons à a</w:t>
      </w:r>
      <w:r w:rsidRPr="007818BD">
        <w:rPr>
          <w:rStyle w:val="Taille-1Caracteres"/>
        </w:rPr>
        <w:t>t</w:t>
      </w:r>
      <w:r w:rsidRPr="007818BD">
        <w:rPr>
          <w:rStyle w:val="Taille-1Caracteres"/>
        </w:rPr>
        <w:t>teindre ces hauteurs sublimes</w:t>
      </w:r>
      <w:r w:rsidR="00E8465A">
        <w:rPr>
          <w:rStyle w:val="Taille-1Caracteres"/>
        </w:rPr>
        <w:t xml:space="preserve">, </w:t>
      </w:r>
      <w:r w:rsidRPr="007818BD">
        <w:rPr>
          <w:rStyle w:val="Taille-1Caracteres"/>
        </w:rPr>
        <w:t>nous nous étudiions</w:t>
      </w:r>
      <w:r w:rsidR="00E8465A">
        <w:rPr>
          <w:rStyle w:val="Taille-1Caracteres"/>
        </w:rPr>
        <w:t xml:space="preserve">, </w:t>
      </w:r>
      <w:r w:rsidRPr="007818BD">
        <w:rPr>
          <w:rStyle w:val="Taille-1Caracteres"/>
        </w:rPr>
        <w:t>d</w:t>
      </w:r>
      <w:r w:rsidR="00E8465A">
        <w:rPr>
          <w:rStyle w:val="Taille-1Caracteres"/>
        </w:rPr>
        <w:t>’</w:t>
      </w:r>
      <w:r w:rsidRPr="007818BD">
        <w:rPr>
          <w:rStyle w:val="Taille-1Caracteres"/>
        </w:rPr>
        <w:t>abord à laisser derrière nous les affections</w:t>
      </w:r>
      <w:r w:rsidR="00E8465A">
        <w:rPr>
          <w:rStyle w:val="Taille-1Caracteres"/>
        </w:rPr>
        <w:t xml:space="preserve">, </w:t>
      </w:r>
      <w:r w:rsidRPr="007818BD">
        <w:rPr>
          <w:rStyle w:val="Taille-1Caracteres"/>
        </w:rPr>
        <w:t>charnelles</w:t>
      </w:r>
      <w:r w:rsidR="00E8465A">
        <w:rPr>
          <w:rStyle w:val="Taille-1Caracteres"/>
        </w:rPr>
        <w:t xml:space="preserve">, </w:t>
      </w:r>
      <w:r w:rsidRPr="007818BD">
        <w:rPr>
          <w:rStyle w:val="Taille-1Caracteres"/>
        </w:rPr>
        <w:t>la fragilité des sens</w:t>
      </w:r>
      <w:r w:rsidR="00E8465A">
        <w:rPr>
          <w:rStyle w:val="Taille-1Caracteres"/>
        </w:rPr>
        <w:t xml:space="preserve">, </w:t>
      </w:r>
      <w:r w:rsidRPr="007818BD">
        <w:rPr>
          <w:rStyle w:val="Taille-1Caracteres"/>
        </w:rPr>
        <w:t>les passions</w:t>
      </w:r>
      <w:r w:rsidR="00E8465A">
        <w:rPr>
          <w:rStyle w:val="Taille-1Caracteres"/>
        </w:rPr>
        <w:t xml:space="preserve">, </w:t>
      </w:r>
      <w:r w:rsidRPr="007818BD">
        <w:rPr>
          <w:rStyle w:val="Taille-1Caracteres"/>
        </w:rPr>
        <w:t>qui appartiennent à la matière</w:t>
      </w:r>
      <w:r w:rsidR="00E8465A">
        <w:rPr>
          <w:rStyle w:val="Taille-1Caracteres"/>
        </w:rPr>
        <w:t xml:space="preserve"> ; </w:t>
      </w:r>
      <w:r w:rsidRPr="007818BD">
        <w:rPr>
          <w:rStyle w:val="Taille-1Caracteres"/>
        </w:rPr>
        <w:t>ensuite que nous apprenions par quels moyens nous pouvons nous élever graduellement à la cime de l</w:t>
      </w:r>
      <w:r w:rsidR="00E8465A">
        <w:rPr>
          <w:rStyle w:val="Taille-1Caracteres"/>
        </w:rPr>
        <w:t>’</w:t>
      </w:r>
      <w:r w:rsidRPr="007818BD">
        <w:rPr>
          <w:rStyle w:val="Taille-1Caracteres"/>
        </w:rPr>
        <w:t>intelligence pure</w:t>
      </w:r>
      <w:r w:rsidR="00E8465A">
        <w:rPr>
          <w:rStyle w:val="Taille-1Caracteres"/>
        </w:rPr>
        <w:t xml:space="preserve">, </w:t>
      </w:r>
      <w:r w:rsidRPr="007818BD">
        <w:rPr>
          <w:rStyle w:val="Taille-1Caracteres"/>
        </w:rPr>
        <w:t>unis aux puissances supérieures sans lesquelles nous ne saurions</w:t>
      </w:r>
      <w:r w:rsidR="00E8465A">
        <w:rPr>
          <w:rStyle w:val="Taille-1Caracteres"/>
        </w:rPr>
        <w:t xml:space="preserve">, </w:t>
      </w:r>
      <w:r w:rsidRPr="007818BD">
        <w:rPr>
          <w:rStyle w:val="Taille-1Caracteres"/>
        </w:rPr>
        <w:t>a</w:t>
      </w:r>
      <w:r w:rsidRPr="007818BD">
        <w:rPr>
          <w:rStyle w:val="Taille-1Caracteres"/>
        </w:rPr>
        <w:t>t</w:t>
      </w:r>
      <w:r w:rsidRPr="007818BD">
        <w:rPr>
          <w:rStyle w:val="Taille-1Caracteres"/>
        </w:rPr>
        <w:t>teindre à la connaissance des choses secrètes et de la magie qui opère de vraies merveilles</w:t>
      </w:r>
      <w:r w:rsidR="00E8465A">
        <w:rPr>
          <w:rStyle w:val="Taille-1Caracteres"/>
        </w:rPr>
        <w:t>.</w:t>
      </w:r>
    </w:p>
    <w:p w14:paraId="6AD5AE25" w14:textId="2A0E1365"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TRITEMIUS</w:t>
      </w:r>
      <w:proofErr w:type="spellEnd"/>
      <w:r>
        <w:rPr>
          <w:rStyle w:val="Taille-1Caracteres"/>
        </w:rPr>
        <w:t>.)</w:t>
      </w:r>
    </w:p>
    <w:p w14:paraId="2704A596" w14:textId="77777777" w:rsidR="00E8465A" w:rsidRDefault="00E0544E" w:rsidP="00E0544E">
      <w:r w:rsidRPr="007818BD">
        <w:t>Il était près de minuit</w:t>
      </w:r>
      <w:r w:rsidR="00E8465A">
        <w:t xml:space="preserve">, </w:t>
      </w:r>
      <w:r w:rsidRPr="007818BD">
        <w:t xml:space="preserve">et </w:t>
      </w:r>
      <w:proofErr w:type="spellStart"/>
      <w:r w:rsidRPr="007818BD">
        <w:t>Glyndon</w:t>
      </w:r>
      <w:proofErr w:type="spellEnd"/>
      <w:r w:rsidRPr="007818BD">
        <w:t xml:space="preserve"> était revenu auprès du mystique</w:t>
      </w:r>
      <w:r w:rsidR="00E8465A">
        <w:t xml:space="preserve">. </w:t>
      </w:r>
      <w:r w:rsidRPr="007818BD">
        <w:t>Il avait observé un jeûne rigide</w:t>
      </w:r>
      <w:r w:rsidR="00E8465A">
        <w:t xml:space="preserve"> : </w:t>
      </w:r>
      <w:r w:rsidRPr="007818BD">
        <w:t>dans les rêveries i</w:t>
      </w:r>
      <w:r w:rsidRPr="007818BD">
        <w:t>n</w:t>
      </w:r>
      <w:r w:rsidRPr="007818BD">
        <w:t>tenses et extatiques où l</w:t>
      </w:r>
      <w:r w:rsidR="00E8465A">
        <w:t>’</w:t>
      </w:r>
      <w:r w:rsidRPr="007818BD">
        <w:t>avait plongé son im</w:t>
      </w:r>
      <w:r w:rsidRPr="007818BD">
        <w:t>a</w:t>
      </w:r>
      <w:r w:rsidRPr="007818BD">
        <w:t>gination exaltée</w:t>
      </w:r>
      <w:r w:rsidR="00E8465A">
        <w:t xml:space="preserve">, </w:t>
      </w:r>
      <w:r w:rsidRPr="007818BD">
        <w:t>il n</w:t>
      </w:r>
      <w:r w:rsidR="00E8465A">
        <w:t>’</w:t>
      </w:r>
      <w:r w:rsidRPr="007818BD">
        <w:t>était pas seulement insensible aux besoins de la chair</w:t>
      </w:r>
      <w:r w:rsidR="00E8465A">
        <w:t xml:space="preserve">, </w:t>
      </w:r>
      <w:r w:rsidRPr="007818BD">
        <w:t>il était élevé au-dessus de ces besoins</w:t>
      </w:r>
      <w:r w:rsidR="00E8465A">
        <w:t xml:space="preserve">. </w:t>
      </w:r>
      <w:proofErr w:type="spellStart"/>
      <w:r w:rsidRPr="007818BD">
        <w:t>Mejnour</w:t>
      </w:r>
      <w:proofErr w:type="spellEnd"/>
      <w:r w:rsidR="00E8465A">
        <w:t xml:space="preserve">, </w:t>
      </w:r>
      <w:r w:rsidRPr="007818BD">
        <w:t>assis auprès de son disciple</w:t>
      </w:r>
      <w:r w:rsidR="00E8465A">
        <w:t xml:space="preserve">, </w:t>
      </w:r>
      <w:r w:rsidRPr="007818BD">
        <w:t>lui parla ainsi</w:t>
      </w:r>
      <w:r w:rsidR="00E8465A">
        <w:t> : « </w:t>
      </w:r>
      <w:r w:rsidRPr="007818BD">
        <w:t>L</w:t>
      </w:r>
      <w:r w:rsidR="00E8465A">
        <w:t>’</w:t>
      </w:r>
      <w:r w:rsidRPr="007818BD">
        <w:t>arrogance de l</w:t>
      </w:r>
      <w:r w:rsidR="00E8465A">
        <w:t>’</w:t>
      </w:r>
      <w:r w:rsidRPr="007818BD">
        <w:t>homme est en pr</w:t>
      </w:r>
      <w:r w:rsidRPr="007818BD">
        <w:t>o</w:t>
      </w:r>
      <w:r w:rsidRPr="007818BD">
        <w:t>portion de son ignorance</w:t>
      </w:r>
      <w:r w:rsidR="00E8465A">
        <w:t xml:space="preserve">. </w:t>
      </w:r>
      <w:r w:rsidRPr="007818BD">
        <w:t>La tendance naturelle de l</w:t>
      </w:r>
      <w:r w:rsidR="00E8465A">
        <w:t>’</w:t>
      </w:r>
      <w:r w:rsidRPr="007818BD">
        <w:t>homme est l</w:t>
      </w:r>
      <w:r w:rsidR="00E8465A">
        <w:t>’</w:t>
      </w:r>
      <w:r w:rsidRPr="007818BD">
        <w:t>égoïsme</w:t>
      </w:r>
      <w:r w:rsidR="00E8465A">
        <w:t xml:space="preserve">. </w:t>
      </w:r>
      <w:r w:rsidRPr="007818BD">
        <w:t>L</w:t>
      </w:r>
      <w:r w:rsidR="00E8465A">
        <w:t>’</w:t>
      </w:r>
      <w:r w:rsidRPr="007818BD">
        <w:t>homme</w:t>
      </w:r>
      <w:r w:rsidR="00E8465A">
        <w:t xml:space="preserve">, </w:t>
      </w:r>
      <w:r w:rsidRPr="007818BD">
        <w:t>dans l</w:t>
      </w:r>
      <w:r w:rsidR="00E8465A">
        <w:t>’</w:t>
      </w:r>
      <w:r w:rsidRPr="007818BD">
        <w:t>enfance de la science</w:t>
      </w:r>
      <w:r w:rsidR="00E8465A">
        <w:t xml:space="preserve">, </w:t>
      </w:r>
      <w:r w:rsidRPr="007818BD">
        <w:t>pense que la cré</w:t>
      </w:r>
      <w:r w:rsidRPr="007818BD">
        <w:t>a</w:t>
      </w:r>
      <w:r w:rsidRPr="007818BD">
        <w:t>tion tout entière est faite pour lui</w:t>
      </w:r>
      <w:r w:rsidR="00E8465A">
        <w:t xml:space="preserve">. </w:t>
      </w:r>
      <w:r w:rsidRPr="007818BD">
        <w:t>Pendant une longue suite de siècles</w:t>
      </w:r>
      <w:r w:rsidR="00E8465A">
        <w:t xml:space="preserve">, </w:t>
      </w:r>
      <w:r w:rsidRPr="007818BD">
        <w:t>dans les éto</w:t>
      </w:r>
      <w:r w:rsidRPr="007818BD">
        <w:t>i</w:t>
      </w:r>
      <w:r w:rsidRPr="007818BD">
        <w:t>les sans nombre qui scintillent dans l</w:t>
      </w:r>
      <w:r w:rsidR="00E8465A">
        <w:t>’</w:t>
      </w:r>
      <w:r w:rsidRPr="007818BD">
        <w:t>espace</w:t>
      </w:r>
      <w:r w:rsidR="00E8465A">
        <w:t xml:space="preserve">, </w:t>
      </w:r>
      <w:r w:rsidRPr="007818BD">
        <w:t>comme les flots éblouissants et diama</w:t>
      </w:r>
      <w:r w:rsidRPr="007818BD">
        <w:t>n</w:t>
      </w:r>
      <w:r w:rsidRPr="007818BD">
        <w:t>tés d</w:t>
      </w:r>
      <w:r w:rsidR="00E8465A">
        <w:t>’</w:t>
      </w:r>
      <w:r w:rsidRPr="007818BD">
        <w:t>un Océan sans rivage</w:t>
      </w:r>
      <w:r w:rsidR="00E8465A">
        <w:t xml:space="preserve">, </w:t>
      </w:r>
      <w:r w:rsidRPr="007818BD">
        <w:t>il n</w:t>
      </w:r>
      <w:r w:rsidR="00E8465A">
        <w:t>’</w:t>
      </w:r>
      <w:r w:rsidRPr="007818BD">
        <w:t>a vu que de mesquins flambeaux</w:t>
      </w:r>
      <w:r w:rsidR="00E8465A">
        <w:t xml:space="preserve">, </w:t>
      </w:r>
      <w:r w:rsidRPr="007818BD">
        <w:t>des torches banales que la Providence a bien voulu allumer pour rendre la nuit plus agréable à l</w:t>
      </w:r>
      <w:r w:rsidR="00E8465A">
        <w:t>’</w:t>
      </w:r>
      <w:r w:rsidRPr="007818BD">
        <w:t>homme</w:t>
      </w:r>
      <w:r w:rsidR="00E8465A">
        <w:t xml:space="preserve">. </w:t>
      </w:r>
      <w:r w:rsidRPr="007818BD">
        <w:t>L</w:t>
      </w:r>
      <w:r w:rsidR="00E8465A">
        <w:t>’</w:t>
      </w:r>
      <w:r w:rsidRPr="007818BD">
        <w:t>astronomie a corrigé cette ill</w:t>
      </w:r>
      <w:r w:rsidRPr="007818BD">
        <w:t>u</w:t>
      </w:r>
      <w:r w:rsidRPr="007818BD">
        <w:t>sion de la vanité humaine</w:t>
      </w:r>
      <w:r w:rsidR="00E8465A">
        <w:t xml:space="preserve"> : </w:t>
      </w:r>
      <w:r w:rsidRPr="007818BD">
        <w:t>l</w:t>
      </w:r>
      <w:r w:rsidR="00E8465A">
        <w:t>’</w:t>
      </w:r>
      <w:r w:rsidRPr="007818BD">
        <w:t>homme</w:t>
      </w:r>
      <w:r w:rsidR="00E8465A">
        <w:t xml:space="preserve">, </w:t>
      </w:r>
      <w:r w:rsidRPr="007818BD">
        <w:t>aujourd</w:t>
      </w:r>
      <w:r w:rsidR="00E8465A">
        <w:t>’</w:t>
      </w:r>
      <w:r w:rsidRPr="007818BD">
        <w:t>hui</w:t>
      </w:r>
      <w:r w:rsidR="00E8465A">
        <w:t xml:space="preserve">, </w:t>
      </w:r>
      <w:r w:rsidRPr="007818BD">
        <w:t>avoue que les étoiles sont des mondes plus grands et plus glorieux que le sien</w:t>
      </w:r>
      <w:r w:rsidR="00E8465A">
        <w:t xml:space="preserve">, </w:t>
      </w:r>
      <w:r w:rsidRPr="007818BD">
        <w:t xml:space="preserve">que la terre où il rampe est un point à peine visible sur la vaste carte de </w:t>
      </w:r>
      <w:r w:rsidRPr="007818BD">
        <w:lastRenderedPageBreak/>
        <w:t>l</w:t>
      </w:r>
      <w:r w:rsidR="00E8465A">
        <w:t>’</w:t>
      </w:r>
      <w:r w:rsidRPr="007818BD">
        <w:t>Univers</w:t>
      </w:r>
      <w:r w:rsidR="00E8465A">
        <w:t xml:space="preserve"> ; </w:t>
      </w:r>
      <w:r w:rsidRPr="007818BD">
        <w:t>mais dans l</w:t>
      </w:r>
      <w:r w:rsidR="00E8465A">
        <w:t>’</w:t>
      </w:r>
      <w:r w:rsidRPr="007818BD">
        <w:t>infiniment petit</w:t>
      </w:r>
      <w:r w:rsidR="00E8465A">
        <w:t xml:space="preserve">, </w:t>
      </w:r>
      <w:r w:rsidRPr="007818BD">
        <w:t>comme dans l</w:t>
      </w:r>
      <w:r w:rsidR="00E8465A">
        <w:t>’</w:t>
      </w:r>
      <w:r w:rsidRPr="007818BD">
        <w:t>infiniment grand</w:t>
      </w:r>
      <w:r w:rsidR="00E8465A">
        <w:t xml:space="preserve">, </w:t>
      </w:r>
      <w:r w:rsidRPr="007818BD">
        <w:t>Dieu est également prodigue de vie</w:t>
      </w:r>
      <w:r w:rsidR="00E8465A">
        <w:t xml:space="preserve">. </w:t>
      </w:r>
      <w:r w:rsidRPr="007818BD">
        <w:t>Le voy</w:t>
      </w:r>
      <w:r w:rsidRPr="007818BD">
        <w:t>a</w:t>
      </w:r>
      <w:r w:rsidRPr="007818BD">
        <w:t>geur voit l</w:t>
      </w:r>
      <w:r w:rsidR="00E8465A">
        <w:t>’</w:t>
      </w:r>
      <w:r w:rsidRPr="007818BD">
        <w:t>arbre</w:t>
      </w:r>
      <w:r w:rsidR="00E8465A">
        <w:t xml:space="preserve">, </w:t>
      </w:r>
      <w:r w:rsidRPr="007818BD">
        <w:t>et pense que ses rameaux ont été créés pour lui fournir un abri contre le soleil d</w:t>
      </w:r>
      <w:r w:rsidR="00E8465A">
        <w:t>’</w:t>
      </w:r>
      <w:r w:rsidRPr="007818BD">
        <w:t>été</w:t>
      </w:r>
      <w:r w:rsidR="00E8465A">
        <w:t xml:space="preserve">, </w:t>
      </w:r>
      <w:r w:rsidRPr="007818BD">
        <w:t>ou du feu contre les froids de l</w:t>
      </w:r>
      <w:r w:rsidR="00E8465A">
        <w:t>’</w:t>
      </w:r>
      <w:r w:rsidRPr="007818BD">
        <w:t>hiver</w:t>
      </w:r>
      <w:r w:rsidR="00E8465A">
        <w:t xml:space="preserve">. </w:t>
      </w:r>
      <w:r w:rsidRPr="007818BD">
        <w:t>Mais de chacune de ces feuilles le Créateur a fait un monde où fourmillent des races sans nombre</w:t>
      </w:r>
      <w:r w:rsidR="00E8465A">
        <w:t xml:space="preserve">. </w:t>
      </w:r>
      <w:r w:rsidRPr="007818BD">
        <w:t>Chaque goutte de l</w:t>
      </w:r>
      <w:r w:rsidR="00E8465A">
        <w:t>’</w:t>
      </w:r>
      <w:r w:rsidRPr="007818BD">
        <w:t>eau de ce fossé est un globe plus peuplé qu</w:t>
      </w:r>
      <w:r w:rsidR="00E8465A">
        <w:t>’</w:t>
      </w:r>
      <w:r w:rsidRPr="007818BD">
        <w:t>un royaume h</w:t>
      </w:r>
      <w:r w:rsidRPr="007818BD">
        <w:t>u</w:t>
      </w:r>
      <w:r w:rsidRPr="007818BD">
        <w:t>main</w:t>
      </w:r>
      <w:r w:rsidR="00E8465A">
        <w:t xml:space="preserve">. </w:t>
      </w:r>
      <w:r w:rsidRPr="007818BD">
        <w:t>Partout donc</w:t>
      </w:r>
      <w:r w:rsidR="00E8465A">
        <w:t xml:space="preserve">, </w:t>
      </w:r>
      <w:r w:rsidRPr="007818BD">
        <w:t>dans ce plan immense</w:t>
      </w:r>
      <w:r w:rsidR="00E8465A">
        <w:t xml:space="preserve">, </w:t>
      </w:r>
      <w:r w:rsidRPr="007818BD">
        <w:t>la science découvre de nouveaux trésors de vie</w:t>
      </w:r>
      <w:r w:rsidR="00E8465A">
        <w:t xml:space="preserve">. </w:t>
      </w:r>
      <w:r w:rsidRPr="007818BD">
        <w:t>La vie est le principe qui absorbe et remplit tout</w:t>
      </w:r>
      <w:r w:rsidR="00E8465A">
        <w:t xml:space="preserve"> : </w:t>
      </w:r>
      <w:r w:rsidRPr="007818BD">
        <w:t>la chose qui semble mourir et se corro</w:t>
      </w:r>
      <w:r w:rsidRPr="007818BD">
        <w:t>m</w:t>
      </w:r>
      <w:r w:rsidRPr="007818BD">
        <w:t>pre ne fait qu</w:t>
      </w:r>
      <w:r w:rsidR="00E8465A">
        <w:t>’</w:t>
      </w:r>
      <w:r w:rsidRPr="007818BD">
        <w:t>engendrer une vie nouvelle</w:t>
      </w:r>
      <w:r w:rsidR="00E8465A">
        <w:t xml:space="preserve">, </w:t>
      </w:r>
      <w:r w:rsidRPr="007818BD">
        <w:t>qui anime la matière sous d</w:t>
      </w:r>
      <w:r w:rsidR="00E8465A">
        <w:t>’</w:t>
      </w:r>
      <w:r w:rsidRPr="007818BD">
        <w:t>autres formes</w:t>
      </w:r>
      <w:r w:rsidR="00E8465A">
        <w:t xml:space="preserve">. </w:t>
      </w:r>
      <w:r w:rsidRPr="007818BD">
        <w:t>Raisonnant donc par analogie</w:t>
      </w:r>
      <w:r w:rsidR="00E8465A">
        <w:t xml:space="preserve">, </w:t>
      </w:r>
      <w:r w:rsidRPr="007818BD">
        <w:t>si la moindre feuille</w:t>
      </w:r>
      <w:r w:rsidR="00E8465A">
        <w:t xml:space="preserve">, </w:t>
      </w:r>
      <w:r w:rsidRPr="007818BD">
        <w:t>la plus imperceptible goutte d</w:t>
      </w:r>
      <w:r w:rsidR="00E8465A">
        <w:t>’</w:t>
      </w:r>
      <w:r w:rsidRPr="007818BD">
        <w:t>eau</w:t>
      </w:r>
      <w:r w:rsidR="00E8465A">
        <w:t xml:space="preserve">, </w:t>
      </w:r>
      <w:r w:rsidRPr="007818BD">
        <w:t>est au même degré que cette étoile un monde vivant et habité</w:t>
      </w:r>
      <w:r w:rsidR="00E8465A">
        <w:t xml:space="preserve"> ; </w:t>
      </w:r>
      <w:r w:rsidRPr="007818BD">
        <w:t>plus encore</w:t>
      </w:r>
      <w:r w:rsidR="00E8465A">
        <w:t xml:space="preserve">, </w:t>
      </w:r>
      <w:r w:rsidRPr="007818BD">
        <w:t>si l</w:t>
      </w:r>
      <w:r w:rsidR="00E8465A">
        <w:t>’</w:t>
      </w:r>
      <w:r w:rsidRPr="007818BD">
        <w:t>homme lui-même est un monde pour d</w:t>
      </w:r>
      <w:r w:rsidR="00E8465A">
        <w:t>’</w:t>
      </w:r>
      <w:r w:rsidRPr="007818BD">
        <w:t>autres vies</w:t>
      </w:r>
      <w:r w:rsidR="00E8465A">
        <w:t xml:space="preserve">, </w:t>
      </w:r>
      <w:r w:rsidRPr="007818BD">
        <w:t>si des êtres vivants par myriades et par millions peuplent les canaux où ro</w:t>
      </w:r>
      <w:r w:rsidRPr="007818BD">
        <w:t>u</w:t>
      </w:r>
      <w:r w:rsidRPr="007818BD">
        <w:t>le son sang</w:t>
      </w:r>
      <w:r w:rsidR="00E8465A">
        <w:t xml:space="preserve">, </w:t>
      </w:r>
      <w:r w:rsidRPr="007818BD">
        <w:t>et habitent le corps humain comme l</w:t>
      </w:r>
      <w:r w:rsidR="00E8465A">
        <w:t>’</w:t>
      </w:r>
      <w:r w:rsidRPr="007818BD">
        <w:t>homme lui-même habite la terre</w:t>
      </w:r>
      <w:r w:rsidR="00E8465A">
        <w:t xml:space="preserve">, </w:t>
      </w:r>
      <w:r w:rsidRPr="007818BD">
        <w:t>le sens commun</w:t>
      </w:r>
      <w:r w:rsidR="00E8465A">
        <w:t xml:space="preserve"> (</w:t>
      </w:r>
      <w:r w:rsidRPr="007818BD">
        <w:t>si vos savants de l</w:t>
      </w:r>
      <w:r w:rsidR="00E8465A">
        <w:t>’</w:t>
      </w:r>
      <w:r w:rsidRPr="007818BD">
        <w:t>école en avaient été doués</w:t>
      </w:r>
      <w:r w:rsidR="00E8465A">
        <w:t xml:space="preserve">) </w:t>
      </w:r>
      <w:r w:rsidRPr="007818BD">
        <w:t>aurait dû suffire pour apprendre que l</w:t>
      </w:r>
      <w:r w:rsidR="00E8465A">
        <w:t>’</w:t>
      </w:r>
      <w:r w:rsidRPr="007818BD">
        <w:t>infini ambiant que vous appelez l</w:t>
      </w:r>
      <w:r w:rsidR="00E8465A">
        <w:t>’</w:t>
      </w:r>
      <w:r w:rsidRPr="007818BD">
        <w:t>espace</w:t>
      </w:r>
      <w:r w:rsidR="00E8465A">
        <w:t xml:space="preserve">, </w:t>
      </w:r>
      <w:r w:rsidRPr="007818BD">
        <w:t>l</w:t>
      </w:r>
      <w:r w:rsidR="00E8465A">
        <w:t>’</w:t>
      </w:r>
      <w:r w:rsidRPr="007818BD">
        <w:t>impalpable sans bornes qui sépare la terre de la lune et des étoiles</w:t>
      </w:r>
      <w:r w:rsidR="00E8465A">
        <w:t xml:space="preserve">, </w:t>
      </w:r>
      <w:r w:rsidRPr="007818BD">
        <w:t>déborde aussi et fourmille de sa vitalité propre et particulière</w:t>
      </w:r>
      <w:r w:rsidR="00E8465A">
        <w:t xml:space="preserve">. </w:t>
      </w:r>
      <w:r w:rsidRPr="007818BD">
        <w:t>N</w:t>
      </w:r>
      <w:r w:rsidR="00E8465A">
        <w:t>’</w:t>
      </w:r>
      <w:r w:rsidRPr="007818BD">
        <w:t>y a-t-il point une absurdité visible à supposer que l</w:t>
      </w:r>
      <w:r w:rsidR="00E8465A">
        <w:t>’</w:t>
      </w:r>
      <w:r w:rsidRPr="007818BD">
        <w:t>être est condensé sur la moindre feuille</w:t>
      </w:r>
      <w:r w:rsidR="00E8465A">
        <w:t xml:space="preserve">, </w:t>
      </w:r>
      <w:r w:rsidRPr="007818BD">
        <w:t>et absent de l</w:t>
      </w:r>
      <w:r w:rsidR="00E8465A">
        <w:t>’</w:t>
      </w:r>
      <w:r w:rsidRPr="007818BD">
        <w:t>immensité de l</w:t>
      </w:r>
      <w:r w:rsidR="00E8465A">
        <w:t>’</w:t>
      </w:r>
      <w:r w:rsidRPr="007818BD">
        <w:t>espace</w:t>
      </w:r>
      <w:r w:rsidR="00E8465A">
        <w:t xml:space="preserve"> ? </w:t>
      </w:r>
      <w:r w:rsidRPr="007818BD">
        <w:t>La loi du grand système défend qu</w:t>
      </w:r>
      <w:r w:rsidR="00E8465A">
        <w:t>’</w:t>
      </w:r>
      <w:r w:rsidRPr="007818BD">
        <w:t>un atome se perde</w:t>
      </w:r>
      <w:r w:rsidR="00E8465A">
        <w:t xml:space="preserve"> ; </w:t>
      </w:r>
      <w:r w:rsidRPr="007818BD">
        <w:t>elle ne connaît a</w:t>
      </w:r>
      <w:r w:rsidRPr="007818BD">
        <w:t>u</w:t>
      </w:r>
      <w:r w:rsidRPr="007818BD">
        <w:t>cun point où ne respire quelque être vivant</w:t>
      </w:r>
      <w:r w:rsidR="00E8465A">
        <w:t xml:space="preserve">. </w:t>
      </w:r>
      <w:r w:rsidRPr="007818BD">
        <w:t>La tombe elle-même est le berceau de la production et de la vie</w:t>
      </w:r>
      <w:r w:rsidR="00E8465A">
        <w:t xml:space="preserve">. </w:t>
      </w:r>
      <w:r w:rsidRPr="007818BD">
        <w:t>Est-ce vrai</w:t>
      </w:r>
      <w:r w:rsidR="00E8465A">
        <w:t xml:space="preserve"> ? </w:t>
      </w:r>
      <w:r w:rsidRPr="007818BD">
        <w:t>eh bien</w:t>
      </w:r>
      <w:r w:rsidR="00E8465A">
        <w:t xml:space="preserve">, </w:t>
      </w:r>
      <w:r w:rsidRPr="007818BD">
        <w:t>pouvez-vous dès lors concevoir que l</w:t>
      </w:r>
      <w:r w:rsidR="00E8465A">
        <w:t>’</w:t>
      </w:r>
      <w:r w:rsidRPr="007818BD">
        <w:t>espace</w:t>
      </w:r>
      <w:r w:rsidR="00E8465A">
        <w:t xml:space="preserve">, </w:t>
      </w:r>
      <w:r w:rsidRPr="007818BD">
        <w:t>qui est l</w:t>
      </w:r>
      <w:r w:rsidR="00E8465A">
        <w:t>’</w:t>
      </w:r>
      <w:r w:rsidRPr="007818BD">
        <w:t>infini lui-même</w:t>
      </w:r>
      <w:r w:rsidR="00E8465A">
        <w:t xml:space="preserve">, </w:t>
      </w:r>
      <w:r w:rsidRPr="007818BD">
        <w:t>soit seul désert</w:t>
      </w:r>
      <w:r w:rsidR="00E8465A">
        <w:t xml:space="preserve">, </w:t>
      </w:r>
      <w:r w:rsidRPr="007818BD">
        <w:t>seul vide</w:t>
      </w:r>
      <w:r w:rsidR="00E8465A">
        <w:t xml:space="preserve">, </w:t>
      </w:r>
      <w:r w:rsidRPr="007818BD">
        <w:t>seul in</w:t>
      </w:r>
      <w:r w:rsidRPr="007818BD">
        <w:t>a</w:t>
      </w:r>
      <w:r w:rsidRPr="007818BD">
        <w:t xml:space="preserve">nimé et moins utile au </w:t>
      </w:r>
      <w:proofErr w:type="gramStart"/>
      <w:r w:rsidRPr="007818BD">
        <w:t>plan</w:t>
      </w:r>
      <w:proofErr w:type="gramEnd"/>
      <w:r w:rsidRPr="007818BD">
        <w:t xml:space="preserve"> de la vie universelle que ne sont les restes décomposés d</w:t>
      </w:r>
      <w:r w:rsidR="00E8465A">
        <w:t>’</w:t>
      </w:r>
      <w:r w:rsidRPr="007818BD">
        <w:t>un animal</w:t>
      </w:r>
      <w:r w:rsidR="00E8465A">
        <w:t xml:space="preserve">, </w:t>
      </w:r>
      <w:r w:rsidRPr="007818BD">
        <w:t>la feuille avec sa population sans nombre</w:t>
      </w:r>
      <w:r w:rsidR="00E8465A">
        <w:t xml:space="preserve">, </w:t>
      </w:r>
      <w:r w:rsidRPr="007818BD">
        <w:t>la goutte d</w:t>
      </w:r>
      <w:r w:rsidR="00E8465A">
        <w:t>’</w:t>
      </w:r>
      <w:r w:rsidRPr="007818BD">
        <w:t>eau avec ses essaims vivants</w:t>
      </w:r>
      <w:r w:rsidR="00E8465A">
        <w:t xml:space="preserve"> ? </w:t>
      </w:r>
      <w:r w:rsidRPr="007818BD">
        <w:t>Le microsc</w:t>
      </w:r>
      <w:r w:rsidRPr="007818BD">
        <w:t>o</w:t>
      </w:r>
      <w:r w:rsidRPr="007818BD">
        <w:t xml:space="preserve">pe nous </w:t>
      </w:r>
      <w:r w:rsidRPr="007818BD">
        <w:lastRenderedPageBreak/>
        <w:t>montre les habitants de la feuille</w:t>
      </w:r>
      <w:r w:rsidR="00E8465A">
        <w:t xml:space="preserve"> ; </w:t>
      </w:r>
      <w:r w:rsidRPr="007818BD">
        <w:t>on n</w:t>
      </w:r>
      <w:r w:rsidR="00E8465A">
        <w:t>’</w:t>
      </w:r>
      <w:r w:rsidRPr="007818BD">
        <w:t>a pas encore d</w:t>
      </w:r>
      <w:r w:rsidRPr="007818BD">
        <w:t>é</w:t>
      </w:r>
      <w:r w:rsidRPr="007818BD">
        <w:t>couvert un tube mécanique capable d</w:t>
      </w:r>
      <w:r w:rsidR="00E8465A">
        <w:t>’</w:t>
      </w:r>
      <w:r w:rsidRPr="007818BD">
        <w:t>atteindre les êtres plus purs et plus nobles qui peuplent les libres espaces de l</w:t>
      </w:r>
      <w:r w:rsidR="00E8465A">
        <w:t>’</w:t>
      </w:r>
      <w:r w:rsidRPr="007818BD">
        <w:t>air</w:t>
      </w:r>
      <w:r w:rsidR="00E8465A">
        <w:t xml:space="preserve"> ; </w:t>
      </w:r>
      <w:r w:rsidRPr="007818BD">
        <w:t>et pourtant</w:t>
      </w:r>
      <w:r w:rsidR="00E8465A">
        <w:t xml:space="preserve">, </w:t>
      </w:r>
      <w:r w:rsidRPr="007818BD">
        <w:t>entre ces êtres et l</w:t>
      </w:r>
      <w:r w:rsidR="00E8465A">
        <w:t>’</w:t>
      </w:r>
      <w:r w:rsidRPr="007818BD">
        <w:t>homme il existe une mystérieuse et terrible affinité</w:t>
      </w:r>
      <w:r w:rsidR="00E8465A">
        <w:t xml:space="preserve"> ; </w:t>
      </w:r>
      <w:r w:rsidRPr="007818BD">
        <w:t>et voilà pourquoi des traditions et des l</w:t>
      </w:r>
      <w:r w:rsidRPr="007818BD">
        <w:t>é</w:t>
      </w:r>
      <w:r w:rsidRPr="007818BD">
        <w:t>gendes en partie fausses</w:t>
      </w:r>
      <w:r w:rsidR="00E8465A">
        <w:t xml:space="preserve">, </w:t>
      </w:r>
      <w:r w:rsidRPr="007818BD">
        <w:t>mais avérées aussi en partie</w:t>
      </w:r>
      <w:r w:rsidR="00E8465A">
        <w:t xml:space="preserve">, </w:t>
      </w:r>
      <w:r w:rsidRPr="007818BD">
        <w:t>ont engendré la croyance aux apparitions et aux spectres</w:t>
      </w:r>
      <w:r w:rsidR="00E8465A">
        <w:t xml:space="preserve">. </w:t>
      </w:r>
      <w:r w:rsidRPr="007818BD">
        <w:t>Ces visions étaient plus familières aux races primitives et simples qu</w:t>
      </w:r>
      <w:r w:rsidR="00E8465A">
        <w:t>’</w:t>
      </w:r>
      <w:r w:rsidRPr="007818BD">
        <w:t>elles ne le sont aux hommes de votre siècle grossier</w:t>
      </w:r>
      <w:r w:rsidR="00E8465A">
        <w:t xml:space="preserve">, </w:t>
      </w:r>
      <w:r w:rsidRPr="007818BD">
        <w:t>simplement parce que les sens alors étaient plus délicats et plus subtils</w:t>
      </w:r>
      <w:r w:rsidR="00E8465A">
        <w:t xml:space="preserve">. </w:t>
      </w:r>
      <w:r w:rsidRPr="007818BD">
        <w:t>Le sauvage disti</w:t>
      </w:r>
      <w:r w:rsidRPr="007818BD">
        <w:t>n</w:t>
      </w:r>
      <w:r w:rsidRPr="007818BD">
        <w:t>gue et flaire à des distances prodigieuses les traces d</w:t>
      </w:r>
      <w:r w:rsidR="00E8465A">
        <w:t>’</w:t>
      </w:r>
      <w:r w:rsidRPr="007818BD">
        <w:t>un ennemi insaisissables aux organes obtus de l</w:t>
      </w:r>
      <w:r w:rsidR="00E8465A">
        <w:t>’</w:t>
      </w:r>
      <w:r w:rsidRPr="007818BD">
        <w:t>homme civilisé</w:t>
      </w:r>
      <w:r w:rsidR="00E8465A">
        <w:t xml:space="preserve"> ; </w:t>
      </w:r>
      <w:r w:rsidRPr="007818BD">
        <w:t>et déjà e</w:t>
      </w:r>
      <w:r w:rsidRPr="007818BD">
        <w:t>n</w:t>
      </w:r>
      <w:r w:rsidRPr="007818BD">
        <w:t>tre lui et les créatures du monde aérien le voile est moins épais et moins obscur</w:t>
      </w:r>
      <w:r w:rsidR="00E8465A">
        <w:t xml:space="preserve">… </w:t>
      </w:r>
      <w:r w:rsidRPr="007818BD">
        <w:t>M</w:t>
      </w:r>
      <w:r w:rsidR="00E8465A">
        <w:t>’</w:t>
      </w:r>
      <w:r w:rsidRPr="007818BD">
        <w:t>écoutez-vous</w:t>
      </w:r>
      <w:r w:rsidR="00E8465A">
        <w:t> ?</w:t>
      </w:r>
    </w:p>
    <w:p w14:paraId="5E84DA94" w14:textId="77777777" w:rsidR="00E8465A" w:rsidRDefault="00E8465A" w:rsidP="00E0544E">
      <w:r>
        <w:t>— </w:t>
      </w:r>
      <w:r w:rsidR="00E0544E" w:rsidRPr="007818BD">
        <w:t>De toute mon âme</w:t>
      </w:r>
      <w:r>
        <w:t>.</w:t>
      </w:r>
    </w:p>
    <w:p w14:paraId="1DB263C1" w14:textId="77777777" w:rsidR="00E8465A" w:rsidRDefault="00E8465A" w:rsidP="00E0544E">
      <w:r>
        <w:t>— </w:t>
      </w:r>
      <w:r w:rsidR="00E0544E" w:rsidRPr="007818BD">
        <w:t>Mais d</w:t>
      </w:r>
      <w:r>
        <w:t>’</w:t>
      </w:r>
      <w:r w:rsidR="00E0544E" w:rsidRPr="007818BD">
        <w:t>abord</w:t>
      </w:r>
      <w:r>
        <w:t xml:space="preserve">, </w:t>
      </w:r>
      <w:r w:rsidR="00E0544E" w:rsidRPr="007818BD">
        <w:t>pour soulever ce voile</w:t>
      </w:r>
      <w:r>
        <w:t xml:space="preserve">, </w:t>
      </w:r>
      <w:r w:rsidR="00E0544E" w:rsidRPr="007818BD">
        <w:t>cette âme avec l</w:t>
      </w:r>
      <w:r w:rsidR="00E0544E" w:rsidRPr="007818BD">
        <w:t>a</w:t>
      </w:r>
      <w:r w:rsidR="00E0544E" w:rsidRPr="007818BD">
        <w:t>quelle vous écoutez a b</w:t>
      </w:r>
      <w:r w:rsidR="00E0544E" w:rsidRPr="007818BD">
        <w:t>e</w:t>
      </w:r>
      <w:r w:rsidR="00E0544E" w:rsidRPr="007818BD">
        <w:t>soin d</w:t>
      </w:r>
      <w:r>
        <w:t>’</w:t>
      </w:r>
      <w:r w:rsidR="00E0544E" w:rsidRPr="007818BD">
        <w:t>être retrempée dans l</w:t>
      </w:r>
      <w:r>
        <w:t>’</w:t>
      </w:r>
      <w:r w:rsidR="00E0544E" w:rsidRPr="007818BD">
        <w:t>enthousiasme et purifiée de tout désir terrestre</w:t>
      </w:r>
      <w:r>
        <w:t xml:space="preserve">. </w:t>
      </w:r>
      <w:r w:rsidR="00E0544E" w:rsidRPr="007818BD">
        <w:t>Ce n</w:t>
      </w:r>
      <w:r>
        <w:t>’</w:t>
      </w:r>
      <w:r w:rsidR="00E0544E" w:rsidRPr="007818BD">
        <w:t>est pas sans raison que ceux qu</w:t>
      </w:r>
      <w:r>
        <w:t>’</w:t>
      </w:r>
      <w:r w:rsidR="00E0544E" w:rsidRPr="007818BD">
        <w:t>on a appelés magiciens</w:t>
      </w:r>
      <w:r>
        <w:t xml:space="preserve">, </w:t>
      </w:r>
      <w:r w:rsidR="00E0544E" w:rsidRPr="007818BD">
        <w:t>en tout temps</w:t>
      </w:r>
      <w:r>
        <w:t xml:space="preserve">, </w:t>
      </w:r>
      <w:r w:rsidR="00E0544E" w:rsidRPr="007818BD">
        <w:t>en tout pays</w:t>
      </w:r>
      <w:r>
        <w:t xml:space="preserve">, </w:t>
      </w:r>
      <w:r w:rsidR="00E0544E" w:rsidRPr="007818BD">
        <w:t>ont prescrit la chasteté</w:t>
      </w:r>
      <w:r>
        <w:t xml:space="preserve">, </w:t>
      </w:r>
      <w:r w:rsidR="00E0544E" w:rsidRPr="007818BD">
        <w:t>la contemplation et le je</w:t>
      </w:r>
      <w:r w:rsidR="00E0544E" w:rsidRPr="007818BD">
        <w:t>û</w:t>
      </w:r>
      <w:r w:rsidR="00E0544E" w:rsidRPr="007818BD">
        <w:t>ne</w:t>
      </w:r>
      <w:r>
        <w:t xml:space="preserve">, </w:t>
      </w:r>
      <w:r w:rsidR="00E0544E" w:rsidRPr="007818BD">
        <w:t>comme les sources de toute inspir</w:t>
      </w:r>
      <w:r w:rsidR="00E0544E" w:rsidRPr="007818BD">
        <w:t>a</w:t>
      </w:r>
      <w:r w:rsidR="00E0544E" w:rsidRPr="007818BD">
        <w:t>tion</w:t>
      </w:r>
      <w:r>
        <w:t xml:space="preserve">. </w:t>
      </w:r>
      <w:r w:rsidR="00E0544E" w:rsidRPr="007818BD">
        <w:t>Quand l</w:t>
      </w:r>
      <w:r>
        <w:t>’</w:t>
      </w:r>
      <w:r w:rsidR="00E0544E" w:rsidRPr="007818BD">
        <w:t>âme est ainsi préparée</w:t>
      </w:r>
      <w:r>
        <w:t xml:space="preserve">, </w:t>
      </w:r>
      <w:r w:rsidR="00E0544E" w:rsidRPr="007818BD">
        <w:t>la science peut venir l</w:t>
      </w:r>
      <w:r>
        <w:t>’</w:t>
      </w:r>
      <w:r w:rsidR="00E0544E" w:rsidRPr="007818BD">
        <w:t>aider</w:t>
      </w:r>
      <w:r>
        <w:t xml:space="preserve">, </w:t>
      </w:r>
      <w:r w:rsidR="00E0544E" w:rsidRPr="007818BD">
        <w:t>la vue peut être re</w:t>
      </w:r>
      <w:r w:rsidR="00E0544E" w:rsidRPr="007818BD">
        <w:t>n</w:t>
      </w:r>
      <w:r w:rsidR="00E0544E" w:rsidRPr="007818BD">
        <w:t>due plus pénétrante</w:t>
      </w:r>
      <w:r>
        <w:t xml:space="preserve">, </w:t>
      </w:r>
      <w:r w:rsidR="00E0544E" w:rsidRPr="007818BD">
        <w:t>les nerfs plus sensibles</w:t>
      </w:r>
      <w:r>
        <w:t xml:space="preserve">, </w:t>
      </w:r>
      <w:r w:rsidR="00E0544E" w:rsidRPr="007818BD">
        <w:t>l</w:t>
      </w:r>
      <w:r>
        <w:t>’</w:t>
      </w:r>
      <w:r w:rsidR="00E0544E" w:rsidRPr="007818BD">
        <w:t>esprit plus prompt et plus ouvert</w:t>
      </w:r>
      <w:r>
        <w:t xml:space="preserve"> ; </w:t>
      </w:r>
      <w:r w:rsidR="00E0544E" w:rsidRPr="007818BD">
        <w:t>l</w:t>
      </w:r>
      <w:r>
        <w:t>’</w:t>
      </w:r>
      <w:r w:rsidR="00E0544E" w:rsidRPr="007818BD">
        <w:t>élément lui-même</w:t>
      </w:r>
      <w:r>
        <w:t xml:space="preserve">, </w:t>
      </w:r>
      <w:r w:rsidR="00E0544E" w:rsidRPr="007818BD">
        <w:t>l</w:t>
      </w:r>
      <w:r>
        <w:t>’</w:t>
      </w:r>
      <w:r w:rsidR="00E0544E" w:rsidRPr="007818BD">
        <w:t>air</w:t>
      </w:r>
      <w:r>
        <w:t xml:space="preserve">, </w:t>
      </w:r>
      <w:r w:rsidR="00E0544E" w:rsidRPr="007818BD">
        <w:t>l</w:t>
      </w:r>
      <w:r>
        <w:t>’</w:t>
      </w:r>
      <w:r w:rsidR="00E0544E" w:rsidRPr="007818BD">
        <w:t>espace</w:t>
      </w:r>
      <w:r>
        <w:t xml:space="preserve">, </w:t>
      </w:r>
      <w:r w:rsidR="00E0544E" w:rsidRPr="007818BD">
        <w:t>peut devenir</w:t>
      </w:r>
      <w:r>
        <w:t xml:space="preserve">, </w:t>
      </w:r>
      <w:r w:rsidR="00E0544E" w:rsidRPr="007818BD">
        <w:t>par certains procédés de haute scie</w:t>
      </w:r>
      <w:r w:rsidR="00E0544E" w:rsidRPr="007818BD">
        <w:t>n</w:t>
      </w:r>
      <w:r w:rsidR="00E0544E" w:rsidRPr="007818BD">
        <w:t>ce</w:t>
      </w:r>
      <w:r>
        <w:t xml:space="preserve">, </w:t>
      </w:r>
      <w:r w:rsidR="00E0544E" w:rsidRPr="007818BD">
        <w:t>plus palpable et plus distinct</w:t>
      </w:r>
      <w:r>
        <w:t xml:space="preserve">. </w:t>
      </w:r>
      <w:r w:rsidR="00E0544E" w:rsidRPr="007818BD">
        <w:t>Ce n</w:t>
      </w:r>
      <w:r>
        <w:t>’</w:t>
      </w:r>
      <w:r w:rsidR="00E0544E" w:rsidRPr="007818BD">
        <w:t>est pas là de la magie comme le pense le</w:t>
      </w:r>
      <w:r>
        <w:t>-</w:t>
      </w:r>
      <w:r w:rsidR="00E0544E" w:rsidRPr="007818BD">
        <w:t>vu</w:t>
      </w:r>
      <w:r w:rsidR="00E0544E" w:rsidRPr="007818BD">
        <w:t>l</w:t>
      </w:r>
      <w:r w:rsidR="00E0544E" w:rsidRPr="007818BD">
        <w:t>gaire crédule</w:t>
      </w:r>
      <w:r>
        <w:t xml:space="preserve">. </w:t>
      </w:r>
      <w:r w:rsidR="00E0544E" w:rsidRPr="007818BD">
        <w:t>Je l</w:t>
      </w:r>
      <w:r>
        <w:t>’</w:t>
      </w:r>
      <w:r w:rsidR="00E0544E" w:rsidRPr="007818BD">
        <w:t>ai déjà dit</w:t>
      </w:r>
      <w:r>
        <w:t xml:space="preserve">, </w:t>
      </w:r>
      <w:r w:rsidR="00E0544E" w:rsidRPr="007818BD">
        <w:t>la magie</w:t>
      </w:r>
      <w:r>
        <w:t xml:space="preserve"> (</w:t>
      </w:r>
      <w:r w:rsidR="00E0544E" w:rsidRPr="007818BD">
        <w:t>ou la science qui fait vi</w:t>
      </w:r>
      <w:r w:rsidR="00E0544E" w:rsidRPr="007818BD">
        <w:t>o</w:t>
      </w:r>
      <w:r w:rsidR="00E0544E" w:rsidRPr="007818BD">
        <w:t>lence à la nature</w:t>
      </w:r>
      <w:r>
        <w:t xml:space="preserve">) </w:t>
      </w:r>
      <w:r w:rsidR="00E0544E" w:rsidRPr="007818BD">
        <w:t>n</w:t>
      </w:r>
      <w:r>
        <w:t>’</w:t>
      </w:r>
      <w:r w:rsidR="00E0544E" w:rsidRPr="007818BD">
        <w:t>existe pas</w:t>
      </w:r>
      <w:r>
        <w:t xml:space="preserve"> : </w:t>
      </w:r>
      <w:r w:rsidR="00E0544E" w:rsidRPr="007818BD">
        <w:t>ce n</w:t>
      </w:r>
      <w:r>
        <w:t>’</w:t>
      </w:r>
      <w:r w:rsidR="00E0544E" w:rsidRPr="007818BD">
        <w:t>est que la science qui ma</w:t>
      </w:r>
      <w:r w:rsidR="00E0544E" w:rsidRPr="007818BD">
        <w:t>î</w:t>
      </w:r>
      <w:r w:rsidR="00E0544E" w:rsidRPr="007818BD">
        <w:t>trise la nature</w:t>
      </w:r>
      <w:r>
        <w:t xml:space="preserve">. </w:t>
      </w:r>
      <w:r w:rsidR="00E0544E" w:rsidRPr="007818BD">
        <w:t>Or</w:t>
      </w:r>
      <w:r>
        <w:t xml:space="preserve">, </w:t>
      </w:r>
      <w:r w:rsidR="00E0544E" w:rsidRPr="007818BD">
        <w:t>il y a dans l</w:t>
      </w:r>
      <w:r>
        <w:t>’</w:t>
      </w:r>
      <w:r w:rsidR="00E0544E" w:rsidRPr="007818BD">
        <w:t>espace des millions d</w:t>
      </w:r>
      <w:r>
        <w:t>’</w:t>
      </w:r>
      <w:r w:rsidR="00E0544E" w:rsidRPr="007818BD">
        <w:t>êtres</w:t>
      </w:r>
      <w:r>
        <w:t xml:space="preserve">, </w:t>
      </w:r>
      <w:r w:rsidR="00E0544E" w:rsidRPr="007818BD">
        <w:t>non pas précisément spirituels</w:t>
      </w:r>
      <w:r>
        <w:t xml:space="preserve">, </w:t>
      </w:r>
      <w:r w:rsidR="00E0544E" w:rsidRPr="007818BD">
        <w:t>car tous ont</w:t>
      </w:r>
      <w:r>
        <w:t xml:space="preserve">, </w:t>
      </w:r>
      <w:r w:rsidR="00E0544E" w:rsidRPr="007818BD">
        <w:t>comme les anima</w:t>
      </w:r>
      <w:r w:rsidR="00E0544E" w:rsidRPr="007818BD">
        <w:t>l</w:t>
      </w:r>
      <w:r w:rsidR="00E0544E" w:rsidRPr="007818BD">
        <w:t>cules invisibles à l</w:t>
      </w:r>
      <w:r>
        <w:t>’</w:t>
      </w:r>
      <w:r w:rsidR="00E0544E" w:rsidRPr="007818BD">
        <w:t>œil nu</w:t>
      </w:r>
      <w:r>
        <w:t xml:space="preserve">, </w:t>
      </w:r>
      <w:r w:rsidR="00E0544E" w:rsidRPr="007818BD">
        <w:lastRenderedPageBreak/>
        <w:t>certaines formes de la matière</w:t>
      </w:r>
      <w:r>
        <w:t xml:space="preserve">, </w:t>
      </w:r>
      <w:r w:rsidR="00E0544E" w:rsidRPr="007818BD">
        <w:t>mais d</w:t>
      </w:r>
      <w:r>
        <w:t>’</w:t>
      </w:r>
      <w:r w:rsidR="00E0544E" w:rsidRPr="007818BD">
        <w:t>une matière si ténue</w:t>
      </w:r>
      <w:r>
        <w:t xml:space="preserve">, </w:t>
      </w:r>
      <w:r w:rsidR="00E0544E" w:rsidRPr="007818BD">
        <w:t>si subtile</w:t>
      </w:r>
      <w:r>
        <w:t xml:space="preserve">, </w:t>
      </w:r>
      <w:r w:rsidR="00E0544E" w:rsidRPr="007818BD">
        <w:t>si délicate</w:t>
      </w:r>
      <w:r>
        <w:t xml:space="preserve">, </w:t>
      </w:r>
      <w:r w:rsidR="00E0544E" w:rsidRPr="007818BD">
        <w:t>qu</w:t>
      </w:r>
      <w:r>
        <w:t>’</w:t>
      </w:r>
      <w:r w:rsidR="00E0544E" w:rsidRPr="007818BD">
        <w:t>elle n</w:t>
      </w:r>
      <w:r>
        <w:t>’</w:t>
      </w:r>
      <w:r w:rsidR="00E0544E" w:rsidRPr="007818BD">
        <w:t>est pour ainsi dire qu</w:t>
      </w:r>
      <w:r>
        <w:t>’</w:t>
      </w:r>
      <w:r w:rsidR="00E0544E" w:rsidRPr="007818BD">
        <w:t>une enveloppe impalpable de l</w:t>
      </w:r>
      <w:r>
        <w:t>’</w:t>
      </w:r>
      <w:r w:rsidR="00E0544E" w:rsidRPr="007818BD">
        <w:t>esprit</w:t>
      </w:r>
      <w:r>
        <w:t xml:space="preserve">, </w:t>
      </w:r>
      <w:r w:rsidR="00E0544E" w:rsidRPr="007818BD">
        <w:t>plus déliée et plus légère mille fois que ces fils aériens qui flottent et rayo</w:t>
      </w:r>
      <w:r w:rsidR="00E0544E" w:rsidRPr="007818BD">
        <w:t>n</w:t>
      </w:r>
      <w:r w:rsidR="00E0544E" w:rsidRPr="007818BD">
        <w:t>nent au soleil d</w:t>
      </w:r>
      <w:r>
        <w:t>’</w:t>
      </w:r>
      <w:r w:rsidR="00E0544E" w:rsidRPr="007818BD">
        <w:t>été</w:t>
      </w:r>
      <w:r>
        <w:t xml:space="preserve">. </w:t>
      </w:r>
      <w:r w:rsidR="00E0544E" w:rsidRPr="007818BD">
        <w:t>De là</w:t>
      </w:r>
      <w:r>
        <w:t xml:space="preserve">, </w:t>
      </w:r>
      <w:r w:rsidR="00E0544E" w:rsidRPr="007818BD">
        <w:t>les créations charmantes des Rose-Croix</w:t>
      </w:r>
      <w:r>
        <w:t xml:space="preserve">, </w:t>
      </w:r>
      <w:r w:rsidR="00E0544E" w:rsidRPr="007818BD">
        <w:t>les sylphes et les gnomes</w:t>
      </w:r>
      <w:r>
        <w:t xml:space="preserve">. </w:t>
      </w:r>
      <w:r w:rsidR="00E0544E" w:rsidRPr="007818BD">
        <w:t>Et pourtant</w:t>
      </w:r>
      <w:r>
        <w:t xml:space="preserve">, </w:t>
      </w:r>
      <w:r w:rsidR="00E0544E" w:rsidRPr="007818BD">
        <w:t>il y a</w:t>
      </w:r>
      <w:r>
        <w:t xml:space="preserve">, </w:t>
      </w:r>
      <w:r w:rsidR="00E0544E" w:rsidRPr="007818BD">
        <w:t>entre ces r</w:t>
      </w:r>
      <w:r w:rsidR="00E0544E" w:rsidRPr="007818BD">
        <w:t>a</w:t>
      </w:r>
      <w:r w:rsidR="00E0544E" w:rsidRPr="007818BD">
        <w:t>ces et ces tribus diverses</w:t>
      </w:r>
      <w:r>
        <w:t xml:space="preserve">, </w:t>
      </w:r>
      <w:r w:rsidR="00E0544E" w:rsidRPr="007818BD">
        <w:t>des différences plus marquées qu</w:t>
      </w:r>
      <w:r>
        <w:t>’</w:t>
      </w:r>
      <w:r w:rsidR="00E0544E" w:rsidRPr="007818BD">
        <w:t xml:space="preserve">entre le Grec et le </w:t>
      </w:r>
      <w:proofErr w:type="spellStart"/>
      <w:r w:rsidR="00E0544E" w:rsidRPr="007818BD">
        <w:t>Kalmouck</w:t>
      </w:r>
      <w:proofErr w:type="spellEnd"/>
      <w:r>
        <w:t xml:space="preserve"> : </w:t>
      </w:r>
      <w:r w:rsidR="00E0544E" w:rsidRPr="007818BD">
        <w:t>leurs attributs différant</w:t>
      </w:r>
      <w:r>
        <w:t xml:space="preserve">, </w:t>
      </w:r>
      <w:r w:rsidR="00E0544E" w:rsidRPr="007818BD">
        <w:t>leur puissance diffère</w:t>
      </w:r>
      <w:r>
        <w:t xml:space="preserve">. </w:t>
      </w:r>
      <w:r w:rsidR="00E0544E" w:rsidRPr="007818BD">
        <w:t>Voyez dans la goutte d</w:t>
      </w:r>
      <w:r>
        <w:t>’</w:t>
      </w:r>
      <w:r w:rsidR="00E0544E" w:rsidRPr="007818BD">
        <w:t>eau quelle variété d</w:t>
      </w:r>
      <w:r>
        <w:t>’</w:t>
      </w:r>
      <w:r w:rsidR="00E0544E" w:rsidRPr="007818BD">
        <w:t>animalcules</w:t>
      </w:r>
      <w:r>
        <w:t xml:space="preserve"> ! </w:t>
      </w:r>
      <w:r w:rsidR="00E0544E" w:rsidRPr="007818BD">
        <w:t>co</w:t>
      </w:r>
      <w:r w:rsidR="00E0544E" w:rsidRPr="007818BD">
        <w:t>m</w:t>
      </w:r>
      <w:r w:rsidR="00E0544E" w:rsidRPr="007818BD">
        <w:t>bien sont de formidables colosses</w:t>
      </w:r>
      <w:r>
        <w:t xml:space="preserve"> ! </w:t>
      </w:r>
      <w:r w:rsidR="00E0544E" w:rsidRPr="007818BD">
        <w:t>que</w:t>
      </w:r>
      <w:r w:rsidR="00E0544E" w:rsidRPr="007818BD">
        <w:t>l</w:t>
      </w:r>
      <w:r w:rsidR="00E0544E" w:rsidRPr="007818BD">
        <w:t>ques-uns pourtant sont des atomes en comparaison des autres</w:t>
      </w:r>
      <w:r>
        <w:t xml:space="preserve">. </w:t>
      </w:r>
      <w:r w:rsidR="00E0544E" w:rsidRPr="007818BD">
        <w:t>Il en est de même des habitants de l</w:t>
      </w:r>
      <w:r>
        <w:t>’</w:t>
      </w:r>
      <w:r w:rsidR="00E0544E" w:rsidRPr="007818BD">
        <w:t>atmosphère</w:t>
      </w:r>
      <w:r>
        <w:t xml:space="preserve"> : </w:t>
      </w:r>
      <w:r w:rsidR="00E0544E" w:rsidRPr="007818BD">
        <w:t>les uns ont une science s</w:t>
      </w:r>
      <w:r w:rsidR="00E0544E" w:rsidRPr="007818BD">
        <w:t>u</w:t>
      </w:r>
      <w:r w:rsidR="00E0544E" w:rsidRPr="007818BD">
        <w:t>prême</w:t>
      </w:r>
      <w:r>
        <w:t xml:space="preserve">, </w:t>
      </w:r>
      <w:r w:rsidR="00E0544E" w:rsidRPr="007818BD">
        <w:t>les autres une malice horrible</w:t>
      </w:r>
      <w:r>
        <w:t xml:space="preserve"> ; </w:t>
      </w:r>
      <w:r w:rsidR="00E0544E" w:rsidRPr="007818BD">
        <w:t>les uns sont hostiles à l</w:t>
      </w:r>
      <w:r>
        <w:t>’</w:t>
      </w:r>
      <w:r w:rsidR="00E0544E" w:rsidRPr="007818BD">
        <w:t>homme</w:t>
      </w:r>
      <w:r>
        <w:t xml:space="preserve">, </w:t>
      </w:r>
      <w:r w:rsidR="00E0544E" w:rsidRPr="007818BD">
        <w:t>comme des démons</w:t>
      </w:r>
      <w:r>
        <w:t xml:space="preserve">, </w:t>
      </w:r>
      <w:r w:rsidR="00E0544E" w:rsidRPr="007818BD">
        <w:t>les autres doux et bienveillants comme des messagers et des médiateurs e</w:t>
      </w:r>
      <w:r w:rsidR="00E0544E" w:rsidRPr="007818BD">
        <w:t>n</w:t>
      </w:r>
      <w:r w:rsidR="00E0544E" w:rsidRPr="007818BD">
        <w:t>tre le ciel et la terre</w:t>
      </w:r>
      <w:r>
        <w:t xml:space="preserve">. </w:t>
      </w:r>
      <w:r w:rsidR="00E0544E" w:rsidRPr="007818BD">
        <w:t>Celui qui veut entrer en rapport avec ces espèces diverses</w:t>
      </w:r>
      <w:r>
        <w:t xml:space="preserve">, </w:t>
      </w:r>
      <w:r w:rsidR="00E0544E" w:rsidRPr="007818BD">
        <w:t>ressemble au voyageur qui veut pénétrer dans des terres inconnues</w:t>
      </w:r>
      <w:r>
        <w:t xml:space="preserve">. </w:t>
      </w:r>
      <w:r w:rsidR="00E0544E" w:rsidRPr="007818BD">
        <w:t>Il est e</w:t>
      </w:r>
      <w:r w:rsidR="00E0544E" w:rsidRPr="007818BD">
        <w:t>x</w:t>
      </w:r>
      <w:r w:rsidR="00E0544E" w:rsidRPr="007818BD">
        <w:t>posé à d</w:t>
      </w:r>
      <w:r>
        <w:t>’</w:t>
      </w:r>
      <w:r w:rsidR="00E0544E" w:rsidRPr="007818BD">
        <w:t>étranges dangers</w:t>
      </w:r>
      <w:r>
        <w:t xml:space="preserve">, </w:t>
      </w:r>
      <w:r w:rsidR="00E0544E" w:rsidRPr="007818BD">
        <w:t>à des terreurs qu</w:t>
      </w:r>
      <w:r>
        <w:t>’</w:t>
      </w:r>
      <w:r w:rsidR="00E0544E" w:rsidRPr="007818BD">
        <w:t>il ne peut soupço</w:t>
      </w:r>
      <w:r w:rsidR="00E0544E" w:rsidRPr="007818BD">
        <w:t>n</w:t>
      </w:r>
      <w:r w:rsidR="00E0544E" w:rsidRPr="007818BD">
        <w:t>ner</w:t>
      </w:r>
      <w:r>
        <w:t xml:space="preserve">. </w:t>
      </w:r>
      <w:r w:rsidR="00E0544E" w:rsidRPr="007818BD">
        <w:rPr>
          <w:i/>
          <w:iCs/>
        </w:rPr>
        <w:t>La communication une fois établie</w:t>
      </w:r>
      <w:r>
        <w:rPr>
          <w:i/>
          <w:iCs/>
        </w:rPr>
        <w:t xml:space="preserve">, </w:t>
      </w:r>
      <w:r w:rsidR="00E0544E" w:rsidRPr="007818BD">
        <w:rPr>
          <w:i/>
          <w:iCs/>
        </w:rPr>
        <w:t>je ne</w:t>
      </w:r>
      <w:r>
        <w:rPr>
          <w:i/>
          <w:iCs/>
        </w:rPr>
        <w:t>-</w:t>
      </w:r>
      <w:r w:rsidR="00E0544E" w:rsidRPr="007818BD">
        <w:rPr>
          <w:i/>
          <w:iCs/>
        </w:rPr>
        <w:t>peux te protéger contre les chances auxquelles ton voyage est exposé</w:t>
      </w:r>
      <w:r>
        <w:t xml:space="preserve">. </w:t>
      </w:r>
      <w:r w:rsidR="00E0544E" w:rsidRPr="007818BD">
        <w:t>Je ne puis te diriger vers des sentiers libres des i</w:t>
      </w:r>
      <w:r w:rsidR="00E0544E" w:rsidRPr="007818BD">
        <w:t>n</w:t>
      </w:r>
      <w:r w:rsidR="00E0544E" w:rsidRPr="007818BD">
        <w:t>cursions des ennemis les plus acharnés</w:t>
      </w:r>
      <w:r>
        <w:t xml:space="preserve">. </w:t>
      </w:r>
      <w:r w:rsidR="00E0544E" w:rsidRPr="007818BD">
        <w:t>Seul et par toi-même</w:t>
      </w:r>
      <w:r>
        <w:t xml:space="preserve">, </w:t>
      </w:r>
      <w:r w:rsidR="00E0544E" w:rsidRPr="007818BD">
        <w:t>il te faudra tout braver</w:t>
      </w:r>
      <w:r>
        <w:t xml:space="preserve">, </w:t>
      </w:r>
      <w:r w:rsidR="00E0544E" w:rsidRPr="007818BD">
        <w:t>tout hasarder</w:t>
      </w:r>
      <w:r>
        <w:t xml:space="preserve"> ; </w:t>
      </w:r>
      <w:r w:rsidR="00E0544E" w:rsidRPr="007818BD">
        <w:t>mais si tu aimes à ce point la vie</w:t>
      </w:r>
      <w:r>
        <w:t xml:space="preserve">, </w:t>
      </w:r>
      <w:r w:rsidR="00E0544E" w:rsidRPr="007818BD">
        <w:t>que ton unique souci soit de continuer de vivre</w:t>
      </w:r>
      <w:r>
        <w:t xml:space="preserve">, </w:t>
      </w:r>
      <w:r w:rsidR="00E0544E" w:rsidRPr="007818BD">
        <w:t>n</w:t>
      </w:r>
      <w:r>
        <w:t>’</w:t>
      </w:r>
      <w:r w:rsidR="00E0544E" w:rsidRPr="007818BD">
        <w:t>importe dans quel but</w:t>
      </w:r>
      <w:r>
        <w:t xml:space="preserve">, </w:t>
      </w:r>
      <w:r w:rsidR="00E0544E" w:rsidRPr="007818BD">
        <w:t>en r</w:t>
      </w:r>
      <w:r w:rsidR="00E0544E" w:rsidRPr="007818BD">
        <w:t>a</w:t>
      </w:r>
      <w:r w:rsidR="00E0544E" w:rsidRPr="007818BD">
        <w:t>nimant tes nerfs et ton sang par l</w:t>
      </w:r>
      <w:r>
        <w:t>’</w:t>
      </w:r>
      <w:r w:rsidR="00E0544E" w:rsidRPr="007818BD">
        <w:t>élixir viv</w:t>
      </w:r>
      <w:r w:rsidR="00E0544E" w:rsidRPr="007818BD">
        <w:t>i</w:t>
      </w:r>
      <w:r w:rsidR="00E0544E" w:rsidRPr="007818BD">
        <w:t>fiant de l</w:t>
      </w:r>
      <w:r>
        <w:t>’</w:t>
      </w:r>
      <w:r w:rsidR="00E0544E" w:rsidRPr="007818BD">
        <w:t>alchimiste</w:t>
      </w:r>
      <w:r>
        <w:t xml:space="preserve">, </w:t>
      </w:r>
      <w:r w:rsidR="00E0544E" w:rsidRPr="007818BD">
        <w:t>alors pourquoi t</w:t>
      </w:r>
      <w:r>
        <w:t>’</w:t>
      </w:r>
      <w:r w:rsidR="00E0544E" w:rsidRPr="007818BD">
        <w:t>exposer aux dangers des espèces intermédia</w:t>
      </w:r>
      <w:r w:rsidR="00E0544E" w:rsidRPr="007818BD">
        <w:t>i</w:t>
      </w:r>
      <w:r w:rsidR="00E0544E" w:rsidRPr="007818BD">
        <w:t>res</w:t>
      </w:r>
      <w:r>
        <w:t xml:space="preserve"> ? </w:t>
      </w:r>
      <w:r w:rsidR="00E0544E" w:rsidRPr="007818BD">
        <w:t>Parce que l</w:t>
      </w:r>
      <w:r>
        <w:t>’</w:t>
      </w:r>
      <w:r w:rsidR="00E0544E" w:rsidRPr="007818BD">
        <w:t>élixir qui infuse dans le corps une vie plus s</w:t>
      </w:r>
      <w:r w:rsidR="00E0544E" w:rsidRPr="007818BD">
        <w:t>u</w:t>
      </w:r>
      <w:r w:rsidR="00E0544E" w:rsidRPr="007818BD">
        <w:t>blime</w:t>
      </w:r>
      <w:r>
        <w:t xml:space="preserve">, </w:t>
      </w:r>
      <w:r w:rsidR="00E0544E" w:rsidRPr="007818BD">
        <w:t>rend les sens tellement subtils</w:t>
      </w:r>
      <w:r>
        <w:t xml:space="preserve">, </w:t>
      </w:r>
      <w:r w:rsidR="00E0544E" w:rsidRPr="007818BD">
        <w:t>que les fa</w:t>
      </w:r>
      <w:r w:rsidR="00E0544E" w:rsidRPr="007818BD">
        <w:t>n</w:t>
      </w:r>
      <w:r w:rsidR="00E0544E" w:rsidRPr="007818BD">
        <w:t>tômes de l</w:t>
      </w:r>
      <w:r>
        <w:t>’</w:t>
      </w:r>
      <w:r w:rsidR="00E0544E" w:rsidRPr="007818BD">
        <w:t>air deviennent pour toi perceptibles à la vue et à l</w:t>
      </w:r>
      <w:r>
        <w:t>’</w:t>
      </w:r>
      <w:r w:rsidR="00E0544E" w:rsidRPr="007818BD">
        <w:t>ouïe</w:t>
      </w:r>
      <w:r>
        <w:t xml:space="preserve"> : </w:t>
      </w:r>
      <w:r w:rsidR="00E0544E" w:rsidRPr="007818BD">
        <w:t>si bien que</w:t>
      </w:r>
      <w:r>
        <w:t xml:space="preserve">, </w:t>
      </w:r>
      <w:r w:rsidR="00E0544E" w:rsidRPr="007818BD">
        <w:t>sans une préparation qui te rende graduellement capable de r</w:t>
      </w:r>
      <w:r w:rsidR="00E0544E" w:rsidRPr="007818BD">
        <w:t>é</w:t>
      </w:r>
      <w:r w:rsidR="00E0544E" w:rsidRPr="007818BD">
        <w:t>sister à ces fantômes et de défier leur mal</w:t>
      </w:r>
      <w:r w:rsidR="00E0544E" w:rsidRPr="007818BD">
        <w:t>i</w:t>
      </w:r>
      <w:r w:rsidR="00E0544E" w:rsidRPr="007818BD">
        <w:t>ce</w:t>
      </w:r>
      <w:r>
        <w:t xml:space="preserve">, </w:t>
      </w:r>
      <w:r w:rsidR="00E0544E" w:rsidRPr="007818BD">
        <w:t>une vie douée de cette faculté serait la plus épouvantable c</w:t>
      </w:r>
      <w:r w:rsidR="00E0544E" w:rsidRPr="007818BD">
        <w:t>a</w:t>
      </w:r>
      <w:r w:rsidR="00E0544E" w:rsidRPr="007818BD">
        <w:t>lamité que l</w:t>
      </w:r>
      <w:r>
        <w:t>’</w:t>
      </w:r>
      <w:r w:rsidR="00E0544E" w:rsidRPr="007818BD">
        <w:t xml:space="preserve">homme pût </w:t>
      </w:r>
      <w:r w:rsidR="00E0544E" w:rsidRPr="007818BD">
        <w:lastRenderedPageBreak/>
        <w:t>s</w:t>
      </w:r>
      <w:r>
        <w:t>’</w:t>
      </w:r>
      <w:r w:rsidR="00E0544E" w:rsidRPr="007818BD">
        <w:t>attirer</w:t>
      </w:r>
      <w:r>
        <w:t xml:space="preserve">. </w:t>
      </w:r>
      <w:r w:rsidR="00E0544E" w:rsidRPr="007818BD">
        <w:t>Voilà pourquoi l</w:t>
      </w:r>
      <w:r>
        <w:t>’</w:t>
      </w:r>
      <w:r w:rsidR="00E0544E" w:rsidRPr="007818BD">
        <w:t>élixir</w:t>
      </w:r>
      <w:r>
        <w:t xml:space="preserve">, </w:t>
      </w:r>
      <w:r w:rsidR="00E0544E" w:rsidRPr="007818BD">
        <w:t>quoique composé des pla</w:t>
      </w:r>
      <w:r w:rsidR="00E0544E" w:rsidRPr="007818BD">
        <w:t>n</w:t>
      </w:r>
      <w:r w:rsidR="00E0544E" w:rsidRPr="007818BD">
        <w:t>tes les plus simples</w:t>
      </w:r>
      <w:r>
        <w:t xml:space="preserve">, </w:t>
      </w:r>
      <w:r w:rsidR="00E0544E" w:rsidRPr="007818BD">
        <w:t>ne peut sans danger être pris que par celui qui a passé par les épreuves les plus</w:t>
      </w:r>
      <w:r>
        <w:t xml:space="preserve">, </w:t>
      </w:r>
      <w:r w:rsidR="00E0544E" w:rsidRPr="007818BD">
        <w:t>s</w:t>
      </w:r>
      <w:r w:rsidR="00E0544E" w:rsidRPr="007818BD">
        <w:t>é</w:t>
      </w:r>
      <w:r w:rsidR="00E0544E" w:rsidRPr="007818BD">
        <w:t>vères</w:t>
      </w:r>
      <w:r>
        <w:t xml:space="preserve">. </w:t>
      </w:r>
      <w:r w:rsidR="00E0544E" w:rsidRPr="007818BD">
        <w:t>Plus encore</w:t>
      </w:r>
      <w:r>
        <w:t xml:space="preserve">, </w:t>
      </w:r>
      <w:r w:rsidR="00E0544E" w:rsidRPr="007818BD">
        <w:t>il en est qui</w:t>
      </w:r>
      <w:r>
        <w:t xml:space="preserve"> ; </w:t>
      </w:r>
      <w:r w:rsidR="00E0544E" w:rsidRPr="007818BD">
        <w:t>effrayés et épouvantés par les visions qui se sont rév</w:t>
      </w:r>
      <w:r w:rsidR="00E0544E" w:rsidRPr="007818BD">
        <w:t>é</w:t>
      </w:r>
      <w:r w:rsidR="00E0544E" w:rsidRPr="007818BD">
        <w:t>lées à eux dès la première goutte</w:t>
      </w:r>
      <w:r>
        <w:t xml:space="preserve">, </w:t>
      </w:r>
      <w:r w:rsidR="00E0544E" w:rsidRPr="007818BD">
        <w:t>ont trouvé que la potion avait moins de puissance pour les sauver que n</w:t>
      </w:r>
      <w:r>
        <w:t>’</w:t>
      </w:r>
      <w:r w:rsidR="00E0544E" w:rsidRPr="007818BD">
        <w:t>en avaient la lutte et les déchirements de la nature pour les détruire</w:t>
      </w:r>
      <w:r>
        <w:t xml:space="preserve">. </w:t>
      </w:r>
      <w:r w:rsidR="00E0544E" w:rsidRPr="007818BD">
        <w:t>Ainsi</w:t>
      </w:r>
      <w:r>
        <w:t xml:space="preserve">, </w:t>
      </w:r>
      <w:r w:rsidR="00E0544E" w:rsidRPr="007818BD">
        <w:t>pour qui n</w:t>
      </w:r>
      <w:r>
        <w:t>’</w:t>
      </w:r>
      <w:r w:rsidR="00E0544E" w:rsidRPr="007818BD">
        <w:t>est pas préparé</w:t>
      </w:r>
      <w:r>
        <w:t xml:space="preserve">, </w:t>
      </w:r>
      <w:r w:rsidR="00E0544E" w:rsidRPr="007818BD">
        <w:t>l</w:t>
      </w:r>
      <w:r>
        <w:t>’</w:t>
      </w:r>
      <w:r w:rsidR="00E0544E" w:rsidRPr="007818BD">
        <w:t>élixir est pur</w:t>
      </w:r>
      <w:r w:rsidR="00E0544E" w:rsidRPr="007818BD">
        <w:t>e</w:t>
      </w:r>
      <w:r w:rsidR="00E0544E" w:rsidRPr="007818BD">
        <w:t>ment un poison mortel</w:t>
      </w:r>
      <w:r>
        <w:t xml:space="preserve">. </w:t>
      </w:r>
      <w:r w:rsidR="00E0544E" w:rsidRPr="007818BD">
        <w:t>Parmi les gardiens du seuil</w:t>
      </w:r>
      <w:r>
        <w:t xml:space="preserve">, </w:t>
      </w:r>
      <w:r w:rsidR="00E0544E" w:rsidRPr="007818BD">
        <w:t>il en est un aussi qui surpasse en malice haineuse toute sa race</w:t>
      </w:r>
      <w:r>
        <w:t xml:space="preserve">, </w:t>
      </w:r>
      <w:r w:rsidR="00E0544E" w:rsidRPr="007818BD">
        <w:t>dont les yeux ont paralysé les plus intr</w:t>
      </w:r>
      <w:r w:rsidR="00E0544E" w:rsidRPr="007818BD">
        <w:t>é</w:t>
      </w:r>
      <w:r w:rsidR="00E0544E" w:rsidRPr="007818BD">
        <w:t>pides et dont la puissance sur l</w:t>
      </w:r>
      <w:r>
        <w:t>’</w:t>
      </w:r>
      <w:r w:rsidR="00E0544E" w:rsidRPr="007818BD">
        <w:t>esprit augmente en proportion exacte de la peur</w:t>
      </w:r>
      <w:r>
        <w:t xml:space="preserve">. </w:t>
      </w:r>
      <w:r w:rsidR="00E0544E" w:rsidRPr="007818BD">
        <w:t>Ton courage est-il ébranlé</w:t>
      </w:r>
      <w:r>
        <w:t> ?</w:t>
      </w:r>
    </w:p>
    <w:p w14:paraId="0C194175" w14:textId="77777777" w:rsidR="00E8465A" w:rsidRDefault="00E8465A" w:rsidP="00E0544E">
      <w:r>
        <w:t>— </w:t>
      </w:r>
      <w:r w:rsidR="00E0544E" w:rsidRPr="007818BD">
        <w:t>Tes paroles ne servent qu</w:t>
      </w:r>
      <w:r>
        <w:t>’</w:t>
      </w:r>
      <w:r w:rsidR="00E0544E" w:rsidRPr="007818BD">
        <w:t>à</w:t>
      </w:r>
      <w:r>
        <w:t xml:space="preserve">, </w:t>
      </w:r>
      <w:r w:rsidR="00E0544E" w:rsidRPr="007818BD">
        <w:t>l</w:t>
      </w:r>
      <w:r>
        <w:t>’</w:t>
      </w:r>
      <w:r w:rsidR="00E0544E" w:rsidRPr="007818BD">
        <w:t>enflammer</w:t>
      </w:r>
      <w:r>
        <w:t>.</w:t>
      </w:r>
    </w:p>
    <w:p w14:paraId="151A2E5C" w14:textId="77777777" w:rsidR="00E8465A" w:rsidRDefault="00E8465A" w:rsidP="00E0544E">
      <w:r>
        <w:t>— </w:t>
      </w:r>
      <w:r w:rsidR="00E0544E" w:rsidRPr="007818BD">
        <w:t>Suis-moi donc</w:t>
      </w:r>
      <w:r>
        <w:t xml:space="preserve">, </w:t>
      </w:r>
      <w:r w:rsidR="00E0544E" w:rsidRPr="007818BD">
        <w:t>et soumets-toi aux travaux préparato</w:t>
      </w:r>
      <w:r w:rsidR="00E0544E" w:rsidRPr="007818BD">
        <w:t>i</w:t>
      </w:r>
      <w:r w:rsidR="00E0544E" w:rsidRPr="007818BD">
        <w:t>res</w:t>
      </w:r>
      <w:r>
        <w:t>. »</w:t>
      </w:r>
      <w:r w:rsidR="00E0544E" w:rsidRPr="007818BD">
        <w:t xml:space="preserve"> </w:t>
      </w:r>
      <w:proofErr w:type="spellStart"/>
      <w:r w:rsidR="00E0544E" w:rsidRPr="007818BD">
        <w:t>Mejnour</w:t>
      </w:r>
      <w:proofErr w:type="spellEnd"/>
      <w:r w:rsidR="00E0544E" w:rsidRPr="007818BD">
        <w:t xml:space="preserve"> le conduisit dans la chambre intérieure</w:t>
      </w:r>
      <w:r>
        <w:t xml:space="preserve">, </w:t>
      </w:r>
      <w:r w:rsidR="00E0544E" w:rsidRPr="007818BD">
        <w:t>et se mit en devoir de lui expliquer certaines opérations chimiques</w:t>
      </w:r>
      <w:r>
        <w:t xml:space="preserve">, </w:t>
      </w:r>
      <w:r w:rsidR="00E0544E" w:rsidRPr="007818BD">
        <w:t>si</w:t>
      </w:r>
      <w:r w:rsidR="00E0544E" w:rsidRPr="007818BD">
        <w:t>m</w:t>
      </w:r>
      <w:r w:rsidR="00E0544E" w:rsidRPr="007818BD">
        <w:t>ples en elles-mêmes</w:t>
      </w:r>
      <w:r>
        <w:t xml:space="preserve">, </w:t>
      </w:r>
      <w:r w:rsidR="00E0544E" w:rsidRPr="007818BD">
        <w:t>mais</w:t>
      </w:r>
      <w:r>
        <w:t xml:space="preserve">, </w:t>
      </w:r>
      <w:r w:rsidR="00E0544E" w:rsidRPr="007818BD">
        <w:t xml:space="preserve">ainsi que </w:t>
      </w:r>
      <w:proofErr w:type="spellStart"/>
      <w:r w:rsidR="00E0544E" w:rsidRPr="007818BD">
        <w:t>Glyndon</w:t>
      </w:r>
      <w:proofErr w:type="spellEnd"/>
      <w:r w:rsidR="00E0544E" w:rsidRPr="007818BD">
        <w:t xml:space="preserve"> s</w:t>
      </w:r>
      <w:r>
        <w:t>’</w:t>
      </w:r>
      <w:r w:rsidR="00E0544E" w:rsidRPr="007818BD">
        <w:t>en aperçut bie</w:t>
      </w:r>
      <w:r w:rsidR="00E0544E" w:rsidRPr="007818BD">
        <w:t>n</w:t>
      </w:r>
      <w:r w:rsidR="00E0544E" w:rsidRPr="007818BD">
        <w:t>tôt</w:t>
      </w:r>
      <w:r>
        <w:t xml:space="preserve">, </w:t>
      </w:r>
      <w:r w:rsidR="00E0544E" w:rsidRPr="007818BD">
        <w:t>f</w:t>
      </w:r>
      <w:r w:rsidR="00E0544E" w:rsidRPr="007818BD">
        <w:t>é</w:t>
      </w:r>
      <w:r w:rsidR="00E0544E" w:rsidRPr="007818BD">
        <w:t>condes en résultats merveilleux</w:t>
      </w:r>
      <w:r>
        <w:t>.</w:t>
      </w:r>
    </w:p>
    <w:p w14:paraId="1456039C" w14:textId="3FF0D4A2" w:rsidR="00E0544E" w:rsidRPr="007818BD" w:rsidRDefault="00E8465A" w:rsidP="00E0544E">
      <w:r>
        <w:t>« </w:t>
      </w:r>
      <w:r w:rsidR="00E0544E" w:rsidRPr="007818BD">
        <w:t>Dans les siècles les plus reculés</w:t>
      </w:r>
      <w:r>
        <w:t xml:space="preserve">, </w:t>
      </w:r>
      <w:r w:rsidR="00E0544E" w:rsidRPr="007818BD">
        <w:t xml:space="preserve">dit </w:t>
      </w:r>
      <w:proofErr w:type="spellStart"/>
      <w:r w:rsidR="00E0544E" w:rsidRPr="007818BD">
        <w:t>Mejnour</w:t>
      </w:r>
      <w:proofErr w:type="spellEnd"/>
      <w:r w:rsidR="00E0544E" w:rsidRPr="007818BD">
        <w:t xml:space="preserve"> en souriant</w:t>
      </w:r>
      <w:r>
        <w:t xml:space="preserve">, </w:t>
      </w:r>
      <w:r w:rsidR="00E0544E" w:rsidRPr="007818BD">
        <w:t>notre ordre était souvent réduit à avoir recours aux illusions pour protéger et sauver des réalités</w:t>
      </w:r>
      <w:r>
        <w:t xml:space="preserve"> ; </w:t>
      </w:r>
      <w:r w:rsidR="00E0544E" w:rsidRPr="007818BD">
        <w:t>et leur adresse comme m</w:t>
      </w:r>
      <w:r w:rsidR="00E0544E" w:rsidRPr="007818BD">
        <w:t>é</w:t>
      </w:r>
      <w:r w:rsidR="00E0544E" w:rsidRPr="007818BD">
        <w:t>caniciens</w:t>
      </w:r>
      <w:r>
        <w:t xml:space="preserve">, </w:t>
      </w:r>
      <w:r w:rsidR="00E0544E" w:rsidRPr="007818BD">
        <w:t>leur science comme chimistes</w:t>
      </w:r>
      <w:r>
        <w:t xml:space="preserve">, </w:t>
      </w:r>
      <w:r w:rsidR="00E0544E" w:rsidRPr="007818BD">
        <w:t>leur valurent le nom de sorciers</w:t>
      </w:r>
      <w:r>
        <w:t xml:space="preserve">. </w:t>
      </w:r>
      <w:r w:rsidR="00E0544E" w:rsidRPr="007818BD">
        <w:t>Vois comme il est facile de construire ce lion fanta</w:t>
      </w:r>
      <w:r w:rsidR="00E0544E" w:rsidRPr="007818BD">
        <w:t>s</w:t>
      </w:r>
      <w:r w:rsidR="00E0544E" w:rsidRPr="007818BD">
        <w:t>tique qui accompagnait partout le célèbre Léonard de Vinci</w:t>
      </w:r>
      <w:r>
        <w:t> ! »</w:t>
      </w:r>
    </w:p>
    <w:p w14:paraId="1AFC64BF" w14:textId="77777777" w:rsidR="00E8465A" w:rsidRDefault="00E0544E" w:rsidP="00E0544E">
      <w:r w:rsidRPr="007818BD">
        <w:t xml:space="preserve">Et </w:t>
      </w:r>
      <w:proofErr w:type="spellStart"/>
      <w:r w:rsidRPr="007818BD">
        <w:t>Glyndon</w:t>
      </w:r>
      <w:proofErr w:type="spellEnd"/>
      <w:r w:rsidRPr="007818BD">
        <w:t xml:space="preserve"> vit avec surprise et ravissement par quels si</w:t>
      </w:r>
      <w:r w:rsidRPr="007818BD">
        <w:t>m</w:t>
      </w:r>
      <w:r w:rsidRPr="007818BD">
        <w:t>ples moyens s</w:t>
      </w:r>
      <w:r w:rsidR="00E8465A">
        <w:t>’</w:t>
      </w:r>
      <w:r w:rsidRPr="007818BD">
        <w:t>accompli</w:t>
      </w:r>
      <w:r w:rsidRPr="007818BD">
        <w:t>s</w:t>
      </w:r>
      <w:r w:rsidRPr="007818BD">
        <w:t>sent toutes les fantasmagories qui trompent l</w:t>
      </w:r>
      <w:r w:rsidR="00E8465A">
        <w:t>’</w:t>
      </w:r>
      <w:r w:rsidRPr="007818BD">
        <w:t>imagination</w:t>
      </w:r>
      <w:r w:rsidR="00E8465A">
        <w:t xml:space="preserve">. </w:t>
      </w:r>
      <w:r w:rsidRPr="007818BD">
        <w:t>Les paysages magiques de Baptista Po</w:t>
      </w:r>
      <w:r w:rsidRPr="007818BD">
        <w:t>r</w:t>
      </w:r>
      <w:r w:rsidRPr="007818BD">
        <w:t>ta</w:t>
      </w:r>
      <w:r w:rsidR="00E8465A">
        <w:t xml:space="preserve">, </w:t>
      </w:r>
      <w:r w:rsidRPr="007818BD">
        <w:t>le changement apparent de saison par lequel Albert le Grand étonna le comte de Flandre</w:t>
      </w:r>
      <w:r w:rsidR="00E8465A">
        <w:t xml:space="preserve"> ; </w:t>
      </w:r>
      <w:r w:rsidRPr="007818BD">
        <w:t>que dis-je</w:t>
      </w:r>
      <w:r w:rsidR="00E8465A">
        <w:t xml:space="preserve"> ? </w:t>
      </w:r>
      <w:r w:rsidRPr="007818BD">
        <w:t xml:space="preserve">même </w:t>
      </w:r>
      <w:r w:rsidRPr="007818BD">
        <w:lastRenderedPageBreak/>
        <w:t>ces visions fo</w:t>
      </w:r>
      <w:r w:rsidRPr="007818BD">
        <w:t>r</w:t>
      </w:r>
      <w:r w:rsidRPr="007818BD">
        <w:t>midables du fantôme et de l</w:t>
      </w:r>
      <w:r w:rsidR="00E8465A">
        <w:t>’</w:t>
      </w:r>
      <w:r w:rsidRPr="007818BD">
        <w:t>image par lesquelles les nécroma</w:t>
      </w:r>
      <w:r w:rsidRPr="007818BD">
        <w:t>n</w:t>
      </w:r>
      <w:r w:rsidRPr="007818BD">
        <w:t>ciens d</w:t>
      </w:r>
      <w:r w:rsidR="00E8465A">
        <w:t>’</w:t>
      </w:r>
      <w:r w:rsidRPr="007818BD">
        <w:t>Héraclée réveillèrent la conscience du vainqueur de Pl</w:t>
      </w:r>
      <w:r w:rsidRPr="007818BD">
        <w:t>a</w:t>
      </w:r>
      <w:r w:rsidRPr="007818BD">
        <w:t>tée</w:t>
      </w:r>
      <w:r w:rsidR="00E8465A">
        <w:t xml:space="preserve"> ; </w:t>
      </w:r>
      <w:proofErr w:type="spellStart"/>
      <w:r w:rsidRPr="007818BD">
        <w:t>Mejnour</w:t>
      </w:r>
      <w:proofErr w:type="spellEnd"/>
      <w:r w:rsidRPr="007818BD">
        <w:t xml:space="preserve"> montra tout</w:t>
      </w:r>
      <w:r w:rsidR="00E8465A">
        <w:t xml:space="preserve">, </w:t>
      </w:r>
      <w:r w:rsidRPr="007818BD">
        <w:t xml:space="preserve">expliqua tout à </w:t>
      </w:r>
      <w:proofErr w:type="spellStart"/>
      <w:r w:rsidRPr="007818BD">
        <w:t>Glyndon</w:t>
      </w:r>
      <w:proofErr w:type="spellEnd"/>
      <w:r w:rsidR="00E8465A">
        <w:t xml:space="preserve">, </w:t>
      </w:r>
      <w:r w:rsidRPr="007818BD">
        <w:t>comme l</w:t>
      </w:r>
      <w:r w:rsidR="00E8465A">
        <w:t>’</w:t>
      </w:r>
      <w:r w:rsidRPr="007818BD">
        <w:t>homme qui</w:t>
      </w:r>
      <w:r w:rsidR="00E8465A">
        <w:t xml:space="preserve">, </w:t>
      </w:r>
      <w:r w:rsidRPr="007818BD">
        <w:t>la veille de Noël</w:t>
      </w:r>
      <w:r w:rsidR="00E8465A">
        <w:t xml:space="preserve">, </w:t>
      </w:r>
      <w:r w:rsidRPr="007818BD">
        <w:t>enchante et étonne les enfants avec sa lanterne mag</w:t>
      </w:r>
      <w:r w:rsidRPr="007818BD">
        <w:t>i</w:t>
      </w:r>
      <w:r w:rsidRPr="007818BD">
        <w:t>que</w:t>
      </w:r>
      <w:r w:rsidR="00E8465A">
        <w:t>.</w:t>
      </w:r>
    </w:p>
    <w:p w14:paraId="68FAE653" w14:textId="28713B4B" w:rsidR="00E8465A" w:rsidRDefault="00E8465A" w:rsidP="00E0544E">
      <w:r>
        <w:t>« </w:t>
      </w:r>
      <w:r w:rsidR="00E0544E" w:rsidRPr="007818BD">
        <w:t>Et maintenant</w:t>
      </w:r>
      <w:r>
        <w:t xml:space="preserve">, </w:t>
      </w:r>
      <w:r w:rsidR="00E0544E" w:rsidRPr="007818BD">
        <w:t>appelle dérision la magie</w:t>
      </w:r>
      <w:r>
        <w:t xml:space="preserve">, </w:t>
      </w:r>
      <w:r w:rsidR="00E0544E" w:rsidRPr="007818BD">
        <w:t>puisque ces tours</w:t>
      </w:r>
      <w:r>
        <w:t xml:space="preserve">, </w:t>
      </w:r>
      <w:r w:rsidR="00E0544E" w:rsidRPr="007818BD">
        <w:t>ces jeux frivoles de la science</w:t>
      </w:r>
      <w:r>
        <w:t xml:space="preserve">, </w:t>
      </w:r>
      <w:r w:rsidR="00E0544E" w:rsidRPr="007818BD">
        <w:t>sont les actes mêmes que les hommes voyaient avec terreur et abomin</w:t>
      </w:r>
      <w:r w:rsidR="00E0544E" w:rsidRPr="007818BD">
        <w:t>a</w:t>
      </w:r>
      <w:r w:rsidR="00E0544E" w:rsidRPr="007818BD">
        <w:t>tion</w:t>
      </w:r>
      <w:r>
        <w:t xml:space="preserve">, </w:t>
      </w:r>
      <w:r w:rsidR="00E0544E" w:rsidRPr="007818BD">
        <w:t>que les rois et l</w:t>
      </w:r>
      <w:r>
        <w:t>’</w:t>
      </w:r>
      <w:r w:rsidR="00E0544E" w:rsidRPr="007818BD">
        <w:t>inquisition punissaient de la torture et du bûcher</w:t>
      </w:r>
      <w:r>
        <w:t>. »</w:t>
      </w:r>
    </w:p>
    <w:p w14:paraId="3D1C00CD" w14:textId="77777777" w:rsidR="00E8465A" w:rsidRDefault="00E8465A" w:rsidP="00E0544E">
      <w:r>
        <w:t>— </w:t>
      </w:r>
      <w:r w:rsidR="00E0544E" w:rsidRPr="007818BD">
        <w:t>Mais la transmutation des métaux</w:t>
      </w:r>
      <w:r>
        <w:t>…</w:t>
      </w:r>
    </w:p>
    <w:p w14:paraId="0F784362" w14:textId="5FB1A536" w:rsidR="00E0544E" w:rsidRPr="007818BD" w:rsidRDefault="00E8465A" w:rsidP="00E0544E">
      <w:r>
        <w:t>— </w:t>
      </w:r>
      <w:r w:rsidR="00E0544E" w:rsidRPr="007818BD">
        <w:t>La nature est un laboratoire ou les métaux et tous les éléments se métamorphosent sans cesse</w:t>
      </w:r>
      <w:r>
        <w:t xml:space="preserve">. </w:t>
      </w:r>
      <w:r w:rsidR="00E0544E" w:rsidRPr="007818BD">
        <w:t>Faire de l</w:t>
      </w:r>
      <w:r>
        <w:t>’</w:t>
      </w:r>
      <w:r w:rsidR="00E0544E" w:rsidRPr="007818BD">
        <w:t>or</w:t>
      </w:r>
      <w:r>
        <w:t xml:space="preserve">, </w:t>
      </w:r>
      <w:r w:rsidR="00E0544E" w:rsidRPr="007818BD">
        <w:t>chose f</w:t>
      </w:r>
      <w:r w:rsidR="00E0544E" w:rsidRPr="007818BD">
        <w:t>a</w:t>
      </w:r>
      <w:r w:rsidR="00E0544E" w:rsidRPr="007818BD">
        <w:t>cile</w:t>
      </w:r>
      <w:r>
        <w:t xml:space="preserve"> ; </w:t>
      </w:r>
      <w:r w:rsidR="00E0544E" w:rsidRPr="007818BD">
        <w:t>chose plus facile encore de faire la perle</w:t>
      </w:r>
      <w:r>
        <w:t xml:space="preserve">, </w:t>
      </w:r>
      <w:r w:rsidR="00E0544E" w:rsidRPr="007818BD">
        <w:t>le rubis</w:t>
      </w:r>
      <w:r>
        <w:t xml:space="preserve">, </w:t>
      </w:r>
      <w:r w:rsidR="00E0544E" w:rsidRPr="007818BD">
        <w:t>le di</w:t>
      </w:r>
      <w:r w:rsidR="00E0544E" w:rsidRPr="007818BD">
        <w:t>a</w:t>
      </w:r>
      <w:r w:rsidR="00E0544E" w:rsidRPr="007818BD">
        <w:t>mant</w:t>
      </w:r>
      <w:r>
        <w:t xml:space="preserve"> : </w:t>
      </w:r>
      <w:r w:rsidR="00E0544E" w:rsidRPr="007818BD">
        <w:t>Oui</w:t>
      </w:r>
      <w:r>
        <w:t xml:space="preserve">, </w:t>
      </w:r>
      <w:r w:rsidR="00E0544E" w:rsidRPr="007818BD">
        <w:t>les sages ont encore trouvé là de la sorcellerie</w:t>
      </w:r>
      <w:r>
        <w:t xml:space="preserve"> ; </w:t>
      </w:r>
      <w:r w:rsidR="00E0544E" w:rsidRPr="007818BD">
        <w:t>mais ils n</w:t>
      </w:r>
      <w:r>
        <w:t>’</w:t>
      </w:r>
      <w:r w:rsidR="00E0544E" w:rsidRPr="007818BD">
        <w:t>ont point trouvé qu</w:t>
      </w:r>
      <w:r>
        <w:t>’</w:t>
      </w:r>
      <w:r w:rsidR="00E0544E" w:rsidRPr="007818BD">
        <w:t>il y eût de la sorcellerie dans cette d</w:t>
      </w:r>
      <w:r w:rsidR="00E0544E" w:rsidRPr="007818BD">
        <w:t>é</w:t>
      </w:r>
      <w:r w:rsidR="00E0544E" w:rsidRPr="007818BD">
        <w:t>couverte</w:t>
      </w:r>
      <w:r>
        <w:t xml:space="preserve">, </w:t>
      </w:r>
      <w:r w:rsidR="00E0544E" w:rsidRPr="007818BD">
        <w:t>par laquelle</w:t>
      </w:r>
      <w:r>
        <w:t xml:space="preserve">, </w:t>
      </w:r>
      <w:r w:rsidR="00E0544E" w:rsidRPr="007818BD">
        <w:t>au moyen de la plus simple combinaison des choses les plus usuelles</w:t>
      </w:r>
      <w:r>
        <w:t xml:space="preserve">, </w:t>
      </w:r>
      <w:r w:rsidR="00E0544E" w:rsidRPr="007818BD">
        <w:t>ils peuvent évoquer un démon c</w:t>
      </w:r>
      <w:r w:rsidR="00E0544E" w:rsidRPr="007818BD">
        <w:t>a</w:t>
      </w:r>
      <w:r w:rsidR="00E0544E" w:rsidRPr="007818BD">
        <w:t>pable</w:t>
      </w:r>
      <w:r>
        <w:t xml:space="preserve">, </w:t>
      </w:r>
      <w:r w:rsidR="00E0544E" w:rsidRPr="007818BD">
        <w:t>d</w:t>
      </w:r>
      <w:r>
        <w:t>’</w:t>
      </w:r>
      <w:r w:rsidR="00E0544E" w:rsidRPr="007818BD">
        <w:t>un souffle de son haleine embrasée</w:t>
      </w:r>
      <w:r>
        <w:t xml:space="preserve">, </w:t>
      </w:r>
      <w:r w:rsidR="00E0544E" w:rsidRPr="007818BD">
        <w:t>de faire périr leurs frères par milliers</w:t>
      </w:r>
      <w:r>
        <w:t xml:space="preserve">. </w:t>
      </w:r>
      <w:r w:rsidR="00E0544E" w:rsidRPr="007818BD">
        <w:t>Découvrez ce qui peut détruire la vie</w:t>
      </w:r>
      <w:r>
        <w:t xml:space="preserve">, </w:t>
      </w:r>
      <w:r w:rsidR="00E0544E" w:rsidRPr="007818BD">
        <w:t>vous êtes un grand homme</w:t>
      </w:r>
      <w:r>
        <w:t xml:space="preserve"> ; </w:t>
      </w:r>
      <w:r w:rsidR="00E0544E" w:rsidRPr="007818BD">
        <w:t>ce qui peut la prolonger</w:t>
      </w:r>
      <w:r>
        <w:t xml:space="preserve">, </w:t>
      </w:r>
      <w:r w:rsidR="00E0544E" w:rsidRPr="007818BD">
        <w:t>vous êtes un imposteur</w:t>
      </w:r>
      <w:r>
        <w:t xml:space="preserve">. </w:t>
      </w:r>
      <w:r w:rsidR="00E0544E" w:rsidRPr="007818BD">
        <w:t>Imaginez une invention de mécanique qui rende le riche plus riche et le pauvre plus pauvre</w:t>
      </w:r>
      <w:r>
        <w:t xml:space="preserve">, </w:t>
      </w:r>
      <w:r w:rsidR="00E0544E" w:rsidRPr="007818BD">
        <w:t>et on vous dressera une statue</w:t>
      </w:r>
      <w:r>
        <w:t xml:space="preserve">. </w:t>
      </w:r>
      <w:r w:rsidR="00E0544E" w:rsidRPr="007818BD">
        <w:t>D</w:t>
      </w:r>
      <w:r w:rsidR="00E0544E" w:rsidRPr="007818BD">
        <w:t>é</w:t>
      </w:r>
      <w:r w:rsidR="00E0544E" w:rsidRPr="007818BD">
        <w:t>couvrez dans l</w:t>
      </w:r>
      <w:r>
        <w:t>’</w:t>
      </w:r>
      <w:r w:rsidR="00E0544E" w:rsidRPr="007818BD">
        <w:t>art quelque mystère qui nivelle les inégalités physiques</w:t>
      </w:r>
      <w:r>
        <w:t xml:space="preserve">, </w:t>
      </w:r>
      <w:r w:rsidR="00E0544E" w:rsidRPr="007818BD">
        <w:t>on démolira votre maison</w:t>
      </w:r>
      <w:r>
        <w:t xml:space="preserve">, </w:t>
      </w:r>
      <w:r w:rsidR="00E0544E" w:rsidRPr="007818BD">
        <w:t>et on en pre</w:t>
      </w:r>
      <w:r w:rsidR="00E0544E" w:rsidRPr="007818BD">
        <w:t>n</w:t>
      </w:r>
      <w:r w:rsidR="00E0544E" w:rsidRPr="007818BD">
        <w:t>dra les pierres pour vous lapider</w:t>
      </w:r>
      <w:r>
        <w:t xml:space="preserve">. </w:t>
      </w:r>
      <w:r w:rsidR="00E0544E" w:rsidRPr="007818BD">
        <w:t>Voilà</w:t>
      </w:r>
      <w:r>
        <w:t xml:space="preserve">, </w:t>
      </w:r>
      <w:r w:rsidR="00E0544E" w:rsidRPr="007818BD">
        <w:t>mon élève</w:t>
      </w:r>
      <w:r>
        <w:t xml:space="preserve">, </w:t>
      </w:r>
      <w:r w:rsidR="00E0544E" w:rsidRPr="007818BD">
        <w:t xml:space="preserve">voilà le monde auquel </w:t>
      </w:r>
      <w:proofErr w:type="spellStart"/>
      <w:r w:rsidR="00E0544E" w:rsidRPr="007818BD">
        <w:t>Zanoni</w:t>
      </w:r>
      <w:proofErr w:type="spellEnd"/>
      <w:r w:rsidR="00E0544E" w:rsidRPr="007818BD">
        <w:t xml:space="preserve"> s</w:t>
      </w:r>
      <w:r>
        <w:t>’</w:t>
      </w:r>
      <w:r w:rsidR="00E0544E" w:rsidRPr="007818BD">
        <w:t>intéresse encore</w:t>
      </w:r>
      <w:r>
        <w:t xml:space="preserve"> ; </w:t>
      </w:r>
      <w:r w:rsidR="00E0544E" w:rsidRPr="007818BD">
        <w:t>vous et moi nous abandonnerons ce monde à lui-même</w:t>
      </w:r>
      <w:r>
        <w:t xml:space="preserve">. </w:t>
      </w:r>
      <w:r w:rsidR="00E0544E" w:rsidRPr="007818BD">
        <w:t>Et maintenant que vous avez vu quelques-uns des effets de la science</w:t>
      </w:r>
      <w:r>
        <w:t xml:space="preserve">, </w:t>
      </w:r>
      <w:r w:rsidR="00E0544E" w:rsidRPr="007818BD">
        <w:t>commencez à en épeler la langue</w:t>
      </w:r>
      <w:r>
        <w:t>. »</w:t>
      </w:r>
    </w:p>
    <w:p w14:paraId="1A9A4175" w14:textId="77777777" w:rsidR="00E8465A" w:rsidRDefault="00E0544E" w:rsidP="00E0544E">
      <w:proofErr w:type="spellStart"/>
      <w:r w:rsidRPr="007818BD">
        <w:t>Mejnour</w:t>
      </w:r>
      <w:proofErr w:type="spellEnd"/>
      <w:r w:rsidRPr="007818BD">
        <w:t xml:space="preserve"> donna à </w:t>
      </w:r>
      <w:proofErr w:type="spellStart"/>
      <w:r w:rsidRPr="007818BD">
        <w:t>Glyndon</w:t>
      </w:r>
      <w:proofErr w:type="spellEnd"/>
      <w:r w:rsidRPr="007818BD">
        <w:t xml:space="preserve"> certaines tâches qui occupèrent le reste de la nuit</w:t>
      </w:r>
      <w:r w:rsidR="00E8465A">
        <w:t>.</w:t>
      </w:r>
    </w:p>
    <w:p w14:paraId="7E372FDA" w14:textId="77777777" w:rsidR="00E8465A" w:rsidRDefault="00E0544E" w:rsidP="00E8465A">
      <w:pPr>
        <w:pStyle w:val="Titre2"/>
        <w:pageBreakBefore/>
      </w:pPr>
      <w:bookmarkStart w:id="46" w:name="_Toc199963095"/>
      <w:r w:rsidRPr="007818BD">
        <w:lastRenderedPageBreak/>
        <w:t>CHAPITRE</w:t>
      </w:r>
      <w:r w:rsidR="00E8465A">
        <w:t xml:space="preserve"> </w:t>
      </w:r>
      <w:r w:rsidRPr="007818BD">
        <w:t>V</w:t>
      </w:r>
      <w:r w:rsidR="00E8465A">
        <w:t>.</w:t>
      </w:r>
      <w:bookmarkEnd w:id="46"/>
    </w:p>
    <w:p w14:paraId="2C0A8A8F" w14:textId="77777777" w:rsidR="00E8465A" w:rsidRDefault="00E0544E" w:rsidP="00E0544E">
      <w:pPr>
        <w:pStyle w:val="NormalRetraitGauche4XIndent0"/>
        <w:spacing w:before="0" w:after="0"/>
        <w:rPr>
          <w:rStyle w:val="Taille-1Caracteres"/>
        </w:rPr>
      </w:pPr>
      <w:r w:rsidRPr="007818BD">
        <w:rPr>
          <w:rStyle w:val="Taille-1Caracteres"/>
        </w:rPr>
        <w:t xml:space="preserve">Moult travail </w:t>
      </w:r>
      <w:proofErr w:type="spellStart"/>
      <w:r w:rsidRPr="007818BD">
        <w:rPr>
          <w:rStyle w:val="Taille-1Caracteres"/>
        </w:rPr>
        <w:t>eust</w:t>
      </w:r>
      <w:proofErr w:type="spellEnd"/>
      <w:r w:rsidRPr="007818BD">
        <w:rPr>
          <w:rStyle w:val="Taille-1Caracteres"/>
        </w:rPr>
        <w:t xml:space="preserve"> le gentil </w:t>
      </w:r>
      <w:proofErr w:type="spellStart"/>
      <w:r w:rsidRPr="007818BD">
        <w:rPr>
          <w:rStyle w:val="Taille-1Caracteres"/>
        </w:rPr>
        <w:t>Calydore</w:t>
      </w:r>
      <w:proofErr w:type="spellEnd"/>
      <w:r w:rsidR="00E8465A">
        <w:rPr>
          <w:rStyle w:val="Taille-1Caracteres"/>
        </w:rPr>
        <w:t xml:space="preserve">, </w:t>
      </w:r>
      <w:r w:rsidRPr="007818BD">
        <w:rPr>
          <w:rStyle w:val="Taille-1Caracteres"/>
        </w:rPr>
        <w:t>et mainte pe</w:t>
      </w:r>
      <w:r w:rsidRPr="007818BD">
        <w:rPr>
          <w:rStyle w:val="Taille-1Caracteres"/>
        </w:rPr>
        <w:t>i</w:t>
      </w:r>
      <w:r w:rsidRPr="007818BD">
        <w:rPr>
          <w:rStyle w:val="Taille-1Caracteres"/>
        </w:rPr>
        <w:t>ne endura</w:t>
      </w:r>
      <w:r w:rsidR="00E8465A">
        <w:rPr>
          <w:rStyle w:val="Taille-1Caracteres"/>
        </w:rPr>
        <w:t xml:space="preserve">… </w:t>
      </w:r>
      <w:r w:rsidRPr="007818BD">
        <w:rPr>
          <w:rStyle w:val="Taille-1Caracteres"/>
        </w:rPr>
        <w:t>Là</w:t>
      </w:r>
      <w:r w:rsidR="00E8465A">
        <w:rPr>
          <w:rStyle w:val="Taille-1Caracteres"/>
        </w:rPr>
        <w:t xml:space="preserve">, </w:t>
      </w:r>
      <w:r w:rsidRPr="007818BD">
        <w:rPr>
          <w:rStyle w:val="Taille-1Caracteres"/>
        </w:rPr>
        <w:t>un jour</w:t>
      </w:r>
      <w:r w:rsidR="00E8465A">
        <w:rPr>
          <w:rStyle w:val="Taille-1Caracteres"/>
        </w:rPr>
        <w:t xml:space="preserve">, </w:t>
      </w:r>
      <w:r w:rsidRPr="007818BD">
        <w:rPr>
          <w:rStyle w:val="Taille-1Caracteres"/>
        </w:rPr>
        <w:t>avisa de fortune une sorte de berger</w:t>
      </w:r>
      <w:r w:rsidR="00E8465A">
        <w:rPr>
          <w:rStyle w:val="Taille-1Caracteres"/>
        </w:rPr>
        <w:t xml:space="preserve">, </w:t>
      </w:r>
      <w:r w:rsidRPr="007818BD">
        <w:rPr>
          <w:rStyle w:val="Taille-1Caracteres"/>
        </w:rPr>
        <w:t>sonnant sur pipeaux et menant grand ramage</w:t>
      </w:r>
      <w:r w:rsidR="00E8465A">
        <w:rPr>
          <w:rStyle w:val="Taille-1Caracteres"/>
        </w:rPr>
        <w:t xml:space="preserve">… </w:t>
      </w:r>
      <w:r w:rsidRPr="007818BD">
        <w:rPr>
          <w:rStyle w:val="Taille-1Caracteres"/>
        </w:rPr>
        <w:t xml:space="preserve">Et tout </w:t>
      </w:r>
      <w:proofErr w:type="spellStart"/>
      <w:r w:rsidRPr="007818BD">
        <w:rPr>
          <w:rStyle w:val="Taille-1Caracteres"/>
        </w:rPr>
        <w:t>emprès</w:t>
      </w:r>
      <w:proofErr w:type="spellEnd"/>
      <w:r w:rsidRPr="007818BD">
        <w:rPr>
          <w:rStyle w:val="Taille-1Caracteres"/>
        </w:rPr>
        <w:t xml:space="preserve"> vit-il gente damoiselle</w:t>
      </w:r>
      <w:r w:rsidR="00E8465A">
        <w:rPr>
          <w:rStyle w:val="Taille-1Caracteres"/>
        </w:rPr>
        <w:t>. (</w:t>
      </w:r>
      <w:r w:rsidRPr="007818BD">
        <w:rPr>
          <w:rStyle w:val="Taille-1Caracteres"/>
        </w:rPr>
        <w:t>SPE</w:t>
      </w:r>
      <w:r w:rsidRPr="007818BD">
        <w:rPr>
          <w:rStyle w:val="Taille-1Caracteres"/>
        </w:rPr>
        <w:t>N</w:t>
      </w:r>
      <w:r w:rsidRPr="007818BD">
        <w:rPr>
          <w:rStyle w:val="Taille-1Caracteres"/>
        </w:rPr>
        <w:t>SER</w:t>
      </w:r>
      <w:r w:rsidR="00E8465A">
        <w:rPr>
          <w:rStyle w:val="Taille-1Caracteres"/>
        </w:rPr>
        <w:t>.).</w:t>
      </w:r>
    </w:p>
    <w:p w14:paraId="5D8DF05B" w14:textId="58A40332" w:rsidR="00E8465A" w:rsidRDefault="00E0544E" w:rsidP="00E0544E">
      <w:r w:rsidRPr="007818BD">
        <w:t>L</w:t>
      </w:r>
      <w:r w:rsidR="00E8465A">
        <w:t>’</w:t>
      </w:r>
      <w:r w:rsidRPr="007818BD">
        <w:t xml:space="preserve">élève de </w:t>
      </w:r>
      <w:proofErr w:type="spellStart"/>
      <w:r w:rsidRPr="007818BD">
        <w:t>Mejnour</w:t>
      </w:r>
      <w:proofErr w:type="spellEnd"/>
      <w:r w:rsidRPr="007818BD">
        <w:t xml:space="preserve"> fut pendant un temps considérable a</w:t>
      </w:r>
      <w:r w:rsidRPr="007818BD">
        <w:t>b</w:t>
      </w:r>
      <w:r w:rsidRPr="007818BD">
        <w:t>sorbé par des travaux qui réclamaient l</w:t>
      </w:r>
      <w:r w:rsidR="00E8465A">
        <w:t>’</w:t>
      </w:r>
      <w:r w:rsidRPr="007818BD">
        <w:t>attention la plus min</w:t>
      </w:r>
      <w:r w:rsidRPr="007818BD">
        <w:t>u</w:t>
      </w:r>
      <w:r w:rsidRPr="007818BD">
        <w:t>tieuse</w:t>
      </w:r>
      <w:r w:rsidR="00E8465A">
        <w:t xml:space="preserve">, </w:t>
      </w:r>
      <w:r w:rsidRPr="007818BD">
        <w:t>et les calculs les plus rigoureux et les plus subtils</w:t>
      </w:r>
      <w:r w:rsidR="00E8465A">
        <w:t xml:space="preserve">. </w:t>
      </w:r>
      <w:r w:rsidRPr="007818BD">
        <w:t>Des r</w:t>
      </w:r>
      <w:r w:rsidRPr="007818BD">
        <w:t>é</w:t>
      </w:r>
      <w:r w:rsidRPr="007818BD">
        <w:t>sultats étonnants et variés récompensaient ses efforts et stim</w:t>
      </w:r>
      <w:r w:rsidRPr="007818BD">
        <w:t>u</w:t>
      </w:r>
      <w:r w:rsidRPr="007818BD">
        <w:t>laient son ardeur</w:t>
      </w:r>
      <w:r w:rsidR="00E8465A">
        <w:t xml:space="preserve">. </w:t>
      </w:r>
      <w:r w:rsidRPr="007818BD">
        <w:t>Ces études ne se bornaient pas à des déco</w:t>
      </w:r>
      <w:r w:rsidRPr="007818BD">
        <w:t>u</w:t>
      </w:r>
      <w:r w:rsidRPr="007818BD">
        <w:t>vertes de chimie</w:t>
      </w:r>
      <w:r w:rsidR="00E8465A">
        <w:t xml:space="preserve">, </w:t>
      </w:r>
      <w:r w:rsidRPr="007818BD">
        <w:t>grâce auxquelles</w:t>
      </w:r>
      <w:r w:rsidR="00E8465A">
        <w:t xml:space="preserve"> (</w:t>
      </w:r>
      <w:r w:rsidRPr="007818BD">
        <w:t>je prends la liberté de le dire en passant</w:t>
      </w:r>
      <w:r w:rsidR="00E8465A">
        <w:t xml:space="preserve">) </w:t>
      </w:r>
      <w:r w:rsidRPr="007818BD">
        <w:t>les plus grandes merveilles de la physiologie se</w:t>
      </w:r>
      <w:r w:rsidRPr="007818BD">
        <w:t>m</w:t>
      </w:r>
      <w:r w:rsidRPr="007818BD">
        <w:t>blent pouvoir se reproduire par des expériences sur l</w:t>
      </w:r>
      <w:r w:rsidR="00E8465A">
        <w:t>’</w:t>
      </w:r>
      <w:r w:rsidRPr="007818BD">
        <w:t>influence viv</w:t>
      </w:r>
      <w:r w:rsidRPr="007818BD">
        <w:t>i</w:t>
      </w:r>
      <w:r w:rsidRPr="007818BD">
        <w:t>fiant</w:t>
      </w:r>
      <w:r>
        <w:t>e</w:t>
      </w:r>
      <w:r w:rsidRPr="007818BD">
        <w:t xml:space="preserve"> de la chaleur</w:t>
      </w:r>
      <w:r w:rsidR="00E8465A">
        <w:t xml:space="preserve">. </w:t>
      </w:r>
      <w:proofErr w:type="spellStart"/>
      <w:r w:rsidRPr="007818BD">
        <w:t>Mejnour</w:t>
      </w:r>
      <w:proofErr w:type="spellEnd"/>
      <w:r w:rsidRPr="007818BD">
        <w:t xml:space="preserve"> prétendait avoir trouvé un lien entre tous les êtres intellectuels dans l</w:t>
      </w:r>
      <w:r w:rsidR="00E8465A">
        <w:t>’</w:t>
      </w:r>
      <w:r w:rsidRPr="007818BD">
        <w:t>existence d</w:t>
      </w:r>
      <w:r w:rsidR="00E8465A">
        <w:t>’</w:t>
      </w:r>
      <w:r w:rsidRPr="007818BD">
        <w:t>un fluide e</w:t>
      </w:r>
      <w:r w:rsidRPr="007818BD">
        <w:t>x</w:t>
      </w:r>
      <w:r w:rsidRPr="007818BD">
        <w:t>pansif et invisible semblable à l</w:t>
      </w:r>
      <w:r w:rsidR="00E8465A">
        <w:t>’</w:t>
      </w:r>
      <w:r w:rsidRPr="007818BD">
        <w:t>électricité</w:t>
      </w:r>
      <w:r w:rsidR="00E8465A">
        <w:t xml:space="preserve">, </w:t>
      </w:r>
      <w:r w:rsidRPr="007818BD">
        <w:t>mais distinct cepe</w:t>
      </w:r>
      <w:r w:rsidRPr="007818BD">
        <w:t>n</w:t>
      </w:r>
      <w:r w:rsidRPr="007818BD">
        <w:t>dant de ce que nous savons sur cette force mystérieuse</w:t>
      </w:r>
      <w:r w:rsidR="00E8465A">
        <w:t xml:space="preserve"> ; </w:t>
      </w:r>
      <w:r w:rsidRPr="007818BD">
        <w:t>un flu</w:t>
      </w:r>
      <w:r w:rsidRPr="007818BD">
        <w:t>i</w:t>
      </w:r>
      <w:r w:rsidRPr="007818BD">
        <w:t>de qui unissait la pensée à la pensée avec la rapidité et la préc</w:t>
      </w:r>
      <w:r w:rsidRPr="007818BD">
        <w:t>i</w:t>
      </w:r>
      <w:r w:rsidRPr="007818BD">
        <w:t>sion du télégraphe de nos jours</w:t>
      </w:r>
      <w:r w:rsidR="00E8465A">
        <w:t xml:space="preserve"> ; </w:t>
      </w:r>
      <w:r w:rsidRPr="007818BD">
        <w:t>et l</w:t>
      </w:r>
      <w:r w:rsidR="00E8465A">
        <w:t>’</w:t>
      </w:r>
      <w:r w:rsidRPr="007818BD">
        <w:t>effet de cette influence s</w:t>
      </w:r>
      <w:r w:rsidR="00E8465A">
        <w:t>’</w:t>
      </w:r>
      <w:r w:rsidRPr="007818BD">
        <w:t>étendait</w:t>
      </w:r>
      <w:r w:rsidR="00E8465A">
        <w:t xml:space="preserve">, </w:t>
      </w:r>
      <w:r w:rsidRPr="007818BD">
        <w:t xml:space="preserve">selon </w:t>
      </w:r>
      <w:proofErr w:type="spellStart"/>
      <w:r w:rsidRPr="007818BD">
        <w:t>Mejnour</w:t>
      </w:r>
      <w:proofErr w:type="spellEnd"/>
      <w:r w:rsidR="00E8465A">
        <w:t xml:space="preserve">, </w:t>
      </w:r>
      <w:r w:rsidRPr="007818BD">
        <w:t>au passé le plus reculé</w:t>
      </w:r>
      <w:r w:rsidR="00E8465A">
        <w:t xml:space="preserve">, </w:t>
      </w:r>
      <w:r w:rsidRPr="007818BD">
        <w:t>c</w:t>
      </w:r>
      <w:r w:rsidR="00E8465A">
        <w:t>’</w:t>
      </w:r>
      <w:r w:rsidRPr="007818BD">
        <w:t>est-à-dire à tous les lieux</w:t>
      </w:r>
      <w:r w:rsidR="00E8465A">
        <w:t xml:space="preserve">, </w:t>
      </w:r>
      <w:r w:rsidRPr="007818BD">
        <w:t>à tous les temps où l</w:t>
      </w:r>
      <w:r w:rsidR="00E8465A">
        <w:t>’</w:t>
      </w:r>
      <w:r w:rsidRPr="007818BD">
        <w:t>homme a jamais pensé</w:t>
      </w:r>
      <w:r w:rsidR="00E8465A">
        <w:t xml:space="preserve">. </w:t>
      </w:r>
      <w:r w:rsidRPr="007818BD">
        <w:t>Ai</w:t>
      </w:r>
      <w:r w:rsidRPr="007818BD">
        <w:t>n</w:t>
      </w:r>
      <w:r w:rsidRPr="007818BD">
        <w:t>si</w:t>
      </w:r>
      <w:r w:rsidR="00E8465A">
        <w:t xml:space="preserve">, </w:t>
      </w:r>
      <w:r w:rsidRPr="007818BD">
        <w:t>à supposer cette doctrine véritable</w:t>
      </w:r>
      <w:r w:rsidR="00E8465A">
        <w:t xml:space="preserve">, </w:t>
      </w:r>
      <w:r w:rsidRPr="007818BD">
        <w:t>toute science humaine pouvait être atteinte à travers un intermédiaire établi entre le cerveau de celui qui étudie et les régions les plus élo</w:t>
      </w:r>
      <w:r w:rsidRPr="007818BD">
        <w:t>i</w:t>
      </w:r>
      <w:r w:rsidRPr="007818BD">
        <w:t>gnées et les plus obscures de l</w:t>
      </w:r>
      <w:r w:rsidR="00E8465A">
        <w:t>’</w:t>
      </w:r>
      <w:r w:rsidRPr="007818BD">
        <w:t>univers des idées</w:t>
      </w:r>
      <w:r w:rsidR="00E8465A">
        <w:t xml:space="preserve">. </w:t>
      </w:r>
      <w:proofErr w:type="spellStart"/>
      <w:r w:rsidRPr="007818BD">
        <w:t>Glyndon</w:t>
      </w:r>
      <w:proofErr w:type="spellEnd"/>
      <w:r w:rsidRPr="007818BD">
        <w:t xml:space="preserve"> découvrit avec surprise que </w:t>
      </w:r>
      <w:proofErr w:type="spellStart"/>
      <w:r w:rsidRPr="007818BD">
        <w:t>Mejnour</w:t>
      </w:r>
      <w:proofErr w:type="spellEnd"/>
      <w:r w:rsidRPr="007818BD">
        <w:t xml:space="preserve"> était un adepte de ces mystères abstraits que les Pythagoriciens rattachaient à la science des </w:t>
      </w:r>
      <w:r w:rsidRPr="007818BD">
        <w:rPr>
          <w:rStyle w:val="Taille-1Caracteres"/>
        </w:rPr>
        <w:t>NOMBRES</w:t>
      </w:r>
      <w:r w:rsidR="00E8465A">
        <w:t xml:space="preserve">. </w:t>
      </w:r>
      <w:r w:rsidRPr="007818BD">
        <w:t>Sur ce point</w:t>
      </w:r>
      <w:r w:rsidR="00E8465A">
        <w:t xml:space="preserve">, </w:t>
      </w:r>
      <w:r w:rsidRPr="007818BD">
        <w:t>de nouvelles clartés commencèrent à poindre à ses yeux</w:t>
      </w:r>
      <w:r w:rsidR="00E8465A">
        <w:t xml:space="preserve">, </w:t>
      </w:r>
      <w:r w:rsidRPr="007818BD">
        <w:t xml:space="preserve">et il commença à comprendre que le pouvoir même de </w:t>
      </w:r>
      <w:r w:rsidRPr="007818BD">
        <w:lastRenderedPageBreak/>
        <w:t>prédire</w:t>
      </w:r>
      <w:r w:rsidR="00E8465A">
        <w:t xml:space="preserve">, </w:t>
      </w:r>
      <w:r w:rsidRPr="007818BD">
        <w:t>ou plutôt de calculer les événements peut</w:t>
      </w:r>
      <w:r w:rsidR="00E8465A">
        <w:t xml:space="preserve">, </w:t>
      </w:r>
      <w:r w:rsidRPr="007818BD">
        <w:t>au moyen de</w:t>
      </w:r>
      <w:r w:rsidRPr="007818BD">
        <w:rPr>
          <w:rStyle w:val="Appelnotedebasdep"/>
        </w:rPr>
        <w:footnoteReference w:id="49"/>
      </w:r>
      <w:r w:rsidR="00E8465A">
        <w:t>…</w:t>
      </w:r>
    </w:p>
    <w:p w14:paraId="35BFECB6" w14:textId="77777777" w:rsidR="00E8465A" w:rsidRDefault="00E0544E" w:rsidP="00E0544E">
      <w:r w:rsidRPr="007818BD">
        <w:t xml:space="preserve">Mais il remarqua que </w:t>
      </w:r>
      <w:proofErr w:type="spellStart"/>
      <w:r w:rsidRPr="007818BD">
        <w:t>Mejnour</w:t>
      </w:r>
      <w:proofErr w:type="spellEnd"/>
      <w:r w:rsidRPr="007818BD">
        <w:t xml:space="preserve"> faisait toujours un secret qu</w:t>
      </w:r>
      <w:r w:rsidR="00E8465A">
        <w:t>’</w:t>
      </w:r>
      <w:r w:rsidRPr="007818BD">
        <w:t>il refusait de comm</w:t>
      </w:r>
      <w:r w:rsidRPr="007818BD">
        <w:t>u</w:t>
      </w:r>
      <w:r w:rsidRPr="007818BD">
        <w:t>niquer</w:t>
      </w:r>
      <w:r w:rsidR="00E8465A">
        <w:t xml:space="preserve">, </w:t>
      </w:r>
      <w:r w:rsidRPr="007818BD">
        <w:t>du dernier procédé</w:t>
      </w:r>
      <w:r w:rsidR="00E8465A">
        <w:t xml:space="preserve">, </w:t>
      </w:r>
      <w:r w:rsidRPr="007818BD">
        <w:t>de l</w:t>
      </w:r>
      <w:r w:rsidR="00E8465A">
        <w:t>’</w:t>
      </w:r>
      <w:r w:rsidRPr="007818BD">
        <w:t>opération finale</w:t>
      </w:r>
      <w:r w:rsidR="00E8465A">
        <w:t xml:space="preserve">, </w:t>
      </w:r>
      <w:r w:rsidRPr="007818BD">
        <w:t>souvent fort brève</w:t>
      </w:r>
      <w:r w:rsidR="00E8465A">
        <w:t xml:space="preserve">, </w:t>
      </w:r>
      <w:r w:rsidRPr="007818BD">
        <w:t>qui assurait le succès de l</w:t>
      </w:r>
      <w:r w:rsidR="00E8465A">
        <w:t>’</w:t>
      </w:r>
      <w:r w:rsidRPr="007818BD">
        <w:t>expérience</w:t>
      </w:r>
      <w:r w:rsidR="00E8465A">
        <w:t xml:space="preserve">. </w:t>
      </w:r>
      <w:r w:rsidRPr="007818BD">
        <w:t>Il en fit l</w:t>
      </w:r>
      <w:r w:rsidR="00E8465A">
        <w:t>’</w:t>
      </w:r>
      <w:r w:rsidRPr="007818BD">
        <w:t>observation à son maître</w:t>
      </w:r>
      <w:r w:rsidR="00E8465A">
        <w:t xml:space="preserve">, </w:t>
      </w:r>
      <w:r w:rsidRPr="007818BD">
        <w:t>et reçut une r</w:t>
      </w:r>
      <w:r w:rsidRPr="007818BD">
        <w:t>é</w:t>
      </w:r>
      <w:r w:rsidRPr="007818BD">
        <w:t>ponse plus sévère que satisfaisante</w:t>
      </w:r>
      <w:r w:rsidR="00E8465A">
        <w:t>.</w:t>
      </w:r>
    </w:p>
    <w:p w14:paraId="1EE3933D" w14:textId="294ACDA5" w:rsidR="00E0544E" w:rsidRPr="007818BD" w:rsidRDefault="00E8465A" w:rsidP="00E0544E">
      <w:r>
        <w:t>« </w:t>
      </w:r>
      <w:r w:rsidR="00E0544E" w:rsidRPr="007818BD">
        <w:t>Penses-tu que je donne à un simple élève</w:t>
      </w:r>
      <w:r>
        <w:t xml:space="preserve">, </w:t>
      </w:r>
      <w:r w:rsidR="00E0544E" w:rsidRPr="007818BD">
        <w:t>dont les f</w:t>
      </w:r>
      <w:r w:rsidR="00E0544E" w:rsidRPr="007818BD">
        <w:t>a</w:t>
      </w:r>
      <w:r w:rsidR="00E0544E" w:rsidRPr="007818BD">
        <w:t>cultés n</w:t>
      </w:r>
      <w:r>
        <w:t>’</w:t>
      </w:r>
      <w:r w:rsidR="00E0544E" w:rsidRPr="007818BD">
        <w:t>ont encore subi a</w:t>
      </w:r>
      <w:r w:rsidR="00E0544E" w:rsidRPr="007818BD">
        <w:t>u</w:t>
      </w:r>
      <w:r w:rsidR="00E0544E" w:rsidRPr="007818BD">
        <w:t>cune épreuve</w:t>
      </w:r>
      <w:r>
        <w:t xml:space="preserve">, </w:t>
      </w:r>
      <w:r w:rsidR="00E0544E" w:rsidRPr="007818BD">
        <w:t>une puissance capable de changer la face du monde social</w:t>
      </w:r>
      <w:r>
        <w:t xml:space="preserve"> ? </w:t>
      </w:r>
      <w:r w:rsidR="00E0544E" w:rsidRPr="007818BD">
        <w:t>Les de</w:t>
      </w:r>
      <w:r w:rsidR="00E0544E" w:rsidRPr="007818BD">
        <w:t>r</w:t>
      </w:r>
      <w:r w:rsidR="00E0544E" w:rsidRPr="007818BD">
        <w:t>niers secrets ne se révèlent qu</w:t>
      </w:r>
      <w:r>
        <w:t>’</w:t>
      </w:r>
      <w:r w:rsidR="00E0544E" w:rsidRPr="007818BD">
        <w:t>à celui dont le maître connaît la vertu</w:t>
      </w:r>
      <w:r>
        <w:t xml:space="preserve">. </w:t>
      </w:r>
      <w:r w:rsidR="00E0544E" w:rsidRPr="007818BD">
        <w:t>Patience</w:t>
      </w:r>
      <w:r>
        <w:t xml:space="preserve"> ! </w:t>
      </w:r>
      <w:r w:rsidR="00E0544E" w:rsidRPr="007818BD">
        <w:t>C</w:t>
      </w:r>
      <w:r>
        <w:t>’</w:t>
      </w:r>
      <w:r w:rsidR="00E0544E" w:rsidRPr="007818BD">
        <w:t>est le travail qui purifie l</w:t>
      </w:r>
      <w:r>
        <w:t>’</w:t>
      </w:r>
      <w:r w:rsidR="00E0544E" w:rsidRPr="007818BD">
        <w:t>esprit</w:t>
      </w:r>
      <w:r>
        <w:t xml:space="preserve"> ; </w:t>
      </w:r>
      <w:r w:rsidR="00E0544E" w:rsidRPr="007818BD">
        <w:t>et graduellement les secrets se dévoileront à toi spontanément</w:t>
      </w:r>
      <w:r>
        <w:t xml:space="preserve">, </w:t>
      </w:r>
      <w:r w:rsidR="00E0544E" w:rsidRPr="007818BD">
        <w:t>à mesure que ton âme d</w:t>
      </w:r>
      <w:r w:rsidR="00E0544E" w:rsidRPr="007818BD">
        <w:t>e</w:t>
      </w:r>
      <w:r w:rsidR="00E0544E" w:rsidRPr="007818BD">
        <w:t>viendra plus mûre pour les recevoir</w:t>
      </w:r>
      <w:r>
        <w:t>. »</w:t>
      </w:r>
    </w:p>
    <w:p w14:paraId="668D34B3" w14:textId="77777777" w:rsidR="00E8465A" w:rsidRDefault="00E0544E" w:rsidP="00E0544E">
      <w:r w:rsidRPr="007818BD">
        <w:t>À la fin</w:t>
      </w:r>
      <w:r w:rsidR="00E8465A">
        <w:t xml:space="preserve">, </w:t>
      </w:r>
      <w:proofErr w:type="spellStart"/>
      <w:r w:rsidRPr="007818BD">
        <w:t>Mejnour</w:t>
      </w:r>
      <w:proofErr w:type="spellEnd"/>
      <w:r w:rsidRPr="007818BD">
        <w:t xml:space="preserve"> se déclara satisfait des progrès de son disciple</w:t>
      </w:r>
      <w:r w:rsidR="00E8465A">
        <w:t>.</w:t>
      </w:r>
    </w:p>
    <w:p w14:paraId="239AE937" w14:textId="1EE8DDAF" w:rsidR="00E0544E" w:rsidRPr="007818BD" w:rsidRDefault="00E8465A" w:rsidP="00E0544E">
      <w:r>
        <w:t>« </w:t>
      </w:r>
      <w:r w:rsidR="00E0544E" w:rsidRPr="007818BD">
        <w:t>L</w:t>
      </w:r>
      <w:r>
        <w:t>’</w:t>
      </w:r>
      <w:r w:rsidR="00E0544E" w:rsidRPr="007818BD">
        <w:t>heure approche</w:t>
      </w:r>
      <w:r>
        <w:t xml:space="preserve">, </w:t>
      </w:r>
      <w:r w:rsidR="00E0544E" w:rsidRPr="007818BD">
        <w:t>dit-il</w:t>
      </w:r>
      <w:r>
        <w:t xml:space="preserve">, </w:t>
      </w:r>
      <w:r w:rsidR="00E0544E" w:rsidRPr="007818BD">
        <w:t>où tu pourras franchir la grande et invincible barrière</w:t>
      </w:r>
      <w:r>
        <w:t xml:space="preserve">, </w:t>
      </w:r>
      <w:r w:rsidR="00E0544E" w:rsidRPr="007818BD">
        <w:t xml:space="preserve">où tu pourras graduellement te préparer à affronter le terrible </w:t>
      </w:r>
      <w:r w:rsidR="00E0544E" w:rsidRPr="007818BD">
        <w:rPr>
          <w:i/>
          <w:iCs/>
        </w:rPr>
        <w:t>gardien du seuil</w:t>
      </w:r>
      <w:r>
        <w:t xml:space="preserve">. </w:t>
      </w:r>
      <w:r w:rsidR="00E0544E" w:rsidRPr="007818BD">
        <w:t>Poursuis tes travaux</w:t>
      </w:r>
      <w:r>
        <w:t xml:space="preserve"> : </w:t>
      </w:r>
      <w:r w:rsidR="00E0544E" w:rsidRPr="007818BD">
        <w:t>continue à maîtriser ton impatience de connaître les effets avant de pouvoir sonder les causes</w:t>
      </w:r>
      <w:r>
        <w:t xml:space="preserve">. </w:t>
      </w:r>
      <w:r w:rsidR="00E0544E" w:rsidRPr="007818BD">
        <w:t>Je te quitte pour un mois</w:t>
      </w:r>
      <w:r>
        <w:t xml:space="preserve"> : </w:t>
      </w:r>
      <w:r w:rsidR="00E0544E" w:rsidRPr="007818BD">
        <w:t>si à la fin de ce délai</w:t>
      </w:r>
      <w:r>
        <w:t xml:space="preserve">, </w:t>
      </w:r>
      <w:r w:rsidR="00E0544E" w:rsidRPr="007818BD">
        <w:t>à mon retour</w:t>
      </w:r>
      <w:r>
        <w:t xml:space="preserve">, </w:t>
      </w:r>
      <w:r w:rsidR="00E0544E" w:rsidRPr="007818BD">
        <w:t>les tâches que je te laisserai sont achevées</w:t>
      </w:r>
      <w:r>
        <w:t xml:space="preserve"> ; </w:t>
      </w:r>
      <w:r w:rsidR="00E0544E" w:rsidRPr="007818BD">
        <w:t>si ton âme est préparée</w:t>
      </w:r>
      <w:r>
        <w:t xml:space="preserve">, </w:t>
      </w:r>
      <w:r w:rsidR="00E0544E" w:rsidRPr="007818BD">
        <w:t>par la contemplation et la pensée austère</w:t>
      </w:r>
      <w:r>
        <w:t xml:space="preserve">, </w:t>
      </w:r>
      <w:r w:rsidR="00E0544E" w:rsidRPr="007818BD">
        <w:t>à subir l</w:t>
      </w:r>
      <w:r>
        <w:t>’</w:t>
      </w:r>
      <w:r w:rsidR="00E0544E" w:rsidRPr="007818BD">
        <w:t>épreuve</w:t>
      </w:r>
      <w:r>
        <w:t xml:space="preserve">, </w:t>
      </w:r>
      <w:r w:rsidR="00E0544E" w:rsidRPr="007818BD">
        <w:t>je te promets que l</w:t>
      </w:r>
      <w:r>
        <w:t>’</w:t>
      </w:r>
      <w:r w:rsidR="00E0544E" w:rsidRPr="007818BD">
        <w:t>épreuve commencera</w:t>
      </w:r>
      <w:r>
        <w:t xml:space="preserve">. </w:t>
      </w:r>
      <w:r w:rsidR="00E0544E" w:rsidRPr="007818BD">
        <w:t>Je ne te donne qu</w:t>
      </w:r>
      <w:r>
        <w:t>’</w:t>
      </w:r>
      <w:r w:rsidR="00E0544E" w:rsidRPr="007818BD">
        <w:t>un avertissement</w:t>
      </w:r>
      <w:r>
        <w:t xml:space="preserve"> ; </w:t>
      </w:r>
      <w:r w:rsidR="00E0544E" w:rsidRPr="007818BD">
        <w:t>considère-le comme un ordre péremptoire</w:t>
      </w:r>
      <w:r>
        <w:t xml:space="preserve"> : </w:t>
      </w:r>
      <w:r w:rsidR="00E0544E" w:rsidRPr="007818BD">
        <w:t>n</w:t>
      </w:r>
      <w:r>
        <w:t>’</w:t>
      </w:r>
      <w:r w:rsidR="00E0544E" w:rsidRPr="007818BD">
        <w:t>entre pas dans cette cha</w:t>
      </w:r>
      <w:r w:rsidR="00E0544E" w:rsidRPr="007818BD">
        <w:t>m</w:t>
      </w:r>
      <w:r w:rsidR="00E0544E" w:rsidRPr="007818BD">
        <w:t>bre</w:t>
      </w:r>
      <w:r>
        <w:t>. »</w:t>
      </w:r>
    </w:p>
    <w:p w14:paraId="6F5B240C" w14:textId="77777777" w:rsidR="00E8465A" w:rsidRDefault="00E0544E" w:rsidP="00E0544E">
      <w:r w:rsidRPr="007818BD">
        <w:lastRenderedPageBreak/>
        <w:t>Ils étaient alors dans la chambre où s</w:t>
      </w:r>
      <w:r w:rsidR="00E8465A">
        <w:t>’</w:t>
      </w:r>
      <w:r w:rsidRPr="007818BD">
        <w:t>étaient faites la pl</w:t>
      </w:r>
      <w:r w:rsidRPr="007818BD">
        <w:t>u</w:t>
      </w:r>
      <w:r w:rsidRPr="007818BD">
        <w:t>part des expériences</w:t>
      </w:r>
      <w:r w:rsidR="00E8465A">
        <w:t xml:space="preserve">, </w:t>
      </w:r>
      <w:r w:rsidRPr="007818BD">
        <w:t xml:space="preserve">et où </w:t>
      </w:r>
      <w:proofErr w:type="spellStart"/>
      <w:r w:rsidRPr="007818BD">
        <w:t>Glyndon</w:t>
      </w:r>
      <w:proofErr w:type="spellEnd"/>
      <w:r w:rsidR="00E8465A">
        <w:t xml:space="preserve">, </w:t>
      </w:r>
      <w:r w:rsidRPr="007818BD">
        <w:t>la nuit qu</w:t>
      </w:r>
      <w:r w:rsidR="00E8465A">
        <w:t>’</w:t>
      </w:r>
      <w:r w:rsidRPr="007818BD">
        <w:t>il avait cherché le Mystique</w:t>
      </w:r>
      <w:r w:rsidR="00E8465A">
        <w:t xml:space="preserve">, </w:t>
      </w:r>
      <w:r w:rsidRPr="007818BD">
        <w:t>avait failli devenir victime de sa curiosité</w:t>
      </w:r>
      <w:r w:rsidR="00E8465A">
        <w:t>.</w:t>
      </w:r>
    </w:p>
    <w:p w14:paraId="3725D82D" w14:textId="522BA4B9" w:rsidR="00E0544E" w:rsidRPr="007818BD" w:rsidRDefault="00E8465A" w:rsidP="00E0544E">
      <w:r>
        <w:t>« </w:t>
      </w:r>
      <w:r w:rsidR="00E0544E" w:rsidRPr="007818BD">
        <w:t>N</w:t>
      </w:r>
      <w:r>
        <w:t>’</w:t>
      </w:r>
      <w:r w:rsidR="00E0544E" w:rsidRPr="007818BD">
        <w:t>entre pas dans cette chambre avant mon retour</w:t>
      </w:r>
      <w:r>
        <w:t xml:space="preserve"> : </w:t>
      </w:r>
      <w:r w:rsidR="00E0544E" w:rsidRPr="007818BD">
        <w:t>ou du moins</w:t>
      </w:r>
      <w:r>
        <w:t xml:space="preserve">, </w:t>
      </w:r>
      <w:r w:rsidR="00E0544E" w:rsidRPr="007818BD">
        <w:t>si</w:t>
      </w:r>
      <w:r>
        <w:t xml:space="preserve">, </w:t>
      </w:r>
      <w:r w:rsidR="00E0544E" w:rsidRPr="007818BD">
        <w:t>pour chercher quelque instrument nécessaire à tes travaux</w:t>
      </w:r>
      <w:r>
        <w:t xml:space="preserve">, </w:t>
      </w:r>
      <w:r w:rsidR="00E0544E" w:rsidRPr="007818BD">
        <w:t>tu t</w:t>
      </w:r>
      <w:r>
        <w:t>’</w:t>
      </w:r>
      <w:r w:rsidR="00E0544E" w:rsidRPr="007818BD">
        <w:t>y introduis</w:t>
      </w:r>
      <w:r>
        <w:t xml:space="preserve">, </w:t>
      </w:r>
      <w:r w:rsidR="00E0544E" w:rsidRPr="007818BD">
        <w:t>évite d</w:t>
      </w:r>
      <w:r>
        <w:t>’</w:t>
      </w:r>
      <w:r w:rsidR="00E0544E" w:rsidRPr="007818BD">
        <w:t xml:space="preserve">allumer la </w:t>
      </w:r>
      <w:proofErr w:type="spellStart"/>
      <w:r w:rsidR="00E0544E" w:rsidRPr="007818BD">
        <w:t>naphthe</w:t>
      </w:r>
      <w:proofErr w:type="spellEnd"/>
      <w:r w:rsidR="00E0544E" w:rsidRPr="007818BD">
        <w:t xml:space="preserve"> contenue dans ces vases</w:t>
      </w:r>
      <w:r>
        <w:t xml:space="preserve">, </w:t>
      </w:r>
      <w:r w:rsidR="00E0544E" w:rsidRPr="007818BD">
        <w:t>et d</w:t>
      </w:r>
      <w:r>
        <w:t>’</w:t>
      </w:r>
      <w:r w:rsidR="00E0544E" w:rsidRPr="007818BD">
        <w:t>ouvrir les vases placés sur ces rayons</w:t>
      </w:r>
      <w:r>
        <w:t xml:space="preserve">. </w:t>
      </w:r>
      <w:r w:rsidR="00E0544E" w:rsidRPr="007818BD">
        <w:t>Je te confie la clef de la chambre</w:t>
      </w:r>
      <w:r>
        <w:t xml:space="preserve">, </w:t>
      </w:r>
      <w:r w:rsidR="00E0544E" w:rsidRPr="007818BD">
        <w:t>afin de mettre à l</w:t>
      </w:r>
      <w:r>
        <w:t>’</w:t>
      </w:r>
      <w:r w:rsidR="00E0544E" w:rsidRPr="007818BD">
        <w:t>épreuve ta docilité et ton empire sur toi-même</w:t>
      </w:r>
      <w:r>
        <w:t xml:space="preserve">. </w:t>
      </w:r>
      <w:r w:rsidR="00E0544E" w:rsidRPr="007818BD">
        <w:t>Jeune homme</w:t>
      </w:r>
      <w:r>
        <w:t xml:space="preserve">, </w:t>
      </w:r>
      <w:r w:rsidR="00E0544E" w:rsidRPr="007818BD">
        <w:t>cette tentation m</w:t>
      </w:r>
      <w:r w:rsidR="00E0544E" w:rsidRPr="007818BD">
        <w:t>ê</w:t>
      </w:r>
      <w:r w:rsidR="00E0544E" w:rsidRPr="007818BD">
        <w:t>me fait partie de ton épreuve</w:t>
      </w:r>
      <w:r>
        <w:t>. »</w:t>
      </w:r>
    </w:p>
    <w:p w14:paraId="332D85D2" w14:textId="77777777" w:rsidR="00E8465A" w:rsidRDefault="00E0544E" w:rsidP="00E0544E">
      <w:proofErr w:type="spellStart"/>
      <w:r w:rsidRPr="007818BD">
        <w:t>Mejnour</w:t>
      </w:r>
      <w:proofErr w:type="spellEnd"/>
      <w:r w:rsidRPr="007818BD">
        <w:t xml:space="preserve"> lui remit la clef</w:t>
      </w:r>
      <w:r w:rsidR="00E8465A">
        <w:t xml:space="preserve">, </w:t>
      </w:r>
      <w:r w:rsidRPr="007818BD">
        <w:t>et</w:t>
      </w:r>
      <w:r w:rsidR="00E8465A">
        <w:t xml:space="preserve">, </w:t>
      </w:r>
      <w:r w:rsidRPr="007818BD">
        <w:t>au coucher du soleil</w:t>
      </w:r>
      <w:r w:rsidR="00E8465A">
        <w:t xml:space="preserve">, </w:t>
      </w:r>
      <w:r w:rsidRPr="007818BD">
        <w:t>quitta le château</w:t>
      </w:r>
      <w:r w:rsidR="00E8465A">
        <w:t>…</w:t>
      </w:r>
    </w:p>
    <w:p w14:paraId="11603085" w14:textId="77777777" w:rsidR="00E8465A" w:rsidRDefault="00E0544E" w:rsidP="00E0544E">
      <w:r w:rsidRPr="007818BD">
        <w:t>Pendant plusieurs jours</w:t>
      </w:r>
      <w:r w:rsidR="00E8465A">
        <w:t xml:space="preserve">, </w:t>
      </w:r>
      <w:proofErr w:type="spellStart"/>
      <w:r w:rsidRPr="007818BD">
        <w:t>Glyndon</w:t>
      </w:r>
      <w:proofErr w:type="spellEnd"/>
      <w:r w:rsidRPr="007818BD">
        <w:t xml:space="preserve"> demeura plongé dans des travaux qui tendirent tous les ressorts de son intelligence</w:t>
      </w:r>
      <w:r w:rsidR="00E8465A">
        <w:t xml:space="preserve">. </w:t>
      </w:r>
      <w:r w:rsidRPr="007818BD">
        <w:t>Le succès</w:t>
      </w:r>
      <w:r w:rsidR="00E8465A">
        <w:t xml:space="preserve">, </w:t>
      </w:r>
      <w:r w:rsidRPr="007818BD">
        <w:t>même le plus partiel</w:t>
      </w:r>
      <w:r w:rsidR="00E8465A">
        <w:t xml:space="preserve">, </w:t>
      </w:r>
      <w:r w:rsidRPr="007818BD">
        <w:t>dépendait si complètement de l</w:t>
      </w:r>
      <w:r w:rsidR="00E8465A">
        <w:t>’</w:t>
      </w:r>
      <w:r w:rsidRPr="007818BD">
        <w:t>abstraction de l</w:t>
      </w:r>
      <w:r w:rsidR="00E8465A">
        <w:t>’</w:t>
      </w:r>
      <w:r w:rsidRPr="007818BD">
        <w:t>esprit et de la précision des calculs</w:t>
      </w:r>
      <w:r w:rsidR="00E8465A">
        <w:t xml:space="preserve">, </w:t>
      </w:r>
      <w:r w:rsidRPr="007818BD">
        <w:t>que la pe</w:t>
      </w:r>
      <w:r w:rsidRPr="007818BD">
        <w:t>n</w:t>
      </w:r>
      <w:r w:rsidRPr="007818BD">
        <w:t>sée de son occupation laissait à peine place à une autre pensée</w:t>
      </w:r>
      <w:r w:rsidR="00E8465A">
        <w:t xml:space="preserve">. </w:t>
      </w:r>
      <w:r w:rsidRPr="007818BD">
        <w:t>Cette tension continue des facultés sur des sujets qui ne se</w:t>
      </w:r>
      <w:r w:rsidRPr="007818BD">
        <w:t>m</w:t>
      </w:r>
      <w:r w:rsidRPr="007818BD">
        <w:t>blaient pas se rattacher directement au but qu</w:t>
      </w:r>
      <w:r w:rsidR="00E8465A">
        <w:t>’</w:t>
      </w:r>
      <w:r w:rsidRPr="007818BD">
        <w:t>il voulait attei</w:t>
      </w:r>
      <w:r w:rsidRPr="007818BD">
        <w:t>n</w:t>
      </w:r>
      <w:r w:rsidRPr="007818BD">
        <w:t>dre</w:t>
      </w:r>
      <w:r w:rsidR="00E8465A">
        <w:t xml:space="preserve">, </w:t>
      </w:r>
      <w:r w:rsidRPr="007818BD">
        <w:t>était sans doute une partie de la discipline jugée nécessaire par le maître</w:t>
      </w:r>
      <w:r w:rsidR="00E8465A">
        <w:t xml:space="preserve">. </w:t>
      </w:r>
      <w:r w:rsidRPr="007818BD">
        <w:t>C</w:t>
      </w:r>
      <w:r w:rsidR="00E8465A">
        <w:t>’</w:t>
      </w:r>
      <w:r w:rsidRPr="007818BD">
        <w:t>est ainsi que</w:t>
      </w:r>
      <w:r w:rsidR="00E8465A">
        <w:t xml:space="preserve">, </w:t>
      </w:r>
      <w:r w:rsidRPr="007818BD">
        <w:t>dans l</w:t>
      </w:r>
      <w:r w:rsidR="00E8465A">
        <w:t>’</w:t>
      </w:r>
      <w:r w:rsidRPr="007818BD">
        <w:t>étude des mathématiques</w:t>
      </w:r>
      <w:r w:rsidR="00E8465A">
        <w:t xml:space="preserve">, </w:t>
      </w:r>
      <w:r w:rsidRPr="007818BD">
        <w:t>il y a bien des théorèmes qui ne trouvent leur application ni dans la solution des problèmes</w:t>
      </w:r>
      <w:r w:rsidR="00E8465A">
        <w:t xml:space="preserve">, </w:t>
      </w:r>
      <w:r w:rsidRPr="007818BD">
        <w:t>ni dans la pratique</w:t>
      </w:r>
      <w:r w:rsidR="00E8465A">
        <w:t xml:space="preserve">, </w:t>
      </w:r>
      <w:r w:rsidRPr="007818BD">
        <w:t>mais qui servent à assouplir et à étendre l</w:t>
      </w:r>
      <w:r w:rsidR="00E8465A">
        <w:t>’</w:t>
      </w:r>
      <w:r w:rsidRPr="007818BD">
        <w:t>intelligence</w:t>
      </w:r>
      <w:r w:rsidR="00E8465A">
        <w:t xml:space="preserve">, </w:t>
      </w:r>
      <w:r w:rsidRPr="007818BD">
        <w:t>pour la préparer à la co</w:t>
      </w:r>
      <w:r w:rsidRPr="007818BD">
        <w:t>m</w:t>
      </w:r>
      <w:r w:rsidRPr="007818BD">
        <w:t>pr</w:t>
      </w:r>
      <w:r w:rsidRPr="007818BD">
        <w:t>é</w:t>
      </w:r>
      <w:r w:rsidRPr="007818BD">
        <w:t>hension et à l</w:t>
      </w:r>
      <w:r w:rsidR="00E8465A">
        <w:t>’</w:t>
      </w:r>
      <w:r w:rsidRPr="007818BD">
        <w:t>analyse des vérités générales</w:t>
      </w:r>
      <w:r w:rsidR="00E8465A">
        <w:t xml:space="preserve"> : </w:t>
      </w:r>
      <w:r w:rsidRPr="007818BD">
        <w:t>gymnastique de l</w:t>
      </w:r>
      <w:r w:rsidR="00E8465A">
        <w:t>’</w:t>
      </w:r>
      <w:r w:rsidRPr="007818BD">
        <w:t>esprit qui</w:t>
      </w:r>
      <w:r w:rsidR="00E8465A">
        <w:t xml:space="preserve">, </w:t>
      </w:r>
      <w:r w:rsidRPr="007818BD">
        <w:t>par des exercices qu</w:t>
      </w:r>
      <w:r w:rsidR="00E8465A">
        <w:t>’</w:t>
      </w:r>
      <w:r w:rsidRPr="007818BD">
        <w:t>il n</w:t>
      </w:r>
      <w:r w:rsidR="00E8465A">
        <w:t>’</w:t>
      </w:r>
      <w:r w:rsidRPr="007818BD">
        <w:t>aura peut-être jamais à a</w:t>
      </w:r>
      <w:r w:rsidRPr="007818BD">
        <w:t>c</w:t>
      </w:r>
      <w:r w:rsidRPr="007818BD">
        <w:t>complir plus tard</w:t>
      </w:r>
      <w:r w:rsidR="00E8465A">
        <w:t xml:space="preserve">, </w:t>
      </w:r>
      <w:r w:rsidRPr="007818BD">
        <w:t>lui apprend à marcher d</w:t>
      </w:r>
      <w:r w:rsidR="00E8465A">
        <w:t>’</w:t>
      </w:r>
      <w:r w:rsidRPr="007818BD">
        <w:t>un pas sûr et rég</w:t>
      </w:r>
      <w:r w:rsidRPr="007818BD">
        <w:t>u</w:t>
      </w:r>
      <w:r w:rsidRPr="007818BD">
        <w:t>lier</w:t>
      </w:r>
      <w:r w:rsidR="00E8465A">
        <w:t>.</w:t>
      </w:r>
    </w:p>
    <w:p w14:paraId="46B620D9" w14:textId="77777777" w:rsidR="00E8465A" w:rsidRDefault="00E0544E" w:rsidP="00E0544E">
      <w:r w:rsidRPr="007818BD">
        <w:t>Le temps fixé pour l</w:t>
      </w:r>
      <w:r w:rsidR="00E8465A">
        <w:t>’</w:t>
      </w:r>
      <w:r w:rsidRPr="007818BD">
        <w:t xml:space="preserve">absence de </w:t>
      </w:r>
      <w:proofErr w:type="spellStart"/>
      <w:r w:rsidRPr="007818BD">
        <w:t>Mejnour</w:t>
      </w:r>
      <w:proofErr w:type="spellEnd"/>
      <w:r w:rsidRPr="007818BD">
        <w:t xml:space="preserve"> n</w:t>
      </w:r>
      <w:r w:rsidR="00E8465A">
        <w:t>’</w:t>
      </w:r>
      <w:r w:rsidRPr="007818BD">
        <w:t>était pas encore à moitié écoulé</w:t>
      </w:r>
      <w:r w:rsidR="00E8465A">
        <w:t xml:space="preserve">, </w:t>
      </w:r>
      <w:r w:rsidRPr="007818BD">
        <w:t xml:space="preserve">et déjà </w:t>
      </w:r>
      <w:proofErr w:type="spellStart"/>
      <w:r w:rsidRPr="007818BD">
        <w:t>Glyndon</w:t>
      </w:r>
      <w:proofErr w:type="spellEnd"/>
      <w:r w:rsidRPr="007818BD">
        <w:t xml:space="preserve"> avait achevé toutes les tâches imposées par le mystique</w:t>
      </w:r>
      <w:r w:rsidR="00E8465A">
        <w:t xml:space="preserve"> : </w:t>
      </w:r>
      <w:r w:rsidRPr="007818BD">
        <w:t>son esprit</w:t>
      </w:r>
      <w:r w:rsidR="00E8465A">
        <w:t xml:space="preserve">, </w:t>
      </w:r>
      <w:r w:rsidRPr="007818BD">
        <w:t xml:space="preserve">soulagé enfin de </w:t>
      </w:r>
      <w:r w:rsidRPr="007818BD">
        <w:lastRenderedPageBreak/>
        <w:t>son o</w:t>
      </w:r>
      <w:r w:rsidRPr="007818BD">
        <w:t>c</w:t>
      </w:r>
      <w:r w:rsidRPr="007818BD">
        <w:t>cupation routinière et mécanique</w:t>
      </w:r>
      <w:r w:rsidR="00E8465A">
        <w:t xml:space="preserve">, </w:t>
      </w:r>
      <w:r w:rsidRPr="007818BD">
        <w:t>chercha alors un aliment dans la spéculation et les rêveries inquiètes</w:t>
      </w:r>
      <w:r w:rsidR="00E8465A">
        <w:t xml:space="preserve">. </w:t>
      </w:r>
      <w:r w:rsidRPr="007818BD">
        <w:t>Sa nature</w:t>
      </w:r>
      <w:r w:rsidR="00E8465A">
        <w:t xml:space="preserve">, </w:t>
      </w:r>
      <w:r w:rsidRPr="007818BD">
        <w:t>curieuse et téméraire</w:t>
      </w:r>
      <w:r w:rsidR="00E8465A">
        <w:t xml:space="preserve">, </w:t>
      </w:r>
      <w:r w:rsidRPr="007818BD">
        <w:t>se sentit excitée par l</w:t>
      </w:r>
      <w:r w:rsidR="00E8465A">
        <w:t>’</w:t>
      </w:r>
      <w:r w:rsidRPr="007818BD">
        <w:t xml:space="preserve">injonction de </w:t>
      </w:r>
      <w:proofErr w:type="spellStart"/>
      <w:r w:rsidRPr="007818BD">
        <w:t>Mejnour</w:t>
      </w:r>
      <w:proofErr w:type="spellEnd"/>
      <w:r w:rsidR="00E8465A">
        <w:t xml:space="preserve">, </w:t>
      </w:r>
      <w:r w:rsidRPr="007818BD">
        <w:t>et il trouva qu</w:t>
      </w:r>
      <w:r w:rsidR="00E8465A">
        <w:t>’</w:t>
      </w:r>
      <w:r w:rsidRPr="007818BD">
        <w:t>il regardait trop souvent avec un désir troublé et t</w:t>
      </w:r>
      <w:r w:rsidRPr="007818BD">
        <w:t>é</w:t>
      </w:r>
      <w:r w:rsidRPr="007818BD">
        <w:t>méraire la clef de la chambre interdite</w:t>
      </w:r>
      <w:r w:rsidR="00E8465A">
        <w:t>.</w:t>
      </w:r>
    </w:p>
    <w:p w14:paraId="116E5B93" w14:textId="77777777" w:rsidR="00E8465A" w:rsidRDefault="00E0544E" w:rsidP="00E0544E">
      <w:r w:rsidRPr="007818BD">
        <w:t>Il commença à s</w:t>
      </w:r>
      <w:r w:rsidR="00E8465A">
        <w:t>’</w:t>
      </w:r>
      <w:r w:rsidRPr="007818BD">
        <w:t>indigner de cette épreuve puérile et frivole de sa constance</w:t>
      </w:r>
      <w:r w:rsidR="00E8465A">
        <w:t xml:space="preserve">. </w:t>
      </w:r>
      <w:r w:rsidRPr="007818BD">
        <w:t>Quels étaient ces contes renouvelés de Barbe-Bleue qu</w:t>
      </w:r>
      <w:r w:rsidR="00E8465A">
        <w:t>’</w:t>
      </w:r>
      <w:r w:rsidRPr="007818BD">
        <w:t>on évoquait pour l</w:t>
      </w:r>
      <w:r w:rsidR="00E8465A">
        <w:t>’</w:t>
      </w:r>
      <w:r w:rsidRPr="007818BD">
        <w:t>intimider et l</w:t>
      </w:r>
      <w:r w:rsidR="00E8465A">
        <w:t>’</w:t>
      </w:r>
      <w:r w:rsidRPr="007818BD">
        <w:t>effrayer</w:t>
      </w:r>
      <w:r w:rsidR="00E8465A">
        <w:t xml:space="preserve"> ? </w:t>
      </w:r>
      <w:r w:rsidRPr="007818BD">
        <w:t>Les murs d</w:t>
      </w:r>
      <w:r w:rsidR="00E8465A">
        <w:t>’</w:t>
      </w:r>
      <w:r w:rsidRPr="007818BD">
        <w:t>une chambre où il avait si souvent travaillé en sûreté peuvent-ils tout à coup se transformer en danger vivant</w:t>
      </w:r>
      <w:r w:rsidR="00E8465A">
        <w:t xml:space="preserve"> ? </w:t>
      </w:r>
      <w:r w:rsidRPr="007818BD">
        <w:t>Si elle était hantée</w:t>
      </w:r>
      <w:r w:rsidR="00E8465A">
        <w:t xml:space="preserve">, </w:t>
      </w:r>
      <w:r w:rsidRPr="007818BD">
        <w:t xml:space="preserve">ce ne pouvait être que par ces apparitions que </w:t>
      </w:r>
      <w:proofErr w:type="spellStart"/>
      <w:r w:rsidRPr="007818BD">
        <w:t>Mejnour</w:t>
      </w:r>
      <w:proofErr w:type="spellEnd"/>
      <w:r w:rsidRPr="007818BD">
        <w:t xml:space="preserve"> lui avait appris à mépriser</w:t>
      </w:r>
      <w:r w:rsidR="00E8465A">
        <w:t>.</w:t>
      </w:r>
    </w:p>
    <w:p w14:paraId="2B50D904" w14:textId="77777777" w:rsidR="00E8465A" w:rsidRDefault="00E0544E" w:rsidP="00E0544E">
      <w:r w:rsidRPr="007818BD">
        <w:t>L</w:t>
      </w:r>
      <w:r w:rsidR="00E8465A">
        <w:t>’</w:t>
      </w:r>
      <w:r w:rsidRPr="007818BD">
        <w:t>ombre d</w:t>
      </w:r>
      <w:r w:rsidR="00E8465A">
        <w:t>’</w:t>
      </w:r>
      <w:r w:rsidRPr="007818BD">
        <w:t>un lion</w:t>
      </w:r>
      <w:r w:rsidR="00E8465A">
        <w:t xml:space="preserve"> ; </w:t>
      </w:r>
      <w:r w:rsidRPr="007818BD">
        <w:t>un fantôme créé par la chimie</w:t>
      </w:r>
      <w:r w:rsidR="00E8465A">
        <w:t xml:space="preserve"> ! </w:t>
      </w:r>
      <w:r w:rsidRPr="007818BD">
        <w:t>Pitié</w:t>
      </w:r>
      <w:r w:rsidR="00E8465A">
        <w:t xml:space="preserve"> ! </w:t>
      </w:r>
      <w:r w:rsidRPr="007818BD">
        <w:t xml:space="preserve">Il sentait diminuer de moitié sa vénération pour </w:t>
      </w:r>
      <w:proofErr w:type="spellStart"/>
      <w:r w:rsidRPr="007818BD">
        <w:t>Mejnour</w:t>
      </w:r>
      <w:proofErr w:type="spellEnd"/>
      <w:r w:rsidR="00E8465A">
        <w:t xml:space="preserve">, </w:t>
      </w:r>
      <w:r w:rsidRPr="007818BD">
        <w:t>en pe</w:t>
      </w:r>
      <w:r w:rsidRPr="007818BD">
        <w:t>n</w:t>
      </w:r>
      <w:r w:rsidRPr="007818BD">
        <w:t>sant que ce sage n</w:t>
      </w:r>
      <w:r w:rsidR="00E8465A">
        <w:t>’</w:t>
      </w:r>
      <w:r w:rsidRPr="007818BD">
        <w:t>hésitait pas à se jouer</w:t>
      </w:r>
      <w:r w:rsidR="00E8465A">
        <w:t xml:space="preserve">, </w:t>
      </w:r>
      <w:r w:rsidRPr="007818BD">
        <w:t>par de si misérables ruses</w:t>
      </w:r>
      <w:r w:rsidR="00E8465A">
        <w:t xml:space="preserve">, </w:t>
      </w:r>
      <w:r w:rsidRPr="007818BD">
        <w:t>de l</w:t>
      </w:r>
      <w:r w:rsidR="00E8465A">
        <w:t>’</w:t>
      </w:r>
      <w:r w:rsidRPr="007818BD">
        <w:t>intelligence qu</w:t>
      </w:r>
      <w:r w:rsidR="00E8465A">
        <w:t>’</w:t>
      </w:r>
      <w:r w:rsidRPr="007818BD">
        <w:t>il avait lui-même éveillée et formée</w:t>
      </w:r>
      <w:r w:rsidR="00E8465A">
        <w:t xml:space="preserve"> ! </w:t>
      </w:r>
      <w:r w:rsidRPr="007818BD">
        <w:t>Il résista pourtant aux tentations de sa curiosité et de son orgueil</w:t>
      </w:r>
      <w:r w:rsidR="00E8465A">
        <w:t xml:space="preserve">, </w:t>
      </w:r>
      <w:r w:rsidRPr="007818BD">
        <w:t>et pour y faire diversion</w:t>
      </w:r>
      <w:r w:rsidR="00E8465A">
        <w:t xml:space="preserve">, </w:t>
      </w:r>
      <w:r w:rsidRPr="007818BD">
        <w:t>pour échapper à leur influence croi</w:t>
      </w:r>
      <w:r w:rsidRPr="007818BD">
        <w:t>s</w:t>
      </w:r>
      <w:r w:rsidRPr="007818BD">
        <w:t>sante</w:t>
      </w:r>
      <w:r w:rsidR="00E8465A">
        <w:t xml:space="preserve">, </w:t>
      </w:r>
      <w:r w:rsidRPr="007818BD">
        <w:t>il fit de longues excursions dans les montagnes ou parmi les vallées qui environnaient le château</w:t>
      </w:r>
      <w:r w:rsidR="00E8465A">
        <w:t xml:space="preserve">, </w:t>
      </w:r>
      <w:r w:rsidRPr="007818BD">
        <w:t>cherchant par la fatigue physique à maîtriser l</w:t>
      </w:r>
      <w:r w:rsidR="00E8465A">
        <w:t>’</w:t>
      </w:r>
      <w:r w:rsidRPr="007818BD">
        <w:t>incessante activité de son esprit</w:t>
      </w:r>
      <w:r w:rsidR="00E8465A">
        <w:t>…</w:t>
      </w:r>
    </w:p>
    <w:p w14:paraId="0691445F" w14:textId="77777777" w:rsidR="00E8465A" w:rsidRDefault="00E0544E" w:rsidP="00E0544E">
      <w:r w:rsidRPr="007818BD">
        <w:t>Un jour qu</w:t>
      </w:r>
      <w:r w:rsidR="00E8465A">
        <w:t>’</w:t>
      </w:r>
      <w:r w:rsidRPr="007818BD">
        <w:t>il débouchait brusquement d</w:t>
      </w:r>
      <w:r w:rsidR="00E8465A">
        <w:t>’</w:t>
      </w:r>
      <w:r w:rsidRPr="007818BD">
        <w:t>un sombre ravin</w:t>
      </w:r>
      <w:r w:rsidR="00E8465A">
        <w:t xml:space="preserve">, </w:t>
      </w:r>
      <w:r w:rsidRPr="007818BD">
        <w:t>il tomba au milieu d</w:t>
      </w:r>
      <w:r w:rsidR="00E8465A">
        <w:t>’</w:t>
      </w:r>
      <w:r w:rsidRPr="007818BD">
        <w:t>une de ces scènes de fête et de réjouissance où les traditions de l</w:t>
      </w:r>
      <w:r w:rsidR="00E8465A">
        <w:t>’</w:t>
      </w:r>
      <w:r w:rsidRPr="007818BD">
        <w:t>âge classique se</w:t>
      </w:r>
      <w:r w:rsidRPr="007818BD">
        <w:t>m</w:t>
      </w:r>
      <w:r w:rsidRPr="007818BD">
        <w:t>blent revivre</w:t>
      </w:r>
      <w:r w:rsidR="00E8465A">
        <w:t xml:space="preserve">. </w:t>
      </w:r>
      <w:r w:rsidRPr="007818BD">
        <w:t>C</w:t>
      </w:r>
      <w:r w:rsidR="00E8465A">
        <w:t>’</w:t>
      </w:r>
      <w:r w:rsidRPr="007818BD">
        <w:t>était une solennité champêtre et religieuse à la fois</w:t>
      </w:r>
      <w:r w:rsidR="00E8465A">
        <w:t xml:space="preserve">, </w:t>
      </w:r>
      <w:r w:rsidRPr="007818BD">
        <w:t>célébrée tous les ans par les paysans de la contrée</w:t>
      </w:r>
      <w:r w:rsidR="00E8465A">
        <w:t>.</w:t>
      </w:r>
    </w:p>
    <w:p w14:paraId="17A3A7FB" w14:textId="77777777" w:rsidR="00E8465A" w:rsidRDefault="00E0544E" w:rsidP="00E0544E">
      <w:r w:rsidRPr="007818BD">
        <w:t>Réunies sur la lisière d</w:t>
      </w:r>
      <w:r w:rsidR="00E8465A">
        <w:t>’</w:t>
      </w:r>
      <w:r w:rsidRPr="007818BD">
        <w:t>un village</w:t>
      </w:r>
      <w:r w:rsidR="00E8465A">
        <w:t xml:space="preserve">, </w:t>
      </w:r>
      <w:r w:rsidRPr="007818BD">
        <w:t>des bandes joyeuses</w:t>
      </w:r>
      <w:r w:rsidR="00E8465A">
        <w:t xml:space="preserve">, </w:t>
      </w:r>
      <w:r w:rsidRPr="007818BD">
        <w:t>au retour d</w:t>
      </w:r>
      <w:r w:rsidR="00E8465A">
        <w:t>’</w:t>
      </w:r>
      <w:r w:rsidRPr="007818BD">
        <w:t>une procession à la chapelle voisine</w:t>
      </w:r>
      <w:r w:rsidR="00E8465A">
        <w:t xml:space="preserve">, </w:t>
      </w:r>
      <w:r w:rsidRPr="007818BD">
        <w:t>venaient de se former en groupes</w:t>
      </w:r>
      <w:r w:rsidR="00E8465A">
        <w:t xml:space="preserve">, </w:t>
      </w:r>
      <w:r w:rsidRPr="007818BD">
        <w:t>les vieillards pour goûter à la vendange</w:t>
      </w:r>
      <w:r w:rsidR="00E8465A">
        <w:t xml:space="preserve">, </w:t>
      </w:r>
      <w:r w:rsidRPr="007818BD">
        <w:t>les jeunes gens pour danser</w:t>
      </w:r>
      <w:r w:rsidR="00E8465A">
        <w:t xml:space="preserve">, </w:t>
      </w:r>
      <w:r w:rsidRPr="007818BD">
        <w:t>tous pour être gais et heureux</w:t>
      </w:r>
      <w:r w:rsidR="00E8465A">
        <w:t xml:space="preserve">. </w:t>
      </w:r>
      <w:r w:rsidRPr="007818BD">
        <w:lastRenderedPageBreak/>
        <w:t>Ce t</w:t>
      </w:r>
      <w:r w:rsidRPr="007818BD">
        <w:t>a</w:t>
      </w:r>
      <w:r w:rsidRPr="007818BD">
        <w:t>bleau i</w:t>
      </w:r>
      <w:r w:rsidRPr="007818BD">
        <w:t>m</w:t>
      </w:r>
      <w:r w:rsidRPr="007818BD">
        <w:t>provisé de joie naïve et facile</w:t>
      </w:r>
      <w:r w:rsidR="00E8465A">
        <w:t xml:space="preserve">, </w:t>
      </w:r>
      <w:r w:rsidRPr="007818BD">
        <w:t>d</w:t>
      </w:r>
      <w:r w:rsidR="00E8465A">
        <w:t>’</w:t>
      </w:r>
      <w:r w:rsidRPr="007818BD">
        <w:t>ignorance insoucieuse</w:t>
      </w:r>
      <w:r w:rsidR="00E8465A">
        <w:t xml:space="preserve">, </w:t>
      </w:r>
      <w:r w:rsidRPr="007818BD">
        <w:t>contrastait vivement avec les études profondes et le désir ardent de la sagesse qui</w:t>
      </w:r>
      <w:r w:rsidR="00E8465A">
        <w:t xml:space="preserve">, </w:t>
      </w:r>
      <w:r w:rsidRPr="007818BD">
        <w:t xml:space="preserve">depuis si longtemps faisaient toute la vie de </w:t>
      </w:r>
      <w:proofErr w:type="spellStart"/>
      <w:r w:rsidRPr="007818BD">
        <w:t>Glyndon</w:t>
      </w:r>
      <w:proofErr w:type="spellEnd"/>
      <w:r w:rsidRPr="007818BD">
        <w:t xml:space="preserve"> et consumaient son cœur</w:t>
      </w:r>
      <w:r w:rsidR="00E8465A">
        <w:t xml:space="preserve">. </w:t>
      </w:r>
      <w:r w:rsidRPr="007818BD">
        <w:t>Il en fut péniblement affecté</w:t>
      </w:r>
      <w:r w:rsidR="00E8465A">
        <w:t xml:space="preserve">. </w:t>
      </w:r>
      <w:r w:rsidRPr="007818BD">
        <w:t>Debout et solitaire</w:t>
      </w:r>
      <w:r w:rsidR="00E8465A">
        <w:t xml:space="preserve">, </w:t>
      </w:r>
      <w:r w:rsidRPr="007818BD">
        <w:t>spectateur isolé de toute cette gaieté ép</w:t>
      </w:r>
      <w:r w:rsidRPr="007818BD">
        <w:t>a</w:t>
      </w:r>
      <w:r w:rsidRPr="007818BD">
        <w:t>nouie</w:t>
      </w:r>
      <w:r w:rsidR="00E8465A">
        <w:t xml:space="preserve">, </w:t>
      </w:r>
      <w:r w:rsidRPr="007818BD">
        <w:t>le jeune homme sentit qu</w:t>
      </w:r>
      <w:r w:rsidR="00E8465A">
        <w:t>’</w:t>
      </w:r>
      <w:r w:rsidRPr="007818BD">
        <w:t>il était encore jeune</w:t>
      </w:r>
      <w:r w:rsidR="00E8465A">
        <w:t xml:space="preserve">. </w:t>
      </w:r>
      <w:r w:rsidRPr="007818BD">
        <w:t>Le souv</w:t>
      </w:r>
      <w:r w:rsidRPr="007818BD">
        <w:t>e</w:t>
      </w:r>
      <w:r w:rsidRPr="007818BD">
        <w:t>nir de tout ce qu</w:t>
      </w:r>
      <w:r w:rsidR="00E8465A">
        <w:t>’</w:t>
      </w:r>
      <w:r w:rsidRPr="007818BD">
        <w:t>il avait sacrifié sans hésitation lui parla avec la voix poignante du remords</w:t>
      </w:r>
      <w:r w:rsidR="00E8465A">
        <w:t xml:space="preserve">. </w:t>
      </w:r>
      <w:r w:rsidRPr="007818BD">
        <w:t>Les femmes qui passaient légèr</w:t>
      </w:r>
      <w:r w:rsidRPr="007818BD">
        <w:t>e</w:t>
      </w:r>
      <w:r w:rsidRPr="007818BD">
        <w:t>ment d</w:t>
      </w:r>
      <w:r w:rsidRPr="007818BD">
        <w:t>e</w:t>
      </w:r>
      <w:r w:rsidRPr="007818BD">
        <w:t>vant lui dans leur costume pittoresque</w:t>
      </w:r>
      <w:r w:rsidR="00E8465A">
        <w:t xml:space="preserve">, </w:t>
      </w:r>
      <w:r w:rsidRPr="007818BD">
        <w:t>leur rire joyeux</w:t>
      </w:r>
      <w:r w:rsidR="00E8465A">
        <w:t xml:space="preserve">, </w:t>
      </w:r>
      <w:r w:rsidRPr="007818BD">
        <w:t>vibrant à travers l</w:t>
      </w:r>
      <w:r w:rsidR="00E8465A">
        <w:t>’</w:t>
      </w:r>
      <w:r w:rsidRPr="007818BD">
        <w:t>air calme et frais d</w:t>
      </w:r>
      <w:r w:rsidR="00E8465A">
        <w:t>’</w:t>
      </w:r>
      <w:r w:rsidRPr="007818BD">
        <w:t>une journée d</w:t>
      </w:r>
      <w:r w:rsidR="00E8465A">
        <w:t>’</w:t>
      </w:r>
      <w:r w:rsidRPr="007818BD">
        <w:t>automne</w:t>
      </w:r>
      <w:r w:rsidR="00E8465A">
        <w:t xml:space="preserve">, </w:t>
      </w:r>
      <w:r w:rsidRPr="007818BD">
        <w:t>toutes ces impressions ramenèrent dans son cœur</w:t>
      </w:r>
      <w:r w:rsidR="00E8465A">
        <w:t xml:space="preserve">, </w:t>
      </w:r>
      <w:r w:rsidRPr="007818BD">
        <w:t>ou peut-être dans ses sens</w:t>
      </w:r>
      <w:r w:rsidR="00E8465A">
        <w:t xml:space="preserve">, </w:t>
      </w:r>
      <w:r w:rsidRPr="007818BD">
        <w:t>les images de son passé</w:t>
      </w:r>
      <w:r w:rsidR="00E8465A">
        <w:t xml:space="preserve">, </w:t>
      </w:r>
      <w:r w:rsidRPr="007818BD">
        <w:t xml:space="preserve">ces </w:t>
      </w:r>
      <w:r w:rsidRPr="007818BD">
        <w:rPr>
          <w:i/>
          <w:iCs/>
        </w:rPr>
        <w:t>heures dorées du berger</w:t>
      </w:r>
      <w:r w:rsidR="00E8465A">
        <w:t xml:space="preserve">, </w:t>
      </w:r>
      <w:r w:rsidRPr="007818BD">
        <w:t>où v</w:t>
      </w:r>
      <w:r w:rsidRPr="007818BD">
        <w:t>i</w:t>
      </w:r>
      <w:r w:rsidRPr="007818BD">
        <w:t>vre était jouir</w:t>
      </w:r>
      <w:r w:rsidR="00E8465A">
        <w:t>.</w:t>
      </w:r>
    </w:p>
    <w:p w14:paraId="701EC82A" w14:textId="77777777" w:rsidR="00E8465A" w:rsidRDefault="00E0544E" w:rsidP="00E0544E">
      <w:r w:rsidRPr="007818BD">
        <w:t>Il se rapprocha de la scène</w:t>
      </w:r>
      <w:r w:rsidR="00E8465A">
        <w:t xml:space="preserve">, </w:t>
      </w:r>
      <w:r w:rsidRPr="007818BD">
        <w:t>et tout à coup un groupe bruyant tourbillonna autour de lui</w:t>
      </w:r>
      <w:r w:rsidR="00E8465A">
        <w:t xml:space="preserve"> ; </w:t>
      </w:r>
      <w:r w:rsidRPr="007818BD">
        <w:t>maestro Paolo le frappa f</w:t>
      </w:r>
      <w:r w:rsidRPr="007818BD">
        <w:t>a</w:t>
      </w:r>
      <w:r w:rsidRPr="007818BD">
        <w:t>milièrement sur l</w:t>
      </w:r>
      <w:r w:rsidR="00E8465A">
        <w:t>’</w:t>
      </w:r>
      <w:r w:rsidRPr="007818BD">
        <w:t>épaule</w:t>
      </w:r>
      <w:r w:rsidR="00E8465A">
        <w:t xml:space="preserve">, </w:t>
      </w:r>
      <w:r w:rsidRPr="007818BD">
        <w:t>et s</w:t>
      </w:r>
      <w:r w:rsidR="00E8465A">
        <w:t>’</w:t>
      </w:r>
      <w:r w:rsidRPr="007818BD">
        <w:t>écria d</w:t>
      </w:r>
      <w:r w:rsidR="00E8465A">
        <w:t>’</w:t>
      </w:r>
      <w:r w:rsidRPr="007818BD">
        <w:t>une voix co</w:t>
      </w:r>
      <w:r w:rsidRPr="007818BD">
        <w:t>r</w:t>
      </w:r>
      <w:r w:rsidRPr="007818BD">
        <w:t>diale</w:t>
      </w:r>
      <w:r w:rsidR="00E8465A">
        <w:t> :</w:t>
      </w:r>
    </w:p>
    <w:p w14:paraId="52030FD3" w14:textId="7C70028D" w:rsidR="00E0544E" w:rsidRPr="007818BD" w:rsidRDefault="00E8465A" w:rsidP="00E0544E">
      <w:r>
        <w:t>« </w:t>
      </w:r>
      <w:r w:rsidR="00E0544E" w:rsidRPr="007818BD">
        <w:t>Soyez le bienvenu</w:t>
      </w:r>
      <w:r>
        <w:t xml:space="preserve">, </w:t>
      </w:r>
      <w:r w:rsidR="00E0544E" w:rsidRPr="007818BD">
        <w:t>Excellence</w:t>
      </w:r>
      <w:r>
        <w:t xml:space="preserve"> ; </w:t>
      </w:r>
      <w:r w:rsidR="00E0544E" w:rsidRPr="007818BD">
        <w:t>nous sommes charmés de vous voir au milieu de nous</w:t>
      </w:r>
      <w:r>
        <w:t>. »</w:t>
      </w:r>
    </w:p>
    <w:p w14:paraId="48B6C05F" w14:textId="77777777" w:rsidR="00E8465A" w:rsidRDefault="00E0544E" w:rsidP="00E0544E">
      <w:proofErr w:type="spellStart"/>
      <w:r w:rsidRPr="007818BD">
        <w:t>Glyndon</w:t>
      </w:r>
      <w:proofErr w:type="spellEnd"/>
      <w:r w:rsidRPr="007818BD">
        <w:t xml:space="preserve"> allait répondre à cet accueil quand son regard s</w:t>
      </w:r>
      <w:r w:rsidR="00E8465A">
        <w:t>’</w:t>
      </w:r>
      <w:r w:rsidRPr="007818BD">
        <w:t>arrêta sur une jeune fille</w:t>
      </w:r>
      <w:r w:rsidR="00E8465A">
        <w:t xml:space="preserve">, </w:t>
      </w:r>
      <w:r w:rsidRPr="007818BD">
        <w:t>appuyée au bras de Paolo</w:t>
      </w:r>
      <w:r w:rsidR="00E8465A">
        <w:t xml:space="preserve">, </w:t>
      </w:r>
      <w:r w:rsidRPr="007818BD">
        <w:t>d</w:t>
      </w:r>
      <w:r w:rsidR="00E8465A">
        <w:t>’</w:t>
      </w:r>
      <w:r w:rsidRPr="007818BD">
        <w:t>une beauté si frappante</w:t>
      </w:r>
      <w:r w:rsidR="00E8465A">
        <w:t xml:space="preserve">, </w:t>
      </w:r>
      <w:r w:rsidRPr="007818BD">
        <w:t>qu</w:t>
      </w:r>
      <w:r w:rsidR="00E8465A">
        <w:t>’</w:t>
      </w:r>
      <w:r w:rsidRPr="007818BD">
        <w:t>il rougit et se sentit battre le cœur en rencontrant ses yeux</w:t>
      </w:r>
      <w:r w:rsidR="00E8465A">
        <w:t xml:space="preserve">. </w:t>
      </w:r>
      <w:r w:rsidRPr="007818BD">
        <w:t>Son regard étincelait d</w:t>
      </w:r>
      <w:r w:rsidR="00E8465A">
        <w:t>’</w:t>
      </w:r>
      <w:r w:rsidRPr="007818BD">
        <w:t>un enjouement p</w:t>
      </w:r>
      <w:r w:rsidRPr="007818BD">
        <w:t>é</w:t>
      </w:r>
      <w:r w:rsidRPr="007818BD">
        <w:t>tulant et espiègle</w:t>
      </w:r>
      <w:r w:rsidR="00E8465A">
        <w:t xml:space="preserve"> ; </w:t>
      </w:r>
      <w:r w:rsidRPr="007818BD">
        <w:t>ses lèvres entr</w:t>
      </w:r>
      <w:r w:rsidR="00E8465A">
        <w:t>’</w:t>
      </w:r>
      <w:r w:rsidRPr="007818BD">
        <w:t>ouvertes montraient des pe</w:t>
      </w:r>
      <w:r w:rsidRPr="007818BD">
        <w:t>r</w:t>
      </w:r>
      <w:r w:rsidRPr="007818BD">
        <w:t>les rieuses</w:t>
      </w:r>
      <w:r w:rsidR="00E8465A">
        <w:t xml:space="preserve">, </w:t>
      </w:r>
      <w:r w:rsidRPr="007818BD">
        <w:t>et son pied</w:t>
      </w:r>
      <w:r w:rsidR="00E8465A">
        <w:t xml:space="preserve">, </w:t>
      </w:r>
      <w:r w:rsidRPr="007818BD">
        <w:t>comme impatient du repos forcé auquel la condamnait son danseur</w:t>
      </w:r>
      <w:r w:rsidR="00E8465A">
        <w:t xml:space="preserve">, </w:t>
      </w:r>
      <w:r w:rsidRPr="007818BD">
        <w:t>battait la mesure d</w:t>
      </w:r>
      <w:r w:rsidR="00E8465A">
        <w:t>’</w:t>
      </w:r>
      <w:r w:rsidRPr="007818BD">
        <w:t>un air qu</w:t>
      </w:r>
      <w:r w:rsidR="00E8465A">
        <w:t>’</w:t>
      </w:r>
      <w:r w:rsidRPr="007818BD">
        <w:t>elle chantait à mi-voix</w:t>
      </w:r>
      <w:r w:rsidR="00E8465A">
        <w:t>.</w:t>
      </w:r>
    </w:p>
    <w:p w14:paraId="3D552227" w14:textId="77777777" w:rsidR="00E8465A" w:rsidRDefault="00E0544E" w:rsidP="00E0544E">
      <w:r w:rsidRPr="007818BD">
        <w:t>Paolo sourit de voir l</w:t>
      </w:r>
      <w:r w:rsidR="00E8465A">
        <w:t>’</w:t>
      </w:r>
      <w:r w:rsidRPr="007818BD">
        <w:t xml:space="preserve">effet que sa partenaire avait produit sur </w:t>
      </w:r>
      <w:proofErr w:type="spellStart"/>
      <w:r w:rsidRPr="007818BD">
        <w:t>Glyndon</w:t>
      </w:r>
      <w:proofErr w:type="spellEnd"/>
      <w:r w:rsidR="00E8465A">
        <w:t>.</w:t>
      </w:r>
    </w:p>
    <w:p w14:paraId="62AB5262" w14:textId="25FEDC46" w:rsidR="00E0544E" w:rsidRPr="007818BD" w:rsidRDefault="00E8465A" w:rsidP="00E0544E">
      <w:r>
        <w:lastRenderedPageBreak/>
        <w:t>« </w:t>
      </w:r>
      <w:r w:rsidR="00E0544E" w:rsidRPr="007818BD">
        <w:t>Ne voulez-vous pas danser</w:t>
      </w:r>
      <w:r>
        <w:t xml:space="preserve">, </w:t>
      </w:r>
      <w:r w:rsidR="00E0544E" w:rsidRPr="007818BD">
        <w:t>Excellence</w:t>
      </w:r>
      <w:r>
        <w:t xml:space="preserve"> ? </w:t>
      </w:r>
      <w:r w:rsidR="00E0544E" w:rsidRPr="007818BD">
        <w:t>Allons</w:t>
      </w:r>
      <w:r>
        <w:t xml:space="preserve">, </w:t>
      </w:r>
      <w:r w:rsidR="00E0544E" w:rsidRPr="007818BD">
        <w:t>déposez votre imposante gravité</w:t>
      </w:r>
      <w:r>
        <w:t xml:space="preserve">, </w:t>
      </w:r>
      <w:r w:rsidR="00E0544E" w:rsidRPr="007818BD">
        <w:t>et amusez-vous comme nous autres</w:t>
      </w:r>
      <w:r>
        <w:t xml:space="preserve">, </w:t>
      </w:r>
      <w:r w:rsidR="00E0544E" w:rsidRPr="007818BD">
        <w:t>pauvres diables</w:t>
      </w:r>
      <w:r>
        <w:t xml:space="preserve">. </w:t>
      </w:r>
      <w:r w:rsidR="00E0544E" w:rsidRPr="007818BD">
        <w:t>Voyez comme la jolie Félidé brûle d</w:t>
      </w:r>
      <w:r>
        <w:t>’</w:t>
      </w:r>
      <w:r w:rsidR="00E0544E" w:rsidRPr="007818BD">
        <w:t>avoir un danseur</w:t>
      </w:r>
      <w:r>
        <w:t xml:space="preserve">. </w:t>
      </w:r>
      <w:r w:rsidR="00E0544E" w:rsidRPr="007818BD">
        <w:t>Ayez pitié d</w:t>
      </w:r>
      <w:r>
        <w:t>’</w:t>
      </w:r>
      <w:r w:rsidR="00E0544E" w:rsidRPr="007818BD">
        <w:t>elle</w:t>
      </w:r>
      <w:r>
        <w:t>. »</w:t>
      </w:r>
    </w:p>
    <w:p w14:paraId="14587B61" w14:textId="77777777" w:rsidR="00E8465A" w:rsidRDefault="00E0544E" w:rsidP="00E0544E">
      <w:r w:rsidRPr="007818BD">
        <w:t>Félidé prit un air boudeur</w:t>
      </w:r>
      <w:r w:rsidR="00E8465A">
        <w:t xml:space="preserve">, </w:t>
      </w:r>
      <w:r w:rsidRPr="007818BD">
        <w:t>se dégagea du bras de Paolo</w:t>
      </w:r>
      <w:r w:rsidR="00E8465A">
        <w:t xml:space="preserve">, </w:t>
      </w:r>
      <w:r w:rsidRPr="007818BD">
        <w:t>et s</w:t>
      </w:r>
      <w:r w:rsidR="00E8465A">
        <w:t>’</w:t>
      </w:r>
      <w:r w:rsidRPr="007818BD">
        <w:t>éloigna en lançant par-dessus ses épaules un regard de défi et d</w:t>
      </w:r>
      <w:r w:rsidR="00E8465A">
        <w:t>’</w:t>
      </w:r>
      <w:r w:rsidRPr="007818BD">
        <w:t xml:space="preserve">encouragement </w:t>
      </w:r>
      <w:proofErr w:type="spellStart"/>
      <w:r w:rsidRPr="007818BD">
        <w:t>tout</w:t>
      </w:r>
      <w:proofErr w:type="spellEnd"/>
      <w:r w:rsidRPr="007818BD">
        <w:t xml:space="preserve"> ensemble</w:t>
      </w:r>
      <w:r w:rsidR="00E8465A">
        <w:t xml:space="preserve">. </w:t>
      </w:r>
      <w:r w:rsidRPr="007818BD">
        <w:t>Presque involontairement</w:t>
      </w:r>
      <w:r w:rsidR="00E8465A">
        <w:t xml:space="preserve">, </w:t>
      </w:r>
      <w:proofErr w:type="spellStart"/>
      <w:r w:rsidRPr="007818BD">
        <w:t>Glyndon</w:t>
      </w:r>
      <w:proofErr w:type="spellEnd"/>
      <w:r w:rsidRPr="007818BD">
        <w:t xml:space="preserve"> l</w:t>
      </w:r>
      <w:r w:rsidR="00E8465A">
        <w:t>’</w:t>
      </w:r>
      <w:r w:rsidRPr="007818BD">
        <w:t>accosta et lui adressa la parole</w:t>
      </w:r>
      <w:r w:rsidR="00E8465A">
        <w:t>…</w:t>
      </w:r>
    </w:p>
    <w:p w14:paraId="2F1CC9B8" w14:textId="060BF8E7" w:rsidR="00E0544E" w:rsidRPr="007818BD" w:rsidRDefault="00E0544E" w:rsidP="00E0544E">
      <w:r w:rsidRPr="007818BD">
        <w:t>Oui</w:t>
      </w:r>
      <w:r w:rsidR="00E8465A">
        <w:t xml:space="preserve">, </w:t>
      </w:r>
      <w:r w:rsidRPr="007818BD">
        <w:t>il lui parle</w:t>
      </w:r>
      <w:r w:rsidR="00E8465A">
        <w:t xml:space="preserve"> : </w:t>
      </w:r>
      <w:r w:rsidRPr="007818BD">
        <w:t>elle baisse les yeux</w:t>
      </w:r>
      <w:r w:rsidR="00E8465A">
        <w:t xml:space="preserve">, </w:t>
      </w:r>
      <w:r w:rsidRPr="007818BD">
        <w:t>elle sourit</w:t>
      </w:r>
      <w:r w:rsidR="00E8465A">
        <w:t xml:space="preserve">. </w:t>
      </w:r>
      <w:r w:rsidRPr="007818BD">
        <w:t>Paolo les quitte</w:t>
      </w:r>
      <w:r w:rsidR="00E8465A">
        <w:t xml:space="preserve">, </w:t>
      </w:r>
      <w:r w:rsidRPr="007818BD">
        <w:t>et s</w:t>
      </w:r>
      <w:r w:rsidR="00E8465A">
        <w:t>’</w:t>
      </w:r>
      <w:r w:rsidRPr="007818BD">
        <w:t>éloigne avec un air de complète insouciance</w:t>
      </w:r>
      <w:r w:rsidR="00E8465A">
        <w:t xml:space="preserve">. </w:t>
      </w:r>
      <w:proofErr w:type="spellStart"/>
      <w:r w:rsidRPr="007818BD">
        <w:t>Fillide</w:t>
      </w:r>
      <w:proofErr w:type="spellEnd"/>
      <w:r w:rsidRPr="007818BD">
        <w:t xml:space="preserve"> parle maintenant</w:t>
      </w:r>
      <w:r w:rsidR="00E8465A">
        <w:t xml:space="preserve">, </w:t>
      </w:r>
      <w:r w:rsidRPr="007818BD">
        <w:t>et lève sur le visage du</w:t>
      </w:r>
      <w:r w:rsidR="00E8465A">
        <w:t>-</w:t>
      </w:r>
      <w:r w:rsidRPr="007818BD">
        <w:t>studieux étranger un regard plein de coquette supplication</w:t>
      </w:r>
      <w:r w:rsidR="00E8465A">
        <w:t xml:space="preserve">. </w:t>
      </w:r>
      <w:r w:rsidRPr="007818BD">
        <w:t>Il secoue la tête</w:t>
      </w:r>
      <w:r w:rsidR="00E8465A">
        <w:t xml:space="preserve"> : </w:t>
      </w:r>
      <w:proofErr w:type="spellStart"/>
      <w:r w:rsidRPr="007818BD">
        <w:t>Fillide</w:t>
      </w:r>
      <w:proofErr w:type="spellEnd"/>
      <w:r w:rsidRPr="007818BD">
        <w:t xml:space="preserve"> rit</w:t>
      </w:r>
      <w:r w:rsidR="00E8465A">
        <w:t xml:space="preserve">, </w:t>
      </w:r>
      <w:r w:rsidRPr="007818BD">
        <w:t>et d</w:t>
      </w:r>
      <w:r w:rsidR="00E8465A">
        <w:t>’</w:t>
      </w:r>
      <w:r w:rsidRPr="007818BD">
        <w:t>un rire argentin</w:t>
      </w:r>
      <w:r w:rsidR="00E8465A">
        <w:t xml:space="preserve"> ! </w:t>
      </w:r>
      <w:r w:rsidRPr="007818BD">
        <w:t>Elle montre un beau montagnard qui se trémousse gaiement</w:t>
      </w:r>
      <w:r w:rsidR="00E8465A">
        <w:t xml:space="preserve">. </w:t>
      </w:r>
      <w:r w:rsidRPr="007818BD">
        <w:t xml:space="preserve">Pourquoi </w:t>
      </w:r>
      <w:proofErr w:type="spellStart"/>
      <w:r w:rsidRPr="007818BD">
        <w:t>Glyndon</w:t>
      </w:r>
      <w:proofErr w:type="spellEnd"/>
      <w:r w:rsidRPr="007818BD">
        <w:t xml:space="preserve"> se sent-il jaloux</w:t>
      </w:r>
      <w:r w:rsidR="00E8465A">
        <w:t xml:space="preserve"> ? </w:t>
      </w:r>
      <w:r w:rsidRPr="007818BD">
        <w:t>Pourquoi</w:t>
      </w:r>
      <w:r w:rsidR="00E8465A">
        <w:t xml:space="preserve">, </w:t>
      </w:r>
      <w:r w:rsidRPr="007818BD">
        <w:t>quand elle lui parle</w:t>
      </w:r>
      <w:r w:rsidR="00E8465A">
        <w:t xml:space="preserve">, </w:t>
      </w:r>
      <w:r w:rsidRPr="007818BD">
        <w:t>ne secoue-t-il plus la tête</w:t>
      </w:r>
      <w:r w:rsidR="00E8465A">
        <w:t xml:space="preserve"> ? </w:t>
      </w:r>
      <w:r w:rsidRPr="007818BD">
        <w:t>Il lui offre la main</w:t>
      </w:r>
      <w:r w:rsidR="00E8465A">
        <w:t xml:space="preserve"> ; </w:t>
      </w:r>
      <w:proofErr w:type="spellStart"/>
      <w:r w:rsidRPr="007818BD">
        <w:t>Fillide</w:t>
      </w:r>
      <w:proofErr w:type="spellEnd"/>
      <w:r w:rsidRPr="007818BD">
        <w:t xml:space="preserve"> rougit</w:t>
      </w:r>
      <w:r w:rsidR="00E8465A">
        <w:t xml:space="preserve">, </w:t>
      </w:r>
      <w:r w:rsidRPr="007818BD">
        <w:t>et la prend avec une grave coque</w:t>
      </w:r>
      <w:r w:rsidRPr="007818BD">
        <w:t>t</w:t>
      </w:r>
      <w:r w:rsidRPr="007818BD">
        <w:t>terie</w:t>
      </w:r>
      <w:r w:rsidR="00E8465A">
        <w:t xml:space="preserve">. </w:t>
      </w:r>
      <w:r w:rsidRPr="007818BD">
        <w:t>Eh quoi</w:t>
      </w:r>
      <w:r w:rsidR="00E8465A">
        <w:t xml:space="preserve"> ! </w:t>
      </w:r>
      <w:r w:rsidRPr="007818BD">
        <w:t>se peut-il</w:t>
      </w:r>
      <w:r w:rsidR="00E8465A">
        <w:t xml:space="preserve"> ? </w:t>
      </w:r>
      <w:r w:rsidRPr="007818BD">
        <w:t>Ils se mêlent au tourbillon bruyant</w:t>
      </w:r>
      <w:r w:rsidR="00E8465A">
        <w:t xml:space="preserve">… </w:t>
      </w:r>
      <w:r w:rsidRPr="007818BD">
        <w:t>Ha</w:t>
      </w:r>
      <w:r w:rsidR="00E8465A">
        <w:t xml:space="preserve"> ! </w:t>
      </w:r>
      <w:r w:rsidRPr="007818BD">
        <w:t>ha</w:t>
      </w:r>
      <w:r w:rsidR="00E8465A">
        <w:t xml:space="preserve"> ! </w:t>
      </w:r>
      <w:r w:rsidRPr="007818BD">
        <w:t>cela ne vaut-il pas mieux que de distiller des plantes</w:t>
      </w:r>
      <w:r w:rsidR="00E8465A">
        <w:t xml:space="preserve">, </w:t>
      </w:r>
      <w:r w:rsidRPr="007818BD">
        <w:t>et de dessécher son cerveau sur les nombres pythagoriques</w:t>
      </w:r>
      <w:r w:rsidR="00E8465A">
        <w:t xml:space="preserve"> ? </w:t>
      </w:r>
      <w:r w:rsidRPr="007818BD">
        <w:t xml:space="preserve">Comme </w:t>
      </w:r>
      <w:proofErr w:type="spellStart"/>
      <w:r w:rsidRPr="007818BD">
        <w:t>Fillide</w:t>
      </w:r>
      <w:proofErr w:type="spellEnd"/>
      <w:r w:rsidRPr="007818BD">
        <w:t xml:space="preserve"> bondit légèrement</w:t>
      </w:r>
      <w:r w:rsidR="00E8465A">
        <w:t xml:space="preserve"> ! </w:t>
      </w:r>
      <w:r w:rsidRPr="007818BD">
        <w:t>Comme sa taille souple s</w:t>
      </w:r>
      <w:r w:rsidR="00E8465A">
        <w:t>’</w:t>
      </w:r>
      <w:r w:rsidRPr="007818BD">
        <w:t>enlace avec aisance dans le bras qui l</w:t>
      </w:r>
      <w:r w:rsidR="00E8465A">
        <w:t>’</w:t>
      </w:r>
      <w:r w:rsidRPr="007818BD">
        <w:t>entoure</w:t>
      </w:r>
      <w:r w:rsidR="00E8465A">
        <w:t xml:space="preserve"> ! </w:t>
      </w:r>
      <w:r w:rsidRPr="007818BD">
        <w:t>Tara ra</w:t>
      </w:r>
      <w:r w:rsidR="00E8465A">
        <w:t xml:space="preserve">, </w:t>
      </w:r>
      <w:r w:rsidRPr="007818BD">
        <w:t>tara</w:t>
      </w:r>
      <w:r w:rsidR="00E8465A">
        <w:t xml:space="preserve">, </w:t>
      </w:r>
      <w:r w:rsidRPr="007818BD">
        <w:t>ta tara</w:t>
      </w:r>
      <w:r w:rsidR="00E8465A">
        <w:t xml:space="preserve">, </w:t>
      </w:r>
      <w:proofErr w:type="spellStart"/>
      <w:r w:rsidRPr="007818BD">
        <w:t>rara</w:t>
      </w:r>
      <w:proofErr w:type="spellEnd"/>
      <w:r w:rsidRPr="007818BD">
        <w:t xml:space="preserve"> ra</w:t>
      </w:r>
      <w:r w:rsidR="00E8465A">
        <w:t xml:space="preserve">… </w:t>
      </w:r>
      <w:r w:rsidRPr="007818BD">
        <w:t>Quelle est donc cette mesure qui fait bondir le sang comme du vif-argent dans les veines</w:t>
      </w:r>
      <w:r w:rsidR="00E8465A">
        <w:t xml:space="preserve"> ? </w:t>
      </w:r>
      <w:r w:rsidRPr="007818BD">
        <w:t xml:space="preserve">Y eut-il jamais yeux pareils à ceux de </w:t>
      </w:r>
      <w:proofErr w:type="spellStart"/>
      <w:r w:rsidRPr="007818BD">
        <w:t>Fillide</w:t>
      </w:r>
      <w:proofErr w:type="spellEnd"/>
      <w:r w:rsidR="00E8465A">
        <w:t xml:space="preserve"> ? </w:t>
      </w:r>
      <w:r w:rsidRPr="007818BD">
        <w:t>Ils n</w:t>
      </w:r>
      <w:r w:rsidR="00E8465A">
        <w:t>’</w:t>
      </w:r>
      <w:r w:rsidRPr="007818BD">
        <w:t>ont rien du regard serein et gl</w:t>
      </w:r>
      <w:r w:rsidRPr="007818BD">
        <w:t>a</w:t>
      </w:r>
      <w:r w:rsidRPr="007818BD">
        <w:t>cial des étoiles</w:t>
      </w:r>
      <w:r w:rsidR="00E8465A">
        <w:t xml:space="preserve"> ; </w:t>
      </w:r>
      <w:r w:rsidRPr="007818BD">
        <w:t>mais comme ils pétillent et comme ils rient</w:t>
      </w:r>
      <w:r w:rsidR="00E8465A">
        <w:t xml:space="preserve"> ! </w:t>
      </w:r>
      <w:r w:rsidRPr="007818BD">
        <w:t>Et ces lèvres roses et plissées</w:t>
      </w:r>
      <w:r w:rsidR="00E8465A">
        <w:t xml:space="preserve">, </w:t>
      </w:r>
      <w:r w:rsidRPr="007818BD">
        <w:t>si avares de réponses à tes compl</w:t>
      </w:r>
      <w:r w:rsidRPr="007818BD">
        <w:t>i</w:t>
      </w:r>
      <w:r w:rsidRPr="007818BD">
        <w:t>ments</w:t>
      </w:r>
      <w:r w:rsidR="00E8465A">
        <w:t xml:space="preserve">, </w:t>
      </w:r>
      <w:r w:rsidRPr="007818BD">
        <w:t>comme si les paroles fussent du temps perdu et qu</w:t>
      </w:r>
      <w:r w:rsidR="00E8465A">
        <w:t>’</w:t>
      </w:r>
      <w:r w:rsidRPr="007818BD">
        <w:t>elles n</w:t>
      </w:r>
      <w:r w:rsidR="00E8465A">
        <w:t>’</w:t>
      </w:r>
      <w:r w:rsidRPr="007818BD">
        <w:t>eussent de langage que les baisers</w:t>
      </w:r>
      <w:r w:rsidR="00E8465A">
        <w:t xml:space="preserve"> !… </w:t>
      </w:r>
      <w:r w:rsidRPr="007818BD">
        <w:t>Oh</w:t>
      </w:r>
      <w:r w:rsidR="00E8465A">
        <w:t xml:space="preserve"> ! </w:t>
      </w:r>
      <w:r w:rsidRPr="007818BD">
        <w:t xml:space="preserve">disciple de </w:t>
      </w:r>
      <w:proofErr w:type="spellStart"/>
      <w:r w:rsidRPr="007818BD">
        <w:t>Me</w:t>
      </w:r>
      <w:r w:rsidRPr="007818BD">
        <w:t>j</w:t>
      </w:r>
      <w:r w:rsidRPr="007818BD">
        <w:t>nour</w:t>
      </w:r>
      <w:proofErr w:type="spellEnd"/>
      <w:r w:rsidR="00E8465A">
        <w:t xml:space="preserve"> ! </w:t>
      </w:r>
      <w:r w:rsidRPr="007818BD">
        <w:t>Oh</w:t>
      </w:r>
      <w:r w:rsidR="00E8465A">
        <w:t xml:space="preserve"> ! </w:t>
      </w:r>
      <w:r w:rsidRPr="007818BD">
        <w:t>f</w:t>
      </w:r>
      <w:r w:rsidRPr="007818BD">
        <w:t>u</w:t>
      </w:r>
      <w:r w:rsidRPr="007818BD">
        <w:t>tur Rose-Croix</w:t>
      </w:r>
      <w:r w:rsidR="00E8465A">
        <w:t xml:space="preserve">, </w:t>
      </w:r>
      <w:r w:rsidRPr="007818BD">
        <w:t>platonicien</w:t>
      </w:r>
      <w:r w:rsidR="00E8465A">
        <w:t xml:space="preserve">, </w:t>
      </w:r>
      <w:r w:rsidRPr="007818BD">
        <w:t>mage</w:t>
      </w:r>
      <w:r w:rsidR="00E8465A">
        <w:t xml:space="preserve"> ! </w:t>
      </w:r>
      <w:r w:rsidRPr="007818BD">
        <w:t>que sais-je</w:t>
      </w:r>
      <w:r w:rsidR="00E8465A">
        <w:t xml:space="preserve"> ? </w:t>
      </w:r>
      <w:r w:rsidRPr="007818BD">
        <w:t>j</w:t>
      </w:r>
      <w:r w:rsidR="00E8465A">
        <w:t>’</w:t>
      </w:r>
      <w:r w:rsidRPr="007818BD">
        <w:t>ai honte pour toi</w:t>
      </w:r>
      <w:r w:rsidR="00E8465A">
        <w:t xml:space="preserve">. </w:t>
      </w:r>
      <w:r w:rsidRPr="007818BD">
        <w:t>Au nom d</w:t>
      </w:r>
      <w:r w:rsidR="00E8465A">
        <w:t>’</w:t>
      </w:r>
      <w:r w:rsidRPr="007818BD">
        <w:t>Averroès</w:t>
      </w:r>
      <w:r w:rsidR="00E8465A">
        <w:t xml:space="preserve">, </w:t>
      </w:r>
      <w:r w:rsidRPr="007818BD">
        <w:t>de Burri</w:t>
      </w:r>
      <w:r w:rsidR="00E8465A">
        <w:t xml:space="preserve">, </w:t>
      </w:r>
      <w:r w:rsidRPr="007818BD">
        <w:t>d</w:t>
      </w:r>
      <w:r w:rsidR="00E8465A">
        <w:t>’</w:t>
      </w:r>
      <w:r w:rsidRPr="007818BD">
        <w:t>Agrippa</w:t>
      </w:r>
      <w:r w:rsidR="00E8465A">
        <w:t xml:space="preserve">, </w:t>
      </w:r>
      <w:r w:rsidRPr="007818BD">
        <w:t>d</w:t>
      </w:r>
      <w:r w:rsidR="00E8465A">
        <w:t>’</w:t>
      </w:r>
      <w:r w:rsidRPr="007818BD">
        <w:t>Hermès</w:t>
      </w:r>
      <w:r w:rsidR="00E8465A">
        <w:t xml:space="preserve">, </w:t>
      </w:r>
      <w:r w:rsidRPr="007818BD">
        <w:t>que sont devenues tes contemplations austères</w:t>
      </w:r>
      <w:r w:rsidR="00E8465A">
        <w:t xml:space="preserve"> ? </w:t>
      </w:r>
      <w:r w:rsidRPr="007818BD">
        <w:t xml:space="preserve">Est-ce pour cela que tu </w:t>
      </w:r>
      <w:r w:rsidRPr="007818BD">
        <w:lastRenderedPageBreak/>
        <w:t>as renoncé à Viola</w:t>
      </w:r>
      <w:r w:rsidR="00E8465A">
        <w:t xml:space="preserve"> ? </w:t>
      </w:r>
      <w:r w:rsidRPr="007818BD">
        <w:t>Je parie que tu n</w:t>
      </w:r>
      <w:r w:rsidR="00E8465A">
        <w:t>’</w:t>
      </w:r>
      <w:r w:rsidRPr="007818BD">
        <w:t>as plus aucun souvenir de l</w:t>
      </w:r>
      <w:r w:rsidR="00E8465A">
        <w:t>’</w:t>
      </w:r>
      <w:r w:rsidRPr="007818BD">
        <w:t>élixir ni de la cabale</w:t>
      </w:r>
      <w:r w:rsidR="00E8465A">
        <w:t xml:space="preserve">. </w:t>
      </w:r>
      <w:r w:rsidRPr="007818BD">
        <w:t>Prenez garde</w:t>
      </w:r>
      <w:r w:rsidR="00E8465A">
        <w:t xml:space="preserve">, </w:t>
      </w:r>
      <w:r w:rsidRPr="007818BD">
        <w:t>mo</w:t>
      </w:r>
      <w:r w:rsidRPr="007818BD">
        <w:t>n</w:t>
      </w:r>
      <w:r w:rsidRPr="007818BD">
        <w:t>sieur</w:t>
      </w:r>
      <w:r w:rsidR="00E8465A">
        <w:t xml:space="preserve"> ! </w:t>
      </w:r>
      <w:r w:rsidRPr="007818BD">
        <w:t>que faites-vous donc</w:t>
      </w:r>
      <w:r w:rsidR="00E8465A">
        <w:t xml:space="preserve"> ? </w:t>
      </w:r>
      <w:r w:rsidRPr="007818BD">
        <w:t>pourquoi serrez-vous cette petite main unie à la vôtre</w:t>
      </w:r>
      <w:r w:rsidR="00E8465A">
        <w:t xml:space="preserve"> ? </w:t>
      </w:r>
      <w:r w:rsidRPr="007818BD">
        <w:t>Pourquoi</w:t>
      </w:r>
      <w:r w:rsidR="00E8465A">
        <w:t xml:space="preserve"> ?… </w:t>
      </w:r>
      <w:r w:rsidRPr="007818BD">
        <w:t>Tara</w:t>
      </w:r>
      <w:r w:rsidR="00E8465A">
        <w:t xml:space="preserve">, </w:t>
      </w:r>
      <w:proofErr w:type="spellStart"/>
      <w:r w:rsidRPr="007818BD">
        <w:t>rara</w:t>
      </w:r>
      <w:proofErr w:type="spellEnd"/>
      <w:r w:rsidR="00E8465A">
        <w:t xml:space="preserve">, </w:t>
      </w:r>
      <w:r w:rsidRPr="007818BD">
        <w:t>tar</w:t>
      </w:r>
      <w:r w:rsidRPr="007818BD">
        <w:t>a</w:t>
      </w:r>
      <w:r w:rsidRPr="007818BD">
        <w:t>ra</w:t>
      </w:r>
      <w:r w:rsidR="00E8465A">
        <w:t xml:space="preserve">, </w:t>
      </w:r>
      <w:r w:rsidRPr="007818BD">
        <w:t xml:space="preserve">tara </w:t>
      </w:r>
      <w:proofErr w:type="spellStart"/>
      <w:r w:rsidRPr="007818BD">
        <w:t>rara</w:t>
      </w:r>
      <w:proofErr w:type="spellEnd"/>
      <w:r w:rsidRPr="007818BD">
        <w:t xml:space="preserve"> ra</w:t>
      </w:r>
      <w:r w:rsidR="00E8465A">
        <w:t xml:space="preserve">… </w:t>
      </w:r>
      <w:proofErr w:type="spellStart"/>
      <w:r w:rsidRPr="007818BD">
        <w:t>rara</w:t>
      </w:r>
      <w:proofErr w:type="spellEnd"/>
      <w:r w:rsidRPr="007818BD">
        <w:t xml:space="preserve"> ra</w:t>
      </w:r>
      <w:r w:rsidR="00E8465A">
        <w:t xml:space="preserve">… </w:t>
      </w:r>
      <w:r w:rsidRPr="007818BD">
        <w:t>tara ara</w:t>
      </w:r>
      <w:r w:rsidR="00E8465A">
        <w:t xml:space="preserve"> ! </w:t>
      </w:r>
      <w:r w:rsidRPr="007818BD">
        <w:t>Détournez les yeux de cette fine cheville</w:t>
      </w:r>
      <w:r w:rsidR="00E8465A">
        <w:t xml:space="preserve">, </w:t>
      </w:r>
      <w:r w:rsidRPr="007818BD">
        <w:t>de ce corsage écarlate</w:t>
      </w:r>
      <w:r w:rsidR="00E8465A">
        <w:t xml:space="preserve">. </w:t>
      </w:r>
      <w:r w:rsidRPr="007818BD">
        <w:t xml:space="preserve">Tara </w:t>
      </w:r>
      <w:proofErr w:type="spellStart"/>
      <w:r w:rsidRPr="007818BD">
        <w:t>rara</w:t>
      </w:r>
      <w:proofErr w:type="spellEnd"/>
      <w:r w:rsidRPr="007818BD">
        <w:t xml:space="preserve"> ra</w:t>
      </w:r>
      <w:r w:rsidR="00E8465A">
        <w:t> ! »</w:t>
      </w:r>
    </w:p>
    <w:p w14:paraId="126D23F0" w14:textId="77777777" w:rsidR="00E8465A" w:rsidRDefault="00E0544E" w:rsidP="00E0544E">
      <w:r w:rsidRPr="007818BD">
        <w:t>Les voilà repartis</w:t>
      </w:r>
      <w:r w:rsidR="00E8465A">
        <w:t xml:space="preserve"> !… </w:t>
      </w:r>
      <w:r w:rsidRPr="007818BD">
        <w:t>Et maintenant ils se reposent sous les arbres au large feuill</w:t>
      </w:r>
      <w:r w:rsidRPr="007818BD">
        <w:t>a</w:t>
      </w:r>
      <w:r w:rsidRPr="007818BD">
        <w:t>ge</w:t>
      </w:r>
      <w:r w:rsidR="00E8465A">
        <w:t xml:space="preserve">. </w:t>
      </w:r>
      <w:r w:rsidRPr="007818BD">
        <w:t>La danse tournoyante s</w:t>
      </w:r>
      <w:r w:rsidR="00E8465A">
        <w:t>’</w:t>
      </w:r>
      <w:r w:rsidRPr="007818BD">
        <w:t>est éloignée d</w:t>
      </w:r>
      <w:r w:rsidR="00E8465A">
        <w:t>’</w:t>
      </w:r>
      <w:r w:rsidRPr="007818BD">
        <w:t>eux</w:t>
      </w:r>
      <w:r w:rsidR="00E8465A">
        <w:t xml:space="preserve"> : </w:t>
      </w:r>
      <w:r w:rsidRPr="007818BD">
        <w:t>ils entendent</w:t>
      </w:r>
      <w:r w:rsidR="00E8465A">
        <w:t xml:space="preserve">, </w:t>
      </w:r>
      <w:r w:rsidRPr="007818BD">
        <w:t>ou ils n</w:t>
      </w:r>
      <w:r w:rsidR="00E8465A">
        <w:t>’</w:t>
      </w:r>
      <w:r w:rsidRPr="007818BD">
        <w:t>entendent pas</w:t>
      </w:r>
      <w:r w:rsidR="00E8465A">
        <w:t xml:space="preserve">, </w:t>
      </w:r>
      <w:r w:rsidRPr="007818BD">
        <w:t>les rires déjà loi</w:t>
      </w:r>
      <w:r w:rsidRPr="007818BD">
        <w:t>n</w:t>
      </w:r>
      <w:r w:rsidRPr="007818BD">
        <w:t>tains</w:t>
      </w:r>
      <w:r w:rsidR="00E8465A">
        <w:t xml:space="preserve"> ; </w:t>
      </w:r>
      <w:r w:rsidRPr="007818BD">
        <w:t>ils voient</w:t>
      </w:r>
      <w:r w:rsidR="00E8465A">
        <w:t xml:space="preserve">, </w:t>
      </w:r>
      <w:r w:rsidRPr="007818BD">
        <w:t>ou du moins</w:t>
      </w:r>
      <w:r w:rsidR="00E8465A">
        <w:t xml:space="preserve">, </w:t>
      </w:r>
      <w:r w:rsidRPr="007818BD">
        <w:t>s</w:t>
      </w:r>
      <w:r w:rsidR="00E8465A">
        <w:t>’</w:t>
      </w:r>
      <w:r w:rsidRPr="007818BD">
        <w:t>ils ont des yeux</w:t>
      </w:r>
      <w:r w:rsidR="00E8465A">
        <w:t xml:space="preserve">, </w:t>
      </w:r>
      <w:r w:rsidRPr="007818BD">
        <w:t>ils doivent voir couple après couple passer devant eux</w:t>
      </w:r>
      <w:r w:rsidR="00E8465A">
        <w:t xml:space="preserve">, </w:t>
      </w:r>
      <w:r w:rsidRPr="007818BD">
        <w:t>l</w:t>
      </w:r>
      <w:r w:rsidR="00E8465A">
        <w:t>’</w:t>
      </w:r>
      <w:r w:rsidRPr="007818BD">
        <w:t>amour sur les lèvres</w:t>
      </w:r>
      <w:r w:rsidR="00E8465A">
        <w:t xml:space="preserve">, </w:t>
      </w:r>
      <w:r w:rsidRPr="007818BD">
        <w:t>l</w:t>
      </w:r>
      <w:r w:rsidR="00E8465A">
        <w:t>’</w:t>
      </w:r>
      <w:r w:rsidRPr="007818BD">
        <w:t>amour dans les yeux</w:t>
      </w:r>
      <w:r w:rsidR="00E8465A">
        <w:t xml:space="preserve"> ! </w:t>
      </w:r>
      <w:r w:rsidRPr="007818BD">
        <w:t>Mais je gage que</w:t>
      </w:r>
      <w:r w:rsidR="00E8465A">
        <w:t xml:space="preserve">, </w:t>
      </w:r>
      <w:r w:rsidRPr="007818BD">
        <w:t>pendant qu</w:t>
      </w:r>
      <w:r w:rsidR="00E8465A">
        <w:t>’</w:t>
      </w:r>
      <w:r w:rsidRPr="007818BD">
        <w:t>ils sont a</w:t>
      </w:r>
      <w:r w:rsidRPr="007818BD">
        <w:t>s</w:t>
      </w:r>
      <w:r w:rsidRPr="007818BD">
        <w:t>sis là sous cet arbre</w:t>
      </w:r>
      <w:r w:rsidR="00E8465A">
        <w:t xml:space="preserve">, </w:t>
      </w:r>
      <w:r w:rsidRPr="007818BD">
        <w:t>et que le large soleil disparaît derrière les montagnes</w:t>
      </w:r>
      <w:r w:rsidR="00E8465A">
        <w:t xml:space="preserve">, </w:t>
      </w:r>
      <w:r w:rsidRPr="007818BD">
        <w:t>ils ne voient</w:t>
      </w:r>
      <w:r w:rsidR="00E8465A">
        <w:t xml:space="preserve">, </w:t>
      </w:r>
      <w:r w:rsidRPr="007818BD">
        <w:t>ils n</w:t>
      </w:r>
      <w:r w:rsidR="00E8465A">
        <w:t>’</w:t>
      </w:r>
      <w:r w:rsidRPr="007818BD">
        <w:t>entendent guère autre chose qu</w:t>
      </w:r>
      <w:r w:rsidR="00E8465A">
        <w:t>’</w:t>
      </w:r>
      <w:r w:rsidRPr="007818BD">
        <w:t>eux-mêmes</w:t>
      </w:r>
      <w:r w:rsidR="00E8465A">
        <w:t> !…</w:t>
      </w:r>
    </w:p>
    <w:p w14:paraId="2E3ED3DA" w14:textId="489DA93B" w:rsidR="00E0544E" w:rsidRPr="007818BD" w:rsidRDefault="00E8465A" w:rsidP="00E0544E">
      <w:r>
        <w:t>« </w:t>
      </w:r>
      <w:r w:rsidR="00E0544E" w:rsidRPr="007818BD">
        <w:t>Eh bien</w:t>
      </w:r>
      <w:r>
        <w:t xml:space="preserve"> ! </w:t>
      </w:r>
      <w:proofErr w:type="spellStart"/>
      <w:r w:rsidR="00E0544E" w:rsidRPr="007818BD">
        <w:t>Signo</w:t>
      </w:r>
      <w:r w:rsidR="00E0544E">
        <w:t>r</w:t>
      </w:r>
      <w:proofErr w:type="spellEnd"/>
      <w:r w:rsidR="00E0544E" w:rsidRPr="007818BD">
        <w:t xml:space="preserve"> Excellence</w:t>
      </w:r>
      <w:r>
        <w:t xml:space="preserve"> ; </w:t>
      </w:r>
      <w:r w:rsidR="00E0544E" w:rsidRPr="007818BD">
        <w:t>et votre danseuse</w:t>
      </w:r>
      <w:r>
        <w:t xml:space="preserve">, </w:t>
      </w:r>
      <w:r w:rsidR="00E0544E" w:rsidRPr="007818BD">
        <w:t>vous plait-elle</w:t>
      </w:r>
      <w:r>
        <w:t xml:space="preserve"> ? </w:t>
      </w:r>
      <w:r w:rsidR="00E0544E" w:rsidRPr="007818BD">
        <w:t>Venez donc au festin</w:t>
      </w:r>
      <w:r>
        <w:t xml:space="preserve">, </w:t>
      </w:r>
      <w:r w:rsidR="00E0544E" w:rsidRPr="007818BD">
        <w:t>retardataires</w:t>
      </w:r>
      <w:r>
        <w:t xml:space="preserve"> : </w:t>
      </w:r>
      <w:r w:rsidR="00E0544E" w:rsidRPr="007818BD">
        <w:t>on danse mieux après le vin</w:t>
      </w:r>
      <w:r>
        <w:t>. »</w:t>
      </w:r>
    </w:p>
    <w:p w14:paraId="5CD3E5B6" w14:textId="320AA4C0" w:rsidR="00E8465A" w:rsidRDefault="00E0544E" w:rsidP="00E0544E">
      <w:r w:rsidRPr="007818BD">
        <w:t>Il disparaît</w:t>
      </w:r>
      <w:r w:rsidR="00E8465A">
        <w:t xml:space="preserve">, </w:t>
      </w:r>
      <w:r w:rsidRPr="007818BD">
        <w:t>le large soleil</w:t>
      </w:r>
      <w:r w:rsidR="00E8465A">
        <w:t xml:space="preserve"> ; </w:t>
      </w:r>
      <w:r w:rsidRPr="007818BD">
        <w:t>et là-bas se lève la lune d</w:t>
      </w:r>
      <w:r w:rsidR="00E8465A">
        <w:t>’</w:t>
      </w:r>
      <w:r w:rsidRPr="007818BD">
        <w:t>automne</w:t>
      </w:r>
      <w:r w:rsidR="00E8465A">
        <w:t xml:space="preserve">. </w:t>
      </w:r>
      <w:r w:rsidRPr="007818BD">
        <w:t>Tara</w:t>
      </w:r>
      <w:r w:rsidR="00E8465A">
        <w:t xml:space="preserve">, </w:t>
      </w:r>
      <w:r w:rsidRPr="007818BD">
        <w:t>tara</w:t>
      </w:r>
      <w:r w:rsidR="00E8465A">
        <w:t xml:space="preserve">, </w:t>
      </w:r>
      <w:proofErr w:type="spellStart"/>
      <w:r w:rsidRPr="007818BD">
        <w:t>rara</w:t>
      </w:r>
      <w:proofErr w:type="spellEnd"/>
      <w:r w:rsidR="00E8465A">
        <w:t xml:space="preserve">, </w:t>
      </w:r>
      <w:proofErr w:type="spellStart"/>
      <w:r w:rsidRPr="007818BD">
        <w:t>rara</w:t>
      </w:r>
      <w:proofErr w:type="spellEnd"/>
      <w:r w:rsidR="00E8465A">
        <w:t xml:space="preserve">, </w:t>
      </w:r>
      <w:proofErr w:type="spellStart"/>
      <w:r w:rsidRPr="007818BD">
        <w:t>tarara</w:t>
      </w:r>
      <w:r>
        <w:t>ra</w:t>
      </w:r>
      <w:proofErr w:type="spellEnd"/>
      <w:r w:rsidR="00E8465A">
        <w:t xml:space="preserve"> ! </w:t>
      </w:r>
      <w:r w:rsidRPr="007818BD">
        <w:t>Encore la danse</w:t>
      </w:r>
      <w:r w:rsidR="00E8465A">
        <w:t xml:space="preserve"> ! </w:t>
      </w:r>
      <w:r w:rsidRPr="007818BD">
        <w:t>est-ce une danse</w:t>
      </w:r>
      <w:r w:rsidR="00E8465A">
        <w:t xml:space="preserve">, </w:t>
      </w:r>
      <w:r w:rsidRPr="007818BD">
        <w:t>ou quelque mouvement plus vif</w:t>
      </w:r>
      <w:r w:rsidR="00E8465A">
        <w:t xml:space="preserve">, </w:t>
      </w:r>
      <w:r w:rsidRPr="007818BD">
        <w:t>plus étou</w:t>
      </w:r>
      <w:r w:rsidRPr="007818BD">
        <w:t>r</w:t>
      </w:r>
      <w:r w:rsidRPr="007818BD">
        <w:t>dissant</w:t>
      </w:r>
      <w:r w:rsidR="00E8465A">
        <w:t xml:space="preserve">, </w:t>
      </w:r>
      <w:r w:rsidRPr="007818BD">
        <w:t>plus fol encore</w:t>
      </w:r>
      <w:r w:rsidR="00E8465A">
        <w:t xml:space="preserve"> ? </w:t>
      </w:r>
      <w:r w:rsidRPr="007818BD">
        <w:t>Comme elles brillent et rayonnent à tr</w:t>
      </w:r>
      <w:r w:rsidRPr="007818BD">
        <w:t>a</w:t>
      </w:r>
      <w:r w:rsidRPr="007818BD">
        <w:t>vers les ombres de la nuit</w:t>
      </w:r>
      <w:r w:rsidR="00E8465A">
        <w:t xml:space="preserve">, </w:t>
      </w:r>
      <w:r w:rsidRPr="007818BD">
        <w:t>ces formes légères et gracieuses</w:t>
      </w:r>
      <w:r w:rsidR="00E8465A">
        <w:t xml:space="preserve"> ! </w:t>
      </w:r>
      <w:r w:rsidRPr="007818BD">
        <w:t>Quelle mêlée et quel ordre</w:t>
      </w:r>
      <w:r w:rsidR="00E8465A">
        <w:t xml:space="preserve"> ! </w:t>
      </w:r>
      <w:r w:rsidRPr="007818BD">
        <w:t>Ha</w:t>
      </w:r>
      <w:r w:rsidR="00E8465A">
        <w:t xml:space="preserve"> ! </w:t>
      </w:r>
      <w:r w:rsidRPr="007818BD">
        <w:t>c</w:t>
      </w:r>
      <w:r w:rsidR="00E8465A">
        <w:t>’</w:t>
      </w:r>
      <w:r w:rsidRPr="007818BD">
        <w:t>est la tarentelle</w:t>
      </w:r>
      <w:r w:rsidR="00E8465A">
        <w:t xml:space="preserve"> ; </w:t>
      </w:r>
      <w:r w:rsidRPr="007818BD">
        <w:t>et maestro Paolo s</w:t>
      </w:r>
      <w:r w:rsidR="00E8465A">
        <w:t>’</w:t>
      </w:r>
      <w:r w:rsidRPr="007818BD">
        <w:t>en acquitte bien</w:t>
      </w:r>
      <w:r w:rsidR="00E8465A">
        <w:t xml:space="preserve">. </w:t>
      </w:r>
      <w:proofErr w:type="spellStart"/>
      <w:r w:rsidRPr="007818BD">
        <w:t>Dia</w:t>
      </w:r>
      <w:r>
        <w:t>v</w:t>
      </w:r>
      <w:r w:rsidRPr="007818BD">
        <w:t>olo</w:t>
      </w:r>
      <w:proofErr w:type="spellEnd"/>
      <w:r w:rsidR="00E8465A">
        <w:t xml:space="preserve"> ! </w:t>
      </w:r>
      <w:r w:rsidRPr="007818BD">
        <w:t>ils sont tous piqués</w:t>
      </w:r>
      <w:r w:rsidR="00E8465A">
        <w:t xml:space="preserve">. </w:t>
      </w:r>
      <w:r w:rsidRPr="007818BD">
        <w:t>Danser ou mourir</w:t>
      </w:r>
      <w:r w:rsidR="00E8465A">
        <w:t xml:space="preserve"> ! </w:t>
      </w:r>
      <w:r w:rsidRPr="007818BD">
        <w:t>c</w:t>
      </w:r>
      <w:r w:rsidR="00E8465A">
        <w:t>’</w:t>
      </w:r>
      <w:r w:rsidRPr="007818BD">
        <w:t>est une frénésie</w:t>
      </w:r>
      <w:r w:rsidR="00E8465A">
        <w:t xml:space="preserve">. </w:t>
      </w:r>
      <w:r w:rsidRPr="007818BD">
        <w:t>Les Corybantes</w:t>
      </w:r>
      <w:r w:rsidR="00E8465A">
        <w:t xml:space="preserve">, </w:t>
      </w:r>
      <w:r w:rsidRPr="007818BD">
        <w:t>les Ménades</w:t>
      </w:r>
      <w:r w:rsidR="00E8465A">
        <w:t xml:space="preserve">, </w:t>
      </w:r>
      <w:r w:rsidRPr="007818BD">
        <w:t>les</w:t>
      </w:r>
      <w:r w:rsidR="00E8465A">
        <w:t xml:space="preserve">… </w:t>
      </w:r>
      <w:r w:rsidRPr="007818BD">
        <w:t>holà</w:t>
      </w:r>
      <w:r w:rsidR="00E8465A">
        <w:t xml:space="preserve"> ! </w:t>
      </w:r>
      <w:r w:rsidRPr="007818BD">
        <w:t>du vin</w:t>
      </w:r>
      <w:r w:rsidR="00E8465A">
        <w:t xml:space="preserve"> ! </w:t>
      </w:r>
      <w:r w:rsidRPr="007818BD">
        <w:t>les sabbats des sorcières de Bénévent ne sont rien auprès</w:t>
      </w:r>
      <w:r w:rsidR="00E8465A">
        <w:t xml:space="preserve">. </w:t>
      </w:r>
      <w:r w:rsidRPr="007818BD">
        <w:t>De nuage en nuage passe la lune</w:t>
      </w:r>
      <w:r w:rsidR="00E8465A">
        <w:t xml:space="preserve">, </w:t>
      </w:r>
      <w:r w:rsidRPr="007818BD">
        <w:t>tantôt bri</w:t>
      </w:r>
      <w:r w:rsidRPr="007818BD">
        <w:t>l</w:t>
      </w:r>
      <w:r w:rsidRPr="007818BD">
        <w:t>lante</w:t>
      </w:r>
      <w:r w:rsidR="00E8465A">
        <w:t xml:space="preserve">, </w:t>
      </w:r>
      <w:r w:rsidRPr="007818BD">
        <w:t>tantôt voilée</w:t>
      </w:r>
      <w:r w:rsidR="00E8465A">
        <w:t xml:space="preserve">. </w:t>
      </w:r>
      <w:r w:rsidRPr="007818BD">
        <w:t>Quand la jeune fille rougit</w:t>
      </w:r>
      <w:r w:rsidR="00E8465A">
        <w:t xml:space="preserve">, </w:t>
      </w:r>
      <w:r w:rsidRPr="007818BD">
        <w:t>ce sont les o</w:t>
      </w:r>
      <w:r w:rsidRPr="007818BD">
        <w:t>m</w:t>
      </w:r>
      <w:r w:rsidRPr="007818BD">
        <w:t>bres</w:t>
      </w:r>
      <w:r w:rsidR="00E8465A">
        <w:t xml:space="preserve"> ; </w:t>
      </w:r>
      <w:r w:rsidRPr="007818BD">
        <w:t>quand la jeune fille sourit</w:t>
      </w:r>
      <w:r w:rsidR="00E8465A">
        <w:t xml:space="preserve">, </w:t>
      </w:r>
      <w:r w:rsidRPr="007818BD">
        <w:t>ce sont les rayons</w:t>
      </w:r>
      <w:r w:rsidR="00E8465A">
        <w:t> !</w:t>
      </w:r>
    </w:p>
    <w:p w14:paraId="1F0495D1" w14:textId="77777777" w:rsidR="00E8465A" w:rsidRDefault="00E8465A" w:rsidP="00E0544E">
      <w:r>
        <w:lastRenderedPageBreak/>
        <w:t>« </w:t>
      </w:r>
      <w:proofErr w:type="spellStart"/>
      <w:r w:rsidR="00E0544E" w:rsidRPr="007818BD">
        <w:t>Fillide</w:t>
      </w:r>
      <w:proofErr w:type="spellEnd"/>
      <w:r>
        <w:t xml:space="preserve"> ! </w:t>
      </w:r>
      <w:r w:rsidR="00E0544E" w:rsidRPr="007818BD">
        <w:t>tu es une enchanteresse</w:t>
      </w:r>
      <w:r>
        <w:t> !</w:t>
      </w:r>
    </w:p>
    <w:p w14:paraId="6ED5FC85" w14:textId="77777777" w:rsidR="00E8465A" w:rsidRDefault="00E8465A" w:rsidP="00E0544E">
      <w:r>
        <w:t>— </w:t>
      </w:r>
      <w:proofErr w:type="spellStart"/>
      <w:r w:rsidR="00E0544E" w:rsidRPr="007818BD">
        <w:rPr>
          <w:i/>
          <w:iCs/>
        </w:rPr>
        <w:t>Buona</w:t>
      </w:r>
      <w:proofErr w:type="spellEnd"/>
      <w:r w:rsidR="00E0544E" w:rsidRPr="007818BD">
        <w:rPr>
          <w:i/>
          <w:iCs/>
        </w:rPr>
        <w:t xml:space="preserve"> </w:t>
      </w:r>
      <w:proofErr w:type="spellStart"/>
      <w:r w:rsidR="00E0544E" w:rsidRPr="007818BD">
        <w:rPr>
          <w:i/>
          <w:iCs/>
        </w:rPr>
        <w:t>notte</w:t>
      </w:r>
      <w:proofErr w:type="spellEnd"/>
      <w:r>
        <w:t xml:space="preserve">, </w:t>
      </w:r>
      <w:r w:rsidR="00E0544E" w:rsidRPr="007818BD">
        <w:t>Excellence</w:t>
      </w:r>
      <w:r>
        <w:t xml:space="preserve">, </w:t>
      </w:r>
      <w:r w:rsidR="00E0544E" w:rsidRPr="007818BD">
        <w:t>vous me reverrez</w:t>
      </w:r>
      <w:r>
        <w:t> ?</w:t>
      </w:r>
    </w:p>
    <w:p w14:paraId="5E65F2E4" w14:textId="77777777" w:rsidR="00E8465A" w:rsidRDefault="00E8465A" w:rsidP="00E0544E">
      <w:r>
        <w:t>— </w:t>
      </w:r>
      <w:r w:rsidR="00E0544E" w:rsidRPr="007818BD">
        <w:t>Ah</w:t>
      </w:r>
      <w:r>
        <w:t xml:space="preserve"> ! </w:t>
      </w:r>
      <w:r w:rsidR="00E0544E" w:rsidRPr="007818BD">
        <w:t>jeune homme</w:t>
      </w:r>
      <w:r>
        <w:t xml:space="preserve">, </w:t>
      </w:r>
      <w:r w:rsidR="00E0544E" w:rsidRPr="007818BD">
        <w:t>dit un octogénaire décrépit appuyé sur son bâton</w:t>
      </w:r>
      <w:r>
        <w:t xml:space="preserve">, </w:t>
      </w:r>
      <w:r w:rsidR="00E0544E" w:rsidRPr="007818BD">
        <w:t>profitez de la jeunesse</w:t>
      </w:r>
      <w:r>
        <w:t xml:space="preserve">. </w:t>
      </w:r>
      <w:r w:rsidR="00E0544E" w:rsidRPr="007818BD">
        <w:t>Moi aussi j</w:t>
      </w:r>
      <w:r>
        <w:t>’</w:t>
      </w:r>
      <w:r w:rsidR="00E0544E" w:rsidRPr="007818BD">
        <w:t xml:space="preserve">avais une </w:t>
      </w:r>
      <w:proofErr w:type="spellStart"/>
      <w:r w:rsidR="00E0544E" w:rsidRPr="007818BD">
        <w:t>Fi</w:t>
      </w:r>
      <w:r w:rsidR="00E0544E" w:rsidRPr="007818BD">
        <w:t>l</w:t>
      </w:r>
      <w:r w:rsidR="00E0544E" w:rsidRPr="007818BD">
        <w:t>lide</w:t>
      </w:r>
      <w:proofErr w:type="spellEnd"/>
      <w:r>
        <w:t xml:space="preserve"> ! </w:t>
      </w:r>
      <w:r w:rsidR="00E0544E" w:rsidRPr="007818BD">
        <w:t>j</w:t>
      </w:r>
      <w:r>
        <w:t>’</w:t>
      </w:r>
      <w:r w:rsidR="00E0544E" w:rsidRPr="007818BD">
        <w:t>étais plus beau que vous alors</w:t>
      </w:r>
      <w:r>
        <w:t xml:space="preserve">. </w:t>
      </w:r>
      <w:r w:rsidR="00E0544E" w:rsidRPr="007818BD">
        <w:t>Hélas</w:t>
      </w:r>
      <w:r>
        <w:t xml:space="preserve"> ! </w:t>
      </w:r>
      <w:r w:rsidR="00E0544E" w:rsidRPr="007818BD">
        <w:t>si nous pouvions être toujours jeunes</w:t>
      </w:r>
      <w:r>
        <w:t> ! ».</w:t>
      </w:r>
    </w:p>
    <w:p w14:paraId="69C956C7" w14:textId="77777777" w:rsidR="00E8465A" w:rsidRDefault="00E0544E" w:rsidP="00E0544E">
      <w:r w:rsidRPr="007818BD">
        <w:t>Toujours jeunes</w:t>
      </w:r>
      <w:r w:rsidR="00E8465A">
        <w:t xml:space="preserve"> ! </w:t>
      </w:r>
      <w:proofErr w:type="spellStart"/>
      <w:r w:rsidRPr="007818BD">
        <w:t>Glyndon</w:t>
      </w:r>
      <w:proofErr w:type="spellEnd"/>
      <w:r w:rsidRPr="007818BD">
        <w:t xml:space="preserve"> tressaillit en comparant le vis</w:t>
      </w:r>
      <w:r w:rsidRPr="007818BD">
        <w:t>a</w:t>
      </w:r>
      <w:r w:rsidRPr="007818BD">
        <w:t>ge frais et rose de la jeune fille avec ces yeux flétris</w:t>
      </w:r>
      <w:r w:rsidR="00E8465A">
        <w:t xml:space="preserve">, </w:t>
      </w:r>
      <w:r w:rsidRPr="007818BD">
        <w:t>cette peau jaune et ridée</w:t>
      </w:r>
      <w:r w:rsidR="00E8465A">
        <w:t xml:space="preserve">, </w:t>
      </w:r>
      <w:r w:rsidRPr="007818BD">
        <w:t>ce corps chancelant et ruiné</w:t>
      </w:r>
      <w:r w:rsidR="00E8465A">
        <w:t>.</w:t>
      </w:r>
    </w:p>
    <w:p w14:paraId="30127926" w14:textId="08240B12" w:rsidR="00E0544E" w:rsidRPr="007818BD" w:rsidRDefault="00E8465A" w:rsidP="00E0544E">
      <w:r>
        <w:t>« </w:t>
      </w:r>
      <w:r w:rsidR="00E0544E" w:rsidRPr="007818BD">
        <w:t>Ha</w:t>
      </w:r>
      <w:r>
        <w:t xml:space="preserve"> ! </w:t>
      </w:r>
      <w:r w:rsidR="00E0544E" w:rsidRPr="007818BD">
        <w:t>ha</w:t>
      </w:r>
      <w:r>
        <w:t xml:space="preserve"> ! </w:t>
      </w:r>
      <w:r w:rsidR="00E0544E" w:rsidRPr="007818BD">
        <w:t>dit la créature décrépite en se traînant auprès de lui</w:t>
      </w:r>
      <w:r>
        <w:t xml:space="preserve">, </w:t>
      </w:r>
      <w:r w:rsidR="00E0544E" w:rsidRPr="007818BD">
        <w:t>et avec un sourire sardonique</w:t>
      </w:r>
      <w:r>
        <w:t xml:space="preserve"> ; </w:t>
      </w:r>
      <w:r w:rsidR="00E0544E" w:rsidRPr="007818BD">
        <w:t>et pourtant j</w:t>
      </w:r>
      <w:r>
        <w:t>’</w:t>
      </w:r>
      <w:r w:rsidR="00E0544E" w:rsidRPr="007818BD">
        <w:t>ai été jeune</w:t>
      </w:r>
      <w:r>
        <w:t xml:space="preserve">. </w:t>
      </w:r>
      <w:r w:rsidR="00E0544E" w:rsidRPr="007818BD">
        <w:t>Donnez-moi une baïoque pour acheter un ve</w:t>
      </w:r>
      <w:r w:rsidR="00E0544E" w:rsidRPr="007818BD">
        <w:t>r</w:t>
      </w:r>
      <w:r w:rsidR="00E0544E" w:rsidRPr="007818BD">
        <w:t>re d</w:t>
      </w:r>
      <w:r>
        <w:t>’</w:t>
      </w:r>
      <w:r w:rsidR="00E0544E" w:rsidRPr="007818BD">
        <w:t>eau</w:t>
      </w:r>
      <w:r w:rsidR="00E0544E">
        <w:t>-</w:t>
      </w:r>
      <w:r w:rsidR="00E0544E" w:rsidRPr="007818BD">
        <w:t>de-vie</w:t>
      </w:r>
      <w:r>
        <w:t> ! »</w:t>
      </w:r>
    </w:p>
    <w:p w14:paraId="2E4239CA" w14:textId="77777777" w:rsidR="00E8465A" w:rsidRDefault="00E0544E" w:rsidP="00E0544E">
      <w:r w:rsidRPr="007818BD">
        <w:t xml:space="preserve">Tara </w:t>
      </w:r>
      <w:proofErr w:type="spellStart"/>
      <w:r w:rsidRPr="007818BD">
        <w:t>rara</w:t>
      </w:r>
      <w:proofErr w:type="spellEnd"/>
      <w:r w:rsidRPr="007818BD">
        <w:t xml:space="preserve"> ra </w:t>
      </w:r>
      <w:proofErr w:type="spellStart"/>
      <w:r w:rsidRPr="007818BD">
        <w:t>rara</w:t>
      </w:r>
      <w:proofErr w:type="spellEnd"/>
      <w:r w:rsidR="00E8465A">
        <w:t xml:space="preserve">, </w:t>
      </w:r>
      <w:r w:rsidRPr="007818BD">
        <w:t xml:space="preserve">tara </w:t>
      </w:r>
      <w:proofErr w:type="spellStart"/>
      <w:r w:rsidRPr="007818BD">
        <w:t>rara</w:t>
      </w:r>
      <w:proofErr w:type="spellEnd"/>
      <w:r w:rsidRPr="007818BD">
        <w:t xml:space="preserve"> ra</w:t>
      </w:r>
      <w:r w:rsidR="00E8465A">
        <w:t xml:space="preserve"> ! </w:t>
      </w:r>
      <w:r w:rsidRPr="007818BD">
        <w:t>Voilà la jeunesse qui danse</w:t>
      </w:r>
      <w:r w:rsidR="00E8465A">
        <w:t xml:space="preserve"> ! </w:t>
      </w:r>
      <w:r w:rsidRPr="007818BD">
        <w:t>Rassemble tes gueni</w:t>
      </w:r>
      <w:r w:rsidRPr="007818BD">
        <w:t>l</w:t>
      </w:r>
      <w:r w:rsidRPr="007818BD">
        <w:t>les</w:t>
      </w:r>
      <w:r w:rsidR="00E8465A">
        <w:t xml:space="preserve">, </w:t>
      </w:r>
      <w:r w:rsidRPr="007818BD">
        <w:t>vieillesse</w:t>
      </w:r>
      <w:r w:rsidR="00E8465A">
        <w:t xml:space="preserve">, </w:t>
      </w:r>
      <w:r w:rsidRPr="007818BD">
        <w:t>et disparais</w:t>
      </w:r>
      <w:r w:rsidR="00E8465A">
        <w:t> !</w:t>
      </w:r>
    </w:p>
    <w:p w14:paraId="69AD6B47" w14:textId="77777777" w:rsidR="00E8465A" w:rsidRDefault="00E0544E" w:rsidP="00E8465A">
      <w:pPr>
        <w:pStyle w:val="Titre2"/>
        <w:pageBreakBefore/>
      </w:pPr>
      <w:bookmarkStart w:id="47" w:name="_Toc199963096"/>
      <w:r w:rsidRPr="007818BD">
        <w:lastRenderedPageBreak/>
        <w:t>CHAPITRE</w:t>
      </w:r>
      <w:r w:rsidR="00E8465A">
        <w:t xml:space="preserve"> </w:t>
      </w:r>
      <w:r w:rsidRPr="007818BD">
        <w:t>VI</w:t>
      </w:r>
      <w:r w:rsidR="00E8465A">
        <w:t>.</w:t>
      </w:r>
      <w:bookmarkEnd w:id="47"/>
    </w:p>
    <w:p w14:paraId="4B5CBFB9" w14:textId="77777777" w:rsidR="00E8465A" w:rsidRDefault="00E0544E" w:rsidP="00E0544E">
      <w:pPr>
        <w:pStyle w:val="NormalRetraitGauche4XIndent0"/>
        <w:spacing w:before="0" w:after="0"/>
        <w:rPr>
          <w:rStyle w:val="Taille-1Caracteres"/>
        </w:rPr>
      </w:pPr>
      <w:r w:rsidRPr="007818BD">
        <w:rPr>
          <w:rStyle w:val="Taille-1Caracteres"/>
        </w:rPr>
        <w:t xml:space="preserve">Et </w:t>
      </w:r>
      <w:proofErr w:type="spellStart"/>
      <w:r w:rsidRPr="007818BD">
        <w:rPr>
          <w:rStyle w:val="Taille-1Caracteres"/>
        </w:rPr>
        <w:t>Calydore</w:t>
      </w:r>
      <w:proofErr w:type="spellEnd"/>
      <w:r w:rsidRPr="007818BD">
        <w:rPr>
          <w:rStyle w:val="Taille-1Caracteres"/>
        </w:rPr>
        <w:t xml:space="preserve"> suit cette gente dame</w:t>
      </w:r>
      <w:r w:rsidR="00E8465A">
        <w:rPr>
          <w:rStyle w:val="Taille-1Caracteres"/>
        </w:rPr>
        <w:t xml:space="preserve">, </w:t>
      </w:r>
      <w:r w:rsidRPr="007818BD">
        <w:rPr>
          <w:rStyle w:val="Taille-1Caracteres"/>
        </w:rPr>
        <w:t>oublieux de son vœu</w:t>
      </w:r>
      <w:r w:rsidR="00E8465A">
        <w:rPr>
          <w:rStyle w:val="Taille-1Caracteres"/>
        </w:rPr>
        <w:t xml:space="preserve">, </w:t>
      </w:r>
      <w:r w:rsidRPr="007818BD">
        <w:rPr>
          <w:rStyle w:val="Taille-1Caracteres"/>
        </w:rPr>
        <w:t>et de l</w:t>
      </w:r>
      <w:r w:rsidR="00E8465A">
        <w:rPr>
          <w:rStyle w:val="Taille-1Caracteres"/>
        </w:rPr>
        <w:t>’</w:t>
      </w:r>
      <w:r w:rsidRPr="007818BD">
        <w:rPr>
          <w:rStyle w:val="Taille-1Caracteres"/>
        </w:rPr>
        <w:t>ordre que lui donna la reine des fées</w:t>
      </w:r>
      <w:r w:rsidR="00E8465A">
        <w:rPr>
          <w:rStyle w:val="Taille-1Caracteres"/>
        </w:rPr>
        <w:t>. (</w:t>
      </w:r>
      <w:r w:rsidRPr="007818BD">
        <w:rPr>
          <w:rStyle w:val="Taille-1Caracteres"/>
        </w:rPr>
        <w:t>SPENSER</w:t>
      </w:r>
      <w:r w:rsidR="00E8465A">
        <w:rPr>
          <w:rStyle w:val="Taille-1Caracteres"/>
        </w:rPr>
        <w:t>.)</w:t>
      </w:r>
    </w:p>
    <w:p w14:paraId="238746A3" w14:textId="77777777" w:rsidR="00E8465A" w:rsidRDefault="00E0544E" w:rsidP="00E0544E">
      <w:r w:rsidRPr="007818BD">
        <w:t>C</w:t>
      </w:r>
      <w:r w:rsidR="00E8465A">
        <w:t>’</w:t>
      </w:r>
      <w:r w:rsidRPr="007818BD">
        <w:t>est à l</w:t>
      </w:r>
      <w:r w:rsidR="00E8465A">
        <w:t>’</w:t>
      </w:r>
      <w:r w:rsidRPr="007818BD">
        <w:t>heure indécise et obscure où la nuit lutte dans un dernier effort contre l</w:t>
      </w:r>
      <w:r w:rsidR="00E8465A">
        <w:t>’</w:t>
      </w:r>
      <w:r w:rsidRPr="007818BD">
        <w:t>aurore</w:t>
      </w:r>
      <w:r w:rsidR="00E8465A">
        <w:t xml:space="preserve">, </w:t>
      </w:r>
      <w:r w:rsidRPr="007818BD">
        <w:t xml:space="preserve">que </w:t>
      </w:r>
      <w:proofErr w:type="spellStart"/>
      <w:r w:rsidRPr="007818BD">
        <w:t>Glyndon</w:t>
      </w:r>
      <w:proofErr w:type="spellEnd"/>
      <w:r w:rsidRPr="007818BD">
        <w:t xml:space="preserve"> se retrouva dans sa chambre</w:t>
      </w:r>
      <w:r w:rsidR="00E8465A">
        <w:t xml:space="preserve">. </w:t>
      </w:r>
      <w:r w:rsidRPr="007818BD">
        <w:t>Les calculs épars sur sa table a</w:t>
      </w:r>
      <w:r w:rsidRPr="007818BD">
        <w:t>r</w:t>
      </w:r>
      <w:r w:rsidRPr="007818BD">
        <w:t>rêtèrent son regard</w:t>
      </w:r>
      <w:r w:rsidR="00E8465A">
        <w:t xml:space="preserve"> ; </w:t>
      </w:r>
      <w:r w:rsidRPr="007818BD">
        <w:t>il l</w:t>
      </w:r>
      <w:r w:rsidR="00E8465A">
        <w:t>’</w:t>
      </w:r>
      <w:r w:rsidRPr="007818BD">
        <w:t>en détacha aussitôt avec ennui et dégoût</w:t>
      </w:r>
      <w:r w:rsidR="00E8465A">
        <w:t>. « </w:t>
      </w:r>
      <w:r w:rsidRPr="007818BD">
        <w:t>Mais hélas</w:t>
      </w:r>
      <w:r w:rsidR="00E8465A">
        <w:t xml:space="preserve"> ! </w:t>
      </w:r>
      <w:r w:rsidRPr="007818BD">
        <w:t>si on pouvait toujours être jeune</w:t>
      </w:r>
      <w:r w:rsidR="00E8465A">
        <w:t xml:space="preserve"> ! </w:t>
      </w:r>
      <w:r w:rsidRPr="007818BD">
        <w:t>Quel horrible fantôme que ce viei</w:t>
      </w:r>
      <w:r w:rsidRPr="007818BD">
        <w:t>l</w:t>
      </w:r>
      <w:r w:rsidRPr="007818BD">
        <w:t>lard aux yeux éteints et larmoyants</w:t>
      </w:r>
      <w:r w:rsidR="00E8465A">
        <w:t xml:space="preserve"> ! </w:t>
      </w:r>
      <w:r w:rsidRPr="007818BD">
        <w:t>La chambre mystique peut-elle montrer spectre plus odieux et plus repoussant</w:t>
      </w:r>
      <w:r w:rsidR="00E8465A">
        <w:t xml:space="preserve"> ? </w:t>
      </w:r>
      <w:r w:rsidRPr="007818BD">
        <w:t>Oh</w:t>
      </w:r>
      <w:r w:rsidR="00E8465A">
        <w:t xml:space="preserve"> ! </w:t>
      </w:r>
      <w:r w:rsidRPr="007818BD">
        <w:t>oui</w:t>
      </w:r>
      <w:r w:rsidR="00E8465A">
        <w:t xml:space="preserve">, </w:t>
      </w:r>
      <w:r w:rsidRPr="007818BD">
        <w:t>si nous pouvions toujours être jeunes</w:t>
      </w:r>
      <w:r w:rsidR="00E8465A">
        <w:t xml:space="preserve"> ! </w:t>
      </w:r>
      <w:r w:rsidRPr="007818BD">
        <w:t>Pour pâlir sur ces chi</w:t>
      </w:r>
      <w:r w:rsidRPr="007818BD">
        <w:t>f</w:t>
      </w:r>
      <w:r w:rsidRPr="007818BD">
        <w:t>fres</w:t>
      </w:r>
      <w:r w:rsidR="00E8465A">
        <w:t xml:space="preserve">, </w:t>
      </w:r>
      <w:r w:rsidRPr="007818BD">
        <w:t>sur ces froides combinaisons de plantes et de drogues</w:t>
      </w:r>
      <w:r w:rsidR="00E8465A">
        <w:t xml:space="preserve"> ! </w:t>
      </w:r>
      <w:r w:rsidRPr="007818BD">
        <w:t>Oh</w:t>
      </w:r>
      <w:r w:rsidR="00E8465A">
        <w:t xml:space="preserve"> ! </w:t>
      </w:r>
      <w:r w:rsidRPr="007818BD">
        <w:t>non</w:t>
      </w:r>
      <w:r w:rsidR="00E8465A">
        <w:t xml:space="preserve"> (</w:t>
      </w:r>
      <w:r w:rsidRPr="007818BD">
        <w:t>pensa le né</w:t>
      </w:r>
      <w:r w:rsidRPr="007818BD">
        <w:t>o</w:t>
      </w:r>
      <w:r w:rsidRPr="007818BD">
        <w:t>phyte</w:t>
      </w:r>
      <w:r w:rsidR="00E8465A">
        <w:t xml:space="preserve">), </w:t>
      </w:r>
      <w:r w:rsidRPr="007818BD">
        <w:t>non pas</w:t>
      </w:r>
      <w:r w:rsidR="00E8465A">
        <w:t xml:space="preserve"> ! </w:t>
      </w:r>
      <w:r w:rsidRPr="007818BD">
        <w:t>mais pour jouir</w:t>
      </w:r>
      <w:r w:rsidR="00E8465A">
        <w:t xml:space="preserve">, </w:t>
      </w:r>
      <w:r w:rsidRPr="007818BD">
        <w:t>pour aimer</w:t>
      </w:r>
      <w:r w:rsidR="00E8465A">
        <w:t xml:space="preserve">, </w:t>
      </w:r>
      <w:r w:rsidRPr="007818BD">
        <w:t>pour être heureux</w:t>
      </w:r>
      <w:r w:rsidR="00E8465A">
        <w:t xml:space="preserve"> ! </w:t>
      </w:r>
      <w:r w:rsidRPr="007818BD">
        <w:t>Quel compagnon sied à la jeunesse</w:t>
      </w:r>
      <w:r w:rsidR="00E8465A">
        <w:t xml:space="preserve">, </w:t>
      </w:r>
      <w:r w:rsidRPr="007818BD">
        <w:t>si ce n</w:t>
      </w:r>
      <w:r w:rsidR="00E8465A">
        <w:t>’</w:t>
      </w:r>
      <w:r w:rsidRPr="007818BD">
        <w:t>est le plaisir</w:t>
      </w:r>
      <w:r w:rsidR="00E8465A">
        <w:t xml:space="preserve"> ? </w:t>
      </w:r>
      <w:r w:rsidRPr="007818BD">
        <w:t>Et le don de l</w:t>
      </w:r>
      <w:r w:rsidR="00E8465A">
        <w:t>’</w:t>
      </w:r>
      <w:r w:rsidRPr="007818BD">
        <w:t>éternelle jeunesse</w:t>
      </w:r>
      <w:r w:rsidR="00E8465A">
        <w:t xml:space="preserve">, </w:t>
      </w:r>
      <w:r w:rsidRPr="007818BD">
        <w:t>à cette heure même</w:t>
      </w:r>
      <w:r w:rsidR="00E8465A">
        <w:t xml:space="preserve">, </w:t>
      </w:r>
      <w:r w:rsidRPr="007818BD">
        <w:t>je puis le posséder</w:t>
      </w:r>
      <w:r w:rsidR="00E8465A">
        <w:t xml:space="preserve"> ! </w:t>
      </w:r>
      <w:r w:rsidRPr="007818BD">
        <w:t xml:space="preserve">Que signifie cette défense de </w:t>
      </w:r>
      <w:proofErr w:type="spellStart"/>
      <w:r w:rsidRPr="007818BD">
        <w:t>Mejnour</w:t>
      </w:r>
      <w:proofErr w:type="spellEnd"/>
      <w:r w:rsidR="00E8465A">
        <w:t xml:space="preserve"> ? </w:t>
      </w:r>
      <w:r w:rsidRPr="007818BD">
        <w:t>N</w:t>
      </w:r>
      <w:r w:rsidR="00E8465A">
        <w:t>’</w:t>
      </w:r>
      <w:r w:rsidRPr="007818BD">
        <w:t>est-ce pas to</w:t>
      </w:r>
      <w:r w:rsidRPr="007818BD">
        <w:t>u</w:t>
      </w:r>
      <w:r w:rsidRPr="007818BD">
        <w:t>jours la suite de la réserve égoïste avec laquelle il me cache le secret des dernières opérations dans ses expériences</w:t>
      </w:r>
      <w:r w:rsidR="00E8465A">
        <w:t xml:space="preserve"> ? </w:t>
      </w:r>
      <w:r w:rsidRPr="007818BD">
        <w:t>Sans doute</w:t>
      </w:r>
      <w:r w:rsidR="00E8465A">
        <w:t xml:space="preserve">, </w:t>
      </w:r>
      <w:r w:rsidRPr="007818BD">
        <w:t>à son retour</w:t>
      </w:r>
      <w:r w:rsidR="00E8465A">
        <w:t xml:space="preserve">, </w:t>
      </w:r>
      <w:r w:rsidRPr="007818BD">
        <w:t>il me montrera encore qu</w:t>
      </w:r>
      <w:r w:rsidR="00E8465A">
        <w:t>’</w:t>
      </w:r>
      <w:r w:rsidRPr="007818BD">
        <w:t xml:space="preserve">il </w:t>
      </w:r>
      <w:r w:rsidRPr="007818BD">
        <w:rPr>
          <w:i/>
          <w:iCs/>
        </w:rPr>
        <w:t>est poss</w:t>
      </w:r>
      <w:r w:rsidRPr="007818BD">
        <w:rPr>
          <w:i/>
          <w:iCs/>
        </w:rPr>
        <w:t>i</w:t>
      </w:r>
      <w:r w:rsidRPr="007818BD">
        <w:rPr>
          <w:i/>
          <w:iCs/>
        </w:rPr>
        <w:t>ble</w:t>
      </w:r>
      <w:r w:rsidRPr="007818BD">
        <w:t xml:space="preserve"> d</w:t>
      </w:r>
      <w:r w:rsidR="00E8465A">
        <w:t>’</w:t>
      </w:r>
      <w:r w:rsidRPr="007818BD">
        <w:t>atteindre au grand mystère</w:t>
      </w:r>
      <w:r w:rsidR="00E8465A">
        <w:t xml:space="preserve">, </w:t>
      </w:r>
      <w:r w:rsidRPr="007818BD">
        <w:t>mais il me défendra encore de chercher à y atteindre</w:t>
      </w:r>
      <w:r w:rsidR="00E8465A">
        <w:t xml:space="preserve">. </w:t>
      </w:r>
      <w:r w:rsidRPr="007818BD">
        <w:t>Ne semble-t-il pas qu</w:t>
      </w:r>
      <w:r w:rsidR="00E8465A">
        <w:t>’</w:t>
      </w:r>
      <w:r w:rsidRPr="007818BD">
        <w:t>il veuille faire de ma jeunesse l</w:t>
      </w:r>
      <w:r w:rsidR="00E8465A">
        <w:t>’</w:t>
      </w:r>
      <w:r w:rsidRPr="007818BD">
        <w:t>esclave de sa vieillesse</w:t>
      </w:r>
      <w:r w:rsidR="00E8465A">
        <w:t xml:space="preserve"> ? </w:t>
      </w:r>
      <w:r w:rsidRPr="007818BD">
        <w:t>me rendre complètement et uniquement dépendant de lui</w:t>
      </w:r>
      <w:r w:rsidR="00E8465A">
        <w:t xml:space="preserve"> ?… </w:t>
      </w:r>
      <w:r w:rsidRPr="007818BD">
        <w:t>m</w:t>
      </w:r>
      <w:r w:rsidR="00E8465A">
        <w:t>’</w:t>
      </w:r>
      <w:r w:rsidRPr="007818BD">
        <w:t>enchaîner à une routine journalière en surexcitant perpétuellement ma curiosité</w:t>
      </w:r>
      <w:r w:rsidR="00E8465A">
        <w:t xml:space="preserve">, </w:t>
      </w:r>
      <w:r w:rsidRPr="007818BD">
        <w:t>et en me mo</w:t>
      </w:r>
      <w:r w:rsidRPr="007818BD">
        <w:t>n</w:t>
      </w:r>
      <w:r w:rsidRPr="007818BD">
        <w:t>trant sans cesse les fruits qu</w:t>
      </w:r>
      <w:r w:rsidR="00E8465A">
        <w:t>’</w:t>
      </w:r>
      <w:r w:rsidRPr="007818BD">
        <w:t>il tient hors de la portée de mes lèvres</w:t>
      </w:r>
      <w:r w:rsidR="00E8465A">
        <w:t> ?… »</w:t>
      </w:r>
      <w:r w:rsidRPr="007818BD">
        <w:t xml:space="preserve"> Ces r</w:t>
      </w:r>
      <w:r w:rsidRPr="007818BD">
        <w:t>é</w:t>
      </w:r>
      <w:r w:rsidRPr="007818BD">
        <w:t>flexions et d</w:t>
      </w:r>
      <w:r w:rsidR="00E8465A">
        <w:t>’</w:t>
      </w:r>
      <w:r w:rsidRPr="007818BD">
        <w:t>autres plus amères encore le troublèrent et l</w:t>
      </w:r>
      <w:r w:rsidR="00E8465A">
        <w:t>’</w:t>
      </w:r>
      <w:r w:rsidRPr="007818BD">
        <w:t>irritèrent</w:t>
      </w:r>
      <w:r w:rsidR="00E8465A">
        <w:t xml:space="preserve">. </w:t>
      </w:r>
      <w:r w:rsidRPr="007818BD">
        <w:t>Échauffé par le vin</w:t>
      </w:r>
      <w:r w:rsidR="00E8465A">
        <w:t xml:space="preserve">, </w:t>
      </w:r>
      <w:r w:rsidRPr="007818BD">
        <w:t xml:space="preserve">surexcité par les </w:t>
      </w:r>
      <w:proofErr w:type="spellStart"/>
      <w:r w:rsidRPr="007818BD">
        <w:t>fols</w:t>
      </w:r>
      <w:proofErr w:type="spellEnd"/>
      <w:r w:rsidRPr="007818BD">
        <w:t xml:space="preserve"> accès de la nuit</w:t>
      </w:r>
      <w:r w:rsidR="00E8465A">
        <w:t xml:space="preserve">, </w:t>
      </w:r>
      <w:r w:rsidRPr="007818BD">
        <w:t>il ne put dormir</w:t>
      </w:r>
      <w:r w:rsidR="00E8465A">
        <w:t xml:space="preserve">. </w:t>
      </w:r>
      <w:r w:rsidRPr="007818BD">
        <w:t>L</w:t>
      </w:r>
      <w:r w:rsidR="00E8465A">
        <w:t>’</w:t>
      </w:r>
      <w:r w:rsidRPr="007818BD">
        <w:t>image révoltante de ce</w:t>
      </w:r>
      <w:r w:rsidRPr="007818BD">
        <w:t>t</w:t>
      </w:r>
      <w:r w:rsidRPr="007818BD">
        <w:t>te vieillesse hideuse que le Temps</w:t>
      </w:r>
      <w:r w:rsidR="00E8465A">
        <w:t xml:space="preserve"> </w:t>
      </w:r>
      <w:r w:rsidR="00E8465A">
        <w:lastRenderedPageBreak/>
        <w:t>(</w:t>
      </w:r>
      <w:r w:rsidRPr="007818BD">
        <w:t>s</w:t>
      </w:r>
      <w:r w:rsidR="00E8465A">
        <w:t>’</w:t>
      </w:r>
      <w:r w:rsidRPr="007818BD">
        <w:t>il n</w:t>
      </w:r>
      <w:r w:rsidR="00E8465A">
        <w:t>’</w:t>
      </w:r>
      <w:r w:rsidRPr="007818BD">
        <w:t>était vaincu</w:t>
      </w:r>
      <w:r w:rsidR="00E8465A">
        <w:t xml:space="preserve">) </w:t>
      </w:r>
      <w:r w:rsidRPr="007818BD">
        <w:t>amènerait pour lui</w:t>
      </w:r>
      <w:r w:rsidR="00E8465A">
        <w:t xml:space="preserve">, </w:t>
      </w:r>
      <w:r w:rsidRPr="007818BD">
        <w:t>enflamma l</w:t>
      </w:r>
      <w:r w:rsidR="00E8465A">
        <w:t>’</w:t>
      </w:r>
      <w:r w:rsidRPr="007818BD">
        <w:t>ardeur de son désir d</w:t>
      </w:r>
      <w:r w:rsidR="00E8465A">
        <w:t>’</w:t>
      </w:r>
      <w:r w:rsidRPr="007818BD">
        <w:t>acquérir cette éblouissante et impérissable jeunesse qu</w:t>
      </w:r>
      <w:r w:rsidR="00E8465A">
        <w:t>’</w:t>
      </w:r>
      <w:r w:rsidRPr="007818BD">
        <w:t xml:space="preserve">il avait admirée dans </w:t>
      </w:r>
      <w:proofErr w:type="spellStart"/>
      <w:r w:rsidRPr="007818BD">
        <w:t>Zanoni</w:t>
      </w:r>
      <w:proofErr w:type="spellEnd"/>
      <w:r w:rsidR="00E8465A">
        <w:t xml:space="preserve">. </w:t>
      </w:r>
      <w:r w:rsidRPr="007818BD">
        <w:t>La défense ne servait qu</w:t>
      </w:r>
      <w:r w:rsidR="00E8465A">
        <w:t>’</w:t>
      </w:r>
      <w:r w:rsidRPr="007818BD">
        <w:t>à pousser son esprit à la révo</w:t>
      </w:r>
      <w:r w:rsidRPr="007818BD">
        <w:t>l</w:t>
      </w:r>
      <w:r w:rsidRPr="007818BD">
        <w:t>te</w:t>
      </w:r>
      <w:r w:rsidR="00E8465A">
        <w:t xml:space="preserve">. </w:t>
      </w:r>
      <w:r w:rsidRPr="007818BD">
        <w:t>Le jour parut radieux et souriant à travers sa fenêtre</w:t>
      </w:r>
      <w:r w:rsidR="00E8465A">
        <w:t xml:space="preserve">, </w:t>
      </w:r>
      <w:r w:rsidRPr="007818BD">
        <w:t>et di</w:t>
      </w:r>
      <w:r w:rsidRPr="007818BD">
        <w:t>s</w:t>
      </w:r>
      <w:r w:rsidRPr="007818BD">
        <w:t>sipa toutes les terreurs et toutes les superstitions qui appartie</w:t>
      </w:r>
      <w:r w:rsidRPr="007818BD">
        <w:t>n</w:t>
      </w:r>
      <w:r w:rsidRPr="007818BD">
        <w:t>nent à la nuit</w:t>
      </w:r>
      <w:r w:rsidR="00E8465A">
        <w:t xml:space="preserve">. </w:t>
      </w:r>
      <w:r w:rsidRPr="007818BD">
        <w:t>La chambre mystérieuse ne présentait à son im</w:t>
      </w:r>
      <w:r w:rsidRPr="007818BD">
        <w:t>a</w:t>
      </w:r>
      <w:r w:rsidRPr="007818BD">
        <w:t>gination aucune différence avec les autres chambres du château</w:t>
      </w:r>
      <w:r w:rsidR="00E8465A">
        <w:t xml:space="preserve">. </w:t>
      </w:r>
      <w:r w:rsidRPr="007818BD">
        <w:t>Quelle apparition fatale et lugubre pourrait lui être dangereuse à la clarté de ce glorieux s</w:t>
      </w:r>
      <w:r w:rsidRPr="007818BD">
        <w:t>o</w:t>
      </w:r>
      <w:r w:rsidRPr="007818BD">
        <w:t>leil</w:t>
      </w:r>
      <w:r w:rsidR="00E8465A">
        <w:t xml:space="preserve"> ? </w:t>
      </w:r>
      <w:r w:rsidRPr="007818BD">
        <w:t xml:space="preserve">Il y avait dans la nature de </w:t>
      </w:r>
      <w:proofErr w:type="spellStart"/>
      <w:r w:rsidRPr="007818BD">
        <w:t>Glyndon</w:t>
      </w:r>
      <w:proofErr w:type="spellEnd"/>
      <w:r w:rsidRPr="007818BD">
        <w:t xml:space="preserve"> une contradiction bizarre et en somme très-malheureuse</w:t>
      </w:r>
      <w:r w:rsidR="00E8465A">
        <w:t xml:space="preserve"> : </w:t>
      </w:r>
      <w:r w:rsidRPr="007818BD">
        <w:t>sa raison le portait à douter</w:t>
      </w:r>
      <w:r w:rsidR="00E8465A">
        <w:t xml:space="preserve">, </w:t>
      </w:r>
      <w:r w:rsidRPr="007818BD">
        <w:t>et le doute le rendait moralement irrésolu et flottant</w:t>
      </w:r>
      <w:r w:rsidR="00E8465A">
        <w:t xml:space="preserve"> ; </w:t>
      </w:r>
      <w:r w:rsidRPr="007818BD">
        <w:t xml:space="preserve">et cependant </w:t>
      </w:r>
      <w:r w:rsidRPr="007818BD">
        <w:rPr>
          <w:i/>
          <w:iCs/>
        </w:rPr>
        <w:t>physiquement</w:t>
      </w:r>
      <w:r w:rsidRPr="007818BD">
        <w:t xml:space="preserve"> il était brave jusqu</w:t>
      </w:r>
      <w:r w:rsidR="00E8465A">
        <w:t>’</w:t>
      </w:r>
      <w:r w:rsidRPr="007818BD">
        <w:t>à la témérité</w:t>
      </w:r>
      <w:r w:rsidR="00E8465A">
        <w:t xml:space="preserve">. </w:t>
      </w:r>
      <w:r w:rsidRPr="007818BD">
        <w:t>Ce n</w:t>
      </w:r>
      <w:r w:rsidR="00E8465A">
        <w:t>’</w:t>
      </w:r>
      <w:r w:rsidRPr="007818BD">
        <w:t>est pas là une rare anom</w:t>
      </w:r>
      <w:r w:rsidRPr="007818BD">
        <w:t>a</w:t>
      </w:r>
      <w:r w:rsidRPr="007818BD">
        <w:t>lie</w:t>
      </w:r>
      <w:r w:rsidR="00E8465A">
        <w:t xml:space="preserve"> : </w:t>
      </w:r>
      <w:r w:rsidRPr="007818BD">
        <w:t>le scepticisme et la présomption sont jumeaux</w:t>
      </w:r>
      <w:r w:rsidR="00E8465A">
        <w:t xml:space="preserve">. </w:t>
      </w:r>
      <w:r w:rsidRPr="007818BD">
        <w:t>Quand un homme de ce caractère a une fois pris un parti</w:t>
      </w:r>
      <w:r w:rsidR="00E8465A">
        <w:t xml:space="preserve">, </w:t>
      </w:r>
      <w:r w:rsidRPr="007818BD">
        <w:t>nulle crainte personnelle ne peut le retenir</w:t>
      </w:r>
      <w:r w:rsidR="00E8465A">
        <w:t xml:space="preserve"> ; </w:t>
      </w:r>
      <w:r w:rsidRPr="007818BD">
        <w:t>et quant à la crainte morale</w:t>
      </w:r>
      <w:r w:rsidR="00E8465A">
        <w:t xml:space="preserve">, </w:t>
      </w:r>
      <w:r w:rsidRPr="007818BD">
        <w:t>le plus pauvre sophisme suffit à une volonté arrêtée</w:t>
      </w:r>
      <w:r w:rsidR="00E8465A">
        <w:t xml:space="preserve">. </w:t>
      </w:r>
      <w:r w:rsidRPr="007818BD">
        <w:t>Sans se re</w:t>
      </w:r>
      <w:r w:rsidRPr="007818BD">
        <w:t>n</w:t>
      </w:r>
      <w:r w:rsidRPr="007818BD">
        <w:t>dre compte du procédé psychologique sous l</w:t>
      </w:r>
      <w:r w:rsidR="00E8465A">
        <w:t>’</w:t>
      </w:r>
      <w:r w:rsidRPr="007818BD">
        <w:t>influence duquel ses muscles se roidirent et son corps se déplaça</w:t>
      </w:r>
      <w:r w:rsidR="00E8465A">
        <w:t xml:space="preserve">, </w:t>
      </w:r>
      <w:r w:rsidRPr="007818BD">
        <w:t>il traversa le corridor</w:t>
      </w:r>
      <w:r w:rsidR="00E8465A">
        <w:t xml:space="preserve">, </w:t>
      </w:r>
      <w:r w:rsidRPr="007818BD">
        <w:t>gagna l</w:t>
      </w:r>
      <w:r w:rsidR="00E8465A">
        <w:t>’</w:t>
      </w:r>
      <w:r w:rsidRPr="007818BD">
        <w:t>appartement de</w:t>
      </w:r>
      <w:r>
        <w:t xml:space="preserve"> </w:t>
      </w:r>
      <w:proofErr w:type="spellStart"/>
      <w:r w:rsidRPr="007818BD">
        <w:t>Mejnour</w:t>
      </w:r>
      <w:proofErr w:type="spellEnd"/>
      <w:r w:rsidR="00E8465A">
        <w:t xml:space="preserve">, </w:t>
      </w:r>
      <w:r w:rsidRPr="007818BD">
        <w:t>ouvrit la porte inte</w:t>
      </w:r>
      <w:r w:rsidRPr="007818BD">
        <w:t>r</w:t>
      </w:r>
      <w:r w:rsidRPr="007818BD">
        <w:t>dite</w:t>
      </w:r>
      <w:r w:rsidR="00E8465A">
        <w:t xml:space="preserve">… </w:t>
      </w:r>
      <w:r w:rsidRPr="007818BD">
        <w:t>Tout était à sa place</w:t>
      </w:r>
      <w:r w:rsidR="00E8465A">
        <w:t xml:space="preserve"> : </w:t>
      </w:r>
      <w:r w:rsidRPr="007818BD">
        <w:t>seulement</w:t>
      </w:r>
      <w:r w:rsidR="00E8465A">
        <w:t xml:space="preserve">, </w:t>
      </w:r>
      <w:r w:rsidRPr="007818BD">
        <w:t>sur une table</w:t>
      </w:r>
      <w:r w:rsidR="00E8465A">
        <w:t xml:space="preserve">, </w:t>
      </w:r>
      <w:r w:rsidRPr="007818BD">
        <w:t>au milieu de la chambre</w:t>
      </w:r>
      <w:r w:rsidR="00E8465A">
        <w:t xml:space="preserve">, </w:t>
      </w:r>
      <w:r w:rsidRPr="007818BD">
        <w:t>était un livre ouvert</w:t>
      </w:r>
      <w:r w:rsidR="00E8465A">
        <w:t xml:space="preserve">. </w:t>
      </w:r>
      <w:r w:rsidRPr="007818BD">
        <w:t>Il s</w:t>
      </w:r>
      <w:r w:rsidR="00E8465A">
        <w:t>’</w:t>
      </w:r>
      <w:r w:rsidRPr="007818BD">
        <w:t>approcha</w:t>
      </w:r>
      <w:r w:rsidR="00E8465A">
        <w:t xml:space="preserve">, </w:t>
      </w:r>
      <w:r w:rsidRPr="007818BD">
        <w:t>et regarda les caractères du livre</w:t>
      </w:r>
      <w:r w:rsidR="00E8465A">
        <w:t xml:space="preserve"> : </w:t>
      </w:r>
      <w:r w:rsidRPr="007818BD">
        <w:t>ils étaient en chiffres</w:t>
      </w:r>
      <w:r w:rsidR="00E8465A">
        <w:t xml:space="preserve">, </w:t>
      </w:r>
      <w:r w:rsidRPr="007818BD">
        <w:t>mais ses études lui en fournissaient la clef</w:t>
      </w:r>
      <w:r w:rsidR="00E8465A">
        <w:t xml:space="preserve">. </w:t>
      </w:r>
      <w:r w:rsidRPr="007818BD">
        <w:t>Sans grande peine</w:t>
      </w:r>
      <w:r w:rsidR="00E8465A">
        <w:t xml:space="preserve">, </w:t>
      </w:r>
      <w:r w:rsidRPr="007818BD">
        <w:t>il crut comprendre le sens des premières phrases</w:t>
      </w:r>
      <w:r w:rsidR="00E8465A">
        <w:t xml:space="preserve">, </w:t>
      </w:r>
      <w:r w:rsidRPr="007818BD">
        <w:t>et les e</w:t>
      </w:r>
      <w:r w:rsidRPr="007818BD">
        <w:t>x</w:t>
      </w:r>
      <w:r w:rsidRPr="007818BD">
        <w:t>pliqua ainsi</w:t>
      </w:r>
      <w:r w:rsidR="00E8465A">
        <w:t> :</w:t>
      </w:r>
    </w:p>
    <w:p w14:paraId="3549AF71" w14:textId="4033EFE7" w:rsidR="00E0544E" w:rsidRPr="007818BD" w:rsidRDefault="00E8465A" w:rsidP="00E0544E">
      <w:r>
        <w:t>« </w:t>
      </w:r>
      <w:r w:rsidR="00E0544E" w:rsidRPr="007818BD">
        <w:t>Boire à longs traits la vie intérieure</w:t>
      </w:r>
      <w:r>
        <w:t xml:space="preserve">, </w:t>
      </w:r>
      <w:r w:rsidR="00E0544E" w:rsidRPr="007818BD">
        <w:t>c</w:t>
      </w:r>
      <w:r>
        <w:t>’</w:t>
      </w:r>
      <w:r w:rsidR="00E0544E" w:rsidRPr="007818BD">
        <w:t>est voir la vie sup</w:t>
      </w:r>
      <w:r w:rsidR="00E0544E" w:rsidRPr="007818BD">
        <w:t>é</w:t>
      </w:r>
      <w:r w:rsidR="00E0544E" w:rsidRPr="007818BD">
        <w:t>rieure</w:t>
      </w:r>
      <w:r>
        <w:t xml:space="preserve"> : </w:t>
      </w:r>
      <w:r w:rsidR="00E0544E" w:rsidRPr="007818BD">
        <w:t>vivre en dépit du Temps</w:t>
      </w:r>
      <w:r>
        <w:t xml:space="preserve">, </w:t>
      </w:r>
      <w:r w:rsidR="00E0544E" w:rsidRPr="007818BD">
        <w:t>c</w:t>
      </w:r>
      <w:r>
        <w:t>’</w:t>
      </w:r>
      <w:r w:rsidR="00E0544E" w:rsidRPr="007818BD">
        <w:t>est vivre de la vie universe</w:t>
      </w:r>
      <w:r w:rsidR="00E0544E" w:rsidRPr="007818BD">
        <w:t>l</w:t>
      </w:r>
      <w:r w:rsidR="00E0544E" w:rsidRPr="007818BD">
        <w:t>le</w:t>
      </w:r>
      <w:r>
        <w:t xml:space="preserve">. </w:t>
      </w:r>
      <w:r w:rsidR="00E0544E" w:rsidRPr="007818BD">
        <w:t>Celui qui découvre l</w:t>
      </w:r>
      <w:r>
        <w:t>’</w:t>
      </w:r>
      <w:r w:rsidR="00E0544E" w:rsidRPr="007818BD">
        <w:t>élixir découvre ce qui est dans l</w:t>
      </w:r>
      <w:r>
        <w:t>’</w:t>
      </w:r>
      <w:r w:rsidR="00E0544E" w:rsidRPr="007818BD">
        <w:t>espace</w:t>
      </w:r>
      <w:r>
        <w:t xml:space="preserve">, </w:t>
      </w:r>
      <w:r w:rsidR="00E0544E" w:rsidRPr="007818BD">
        <w:t>car l</w:t>
      </w:r>
      <w:r>
        <w:t>’</w:t>
      </w:r>
      <w:r w:rsidR="00E0544E" w:rsidRPr="007818BD">
        <w:t>esprit qui vivifie le corps fortifie les sens</w:t>
      </w:r>
      <w:r>
        <w:t xml:space="preserve">. </w:t>
      </w:r>
      <w:r w:rsidR="00E0544E" w:rsidRPr="007818BD">
        <w:t>Il y a de l</w:t>
      </w:r>
      <w:r>
        <w:t>’</w:t>
      </w:r>
      <w:r w:rsidR="00E0544E" w:rsidRPr="007818BD">
        <w:t>attraction dans le principe élémentaire de la lumière</w:t>
      </w:r>
      <w:r>
        <w:t xml:space="preserve">. </w:t>
      </w:r>
      <w:r w:rsidR="00E0544E" w:rsidRPr="007818BD">
        <w:t xml:space="preserve">Dans les lampes du Rose-Croix le feu est le principe pur et </w:t>
      </w:r>
      <w:r w:rsidR="00E0544E" w:rsidRPr="007818BD">
        <w:lastRenderedPageBreak/>
        <w:t>élémentaire</w:t>
      </w:r>
      <w:r>
        <w:t xml:space="preserve">. </w:t>
      </w:r>
      <w:r w:rsidR="00E0544E" w:rsidRPr="007818BD">
        <w:t>Allume les lampes pendant que tu ouvres le vase qui contient l</w:t>
      </w:r>
      <w:r>
        <w:t>’</w:t>
      </w:r>
      <w:r w:rsidR="00E0544E" w:rsidRPr="007818BD">
        <w:t>élixir</w:t>
      </w:r>
      <w:r>
        <w:t xml:space="preserve">, </w:t>
      </w:r>
      <w:r w:rsidR="00E0544E" w:rsidRPr="007818BD">
        <w:t>et la lumière attire à toi ces êtres dont cette lumière est la vie</w:t>
      </w:r>
      <w:r>
        <w:t xml:space="preserve">. </w:t>
      </w:r>
      <w:r w:rsidR="00E0544E" w:rsidRPr="007818BD">
        <w:t>Méfie-toi de la Peur</w:t>
      </w:r>
      <w:r>
        <w:t xml:space="preserve">. </w:t>
      </w:r>
      <w:r w:rsidR="00E0544E" w:rsidRPr="007818BD">
        <w:t>La Peur est l</w:t>
      </w:r>
      <w:r>
        <w:t>’</w:t>
      </w:r>
      <w:r w:rsidR="00E0544E" w:rsidRPr="007818BD">
        <w:t>ennemi mortel de la science</w:t>
      </w:r>
      <w:r>
        <w:t>. »</w:t>
      </w:r>
    </w:p>
    <w:p w14:paraId="7CDCB934" w14:textId="77777777" w:rsidR="00E8465A" w:rsidRDefault="00E0544E" w:rsidP="00E0544E">
      <w:r w:rsidRPr="007818BD">
        <w:t>Cette dernière phrase ne suffisait-elle pas</w:t>
      </w:r>
      <w:r w:rsidR="00E8465A">
        <w:t xml:space="preserve"> ? </w:t>
      </w:r>
      <w:r w:rsidRPr="007818BD">
        <w:t>Méfie-toi de la peur</w:t>
      </w:r>
      <w:r w:rsidR="00E8465A">
        <w:t xml:space="preserve"> !… </w:t>
      </w:r>
      <w:r w:rsidRPr="007818BD">
        <w:t xml:space="preserve">Il semblait que </w:t>
      </w:r>
      <w:proofErr w:type="spellStart"/>
      <w:r w:rsidRPr="007818BD">
        <w:t>Mejnour</w:t>
      </w:r>
      <w:proofErr w:type="spellEnd"/>
      <w:r w:rsidRPr="007818BD">
        <w:t xml:space="preserve"> eût laissé à dessein la page o</w:t>
      </w:r>
      <w:r w:rsidRPr="007818BD">
        <w:t>u</w:t>
      </w:r>
      <w:r w:rsidRPr="007818BD">
        <w:t>verte</w:t>
      </w:r>
      <w:r w:rsidR="00E8465A">
        <w:t xml:space="preserve">, </w:t>
      </w:r>
      <w:r w:rsidRPr="007818BD">
        <w:t>comme si l</w:t>
      </w:r>
      <w:r w:rsidR="00E8465A">
        <w:t>’</w:t>
      </w:r>
      <w:r w:rsidRPr="007818BD">
        <w:t>épreuve fût précisément le contraire de ce qu</w:t>
      </w:r>
      <w:r w:rsidR="00E8465A">
        <w:t>’</w:t>
      </w:r>
      <w:r w:rsidRPr="007818BD">
        <w:t>il avait annoncé</w:t>
      </w:r>
      <w:r w:rsidR="00E8465A">
        <w:t xml:space="preserve">, </w:t>
      </w:r>
      <w:r w:rsidRPr="007818BD">
        <w:t>comme si le mystique</w:t>
      </w:r>
      <w:r w:rsidR="00E8465A">
        <w:t xml:space="preserve">, </w:t>
      </w:r>
      <w:r w:rsidRPr="007818BD">
        <w:t>en feignant d</w:t>
      </w:r>
      <w:r w:rsidR="00E8465A">
        <w:t>’</w:t>
      </w:r>
      <w:r w:rsidRPr="007818BD">
        <w:t>éprouver sa patience</w:t>
      </w:r>
      <w:r w:rsidR="00E8465A">
        <w:t xml:space="preserve">, </w:t>
      </w:r>
      <w:r w:rsidRPr="007818BD">
        <w:t>eût voulu en réalité éprouver son courage</w:t>
      </w:r>
      <w:r w:rsidR="00E8465A">
        <w:t xml:space="preserve">. </w:t>
      </w:r>
      <w:r w:rsidRPr="007818BD">
        <w:t>Ce n</w:t>
      </w:r>
      <w:r w:rsidR="00E8465A">
        <w:t>’</w:t>
      </w:r>
      <w:r w:rsidRPr="007818BD">
        <w:t>était pas la hardiesse</w:t>
      </w:r>
      <w:r w:rsidR="00E8465A">
        <w:t xml:space="preserve">, </w:t>
      </w:r>
      <w:r w:rsidRPr="007818BD">
        <w:t>c</w:t>
      </w:r>
      <w:r w:rsidR="00E8465A">
        <w:t>’</w:t>
      </w:r>
      <w:r w:rsidRPr="007818BD">
        <w:t>était la peur qui était mortelle à la science</w:t>
      </w:r>
      <w:r w:rsidR="00E8465A">
        <w:t xml:space="preserve">. </w:t>
      </w:r>
      <w:r w:rsidRPr="007818BD">
        <w:t>Il s</w:t>
      </w:r>
      <w:r w:rsidR="00E8465A">
        <w:t>’</w:t>
      </w:r>
      <w:r w:rsidRPr="007818BD">
        <w:t>approcha des rayons où étaient placés les vases de cristal</w:t>
      </w:r>
      <w:r w:rsidR="00E8465A">
        <w:t xml:space="preserve"> ; </w:t>
      </w:r>
      <w:r w:rsidRPr="007818BD">
        <w:t>d</w:t>
      </w:r>
      <w:r w:rsidR="00E8465A">
        <w:t>’</w:t>
      </w:r>
      <w:r w:rsidRPr="007818BD">
        <w:t>une main ferme il en déboucha un</w:t>
      </w:r>
      <w:r w:rsidR="00E8465A">
        <w:t xml:space="preserve">, </w:t>
      </w:r>
      <w:r w:rsidRPr="007818BD">
        <w:t>et une odeur suave se r</w:t>
      </w:r>
      <w:r w:rsidRPr="007818BD">
        <w:t>é</w:t>
      </w:r>
      <w:r w:rsidRPr="007818BD">
        <w:t>pandit aussitôt dans toute la chambre</w:t>
      </w:r>
      <w:r w:rsidR="00E8465A">
        <w:t xml:space="preserve">. </w:t>
      </w:r>
      <w:r w:rsidRPr="007818BD">
        <w:t>L</w:t>
      </w:r>
      <w:r w:rsidR="00E8465A">
        <w:t>’</w:t>
      </w:r>
      <w:r w:rsidRPr="007818BD">
        <w:t>air étincela</w:t>
      </w:r>
      <w:r w:rsidR="00E8465A">
        <w:t xml:space="preserve">, </w:t>
      </w:r>
      <w:r w:rsidRPr="007818BD">
        <w:t>comme s</w:t>
      </w:r>
      <w:r w:rsidR="00E8465A">
        <w:t>’</w:t>
      </w:r>
      <w:r w:rsidRPr="007818BD">
        <w:t>il fût composé de poudre de diamant</w:t>
      </w:r>
      <w:r w:rsidR="00E8465A">
        <w:t xml:space="preserve">. </w:t>
      </w:r>
      <w:r w:rsidRPr="007818BD">
        <w:t>Un sentiment de bien-être délicieux</w:t>
      </w:r>
      <w:r w:rsidR="00E8465A">
        <w:t xml:space="preserve">, </w:t>
      </w:r>
      <w:r w:rsidRPr="007818BD">
        <w:t>d</w:t>
      </w:r>
      <w:r w:rsidR="00E8465A">
        <w:t>’</w:t>
      </w:r>
      <w:r w:rsidRPr="007818BD">
        <w:t>une existence toute spirituelle</w:t>
      </w:r>
      <w:r w:rsidR="00E8465A">
        <w:t xml:space="preserve">, </w:t>
      </w:r>
      <w:r w:rsidRPr="007818BD">
        <w:t>s</w:t>
      </w:r>
      <w:r w:rsidR="00E8465A">
        <w:t>’</w:t>
      </w:r>
      <w:r w:rsidRPr="007818BD">
        <w:t>empara de toute sa personne</w:t>
      </w:r>
      <w:r w:rsidR="00E8465A">
        <w:t xml:space="preserve"> ; </w:t>
      </w:r>
      <w:r w:rsidRPr="007818BD">
        <w:t>et une harmonie faible</w:t>
      </w:r>
      <w:r w:rsidR="00E8465A">
        <w:t xml:space="preserve">, </w:t>
      </w:r>
      <w:r w:rsidRPr="007818BD">
        <w:t>voilée</w:t>
      </w:r>
      <w:r w:rsidR="00E8465A">
        <w:t xml:space="preserve">, </w:t>
      </w:r>
      <w:r w:rsidRPr="007818BD">
        <w:t>mais exquise</w:t>
      </w:r>
      <w:r w:rsidR="00E8465A">
        <w:t xml:space="preserve">, </w:t>
      </w:r>
      <w:r w:rsidRPr="007818BD">
        <w:t>passa dans les airs</w:t>
      </w:r>
      <w:r w:rsidR="00E8465A">
        <w:t xml:space="preserve">. </w:t>
      </w:r>
      <w:r w:rsidRPr="007818BD">
        <w:t>Au même instant</w:t>
      </w:r>
      <w:r w:rsidR="00E8465A">
        <w:t xml:space="preserve">, </w:t>
      </w:r>
      <w:r w:rsidRPr="007818BD">
        <w:t>il entendit une voix dans le co</w:t>
      </w:r>
      <w:r w:rsidRPr="007818BD">
        <w:t>r</w:t>
      </w:r>
      <w:r w:rsidRPr="007818BD">
        <w:t>ridor</w:t>
      </w:r>
      <w:r w:rsidR="00E8465A">
        <w:t xml:space="preserve"> ; </w:t>
      </w:r>
      <w:r w:rsidRPr="007818BD">
        <w:t>on l</w:t>
      </w:r>
      <w:r w:rsidR="00E8465A">
        <w:t>’</w:t>
      </w:r>
      <w:r w:rsidRPr="007818BD">
        <w:t>appelait par son nom</w:t>
      </w:r>
      <w:r w:rsidR="00E8465A">
        <w:t xml:space="preserve">, </w:t>
      </w:r>
      <w:r w:rsidRPr="007818BD">
        <w:t>et le moment d</w:t>
      </w:r>
      <w:r w:rsidR="00E8465A">
        <w:t>’</w:t>
      </w:r>
      <w:r w:rsidRPr="007818BD">
        <w:t>après on fra</w:t>
      </w:r>
      <w:r w:rsidRPr="007818BD">
        <w:t>p</w:t>
      </w:r>
      <w:r w:rsidRPr="007818BD">
        <w:t>pa à la porte</w:t>
      </w:r>
      <w:r w:rsidR="00E8465A">
        <w:t> : « </w:t>
      </w:r>
      <w:r w:rsidRPr="007818BD">
        <w:t>Êtes-vous là</w:t>
      </w:r>
      <w:r w:rsidR="00E8465A">
        <w:t xml:space="preserve">, </w:t>
      </w:r>
      <w:proofErr w:type="spellStart"/>
      <w:r w:rsidRPr="007818BD">
        <w:t>signor</w:t>
      </w:r>
      <w:proofErr w:type="spellEnd"/>
      <w:r w:rsidR="00E8465A">
        <w:t> ? »</w:t>
      </w:r>
      <w:r w:rsidRPr="007818BD">
        <w:t xml:space="preserve"> dit la voix claire de maestro Paolo</w:t>
      </w:r>
      <w:r w:rsidR="00E8465A">
        <w:t>.</w:t>
      </w:r>
    </w:p>
    <w:p w14:paraId="0D8E1FDD" w14:textId="77777777" w:rsidR="00E8465A" w:rsidRDefault="00E0544E" w:rsidP="00E0544E">
      <w:proofErr w:type="spellStart"/>
      <w:r w:rsidRPr="007818BD">
        <w:t>Glyndon</w:t>
      </w:r>
      <w:proofErr w:type="spellEnd"/>
      <w:r w:rsidRPr="007818BD">
        <w:t xml:space="preserve"> referma et replaça à la hâte le vase</w:t>
      </w:r>
      <w:r w:rsidR="00E8465A">
        <w:t xml:space="preserve">, </w:t>
      </w:r>
      <w:r w:rsidRPr="007818BD">
        <w:t>dit à Paolo de l</w:t>
      </w:r>
      <w:r w:rsidR="00E8465A">
        <w:t>’</w:t>
      </w:r>
      <w:r w:rsidRPr="007818BD">
        <w:t>aller attendre dans son appartement à l</w:t>
      </w:r>
      <w:r w:rsidR="00E8465A">
        <w:t>’</w:t>
      </w:r>
      <w:r w:rsidRPr="007818BD">
        <w:t>autre extrémité du co</w:t>
      </w:r>
      <w:r w:rsidRPr="007818BD">
        <w:t>r</w:t>
      </w:r>
      <w:r w:rsidRPr="007818BD">
        <w:t>ridor</w:t>
      </w:r>
      <w:r w:rsidR="00E8465A">
        <w:t xml:space="preserve">, </w:t>
      </w:r>
      <w:r w:rsidRPr="007818BD">
        <w:t>resta un peu pour s</w:t>
      </w:r>
      <w:r w:rsidR="00E8465A">
        <w:t>’</w:t>
      </w:r>
      <w:r w:rsidRPr="007818BD">
        <w:t>assurer de son départ</w:t>
      </w:r>
      <w:r w:rsidR="00E8465A">
        <w:t xml:space="preserve">, </w:t>
      </w:r>
      <w:r w:rsidRPr="007818BD">
        <w:t>et puis</w:t>
      </w:r>
      <w:r w:rsidR="00E8465A">
        <w:t xml:space="preserve">, </w:t>
      </w:r>
      <w:r w:rsidRPr="007818BD">
        <w:t>à r</w:t>
      </w:r>
      <w:r w:rsidRPr="007818BD">
        <w:t>e</w:t>
      </w:r>
      <w:r w:rsidRPr="007818BD">
        <w:t>gret</w:t>
      </w:r>
      <w:r w:rsidR="00E8465A">
        <w:t xml:space="preserve">, </w:t>
      </w:r>
      <w:r w:rsidRPr="007818BD">
        <w:t>quitta la chambre</w:t>
      </w:r>
      <w:r w:rsidR="00E8465A">
        <w:t xml:space="preserve">. </w:t>
      </w:r>
      <w:r w:rsidRPr="007818BD">
        <w:t>En refermant la porte</w:t>
      </w:r>
      <w:r w:rsidR="00E8465A">
        <w:t xml:space="preserve">, </w:t>
      </w:r>
      <w:r w:rsidRPr="007818BD">
        <w:t>il entendit encore l</w:t>
      </w:r>
      <w:r w:rsidR="00E8465A">
        <w:t>’</w:t>
      </w:r>
      <w:r w:rsidRPr="007818BD">
        <w:t>harmonie vague et mourante</w:t>
      </w:r>
      <w:r w:rsidR="00E8465A">
        <w:t xml:space="preserve"> ; </w:t>
      </w:r>
      <w:r w:rsidRPr="007818BD">
        <w:t>et d</w:t>
      </w:r>
      <w:r w:rsidR="00E8465A">
        <w:t>’</w:t>
      </w:r>
      <w:r w:rsidRPr="007818BD">
        <w:t>un pas léger</w:t>
      </w:r>
      <w:r w:rsidR="00E8465A">
        <w:t xml:space="preserve">, </w:t>
      </w:r>
      <w:r w:rsidRPr="007818BD">
        <w:t>d</w:t>
      </w:r>
      <w:r w:rsidR="00E8465A">
        <w:t>’</w:t>
      </w:r>
      <w:r w:rsidRPr="007818BD">
        <w:t>un cœur joyeux</w:t>
      </w:r>
      <w:r w:rsidR="00E8465A">
        <w:t xml:space="preserve">, </w:t>
      </w:r>
      <w:r w:rsidRPr="007818BD">
        <w:t>il alla rejoindre Paolo</w:t>
      </w:r>
      <w:r w:rsidR="00E8465A">
        <w:t xml:space="preserve">, </w:t>
      </w:r>
      <w:r w:rsidRPr="007818BD">
        <w:t>bien décidé à renouveler ses e</w:t>
      </w:r>
      <w:r w:rsidRPr="007818BD">
        <w:t>x</w:t>
      </w:r>
      <w:r w:rsidRPr="007818BD">
        <w:t>plorations à une heure où il les pourrait achever sans craindre d</w:t>
      </w:r>
      <w:r w:rsidR="00E8465A">
        <w:t>’</w:t>
      </w:r>
      <w:r w:rsidRPr="007818BD">
        <w:t>interruption</w:t>
      </w:r>
      <w:r w:rsidR="00E8465A">
        <w:t>.</w:t>
      </w:r>
    </w:p>
    <w:p w14:paraId="7C621695" w14:textId="77777777" w:rsidR="00E8465A" w:rsidRDefault="00E0544E" w:rsidP="00E0544E">
      <w:r w:rsidRPr="007818BD">
        <w:t>Comme il passait le seuil de sa porte</w:t>
      </w:r>
      <w:r w:rsidR="00E8465A">
        <w:t xml:space="preserve">, </w:t>
      </w:r>
      <w:r w:rsidRPr="007818BD">
        <w:t>Paolo recula étonné et s</w:t>
      </w:r>
      <w:r w:rsidR="00E8465A">
        <w:t>’</w:t>
      </w:r>
      <w:r w:rsidRPr="007818BD">
        <w:t>écria</w:t>
      </w:r>
      <w:r w:rsidR="00E8465A">
        <w:t> :</w:t>
      </w:r>
    </w:p>
    <w:p w14:paraId="2819CB76" w14:textId="206922A0" w:rsidR="00E0544E" w:rsidRPr="007818BD" w:rsidRDefault="00E8465A" w:rsidP="00E0544E">
      <w:r>
        <w:lastRenderedPageBreak/>
        <w:t>« </w:t>
      </w:r>
      <w:r w:rsidR="00E0544E" w:rsidRPr="007818BD">
        <w:t>Eh mais</w:t>
      </w:r>
      <w:r>
        <w:t xml:space="preserve"> ! </w:t>
      </w:r>
      <w:r w:rsidR="00E0544E" w:rsidRPr="007818BD">
        <w:t>Excellence</w:t>
      </w:r>
      <w:r>
        <w:t xml:space="preserve"> ! </w:t>
      </w:r>
      <w:r w:rsidR="00E0544E" w:rsidRPr="007818BD">
        <w:t>Je vous reconnais à peine</w:t>
      </w:r>
      <w:r>
        <w:t xml:space="preserve">. </w:t>
      </w:r>
      <w:r w:rsidR="00E0544E" w:rsidRPr="007818BD">
        <w:t>Le pla</w:t>
      </w:r>
      <w:r w:rsidR="00E0544E" w:rsidRPr="007818BD">
        <w:t>i</w:t>
      </w:r>
      <w:r w:rsidR="00E0544E" w:rsidRPr="007818BD">
        <w:t>sir</w:t>
      </w:r>
      <w:r>
        <w:t xml:space="preserve">, </w:t>
      </w:r>
      <w:r w:rsidR="00E0544E" w:rsidRPr="007818BD">
        <w:t>je le vois</w:t>
      </w:r>
      <w:r>
        <w:t xml:space="preserve">, </w:t>
      </w:r>
      <w:r w:rsidR="00E0544E" w:rsidRPr="007818BD">
        <w:t>embellit la jeunesse</w:t>
      </w:r>
      <w:r>
        <w:t xml:space="preserve">. </w:t>
      </w:r>
      <w:r w:rsidR="00E0544E" w:rsidRPr="007818BD">
        <w:t>Hier vous aviez l</w:t>
      </w:r>
      <w:r>
        <w:t>’</w:t>
      </w:r>
      <w:r w:rsidR="00E0544E" w:rsidRPr="007818BD">
        <w:t>air pâle et défait</w:t>
      </w:r>
      <w:r>
        <w:t xml:space="preserve"> ; </w:t>
      </w:r>
      <w:r w:rsidR="00E0544E" w:rsidRPr="007818BD">
        <w:t xml:space="preserve">mais les beaux yeux de </w:t>
      </w:r>
      <w:proofErr w:type="spellStart"/>
      <w:r w:rsidR="00E0544E" w:rsidRPr="007818BD">
        <w:t>Fillide</w:t>
      </w:r>
      <w:proofErr w:type="spellEnd"/>
      <w:r w:rsidR="00E0544E" w:rsidRPr="007818BD">
        <w:t xml:space="preserve"> ont pr</w:t>
      </w:r>
      <w:r w:rsidR="00E0544E" w:rsidRPr="007818BD">
        <w:t>o</w:t>
      </w:r>
      <w:r w:rsidR="00E0544E" w:rsidRPr="007818BD">
        <w:t>duit sur vous plus d</w:t>
      </w:r>
      <w:r>
        <w:t>’</w:t>
      </w:r>
      <w:r w:rsidR="00E0544E" w:rsidRPr="007818BD">
        <w:t>effet que la pierre philosophale</w:t>
      </w:r>
      <w:r>
        <w:t xml:space="preserve"> (</w:t>
      </w:r>
      <w:r w:rsidR="00E0544E" w:rsidRPr="007818BD">
        <w:t>me pardonnent les saints de l</w:t>
      </w:r>
      <w:r>
        <w:t>’</w:t>
      </w:r>
      <w:r w:rsidR="00E0544E" w:rsidRPr="007818BD">
        <w:t>avoir nommée</w:t>
      </w:r>
      <w:r>
        <w:t xml:space="preserve"> !) </w:t>
      </w:r>
      <w:r w:rsidR="00E0544E" w:rsidRPr="007818BD">
        <w:t>n</w:t>
      </w:r>
      <w:r>
        <w:t>’</w:t>
      </w:r>
      <w:r w:rsidR="00E0544E" w:rsidRPr="007818BD">
        <w:t>en a jamais produit entre les mains des so</w:t>
      </w:r>
      <w:r w:rsidR="00E0544E" w:rsidRPr="007818BD">
        <w:t>r</w:t>
      </w:r>
      <w:r w:rsidR="00E0544E" w:rsidRPr="007818BD">
        <w:t>ciers</w:t>
      </w:r>
      <w:r>
        <w:t> ! »</w:t>
      </w:r>
    </w:p>
    <w:p w14:paraId="3351F112" w14:textId="77777777" w:rsidR="00E8465A" w:rsidRDefault="00E0544E" w:rsidP="00E0544E">
      <w:proofErr w:type="spellStart"/>
      <w:r w:rsidRPr="007818BD">
        <w:t>Glyndon</w:t>
      </w:r>
      <w:proofErr w:type="spellEnd"/>
      <w:r w:rsidRPr="007818BD">
        <w:t xml:space="preserve"> jeta un coup d</w:t>
      </w:r>
      <w:r w:rsidR="00E8465A">
        <w:t>’</w:t>
      </w:r>
      <w:r w:rsidRPr="007818BD">
        <w:t>œil dans le vieux miroir de Venise</w:t>
      </w:r>
      <w:r w:rsidR="00E8465A">
        <w:t xml:space="preserve">, </w:t>
      </w:r>
      <w:r w:rsidRPr="007818BD">
        <w:t>et ne fut guère moins étonné que Paolo du changement produit dans son apparence</w:t>
      </w:r>
      <w:r w:rsidR="00E8465A">
        <w:t xml:space="preserve">. </w:t>
      </w:r>
      <w:r w:rsidRPr="007818BD">
        <w:t>Son corps</w:t>
      </w:r>
      <w:r w:rsidR="00E8465A">
        <w:t xml:space="preserve">, </w:t>
      </w:r>
      <w:r w:rsidRPr="007818BD">
        <w:t>ordinairement voûté par le tr</w:t>
      </w:r>
      <w:r w:rsidRPr="007818BD">
        <w:t>a</w:t>
      </w:r>
      <w:r w:rsidRPr="007818BD">
        <w:t>vail et la pensée</w:t>
      </w:r>
      <w:r w:rsidR="00E8465A">
        <w:t xml:space="preserve">, </w:t>
      </w:r>
      <w:r w:rsidRPr="007818BD">
        <w:t>lui paraissait grandi de la moitié de la tête</w:t>
      </w:r>
      <w:r w:rsidR="00E8465A">
        <w:t xml:space="preserve">, </w:t>
      </w:r>
      <w:r w:rsidRPr="007818BD">
        <w:t>tant s</w:t>
      </w:r>
      <w:r w:rsidR="00E8465A">
        <w:t>’</w:t>
      </w:r>
      <w:r w:rsidRPr="007818BD">
        <w:t>élevait droite et élancée sa stature élégante</w:t>
      </w:r>
      <w:r w:rsidR="00E8465A">
        <w:t xml:space="preserve"> ; </w:t>
      </w:r>
      <w:r w:rsidRPr="007818BD">
        <w:t>ses yeux bri</w:t>
      </w:r>
      <w:r w:rsidRPr="007818BD">
        <w:t>l</w:t>
      </w:r>
      <w:r w:rsidRPr="007818BD">
        <w:t>laient</w:t>
      </w:r>
      <w:r w:rsidR="00E8465A">
        <w:t xml:space="preserve">, </w:t>
      </w:r>
      <w:r w:rsidRPr="007818BD">
        <w:t>son teint portait l</w:t>
      </w:r>
      <w:r w:rsidR="00E8465A">
        <w:t>’</w:t>
      </w:r>
      <w:r w:rsidRPr="007818BD">
        <w:t>éclat de la santé et du bien-être gén</w:t>
      </w:r>
      <w:r w:rsidRPr="007818BD">
        <w:t>é</w:t>
      </w:r>
      <w:r w:rsidRPr="007818BD">
        <w:t>ral</w:t>
      </w:r>
      <w:r w:rsidR="00E8465A">
        <w:t xml:space="preserve">. </w:t>
      </w:r>
      <w:r w:rsidRPr="007818BD">
        <w:t>Si telle était la puissance d</w:t>
      </w:r>
      <w:r w:rsidR="00E8465A">
        <w:t>’</w:t>
      </w:r>
      <w:r w:rsidRPr="007818BD">
        <w:t xml:space="preserve">une simple </w:t>
      </w:r>
      <w:r w:rsidRPr="007818BD">
        <w:rPr>
          <w:i/>
          <w:iCs/>
        </w:rPr>
        <w:t>inh</w:t>
      </w:r>
      <w:r w:rsidRPr="007818BD">
        <w:rPr>
          <w:i/>
          <w:iCs/>
        </w:rPr>
        <w:t>a</w:t>
      </w:r>
      <w:r w:rsidRPr="007818BD">
        <w:rPr>
          <w:i/>
          <w:iCs/>
        </w:rPr>
        <w:t>lation</w:t>
      </w:r>
      <w:r w:rsidRPr="007818BD">
        <w:t xml:space="preserve"> de l</w:t>
      </w:r>
      <w:r w:rsidR="00E8465A">
        <w:t>’</w:t>
      </w:r>
      <w:r w:rsidRPr="007818BD">
        <w:t>élixir</w:t>
      </w:r>
      <w:r w:rsidR="00E8465A">
        <w:t xml:space="preserve">, </w:t>
      </w:r>
      <w:r w:rsidRPr="007818BD">
        <w:t>les alchimistes avaient-ils tort de lui attribuer comme breuvage le don de la vie et de la jeunesse</w:t>
      </w:r>
      <w:r w:rsidR="00E8465A">
        <w:t> ?</w:t>
      </w:r>
    </w:p>
    <w:p w14:paraId="57E08F01" w14:textId="77777777" w:rsidR="00E8465A" w:rsidRDefault="00E8465A" w:rsidP="00E0544E">
      <w:r>
        <w:t>« </w:t>
      </w:r>
      <w:r w:rsidR="00E0544E" w:rsidRPr="007818BD">
        <w:t>Pardonnez-moi</w:t>
      </w:r>
      <w:r>
        <w:t xml:space="preserve">, </w:t>
      </w:r>
      <w:r w:rsidR="00E0544E" w:rsidRPr="007818BD">
        <w:t>Excellence</w:t>
      </w:r>
      <w:r>
        <w:t xml:space="preserve">, </w:t>
      </w:r>
      <w:r w:rsidR="00E0544E" w:rsidRPr="007818BD">
        <w:t>de vous avoir dérangé</w:t>
      </w:r>
      <w:r>
        <w:t xml:space="preserve">, </w:t>
      </w:r>
      <w:r w:rsidR="00E0544E" w:rsidRPr="007818BD">
        <w:t>dit Paolo</w:t>
      </w:r>
      <w:r>
        <w:t xml:space="preserve">, </w:t>
      </w:r>
      <w:r w:rsidR="00E0544E" w:rsidRPr="007818BD">
        <w:t>tirant une lettre de sa poche</w:t>
      </w:r>
      <w:r>
        <w:t xml:space="preserve"> ; </w:t>
      </w:r>
      <w:r w:rsidR="00E0544E" w:rsidRPr="007818BD">
        <w:t>mais votre patron vient d</w:t>
      </w:r>
      <w:r>
        <w:t>’</w:t>
      </w:r>
      <w:r w:rsidR="00E0544E" w:rsidRPr="007818BD">
        <w:t>écrire qu</w:t>
      </w:r>
      <w:r>
        <w:t>’</w:t>
      </w:r>
      <w:r w:rsidR="00E0544E" w:rsidRPr="007818BD">
        <w:t>il sera ici demain</w:t>
      </w:r>
      <w:r>
        <w:t xml:space="preserve">, </w:t>
      </w:r>
      <w:r w:rsidR="00E0544E" w:rsidRPr="007818BD">
        <w:t>et m</w:t>
      </w:r>
      <w:r>
        <w:t>’</w:t>
      </w:r>
      <w:r w:rsidR="00E0544E" w:rsidRPr="007818BD">
        <w:t>a chargé de ne pas tarder un moment à vous remettre le billet ci-joint</w:t>
      </w:r>
      <w:r>
        <w:t>.</w:t>
      </w:r>
    </w:p>
    <w:p w14:paraId="580CB3EA" w14:textId="77777777" w:rsidR="00E8465A" w:rsidRDefault="00E8465A" w:rsidP="00E0544E">
      <w:r>
        <w:t>— </w:t>
      </w:r>
      <w:r w:rsidR="00E0544E" w:rsidRPr="007818BD">
        <w:t>Qui a apporté cette lettre</w:t>
      </w:r>
      <w:r>
        <w:t> ?</w:t>
      </w:r>
    </w:p>
    <w:p w14:paraId="27628427" w14:textId="77777777" w:rsidR="00E8465A" w:rsidRDefault="00E8465A" w:rsidP="00E0544E">
      <w:r>
        <w:t>— </w:t>
      </w:r>
      <w:r w:rsidR="00E0544E" w:rsidRPr="007818BD">
        <w:t>Un cavalier qui n</w:t>
      </w:r>
      <w:r>
        <w:t>’</w:t>
      </w:r>
      <w:r w:rsidR="00E0544E" w:rsidRPr="007818BD">
        <w:t>a pas attendu la réponse</w:t>
      </w:r>
      <w:r>
        <w:t>. »</w:t>
      </w:r>
      <w:r w:rsidR="00E0544E" w:rsidRPr="007818BD">
        <w:t xml:space="preserve"> </w:t>
      </w:r>
      <w:proofErr w:type="spellStart"/>
      <w:r w:rsidR="00E0544E" w:rsidRPr="007818BD">
        <w:t>Glyndon</w:t>
      </w:r>
      <w:proofErr w:type="spellEnd"/>
      <w:r w:rsidR="00E0544E" w:rsidRPr="007818BD">
        <w:t xml:space="preserve"> ouvrit la lettre</w:t>
      </w:r>
      <w:r>
        <w:t xml:space="preserve">, </w:t>
      </w:r>
      <w:r w:rsidR="00E0544E" w:rsidRPr="007818BD">
        <w:t>et lut</w:t>
      </w:r>
      <w:r>
        <w:t> :</w:t>
      </w:r>
    </w:p>
    <w:p w14:paraId="26229C5E" w14:textId="7A5EF178" w:rsidR="00E0544E" w:rsidRPr="007818BD" w:rsidRDefault="00E8465A" w:rsidP="00E0544E">
      <w:r>
        <w:t>« </w:t>
      </w:r>
      <w:r w:rsidR="00E0544E" w:rsidRPr="007818BD">
        <w:t>Je reviens une semaine plus tôt que je n</w:t>
      </w:r>
      <w:r>
        <w:t>’</w:t>
      </w:r>
      <w:r w:rsidR="00E0544E" w:rsidRPr="007818BD">
        <w:t>en avais l</w:t>
      </w:r>
      <w:r>
        <w:t>’</w:t>
      </w:r>
      <w:r w:rsidR="00E0544E" w:rsidRPr="007818BD">
        <w:t>intention</w:t>
      </w:r>
      <w:r>
        <w:t xml:space="preserve"> : </w:t>
      </w:r>
      <w:r w:rsidR="00E0544E" w:rsidRPr="007818BD">
        <w:t>vous m</w:t>
      </w:r>
      <w:r>
        <w:t>’</w:t>
      </w:r>
      <w:r w:rsidR="00E0544E" w:rsidRPr="007818BD">
        <w:t>attendrez demain</w:t>
      </w:r>
      <w:r>
        <w:t xml:space="preserve">. </w:t>
      </w:r>
      <w:r w:rsidR="00E0544E" w:rsidRPr="007818BD">
        <w:t>Vous commencerez alors l</w:t>
      </w:r>
      <w:r>
        <w:t>’</w:t>
      </w:r>
      <w:r w:rsidR="00E0544E" w:rsidRPr="007818BD">
        <w:t>épreuve que vous désirez</w:t>
      </w:r>
      <w:r>
        <w:t xml:space="preserve"> ; </w:t>
      </w:r>
      <w:r w:rsidR="00E0544E" w:rsidRPr="007818BD">
        <w:t>mais rappelez-vous qu</w:t>
      </w:r>
      <w:r>
        <w:t>’</w:t>
      </w:r>
      <w:r w:rsidR="00E0544E" w:rsidRPr="007818BD">
        <w:t>en l</w:t>
      </w:r>
      <w:r>
        <w:t>’</w:t>
      </w:r>
      <w:r w:rsidR="00E0544E" w:rsidRPr="007818BD">
        <w:t>abordant il faut réduire autant que possible l</w:t>
      </w:r>
      <w:r>
        <w:t>’</w:t>
      </w:r>
      <w:r w:rsidR="00E0544E" w:rsidRPr="007818BD">
        <w:t>être à l</w:t>
      </w:r>
      <w:r>
        <w:t>’</w:t>
      </w:r>
      <w:r w:rsidR="00E0544E" w:rsidRPr="007818BD">
        <w:t>intelligence</w:t>
      </w:r>
      <w:r>
        <w:t xml:space="preserve">. </w:t>
      </w:r>
      <w:r w:rsidR="00E0544E" w:rsidRPr="007818BD">
        <w:t>Les sens d</w:t>
      </w:r>
      <w:r w:rsidR="00E0544E" w:rsidRPr="007818BD">
        <w:t>e</w:t>
      </w:r>
      <w:r w:rsidR="00E0544E" w:rsidRPr="007818BD">
        <w:t>vront être mortifiés et domptés</w:t>
      </w:r>
      <w:r>
        <w:t xml:space="preserve"> ; </w:t>
      </w:r>
      <w:r w:rsidR="00E0544E" w:rsidRPr="007818BD">
        <w:t>pas une passion ne doit faire entendre son murmure</w:t>
      </w:r>
      <w:r>
        <w:t xml:space="preserve">. </w:t>
      </w:r>
      <w:r w:rsidR="00E0544E" w:rsidRPr="007818BD">
        <w:t>Il se peut que tu sois maître de la Cab</w:t>
      </w:r>
      <w:r w:rsidR="00E0544E" w:rsidRPr="007818BD">
        <w:t>a</w:t>
      </w:r>
      <w:r w:rsidR="00E0544E" w:rsidRPr="007818BD">
        <w:t>le et de la chimie</w:t>
      </w:r>
      <w:r>
        <w:t xml:space="preserve"> ; </w:t>
      </w:r>
      <w:r w:rsidR="00E0544E" w:rsidRPr="007818BD">
        <w:t>mais il faut aussi être maître de la chair et du sang</w:t>
      </w:r>
      <w:r>
        <w:t xml:space="preserve">, </w:t>
      </w:r>
      <w:r w:rsidR="00E0544E" w:rsidRPr="007818BD">
        <w:t>de l</w:t>
      </w:r>
      <w:r>
        <w:t>’</w:t>
      </w:r>
      <w:r w:rsidR="00E0544E" w:rsidRPr="007818BD">
        <w:t>amour et de la vanité</w:t>
      </w:r>
      <w:r>
        <w:t xml:space="preserve">, </w:t>
      </w:r>
      <w:r w:rsidR="00E0544E" w:rsidRPr="007818BD">
        <w:t xml:space="preserve">de </w:t>
      </w:r>
      <w:r w:rsidR="00E0544E" w:rsidRPr="007818BD">
        <w:lastRenderedPageBreak/>
        <w:t>l</w:t>
      </w:r>
      <w:r>
        <w:t>’</w:t>
      </w:r>
      <w:r w:rsidR="00E0544E" w:rsidRPr="007818BD">
        <w:t>ambition et de la haine</w:t>
      </w:r>
      <w:r>
        <w:t xml:space="preserve">. </w:t>
      </w:r>
      <w:r w:rsidR="00E0544E" w:rsidRPr="007818BD">
        <w:t>C</w:t>
      </w:r>
      <w:r>
        <w:t>’</w:t>
      </w:r>
      <w:r w:rsidR="00E0544E" w:rsidRPr="007818BD">
        <w:t>est ainsi que j</w:t>
      </w:r>
      <w:r>
        <w:t>’</w:t>
      </w:r>
      <w:r w:rsidR="00E0544E" w:rsidRPr="007818BD">
        <w:t>espère te trouver</w:t>
      </w:r>
      <w:r>
        <w:t xml:space="preserve">. </w:t>
      </w:r>
      <w:r w:rsidR="00E0544E" w:rsidRPr="007818BD">
        <w:t>Jeûne et méditation jusqu</w:t>
      </w:r>
      <w:r>
        <w:t>’</w:t>
      </w:r>
      <w:r w:rsidR="00E0544E" w:rsidRPr="007818BD">
        <w:t>à mon arrivée</w:t>
      </w:r>
      <w:r>
        <w:t>. »</w:t>
      </w:r>
    </w:p>
    <w:p w14:paraId="5859CBB2" w14:textId="77777777" w:rsidR="00E8465A" w:rsidRDefault="00E0544E" w:rsidP="00E0544E">
      <w:proofErr w:type="spellStart"/>
      <w:r w:rsidRPr="007818BD">
        <w:t>Glyndon</w:t>
      </w:r>
      <w:proofErr w:type="spellEnd"/>
      <w:r w:rsidRPr="007818BD">
        <w:t xml:space="preserve"> froissa la lettre avec un sourire de dédain</w:t>
      </w:r>
      <w:r w:rsidR="00E8465A">
        <w:t xml:space="preserve">. </w:t>
      </w:r>
      <w:r w:rsidRPr="007818BD">
        <w:t>Quoi</w:t>
      </w:r>
      <w:r w:rsidR="00E8465A">
        <w:t xml:space="preserve"> ! </w:t>
      </w:r>
      <w:r w:rsidRPr="007818BD">
        <w:t>toujours l</w:t>
      </w:r>
      <w:r w:rsidR="00E8465A">
        <w:t>’</w:t>
      </w:r>
      <w:r w:rsidRPr="007818BD">
        <w:t>étude rout</w:t>
      </w:r>
      <w:r w:rsidRPr="007818BD">
        <w:t>i</w:t>
      </w:r>
      <w:r w:rsidRPr="007818BD">
        <w:t>nière</w:t>
      </w:r>
      <w:r w:rsidR="00E8465A">
        <w:t xml:space="preserve"> ! </w:t>
      </w:r>
      <w:r w:rsidRPr="007818BD">
        <w:t>toujours les austérités</w:t>
      </w:r>
      <w:r w:rsidR="00E8465A">
        <w:t xml:space="preserve"> ! </w:t>
      </w:r>
      <w:r w:rsidRPr="007818BD">
        <w:t>La jeunesse sans plaisirs et sans amour</w:t>
      </w:r>
      <w:r w:rsidR="00E8465A">
        <w:t xml:space="preserve"> ! </w:t>
      </w:r>
      <w:proofErr w:type="spellStart"/>
      <w:r w:rsidRPr="007818BD">
        <w:t>Mejnour</w:t>
      </w:r>
      <w:proofErr w:type="spellEnd"/>
      <w:r w:rsidR="00E8465A">
        <w:t xml:space="preserve"> ! </w:t>
      </w:r>
      <w:r w:rsidRPr="007818BD">
        <w:t>tu es déjoué</w:t>
      </w:r>
      <w:r w:rsidR="00E8465A">
        <w:t xml:space="preserve"> ! </w:t>
      </w:r>
      <w:r w:rsidRPr="007818BD">
        <w:t>ton élève saura bien sans toi atteindre à tes secrets</w:t>
      </w:r>
      <w:r w:rsidR="00E8465A">
        <w:t>.</w:t>
      </w:r>
    </w:p>
    <w:p w14:paraId="74A83891" w14:textId="77777777" w:rsidR="00E8465A" w:rsidRDefault="00E8465A" w:rsidP="00E0544E">
      <w:r>
        <w:t>« </w:t>
      </w:r>
      <w:r w:rsidR="00E0544E" w:rsidRPr="007818BD">
        <w:t xml:space="preserve">Et </w:t>
      </w:r>
      <w:proofErr w:type="spellStart"/>
      <w:r w:rsidR="00E0544E" w:rsidRPr="007818BD">
        <w:t>Fillide</w:t>
      </w:r>
      <w:proofErr w:type="spellEnd"/>
      <w:r>
        <w:t xml:space="preserve"> ! </w:t>
      </w:r>
      <w:r w:rsidR="00E0544E" w:rsidRPr="007818BD">
        <w:t>Je passai devant sa chaumière en venant</w:t>
      </w:r>
      <w:r>
        <w:t xml:space="preserve"> : </w:t>
      </w:r>
      <w:r w:rsidR="00E0544E" w:rsidRPr="007818BD">
        <w:t>elle a rougi et soupiré quand je l</w:t>
      </w:r>
      <w:r>
        <w:t>’</w:t>
      </w:r>
      <w:r w:rsidR="00E0544E" w:rsidRPr="007818BD">
        <w:t>ai plaisanté sur vous</w:t>
      </w:r>
      <w:r>
        <w:t xml:space="preserve">, </w:t>
      </w:r>
      <w:r w:rsidR="00E0544E" w:rsidRPr="007818BD">
        <w:t>Excellence</w:t>
      </w:r>
      <w:r>
        <w:t>.</w:t>
      </w:r>
    </w:p>
    <w:p w14:paraId="2EF3DD93" w14:textId="77777777" w:rsidR="00E8465A" w:rsidRDefault="00E8465A" w:rsidP="00E0544E">
      <w:r>
        <w:t>— </w:t>
      </w:r>
      <w:r w:rsidR="00E0544E" w:rsidRPr="007818BD">
        <w:t>J</w:t>
      </w:r>
      <w:r>
        <w:t>’</w:t>
      </w:r>
      <w:r w:rsidR="00E0544E" w:rsidRPr="007818BD">
        <w:t>ai à te remercier</w:t>
      </w:r>
      <w:r>
        <w:t xml:space="preserve">, </w:t>
      </w:r>
      <w:r w:rsidR="00E0544E" w:rsidRPr="007818BD">
        <w:t>Paolo</w:t>
      </w:r>
      <w:r>
        <w:t xml:space="preserve">, </w:t>
      </w:r>
      <w:r w:rsidR="00E0544E" w:rsidRPr="007818BD">
        <w:t>de m</w:t>
      </w:r>
      <w:r>
        <w:t>’</w:t>
      </w:r>
      <w:r w:rsidR="00E0544E" w:rsidRPr="007818BD">
        <w:t>avoir fait faire une connaissance aussi charmante</w:t>
      </w:r>
      <w:r>
        <w:t xml:space="preserve">. </w:t>
      </w:r>
      <w:r w:rsidR="00E0544E" w:rsidRPr="007818BD">
        <w:t>Ta vie doit être pleine d</w:t>
      </w:r>
      <w:r>
        <w:t>’</w:t>
      </w:r>
      <w:r w:rsidR="00E0544E" w:rsidRPr="007818BD">
        <w:t>attraits</w:t>
      </w:r>
      <w:r>
        <w:t> ?</w:t>
      </w:r>
    </w:p>
    <w:p w14:paraId="6C343BF0" w14:textId="77777777" w:rsidR="00E8465A" w:rsidRDefault="00E8465A" w:rsidP="00E0544E">
      <w:r>
        <w:t>— </w:t>
      </w:r>
      <w:r w:rsidR="00E0544E" w:rsidRPr="007818BD">
        <w:t>Ah</w:t>
      </w:r>
      <w:r>
        <w:t xml:space="preserve"> ! </w:t>
      </w:r>
      <w:r w:rsidR="00E0544E" w:rsidRPr="007818BD">
        <w:t>Excellence tant qu</w:t>
      </w:r>
      <w:r>
        <w:t>’</w:t>
      </w:r>
      <w:r w:rsidR="00E0544E" w:rsidRPr="007818BD">
        <w:t>on est jeune rien ne vaut notre existence aventureuse</w:t>
      </w:r>
      <w:r>
        <w:t xml:space="preserve"> ; </w:t>
      </w:r>
      <w:r w:rsidR="00E0544E" w:rsidRPr="007818BD">
        <w:t>vive le vin</w:t>
      </w:r>
      <w:r>
        <w:t xml:space="preserve">, </w:t>
      </w:r>
      <w:r w:rsidR="00E0544E" w:rsidRPr="007818BD">
        <w:t>l</w:t>
      </w:r>
      <w:r>
        <w:t>’</w:t>
      </w:r>
      <w:r w:rsidR="00E0544E" w:rsidRPr="007818BD">
        <w:t>amour et la joie</w:t>
      </w:r>
      <w:r>
        <w:t> !</w:t>
      </w:r>
    </w:p>
    <w:p w14:paraId="04276A4A" w14:textId="5C881902" w:rsidR="00E0544E" w:rsidRPr="007818BD" w:rsidRDefault="00E8465A" w:rsidP="00E0544E">
      <w:r>
        <w:t>— </w:t>
      </w:r>
      <w:r w:rsidR="00E0544E" w:rsidRPr="007818BD">
        <w:t>C</w:t>
      </w:r>
      <w:r>
        <w:t>’</w:t>
      </w:r>
      <w:r w:rsidR="00E0544E" w:rsidRPr="007818BD">
        <w:t>est vrai</w:t>
      </w:r>
      <w:r>
        <w:t xml:space="preserve">. </w:t>
      </w:r>
      <w:r w:rsidR="00E0544E" w:rsidRPr="007818BD">
        <w:t>Adieu maestro Paolo</w:t>
      </w:r>
      <w:r>
        <w:t xml:space="preserve"> ; </w:t>
      </w:r>
      <w:r w:rsidR="00E0544E" w:rsidRPr="007818BD">
        <w:t>nous nous entretie</w:t>
      </w:r>
      <w:r w:rsidR="00E0544E" w:rsidRPr="007818BD">
        <w:t>n</w:t>
      </w:r>
      <w:r w:rsidR="00E0544E" w:rsidRPr="007818BD">
        <w:t>drons</w:t>
      </w:r>
      <w:r>
        <w:t xml:space="preserve">, </w:t>
      </w:r>
      <w:r w:rsidR="00E0544E" w:rsidRPr="007818BD">
        <w:t>plus au long dans quelques jours</w:t>
      </w:r>
      <w:r>
        <w:t>. »</w:t>
      </w:r>
    </w:p>
    <w:p w14:paraId="77253C3F" w14:textId="3526854B" w:rsidR="00E0544E" w:rsidRPr="007818BD" w:rsidRDefault="00E0544E" w:rsidP="00E0544E">
      <w:r w:rsidRPr="007818BD">
        <w:t>Pendant toute la matinée</w:t>
      </w:r>
      <w:r w:rsidR="00E8465A">
        <w:t xml:space="preserve">, </w:t>
      </w:r>
      <w:proofErr w:type="spellStart"/>
      <w:r w:rsidRPr="007818BD">
        <w:t>Glyndon</w:t>
      </w:r>
      <w:proofErr w:type="spellEnd"/>
      <w:r w:rsidRPr="007818BD">
        <w:t xml:space="preserve"> fut comme accablé du nouveau sentiment de bonheur qui l</w:t>
      </w:r>
      <w:r w:rsidR="00E8465A">
        <w:t>’</w:t>
      </w:r>
      <w:r w:rsidRPr="007818BD">
        <w:t>avait pénétré</w:t>
      </w:r>
      <w:r w:rsidR="00E8465A">
        <w:t xml:space="preserve">. </w:t>
      </w:r>
      <w:r w:rsidRPr="007818BD">
        <w:t>Il se perdit dans les bois et éprouva une jouissance p</w:t>
      </w:r>
      <w:r w:rsidRPr="007818BD">
        <w:t>a</w:t>
      </w:r>
      <w:r w:rsidRPr="007818BD">
        <w:t>reille à celle de sa vie d</w:t>
      </w:r>
      <w:r w:rsidR="00E8465A">
        <w:t>’</w:t>
      </w:r>
      <w:r w:rsidRPr="007818BD">
        <w:t>artiste d</w:t>
      </w:r>
      <w:r w:rsidR="00E8465A">
        <w:t>’</w:t>
      </w:r>
      <w:r w:rsidRPr="007818BD">
        <w:t>autrefois</w:t>
      </w:r>
      <w:r w:rsidR="00E8465A">
        <w:t xml:space="preserve">, </w:t>
      </w:r>
      <w:r w:rsidRPr="007818BD">
        <w:t>mais plus vive et plus subtile</w:t>
      </w:r>
      <w:r w:rsidR="00E8465A">
        <w:t xml:space="preserve">, </w:t>
      </w:r>
      <w:r w:rsidRPr="007818BD">
        <w:t>à contempler les teintes variées du feuillage d</w:t>
      </w:r>
      <w:r w:rsidR="00E8465A">
        <w:t>’</w:t>
      </w:r>
      <w:r w:rsidRPr="007818BD">
        <w:t>automne</w:t>
      </w:r>
      <w:r w:rsidR="00E8465A">
        <w:t xml:space="preserve">. </w:t>
      </w:r>
      <w:r w:rsidRPr="007818BD">
        <w:t>Certainement</w:t>
      </w:r>
      <w:r w:rsidR="00E8465A">
        <w:t xml:space="preserve">, </w:t>
      </w:r>
      <w:r w:rsidRPr="007818BD">
        <w:t>il lui semblait toucher de plus près la nature</w:t>
      </w:r>
      <w:r w:rsidR="00E8465A">
        <w:t xml:space="preserve"> ; </w:t>
      </w:r>
      <w:r w:rsidRPr="007818BD">
        <w:t xml:space="preserve">il comprenait mieux tout ce que </w:t>
      </w:r>
      <w:proofErr w:type="spellStart"/>
      <w:r w:rsidRPr="007818BD">
        <w:t>Mejnour</w:t>
      </w:r>
      <w:proofErr w:type="spellEnd"/>
      <w:r w:rsidRPr="007818BD">
        <w:t xml:space="preserve"> lui avait si souvent redit du mystère des sympathies et des attractions</w:t>
      </w:r>
      <w:r w:rsidR="00E8465A">
        <w:t xml:space="preserve">. </w:t>
      </w:r>
      <w:r w:rsidRPr="007818BD">
        <w:t>Il était sur le point d</w:t>
      </w:r>
      <w:r w:rsidR="00E8465A">
        <w:t>’</w:t>
      </w:r>
      <w:r w:rsidRPr="007818BD">
        <w:t>entrer sous la même loi que ces enfants muets des forêts</w:t>
      </w:r>
      <w:r w:rsidR="00E8465A">
        <w:t xml:space="preserve"> ! </w:t>
      </w:r>
      <w:r w:rsidRPr="007818BD">
        <w:t xml:space="preserve">Il allait connaître la </w:t>
      </w:r>
      <w:r w:rsidRPr="007818BD">
        <w:rPr>
          <w:i/>
          <w:iCs/>
        </w:rPr>
        <w:t>rénovation de la vie</w:t>
      </w:r>
      <w:r w:rsidR="00E8465A">
        <w:t xml:space="preserve"> ; </w:t>
      </w:r>
      <w:r w:rsidRPr="007818BD">
        <w:t>les saisons</w:t>
      </w:r>
      <w:r w:rsidR="00E8465A">
        <w:t xml:space="preserve">, </w:t>
      </w:r>
      <w:r w:rsidRPr="007818BD">
        <w:t>qui amenaient l</w:t>
      </w:r>
      <w:r w:rsidR="00E8465A">
        <w:t>’</w:t>
      </w:r>
      <w:r w:rsidRPr="007818BD">
        <w:t>hiver gl</w:t>
      </w:r>
      <w:r w:rsidRPr="007818BD">
        <w:t>a</w:t>
      </w:r>
      <w:r w:rsidRPr="007818BD">
        <w:t>cial</w:t>
      </w:r>
      <w:r w:rsidR="00E8465A">
        <w:t xml:space="preserve">, </w:t>
      </w:r>
      <w:r w:rsidRPr="007818BD">
        <w:t>ramenaient la fraîcheur et l</w:t>
      </w:r>
      <w:r w:rsidR="00E8465A">
        <w:t>’</w:t>
      </w:r>
      <w:r w:rsidRPr="007818BD">
        <w:t>éclat du pri</w:t>
      </w:r>
      <w:r w:rsidRPr="007818BD">
        <w:t>n</w:t>
      </w:r>
      <w:r w:rsidRPr="007818BD">
        <w:t>temps</w:t>
      </w:r>
      <w:r w:rsidR="00E8465A">
        <w:t xml:space="preserve">. </w:t>
      </w:r>
      <w:r w:rsidRPr="007818BD">
        <w:t>L</w:t>
      </w:r>
      <w:r w:rsidR="00E8465A">
        <w:t>’</w:t>
      </w:r>
      <w:r w:rsidRPr="007818BD">
        <w:t>existence ordinaire de l</w:t>
      </w:r>
      <w:r w:rsidR="00E8465A">
        <w:t>’</w:t>
      </w:r>
      <w:r w:rsidRPr="007818BD">
        <w:t>homme est</w:t>
      </w:r>
      <w:r w:rsidR="00E8465A">
        <w:t xml:space="preserve">, </w:t>
      </w:r>
      <w:r w:rsidRPr="007818BD">
        <w:t>en durée</w:t>
      </w:r>
      <w:r w:rsidR="00E8465A">
        <w:t xml:space="preserve">, </w:t>
      </w:r>
      <w:r w:rsidRPr="007818BD">
        <w:t>comme une année pour le monde végétal</w:t>
      </w:r>
      <w:r w:rsidR="00E8465A">
        <w:t xml:space="preserve"> : </w:t>
      </w:r>
      <w:r w:rsidRPr="007818BD">
        <w:t>il a son printemps</w:t>
      </w:r>
      <w:r w:rsidR="00E8465A">
        <w:t xml:space="preserve">, </w:t>
      </w:r>
      <w:r w:rsidRPr="007818BD">
        <w:t>son été</w:t>
      </w:r>
      <w:r w:rsidR="00E8465A">
        <w:t xml:space="preserve">, </w:t>
      </w:r>
      <w:r w:rsidRPr="007818BD">
        <w:t>son automne</w:t>
      </w:r>
      <w:r w:rsidR="00E8465A">
        <w:t xml:space="preserve">, </w:t>
      </w:r>
      <w:r w:rsidRPr="007818BD">
        <w:t>son hiver</w:t>
      </w:r>
      <w:r w:rsidR="00E8465A">
        <w:t xml:space="preserve">, </w:t>
      </w:r>
      <w:r w:rsidRPr="007818BD">
        <w:t xml:space="preserve">mais </w:t>
      </w:r>
      <w:r w:rsidRPr="007818BD">
        <w:rPr>
          <w:i/>
          <w:iCs/>
        </w:rPr>
        <w:t>une fois</w:t>
      </w:r>
      <w:r w:rsidRPr="007818BD">
        <w:t xml:space="preserve"> seulement</w:t>
      </w:r>
      <w:r w:rsidR="00E8465A">
        <w:t xml:space="preserve">. </w:t>
      </w:r>
      <w:r w:rsidRPr="007818BD">
        <w:t>Les chênes gigantesques qui l</w:t>
      </w:r>
      <w:r w:rsidR="00E8465A">
        <w:t>’</w:t>
      </w:r>
      <w:r w:rsidRPr="007818BD">
        <w:t xml:space="preserve">environnent parcourent un cycle de </w:t>
      </w:r>
      <w:r w:rsidRPr="007818BD">
        <w:lastRenderedPageBreak/>
        <w:t>verdure et de jeunesse</w:t>
      </w:r>
      <w:r w:rsidR="00E8465A">
        <w:t xml:space="preserve">, </w:t>
      </w:r>
      <w:r w:rsidRPr="007818BD">
        <w:t>et la verdure du centenaire est aussi fraîche sur les rayons de mai que celle du rejeton qui croît à ses pieds</w:t>
      </w:r>
      <w:r w:rsidR="00E8465A">
        <w:t>. « </w:t>
      </w:r>
      <w:r w:rsidRPr="007818BD">
        <w:t>J</w:t>
      </w:r>
      <w:r w:rsidR="00E8465A">
        <w:t>’</w:t>
      </w:r>
      <w:r w:rsidRPr="007818BD">
        <w:t>aurai votre pri</w:t>
      </w:r>
      <w:r w:rsidRPr="007818BD">
        <w:t>n</w:t>
      </w:r>
      <w:r w:rsidRPr="007818BD">
        <w:t>temps</w:t>
      </w:r>
      <w:r w:rsidR="00E8465A">
        <w:t xml:space="preserve">, </w:t>
      </w:r>
      <w:r w:rsidRPr="007818BD">
        <w:t>s</w:t>
      </w:r>
      <w:r w:rsidR="00E8465A">
        <w:t>’</w:t>
      </w:r>
      <w:r w:rsidRPr="007818BD">
        <w:t>écria l</w:t>
      </w:r>
      <w:r w:rsidR="00E8465A">
        <w:t>’</w:t>
      </w:r>
      <w:r w:rsidRPr="007818BD">
        <w:t>aspirant</w:t>
      </w:r>
      <w:r w:rsidR="00E8465A">
        <w:t xml:space="preserve">, </w:t>
      </w:r>
      <w:r w:rsidRPr="007818BD">
        <w:t>mais non pas votre hiver</w:t>
      </w:r>
      <w:r w:rsidR="00E8465A">
        <w:t>. »</w:t>
      </w:r>
    </w:p>
    <w:p w14:paraId="48607040" w14:textId="77777777" w:rsidR="00E8465A" w:rsidRDefault="00E0544E" w:rsidP="00E0544E">
      <w:r w:rsidRPr="007818BD">
        <w:t>Absorbé dans ces rêveries joyeuses et enthousiastes</w:t>
      </w:r>
      <w:r w:rsidR="00E8465A">
        <w:t xml:space="preserve">, </w:t>
      </w:r>
      <w:r w:rsidRPr="007818BD">
        <w:t>il qui</w:t>
      </w:r>
      <w:r w:rsidRPr="007818BD">
        <w:t>t</w:t>
      </w:r>
      <w:r w:rsidRPr="007818BD">
        <w:t>ta les bois</w:t>
      </w:r>
      <w:r w:rsidR="00E8465A">
        <w:t xml:space="preserve">, </w:t>
      </w:r>
      <w:r w:rsidRPr="007818BD">
        <w:t xml:space="preserve">traversa des plaines cultivées et des vignobles que son </w:t>
      </w:r>
      <w:proofErr w:type="spellStart"/>
      <w:r w:rsidRPr="007818BD">
        <w:t>pas</w:t>
      </w:r>
      <w:proofErr w:type="spellEnd"/>
      <w:r w:rsidRPr="007818BD">
        <w:t xml:space="preserve"> n</w:t>
      </w:r>
      <w:r w:rsidR="00E8465A">
        <w:t>’</w:t>
      </w:r>
      <w:r w:rsidRPr="007818BD">
        <w:t>avait jamais parcourus auparavant</w:t>
      </w:r>
      <w:r w:rsidR="00E8465A">
        <w:t xml:space="preserve">, </w:t>
      </w:r>
      <w:r w:rsidRPr="007818BD">
        <w:t>et aperçut</w:t>
      </w:r>
      <w:r w:rsidR="00E8465A">
        <w:t xml:space="preserve">, </w:t>
      </w:r>
      <w:r w:rsidRPr="007818BD">
        <w:t>au bord d</w:t>
      </w:r>
      <w:r w:rsidR="00E8465A">
        <w:t>’</w:t>
      </w:r>
      <w:r w:rsidRPr="007818BD">
        <w:t>un chemin herbeux qui lui rappelait sa verdoyante A</w:t>
      </w:r>
      <w:r w:rsidRPr="007818BD">
        <w:t>n</w:t>
      </w:r>
      <w:r w:rsidRPr="007818BD">
        <w:t>gleterre</w:t>
      </w:r>
      <w:r w:rsidR="00E8465A">
        <w:t xml:space="preserve">, </w:t>
      </w:r>
      <w:r w:rsidRPr="007818BD">
        <w:t>une maison modeste</w:t>
      </w:r>
      <w:r w:rsidR="00E8465A">
        <w:t xml:space="preserve">, </w:t>
      </w:r>
      <w:r w:rsidRPr="007818BD">
        <w:t>moitié chaumière</w:t>
      </w:r>
      <w:r w:rsidR="00E8465A">
        <w:t xml:space="preserve">, </w:t>
      </w:r>
      <w:r w:rsidRPr="007818BD">
        <w:t>moitié ferme</w:t>
      </w:r>
      <w:r w:rsidR="00E8465A">
        <w:t xml:space="preserve">. </w:t>
      </w:r>
      <w:r w:rsidRPr="007818BD">
        <w:t>La porte était ouverte</w:t>
      </w:r>
      <w:r w:rsidR="00E8465A">
        <w:t xml:space="preserve">, </w:t>
      </w:r>
      <w:r w:rsidRPr="007818BD">
        <w:t>il vit une jeune fille travaillant au fuseau</w:t>
      </w:r>
      <w:r w:rsidR="00E8465A">
        <w:t xml:space="preserve">. </w:t>
      </w:r>
      <w:r w:rsidRPr="007818BD">
        <w:t>Elle leva les yeux</w:t>
      </w:r>
      <w:r w:rsidR="00E8465A">
        <w:t xml:space="preserve">, </w:t>
      </w:r>
      <w:r w:rsidRPr="007818BD">
        <w:t>poussa un petit cri</w:t>
      </w:r>
      <w:r w:rsidR="00E8465A">
        <w:t xml:space="preserve">, </w:t>
      </w:r>
      <w:r w:rsidRPr="007818BD">
        <w:t>et s</w:t>
      </w:r>
      <w:r w:rsidR="00E8465A">
        <w:t>’</w:t>
      </w:r>
      <w:r w:rsidRPr="007818BD">
        <w:t>avança gaiement et l</w:t>
      </w:r>
      <w:r w:rsidRPr="007818BD">
        <w:t>é</w:t>
      </w:r>
      <w:r w:rsidRPr="007818BD">
        <w:t>gèrement vers lui</w:t>
      </w:r>
      <w:r w:rsidR="00E8465A">
        <w:t> :</w:t>
      </w:r>
    </w:p>
    <w:p w14:paraId="5CFAE5D0" w14:textId="77777777" w:rsidR="00E8465A" w:rsidRDefault="00E0544E" w:rsidP="00E0544E">
      <w:r w:rsidRPr="007818BD">
        <w:t xml:space="preserve">Il reconnut </w:t>
      </w:r>
      <w:proofErr w:type="spellStart"/>
      <w:r w:rsidRPr="007818BD">
        <w:t>Fillide</w:t>
      </w:r>
      <w:proofErr w:type="spellEnd"/>
      <w:r w:rsidRPr="007818BD">
        <w:t xml:space="preserve"> et ses yeux noirs</w:t>
      </w:r>
      <w:r w:rsidR="00E8465A">
        <w:t>.</w:t>
      </w:r>
    </w:p>
    <w:p w14:paraId="484F1DAC" w14:textId="36BF1E51" w:rsidR="00E0544E" w:rsidRPr="007818BD" w:rsidRDefault="00E8465A" w:rsidP="00E0544E">
      <w:r>
        <w:t>« </w:t>
      </w:r>
      <w:r w:rsidR="00E0544E" w:rsidRPr="007818BD">
        <w:t>Chut</w:t>
      </w:r>
      <w:r>
        <w:t xml:space="preserve"> ! </w:t>
      </w:r>
      <w:r w:rsidR="00E0544E" w:rsidRPr="007818BD">
        <w:t>dit-elle</w:t>
      </w:r>
      <w:r>
        <w:t xml:space="preserve">, </w:t>
      </w:r>
      <w:r w:rsidR="00E0544E" w:rsidRPr="007818BD">
        <w:t>posant mystérieusement le doigt sur ses lèvres</w:t>
      </w:r>
      <w:r>
        <w:t xml:space="preserve">, </w:t>
      </w:r>
      <w:r w:rsidR="00E0544E" w:rsidRPr="007818BD">
        <w:t>ne parlez pas haut</w:t>
      </w:r>
      <w:r>
        <w:t xml:space="preserve">, </w:t>
      </w:r>
      <w:r w:rsidR="00E0544E" w:rsidRPr="007818BD">
        <w:t>ma mère dort</w:t>
      </w:r>
      <w:r>
        <w:t xml:space="preserve"> ; </w:t>
      </w:r>
      <w:r w:rsidR="00E0544E" w:rsidRPr="007818BD">
        <w:t>je savais que vous viendriez me voir</w:t>
      </w:r>
      <w:r>
        <w:t xml:space="preserve"> : </w:t>
      </w:r>
      <w:r w:rsidR="00E0544E" w:rsidRPr="007818BD">
        <w:t>comme vous êtes bon</w:t>
      </w:r>
      <w:r>
        <w:t> ! »</w:t>
      </w:r>
    </w:p>
    <w:p w14:paraId="19B0418D" w14:textId="77777777" w:rsidR="00E8465A" w:rsidRDefault="00E0544E" w:rsidP="00E0544E">
      <w:proofErr w:type="spellStart"/>
      <w:r w:rsidRPr="007818BD">
        <w:t>Glyndon</w:t>
      </w:r>
      <w:proofErr w:type="spellEnd"/>
      <w:r w:rsidR="00E8465A">
        <w:t xml:space="preserve">, </w:t>
      </w:r>
      <w:r w:rsidRPr="007818BD">
        <w:t>quelque peu confus</w:t>
      </w:r>
      <w:r w:rsidR="00E8465A">
        <w:t xml:space="preserve">, </w:t>
      </w:r>
      <w:r w:rsidRPr="007818BD">
        <w:t>accepta comme légitime le tribut payé à sa bonté</w:t>
      </w:r>
      <w:r w:rsidR="00E8465A">
        <w:t>.</w:t>
      </w:r>
    </w:p>
    <w:p w14:paraId="4674CFC2" w14:textId="77777777" w:rsidR="00E8465A" w:rsidRDefault="00E8465A" w:rsidP="00E0544E">
      <w:r>
        <w:t>« </w:t>
      </w:r>
      <w:r w:rsidR="00E0544E" w:rsidRPr="007818BD">
        <w:t>Vous avez donc pensé à moi</w:t>
      </w:r>
      <w:r>
        <w:t xml:space="preserve">, </w:t>
      </w:r>
      <w:r w:rsidR="00E0544E" w:rsidRPr="007818BD">
        <w:t xml:space="preserve">belle </w:t>
      </w:r>
      <w:proofErr w:type="spellStart"/>
      <w:r w:rsidR="00E0544E" w:rsidRPr="007818BD">
        <w:t>Fillide</w:t>
      </w:r>
      <w:proofErr w:type="spellEnd"/>
      <w:r>
        <w:t> ?</w:t>
      </w:r>
    </w:p>
    <w:p w14:paraId="340FFF24" w14:textId="77777777" w:rsidR="00E8465A" w:rsidRDefault="00E8465A" w:rsidP="00E0544E">
      <w:r>
        <w:t>— </w:t>
      </w:r>
      <w:r w:rsidR="00E0544E" w:rsidRPr="007818BD">
        <w:t>Oui</w:t>
      </w:r>
      <w:r>
        <w:t xml:space="preserve">, </w:t>
      </w:r>
      <w:r w:rsidR="00E0544E" w:rsidRPr="007818BD">
        <w:t>répondit la jeune fille en rougissant</w:t>
      </w:r>
      <w:r>
        <w:t xml:space="preserve">, </w:t>
      </w:r>
      <w:r w:rsidR="00E0544E" w:rsidRPr="007818BD">
        <w:t>mais avec cette naïveté franche et hardie qui dans le midi de l</w:t>
      </w:r>
      <w:r>
        <w:t>’</w:t>
      </w:r>
      <w:r w:rsidR="00E0544E" w:rsidRPr="007818BD">
        <w:t>Italie caractérise les femmes</w:t>
      </w:r>
      <w:r>
        <w:t xml:space="preserve">, </w:t>
      </w:r>
      <w:r w:rsidR="00E0544E" w:rsidRPr="007818BD">
        <w:t>surtout de la classe inférie</w:t>
      </w:r>
      <w:r w:rsidR="00E0544E" w:rsidRPr="007818BD">
        <w:t>u</w:t>
      </w:r>
      <w:r w:rsidR="00E0544E" w:rsidRPr="007818BD">
        <w:t>re</w:t>
      </w:r>
      <w:r>
        <w:t xml:space="preserve">. </w:t>
      </w:r>
      <w:r w:rsidR="00E0544E" w:rsidRPr="007818BD">
        <w:t>Je n</w:t>
      </w:r>
      <w:r>
        <w:t>’</w:t>
      </w:r>
      <w:r w:rsidR="00E0544E" w:rsidRPr="007818BD">
        <w:t>ai guère pensé à autre chose</w:t>
      </w:r>
      <w:r>
        <w:t xml:space="preserve">. </w:t>
      </w:r>
      <w:r w:rsidR="00E0544E" w:rsidRPr="007818BD">
        <w:t>Paolo m</w:t>
      </w:r>
      <w:r>
        <w:t>’</w:t>
      </w:r>
      <w:r w:rsidR="00E0544E" w:rsidRPr="007818BD">
        <w:t>a dit qu</w:t>
      </w:r>
      <w:r>
        <w:t>’</w:t>
      </w:r>
      <w:r w:rsidR="00E0544E" w:rsidRPr="007818BD">
        <w:t>il savait que vous viendriez me voir</w:t>
      </w:r>
      <w:r>
        <w:t>.</w:t>
      </w:r>
    </w:p>
    <w:p w14:paraId="128F9752" w14:textId="77777777" w:rsidR="00E8465A" w:rsidRDefault="00E8465A" w:rsidP="00E0544E">
      <w:r>
        <w:t>— </w:t>
      </w:r>
      <w:r w:rsidR="00E0544E" w:rsidRPr="007818BD">
        <w:t>Paolo est votre parent</w:t>
      </w:r>
      <w:r>
        <w:t> ?</w:t>
      </w:r>
    </w:p>
    <w:p w14:paraId="6675DFEF" w14:textId="77777777" w:rsidR="00E8465A" w:rsidRDefault="00E8465A" w:rsidP="00E0544E">
      <w:r>
        <w:t>— </w:t>
      </w:r>
      <w:r w:rsidR="00E0544E" w:rsidRPr="007818BD">
        <w:t>Non</w:t>
      </w:r>
      <w:r>
        <w:t xml:space="preserve">, </w:t>
      </w:r>
      <w:r w:rsidR="00E0544E" w:rsidRPr="007818BD">
        <w:t>il est pour nous tous un bon et excellent ami</w:t>
      </w:r>
      <w:r>
        <w:t xml:space="preserve">. </w:t>
      </w:r>
      <w:r w:rsidR="00E0544E" w:rsidRPr="007818BD">
        <w:t>Mon frère est de sa bande</w:t>
      </w:r>
      <w:r>
        <w:t>.</w:t>
      </w:r>
    </w:p>
    <w:p w14:paraId="11BD1C36" w14:textId="77777777" w:rsidR="00E8465A" w:rsidRDefault="00E8465A" w:rsidP="00E0544E">
      <w:r>
        <w:t>— </w:t>
      </w:r>
      <w:r w:rsidR="00E0544E" w:rsidRPr="007818BD">
        <w:t>De sa bande</w:t>
      </w:r>
      <w:r>
        <w:t xml:space="preserve"> ! </w:t>
      </w:r>
      <w:r w:rsidR="00E0544E" w:rsidRPr="007818BD">
        <w:t>un voleur</w:t>
      </w:r>
      <w:r>
        <w:t> !</w:t>
      </w:r>
    </w:p>
    <w:p w14:paraId="7A3CDEFA" w14:textId="77777777" w:rsidR="00E8465A" w:rsidRDefault="00E8465A" w:rsidP="00E0544E">
      <w:r>
        <w:lastRenderedPageBreak/>
        <w:t>— </w:t>
      </w:r>
      <w:r w:rsidR="00E0544E" w:rsidRPr="007818BD">
        <w:t>Dans nos montagnes</w:t>
      </w:r>
      <w:r>
        <w:t xml:space="preserve">, </w:t>
      </w:r>
      <w:proofErr w:type="spellStart"/>
      <w:r w:rsidR="00E0544E" w:rsidRPr="007818BD">
        <w:t>signor</w:t>
      </w:r>
      <w:proofErr w:type="spellEnd"/>
      <w:r>
        <w:t xml:space="preserve">, </w:t>
      </w:r>
      <w:r w:rsidR="00E0544E" w:rsidRPr="007818BD">
        <w:t>nous n</w:t>
      </w:r>
      <w:r>
        <w:t>’</w:t>
      </w:r>
      <w:r w:rsidR="00E0544E" w:rsidRPr="007818BD">
        <w:t>appelons pas un montagnard un voleur</w:t>
      </w:r>
      <w:r>
        <w:t> !</w:t>
      </w:r>
    </w:p>
    <w:p w14:paraId="0638DB72" w14:textId="77777777" w:rsidR="00E8465A" w:rsidRDefault="00E8465A" w:rsidP="00E0544E">
      <w:r>
        <w:t>— </w:t>
      </w:r>
      <w:r w:rsidR="00E0544E" w:rsidRPr="007818BD">
        <w:t>Je vous demande pardon</w:t>
      </w:r>
      <w:r>
        <w:t xml:space="preserve">, </w:t>
      </w:r>
      <w:r w:rsidR="00E0544E" w:rsidRPr="007818BD">
        <w:t>mais ne tremblez-vous pas quelquefois pour la vie de votre frère</w:t>
      </w:r>
      <w:r>
        <w:t xml:space="preserve"> ? </w:t>
      </w:r>
      <w:r w:rsidR="00E0544E" w:rsidRPr="007818BD">
        <w:t>La justice</w:t>
      </w:r>
      <w:r>
        <w:t>…</w:t>
      </w:r>
    </w:p>
    <w:p w14:paraId="2079C938" w14:textId="77777777" w:rsidR="00E8465A" w:rsidRDefault="00E8465A" w:rsidP="00E0544E">
      <w:r>
        <w:t>— </w:t>
      </w:r>
      <w:r w:rsidR="00E0544E" w:rsidRPr="007818BD">
        <w:t>La justice ne se hasarde pas dans ces défilés</w:t>
      </w:r>
      <w:r>
        <w:t xml:space="preserve">. </w:t>
      </w:r>
      <w:r w:rsidR="00E0544E" w:rsidRPr="007818BD">
        <w:t>Trembler pour lui</w:t>
      </w:r>
      <w:r>
        <w:t xml:space="preserve"> ! </w:t>
      </w:r>
      <w:r w:rsidR="00E0544E" w:rsidRPr="007818BD">
        <w:t>Oh non</w:t>
      </w:r>
      <w:r>
        <w:t xml:space="preserve"> ! </w:t>
      </w:r>
      <w:r w:rsidR="00E0544E" w:rsidRPr="007818BD">
        <w:t>mon père et mon aïeul étaient de la même profession</w:t>
      </w:r>
      <w:r>
        <w:t xml:space="preserve">. </w:t>
      </w:r>
      <w:r w:rsidR="00E0544E" w:rsidRPr="007818BD">
        <w:t>Souvent je regrette de n</w:t>
      </w:r>
      <w:r>
        <w:t>’</w:t>
      </w:r>
      <w:r w:rsidR="00E0544E" w:rsidRPr="007818BD">
        <w:t>être pas homme</w:t>
      </w:r>
      <w:r>
        <w:t>.</w:t>
      </w:r>
    </w:p>
    <w:p w14:paraId="77512745" w14:textId="77777777" w:rsidR="00E8465A" w:rsidRDefault="00E8465A" w:rsidP="00E0544E">
      <w:r>
        <w:t>— </w:t>
      </w:r>
      <w:r w:rsidR="00E0544E" w:rsidRPr="007818BD">
        <w:t>Je jure par ta jolie bouche que je suis enchanté que ton regret soit stérile</w:t>
      </w:r>
      <w:r>
        <w:t> !</w:t>
      </w:r>
    </w:p>
    <w:p w14:paraId="1C34D4D9" w14:textId="77777777" w:rsidR="00E8465A" w:rsidRDefault="00E8465A" w:rsidP="00E0544E">
      <w:r>
        <w:t>— </w:t>
      </w:r>
      <w:r w:rsidR="00E0544E" w:rsidRPr="007818BD">
        <w:t>Fi</w:t>
      </w:r>
      <w:r>
        <w:t xml:space="preserve">, </w:t>
      </w:r>
      <w:proofErr w:type="spellStart"/>
      <w:r w:rsidR="00E0544E" w:rsidRPr="007818BD">
        <w:t>signor</w:t>
      </w:r>
      <w:proofErr w:type="spellEnd"/>
      <w:r>
        <w:t xml:space="preserve"> ! </w:t>
      </w:r>
      <w:r w:rsidR="00E0544E" w:rsidRPr="007818BD">
        <w:t>Vous m</w:t>
      </w:r>
      <w:r>
        <w:t>’</w:t>
      </w:r>
      <w:r w:rsidR="00E0544E" w:rsidRPr="007818BD">
        <w:t>aimez donc réellement</w:t>
      </w:r>
      <w:r>
        <w:t> ?</w:t>
      </w:r>
    </w:p>
    <w:p w14:paraId="061BCE9D" w14:textId="77777777" w:rsidR="00E8465A" w:rsidRDefault="00E8465A" w:rsidP="00E0544E">
      <w:r>
        <w:t>— </w:t>
      </w:r>
      <w:r w:rsidR="00E0544E" w:rsidRPr="007818BD">
        <w:t>De tout mon cœur</w:t>
      </w:r>
      <w:r>
        <w:t>.</w:t>
      </w:r>
    </w:p>
    <w:p w14:paraId="1EA7401A" w14:textId="31D65230" w:rsidR="00E0544E" w:rsidRPr="007818BD" w:rsidRDefault="00E8465A" w:rsidP="00E0544E">
      <w:r>
        <w:t>— </w:t>
      </w:r>
      <w:r w:rsidR="00E0544E" w:rsidRPr="007818BD">
        <w:t>Et moi</w:t>
      </w:r>
      <w:r>
        <w:t xml:space="preserve">, </w:t>
      </w:r>
      <w:r w:rsidR="00E0544E" w:rsidRPr="007818BD">
        <w:t>je t</w:t>
      </w:r>
      <w:r>
        <w:t>’</w:t>
      </w:r>
      <w:r w:rsidR="00E0544E" w:rsidRPr="007818BD">
        <w:t>aime</w:t>
      </w:r>
      <w:r>
        <w:t xml:space="preserve"> ! </w:t>
      </w:r>
      <w:r w:rsidR="00E0544E" w:rsidRPr="007818BD">
        <w:t>dit la jeune fille avec une candeur en toute apparence inn</w:t>
      </w:r>
      <w:r w:rsidR="00E0544E" w:rsidRPr="007818BD">
        <w:t>o</w:t>
      </w:r>
      <w:r w:rsidR="00E0544E" w:rsidRPr="007818BD">
        <w:t>cente</w:t>
      </w:r>
      <w:r>
        <w:t xml:space="preserve">, </w:t>
      </w:r>
      <w:r w:rsidR="00E0544E" w:rsidRPr="007818BD">
        <w:t>et elle lui permit de prendre sa main</w:t>
      </w:r>
      <w:r>
        <w:t xml:space="preserve">. </w:t>
      </w:r>
      <w:r w:rsidR="00E0544E" w:rsidRPr="007818BD">
        <w:t>Mais</w:t>
      </w:r>
      <w:r>
        <w:t xml:space="preserve">, </w:t>
      </w:r>
      <w:r w:rsidR="00E0544E" w:rsidRPr="007818BD">
        <w:t>ajouta-t-elle</w:t>
      </w:r>
      <w:r>
        <w:t xml:space="preserve">, </w:t>
      </w:r>
      <w:r w:rsidR="00E0544E" w:rsidRPr="007818BD">
        <w:t>tu nous quitteras bientôt</w:t>
      </w:r>
      <w:r>
        <w:t xml:space="preserve">, </w:t>
      </w:r>
      <w:r w:rsidR="00E0544E" w:rsidRPr="007818BD">
        <w:t>et moi</w:t>
      </w:r>
      <w:r>
        <w:t>… »</w:t>
      </w:r>
    </w:p>
    <w:p w14:paraId="5AA29C59" w14:textId="77777777" w:rsidR="00E8465A" w:rsidRDefault="00E0544E" w:rsidP="00E0544E">
      <w:r w:rsidRPr="007818BD">
        <w:t>Elle s</w:t>
      </w:r>
      <w:r w:rsidR="00E8465A">
        <w:t>’</w:t>
      </w:r>
      <w:r w:rsidRPr="007818BD">
        <w:t>arrêta</w:t>
      </w:r>
      <w:r w:rsidR="00E8465A">
        <w:t xml:space="preserve"> ; </w:t>
      </w:r>
      <w:r w:rsidRPr="007818BD">
        <w:t>des larmes tremblèrent dans ses yeux</w:t>
      </w:r>
      <w:r w:rsidR="00E8465A">
        <w:t>.</w:t>
      </w:r>
    </w:p>
    <w:p w14:paraId="76521ED2" w14:textId="77777777" w:rsidR="00E8465A" w:rsidRDefault="00E0544E" w:rsidP="00E0544E">
      <w:r w:rsidRPr="007818BD">
        <w:t>Il y avait</w:t>
      </w:r>
      <w:r w:rsidR="00E8465A">
        <w:t xml:space="preserve">, </w:t>
      </w:r>
      <w:r w:rsidRPr="007818BD">
        <w:t>il faut l</w:t>
      </w:r>
      <w:r w:rsidR="00E8465A">
        <w:t>’</w:t>
      </w:r>
      <w:r w:rsidRPr="007818BD">
        <w:t>avouer</w:t>
      </w:r>
      <w:r w:rsidR="00E8465A">
        <w:t xml:space="preserve">, </w:t>
      </w:r>
      <w:r w:rsidRPr="007818BD">
        <w:t>quelque danger à tout ceci</w:t>
      </w:r>
      <w:r w:rsidR="00E8465A">
        <w:t xml:space="preserve">. </w:t>
      </w:r>
      <w:proofErr w:type="spellStart"/>
      <w:r w:rsidRPr="007818BD">
        <w:t>Fillide</w:t>
      </w:r>
      <w:proofErr w:type="spellEnd"/>
      <w:r w:rsidRPr="007818BD">
        <w:t xml:space="preserve"> n</w:t>
      </w:r>
      <w:r w:rsidR="00E8465A">
        <w:t>’</w:t>
      </w:r>
      <w:r w:rsidRPr="007818BD">
        <w:t>avait certainement pas tout le charme pur et angélique de Vi</w:t>
      </w:r>
      <w:r w:rsidRPr="007818BD">
        <w:t>o</w:t>
      </w:r>
      <w:r w:rsidRPr="007818BD">
        <w:t>la</w:t>
      </w:r>
      <w:r w:rsidR="00E8465A">
        <w:t xml:space="preserve">, </w:t>
      </w:r>
      <w:r w:rsidRPr="007818BD">
        <w:t>mais sa beauté était au moins aussi puissante sur les sens</w:t>
      </w:r>
      <w:r w:rsidR="00E8465A">
        <w:t xml:space="preserve">. </w:t>
      </w:r>
      <w:proofErr w:type="spellStart"/>
      <w:r w:rsidRPr="007818BD">
        <w:t>Glyndon</w:t>
      </w:r>
      <w:proofErr w:type="spellEnd"/>
      <w:r w:rsidRPr="007818BD">
        <w:t xml:space="preserve"> peut-être n</w:t>
      </w:r>
      <w:r w:rsidR="00E8465A">
        <w:t>’</w:t>
      </w:r>
      <w:r w:rsidRPr="007818BD">
        <w:t>avait jamais aimé Viola</w:t>
      </w:r>
      <w:r w:rsidR="00E8465A">
        <w:t xml:space="preserve"> ; </w:t>
      </w:r>
      <w:r w:rsidRPr="007818BD">
        <w:t>peut-être que les sentiments qu</w:t>
      </w:r>
      <w:r w:rsidR="00E8465A">
        <w:t>’</w:t>
      </w:r>
      <w:r w:rsidRPr="007818BD">
        <w:t>elle lui avait inspirés n</w:t>
      </w:r>
      <w:r w:rsidR="00E8465A">
        <w:t>’</w:t>
      </w:r>
      <w:r w:rsidRPr="007818BD">
        <w:t>étaient pas de ce caractère ardent qui mérite le nom d</w:t>
      </w:r>
      <w:r w:rsidR="00E8465A">
        <w:t>’</w:t>
      </w:r>
      <w:r w:rsidRPr="007818BD">
        <w:t>amour</w:t>
      </w:r>
      <w:r w:rsidR="00E8465A">
        <w:t xml:space="preserve">. </w:t>
      </w:r>
      <w:r w:rsidRPr="007818BD">
        <w:t>Quoi qu</w:t>
      </w:r>
      <w:r w:rsidR="00E8465A">
        <w:t>’</w:t>
      </w:r>
      <w:r w:rsidRPr="007818BD">
        <w:t>il en soit</w:t>
      </w:r>
      <w:r w:rsidR="00E8465A">
        <w:t xml:space="preserve"> ; </w:t>
      </w:r>
      <w:r w:rsidRPr="007818BD">
        <w:t>en rega</w:t>
      </w:r>
      <w:r w:rsidRPr="007818BD">
        <w:t>r</w:t>
      </w:r>
      <w:r w:rsidRPr="007818BD">
        <w:t>dant ces deux yeux noirs</w:t>
      </w:r>
      <w:r w:rsidR="00E8465A">
        <w:t xml:space="preserve">, </w:t>
      </w:r>
      <w:r w:rsidRPr="007818BD">
        <w:t>il lui sembla qu</w:t>
      </w:r>
      <w:r w:rsidR="00E8465A">
        <w:t>’</w:t>
      </w:r>
      <w:r w:rsidRPr="007818BD">
        <w:t>il n</w:t>
      </w:r>
      <w:r w:rsidR="00E8465A">
        <w:t>’</w:t>
      </w:r>
      <w:r w:rsidRPr="007818BD">
        <w:t>avait pas aimé ju</w:t>
      </w:r>
      <w:r w:rsidRPr="007818BD">
        <w:t>s</w:t>
      </w:r>
      <w:r w:rsidRPr="007818BD">
        <w:t>que-là</w:t>
      </w:r>
      <w:r w:rsidR="00E8465A">
        <w:t>.</w:t>
      </w:r>
    </w:p>
    <w:p w14:paraId="7980BE81" w14:textId="77777777" w:rsidR="00E8465A" w:rsidRDefault="00E8465A" w:rsidP="00E0544E">
      <w:r>
        <w:t>« </w:t>
      </w:r>
      <w:r w:rsidR="00E0544E" w:rsidRPr="007818BD">
        <w:t>Et ne pourrais-tu quitter tes montagnes</w:t>
      </w:r>
      <w:r>
        <w:t xml:space="preserve"> ? </w:t>
      </w:r>
      <w:r w:rsidR="00E0544E" w:rsidRPr="007818BD">
        <w:t>dit-il tout bas en s</w:t>
      </w:r>
      <w:r>
        <w:t>’</w:t>
      </w:r>
      <w:r w:rsidR="00E0544E" w:rsidRPr="007818BD">
        <w:t>approchant d</w:t>
      </w:r>
      <w:r>
        <w:t>’</w:t>
      </w:r>
      <w:r w:rsidR="00E0544E" w:rsidRPr="007818BD">
        <w:t>elle</w:t>
      </w:r>
      <w:r>
        <w:t>.</w:t>
      </w:r>
    </w:p>
    <w:p w14:paraId="762953F5" w14:textId="77777777" w:rsidR="00E8465A" w:rsidRDefault="00E8465A" w:rsidP="00E0544E">
      <w:r>
        <w:t>— </w:t>
      </w:r>
      <w:r w:rsidR="00E0544E" w:rsidRPr="007818BD">
        <w:t>Tu me le demandes</w:t>
      </w:r>
      <w:r>
        <w:t xml:space="preserve"> ? </w:t>
      </w:r>
      <w:r w:rsidR="00E0544E" w:rsidRPr="007818BD">
        <w:t>dit-elle en reculant et le regardant fixement</w:t>
      </w:r>
      <w:r>
        <w:t xml:space="preserve">. </w:t>
      </w:r>
      <w:r w:rsidR="00E0544E" w:rsidRPr="007818BD">
        <w:t>Sais-tu bien ce que nous sommes</w:t>
      </w:r>
      <w:r>
        <w:t xml:space="preserve">, </w:t>
      </w:r>
      <w:r w:rsidR="00E0544E" w:rsidRPr="007818BD">
        <w:t xml:space="preserve">nous autres </w:t>
      </w:r>
      <w:r w:rsidR="00E0544E" w:rsidRPr="007818BD">
        <w:lastRenderedPageBreak/>
        <w:t>filles des montagnes</w:t>
      </w:r>
      <w:r>
        <w:t xml:space="preserve"> ? </w:t>
      </w:r>
      <w:r w:rsidR="00E0544E" w:rsidRPr="007818BD">
        <w:t>Vous</w:t>
      </w:r>
      <w:r>
        <w:t xml:space="preserve">, </w:t>
      </w:r>
      <w:r w:rsidR="00E0544E" w:rsidRPr="007818BD">
        <w:t>habitants brillants et légers des cités</w:t>
      </w:r>
      <w:r>
        <w:t xml:space="preserve">, </w:t>
      </w:r>
      <w:r w:rsidR="00E0544E" w:rsidRPr="007818BD">
        <w:t>vous ne parlez pas souvent sérieusement</w:t>
      </w:r>
      <w:r>
        <w:t xml:space="preserve">. </w:t>
      </w:r>
      <w:r w:rsidR="00E0544E" w:rsidRPr="007818BD">
        <w:t>Avec vous</w:t>
      </w:r>
      <w:r>
        <w:t xml:space="preserve">, </w:t>
      </w:r>
      <w:r w:rsidR="00E0544E" w:rsidRPr="007818BD">
        <w:t>l</w:t>
      </w:r>
      <w:r>
        <w:t>’</w:t>
      </w:r>
      <w:r w:rsidR="00E0544E" w:rsidRPr="007818BD">
        <w:t>amour est un passe-temps</w:t>
      </w:r>
      <w:r>
        <w:t xml:space="preserve"> ; </w:t>
      </w:r>
      <w:r w:rsidR="00E0544E" w:rsidRPr="007818BD">
        <w:t>avec nous</w:t>
      </w:r>
      <w:r>
        <w:t xml:space="preserve">, </w:t>
      </w:r>
      <w:r w:rsidR="00E0544E" w:rsidRPr="007818BD">
        <w:t>c</w:t>
      </w:r>
      <w:r>
        <w:t>’</w:t>
      </w:r>
      <w:r w:rsidR="00E0544E" w:rsidRPr="007818BD">
        <w:t>est la vie</w:t>
      </w:r>
      <w:r>
        <w:t xml:space="preserve">. </w:t>
      </w:r>
      <w:r w:rsidR="00E0544E" w:rsidRPr="007818BD">
        <w:t>Quitter ces montagnes</w:t>
      </w:r>
      <w:r>
        <w:t xml:space="preserve"> ? </w:t>
      </w:r>
      <w:r w:rsidR="00E0544E" w:rsidRPr="007818BD">
        <w:t>Pourrais-je quitter avec elles ma nature</w:t>
      </w:r>
      <w:r>
        <w:t> ?</w:t>
      </w:r>
    </w:p>
    <w:p w14:paraId="126F0FEF" w14:textId="77777777" w:rsidR="00E8465A" w:rsidRDefault="00E8465A" w:rsidP="00E0544E">
      <w:r>
        <w:t>— </w:t>
      </w:r>
      <w:r w:rsidR="00E0544E" w:rsidRPr="007818BD">
        <w:t>Garde toujours ta nature</w:t>
      </w:r>
      <w:r>
        <w:t xml:space="preserve"> ; </w:t>
      </w:r>
      <w:r w:rsidR="00E0544E" w:rsidRPr="007818BD">
        <w:t>je l</w:t>
      </w:r>
      <w:r>
        <w:t>’</w:t>
      </w:r>
      <w:r w:rsidR="00E0544E" w:rsidRPr="007818BD">
        <w:t>aime</w:t>
      </w:r>
      <w:r>
        <w:t>.</w:t>
      </w:r>
    </w:p>
    <w:p w14:paraId="5B2208C8" w14:textId="2A86DA3D" w:rsidR="00E0544E" w:rsidRPr="007818BD" w:rsidRDefault="00E8465A" w:rsidP="00E0544E">
      <w:r>
        <w:t>— </w:t>
      </w:r>
      <w:r w:rsidR="00E0544E" w:rsidRPr="007818BD">
        <w:t>Tu l</w:t>
      </w:r>
      <w:r>
        <w:t>’</w:t>
      </w:r>
      <w:r w:rsidR="00E0544E" w:rsidRPr="007818BD">
        <w:t>aimes</w:t>
      </w:r>
      <w:r>
        <w:t xml:space="preserve">, </w:t>
      </w:r>
      <w:r w:rsidR="00E0544E" w:rsidRPr="007818BD">
        <w:t>tant que tu es fidèle</w:t>
      </w:r>
      <w:r>
        <w:t xml:space="preserve"> ; </w:t>
      </w:r>
      <w:r w:rsidR="00E0544E" w:rsidRPr="007818BD">
        <w:t>mais si tu es incon</w:t>
      </w:r>
      <w:r w:rsidR="00E0544E" w:rsidRPr="007818BD">
        <w:t>s</w:t>
      </w:r>
      <w:r w:rsidR="00E0544E" w:rsidRPr="007818BD">
        <w:t>tant</w:t>
      </w:r>
      <w:r>
        <w:t xml:space="preserve"> ! </w:t>
      </w:r>
      <w:r w:rsidR="00E0544E" w:rsidRPr="007818BD">
        <w:t>Veux-tu savoir ce que je suis</w:t>
      </w:r>
      <w:r>
        <w:t xml:space="preserve">, </w:t>
      </w:r>
      <w:r w:rsidR="00E0544E" w:rsidRPr="007818BD">
        <w:t>ce que sont les filles de notre pays</w:t>
      </w:r>
      <w:r>
        <w:t xml:space="preserve"> ? </w:t>
      </w:r>
      <w:r w:rsidR="00E0544E" w:rsidRPr="007818BD">
        <w:t>Filles de ceux que vous appelez des voleurs</w:t>
      </w:r>
      <w:r>
        <w:t xml:space="preserve">, </w:t>
      </w:r>
      <w:r w:rsidR="00E0544E" w:rsidRPr="007818BD">
        <w:t>nous asp</w:t>
      </w:r>
      <w:r w:rsidR="00E0544E" w:rsidRPr="007818BD">
        <w:t>i</w:t>
      </w:r>
      <w:r w:rsidR="00E0544E" w:rsidRPr="007818BD">
        <w:t>rons à devenir les compagnes de nos amants ou de nos maris</w:t>
      </w:r>
      <w:r>
        <w:t xml:space="preserve">. </w:t>
      </w:r>
      <w:r w:rsidR="00E0544E" w:rsidRPr="007818BD">
        <w:t>Nous aimons ardemment</w:t>
      </w:r>
      <w:r>
        <w:t xml:space="preserve">, </w:t>
      </w:r>
      <w:r w:rsidR="00E0544E" w:rsidRPr="007818BD">
        <w:t>nous l</w:t>
      </w:r>
      <w:r>
        <w:t>’</w:t>
      </w:r>
      <w:r w:rsidR="00E0544E" w:rsidRPr="007818BD">
        <w:t>avouons hardiment</w:t>
      </w:r>
      <w:r>
        <w:t xml:space="preserve">. </w:t>
      </w:r>
      <w:r w:rsidR="00E0544E" w:rsidRPr="007818BD">
        <w:t>Nous combattons avec vous dans le danger</w:t>
      </w:r>
      <w:r>
        <w:t xml:space="preserve"> : </w:t>
      </w:r>
      <w:r w:rsidR="00E0544E" w:rsidRPr="007818BD">
        <w:t>nous vous servons co</w:t>
      </w:r>
      <w:r w:rsidR="00E0544E" w:rsidRPr="007818BD">
        <w:t>m</w:t>
      </w:r>
      <w:r w:rsidR="00E0544E" w:rsidRPr="007818BD">
        <w:t>me des esclaves quand le danger est passé</w:t>
      </w:r>
      <w:r>
        <w:t xml:space="preserve"> ; </w:t>
      </w:r>
      <w:r w:rsidR="00E0544E" w:rsidRPr="007818BD">
        <w:t>nous ne changeons jamais</w:t>
      </w:r>
      <w:r>
        <w:t xml:space="preserve">, </w:t>
      </w:r>
      <w:r w:rsidR="00E0544E" w:rsidRPr="007818BD">
        <w:t>et quand vous changez</w:t>
      </w:r>
      <w:r>
        <w:t xml:space="preserve">, </w:t>
      </w:r>
      <w:r w:rsidR="00E0544E" w:rsidRPr="007818BD">
        <w:t>nous nous vengeons</w:t>
      </w:r>
      <w:r>
        <w:t xml:space="preserve">. </w:t>
      </w:r>
      <w:r w:rsidR="00E0544E" w:rsidRPr="007818BD">
        <w:t>Vous po</w:t>
      </w:r>
      <w:r w:rsidR="00E0544E" w:rsidRPr="007818BD">
        <w:t>u</w:t>
      </w:r>
      <w:r w:rsidR="00E0544E" w:rsidRPr="007818BD">
        <w:t>vez nous accabler de reproches</w:t>
      </w:r>
      <w:r>
        <w:t xml:space="preserve">, </w:t>
      </w:r>
      <w:r w:rsidR="00E0544E" w:rsidRPr="007818BD">
        <w:t>de coups</w:t>
      </w:r>
      <w:r>
        <w:t xml:space="preserve">, </w:t>
      </w:r>
      <w:r w:rsidR="00E0544E" w:rsidRPr="007818BD">
        <w:t>nous fouler aux pieds comme un chien</w:t>
      </w:r>
      <w:r>
        <w:t xml:space="preserve"> ; </w:t>
      </w:r>
      <w:r w:rsidR="00E0544E" w:rsidRPr="007818BD">
        <w:t>nous supportons tout sans murmures</w:t>
      </w:r>
      <w:r>
        <w:t xml:space="preserve"> : </w:t>
      </w:r>
      <w:r w:rsidR="00E0544E" w:rsidRPr="007818BD">
        <w:t>tr</w:t>
      </w:r>
      <w:r w:rsidR="00E0544E" w:rsidRPr="007818BD">
        <w:t>a</w:t>
      </w:r>
      <w:r w:rsidR="00E0544E" w:rsidRPr="007818BD">
        <w:t>hissez-nous</w:t>
      </w:r>
      <w:r>
        <w:t xml:space="preserve">, </w:t>
      </w:r>
      <w:r w:rsidR="00E0544E" w:rsidRPr="007818BD">
        <w:t>la tigresse est moins impitoyable</w:t>
      </w:r>
      <w:r>
        <w:t xml:space="preserve">. </w:t>
      </w:r>
      <w:r w:rsidR="00E0544E" w:rsidRPr="007818BD">
        <w:t>Soyez fidèles</w:t>
      </w:r>
      <w:r>
        <w:t xml:space="preserve">, </w:t>
      </w:r>
      <w:r w:rsidR="00E0544E" w:rsidRPr="007818BD">
        <w:t>nos cœurs vous récompensent</w:t>
      </w:r>
      <w:r>
        <w:t xml:space="preserve"> ; </w:t>
      </w:r>
      <w:r w:rsidR="00E0544E" w:rsidRPr="007818BD">
        <w:t>soyez faux</w:t>
      </w:r>
      <w:r>
        <w:t xml:space="preserve">, </w:t>
      </w:r>
      <w:r w:rsidR="00E0544E" w:rsidRPr="007818BD">
        <w:t>et nos mains vous puni</w:t>
      </w:r>
      <w:r w:rsidR="00E0544E" w:rsidRPr="007818BD">
        <w:t>s</w:t>
      </w:r>
      <w:r w:rsidR="00E0544E" w:rsidRPr="007818BD">
        <w:t>sent</w:t>
      </w:r>
      <w:r>
        <w:t xml:space="preserve">. </w:t>
      </w:r>
      <w:r w:rsidR="00E0544E" w:rsidRPr="007818BD">
        <w:t>Et maintenant</w:t>
      </w:r>
      <w:r>
        <w:t xml:space="preserve">, </w:t>
      </w:r>
      <w:r w:rsidR="00E0544E" w:rsidRPr="007818BD">
        <w:t>m</w:t>
      </w:r>
      <w:r>
        <w:t>’</w:t>
      </w:r>
      <w:r w:rsidR="00E0544E" w:rsidRPr="007818BD">
        <w:t>aimes-tu</w:t>
      </w:r>
      <w:r>
        <w:t> ? »</w:t>
      </w:r>
    </w:p>
    <w:p w14:paraId="57D833AB" w14:textId="77777777" w:rsidR="00E8465A" w:rsidRDefault="00E0544E" w:rsidP="00E0544E">
      <w:r w:rsidRPr="007818BD">
        <w:t>Pendant qu</w:t>
      </w:r>
      <w:r w:rsidR="00E8465A">
        <w:t>’</w:t>
      </w:r>
      <w:r w:rsidRPr="007818BD">
        <w:t>elle parlait</w:t>
      </w:r>
      <w:r w:rsidR="00E8465A">
        <w:t xml:space="preserve">, </w:t>
      </w:r>
      <w:r w:rsidRPr="007818BD">
        <w:t>la physionomie de l</w:t>
      </w:r>
      <w:r w:rsidR="00E8465A">
        <w:t>’</w:t>
      </w:r>
      <w:r w:rsidRPr="007818BD">
        <w:t>Italienne avait prêté à ses paroles un éloquent secours</w:t>
      </w:r>
      <w:r w:rsidR="00E8465A">
        <w:t xml:space="preserve"> : </w:t>
      </w:r>
      <w:r w:rsidRPr="007818BD">
        <w:t>tour à tour douce</w:t>
      </w:r>
      <w:r w:rsidR="00E8465A">
        <w:t xml:space="preserve">, </w:t>
      </w:r>
      <w:r w:rsidRPr="007818BD">
        <w:t>o</w:t>
      </w:r>
      <w:r w:rsidRPr="007818BD">
        <w:t>u</w:t>
      </w:r>
      <w:r w:rsidRPr="007818BD">
        <w:t>verte</w:t>
      </w:r>
      <w:r w:rsidR="00E8465A">
        <w:t xml:space="preserve">, </w:t>
      </w:r>
      <w:r w:rsidRPr="007818BD">
        <w:t>fière</w:t>
      </w:r>
      <w:r w:rsidR="00E8465A">
        <w:t xml:space="preserve"> ; </w:t>
      </w:r>
      <w:r w:rsidRPr="007818BD">
        <w:t>à cette dernière question elle pencha humblement la tête</w:t>
      </w:r>
      <w:r w:rsidR="00E8465A">
        <w:t xml:space="preserve">, </w:t>
      </w:r>
      <w:r w:rsidRPr="007818BD">
        <w:t>et demeura debout devant lui</w:t>
      </w:r>
      <w:r w:rsidR="00E8465A">
        <w:t xml:space="preserve">, </w:t>
      </w:r>
      <w:r w:rsidRPr="007818BD">
        <w:t>attendant</w:t>
      </w:r>
      <w:r w:rsidR="00E8465A">
        <w:t xml:space="preserve">, </w:t>
      </w:r>
      <w:r w:rsidRPr="007818BD">
        <w:t>et comme cra</w:t>
      </w:r>
      <w:r w:rsidRPr="007818BD">
        <w:t>i</w:t>
      </w:r>
      <w:r w:rsidRPr="007818BD">
        <w:t>gnant sa réponse</w:t>
      </w:r>
      <w:r w:rsidR="00E8465A">
        <w:t xml:space="preserve">. </w:t>
      </w:r>
      <w:r w:rsidRPr="007818BD">
        <w:t>Ce courage altier</w:t>
      </w:r>
      <w:r w:rsidR="00E8465A">
        <w:t xml:space="preserve">, </w:t>
      </w:r>
      <w:r w:rsidRPr="007818BD">
        <w:t>intrépide</w:t>
      </w:r>
      <w:r w:rsidR="00E8465A">
        <w:t xml:space="preserve">, </w:t>
      </w:r>
      <w:r w:rsidRPr="007818BD">
        <w:t>exalté</w:t>
      </w:r>
      <w:r w:rsidR="00E8465A">
        <w:t xml:space="preserve">, </w:t>
      </w:r>
      <w:r w:rsidRPr="007818BD">
        <w:t>et qui</w:t>
      </w:r>
      <w:r w:rsidR="00E8465A">
        <w:t xml:space="preserve">, </w:t>
      </w:r>
      <w:r w:rsidRPr="007818BD">
        <w:t>d</w:t>
      </w:r>
      <w:r w:rsidRPr="007818BD">
        <w:t>é</w:t>
      </w:r>
      <w:r w:rsidRPr="007818BD">
        <w:t>pouillé de tout caractère féminin</w:t>
      </w:r>
      <w:r w:rsidR="00E8465A">
        <w:t xml:space="preserve">, </w:t>
      </w:r>
      <w:r w:rsidRPr="007818BD">
        <w:t>conservait encore</w:t>
      </w:r>
      <w:r w:rsidR="00E8465A">
        <w:t xml:space="preserve">, </w:t>
      </w:r>
      <w:r w:rsidRPr="007818BD">
        <w:t>si je puis ainsi parler</w:t>
      </w:r>
      <w:r w:rsidR="00E8465A">
        <w:t xml:space="preserve">, </w:t>
      </w:r>
      <w:r w:rsidRPr="007818BD">
        <w:t>quelque chose de la femme</w:t>
      </w:r>
      <w:r w:rsidR="00E8465A">
        <w:t xml:space="preserve">, </w:t>
      </w:r>
      <w:r w:rsidRPr="007818BD">
        <w:t xml:space="preserve">captiva </w:t>
      </w:r>
      <w:proofErr w:type="spellStart"/>
      <w:r w:rsidRPr="007818BD">
        <w:t>Glyndon</w:t>
      </w:r>
      <w:proofErr w:type="spellEnd"/>
      <w:r w:rsidRPr="007818BD">
        <w:t xml:space="preserve"> au lieu de l</w:t>
      </w:r>
      <w:r w:rsidR="00E8465A">
        <w:t>’</w:t>
      </w:r>
      <w:r w:rsidRPr="007818BD">
        <w:t>alarmer</w:t>
      </w:r>
      <w:r w:rsidR="00E8465A">
        <w:t xml:space="preserve">. </w:t>
      </w:r>
      <w:r w:rsidRPr="007818BD">
        <w:t>Promptement</w:t>
      </w:r>
      <w:r w:rsidR="00E8465A">
        <w:t xml:space="preserve">, </w:t>
      </w:r>
      <w:r w:rsidRPr="007818BD">
        <w:t>brièvement</w:t>
      </w:r>
      <w:r w:rsidR="00E8465A">
        <w:t xml:space="preserve">, </w:t>
      </w:r>
      <w:r w:rsidRPr="007818BD">
        <w:t>franchement</w:t>
      </w:r>
      <w:r w:rsidR="00E8465A">
        <w:t xml:space="preserve">, </w:t>
      </w:r>
      <w:r w:rsidRPr="007818BD">
        <w:t>il répo</w:t>
      </w:r>
      <w:r w:rsidRPr="007818BD">
        <w:t>n</w:t>
      </w:r>
      <w:r w:rsidRPr="007818BD">
        <w:t>dit</w:t>
      </w:r>
      <w:r w:rsidR="00E8465A">
        <w:t> :</w:t>
      </w:r>
    </w:p>
    <w:p w14:paraId="7B690112" w14:textId="49C2F906" w:rsidR="00E0544E" w:rsidRPr="007818BD" w:rsidRDefault="00E8465A" w:rsidP="00E0544E">
      <w:pPr>
        <w:rPr>
          <w:i/>
          <w:iCs/>
        </w:rPr>
      </w:pPr>
      <w:r>
        <w:t>« </w:t>
      </w:r>
      <w:proofErr w:type="spellStart"/>
      <w:r w:rsidR="00E0544E" w:rsidRPr="007818BD">
        <w:t>Fillide</w:t>
      </w:r>
      <w:proofErr w:type="spellEnd"/>
      <w:r>
        <w:t xml:space="preserve"> ! </w:t>
      </w:r>
      <w:r w:rsidR="00E0544E" w:rsidRPr="007818BD">
        <w:t>oui</w:t>
      </w:r>
      <w:r>
        <w:t> ! »</w:t>
      </w:r>
    </w:p>
    <w:p w14:paraId="54826CC4" w14:textId="39D8DF53" w:rsidR="00E8465A" w:rsidRDefault="00E0544E" w:rsidP="00E0544E">
      <w:r w:rsidRPr="007818BD">
        <w:rPr>
          <w:i/>
          <w:iCs/>
        </w:rPr>
        <w:lastRenderedPageBreak/>
        <w:t>Oui</w:t>
      </w:r>
      <w:r w:rsidRPr="007818BD">
        <w:t xml:space="preserve"> sans doute</w:t>
      </w:r>
      <w:r w:rsidR="00E8465A">
        <w:t xml:space="preserve">, </w:t>
      </w:r>
      <w:r w:rsidRPr="007818BD">
        <w:t xml:space="preserve">Clarence </w:t>
      </w:r>
      <w:proofErr w:type="spellStart"/>
      <w:r w:rsidRPr="007818BD">
        <w:t>Glyndon</w:t>
      </w:r>
      <w:proofErr w:type="spellEnd"/>
      <w:r w:rsidR="00E8465A">
        <w:t xml:space="preserve"> ! </w:t>
      </w:r>
      <w:r w:rsidRPr="007818BD">
        <w:t>Et le cœur le plus vol</w:t>
      </w:r>
      <w:r w:rsidRPr="007818BD">
        <w:t>a</w:t>
      </w:r>
      <w:r w:rsidRPr="007818BD">
        <w:t xml:space="preserve">ge répond </w:t>
      </w:r>
      <w:r w:rsidRPr="007818BD">
        <w:rPr>
          <w:i/>
          <w:iCs/>
        </w:rPr>
        <w:t>oui</w:t>
      </w:r>
      <w:r w:rsidRPr="007818BD">
        <w:t xml:space="preserve"> à une telle question posée par des lèvres aussi fraîches</w:t>
      </w:r>
      <w:r w:rsidR="00E8465A">
        <w:t xml:space="preserve">. </w:t>
      </w:r>
      <w:r w:rsidRPr="007818BD">
        <w:t>Prenez garde</w:t>
      </w:r>
      <w:r w:rsidR="00E8465A">
        <w:t xml:space="preserve">, </w:t>
      </w:r>
      <w:r w:rsidRPr="007818BD">
        <w:t>prenez garde</w:t>
      </w:r>
      <w:r w:rsidR="00E8465A">
        <w:t xml:space="preserve"> ! </w:t>
      </w:r>
      <w:r w:rsidRPr="007818BD">
        <w:t>À quoi pe</w:t>
      </w:r>
      <w:r w:rsidRPr="007818BD">
        <w:t>n</w:t>
      </w:r>
      <w:r w:rsidRPr="007818BD">
        <w:t>sez-vous donc</w:t>
      </w:r>
      <w:r w:rsidR="00E8465A">
        <w:t xml:space="preserve">, </w:t>
      </w:r>
      <w:proofErr w:type="spellStart"/>
      <w:r w:rsidRPr="007818BD">
        <w:t>Mejnour</w:t>
      </w:r>
      <w:proofErr w:type="spellEnd"/>
      <w:r w:rsidR="00E8465A">
        <w:t xml:space="preserve">, </w:t>
      </w:r>
      <w:r w:rsidRPr="007818BD">
        <w:t>de laisser votre élève pendant vingt-quatre heures à la merci de ces chats sauvages des montagnes</w:t>
      </w:r>
      <w:r w:rsidR="00E8465A">
        <w:t xml:space="preserve"> ? </w:t>
      </w:r>
      <w:r w:rsidRPr="007818BD">
        <w:t>Prêcher le jeûne</w:t>
      </w:r>
      <w:r w:rsidR="00E8465A">
        <w:t xml:space="preserve">, </w:t>
      </w:r>
      <w:r w:rsidRPr="007818BD">
        <w:t>l</w:t>
      </w:r>
      <w:r w:rsidR="00E8465A">
        <w:t>’</w:t>
      </w:r>
      <w:r w:rsidRPr="007818BD">
        <w:t>abstinence et le renonc</w:t>
      </w:r>
      <w:r w:rsidRPr="007818BD">
        <w:t>e</w:t>
      </w:r>
      <w:r w:rsidRPr="007818BD">
        <w:t>ment sublime aux tentations des sens</w:t>
      </w:r>
      <w:r w:rsidR="00E8465A">
        <w:t xml:space="preserve"> ! </w:t>
      </w:r>
      <w:r w:rsidRPr="007818BD">
        <w:t>À la bonne heure pour vous</w:t>
      </w:r>
      <w:r w:rsidR="00E8465A">
        <w:t xml:space="preserve">, </w:t>
      </w:r>
      <w:r w:rsidRPr="007818BD">
        <w:t>mon vénérable maître</w:t>
      </w:r>
      <w:r w:rsidR="00E8465A">
        <w:t xml:space="preserve">, </w:t>
      </w:r>
      <w:r w:rsidRPr="007818BD">
        <w:t>qui comptez Dieu sait combien de siècles</w:t>
      </w:r>
      <w:r w:rsidR="00E8465A">
        <w:t xml:space="preserve"> ; </w:t>
      </w:r>
      <w:r w:rsidRPr="007818BD">
        <w:t>mais quand vous aviez vos vingt-quatre ans</w:t>
      </w:r>
      <w:r w:rsidR="00E8465A">
        <w:t xml:space="preserve">, </w:t>
      </w:r>
      <w:r w:rsidRPr="007818BD">
        <w:t xml:space="preserve">votre hiérophante vous eût tenu à distance de </w:t>
      </w:r>
      <w:proofErr w:type="spellStart"/>
      <w:r w:rsidRPr="007818BD">
        <w:t>Fill</w:t>
      </w:r>
      <w:r w:rsidRPr="007818BD">
        <w:t>i</w:t>
      </w:r>
      <w:r w:rsidRPr="007818BD">
        <w:t>de</w:t>
      </w:r>
      <w:proofErr w:type="spellEnd"/>
      <w:r w:rsidR="00E8465A">
        <w:t xml:space="preserve">, </w:t>
      </w:r>
      <w:r w:rsidRPr="007818BD">
        <w:t>sans quoi vous a</w:t>
      </w:r>
      <w:r w:rsidRPr="007818BD">
        <w:t>u</w:t>
      </w:r>
      <w:r w:rsidRPr="007818BD">
        <w:t>riez eu peu de go</w:t>
      </w:r>
      <w:r>
        <w:t>û</w:t>
      </w:r>
      <w:r w:rsidRPr="007818BD">
        <w:t>t pour la cabale</w:t>
      </w:r>
      <w:r w:rsidR="00E8465A">
        <w:t>.</w:t>
      </w:r>
    </w:p>
    <w:p w14:paraId="78FD7623" w14:textId="77777777" w:rsidR="00E8465A" w:rsidRDefault="00E0544E" w:rsidP="00E0544E">
      <w:r w:rsidRPr="007818BD">
        <w:t>Ils étaient donc là</w:t>
      </w:r>
      <w:r w:rsidR="00E8465A">
        <w:t xml:space="preserve">, </w:t>
      </w:r>
      <w:r w:rsidRPr="007818BD">
        <w:t>seuls</w:t>
      </w:r>
      <w:r w:rsidR="00E8465A">
        <w:t xml:space="preserve">, </w:t>
      </w:r>
      <w:r w:rsidRPr="007818BD">
        <w:t>parlant</w:t>
      </w:r>
      <w:r w:rsidR="00E8465A">
        <w:t xml:space="preserve">, </w:t>
      </w:r>
      <w:r w:rsidRPr="007818BD">
        <w:t>échangeant à voix basse leurs serments</w:t>
      </w:r>
      <w:r w:rsidR="00E8465A">
        <w:t xml:space="preserve">, </w:t>
      </w:r>
      <w:r w:rsidRPr="007818BD">
        <w:t>jusqu</w:t>
      </w:r>
      <w:r w:rsidR="00E8465A">
        <w:t>’</w:t>
      </w:r>
      <w:r w:rsidRPr="007818BD">
        <w:t xml:space="preserve">à ce que la mère de </w:t>
      </w:r>
      <w:proofErr w:type="spellStart"/>
      <w:r w:rsidRPr="007818BD">
        <w:t>Fillide</w:t>
      </w:r>
      <w:proofErr w:type="spellEnd"/>
      <w:r w:rsidRPr="007818BD">
        <w:t xml:space="preserve"> f</w:t>
      </w:r>
      <w:r>
        <w:t>î</w:t>
      </w:r>
      <w:r w:rsidRPr="007818BD">
        <w:t>t quelque bruit dans la maison</w:t>
      </w:r>
      <w:r w:rsidR="00E8465A">
        <w:t xml:space="preserve">. </w:t>
      </w:r>
      <w:r w:rsidRPr="007818BD">
        <w:t>La</w:t>
      </w:r>
      <w:r w:rsidR="00E8465A">
        <w:t>-</w:t>
      </w:r>
      <w:r w:rsidRPr="007818BD">
        <w:t>jeune fille</w:t>
      </w:r>
      <w:r w:rsidR="00E8465A">
        <w:t xml:space="preserve">, </w:t>
      </w:r>
      <w:r w:rsidRPr="007818BD">
        <w:t>d</w:t>
      </w:r>
      <w:r w:rsidR="00E8465A">
        <w:t>’</w:t>
      </w:r>
      <w:r w:rsidRPr="007818BD">
        <w:t>un bond</w:t>
      </w:r>
      <w:r w:rsidR="00E8465A">
        <w:t xml:space="preserve">, </w:t>
      </w:r>
      <w:r w:rsidRPr="007818BD">
        <w:t>ressaisit son f</w:t>
      </w:r>
      <w:r w:rsidRPr="007818BD">
        <w:t>u</w:t>
      </w:r>
      <w:r w:rsidRPr="007818BD">
        <w:t>seau</w:t>
      </w:r>
      <w:r w:rsidR="00E8465A">
        <w:t xml:space="preserve"> ; </w:t>
      </w:r>
      <w:r w:rsidRPr="007818BD">
        <w:t>et son doigt se posa de nouveau sur ses lèvres</w:t>
      </w:r>
      <w:r w:rsidR="00E8465A">
        <w:t>.</w:t>
      </w:r>
    </w:p>
    <w:p w14:paraId="4B27C2F4" w14:textId="77777777" w:rsidR="00E8465A" w:rsidRDefault="00E8465A" w:rsidP="00E0544E">
      <w:r>
        <w:t>« </w:t>
      </w:r>
      <w:r w:rsidR="00E0544E" w:rsidRPr="007818BD">
        <w:t xml:space="preserve">Il y a plus de magie dans </w:t>
      </w:r>
      <w:proofErr w:type="spellStart"/>
      <w:r w:rsidR="00E0544E" w:rsidRPr="007818BD">
        <w:t>Fillide</w:t>
      </w:r>
      <w:proofErr w:type="spellEnd"/>
      <w:r w:rsidR="00E0544E" w:rsidRPr="007818BD">
        <w:t xml:space="preserve"> que dans </w:t>
      </w:r>
      <w:proofErr w:type="spellStart"/>
      <w:r w:rsidR="00E0544E" w:rsidRPr="007818BD">
        <w:t>Mejnour</w:t>
      </w:r>
      <w:proofErr w:type="spellEnd"/>
      <w:r>
        <w:t xml:space="preserve">, </w:t>
      </w:r>
      <w:r w:rsidR="00E0544E" w:rsidRPr="007818BD">
        <w:t xml:space="preserve">dit </w:t>
      </w:r>
      <w:proofErr w:type="spellStart"/>
      <w:r w:rsidR="00E0544E" w:rsidRPr="007818BD">
        <w:t>Glyndon</w:t>
      </w:r>
      <w:proofErr w:type="spellEnd"/>
      <w:r w:rsidR="00E0544E" w:rsidRPr="007818BD">
        <w:t xml:space="preserve"> en lui-même en regagnant gaiement le château</w:t>
      </w:r>
      <w:r>
        <w:t xml:space="preserve"> ; </w:t>
      </w:r>
      <w:r w:rsidR="00E0544E" w:rsidRPr="007818BD">
        <w:t>et pourtant</w:t>
      </w:r>
      <w:r>
        <w:t xml:space="preserve">, </w:t>
      </w:r>
      <w:r w:rsidR="00E0544E" w:rsidRPr="007818BD">
        <w:t>en y réfléchissant</w:t>
      </w:r>
      <w:r>
        <w:t xml:space="preserve">, </w:t>
      </w:r>
      <w:r w:rsidR="00E0544E" w:rsidRPr="007818BD">
        <w:t>je ne sais trop si j</w:t>
      </w:r>
      <w:r>
        <w:t>’</w:t>
      </w:r>
      <w:r w:rsidR="00E0544E" w:rsidRPr="007818BD">
        <w:t>aime cette prompte disposition à la vengeance</w:t>
      </w:r>
      <w:r>
        <w:t xml:space="preserve">. </w:t>
      </w:r>
      <w:r w:rsidR="00E0544E" w:rsidRPr="007818BD">
        <w:t>Mais</w:t>
      </w:r>
      <w:r>
        <w:t xml:space="preserve">, </w:t>
      </w:r>
      <w:r w:rsidR="00E0544E" w:rsidRPr="007818BD">
        <w:t>quand on a le grand secret</w:t>
      </w:r>
      <w:r>
        <w:t xml:space="preserve">, </w:t>
      </w:r>
      <w:r w:rsidR="00E0544E" w:rsidRPr="007818BD">
        <w:t>on peut défier même la vengeance d</w:t>
      </w:r>
      <w:r>
        <w:t>’</w:t>
      </w:r>
      <w:r w:rsidR="00E0544E" w:rsidRPr="007818BD">
        <w:t>une femme et d</w:t>
      </w:r>
      <w:r w:rsidR="00E0544E" w:rsidRPr="007818BD">
        <w:t>é</w:t>
      </w:r>
      <w:r w:rsidR="00E0544E" w:rsidRPr="007818BD">
        <w:t>sarmer tous les dangers</w:t>
      </w:r>
      <w:r>
        <w:t> ! ».</w:t>
      </w:r>
    </w:p>
    <w:p w14:paraId="75E291F6" w14:textId="2EAA0252" w:rsidR="00E0544E" w:rsidRPr="007818BD" w:rsidRDefault="00E0544E" w:rsidP="00E0544E">
      <w:r w:rsidRPr="007818BD">
        <w:t>Eh quoi</w:t>
      </w:r>
      <w:r w:rsidR="00E8465A">
        <w:t xml:space="preserve"> ! </w:t>
      </w:r>
      <w:r w:rsidRPr="007818BD">
        <w:t>malheureux</w:t>
      </w:r>
      <w:r w:rsidR="00E8465A">
        <w:t xml:space="preserve"> ! </w:t>
      </w:r>
      <w:r w:rsidRPr="007818BD">
        <w:t>déjà tu envisages la possibilité d</w:t>
      </w:r>
      <w:r w:rsidR="00E8465A">
        <w:t>’</w:t>
      </w:r>
      <w:r w:rsidRPr="007818BD">
        <w:t>une trahison</w:t>
      </w:r>
      <w:r w:rsidR="00E8465A">
        <w:t xml:space="preserve">. </w:t>
      </w:r>
      <w:proofErr w:type="spellStart"/>
      <w:r w:rsidRPr="007818BD">
        <w:t>Zanoni</w:t>
      </w:r>
      <w:proofErr w:type="spellEnd"/>
      <w:r w:rsidRPr="007818BD">
        <w:t xml:space="preserve"> avait raison</w:t>
      </w:r>
      <w:r w:rsidR="00E8465A">
        <w:t> : « </w:t>
      </w:r>
      <w:r w:rsidRPr="007818BD">
        <w:t>Versez l</w:t>
      </w:r>
      <w:r w:rsidR="00E8465A">
        <w:t>’</w:t>
      </w:r>
      <w:r w:rsidRPr="007818BD">
        <w:t>eau pure dans un puits vaseux</w:t>
      </w:r>
      <w:r w:rsidR="00E8465A">
        <w:t xml:space="preserve">, </w:t>
      </w:r>
      <w:r w:rsidRPr="007818BD">
        <w:t>et vous ne faites que soulever la v</w:t>
      </w:r>
      <w:r w:rsidRPr="007818BD">
        <w:t>a</w:t>
      </w:r>
      <w:r w:rsidRPr="007818BD">
        <w:t>se</w:t>
      </w:r>
      <w:r w:rsidR="00E8465A">
        <w:t>. »</w:t>
      </w:r>
    </w:p>
    <w:p w14:paraId="6CF52C35" w14:textId="77777777" w:rsidR="00E8465A" w:rsidRDefault="00E0544E" w:rsidP="00E8465A">
      <w:pPr>
        <w:pStyle w:val="Titre2"/>
        <w:pageBreakBefore/>
      </w:pPr>
      <w:bookmarkStart w:id="48" w:name="_Toc199963097"/>
      <w:r w:rsidRPr="007818BD">
        <w:lastRenderedPageBreak/>
        <w:t>CHAPITRE</w:t>
      </w:r>
      <w:r w:rsidR="00E8465A">
        <w:t xml:space="preserve"> </w:t>
      </w:r>
      <w:r w:rsidRPr="007818BD">
        <w:t>VII</w:t>
      </w:r>
      <w:r w:rsidR="00E8465A">
        <w:t>.</w:t>
      </w:r>
      <w:bookmarkEnd w:id="48"/>
    </w:p>
    <w:p w14:paraId="63B46F2B" w14:textId="4F6EE933" w:rsidR="00E0544E" w:rsidRPr="007818BD" w:rsidRDefault="00E8465A" w:rsidP="00E0544E">
      <w:pPr>
        <w:pStyle w:val="NormalRetraitGauche4XIndent0"/>
        <w:spacing w:before="0" w:after="0"/>
        <w:rPr>
          <w:rStyle w:val="Taille-1Caracteres"/>
        </w:rPr>
      </w:pPr>
      <w:r>
        <w:rPr>
          <w:rStyle w:val="Taille-1Caracteres"/>
        </w:rPr>
        <w:t xml:space="preserve">… </w:t>
      </w:r>
      <w:proofErr w:type="spellStart"/>
      <w:r w:rsidR="00E0544E" w:rsidRPr="007818BD">
        <w:rPr>
          <w:rStyle w:val="Taille-1Caracteres"/>
        </w:rPr>
        <w:t>Cernis</w:t>
      </w:r>
      <w:proofErr w:type="spellEnd"/>
      <w:r w:rsidR="00E0544E" w:rsidRPr="007818BD">
        <w:rPr>
          <w:rStyle w:val="Taille-1Caracteres"/>
        </w:rPr>
        <w:t xml:space="preserve"> </w:t>
      </w:r>
      <w:proofErr w:type="spellStart"/>
      <w:r w:rsidR="00E0544E" w:rsidRPr="007818BD">
        <w:rPr>
          <w:rStyle w:val="Taille-1Caracteres"/>
        </w:rPr>
        <w:t>custodia</w:t>
      </w:r>
      <w:proofErr w:type="spellEnd"/>
      <w:r w:rsidR="00E0544E" w:rsidRPr="007818BD">
        <w:rPr>
          <w:rStyle w:val="Taille-1Caracteres"/>
        </w:rPr>
        <w:t xml:space="preserve"> </w:t>
      </w:r>
      <w:proofErr w:type="spellStart"/>
      <w:r w:rsidR="00E0544E" w:rsidRPr="007818BD">
        <w:rPr>
          <w:rStyle w:val="Taille-1Caracteres"/>
        </w:rPr>
        <w:t>qualis</w:t>
      </w:r>
      <w:proofErr w:type="spellEnd"/>
    </w:p>
    <w:p w14:paraId="1F244CD5" w14:textId="77777777" w:rsidR="00E8465A" w:rsidRDefault="00E0544E" w:rsidP="00E0544E">
      <w:pPr>
        <w:pStyle w:val="NormalRetraitGauche4XIndent0"/>
        <w:spacing w:before="0" w:after="0"/>
        <w:rPr>
          <w:rStyle w:val="Taille-1Caracteres"/>
        </w:rPr>
      </w:pPr>
      <w:proofErr w:type="spellStart"/>
      <w:r w:rsidRPr="007818BD">
        <w:rPr>
          <w:rStyle w:val="Taille-1Caracteres"/>
        </w:rPr>
        <w:t>Vestibulo</w:t>
      </w:r>
      <w:proofErr w:type="spellEnd"/>
      <w:r w:rsidRPr="007818BD">
        <w:rPr>
          <w:rStyle w:val="Taille-1Caracteres"/>
        </w:rPr>
        <w:t xml:space="preserve"> </w:t>
      </w:r>
      <w:proofErr w:type="spellStart"/>
      <w:r w:rsidRPr="007818BD">
        <w:rPr>
          <w:rStyle w:val="Taille-1Caracteres"/>
        </w:rPr>
        <w:t>sedeat</w:t>
      </w:r>
      <w:proofErr w:type="spellEnd"/>
      <w:r w:rsidR="00E8465A">
        <w:rPr>
          <w:rStyle w:val="Taille-1Caracteres"/>
        </w:rPr>
        <w:t xml:space="preserve"> ? </w:t>
      </w:r>
      <w:r w:rsidRPr="007818BD">
        <w:rPr>
          <w:rStyle w:val="Taille-1Caracteres"/>
        </w:rPr>
        <w:t xml:space="preserve">faciès </w:t>
      </w:r>
      <w:proofErr w:type="spellStart"/>
      <w:r w:rsidRPr="007818BD">
        <w:rPr>
          <w:rStyle w:val="Taille-1Caracteres"/>
        </w:rPr>
        <w:t>quae</w:t>
      </w:r>
      <w:proofErr w:type="spellEnd"/>
      <w:r w:rsidRPr="007818BD">
        <w:rPr>
          <w:rStyle w:val="Taille-1Caracteres"/>
        </w:rPr>
        <w:t xml:space="preserve"> limina </w:t>
      </w:r>
      <w:proofErr w:type="spellStart"/>
      <w:r w:rsidRPr="007818BD">
        <w:rPr>
          <w:rStyle w:val="Taille-1Caracteres"/>
        </w:rPr>
        <w:t>se</w:t>
      </w:r>
      <w:r w:rsidRPr="007818BD">
        <w:rPr>
          <w:rStyle w:val="Taille-1Caracteres"/>
        </w:rPr>
        <w:t>r</w:t>
      </w:r>
      <w:r w:rsidRPr="007818BD">
        <w:rPr>
          <w:rStyle w:val="Taille-1Caracteres"/>
        </w:rPr>
        <w:t>vet</w:t>
      </w:r>
      <w:proofErr w:type="spellEnd"/>
      <w:r w:rsidRPr="007818BD">
        <w:rPr>
          <w:rStyle w:val="Appelnotedebasdep"/>
          <w:szCs w:val="28"/>
        </w:rPr>
        <w:footnoteReference w:id="50"/>
      </w:r>
      <w:r w:rsidR="00E8465A">
        <w:rPr>
          <w:rStyle w:val="Taille-1Caracteres"/>
        </w:rPr>
        <w:t> ?</w:t>
      </w:r>
    </w:p>
    <w:p w14:paraId="2E944622" w14:textId="2EE4EB51" w:rsidR="00E8465A" w:rsidRDefault="00E8465A" w:rsidP="00E0544E">
      <w:pPr>
        <w:jc w:val="right"/>
        <w:rPr>
          <w:rStyle w:val="Taille-1Caracteres"/>
        </w:rPr>
      </w:pPr>
      <w:r>
        <w:rPr>
          <w:rStyle w:val="Taille-1Caracteres"/>
        </w:rPr>
        <w:t>(</w:t>
      </w:r>
      <w:r w:rsidR="00E0544E" w:rsidRPr="007818BD">
        <w:rPr>
          <w:rStyle w:val="Taille-1Caracteres"/>
          <w:i/>
        </w:rPr>
        <w:t>Énéide</w:t>
      </w:r>
      <w:r>
        <w:rPr>
          <w:rStyle w:val="Taille-1Caracteres"/>
          <w:i/>
        </w:rPr>
        <w:t xml:space="preserve">, </w:t>
      </w:r>
      <w:r w:rsidR="00E0544E" w:rsidRPr="007818BD">
        <w:rPr>
          <w:rStyle w:val="Taille-1Caracteres"/>
          <w:i/>
        </w:rPr>
        <w:t>VI</w:t>
      </w:r>
      <w:r>
        <w:rPr>
          <w:rStyle w:val="Taille-1Caracteres"/>
          <w:i/>
        </w:rPr>
        <w:t xml:space="preserve">, </w:t>
      </w:r>
      <w:r w:rsidR="00E0544E" w:rsidRPr="007818BD">
        <w:rPr>
          <w:rStyle w:val="Taille-1Caracteres"/>
          <w:i/>
        </w:rPr>
        <w:t>574</w:t>
      </w:r>
      <w:r>
        <w:rPr>
          <w:rStyle w:val="Taille-1Caracteres"/>
        </w:rPr>
        <w:t>.)</w:t>
      </w:r>
    </w:p>
    <w:p w14:paraId="5C73426E" w14:textId="77777777" w:rsidR="00E8465A" w:rsidRDefault="00E0544E" w:rsidP="00E0544E">
      <w:r w:rsidRPr="007818BD">
        <w:t>La nuit est profonde</w:t>
      </w:r>
      <w:r w:rsidR="00E8465A">
        <w:t xml:space="preserve">. </w:t>
      </w:r>
      <w:r w:rsidRPr="007818BD">
        <w:t>Tout repose dans le vieux château</w:t>
      </w:r>
      <w:r w:rsidR="00E8465A">
        <w:t xml:space="preserve">. </w:t>
      </w:r>
      <w:r w:rsidRPr="007818BD">
        <w:t>Tout est immobile sous la clarté mélancolique des étoiles</w:t>
      </w:r>
      <w:r w:rsidR="00E8465A">
        <w:t xml:space="preserve">. </w:t>
      </w:r>
      <w:r w:rsidRPr="007818BD">
        <w:t>Voici l</w:t>
      </w:r>
      <w:r w:rsidR="00E8465A">
        <w:t>’</w:t>
      </w:r>
      <w:r w:rsidRPr="007818BD">
        <w:t>heure</w:t>
      </w:r>
      <w:r w:rsidR="00E8465A">
        <w:t xml:space="preserve"> ; </w:t>
      </w:r>
      <w:proofErr w:type="spellStart"/>
      <w:r w:rsidRPr="007818BD">
        <w:t>Mejnour</w:t>
      </w:r>
      <w:proofErr w:type="spellEnd"/>
      <w:r w:rsidRPr="007818BD">
        <w:t xml:space="preserve"> avec son austère sagesse</w:t>
      </w:r>
      <w:r w:rsidR="00E8465A">
        <w:t xml:space="preserve">, </w:t>
      </w:r>
      <w:proofErr w:type="spellStart"/>
      <w:r w:rsidRPr="007818BD">
        <w:t>Mejnour</w:t>
      </w:r>
      <w:proofErr w:type="spellEnd"/>
      <w:r w:rsidRPr="007818BD">
        <w:t xml:space="preserve"> l</w:t>
      </w:r>
      <w:r w:rsidR="00E8465A">
        <w:t>’</w:t>
      </w:r>
      <w:r w:rsidRPr="007818BD">
        <w:t>ennemi de l</w:t>
      </w:r>
      <w:r w:rsidR="00E8465A">
        <w:t>’</w:t>
      </w:r>
      <w:r w:rsidRPr="007818BD">
        <w:t>amour</w:t>
      </w:r>
      <w:r w:rsidR="00E8465A">
        <w:t xml:space="preserve">, </w:t>
      </w:r>
      <w:proofErr w:type="spellStart"/>
      <w:r w:rsidRPr="007818BD">
        <w:t>Mejnour</w:t>
      </w:r>
      <w:proofErr w:type="spellEnd"/>
      <w:r w:rsidRPr="007818BD">
        <w:t xml:space="preserve"> dont l</w:t>
      </w:r>
      <w:r w:rsidR="00E8465A">
        <w:t>’</w:t>
      </w:r>
      <w:r w:rsidRPr="007818BD">
        <w:t>œil lira dans ton cœur et qui te ref</w:t>
      </w:r>
      <w:r w:rsidRPr="007818BD">
        <w:t>u</w:t>
      </w:r>
      <w:r w:rsidRPr="007818BD">
        <w:t>sera les secrets promis</w:t>
      </w:r>
      <w:r w:rsidR="00E8465A">
        <w:t xml:space="preserve">, </w:t>
      </w:r>
      <w:r w:rsidRPr="007818BD">
        <w:t xml:space="preserve">parce que le sourire radieux de </w:t>
      </w:r>
      <w:proofErr w:type="spellStart"/>
      <w:r w:rsidRPr="007818BD">
        <w:t>Fillide</w:t>
      </w:r>
      <w:proofErr w:type="spellEnd"/>
      <w:r w:rsidRPr="007818BD">
        <w:t xml:space="preserve"> tro</w:t>
      </w:r>
      <w:r w:rsidRPr="007818BD">
        <w:t>u</w:t>
      </w:r>
      <w:r w:rsidRPr="007818BD">
        <w:t>ble et dissipe cette ombre sans vie qu</w:t>
      </w:r>
      <w:r w:rsidR="00E8465A">
        <w:t>’</w:t>
      </w:r>
      <w:r w:rsidRPr="007818BD">
        <w:t>il appelle le repos</w:t>
      </w:r>
      <w:r w:rsidR="00E8465A">
        <w:t xml:space="preserve">, </w:t>
      </w:r>
      <w:proofErr w:type="spellStart"/>
      <w:r w:rsidRPr="007818BD">
        <w:t>Me</w:t>
      </w:r>
      <w:r w:rsidRPr="007818BD">
        <w:t>j</w:t>
      </w:r>
      <w:r w:rsidRPr="007818BD">
        <w:t>nour</w:t>
      </w:r>
      <w:proofErr w:type="spellEnd"/>
      <w:r w:rsidRPr="007818BD">
        <w:t xml:space="preserve"> arrive demain</w:t>
      </w:r>
      <w:r w:rsidR="00E8465A">
        <w:t xml:space="preserve"> : </w:t>
      </w:r>
      <w:r w:rsidRPr="007818BD">
        <w:t>profite de cette nuit</w:t>
      </w:r>
      <w:r w:rsidR="00E8465A">
        <w:t xml:space="preserve">. </w:t>
      </w:r>
      <w:r w:rsidRPr="007818BD">
        <w:t>Méfie-toi de la peur</w:t>
      </w:r>
      <w:r w:rsidR="00E8465A">
        <w:t xml:space="preserve">. </w:t>
      </w:r>
      <w:r w:rsidRPr="007818BD">
        <w:t>Voici l</w:t>
      </w:r>
      <w:r w:rsidR="00E8465A">
        <w:t>’</w:t>
      </w:r>
      <w:r w:rsidRPr="007818BD">
        <w:t>heure</w:t>
      </w:r>
      <w:r w:rsidR="00E8465A">
        <w:t xml:space="preserve">, </w:t>
      </w:r>
      <w:r w:rsidRPr="007818BD">
        <w:t>ou jamais</w:t>
      </w:r>
      <w:r w:rsidR="00E8465A">
        <w:t xml:space="preserve">. </w:t>
      </w:r>
      <w:r w:rsidRPr="007818BD">
        <w:t>Brave jeune homme</w:t>
      </w:r>
      <w:r w:rsidR="00E8465A">
        <w:t xml:space="preserve">, </w:t>
      </w:r>
      <w:r w:rsidRPr="007818BD">
        <w:t>brave</w:t>
      </w:r>
      <w:r w:rsidR="00E8465A">
        <w:t xml:space="preserve">, </w:t>
      </w:r>
      <w:r w:rsidRPr="007818BD">
        <w:t>malgré to</w:t>
      </w:r>
      <w:r w:rsidRPr="007818BD">
        <w:t>u</w:t>
      </w:r>
      <w:r w:rsidRPr="007818BD">
        <w:t>tes tes fautes</w:t>
      </w:r>
      <w:r w:rsidR="00E8465A">
        <w:t xml:space="preserve">, </w:t>
      </w:r>
      <w:r w:rsidRPr="007818BD">
        <w:t>d</w:t>
      </w:r>
      <w:r w:rsidR="00E8465A">
        <w:t>’</w:t>
      </w:r>
      <w:r w:rsidRPr="007818BD">
        <w:t>une main calme et ferme tu ouvres enc</w:t>
      </w:r>
      <w:r w:rsidRPr="007818BD">
        <w:t>o</w:t>
      </w:r>
      <w:r w:rsidRPr="007818BD">
        <w:t>re une fois la porte interdite</w:t>
      </w:r>
      <w:r w:rsidR="00E8465A">
        <w:t>.</w:t>
      </w:r>
    </w:p>
    <w:p w14:paraId="3FCEED6C" w14:textId="77777777" w:rsidR="00E8465A" w:rsidRDefault="00E0544E" w:rsidP="00E0544E">
      <w:r w:rsidRPr="007818BD">
        <w:t>Il plaça sa lampe sur la table près du livre</w:t>
      </w:r>
      <w:r w:rsidR="00E8465A">
        <w:t xml:space="preserve">, </w:t>
      </w:r>
      <w:r w:rsidRPr="007818BD">
        <w:t>qui était deme</w:t>
      </w:r>
      <w:r w:rsidRPr="007818BD">
        <w:t>u</w:t>
      </w:r>
      <w:r w:rsidRPr="007818BD">
        <w:t>re ouvert</w:t>
      </w:r>
      <w:r w:rsidR="00E8465A">
        <w:t xml:space="preserve"> ; </w:t>
      </w:r>
      <w:r w:rsidRPr="007818BD">
        <w:t>il tourna les feuillets</w:t>
      </w:r>
      <w:r w:rsidR="00E8465A">
        <w:t xml:space="preserve">, </w:t>
      </w:r>
      <w:r w:rsidRPr="007818BD">
        <w:t>mais n</w:t>
      </w:r>
      <w:r w:rsidR="00E8465A">
        <w:t>’</w:t>
      </w:r>
      <w:r w:rsidRPr="007818BD">
        <w:t>en put déchiffrer le sens qu</w:t>
      </w:r>
      <w:r w:rsidR="00E8465A">
        <w:t>’</w:t>
      </w:r>
      <w:r w:rsidRPr="007818BD">
        <w:t>au passage suivant</w:t>
      </w:r>
      <w:r w:rsidR="00E8465A">
        <w:t> :</w:t>
      </w:r>
    </w:p>
    <w:p w14:paraId="16C453E7" w14:textId="4CC86B73" w:rsidR="00E0544E" w:rsidRPr="007818BD" w:rsidRDefault="00E8465A" w:rsidP="00E0544E">
      <w:r>
        <w:t>« </w:t>
      </w:r>
      <w:r w:rsidR="00E0544E" w:rsidRPr="007818BD">
        <w:t>Lors donc que le disciple est ainsi initié et préparé</w:t>
      </w:r>
      <w:r>
        <w:t xml:space="preserve">, </w:t>
      </w:r>
      <w:r w:rsidR="00E0544E" w:rsidRPr="007818BD">
        <w:t>qu</w:t>
      </w:r>
      <w:r>
        <w:t>’</w:t>
      </w:r>
      <w:r w:rsidR="00E0544E" w:rsidRPr="007818BD">
        <w:t>il ouvre la fenêtre</w:t>
      </w:r>
      <w:r>
        <w:t xml:space="preserve">, </w:t>
      </w:r>
      <w:r w:rsidR="00E0544E" w:rsidRPr="007818BD">
        <w:t>qu</w:t>
      </w:r>
      <w:r>
        <w:t>’</w:t>
      </w:r>
      <w:r w:rsidR="00E0544E" w:rsidRPr="007818BD">
        <w:t>il a</w:t>
      </w:r>
      <w:r w:rsidR="00E0544E" w:rsidRPr="007818BD">
        <w:t>l</w:t>
      </w:r>
      <w:r w:rsidR="00E0544E" w:rsidRPr="007818BD">
        <w:t>lume les lampes</w:t>
      </w:r>
      <w:r>
        <w:t xml:space="preserve">, </w:t>
      </w:r>
      <w:r w:rsidR="00E0544E" w:rsidRPr="007818BD">
        <w:t>qu</w:t>
      </w:r>
      <w:r>
        <w:t>’</w:t>
      </w:r>
      <w:r w:rsidR="00E0544E" w:rsidRPr="007818BD">
        <w:t>il baigne ses tempes de l</w:t>
      </w:r>
      <w:r>
        <w:t>’</w:t>
      </w:r>
      <w:r w:rsidR="00E0544E" w:rsidRPr="007818BD">
        <w:t>élixir</w:t>
      </w:r>
      <w:r>
        <w:t xml:space="preserve">. </w:t>
      </w:r>
      <w:r w:rsidR="00E0544E" w:rsidRPr="007818BD">
        <w:t>Qu</w:t>
      </w:r>
      <w:r>
        <w:t>’</w:t>
      </w:r>
      <w:r w:rsidR="00E0544E" w:rsidRPr="007818BD">
        <w:t>il prenne garde</w:t>
      </w:r>
      <w:r>
        <w:t xml:space="preserve">, </w:t>
      </w:r>
      <w:r w:rsidR="00E0544E" w:rsidRPr="007818BD">
        <w:t>avant d</w:t>
      </w:r>
      <w:r>
        <w:t>’</w:t>
      </w:r>
      <w:r w:rsidR="00E0544E" w:rsidRPr="007818BD">
        <w:t>oser boire l</w:t>
      </w:r>
      <w:r>
        <w:t>’</w:t>
      </w:r>
      <w:r w:rsidR="00E0544E" w:rsidRPr="007818BD">
        <w:t>esprit volatile et igné</w:t>
      </w:r>
      <w:r>
        <w:t xml:space="preserve">. </w:t>
      </w:r>
      <w:r w:rsidR="00E0544E" w:rsidRPr="007818BD">
        <w:t>En goûter avant que des inhalations répétées aient gr</w:t>
      </w:r>
      <w:r w:rsidR="00E0544E" w:rsidRPr="007818BD">
        <w:t>a</w:t>
      </w:r>
      <w:r w:rsidR="00E0544E" w:rsidRPr="007818BD">
        <w:t>duellement accoutumé le corps au liquide extatique</w:t>
      </w:r>
      <w:r>
        <w:t xml:space="preserve">, </w:t>
      </w:r>
      <w:r w:rsidR="00E0544E" w:rsidRPr="007818BD">
        <w:t>c</w:t>
      </w:r>
      <w:r>
        <w:t>’</w:t>
      </w:r>
      <w:r w:rsidR="00E0544E" w:rsidRPr="007818BD">
        <w:t>est connaître non la vie</w:t>
      </w:r>
      <w:r>
        <w:t xml:space="preserve">, </w:t>
      </w:r>
      <w:r w:rsidR="00E0544E" w:rsidRPr="007818BD">
        <w:t>mais la mort</w:t>
      </w:r>
      <w:r>
        <w:t>. »</w:t>
      </w:r>
    </w:p>
    <w:p w14:paraId="77658D6C" w14:textId="2B9E6F5D" w:rsidR="00E8465A" w:rsidRDefault="00E0544E" w:rsidP="00E0544E">
      <w:r w:rsidRPr="007818BD">
        <w:lastRenderedPageBreak/>
        <w:t>Il ne put pénétrer plus avant dans les instructions</w:t>
      </w:r>
      <w:r w:rsidR="00E8465A">
        <w:t xml:space="preserve"> ; </w:t>
      </w:r>
      <w:r w:rsidRPr="007818BD">
        <w:t>le chi</w:t>
      </w:r>
      <w:r w:rsidRPr="007818BD">
        <w:t>f</w:t>
      </w:r>
      <w:r w:rsidRPr="007818BD">
        <w:t>fre changeait encore</w:t>
      </w:r>
      <w:r w:rsidR="00E8465A">
        <w:t xml:space="preserve">. </w:t>
      </w:r>
      <w:r w:rsidRPr="007818BD">
        <w:t>Il promena autour de la chambre un r</w:t>
      </w:r>
      <w:r w:rsidRPr="007818BD">
        <w:t>e</w:t>
      </w:r>
      <w:r w:rsidRPr="007818BD">
        <w:t>gard ferme et attentif</w:t>
      </w:r>
      <w:r w:rsidR="00E8465A">
        <w:t xml:space="preserve">. </w:t>
      </w:r>
      <w:r w:rsidRPr="007818BD">
        <w:t>La clarté de la lune pénétrait tranquill</w:t>
      </w:r>
      <w:r w:rsidRPr="007818BD">
        <w:t>e</w:t>
      </w:r>
      <w:r w:rsidRPr="007818BD">
        <w:t>ment à travers la fenêtre qu</w:t>
      </w:r>
      <w:r w:rsidR="00E8465A">
        <w:t>’</w:t>
      </w:r>
      <w:r w:rsidRPr="007818BD">
        <w:t>il venait d</w:t>
      </w:r>
      <w:r w:rsidR="00E8465A">
        <w:t>’</w:t>
      </w:r>
      <w:r w:rsidRPr="007818BD">
        <w:t>ouvrir</w:t>
      </w:r>
      <w:r w:rsidR="00E8465A">
        <w:t xml:space="preserve">, </w:t>
      </w:r>
      <w:r w:rsidRPr="007818BD">
        <w:t>et semblait</w:t>
      </w:r>
      <w:r w:rsidR="00E8465A">
        <w:t xml:space="preserve">, </w:t>
      </w:r>
      <w:r w:rsidRPr="007818BD">
        <w:t>en dormant sur les dalles et en éclairant les murailles</w:t>
      </w:r>
      <w:r w:rsidR="00E8465A">
        <w:t xml:space="preserve">, </w:t>
      </w:r>
      <w:r w:rsidRPr="007818BD">
        <w:t>figurer par sa présence quelque puissance lugubre et surnaturelle</w:t>
      </w:r>
      <w:r w:rsidR="00E8465A">
        <w:t xml:space="preserve">. </w:t>
      </w:r>
      <w:r w:rsidRPr="007818BD">
        <w:t>Il rangea les lampes mystiques</w:t>
      </w:r>
      <w:r w:rsidR="00E8465A">
        <w:t xml:space="preserve">, </w:t>
      </w:r>
      <w:r w:rsidRPr="007818BD">
        <w:t>au nombre de neuf</w:t>
      </w:r>
      <w:r w:rsidR="00E8465A">
        <w:t xml:space="preserve">, </w:t>
      </w:r>
      <w:r w:rsidRPr="007818BD">
        <w:t>autour du centre de la chambre</w:t>
      </w:r>
      <w:r w:rsidR="00E8465A">
        <w:t xml:space="preserve">, </w:t>
      </w:r>
      <w:r w:rsidRPr="007818BD">
        <w:t>et les alluma une à une</w:t>
      </w:r>
      <w:r w:rsidR="00E8465A">
        <w:t xml:space="preserve">. </w:t>
      </w:r>
      <w:r w:rsidRPr="007818BD">
        <w:t>Une flamme aux teintes az</w:t>
      </w:r>
      <w:r w:rsidRPr="007818BD">
        <w:t>u</w:t>
      </w:r>
      <w:r w:rsidRPr="007818BD">
        <w:t>rées et a</w:t>
      </w:r>
      <w:r w:rsidRPr="007818BD">
        <w:t>r</w:t>
      </w:r>
      <w:r w:rsidRPr="007818BD">
        <w:t>gentines jaillit de chacune et éclaira la chambre d</w:t>
      </w:r>
      <w:r w:rsidR="00E8465A">
        <w:t>’</w:t>
      </w:r>
      <w:r w:rsidRPr="007818BD">
        <w:t>une splendeur calme et pourtant éblouissante</w:t>
      </w:r>
      <w:r w:rsidR="00E8465A">
        <w:t xml:space="preserve"> ; </w:t>
      </w:r>
      <w:r w:rsidRPr="007818BD">
        <w:t>bientôt cette clarté devint plus molle et plus voilée</w:t>
      </w:r>
      <w:r w:rsidR="00E8465A">
        <w:t xml:space="preserve"> ; </w:t>
      </w:r>
      <w:r w:rsidRPr="007818BD">
        <w:t>un léger nuage gris</w:t>
      </w:r>
      <w:r w:rsidR="00E8465A">
        <w:t xml:space="preserve">, </w:t>
      </w:r>
      <w:r w:rsidRPr="007818BD">
        <w:t>comme une brume</w:t>
      </w:r>
      <w:r w:rsidR="00E8465A">
        <w:t xml:space="preserve">, </w:t>
      </w:r>
      <w:r w:rsidRPr="007818BD">
        <w:t>remplit graduellement la pièce</w:t>
      </w:r>
      <w:r w:rsidR="00E8465A">
        <w:t xml:space="preserve"> ; </w:t>
      </w:r>
      <w:r w:rsidRPr="007818BD">
        <w:t>un frisson glacial perça le cœur de l</w:t>
      </w:r>
      <w:r w:rsidR="00E8465A">
        <w:t>’</w:t>
      </w:r>
      <w:r w:rsidRPr="007818BD">
        <w:t>Anglais</w:t>
      </w:r>
      <w:r w:rsidR="00E8465A">
        <w:t xml:space="preserve">, </w:t>
      </w:r>
      <w:r w:rsidRPr="007818BD">
        <w:t>et l</w:t>
      </w:r>
      <w:r w:rsidR="00E8465A">
        <w:t>’</w:t>
      </w:r>
      <w:r w:rsidRPr="007818BD">
        <w:t>envahit tout entier d</w:t>
      </w:r>
      <w:r w:rsidR="00E8465A">
        <w:t>’</w:t>
      </w:r>
      <w:r w:rsidRPr="007818BD">
        <w:t>un froid mortel</w:t>
      </w:r>
      <w:r w:rsidR="00E8465A">
        <w:t xml:space="preserve">. </w:t>
      </w:r>
      <w:r w:rsidRPr="007818BD">
        <w:t>Avec le pressentiment in</w:t>
      </w:r>
      <w:r w:rsidRPr="007818BD">
        <w:t>s</w:t>
      </w:r>
      <w:r w:rsidRPr="007818BD">
        <w:t>tinctif de son danger</w:t>
      </w:r>
      <w:r w:rsidR="00E8465A">
        <w:t xml:space="preserve">, </w:t>
      </w:r>
      <w:r w:rsidRPr="007818BD">
        <w:t xml:space="preserve">il se traîna à </w:t>
      </w:r>
      <w:proofErr w:type="spellStart"/>
      <w:r w:rsidRPr="007818BD">
        <w:t>grand</w:t>
      </w:r>
      <w:r w:rsidR="00E8465A">
        <w:t>’</w:t>
      </w:r>
      <w:r w:rsidRPr="007818BD">
        <w:t>peine</w:t>
      </w:r>
      <w:proofErr w:type="spellEnd"/>
      <w:r w:rsidR="00E8465A">
        <w:t xml:space="preserve"> (</w:t>
      </w:r>
      <w:r w:rsidRPr="007818BD">
        <w:t>car ses membres étaient rigides et pétr</w:t>
      </w:r>
      <w:r w:rsidRPr="007818BD">
        <w:t>i</w:t>
      </w:r>
      <w:r w:rsidRPr="007818BD">
        <w:t>fiés</w:t>
      </w:r>
      <w:r w:rsidR="00E8465A">
        <w:t xml:space="preserve">) </w:t>
      </w:r>
      <w:r w:rsidRPr="007818BD">
        <w:t>jusqu</w:t>
      </w:r>
      <w:r w:rsidR="00E8465A">
        <w:t>’</w:t>
      </w:r>
      <w:r w:rsidRPr="007818BD">
        <w:t>au rayon où reposaient les vases de cristal</w:t>
      </w:r>
      <w:r w:rsidR="00E8465A">
        <w:t xml:space="preserve"> : </w:t>
      </w:r>
      <w:r w:rsidRPr="007818BD">
        <w:t>il aspira à la hâte l</w:t>
      </w:r>
      <w:r w:rsidR="00E8465A">
        <w:t>’</w:t>
      </w:r>
      <w:r w:rsidRPr="007818BD">
        <w:t>élixir et se baigna les tempes du fluide étincelant</w:t>
      </w:r>
      <w:r w:rsidR="00E8465A">
        <w:t xml:space="preserve">. </w:t>
      </w:r>
      <w:r w:rsidRPr="007818BD">
        <w:t>La même sensation de force</w:t>
      </w:r>
      <w:r w:rsidR="00E8465A">
        <w:t xml:space="preserve">, </w:t>
      </w:r>
      <w:r w:rsidRPr="007818BD">
        <w:t>de jeunesse</w:t>
      </w:r>
      <w:r w:rsidR="00E8465A">
        <w:t xml:space="preserve">, </w:t>
      </w:r>
      <w:r w:rsidRPr="007818BD">
        <w:t>de joie aérienne et légère qu</w:t>
      </w:r>
      <w:r w:rsidR="00E8465A">
        <w:t>’</w:t>
      </w:r>
      <w:r w:rsidRPr="007818BD">
        <w:t xml:space="preserve">il avait </w:t>
      </w:r>
      <w:proofErr w:type="spellStart"/>
      <w:r w:rsidRPr="007818BD">
        <w:t>éprouvée</w:t>
      </w:r>
      <w:proofErr w:type="spellEnd"/>
      <w:r w:rsidRPr="007818BD">
        <w:t xml:space="preserve"> le matin</w:t>
      </w:r>
      <w:r w:rsidR="00E8465A">
        <w:t xml:space="preserve">, </w:t>
      </w:r>
      <w:r w:rsidRPr="007818BD">
        <w:t>remplaça instantanément la to</w:t>
      </w:r>
      <w:r w:rsidRPr="007818BD">
        <w:t>r</w:t>
      </w:r>
      <w:r w:rsidRPr="007818BD">
        <w:t>peur mortelle qui venait de saisir le foyer même de la vie</w:t>
      </w:r>
      <w:r w:rsidR="00E8465A">
        <w:t xml:space="preserve">. </w:t>
      </w:r>
      <w:r w:rsidRPr="007818BD">
        <w:t>Il se leva</w:t>
      </w:r>
      <w:r w:rsidR="00E8465A">
        <w:t xml:space="preserve">, </w:t>
      </w:r>
      <w:r w:rsidRPr="007818BD">
        <w:t>et</w:t>
      </w:r>
      <w:r w:rsidR="00E8465A">
        <w:t xml:space="preserve">, </w:t>
      </w:r>
      <w:r w:rsidRPr="007818BD">
        <w:t>les bras croisés sur sa poitrine</w:t>
      </w:r>
      <w:r w:rsidR="00E8465A">
        <w:t xml:space="preserve">, </w:t>
      </w:r>
      <w:r w:rsidRPr="007818BD">
        <w:t>droit et intrépide</w:t>
      </w:r>
      <w:r w:rsidR="00E8465A">
        <w:t xml:space="preserve">, </w:t>
      </w:r>
      <w:r w:rsidRPr="007818BD">
        <w:t>il a</w:t>
      </w:r>
      <w:r w:rsidRPr="007818BD">
        <w:t>t</w:t>
      </w:r>
      <w:r w:rsidRPr="007818BD">
        <w:t>tendit</w:t>
      </w:r>
      <w:r w:rsidR="00E8465A">
        <w:t xml:space="preserve">. </w:t>
      </w:r>
      <w:r w:rsidRPr="007818BD">
        <w:t>La vapeur avait déjà pris la densité et la consistance d</w:t>
      </w:r>
      <w:r w:rsidR="00E8465A">
        <w:t>’</w:t>
      </w:r>
      <w:r w:rsidRPr="007818BD">
        <w:t>un nuage de neige</w:t>
      </w:r>
      <w:r w:rsidR="00E8465A">
        <w:t xml:space="preserve"> ; </w:t>
      </w:r>
      <w:r w:rsidRPr="007818BD">
        <w:t>les lampes scintillaient au travers comme des étoiles</w:t>
      </w:r>
      <w:r w:rsidR="00E8465A">
        <w:t xml:space="preserve">. </w:t>
      </w:r>
      <w:r w:rsidRPr="007818BD">
        <w:t>Maintenant</w:t>
      </w:r>
      <w:r w:rsidR="00E8465A">
        <w:t xml:space="preserve">, </w:t>
      </w:r>
      <w:r w:rsidRPr="007818BD">
        <w:t>il voyait distinctement des formes</w:t>
      </w:r>
      <w:r w:rsidR="00E8465A">
        <w:t xml:space="preserve">, </w:t>
      </w:r>
      <w:r w:rsidRPr="007818BD">
        <w:t>resse</w:t>
      </w:r>
      <w:r w:rsidRPr="007818BD">
        <w:t>m</w:t>
      </w:r>
      <w:r w:rsidRPr="007818BD">
        <w:t>blant par leurs contours à la forme humaine</w:t>
      </w:r>
      <w:r w:rsidR="00E8465A">
        <w:t xml:space="preserve">, </w:t>
      </w:r>
      <w:r w:rsidRPr="007818BD">
        <w:t>passer lentement et par évolutions régulières à travers la nuée</w:t>
      </w:r>
      <w:r w:rsidR="00E8465A">
        <w:t xml:space="preserve">. </w:t>
      </w:r>
      <w:r w:rsidRPr="007818BD">
        <w:t>E</w:t>
      </w:r>
      <w:r w:rsidRPr="007818BD">
        <w:t>l</w:t>
      </w:r>
      <w:r w:rsidRPr="007818BD">
        <w:t xml:space="preserve">les paraissaient </w:t>
      </w:r>
      <w:r w:rsidRPr="007818BD">
        <w:rPr>
          <w:i/>
          <w:iCs/>
        </w:rPr>
        <w:t>exsangues</w:t>
      </w:r>
      <w:r w:rsidR="00E8465A">
        <w:t xml:space="preserve">, </w:t>
      </w:r>
      <w:r w:rsidRPr="007818BD">
        <w:t>leurs corps étaient transparents</w:t>
      </w:r>
      <w:r w:rsidR="00E8465A">
        <w:t xml:space="preserve">, </w:t>
      </w:r>
      <w:r w:rsidRPr="007818BD">
        <w:t>et s</w:t>
      </w:r>
      <w:r w:rsidR="00E8465A">
        <w:t>’</w:t>
      </w:r>
      <w:r w:rsidRPr="007818BD">
        <w:t>allongeaient ou se repliaient comme les anneaux d</w:t>
      </w:r>
      <w:r w:rsidR="00E8465A">
        <w:t>’</w:t>
      </w:r>
      <w:r w:rsidRPr="007818BD">
        <w:t>un serpent</w:t>
      </w:r>
      <w:r w:rsidR="00E8465A">
        <w:t xml:space="preserve">. </w:t>
      </w:r>
      <w:r w:rsidRPr="007818BD">
        <w:t>Pendant leur procession majestueuse</w:t>
      </w:r>
      <w:r w:rsidR="00E8465A">
        <w:t xml:space="preserve">, </w:t>
      </w:r>
      <w:r w:rsidRPr="007818BD">
        <w:t>il entendit un son à peine perceptible</w:t>
      </w:r>
      <w:r w:rsidR="00E8465A">
        <w:t xml:space="preserve">, </w:t>
      </w:r>
      <w:r w:rsidRPr="007818BD">
        <w:t>comme le fantôme d</w:t>
      </w:r>
      <w:r w:rsidR="00E8465A">
        <w:t>’</w:t>
      </w:r>
      <w:r w:rsidRPr="007818BD">
        <w:t>une voix</w:t>
      </w:r>
      <w:r w:rsidR="00E8465A">
        <w:t xml:space="preserve">, </w:t>
      </w:r>
      <w:r w:rsidRPr="007818BD">
        <w:t>que chacune recueillait et re</w:t>
      </w:r>
      <w:r w:rsidRPr="007818BD">
        <w:t>n</w:t>
      </w:r>
      <w:r w:rsidRPr="007818BD">
        <w:t>voyait à la suivante</w:t>
      </w:r>
      <w:r w:rsidR="00E8465A">
        <w:t xml:space="preserve"> ; </w:t>
      </w:r>
      <w:r w:rsidRPr="007818BD">
        <w:t>un son voilé</w:t>
      </w:r>
      <w:r w:rsidR="00E8465A">
        <w:t xml:space="preserve">, </w:t>
      </w:r>
      <w:r w:rsidRPr="007818BD">
        <w:t>mais harmonieux</w:t>
      </w:r>
      <w:r w:rsidR="00E8465A">
        <w:t xml:space="preserve">, </w:t>
      </w:r>
      <w:r w:rsidRPr="007818BD">
        <w:t>qui se</w:t>
      </w:r>
      <w:r w:rsidRPr="007818BD">
        <w:t>m</w:t>
      </w:r>
      <w:r w:rsidRPr="007818BD">
        <w:t>blait l</w:t>
      </w:r>
      <w:r w:rsidR="00E8465A">
        <w:t>’</w:t>
      </w:r>
      <w:r w:rsidRPr="007818BD">
        <w:t>expression de quelque joie d</w:t>
      </w:r>
      <w:r w:rsidR="00E8465A">
        <w:t>’</w:t>
      </w:r>
      <w:r w:rsidRPr="007818BD">
        <w:t xml:space="preserve">une ineffable </w:t>
      </w:r>
      <w:r w:rsidRPr="007818BD">
        <w:lastRenderedPageBreak/>
        <w:t>sérénité</w:t>
      </w:r>
      <w:r w:rsidR="00E8465A">
        <w:t xml:space="preserve">. </w:t>
      </w:r>
      <w:r w:rsidRPr="007818BD">
        <w:t>Auc</w:t>
      </w:r>
      <w:r w:rsidRPr="007818BD">
        <w:t>u</w:t>
      </w:r>
      <w:r w:rsidRPr="007818BD">
        <w:t>ne de ces apparitions ne parut faire attention à lui</w:t>
      </w:r>
      <w:r w:rsidR="00E8465A">
        <w:t xml:space="preserve">. </w:t>
      </w:r>
      <w:r w:rsidRPr="007818BD">
        <w:t>Son désir i</w:t>
      </w:r>
      <w:r w:rsidRPr="007818BD">
        <w:t>n</w:t>
      </w:r>
      <w:r w:rsidRPr="007818BD">
        <w:t>tense de les aborder</w:t>
      </w:r>
      <w:r w:rsidR="00E8465A">
        <w:t xml:space="preserve">, </w:t>
      </w:r>
      <w:r w:rsidRPr="007818BD">
        <w:t>d</w:t>
      </w:r>
      <w:r w:rsidR="00E8465A">
        <w:t>’</w:t>
      </w:r>
      <w:r w:rsidRPr="007818BD">
        <w:t>être de leur nombre</w:t>
      </w:r>
      <w:r w:rsidR="00E8465A">
        <w:t xml:space="preserve">, </w:t>
      </w:r>
      <w:r w:rsidRPr="007818BD">
        <w:t>de prendre part à ce mouvement de béatitude aérienne</w:t>
      </w:r>
      <w:r w:rsidR="00E8465A">
        <w:t xml:space="preserve">, </w:t>
      </w:r>
      <w:r w:rsidRPr="007818BD">
        <w:t>car il la jugeait telle</w:t>
      </w:r>
      <w:r w:rsidR="00E8465A">
        <w:t xml:space="preserve">, </w:t>
      </w:r>
      <w:r w:rsidRPr="007818BD">
        <w:t>le pou</w:t>
      </w:r>
      <w:r w:rsidRPr="007818BD">
        <w:t>s</w:t>
      </w:r>
      <w:r w:rsidRPr="007818BD">
        <w:t>sa à étendre les bras</w:t>
      </w:r>
      <w:r w:rsidR="00E8465A">
        <w:t xml:space="preserve">, </w:t>
      </w:r>
      <w:r w:rsidRPr="007818BD">
        <w:t>à crier à haute voix</w:t>
      </w:r>
      <w:r w:rsidR="00E8465A">
        <w:t xml:space="preserve"> : </w:t>
      </w:r>
      <w:r w:rsidRPr="007818BD">
        <w:t>mais un murmure inarticulé passa seul sur ses lèvres</w:t>
      </w:r>
      <w:r w:rsidR="00E8465A">
        <w:t xml:space="preserve"> ; </w:t>
      </w:r>
      <w:r w:rsidRPr="007818BD">
        <w:t>et le mouvement et l</w:t>
      </w:r>
      <w:r w:rsidR="00E8465A">
        <w:t>’</w:t>
      </w:r>
      <w:r w:rsidRPr="007818BD">
        <w:t>harmonie continuèrent comme si aucun mortel ne fût présent</w:t>
      </w:r>
      <w:r w:rsidR="00E8465A">
        <w:t xml:space="preserve">. </w:t>
      </w:r>
      <w:r w:rsidRPr="007818BD">
        <w:t xml:space="preserve">Lentement elles firent le tour de </w:t>
      </w:r>
      <w:proofErr w:type="spellStart"/>
      <w:r w:rsidRPr="007818BD">
        <w:t>là</w:t>
      </w:r>
      <w:proofErr w:type="spellEnd"/>
      <w:r w:rsidRPr="007818BD">
        <w:t xml:space="preserve"> chambre</w:t>
      </w:r>
      <w:r w:rsidR="00E8465A">
        <w:t xml:space="preserve">, </w:t>
      </w:r>
      <w:r w:rsidRPr="007818BD">
        <w:t>et remontèrent jusqu</w:t>
      </w:r>
      <w:r w:rsidR="00E8465A">
        <w:t>’</w:t>
      </w:r>
      <w:r w:rsidRPr="007818BD">
        <w:t>à ce que</w:t>
      </w:r>
      <w:r w:rsidR="00E8465A">
        <w:t xml:space="preserve">, </w:t>
      </w:r>
      <w:r w:rsidRPr="007818BD">
        <w:t>dans le même ordre solennel</w:t>
      </w:r>
      <w:r w:rsidR="00E8465A">
        <w:t xml:space="preserve">, </w:t>
      </w:r>
      <w:r w:rsidRPr="007818BD">
        <w:t>l</w:t>
      </w:r>
      <w:r w:rsidR="00E8465A">
        <w:t>’</w:t>
      </w:r>
      <w:r w:rsidRPr="007818BD">
        <w:t>une après l</w:t>
      </w:r>
      <w:r w:rsidR="00E8465A">
        <w:t>’</w:t>
      </w:r>
      <w:r w:rsidRPr="007818BD">
        <w:t>autre</w:t>
      </w:r>
      <w:r w:rsidR="00E8465A">
        <w:t xml:space="preserve">, </w:t>
      </w:r>
      <w:r w:rsidRPr="007818BD">
        <w:t>elles disparurent par la fenêtre o</w:t>
      </w:r>
      <w:r w:rsidRPr="007818BD">
        <w:t>u</w:t>
      </w:r>
      <w:r w:rsidRPr="007818BD">
        <w:t>verte et s</w:t>
      </w:r>
      <w:r w:rsidR="00E8465A">
        <w:t>’</w:t>
      </w:r>
      <w:r w:rsidRPr="007818BD">
        <w:t>évanouirent dans l</w:t>
      </w:r>
      <w:r w:rsidR="00E8465A">
        <w:t>’</w:t>
      </w:r>
      <w:r w:rsidRPr="007818BD">
        <w:t>air</w:t>
      </w:r>
      <w:r w:rsidR="00E8465A">
        <w:t xml:space="preserve">. </w:t>
      </w:r>
      <w:r w:rsidRPr="007818BD">
        <w:t>Alors</w:t>
      </w:r>
      <w:r w:rsidR="00E8465A">
        <w:t xml:space="preserve">, </w:t>
      </w:r>
      <w:r w:rsidRPr="007818BD">
        <w:t>ses yeux qui les suivaient virent tout à coup la fen</w:t>
      </w:r>
      <w:r w:rsidRPr="007818BD">
        <w:t>ê</w:t>
      </w:r>
      <w:r w:rsidRPr="007818BD">
        <w:t>tre obscurcie par un objet d</w:t>
      </w:r>
      <w:r w:rsidR="00E8465A">
        <w:t>’</w:t>
      </w:r>
      <w:r w:rsidRPr="007818BD">
        <w:t>abord indistinct</w:t>
      </w:r>
      <w:r w:rsidR="00E8465A">
        <w:t xml:space="preserve">, </w:t>
      </w:r>
      <w:r w:rsidRPr="007818BD">
        <w:t>mais qui suffisait</w:t>
      </w:r>
      <w:r w:rsidR="00E8465A">
        <w:t xml:space="preserve">, </w:t>
      </w:r>
      <w:r w:rsidRPr="007818BD">
        <w:t>par sa mystérieuse présence</w:t>
      </w:r>
      <w:r w:rsidR="00E8465A">
        <w:t xml:space="preserve">, </w:t>
      </w:r>
      <w:r w:rsidRPr="007818BD">
        <w:t>pour changer en terreur le sent</w:t>
      </w:r>
      <w:r w:rsidRPr="007818BD">
        <w:t>i</w:t>
      </w:r>
      <w:r w:rsidRPr="007818BD">
        <w:t>ment de délicieux bien-être qu</w:t>
      </w:r>
      <w:r w:rsidR="00E8465A">
        <w:t>’</w:t>
      </w:r>
      <w:r w:rsidRPr="007818BD">
        <w:t>il avait jusqu</w:t>
      </w:r>
      <w:r w:rsidR="00E8465A">
        <w:t>’</w:t>
      </w:r>
      <w:r w:rsidRPr="007818BD">
        <w:t>alors éprouvé</w:t>
      </w:r>
      <w:r w:rsidR="00E8465A">
        <w:t xml:space="preserve">. </w:t>
      </w:r>
      <w:r w:rsidRPr="007818BD">
        <w:t>Peu à peu l</w:t>
      </w:r>
      <w:r w:rsidR="00E8465A">
        <w:t>’</w:t>
      </w:r>
      <w:r w:rsidRPr="007818BD">
        <w:t>objet se dessina à sa vue</w:t>
      </w:r>
      <w:r w:rsidR="00E8465A">
        <w:t xml:space="preserve">. </w:t>
      </w:r>
      <w:r w:rsidRPr="007818BD">
        <w:t>On eût dit une tête humaine couverte d</w:t>
      </w:r>
      <w:r w:rsidR="00E8465A">
        <w:t>’</w:t>
      </w:r>
      <w:r w:rsidRPr="007818BD">
        <w:t>un voile noir</w:t>
      </w:r>
      <w:r w:rsidR="00E8465A">
        <w:t xml:space="preserve">, </w:t>
      </w:r>
      <w:r w:rsidRPr="007818BD">
        <w:t>à travers lequel brillaient d</w:t>
      </w:r>
      <w:r w:rsidR="00E8465A">
        <w:t>’</w:t>
      </w:r>
      <w:r w:rsidRPr="007818BD">
        <w:t>un éclat l</w:t>
      </w:r>
      <w:r w:rsidRPr="007818BD">
        <w:t>i</w:t>
      </w:r>
      <w:r w:rsidRPr="007818BD">
        <w:t>vide et infernal des yeux qui le glacèrent jusqu</w:t>
      </w:r>
      <w:r w:rsidR="00E8465A">
        <w:t>’</w:t>
      </w:r>
      <w:r w:rsidRPr="007818BD">
        <w:t xml:space="preserve">à la </w:t>
      </w:r>
      <w:r w:rsidR="00E8465A">
        <w:t>moel</w:t>
      </w:r>
      <w:r w:rsidRPr="007818BD">
        <w:t>le</w:t>
      </w:r>
      <w:r w:rsidR="00E8465A">
        <w:t xml:space="preserve">. </w:t>
      </w:r>
      <w:r w:rsidRPr="007818BD">
        <w:t>C</w:t>
      </w:r>
      <w:r w:rsidR="00E8465A">
        <w:t>’</w:t>
      </w:r>
      <w:r w:rsidRPr="007818BD">
        <w:t>est là tout ce qu</w:t>
      </w:r>
      <w:r w:rsidR="00E8465A">
        <w:t>’</w:t>
      </w:r>
      <w:r w:rsidRPr="007818BD">
        <w:t>il put distinguer de ce visage</w:t>
      </w:r>
      <w:r w:rsidR="00E8465A">
        <w:t xml:space="preserve"> : </w:t>
      </w:r>
      <w:r w:rsidRPr="007818BD">
        <w:t>deux yeux dont le r</w:t>
      </w:r>
      <w:r w:rsidRPr="007818BD">
        <w:t>e</w:t>
      </w:r>
      <w:r w:rsidRPr="007818BD">
        <w:t>gard était insoutenable</w:t>
      </w:r>
      <w:r w:rsidR="00E8465A">
        <w:t xml:space="preserve">. </w:t>
      </w:r>
      <w:r w:rsidRPr="007818BD">
        <w:t>Mais sa terreur</w:t>
      </w:r>
      <w:r w:rsidR="00E8465A">
        <w:t xml:space="preserve">, </w:t>
      </w:r>
      <w:r w:rsidRPr="007818BD">
        <w:t>qui tout d</w:t>
      </w:r>
      <w:r w:rsidR="00E8465A">
        <w:t>’</w:t>
      </w:r>
      <w:r w:rsidRPr="007818BD">
        <w:t>abord p</w:t>
      </w:r>
      <w:r w:rsidRPr="007818BD">
        <w:t>a</w:t>
      </w:r>
      <w:r w:rsidRPr="007818BD">
        <w:t>rut au-dessus des forces humaines</w:t>
      </w:r>
      <w:r w:rsidR="00E8465A">
        <w:t xml:space="preserve">, </w:t>
      </w:r>
      <w:r w:rsidRPr="007818BD">
        <w:t>augmenta au centuple quand</w:t>
      </w:r>
      <w:r w:rsidR="00E8465A">
        <w:t xml:space="preserve">, </w:t>
      </w:r>
      <w:r w:rsidRPr="007818BD">
        <w:t>après un moment de repos</w:t>
      </w:r>
      <w:r w:rsidR="00E8465A">
        <w:t xml:space="preserve">, </w:t>
      </w:r>
      <w:r w:rsidRPr="007818BD">
        <w:t>le fantôme entra lentement dans la chambre</w:t>
      </w:r>
      <w:r w:rsidR="00E8465A">
        <w:t xml:space="preserve">. </w:t>
      </w:r>
      <w:r w:rsidRPr="007818BD">
        <w:t>La nuée se retira devant lui</w:t>
      </w:r>
      <w:r w:rsidR="00E8465A">
        <w:t xml:space="preserve"> ; </w:t>
      </w:r>
      <w:r w:rsidRPr="007818BD">
        <w:t>les lampes brillantes p</w:t>
      </w:r>
      <w:r w:rsidRPr="007818BD">
        <w:t>â</w:t>
      </w:r>
      <w:r w:rsidRPr="007818BD">
        <w:t>lirent</w:t>
      </w:r>
      <w:r w:rsidR="00E8465A">
        <w:t xml:space="preserve">, </w:t>
      </w:r>
      <w:r w:rsidRPr="007818BD">
        <w:t>et leur lueur vacillante trembla au vent de son passage</w:t>
      </w:r>
      <w:r w:rsidR="00E8465A">
        <w:t xml:space="preserve">. </w:t>
      </w:r>
      <w:r w:rsidRPr="007818BD">
        <w:t>La forme générale du monstre était voilée comme son visage</w:t>
      </w:r>
      <w:r w:rsidR="00E8465A">
        <w:t xml:space="preserve"> ; </w:t>
      </w:r>
      <w:r w:rsidRPr="007818BD">
        <w:t>il ne se mouvait pas comme le font les fantômes qui sont à l</w:t>
      </w:r>
      <w:r w:rsidR="00E8465A">
        <w:t>’</w:t>
      </w:r>
      <w:r w:rsidRPr="007818BD">
        <w:t>image des vivants</w:t>
      </w:r>
      <w:r w:rsidR="00E8465A">
        <w:t xml:space="preserve">. </w:t>
      </w:r>
      <w:r w:rsidRPr="007818BD">
        <w:t>Il semblait plutôt ramper comme quelque reptile immense et difforme</w:t>
      </w:r>
      <w:r w:rsidR="00E8465A">
        <w:t xml:space="preserve"> ; </w:t>
      </w:r>
      <w:r w:rsidRPr="007818BD">
        <w:t>à la fin il s</w:t>
      </w:r>
      <w:r w:rsidR="00E8465A">
        <w:t>’</w:t>
      </w:r>
      <w:r w:rsidRPr="007818BD">
        <w:t>arrêta</w:t>
      </w:r>
      <w:r w:rsidR="00E8465A">
        <w:t xml:space="preserve">, </w:t>
      </w:r>
      <w:r w:rsidRPr="007818BD">
        <w:t>s</w:t>
      </w:r>
      <w:r w:rsidR="00E8465A">
        <w:t>’</w:t>
      </w:r>
      <w:r w:rsidRPr="007818BD">
        <w:t>accroupit près de la table où reposait le volume mystique</w:t>
      </w:r>
      <w:r w:rsidR="00E8465A">
        <w:t xml:space="preserve">, </w:t>
      </w:r>
      <w:r w:rsidRPr="007818BD">
        <w:t>et fixa de nouveau</w:t>
      </w:r>
      <w:r w:rsidR="00E8465A">
        <w:t xml:space="preserve">, </w:t>
      </w:r>
      <w:r w:rsidRPr="007818BD">
        <w:t>à tr</w:t>
      </w:r>
      <w:r w:rsidRPr="007818BD">
        <w:t>a</w:t>
      </w:r>
      <w:r w:rsidRPr="007818BD">
        <w:t xml:space="preserve">vers son voile </w:t>
      </w:r>
      <w:proofErr w:type="spellStart"/>
      <w:r w:rsidRPr="007818BD">
        <w:t>demi-transparent</w:t>
      </w:r>
      <w:proofErr w:type="spellEnd"/>
      <w:r w:rsidR="00E8465A">
        <w:t xml:space="preserve">, </w:t>
      </w:r>
      <w:r w:rsidRPr="007818BD">
        <w:t>ses yeux sur le téméraire qui l</w:t>
      </w:r>
      <w:r w:rsidR="00E8465A">
        <w:t>’</w:t>
      </w:r>
      <w:r w:rsidRPr="007818BD">
        <w:t>avait à son insu évoqué</w:t>
      </w:r>
      <w:r w:rsidR="00E8465A">
        <w:t xml:space="preserve">. </w:t>
      </w:r>
      <w:r w:rsidRPr="007818BD">
        <w:t>L</w:t>
      </w:r>
      <w:r w:rsidR="00E8465A">
        <w:t>’</w:t>
      </w:r>
      <w:r w:rsidRPr="007818BD">
        <w:t>imagination la plus féconde et la plus folle du moine ou du peintre des premiers siècles de l</w:t>
      </w:r>
      <w:r w:rsidR="00E8465A">
        <w:t>’</w:t>
      </w:r>
      <w:r w:rsidRPr="007818BD">
        <w:t>art fantastique des peuples du Nord eût été insuffisante à prêter au visage d</w:t>
      </w:r>
      <w:r w:rsidR="00E8465A">
        <w:t>’</w:t>
      </w:r>
      <w:r w:rsidRPr="007818BD">
        <w:t>un démon l</w:t>
      </w:r>
      <w:r w:rsidR="00E8465A">
        <w:t>’</w:t>
      </w:r>
      <w:r w:rsidRPr="007818BD">
        <w:t>expression de malice fatale qui</w:t>
      </w:r>
      <w:r w:rsidR="00E8465A">
        <w:t xml:space="preserve">, </w:t>
      </w:r>
      <w:r w:rsidRPr="007818BD">
        <w:lastRenderedPageBreak/>
        <w:t>par ces yeux seuls</w:t>
      </w:r>
      <w:r w:rsidR="00E8465A">
        <w:t xml:space="preserve">, </w:t>
      </w:r>
      <w:r w:rsidRPr="007818BD">
        <w:t>parlait à l</w:t>
      </w:r>
      <w:r w:rsidR="00E8465A">
        <w:t>’</w:t>
      </w:r>
      <w:r w:rsidRPr="007818BD">
        <w:t>âme épouvantée</w:t>
      </w:r>
      <w:r w:rsidR="00E8465A">
        <w:t xml:space="preserve">. </w:t>
      </w:r>
      <w:r w:rsidRPr="007818BD">
        <w:t>Tout le reste était so</w:t>
      </w:r>
      <w:r w:rsidRPr="007818BD">
        <w:t>m</w:t>
      </w:r>
      <w:r w:rsidRPr="007818BD">
        <w:t>bre</w:t>
      </w:r>
      <w:r w:rsidR="00E8465A">
        <w:t xml:space="preserve">, </w:t>
      </w:r>
      <w:r w:rsidRPr="007818BD">
        <w:t>enveloppé d</w:t>
      </w:r>
      <w:r w:rsidR="00E8465A">
        <w:t>’</w:t>
      </w:r>
      <w:r w:rsidRPr="007818BD">
        <w:t>un voile</w:t>
      </w:r>
      <w:r w:rsidR="00E8465A">
        <w:t xml:space="preserve">, </w:t>
      </w:r>
      <w:r w:rsidRPr="007818BD">
        <w:t>ou plutôt d</w:t>
      </w:r>
      <w:r w:rsidR="00E8465A">
        <w:t>’</w:t>
      </w:r>
      <w:r w:rsidRPr="007818BD">
        <w:t>un linceul flottant et v</w:t>
      </w:r>
      <w:r w:rsidRPr="007818BD">
        <w:t>a</w:t>
      </w:r>
      <w:r w:rsidRPr="007818BD">
        <w:t>gue</w:t>
      </w:r>
      <w:r w:rsidR="00E8465A">
        <w:t xml:space="preserve">, </w:t>
      </w:r>
      <w:r w:rsidRPr="007818BD">
        <w:t>comme les larves aux contours indécis</w:t>
      </w:r>
      <w:r w:rsidR="00E8465A">
        <w:t xml:space="preserve">. </w:t>
      </w:r>
      <w:r w:rsidRPr="007818BD">
        <w:t>Mais ce regard br</w:t>
      </w:r>
      <w:r w:rsidRPr="007818BD">
        <w:t>û</w:t>
      </w:r>
      <w:r w:rsidRPr="007818BD">
        <w:t>lant</w:t>
      </w:r>
      <w:r w:rsidR="00E8465A">
        <w:t xml:space="preserve">, </w:t>
      </w:r>
      <w:r w:rsidRPr="007818BD">
        <w:t>si intense</w:t>
      </w:r>
      <w:r w:rsidR="00E8465A">
        <w:t xml:space="preserve">, </w:t>
      </w:r>
      <w:r w:rsidRPr="007818BD">
        <w:t>si livide et pourtant si vivant</w:t>
      </w:r>
      <w:r w:rsidR="00E8465A">
        <w:t xml:space="preserve">, </w:t>
      </w:r>
      <w:r w:rsidRPr="007818BD">
        <w:t>avait quelque ch</w:t>
      </w:r>
      <w:r w:rsidRPr="007818BD">
        <w:t>o</w:t>
      </w:r>
      <w:r w:rsidRPr="007818BD">
        <w:t>se de presque humain dans sa haine et son ironie passionnées</w:t>
      </w:r>
      <w:r w:rsidR="00E8465A">
        <w:t xml:space="preserve">, </w:t>
      </w:r>
      <w:r w:rsidRPr="007818BD">
        <w:t>quelque chose qui prouvait que cette ombre horrible n</w:t>
      </w:r>
      <w:r w:rsidR="00E8465A">
        <w:t>’</w:t>
      </w:r>
      <w:r w:rsidRPr="007818BD">
        <w:t>était pas tout e</w:t>
      </w:r>
      <w:r w:rsidRPr="007818BD">
        <w:t>s</w:t>
      </w:r>
      <w:r w:rsidRPr="007818BD">
        <w:t>prit</w:t>
      </w:r>
      <w:r w:rsidR="00E8465A">
        <w:t xml:space="preserve">, </w:t>
      </w:r>
      <w:r w:rsidRPr="007818BD">
        <w:t>et qu</w:t>
      </w:r>
      <w:r w:rsidR="00E8465A">
        <w:t>’</w:t>
      </w:r>
      <w:r w:rsidRPr="007818BD">
        <w:t>elle participait au moins assez à la matière pour que les formes matérielles trouvassent en elle un ennemi mortel</w:t>
      </w:r>
      <w:r w:rsidR="00E8465A">
        <w:t>.</w:t>
      </w:r>
    </w:p>
    <w:p w14:paraId="3324DDCE" w14:textId="77777777" w:rsidR="00E8465A" w:rsidRDefault="00E0544E" w:rsidP="00E0544E">
      <w:r w:rsidRPr="007818BD">
        <w:t>Avec l</w:t>
      </w:r>
      <w:r w:rsidR="00E8465A">
        <w:t>’</w:t>
      </w:r>
      <w:r w:rsidRPr="007818BD">
        <w:t>étreinte crispée de la terreur</w:t>
      </w:r>
      <w:r w:rsidR="00E8465A">
        <w:t xml:space="preserve">, </w:t>
      </w:r>
      <w:proofErr w:type="spellStart"/>
      <w:r w:rsidRPr="007818BD">
        <w:t>Glyndon</w:t>
      </w:r>
      <w:proofErr w:type="spellEnd"/>
      <w:r w:rsidRPr="007818BD">
        <w:t xml:space="preserve"> saisit de sa main le mur</w:t>
      </w:r>
      <w:r w:rsidR="00E8465A">
        <w:t xml:space="preserve"> ; </w:t>
      </w:r>
      <w:r w:rsidRPr="007818BD">
        <w:t>les cheveux dressés</w:t>
      </w:r>
      <w:r w:rsidR="00E8465A">
        <w:t xml:space="preserve">, </w:t>
      </w:r>
      <w:r w:rsidRPr="007818BD">
        <w:t>les yeux prêts à jaillir de leurs orbites</w:t>
      </w:r>
      <w:r w:rsidR="00E8465A">
        <w:t xml:space="preserve">, </w:t>
      </w:r>
      <w:r w:rsidRPr="007818BD">
        <w:t>il ne put détacher son regard de ce r</w:t>
      </w:r>
      <w:r w:rsidRPr="007818BD">
        <w:t>e</w:t>
      </w:r>
      <w:r w:rsidRPr="007818BD">
        <w:t>gard effroyable</w:t>
      </w:r>
      <w:r w:rsidR="00E8465A">
        <w:t xml:space="preserve">. </w:t>
      </w:r>
      <w:r w:rsidRPr="007818BD">
        <w:t>Et</w:t>
      </w:r>
      <w:r w:rsidR="00E8465A">
        <w:t xml:space="preserve">, </w:t>
      </w:r>
      <w:r w:rsidRPr="007818BD">
        <w:t>pendant qu</w:t>
      </w:r>
      <w:r w:rsidR="00E8465A">
        <w:t>’</w:t>
      </w:r>
      <w:r w:rsidRPr="007818BD">
        <w:t>il était ainsi cloué sur place</w:t>
      </w:r>
      <w:r w:rsidR="00E8465A">
        <w:t xml:space="preserve">, </w:t>
      </w:r>
      <w:r w:rsidRPr="007818BD">
        <w:t>l</w:t>
      </w:r>
      <w:r w:rsidR="00E8465A">
        <w:t>’</w:t>
      </w:r>
      <w:r w:rsidRPr="007818BD">
        <w:t>image lui parla</w:t>
      </w:r>
      <w:r w:rsidR="00E8465A">
        <w:t xml:space="preserve"> ! </w:t>
      </w:r>
      <w:r w:rsidRPr="007818BD">
        <w:t>Son âme plutôt que son oreille comprit les paroles qu</w:t>
      </w:r>
      <w:r w:rsidR="00E8465A">
        <w:t>’</w:t>
      </w:r>
      <w:r w:rsidRPr="007818BD">
        <w:t>elle prononça</w:t>
      </w:r>
      <w:r w:rsidR="00E8465A">
        <w:t> :</w:t>
      </w:r>
    </w:p>
    <w:p w14:paraId="4C92A2C7" w14:textId="0DEF5F3A" w:rsidR="00E0544E" w:rsidRPr="007818BD" w:rsidRDefault="00E8465A" w:rsidP="00E0544E">
      <w:r>
        <w:t>« </w:t>
      </w:r>
      <w:r w:rsidR="00E0544E" w:rsidRPr="007818BD">
        <w:t>Tu es entré dans la région sans limites</w:t>
      </w:r>
      <w:r>
        <w:t xml:space="preserve">. </w:t>
      </w:r>
      <w:r w:rsidR="00E0544E" w:rsidRPr="007818BD">
        <w:t>Je suis le gardien du seuil</w:t>
      </w:r>
      <w:r>
        <w:t xml:space="preserve">. </w:t>
      </w:r>
      <w:r w:rsidR="00E0544E" w:rsidRPr="007818BD">
        <w:t>Que veux-tu de moi</w:t>
      </w:r>
      <w:r>
        <w:t xml:space="preserve"> ? </w:t>
      </w:r>
      <w:r w:rsidR="00E0544E" w:rsidRPr="007818BD">
        <w:t>Tu ne réponds pas</w:t>
      </w:r>
      <w:r>
        <w:t xml:space="preserve"> ? </w:t>
      </w:r>
      <w:r w:rsidR="00E0544E" w:rsidRPr="007818BD">
        <w:t>As-tu peur de moi</w:t>
      </w:r>
      <w:r>
        <w:t xml:space="preserve"> ? </w:t>
      </w:r>
      <w:r w:rsidR="00E0544E" w:rsidRPr="007818BD">
        <w:t>Ne suis-je pas ton amour</w:t>
      </w:r>
      <w:r>
        <w:t xml:space="preserve"> ? </w:t>
      </w:r>
      <w:r w:rsidR="00E0544E" w:rsidRPr="007818BD">
        <w:t>N</w:t>
      </w:r>
      <w:r>
        <w:t>’</w:t>
      </w:r>
      <w:r w:rsidR="00E0544E" w:rsidRPr="007818BD">
        <w:t>est-ce pas pour moi que tu as renoncé aux joies de ton espèce</w:t>
      </w:r>
      <w:r>
        <w:t xml:space="preserve"> ? </w:t>
      </w:r>
      <w:r w:rsidR="00E0544E" w:rsidRPr="007818BD">
        <w:t>Voudrais-tu la sagesse</w:t>
      </w:r>
      <w:r>
        <w:t xml:space="preserve"> ? </w:t>
      </w:r>
      <w:r w:rsidR="00E0544E" w:rsidRPr="007818BD">
        <w:t>Je possède la sagesse des siècles sans nombre</w:t>
      </w:r>
      <w:r>
        <w:t xml:space="preserve"> ! </w:t>
      </w:r>
      <w:r w:rsidR="00E0544E" w:rsidRPr="007818BD">
        <w:t>Baise-moi</w:t>
      </w:r>
      <w:r>
        <w:t xml:space="preserve">, </w:t>
      </w:r>
      <w:r w:rsidR="00E0544E" w:rsidRPr="007818BD">
        <w:t>mon amant mortel</w:t>
      </w:r>
      <w:r>
        <w:t>. »</w:t>
      </w:r>
    </w:p>
    <w:p w14:paraId="3A72F003" w14:textId="77777777" w:rsidR="00E8465A" w:rsidRDefault="00E0544E" w:rsidP="00E0544E">
      <w:r w:rsidRPr="007818BD">
        <w:t>Et l</w:t>
      </w:r>
      <w:r w:rsidR="00E8465A">
        <w:t>’</w:t>
      </w:r>
      <w:r w:rsidRPr="007818BD">
        <w:t>horrible apparition se traîna auprès de lui</w:t>
      </w:r>
      <w:r w:rsidR="00E8465A">
        <w:t xml:space="preserve"> ; </w:t>
      </w:r>
      <w:r w:rsidRPr="007818BD">
        <w:t>elle rampa jusqu</w:t>
      </w:r>
      <w:r w:rsidR="00E8465A">
        <w:t>’</w:t>
      </w:r>
      <w:r w:rsidRPr="007818BD">
        <w:t>à ses côtés</w:t>
      </w:r>
      <w:r w:rsidR="00E8465A">
        <w:t xml:space="preserve">, </w:t>
      </w:r>
      <w:r w:rsidRPr="007818BD">
        <w:t>son souffle effleura sa joue</w:t>
      </w:r>
      <w:r w:rsidR="00E8465A">
        <w:t xml:space="preserve"> ! </w:t>
      </w:r>
      <w:r w:rsidRPr="007818BD">
        <w:t>Avec un cri pe</w:t>
      </w:r>
      <w:r w:rsidRPr="007818BD">
        <w:t>r</w:t>
      </w:r>
      <w:r w:rsidRPr="007818BD">
        <w:t>çant il tomba à terre sans connaissance</w:t>
      </w:r>
      <w:r w:rsidR="00E8465A">
        <w:t xml:space="preserve">, </w:t>
      </w:r>
      <w:r w:rsidRPr="007818BD">
        <w:t>et ne sut rien de plus</w:t>
      </w:r>
      <w:r w:rsidR="00E8465A">
        <w:t xml:space="preserve">, </w:t>
      </w:r>
      <w:r w:rsidRPr="007818BD">
        <w:t>jusqu</w:t>
      </w:r>
      <w:r w:rsidR="00E8465A">
        <w:t>’</w:t>
      </w:r>
      <w:r w:rsidRPr="007818BD">
        <w:t>à ce que le lendemain</w:t>
      </w:r>
      <w:r w:rsidR="00E8465A">
        <w:t xml:space="preserve">, </w:t>
      </w:r>
      <w:r w:rsidRPr="007818BD">
        <w:t>bien avant dans le jour</w:t>
      </w:r>
      <w:r w:rsidR="00E8465A">
        <w:t xml:space="preserve">, </w:t>
      </w:r>
      <w:r w:rsidRPr="007818BD">
        <w:t>il rouvrit les yeux et se trouva dans son lit</w:t>
      </w:r>
      <w:r w:rsidR="00E8465A">
        <w:t xml:space="preserve">. </w:t>
      </w:r>
      <w:r w:rsidRPr="007818BD">
        <w:t>Le soleil radieux inondait la chambre</w:t>
      </w:r>
      <w:r w:rsidR="00E8465A">
        <w:t xml:space="preserve"> ; </w:t>
      </w:r>
      <w:r w:rsidRPr="007818BD">
        <w:t>le bandit Paolo était à son chevet</w:t>
      </w:r>
      <w:r w:rsidR="00E8465A">
        <w:t xml:space="preserve">, </w:t>
      </w:r>
      <w:r w:rsidRPr="007818BD">
        <w:t>polissant sa car</w:t>
      </w:r>
      <w:r w:rsidRPr="007818BD">
        <w:t>a</w:t>
      </w:r>
      <w:r w:rsidRPr="007818BD">
        <w:t>bine et sifflant une chanson d</w:t>
      </w:r>
      <w:r w:rsidR="00E8465A">
        <w:t>’</w:t>
      </w:r>
      <w:r w:rsidRPr="007818BD">
        <w:t>amour calabraise</w:t>
      </w:r>
      <w:r w:rsidR="00E8465A">
        <w:t>.</w:t>
      </w:r>
    </w:p>
    <w:p w14:paraId="50D0AF98" w14:textId="77777777" w:rsidR="00E8465A" w:rsidRDefault="00E0544E" w:rsidP="00E8465A">
      <w:pPr>
        <w:pStyle w:val="Titre2"/>
        <w:pageBreakBefore/>
      </w:pPr>
      <w:bookmarkStart w:id="49" w:name="_Toc199963098"/>
      <w:r w:rsidRPr="007818BD">
        <w:lastRenderedPageBreak/>
        <w:t>CHAPITRE</w:t>
      </w:r>
      <w:r w:rsidR="00E8465A">
        <w:t xml:space="preserve"> </w:t>
      </w:r>
      <w:r w:rsidRPr="007818BD">
        <w:t>VIII</w:t>
      </w:r>
      <w:r w:rsidR="00E8465A">
        <w:t>.</w:t>
      </w:r>
      <w:bookmarkEnd w:id="49"/>
    </w:p>
    <w:p w14:paraId="575A7077" w14:textId="77777777" w:rsidR="00E8465A" w:rsidRDefault="00E0544E" w:rsidP="00E0544E">
      <w:pPr>
        <w:pStyle w:val="NormalRetraitGauche4XIndent0"/>
        <w:spacing w:before="0" w:after="0"/>
        <w:rPr>
          <w:rStyle w:val="Taille-1Caracteres"/>
        </w:rPr>
      </w:pPr>
      <w:r w:rsidRPr="007818BD">
        <w:rPr>
          <w:rStyle w:val="Taille-1Caracteres"/>
        </w:rPr>
        <w:t>Ainsi l</w:t>
      </w:r>
      <w:r w:rsidR="00E8465A">
        <w:rPr>
          <w:rStyle w:val="Taille-1Caracteres"/>
        </w:rPr>
        <w:t>’</w:t>
      </w:r>
      <w:r w:rsidRPr="007818BD">
        <w:rPr>
          <w:rStyle w:val="Taille-1Caracteres"/>
        </w:rPr>
        <w:t>homme poursuit sa carrière fatiga</w:t>
      </w:r>
      <w:r w:rsidRPr="007818BD">
        <w:rPr>
          <w:rStyle w:val="Taille-1Caracteres"/>
        </w:rPr>
        <w:t>n</w:t>
      </w:r>
      <w:r w:rsidRPr="007818BD">
        <w:rPr>
          <w:rStyle w:val="Taille-1Caracteres"/>
        </w:rPr>
        <w:t>te</w:t>
      </w:r>
      <w:r w:rsidR="00E8465A">
        <w:rPr>
          <w:rStyle w:val="Taille-1Caracteres"/>
        </w:rPr>
        <w:t xml:space="preserve">, </w:t>
      </w:r>
      <w:r w:rsidRPr="007818BD">
        <w:rPr>
          <w:rStyle w:val="Taille-1Caracteres"/>
        </w:rPr>
        <w:t>tandis qu</w:t>
      </w:r>
      <w:r w:rsidR="00E8465A">
        <w:rPr>
          <w:rStyle w:val="Taille-1Caracteres"/>
        </w:rPr>
        <w:t>’</w:t>
      </w:r>
      <w:r w:rsidRPr="007818BD">
        <w:rPr>
          <w:rStyle w:val="Taille-1Caracteres"/>
        </w:rPr>
        <w:t>un bonheur invisible tombe s</w:t>
      </w:r>
      <w:r w:rsidRPr="007818BD">
        <w:rPr>
          <w:rStyle w:val="Taille-1Caracteres"/>
        </w:rPr>
        <w:t>i</w:t>
      </w:r>
      <w:r w:rsidRPr="007818BD">
        <w:rPr>
          <w:rStyle w:val="Taille-1Caracteres"/>
        </w:rPr>
        <w:t>lencieusement du sein de Dieu</w:t>
      </w:r>
      <w:r w:rsidR="00E8465A">
        <w:rPr>
          <w:rStyle w:val="Taille-1Caracteres"/>
        </w:rPr>
        <w:t>. (</w:t>
      </w:r>
      <w:r w:rsidRPr="007818BD">
        <w:rPr>
          <w:rStyle w:val="Taille-1Caracteres"/>
        </w:rPr>
        <w:t>SCHI</w:t>
      </w:r>
      <w:r w:rsidRPr="007818BD">
        <w:rPr>
          <w:rStyle w:val="Taille-1Caracteres"/>
        </w:rPr>
        <w:t>L</w:t>
      </w:r>
      <w:r w:rsidRPr="007818BD">
        <w:rPr>
          <w:rStyle w:val="Taille-1Caracteres"/>
        </w:rPr>
        <w:t>LER</w:t>
      </w:r>
      <w:r w:rsidR="00E8465A">
        <w:rPr>
          <w:rStyle w:val="Taille-1Caracteres"/>
        </w:rPr>
        <w:t>.)</w:t>
      </w:r>
    </w:p>
    <w:p w14:paraId="6E98FEEE" w14:textId="77777777" w:rsidR="00E8465A" w:rsidRDefault="00E0544E" w:rsidP="00E0544E">
      <w:r w:rsidRPr="007818BD">
        <w:t>Dans une de ces îles dont l</w:t>
      </w:r>
      <w:r w:rsidR="00E8465A">
        <w:t>’</w:t>
      </w:r>
      <w:r w:rsidRPr="007818BD">
        <w:t>histoire emprunte encore à la gloire impérissable d</w:t>
      </w:r>
      <w:r w:rsidR="00E8465A">
        <w:t>’</w:t>
      </w:r>
      <w:r w:rsidRPr="007818BD">
        <w:t>Athènes un mélancolique intérêt</w:t>
      </w:r>
      <w:r w:rsidR="00E8465A">
        <w:t xml:space="preserve">, </w:t>
      </w:r>
      <w:r w:rsidRPr="007818BD">
        <w:t>et dont le climat et l</w:t>
      </w:r>
      <w:r w:rsidR="00E8465A">
        <w:t>’</w:t>
      </w:r>
      <w:r w:rsidRPr="007818BD">
        <w:t>aspect doivent à la nature</w:t>
      </w:r>
      <w:r w:rsidR="00E8465A">
        <w:t xml:space="preserve">, </w:t>
      </w:r>
      <w:r w:rsidRPr="007818BD">
        <w:t>qui n</w:t>
      </w:r>
      <w:r w:rsidR="00E8465A">
        <w:t>’</w:t>
      </w:r>
      <w:r w:rsidRPr="007818BD">
        <w:t>a rien de mélanc</w:t>
      </w:r>
      <w:r w:rsidRPr="007818BD">
        <w:t>o</w:t>
      </w:r>
      <w:r w:rsidRPr="007818BD">
        <w:t>lique</w:t>
      </w:r>
      <w:r w:rsidR="00E8465A">
        <w:t xml:space="preserve">, </w:t>
      </w:r>
      <w:r w:rsidRPr="007818BD">
        <w:t>un ciel et des horizons également radieux pour l</w:t>
      </w:r>
      <w:r w:rsidR="00E8465A">
        <w:t>’</w:t>
      </w:r>
      <w:r w:rsidRPr="007818BD">
        <w:t>homme libre et pour l</w:t>
      </w:r>
      <w:r w:rsidR="00E8465A">
        <w:t>’</w:t>
      </w:r>
      <w:r w:rsidRPr="007818BD">
        <w:t>esclave</w:t>
      </w:r>
      <w:r w:rsidR="00E8465A">
        <w:t xml:space="preserve">, </w:t>
      </w:r>
      <w:r w:rsidRPr="007818BD">
        <w:t>pour l</w:t>
      </w:r>
      <w:r w:rsidR="00E8465A">
        <w:t>’</w:t>
      </w:r>
      <w:r w:rsidRPr="007818BD">
        <w:t>Ionien</w:t>
      </w:r>
      <w:r w:rsidR="00E8465A">
        <w:t xml:space="preserve">, </w:t>
      </w:r>
      <w:r w:rsidRPr="007818BD">
        <w:t>le Vénitien</w:t>
      </w:r>
      <w:r w:rsidR="00E8465A">
        <w:t xml:space="preserve">, </w:t>
      </w:r>
      <w:r w:rsidRPr="007818BD">
        <w:t>le Gaulois</w:t>
      </w:r>
      <w:r w:rsidR="00E8465A">
        <w:t xml:space="preserve">, </w:t>
      </w:r>
      <w:r w:rsidRPr="007818BD">
        <w:t>le Turc ou l</w:t>
      </w:r>
      <w:r w:rsidR="00E8465A">
        <w:t>’</w:t>
      </w:r>
      <w:r w:rsidRPr="007818BD">
        <w:t>infatigable Anglo-Saxon</w:t>
      </w:r>
      <w:r w:rsidR="00E8465A">
        <w:t xml:space="preserve">, </w:t>
      </w:r>
      <w:proofErr w:type="spellStart"/>
      <w:r w:rsidRPr="007818BD">
        <w:t>Zanoni</w:t>
      </w:r>
      <w:proofErr w:type="spellEnd"/>
      <w:r w:rsidRPr="007818BD">
        <w:t xml:space="preserve"> avait caché son bo</w:t>
      </w:r>
      <w:r w:rsidRPr="007818BD">
        <w:t>n</w:t>
      </w:r>
      <w:r w:rsidRPr="007818BD">
        <w:t>heur</w:t>
      </w:r>
      <w:r w:rsidR="00E8465A">
        <w:t xml:space="preserve">. </w:t>
      </w:r>
      <w:r w:rsidRPr="007818BD">
        <w:t>Dans cet heureux séjour</w:t>
      </w:r>
      <w:r w:rsidR="00E8465A">
        <w:t xml:space="preserve">, </w:t>
      </w:r>
      <w:r w:rsidRPr="007818BD">
        <w:t>la vague bleue et transparente conserve encore longtemps les parfums du rivage lointain</w:t>
      </w:r>
      <w:r w:rsidR="00E8465A">
        <w:t xml:space="preserve">. </w:t>
      </w:r>
      <w:r w:rsidRPr="007818BD">
        <w:t>Vue du sommet d</w:t>
      </w:r>
      <w:r w:rsidR="00E8465A">
        <w:t>’</w:t>
      </w:r>
      <w:r w:rsidRPr="007818BD">
        <w:t>une de ses collines verdoyantes</w:t>
      </w:r>
      <w:r w:rsidR="00E8465A">
        <w:t xml:space="preserve">, </w:t>
      </w:r>
      <w:r w:rsidRPr="007818BD">
        <w:t>l</w:t>
      </w:r>
      <w:r w:rsidR="00E8465A">
        <w:t>’</w:t>
      </w:r>
      <w:r w:rsidRPr="007818BD">
        <w:t>île qu</w:t>
      </w:r>
      <w:r w:rsidR="00E8465A">
        <w:t>’</w:t>
      </w:r>
      <w:r w:rsidRPr="007818BD">
        <w:t>il avait choisie semblait tout e</w:t>
      </w:r>
      <w:r w:rsidRPr="007818BD">
        <w:t>n</w:t>
      </w:r>
      <w:r w:rsidRPr="007818BD">
        <w:t>tière un délicieux jardin</w:t>
      </w:r>
      <w:r w:rsidR="00E8465A">
        <w:t xml:space="preserve">. </w:t>
      </w:r>
      <w:r w:rsidRPr="007818BD">
        <w:t>Les tours et les minarets de la capitale étincelaient au milieu de bosquets d</w:t>
      </w:r>
      <w:r w:rsidR="00E8465A">
        <w:t>’</w:t>
      </w:r>
      <w:r w:rsidRPr="007818BD">
        <w:t>orangers et de citronniers</w:t>
      </w:r>
      <w:r w:rsidR="00E8465A">
        <w:t xml:space="preserve"> ; </w:t>
      </w:r>
      <w:r w:rsidRPr="007818BD">
        <w:t>des vignobles et des oliviers tapi</w:t>
      </w:r>
      <w:r w:rsidRPr="007818BD">
        <w:t>s</w:t>
      </w:r>
      <w:r w:rsidRPr="007818BD">
        <w:t>saient les vallées</w:t>
      </w:r>
      <w:r w:rsidR="00E8465A">
        <w:t xml:space="preserve">, </w:t>
      </w:r>
      <w:r w:rsidRPr="007818BD">
        <w:t>et les coteaux</w:t>
      </w:r>
      <w:r w:rsidR="00E8465A">
        <w:t xml:space="preserve">, </w:t>
      </w:r>
      <w:r w:rsidRPr="007818BD">
        <w:t>les villas</w:t>
      </w:r>
      <w:r w:rsidR="00E8465A">
        <w:t xml:space="preserve">, </w:t>
      </w:r>
      <w:r w:rsidRPr="007818BD">
        <w:t>les fermes</w:t>
      </w:r>
      <w:r w:rsidR="00E8465A">
        <w:t xml:space="preserve">, </w:t>
      </w:r>
      <w:r w:rsidRPr="007818BD">
        <w:t>les cha</w:t>
      </w:r>
      <w:r w:rsidRPr="007818BD">
        <w:t>u</w:t>
      </w:r>
      <w:r w:rsidRPr="007818BD">
        <w:t>mières</w:t>
      </w:r>
      <w:r w:rsidR="00E8465A">
        <w:t xml:space="preserve">, </w:t>
      </w:r>
      <w:r w:rsidRPr="007818BD">
        <w:t>s</w:t>
      </w:r>
      <w:r w:rsidR="00E8465A">
        <w:t>’</w:t>
      </w:r>
      <w:r w:rsidRPr="007818BD">
        <w:t>épanouissaient au soleil sous des</w:t>
      </w:r>
      <w:r w:rsidR="00E8465A">
        <w:t>-</w:t>
      </w:r>
      <w:r w:rsidRPr="007818BD">
        <w:t>rideaux de sombre feuillage et de fruits vermeils</w:t>
      </w:r>
      <w:r w:rsidR="00E8465A">
        <w:t xml:space="preserve">. </w:t>
      </w:r>
      <w:r w:rsidRPr="007818BD">
        <w:t>La nature prodigue de beautés y semble presque justifier les superstitions gracieuses d</w:t>
      </w:r>
      <w:r w:rsidR="00E8465A">
        <w:t>’</w:t>
      </w:r>
      <w:r w:rsidRPr="007818BD">
        <w:t>une rel</w:t>
      </w:r>
      <w:r w:rsidRPr="007818BD">
        <w:t>i</w:t>
      </w:r>
      <w:r w:rsidRPr="007818BD">
        <w:t>gion qui</w:t>
      </w:r>
      <w:r w:rsidR="00E8465A">
        <w:t xml:space="preserve">, </w:t>
      </w:r>
      <w:r w:rsidRPr="007818BD">
        <w:t>trop éprise de la terre</w:t>
      </w:r>
      <w:r w:rsidR="00E8465A">
        <w:t xml:space="preserve">, </w:t>
      </w:r>
      <w:r w:rsidRPr="007818BD">
        <w:t>tendait plutôt à ramener les dieux vers l</w:t>
      </w:r>
      <w:r w:rsidR="00E8465A">
        <w:t>’</w:t>
      </w:r>
      <w:r w:rsidRPr="007818BD">
        <w:t>homme qu</w:t>
      </w:r>
      <w:r w:rsidR="00E8465A">
        <w:t>’</w:t>
      </w:r>
      <w:r w:rsidRPr="007818BD">
        <w:t>à élever les hommes vers un olympe moins séduisant et moins doux</w:t>
      </w:r>
      <w:r w:rsidR="00E8465A">
        <w:t>.</w:t>
      </w:r>
    </w:p>
    <w:p w14:paraId="015C3402" w14:textId="77777777" w:rsidR="00E8465A" w:rsidRDefault="00E0544E" w:rsidP="00E0544E">
      <w:r w:rsidRPr="007818BD">
        <w:t>Aujourd</w:t>
      </w:r>
      <w:r w:rsidR="00E8465A">
        <w:t>’</w:t>
      </w:r>
      <w:r w:rsidRPr="007818BD">
        <w:t>hui encore</w:t>
      </w:r>
      <w:r w:rsidR="00E8465A">
        <w:t xml:space="preserve">, </w:t>
      </w:r>
      <w:r w:rsidRPr="007818BD">
        <w:t>pour les pêcheurs qui renouent sur la plage les chœurs de la danse antique</w:t>
      </w:r>
      <w:r w:rsidR="00E8465A">
        <w:t xml:space="preserve"> ; </w:t>
      </w:r>
      <w:r w:rsidRPr="007818BD">
        <w:t>pour la vierge qui</w:t>
      </w:r>
      <w:r w:rsidR="00E8465A">
        <w:t xml:space="preserve">, </w:t>
      </w:r>
      <w:r w:rsidRPr="007818BD">
        <w:t>à l</w:t>
      </w:r>
      <w:r w:rsidR="00E8465A">
        <w:t>’</w:t>
      </w:r>
      <w:r w:rsidRPr="007818BD">
        <w:t>ombre de l</w:t>
      </w:r>
      <w:r w:rsidR="00E8465A">
        <w:t>’</w:t>
      </w:r>
      <w:r w:rsidRPr="007818BD">
        <w:t>arbre qui abrite sa cabane</w:t>
      </w:r>
      <w:r w:rsidR="00E8465A">
        <w:t xml:space="preserve">, </w:t>
      </w:r>
      <w:r w:rsidRPr="007818BD">
        <w:t>orne e</w:t>
      </w:r>
      <w:r w:rsidRPr="007818BD">
        <w:t>n</w:t>
      </w:r>
      <w:r w:rsidRPr="007818BD">
        <w:t>core aujourd</w:t>
      </w:r>
      <w:r w:rsidR="00E8465A">
        <w:t>’</w:t>
      </w:r>
      <w:r w:rsidRPr="007818BD">
        <w:t xml:space="preserve">hui de la </w:t>
      </w:r>
      <w:r w:rsidRPr="007818BD">
        <w:rPr>
          <w:i/>
          <w:iCs/>
        </w:rPr>
        <w:t>fibule</w:t>
      </w:r>
      <w:r w:rsidRPr="007818BD">
        <w:t xml:space="preserve"> d</w:t>
      </w:r>
      <w:r w:rsidR="00E8465A">
        <w:t>’</w:t>
      </w:r>
      <w:r w:rsidRPr="007818BD">
        <w:t>argent sa riche chevelure</w:t>
      </w:r>
      <w:r w:rsidR="00E8465A">
        <w:t xml:space="preserve">, </w:t>
      </w:r>
      <w:r w:rsidRPr="007818BD">
        <w:t>la même grande déesse qui inspirait le sage de Samos</w:t>
      </w:r>
      <w:r w:rsidR="00E8465A">
        <w:t xml:space="preserve">, </w:t>
      </w:r>
      <w:r w:rsidRPr="007818BD">
        <w:t>qui protégeait la démocratique Corcyre</w:t>
      </w:r>
      <w:r w:rsidR="00E8465A">
        <w:t xml:space="preserve">, </w:t>
      </w:r>
      <w:r w:rsidRPr="007818BD">
        <w:t xml:space="preserve">qui enseignait à Milet le secret de la </w:t>
      </w:r>
      <w:r w:rsidRPr="007818BD">
        <w:lastRenderedPageBreak/>
        <w:t>grâce savante et invincible</w:t>
      </w:r>
      <w:r w:rsidR="00E8465A">
        <w:t xml:space="preserve">, </w:t>
      </w:r>
      <w:r w:rsidRPr="007818BD">
        <w:t>sourit toujours aussi jeune et aussi belle qu</w:t>
      </w:r>
      <w:r w:rsidR="00E8465A">
        <w:t>’</w:t>
      </w:r>
      <w:r w:rsidRPr="007818BD">
        <w:t>aux jours anciens</w:t>
      </w:r>
      <w:r w:rsidR="00E8465A">
        <w:t xml:space="preserve">. </w:t>
      </w:r>
      <w:r w:rsidRPr="007818BD">
        <w:t>Pour le Nord</w:t>
      </w:r>
      <w:r w:rsidR="00E8465A">
        <w:t xml:space="preserve">, </w:t>
      </w:r>
      <w:r w:rsidRPr="007818BD">
        <w:t>la philosophie et la liberté sont les él</w:t>
      </w:r>
      <w:r w:rsidRPr="007818BD">
        <w:t>é</w:t>
      </w:r>
      <w:r w:rsidRPr="007818BD">
        <w:t>ments essentiels du bonheur</w:t>
      </w:r>
      <w:r w:rsidR="00E8465A">
        <w:t xml:space="preserve">. </w:t>
      </w:r>
      <w:r w:rsidRPr="007818BD">
        <w:t>Sous le ciel radieux où Aphrodite sortit des flots pour régner entourée du cortège des Saisons qui l</w:t>
      </w:r>
      <w:r w:rsidR="00E8465A">
        <w:t>’</w:t>
      </w:r>
      <w:r w:rsidRPr="007818BD">
        <w:t>accueillirent sur le rivage à sa naissance</w:t>
      </w:r>
      <w:r w:rsidR="00E8465A">
        <w:t xml:space="preserve">, </w:t>
      </w:r>
      <w:r w:rsidRPr="007818BD">
        <w:t>la n</w:t>
      </w:r>
      <w:r w:rsidRPr="007818BD">
        <w:t>a</w:t>
      </w:r>
      <w:r w:rsidRPr="007818BD">
        <w:t>ture suffit à tout</w:t>
      </w:r>
      <w:r w:rsidR="00E8465A">
        <w:t>.</w:t>
      </w:r>
    </w:p>
    <w:p w14:paraId="4C403471" w14:textId="77777777" w:rsidR="00E8465A" w:rsidRDefault="00E0544E" w:rsidP="00E0544E">
      <w:r w:rsidRPr="007818BD">
        <w:t>L</w:t>
      </w:r>
      <w:r w:rsidR="00E8465A">
        <w:t>’</w:t>
      </w:r>
      <w:r w:rsidRPr="007818BD">
        <w:t xml:space="preserve">île que </w:t>
      </w:r>
      <w:proofErr w:type="spellStart"/>
      <w:r w:rsidRPr="007818BD">
        <w:t>Zanoni</w:t>
      </w:r>
      <w:proofErr w:type="spellEnd"/>
      <w:r w:rsidRPr="007818BD">
        <w:t xml:space="preserve"> avait choisie était une des plus gracieuses du groupe qui émaille cette mer divine</w:t>
      </w:r>
      <w:r w:rsidR="00E8465A">
        <w:t xml:space="preserve">. </w:t>
      </w:r>
      <w:r w:rsidRPr="007818BD">
        <w:t>Sa demeure</w:t>
      </w:r>
      <w:r w:rsidR="00E8465A">
        <w:t xml:space="preserve">, </w:t>
      </w:r>
      <w:r w:rsidRPr="007818BD">
        <w:t>un peu éloignée de la ville et placée sur le bord d</w:t>
      </w:r>
      <w:r w:rsidR="00E8465A">
        <w:t>’</w:t>
      </w:r>
      <w:r w:rsidRPr="007818BD">
        <w:t>une anse du rivage</w:t>
      </w:r>
      <w:r w:rsidR="00E8465A">
        <w:t xml:space="preserve">, </w:t>
      </w:r>
      <w:r w:rsidRPr="007818BD">
        <w:t>appartenait à un Vénitien</w:t>
      </w:r>
      <w:r w:rsidR="00E8465A">
        <w:t xml:space="preserve">. </w:t>
      </w:r>
      <w:r w:rsidRPr="007818BD">
        <w:t>Elle était petite</w:t>
      </w:r>
      <w:r w:rsidR="00E8465A">
        <w:t xml:space="preserve">, </w:t>
      </w:r>
      <w:r w:rsidRPr="007818BD">
        <w:t>mais d</w:t>
      </w:r>
      <w:r w:rsidR="00E8465A">
        <w:t>’</w:t>
      </w:r>
      <w:r w:rsidRPr="007818BD">
        <w:t>une élégance qui n</w:t>
      </w:r>
      <w:r w:rsidR="00E8465A">
        <w:t>’</w:t>
      </w:r>
      <w:r w:rsidRPr="007818BD">
        <w:t>appartenait pas à la plupart des habitations de l</w:t>
      </w:r>
      <w:r w:rsidR="00E8465A">
        <w:t>’</w:t>
      </w:r>
      <w:r w:rsidRPr="007818BD">
        <w:t>île</w:t>
      </w:r>
      <w:r w:rsidR="00E8465A">
        <w:t xml:space="preserve">. </w:t>
      </w:r>
      <w:r w:rsidRPr="007818BD">
        <w:t>Sur la mer</w:t>
      </w:r>
      <w:r w:rsidR="00E8465A">
        <w:t xml:space="preserve">, </w:t>
      </w:r>
      <w:r w:rsidRPr="007818BD">
        <w:t>et en vue</w:t>
      </w:r>
      <w:r w:rsidR="00E8465A">
        <w:t xml:space="preserve">, </w:t>
      </w:r>
      <w:r w:rsidRPr="007818BD">
        <w:t>était mouillé son navire</w:t>
      </w:r>
      <w:r w:rsidR="00E8465A">
        <w:t xml:space="preserve">. </w:t>
      </w:r>
      <w:r w:rsidRPr="007818BD">
        <w:t>Ses Indiens</w:t>
      </w:r>
      <w:r w:rsidR="00E8465A">
        <w:t xml:space="preserve">, </w:t>
      </w:r>
      <w:r w:rsidRPr="007818BD">
        <w:t>comme toujours</w:t>
      </w:r>
      <w:r w:rsidR="00E8465A">
        <w:t xml:space="preserve">, </w:t>
      </w:r>
      <w:r w:rsidRPr="007818BD">
        <w:t>le servaient avec leur gravité sile</w:t>
      </w:r>
      <w:r w:rsidRPr="007818BD">
        <w:t>n</w:t>
      </w:r>
      <w:r w:rsidRPr="007818BD">
        <w:t>cieuse</w:t>
      </w:r>
      <w:r w:rsidR="00E8465A">
        <w:t xml:space="preserve">. </w:t>
      </w:r>
      <w:r w:rsidRPr="007818BD">
        <w:t>Nulle part on n</w:t>
      </w:r>
      <w:r w:rsidR="00E8465A">
        <w:t>’</w:t>
      </w:r>
      <w:r w:rsidRPr="007818BD">
        <w:t>eût trouvé jour plus beau</w:t>
      </w:r>
      <w:r w:rsidR="00E8465A">
        <w:t xml:space="preserve">, </w:t>
      </w:r>
      <w:r w:rsidRPr="007818BD">
        <w:t>solitude plus respectée</w:t>
      </w:r>
      <w:r w:rsidR="00E8465A">
        <w:t xml:space="preserve">. </w:t>
      </w:r>
      <w:r w:rsidRPr="007818BD">
        <w:t xml:space="preserve">À la science mystérieuse de </w:t>
      </w:r>
      <w:proofErr w:type="spellStart"/>
      <w:r w:rsidRPr="007818BD">
        <w:t>Zanoni</w:t>
      </w:r>
      <w:proofErr w:type="spellEnd"/>
      <w:r w:rsidR="00E8465A">
        <w:t xml:space="preserve">, </w:t>
      </w:r>
      <w:r w:rsidRPr="007818BD">
        <w:t>à l</w:t>
      </w:r>
      <w:r w:rsidR="00E8465A">
        <w:t>’</w:t>
      </w:r>
      <w:r w:rsidRPr="007818BD">
        <w:t>ignorance innocente et ingénue de Viola</w:t>
      </w:r>
      <w:r w:rsidR="00E8465A">
        <w:t xml:space="preserve">, </w:t>
      </w:r>
      <w:r w:rsidRPr="007818BD">
        <w:t>le monde bruyant et agité de la civilisation était égal</w:t>
      </w:r>
      <w:r w:rsidRPr="007818BD">
        <w:t>e</w:t>
      </w:r>
      <w:r w:rsidRPr="007818BD">
        <w:t>ment indifférent</w:t>
      </w:r>
      <w:r w:rsidR="00E8465A">
        <w:t xml:space="preserve">. </w:t>
      </w:r>
      <w:r w:rsidRPr="007818BD">
        <w:t>Le ciel plein d</w:t>
      </w:r>
      <w:r w:rsidR="00E8465A">
        <w:t>’</w:t>
      </w:r>
      <w:r w:rsidRPr="007818BD">
        <w:t>amour</w:t>
      </w:r>
      <w:r w:rsidR="00E8465A">
        <w:t xml:space="preserve">, </w:t>
      </w:r>
      <w:r w:rsidRPr="007818BD">
        <w:t>la terre pleine d</w:t>
      </w:r>
      <w:r w:rsidR="00E8465A">
        <w:t>’</w:t>
      </w:r>
      <w:r w:rsidRPr="007818BD">
        <w:t>amour</w:t>
      </w:r>
      <w:r w:rsidR="00E8465A">
        <w:t xml:space="preserve">, </w:t>
      </w:r>
      <w:r w:rsidRPr="007818BD">
        <w:t>suffisent comme société à la sagesse et à l</w:t>
      </w:r>
      <w:r w:rsidR="00E8465A">
        <w:t>’</w:t>
      </w:r>
      <w:r w:rsidRPr="007818BD">
        <w:t>ignorance pendant qu</w:t>
      </w:r>
      <w:r w:rsidR="00E8465A">
        <w:t>’</w:t>
      </w:r>
      <w:r w:rsidRPr="007818BD">
        <w:t>elles aiment</w:t>
      </w:r>
      <w:r w:rsidR="00E8465A">
        <w:t>.</w:t>
      </w:r>
    </w:p>
    <w:p w14:paraId="746BB6BE" w14:textId="7030C4B4" w:rsidR="00E8465A" w:rsidRDefault="00E0544E" w:rsidP="00E0544E">
      <w:r w:rsidRPr="007818BD">
        <w:t>Il n</w:t>
      </w:r>
      <w:r w:rsidR="00E8465A">
        <w:t>’</w:t>
      </w:r>
      <w:r w:rsidRPr="007818BD">
        <w:t>y avait rien</w:t>
      </w:r>
      <w:r w:rsidR="00E8465A">
        <w:t xml:space="preserve">, </w:t>
      </w:r>
      <w:r w:rsidRPr="007818BD">
        <w:t>comme je l</w:t>
      </w:r>
      <w:r w:rsidR="00E8465A">
        <w:t>’</w:t>
      </w:r>
      <w:r w:rsidRPr="007818BD">
        <w:t>ai déjà dit</w:t>
      </w:r>
      <w:r w:rsidR="00E8465A">
        <w:t xml:space="preserve">, </w:t>
      </w:r>
      <w:r w:rsidRPr="007818BD">
        <w:t>qui</w:t>
      </w:r>
      <w:r w:rsidR="00E8465A">
        <w:t xml:space="preserve">, </w:t>
      </w:r>
      <w:r w:rsidRPr="007818BD">
        <w:t>dans les occup</w:t>
      </w:r>
      <w:r w:rsidRPr="007818BD">
        <w:t>a</w:t>
      </w:r>
      <w:r w:rsidRPr="007818BD">
        <w:t xml:space="preserve">tions de </w:t>
      </w:r>
      <w:proofErr w:type="spellStart"/>
      <w:r w:rsidRPr="007818BD">
        <w:t>Zanoni</w:t>
      </w:r>
      <w:proofErr w:type="spellEnd"/>
      <w:r w:rsidR="00E8465A">
        <w:t xml:space="preserve">, </w:t>
      </w:r>
      <w:r w:rsidRPr="007818BD">
        <w:t>trahît un adepte des sciences occultes</w:t>
      </w:r>
      <w:r w:rsidR="00E8465A">
        <w:t xml:space="preserve"> ; </w:t>
      </w:r>
      <w:r w:rsidRPr="007818BD">
        <w:t>cepe</w:t>
      </w:r>
      <w:r w:rsidRPr="007818BD">
        <w:t>n</w:t>
      </w:r>
      <w:r w:rsidRPr="007818BD">
        <w:t>dant ses habitudes étaient celles d</w:t>
      </w:r>
      <w:r w:rsidR="00E8465A">
        <w:t>’</w:t>
      </w:r>
      <w:r w:rsidRPr="007818BD">
        <w:t>un homme qui se souvient ou qui réfléchit</w:t>
      </w:r>
      <w:r w:rsidR="00E8465A">
        <w:t xml:space="preserve">. </w:t>
      </w:r>
      <w:r w:rsidRPr="007818BD">
        <w:t>Il aimait à s</w:t>
      </w:r>
      <w:r w:rsidR="00E8465A">
        <w:t>’</w:t>
      </w:r>
      <w:r w:rsidRPr="007818BD">
        <w:t>égarer seul à des distances considér</w:t>
      </w:r>
      <w:r w:rsidRPr="007818BD">
        <w:t>a</w:t>
      </w:r>
      <w:r w:rsidRPr="007818BD">
        <w:t>bles</w:t>
      </w:r>
      <w:r w:rsidR="00E8465A">
        <w:t xml:space="preserve">, </w:t>
      </w:r>
      <w:r w:rsidRPr="007818BD">
        <w:t>surtout à l</w:t>
      </w:r>
      <w:r w:rsidR="00E8465A">
        <w:t>’</w:t>
      </w:r>
      <w:r w:rsidRPr="007818BD">
        <w:t>aube ou au crépuscule</w:t>
      </w:r>
      <w:r w:rsidR="00E8465A">
        <w:t xml:space="preserve">, </w:t>
      </w:r>
      <w:r w:rsidRPr="007818BD">
        <w:t>surtout la nuit</w:t>
      </w:r>
      <w:r w:rsidR="00E8465A">
        <w:t xml:space="preserve">, </w:t>
      </w:r>
      <w:r w:rsidRPr="007818BD">
        <w:t>quand la lune était brillante</w:t>
      </w:r>
      <w:r w:rsidR="00E8465A">
        <w:t xml:space="preserve">, </w:t>
      </w:r>
      <w:r w:rsidRPr="007818BD">
        <w:t>et principalement à son lever et à son d</w:t>
      </w:r>
      <w:r w:rsidRPr="007818BD">
        <w:t>é</w:t>
      </w:r>
      <w:r w:rsidRPr="007818BD">
        <w:t>clin</w:t>
      </w:r>
      <w:r w:rsidR="00E8465A">
        <w:t xml:space="preserve"> ; </w:t>
      </w:r>
      <w:r w:rsidRPr="007818BD">
        <w:t>à parcourir l</w:t>
      </w:r>
      <w:r w:rsidR="00E8465A">
        <w:t>’</w:t>
      </w:r>
      <w:r w:rsidRPr="007818BD">
        <w:t>intérieur de son île féconde</w:t>
      </w:r>
      <w:r w:rsidR="00E8465A">
        <w:t xml:space="preserve">, </w:t>
      </w:r>
      <w:r w:rsidRPr="007818BD">
        <w:t>à cueillir des plantes et des fleurs qu</w:t>
      </w:r>
      <w:r w:rsidR="00E8465A">
        <w:t>’</w:t>
      </w:r>
      <w:r w:rsidRPr="007818BD">
        <w:t>il amassait et conservait précieusement</w:t>
      </w:r>
      <w:r w:rsidR="00E8465A">
        <w:t xml:space="preserve">. </w:t>
      </w:r>
      <w:r w:rsidRPr="007818BD">
        <w:t>Quelquefois</w:t>
      </w:r>
      <w:r w:rsidR="00E8465A">
        <w:t xml:space="preserve">, </w:t>
      </w:r>
      <w:r w:rsidRPr="007818BD">
        <w:t>au milieu de la nuit</w:t>
      </w:r>
      <w:r w:rsidR="00E8465A">
        <w:t xml:space="preserve">, </w:t>
      </w:r>
      <w:r w:rsidRPr="007818BD">
        <w:t>Viola s</w:t>
      </w:r>
      <w:r w:rsidR="00E8465A">
        <w:t>’</w:t>
      </w:r>
      <w:r w:rsidRPr="007818BD">
        <w:t>éveillait tout à coup sous l</w:t>
      </w:r>
      <w:r w:rsidR="00E8465A">
        <w:t>’</w:t>
      </w:r>
      <w:r w:rsidRPr="007818BD">
        <w:t>impulsion d</w:t>
      </w:r>
      <w:r w:rsidR="00E8465A">
        <w:t>’</w:t>
      </w:r>
      <w:r w:rsidRPr="007818BD">
        <w:t>un instinct secret qui l</w:t>
      </w:r>
      <w:r w:rsidR="00E8465A">
        <w:t>’</w:t>
      </w:r>
      <w:r w:rsidRPr="007818BD">
        <w:t xml:space="preserve">avertissait que </w:t>
      </w:r>
      <w:proofErr w:type="spellStart"/>
      <w:r w:rsidRPr="007818BD">
        <w:t>Zanoni</w:t>
      </w:r>
      <w:proofErr w:type="spellEnd"/>
      <w:r w:rsidRPr="007818BD">
        <w:t xml:space="preserve"> n</w:t>
      </w:r>
      <w:r w:rsidR="00E8465A">
        <w:t>’</w:t>
      </w:r>
      <w:r w:rsidRPr="007818BD">
        <w:t>était plus auprès d</w:t>
      </w:r>
      <w:r w:rsidR="00E8465A">
        <w:t>’</w:t>
      </w:r>
      <w:r w:rsidRPr="007818BD">
        <w:t>elle</w:t>
      </w:r>
      <w:r w:rsidR="00E8465A">
        <w:t xml:space="preserve"> ; </w:t>
      </w:r>
      <w:r w:rsidRPr="007818BD">
        <w:t>elle étendait les bras et trouvait que son instinct ne l</w:t>
      </w:r>
      <w:r w:rsidR="00E8465A">
        <w:t>’</w:t>
      </w:r>
      <w:r w:rsidRPr="007818BD">
        <w:t>avait point trompée</w:t>
      </w:r>
      <w:r w:rsidR="00E8465A">
        <w:t xml:space="preserve">. </w:t>
      </w:r>
      <w:r w:rsidRPr="007818BD">
        <w:t>Mais elle ne tarda pas à s</w:t>
      </w:r>
      <w:r w:rsidR="00E8465A">
        <w:t>’</w:t>
      </w:r>
      <w:r w:rsidRPr="007818BD">
        <w:t>apercevoir qu</w:t>
      </w:r>
      <w:r w:rsidR="00E8465A">
        <w:t>’</w:t>
      </w:r>
      <w:r w:rsidRPr="007818BD">
        <w:t xml:space="preserve">il ne parlait de </w:t>
      </w:r>
      <w:r w:rsidRPr="007818BD">
        <w:lastRenderedPageBreak/>
        <w:t>ses habitudes particulières qu</w:t>
      </w:r>
      <w:r w:rsidR="00E8465A">
        <w:t>’</w:t>
      </w:r>
      <w:r w:rsidRPr="007818BD">
        <w:t>avec une grande rése</w:t>
      </w:r>
      <w:r w:rsidRPr="007818BD">
        <w:t>r</w:t>
      </w:r>
      <w:r w:rsidRPr="007818BD">
        <w:t>ve</w:t>
      </w:r>
      <w:r w:rsidR="00E8465A">
        <w:t xml:space="preserve"> ; </w:t>
      </w:r>
      <w:r w:rsidRPr="007818BD">
        <w:t>et si parfois elle se sentait saisir d</w:t>
      </w:r>
      <w:r w:rsidR="00E8465A">
        <w:t>’</w:t>
      </w:r>
      <w:r w:rsidRPr="007818BD">
        <w:t>un frisson</w:t>
      </w:r>
      <w:r w:rsidR="00E8465A">
        <w:t xml:space="preserve">, </w:t>
      </w:r>
      <w:r w:rsidRPr="007818BD">
        <w:t>d</w:t>
      </w:r>
      <w:r w:rsidR="00E8465A">
        <w:t>’</w:t>
      </w:r>
      <w:r w:rsidRPr="007818BD">
        <w:t>un pressentiment</w:t>
      </w:r>
      <w:r w:rsidR="00E8465A">
        <w:t xml:space="preserve">, </w:t>
      </w:r>
      <w:r w:rsidRPr="007818BD">
        <w:t>d</w:t>
      </w:r>
      <w:r w:rsidR="00E8465A">
        <w:t>’</w:t>
      </w:r>
      <w:r w:rsidRPr="007818BD">
        <w:t>un soupçon</w:t>
      </w:r>
      <w:r w:rsidR="00E8465A">
        <w:t xml:space="preserve">, </w:t>
      </w:r>
      <w:r w:rsidRPr="007818BD">
        <w:t>elle s</w:t>
      </w:r>
      <w:r w:rsidR="00E8465A">
        <w:t>’</w:t>
      </w:r>
      <w:r w:rsidRPr="007818BD">
        <w:t>abstenait de l</w:t>
      </w:r>
      <w:r w:rsidR="00E8465A">
        <w:t>’</w:t>
      </w:r>
      <w:r w:rsidRPr="007818BD">
        <w:t>interroger</w:t>
      </w:r>
      <w:r w:rsidR="00E8465A">
        <w:t xml:space="preserve">. </w:t>
      </w:r>
      <w:r w:rsidRPr="007818BD">
        <w:t>Ses courses n</w:t>
      </w:r>
      <w:r w:rsidR="00E8465A">
        <w:t>’</w:t>
      </w:r>
      <w:r w:rsidRPr="007818BD">
        <w:t>étaient pas toujours solitaires</w:t>
      </w:r>
      <w:r w:rsidR="00E8465A">
        <w:t xml:space="preserve"> ; </w:t>
      </w:r>
      <w:r w:rsidRPr="007818BD">
        <w:t>souvent</w:t>
      </w:r>
      <w:r w:rsidR="00E8465A">
        <w:t xml:space="preserve">, </w:t>
      </w:r>
      <w:r w:rsidRPr="007818BD">
        <w:t>quand la mer s</w:t>
      </w:r>
      <w:r w:rsidR="00E8465A">
        <w:t>’</w:t>
      </w:r>
      <w:r w:rsidRPr="007818BD">
        <w:t>étendait devant leurs yeux comme un lac paisible</w:t>
      </w:r>
      <w:r w:rsidR="00E8465A">
        <w:t xml:space="preserve">, </w:t>
      </w:r>
      <w:r w:rsidRPr="007818BD">
        <w:t>encadré entre les côtes stériles et sévères de Céph</w:t>
      </w:r>
      <w:r w:rsidRPr="007818BD">
        <w:t>a</w:t>
      </w:r>
      <w:r w:rsidRPr="007818BD">
        <w:t>lonie et le rivage souriant qu</w:t>
      </w:r>
      <w:r w:rsidR="00E8465A">
        <w:t>’</w:t>
      </w:r>
      <w:r w:rsidRPr="007818BD">
        <w:t>ils habitaient</w:t>
      </w:r>
      <w:r w:rsidR="00E8465A">
        <w:t xml:space="preserve">, </w:t>
      </w:r>
      <w:r w:rsidRPr="007818BD">
        <w:t>ils passaient</w:t>
      </w:r>
      <w:r w:rsidR="00E8465A">
        <w:t xml:space="preserve">, </w:t>
      </w:r>
      <w:r w:rsidRPr="007818BD">
        <w:t>lui et Viola</w:t>
      </w:r>
      <w:r w:rsidR="00E8465A">
        <w:t xml:space="preserve">, </w:t>
      </w:r>
      <w:r w:rsidRPr="007818BD">
        <w:t>des journées entières à faire par eau le tour de l</w:t>
      </w:r>
      <w:r w:rsidR="00E8465A">
        <w:t>’</w:t>
      </w:r>
      <w:r w:rsidRPr="007818BD">
        <w:t>île et à v</w:t>
      </w:r>
      <w:r w:rsidRPr="007818BD">
        <w:t>i</w:t>
      </w:r>
      <w:r w:rsidRPr="007818BD">
        <w:t>siter les îles voisines</w:t>
      </w:r>
      <w:r w:rsidR="00E8465A">
        <w:t xml:space="preserve">. </w:t>
      </w:r>
      <w:r w:rsidRPr="007818BD">
        <w:t>Tous les points du sol de la Grèce</w:t>
      </w:r>
      <w:r w:rsidR="00E8465A">
        <w:t xml:space="preserve">, </w:t>
      </w:r>
      <w:r w:rsidRPr="007818BD">
        <w:t>cette terre radieuse de la Fable</w:t>
      </w:r>
      <w:r w:rsidR="00E8465A">
        <w:t xml:space="preserve">, </w:t>
      </w:r>
      <w:r w:rsidRPr="007818BD">
        <w:t>p</w:t>
      </w:r>
      <w:r w:rsidRPr="007818BD">
        <w:t>a</w:t>
      </w:r>
      <w:r w:rsidRPr="007818BD">
        <w:t>raissaient lui être familiers</w:t>
      </w:r>
      <w:r w:rsidR="00E8465A">
        <w:t xml:space="preserve">, </w:t>
      </w:r>
      <w:r w:rsidRPr="007818BD">
        <w:t>et ses entretiens sur le passé et sur ses traditions exquises apprenaient à Viola à aimer cette race à laquelle le monde doit la poésie et la science</w:t>
      </w:r>
      <w:r w:rsidR="00E8465A">
        <w:t xml:space="preserve">. </w:t>
      </w:r>
      <w:r w:rsidRPr="007818BD">
        <w:t>À mesure qu</w:t>
      </w:r>
      <w:r w:rsidR="00E8465A">
        <w:t>’</w:t>
      </w:r>
      <w:r w:rsidRPr="007818BD">
        <w:t xml:space="preserve">elle connaissait davantage </w:t>
      </w:r>
      <w:proofErr w:type="spellStart"/>
      <w:r w:rsidRPr="007818BD">
        <w:t>Zanoni</w:t>
      </w:r>
      <w:proofErr w:type="spellEnd"/>
      <w:r w:rsidR="00E8465A">
        <w:t xml:space="preserve">, </w:t>
      </w:r>
      <w:r w:rsidRPr="007818BD">
        <w:t>elle d</w:t>
      </w:r>
      <w:r w:rsidRPr="007818BD">
        <w:t>é</w:t>
      </w:r>
      <w:r w:rsidRPr="007818BD">
        <w:t>couvrait en lui mille détails qui rendaient plus puissante la fa</w:t>
      </w:r>
      <w:r w:rsidRPr="007818BD">
        <w:t>s</w:t>
      </w:r>
      <w:r w:rsidRPr="007818BD">
        <w:t>cination qu</w:t>
      </w:r>
      <w:r w:rsidR="00E8465A">
        <w:t>’</w:t>
      </w:r>
      <w:r w:rsidRPr="007818BD">
        <w:t>il avait tout d</w:t>
      </w:r>
      <w:r w:rsidR="00E8465A">
        <w:t>’</w:t>
      </w:r>
      <w:r w:rsidRPr="007818BD">
        <w:t>abord exercée sur elle</w:t>
      </w:r>
      <w:r w:rsidR="00E8465A">
        <w:t xml:space="preserve">. </w:t>
      </w:r>
      <w:r w:rsidRPr="007818BD">
        <w:t>Son amour était si tendre et si prévenant</w:t>
      </w:r>
      <w:r w:rsidR="00E8465A">
        <w:t xml:space="preserve"> ; </w:t>
      </w:r>
      <w:r w:rsidRPr="007818BD">
        <w:t>il avait cette qualité si précieuse et propre à en assurer la durée</w:t>
      </w:r>
      <w:r w:rsidR="00E8465A">
        <w:t xml:space="preserve">, </w:t>
      </w:r>
      <w:r w:rsidRPr="007818BD">
        <w:t>à savoir qu</w:t>
      </w:r>
      <w:r w:rsidR="00E8465A">
        <w:t>’</w:t>
      </w:r>
      <w:r w:rsidRPr="007818BD">
        <w:t>il semblait plutôt e</w:t>
      </w:r>
      <w:r w:rsidRPr="007818BD">
        <w:t>n</w:t>
      </w:r>
      <w:r w:rsidRPr="007818BD">
        <w:t>core reconnaissant du bonheur qu</w:t>
      </w:r>
      <w:r w:rsidR="00E8465A">
        <w:t>’</w:t>
      </w:r>
      <w:r w:rsidRPr="007818BD">
        <w:t>il éprouvait à aimer que fier du bonheur qu</w:t>
      </w:r>
      <w:r w:rsidR="00E8465A">
        <w:t>’</w:t>
      </w:r>
      <w:r w:rsidRPr="007818BD">
        <w:t>il pouvait donner</w:t>
      </w:r>
      <w:r w:rsidR="00E8465A">
        <w:t xml:space="preserve">. </w:t>
      </w:r>
      <w:proofErr w:type="spellStart"/>
      <w:r w:rsidRPr="007818BD">
        <w:t>Zanoni</w:t>
      </w:r>
      <w:proofErr w:type="spellEnd"/>
      <w:r w:rsidRPr="007818BD">
        <w:t xml:space="preserve"> était habituellement doux</w:t>
      </w:r>
      <w:r w:rsidR="00E8465A">
        <w:t xml:space="preserve">, </w:t>
      </w:r>
      <w:r w:rsidRPr="007818BD">
        <w:t>froid</w:t>
      </w:r>
      <w:r w:rsidR="00E8465A">
        <w:t xml:space="preserve">, </w:t>
      </w:r>
      <w:r w:rsidRPr="007818BD">
        <w:t>réservé presque jusqu</w:t>
      </w:r>
      <w:r w:rsidR="00E8465A">
        <w:t>’</w:t>
      </w:r>
      <w:r w:rsidRPr="007818BD">
        <w:t>à l</w:t>
      </w:r>
      <w:r w:rsidR="00E8465A">
        <w:t>’</w:t>
      </w:r>
      <w:r w:rsidRPr="007818BD">
        <w:t>apathie envers to</w:t>
      </w:r>
      <w:r>
        <w:t>us</w:t>
      </w:r>
      <w:r w:rsidRPr="007818BD">
        <w:t xml:space="preserve"> ceux qui l</w:t>
      </w:r>
      <w:r w:rsidR="00E8465A">
        <w:t>’</w:t>
      </w:r>
      <w:r w:rsidRPr="007818BD">
        <w:t>abordaient</w:t>
      </w:r>
      <w:r w:rsidR="00E8465A">
        <w:t xml:space="preserve">. </w:t>
      </w:r>
      <w:r w:rsidRPr="007818BD">
        <w:t>Jamais un mot de colère ne passait ses lèvres</w:t>
      </w:r>
      <w:r w:rsidR="00E8465A">
        <w:t xml:space="preserve"> ; </w:t>
      </w:r>
      <w:r w:rsidRPr="007818BD">
        <w:t>j</w:t>
      </w:r>
      <w:r w:rsidRPr="007818BD">
        <w:t>a</w:t>
      </w:r>
      <w:r w:rsidRPr="007818BD">
        <w:t>mais un éclair de colère ne jaillissait de ses yeux</w:t>
      </w:r>
      <w:r w:rsidR="00E8465A">
        <w:t xml:space="preserve">. </w:t>
      </w:r>
      <w:r w:rsidRPr="007818BD">
        <w:t>Un jour</w:t>
      </w:r>
      <w:r w:rsidR="00E8465A">
        <w:t xml:space="preserve">, </w:t>
      </w:r>
      <w:r w:rsidRPr="007818BD">
        <w:t>ils avaient couru un danger qui n</w:t>
      </w:r>
      <w:r w:rsidR="00E8465A">
        <w:t>’</w:t>
      </w:r>
      <w:r w:rsidRPr="007818BD">
        <w:t>est pas rare dans ces régions à demi sauvages</w:t>
      </w:r>
      <w:r w:rsidR="00E8465A">
        <w:t xml:space="preserve">. </w:t>
      </w:r>
      <w:r w:rsidRPr="007818BD">
        <w:t>Des pirates</w:t>
      </w:r>
      <w:r w:rsidR="00E8465A">
        <w:t xml:space="preserve">, </w:t>
      </w:r>
      <w:r w:rsidRPr="007818BD">
        <w:t>qui infestaient le voisinage</w:t>
      </w:r>
      <w:r w:rsidR="00E8465A">
        <w:t xml:space="preserve">, </w:t>
      </w:r>
      <w:r w:rsidRPr="007818BD">
        <w:t>avaient appris l</w:t>
      </w:r>
      <w:r w:rsidR="00E8465A">
        <w:t>’</w:t>
      </w:r>
      <w:r w:rsidRPr="007818BD">
        <w:t>arrivée des deux étrangers</w:t>
      </w:r>
      <w:r w:rsidR="00E8465A">
        <w:t xml:space="preserve">, </w:t>
      </w:r>
      <w:r w:rsidRPr="007818BD">
        <w:t>et les indiscrétions des m</w:t>
      </w:r>
      <w:r w:rsidRPr="007818BD">
        <w:t>a</w:t>
      </w:r>
      <w:r w:rsidRPr="007818BD">
        <w:t xml:space="preserve">telots de </w:t>
      </w:r>
      <w:proofErr w:type="spellStart"/>
      <w:r w:rsidRPr="007818BD">
        <w:t>Zanoni</w:t>
      </w:r>
      <w:proofErr w:type="spellEnd"/>
      <w:r w:rsidRPr="007818BD">
        <w:t xml:space="preserve"> avaient laissé deviner l</w:t>
      </w:r>
      <w:r w:rsidR="00E8465A">
        <w:t>’</w:t>
      </w:r>
      <w:r w:rsidRPr="007818BD">
        <w:t>opulence de leur maître</w:t>
      </w:r>
      <w:r w:rsidR="00E8465A">
        <w:t xml:space="preserve">. </w:t>
      </w:r>
      <w:r w:rsidRPr="007818BD">
        <w:t>Une nuit</w:t>
      </w:r>
      <w:r w:rsidR="00E8465A">
        <w:t xml:space="preserve">, </w:t>
      </w:r>
      <w:r w:rsidRPr="007818BD">
        <w:t>Viola</w:t>
      </w:r>
      <w:r w:rsidR="00E8465A">
        <w:t xml:space="preserve">, </w:t>
      </w:r>
      <w:r w:rsidRPr="007818BD">
        <w:t>à peine endormie</w:t>
      </w:r>
      <w:r w:rsidR="00E8465A">
        <w:t xml:space="preserve">, </w:t>
      </w:r>
      <w:r w:rsidRPr="007818BD">
        <w:t>fut éveillée par un léger bruit</w:t>
      </w:r>
      <w:r w:rsidR="00E8465A">
        <w:t xml:space="preserve">. </w:t>
      </w:r>
      <w:proofErr w:type="spellStart"/>
      <w:r w:rsidRPr="007818BD">
        <w:t>Zanoni</w:t>
      </w:r>
      <w:proofErr w:type="spellEnd"/>
      <w:r w:rsidRPr="007818BD">
        <w:t xml:space="preserve"> était absent</w:t>
      </w:r>
      <w:r w:rsidR="00E8465A">
        <w:t xml:space="preserve"> ; </w:t>
      </w:r>
      <w:r w:rsidRPr="007818BD">
        <w:t>elle écouta</w:t>
      </w:r>
      <w:r w:rsidR="00E8465A">
        <w:t xml:space="preserve">, </w:t>
      </w:r>
      <w:r w:rsidRPr="007818BD">
        <w:t>non sans effroi</w:t>
      </w:r>
      <w:r w:rsidR="00E8465A">
        <w:t xml:space="preserve">. </w:t>
      </w:r>
      <w:r w:rsidRPr="007818BD">
        <w:t>Était-ce un gémissement qui venait de frapper son oreille</w:t>
      </w:r>
      <w:r w:rsidR="00E8465A">
        <w:t xml:space="preserve"> ? </w:t>
      </w:r>
      <w:r w:rsidRPr="007818BD">
        <w:t>Elle se leva en sursaut</w:t>
      </w:r>
      <w:r w:rsidR="00E8465A">
        <w:t xml:space="preserve">, </w:t>
      </w:r>
      <w:r w:rsidRPr="007818BD">
        <w:t>courut à la porte</w:t>
      </w:r>
      <w:r w:rsidR="00E8465A">
        <w:t xml:space="preserve"> : </w:t>
      </w:r>
      <w:r w:rsidRPr="007818BD">
        <w:t>tout était tranquille</w:t>
      </w:r>
      <w:r w:rsidR="00E8465A">
        <w:t xml:space="preserve">. </w:t>
      </w:r>
      <w:r w:rsidRPr="007818BD">
        <w:t>Un bruit de pas lents et réguliers se fit entendre</w:t>
      </w:r>
      <w:r w:rsidR="00E8465A">
        <w:t xml:space="preserve">, </w:t>
      </w:r>
      <w:r w:rsidRPr="007818BD">
        <w:t>approcha</w:t>
      </w:r>
      <w:r w:rsidR="00E8465A">
        <w:t xml:space="preserve">… </w:t>
      </w:r>
      <w:r w:rsidRPr="007818BD">
        <w:t xml:space="preserve">et </w:t>
      </w:r>
      <w:proofErr w:type="spellStart"/>
      <w:r w:rsidRPr="007818BD">
        <w:t>Zanoni</w:t>
      </w:r>
      <w:proofErr w:type="spellEnd"/>
      <w:r w:rsidRPr="007818BD">
        <w:t xml:space="preserve"> e</w:t>
      </w:r>
      <w:r w:rsidRPr="007818BD">
        <w:t>n</w:t>
      </w:r>
      <w:r w:rsidRPr="007818BD">
        <w:t>tra calme et sans paraître soupçonner ses alarmes</w:t>
      </w:r>
      <w:r w:rsidR="00E8465A">
        <w:t xml:space="preserve">. </w:t>
      </w:r>
      <w:r w:rsidRPr="007818BD">
        <w:t>Le lendemain matin</w:t>
      </w:r>
      <w:r w:rsidR="00E8465A">
        <w:t xml:space="preserve">, </w:t>
      </w:r>
      <w:r w:rsidRPr="007818BD">
        <w:t xml:space="preserve">on trouva </w:t>
      </w:r>
      <w:r w:rsidRPr="007818BD">
        <w:lastRenderedPageBreak/>
        <w:t>sur le seuil de l</w:t>
      </w:r>
      <w:r w:rsidR="00E8465A">
        <w:t>’</w:t>
      </w:r>
      <w:r w:rsidRPr="007818BD">
        <w:t>entrée principale trois hommes sans vie</w:t>
      </w:r>
      <w:r w:rsidR="00E8465A">
        <w:t xml:space="preserve"> ; </w:t>
      </w:r>
      <w:r w:rsidRPr="007818BD">
        <w:t>ils furent reconnus dans le vo</w:t>
      </w:r>
      <w:r w:rsidRPr="007818BD">
        <w:t>i</w:t>
      </w:r>
      <w:r w:rsidRPr="007818BD">
        <w:t>sinage pour les forbans les plus sanguinaires et les plus redoutables de l</w:t>
      </w:r>
      <w:r w:rsidR="00E8465A">
        <w:t>’</w:t>
      </w:r>
      <w:r w:rsidRPr="007818BD">
        <w:t>Archipel</w:t>
      </w:r>
      <w:r w:rsidR="00E8465A">
        <w:t xml:space="preserve">, </w:t>
      </w:r>
      <w:r w:rsidRPr="007818BD">
        <w:t>des hommes souillés de cent meurtres</w:t>
      </w:r>
      <w:r w:rsidR="00E8465A">
        <w:t xml:space="preserve">, </w:t>
      </w:r>
      <w:r w:rsidRPr="007818BD">
        <w:t>et qui jusque-là n</w:t>
      </w:r>
      <w:r w:rsidR="00E8465A">
        <w:t>’</w:t>
      </w:r>
      <w:r w:rsidRPr="007818BD">
        <w:t>avaient échoué dans aucun des attentats que leur avait inspirés la soif du pillage</w:t>
      </w:r>
      <w:r w:rsidR="00E8465A">
        <w:t xml:space="preserve">. </w:t>
      </w:r>
      <w:r w:rsidRPr="007818BD">
        <w:t>On suivit jusqu</w:t>
      </w:r>
      <w:r w:rsidR="00E8465A">
        <w:t>’</w:t>
      </w:r>
      <w:r w:rsidRPr="007818BD">
        <w:t>à la plage les traces d</w:t>
      </w:r>
      <w:r w:rsidR="00E8465A">
        <w:t>’</w:t>
      </w:r>
      <w:r w:rsidRPr="007818BD">
        <w:t>une bande plus nombreuse</w:t>
      </w:r>
      <w:r w:rsidR="00E8465A">
        <w:t xml:space="preserve"> ; </w:t>
      </w:r>
      <w:r w:rsidRPr="007818BD">
        <w:t>comme si</w:t>
      </w:r>
      <w:r w:rsidR="00E8465A">
        <w:t xml:space="preserve">, </w:t>
      </w:r>
      <w:r w:rsidRPr="007818BD">
        <w:t>à la mort de leurs chef</w:t>
      </w:r>
      <w:r w:rsidR="00E8465A">
        <w:t xml:space="preserve"> », </w:t>
      </w:r>
      <w:r w:rsidRPr="007818BD">
        <w:t>les complices eussent pris la fuite</w:t>
      </w:r>
      <w:r w:rsidR="00E8465A">
        <w:t xml:space="preserve">. </w:t>
      </w:r>
      <w:r w:rsidRPr="007818BD">
        <w:t xml:space="preserve">Mais quand le </w:t>
      </w:r>
      <w:proofErr w:type="spellStart"/>
      <w:r w:rsidRPr="007818BD">
        <w:t>provéditore</w:t>
      </w:r>
      <w:proofErr w:type="spellEnd"/>
      <w:r w:rsidRPr="007818BD">
        <w:t xml:space="preserve"> vénitien exam</w:t>
      </w:r>
      <w:r w:rsidRPr="007818BD">
        <w:t>i</w:t>
      </w:r>
      <w:r w:rsidRPr="007818BD">
        <w:t>na l</w:t>
      </w:r>
      <w:r w:rsidR="00E8465A">
        <w:t>’</w:t>
      </w:r>
      <w:r w:rsidRPr="007818BD">
        <w:t>affaire</w:t>
      </w:r>
      <w:r w:rsidR="00E8465A">
        <w:t xml:space="preserve">, </w:t>
      </w:r>
      <w:r w:rsidRPr="007818BD">
        <w:t>la mort des trois brigands parut enveloppée du my</w:t>
      </w:r>
      <w:r w:rsidRPr="007818BD">
        <w:t>s</w:t>
      </w:r>
      <w:r w:rsidRPr="007818BD">
        <w:t>tère le plus inexplicable</w:t>
      </w:r>
      <w:r w:rsidR="00E8465A">
        <w:t xml:space="preserve">. </w:t>
      </w:r>
      <w:proofErr w:type="spellStart"/>
      <w:r w:rsidRPr="007818BD">
        <w:t>Zanoni</w:t>
      </w:r>
      <w:proofErr w:type="spellEnd"/>
      <w:r w:rsidRPr="007818BD">
        <w:t xml:space="preserve"> n</w:t>
      </w:r>
      <w:r w:rsidR="00E8465A">
        <w:t>’</w:t>
      </w:r>
      <w:r w:rsidRPr="007818BD">
        <w:t>avait pas bougé de l</w:t>
      </w:r>
      <w:r w:rsidR="00E8465A">
        <w:t>’</w:t>
      </w:r>
      <w:r w:rsidRPr="007818BD">
        <w:t>appartement où il se livrait d</w:t>
      </w:r>
      <w:r w:rsidR="00E8465A">
        <w:t>’</w:t>
      </w:r>
      <w:r w:rsidRPr="007818BD">
        <w:t>ordinaire à ses expériences</w:t>
      </w:r>
      <w:r w:rsidR="00E8465A">
        <w:t xml:space="preserve">. </w:t>
      </w:r>
      <w:r w:rsidRPr="007818BD">
        <w:t>A</w:t>
      </w:r>
      <w:r w:rsidRPr="007818BD">
        <w:t>u</w:t>
      </w:r>
      <w:r w:rsidRPr="007818BD">
        <w:t>cun des serv</w:t>
      </w:r>
      <w:r w:rsidRPr="007818BD">
        <w:t>i</w:t>
      </w:r>
      <w:r w:rsidRPr="007818BD">
        <w:t>teurs n</w:t>
      </w:r>
      <w:r w:rsidR="00E8465A">
        <w:t>’</w:t>
      </w:r>
      <w:r w:rsidRPr="007818BD">
        <w:t>avait été troublé dans son repos</w:t>
      </w:r>
      <w:r w:rsidR="00E8465A">
        <w:t xml:space="preserve">. </w:t>
      </w:r>
      <w:r w:rsidRPr="007818BD">
        <w:t>Nulle trace de violence ne paraissait sur les cadavres</w:t>
      </w:r>
      <w:r w:rsidR="00E8465A">
        <w:t xml:space="preserve">. </w:t>
      </w:r>
      <w:r w:rsidRPr="007818BD">
        <w:t>Ils étaient morts sans que rien indiquât par quel moyen</w:t>
      </w:r>
      <w:r w:rsidR="00E8465A">
        <w:t xml:space="preserve">. </w:t>
      </w:r>
      <w:r w:rsidRPr="007818BD">
        <w:t>À partir de cette nuit</w:t>
      </w:r>
      <w:r w:rsidR="00E8465A">
        <w:t xml:space="preserve">, </w:t>
      </w:r>
      <w:r w:rsidRPr="007818BD">
        <w:t>la ma</w:t>
      </w:r>
      <w:r w:rsidRPr="007818BD">
        <w:t>i</w:t>
      </w:r>
      <w:r w:rsidRPr="007818BD">
        <w:t xml:space="preserve">son de </w:t>
      </w:r>
      <w:proofErr w:type="spellStart"/>
      <w:r w:rsidRPr="007818BD">
        <w:t>Zanoni</w:t>
      </w:r>
      <w:proofErr w:type="spellEnd"/>
      <w:r w:rsidRPr="007818BD">
        <w:t xml:space="preserve"> et tout le voisinage devinrent comme sacrés</w:t>
      </w:r>
      <w:r w:rsidR="00E8465A">
        <w:t xml:space="preserve">. </w:t>
      </w:r>
      <w:r w:rsidRPr="007818BD">
        <w:t>Les villages environnants</w:t>
      </w:r>
      <w:r w:rsidR="00E8465A">
        <w:t xml:space="preserve">, </w:t>
      </w:r>
      <w:r w:rsidRPr="007818BD">
        <w:t>heureux d</w:t>
      </w:r>
      <w:r w:rsidR="00E8465A">
        <w:t>’</w:t>
      </w:r>
      <w:r w:rsidRPr="007818BD">
        <w:t>être délivrés d</w:t>
      </w:r>
      <w:r w:rsidR="00E8465A">
        <w:t>’</w:t>
      </w:r>
      <w:r w:rsidRPr="007818BD">
        <w:t>un tel fléau</w:t>
      </w:r>
      <w:r w:rsidR="00E8465A">
        <w:t xml:space="preserve">, </w:t>
      </w:r>
      <w:r w:rsidRPr="007818BD">
        <w:t>r</w:t>
      </w:r>
      <w:r w:rsidRPr="007818BD">
        <w:t>e</w:t>
      </w:r>
      <w:r w:rsidRPr="007818BD">
        <w:t>gardèrent l</w:t>
      </w:r>
      <w:r w:rsidR="00E8465A">
        <w:t>’</w:t>
      </w:r>
      <w:r w:rsidRPr="007818BD">
        <w:t>étranger comme étant sous la protection spéciale de la Panagia</w:t>
      </w:r>
      <w:r w:rsidR="00E8465A">
        <w:t xml:space="preserve"> (</w:t>
      </w:r>
      <w:r w:rsidRPr="007818BD">
        <w:t>Sainte Vierge</w:t>
      </w:r>
      <w:r w:rsidR="00E8465A">
        <w:t xml:space="preserve">). </w:t>
      </w:r>
      <w:r w:rsidRPr="007818BD">
        <w:t>Pour tout dire</w:t>
      </w:r>
      <w:r w:rsidR="00E8465A">
        <w:t xml:space="preserve">, </w:t>
      </w:r>
      <w:r w:rsidRPr="007818BD">
        <w:t>les Grecs impressio</w:t>
      </w:r>
      <w:r w:rsidRPr="007818BD">
        <w:t>n</w:t>
      </w:r>
      <w:r w:rsidRPr="007818BD">
        <w:t>nables</w:t>
      </w:r>
      <w:r w:rsidR="00E8465A">
        <w:t xml:space="preserve">, </w:t>
      </w:r>
      <w:r w:rsidRPr="007818BD">
        <w:t>frappés de la singulière et imposante beauté d</w:t>
      </w:r>
      <w:r w:rsidR="00E8465A">
        <w:t>’</w:t>
      </w:r>
      <w:r w:rsidRPr="007818BD">
        <w:t>un ho</w:t>
      </w:r>
      <w:r w:rsidRPr="007818BD">
        <w:t>m</w:t>
      </w:r>
      <w:r w:rsidRPr="007818BD">
        <w:t>me qui parlait leur langue aussi bien qu</w:t>
      </w:r>
      <w:r w:rsidR="00E8465A">
        <w:t>’</w:t>
      </w:r>
      <w:r w:rsidRPr="007818BD">
        <w:t>eux-mêmes</w:t>
      </w:r>
      <w:r w:rsidR="00E8465A">
        <w:t xml:space="preserve">, </w:t>
      </w:r>
      <w:r w:rsidRPr="007818BD">
        <w:t>dont la voix avait souvent consolé leurs chagrins</w:t>
      </w:r>
      <w:r w:rsidR="00E8465A">
        <w:t xml:space="preserve">, </w:t>
      </w:r>
      <w:r w:rsidRPr="007818BD">
        <w:t>dont la main n</w:t>
      </w:r>
      <w:r w:rsidR="00E8465A">
        <w:t>’</w:t>
      </w:r>
      <w:r w:rsidRPr="007818BD">
        <w:t>avait jamais été fermée à leurs besoins</w:t>
      </w:r>
      <w:r w:rsidR="00E8465A">
        <w:t xml:space="preserve">, </w:t>
      </w:r>
      <w:r w:rsidRPr="007818BD">
        <w:t xml:space="preserve">conservèrent par tradition le souvenir reconnaissant de </w:t>
      </w:r>
      <w:proofErr w:type="spellStart"/>
      <w:r w:rsidRPr="007818BD">
        <w:t>Zanoni</w:t>
      </w:r>
      <w:proofErr w:type="spellEnd"/>
      <w:r w:rsidRPr="007818BD">
        <w:t xml:space="preserve"> longtemps après son départ de l</w:t>
      </w:r>
      <w:r w:rsidR="00E8465A">
        <w:t>’</w:t>
      </w:r>
      <w:r w:rsidRPr="007818BD">
        <w:t>île</w:t>
      </w:r>
      <w:r w:rsidR="00E8465A">
        <w:t xml:space="preserve">, </w:t>
      </w:r>
      <w:r w:rsidRPr="007818BD">
        <w:t>et montrent encore aujourd</w:t>
      </w:r>
      <w:r w:rsidR="00E8465A">
        <w:t>’</w:t>
      </w:r>
      <w:r w:rsidRPr="007818BD">
        <w:t>hui le platane sous lequel ils l</w:t>
      </w:r>
      <w:r w:rsidR="00E8465A">
        <w:t>’</w:t>
      </w:r>
      <w:r w:rsidRPr="007818BD">
        <w:t>ont souvent vu s</w:t>
      </w:r>
      <w:r w:rsidR="00E8465A">
        <w:t>’</w:t>
      </w:r>
      <w:r w:rsidRPr="007818BD">
        <w:t>asseoir seul et pensif</w:t>
      </w:r>
      <w:r w:rsidR="00E8465A">
        <w:t xml:space="preserve">, </w:t>
      </w:r>
      <w:r w:rsidRPr="007818BD">
        <w:t>au milieu des ardeurs de leurs journées brûlantes</w:t>
      </w:r>
      <w:r w:rsidR="00E8465A">
        <w:t xml:space="preserve">. </w:t>
      </w:r>
      <w:r w:rsidRPr="007818BD">
        <w:t xml:space="preserve">Mais </w:t>
      </w:r>
      <w:proofErr w:type="spellStart"/>
      <w:r w:rsidRPr="007818BD">
        <w:t>Zanoni</w:t>
      </w:r>
      <w:proofErr w:type="spellEnd"/>
      <w:r w:rsidRPr="007818BD">
        <w:t xml:space="preserve"> fr</w:t>
      </w:r>
      <w:r w:rsidRPr="007818BD">
        <w:t>é</w:t>
      </w:r>
      <w:r w:rsidRPr="007818BD">
        <w:t>quentait des lieux moins exposés aux regards que l</w:t>
      </w:r>
      <w:r w:rsidR="00E8465A">
        <w:t>’</w:t>
      </w:r>
      <w:r w:rsidRPr="007818BD">
        <w:t>ombre du platane</w:t>
      </w:r>
      <w:r w:rsidR="00E8465A">
        <w:t xml:space="preserve">. </w:t>
      </w:r>
      <w:r w:rsidRPr="007818BD">
        <w:t>Il existe dans cette île des sources bitumineuses mentionnées déjà par Hérodote</w:t>
      </w:r>
      <w:r w:rsidR="00E8465A">
        <w:t xml:space="preserve">. </w:t>
      </w:r>
      <w:r w:rsidRPr="007818BD">
        <w:t>Souvent</w:t>
      </w:r>
      <w:r w:rsidR="00E8465A">
        <w:t xml:space="preserve">, </w:t>
      </w:r>
      <w:r w:rsidRPr="007818BD">
        <w:t>au m</w:t>
      </w:r>
      <w:r w:rsidRPr="007818BD">
        <w:t>i</w:t>
      </w:r>
      <w:r w:rsidRPr="007818BD">
        <w:t>lieu de la nuit</w:t>
      </w:r>
      <w:r w:rsidR="00E8465A">
        <w:t xml:space="preserve">, </w:t>
      </w:r>
      <w:r w:rsidRPr="007818BD">
        <w:t>la lune le vit sortir des bosquets de myrtes et de cytises qui tapissent les collines</w:t>
      </w:r>
      <w:r w:rsidR="00E8465A">
        <w:t xml:space="preserve">, </w:t>
      </w:r>
      <w:r w:rsidRPr="007818BD">
        <w:t>entre lesquelles jaillissent et bouillonnent ces sources inflammables</w:t>
      </w:r>
      <w:r w:rsidR="00E8465A">
        <w:t xml:space="preserve">, </w:t>
      </w:r>
      <w:r w:rsidRPr="007818BD">
        <w:t>dont l</w:t>
      </w:r>
      <w:r w:rsidR="00E8465A">
        <w:t>’</w:t>
      </w:r>
      <w:r w:rsidRPr="007818BD">
        <w:t>efficacité sur la vie organique n</w:t>
      </w:r>
      <w:r w:rsidR="00E8465A">
        <w:t>’</w:t>
      </w:r>
      <w:r w:rsidRPr="007818BD">
        <w:t xml:space="preserve">a peut-être pas encore </w:t>
      </w:r>
      <w:r w:rsidRPr="007818BD">
        <w:lastRenderedPageBreak/>
        <w:t>été soupçonnée par la science moderne</w:t>
      </w:r>
      <w:r w:rsidR="00E8465A">
        <w:t xml:space="preserve">. </w:t>
      </w:r>
      <w:r w:rsidRPr="007818BD">
        <w:t>Plus souvent encore</w:t>
      </w:r>
      <w:r w:rsidR="00E8465A">
        <w:t xml:space="preserve">, </w:t>
      </w:r>
      <w:r w:rsidRPr="007818BD">
        <w:t>il pa</w:t>
      </w:r>
      <w:r w:rsidRPr="007818BD">
        <w:t>s</w:t>
      </w:r>
      <w:r w:rsidRPr="007818BD">
        <w:t>sait ses heures dans une grotte située sur le point le plus isolé de la côte</w:t>
      </w:r>
      <w:r w:rsidR="00E8465A">
        <w:t xml:space="preserve">, </w:t>
      </w:r>
      <w:r w:rsidRPr="007818BD">
        <w:t>au milieu de stalactites qui semblent avoir été suspe</w:t>
      </w:r>
      <w:r w:rsidRPr="007818BD">
        <w:t>n</w:t>
      </w:r>
      <w:r w:rsidRPr="007818BD">
        <w:t>dues par une main humaine</w:t>
      </w:r>
      <w:r w:rsidR="00E8465A">
        <w:t xml:space="preserve">, </w:t>
      </w:r>
      <w:r w:rsidRPr="007818BD">
        <w:t>et que les superstitions des hab</w:t>
      </w:r>
      <w:r w:rsidRPr="007818BD">
        <w:t>i</w:t>
      </w:r>
      <w:r w:rsidRPr="007818BD">
        <w:t>tants rattachent</w:t>
      </w:r>
      <w:r w:rsidR="00E8465A">
        <w:t xml:space="preserve">, </w:t>
      </w:r>
      <w:r w:rsidRPr="007818BD">
        <w:t>dans leurs l</w:t>
      </w:r>
      <w:r w:rsidRPr="007818BD">
        <w:t>é</w:t>
      </w:r>
      <w:r w:rsidRPr="007818BD">
        <w:t>gendes</w:t>
      </w:r>
      <w:r w:rsidR="00E8465A">
        <w:t xml:space="preserve">, </w:t>
      </w:r>
      <w:r w:rsidRPr="007818BD">
        <w:t>aux nombreux et presque continuels tremblements de terre qui ébranlent cette île d</w:t>
      </w:r>
      <w:r w:rsidR="00E8465A">
        <w:t>’</w:t>
      </w:r>
      <w:r w:rsidRPr="007818BD">
        <w:t>une façon si mystérieuse</w:t>
      </w:r>
      <w:r w:rsidR="00E8465A">
        <w:t>.</w:t>
      </w:r>
    </w:p>
    <w:p w14:paraId="58C48120" w14:textId="77777777" w:rsidR="00E8465A" w:rsidRDefault="00E0544E" w:rsidP="00E0544E">
      <w:r w:rsidRPr="007818BD">
        <w:t xml:space="preserve">Les recherches qui poussaient </w:t>
      </w:r>
      <w:proofErr w:type="spellStart"/>
      <w:r w:rsidRPr="007818BD">
        <w:t>Zanoni</w:t>
      </w:r>
      <w:proofErr w:type="spellEnd"/>
      <w:r w:rsidRPr="007818BD">
        <w:t xml:space="preserve"> à explorer ces points divers</w:t>
      </w:r>
      <w:r w:rsidR="00E8465A">
        <w:t xml:space="preserve">, </w:t>
      </w:r>
      <w:r w:rsidRPr="007818BD">
        <w:t>quelles qu</w:t>
      </w:r>
      <w:r w:rsidR="00E8465A">
        <w:t>’</w:t>
      </w:r>
      <w:r w:rsidRPr="007818BD">
        <w:t>elles fussent d</w:t>
      </w:r>
      <w:r w:rsidR="00E8465A">
        <w:t>’</w:t>
      </w:r>
      <w:r w:rsidRPr="007818BD">
        <w:t>ailleurs</w:t>
      </w:r>
      <w:r w:rsidR="00E8465A">
        <w:t xml:space="preserve">, </w:t>
      </w:r>
      <w:r w:rsidRPr="007818BD">
        <w:t>se rapportaient toutes à un seul puissant désir</w:t>
      </w:r>
      <w:r w:rsidR="00E8465A">
        <w:t xml:space="preserve"> : </w:t>
      </w:r>
      <w:r w:rsidRPr="007818BD">
        <w:t>et chaque jour qu</w:t>
      </w:r>
      <w:r w:rsidR="00E8465A">
        <w:t>’</w:t>
      </w:r>
      <w:r w:rsidRPr="007818BD">
        <w:t>il passait dans la s</w:t>
      </w:r>
      <w:r w:rsidRPr="007818BD">
        <w:t>o</w:t>
      </w:r>
      <w:r w:rsidRPr="007818BD">
        <w:t>ciété de Viola</w:t>
      </w:r>
      <w:r w:rsidR="00E8465A">
        <w:t xml:space="preserve">, </w:t>
      </w:r>
      <w:r w:rsidRPr="007818BD">
        <w:t xml:space="preserve">confirmait et fortifiait ce désir dans </w:t>
      </w:r>
      <w:proofErr w:type="spellStart"/>
      <w:r w:rsidRPr="007818BD">
        <w:t>Zanoni</w:t>
      </w:r>
      <w:proofErr w:type="spellEnd"/>
      <w:r w:rsidR="00E8465A">
        <w:t>.</w:t>
      </w:r>
    </w:p>
    <w:p w14:paraId="13C27E73" w14:textId="77777777" w:rsidR="00E8465A" w:rsidRDefault="00E0544E" w:rsidP="00E0544E">
      <w:r w:rsidRPr="007818BD">
        <w:t xml:space="preserve">La scène que </w:t>
      </w:r>
      <w:proofErr w:type="spellStart"/>
      <w:r w:rsidRPr="007818BD">
        <w:t>Glyndon</w:t>
      </w:r>
      <w:proofErr w:type="spellEnd"/>
      <w:r w:rsidRPr="007818BD">
        <w:t xml:space="preserve"> avait vue dans sa vision extatique était vraie de tout point</w:t>
      </w:r>
      <w:r w:rsidR="00E8465A">
        <w:t xml:space="preserve">. </w:t>
      </w:r>
      <w:r w:rsidRPr="007818BD">
        <w:t>Quelque temps après la nuit de cette scène</w:t>
      </w:r>
      <w:r w:rsidR="00E8465A">
        <w:t xml:space="preserve">. </w:t>
      </w:r>
      <w:r w:rsidRPr="007818BD">
        <w:t>Viola comprit vaguement qu</w:t>
      </w:r>
      <w:r w:rsidR="00E8465A">
        <w:t>’</w:t>
      </w:r>
      <w:r w:rsidRPr="007818BD">
        <w:t>une influence dont elle ne pouvait analyser la nature cherchait à s</w:t>
      </w:r>
      <w:r w:rsidR="00E8465A">
        <w:t>’</w:t>
      </w:r>
      <w:r w:rsidRPr="007818BD">
        <w:t>emparer de sa vie si heureuse</w:t>
      </w:r>
      <w:r w:rsidR="00E8465A">
        <w:t xml:space="preserve">. </w:t>
      </w:r>
      <w:r w:rsidRPr="007818BD">
        <w:t>Des visions radieuses et indistinctes</w:t>
      </w:r>
      <w:r w:rsidR="00E8465A">
        <w:t xml:space="preserve">, </w:t>
      </w:r>
      <w:r w:rsidRPr="007818BD">
        <w:t>comme celles qu</w:t>
      </w:r>
      <w:r w:rsidR="00E8465A">
        <w:t>’</w:t>
      </w:r>
      <w:r w:rsidRPr="007818BD">
        <w:t>elle avait connues dans sa jeunesse</w:t>
      </w:r>
      <w:r w:rsidR="00E8465A">
        <w:t xml:space="preserve">, </w:t>
      </w:r>
      <w:r w:rsidRPr="007818BD">
        <w:t>mais plus fréquentes et plus frappantes</w:t>
      </w:r>
      <w:r w:rsidR="00E8465A">
        <w:t xml:space="preserve">, </w:t>
      </w:r>
      <w:r w:rsidRPr="007818BD">
        <w:t>la poursuivaient nuit et jour pendant l</w:t>
      </w:r>
      <w:r w:rsidR="00E8465A">
        <w:t>’</w:t>
      </w:r>
      <w:r w:rsidRPr="007818BD">
        <w:t xml:space="preserve">absence de </w:t>
      </w:r>
      <w:proofErr w:type="spellStart"/>
      <w:r w:rsidRPr="007818BD">
        <w:t>Zanoni</w:t>
      </w:r>
      <w:proofErr w:type="spellEnd"/>
      <w:r w:rsidR="00E8465A">
        <w:t xml:space="preserve"> ; </w:t>
      </w:r>
      <w:r w:rsidRPr="007818BD">
        <w:t>quand il revenait</w:t>
      </w:r>
      <w:r w:rsidR="00E8465A">
        <w:t xml:space="preserve">, </w:t>
      </w:r>
      <w:r w:rsidRPr="007818BD">
        <w:t>elles disparaissaient et semblaient moins belles que sa présence bien-aimée</w:t>
      </w:r>
      <w:r w:rsidR="00E8465A">
        <w:t xml:space="preserve">, </w:t>
      </w:r>
      <w:proofErr w:type="spellStart"/>
      <w:r w:rsidRPr="007818BD">
        <w:t>Zanoni</w:t>
      </w:r>
      <w:proofErr w:type="spellEnd"/>
      <w:r w:rsidRPr="007818BD">
        <w:t xml:space="preserve"> l</w:t>
      </w:r>
      <w:r w:rsidR="00E8465A">
        <w:t>’</w:t>
      </w:r>
      <w:r w:rsidRPr="007818BD">
        <w:t>interrogea minutieusement et av</w:t>
      </w:r>
      <w:r w:rsidRPr="007818BD">
        <w:t>i</w:t>
      </w:r>
      <w:r w:rsidRPr="007818BD">
        <w:t>dement sur ces visions</w:t>
      </w:r>
      <w:r w:rsidR="00E8465A">
        <w:t xml:space="preserve">, </w:t>
      </w:r>
      <w:r w:rsidRPr="007818BD">
        <w:t>et parut plus d</w:t>
      </w:r>
      <w:r w:rsidR="00E8465A">
        <w:t>’</w:t>
      </w:r>
      <w:r w:rsidRPr="007818BD">
        <w:t>une fois mécontent et troublé de ses réponses</w:t>
      </w:r>
      <w:r w:rsidR="00E8465A">
        <w:t>.</w:t>
      </w:r>
    </w:p>
    <w:p w14:paraId="02DDB3C8" w14:textId="77777777" w:rsidR="00E8465A" w:rsidRDefault="00E8465A" w:rsidP="00E0544E">
      <w:r>
        <w:t>« </w:t>
      </w:r>
      <w:r w:rsidR="00E0544E" w:rsidRPr="007818BD">
        <w:t>Ne me parle pas</w:t>
      </w:r>
      <w:r>
        <w:t xml:space="preserve">, </w:t>
      </w:r>
      <w:r w:rsidR="00E0544E" w:rsidRPr="007818BD">
        <w:t>dit-il un jour</w:t>
      </w:r>
      <w:r>
        <w:t xml:space="preserve">, </w:t>
      </w:r>
      <w:r w:rsidR="00E0544E" w:rsidRPr="007818BD">
        <w:t>de ces images incohére</w:t>
      </w:r>
      <w:r w:rsidR="00E0544E" w:rsidRPr="007818BD">
        <w:t>n</w:t>
      </w:r>
      <w:r w:rsidR="00E0544E" w:rsidRPr="007818BD">
        <w:t>tes</w:t>
      </w:r>
      <w:r>
        <w:t xml:space="preserve">, </w:t>
      </w:r>
      <w:r w:rsidR="00E0544E" w:rsidRPr="007818BD">
        <w:t>de ces évolutions d</w:t>
      </w:r>
      <w:r>
        <w:t>’</w:t>
      </w:r>
      <w:r w:rsidR="00E0544E" w:rsidRPr="007818BD">
        <w:t>étoiles</w:t>
      </w:r>
      <w:r>
        <w:t xml:space="preserve">, </w:t>
      </w:r>
      <w:r w:rsidR="00E0544E" w:rsidRPr="007818BD">
        <w:t>de leurs mouvements harm</w:t>
      </w:r>
      <w:r w:rsidR="00E0544E" w:rsidRPr="007818BD">
        <w:t>o</w:t>
      </w:r>
      <w:r w:rsidR="00E0544E" w:rsidRPr="007818BD">
        <w:t>nieux</w:t>
      </w:r>
      <w:r>
        <w:t xml:space="preserve">, </w:t>
      </w:r>
      <w:r w:rsidR="00E0544E" w:rsidRPr="007818BD">
        <w:t>ni de ces délicieuses mélodies qui te semblent être la m</w:t>
      </w:r>
      <w:r w:rsidR="00E0544E" w:rsidRPr="007818BD">
        <w:t>u</w:t>
      </w:r>
      <w:r w:rsidR="00E0544E" w:rsidRPr="007818BD">
        <w:t>sique et le langage des sphères célestes</w:t>
      </w:r>
      <w:r>
        <w:t xml:space="preserve">. </w:t>
      </w:r>
      <w:r w:rsidR="00E0544E" w:rsidRPr="007818BD">
        <w:t>N</w:t>
      </w:r>
      <w:r>
        <w:t>’</w:t>
      </w:r>
      <w:r w:rsidR="00E0544E" w:rsidRPr="007818BD">
        <w:t>as-tu pas vu une im</w:t>
      </w:r>
      <w:r w:rsidR="00E0544E" w:rsidRPr="007818BD">
        <w:t>a</w:t>
      </w:r>
      <w:r w:rsidR="00E0544E" w:rsidRPr="007818BD">
        <w:t>ge plus distincte et plus belle que les autres</w:t>
      </w:r>
      <w:r>
        <w:t xml:space="preserve"> ? </w:t>
      </w:r>
      <w:r w:rsidR="00E0544E" w:rsidRPr="007818BD">
        <w:t>N</w:t>
      </w:r>
      <w:r>
        <w:t>’</w:t>
      </w:r>
      <w:r w:rsidR="00E0544E" w:rsidRPr="007818BD">
        <w:t>as-tu pas ente</w:t>
      </w:r>
      <w:r w:rsidR="00E0544E" w:rsidRPr="007818BD">
        <w:t>n</w:t>
      </w:r>
      <w:r w:rsidR="00E0544E" w:rsidRPr="007818BD">
        <w:t>du une voix te parlant ou semblant te parler dans ta langue</w:t>
      </w:r>
      <w:r>
        <w:t xml:space="preserve">, </w:t>
      </w:r>
      <w:r w:rsidR="00E0544E" w:rsidRPr="007818BD">
        <w:t>et te murmurant les secrets étranges d</w:t>
      </w:r>
      <w:r>
        <w:t>’</w:t>
      </w:r>
      <w:r w:rsidR="00E0544E" w:rsidRPr="007818BD">
        <w:t>une science mystérieuse</w:t>
      </w:r>
      <w:r>
        <w:t> ?</w:t>
      </w:r>
    </w:p>
    <w:p w14:paraId="3C797A1B" w14:textId="2779B33B" w:rsidR="00E8465A" w:rsidRDefault="00E8465A" w:rsidP="00E0544E">
      <w:r>
        <w:lastRenderedPageBreak/>
        <w:t>— </w:t>
      </w:r>
      <w:r w:rsidR="00E0544E" w:rsidRPr="007818BD">
        <w:t>Non</w:t>
      </w:r>
      <w:r>
        <w:t xml:space="preserve"> ! </w:t>
      </w:r>
      <w:r w:rsidR="00E0544E" w:rsidRPr="007818BD">
        <w:t>tout est confus dans ces rêves</w:t>
      </w:r>
      <w:r>
        <w:t xml:space="preserve">, </w:t>
      </w:r>
      <w:r w:rsidR="00E0544E" w:rsidRPr="007818BD">
        <w:t>la nuit comme le jour</w:t>
      </w:r>
      <w:r>
        <w:t xml:space="preserve"> ; </w:t>
      </w:r>
      <w:r w:rsidR="00E0544E" w:rsidRPr="007818BD">
        <w:t>et quand</w:t>
      </w:r>
      <w:r>
        <w:t xml:space="preserve">, </w:t>
      </w:r>
      <w:r w:rsidR="00E0544E" w:rsidRPr="007818BD">
        <w:t>au bruit de tes pas</w:t>
      </w:r>
      <w:r>
        <w:t xml:space="preserve">, </w:t>
      </w:r>
      <w:r w:rsidR="00E0544E" w:rsidRPr="007818BD">
        <w:t>je rentre en moi-même</w:t>
      </w:r>
      <w:r>
        <w:t xml:space="preserve">, </w:t>
      </w:r>
      <w:r w:rsidR="00E0544E" w:rsidRPr="007818BD">
        <w:t>ma mémoire ne conserve qu</w:t>
      </w:r>
      <w:r>
        <w:t>’</w:t>
      </w:r>
      <w:r w:rsidR="00E0544E" w:rsidRPr="007818BD">
        <w:t>une vague impression de bonheur</w:t>
      </w:r>
      <w:r>
        <w:t xml:space="preserve">. </w:t>
      </w:r>
      <w:r w:rsidR="00E0544E" w:rsidRPr="007818BD">
        <w:t>Comme elle diffère dans sa froideur du bonheur de suspendre mon âme à ton sourire et d</w:t>
      </w:r>
      <w:r>
        <w:t>’</w:t>
      </w:r>
      <w:r w:rsidR="00E0544E" w:rsidRPr="007818BD">
        <w:t>écouter ta voix quand elle me dit</w:t>
      </w:r>
      <w:r>
        <w:t> : « </w:t>
      </w:r>
      <w:r w:rsidR="00E0544E" w:rsidRPr="007818BD">
        <w:t>Je t</w:t>
      </w:r>
      <w:r>
        <w:t>’</w:t>
      </w:r>
      <w:r w:rsidR="00E0544E" w:rsidRPr="007818BD">
        <w:t>aime</w:t>
      </w:r>
      <w:r>
        <w:t> ! »</w:t>
      </w:r>
    </w:p>
    <w:p w14:paraId="48AF1866" w14:textId="77777777" w:rsidR="00E8465A" w:rsidRDefault="00E8465A" w:rsidP="00E0544E">
      <w:r>
        <w:t>— </w:t>
      </w:r>
      <w:r w:rsidR="00E0544E" w:rsidRPr="007818BD">
        <w:t>Pourquoi alors des visions moins belles te paraissaient elles autrefois si pleines de charme</w:t>
      </w:r>
      <w:r>
        <w:t xml:space="preserve"> ? </w:t>
      </w:r>
      <w:r w:rsidR="00E0544E" w:rsidRPr="007818BD">
        <w:t>Comment ont-elles embr</w:t>
      </w:r>
      <w:r w:rsidR="00E0544E" w:rsidRPr="007818BD">
        <w:t>a</w:t>
      </w:r>
      <w:r w:rsidR="00E0544E" w:rsidRPr="007818BD">
        <w:t>sé ta pensée et rempli ton cœur</w:t>
      </w:r>
      <w:r>
        <w:t xml:space="preserve"> ? </w:t>
      </w:r>
      <w:r w:rsidR="00E0544E" w:rsidRPr="007818BD">
        <w:t>Autrefois tu désirais je ne sais quel monde féerique</w:t>
      </w:r>
      <w:r>
        <w:t xml:space="preserve">, </w:t>
      </w:r>
      <w:r w:rsidR="00E0544E" w:rsidRPr="007818BD">
        <w:t>et aujourd</w:t>
      </w:r>
      <w:r>
        <w:t>’</w:t>
      </w:r>
      <w:r w:rsidR="00E0544E" w:rsidRPr="007818BD">
        <w:t>hui tu sembles si heureuse de la vie commune</w:t>
      </w:r>
      <w:r>
        <w:t> !</w:t>
      </w:r>
    </w:p>
    <w:p w14:paraId="2E341D5B" w14:textId="0E46AEDD" w:rsidR="00E0544E" w:rsidRPr="007818BD" w:rsidRDefault="00E8465A" w:rsidP="00E0544E">
      <w:r>
        <w:t>— </w:t>
      </w:r>
      <w:r w:rsidR="00E0544E" w:rsidRPr="007818BD">
        <w:t>Ne te l</w:t>
      </w:r>
      <w:r>
        <w:t>’</w:t>
      </w:r>
      <w:r w:rsidR="00E0544E" w:rsidRPr="007818BD">
        <w:t>ai-je pas déjà expliqué</w:t>
      </w:r>
      <w:r>
        <w:t xml:space="preserve"> ? </w:t>
      </w:r>
      <w:r w:rsidR="00E0544E" w:rsidRPr="007818BD">
        <w:t>Est-ce donc la vie co</w:t>
      </w:r>
      <w:r w:rsidR="00E0544E" w:rsidRPr="007818BD">
        <w:t>m</w:t>
      </w:r>
      <w:r w:rsidR="00E0544E" w:rsidRPr="007818BD">
        <w:t>mune que d</w:t>
      </w:r>
      <w:r>
        <w:t>’</w:t>
      </w:r>
      <w:r w:rsidR="00E0544E" w:rsidRPr="007818BD">
        <w:t>aimer et de vivre avec celui qu</w:t>
      </w:r>
      <w:r>
        <w:t>’</w:t>
      </w:r>
      <w:r w:rsidR="00E0544E" w:rsidRPr="007818BD">
        <w:t>on aime</w:t>
      </w:r>
      <w:r>
        <w:t xml:space="preserve"> ? </w:t>
      </w:r>
      <w:r w:rsidR="00E0544E" w:rsidRPr="007818BD">
        <w:t>Mon mo</w:t>
      </w:r>
      <w:r w:rsidR="00E0544E" w:rsidRPr="007818BD">
        <w:t>n</w:t>
      </w:r>
      <w:r w:rsidR="00E0544E" w:rsidRPr="007818BD">
        <w:t>de féerique</w:t>
      </w:r>
      <w:r>
        <w:t xml:space="preserve">, </w:t>
      </w:r>
      <w:r w:rsidR="00E0544E" w:rsidRPr="007818BD">
        <w:t>je l</w:t>
      </w:r>
      <w:r>
        <w:t>’</w:t>
      </w:r>
      <w:r w:rsidR="00E0544E" w:rsidRPr="007818BD">
        <w:t>ai</w:t>
      </w:r>
      <w:r>
        <w:t xml:space="preserve"> ; </w:t>
      </w:r>
      <w:r w:rsidR="00E0544E" w:rsidRPr="007818BD">
        <w:t>ne me parle pas d</w:t>
      </w:r>
      <w:r>
        <w:t>’</w:t>
      </w:r>
      <w:r w:rsidR="00E0544E" w:rsidRPr="007818BD">
        <w:t>un autre monde</w:t>
      </w:r>
      <w:r>
        <w:t>. »</w:t>
      </w:r>
    </w:p>
    <w:p w14:paraId="5DFBE801" w14:textId="77777777" w:rsidR="00E8465A" w:rsidRDefault="00E0544E" w:rsidP="00E0544E">
      <w:r w:rsidRPr="007818BD">
        <w:t>Et la nuit les surprit sur la plage solitaire</w:t>
      </w:r>
      <w:r w:rsidR="00E8465A">
        <w:t xml:space="preserve"> ; </w:t>
      </w:r>
      <w:r w:rsidRPr="007818BD">
        <w:t xml:space="preserve">et </w:t>
      </w:r>
      <w:proofErr w:type="spellStart"/>
      <w:r w:rsidRPr="007818BD">
        <w:t>Zanoni</w:t>
      </w:r>
      <w:proofErr w:type="spellEnd"/>
      <w:r w:rsidR="00E8465A">
        <w:t xml:space="preserve">, </w:t>
      </w:r>
      <w:r w:rsidRPr="007818BD">
        <w:t>arr</w:t>
      </w:r>
      <w:r w:rsidRPr="007818BD">
        <w:t>a</w:t>
      </w:r>
      <w:r w:rsidRPr="007818BD">
        <w:t>ché à ses préoccupations plus élevées</w:t>
      </w:r>
      <w:r w:rsidR="00E8465A">
        <w:t xml:space="preserve">, </w:t>
      </w:r>
      <w:r w:rsidRPr="007818BD">
        <w:t>et penché sur ce doux v</w:t>
      </w:r>
      <w:r w:rsidRPr="007818BD">
        <w:t>i</w:t>
      </w:r>
      <w:r w:rsidRPr="007818BD">
        <w:t>sage</w:t>
      </w:r>
      <w:r w:rsidR="00E8465A">
        <w:t xml:space="preserve">, </w:t>
      </w:r>
      <w:r w:rsidRPr="007818BD">
        <w:t>oublia qu</w:t>
      </w:r>
      <w:r w:rsidR="00E8465A">
        <w:t>’</w:t>
      </w:r>
      <w:r w:rsidRPr="007818BD">
        <w:t>il est dans l</w:t>
      </w:r>
      <w:r w:rsidR="00E8465A">
        <w:t>’</w:t>
      </w:r>
      <w:r w:rsidRPr="007818BD">
        <w:t>harmonieux Infini qui les enviro</w:t>
      </w:r>
      <w:r w:rsidRPr="007818BD">
        <w:t>n</w:t>
      </w:r>
      <w:r w:rsidRPr="007818BD">
        <w:t>nait d</w:t>
      </w:r>
      <w:r w:rsidR="00E8465A">
        <w:t>’</w:t>
      </w:r>
      <w:r w:rsidRPr="007818BD">
        <w:t>autres mondes que celui du cœur humain</w:t>
      </w:r>
      <w:r w:rsidR="00E8465A">
        <w:t> !</w:t>
      </w:r>
    </w:p>
    <w:p w14:paraId="63E4DBF7" w14:textId="77777777" w:rsidR="00E8465A" w:rsidRDefault="00E0544E" w:rsidP="00E8465A">
      <w:pPr>
        <w:pStyle w:val="Titre2"/>
        <w:pageBreakBefore/>
      </w:pPr>
      <w:bookmarkStart w:id="50" w:name="_Toc199963099"/>
      <w:r w:rsidRPr="007818BD">
        <w:lastRenderedPageBreak/>
        <w:t>CHAPITRE</w:t>
      </w:r>
      <w:r w:rsidR="00E8465A">
        <w:t xml:space="preserve"> </w:t>
      </w:r>
      <w:r w:rsidRPr="007818BD">
        <w:t>IX</w:t>
      </w:r>
      <w:r w:rsidR="00E8465A">
        <w:t>.</w:t>
      </w:r>
      <w:bookmarkEnd w:id="50"/>
    </w:p>
    <w:p w14:paraId="0F91FCCB" w14:textId="77777777" w:rsidR="00E8465A" w:rsidRDefault="00E0544E" w:rsidP="00E0544E">
      <w:pPr>
        <w:pStyle w:val="NormalRetraitGauche4XIndent0"/>
        <w:spacing w:before="0" w:after="0"/>
        <w:rPr>
          <w:rStyle w:val="Taille-1Caracteres"/>
        </w:rPr>
      </w:pPr>
      <w:r w:rsidRPr="007818BD">
        <w:rPr>
          <w:rStyle w:val="Taille-1Caracteres"/>
        </w:rPr>
        <w:t>Il y a un principe de l</w:t>
      </w:r>
      <w:r w:rsidR="00E8465A">
        <w:rPr>
          <w:rStyle w:val="Taille-1Caracteres"/>
        </w:rPr>
        <w:t>’</w:t>
      </w:r>
      <w:r w:rsidRPr="007818BD">
        <w:rPr>
          <w:rStyle w:val="Taille-1Caracteres"/>
        </w:rPr>
        <w:t>âme</w:t>
      </w:r>
      <w:r w:rsidR="00E8465A">
        <w:rPr>
          <w:rStyle w:val="Taille-1Caracteres"/>
        </w:rPr>
        <w:t xml:space="preserve">, </w:t>
      </w:r>
      <w:r w:rsidRPr="007818BD">
        <w:rPr>
          <w:rStyle w:val="Taille-1Caracteres"/>
        </w:rPr>
        <w:t>supérieur à toute la n</w:t>
      </w:r>
      <w:r w:rsidRPr="007818BD">
        <w:rPr>
          <w:rStyle w:val="Taille-1Caracteres"/>
        </w:rPr>
        <w:t>a</w:t>
      </w:r>
      <w:r w:rsidRPr="007818BD">
        <w:rPr>
          <w:rStyle w:val="Taille-1Caracteres"/>
        </w:rPr>
        <w:t>ture</w:t>
      </w:r>
      <w:r w:rsidR="00E8465A">
        <w:rPr>
          <w:rStyle w:val="Taille-1Caracteres"/>
        </w:rPr>
        <w:t xml:space="preserve">, </w:t>
      </w:r>
      <w:r w:rsidRPr="007818BD">
        <w:rPr>
          <w:rStyle w:val="Taille-1Caracteres"/>
        </w:rPr>
        <w:t>et par lequel nous pouvons nous élever au-dessus de l</w:t>
      </w:r>
      <w:r w:rsidR="00E8465A">
        <w:rPr>
          <w:rStyle w:val="Taille-1Caracteres"/>
        </w:rPr>
        <w:t>’</w:t>
      </w:r>
      <w:r w:rsidRPr="007818BD">
        <w:rPr>
          <w:rStyle w:val="Taille-1Caracteres"/>
        </w:rPr>
        <w:t>ordre et des sy</w:t>
      </w:r>
      <w:r w:rsidRPr="007818BD">
        <w:rPr>
          <w:rStyle w:val="Taille-1Caracteres"/>
        </w:rPr>
        <w:t>s</w:t>
      </w:r>
      <w:r w:rsidRPr="007818BD">
        <w:rPr>
          <w:rStyle w:val="Taille-1Caracteres"/>
        </w:rPr>
        <w:t>tèmes du monde</w:t>
      </w:r>
      <w:r w:rsidR="00E8465A">
        <w:rPr>
          <w:rStyle w:val="Taille-1Caracteres"/>
        </w:rPr>
        <w:t xml:space="preserve">. </w:t>
      </w:r>
      <w:r w:rsidRPr="007818BD">
        <w:rPr>
          <w:rStyle w:val="Taille-1Caracteres"/>
        </w:rPr>
        <w:t>Quand l</w:t>
      </w:r>
      <w:r w:rsidR="00E8465A">
        <w:rPr>
          <w:rStyle w:val="Taille-1Caracteres"/>
        </w:rPr>
        <w:t>’</w:t>
      </w:r>
      <w:r w:rsidRPr="007818BD">
        <w:rPr>
          <w:rStyle w:val="Taille-1Caracteres"/>
        </w:rPr>
        <w:t>âme s</w:t>
      </w:r>
      <w:r w:rsidR="00E8465A">
        <w:rPr>
          <w:rStyle w:val="Taille-1Caracteres"/>
        </w:rPr>
        <w:t>’</w:t>
      </w:r>
      <w:r w:rsidRPr="007818BD">
        <w:rPr>
          <w:rStyle w:val="Taille-1Caracteres"/>
        </w:rPr>
        <w:t>élève jusqu</w:t>
      </w:r>
      <w:r w:rsidR="00E8465A">
        <w:rPr>
          <w:rStyle w:val="Taille-1Caracteres"/>
        </w:rPr>
        <w:t>’</w:t>
      </w:r>
      <w:r w:rsidRPr="007818BD">
        <w:rPr>
          <w:rStyle w:val="Taille-1Caracteres"/>
        </w:rPr>
        <w:t>à des natures plus excellentes qu</w:t>
      </w:r>
      <w:r w:rsidR="00E8465A">
        <w:rPr>
          <w:rStyle w:val="Taille-1Caracteres"/>
        </w:rPr>
        <w:t>’</w:t>
      </w:r>
      <w:r w:rsidRPr="007818BD">
        <w:rPr>
          <w:rStyle w:val="Taille-1Caracteres"/>
        </w:rPr>
        <w:t>elle-même</w:t>
      </w:r>
      <w:r w:rsidR="00E8465A">
        <w:rPr>
          <w:rStyle w:val="Taille-1Caracteres"/>
        </w:rPr>
        <w:t xml:space="preserve">, </w:t>
      </w:r>
      <w:r w:rsidRPr="007818BD">
        <w:rPr>
          <w:rStyle w:val="Taille-1Caracteres"/>
        </w:rPr>
        <w:t>elle se sépare alors de toutes les n</w:t>
      </w:r>
      <w:r w:rsidRPr="007818BD">
        <w:rPr>
          <w:rStyle w:val="Taille-1Caracteres"/>
        </w:rPr>
        <w:t>a</w:t>
      </w:r>
      <w:r w:rsidRPr="007818BD">
        <w:rPr>
          <w:rStyle w:val="Taille-1Caracteres"/>
        </w:rPr>
        <w:t>tures subordonnées</w:t>
      </w:r>
      <w:r w:rsidR="00E8465A">
        <w:rPr>
          <w:rStyle w:val="Taille-1Caracteres"/>
        </w:rPr>
        <w:t xml:space="preserve">, </w:t>
      </w:r>
      <w:r w:rsidRPr="007818BD">
        <w:rPr>
          <w:rStyle w:val="Taille-1Caracteres"/>
        </w:rPr>
        <w:t>échange cette vie pour une a</w:t>
      </w:r>
      <w:r w:rsidRPr="007818BD">
        <w:rPr>
          <w:rStyle w:val="Taille-1Caracteres"/>
        </w:rPr>
        <w:t>u</w:t>
      </w:r>
      <w:r w:rsidRPr="007818BD">
        <w:rPr>
          <w:rStyle w:val="Taille-1Caracteres"/>
        </w:rPr>
        <w:t>tre vie</w:t>
      </w:r>
      <w:r w:rsidR="00E8465A">
        <w:rPr>
          <w:rStyle w:val="Taille-1Caracteres"/>
        </w:rPr>
        <w:t xml:space="preserve">, </w:t>
      </w:r>
      <w:r w:rsidRPr="007818BD">
        <w:rPr>
          <w:rStyle w:val="Taille-1Caracteres"/>
        </w:rPr>
        <w:t>et abandonne l</w:t>
      </w:r>
      <w:r w:rsidR="00E8465A">
        <w:rPr>
          <w:rStyle w:val="Taille-1Caracteres"/>
        </w:rPr>
        <w:t>’</w:t>
      </w:r>
      <w:r w:rsidRPr="007818BD">
        <w:rPr>
          <w:rStyle w:val="Taille-1Caracteres"/>
        </w:rPr>
        <w:t>ordre des choses auquel elle est unie</w:t>
      </w:r>
      <w:r w:rsidR="00E8465A">
        <w:rPr>
          <w:rStyle w:val="Taille-1Caracteres"/>
        </w:rPr>
        <w:t xml:space="preserve">, </w:t>
      </w:r>
      <w:r w:rsidRPr="007818BD">
        <w:rPr>
          <w:rStyle w:val="Taille-1Caracteres"/>
        </w:rPr>
        <w:t>pour s</w:t>
      </w:r>
      <w:r w:rsidR="00E8465A">
        <w:rPr>
          <w:rStyle w:val="Taille-1Caracteres"/>
        </w:rPr>
        <w:t>’</w:t>
      </w:r>
      <w:r w:rsidRPr="007818BD">
        <w:rPr>
          <w:rStyle w:val="Taille-1Caracteres"/>
        </w:rPr>
        <w:t>attacher et se mêler à un a</w:t>
      </w:r>
      <w:r w:rsidRPr="007818BD">
        <w:rPr>
          <w:rStyle w:val="Taille-1Caracteres"/>
        </w:rPr>
        <w:t>u</w:t>
      </w:r>
      <w:r w:rsidRPr="007818BD">
        <w:rPr>
          <w:rStyle w:val="Taille-1Caracteres"/>
        </w:rPr>
        <w:t>tre</w:t>
      </w:r>
      <w:r w:rsidR="00E8465A">
        <w:rPr>
          <w:rStyle w:val="Taille-1Caracteres"/>
        </w:rPr>
        <w:t>.</w:t>
      </w:r>
    </w:p>
    <w:p w14:paraId="25D2E7C1" w14:textId="4EA44904" w:rsidR="00E8465A" w:rsidRDefault="00E8465A" w:rsidP="000200A6">
      <w:pPr>
        <w:ind w:firstLine="0"/>
        <w:jc w:val="right"/>
        <w:rPr>
          <w:rStyle w:val="Taille-1Caracteres"/>
        </w:rPr>
      </w:pPr>
      <w:r>
        <w:rPr>
          <w:rStyle w:val="Taille-1Caracteres"/>
        </w:rPr>
        <w:t>(</w:t>
      </w:r>
      <w:r w:rsidR="00E0544E" w:rsidRPr="007818BD">
        <w:rPr>
          <w:rStyle w:val="Taille-1Caracteres"/>
        </w:rPr>
        <w:t>JAMBLIQUE</w:t>
      </w:r>
      <w:r>
        <w:rPr>
          <w:rStyle w:val="Taille-1Caracteres"/>
        </w:rPr>
        <w:t>.)</w:t>
      </w:r>
    </w:p>
    <w:p w14:paraId="0AB80F2D" w14:textId="3DCABD74" w:rsidR="00E0544E" w:rsidRPr="007818BD" w:rsidRDefault="00E8465A" w:rsidP="00E0544E">
      <w:r>
        <w:t>« </w:t>
      </w:r>
      <w:proofErr w:type="spellStart"/>
      <w:r w:rsidR="00E0544E" w:rsidRPr="007818BD">
        <w:t>Adon-Aï</w:t>
      </w:r>
      <w:proofErr w:type="spellEnd"/>
      <w:r>
        <w:t xml:space="preserve"> ! </w:t>
      </w:r>
      <w:proofErr w:type="spellStart"/>
      <w:r w:rsidR="00E0544E" w:rsidRPr="007818BD">
        <w:t>Adon-Aï</w:t>
      </w:r>
      <w:proofErr w:type="spellEnd"/>
      <w:r>
        <w:t xml:space="preserve"> ! </w:t>
      </w:r>
      <w:r w:rsidR="00E0544E" w:rsidRPr="007818BD">
        <w:t>parais</w:t>
      </w:r>
      <w:r>
        <w:t xml:space="preserve">, </w:t>
      </w:r>
      <w:r w:rsidR="00E0544E" w:rsidRPr="007818BD">
        <w:t>parais</w:t>
      </w:r>
      <w:r>
        <w:t> ! »</w:t>
      </w:r>
    </w:p>
    <w:p w14:paraId="69E9F2E6" w14:textId="77777777" w:rsidR="00E8465A" w:rsidRDefault="00E0544E" w:rsidP="00E0544E">
      <w:r w:rsidRPr="007818BD">
        <w:t>Et</w:t>
      </w:r>
      <w:r w:rsidR="00E8465A">
        <w:t xml:space="preserve">, </w:t>
      </w:r>
      <w:r w:rsidRPr="007818BD">
        <w:t>dans la grotte solitaire où retentissaient autrefois les oracles d</w:t>
      </w:r>
      <w:r w:rsidR="00E8465A">
        <w:t>’</w:t>
      </w:r>
      <w:r w:rsidRPr="007818BD">
        <w:t>un dieu du paganisme</w:t>
      </w:r>
      <w:r w:rsidR="00E8465A">
        <w:t xml:space="preserve">, </w:t>
      </w:r>
      <w:r w:rsidRPr="007818BD">
        <w:t>surgit</w:t>
      </w:r>
      <w:r w:rsidR="00E8465A">
        <w:t xml:space="preserve">, </w:t>
      </w:r>
      <w:r w:rsidRPr="007818BD">
        <w:t>au milieu des ombres fantastiques des rochers</w:t>
      </w:r>
      <w:r w:rsidR="00E8465A">
        <w:t xml:space="preserve">, </w:t>
      </w:r>
      <w:r w:rsidRPr="007818BD">
        <w:t>une colonne giga</w:t>
      </w:r>
      <w:r w:rsidRPr="007818BD">
        <w:t>n</w:t>
      </w:r>
      <w:r w:rsidRPr="007818BD">
        <w:t>tesque et lumineuse</w:t>
      </w:r>
      <w:r w:rsidR="00E8465A">
        <w:t xml:space="preserve">, </w:t>
      </w:r>
      <w:r w:rsidRPr="007818BD">
        <w:t>toute rayonnante d</w:t>
      </w:r>
      <w:r w:rsidR="00E8465A">
        <w:t>’</w:t>
      </w:r>
      <w:r w:rsidRPr="007818BD">
        <w:t>un éclat mobile</w:t>
      </w:r>
      <w:r w:rsidR="00E8465A">
        <w:t xml:space="preserve">. </w:t>
      </w:r>
      <w:r w:rsidRPr="007818BD">
        <w:t>Elle ressemblait à cette écume étincelante et vaporeuse qu</w:t>
      </w:r>
      <w:r w:rsidR="00E8465A">
        <w:t>’</w:t>
      </w:r>
      <w:r w:rsidRPr="007818BD">
        <w:t>une fontaine</w:t>
      </w:r>
      <w:r w:rsidR="00E8465A">
        <w:t xml:space="preserve">, </w:t>
      </w:r>
      <w:r w:rsidRPr="007818BD">
        <w:t>vue de loin</w:t>
      </w:r>
      <w:r w:rsidR="00E8465A">
        <w:t xml:space="preserve">, </w:t>
      </w:r>
      <w:r w:rsidRPr="007818BD">
        <w:t>semble exhaler la nuit sous un ciel étoilé</w:t>
      </w:r>
      <w:r w:rsidR="00E8465A">
        <w:t xml:space="preserve">. </w:t>
      </w:r>
      <w:r w:rsidRPr="007818BD">
        <w:t>Le rayonnement écla</w:t>
      </w:r>
      <w:r w:rsidRPr="007818BD">
        <w:t>i</w:t>
      </w:r>
      <w:r w:rsidRPr="007818BD">
        <w:t>ra les stalactites</w:t>
      </w:r>
      <w:r w:rsidR="00E8465A">
        <w:t xml:space="preserve">, </w:t>
      </w:r>
      <w:r w:rsidRPr="007818BD">
        <w:t>les anfractuosités</w:t>
      </w:r>
      <w:r w:rsidR="00E8465A">
        <w:t xml:space="preserve">, </w:t>
      </w:r>
      <w:r w:rsidRPr="007818BD">
        <w:t>les vo</w:t>
      </w:r>
      <w:r w:rsidRPr="007818BD">
        <w:t>û</w:t>
      </w:r>
      <w:r w:rsidRPr="007818BD">
        <w:t>tes de la caverne</w:t>
      </w:r>
      <w:r w:rsidR="00E8465A">
        <w:t xml:space="preserve">, </w:t>
      </w:r>
      <w:r w:rsidRPr="007818BD">
        <w:t xml:space="preserve">et répandit une lueur pâle et tremblante sur les traits de </w:t>
      </w:r>
      <w:proofErr w:type="spellStart"/>
      <w:r w:rsidRPr="007818BD">
        <w:t>Zanoni</w:t>
      </w:r>
      <w:proofErr w:type="spellEnd"/>
      <w:r w:rsidR="00E8465A">
        <w:t>.</w:t>
      </w:r>
    </w:p>
    <w:p w14:paraId="52F5402F" w14:textId="27119E12" w:rsidR="00E0544E" w:rsidRPr="007818BD" w:rsidRDefault="00E8465A" w:rsidP="00E0544E">
      <w:r>
        <w:t>« </w:t>
      </w:r>
      <w:r w:rsidR="00E0544E" w:rsidRPr="007818BD">
        <w:t>Fils de la Lumière Éternelle</w:t>
      </w:r>
      <w:r>
        <w:t xml:space="preserve">, </w:t>
      </w:r>
      <w:r w:rsidR="00E0544E" w:rsidRPr="007818BD">
        <w:t>dit le Mage</w:t>
      </w:r>
      <w:r>
        <w:t xml:space="preserve">, </w:t>
      </w:r>
      <w:r w:rsidR="00E0544E" w:rsidRPr="007818BD">
        <w:t>toi dont</w:t>
      </w:r>
      <w:r>
        <w:t xml:space="preserve">, </w:t>
      </w:r>
      <w:r w:rsidR="00E0544E" w:rsidRPr="007818BD">
        <w:t>degré par degré et génération par génération</w:t>
      </w:r>
      <w:r>
        <w:t xml:space="preserve">, </w:t>
      </w:r>
      <w:r w:rsidR="00E0544E" w:rsidRPr="007818BD">
        <w:t>j</w:t>
      </w:r>
      <w:r>
        <w:t>’</w:t>
      </w:r>
      <w:r w:rsidR="00E0544E" w:rsidRPr="007818BD">
        <w:t>ai acquis enfin la connaissance dans les vastes plaines de la Chal</w:t>
      </w:r>
      <w:r w:rsidR="00E0544E">
        <w:t>d</w:t>
      </w:r>
      <w:r w:rsidR="00E0544E" w:rsidRPr="007818BD">
        <w:t>ée</w:t>
      </w:r>
      <w:r>
        <w:t xml:space="preserve"> ; </w:t>
      </w:r>
      <w:r w:rsidR="00E0544E" w:rsidRPr="007818BD">
        <w:t>toi auprès de qui j</w:t>
      </w:r>
      <w:r>
        <w:t>’</w:t>
      </w:r>
      <w:r w:rsidR="00E0544E" w:rsidRPr="007818BD">
        <w:t>ai si largement puisé cette sagesse ineffable que l</w:t>
      </w:r>
      <w:r>
        <w:t>’</w:t>
      </w:r>
      <w:r w:rsidR="00E0544E" w:rsidRPr="007818BD">
        <w:t>éternité seule peut épuiser tout entière</w:t>
      </w:r>
      <w:r>
        <w:t xml:space="preserve"> ; </w:t>
      </w:r>
      <w:r w:rsidR="00E0544E" w:rsidRPr="007818BD">
        <w:t>toi qui</w:t>
      </w:r>
      <w:r>
        <w:t xml:space="preserve">, </w:t>
      </w:r>
      <w:r w:rsidR="00E0544E" w:rsidRPr="007818BD">
        <w:t>identique à moi</w:t>
      </w:r>
      <w:r>
        <w:t xml:space="preserve">, </w:t>
      </w:r>
      <w:r w:rsidR="00E0544E" w:rsidRPr="007818BD">
        <w:t>autant que le permettent nos nat</w:t>
      </w:r>
      <w:r w:rsidR="00E0544E" w:rsidRPr="007818BD">
        <w:t>u</w:t>
      </w:r>
      <w:r w:rsidR="00E0544E" w:rsidRPr="007818BD">
        <w:t>res différentes</w:t>
      </w:r>
      <w:r>
        <w:t xml:space="preserve">, </w:t>
      </w:r>
      <w:r w:rsidR="00E0544E" w:rsidRPr="007818BD">
        <w:t>as été pendant des siècles mon génie familier et mon ami</w:t>
      </w:r>
      <w:r>
        <w:t xml:space="preserve">, </w:t>
      </w:r>
      <w:r w:rsidR="00E0544E" w:rsidRPr="007818BD">
        <w:t>réponds moi et guide-moi</w:t>
      </w:r>
      <w:r>
        <w:t>. »</w:t>
      </w:r>
    </w:p>
    <w:p w14:paraId="75C15D44" w14:textId="77777777" w:rsidR="00E8465A" w:rsidRDefault="00E0544E" w:rsidP="00E0544E">
      <w:r w:rsidRPr="007818BD">
        <w:lastRenderedPageBreak/>
        <w:t>De la colonne lumineuse sortit une apparition d</w:t>
      </w:r>
      <w:r w:rsidR="00E8465A">
        <w:t>’</w:t>
      </w:r>
      <w:r w:rsidRPr="007818BD">
        <w:t>une gloire ineffable</w:t>
      </w:r>
      <w:r w:rsidR="00E8465A">
        <w:t xml:space="preserve">. </w:t>
      </w:r>
      <w:r w:rsidRPr="007818BD">
        <w:t>Son visage était celui d</w:t>
      </w:r>
      <w:r w:rsidR="00E8465A">
        <w:t>’</w:t>
      </w:r>
      <w:r w:rsidRPr="007818BD">
        <w:t>un homme dans toute la fra</w:t>
      </w:r>
      <w:r w:rsidRPr="007818BD">
        <w:t>î</w:t>
      </w:r>
      <w:r w:rsidRPr="007818BD">
        <w:t>cheur de la première jeunesse</w:t>
      </w:r>
      <w:r w:rsidR="00E8465A">
        <w:t xml:space="preserve">, </w:t>
      </w:r>
      <w:r w:rsidRPr="007818BD">
        <w:t>mais avec une expression sole</w:t>
      </w:r>
      <w:r w:rsidRPr="007818BD">
        <w:t>n</w:t>
      </w:r>
      <w:r w:rsidRPr="007818BD">
        <w:t>nelle d</w:t>
      </w:r>
      <w:r w:rsidR="00E8465A">
        <w:t>’</w:t>
      </w:r>
      <w:r w:rsidRPr="007818BD">
        <w:t>éternité et de sagesse immuable</w:t>
      </w:r>
      <w:r w:rsidR="00E8465A">
        <w:t xml:space="preserve"> ; </w:t>
      </w:r>
      <w:r w:rsidRPr="007818BD">
        <w:t>une lumière pareille au rayonnement des étoiles circulait dans ses veines transpare</w:t>
      </w:r>
      <w:r w:rsidRPr="007818BD">
        <w:t>n</w:t>
      </w:r>
      <w:r w:rsidRPr="007818BD">
        <w:t>tes</w:t>
      </w:r>
      <w:r w:rsidR="00E8465A">
        <w:t xml:space="preserve"> ; </w:t>
      </w:r>
      <w:r w:rsidRPr="007818BD">
        <w:t>tout son corps était lumière</w:t>
      </w:r>
      <w:r w:rsidR="00E8465A">
        <w:t xml:space="preserve">, </w:t>
      </w:r>
      <w:r w:rsidRPr="007818BD">
        <w:t>et la lumière ondulait en éti</w:t>
      </w:r>
      <w:r w:rsidRPr="007818BD">
        <w:t>n</w:t>
      </w:r>
      <w:r w:rsidRPr="007818BD">
        <w:t>celles mobiles à travers les flots de son éblouissante chevelure</w:t>
      </w:r>
      <w:r w:rsidR="00E8465A">
        <w:t xml:space="preserve">. </w:t>
      </w:r>
      <w:r w:rsidRPr="007818BD">
        <w:t>Les bras croisés sur sa poitrine</w:t>
      </w:r>
      <w:r w:rsidR="00E8465A">
        <w:t xml:space="preserve">, </w:t>
      </w:r>
      <w:r w:rsidRPr="007818BD">
        <w:t>l</w:t>
      </w:r>
      <w:r w:rsidR="00E8465A">
        <w:t>’</w:t>
      </w:r>
      <w:r w:rsidRPr="007818BD">
        <w:t xml:space="preserve">image se tenait à quelques pieds de </w:t>
      </w:r>
      <w:proofErr w:type="spellStart"/>
      <w:r w:rsidRPr="007818BD">
        <w:t>Zanoni</w:t>
      </w:r>
      <w:proofErr w:type="spellEnd"/>
      <w:r w:rsidR="00E8465A">
        <w:t xml:space="preserve">, </w:t>
      </w:r>
      <w:r w:rsidRPr="007818BD">
        <w:t>et murmurait d</w:t>
      </w:r>
      <w:r w:rsidR="00E8465A">
        <w:t>’</w:t>
      </w:r>
      <w:r w:rsidRPr="007818BD">
        <w:t>une voix douce et voilée</w:t>
      </w:r>
      <w:r w:rsidR="00E8465A">
        <w:t> :</w:t>
      </w:r>
    </w:p>
    <w:p w14:paraId="0C8B7C41" w14:textId="4A3BDEFE" w:rsidR="00E8465A" w:rsidRDefault="00E8465A" w:rsidP="00E0544E">
      <w:r>
        <w:t>« </w:t>
      </w:r>
      <w:r w:rsidR="00E0544E" w:rsidRPr="007818BD">
        <w:t>Mes conseils étaient autrefois doux pour toi</w:t>
      </w:r>
      <w:r>
        <w:t xml:space="preserve"> ; </w:t>
      </w:r>
      <w:r w:rsidR="00E0544E" w:rsidRPr="007818BD">
        <w:t>autrefois</w:t>
      </w:r>
      <w:r>
        <w:t xml:space="preserve">, </w:t>
      </w:r>
      <w:r w:rsidR="00E0544E" w:rsidRPr="007818BD">
        <w:t>nuit après nuit</w:t>
      </w:r>
      <w:r>
        <w:t xml:space="preserve">, </w:t>
      </w:r>
      <w:r w:rsidR="00E0544E" w:rsidRPr="007818BD">
        <w:t>ton âme pouvait suivre l</w:t>
      </w:r>
      <w:r>
        <w:t>’</w:t>
      </w:r>
      <w:r w:rsidR="00E0544E" w:rsidRPr="007818BD">
        <w:t>essor de mes ailes à travers les paisibles splendeurs de l</w:t>
      </w:r>
      <w:r>
        <w:t>’</w:t>
      </w:r>
      <w:r w:rsidR="00E0544E" w:rsidRPr="007818BD">
        <w:t>Infini</w:t>
      </w:r>
      <w:r>
        <w:t xml:space="preserve">. </w:t>
      </w:r>
      <w:r w:rsidR="00E0544E" w:rsidRPr="007818BD">
        <w:t>Maintenant</w:t>
      </w:r>
      <w:r>
        <w:t xml:space="preserve">, </w:t>
      </w:r>
      <w:r w:rsidR="00E0544E" w:rsidRPr="007818BD">
        <w:t>tu t</w:t>
      </w:r>
      <w:r>
        <w:t>’</w:t>
      </w:r>
      <w:r w:rsidR="00E0544E" w:rsidRPr="007818BD">
        <w:t>es de nouveau enchaîné à la terre par les liens les plus forts</w:t>
      </w:r>
      <w:r>
        <w:t xml:space="preserve"> ; </w:t>
      </w:r>
      <w:r w:rsidR="00E0544E" w:rsidRPr="007818BD">
        <w:t>et l</w:t>
      </w:r>
      <w:r>
        <w:t>’</w:t>
      </w:r>
      <w:r w:rsidR="00E0544E" w:rsidRPr="007818BD">
        <w:t>attraction de l</w:t>
      </w:r>
      <w:r>
        <w:t>’</w:t>
      </w:r>
      <w:r w:rsidR="00E0544E" w:rsidRPr="007818BD">
        <w:t>argile est plus puissante que les sympathies qui rendaient docile à tes charmes le Fils des espaces étoil</w:t>
      </w:r>
      <w:r w:rsidR="00E0544E">
        <w:t>é</w:t>
      </w:r>
      <w:r w:rsidR="00E0544E" w:rsidRPr="007818BD">
        <w:t>s</w:t>
      </w:r>
      <w:r>
        <w:t xml:space="preserve">. </w:t>
      </w:r>
      <w:r w:rsidR="00E0544E" w:rsidRPr="007818BD">
        <w:t>La de</w:t>
      </w:r>
      <w:r w:rsidR="00E0544E" w:rsidRPr="007818BD">
        <w:t>r</w:t>
      </w:r>
      <w:r w:rsidR="00E0544E" w:rsidRPr="007818BD">
        <w:t>nière fois que ton âme écouta ma voix</w:t>
      </w:r>
      <w:r>
        <w:t xml:space="preserve">, </w:t>
      </w:r>
      <w:r w:rsidR="00E0544E" w:rsidRPr="007818BD">
        <w:t>les sens troublaient déjà ton intelligence et obscurcissaient tes visions</w:t>
      </w:r>
      <w:r>
        <w:t xml:space="preserve">. </w:t>
      </w:r>
      <w:r w:rsidR="00E0544E" w:rsidRPr="007818BD">
        <w:t>Une dernière fois je viens à toi</w:t>
      </w:r>
      <w:r>
        <w:t xml:space="preserve"> : </w:t>
      </w:r>
      <w:r w:rsidR="00E0544E" w:rsidRPr="007818BD">
        <w:t>mais le pouvoir que tu possèdes de m</w:t>
      </w:r>
      <w:r>
        <w:t>’</w:t>
      </w:r>
      <w:r w:rsidR="00E0544E" w:rsidRPr="007818BD">
        <w:t>évoquer s</w:t>
      </w:r>
      <w:r>
        <w:t>’</w:t>
      </w:r>
      <w:r w:rsidR="00E0544E" w:rsidRPr="007818BD">
        <w:t>évanouit déjà dans ton âme</w:t>
      </w:r>
      <w:r>
        <w:t xml:space="preserve">, </w:t>
      </w:r>
      <w:r w:rsidR="00E0544E" w:rsidRPr="007818BD">
        <w:t>comme le rayon du soleil s</w:t>
      </w:r>
      <w:r>
        <w:t>’</w:t>
      </w:r>
      <w:r w:rsidR="00E0544E" w:rsidRPr="007818BD">
        <w:t>efface de la vague quand le vent pousse le nuage entre le ciel et l</w:t>
      </w:r>
      <w:r>
        <w:t>’</w:t>
      </w:r>
      <w:r w:rsidR="00E0544E" w:rsidRPr="007818BD">
        <w:t>Océan</w:t>
      </w:r>
      <w:r>
        <w:t>. »</w:t>
      </w:r>
    </w:p>
    <w:p w14:paraId="7BDE1A8B" w14:textId="77777777" w:rsidR="00E8465A" w:rsidRDefault="00E8465A" w:rsidP="00E0544E">
      <w:r>
        <w:t>— </w:t>
      </w:r>
      <w:r w:rsidR="00E0544E" w:rsidRPr="007818BD">
        <w:t>Hélas</w:t>
      </w:r>
      <w:r>
        <w:t xml:space="preserve"> ! </w:t>
      </w:r>
      <w:proofErr w:type="spellStart"/>
      <w:r w:rsidR="00E0544E" w:rsidRPr="007818BD">
        <w:t>Adon-Aï</w:t>
      </w:r>
      <w:proofErr w:type="spellEnd"/>
      <w:r>
        <w:t xml:space="preserve">, </w:t>
      </w:r>
      <w:r w:rsidR="00E0544E" w:rsidRPr="007818BD">
        <w:t xml:space="preserve">répondit tristement le </w:t>
      </w:r>
      <w:r w:rsidR="00E0544E" w:rsidRPr="007818BD">
        <w:rPr>
          <w:i/>
          <w:iCs/>
        </w:rPr>
        <w:t>Voyant</w:t>
      </w:r>
      <w:r>
        <w:t xml:space="preserve">, </w:t>
      </w:r>
      <w:r w:rsidR="00E0544E" w:rsidRPr="007818BD">
        <w:t>je ne connais que trop bien les conditions de l</w:t>
      </w:r>
      <w:r>
        <w:t>’</w:t>
      </w:r>
      <w:r w:rsidR="00E0544E" w:rsidRPr="007818BD">
        <w:t>existence dans laquelle ta présence autrefois répandait la joie</w:t>
      </w:r>
      <w:r>
        <w:t xml:space="preserve">. </w:t>
      </w:r>
      <w:r w:rsidR="00E0544E" w:rsidRPr="007818BD">
        <w:t>Je sais que la source de notre sagesse est dans notre indifférence pour les choses d</w:t>
      </w:r>
      <w:r>
        <w:t>’</w:t>
      </w:r>
      <w:r w:rsidR="00E0544E" w:rsidRPr="007818BD">
        <w:t>un monde que cette sagesse domine</w:t>
      </w:r>
      <w:r>
        <w:t xml:space="preserve">. </w:t>
      </w:r>
      <w:r w:rsidR="00E0544E" w:rsidRPr="007818BD">
        <w:t>Le miroir de l</w:t>
      </w:r>
      <w:r>
        <w:t>’</w:t>
      </w:r>
      <w:r w:rsidR="00E0544E" w:rsidRPr="007818BD">
        <w:t>âme ne peut r</w:t>
      </w:r>
      <w:r w:rsidR="00E0544E" w:rsidRPr="007818BD">
        <w:t>e</w:t>
      </w:r>
      <w:r w:rsidR="00E0544E" w:rsidRPr="007818BD">
        <w:t>fléter à la fois le ciel et la terre</w:t>
      </w:r>
      <w:r>
        <w:t xml:space="preserve"> : </w:t>
      </w:r>
      <w:r w:rsidR="00E0544E" w:rsidRPr="007818BD">
        <w:t>l</w:t>
      </w:r>
      <w:r>
        <w:t>’</w:t>
      </w:r>
      <w:r w:rsidR="00E0544E" w:rsidRPr="007818BD">
        <w:t>un s</w:t>
      </w:r>
      <w:r>
        <w:t>’</w:t>
      </w:r>
      <w:r w:rsidR="00E0544E" w:rsidRPr="007818BD">
        <w:t>efface de sa surface du moment où l</w:t>
      </w:r>
      <w:r>
        <w:t>’</w:t>
      </w:r>
      <w:r w:rsidR="00E0544E" w:rsidRPr="007818BD">
        <w:t>autre se peint dans ses profondeurs</w:t>
      </w:r>
      <w:r>
        <w:t xml:space="preserve">. </w:t>
      </w:r>
      <w:r w:rsidR="00E0544E" w:rsidRPr="007818BD">
        <w:t>Mais si</w:t>
      </w:r>
      <w:r>
        <w:t xml:space="preserve">, </w:t>
      </w:r>
      <w:r w:rsidR="00E0544E" w:rsidRPr="007818BD">
        <w:t>une fois encore</w:t>
      </w:r>
      <w:r>
        <w:t xml:space="preserve">, </w:t>
      </w:r>
      <w:r w:rsidR="00E0544E" w:rsidRPr="007818BD">
        <w:t>avec le pénible effort d</w:t>
      </w:r>
      <w:r>
        <w:t>’</w:t>
      </w:r>
      <w:r w:rsidR="00E0544E" w:rsidRPr="007818BD">
        <w:t>un pouvoir affaibli</w:t>
      </w:r>
      <w:r>
        <w:t xml:space="preserve">, </w:t>
      </w:r>
      <w:r w:rsidR="00E0544E" w:rsidRPr="007818BD">
        <w:t>je t</w:t>
      </w:r>
      <w:r>
        <w:t>’</w:t>
      </w:r>
      <w:r w:rsidR="00E0544E" w:rsidRPr="007818BD">
        <w:t>appelle et t</w:t>
      </w:r>
      <w:r>
        <w:t>’</w:t>
      </w:r>
      <w:r w:rsidR="00E0544E" w:rsidRPr="007818BD">
        <w:t>invoque</w:t>
      </w:r>
      <w:r>
        <w:t xml:space="preserve">, </w:t>
      </w:r>
      <w:r w:rsidR="00E0544E" w:rsidRPr="007818BD">
        <w:t>ce n</w:t>
      </w:r>
      <w:r>
        <w:t>’</w:t>
      </w:r>
      <w:r w:rsidR="00E0544E" w:rsidRPr="007818BD">
        <w:t xml:space="preserve">est pas pour que tu me rendes à cette abstraction sublime par laquelle </w:t>
      </w:r>
      <w:r w:rsidR="00E0544E" w:rsidRPr="007818BD">
        <w:lastRenderedPageBreak/>
        <w:t>l</w:t>
      </w:r>
      <w:r>
        <w:t>’</w:t>
      </w:r>
      <w:r w:rsidR="00E0544E" w:rsidRPr="007818BD">
        <w:t>intelligence affranchie du corps matériel s</w:t>
      </w:r>
      <w:r>
        <w:t>’</w:t>
      </w:r>
      <w:r w:rsidR="00E0544E" w:rsidRPr="007818BD">
        <w:t>élève de région en région jusqu</w:t>
      </w:r>
      <w:r>
        <w:t>’</w:t>
      </w:r>
      <w:r w:rsidR="00E0544E" w:rsidRPr="007818BD">
        <w:t>aux sphères c</w:t>
      </w:r>
      <w:r w:rsidR="00E0544E" w:rsidRPr="007818BD">
        <w:t>é</w:t>
      </w:r>
      <w:r w:rsidR="00E0544E" w:rsidRPr="007818BD">
        <w:t>lestes</w:t>
      </w:r>
      <w:r>
        <w:t>.</w:t>
      </w:r>
    </w:p>
    <w:p w14:paraId="1CD72ED8" w14:textId="77777777" w:rsidR="00E8465A" w:rsidRDefault="00E8465A" w:rsidP="00E0544E">
      <w:r>
        <w:t>— </w:t>
      </w:r>
      <w:r w:rsidR="00E0544E" w:rsidRPr="007818BD">
        <w:t>J</w:t>
      </w:r>
      <w:r>
        <w:t>’</w:t>
      </w:r>
      <w:r w:rsidR="00E0544E" w:rsidRPr="007818BD">
        <w:t>aime</w:t>
      </w:r>
      <w:r>
        <w:t xml:space="preserve">, </w:t>
      </w:r>
      <w:r w:rsidR="00E0544E" w:rsidRPr="007818BD">
        <w:t>et par l</w:t>
      </w:r>
      <w:r>
        <w:t>’</w:t>
      </w:r>
      <w:r w:rsidR="00E0544E" w:rsidRPr="007818BD">
        <w:t>amour je commence à vivre en autrui de la douce vie humaine</w:t>
      </w:r>
      <w:r>
        <w:t xml:space="preserve">. </w:t>
      </w:r>
      <w:r w:rsidR="00E0544E" w:rsidRPr="007818BD">
        <w:t>Si j</w:t>
      </w:r>
      <w:r>
        <w:t>’</w:t>
      </w:r>
      <w:r w:rsidR="00E0544E" w:rsidRPr="007818BD">
        <w:t>ai encore quelque science</w:t>
      </w:r>
      <w:r>
        <w:t xml:space="preserve">, </w:t>
      </w:r>
      <w:r w:rsidR="00E0544E" w:rsidRPr="007818BD">
        <w:t>elle ne me sert plus qu</w:t>
      </w:r>
      <w:r>
        <w:t>’</w:t>
      </w:r>
      <w:r w:rsidR="00E0544E" w:rsidRPr="007818BD">
        <w:t>à paralyser tout danger qui me menace personne</w:t>
      </w:r>
      <w:r w:rsidR="00E0544E" w:rsidRPr="007818BD">
        <w:t>l</w:t>
      </w:r>
      <w:r w:rsidR="00E0544E" w:rsidRPr="007818BD">
        <w:t>lement</w:t>
      </w:r>
      <w:r>
        <w:t xml:space="preserve">, </w:t>
      </w:r>
      <w:r w:rsidR="00E0544E" w:rsidRPr="007818BD">
        <w:t>ou ceux que je puis regarder avec indifférence des ca</w:t>
      </w:r>
      <w:r w:rsidR="00E0544E" w:rsidRPr="007818BD">
        <w:t>l</w:t>
      </w:r>
      <w:r w:rsidR="00E0544E" w:rsidRPr="007818BD">
        <w:t>mes régions de l</w:t>
      </w:r>
      <w:r>
        <w:t>’</w:t>
      </w:r>
      <w:r w:rsidR="00E0544E" w:rsidRPr="007818BD">
        <w:t>étude</w:t>
      </w:r>
      <w:r>
        <w:t xml:space="preserve"> ; </w:t>
      </w:r>
      <w:r w:rsidR="00E0544E" w:rsidRPr="007818BD">
        <w:t>je suis aussi aveugle que le plus humble mortel sur les destinées de celle qui fait battre mon cœur sous cette passion qui obscurcit mes regards</w:t>
      </w:r>
      <w:r>
        <w:t>.</w:t>
      </w:r>
    </w:p>
    <w:p w14:paraId="7F1EFF29" w14:textId="77777777" w:rsidR="00E8465A" w:rsidRDefault="00E8465A" w:rsidP="00E0544E">
      <w:r>
        <w:t>— </w:t>
      </w:r>
      <w:r w:rsidR="00E0544E" w:rsidRPr="007818BD">
        <w:t>Qu</w:t>
      </w:r>
      <w:r>
        <w:t>’</w:t>
      </w:r>
      <w:r w:rsidR="00E0544E" w:rsidRPr="007818BD">
        <w:t>importe</w:t>
      </w:r>
      <w:r>
        <w:t xml:space="preserve"> ? </w:t>
      </w:r>
      <w:r w:rsidR="00E0544E" w:rsidRPr="007818BD">
        <w:t xml:space="preserve">répondit </w:t>
      </w:r>
      <w:proofErr w:type="spellStart"/>
      <w:r w:rsidR="00E0544E" w:rsidRPr="007818BD">
        <w:t>Adon-Aï</w:t>
      </w:r>
      <w:proofErr w:type="spellEnd"/>
      <w:r>
        <w:t xml:space="preserve">. </w:t>
      </w:r>
      <w:r w:rsidR="00E0544E" w:rsidRPr="007818BD">
        <w:t>Ton amour ne saurait être qu</w:t>
      </w:r>
      <w:r>
        <w:t>’</w:t>
      </w:r>
      <w:r w:rsidR="00E0544E" w:rsidRPr="007818BD">
        <w:t>une dérision</w:t>
      </w:r>
      <w:r>
        <w:t xml:space="preserve"> ; </w:t>
      </w:r>
      <w:r w:rsidR="00E0544E" w:rsidRPr="007818BD">
        <w:t>tu ne peux aimer comme ceux qui sont voués à la mort et à la tombe</w:t>
      </w:r>
      <w:r>
        <w:t xml:space="preserve">. </w:t>
      </w:r>
      <w:r w:rsidR="00E0544E" w:rsidRPr="007818BD">
        <w:t>Un moment encore</w:t>
      </w:r>
      <w:r>
        <w:t xml:space="preserve"> ! </w:t>
      </w:r>
      <w:r w:rsidR="00E0544E" w:rsidRPr="007818BD">
        <w:t>un jour au plus de ta vie incalculable</w:t>
      </w:r>
      <w:r>
        <w:t xml:space="preserve">, </w:t>
      </w:r>
      <w:r w:rsidR="00E0544E" w:rsidRPr="007818BD">
        <w:t>et celle que tu aimes n</w:t>
      </w:r>
      <w:r>
        <w:t>’</w:t>
      </w:r>
      <w:r w:rsidR="00E0544E" w:rsidRPr="007818BD">
        <w:t>est plus que poussi</w:t>
      </w:r>
      <w:r w:rsidR="00E0544E" w:rsidRPr="007818BD">
        <w:t>è</w:t>
      </w:r>
      <w:r w:rsidR="00E0544E" w:rsidRPr="007818BD">
        <w:t>re</w:t>
      </w:r>
      <w:r>
        <w:t xml:space="preserve">. </w:t>
      </w:r>
      <w:r w:rsidR="00E0544E" w:rsidRPr="007818BD">
        <w:t>Les autres habitants du monde inférieur vont la main dans la main jusqu</w:t>
      </w:r>
      <w:r>
        <w:t>’</w:t>
      </w:r>
      <w:r w:rsidR="00E0544E" w:rsidRPr="007818BD">
        <w:t>au to</w:t>
      </w:r>
      <w:r w:rsidR="00E0544E" w:rsidRPr="007818BD">
        <w:t>m</w:t>
      </w:r>
      <w:r w:rsidR="00E0544E" w:rsidRPr="007818BD">
        <w:t>beau</w:t>
      </w:r>
      <w:r>
        <w:t xml:space="preserve"> ; </w:t>
      </w:r>
      <w:r w:rsidR="00E0544E" w:rsidRPr="007818BD">
        <w:t>la main dans la main ils s</w:t>
      </w:r>
      <w:r>
        <w:t>’</w:t>
      </w:r>
      <w:r w:rsidR="00E0544E" w:rsidRPr="007818BD">
        <w:t>élèvent de la corruption à de nouveaux cycles d</w:t>
      </w:r>
      <w:r>
        <w:t>’</w:t>
      </w:r>
      <w:r w:rsidR="00E0544E" w:rsidRPr="007818BD">
        <w:t>existence</w:t>
      </w:r>
      <w:r>
        <w:t xml:space="preserve">. </w:t>
      </w:r>
      <w:r w:rsidR="00E0544E" w:rsidRPr="007818BD">
        <w:t>Pour toi</w:t>
      </w:r>
      <w:r>
        <w:t xml:space="preserve">, </w:t>
      </w:r>
      <w:r w:rsidR="00E0544E" w:rsidRPr="007818BD">
        <w:t>il y a ici-bas des siècles</w:t>
      </w:r>
      <w:r>
        <w:t xml:space="preserve"> ; </w:t>
      </w:r>
      <w:r w:rsidR="00E0544E" w:rsidRPr="007818BD">
        <w:t>pour elle</w:t>
      </w:r>
      <w:r>
        <w:t xml:space="preserve">, </w:t>
      </w:r>
      <w:r w:rsidR="00E0544E" w:rsidRPr="007818BD">
        <w:t>des heures</w:t>
      </w:r>
      <w:r>
        <w:t xml:space="preserve">. </w:t>
      </w:r>
      <w:r w:rsidR="00E0544E" w:rsidRPr="007818BD">
        <w:t>Et pour elle et pour toi</w:t>
      </w:r>
      <w:r>
        <w:t xml:space="preserve">, </w:t>
      </w:r>
      <w:r w:rsidR="00E0544E" w:rsidRPr="007818BD">
        <w:t>homme puissant et pitoyable</w:t>
      </w:r>
      <w:r>
        <w:t xml:space="preserve">, </w:t>
      </w:r>
      <w:r w:rsidR="00E0544E" w:rsidRPr="007818BD">
        <w:t>y aura-t-il jamais un avenir commun</w:t>
      </w:r>
      <w:r>
        <w:t xml:space="preserve"> ? </w:t>
      </w:r>
      <w:r w:rsidR="00E0544E" w:rsidRPr="007818BD">
        <w:t>Par quels degrés</w:t>
      </w:r>
      <w:r>
        <w:t xml:space="preserve">, </w:t>
      </w:r>
      <w:r w:rsidR="00E0544E" w:rsidRPr="007818BD">
        <w:t>par quels cieux d</w:t>
      </w:r>
      <w:r>
        <w:t>’</w:t>
      </w:r>
      <w:r w:rsidR="00E0544E" w:rsidRPr="007818BD">
        <w:t>existence spiritualisée</w:t>
      </w:r>
      <w:r>
        <w:t xml:space="preserve">, </w:t>
      </w:r>
      <w:r w:rsidR="00E0544E" w:rsidRPr="007818BD">
        <w:t>son âme aura-t-elle passé</w:t>
      </w:r>
      <w:r>
        <w:t xml:space="preserve">, </w:t>
      </w:r>
      <w:r w:rsidR="00E0544E" w:rsidRPr="007818BD">
        <w:t>quand tu viendras</w:t>
      </w:r>
      <w:r>
        <w:t xml:space="preserve">, </w:t>
      </w:r>
      <w:r w:rsidR="00E0544E" w:rsidRPr="007818BD">
        <w:t>sol</w:t>
      </w:r>
      <w:r w:rsidR="00E0544E" w:rsidRPr="007818BD">
        <w:t>i</w:t>
      </w:r>
      <w:r w:rsidR="00E0544E" w:rsidRPr="007818BD">
        <w:t>taire attardé</w:t>
      </w:r>
      <w:r>
        <w:t xml:space="preserve">, </w:t>
      </w:r>
      <w:r w:rsidR="00E0544E" w:rsidRPr="007818BD">
        <w:t>des vapeurs de la terre aux portes de la lumière</w:t>
      </w:r>
      <w:r>
        <w:t> ?</w:t>
      </w:r>
    </w:p>
    <w:p w14:paraId="39FFA58F" w14:textId="77777777" w:rsidR="00E8465A" w:rsidRDefault="00E8465A" w:rsidP="00E0544E">
      <w:r>
        <w:t>— </w:t>
      </w:r>
      <w:r w:rsidR="00E0544E" w:rsidRPr="007818BD">
        <w:t>Fils des étoiles</w:t>
      </w:r>
      <w:r>
        <w:t xml:space="preserve"> ! </w:t>
      </w:r>
      <w:r w:rsidR="00E0544E" w:rsidRPr="007818BD">
        <w:t>crois-tu que cette pensée ne me poursu</w:t>
      </w:r>
      <w:r w:rsidR="00E0544E" w:rsidRPr="007818BD">
        <w:t>i</w:t>
      </w:r>
      <w:r w:rsidR="00E0544E" w:rsidRPr="007818BD">
        <w:t>ve pas sans cesse</w:t>
      </w:r>
      <w:r>
        <w:t xml:space="preserve"> ? </w:t>
      </w:r>
      <w:r w:rsidR="00E0544E" w:rsidRPr="007818BD">
        <w:t>et ne vois-tu pas que je t</w:t>
      </w:r>
      <w:r>
        <w:t>’</w:t>
      </w:r>
      <w:r w:rsidR="00E0544E" w:rsidRPr="007818BD">
        <w:t>ai invoqué pour m</w:t>
      </w:r>
      <w:r>
        <w:t>’</w:t>
      </w:r>
      <w:r w:rsidR="00E0544E" w:rsidRPr="007818BD">
        <w:t>écouter</w:t>
      </w:r>
      <w:r>
        <w:t xml:space="preserve">, </w:t>
      </w:r>
      <w:r w:rsidR="00E0544E" w:rsidRPr="007818BD">
        <w:t>pour servir mon dessein</w:t>
      </w:r>
      <w:r>
        <w:t xml:space="preserve"> ? </w:t>
      </w:r>
      <w:r w:rsidR="00E0544E" w:rsidRPr="007818BD">
        <w:t>Ne lis-tu pas mon désir et mon rêve</w:t>
      </w:r>
      <w:r>
        <w:t xml:space="preserve"> ? </w:t>
      </w:r>
      <w:r w:rsidR="00E0544E" w:rsidRPr="007818BD">
        <w:t>ne sais-tu pas que j</w:t>
      </w:r>
      <w:r>
        <w:t>’</w:t>
      </w:r>
      <w:r w:rsidR="00E0544E" w:rsidRPr="007818BD">
        <w:t>aspire à élever sa condition au niveau de la mienne</w:t>
      </w:r>
      <w:r>
        <w:t xml:space="preserve"> ? </w:t>
      </w:r>
      <w:r w:rsidR="00E0544E" w:rsidRPr="007818BD">
        <w:t>Toi</w:t>
      </w:r>
      <w:r>
        <w:t xml:space="preserve">, </w:t>
      </w:r>
      <w:proofErr w:type="spellStart"/>
      <w:r w:rsidR="00E0544E" w:rsidRPr="007818BD">
        <w:t>Adon-Aï</w:t>
      </w:r>
      <w:proofErr w:type="spellEnd"/>
      <w:r>
        <w:t xml:space="preserve">, </w:t>
      </w:r>
      <w:r w:rsidR="00E0544E" w:rsidRPr="007818BD">
        <w:t>dont la joie céleste qui fait ta vie se retrempe sans cesse dans les océans de l</w:t>
      </w:r>
      <w:r>
        <w:t>’</w:t>
      </w:r>
      <w:r w:rsidR="00E0544E" w:rsidRPr="007818BD">
        <w:t>éternelle splendeur</w:t>
      </w:r>
      <w:r>
        <w:t xml:space="preserve">, </w:t>
      </w:r>
      <w:r w:rsidR="00E0544E" w:rsidRPr="007818BD">
        <w:t>tu ne peux que par les sympathies de la science soupçonner ce que j</w:t>
      </w:r>
      <w:r>
        <w:t>’</w:t>
      </w:r>
      <w:r w:rsidR="00E0544E" w:rsidRPr="007818BD">
        <w:t>éprouve</w:t>
      </w:r>
      <w:r>
        <w:t xml:space="preserve">, </w:t>
      </w:r>
      <w:r w:rsidR="00E0544E" w:rsidRPr="007818BD">
        <w:t>moi</w:t>
      </w:r>
      <w:r>
        <w:t xml:space="preserve">, </w:t>
      </w:r>
      <w:r w:rsidR="00E0544E" w:rsidRPr="007818BD">
        <w:t>fils d</w:t>
      </w:r>
      <w:r>
        <w:t>’</w:t>
      </w:r>
      <w:r w:rsidR="00E0544E" w:rsidRPr="007818BD">
        <w:t>une race mortelle</w:t>
      </w:r>
      <w:r>
        <w:t xml:space="preserve">. </w:t>
      </w:r>
      <w:r w:rsidR="00E0544E" w:rsidRPr="007818BD">
        <w:t xml:space="preserve">Exclu encore de ces objets de la terrible et sublime </w:t>
      </w:r>
      <w:r w:rsidR="00E0544E" w:rsidRPr="007818BD">
        <w:lastRenderedPageBreak/>
        <w:t>ambition qui éleva de bonne heure mon essor au-dessus de ce monde d</w:t>
      </w:r>
      <w:r>
        <w:t>’</w:t>
      </w:r>
      <w:r w:rsidR="00E0544E" w:rsidRPr="007818BD">
        <w:t>argile</w:t>
      </w:r>
      <w:r>
        <w:t xml:space="preserve">, </w:t>
      </w:r>
      <w:r w:rsidR="00E0544E" w:rsidRPr="007818BD">
        <w:t>condamné à demeurer dans ce monde</w:t>
      </w:r>
      <w:r>
        <w:t xml:space="preserve">, </w:t>
      </w:r>
      <w:r w:rsidR="00E0544E" w:rsidRPr="007818BD">
        <w:t>seul et isolé</w:t>
      </w:r>
      <w:r>
        <w:t xml:space="preserve">, </w:t>
      </w:r>
      <w:r w:rsidR="00E0544E" w:rsidRPr="007818BD">
        <w:t>j</w:t>
      </w:r>
      <w:r>
        <w:t>’</w:t>
      </w:r>
      <w:r w:rsidR="00E0544E" w:rsidRPr="007818BD">
        <w:t>ai cherché parmi ceux de mon espèce des compagnons</w:t>
      </w:r>
      <w:r>
        <w:t xml:space="preserve">, </w:t>
      </w:r>
      <w:r w:rsidR="00E0544E" w:rsidRPr="007818BD">
        <w:t>et j</w:t>
      </w:r>
      <w:r>
        <w:t>’</w:t>
      </w:r>
      <w:r w:rsidR="00E0544E" w:rsidRPr="007818BD">
        <w:t>ai cherché en vain</w:t>
      </w:r>
      <w:r>
        <w:t xml:space="preserve">. </w:t>
      </w:r>
      <w:r w:rsidR="00E0544E" w:rsidRPr="007818BD">
        <w:t>À la fin</w:t>
      </w:r>
      <w:r>
        <w:t xml:space="preserve">, </w:t>
      </w:r>
      <w:r w:rsidR="00E0544E" w:rsidRPr="007818BD">
        <w:t>j</w:t>
      </w:r>
      <w:r>
        <w:t>’</w:t>
      </w:r>
      <w:r w:rsidR="00E0544E" w:rsidRPr="007818BD">
        <w:t>ai trouvé une compagne</w:t>
      </w:r>
      <w:r>
        <w:t xml:space="preserve">. </w:t>
      </w:r>
      <w:r w:rsidR="00E0544E" w:rsidRPr="007818BD">
        <w:t>L</w:t>
      </w:r>
      <w:r>
        <w:t>’</w:t>
      </w:r>
      <w:r w:rsidR="00E0544E" w:rsidRPr="007818BD">
        <w:t>oiseau de proie et la bête sauvage ont les leurs</w:t>
      </w:r>
      <w:r>
        <w:t xml:space="preserve"> ; </w:t>
      </w:r>
      <w:r w:rsidR="00E0544E" w:rsidRPr="007818BD">
        <w:t>et j</w:t>
      </w:r>
      <w:r>
        <w:t>’</w:t>
      </w:r>
      <w:r w:rsidR="00E0544E" w:rsidRPr="007818BD">
        <w:t>ai sur les essences malfaisantes assez de puissance pour les écarter du sentier qui doit la condu</w:t>
      </w:r>
      <w:r w:rsidR="00E0544E" w:rsidRPr="007818BD">
        <w:t>i</w:t>
      </w:r>
      <w:r w:rsidR="00E0544E" w:rsidRPr="007818BD">
        <w:t>re vers les régions supérieures</w:t>
      </w:r>
      <w:r>
        <w:t xml:space="preserve">, </w:t>
      </w:r>
      <w:r w:rsidR="00E0544E" w:rsidRPr="007818BD">
        <w:t>jusqu</w:t>
      </w:r>
      <w:r>
        <w:t>’</w:t>
      </w:r>
      <w:r w:rsidR="00E0544E" w:rsidRPr="007818BD">
        <w:t>à ce que l</w:t>
      </w:r>
      <w:r>
        <w:t>’</w:t>
      </w:r>
      <w:r w:rsidR="00E0544E" w:rsidRPr="007818BD">
        <w:t>air de l</w:t>
      </w:r>
      <w:r>
        <w:t>’</w:t>
      </w:r>
      <w:r w:rsidR="00E0544E" w:rsidRPr="007818BD">
        <w:t>éternité prépare son être à recevoir l</w:t>
      </w:r>
      <w:r>
        <w:t>’</w:t>
      </w:r>
      <w:r w:rsidR="00E0544E" w:rsidRPr="007818BD">
        <w:t>élixir qui défie la mort</w:t>
      </w:r>
      <w:r>
        <w:t>.</w:t>
      </w:r>
    </w:p>
    <w:p w14:paraId="6C87A803" w14:textId="77777777" w:rsidR="00E8465A" w:rsidRDefault="00E8465A" w:rsidP="00E0544E">
      <w:r>
        <w:t>— </w:t>
      </w:r>
      <w:r w:rsidR="00E0544E" w:rsidRPr="007818BD">
        <w:t>Et tu as commencé l</w:t>
      </w:r>
      <w:r>
        <w:t>’</w:t>
      </w:r>
      <w:r w:rsidR="00E0544E" w:rsidRPr="007818BD">
        <w:t>initiation</w:t>
      </w:r>
      <w:r>
        <w:t xml:space="preserve">, </w:t>
      </w:r>
      <w:r w:rsidR="00E0544E" w:rsidRPr="007818BD">
        <w:t>et tu es impuissant à la poursuivre</w:t>
      </w:r>
      <w:r>
        <w:t xml:space="preserve">. </w:t>
      </w:r>
      <w:r w:rsidR="00E0544E" w:rsidRPr="007818BD">
        <w:t>Je le sais</w:t>
      </w:r>
      <w:r>
        <w:t xml:space="preserve">. </w:t>
      </w:r>
      <w:r w:rsidR="00E0544E" w:rsidRPr="007818BD">
        <w:t>Tu as pu peupler son sommeil des visions les plus radieuses</w:t>
      </w:r>
      <w:r>
        <w:t xml:space="preserve">, </w:t>
      </w:r>
      <w:r w:rsidR="00E0544E" w:rsidRPr="007818BD">
        <w:t>tu as évoqué les fils les plus harmonieux de l</w:t>
      </w:r>
      <w:r>
        <w:t>’</w:t>
      </w:r>
      <w:r w:rsidR="00E0544E" w:rsidRPr="007818BD">
        <w:t>air</w:t>
      </w:r>
      <w:r>
        <w:t xml:space="preserve">, </w:t>
      </w:r>
      <w:r w:rsidR="00E0544E" w:rsidRPr="007818BD">
        <w:t>tu leur as ordonné de bercer son extase de leurs ineffables concerts</w:t>
      </w:r>
      <w:r>
        <w:t xml:space="preserve">, </w:t>
      </w:r>
      <w:r w:rsidR="00E0544E" w:rsidRPr="007818BD">
        <w:t>et son âme ne les écoute pas</w:t>
      </w:r>
      <w:r>
        <w:t xml:space="preserve"> : </w:t>
      </w:r>
      <w:r w:rsidR="00E0544E" w:rsidRPr="007818BD">
        <w:t>elle retourne à la terre et se dérobe à leur influence</w:t>
      </w:r>
      <w:r>
        <w:t xml:space="preserve">. </w:t>
      </w:r>
      <w:r w:rsidR="00E0544E" w:rsidRPr="007818BD">
        <w:t>Pourquoi</w:t>
      </w:r>
      <w:r>
        <w:t xml:space="preserve"> ? </w:t>
      </w:r>
      <w:r w:rsidR="00E0544E" w:rsidRPr="007818BD">
        <w:t>Aveugle que tu es</w:t>
      </w:r>
      <w:r>
        <w:t xml:space="preserve">, </w:t>
      </w:r>
      <w:r w:rsidR="00E0544E" w:rsidRPr="007818BD">
        <w:t>ne le vois-tu pas</w:t>
      </w:r>
      <w:r>
        <w:t xml:space="preserve"> ? </w:t>
      </w:r>
      <w:r w:rsidR="00E0544E" w:rsidRPr="007818BD">
        <w:t>Parce que dans son âme tout est amour</w:t>
      </w:r>
      <w:r>
        <w:t xml:space="preserve">. </w:t>
      </w:r>
      <w:r w:rsidR="00E0544E" w:rsidRPr="007818BD">
        <w:t>Il n</w:t>
      </w:r>
      <w:r>
        <w:t>’</w:t>
      </w:r>
      <w:r w:rsidR="00E0544E" w:rsidRPr="007818BD">
        <w:t>y a point de passion intermédiaire qui l</w:t>
      </w:r>
      <w:r>
        <w:t>’</w:t>
      </w:r>
      <w:r w:rsidR="00E0544E" w:rsidRPr="007818BD">
        <w:t>unisse et l</w:t>
      </w:r>
      <w:r>
        <w:t>’</w:t>
      </w:r>
      <w:r w:rsidR="00E0544E" w:rsidRPr="007818BD">
        <w:t>attache aux ch</w:t>
      </w:r>
      <w:r w:rsidR="00E0544E" w:rsidRPr="007818BD">
        <w:t>o</w:t>
      </w:r>
      <w:r w:rsidR="00E0544E" w:rsidRPr="007818BD">
        <w:t>ses que tu voudrais lui communiquer par tes charmes myst</w:t>
      </w:r>
      <w:r w:rsidR="00E0544E" w:rsidRPr="007818BD">
        <w:t>é</w:t>
      </w:r>
      <w:r w:rsidR="00E0544E" w:rsidRPr="007818BD">
        <w:t>rieux</w:t>
      </w:r>
      <w:r>
        <w:t xml:space="preserve">. </w:t>
      </w:r>
      <w:r w:rsidR="00E0544E" w:rsidRPr="007818BD">
        <w:t>Ces choses n</w:t>
      </w:r>
      <w:r>
        <w:t>’</w:t>
      </w:r>
      <w:r w:rsidR="00E0544E" w:rsidRPr="007818BD">
        <w:t>ont d</w:t>
      </w:r>
      <w:r>
        <w:t>’</w:t>
      </w:r>
      <w:r w:rsidR="00E0544E" w:rsidRPr="007818BD">
        <w:t>attraction que pour les désirs et les a</w:t>
      </w:r>
      <w:r w:rsidR="00E0544E" w:rsidRPr="007818BD">
        <w:t>s</w:t>
      </w:r>
      <w:r w:rsidR="00E0544E" w:rsidRPr="007818BD">
        <w:t>pirations de l</w:t>
      </w:r>
      <w:r>
        <w:t>’</w:t>
      </w:r>
      <w:r w:rsidR="00E0544E" w:rsidRPr="007818BD">
        <w:t>intelligence</w:t>
      </w:r>
      <w:r>
        <w:t xml:space="preserve">. </w:t>
      </w:r>
      <w:r w:rsidR="00E0544E" w:rsidRPr="007818BD">
        <w:t>Qu</w:t>
      </w:r>
      <w:r>
        <w:t>’</w:t>
      </w:r>
      <w:r w:rsidR="00E0544E" w:rsidRPr="007818BD">
        <w:t>on</w:t>
      </w:r>
      <w:r w:rsidR="00E0544E">
        <w:t>t</w:t>
      </w:r>
      <w:r w:rsidR="00E0544E">
        <w:t>-</w:t>
      </w:r>
      <w:r w:rsidR="00E0544E" w:rsidRPr="007818BD">
        <w:t>elles de commun avec la pa</w:t>
      </w:r>
      <w:r w:rsidR="00E0544E" w:rsidRPr="007818BD">
        <w:t>s</w:t>
      </w:r>
      <w:r w:rsidR="00E0544E" w:rsidRPr="007818BD">
        <w:t>sion qui appartient à la terre</w:t>
      </w:r>
      <w:r>
        <w:t xml:space="preserve">, </w:t>
      </w:r>
      <w:r w:rsidR="00E0544E" w:rsidRPr="007818BD">
        <w:t>avec l</w:t>
      </w:r>
      <w:r>
        <w:t>’</w:t>
      </w:r>
      <w:r w:rsidR="00E0544E" w:rsidRPr="007818BD">
        <w:t>espérance qui va d</w:t>
      </w:r>
      <w:r>
        <w:t>’</w:t>
      </w:r>
      <w:r w:rsidR="00E0544E" w:rsidRPr="007818BD">
        <w:t>elle-même au ciel</w:t>
      </w:r>
      <w:r>
        <w:t> ?</w:t>
      </w:r>
    </w:p>
    <w:p w14:paraId="21FCB06A" w14:textId="77777777" w:rsidR="00E8465A" w:rsidRDefault="00E8465A" w:rsidP="00E0544E">
      <w:r>
        <w:t>— </w:t>
      </w:r>
      <w:r w:rsidR="00E0544E" w:rsidRPr="007818BD">
        <w:t>Mais ne peut-il exister aucun lien commun qui unisse nos âmes et nos cœurs</w:t>
      </w:r>
      <w:r>
        <w:t xml:space="preserve">, </w:t>
      </w:r>
      <w:r w:rsidR="00E0544E" w:rsidRPr="007818BD">
        <w:t>et établisse sur la sienne l</w:t>
      </w:r>
      <w:r>
        <w:t>’</w:t>
      </w:r>
      <w:r w:rsidR="00E0544E" w:rsidRPr="007818BD">
        <w:t>influence de la mienne</w:t>
      </w:r>
      <w:r>
        <w:t> ?</w:t>
      </w:r>
    </w:p>
    <w:p w14:paraId="420B6F12" w14:textId="77777777" w:rsidR="00E8465A" w:rsidRDefault="00E8465A" w:rsidP="00E0544E">
      <w:r>
        <w:t>— </w:t>
      </w:r>
      <w:r w:rsidR="00E0544E" w:rsidRPr="007818BD">
        <w:t>Ne me le demande pas</w:t>
      </w:r>
      <w:r>
        <w:t xml:space="preserve"> : </w:t>
      </w:r>
      <w:r w:rsidR="00E0544E" w:rsidRPr="007818BD">
        <w:t>tu ne me comprendrais pas</w:t>
      </w:r>
      <w:r>
        <w:t>.</w:t>
      </w:r>
    </w:p>
    <w:p w14:paraId="5A17ADB0" w14:textId="77777777" w:rsidR="00E8465A" w:rsidRDefault="00E8465A" w:rsidP="00E0544E">
      <w:r>
        <w:t>— </w:t>
      </w:r>
      <w:r w:rsidR="00E0544E" w:rsidRPr="007818BD">
        <w:t>Je t</w:t>
      </w:r>
      <w:r>
        <w:t>’</w:t>
      </w:r>
      <w:r w:rsidR="00E0544E" w:rsidRPr="007818BD">
        <w:t>adjure de parler</w:t>
      </w:r>
      <w:r>
        <w:t>.</w:t>
      </w:r>
    </w:p>
    <w:p w14:paraId="15BA27C3" w14:textId="77777777" w:rsidR="00E8465A" w:rsidRDefault="00E8465A" w:rsidP="00E0544E">
      <w:r>
        <w:t>— </w:t>
      </w:r>
      <w:r w:rsidR="00E0544E" w:rsidRPr="007818BD">
        <w:t>Ne sais-tu pas que</w:t>
      </w:r>
      <w:r>
        <w:t xml:space="preserve">, </w:t>
      </w:r>
      <w:r w:rsidR="00E0544E" w:rsidRPr="007818BD">
        <w:t>lorsque deux âmes sont séparées</w:t>
      </w:r>
      <w:r>
        <w:t xml:space="preserve">, </w:t>
      </w:r>
      <w:r w:rsidR="00E0544E" w:rsidRPr="007818BD">
        <w:t>le lien qui les peut unir est une troisième âme dans laquelle toutes deux se rencontrent et vivent</w:t>
      </w:r>
      <w:r>
        <w:t> ?</w:t>
      </w:r>
    </w:p>
    <w:p w14:paraId="48581B38" w14:textId="77777777" w:rsidR="00E8465A" w:rsidRDefault="00E8465A" w:rsidP="00E0544E">
      <w:r>
        <w:lastRenderedPageBreak/>
        <w:t>— </w:t>
      </w:r>
      <w:r w:rsidR="00E0544E" w:rsidRPr="007818BD">
        <w:t>Je te comprends</w:t>
      </w:r>
      <w:r>
        <w:t xml:space="preserve">, </w:t>
      </w:r>
      <w:proofErr w:type="spellStart"/>
      <w:r w:rsidR="00E0544E" w:rsidRPr="007818BD">
        <w:t>Adon-Aï</w:t>
      </w:r>
      <w:proofErr w:type="spellEnd"/>
      <w:r>
        <w:t xml:space="preserve">, </w:t>
      </w:r>
      <w:r w:rsidR="00E0544E" w:rsidRPr="007818BD">
        <w:t xml:space="preserve">dit </w:t>
      </w:r>
      <w:proofErr w:type="spellStart"/>
      <w:r w:rsidR="00E0544E" w:rsidRPr="007818BD">
        <w:t>Zanoni</w:t>
      </w:r>
      <w:proofErr w:type="spellEnd"/>
      <w:r>
        <w:t xml:space="preserve">, </w:t>
      </w:r>
      <w:r w:rsidR="00E0544E" w:rsidRPr="007818BD">
        <w:t>et son visage s</w:t>
      </w:r>
      <w:r>
        <w:t>’</w:t>
      </w:r>
      <w:r w:rsidR="00E0544E" w:rsidRPr="007818BD">
        <w:t>éclaira de plus de joie humaine qu</w:t>
      </w:r>
      <w:r>
        <w:t>’</w:t>
      </w:r>
      <w:r w:rsidR="00E0544E" w:rsidRPr="007818BD">
        <w:t>il n</w:t>
      </w:r>
      <w:r>
        <w:t>’</w:t>
      </w:r>
      <w:r w:rsidR="00E0544E" w:rsidRPr="007818BD">
        <w:t>en avait jamais ju</w:t>
      </w:r>
      <w:r w:rsidR="00E0544E" w:rsidRPr="007818BD">
        <w:t>s</w:t>
      </w:r>
      <w:r w:rsidR="00E0544E" w:rsidRPr="007818BD">
        <w:t>qu</w:t>
      </w:r>
      <w:r>
        <w:t>’</w:t>
      </w:r>
      <w:r w:rsidR="00E0544E" w:rsidRPr="007818BD">
        <w:t>alors exprimé</w:t>
      </w:r>
      <w:r>
        <w:t xml:space="preserve">, </w:t>
      </w:r>
      <w:r w:rsidR="00E0544E" w:rsidRPr="007818BD">
        <w:t>et si une destinée obscure pour moi sur ce point me donne le bonheur du plus humble mortel</w:t>
      </w:r>
      <w:r>
        <w:t xml:space="preserve">, </w:t>
      </w:r>
      <w:r w:rsidR="00E0544E" w:rsidRPr="007818BD">
        <w:t>si jamais il existe un enfant que je puisse presser contre mon cœur et app</w:t>
      </w:r>
      <w:r w:rsidR="00E0544E" w:rsidRPr="007818BD">
        <w:t>e</w:t>
      </w:r>
      <w:r w:rsidR="00E0544E" w:rsidRPr="007818BD">
        <w:t>ler mien</w:t>
      </w:r>
      <w:r>
        <w:t>…</w:t>
      </w:r>
    </w:p>
    <w:p w14:paraId="186906BF" w14:textId="77777777" w:rsidR="00E8465A" w:rsidRDefault="00E8465A" w:rsidP="00E0544E">
      <w:r>
        <w:t>— </w:t>
      </w:r>
      <w:r w:rsidR="00E0544E" w:rsidRPr="007818BD">
        <w:t>Est-ce donc pour être un homme</w:t>
      </w:r>
      <w:r>
        <w:t xml:space="preserve">, </w:t>
      </w:r>
      <w:r w:rsidR="00E0544E" w:rsidRPr="007818BD">
        <w:t>après tout</w:t>
      </w:r>
      <w:r>
        <w:t xml:space="preserve">, </w:t>
      </w:r>
      <w:r w:rsidR="00E0544E" w:rsidRPr="007818BD">
        <w:t>que tu as aspiré à devenir plus qu</w:t>
      </w:r>
      <w:r>
        <w:t>’</w:t>
      </w:r>
      <w:r w:rsidR="00E0544E" w:rsidRPr="007818BD">
        <w:t>un homme</w:t>
      </w:r>
      <w:r>
        <w:t> ?</w:t>
      </w:r>
    </w:p>
    <w:p w14:paraId="4C4E4CC8" w14:textId="77777777" w:rsidR="00E8465A" w:rsidRDefault="00E8465A" w:rsidP="00E0544E">
      <w:r>
        <w:t>— </w:t>
      </w:r>
      <w:r w:rsidR="00E0544E" w:rsidRPr="007818BD">
        <w:t>Mais un enfant</w:t>
      </w:r>
      <w:r>
        <w:t xml:space="preserve">, </w:t>
      </w:r>
      <w:r w:rsidR="00E0544E" w:rsidRPr="007818BD">
        <w:t>une seconde Viola</w:t>
      </w:r>
      <w:r>
        <w:t xml:space="preserve">, </w:t>
      </w:r>
      <w:r w:rsidR="00E0544E" w:rsidRPr="007818BD">
        <w:t xml:space="preserve">murmura </w:t>
      </w:r>
      <w:proofErr w:type="spellStart"/>
      <w:r w:rsidR="00E0544E" w:rsidRPr="007818BD">
        <w:t>Zanoni</w:t>
      </w:r>
      <w:proofErr w:type="spellEnd"/>
      <w:r>
        <w:t xml:space="preserve">, </w:t>
      </w:r>
      <w:r w:rsidR="00E0544E" w:rsidRPr="007818BD">
        <w:t>sans écouter le Fils de la Lumière</w:t>
      </w:r>
      <w:r>
        <w:t xml:space="preserve">, </w:t>
      </w:r>
      <w:r w:rsidR="00E0544E" w:rsidRPr="007818BD">
        <w:t>une jeune âme fraîchement descendue des cieux</w:t>
      </w:r>
      <w:r>
        <w:t xml:space="preserve">, </w:t>
      </w:r>
      <w:r w:rsidR="00E0544E" w:rsidRPr="007818BD">
        <w:t>que je puisse élever dès le premier m</w:t>
      </w:r>
      <w:r w:rsidR="00E0544E" w:rsidRPr="007818BD">
        <w:t>o</w:t>
      </w:r>
      <w:r w:rsidR="00E0544E" w:rsidRPr="007818BD">
        <w:t>ment où elle touche à la terre</w:t>
      </w:r>
      <w:r>
        <w:t xml:space="preserve">, </w:t>
      </w:r>
      <w:r w:rsidR="00E0544E" w:rsidRPr="007818BD">
        <w:t>dont je puisse accoutumer les a</w:t>
      </w:r>
      <w:r w:rsidR="00E0544E" w:rsidRPr="007818BD">
        <w:t>i</w:t>
      </w:r>
      <w:r w:rsidR="00E0544E" w:rsidRPr="007818BD">
        <w:t>les à suivre les miennes à travers les gloires de la création</w:t>
      </w:r>
      <w:r>
        <w:t xml:space="preserve"> ; </w:t>
      </w:r>
      <w:r w:rsidR="00E0544E" w:rsidRPr="007818BD">
        <w:t>et par laquelle la mère elle-même puisse s</w:t>
      </w:r>
      <w:r>
        <w:t>’</w:t>
      </w:r>
      <w:r w:rsidR="00E0544E" w:rsidRPr="007818BD">
        <w:t>élever en franchissant impunément le royaume de la mort</w:t>
      </w:r>
      <w:r>
        <w:t> !</w:t>
      </w:r>
    </w:p>
    <w:p w14:paraId="3F1C9F12" w14:textId="77777777" w:rsidR="00E8465A" w:rsidRDefault="00E8465A" w:rsidP="00E0544E">
      <w:r>
        <w:t>— </w:t>
      </w:r>
      <w:r w:rsidR="00E0544E" w:rsidRPr="007818BD">
        <w:t>Prends garde</w:t>
      </w:r>
      <w:r>
        <w:t xml:space="preserve"> ; </w:t>
      </w:r>
      <w:r w:rsidR="00E0544E" w:rsidRPr="007818BD">
        <w:t>réfléchis</w:t>
      </w:r>
      <w:r>
        <w:t xml:space="preserve">. </w:t>
      </w:r>
      <w:r w:rsidR="00E0544E" w:rsidRPr="007818BD">
        <w:t>Ne sais-tu pas que ton ennemi le plus implacable habite la Réalité</w:t>
      </w:r>
      <w:r>
        <w:t xml:space="preserve"> ? </w:t>
      </w:r>
      <w:r w:rsidR="00E0544E" w:rsidRPr="007818BD">
        <w:t>Tes désirs t</w:t>
      </w:r>
      <w:r>
        <w:t>’</w:t>
      </w:r>
      <w:r w:rsidR="00E0544E" w:rsidRPr="007818BD">
        <w:t>approchent de plus en plus de l</w:t>
      </w:r>
      <w:r>
        <w:t>’</w:t>
      </w:r>
      <w:r w:rsidR="00E0544E" w:rsidRPr="007818BD">
        <w:t>humanité</w:t>
      </w:r>
      <w:r>
        <w:t>.</w:t>
      </w:r>
    </w:p>
    <w:p w14:paraId="0C76A428" w14:textId="77777777" w:rsidR="00E8465A" w:rsidRDefault="00E8465A" w:rsidP="00E0544E">
      <w:r>
        <w:t>— </w:t>
      </w:r>
      <w:r w:rsidR="00E0544E" w:rsidRPr="007818BD">
        <w:t>L</w:t>
      </w:r>
      <w:r>
        <w:t>’</w:t>
      </w:r>
      <w:r w:rsidR="00E0544E" w:rsidRPr="007818BD">
        <w:t>humanité</w:t>
      </w:r>
      <w:r>
        <w:t xml:space="preserve"> ! </w:t>
      </w:r>
      <w:r w:rsidR="00E0544E" w:rsidRPr="007818BD">
        <w:t>elle est bien douce</w:t>
      </w:r>
      <w:r>
        <w:t>, »</w:t>
      </w:r>
      <w:r w:rsidR="00E0544E" w:rsidRPr="007818BD">
        <w:t xml:space="preserve"> répondit </w:t>
      </w:r>
      <w:proofErr w:type="spellStart"/>
      <w:r w:rsidR="00E0544E" w:rsidRPr="007818BD">
        <w:t>Zanoni</w:t>
      </w:r>
      <w:proofErr w:type="spellEnd"/>
      <w:r>
        <w:t>.</w:t>
      </w:r>
    </w:p>
    <w:p w14:paraId="762AAD9E" w14:textId="77777777" w:rsidR="00E8465A" w:rsidRDefault="00E0544E" w:rsidP="00E0544E">
      <w:r w:rsidRPr="007818BD">
        <w:t>Et à ces paroles du voyant le visage glorieux d</w:t>
      </w:r>
      <w:r w:rsidR="00E8465A">
        <w:t>’</w:t>
      </w:r>
      <w:proofErr w:type="spellStart"/>
      <w:r w:rsidRPr="007818BD">
        <w:t>Adon-Aï</w:t>
      </w:r>
      <w:proofErr w:type="spellEnd"/>
      <w:r w:rsidRPr="007818BD">
        <w:t xml:space="preserve"> s</w:t>
      </w:r>
      <w:r w:rsidR="00E8465A">
        <w:t>’</w:t>
      </w:r>
      <w:r w:rsidRPr="007818BD">
        <w:t>éclaira d</w:t>
      </w:r>
      <w:r w:rsidR="00E8465A">
        <w:t>’</w:t>
      </w:r>
      <w:r w:rsidRPr="007818BD">
        <w:t>un sourire</w:t>
      </w:r>
      <w:r w:rsidR="00E8465A">
        <w:t>.</w:t>
      </w:r>
    </w:p>
    <w:p w14:paraId="6FF4B2EB" w14:textId="77777777" w:rsidR="00E8465A" w:rsidRDefault="00E0544E" w:rsidP="00E8465A">
      <w:pPr>
        <w:pStyle w:val="Titre2"/>
        <w:pageBreakBefore/>
      </w:pPr>
      <w:bookmarkStart w:id="51" w:name="_Toc199963100"/>
      <w:r w:rsidRPr="007818BD">
        <w:lastRenderedPageBreak/>
        <w:t>CHAPITRE</w:t>
      </w:r>
      <w:r w:rsidR="00E8465A">
        <w:t xml:space="preserve"> </w:t>
      </w:r>
      <w:r w:rsidRPr="007818BD">
        <w:t>X</w:t>
      </w:r>
      <w:r w:rsidR="00E8465A">
        <w:t>.</w:t>
      </w:r>
      <w:bookmarkEnd w:id="51"/>
    </w:p>
    <w:p w14:paraId="6335B033" w14:textId="77777777" w:rsidR="00E8465A" w:rsidRDefault="00E0544E" w:rsidP="00E0544E">
      <w:pPr>
        <w:pStyle w:val="NormalRetraitGauche4XIndent0"/>
        <w:spacing w:before="0" w:after="0"/>
        <w:rPr>
          <w:rStyle w:val="Taille-1Caracteres"/>
        </w:rPr>
      </w:pPr>
      <w:proofErr w:type="spellStart"/>
      <w:r w:rsidRPr="007818BD">
        <w:rPr>
          <w:rStyle w:val="Taille-1Caracteres"/>
        </w:rPr>
        <w:t>Æterna</w:t>
      </w:r>
      <w:proofErr w:type="spellEnd"/>
      <w:r w:rsidRPr="007818BD">
        <w:rPr>
          <w:rStyle w:val="Taille-1Caracteres"/>
        </w:rPr>
        <w:t xml:space="preserve"> </w:t>
      </w:r>
      <w:proofErr w:type="spellStart"/>
      <w:r w:rsidRPr="007818BD">
        <w:rPr>
          <w:rStyle w:val="Taille-1Caracteres"/>
        </w:rPr>
        <w:t>æternus</w:t>
      </w:r>
      <w:proofErr w:type="spellEnd"/>
      <w:r w:rsidRPr="007818BD">
        <w:rPr>
          <w:rStyle w:val="Taille-1Caracteres"/>
        </w:rPr>
        <w:t xml:space="preserve"> </w:t>
      </w:r>
      <w:proofErr w:type="spellStart"/>
      <w:r w:rsidRPr="007818BD">
        <w:rPr>
          <w:rStyle w:val="Taille-1Caracteres"/>
        </w:rPr>
        <w:t>tribuit</w:t>
      </w:r>
      <w:proofErr w:type="spellEnd"/>
      <w:r w:rsidR="00E8465A">
        <w:rPr>
          <w:rStyle w:val="Taille-1Caracteres"/>
        </w:rPr>
        <w:t xml:space="preserve">, </w:t>
      </w:r>
      <w:proofErr w:type="spellStart"/>
      <w:r w:rsidRPr="007818BD">
        <w:rPr>
          <w:rStyle w:val="Taille-1Caracteres"/>
        </w:rPr>
        <w:t>mortalia</w:t>
      </w:r>
      <w:proofErr w:type="spellEnd"/>
      <w:r w:rsidRPr="007818BD">
        <w:rPr>
          <w:rStyle w:val="Taille-1Caracteres"/>
        </w:rPr>
        <w:t xml:space="preserve"> </w:t>
      </w:r>
      <w:proofErr w:type="spellStart"/>
      <w:r w:rsidRPr="007818BD">
        <w:rPr>
          <w:rStyle w:val="Taille-1Caracteres"/>
        </w:rPr>
        <w:t>confert</w:t>
      </w:r>
      <w:proofErr w:type="spellEnd"/>
      <w:r w:rsidRPr="007818BD">
        <w:rPr>
          <w:rStyle w:val="Taille-1Caracteres"/>
        </w:rPr>
        <w:t xml:space="preserve"> </w:t>
      </w:r>
      <w:proofErr w:type="spellStart"/>
      <w:r w:rsidRPr="007818BD">
        <w:rPr>
          <w:rStyle w:val="Taille-1Caracteres"/>
        </w:rPr>
        <w:t>Mortalis</w:t>
      </w:r>
      <w:proofErr w:type="spellEnd"/>
      <w:r w:rsidR="00E8465A">
        <w:rPr>
          <w:rStyle w:val="Taille-1Caracteres"/>
        </w:rPr>
        <w:t xml:space="preserve"> ; </w:t>
      </w:r>
      <w:proofErr w:type="spellStart"/>
      <w:r w:rsidRPr="007818BD">
        <w:rPr>
          <w:rStyle w:val="Taille-1Caracteres"/>
        </w:rPr>
        <w:t>divina</w:t>
      </w:r>
      <w:proofErr w:type="spellEnd"/>
      <w:r w:rsidRPr="007818BD">
        <w:rPr>
          <w:rStyle w:val="Taille-1Caracteres"/>
        </w:rPr>
        <w:t xml:space="preserve"> Deus</w:t>
      </w:r>
      <w:r w:rsidR="00E8465A">
        <w:rPr>
          <w:rStyle w:val="Taille-1Caracteres"/>
        </w:rPr>
        <w:t xml:space="preserve">, </w:t>
      </w:r>
      <w:proofErr w:type="spellStart"/>
      <w:r w:rsidRPr="007818BD">
        <w:rPr>
          <w:rStyle w:val="Taille-1Caracteres"/>
        </w:rPr>
        <w:t>peritura</w:t>
      </w:r>
      <w:proofErr w:type="spellEnd"/>
      <w:r w:rsidRPr="007818BD">
        <w:rPr>
          <w:rStyle w:val="Taille-1Caracteres"/>
        </w:rPr>
        <w:t xml:space="preserve"> </w:t>
      </w:r>
      <w:proofErr w:type="spellStart"/>
      <w:r w:rsidRPr="007818BD">
        <w:rPr>
          <w:rStyle w:val="Taille-1Caracteres"/>
        </w:rPr>
        <w:t>caducus</w:t>
      </w:r>
      <w:proofErr w:type="spellEnd"/>
      <w:r w:rsidR="00E8465A">
        <w:rPr>
          <w:rStyle w:val="Taille-1Caracteres"/>
        </w:rPr>
        <w:t>.</w:t>
      </w:r>
    </w:p>
    <w:p w14:paraId="4DFB7A42" w14:textId="6E9B9F28" w:rsidR="00E8465A" w:rsidRDefault="00E8465A" w:rsidP="00E0544E">
      <w:pPr>
        <w:jc w:val="right"/>
        <w:rPr>
          <w:rStyle w:val="Taille-1Caracteres"/>
        </w:rPr>
      </w:pPr>
      <w:r>
        <w:rPr>
          <w:rStyle w:val="Taille-1Caracteres"/>
        </w:rPr>
        <w:t>(</w:t>
      </w:r>
      <w:r w:rsidR="00E0544E" w:rsidRPr="000009E5">
        <w:rPr>
          <w:rStyle w:val="Taille-1Caracteres"/>
        </w:rPr>
        <w:t>PRUDENCE</w:t>
      </w:r>
      <w:r>
        <w:rPr>
          <w:rStyle w:val="Taille-1Caracteres"/>
        </w:rPr>
        <w:t>.)</w:t>
      </w:r>
    </w:p>
    <w:p w14:paraId="3DD62185" w14:textId="77777777" w:rsidR="00E8465A" w:rsidRDefault="00E0544E" w:rsidP="00E8465A">
      <w:pPr>
        <w:ind w:firstLine="0"/>
        <w:jc w:val="center"/>
      </w:pPr>
      <w:r w:rsidRPr="007818BD">
        <w:t xml:space="preserve">EXTRAIT DES LETTRES DE </w:t>
      </w:r>
      <w:proofErr w:type="spellStart"/>
      <w:r w:rsidRPr="007818BD">
        <w:t>ZANONI</w:t>
      </w:r>
      <w:proofErr w:type="spellEnd"/>
      <w:r w:rsidRPr="007818BD">
        <w:t xml:space="preserve"> À </w:t>
      </w:r>
      <w:proofErr w:type="spellStart"/>
      <w:r w:rsidRPr="007818BD">
        <w:t>MEJNOUR</w:t>
      </w:r>
      <w:proofErr w:type="spellEnd"/>
      <w:r w:rsidR="00E8465A">
        <w:t>.</w:t>
      </w:r>
    </w:p>
    <w:p w14:paraId="421CCCE6" w14:textId="438E1C07" w:rsidR="00E0544E" w:rsidRPr="007818BD" w:rsidRDefault="00E0544E" w:rsidP="00E8465A">
      <w:pPr>
        <w:ind w:firstLine="0"/>
        <w:jc w:val="center"/>
      </w:pPr>
      <w:r w:rsidRPr="007818BD">
        <w:t>I</w:t>
      </w:r>
    </w:p>
    <w:p w14:paraId="1328E3BC" w14:textId="09466E84" w:rsidR="00E8465A" w:rsidRDefault="00E0544E" w:rsidP="00E0544E">
      <w:r w:rsidRPr="007818BD">
        <w:t>Tu ne m</w:t>
      </w:r>
      <w:r w:rsidR="00E8465A">
        <w:t>’</w:t>
      </w:r>
      <w:r w:rsidRPr="007818BD">
        <w:t>as point parlé des progrès de ton élève</w:t>
      </w:r>
      <w:r w:rsidR="00E8465A">
        <w:t xml:space="preserve"> ; </w:t>
      </w:r>
      <w:r w:rsidRPr="007818BD">
        <w:t>et je crains que les circonstances n</w:t>
      </w:r>
      <w:r w:rsidR="00E8465A">
        <w:t>’</w:t>
      </w:r>
      <w:r w:rsidRPr="007818BD">
        <w:t>aient creusé un tel abîme entre la génération à laquelle nous sommes parvenus</w:t>
      </w:r>
      <w:r w:rsidR="00E8465A">
        <w:t xml:space="preserve">, </w:t>
      </w:r>
      <w:r w:rsidRPr="007818BD">
        <w:t>et les enfants d</w:t>
      </w:r>
      <w:r w:rsidR="00E8465A">
        <w:t>’</w:t>
      </w:r>
      <w:r w:rsidRPr="007818BD">
        <w:t>un monde plus jeune</w:t>
      </w:r>
      <w:r w:rsidR="00E8465A">
        <w:t xml:space="preserve">, </w:t>
      </w:r>
      <w:r w:rsidRPr="007818BD">
        <w:t>que tous tes soins et ta direction la plus a</w:t>
      </w:r>
      <w:r w:rsidRPr="007818BD">
        <w:t>t</w:t>
      </w:r>
      <w:r w:rsidRPr="007818BD">
        <w:t>tentive n</w:t>
      </w:r>
      <w:r w:rsidR="00E8465A">
        <w:t>’</w:t>
      </w:r>
      <w:r w:rsidRPr="007818BD">
        <w:t>échouent</w:t>
      </w:r>
      <w:r w:rsidR="00E8465A">
        <w:t xml:space="preserve">, </w:t>
      </w:r>
      <w:r w:rsidRPr="007818BD">
        <w:t>même avec des natures plus pures et plus élevées que celle du néophyte que tu as accueilli sous ton toit</w:t>
      </w:r>
      <w:r w:rsidR="00E8465A">
        <w:t xml:space="preserve">. </w:t>
      </w:r>
      <w:r w:rsidRPr="007818BD">
        <w:t>Ce troisième état de l</w:t>
      </w:r>
      <w:r w:rsidR="00E8465A">
        <w:t>’</w:t>
      </w:r>
      <w:r w:rsidRPr="007818BD">
        <w:t>existence que le sage de l</w:t>
      </w:r>
      <w:r w:rsidR="00E8465A">
        <w:t>’</w:t>
      </w:r>
      <w:r w:rsidRPr="007818BD">
        <w:t>Inde définit si justement l</w:t>
      </w:r>
      <w:r w:rsidR="00E8465A">
        <w:t>’</w:t>
      </w:r>
      <w:r w:rsidRPr="007818BD">
        <w:t>intermédiaire entre le sommeil et la veille</w:t>
      </w:r>
      <w:r w:rsidR="00E8465A">
        <w:t xml:space="preserve">, </w:t>
      </w:r>
      <w:r w:rsidRPr="007818BD">
        <w:t>et no</w:t>
      </w:r>
      <w:r w:rsidRPr="007818BD">
        <w:t>m</w:t>
      </w:r>
      <w:r w:rsidRPr="007818BD">
        <w:t>me impr</w:t>
      </w:r>
      <w:r w:rsidRPr="007818BD">
        <w:t>o</w:t>
      </w:r>
      <w:r w:rsidRPr="007818BD">
        <w:t xml:space="preserve">prement </w:t>
      </w:r>
      <w:r w:rsidRPr="007818BD">
        <w:rPr>
          <w:i/>
          <w:iCs/>
        </w:rPr>
        <w:t>extase</w:t>
      </w:r>
      <w:r w:rsidR="00E8465A">
        <w:t xml:space="preserve">, </w:t>
      </w:r>
      <w:r w:rsidRPr="007818BD">
        <w:t>est inconnu aux habitants du Nord</w:t>
      </w:r>
      <w:r w:rsidR="00E8465A">
        <w:t xml:space="preserve"> ; </w:t>
      </w:r>
      <w:r w:rsidRPr="007818BD">
        <w:t>et il en est peu qui voulussent s</w:t>
      </w:r>
      <w:r w:rsidR="00E8465A">
        <w:t>’</w:t>
      </w:r>
      <w:r w:rsidRPr="007818BD">
        <w:t>y abandonner</w:t>
      </w:r>
      <w:r w:rsidR="00E8465A">
        <w:t xml:space="preserve">, </w:t>
      </w:r>
      <w:r w:rsidRPr="007818BD">
        <w:t>considérant</w:t>
      </w:r>
      <w:r w:rsidR="00E8465A">
        <w:t xml:space="preserve">, </w:t>
      </w:r>
      <w:r w:rsidRPr="007818BD">
        <w:t>comme ils le font</w:t>
      </w:r>
      <w:r w:rsidR="00E8465A">
        <w:t xml:space="preserve">, </w:t>
      </w:r>
      <w:r w:rsidRPr="007818BD">
        <w:t>que cet état de repos</w:t>
      </w:r>
      <w:r w:rsidR="00E8465A">
        <w:t xml:space="preserve">, </w:t>
      </w:r>
      <w:r w:rsidRPr="007818BD">
        <w:t>peuplé d</w:t>
      </w:r>
      <w:r w:rsidR="00E8465A">
        <w:t>’</w:t>
      </w:r>
      <w:r w:rsidRPr="007818BD">
        <w:t>apparitions animées</w:t>
      </w:r>
      <w:r w:rsidR="00E8465A">
        <w:t xml:space="preserve">, </w:t>
      </w:r>
      <w:r w:rsidRPr="007818BD">
        <w:t xml:space="preserve">est la </w:t>
      </w:r>
      <w:r w:rsidRPr="007818BD">
        <w:rPr>
          <w:i/>
          <w:iCs/>
        </w:rPr>
        <w:t>maya</w:t>
      </w:r>
      <w:r w:rsidR="00E8465A">
        <w:t xml:space="preserve">, </w:t>
      </w:r>
      <w:r w:rsidRPr="007818BD">
        <w:t>ou une illusion de l</w:t>
      </w:r>
      <w:r w:rsidR="00E8465A">
        <w:t>’</w:t>
      </w:r>
      <w:r w:rsidRPr="007818BD">
        <w:t>âme hallucinée</w:t>
      </w:r>
      <w:r w:rsidR="00E8465A">
        <w:t xml:space="preserve">. </w:t>
      </w:r>
      <w:r w:rsidRPr="007818BD">
        <w:t>Au lieu de fertiliser et de cultiver ces régions aériennes où la nature</w:t>
      </w:r>
      <w:r w:rsidR="00E8465A">
        <w:t xml:space="preserve">, </w:t>
      </w:r>
      <w:r w:rsidRPr="007818BD">
        <w:t>convenablement étudiée</w:t>
      </w:r>
      <w:r w:rsidR="00E8465A">
        <w:t xml:space="preserve">, </w:t>
      </w:r>
      <w:r w:rsidRPr="007818BD">
        <w:t>peut faire naître des fruits si riches et de si belles fleurs</w:t>
      </w:r>
      <w:r w:rsidR="00E8465A">
        <w:t xml:space="preserve">, </w:t>
      </w:r>
      <w:r w:rsidRPr="007818BD">
        <w:t>ils ne cherchent qu</w:t>
      </w:r>
      <w:r w:rsidR="00E8465A">
        <w:t>’</w:t>
      </w:r>
      <w:r w:rsidRPr="007818BD">
        <w:t>à y fermer les yeux</w:t>
      </w:r>
      <w:r w:rsidR="00E8465A">
        <w:t xml:space="preserve"> ; </w:t>
      </w:r>
      <w:r w:rsidRPr="007818BD">
        <w:t>ils r</w:t>
      </w:r>
      <w:r w:rsidRPr="007818BD">
        <w:t>e</w:t>
      </w:r>
      <w:r w:rsidRPr="007818BD">
        <w:t>gardent cet effort de l</w:t>
      </w:r>
      <w:r w:rsidR="00E8465A">
        <w:t>’</w:t>
      </w:r>
      <w:r w:rsidRPr="007818BD">
        <w:t>intelligence pour s</w:t>
      </w:r>
      <w:r w:rsidR="00E8465A">
        <w:t>’</w:t>
      </w:r>
      <w:r w:rsidRPr="007818BD">
        <w:t>élever du monde étroit des hommes jusqu</w:t>
      </w:r>
      <w:r w:rsidR="00E8465A">
        <w:t>’</w:t>
      </w:r>
      <w:r w:rsidRPr="007818BD">
        <w:t>au séjour infini de l</w:t>
      </w:r>
      <w:r w:rsidR="00E8465A">
        <w:t>’</w:t>
      </w:r>
      <w:r w:rsidRPr="007818BD">
        <w:t>esprit</w:t>
      </w:r>
      <w:r w:rsidR="00E8465A">
        <w:t xml:space="preserve">, </w:t>
      </w:r>
      <w:r w:rsidRPr="007818BD">
        <w:t>comme une mal</w:t>
      </w:r>
      <w:r w:rsidRPr="007818BD">
        <w:t>a</w:t>
      </w:r>
      <w:r w:rsidRPr="007818BD">
        <w:t>die que le médecin doit guérir par des remèdes et des potions</w:t>
      </w:r>
      <w:r w:rsidR="00E8465A">
        <w:t xml:space="preserve"> ; </w:t>
      </w:r>
      <w:r w:rsidRPr="007818BD">
        <w:t>et ils ignorent que c</w:t>
      </w:r>
      <w:r w:rsidR="00E8465A">
        <w:t>’</w:t>
      </w:r>
      <w:r w:rsidRPr="007818BD">
        <w:t>est à cet état de leur existence</w:t>
      </w:r>
      <w:r w:rsidR="00E8465A">
        <w:t xml:space="preserve">, </w:t>
      </w:r>
      <w:r w:rsidRPr="007818BD">
        <w:t>dans sa fo</w:t>
      </w:r>
      <w:r w:rsidRPr="007818BD">
        <w:t>r</w:t>
      </w:r>
      <w:r w:rsidRPr="007818BD">
        <w:t>me encore imparfaite et naissante à peine</w:t>
      </w:r>
      <w:r w:rsidR="00E8465A">
        <w:t xml:space="preserve">, </w:t>
      </w:r>
      <w:r w:rsidRPr="007818BD">
        <w:t>que doivent leur i</w:t>
      </w:r>
      <w:r w:rsidRPr="007818BD">
        <w:t>m</w:t>
      </w:r>
      <w:r w:rsidRPr="007818BD">
        <w:t>mortelle origine la poésie</w:t>
      </w:r>
      <w:r w:rsidR="00E8465A">
        <w:t xml:space="preserve">, </w:t>
      </w:r>
      <w:r w:rsidRPr="007818BD">
        <w:t>la musique</w:t>
      </w:r>
      <w:r w:rsidR="00E8465A">
        <w:t xml:space="preserve">, </w:t>
      </w:r>
      <w:r w:rsidRPr="007818BD">
        <w:t>l</w:t>
      </w:r>
      <w:r w:rsidR="00E8465A">
        <w:t>’</w:t>
      </w:r>
      <w:r w:rsidRPr="007818BD">
        <w:t>art</w:t>
      </w:r>
      <w:r w:rsidR="00E8465A">
        <w:t xml:space="preserve">, </w:t>
      </w:r>
      <w:r w:rsidRPr="007818BD">
        <w:t>tout ce qui appa</w:t>
      </w:r>
      <w:r w:rsidRPr="007818BD">
        <w:t>r</w:t>
      </w:r>
      <w:r w:rsidRPr="007818BD">
        <w:t>tient à cet idéal du beau</w:t>
      </w:r>
      <w:r w:rsidR="00E8465A">
        <w:t xml:space="preserve">, </w:t>
      </w:r>
      <w:r w:rsidRPr="007818BD">
        <w:t xml:space="preserve">dont la veille ni le sommeil ne peuvent fournir un type ni une </w:t>
      </w:r>
      <w:r w:rsidRPr="007818BD">
        <w:lastRenderedPageBreak/>
        <w:t>image</w:t>
      </w:r>
      <w:r w:rsidR="00E8465A">
        <w:t xml:space="preserve">. </w:t>
      </w:r>
      <w:proofErr w:type="spellStart"/>
      <w:r w:rsidRPr="007818BD">
        <w:t>Mejnour</w:t>
      </w:r>
      <w:proofErr w:type="spellEnd"/>
      <w:r w:rsidR="00E8465A">
        <w:t xml:space="preserve">, </w:t>
      </w:r>
      <w:r w:rsidRPr="007818BD">
        <w:t>dans les siècles reculés où toi et moi étions des néophytes et des aspirants</w:t>
      </w:r>
      <w:r w:rsidR="00E8465A">
        <w:t xml:space="preserve">, </w:t>
      </w:r>
      <w:r w:rsidRPr="007818BD">
        <w:t>nous fa</w:t>
      </w:r>
      <w:r w:rsidRPr="007818BD">
        <w:t>i</w:t>
      </w:r>
      <w:r w:rsidRPr="007818BD">
        <w:t>sions partie d</w:t>
      </w:r>
      <w:r w:rsidR="00E8465A">
        <w:t>’</w:t>
      </w:r>
      <w:r w:rsidRPr="007818BD">
        <w:t>une classe à laquelle le monde réel était fermé et interdit</w:t>
      </w:r>
      <w:r w:rsidR="00E8465A">
        <w:t xml:space="preserve">. </w:t>
      </w:r>
      <w:r w:rsidRPr="007818BD">
        <w:t>Nos ancêtres n</w:t>
      </w:r>
      <w:r w:rsidR="00E8465A">
        <w:t>’</w:t>
      </w:r>
      <w:r w:rsidRPr="007818BD">
        <w:t>avaient dans la vie qu</w:t>
      </w:r>
      <w:r w:rsidR="00E8465A">
        <w:t>’</w:t>
      </w:r>
      <w:r w:rsidRPr="007818BD">
        <w:t>un seul but</w:t>
      </w:r>
      <w:r w:rsidR="00E8465A">
        <w:t xml:space="preserve">, </w:t>
      </w:r>
      <w:r w:rsidRPr="007818BD">
        <w:t>la science</w:t>
      </w:r>
      <w:r w:rsidR="00E8465A">
        <w:t xml:space="preserve">. </w:t>
      </w:r>
      <w:r w:rsidRPr="007818BD">
        <w:t>Dès le berceau nous étions voués et préparés à la sage</w:t>
      </w:r>
      <w:r w:rsidRPr="007818BD">
        <w:t>s</w:t>
      </w:r>
      <w:r w:rsidRPr="007818BD">
        <w:t>se comme à un sacerdoce</w:t>
      </w:r>
      <w:r w:rsidR="00E8465A">
        <w:t xml:space="preserve">. </w:t>
      </w:r>
      <w:r w:rsidRPr="007818BD">
        <w:t>Nos recherches commençaient là où la spéculation moderne replie ses ailes impuissantes et sans foi</w:t>
      </w:r>
      <w:r w:rsidR="00E8465A">
        <w:t xml:space="preserve">. </w:t>
      </w:r>
      <w:r w:rsidRPr="007818BD">
        <w:t>Et ce qui pour nous était une science commune et élémentaire</w:t>
      </w:r>
      <w:r w:rsidR="00E8465A">
        <w:t xml:space="preserve">, </w:t>
      </w:r>
      <w:r w:rsidRPr="007818BD">
        <w:t>les sages d</w:t>
      </w:r>
      <w:r w:rsidR="00E8465A">
        <w:t>’</w:t>
      </w:r>
      <w:r w:rsidRPr="007818BD">
        <w:t>aujourd</w:t>
      </w:r>
      <w:r w:rsidR="00E8465A">
        <w:t>’</w:t>
      </w:r>
      <w:r w:rsidRPr="007818BD">
        <w:t>hui le dédaignent comme un ensemble de chimères fantastiques</w:t>
      </w:r>
      <w:r w:rsidR="00E8465A">
        <w:t xml:space="preserve">, </w:t>
      </w:r>
      <w:r w:rsidRPr="007818BD">
        <w:t>ou s</w:t>
      </w:r>
      <w:r w:rsidR="00E8465A">
        <w:t>’</w:t>
      </w:r>
      <w:r w:rsidRPr="007818BD">
        <w:t>en détournent désespérés comme d</w:t>
      </w:r>
      <w:r w:rsidR="00E8465A">
        <w:t>’</w:t>
      </w:r>
      <w:r w:rsidRPr="007818BD">
        <w:t>un mystère impénétrable</w:t>
      </w:r>
      <w:r w:rsidR="00E8465A">
        <w:t xml:space="preserve">. </w:t>
      </w:r>
      <w:r w:rsidRPr="007818BD">
        <w:t>Les principes fondamentaux eux-mêmes</w:t>
      </w:r>
      <w:r w:rsidR="00E8465A">
        <w:t xml:space="preserve">, </w:t>
      </w:r>
      <w:r w:rsidRPr="007818BD">
        <w:t>ces larges et pourtant simples théories de l</w:t>
      </w:r>
      <w:r w:rsidR="00E8465A">
        <w:t>’</w:t>
      </w:r>
      <w:r w:rsidRPr="007818BD">
        <w:t>électricité et du magnétisme</w:t>
      </w:r>
      <w:r w:rsidR="00E8465A">
        <w:t xml:space="preserve">, </w:t>
      </w:r>
      <w:r w:rsidRPr="007818BD">
        <w:t>demeurent obscures et indécises</w:t>
      </w:r>
      <w:r w:rsidR="00E8465A">
        <w:t xml:space="preserve">, </w:t>
      </w:r>
      <w:r w:rsidRPr="007818BD">
        <w:t>au milieu des discussions stériles et étroites de leurs écoles</w:t>
      </w:r>
      <w:r w:rsidR="00E8465A">
        <w:t xml:space="preserve"> ; </w:t>
      </w:r>
      <w:r w:rsidRPr="007818BD">
        <w:t>et cependant</w:t>
      </w:r>
      <w:r w:rsidR="00E8465A">
        <w:t xml:space="preserve">, </w:t>
      </w:r>
      <w:r w:rsidRPr="007818BD">
        <w:t>même dans notre jeunesse</w:t>
      </w:r>
      <w:r w:rsidR="00E8465A">
        <w:t xml:space="preserve">, </w:t>
      </w:r>
      <w:r w:rsidRPr="007818BD">
        <w:t>combien étaient peu nombreux ceux qui atteignaient au premier degré de notre association fraterne</w:t>
      </w:r>
      <w:r w:rsidRPr="007818BD">
        <w:t>l</w:t>
      </w:r>
      <w:r w:rsidRPr="007818BD">
        <w:t>le</w:t>
      </w:r>
      <w:r w:rsidR="00E8465A">
        <w:t xml:space="preserve"> ! </w:t>
      </w:r>
      <w:r w:rsidRPr="007818BD">
        <w:t>et de ceux-là combien encore</w:t>
      </w:r>
      <w:r w:rsidR="00E8465A">
        <w:t xml:space="preserve">, </w:t>
      </w:r>
      <w:r w:rsidRPr="007818BD">
        <w:t>après s</w:t>
      </w:r>
      <w:r w:rsidR="00E8465A">
        <w:t>’</w:t>
      </w:r>
      <w:r w:rsidRPr="007818BD">
        <w:t>être lassés de jouir des privilèges qu</w:t>
      </w:r>
      <w:r w:rsidR="00E8465A">
        <w:t>’</w:t>
      </w:r>
      <w:r w:rsidRPr="007818BD">
        <w:t>ils avaient recherchés</w:t>
      </w:r>
      <w:r w:rsidR="00E8465A">
        <w:t xml:space="preserve">, </w:t>
      </w:r>
      <w:r w:rsidRPr="007818BD">
        <w:t>ont abandonné la lumière du soleil</w:t>
      </w:r>
      <w:r w:rsidR="00E8465A">
        <w:t xml:space="preserve">, </w:t>
      </w:r>
      <w:r w:rsidRPr="007818BD">
        <w:t>et se sont laissé engloutir sans efforts</w:t>
      </w:r>
      <w:r w:rsidR="00E8465A">
        <w:t xml:space="preserve">, </w:t>
      </w:r>
      <w:r w:rsidRPr="007818BD">
        <w:t>dans la tombe</w:t>
      </w:r>
      <w:r w:rsidR="00E8465A">
        <w:t xml:space="preserve">, </w:t>
      </w:r>
      <w:r w:rsidRPr="007818BD">
        <w:t>comme des pèlerins dans un désert</w:t>
      </w:r>
      <w:r w:rsidR="00E8465A">
        <w:t xml:space="preserve">, </w:t>
      </w:r>
      <w:r w:rsidRPr="007818BD">
        <w:t>épouvantés du calme de leur solitude et de l</w:t>
      </w:r>
      <w:r w:rsidR="00E8465A">
        <w:t>’</w:t>
      </w:r>
      <w:r w:rsidRPr="007818BD">
        <w:t>absence de tout but vis</w:t>
      </w:r>
      <w:r w:rsidRPr="007818BD">
        <w:t>i</w:t>
      </w:r>
      <w:r w:rsidRPr="007818BD">
        <w:t>ble</w:t>
      </w:r>
      <w:r w:rsidR="00E8465A">
        <w:t xml:space="preserve"> ! </w:t>
      </w:r>
      <w:r w:rsidRPr="007818BD">
        <w:t xml:space="preserve">Toi en qui rien ne semble vivre hors le </w:t>
      </w:r>
      <w:r w:rsidRPr="007818BD">
        <w:rPr>
          <w:i/>
          <w:iCs/>
        </w:rPr>
        <w:t>désir de savoir</w:t>
      </w:r>
      <w:r w:rsidR="00E8465A">
        <w:t xml:space="preserve">, </w:t>
      </w:r>
      <w:r w:rsidRPr="007818BD">
        <w:t>toi qui</w:t>
      </w:r>
      <w:r w:rsidR="00E8465A">
        <w:t xml:space="preserve">, </w:t>
      </w:r>
      <w:r w:rsidRPr="007818BD">
        <w:t>sans demander si elle doit conduire au bonheur ou au malheur</w:t>
      </w:r>
      <w:r w:rsidR="00E8465A">
        <w:t xml:space="preserve">, </w:t>
      </w:r>
      <w:proofErr w:type="spellStart"/>
      <w:r w:rsidRPr="007818BD">
        <w:t>te</w:t>
      </w:r>
      <w:proofErr w:type="spellEnd"/>
      <w:r w:rsidRPr="007818BD">
        <w:t xml:space="preserve"> donnes pour guide à tous ceux qui veulent marcher dans la voie de la science mystérieuse</w:t>
      </w:r>
      <w:r w:rsidR="00E8465A">
        <w:t xml:space="preserve">, </w:t>
      </w:r>
      <w:r w:rsidRPr="007818BD">
        <w:t>Homme-Livre</w:t>
      </w:r>
      <w:r w:rsidR="00E8465A">
        <w:t xml:space="preserve">, </w:t>
      </w:r>
      <w:r w:rsidRPr="007818BD">
        <w:t>insensible aux préceptes que tu a</w:t>
      </w:r>
      <w:r w:rsidRPr="007818BD">
        <w:t>n</w:t>
      </w:r>
      <w:r w:rsidRPr="007818BD">
        <w:t>nonces</w:t>
      </w:r>
      <w:r w:rsidR="00E8465A">
        <w:t xml:space="preserve">, </w:t>
      </w:r>
      <w:r w:rsidRPr="007818BD">
        <w:t>tu as toujours cherché à accroître</w:t>
      </w:r>
      <w:r w:rsidR="00E8465A">
        <w:t xml:space="preserve">, </w:t>
      </w:r>
      <w:r w:rsidRPr="007818BD">
        <w:t>tu as souvent accru le nombre de nos adeptes</w:t>
      </w:r>
      <w:r w:rsidR="00E8465A">
        <w:t xml:space="preserve"> ; </w:t>
      </w:r>
      <w:r w:rsidRPr="007818BD">
        <w:t>mais ils n</w:t>
      </w:r>
      <w:r w:rsidR="00E8465A">
        <w:t>’</w:t>
      </w:r>
      <w:r w:rsidRPr="007818BD">
        <w:t>ont été initiés que partiell</w:t>
      </w:r>
      <w:r w:rsidRPr="007818BD">
        <w:t>e</w:t>
      </w:r>
      <w:r w:rsidRPr="007818BD">
        <w:t>ment à tes secrets</w:t>
      </w:r>
      <w:r w:rsidR="00E8465A">
        <w:t xml:space="preserve">. </w:t>
      </w:r>
      <w:r w:rsidRPr="007818BD">
        <w:t>La vanité</w:t>
      </w:r>
      <w:r w:rsidR="00E8465A">
        <w:t xml:space="preserve">, </w:t>
      </w:r>
      <w:r w:rsidRPr="007818BD">
        <w:t>les passions</w:t>
      </w:r>
      <w:r w:rsidR="00E8465A">
        <w:t xml:space="preserve">, </w:t>
      </w:r>
      <w:r w:rsidRPr="007818BD">
        <w:t>les rendaient ind</w:t>
      </w:r>
      <w:r w:rsidRPr="007818BD">
        <w:t>i</w:t>
      </w:r>
      <w:r w:rsidRPr="007818BD">
        <w:t>gnes du reste</w:t>
      </w:r>
      <w:r w:rsidR="00E8465A">
        <w:t xml:space="preserve"> ; </w:t>
      </w:r>
      <w:r w:rsidRPr="007818BD">
        <w:t>et maintenant</w:t>
      </w:r>
      <w:r w:rsidR="00E8465A">
        <w:t xml:space="preserve">, </w:t>
      </w:r>
      <w:r w:rsidRPr="007818BD">
        <w:t>sans autre intérêt que celui d</w:t>
      </w:r>
      <w:r w:rsidR="00E8465A">
        <w:t>’</w:t>
      </w:r>
      <w:r w:rsidRPr="007818BD">
        <w:t>une expérience scientifique</w:t>
      </w:r>
      <w:r w:rsidR="00E8465A">
        <w:t xml:space="preserve">, </w:t>
      </w:r>
      <w:r w:rsidRPr="007818BD">
        <w:t>sans amour</w:t>
      </w:r>
      <w:r w:rsidR="00E8465A">
        <w:t xml:space="preserve">, </w:t>
      </w:r>
      <w:r w:rsidRPr="007818BD">
        <w:t>sans pitié</w:t>
      </w:r>
      <w:r w:rsidR="00E8465A">
        <w:t xml:space="preserve">, </w:t>
      </w:r>
      <w:r w:rsidRPr="007818BD">
        <w:t>tu exposes cette âme nouvelle aux hasards de la formidable épreuve</w:t>
      </w:r>
      <w:r w:rsidR="00E8465A">
        <w:t xml:space="preserve"> ! </w:t>
      </w:r>
      <w:r w:rsidRPr="007818BD">
        <w:t>Tu penses qu</w:t>
      </w:r>
      <w:r w:rsidR="00E8465A">
        <w:t>’</w:t>
      </w:r>
      <w:r w:rsidRPr="007818BD">
        <w:t>il suffit d</w:t>
      </w:r>
      <w:r w:rsidR="00E8465A">
        <w:t>’</w:t>
      </w:r>
      <w:r w:rsidRPr="007818BD">
        <w:t>une ardeur curieuse et zélée</w:t>
      </w:r>
      <w:r w:rsidR="00E8465A">
        <w:t xml:space="preserve">, </w:t>
      </w:r>
      <w:r w:rsidRPr="007818BD">
        <w:t>d</w:t>
      </w:r>
      <w:r w:rsidR="00E8465A">
        <w:t>’</w:t>
      </w:r>
      <w:r w:rsidRPr="007818BD">
        <w:t xml:space="preserve">un courage </w:t>
      </w:r>
      <w:r w:rsidRPr="007818BD">
        <w:lastRenderedPageBreak/>
        <w:t>indom</w:t>
      </w:r>
      <w:r w:rsidRPr="007818BD">
        <w:t>p</w:t>
      </w:r>
      <w:r w:rsidRPr="007818BD">
        <w:t>table et intrépide pour triompher</w:t>
      </w:r>
      <w:r w:rsidR="00E8465A">
        <w:t xml:space="preserve">, </w:t>
      </w:r>
      <w:r w:rsidRPr="007818BD">
        <w:t>là où l</w:t>
      </w:r>
      <w:r w:rsidR="00E8465A">
        <w:t>’</w:t>
      </w:r>
      <w:r w:rsidRPr="007818BD">
        <w:t>austère intelligence et la plus pure vertu ont souvent échoué</w:t>
      </w:r>
      <w:r w:rsidR="00E8465A">
        <w:t xml:space="preserve">. </w:t>
      </w:r>
      <w:r w:rsidRPr="007818BD">
        <w:t>Tu crois aussi que ce germe de l</w:t>
      </w:r>
      <w:r w:rsidR="00E8465A">
        <w:t>’</w:t>
      </w:r>
      <w:r w:rsidRPr="007818BD">
        <w:t>art qui dort dans l</w:t>
      </w:r>
      <w:r w:rsidR="00E8465A">
        <w:t>’</w:t>
      </w:r>
      <w:r w:rsidRPr="007818BD">
        <w:t>âme du peintre</w:t>
      </w:r>
      <w:r w:rsidR="00E8465A">
        <w:t xml:space="preserve">, </w:t>
      </w:r>
      <w:r w:rsidRPr="007818BD">
        <w:t>renfermant en lui l</w:t>
      </w:r>
      <w:r w:rsidR="00E8465A">
        <w:t>’</w:t>
      </w:r>
      <w:r w:rsidRPr="007818BD">
        <w:t>embryon tout entier de la puissance et de la beauté</w:t>
      </w:r>
      <w:r w:rsidR="00E8465A">
        <w:t xml:space="preserve">, </w:t>
      </w:r>
      <w:r w:rsidRPr="007818BD">
        <w:t>peut</w:t>
      </w:r>
      <w:r w:rsidR="00E8465A">
        <w:t xml:space="preserve">, </w:t>
      </w:r>
      <w:r w:rsidRPr="007818BD">
        <w:t>par son épanouissement</w:t>
      </w:r>
      <w:r w:rsidR="00E8465A">
        <w:t xml:space="preserve">, </w:t>
      </w:r>
      <w:r w:rsidRPr="007818BD">
        <w:t>devenir la fleur noble et imposante de la science ineffable</w:t>
      </w:r>
      <w:r w:rsidR="00E8465A">
        <w:t xml:space="preserve">. </w:t>
      </w:r>
      <w:r w:rsidRPr="007818BD">
        <w:t>C</w:t>
      </w:r>
      <w:r w:rsidR="00E8465A">
        <w:t>’</w:t>
      </w:r>
      <w:r w:rsidRPr="007818BD">
        <w:t>est pour toi une expérience nouvelle</w:t>
      </w:r>
      <w:r w:rsidR="00E8465A">
        <w:t xml:space="preserve">. </w:t>
      </w:r>
      <w:r w:rsidRPr="007818BD">
        <w:t>Mén</w:t>
      </w:r>
      <w:r w:rsidRPr="007818BD">
        <w:t>a</w:t>
      </w:r>
      <w:r w:rsidRPr="007818BD">
        <w:t>ge ton néophyte</w:t>
      </w:r>
      <w:r w:rsidR="00E8465A">
        <w:t xml:space="preserve">, </w:t>
      </w:r>
      <w:r w:rsidRPr="007818BD">
        <w:t>et</w:t>
      </w:r>
      <w:r w:rsidR="00E8465A">
        <w:t xml:space="preserve">, </w:t>
      </w:r>
      <w:r w:rsidRPr="007818BD">
        <w:t>si sa nature trompe tes espérances dès les premiers essais</w:t>
      </w:r>
      <w:r w:rsidR="00E8465A">
        <w:t xml:space="preserve">, </w:t>
      </w:r>
      <w:r w:rsidRPr="007818BD">
        <w:t>renvoie-le à la réalité</w:t>
      </w:r>
      <w:r w:rsidR="00E8465A">
        <w:t xml:space="preserve">, </w:t>
      </w:r>
      <w:r w:rsidRPr="007818BD">
        <w:t>pendant qu</w:t>
      </w:r>
      <w:r w:rsidR="00E8465A">
        <w:t>’</w:t>
      </w:r>
      <w:r w:rsidRPr="007818BD">
        <w:t>il est temps encore pour lui de jouir de la vie extérieure et passagère des sens qui aboutit à la tombe</w:t>
      </w:r>
      <w:r w:rsidR="00E8465A">
        <w:t xml:space="preserve">. </w:t>
      </w:r>
      <w:r w:rsidRPr="007818BD">
        <w:t>Et</w:t>
      </w:r>
      <w:r w:rsidR="00E8465A">
        <w:t xml:space="preserve">, </w:t>
      </w:r>
      <w:r w:rsidRPr="007818BD">
        <w:t>pendant que je t</w:t>
      </w:r>
      <w:r w:rsidR="00E8465A">
        <w:t>’</w:t>
      </w:r>
      <w:r w:rsidRPr="007818BD">
        <w:t>avertis ainsi</w:t>
      </w:r>
      <w:r w:rsidR="00E8465A">
        <w:t xml:space="preserve">, </w:t>
      </w:r>
      <w:r w:rsidRPr="007818BD">
        <w:t xml:space="preserve">ô </w:t>
      </w:r>
      <w:proofErr w:type="spellStart"/>
      <w:r w:rsidRPr="007818BD">
        <w:t>Mejnour</w:t>
      </w:r>
      <w:proofErr w:type="spellEnd"/>
      <w:r w:rsidR="00E8465A">
        <w:t xml:space="preserve">, </w:t>
      </w:r>
      <w:r w:rsidRPr="007818BD">
        <w:t>comme tu vas sourire de mes espérances inconsta</w:t>
      </w:r>
      <w:r w:rsidRPr="007818BD">
        <w:t>n</w:t>
      </w:r>
      <w:r w:rsidRPr="007818BD">
        <w:t>tes</w:t>
      </w:r>
      <w:r w:rsidR="00E8465A">
        <w:t xml:space="preserve"> ! </w:t>
      </w:r>
      <w:r w:rsidRPr="007818BD">
        <w:t>Moi qui ai si souvent refusé d</w:t>
      </w:r>
      <w:r w:rsidR="00E8465A">
        <w:t>’</w:t>
      </w:r>
      <w:r w:rsidRPr="007818BD">
        <w:t>en initier d</w:t>
      </w:r>
      <w:r w:rsidR="00E8465A">
        <w:t>’</w:t>
      </w:r>
      <w:r w:rsidRPr="007818BD">
        <w:t>autres à nos my</w:t>
      </w:r>
      <w:r w:rsidRPr="007818BD">
        <w:t>s</w:t>
      </w:r>
      <w:r w:rsidRPr="007818BD">
        <w:t>tères</w:t>
      </w:r>
      <w:r w:rsidR="00E8465A">
        <w:t xml:space="preserve">, </w:t>
      </w:r>
      <w:r w:rsidRPr="007818BD">
        <w:t>je commence enfin à comprendre pou</w:t>
      </w:r>
      <w:r w:rsidRPr="007818BD">
        <w:t>r</w:t>
      </w:r>
      <w:r w:rsidRPr="007818BD">
        <w:t>quoi la grande loi qui rattache l</w:t>
      </w:r>
      <w:r w:rsidR="00E8465A">
        <w:t>’</w:t>
      </w:r>
      <w:r w:rsidRPr="007818BD">
        <w:t>homme à ses semblables</w:t>
      </w:r>
      <w:r w:rsidR="00E8465A">
        <w:t xml:space="preserve">, </w:t>
      </w:r>
      <w:r w:rsidRPr="007818BD">
        <w:t>alors même qu</w:t>
      </w:r>
      <w:r w:rsidR="00E8465A">
        <w:t>’</w:t>
      </w:r>
      <w:r w:rsidRPr="007818BD">
        <w:t>il che</w:t>
      </w:r>
      <w:r w:rsidRPr="007818BD">
        <w:t>r</w:t>
      </w:r>
      <w:r w:rsidRPr="007818BD">
        <w:t>che le plus à s</w:t>
      </w:r>
      <w:r w:rsidR="00E8465A">
        <w:t>’</w:t>
      </w:r>
      <w:r w:rsidRPr="007818BD">
        <w:t>isoler d</w:t>
      </w:r>
      <w:r w:rsidR="00E8465A">
        <w:t>’</w:t>
      </w:r>
      <w:r w:rsidRPr="007818BD">
        <w:t>eux</w:t>
      </w:r>
      <w:r w:rsidR="00E8465A">
        <w:t xml:space="preserve">, </w:t>
      </w:r>
      <w:r w:rsidRPr="007818BD">
        <w:t>a fait de ta science froide et inanimée le lien entre toi et ton esp</w:t>
      </w:r>
      <w:r w:rsidRPr="007818BD">
        <w:t>è</w:t>
      </w:r>
      <w:r w:rsidRPr="007818BD">
        <w:t>ce</w:t>
      </w:r>
      <w:r w:rsidR="00E8465A">
        <w:t xml:space="preserve"> ; </w:t>
      </w:r>
      <w:r w:rsidRPr="007818BD">
        <w:t>pourquoi</w:t>
      </w:r>
      <w:r w:rsidR="00E8465A">
        <w:t xml:space="preserve">, </w:t>
      </w:r>
      <w:r w:rsidRPr="007818BD">
        <w:t>toi aussi</w:t>
      </w:r>
      <w:r w:rsidR="00E8465A">
        <w:t xml:space="preserve">, </w:t>
      </w:r>
      <w:r w:rsidRPr="007818BD">
        <w:t>tu as cherché des disciples et des prosélytes</w:t>
      </w:r>
      <w:r w:rsidR="00E8465A">
        <w:t xml:space="preserve"> ; </w:t>
      </w:r>
      <w:r w:rsidRPr="007818BD">
        <w:t>pourquoi</w:t>
      </w:r>
      <w:r w:rsidR="00E8465A">
        <w:t xml:space="preserve">, </w:t>
      </w:r>
      <w:r w:rsidRPr="007818BD">
        <w:t>voyant les unes après les autres des vies s</w:t>
      </w:r>
      <w:r w:rsidR="00E8465A">
        <w:t>’</w:t>
      </w:r>
      <w:r w:rsidRPr="007818BD">
        <w:t>éteindre dans notre ordre étoile</w:t>
      </w:r>
      <w:r w:rsidR="00E8465A">
        <w:t xml:space="preserve">, </w:t>
      </w:r>
      <w:r w:rsidRPr="007818BD">
        <w:t>tu aspires toujours à remplir les lacunes</w:t>
      </w:r>
      <w:r w:rsidR="00E8465A">
        <w:t xml:space="preserve">, </w:t>
      </w:r>
      <w:r w:rsidRPr="007818BD">
        <w:t>à réparer les pertes</w:t>
      </w:r>
      <w:r w:rsidR="00E8465A">
        <w:t xml:space="preserve"> ; </w:t>
      </w:r>
      <w:r w:rsidRPr="007818BD">
        <w:t>pourquoi</w:t>
      </w:r>
      <w:r w:rsidR="00E8465A">
        <w:t xml:space="preserve">, </w:t>
      </w:r>
      <w:r w:rsidRPr="007818BD">
        <w:t>au milieu de tes calculs incessants et sans repos comme les rouages de la nature elle-même</w:t>
      </w:r>
      <w:r w:rsidR="00E8465A">
        <w:t xml:space="preserve">, </w:t>
      </w:r>
      <w:r w:rsidRPr="007818BD">
        <w:t>tu recules d</w:t>
      </w:r>
      <w:r w:rsidR="00E8465A">
        <w:t>’</w:t>
      </w:r>
      <w:r w:rsidRPr="007818BD">
        <w:t xml:space="preserve">effroi devant la pensée de demeurer </w:t>
      </w:r>
      <w:r w:rsidRPr="007818BD">
        <w:rPr>
          <w:i/>
          <w:iCs/>
        </w:rPr>
        <w:t>seul</w:t>
      </w:r>
      <w:r w:rsidR="00E8465A">
        <w:t xml:space="preserve"> ! </w:t>
      </w:r>
      <w:r w:rsidRPr="007818BD">
        <w:t>Il en est ainsi de moi</w:t>
      </w:r>
      <w:r w:rsidR="00E8465A">
        <w:t xml:space="preserve"> ; </w:t>
      </w:r>
      <w:r w:rsidRPr="007818BD">
        <w:t>moi aussi</w:t>
      </w:r>
      <w:r w:rsidR="00E8465A">
        <w:t xml:space="preserve">, </w:t>
      </w:r>
      <w:r w:rsidRPr="007818BD">
        <w:t>je cherche enfin un prosélyte</w:t>
      </w:r>
      <w:r w:rsidR="00E8465A">
        <w:t xml:space="preserve">, </w:t>
      </w:r>
      <w:r w:rsidRPr="007818BD">
        <w:t>un égal</w:t>
      </w:r>
      <w:r w:rsidR="00E8465A">
        <w:t xml:space="preserve"> ; </w:t>
      </w:r>
      <w:r w:rsidRPr="007818BD">
        <w:t>moi aussi</w:t>
      </w:r>
      <w:r w:rsidR="00E8465A">
        <w:t xml:space="preserve">, </w:t>
      </w:r>
      <w:r w:rsidRPr="007818BD">
        <w:t>je frémis d</w:t>
      </w:r>
      <w:r w:rsidR="00E8465A">
        <w:t>’</w:t>
      </w:r>
      <w:r w:rsidRPr="007818BD">
        <w:t>être seul</w:t>
      </w:r>
      <w:r w:rsidR="00E8465A">
        <w:t xml:space="preserve"> ! </w:t>
      </w:r>
      <w:r w:rsidRPr="007818BD">
        <w:t>Ce dont tu m</w:t>
      </w:r>
      <w:r w:rsidR="00E8465A">
        <w:t>’</w:t>
      </w:r>
      <w:r w:rsidRPr="007818BD">
        <w:t>as prévenu est arrivé</w:t>
      </w:r>
      <w:r w:rsidR="00E8465A">
        <w:t xml:space="preserve">. </w:t>
      </w:r>
      <w:r w:rsidRPr="007818BD">
        <w:t>L</w:t>
      </w:r>
      <w:r w:rsidR="00E8465A">
        <w:t>’</w:t>
      </w:r>
      <w:r w:rsidRPr="007818BD">
        <w:t>amour ramène toute chose à soi</w:t>
      </w:r>
      <w:r w:rsidR="00E8465A">
        <w:t xml:space="preserve">. </w:t>
      </w:r>
      <w:r w:rsidRPr="007818BD">
        <w:t>Il faut ou que je m</w:t>
      </w:r>
      <w:r w:rsidR="00E8465A">
        <w:t>’</w:t>
      </w:r>
      <w:r w:rsidRPr="007818BD">
        <w:t>abaisse à la nature de celle que j</w:t>
      </w:r>
      <w:r w:rsidR="00E8465A">
        <w:t>’</w:t>
      </w:r>
      <w:r w:rsidRPr="007818BD">
        <w:t>aime</w:t>
      </w:r>
      <w:r w:rsidR="00E8465A">
        <w:t xml:space="preserve">, </w:t>
      </w:r>
      <w:r w:rsidRPr="007818BD">
        <w:t>ou que je l</w:t>
      </w:r>
      <w:r w:rsidR="00E8465A">
        <w:t>’</w:t>
      </w:r>
      <w:r w:rsidRPr="007818BD">
        <w:t>élève à la mienne</w:t>
      </w:r>
      <w:r w:rsidR="00E8465A">
        <w:t xml:space="preserve">. </w:t>
      </w:r>
      <w:r w:rsidRPr="007818BD">
        <w:t>Tout ce qui appartient à l</w:t>
      </w:r>
      <w:r w:rsidR="00E8465A">
        <w:t>’</w:t>
      </w:r>
      <w:r w:rsidRPr="007818BD">
        <w:t>art véritable a toujours exercé une attraction sur nous</w:t>
      </w:r>
      <w:r w:rsidR="00E8465A">
        <w:t xml:space="preserve">, </w:t>
      </w:r>
      <w:r w:rsidRPr="007818BD">
        <w:t>dont l</w:t>
      </w:r>
      <w:r w:rsidR="00E8465A">
        <w:t>’</w:t>
      </w:r>
      <w:r w:rsidRPr="007818BD">
        <w:t>existence même est dans l</w:t>
      </w:r>
      <w:r w:rsidR="00E8465A">
        <w:t>’</w:t>
      </w:r>
      <w:r w:rsidRPr="007818BD">
        <w:t>idéal d</w:t>
      </w:r>
      <w:r w:rsidR="00E8465A">
        <w:t>’</w:t>
      </w:r>
      <w:r w:rsidRPr="007818BD">
        <w:t>où l</w:t>
      </w:r>
      <w:r w:rsidR="00E8465A">
        <w:t>’</w:t>
      </w:r>
      <w:r w:rsidRPr="007818BD">
        <w:t>art descend</w:t>
      </w:r>
      <w:r w:rsidR="00E8465A">
        <w:t xml:space="preserve"> ; </w:t>
      </w:r>
      <w:r w:rsidRPr="007818BD">
        <w:t>ainsi</w:t>
      </w:r>
      <w:r w:rsidR="00E8465A">
        <w:t xml:space="preserve">, </w:t>
      </w:r>
      <w:r w:rsidRPr="007818BD">
        <w:t>dans celle que j</w:t>
      </w:r>
      <w:r w:rsidR="00E8465A">
        <w:t>’</w:t>
      </w:r>
      <w:r w:rsidRPr="007818BD">
        <w:t>aime</w:t>
      </w:r>
      <w:r w:rsidR="00E8465A">
        <w:t xml:space="preserve">, </w:t>
      </w:r>
      <w:r w:rsidRPr="007818BD">
        <w:t>j</w:t>
      </w:r>
      <w:r w:rsidR="00E8465A">
        <w:t>’</w:t>
      </w:r>
      <w:r w:rsidRPr="007818BD">
        <w:t>ai découvert enfin le lien secret qui à première vue m</w:t>
      </w:r>
      <w:r w:rsidR="00E8465A">
        <w:t>’</w:t>
      </w:r>
      <w:r w:rsidRPr="007818BD">
        <w:t>attacha à elle</w:t>
      </w:r>
      <w:r w:rsidR="00E8465A">
        <w:t xml:space="preserve">, </w:t>
      </w:r>
      <w:r w:rsidRPr="007818BD">
        <w:t>fille de l</w:t>
      </w:r>
      <w:r w:rsidR="00E8465A">
        <w:t>’</w:t>
      </w:r>
      <w:r w:rsidRPr="007818BD">
        <w:t>harmonie</w:t>
      </w:r>
      <w:r w:rsidR="00E8465A">
        <w:t xml:space="preserve">. </w:t>
      </w:r>
      <w:r w:rsidRPr="007818BD">
        <w:t>L</w:t>
      </w:r>
      <w:r w:rsidR="00E8465A">
        <w:t>’</w:t>
      </w:r>
      <w:r w:rsidRPr="007818BD">
        <w:t>harmonie en passant dans son être devint poésie</w:t>
      </w:r>
      <w:r w:rsidR="00E8465A">
        <w:t xml:space="preserve">. </w:t>
      </w:r>
      <w:r w:rsidRPr="007818BD">
        <w:t>Ce qui l</w:t>
      </w:r>
      <w:r w:rsidR="00E8465A">
        <w:t>’</w:t>
      </w:r>
      <w:r w:rsidRPr="007818BD">
        <w:t>attirait</w:t>
      </w:r>
      <w:r w:rsidR="00E8465A">
        <w:t xml:space="preserve">, </w:t>
      </w:r>
      <w:r w:rsidRPr="007818BD">
        <w:t>ce n</w:t>
      </w:r>
      <w:r w:rsidR="00E8465A">
        <w:t>’</w:t>
      </w:r>
      <w:r w:rsidRPr="007818BD">
        <w:t>était pas la scène et ses vaines illusions</w:t>
      </w:r>
      <w:r w:rsidR="00E8465A">
        <w:t xml:space="preserve">, </w:t>
      </w:r>
      <w:r w:rsidRPr="007818BD">
        <w:t>c</w:t>
      </w:r>
      <w:r w:rsidR="00E8465A">
        <w:t>’</w:t>
      </w:r>
      <w:r w:rsidRPr="007818BD">
        <w:t xml:space="preserve">était ce monde de </w:t>
      </w:r>
      <w:r w:rsidRPr="007818BD">
        <w:lastRenderedPageBreak/>
        <w:t>sa fantaisie que la scène semblait résumer et représenter</w:t>
      </w:r>
      <w:r w:rsidR="00E8465A">
        <w:t xml:space="preserve">. </w:t>
      </w:r>
      <w:r w:rsidRPr="007818BD">
        <w:t>C</w:t>
      </w:r>
      <w:r w:rsidR="00E8465A">
        <w:t>’</w:t>
      </w:r>
      <w:r w:rsidRPr="007818BD">
        <w:t>est là que la poésie trouva une langue</w:t>
      </w:r>
      <w:r w:rsidR="00E8465A">
        <w:t xml:space="preserve">, </w:t>
      </w:r>
      <w:r w:rsidRPr="007818BD">
        <w:t>c</w:t>
      </w:r>
      <w:r w:rsidR="00E8465A">
        <w:t>’</w:t>
      </w:r>
      <w:r w:rsidRPr="007818BD">
        <w:t>est là qu</w:t>
      </w:r>
      <w:r w:rsidR="00E8465A">
        <w:t>’</w:t>
      </w:r>
      <w:r w:rsidRPr="007818BD">
        <w:t>elle s</w:t>
      </w:r>
      <w:r w:rsidR="00E8465A">
        <w:t>’</w:t>
      </w:r>
      <w:r w:rsidRPr="007818BD">
        <w:t>incarna péniblement dans une forme i</w:t>
      </w:r>
      <w:r w:rsidRPr="007818BD">
        <w:t>n</w:t>
      </w:r>
      <w:r w:rsidRPr="007818BD">
        <w:t>complète</w:t>
      </w:r>
      <w:r w:rsidR="00E8465A">
        <w:t xml:space="preserve"> ; </w:t>
      </w:r>
      <w:r w:rsidRPr="007818BD">
        <w:t>et puis</w:t>
      </w:r>
      <w:r w:rsidR="00E8465A">
        <w:t xml:space="preserve">, </w:t>
      </w:r>
      <w:r w:rsidRPr="007818BD">
        <w:t>ce monde ne lui suffisant plus</w:t>
      </w:r>
      <w:r w:rsidR="00E8465A">
        <w:t xml:space="preserve">, </w:t>
      </w:r>
      <w:r w:rsidRPr="007818BD">
        <w:t xml:space="preserve">elle retomba sur </w:t>
      </w:r>
      <w:proofErr w:type="spellStart"/>
      <w:r w:rsidRPr="007818BD">
        <w:t>elle même</w:t>
      </w:r>
      <w:proofErr w:type="spellEnd"/>
      <w:r w:rsidR="00E8465A">
        <w:t xml:space="preserve">, </w:t>
      </w:r>
      <w:r w:rsidRPr="007818BD">
        <w:t>elle c</w:t>
      </w:r>
      <w:r w:rsidRPr="007818BD">
        <w:t>o</w:t>
      </w:r>
      <w:r w:rsidRPr="007818BD">
        <w:t>lora ses pensées</w:t>
      </w:r>
      <w:r w:rsidR="00E8465A">
        <w:t xml:space="preserve">, </w:t>
      </w:r>
      <w:r w:rsidRPr="007818BD">
        <w:t>elle envahit l</w:t>
      </w:r>
      <w:r w:rsidR="00E8465A">
        <w:t>’</w:t>
      </w:r>
      <w:r w:rsidRPr="007818BD">
        <w:t>âme de mon élève</w:t>
      </w:r>
      <w:r w:rsidR="00E8465A">
        <w:t xml:space="preserve">, </w:t>
      </w:r>
      <w:r w:rsidRPr="007818BD">
        <w:t>elle ne demanda pas des paroles</w:t>
      </w:r>
      <w:r w:rsidR="00E8465A">
        <w:t xml:space="preserve">, </w:t>
      </w:r>
      <w:r w:rsidRPr="007818BD">
        <w:t>elle n</w:t>
      </w:r>
      <w:r>
        <w:t>e</w:t>
      </w:r>
      <w:r w:rsidRPr="007818BD">
        <w:t xml:space="preserve"> créa pas des œuvres</w:t>
      </w:r>
      <w:r w:rsidR="00E8465A">
        <w:t xml:space="preserve">, </w:t>
      </w:r>
      <w:r w:rsidRPr="007818BD">
        <w:t>elle ne donna naissance qu</w:t>
      </w:r>
      <w:r w:rsidR="00E8465A">
        <w:t>’</w:t>
      </w:r>
      <w:r w:rsidRPr="007818BD">
        <w:t>à des émotions</w:t>
      </w:r>
      <w:r w:rsidR="00E8465A">
        <w:t xml:space="preserve">, </w:t>
      </w:r>
      <w:r w:rsidRPr="007818BD">
        <w:t>elle se prodigua dans des rêves</w:t>
      </w:r>
      <w:r w:rsidR="00E8465A">
        <w:t xml:space="preserve">. </w:t>
      </w:r>
      <w:r w:rsidRPr="007818BD">
        <w:t>Enfin l</w:t>
      </w:r>
      <w:r w:rsidR="00E8465A">
        <w:t>’</w:t>
      </w:r>
      <w:r w:rsidRPr="007818BD">
        <w:t>amour vint</w:t>
      </w:r>
      <w:r w:rsidR="00E8465A">
        <w:t xml:space="preserve">, </w:t>
      </w:r>
      <w:r w:rsidRPr="007818BD">
        <w:t>et c</w:t>
      </w:r>
      <w:r w:rsidR="00E8465A">
        <w:t>’</w:t>
      </w:r>
      <w:r w:rsidRPr="007818BD">
        <w:t>est là que</w:t>
      </w:r>
      <w:r w:rsidR="00E8465A">
        <w:t xml:space="preserve">, </w:t>
      </w:r>
      <w:r w:rsidRPr="007818BD">
        <w:t>comme un fleuve dans la mer</w:t>
      </w:r>
      <w:r w:rsidR="00E8465A">
        <w:t xml:space="preserve">, </w:t>
      </w:r>
      <w:r w:rsidRPr="007818BD">
        <w:t>elle déversa ses flots i</w:t>
      </w:r>
      <w:r w:rsidRPr="007818BD">
        <w:t>n</w:t>
      </w:r>
      <w:r w:rsidRPr="007818BD">
        <w:t>quiets</w:t>
      </w:r>
      <w:r w:rsidR="00E8465A">
        <w:t xml:space="preserve">, </w:t>
      </w:r>
      <w:r w:rsidRPr="007818BD">
        <w:t>jusqu</w:t>
      </w:r>
      <w:r w:rsidR="00E8465A">
        <w:t>’</w:t>
      </w:r>
      <w:r w:rsidRPr="007818BD">
        <w:t>à ce qu</w:t>
      </w:r>
      <w:r w:rsidR="00E8465A">
        <w:t>’</w:t>
      </w:r>
      <w:r w:rsidRPr="007818BD">
        <w:t>elle devint muette</w:t>
      </w:r>
      <w:r w:rsidR="00E8465A">
        <w:t xml:space="preserve">, </w:t>
      </w:r>
      <w:r w:rsidRPr="007818BD">
        <w:t>profonde</w:t>
      </w:r>
      <w:r w:rsidR="00E8465A">
        <w:t xml:space="preserve">, </w:t>
      </w:r>
      <w:r w:rsidRPr="007818BD">
        <w:t>immobile</w:t>
      </w:r>
      <w:r w:rsidR="00E8465A">
        <w:t xml:space="preserve">… </w:t>
      </w:r>
      <w:r w:rsidRPr="007818BD">
        <w:t>le miroir éternel des cieux</w:t>
      </w:r>
      <w:r w:rsidR="00E8465A">
        <w:t>.</w:t>
      </w:r>
    </w:p>
    <w:p w14:paraId="25A8AF3F" w14:textId="77777777" w:rsidR="00E8465A" w:rsidRDefault="00E0544E" w:rsidP="00E0544E">
      <w:r w:rsidRPr="007818BD">
        <w:t>Mais</w:t>
      </w:r>
      <w:r w:rsidR="00E8465A">
        <w:t xml:space="preserve">, </w:t>
      </w:r>
      <w:r w:rsidRPr="007818BD">
        <w:t>par cette poésie qu</w:t>
      </w:r>
      <w:r w:rsidR="00E8465A">
        <w:t>’</w:t>
      </w:r>
      <w:r w:rsidRPr="007818BD">
        <w:t>elle a en elle</w:t>
      </w:r>
      <w:r w:rsidR="00E8465A">
        <w:t xml:space="preserve">, </w:t>
      </w:r>
      <w:r w:rsidRPr="007818BD">
        <w:t>Viola ne peut-elle pas s</w:t>
      </w:r>
      <w:r w:rsidR="00E8465A">
        <w:t>’</w:t>
      </w:r>
      <w:r w:rsidRPr="007818BD">
        <w:t>élever à la large poésie de l</w:t>
      </w:r>
      <w:r w:rsidR="00E8465A">
        <w:t>’</w:t>
      </w:r>
      <w:r w:rsidRPr="007818BD">
        <w:t>univers</w:t>
      </w:r>
      <w:r w:rsidR="00E8465A">
        <w:t xml:space="preserve"> ? </w:t>
      </w:r>
      <w:r w:rsidRPr="007818BD">
        <w:t>Souvent j</w:t>
      </w:r>
      <w:r w:rsidR="00E8465A">
        <w:t>’</w:t>
      </w:r>
      <w:r w:rsidRPr="007818BD">
        <w:t>écoute son langage ingénu et abandonné</w:t>
      </w:r>
      <w:r w:rsidR="00E8465A">
        <w:t xml:space="preserve"> ; </w:t>
      </w:r>
      <w:r w:rsidRPr="007818BD">
        <w:t>je trouve des oracles dans ses p</w:t>
      </w:r>
      <w:r w:rsidRPr="007818BD">
        <w:t>a</w:t>
      </w:r>
      <w:r w:rsidRPr="007818BD">
        <w:t>roles dont elle ignore la beauté</w:t>
      </w:r>
      <w:r w:rsidR="00E8465A">
        <w:t xml:space="preserve">, </w:t>
      </w:r>
      <w:r w:rsidRPr="007818BD">
        <w:t>comme nous découvrons des vertus étranges dans une fleur</w:t>
      </w:r>
      <w:r w:rsidR="00E8465A">
        <w:t xml:space="preserve">. </w:t>
      </w:r>
      <w:r w:rsidRPr="007818BD">
        <w:t>Je vois mûrir son âme sous mes yeux</w:t>
      </w:r>
      <w:r w:rsidR="00E8465A">
        <w:t xml:space="preserve"> ; </w:t>
      </w:r>
      <w:r w:rsidRPr="007818BD">
        <w:t>et dans sa riche fertilité</w:t>
      </w:r>
      <w:r w:rsidR="00E8465A">
        <w:t xml:space="preserve">, </w:t>
      </w:r>
      <w:r w:rsidRPr="007818BD">
        <w:t>quels trésors de pensées inépu</w:t>
      </w:r>
      <w:r w:rsidRPr="007818BD">
        <w:t>i</w:t>
      </w:r>
      <w:r w:rsidRPr="007818BD">
        <w:t>sables et toujours nouveaux</w:t>
      </w:r>
      <w:r w:rsidR="00E8465A">
        <w:t xml:space="preserve"> ! </w:t>
      </w:r>
      <w:proofErr w:type="spellStart"/>
      <w:r w:rsidRPr="007818BD">
        <w:t>Mejnour</w:t>
      </w:r>
      <w:proofErr w:type="spellEnd"/>
      <w:r w:rsidR="00E8465A">
        <w:t xml:space="preserve">, </w:t>
      </w:r>
      <w:r w:rsidRPr="007818BD">
        <w:t>co</w:t>
      </w:r>
      <w:r w:rsidRPr="007818BD">
        <w:t>m</w:t>
      </w:r>
      <w:r w:rsidRPr="007818BD">
        <w:t>bien de nos pareils ont surpris les lois secrètes de l</w:t>
      </w:r>
      <w:r w:rsidR="00E8465A">
        <w:t>’</w:t>
      </w:r>
      <w:r w:rsidRPr="007818BD">
        <w:t>univers</w:t>
      </w:r>
      <w:r w:rsidR="00E8465A">
        <w:t xml:space="preserve">, </w:t>
      </w:r>
      <w:r w:rsidRPr="007818BD">
        <w:t>ont résolu les énigmes de la nature extérieure</w:t>
      </w:r>
      <w:r w:rsidR="00E8465A">
        <w:t xml:space="preserve">, </w:t>
      </w:r>
      <w:r w:rsidRPr="007818BD">
        <w:t>ont fait jaillir la lumière du sein des t</w:t>
      </w:r>
      <w:r w:rsidRPr="007818BD">
        <w:t>é</w:t>
      </w:r>
      <w:r w:rsidRPr="007818BD">
        <w:t>nèbres</w:t>
      </w:r>
      <w:r w:rsidR="00E8465A">
        <w:t xml:space="preserve"> ! </w:t>
      </w:r>
      <w:r w:rsidRPr="007818BD">
        <w:t>Et le poète qui n</w:t>
      </w:r>
      <w:r w:rsidR="00E8465A">
        <w:t>’</w:t>
      </w:r>
      <w:r w:rsidRPr="007818BD">
        <w:t>étudie que la nature humaine n</w:t>
      </w:r>
      <w:r w:rsidR="00E8465A">
        <w:t>’</w:t>
      </w:r>
      <w:r w:rsidRPr="007818BD">
        <w:t>est-il pas le plus grand des philosophes</w:t>
      </w:r>
      <w:r w:rsidR="00E8465A">
        <w:t xml:space="preserve"> ?… </w:t>
      </w:r>
      <w:r w:rsidRPr="007818BD">
        <w:t>La science et l</w:t>
      </w:r>
      <w:r w:rsidR="00E8465A">
        <w:t>’</w:t>
      </w:r>
      <w:r w:rsidRPr="007818BD">
        <w:t>athéisme sont incompatibles</w:t>
      </w:r>
      <w:r w:rsidR="00E8465A">
        <w:t xml:space="preserve"> ; </w:t>
      </w:r>
      <w:r w:rsidRPr="007818BD">
        <w:t>connaître la nature</w:t>
      </w:r>
      <w:r w:rsidR="00E8465A">
        <w:t xml:space="preserve">, </w:t>
      </w:r>
      <w:r w:rsidRPr="007818BD">
        <w:t>c</w:t>
      </w:r>
      <w:r w:rsidR="00E8465A">
        <w:t>’</w:t>
      </w:r>
      <w:r w:rsidRPr="007818BD">
        <w:t>est savoir qu</w:t>
      </w:r>
      <w:r w:rsidR="00E8465A">
        <w:t>’</w:t>
      </w:r>
      <w:r w:rsidRPr="007818BD">
        <w:t>il y a un Dieu</w:t>
      </w:r>
      <w:r w:rsidR="00E8465A">
        <w:t xml:space="preserve">. </w:t>
      </w:r>
      <w:r w:rsidRPr="007818BD">
        <w:t>Mais faut-il connaître la nature pour examiner l</w:t>
      </w:r>
      <w:r w:rsidR="00E8465A">
        <w:t>’</w:t>
      </w:r>
      <w:r w:rsidRPr="007818BD">
        <w:t>ordre et l</w:t>
      </w:r>
      <w:r w:rsidR="00E8465A">
        <w:t>’</w:t>
      </w:r>
      <w:r w:rsidRPr="007818BD">
        <w:t>édifice de la création</w:t>
      </w:r>
      <w:r w:rsidR="00E8465A">
        <w:t xml:space="preserve"> ? </w:t>
      </w:r>
      <w:r w:rsidRPr="007818BD">
        <w:t>Je crois</w:t>
      </w:r>
      <w:r w:rsidR="00E8465A">
        <w:t xml:space="preserve">, </w:t>
      </w:r>
      <w:r w:rsidRPr="007818BD">
        <w:t>quand je contemple une âme pure</w:t>
      </w:r>
      <w:r w:rsidR="00E8465A">
        <w:t xml:space="preserve">, </w:t>
      </w:r>
      <w:r w:rsidRPr="007818BD">
        <w:t>si ignorante et si enfantine qu</w:t>
      </w:r>
      <w:r w:rsidR="00E8465A">
        <w:t>’</w:t>
      </w:r>
      <w:r w:rsidRPr="007818BD">
        <w:t>elle soit</w:t>
      </w:r>
      <w:r w:rsidR="00E8465A">
        <w:t xml:space="preserve">, </w:t>
      </w:r>
      <w:r w:rsidRPr="007818BD">
        <w:t>je crois voir l</w:t>
      </w:r>
      <w:r w:rsidR="00E8465A">
        <w:t>’</w:t>
      </w:r>
      <w:r w:rsidRPr="007818BD">
        <w:t>être auguste et immatériel plus clairement que dans tous les globes de matière qui sillonnent</w:t>
      </w:r>
      <w:r w:rsidR="00E8465A">
        <w:t xml:space="preserve">, </w:t>
      </w:r>
      <w:r w:rsidRPr="007818BD">
        <w:t>pour lui obéir</w:t>
      </w:r>
      <w:r w:rsidR="00E8465A">
        <w:t xml:space="preserve"> ;, </w:t>
      </w:r>
      <w:r w:rsidRPr="007818BD">
        <w:t>les espaces infinis</w:t>
      </w:r>
      <w:r w:rsidR="00E8465A">
        <w:t>.</w:t>
      </w:r>
    </w:p>
    <w:p w14:paraId="67F41304" w14:textId="77777777" w:rsidR="00E8465A" w:rsidRDefault="00E0544E" w:rsidP="00E0544E">
      <w:r w:rsidRPr="007818BD">
        <w:t>C</w:t>
      </w:r>
      <w:r w:rsidR="00E8465A">
        <w:t>’</w:t>
      </w:r>
      <w:r w:rsidRPr="007818BD">
        <w:t>est avec raison que le statut fondamental de notre ordre nous ordonne de ne communiquer nos secrets qu</w:t>
      </w:r>
      <w:r w:rsidR="00E8465A">
        <w:t>’</w:t>
      </w:r>
      <w:r w:rsidRPr="007818BD">
        <w:t>aux âmes p</w:t>
      </w:r>
      <w:r w:rsidRPr="007818BD">
        <w:t>u</w:t>
      </w:r>
      <w:r w:rsidRPr="007818BD">
        <w:t>res</w:t>
      </w:r>
      <w:r w:rsidR="00E8465A">
        <w:t xml:space="preserve">. </w:t>
      </w:r>
      <w:r w:rsidRPr="007818BD">
        <w:t>La partie la plus terrible de l</w:t>
      </w:r>
      <w:r w:rsidR="00E8465A">
        <w:t>’</w:t>
      </w:r>
      <w:r w:rsidRPr="007818BD">
        <w:t xml:space="preserve">épreuve est dans les </w:t>
      </w:r>
      <w:r w:rsidRPr="007818BD">
        <w:lastRenderedPageBreak/>
        <w:t>tentations que notre puissance inspire aux méchants</w:t>
      </w:r>
      <w:r w:rsidR="00E8465A">
        <w:t xml:space="preserve">. </w:t>
      </w:r>
      <w:r w:rsidRPr="007818BD">
        <w:t>S</w:t>
      </w:r>
      <w:r w:rsidR="00E8465A">
        <w:t>’</w:t>
      </w:r>
      <w:r w:rsidRPr="007818BD">
        <w:t>il était possible qu</w:t>
      </w:r>
      <w:r w:rsidR="00E8465A">
        <w:t>’</w:t>
      </w:r>
      <w:r w:rsidRPr="007818BD">
        <w:t>un homme pervers atteignît à nos attributs</w:t>
      </w:r>
      <w:r w:rsidR="00E8465A">
        <w:t xml:space="preserve">, </w:t>
      </w:r>
      <w:r w:rsidRPr="007818BD">
        <w:t>quel désordre dans le monde</w:t>
      </w:r>
      <w:r w:rsidR="00E8465A">
        <w:t xml:space="preserve"> ! </w:t>
      </w:r>
      <w:r w:rsidRPr="007818BD">
        <w:t>He</w:t>
      </w:r>
      <w:r w:rsidRPr="007818BD">
        <w:t>u</w:t>
      </w:r>
      <w:r w:rsidRPr="007818BD">
        <w:t>reusement</w:t>
      </w:r>
      <w:r w:rsidR="00E8465A">
        <w:t xml:space="preserve">, </w:t>
      </w:r>
      <w:r w:rsidRPr="007818BD">
        <w:t>cela n</w:t>
      </w:r>
      <w:r w:rsidR="00E8465A">
        <w:t>’</w:t>
      </w:r>
      <w:r w:rsidRPr="007818BD">
        <w:t>est point possible</w:t>
      </w:r>
      <w:r w:rsidR="00E8465A">
        <w:t xml:space="preserve">, </w:t>
      </w:r>
      <w:r w:rsidRPr="007818BD">
        <w:t>sa perversité paralyserait même sa puissance</w:t>
      </w:r>
      <w:r w:rsidR="00E8465A">
        <w:t xml:space="preserve">. </w:t>
      </w:r>
      <w:r w:rsidRPr="007818BD">
        <w:t>C</w:t>
      </w:r>
      <w:r w:rsidR="00E8465A">
        <w:t>’</w:t>
      </w:r>
      <w:r w:rsidRPr="007818BD">
        <w:t>est dans la pureté de Viola que j</w:t>
      </w:r>
      <w:r w:rsidR="00E8465A">
        <w:t>’</w:t>
      </w:r>
      <w:r w:rsidRPr="007818BD">
        <w:t>espère</w:t>
      </w:r>
      <w:r w:rsidR="00E8465A">
        <w:t xml:space="preserve">, </w:t>
      </w:r>
      <w:r w:rsidRPr="007818BD">
        <w:t>avec une confiance mieux fondée que celle qui t</w:t>
      </w:r>
      <w:r w:rsidR="00E8465A">
        <w:t>’</w:t>
      </w:r>
      <w:r w:rsidRPr="007818BD">
        <w:t>a fait espérer dans le courage et dans le génie de tes disc</w:t>
      </w:r>
      <w:r w:rsidRPr="007818BD">
        <w:t>i</w:t>
      </w:r>
      <w:r w:rsidRPr="007818BD">
        <w:t>ples</w:t>
      </w:r>
      <w:r w:rsidR="00E8465A">
        <w:t xml:space="preserve">. </w:t>
      </w:r>
      <w:r w:rsidRPr="007818BD">
        <w:t>Je te prends à t</w:t>
      </w:r>
      <w:r w:rsidRPr="007818BD">
        <w:t>é</w:t>
      </w:r>
      <w:r w:rsidRPr="007818BD">
        <w:t>moin</w:t>
      </w:r>
      <w:r w:rsidR="00E8465A">
        <w:t xml:space="preserve">, </w:t>
      </w:r>
      <w:proofErr w:type="spellStart"/>
      <w:r w:rsidRPr="007818BD">
        <w:t>Mejnour</w:t>
      </w:r>
      <w:proofErr w:type="spellEnd"/>
      <w:r w:rsidR="00E8465A">
        <w:t xml:space="preserve"> : </w:t>
      </w:r>
      <w:r w:rsidRPr="007818BD">
        <w:t>tu sais que</w:t>
      </w:r>
      <w:r w:rsidR="00E8465A">
        <w:t xml:space="preserve">, </w:t>
      </w:r>
      <w:r w:rsidRPr="007818BD">
        <w:t>depuis ce jour éloigné où je pénétrai les secrets de notre science</w:t>
      </w:r>
      <w:r w:rsidR="00E8465A">
        <w:t xml:space="preserve">, </w:t>
      </w:r>
      <w:r w:rsidRPr="007818BD">
        <w:t>jamais je n</w:t>
      </w:r>
      <w:r w:rsidR="00E8465A">
        <w:t>’</w:t>
      </w:r>
      <w:r w:rsidRPr="007818BD">
        <w:t>ai cherché à faire servir ses mystères à un but indigne</w:t>
      </w:r>
      <w:r>
        <w:t xml:space="preserve"> </w:t>
      </w:r>
      <w:r w:rsidRPr="007818BD">
        <w:t>d</w:t>
      </w:r>
      <w:r w:rsidR="00E8465A">
        <w:t>’</w:t>
      </w:r>
      <w:r w:rsidRPr="007818BD">
        <w:t>eux</w:t>
      </w:r>
      <w:r w:rsidR="00E8465A">
        <w:t xml:space="preserve"> !… </w:t>
      </w:r>
      <w:r w:rsidRPr="007818BD">
        <w:t>Notre existence</w:t>
      </w:r>
      <w:r w:rsidR="00E8465A">
        <w:t xml:space="preserve">, </w:t>
      </w:r>
      <w:r w:rsidRPr="007818BD">
        <w:t>qui s</w:t>
      </w:r>
      <w:r w:rsidR="00E8465A">
        <w:t>’</w:t>
      </w:r>
      <w:r w:rsidRPr="007818BD">
        <w:t>étend et se perpétue</w:t>
      </w:r>
      <w:r w:rsidR="00E8465A">
        <w:t xml:space="preserve">, </w:t>
      </w:r>
      <w:r w:rsidRPr="007818BD">
        <w:t>ne nous laisse</w:t>
      </w:r>
      <w:r w:rsidR="00E8465A">
        <w:t xml:space="preserve">, </w:t>
      </w:r>
      <w:r w:rsidRPr="007818BD">
        <w:t>h</w:t>
      </w:r>
      <w:r w:rsidRPr="007818BD">
        <w:t>é</w:t>
      </w:r>
      <w:r w:rsidRPr="007818BD">
        <w:t>las</w:t>
      </w:r>
      <w:r w:rsidR="00E8465A">
        <w:t xml:space="preserve"> ! </w:t>
      </w:r>
      <w:r w:rsidRPr="007818BD">
        <w:t>ni patrie ni famille</w:t>
      </w:r>
      <w:r w:rsidR="00E8465A">
        <w:t xml:space="preserve"> ; </w:t>
      </w:r>
      <w:r w:rsidRPr="007818BD">
        <w:t>la loi qui place toute science et tout art dans des régions isolées des passions bruya</w:t>
      </w:r>
      <w:r w:rsidRPr="007818BD">
        <w:t>n</w:t>
      </w:r>
      <w:r w:rsidRPr="007818BD">
        <w:t>tes et de l</w:t>
      </w:r>
      <w:r w:rsidR="00E8465A">
        <w:t>’</w:t>
      </w:r>
      <w:r w:rsidRPr="007818BD">
        <w:t>ambition turbulente de la vie actuelle</w:t>
      </w:r>
      <w:r w:rsidR="00E8465A">
        <w:t xml:space="preserve">, </w:t>
      </w:r>
      <w:r w:rsidRPr="007818BD">
        <w:t>nous défend toute influence sur les destinées des nations que le ciel gouverne par des instruments plus grossiers et plus aveugles</w:t>
      </w:r>
      <w:r w:rsidR="00E8465A">
        <w:t xml:space="preserve"> : </w:t>
      </w:r>
      <w:r w:rsidRPr="007818BD">
        <w:t>et pourtant</w:t>
      </w:r>
      <w:r w:rsidR="00E8465A">
        <w:t xml:space="preserve">, </w:t>
      </w:r>
      <w:r w:rsidRPr="007818BD">
        <w:t>partout où se sont portés mes pas errants</w:t>
      </w:r>
      <w:r w:rsidR="00E8465A">
        <w:t xml:space="preserve">, </w:t>
      </w:r>
      <w:r w:rsidRPr="007818BD">
        <w:t>j</w:t>
      </w:r>
      <w:r w:rsidR="00E8465A">
        <w:t>’</w:t>
      </w:r>
      <w:r w:rsidRPr="007818BD">
        <w:t>ai cherché à soulager les misères</w:t>
      </w:r>
      <w:r w:rsidR="00E8465A">
        <w:t xml:space="preserve">, </w:t>
      </w:r>
      <w:r w:rsidRPr="007818BD">
        <w:t>à d</w:t>
      </w:r>
      <w:r w:rsidRPr="007818BD">
        <w:t>é</w:t>
      </w:r>
      <w:r w:rsidRPr="007818BD">
        <w:t>truire le mal</w:t>
      </w:r>
      <w:r w:rsidR="00E8465A">
        <w:t xml:space="preserve">. </w:t>
      </w:r>
      <w:r w:rsidRPr="007818BD">
        <w:t>Ma puissance n</w:t>
      </w:r>
      <w:r w:rsidR="00E8465A">
        <w:t>’</w:t>
      </w:r>
      <w:r w:rsidRPr="007818BD">
        <w:t>a été hostile qu</w:t>
      </w:r>
      <w:r w:rsidR="00E8465A">
        <w:t>’</w:t>
      </w:r>
      <w:r w:rsidRPr="007818BD">
        <w:t>aux méchants</w:t>
      </w:r>
      <w:r w:rsidR="00E8465A">
        <w:t xml:space="preserve"> ; </w:t>
      </w:r>
      <w:r w:rsidRPr="007818BD">
        <w:t>et cependant</w:t>
      </w:r>
      <w:r w:rsidR="00E8465A">
        <w:t xml:space="preserve">, </w:t>
      </w:r>
      <w:r w:rsidRPr="007818BD">
        <w:t>malgré toute notre science</w:t>
      </w:r>
      <w:r w:rsidR="00E8465A">
        <w:t xml:space="preserve">, </w:t>
      </w:r>
      <w:r w:rsidRPr="007818BD">
        <w:t>comme à chaque pas nous nous trouvons réduits à n</w:t>
      </w:r>
      <w:r w:rsidR="00E8465A">
        <w:t>’</w:t>
      </w:r>
      <w:r w:rsidRPr="007818BD">
        <w:t>être que les instruments privil</w:t>
      </w:r>
      <w:r w:rsidRPr="007818BD">
        <w:t>é</w:t>
      </w:r>
      <w:r w:rsidRPr="007818BD">
        <w:t>giés de ce Pouvoir qui nous donne le nôtre mais seulement pour le diriger</w:t>
      </w:r>
      <w:r w:rsidR="00E8465A">
        <w:t xml:space="preserve"> ! </w:t>
      </w:r>
      <w:r w:rsidRPr="007818BD">
        <w:t>Comme toute notre sagesse s</w:t>
      </w:r>
      <w:r w:rsidR="00E8465A">
        <w:t>’</w:t>
      </w:r>
      <w:r w:rsidRPr="007818BD">
        <w:t>anéantit devant celle qui donne à la moindre plante ses vertus</w:t>
      </w:r>
      <w:r w:rsidR="00E8465A">
        <w:t xml:space="preserve">, </w:t>
      </w:r>
      <w:r w:rsidRPr="007818BD">
        <w:t>au moindre atome les myriades d</w:t>
      </w:r>
      <w:r w:rsidR="00E8465A">
        <w:t>’</w:t>
      </w:r>
      <w:r w:rsidRPr="007818BD">
        <w:t>habitants qui l</w:t>
      </w:r>
      <w:r w:rsidR="00E8465A">
        <w:t>’</w:t>
      </w:r>
      <w:r w:rsidRPr="007818BD">
        <w:t>animent</w:t>
      </w:r>
      <w:r w:rsidR="00E8465A">
        <w:t xml:space="preserve"> ! </w:t>
      </w:r>
      <w:r w:rsidRPr="007818BD">
        <w:t>Et</w:t>
      </w:r>
      <w:r w:rsidR="00E8465A">
        <w:t xml:space="preserve">, </w:t>
      </w:r>
      <w:r w:rsidRPr="007818BD">
        <w:t>doués comme nous le sommes parfois du pouvoir d</w:t>
      </w:r>
      <w:r w:rsidR="00E8465A">
        <w:t>’</w:t>
      </w:r>
      <w:r w:rsidRPr="007818BD">
        <w:t>influer sur le bonheur des autres</w:t>
      </w:r>
      <w:r w:rsidR="00E8465A">
        <w:t xml:space="preserve">, </w:t>
      </w:r>
      <w:r w:rsidRPr="007818BD">
        <w:t>quel sombre et mystérieux nuage plane sur notre propre dest</w:t>
      </w:r>
      <w:r w:rsidRPr="007818BD">
        <w:t>i</w:t>
      </w:r>
      <w:r w:rsidRPr="007818BD">
        <w:t>née</w:t>
      </w:r>
      <w:r w:rsidR="00E8465A">
        <w:t xml:space="preserve"> !… </w:t>
      </w:r>
      <w:r w:rsidRPr="007818BD">
        <w:t>Nous ne pouvons être des prophètes pour nous-mêmes</w:t>
      </w:r>
      <w:r w:rsidR="00E8465A">
        <w:t xml:space="preserve">. </w:t>
      </w:r>
      <w:r w:rsidRPr="007818BD">
        <w:t>Avec quelle espérance tremblante je me berce de la pensée qu</w:t>
      </w:r>
      <w:r w:rsidR="00E8465A">
        <w:t>’</w:t>
      </w:r>
      <w:r w:rsidRPr="007818BD">
        <w:t>il me sera permis de conserver à ma solitude le rayon d</w:t>
      </w:r>
      <w:r w:rsidR="00E8465A">
        <w:t>’</w:t>
      </w:r>
      <w:r w:rsidRPr="007818BD">
        <w:t>un sourire vivant</w:t>
      </w:r>
      <w:r w:rsidR="00E8465A">
        <w:t> !</w:t>
      </w:r>
    </w:p>
    <w:p w14:paraId="67E9C276" w14:textId="5357BCD5" w:rsidR="00E0544E" w:rsidRPr="007818BD" w:rsidRDefault="00E0544E" w:rsidP="00E8465A">
      <w:pPr>
        <w:ind w:firstLine="0"/>
        <w:jc w:val="center"/>
      </w:pPr>
      <w:r w:rsidRPr="007818BD">
        <w:t>II</w:t>
      </w:r>
    </w:p>
    <w:p w14:paraId="6C8E5737" w14:textId="77777777" w:rsidR="00E8465A" w:rsidRDefault="00E0544E" w:rsidP="00E0544E">
      <w:r w:rsidRPr="007818BD">
        <w:lastRenderedPageBreak/>
        <w:t>Ne me croyant pas assez pur pour initier une âme aussi p</w:t>
      </w:r>
      <w:r w:rsidRPr="007818BD">
        <w:t>u</w:t>
      </w:r>
      <w:r w:rsidRPr="007818BD">
        <w:t>re que la sienne</w:t>
      </w:r>
      <w:r w:rsidR="00E8465A">
        <w:t xml:space="preserve">, </w:t>
      </w:r>
      <w:r w:rsidRPr="007818BD">
        <w:t>je cherche à peupler son extase de ces fils r</w:t>
      </w:r>
      <w:r w:rsidRPr="007818BD">
        <w:t>a</w:t>
      </w:r>
      <w:r w:rsidRPr="007818BD">
        <w:t>dieux et tendres de l</w:t>
      </w:r>
      <w:r w:rsidR="00E8465A">
        <w:t>’</w:t>
      </w:r>
      <w:r w:rsidRPr="007818BD">
        <w:t>espace qui ont fourni à la poésie</w:t>
      </w:r>
      <w:r w:rsidR="00E8465A">
        <w:t xml:space="preserve"> (</w:t>
      </w:r>
      <w:r w:rsidRPr="007818BD">
        <w:t>cette i</w:t>
      </w:r>
      <w:r w:rsidRPr="007818BD">
        <w:t>n</w:t>
      </w:r>
      <w:r w:rsidRPr="007818BD">
        <w:t>tuition de la nature</w:t>
      </w:r>
      <w:r w:rsidR="00E8465A">
        <w:t xml:space="preserve">) </w:t>
      </w:r>
      <w:r w:rsidRPr="007818BD">
        <w:t xml:space="preserve">les idées des Sylphes et des </w:t>
      </w:r>
      <w:proofErr w:type="spellStart"/>
      <w:r w:rsidRPr="007818BD">
        <w:t>Glendoveer</w:t>
      </w:r>
      <w:proofErr w:type="spellEnd"/>
      <w:r w:rsidR="00E8465A">
        <w:t xml:space="preserve">. </w:t>
      </w:r>
      <w:r w:rsidRPr="007818BD">
        <w:t>Et ces êtres eux-mêmes sont moins purs que ses pensées</w:t>
      </w:r>
      <w:r w:rsidR="00E8465A">
        <w:t xml:space="preserve">, </w:t>
      </w:r>
      <w:r w:rsidRPr="007818BD">
        <w:t>moins tendres que son amour</w:t>
      </w:r>
      <w:r w:rsidR="00E8465A">
        <w:t xml:space="preserve">. </w:t>
      </w:r>
      <w:r w:rsidRPr="007818BD">
        <w:t>Ils n</w:t>
      </w:r>
      <w:r w:rsidR="00E8465A">
        <w:t>’</w:t>
      </w:r>
      <w:r w:rsidRPr="007818BD">
        <w:t>ont pu l</w:t>
      </w:r>
      <w:r w:rsidR="00E8465A">
        <w:t>’</w:t>
      </w:r>
      <w:r w:rsidRPr="007818BD">
        <w:t>élever au-dessus de son cœur humain</w:t>
      </w:r>
      <w:r w:rsidR="00E8465A">
        <w:t xml:space="preserve">, </w:t>
      </w:r>
      <w:r w:rsidRPr="007818BD">
        <w:t>car ce cœur a en lui-même son ciel</w:t>
      </w:r>
      <w:r w:rsidR="00E8465A">
        <w:t>.</w:t>
      </w:r>
    </w:p>
    <w:p w14:paraId="677D3C8D" w14:textId="198A5FEA" w:rsidR="00E0544E" w:rsidRPr="007818BD" w:rsidRDefault="00E0544E" w:rsidP="00E0544E"/>
    <w:p w14:paraId="53981646" w14:textId="77777777" w:rsidR="00E8465A" w:rsidRDefault="00E0544E" w:rsidP="00E0544E">
      <w:r w:rsidRPr="007818BD">
        <w:t>Je viens de la contempler dans son sommeil</w:t>
      </w:r>
      <w:r w:rsidR="00E8465A">
        <w:t xml:space="preserve">. </w:t>
      </w:r>
      <w:r w:rsidRPr="007818BD">
        <w:t>Je l</w:t>
      </w:r>
      <w:r w:rsidR="00E8465A">
        <w:t>’</w:t>
      </w:r>
      <w:r w:rsidRPr="007818BD">
        <w:t>ai ente</w:t>
      </w:r>
      <w:r w:rsidRPr="007818BD">
        <w:t>n</w:t>
      </w:r>
      <w:r w:rsidRPr="007818BD">
        <w:t>due soupirer mon nom</w:t>
      </w:r>
      <w:r w:rsidR="00E8465A">
        <w:t xml:space="preserve">. </w:t>
      </w:r>
      <w:r w:rsidRPr="007818BD">
        <w:t>Hélas</w:t>
      </w:r>
      <w:r w:rsidR="00E8465A">
        <w:t xml:space="preserve"> ! </w:t>
      </w:r>
      <w:r w:rsidRPr="007818BD">
        <w:t>ce qui pour d</w:t>
      </w:r>
      <w:r w:rsidR="00E8465A">
        <w:t>’</w:t>
      </w:r>
      <w:r w:rsidRPr="007818BD">
        <w:t>autres est si doux a pour moi de l</w:t>
      </w:r>
      <w:r w:rsidR="00E8465A">
        <w:t>’</w:t>
      </w:r>
      <w:r w:rsidRPr="007818BD">
        <w:t>amertume</w:t>
      </w:r>
      <w:r w:rsidR="00E8465A">
        <w:t xml:space="preserve"> ; </w:t>
      </w:r>
      <w:r w:rsidRPr="007818BD">
        <w:t>je songe que bie</w:t>
      </w:r>
      <w:r w:rsidRPr="007818BD">
        <w:t>n</w:t>
      </w:r>
      <w:r w:rsidRPr="007818BD">
        <w:t>tôt arrivera l</w:t>
      </w:r>
      <w:r w:rsidR="00E8465A">
        <w:t>’</w:t>
      </w:r>
      <w:r w:rsidRPr="007818BD">
        <w:t>heure où ce sommeil sera sans rêve</w:t>
      </w:r>
      <w:r w:rsidR="00E8465A">
        <w:t xml:space="preserve"> ; </w:t>
      </w:r>
      <w:r w:rsidRPr="007818BD">
        <w:t>que ce cœur où retentit mon nom sera glacé</w:t>
      </w:r>
      <w:r w:rsidR="00E8465A">
        <w:t xml:space="preserve"> ; </w:t>
      </w:r>
      <w:r w:rsidRPr="007818BD">
        <w:t>que ces lèvres qui le murmurent seront muettes</w:t>
      </w:r>
      <w:r w:rsidR="00E8465A">
        <w:t xml:space="preserve">. </w:t>
      </w:r>
      <w:r w:rsidRPr="007818BD">
        <w:t>L</w:t>
      </w:r>
      <w:r w:rsidR="00E8465A">
        <w:t>’</w:t>
      </w:r>
      <w:r w:rsidRPr="007818BD">
        <w:t>amour a deux aspects bien différents</w:t>
      </w:r>
      <w:r w:rsidR="00E8465A">
        <w:t xml:space="preserve">. </w:t>
      </w:r>
      <w:r w:rsidRPr="007818BD">
        <w:t>Si nous l</w:t>
      </w:r>
      <w:r w:rsidR="00E8465A">
        <w:t>’</w:t>
      </w:r>
      <w:r w:rsidRPr="007818BD">
        <w:t>envisageons dans sa forme grossière</w:t>
      </w:r>
      <w:r w:rsidR="00E8465A">
        <w:t xml:space="preserve">, </w:t>
      </w:r>
      <w:r w:rsidRPr="007818BD">
        <w:t>si nous ne considérons que ses attaches matérielles</w:t>
      </w:r>
      <w:r w:rsidR="00E8465A">
        <w:t xml:space="preserve">, </w:t>
      </w:r>
      <w:r w:rsidRPr="007818BD">
        <w:t>ses jouissances d</w:t>
      </w:r>
      <w:r w:rsidR="00E8465A">
        <w:t>’</w:t>
      </w:r>
      <w:r w:rsidRPr="007818BD">
        <w:t>un moment</w:t>
      </w:r>
      <w:r w:rsidR="00E8465A">
        <w:t xml:space="preserve">, </w:t>
      </w:r>
      <w:r w:rsidRPr="007818BD">
        <w:t>sa fièvre turbulente et sa morne réaction</w:t>
      </w:r>
      <w:r w:rsidR="00E8465A">
        <w:t xml:space="preserve">, </w:t>
      </w:r>
      <w:r w:rsidRPr="007818BD">
        <w:t>nous nous étonnons que cette passion soit le mobile suprême du monde</w:t>
      </w:r>
      <w:r w:rsidR="00E8465A">
        <w:t xml:space="preserve"> ; </w:t>
      </w:r>
      <w:r w:rsidRPr="007818BD">
        <w:t>que ce soit elle qui ait inspiré les plus grands sacrifices</w:t>
      </w:r>
      <w:r w:rsidR="00E8465A">
        <w:t xml:space="preserve">, </w:t>
      </w:r>
      <w:r w:rsidRPr="007818BD">
        <w:t>influencé toutes les sociétés et tous les siècles</w:t>
      </w:r>
      <w:r w:rsidR="00E8465A">
        <w:t xml:space="preserve"> ; </w:t>
      </w:r>
      <w:r w:rsidRPr="007818BD">
        <w:t>que ce soit à elle que le génie</w:t>
      </w:r>
      <w:r w:rsidR="00E8465A">
        <w:t xml:space="preserve">, </w:t>
      </w:r>
      <w:r w:rsidRPr="007818BD">
        <w:t>dans toute sa grandeur et toute sa beauté sublime</w:t>
      </w:r>
      <w:r w:rsidR="00E8465A">
        <w:t xml:space="preserve">, </w:t>
      </w:r>
      <w:r w:rsidRPr="007818BD">
        <w:t>ait toujours consacré son culte</w:t>
      </w:r>
      <w:r w:rsidR="00E8465A">
        <w:t xml:space="preserve"> ; </w:t>
      </w:r>
      <w:r w:rsidRPr="007818BD">
        <w:t>que</w:t>
      </w:r>
      <w:r w:rsidR="00E8465A">
        <w:t xml:space="preserve">, </w:t>
      </w:r>
      <w:r w:rsidRPr="007818BD">
        <w:t>sans l</w:t>
      </w:r>
      <w:r w:rsidR="00E8465A">
        <w:t>’</w:t>
      </w:r>
      <w:r w:rsidRPr="007818BD">
        <w:t>amour</w:t>
      </w:r>
      <w:r w:rsidR="00E8465A">
        <w:t xml:space="preserve">, </w:t>
      </w:r>
      <w:r w:rsidRPr="007818BD">
        <w:t>il n</w:t>
      </w:r>
      <w:r w:rsidR="00E8465A">
        <w:t>’</w:t>
      </w:r>
      <w:r w:rsidRPr="007818BD">
        <w:t>y eût eu ni civilisation</w:t>
      </w:r>
      <w:r w:rsidR="00E8465A">
        <w:t xml:space="preserve">, </w:t>
      </w:r>
      <w:r w:rsidRPr="007818BD">
        <w:t>ni musique</w:t>
      </w:r>
      <w:r w:rsidR="00E8465A">
        <w:t xml:space="preserve">, </w:t>
      </w:r>
      <w:r w:rsidRPr="007818BD">
        <w:t>ni poésie</w:t>
      </w:r>
      <w:r w:rsidR="00E8465A">
        <w:t xml:space="preserve">, </w:t>
      </w:r>
      <w:r w:rsidRPr="007818BD">
        <w:t>ni beauté</w:t>
      </w:r>
      <w:r w:rsidR="00E8465A">
        <w:t xml:space="preserve">, </w:t>
      </w:r>
      <w:r w:rsidRPr="007818BD">
        <w:t>ni vie</w:t>
      </w:r>
      <w:r w:rsidR="00E8465A">
        <w:t xml:space="preserve">, </w:t>
      </w:r>
      <w:r w:rsidRPr="007818BD">
        <w:t>hors la vie de la brute</w:t>
      </w:r>
      <w:r w:rsidR="00E8465A">
        <w:t>.</w:t>
      </w:r>
    </w:p>
    <w:p w14:paraId="3CB03A6C" w14:textId="77777777" w:rsidR="00E8465A" w:rsidRDefault="00E0544E" w:rsidP="00E0544E">
      <w:r w:rsidRPr="007818BD">
        <w:t>Mais examinons-le sous sa forme céleste</w:t>
      </w:r>
      <w:r w:rsidR="00E8465A">
        <w:t xml:space="preserve">, </w:t>
      </w:r>
      <w:r w:rsidRPr="007818BD">
        <w:t>dans l</w:t>
      </w:r>
      <w:r w:rsidR="00E8465A">
        <w:t>’</w:t>
      </w:r>
      <w:r w:rsidRPr="007818BD">
        <w:t>abnégation désintéressée de ses élans</w:t>
      </w:r>
      <w:r w:rsidR="00E8465A">
        <w:t xml:space="preserve">, </w:t>
      </w:r>
      <w:r w:rsidRPr="007818BD">
        <w:t>dans son affinité intime avec tout ce qu</w:t>
      </w:r>
      <w:r w:rsidR="00E8465A">
        <w:t>’</w:t>
      </w:r>
      <w:r w:rsidRPr="007818BD">
        <w:t>il y a dans l</w:t>
      </w:r>
      <w:r w:rsidR="00E8465A">
        <w:t>’</w:t>
      </w:r>
      <w:r w:rsidRPr="007818BD">
        <w:t>âme de plus délicat et de plus subtil</w:t>
      </w:r>
      <w:r w:rsidR="00E8465A">
        <w:t xml:space="preserve"> ; </w:t>
      </w:r>
      <w:r w:rsidRPr="007818BD">
        <w:t>avec sa puissance supérieure à tout ce qui</w:t>
      </w:r>
      <w:r w:rsidR="00E8465A">
        <w:t xml:space="preserve">, </w:t>
      </w:r>
      <w:r w:rsidRPr="007818BD">
        <w:t>dans la vie</w:t>
      </w:r>
      <w:r w:rsidR="00E8465A">
        <w:t xml:space="preserve">, </w:t>
      </w:r>
      <w:r w:rsidRPr="007818BD">
        <w:t>est petit et mis</w:t>
      </w:r>
      <w:r w:rsidRPr="007818BD">
        <w:t>é</w:t>
      </w:r>
      <w:r w:rsidRPr="007818BD">
        <w:t>rable</w:t>
      </w:r>
      <w:r w:rsidR="00E8465A">
        <w:t xml:space="preserve"> ; </w:t>
      </w:r>
      <w:r w:rsidRPr="007818BD">
        <w:t>dans son triomphe sur les idoles d</w:t>
      </w:r>
      <w:r w:rsidR="00E8465A">
        <w:t>’</w:t>
      </w:r>
      <w:r w:rsidRPr="007818BD">
        <w:t>un culte plus grossier</w:t>
      </w:r>
      <w:r w:rsidR="00E8465A">
        <w:t xml:space="preserve"> ; </w:t>
      </w:r>
      <w:r w:rsidRPr="007818BD">
        <w:t>dans la vertu magique par laquelle il fait d</w:t>
      </w:r>
      <w:r w:rsidR="00E8465A">
        <w:t>’</w:t>
      </w:r>
      <w:r w:rsidRPr="007818BD">
        <w:t>une chaumière un palais</w:t>
      </w:r>
      <w:r w:rsidR="00E8465A">
        <w:t xml:space="preserve">, </w:t>
      </w:r>
      <w:r w:rsidRPr="007818BD">
        <w:t>d</w:t>
      </w:r>
      <w:r w:rsidR="00E8465A">
        <w:t>’</w:t>
      </w:r>
      <w:r w:rsidRPr="007818BD">
        <w:t>un désert une oasis</w:t>
      </w:r>
      <w:r w:rsidR="00E8465A">
        <w:t xml:space="preserve">, </w:t>
      </w:r>
      <w:r w:rsidRPr="007818BD">
        <w:t xml:space="preserve">et des glaces du </w:t>
      </w:r>
      <w:r w:rsidRPr="007818BD">
        <w:lastRenderedPageBreak/>
        <w:t>pôle un radieux printemps</w:t>
      </w:r>
      <w:r w:rsidR="00E8465A">
        <w:t xml:space="preserve">, </w:t>
      </w:r>
      <w:r w:rsidRPr="007818BD">
        <w:t>du jour où y pénètre son souffle fécond et vivifiant</w:t>
      </w:r>
      <w:r w:rsidR="00E8465A">
        <w:t xml:space="preserve"> ; </w:t>
      </w:r>
      <w:r w:rsidRPr="007818BD">
        <w:t>alors ce qui nous étonne</w:t>
      </w:r>
      <w:r w:rsidR="00E8465A">
        <w:t xml:space="preserve">, </w:t>
      </w:r>
      <w:r w:rsidRPr="007818BD">
        <w:t>c</w:t>
      </w:r>
      <w:r w:rsidR="00E8465A">
        <w:t>’</w:t>
      </w:r>
      <w:r w:rsidRPr="007818BD">
        <w:t>est qu</w:t>
      </w:r>
      <w:r w:rsidR="00E8465A">
        <w:t>’</w:t>
      </w:r>
      <w:r w:rsidRPr="007818BD">
        <w:t>on le considère si rarement sous son aspect le plus sacré</w:t>
      </w:r>
      <w:r w:rsidR="00E8465A">
        <w:t xml:space="preserve">. </w:t>
      </w:r>
      <w:r w:rsidRPr="007818BD">
        <w:t>Ce que l</w:t>
      </w:r>
      <w:r w:rsidR="00E8465A">
        <w:t>’</w:t>
      </w:r>
      <w:r w:rsidRPr="007818BD">
        <w:t>homme sensuel appelle les jouissances de l</w:t>
      </w:r>
      <w:r w:rsidR="00E8465A">
        <w:t>’</w:t>
      </w:r>
      <w:r w:rsidRPr="007818BD">
        <w:t>amour</w:t>
      </w:r>
      <w:r w:rsidR="00E8465A">
        <w:t xml:space="preserve">, </w:t>
      </w:r>
      <w:r w:rsidRPr="007818BD">
        <w:t>ce sont là les moindres de ses joies</w:t>
      </w:r>
      <w:r w:rsidR="00E8465A">
        <w:t xml:space="preserve">. </w:t>
      </w:r>
      <w:r w:rsidRPr="007818BD">
        <w:t>L</w:t>
      </w:r>
      <w:r w:rsidR="00E8465A">
        <w:t>’</w:t>
      </w:r>
      <w:r w:rsidRPr="007818BD">
        <w:t>amour véritable est moins une passion qu</w:t>
      </w:r>
      <w:r w:rsidR="00E8465A">
        <w:t>’</w:t>
      </w:r>
      <w:r w:rsidRPr="007818BD">
        <w:t>un symbole</w:t>
      </w:r>
      <w:r w:rsidR="00E8465A">
        <w:t xml:space="preserve">. </w:t>
      </w:r>
      <w:r w:rsidRPr="007818BD">
        <w:t>Se peut-il</w:t>
      </w:r>
      <w:r w:rsidR="00E8465A">
        <w:t xml:space="preserve">, </w:t>
      </w:r>
      <w:r w:rsidRPr="007818BD">
        <w:t xml:space="preserve">ô </w:t>
      </w:r>
      <w:proofErr w:type="spellStart"/>
      <w:r w:rsidRPr="007818BD">
        <w:t>Mejnour</w:t>
      </w:r>
      <w:proofErr w:type="spellEnd"/>
      <w:r w:rsidR="00E8465A">
        <w:t xml:space="preserve"> ! </w:t>
      </w:r>
      <w:r w:rsidRPr="007818BD">
        <w:t>que le temps vienne où je te parlerai de Vi</w:t>
      </w:r>
      <w:r w:rsidRPr="007818BD">
        <w:t>o</w:t>
      </w:r>
      <w:r w:rsidRPr="007818BD">
        <w:t>la comme d</w:t>
      </w:r>
      <w:r w:rsidR="00E8465A">
        <w:t>’</w:t>
      </w:r>
      <w:r w:rsidRPr="007818BD">
        <w:t>une créature qui a été</w:t>
      </w:r>
      <w:r w:rsidR="00E8465A">
        <w:t> !</w:t>
      </w:r>
    </w:p>
    <w:p w14:paraId="2A8416E7" w14:textId="0C9B4B9B" w:rsidR="00E0544E" w:rsidRPr="007818BD" w:rsidRDefault="00E0544E" w:rsidP="00E8465A">
      <w:pPr>
        <w:ind w:firstLine="0"/>
        <w:jc w:val="center"/>
      </w:pPr>
      <w:r w:rsidRPr="007818BD">
        <w:t>III</w:t>
      </w:r>
    </w:p>
    <w:p w14:paraId="4A3E63CA" w14:textId="77777777" w:rsidR="00E8465A" w:rsidRDefault="00E0544E" w:rsidP="00E0544E">
      <w:r w:rsidRPr="007818BD">
        <w:t>Sais-tu que</w:t>
      </w:r>
      <w:r w:rsidR="00E8465A">
        <w:t xml:space="preserve">, </w:t>
      </w:r>
      <w:r w:rsidRPr="007818BD">
        <w:t>depuis quelque temps</w:t>
      </w:r>
      <w:r w:rsidR="00E8465A">
        <w:t xml:space="preserve">, </w:t>
      </w:r>
      <w:r w:rsidRPr="007818BD">
        <w:t>je me demande souvent si tout est innocent dans cette science qui nous sépare de notre espèce</w:t>
      </w:r>
      <w:r w:rsidR="00E8465A">
        <w:t xml:space="preserve">. </w:t>
      </w:r>
      <w:r w:rsidRPr="007818BD">
        <w:t>Il est vrai que</w:t>
      </w:r>
      <w:r w:rsidR="00E8465A">
        <w:t xml:space="preserve">, </w:t>
      </w:r>
      <w:r w:rsidRPr="007818BD">
        <w:t>plus nous nous él</w:t>
      </w:r>
      <w:r w:rsidRPr="007818BD">
        <w:t>e</w:t>
      </w:r>
      <w:r w:rsidRPr="007818BD">
        <w:t>vons</w:t>
      </w:r>
      <w:r w:rsidR="00E8465A">
        <w:t xml:space="preserve">, </w:t>
      </w:r>
      <w:r w:rsidRPr="007818BD">
        <w:t>et plus nous semblent haïssables les vices des créatures qui rampent pendant un jour sur la terre</w:t>
      </w:r>
      <w:r w:rsidR="00E8465A">
        <w:t xml:space="preserve"> ; </w:t>
      </w:r>
      <w:r w:rsidRPr="007818BD">
        <w:t>plus le sentiment de la Bonté infinie nous pénètre</w:t>
      </w:r>
      <w:r w:rsidR="00E8465A">
        <w:t xml:space="preserve">, </w:t>
      </w:r>
      <w:r w:rsidRPr="007818BD">
        <w:t>et plus notre bonheur semble émaner immédiatement d</w:t>
      </w:r>
      <w:r w:rsidR="00E8465A">
        <w:t>’</w:t>
      </w:r>
      <w:r w:rsidRPr="007818BD">
        <w:t>Elle</w:t>
      </w:r>
      <w:r w:rsidR="00E8465A">
        <w:t xml:space="preserve">. </w:t>
      </w:r>
      <w:r w:rsidRPr="007818BD">
        <w:t>Mais aussi</w:t>
      </w:r>
      <w:r w:rsidR="00E8465A">
        <w:t xml:space="preserve">, </w:t>
      </w:r>
      <w:r w:rsidRPr="007818BD">
        <w:t>que de vertus frappées de mort dans ceux qui vivent dans le monde de la mort et qui ne veulent pas mourir</w:t>
      </w:r>
      <w:r w:rsidR="00E8465A">
        <w:t xml:space="preserve"> ! </w:t>
      </w:r>
      <w:r w:rsidRPr="007818BD">
        <w:t>Cet égoïsme sublime</w:t>
      </w:r>
      <w:r w:rsidR="00E8465A">
        <w:t xml:space="preserve">, </w:t>
      </w:r>
      <w:r w:rsidRPr="007818BD">
        <w:t>cet état d</w:t>
      </w:r>
      <w:r w:rsidR="00E8465A">
        <w:t>’</w:t>
      </w:r>
      <w:r w:rsidRPr="007818BD">
        <w:t>abstraction et de rêverie</w:t>
      </w:r>
      <w:r w:rsidR="00E8465A">
        <w:t xml:space="preserve">, </w:t>
      </w:r>
      <w:r w:rsidRPr="007818BD">
        <w:t>cette existence qui s</w:t>
      </w:r>
      <w:r w:rsidR="00E8465A">
        <w:t>’</w:t>
      </w:r>
      <w:r w:rsidRPr="007818BD">
        <w:t>enveloppe de sa majesté et ne dépend que d</w:t>
      </w:r>
      <w:r w:rsidR="00E8465A">
        <w:t>’</w:t>
      </w:r>
      <w:r w:rsidRPr="007818BD">
        <w:t>elle-même</w:t>
      </w:r>
      <w:r w:rsidR="00E8465A">
        <w:t xml:space="preserve">, </w:t>
      </w:r>
      <w:r w:rsidRPr="007818BD">
        <w:t>n</w:t>
      </w:r>
      <w:r w:rsidR="00E8465A">
        <w:t>’</w:t>
      </w:r>
      <w:r w:rsidRPr="007818BD">
        <w:t>est-elle pas l</w:t>
      </w:r>
      <w:r w:rsidR="00E8465A">
        <w:t>’</w:t>
      </w:r>
      <w:r w:rsidRPr="007818BD">
        <w:t>abdication de cette n</w:t>
      </w:r>
      <w:r w:rsidRPr="007818BD">
        <w:t>o</w:t>
      </w:r>
      <w:r w:rsidRPr="007818BD">
        <w:t>blesse qui identifie notre bonheur</w:t>
      </w:r>
      <w:r w:rsidR="00E8465A">
        <w:t xml:space="preserve">, </w:t>
      </w:r>
      <w:r w:rsidRPr="007818BD">
        <w:t>nos joies</w:t>
      </w:r>
      <w:r w:rsidR="00E8465A">
        <w:t xml:space="preserve">, </w:t>
      </w:r>
      <w:r w:rsidRPr="007818BD">
        <w:t>nos craintes</w:t>
      </w:r>
      <w:r w:rsidR="00E8465A">
        <w:t xml:space="preserve">, </w:t>
      </w:r>
      <w:r w:rsidRPr="007818BD">
        <w:t>nos espérances</w:t>
      </w:r>
      <w:r w:rsidR="00E8465A">
        <w:t xml:space="preserve">, </w:t>
      </w:r>
      <w:r w:rsidRPr="007818BD">
        <w:t>avec les espérances et les craintes</w:t>
      </w:r>
      <w:r w:rsidR="00E8465A">
        <w:t xml:space="preserve">, </w:t>
      </w:r>
      <w:r w:rsidRPr="007818BD">
        <w:t>avec les joies et le bonheur des a</w:t>
      </w:r>
      <w:r w:rsidRPr="007818BD">
        <w:t>u</w:t>
      </w:r>
      <w:r w:rsidRPr="007818BD">
        <w:t>tres</w:t>
      </w:r>
      <w:r w:rsidR="00E8465A">
        <w:t xml:space="preserve"> ? </w:t>
      </w:r>
      <w:r w:rsidRPr="007818BD">
        <w:t>Vivre sans redouter d</w:t>
      </w:r>
      <w:r w:rsidR="00E8465A">
        <w:t>’</w:t>
      </w:r>
      <w:r w:rsidRPr="007818BD">
        <w:t>ennemis</w:t>
      </w:r>
      <w:r w:rsidR="00E8465A">
        <w:t xml:space="preserve">, </w:t>
      </w:r>
      <w:r w:rsidRPr="007818BD">
        <w:t>à l</w:t>
      </w:r>
      <w:r w:rsidR="00E8465A">
        <w:t>’</w:t>
      </w:r>
      <w:r w:rsidRPr="007818BD">
        <w:t>abri de toute infirmité qui humilie</w:t>
      </w:r>
      <w:r w:rsidR="00E8465A">
        <w:t xml:space="preserve">, </w:t>
      </w:r>
      <w:r w:rsidRPr="007818BD">
        <w:t>assurés contre toute inquiétude</w:t>
      </w:r>
      <w:r w:rsidR="00E8465A">
        <w:t xml:space="preserve">, </w:t>
      </w:r>
      <w:r w:rsidRPr="007818BD">
        <w:t>l</w:t>
      </w:r>
      <w:r w:rsidRPr="007818BD">
        <w:t>i</w:t>
      </w:r>
      <w:r w:rsidRPr="007818BD">
        <w:t>bres des misères de toutes choses</w:t>
      </w:r>
      <w:r w:rsidR="00E8465A">
        <w:t xml:space="preserve">, </w:t>
      </w:r>
      <w:r w:rsidRPr="007818BD">
        <w:t>c</w:t>
      </w:r>
      <w:r w:rsidR="00E8465A">
        <w:t>’</w:t>
      </w:r>
      <w:r w:rsidRPr="007818BD">
        <w:t>est là une perspective qui séduit notre o</w:t>
      </w:r>
      <w:r w:rsidRPr="007818BD">
        <w:t>r</w:t>
      </w:r>
      <w:r w:rsidRPr="007818BD">
        <w:t>gueil</w:t>
      </w:r>
      <w:r w:rsidR="00E8465A">
        <w:t xml:space="preserve">. </w:t>
      </w:r>
      <w:r w:rsidRPr="007818BD">
        <w:t>Et pourtant</w:t>
      </w:r>
      <w:r w:rsidR="00E8465A">
        <w:t xml:space="preserve">, </w:t>
      </w:r>
      <w:r w:rsidRPr="007818BD">
        <w:t>n</w:t>
      </w:r>
      <w:r w:rsidR="00E8465A">
        <w:t>’</w:t>
      </w:r>
      <w:r w:rsidRPr="007818BD">
        <w:t>admires-tu pas davantage celui qui meurt pour un autre</w:t>
      </w:r>
      <w:r w:rsidR="00E8465A">
        <w:t xml:space="preserve"> ? </w:t>
      </w:r>
      <w:r w:rsidRPr="007818BD">
        <w:t>Depuis que je l</w:t>
      </w:r>
      <w:r w:rsidR="00E8465A">
        <w:t>’</w:t>
      </w:r>
      <w:r w:rsidRPr="007818BD">
        <w:t>aime</w:t>
      </w:r>
      <w:r w:rsidR="00E8465A">
        <w:t xml:space="preserve">, </w:t>
      </w:r>
      <w:proofErr w:type="spellStart"/>
      <w:r w:rsidRPr="007818BD">
        <w:t>Mejnour</w:t>
      </w:r>
      <w:proofErr w:type="spellEnd"/>
      <w:r w:rsidR="00E8465A">
        <w:t xml:space="preserve">, </w:t>
      </w:r>
      <w:r w:rsidRPr="007818BD">
        <w:t>il me semble qu</w:t>
      </w:r>
      <w:r w:rsidR="00E8465A">
        <w:t>’</w:t>
      </w:r>
      <w:r w:rsidRPr="007818BD">
        <w:t>il y a quelque chose de lâche à m</w:t>
      </w:r>
      <w:r w:rsidR="00E8465A">
        <w:t>’</w:t>
      </w:r>
      <w:r w:rsidRPr="007818BD">
        <w:t>affranchir de la tombe qui dévore les cœurs dont les fibres nous embrassent</w:t>
      </w:r>
      <w:r w:rsidR="00E8465A">
        <w:t xml:space="preserve">. </w:t>
      </w:r>
      <w:r w:rsidRPr="007818BD">
        <w:t>Je le sens</w:t>
      </w:r>
      <w:r w:rsidR="00E8465A">
        <w:t xml:space="preserve">, </w:t>
      </w:r>
      <w:r w:rsidRPr="007818BD">
        <w:t>la terre envahit et maîtrise mon âme</w:t>
      </w:r>
      <w:r w:rsidR="00E8465A">
        <w:t xml:space="preserve">. </w:t>
      </w:r>
      <w:r w:rsidRPr="007818BD">
        <w:t>Tu avais raison</w:t>
      </w:r>
      <w:r w:rsidR="00E8465A">
        <w:t xml:space="preserve">, </w:t>
      </w:r>
      <w:r w:rsidRPr="007818BD">
        <w:t>l</w:t>
      </w:r>
      <w:r w:rsidR="00E8465A">
        <w:t>’</w:t>
      </w:r>
      <w:r w:rsidRPr="007818BD">
        <w:t>éternelle vieillesse</w:t>
      </w:r>
      <w:r w:rsidR="00E8465A">
        <w:t xml:space="preserve">, </w:t>
      </w:r>
      <w:r w:rsidRPr="007818BD">
        <w:t>sereine et impass</w:t>
      </w:r>
      <w:r w:rsidRPr="007818BD">
        <w:t>i</w:t>
      </w:r>
      <w:r w:rsidRPr="007818BD">
        <w:t>ble</w:t>
      </w:r>
      <w:r w:rsidR="00E8465A">
        <w:t xml:space="preserve">, </w:t>
      </w:r>
      <w:r w:rsidRPr="007818BD">
        <w:t xml:space="preserve">est un don plus précieux que </w:t>
      </w:r>
      <w:r w:rsidRPr="007818BD">
        <w:lastRenderedPageBreak/>
        <w:t>l</w:t>
      </w:r>
      <w:r w:rsidR="00E8465A">
        <w:t>’</w:t>
      </w:r>
      <w:r w:rsidRPr="007818BD">
        <w:t>éternelle jeunesse avec ses aspirations et ses désirs</w:t>
      </w:r>
      <w:r w:rsidR="00E8465A">
        <w:t xml:space="preserve">. </w:t>
      </w:r>
      <w:r w:rsidRPr="007818BD">
        <w:t>Jusqu</w:t>
      </w:r>
      <w:r w:rsidR="00E8465A">
        <w:t>’</w:t>
      </w:r>
      <w:r w:rsidRPr="007818BD">
        <w:t>à ce qu</w:t>
      </w:r>
      <w:r w:rsidR="00E8465A">
        <w:t>’</w:t>
      </w:r>
      <w:r w:rsidRPr="007818BD">
        <w:t>il nous soit donné de n</w:t>
      </w:r>
      <w:r w:rsidR="00E8465A">
        <w:t>’</w:t>
      </w:r>
      <w:r w:rsidRPr="007818BD">
        <w:t>être qu</w:t>
      </w:r>
      <w:r w:rsidR="00E8465A">
        <w:t>’</w:t>
      </w:r>
      <w:r w:rsidRPr="007818BD">
        <w:t>esprit</w:t>
      </w:r>
      <w:r w:rsidR="00E8465A">
        <w:t xml:space="preserve">, </w:t>
      </w:r>
      <w:r w:rsidRPr="007818BD">
        <w:t>la solitude ne peut trouver de r</w:t>
      </w:r>
      <w:r w:rsidRPr="007818BD">
        <w:t>e</w:t>
      </w:r>
      <w:r w:rsidRPr="007818BD">
        <w:t>pos que dans l</w:t>
      </w:r>
      <w:r w:rsidR="00E8465A">
        <w:t>’</w:t>
      </w:r>
      <w:r w:rsidRPr="007818BD">
        <w:t>indifférence</w:t>
      </w:r>
      <w:r w:rsidR="00E8465A">
        <w:t>.</w:t>
      </w:r>
    </w:p>
    <w:p w14:paraId="564D6D6D" w14:textId="4FBE1527" w:rsidR="00E0544E" w:rsidRPr="007818BD" w:rsidRDefault="00E0544E" w:rsidP="00E8465A">
      <w:pPr>
        <w:ind w:firstLine="0"/>
        <w:jc w:val="center"/>
      </w:pPr>
      <w:r w:rsidRPr="007818BD">
        <w:t>IV</w:t>
      </w:r>
    </w:p>
    <w:p w14:paraId="1A26DAF5" w14:textId="77777777" w:rsidR="00E8465A" w:rsidRDefault="00E0544E" w:rsidP="00E0544E">
      <w:r w:rsidRPr="007818BD">
        <w:t>J</w:t>
      </w:r>
      <w:r w:rsidR="00E8465A">
        <w:t>’</w:t>
      </w:r>
      <w:r w:rsidRPr="007818BD">
        <w:t>avais reçu ta lettre</w:t>
      </w:r>
      <w:r w:rsidR="00E8465A">
        <w:t xml:space="preserve">… </w:t>
      </w:r>
      <w:r w:rsidRPr="007818BD">
        <w:t>Se peut-il</w:t>
      </w:r>
      <w:r w:rsidR="00E8465A">
        <w:t xml:space="preserve"> ? </w:t>
      </w:r>
      <w:r w:rsidRPr="007818BD">
        <w:t>ton disciple a trompé ton attente</w:t>
      </w:r>
      <w:r w:rsidR="00E8465A">
        <w:t xml:space="preserve"> ! </w:t>
      </w:r>
      <w:r w:rsidRPr="007818BD">
        <w:t>Hélas</w:t>
      </w:r>
      <w:r w:rsidR="00E8465A">
        <w:t xml:space="preserve"> ! </w:t>
      </w:r>
      <w:r w:rsidRPr="007818BD">
        <w:t>pa</w:t>
      </w:r>
      <w:r w:rsidRPr="007818BD">
        <w:t>u</w:t>
      </w:r>
      <w:r w:rsidRPr="007818BD">
        <w:t>vre disciple</w:t>
      </w:r>
      <w:r w:rsidR="00E8465A">
        <w:t xml:space="preserve"> !… </w:t>
      </w:r>
      <w:r w:rsidRPr="007818BD">
        <w:t>Mais</w:t>
      </w:r>
      <w:r w:rsidR="00E8465A">
        <w:t>…</w:t>
      </w:r>
    </w:p>
    <w:p w14:paraId="55FB8AF0" w14:textId="77777777" w:rsidR="00E8465A" w:rsidRDefault="00E8465A" w:rsidP="00E0544E"/>
    <w:p w14:paraId="2E9853FD" w14:textId="1DB5794F" w:rsidR="00E8465A" w:rsidRDefault="00E8465A" w:rsidP="00E0544E">
      <w:r>
        <w:t>(</w:t>
      </w:r>
      <w:r w:rsidR="00E0544E" w:rsidRPr="007818BD">
        <w:t xml:space="preserve">Suivent ici des commentaires sur les détails de la vie de </w:t>
      </w:r>
      <w:proofErr w:type="spellStart"/>
      <w:r w:rsidR="00E0544E" w:rsidRPr="007818BD">
        <w:t>Glyndon</w:t>
      </w:r>
      <w:proofErr w:type="spellEnd"/>
      <w:r>
        <w:t xml:space="preserve">, </w:t>
      </w:r>
      <w:r w:rsidR="00E0544E" w:rsidRPr="007818BD">
        <w:t>que le lecteur connaît déjà ou qu</w:t>
      </w:r>
      <w:r>
        <w:t>’</w:t>
      </w:r>
      <w:r w:rsidR="00E0544E" w:rsidRPr="007818BD">
        <w:t>il connaîtra bientôt</w:t>
      </w:r>
      <w:r>
        <w:t xml:space="preserve"> ; </w:t>
      </w:r>
      <w:r w:rsidR="00E0544E" w:rsidRPr="007818BD">
        <w:t xml:space="preserve">et une prière pressante adressée à </w:t>
      </w:r>
      <w:proofErr w:type="spellStart"/>
      <w:r w:rsidR="00E0544E" w:rsidRPr="007818BD">
        <w:t>Mejnour</w:t>
      </w:r>
      <w:proofErr w:type="spellEnd"/>
      <w:r w:rsidR="00E0544E" w:rsidRPr="007818BD">
        <w:t xml:space="preserve"> de veiller encore sur la destinée de son élève</w:t>
      </w:r>
      <w:r>
        <w:t>.)</w:t>
      </w:r>
    </w:p>
    <w:p w14:paraId="5951B798" w14:textId="5FAA980F" w:rsidR="00E0544E" w:rsidRPr="007818BD" w:rsidRDefault="00E0544E" w:rsidP="00E0544E"/>
    <w:p w14:paraId="798CE609" w14:textId="77777777" w:rsidR="00E8465A" w:rsidRDefault="00E0544E" w:rsidP="00E0544E">
      <w:r w:rsidRPr="007818BD">
        <w:t>Moi aussi</w:t>
      </w:r>
      <w:r w:rsidR="00E8465A">
        <w:t xml:space="preserve">, </w:t>
      </w:r>
      <w:r w:rsidRPr="007818BD">
        <w:t>je nourris la même espérance avec un cœur plus ardent</w:t>
      </w:r>
      <w:r w:rsidR="00E8465A">
        <w:t xml:space="preserve">. </w:t>
      </w:r>
      <w:r w:rsidRPr="007818BD">
        <w:t>Mon élève</w:t>
      </w:r>
      <w:r w:rsidR="00E8465A">
        <w:t xml:space="preserve"> ! </w:t>
      </w:r>
      <w:r w:rsidRPr="007818BD">
        <w:t>ah</w:t>
      </w:r>
      <w:r w:rsidR="00E8465A">
        <w:t xml:space="preserve"> ! </w:t>
      </w:r>
      <w:r w:rsidRPr="007818BD">
        <w:t>comme les serments qui doivent a</w:t>
      </w:r>
      <w:r w:rsidRPr="007818BD">
        <w:t>c</w:t>
      </w:r>
      <w:r w:rsidRPr="007818BD">
        <w:t>compagner ton épreuve m</w:t>
      </w:r>
      <w:r w:rsidR="00E8465A">
        <w:t>’</w:t>
      </w:r>
      <w:r w:rsidRPr="007818BD">
        <w:t>effrayent sur ma tâche</w:t>
      </w:r>
      <w:r w:rsidR="00E8465A">
        <w:t xml:space="preserve"> ! </w:t>
      </w:r>
      <w:r w:rsidRPr="007818BD">
        <w:t>Je veux e</w:t>
      </w:r>
      <w:r w:rsidRPr="007818BD">
        <w:t>n</w:t>
      </w:r>
      <w:r w:rsidRPr="007818BD">
        <w:t>core une fois consulter le fils de la Lumière</w:t>
      </w:r>
      <w:r w:rsidR="00E8465A">
        <w:t>.</w:t>
      </w:r>
    </w:p>
    <w:p w14:paraId="3F80793E" w14:textId="24DAD0E7" w:rsidR="00E0544E" w:rsidRPr="007818BD" w:rsidRDefault="00E0544E" w:rsidP="00E0544E"/>
    <w:p w14:paraId="2041BB66" w14:textId="77777777" w:rsidR="00E8465A" w:rsidRDefault="00E0544E" w:rsidP="00E0544E">
      <w:r w:rsidRPr="007818BD">
        <w:t>Oui</w:t>
      </w:r>
      <w:r w:rsidR="00E8465A">
        <w:t xml:space="preserve"> ! </w:t>
      </w:r>
      <w:proofErr w:type="spellStart"/>
      <w:r w:rsidRPr="007818BD">
        <w:t>Adon-Aï</w:t>
      </w:r>
      <w:proofErr w:type="spellEnd"/>
      <w:r w:rsidR="00E8465A">
        <w:t xml:space="preserve">, </w:t>
      </w:r>
      <w:r w:rsidRPr="007818BD">
        <w:t>longtemps sourd à mon appel</w:t>
      </w:r>
      <w:r w:rsidR="00E8465A">
        <w:t xml:space="preserve">, </w:t>
      </w:r>
      <w:r w:rsidRPr="007818BD">
        <w:t>s</w:t>
      </w:r>
      <w:r w:rsidR="00E8465A">
        <w:t>’</w:t>
      </w:r>
      <w:r w:rsidRPr="007818BD">
        <w:t>est enfin montré dans ma vision</w:t>
      </w:r>
      <w:r w:rsidR="00E8465A">
        <w:t xml:space="preserve">, </w:t>
      </w:r>
      <w:r w:rsidRPr="007818BD">
        <w:t>et il a laissé après lui la gloire de sa pr</w:t>
      </w:r>
      <w:r w:rsidRPr="007818BD">
        <w:t>é</w:t>
      </w:r>
      <w:r w:rsidRPr="007818BD">
        <w:t>sence sous la forme de l</w:t>
      </w:r>
      <w:r w:rsidR="00E8465A">
        <w:t>’</w:t>
      </w:r>
      <w:r w:rsidRPr="007818BD">
        <w:t>Espérance</w:t>
      </w:r>
      <w:r w:rsidR="00E8465A">
        <w:t xml:space="preserve">. </w:t>
      </w:r>
      <w:r w:rsidRPr="007818BD">
        <w:t>Il n</w:t>
      </w:r>
      <w:r w:rsidR="00E8465A">
        <w:t>’</w:t>
      </w:r>
      <w:r w:rsidRPr="007818BD">
        <w:t>est pas impossible</w:t>
      </w:r>
      <w:r w:rsidR="00E8465A">
        <w:t xml:space="preserve"> ;, </w:t>
      </w:r>
      <w:r w:rsidRPr="007818BD">
        <w:t>Vi</w:t>
      </w:r>
      <w:r w:rsidRPr="007818BD">
        <w:t>o</w:t>
      </w:r>
      <w:r w:rsidRPr="007818BD">
        <w:t>la</w:t>
      </w:r>
      <w:r w:rsidR="00E8465A">
        <w:t xml:space="preserve"> ! </w:t>
      </w:r>
      <w:r w:rsidRPr="007818BD">
        <w:t>pas impossible que nous soyons enfin unis âme à âme</w:t>
      </w:r>
      <w:r w:rsidR="00E8465A">
        <w:t> !</w:t>
      </w:r>
    </w:p>
    <w:p w14:paraId="3658E5FA" w14:textId="2D61E959" w:rsidR="00E0544E" w:rsidRPr="007818BD" w:rsidRDefault="00E0544E" w:rsidP="00E8465A">
      <w:pPr>
        <w:ind w:firstLine="0"/>
        <w:jc w:val="center"/>
        <w:rPr>
          <w:rStyle w:val="Taille-1Caracteres"/>
        </w:rPr>
      </w:pPr>
      <w:r w:rsidRPr="007818BD">
        <w:t>V</w:t>
      </w:r>
    </w:p>
    <w:p w14:paraId="7D1C1E07" w14:textId="77777777" w:rsidR="00E8465A" w:rsidRDefault="00E0544E" w:rsidP="00E8465A">
      <w:pPr>
        <w:ind w:firstLine="0"/>
        <w:jc w:val="center"/>
      </w:pPr>
      <w:r w:rsidRPr="007818BD">
        <w:t>Lettre postérieure de plusieurs mois</w:t>
      </w:r>
      <w:r w:rsidR="00E8465A">
        <w:t>.</w:t>
      </w:r>
    </w:p>
    <w:p w14:paraId="6636A4AF" w14:textId="77777777" w:rsidR="00E8465A" w:rsidRDefault="00E0544E" w:rsidP="00E0544E">
      <w:proofErr w:type="spellStart"/>
      <w:r w:rsidRPr="007818BD">
        <w:t>Mejnour</w:t>
      </w:r>
      <w:proofErr w:type="spellEnd"/>
      <w:r w:rsidR="00E8465A">
        <w:t xml:space="preserve"> ! </w:t>
      </w:r>
      <w:r w:rsidRPr="007818BD">
        <w:t>éveille-toi de ton apathie</w:t>
      </w:r>
      <w:r w:rsidR="00E8465A">
        <w:t xml:space="preserve"> ; </w:t>
      </w:r>
      <w:r w:rsidRPr="007818BD">
        <w:t>réjouis-toi</w:t>
      </w:r>
      <w:r w:rsidR="00E8465A">
        <w:t xml:space="preserve"> ! </w:t>
      </w:r>
      <w:r w:rsidRPr="007818BD">
        <w:t>une no</w:t>
      </w:r>
      <w:r w:rsidRPr="007818BD">
        <w:t>u</w:t>
      </w:r>
      <w:r w:rsidRPr="007818BD">
        <w:t>velle âme naîtra dans le monde</w:t>
      </w:r>
      <w:r w:rsidR="00E8465A">
        <w:t xml:space="preserve">. </w:t>
      </w:r>
      <w:r w:rsidRPr="007818BD">
        <w:t>Une nouvelle âme m</w:t>
      </w:r>
      <w:r w:rsidR="00E8465A">
        <w:t>’</w:t>
      </w:r>
      <w:r w:rsidRPr="007818BD">
        <w:t>appellera Père</w:t>
      </w:r>
      <w:r w:rsidR="00E8465A">
        <w:t xml:space="preserve">. </w:t>
      </w:r>
      <w:r w:rsidRPr="007818BD">
        <w:t>Ah</w:t>
      </w:r>
      <w:r w:rsidR="00E8465A">
        <w:t xml:space="preserve"> ! </w:t>
      </w:r>
      <w:r w:rsidRPr="007818BD">
        <w:t xml:space="preserve">ceux qui ont pour ressources toutes les </w:t>
      </w:r>
      <w:r w:rsidRPr="007818BD">
        <w:lastRenderedPageBreak/>
        <w:t>occupations de la vie humaine tressaillent d</w:t>
      </w:r>
      <w:r w:rsidR="00E8465A">
        <w:t>’</w:t>
      </w:r>
      <w:r w:rsidRPr="007818BD">
        <w:t>une émotion exquise à la pensée de retrouver leur enfance souriant au front de leurs enfants</w:t>
      </w:r>
      <w:r w:rsidR="00E8465A">
        <w:t xml:space="preserve"> ; </w:t>
      </w:r>
      <w:r w:rsidRPr="007818BD">
        <w:t>et</w:t>
      </w:r>
      <w:r w:rsidR="00E8465A">
        <w:t xml:space="preserve">, </w:t>
      </w:r>
      <w:r w:rsidRPr="007818BD">
        <w:t>dans cette naissance</w:t>
      </w:r>
      <w:r w:rsidR="00E8465A">
        <w:t xml:space="preserve">, </w:t>
      </w:r>
      <w:r w:rsidRPr="007818BD">
        <w:t>ils renaissent eux-mêmes à la sainte Inn</w:t>
      </w:r>
      <w:r w:rsidRPr="007818BD">
        <w:t>o</w:t>
      </w:r>
      <w:r w:rsidRPr="007818BD">
        <w:t>cence</w:t>
      </w:r>
      <w:r w:rsidR="00E8465A">
        <w:t xml:space="preserve">, </w:t>
      </w:r>
      <w:r w:rsidRPr="007818BD">
        <w:t>qui est le premier degré de l</w:t>
      </w:r>
      <w:r w:rsidR="00E8465A">
        <w:t>’</w:t>
      </w:r>
      <w:r w:rsidRPr="007818BD">
        <w:t>existence</w:t>
      </w:r>
      <w:r w:rsidR="00E8465A">
        <w:t xml:space="preserve"> ; </w:t>
      </w:r>
      <w:r w:rsidRPr="007818BD">
        <w:t>et ils sentent que l</w:t>
      </w:r>
      <w:r w:rsidR="00E8465A">
        <w:t>’</w:t>
      </w:r>
      <w:r w:rsidRPr="007818BD">
        <w:t>homme est investi de la mission d</w:t>
      </w:r>
      <w:r w:rsidR="00E8465A">
        <w:t>’</w:t>
      </w:r>
      <w:r w:rsidRPr="007818BD">
        <w:t>un ange en recevant une vie à guider depuis le berceau</w:t>
      </w:r>
      <w:r w:rsidR="00E8465A">
        <w:t xml:space="preserve">, </w:t>
      </w:r>
      <w:r w:rsidRPr="007818BD">
        <w:t>et une âme à nourrir pour le ciel</w:t>
      </w:r>
      <w:r w:rsidR="00E8465A">
        <w:t xml:space="preserve">. </w:t>
      </w:r>
      <w:r w:rsidRPr="007818BD">
        <w:t>Quel doit donc être mon bonheur</w:t>
      </w:r>
      <w:r w:rsidR="00E8465A">
        <w:t xml:space="preserve">, </w:t>
      </w:r>
      <w:r w:rsidRPr="007818BD">
        <w:t>à moi</w:t>
      </w:r>
      <w:r w:rsidR="00E8465A">
        <w:t xml:space="preserve">, </w:t>
      </w:r>
      <w:r w:rsidRPr="007818BD">
        <w:t>en accueillant un Hér</w:t>
      </w:r>
      <w:r w:rsidRPr="007818BD">
        <w:t>i</w:t>
      </w:r>
      <w:r w:rsidRPr="007818BD">
        <w:t>tier de tous ces dons</w:t>
      </w:r>
      <w:r w:rsidR="00E8465A">
        <w:t xml:space="preserve">, </w:t>
      </w:r>
      <w:r w:rsidRPr="007818BD">
        <w:t>qui se doublent à être partagés</w:t>
      </w:r>
      <w:r w:rsidR="00E8465A">
        <w:t xml:space="preserve"> ? </w:t>
      </w:r>
      <w:r w:rsidRPr="007818BD">
        <w:t>Quelle joie dans le pouvoir de défendre</w:t>
      </w:r>
      <w:r w:rsidR="00E8465A">
        <w:t xml:space="preserve">, </w:t>
      </w:r>
      <w:r w:rsidRPr="007818BD">
        <w:t>de protéger</w:t>
      </w:r>
      <w:r w:rsidR="00E8465A">
        <w:t xml:space="preserve">, </w:t>
      </w:r>
      <w:r w:rsidRPr="007818BD">
        <w:t>de faire pénétrer goutte à goutte la science</w:t>
      </w:r>
      <w:r w:rsidR="00E8465A">
        <w:t xml:space="preserve">, </w:t>
      </w:r>
      <w:r w:rsidRPr="007818BD">
        <w:t>de détourner le péril</w:t>
      </w:r>
      <w:r w:rsidR="00E8465A">
        <w:t xml:space="preserve">, </w:t>
      </w:r>
      <w:r w:rsidRPr="007818BD">
        <w:t>et de ramener le fleuve de la vie par un cours plus riche</w:t>
      </w:r>
      <w:r w:rsidR="00E8465A">
        <w:t xml:space="preserve">, </w:t>
      </w:r>
      <w:r w:rsidRPr="007818BD">
        <w:t>plus large et plus pr</w:t>
      </w:r>
      <w:r w:rsidRPr="007818BD">
        <w:t>o</w:t>
      </w:r>
      <w:r w:rsidRPr="007818BD">
        <w:t>fond</w:t>
      </w:r>
      <w:r w:rsidR="00E8465A">
        <w:t xml:space="preserve">, </w:t>
      </w:r>
      <w:r w:rsidRPr="007818BD">
        <w:t>au paradis où il a pris sa source</w:t>
      </w:r>
      <w:r w:rsidR="00E8465A">
        <w:t xml:space="preserve"> ! </w:t>
      </w:r>
      <w:r w:rsidRPr="007818BD">
        <w:t>Et sur le bord de ce fle</w:t>
      </w:r>
      <w:r w:rsidRPr="007818BD">
        <w:t>u</w:t>
      </w:r>
      <w:r w:rsidRPr="007818BD">
        <w:t>ve</w:t>
      </w:r>
      <w:r w:rsidR="00E8465A">
        <w:t xml:space="preserve">, </w:t>
      </w:r>
      <w:r w:rsidRPr="007818BD">
        <w:t>nos âmes s</w:t>
      </w:r>
      <w:r w:rsidR="00E8465A">
        <w:t>’</w:t>
      </w:r>
      <w:r w:rsidRPr="007818BD">
        <w:t>uniront</w:t>
      </w:r>
      <w:r w:rsidR="00E8465A">
        <w:t xml:space="preserve">, </w:t>
      </w:r>
      <w:r w:rsidRPr="007818BD">
        <w:t>mère bien-aimée</w:t>
      </w:r>
      <w:r w:rsidR="00E8465A">
        <w:t xml:space="preserve">. </w:t>
      </w:r>
      <w:r w:rsidRPr="007818BD">
        <w:t>Notre enfant nous a</w:t>
      </w:r>
      <w:r w:rsidRPr="007818BD">
        <w:t>p</w:t>
      </w:r>
      <w:r w:rsidRPr="007818BD">
        <w:t>portera la mystérieuse sympathie qui nous manque encore</w:t>
      </w:r>
      <w:r w:rsidR="00E8465A">
        <w:t xml:space="preserve">. </w:t>
      </w:r>
      <w:r w:rsidRPr="007818BD">
        <w:t>Et quel fantôme pourrait te poursuivre</w:t>
      </w:r>
      <w:r w:rsidR="00E8465A">
        <w:t xml:space="preserve">, </w:t>
      </w:r>
      <w:r w:rsidRPr="007818BD">
        <w:t>quelle terreur t</w:t>
      </w:r>
      <w:r w:rsidR="00E8465A">
        <w:t>’</w:t>
      </w:r>
      <w:r w:rsidRPr="007818BD">
        <w:t>alarmer</w:t>
      </w:r>
      <w:r w:rsidR="00E8465A">
        <w:t xml:space="preserve">, </w:t>
      </w:r>
      <w:r w:rsidRPr="007818BD">
        <w:t>quand ton initiation se fera auprès du be</w:t>
      </w:r>
      <w:r w:rsidRPr="007818BD">
        <w:t>r</w:t>
      </w:r>
      <w:r w:rsidRPr="007818BD">
        <w:t>ceau de ton enfant</w:t>
      </w:r>
      <w:r w:rsidR="00E8465A">
        <w:t> ?</w:t>
      </w:r>
    </w:p>
    <w:p w14:paraId="394FE12E" w14:textId="77777777" w:rsidR="00E8465A" w:rsidRDefault="00E0544E" w:rsidP="00E8465A">
      <w:pPr>
        <w:pStyle w:val="Titre2"/>
        <w:pageBreakBefore/>
      </w:pPr>
      <w:bookmarkStart w:id="52" w:name="_Toc199963101"/>
      <w:r w:rsidRPr="007818BD">
        <w:lastRenderedPageBreak/>
        <w:t>CHAPITRE</w:t>
      </w:r>
      <w:r w:rsidR="00E8465A">
        <w:t xml:space="preserve"> </w:t>
      </w:r>
      <w:r w:rsidRPr="007818BD">
        <w:t>XI</w:t>
      </w:r>
      <w:r w:rsidR="00E8465A">
        <w:t>.</w:t>
      </w:r>
      <w:bookmarkEnd w:id="52"/>
    </w:p>
    <w:p w14:paraId="69F1910A" w14:textId="77777777" w:rsidR="00E8465A" w:rsidRDefault="00E0544E" w:rsidP="00E0544E">
      <w:pPr>
        <w:pStyle w:val="NormalRetraitGauche4XIndent0"/>
        <w:spacing w:before="0" w:after="0"/>
        <w:rPr>
          <w:rStyle w:val="Taille-1Caracteres"/>
        </w:rPr>
      </w:pPr>
      <w:r w:rsidRPr="007818BD">
        <w:rPr>
          <w:rStyle w:val="Taille-1Caracteres"/>
        </w:rPr>
        <w:t>Ils trompent ainsi les ennuis de la route jusqu</w:t>
      </w:r>
      <w:r w:rsidR="00E8465A">
        <w:rPr>
          <w:rStyle w:val="Taille-1Caracteres"/>
        </w:rPr>
        <w:t>’</w:t>
      </w:r>
      <w:r w:rsidRPr="007818BD">
        <w:rPr>
          <w:rStyle w:val="Taille-1Caracteres"/>
        </w:rPr>
        <w:t>à ce que la fureur de l</w:t>
      </w:r>
      <w:r w:rsidR="00E8465A">
        <w:rPr>
          <w:rStyle w:val="Taille-1Caracteres"/>
        </w:rPr>
        <w:t>’</w:t>
      </w:r>
      <w:r w:rsidRPr="007818BD">
        <w:rPr>
          <w:rStyle w:val="Taille-1Caracteres"/>
        </w:rPr>
        <w:t>orage soit passée</w:t>
      </w:r>
      <w:r w:rsidR="00E8465A">
        <w:rPr>
          <w:rStyle w:val="Taille-1Caracteres"/>
        </w:rPr>
        <w:t xml:space="preserve"> : </w:t>
      </w:r>
      <w:r w:rsidRPr="007818BD">
        <w:rPr>
          <w:rStyle w:val="Taille-1Caracteres"/>
        </w:rPr>
        <w:t>voulant alors retourner au point dont ils s</w:t>
      </w:r>
      <w:r w:rsidR="00E8465A">
        <w:rPr>
          <w:rStyle w:val="Taille-1Caracteres"/>
        </w:rPr>
        <w:t>’</w:t>
      </w:r>
      <w:r w:rsidRPr="007818BD">
        <w:rPr>
          <w:rStyle w:val="Taille-1Caracteres"/>
        </w:rPr>
        <w:t>étaient éloignés</w:t>
      </w:r>
      <w:r w:rsidR="00E8465A">
        <w:rPr>
          <w:rStyle w:val="Taille-1Caracteres"/>
        </w:rPr>
        <w:t xml:space="preserve">, </w:t>
      </w:r>
      <w:r w:rsidRPr="007818BD">
        <w:rPr>
          <w:rStyle w:val="Taille-1Caracteres"/>
        </w:rPr>
        <w:t>ils ne trouvent plus le chemin qu</w:t>
      </w:r>
      <w:r w:rsidR="00E8465A">
        <w:rPr>
          <w:rStyle w:val="Taille-1Caracteres"/>
        </w:rPr>
        <w:t>’</w:t>
      </w:r>
      <w:r w:rsidRPr="007818BD">
        <w:rPr>
          <w:rStyle w:val="Taille-1Caracteres"/>
        </w:rPr>
        <w:t>on leur avait indiqué</w:t>
      </w:r>
      <w:r w:rsidR="00E8465A">
        <w:rPr>
          <w:rStyle w:val="Taille-1Caracteres"/>
        </w:rPr>
        <w:t xml:space="preserve">, </w:t>
      </w:r>
      <w:r w:rsidRPr="007818BD">
        <w:rPr>
          <w:rStyle w:val="Taille-1Caracteres"/>
        </w:rPr>
        <w:t>et errent à l</w:t>
      </w:r>
      <w:r w:rsidR="00E8465A">
        <w:rPr>
          <w:rStyle w:val="Taille-1Caracteres"/>
        </w:rPr>
        <w:t>’</w:t>
      </w:r>
      <w:r w:rsidRPr="007818BD">
        <w:rPr>
          <w:rStyle w:val="Taille-1Caracteres"/>
        </w:rPr>
        <w:t>aventure par des sentiers inconnus</w:t>
      </w:r>
      <w:r w:rsidR="00E8465A">
        <w:rPr>
          <w:rStyle w:val="Taille-1Caracteres"/>
        </w:rPr>
        <w:t>.</w:t>
      </w:r>
    </w:p>
    <w:p w14:paraId="14EC3EC2" w14:textId="2E0DFEB7" w:rsidR="00E8465A" w:rsidRDefault="00E8465A" w:rsidP="000200A6">
      <w:pPr>
        <w:ind w:firstLine="0"/>
        <w:jc w:val="right"/>
        <w:rPr>
          <w:rStyle w:val="Taille-1Caracteres"/>
        </w:rPr>
      </w:pPr>
      <w:r>
        <w:rPr>
          <w:rStyle w:val="Taille-1Caracteres"/>
        </w:rPr>
        <w:t>(</w:t>
      </w:r>
      <w:r w:rsidR="00E0544E" w:rsidRPr="007818BD">
        <w:rPr>
          <w:rStyle w:val="Taille-1Caracteres"/>
        </w:rPr>
        <w:t>SPENSER</w:t>
      </w:r>
      <w:r>
        <w:rPr>
          <w:rStyle w:val="Taille-1Caracteres"/>
        </w:rPr>
        <w:t>.)</w:t>
      </w:r>
    </w:p>
    <w:p w14:paraId="47431147" w14:textId="77777777" w:rsidR="00E8465A" w:rsidRDefault="00E0544E" w:rsidP="00E0544E">
      <w:r w:rsidRPr="007818BD">
        <w:t>Oui</w:t>
      </w:r>
      <w:r w:rsidR="00E8465A">
        <w:t xml:space="preserve">, </w:t>
      </w:r>
      <w:r w:rsidRPr="007818BD">
        <w:t>Viola</w:t>
      </w:r>
      <w:r w:rsidR="00E8465A">
        <w:t xml:space="preserve"> ! </w:t>
      </w:r>
      <w:r w:rsidRPr="007818BD">
        <w:t>tu n</w:t>
      </w:r>
      <w:r w:rsidR="00E8465A">
        <w:t>’</w:t>
      </w:r>
      <w:r w:rsidRPr="007818BD">
        <w:t>es plus le même être qui</w:t>
      </w:r>
      <w:r w:rsidR="00E8465A">
        <w:t xml:space="preserve">, </w:t>
      </w:r>
      <w:r w:rsidRPr="007818BD">
        <w:t>sur le seuil de ta maison de Naples</w:t>
      </w:r>
      <w:r w:rsidR="00E8465A">
        <w:t xml:space="preserve">, </w:t>
      </w:r>
      <w:r w:rsidRPr="007818BD">
        <w:t>su</w:t>
      </w:r>
      <w:r w:rsidRPr="007818BD">
        <w:t>i</w:t>
      </w:r>
      <w:r w:rsidRPr="007818BD">
        <w:t>vais les images flottantes de ta fantaisie à travers le monde de la Rêverie</w:t>
      </w:r>
      <w:r w:rsidR="00E8465A">
        <w:t xml:space="preserve"> ; </w:t>
      </w:r>
      <w:r w:rsidRPr="007818BD">
        <w:t>tu n</w:t>
      </w:r>
      <w:r w:rsidR="00E8465A">
        <w:t>’</w:t>
      </w:r>
      <w:r w:rsidRPr="007818BD">
        <w:t>es plus celle qui cherchait à donner une voix à l</w:t>
      </w:r>
      <w:r w:rsidR="00E8465A">
        <w:t>’</w:t>
      </w:r>
      <w:r w:rsidRPr="007818BD">
        <w:t>idéal du Beau sur les planches où l</w:t>
      </w:r>
      <w:r w:rsidR="00E8465A">
        <w:t>’</w:t>
      </w:r>
      <w:r w:rsidRPr="007818BD">
        <w:t>Illusion contrefait pour une heure le Ciel et la Terre</w:t>
      </w:r>
      <w:r w:rsidR="00E8465A">
        <w:t xml:space="preserve">, </w:t>
      </w:r>
      <w:r w:rsidRPr="007818BD">
        <w:t>jusqu</w:t>
      </w:r>
      <w:r w:rsidR="00E8465A">
        <w:t>’</w:t>
      </w:r>
      <w:r w:rsidRPr="007818BD">
        <w:t>à ce que la raison blasée et ennuyée se recueille pour ne plus retrouver que le clinquant et le machiniste</w:t>
      </w:r>
      <w:r w:rsidR="00E8465A">
        <w:t xml:space="preserve">. </w:t>
      </w:r>
      <w:r w:rsidRPr="007818BD">
        <w:t>Ton âme repose dans son bo</w:t>
      </w:r>
      <w:r w:rsidRPr="007818BD">
        <w:t>n</w:t>
      </w:r>
      <w:r w:rsidRPr="007818BD">
        <w:t>heur</w:t>
      </w:r>
      <w:r w:rsidR="00E8465A">
        <w:t xml:space="preserve"> : </w:t>
      </w:r>
      <w:r w:rsidRPr="007818BD">
        <w:t>ses aspirations errantes ont trouvé un but</w:t>
      </w:r>
      <w:r w:rsidR="00E8465A">
        <w:t xml:space="preserve">. </w:t>
      </w:r>
      <w:r w:rsidRPr="007818BD">
        <w:t>Un seul m</w:t>
      </w:r>
      <w:r w:rsidRPr="007818BD">
        <w:t>o</w:t>
      </w:r>
      <w:r w:rsidRPr="007818BD">
        <w:t>ment contient parfois le sentiment de l</w:t>
      </w:r>
      <w:r w:rsidR="00E8465A">
        <w:t>’</w:t>
      </w:r>
      <w:r w:rsidRPr="007818BD">
        <w:t>éternité</w:t>
      </w:r>
      <w:r w:rsidR="00E8465A">
        <w:t xml:space="preserve"> : </w:t>
      </w:r>
      <w:r w:rsidRPr="007818BD">
        <w:t>car</w:t>
      </w:r>
      <w:r w:rsidR="00E8465A">
        <w:t xml:space="preserve">, </w:t>
      </w:r>
      <w:r w:rsidRPr="007818BD">
        <w:t>lorsque nous sommes parfaitement heureux</w:t>
      </w:r>
      <w:r w:rsidR="00E8465A">
        <w:t xml:space="preserve">, </w:t>
      </w:r>
      <w:r w:rsidRPr="007818BD">
        <w:t>nous savons qu</w:t>
      </w:r>
      <w:r w:rsidR="00E8465A">
        <w:t>’</w:t>
      </w:r>
      <w:r w:rsidRPr="007818BD">
        <w:t>il est i</w:t>
      </w:r>
      <w:r w:rsidRPr="007818BD">
        <w:t>m</w:t>
      </w:r>
      <w:r w:rsidRPr="007818BD">
        <w:t>possible de mourir</w:t>
      </w:r>
      <w:r w:rsidR="00E8465A">
        <w:t xml:space="preserve">. </w:t>
      </w:r>
      <w:r w:rsidRPr="007818BD">
        <w:t>Toutes les fois que l</w:t>
      </w:r>
      <w:r w:rsidR="00E8465A">
        <w:t>’</w:t>
      </w:r>
      <w:r w:rsidRPr="007818BD">
        <w:t xml:space="preserve">âme </w:t>
      </w:r>
      <w:r w:rsidRPr="007818BD">
        <w:rPr>
          <w:i/>
          <w:iCs/>
        </w:rPr>
        <w:t>se sent elle-même</w:t>
      </w:r>
      <w:r w:rsidR="00E8465A">
        <w:t xml:space="preserve">, </w:t>
      </w:r>
      <w:r w:rsidRPr="007818BD">
        <w:t>elle sent la vie éternelle</w:t>
      </w:r>
      <w:r w:rsidR="00E8465A">
        <w:t>.</w:t>
      </w:r>
    </w:p>
    <w:p w14:paraId="5E02782C" w14:textId="553667B8" w:rsidR="00E0544E" w:rsidRPr="007818BD" w:rsidRDefault="00E8465A" w:rsidP="00E0544E">
      <w:r>
        <w:t>« </w:t>
      </w:r>
      <w:r w:rsidR="00E0544E" w:rsidRPr="007818BD">
        <w:t>L</w:t>
      </w:r>
      <w:r>
        <w:t>’</w:t>
      </w:r>
      <w:r w:rsidR="00E0544E" w:rsidRPr="007818BD">
        <w:t>initiation est ajournée</w:t>
      </w:r>
      <w:r>
        <w:t xml:space="preserve">. </w:t>
      </w:r>
      <w:r w:rsidR="00E0544E" w:rsidRPr="007818BD">
        <w:t>Les jours et les nuits ne sont remplis d</w:t>
      </w:r>
      <w:r>
        <w:t>’</w:t>
      </w:r>
      <w:r w:rsidR="00E0544E" w:rsidRPr="007818BD">
        <w:t>autres visions que de celles dont un cœur heureux berce une imagination étrangère au mal</w:t>
      </w:r>
      <w:r>
        <w:t xml:space="preserve">. </w:t>
      </w:r>
      <w:r w:rsidR="00E0544E" w:rsidRPr="007818BD">
        <w:t>Pardonnez-moi</w:t>
      </w:r>
      <w:r>
        <w:t xml:space="preserve">, </w:t>
      </w:r>
      <w:r w:rsidR="00E0544E" w:rsidRPr="007818BD">
        <w:t>sy</w:t>
      </w:r>
      <w:r w:rsidR="00E0544E" w:rsidRPr="007818BD">
        <w:t>l</w:t>
      </w:r>
      <w:r w:rsidR="00E0544E" w:rsidRPr="007818BD">
        <w:t xml:space="preserve">phes et </w:t>
      </w:r>
      <w:proofErr w:type="spellStart"/>
      <w:r w:rsidR="00E0544E" w:rsidRPr="007818BD">
        <w:t>glendoveers</w:t>
      </w:r>
      <w:proofErr w:type="spellEnd"/>
      <w:r>
        <w:t xml:space="preserve">, </w:t>
      </w:r>
      <w:r w:rsidR="00E0544E" w:rsidRPr="007818BD">
        <w:t>de me demander si de telles visions ne sont pas plus douces et plus belles que vous</w:t>
      </w:r>
      <w:r>
        <w:t>. »</w:t>
      </w:r>
    </w:p>
    <w:p w14:paraId="13883083" w14:textId="77777777" w:rsidR="00E8465A" w:rsidRDefault="00E0544E" w:rsidP="00E0544E">
      <w:pPr>
        <w:tabs>
          <w:tab w:val="left" w:pos="5387"/>
        </w:tabs>
      </w:pPr>
      <w:r w:rsidRPr="007818BD">
        <w:t>Ils sont arrêtés sur la plage</w:t>
      </w:r>
      <w:r w:rsidR="00E8465A">
        <w:t xml:space="preserve">, </w:t>
      </w:r>
      <w:r w:rsidRPr="007818BD">
        <w:t>ils regardent le soleil qui disp</w:t>
      </w:r>
      <w:r w:rsidRPr="007818BD">
        <w:t>a</w:t>
      </w:r>
      <w:r w:rsidRPr="007818BD">
        <w:t>raît dans les flots</w:t>
      </w:r>
      <w:r w:rsidR="00E8465A">
        <w:t xml:space="preserve">. </w:t>
      </w:r>
      <w:r w:rsidRPr="007818BD">
        <w:t>Depuis combien de temps habitent-ils leur île</w:t>
      </w:r>
      <w:r w:rsidR="00E8465A">
        <w:t xml:space="preserve"> ? </w:t>
      </w:r>
      <w:r w:rsidRPr="007818BD">
        <w:t>Qu</w:t>
      </w:r>
      <w:r w:rsidR="00E8465A">
        <w:t>’</w:t>
      </w:r>
      <w:r w:rsidRPr="007818BD">
        <w:t>importe</w:t>
      </w:r>
      <w:r w:rsidR="00E8465A">
        <w:t xml:space="preserve"> ? </w:t>
      </w:r>
      <w:r w:rsidRPr="007818BD">
        <w:t>des mois</w:t>
      </w:r>
      <w:r w:rsidR="00E8465A">
        <w:t xml:space="preserve">, </w:t>
      </w:r>
      <w:r w:rsidRPr="007818BD">
        <w:t>des années</w:t>
      </w:r>
      <w:r w:rsidR="00E8465A">
        <w:t xml:space="preserve">, </w:t>
      </w:r>
      <w:r w:rsidRPr="007818BD">
        <w:t>peut-être</w:t>
      </w:r>
      <w:r w:rsidR="00E8465A">
        <w:t xml:space="preserve"> ; </w:t>
      </w:r>
      <w:r w:rsidRPr="007818BD">
        <w:t>qu</w:t>
      </w:r>
      <w:r w:rsidR="00E8465A">
        <w:t>’</w:t>
      </w:r>
      <w:r w:rsidRPr="007818BD">
        <w:t>importe</w:t>
      </w:r>
      <w:r w:rsidR="00E8465A">
        <w:t xml:space="preserve"> ? </w:t>
      </w:r>
      <w:r w:rsidRPr="007818BD">
        <w:t>Compter ce temps de bonheur</w:t>
      </w:r>
      <w:r w:rsidR="00E8465A">
        <w:t xml:space="preserve">, </w:t>
      </w:r>
      <w:r w:rsidRPr="007818BD">
        <w:t>à quoi bon</w:t>
      </w:r>
      <w:r w:rsidR="00E8465A">
        <w:t xml:space="preserve"> ? </w:t>
      </w:r>
      <w:r w:rsidRPr="007818BD">
        <w:t>Dans le rêve d</w:t>
      </w:r>
      <w:r w:rsidR="00E8465A">
        <w:t>’</w:t>
      </w:r>
      <w:r w:rsidRPr="007818BD">
        <w:t>un moment</w:t>
      </w:r>
      <w:r w:rsidR="00E8465A">
        <w:t xml:space="preserve">, </w:t>
      </w:r>
      <w:r w:rsidRPr="007818BD">
        <w:t>des siècles se peuvent condenser</w:t>
      </w:r>
      <w:r w:rsidR="00E8465A">
        <w:t xml:space="preserve"> ; </w:t>
      </w:r>
      <w:r w:rsidRPr="007818BD">
        <w:lastRenderedPageBreak/>
        <w:t>et c</w:t>
      </w:r>
      <w:r w:rsidR="00E8465A">
        <w:t>’</w:t>
      </w:r>
      <w:r w:rsidRPr="007818BD">
        <w:t>est ainsi que nous mesurerons la joie ou la douleur</w:t>
      </w:r>
      <w:r w:rsidR="00E8465A">
        <w:t xml:space="preserve">, </w:t>
      </w:r>
      <w:r w:rsidRPr="007818BD">
        <w:t>non par la durée du rêve</w:t>
      </w:r>
      <w:r w:rsidR="00E8465A">
        <w:t xml:space="preserve">, </w:t>
      </w:r>
      <w:r w:rsidRPr="007818BD">
        <w:t>mais par le nombre des émotions que le rêve contient</w:t>
      </w:r>
      <w:r w:rsidR="00E8465A">
        <w:t>.</w:t>
      </w:r>
    </w:p>
    <w:p w14:paraId="7539DE4A" w14:textId="77777777" w:rsidR="00E8465A" w:rsidRDefault="00E0544E" w:rsidP="00E0544E">
      <w:r w:rsidRPr="007818BD">
        <w:t>Le soleil s</w:t>
      </w:r>
      <w:r w:rsidR="00E8465A">
        <w:t>’</w:t>
      </w:r>
      <w:r w:rsidRPr="007818BD">
        <w:t>enfonce lentement</w:t>
      </w:r>
      <w:r w:rsidR="00E8465A">
        <w:t xml:space="preserve">, </w:t>
      </w:r>
      <w:r w:rsidRPr="007818BD">
        <w:t>l</w:t>
      </w:r>
      <w:r w:rsidR="00E8465A">
        <w:t>’</w:t>
      </w:r>
      <w:r w:rsidRPr="007818BD">
        <w:t>air est aride</w:t>
      </w:r>
      <w:r w:rsidR="00E8465A">
        <w:t xml:space="preserve">, </w:t>
      </w:r>
      <w:r w:rsidRPr="007818BD">
        <w:t>accablant</w:t>
      </w:r>
      <w:r w:rsidR="00E8465A">
        <w:t xml:space="preserve"> ; </w:t>
      </w:r>
      <w:r w:rsidRPr="007818BD">
        <w:t>sur la mer</w:t>
      </w:r>
      <w:r w:rsidR="00E8465A">
        <w:t xml:space="preserve">, </w:t>
      </w:r>
      <w:r w:rsidRPr="007818BD">
        <w:t>le navire m</w:t>
      </w:r>
      <w:r w:rsidRPr="007818BD">
        <w:t>a</w:t>
      </w:r>
      <w:r w:rsidRPr="007818BD">
        <w:t>jestueux repose immobile</w:t>
      </w:r>
      <w:r w:rsidR="00E8465A">
        <w:t xml:space="preserve"> ; </w:t>
      </w:r>
      <w:r w:rsidRPr="007818BD">
        <w:t>sur le rivage</w:t>
      </w:r>
      <w:r w:rsidR="00E8465A">
        <w:t xml:space="preserve">, </w:t>
      </w:r>
      <w:r w:rsidRPr="007818BD">
        <w:t>pas une feuille ne tremble aux arbres</w:t>
      </w:r>
      <w:r w:rsidR="00E8465A">
        <w:t>.</w:t>
      </w:r>
    </w:p>
    <w:p w14:paraId="6CEE76F5" w14:textId="77777777" w:rsidR="00E8465A" w:rsidRDefault="00E0544E" w:rsidP="00E0544E">
      <w:r w:rsidRPr="007818BD">
        <w:t xml:space="preserve">Viola se rapprocha de </w:t>
      </w:r>
      <w:proofErr w:type="spellStart"/>
      <w:r w:rsidRPr="007818BD">
        <w:t>Zanoni</w:t>
      </w:r>
      <w:proofErr w:type="spellEnd"/>
      <w:r w:rsidR="00E8465A">
        <w:t xml:space="preserve"> ; </w:t>
      </w:r>
      <w:r w:rsidRPr="007818BD">
        <w:t>un pressentiment qu</w:t>
      </w:r>
      <w:r w:rsidR="00E8465A">
        <w:t>’</w:t>
      </w:r>
      <w:r w:rsidRPr="007818BD">
        <w:t>elle ne pouvait définir fit battre son cœur plus vite</w:t>
      </w:r>
      <w:r w:rsidR="00E8465A">
        <w:t xml:space="preserve"> : </w:t>
      </w:r>
      <w:r w:rsidRPr="007818BD">
        <w:t>elle le regarda</w:t>
      </w:r>
      <w:r w:rsidR="00E8465A">
        <w:t xml:space="preserve">, </w:t>
      </w:r>
      <w:r w:rsidRPr="007818BD">
        <w:t>et fut frappée de l</w:t>
      </w:r>
      <w:r w:rsidR="00E8465A">
        <w:t>’</w:t>
      </w:r>
      <w:r w:rsidRPr="007818BD">
        <w:t>expression de son visage</w:t>
      </w:r>
      <w:r w:rsidR="00E8465A">
        <w:t xml:space="preserve"> ; </w:t>
      </w:r>
      <w:r w:rsidRPr="007818BD">
        <w:t>il trahissait la préo</w:t>
      </w:r>
      <w:r w:rsidRPr="007818BD">
        <w:t>c</w:t>
      </w:r>
      <w:r w:rsidRPr="007818BD">
        <w:t>cupation</w:t>
      </w:r>
      <w:r w:rsidR="00E8465A">
        <w:t xml:space="preserve">, </w:t>
      </w:r>
      <w:r w:rsidRPr="007818BD">
        <w:t>le trouble</w:t>
      </w:r>
      <w:r w:rsidR="00E8465A">
        <w:t xml:space="preserve">, </w:t>
      </w:r>
      <w:r w:rsidRPr="007818BD">
        <w:t>l</w:t>
      </w:r>
      <w:r w:rsidR="00E8465A">
        <w:t>’</w:t>
      </w:r>
      <w:r w:rsidRPr="007818BD">
        <w:t>anxiété</w:t>
      </w:r>
      <w:r w:rsidR="00E8465A">
        <w:t>.</w:t>
      </w:r>
    </w:p>
    <w:p w14:paraId="7C05BFA8" w14:textId="77777777" w:rsidR="00E8465A" w:rsidRDefault="00E8465A" w:rsidP="00E0544E">
      <w:r>
        <w:t>« </w:t>
      </w:r>
      <w:r w:rsidR="00E0544E" w:rsidRPr="007818BD">
        <w:t>Ce calme profond a quelque chose qui me fait peur</w:t>
      </w:r>
      <w:r>
        <w:t>, »</w:t>
      </w:r>
      <w:r w:rsidR="00E0544E" w:rsidRPr="007818BD">
        <w:t xml:space="preserve"> dit-elle à voix basse</w:t>
      </w:r>
      <w:r>
        <w:t>.</w:t>
      </w:r>
    </w:p>
    <w:p w14:paraId="3EF4E47A" w14:textId="77777777" w:rsidR="00E8465A" w:rsidRDefault="00E0544E" w:rsidP="00E0544E">
      <w:proofErr w:type="spellStart"/>
      <w:r w:rsidRPr="007818BD">
        <w:t>Zanoni</w:t>
      </w:r>
      <w:proofErr w:type="spellEnd"/>
      <w:r w:rsidRPr="007818BD">
        <w:t xml:space="preserve"> ne parut pas l</w:t>
      </w:r>
      <w:r w:rsidR="00E8465A">
        <w:t>’</w:t>
      </w:r>
      <w:r w:rsidRPr="007818BD">
        <w:t>entendre</w:t>
      </w:r>
      <w:r w:rsidR="00E8465A">
        <w:t xml:space="preserve">. </w:t>
      </w:r>
      <w:r w:rsidRPr="007818BD">
        <w:t>Il se parlait tout bas</w:t>
      </w:r>
      <w:r w:rsidR="00E8465A">
        <w:t xml:space="preserve">, </w:t>
      </w:r>
      <w:r w:rsidRPr="007818BD">
        <w:t>et ses yeux inquiets parco</w:t>
      </w:r>
      <w:r w:rsidRPr="007818BD">
        <w:t>u</w:t>
      </w:r>
      <w:r w:rsidRPr="007818BD">
        <w:t>raient tous les points de l</w:t>
      </w:r>
      <w:r w:rsidR="00E8465A">
        <w:t>’</w:t>
      </w:r>
      <w:r w:rsidRPr="007818BD">
        <w:t>horizon</w:t>
      </w:r>
      <w:r w:rsidR="00E8465A">
        <w:t xml:space="preserve">. </w:t>
      </w:r>
      <w:r w:rsidRPr="007818BD">
        <w:t>Elle ne savait pourquoi</w:t>
      </w:r>
      <w:r w:rsidR="00E8465A">
        <w:t xml:space="preserve"> ; </w:t>
      </w:r>
      <w:r w:rsidRPr="007818BD">
        <w:t>mais ce regard qui semblait sonder l</w:t>
      </w:r>
      <w:r w:rsidR="00E8465A">
        <w:t>’</w:t>
      </w:r>
      <w:r w:rsidRPr="007818BD">
        <w:t>espace</w:t>
      </w:r>
      <w:r w:rsidR="00E8465A">
        <w:t xml:space="preserve">, </w:t>
      </w:r>
      <w:r w:rsidRPr="007818BD">
        <w:t>ces paroles murmurées dans un idiome inconnu</w:t>
      </w:r>
      <w:r w:rsidR="00E8465A">
        <w:t xml:space="preserve">, </w:t>
      </w:r>
      <w:r w:rsidRPr="007818BD">
        <w:t>ranimèrent confusément ses appréhensions superstitieuses</w:t>
      </w:r>
      <w:r w:rsidR="00E8465A">
        <w:t xml:space="preserve">. </w:t>
      </w:r>
      <w:r w:rsidRPr="007818BD">
        <w:t>Elle était dev</w:t>
      </w:r>
      <w:r w:rsidRPr="007818BD">
        <w:t>e</w:t>
      </w:r>
      <w:r w:rsidRPr="007818BD">
        <w:t>nue plus craintive</w:t>
      </w:r>
      <w:r w:rsidR="00E8465A">
        <w:t xml:space="preserve">, </w:t>
      </w:r>
      <w:r w:rsidRPr="007818BD">
        <w:t>du jour où elle avait su qu</w:t>
      </w:r>
      <w:r w:rsidR="00E8465A">
        <w:t>’</w:t>
      </w:r>
      <w:r w:rsidRPr="007818BD">
        <w:t>elle devait être mère</w:t>
      </w:r>
      <w:r w:rsidR="00E8465A">
        <w:t xml:space="preserve">. </w:t>
      </w:r>
      <w:r w:rsidRPr="007818BD">
        <w:t>Étrange crise dans la vie d</w:t>
      </w:r>
      <w:r w:rsidR="00E8465A">
        <w:t>’</w:t>
      </w:r>
      <w:r w:rsidRPr="007818BD">
        <w:t>une femme</w:t>
      </w:r>
      <w:r w:rsidR="00E8465A">
        <w:t>-</w:t>
      </w:r>
      <w:r w:rsidRPr="007818BD">
        <w:t>et dans son amour</w:t>
      </w:r>
      <w:r w:rsidR="00E8465A">
        <w:t xml:space="preserve"> ! </w:t>
      </w:r>
      <w:r w:rsidRPr="007818BD">
        <w:t>Quelque chose qui n</w:t>
      </w:r>
      <w:r w:rsidR="00E8465A">
        <w:t>’</w:t>
      </w:r>
      <w:r w:rsidRPr="007818BD">
        <w:t>est pas encore né dispute déjà son cœur à celui qui jusque-là y a régné sans partage</w:t>
      </w:r>
      <w:r w:rsidR="00E8465A">
        <w:t>.</w:t>
      </w:r>
    </w:p>
    <w:p w14:paraId="6AD876C3" w14:textId="77777777" w:rsidR="00E8465A" w:rsidRDefault="00E8465A" w:rsidP="00E0544E">
      <w:r>
        <w:t>« </w:t>
      </w:r>
      <w:proofErr w:type="spellStart"/>
      <w:r w:rsidR="00E0544E" w:rsidRPr="007818BD">
        <w:t>Zanoni</w:t>
      </w:r>
      <w:proofErr w:type="spellEnd"/>
      <w:r>
        <w:t xml:space="preserve"> ! </w:t>
      </w:r>
      <w:r w:rsidR="00E0544E" w:rsidRPr="007818BD">
        <w:t>regarde-moi</w:t>
      </w:r>
      <w:r>
        <w:t>, »</w:t>
      </w:r>
      <w:r w:rsidR="00E0544E" w:rsidRPr="007818BD">
        <w:t xml:space="preserve"> dit-elle en lui prenant la main</w:t>
      </w:r>
      <w:r>
        <w:t>.</w:t>
      </w:r>
    </w:p>
    <w:p w14:paraId="79DCBEF3" w14:textId="77777777" w:rsidR="00E8465A" w:rsidRDefault="00E0544E" w:rsidP="00E0544E">
      <w:r w:rsidRPr="007818BD">
        <w:t>Il se tourna vers elle</w:t>
      </w:r>
      <w:r w:rsidR="00E8465A">
        <w:t> :</w:t>
      </w:r>
    </w:p>
    <w:p w14:paraId="3B8283B4" w14:textId="77777777" w:rsidR="00E8465A" w:rsidRDefault="00E8465A" w:rsidP="00E0544E">
      <w:r>
        <w:t>« </w:t>
      </w:r>
      <w:r w:rsidR="00E0544E" w:rsidRPr="007818BD">
        <w:t>Tu es pâle</w:t>
      </w:r>
      <w:r>
        <w:t xml:space="preserve">, </w:t>
      </w:r>
      <w:r w:rsidR="00E0544E" w:rsidRPr="007818BD">
        <w:t>Viola</w:t>
      </w:r>
      <w:r>
        <w:t xml:space="preserve"> ! </w:t>
      </w:r>
      <w:r w:rsidR="00E0544E" w:rsidRPr="007818BD">
        <w:t>ta main tremble</w:t>
      </w:r>
      <w:r>
        <w:t>.</w:t>
      </w:r>
    </w:p>
    <w:p w14:paraId="316E5DDC" w14:textId="77777777" w:rsidR="00E8465A" w:rsidRDefault="00E8465A" w:rsidP="00E0544E">
      <w:r>
        <w:t>— </w:t>
      </w:r>
      <w:r w:rsidR="00E0544E" w:rsidRPr="007818BD">
        <w:t>C</w:t>
      </w:r>
      <w:r>
        <w:t>’</w:t>
      </w:r>
      <w:r w:rsidR="00E0544E" w:rsidRPr="007818BD">
        <w:t>est vrai</w:t>
      </w:r>
      <w:r>
        <w:t xml:space="preserve"> ; </w:t>
      </w:r>
      <w:r w:rsidR="00E0544E" w:rsidRPr="007818BD">
        <w:t>je sens comme si quelque ennemi s</w:t>
      </w:r>
      <w:r>
        <w:t>’</w:t>
      </w:r>
      <w:r w:rsidR="00E0544E" w:rsidRPr="007818BD">
        <w:t>approchait de nous</w:t>
      </w:r>
      <w:r>
        <w:t>.</w:t>
      </w:r>
    </w:p>
    <w:p w14:paraId="7816A82D" w14:textId="19035F5E" w:rsidR="00E0544E" w:rsidRPr="007818BD" w:rsidRDefault="00E8465A" w:rsidP="00E0544E">
      <w:r>
        <w:lastRenderedPageBreak/>
        <w:t>— </w:t>
      </w:r>
      <w:r w:rsidR="00E0544E" w:rsidRPr="007818BD">
        <w:t>Et ton instinct ne te trompe pas</w:t>
      </w:r>
      <w:r>
        <w:t xml:space="preserve">. </w:t>
      </w:r>
      <w:r w:rsidR="00E0544E" w:rsidRPr="007818BD">
        <w:t>Un ennemi approche en effet</w:t>
      </w:r>
      <w:r>
        <w:t xml:space="preserve">. </w:t>
      </w:r>
      <w:r w:rsidR="00E0544E" w:rsidRPr="007818BD">
        <w:t>Je le vois à tr</w:t>
      </w:r>
      <w:r w:rsidR="00E0544E" w:rsidRPr="007818BD">
        <w:t>a</w:t>
      </w:r>
      <w:r w:rsidR="00E0544E" w:rsidRPr="007818BD">
        <w:t>vers cette atmosphère pesante</w:t>
      </w:r>
      <w:r>
        <w:t xml:space="preserve">, </w:t>
      </w:r>
      <w:r w:rsidR="00E0544E" w:rsidRPr="007818BD">
        <w:t>je l</w:t>
      </w:r>
      <w:r>
        <w:t>’</w:t>
      </w:r>
      <w:r w:rsidR="00E0544E" w:rsidRPr="007818BD">
        <w:t>entends à travers le silence</w:t>
      </w:r>
      <w:r>
        <w:t xml:space="preserve">, </w:t>
      </w:r>
      <w:r w:rsidR="00E0544E" w:rsidRPr="007818BD">
        <w:t>le fantôme</w:t>
      </w:r>
      <w:r>
        <w:t xml:space="preserve">, </w:t>
      </w:r>
      <w:r w:rsidR="00E0544E" w:rsidRPr="007818BD">
        <w:t>le destructeur</w:t>
      </w:r>
      <w:r>
        <w:t xml:space="preserve">, </w:t>
      </w:r>
      <w:r w:rsidR="00E0544E" w:rsidRPr="007818BD">
        <w:t>le fléau</w:t>
      </w:r>
      <w:r>
        <w:t xml:space="preserve">. </w:t>
      </w:r>
      <w:r w:rsidR="00E0544E" w:rsidRPr="007818BD">
        <w:t>Vois-tu comme</w:t>
      </w:r>
      <w:r>
        <w:t xml:space="preserve">, </w:t>
      </w:r>
      <w:r w:rsidR="00E0544E" w:rsidRPr="007818BD">
        <w:t>par un effort visible à l</w:t>
      </w:r>
      <w:r>
        <w:t>’</w:t>
      </w:r>
      <w:r w:rsidR="00E0544E" w:rsidRPr="007818BD">
        <w:t>œil seul</w:t>
      </w:r>
      <w:r>
        <w:t xml:space="preserve">, </w:t>
      </w:r>
      <w:r w:rsidR="00E0544E" w:rsidRPr="007818BD">
        <w:t>les feuilles fourmillent d</w:t>
      </w:r>
      <w:r>
        <w:t>’</w:t>
      </w:r>
      <w:r w:rsidR="00E0544E" w:rsidRPr="007818BD">
        <w:t>insectes</w:t>
      </w:r>
      <w:r>
        <w:t> ! »</w:t>
      </w:r>
    </w:p>
    <w:p w14:paraId="72A3F959" w14:textId="77777777" w:rsidR="00E8465A" w:rsidRDefault="00E0544E" w:rsidP="00E0544E">
      <w:r w:rsidRPr="007818BD">
        <w:t>Il parlait encore</w:t>
      </w:r>
      <w:r w:rsidR="00E8465A">
        <w:t xml:space="preserve">, </w:t>
      </w:r>
      <w:r w:rsidRPr="007818BD">
        <w:t>quand</w:t>
      </w:r>
      <w:r w:rsidR="00E8465A">
        <w:t xml:space="preserve">, </w:t>
      </w:r>
      <w:r w:rsidRPr="007818BD">
        <w:t>des rameaux qui les abritaient</w:t>
      </w:r>
      <w:r w:rsidR="00E8465A">
        <w:t xml:space="preserve">, </w:t>
      </w:r>
      <w:r w:rsidRPr="007818BD">
        <w:t>un oiseau tomba aux pieds de Viola</w:t>
      </w:r>
      <w:r w:rsidR="00E8465A">
        <w:t xml:space="preserve"> ; </w:t>
      </w:r>
      <w:r w:rsidRPr="007818BD">
        <w:t>il agita les ailes un instant</w:t>
      </w:r>
      <w:r w:rsidR="00E8465A">
        <w:t xml:space="preserve">, </w:t>
      </w:r>
      <w:r w:rsidRPr="007818BD">
        <w:t>se débattit une dernière fois</w:t>
      </w:r>
      <w:r w:rsidR="00E8465A">
        <w:t xml:space="preserve">, </w:t>
      </w:r>
      <w:r w:rsidRPr="007818BD">
        <w:t>et mourut</w:t>
      </w:r>
      <w:r w:rsidR="00E8465A">
        <w:t>.</w:t>
      </w:r>
    </w:p>
    <w:p w14:paraId="34B99C23" w14:textId="77777777" w:rsidR="00E8465A" w:rsidRDefault="00E8465A" w:rsidP="00E0544E">
      <w:r>
        <w:t>« </w:t>
      </w:r>
      <w:r w:rsidR="00E0544E" w:rsidRPr="007818BD">
        <w:t>Oh</w:t>
      </w:r>
      <w:r>
        <w:t xml:space="preserve"> ! </w:t>
      </w:r>
      <w:r w:rsidR="00E0544E" w:rsidRPr="007818BD">
        <w:t>Viola</w:t>
      </w:r>
      <w:r>
        <w:t xml:space="preserve">, </w:t>
      </w:r>
      <w:r w:rsidR="00E0544E" w:rsidRPr="007818BD">
        <w:t xml:space="preserve">dit </w:t>
      </w:r>
      <w:proofErr w:type="spellStart"/>
      <w:r w:rsidR="00E0544E" w:rsidRPr="007818BD">
        <w:t>Zanoni</w:t>
      </w:r>
      <w:proofErr w:type="spellEnd"/>
      <w:r w:rsidR="00E0544E" w:rsidRPr="007818BD">
        <w:t xml:space="preserve"> avec une émotion profonde</w:t>
      </w:r>
      <w:r>
        <w:t xml:space="preserve">, </w:t>
      </w:r>
      <w:r w:rsidR="00E0544E" w:rsidRPr="007818BD">
        <w:t>voilà la mort</w:t>
      </w:r>
      <w:r>
        <w:t xml:space="preserve"> ! </w:t>
      </w:r>
      <w:r w:rsidR="00E0544E" w:rsidRPr="007818BD">
        <w:t>Ne crains-tu pas de mourir</w:t>
      </w:r>
      <w:r>
        <w:t> ?</w:t>
      </w:r>
    </w:p>
    <w:p w14:paraId="7331E17C" w14:textId="77777777" w:rsidR="00E8465A" w:rsidRDefault="00E8465A" w:rsidP="00E0544E">
      <w:r>
        <w:t>— </w:t>
      </w:r>
      <w:r w:rsidR="00E0544E" w:rsidRPr="007818BD">
        <w:t>De te quitter</w:t>
      </w:r>
      <w:r>
        <w:t xml:space="preserve"> ? </w:t>
      </w:r>
      <w:r w:rsidR="00E0544E" w:rsidRPr="007818BD">
        <w:t>oh</w:t>
      </w:r>
      <w:r>
        <w:t xml:space="preserve"> ! </w:t>
      </w:r>
      <w:r w:rsidR="00E0544E" w:rsidRPr="007818BD">
        <w:t>oui</w:t>
      </w:r>
      <w:r>
        <w:t>.</w:t>
      </w:r>
    </w:p>
    <w:p w14:paraId="78CFAE2B" w14:textId="4FA7CB5F" w:rsidR="00E0544E" w:rsidRPr="007818BD" w:rsidRDefault="00E8465A" w:rsidP="00E0544E">
      <w:r>
        <w:t>— </w:t>
      </w:r>
      <w:r w:rsidR="00E0544E" w:rsidRPr="007818BD">
        <w:t>Et si je pouvais t</w:t>
      </w:r>
      <w:r>
        <w:t>’</w:t>
      </w:r>
      <w:r w:rsidR="00E0544E" w:rsidRPr="007818BD">
        <w:t>enseigner le secret de défier la mort</w:t>
      </w:r>
      <w:r>
        <w:t xml:space="preserve"> ; </w:t>
      </w:r>
      <w:r w:rsidR="00E0544E" w:rsidRPr="007818BD">
        <w:t>si je pouvais suspendre pour ta jeunesse la marche du temps</w:t>
      </w:r>
      <w:r>
        <w:t xml:space="preserve"> ; </w:t>
      </w:r>
      <w:r w:rsidR="00E0544E" w:rsidRPr="007818BD">
        <w:t>si je pouvais</w:t>
      </w:r>
      <w:r>
        <w:t>… »</w:t>
      </w:r>
    </w:p>
    <w:p w14:paraId="4B2D84D3" w14:textId="77777777" w:rsidR="00E8465A" w:rsidRDefault="00E0544E" w:rsidP="00E0544E">
      <w:r w:rsidRPr="007818BD">
        <w:t>Il s</w:t>
      </w:r>
      <w:r w:rsidR="00E8465A">
        <w:t>’</w:t>
      </w:r>
      <w:r w:rsidRPr="007818BD">
        <w:t>arrêta brusquement</w:t>
      </w:r>
      <w:r w:rsidR="00E8465A">
        <w:t xml:space="preserve"> ; </w:t>
      </w:r>
      <w:r w:rsidRPr="007818BD">
        <w:t>le regard de Viola annonçait l</w:t>
      </w:r>
      <w:r w:rsidR="00E8465A">
        <w:t>’</w:t>
      </w:r>
      <w:r w:rsidRPr="007818BD">
        <w:t>effroi</w:t>
      </w:r>
      <w:r w:rsidR="00E8465A">
        <w:t xml:space="preserve">, </w:t>
      </w:r>
      <w:r w:rsidRPr="007818BD">
        <w:t>son visage et ses l</w:t>
      </w:r>
      <w:r w:rsidRPr="007818BD">
        <w:t>è</w:t>
      </w:r>
      <w:r w:rsidRPr="007818BD">
        <w:t>vres étaient pâles</w:t>
      </w:r>
      <w:r w:rsidR="00E8465A">
        <w:t>.</w:t>
      </w:r>
    </w:p>
    <w:p w14:paraId="32E2FCF4" w14:textId="77777777" w:rsidR="00E8465A" w:rsidRDefault="00E8465A" w:rsidP="00E0544E">
      <w:r>
        <w:t>« </w:t>
      </w:r>
      <w:r w:rsidR="00E0544E" w:rsidRPr="007818BD">
        <w:t>Ne parlez pas ainsi</w:t>
      </w:r>
      <w:r>
        <w:t xml:space="preserve">, </w:t>
      </w:r>
      <w:r w:rsidR="00E0544E" w:rsidRPr="007818BD">
        <w:t>ne me regardez pas ainsi</w:t>
      </w:r>
      <w:r>
        <w:t xml:space="preserve">, </w:t>
      </w:r>
      <w:r w:rsidR="00E0544E" w:rsidRPr="007818BD">
        <w:t>dit-elle en s</w:t>
      </w:r>
      <w:r>
        <w:t>’</w:t>
      </w:r>
      <w:r w:rsidR="00E0544E" w:rsidRPr="007818BD">
        <w:t>éloignant involontairement</w:t>
      </w:r>
      <w:r>
        <w:t xml:space="preserve">. </w:t>
      </w:r>
      <w:r w:rsidR="00E0544E" w:rsidRPr="007818BD">
        <w:t>Vous m</w:t>
      </w:r>
      <w:r>
        <w:t>’</w:t>
      </w:r>
      <w:r w:rsidR="00E0544E" w:rsidRPr="007818BD">
        <w:t>effrayez</w:t>
      </w:r>
      <w:r>
        <w:t xml:space="preserve">… </w:t>
      </w:r>
      <w:r w:rsidR="00E0544E" w:rsidRPr="007818BD">
        <w:t>Oh</w:t>
      </w:r>
      <w:r>
        <w:t xml:space="preserve"> ! </w:t>
      </w:r>
      <w:r w:rsidR="00E0544E" w:rsidRPr="007818BD">
        <w:t>ne parle pas ainsi</w:t>
      </w:r>
      <w:r>
        <w:t xml:space="preserve">, </w:t>
      </w:r>
      <w:r w:rsidR="00E0544E" w:rsidRPr="007818BD">
        <w:t>je tremblerais</w:t>
      </w:r>
      <w:r>
        <w:t xml:space="preserve">, </w:t>
      </w:r>
      <w:r w:rsidR="00E0544E" w:rsidRPr="007818BD">
        <w:t>non pour moi</w:t>
      </w:r>
      <w:r>
        <w:t xml:space="preserve">, </w:t>
      </w:r>
      <w:r w:rsidR="00E0544E" w:rsidRPr="007818BD">
        <w:t>mais pour ton enfant</w:t>
      </w:r>
      <w:r>
        <w:t> !</w:t>
      </w:r>
    </w:p>
    <w:p w14:paraId="5BED970E" w14:textId="77777777" w:rsidR="00E8465A" w:rsidRDefault="00E8465A" w:rsidP="00E0544E">
      <w:r>
        <w:t>— </w:t>
      </w:r>
      <w:r w:rsidR="00E0544E" w:rsidRPr="007818BD">
        <w:t>Ton enfant</w:t>
      </w:r>
      <w:r>
        <w:t xml:space="preserve"> ! </w:t>
      </w:r>
      <w:r w:rsidR="00E0544E" w:rsidRPr="007818BD">
        <w:t>Mais refuserais-tu</w:t>
      </w:r>
      <w:r>
        <w:t xml:space="preserve">, </w:t>
      </w:r>
      <w:r w:rsidR="00E0544E" w:rsidRPr="007818BD">
        <w:t>pour ton enfant</w:t>
      </w:r>
      <w:r>
        <w:t xml:space="preserve">, </w:t>
      </w:r>
      <w:r w:rsidR="00E0544E" w:rsidRPr="007818BD">
        <w:t>ce m</w:t>
      </w:r>
      <w:r w:rsidR="00E0544E" w:rsidRPr="007818BD">
        <w:t>ê</w:t>
      </w:r>
      <w:r w:rsidR="00E0544E" w:rsidRPr="007818BD">
        <w:t>me don sublime</w:t>
      </w:r>
      <w:r>
        <w:t> ?</w:t>
      </w:r>
    </w:p>
    <w:p w14:paraId="69794D46" w14:textId="77777777" w:rsidR="00E8465A" w:rsidRDefault="00E8465A" w:rsidP="00E0544E">
      <w:r>
        <w:t>— </w:t>
      </w:r>
      <w:proofErr w:type="spellStart"/>
      <w:r w:rsidR="00E0544E" w:rsidRPr="007818BD">
        <w:t>Zanoni</w:t>
      </w:r>
      <w:proofErr w:type="spellEnd"/>
      <w:r>
        <w:t> !</w:t>
      </w:r>
    </w:p>
    <w:p w14:paraId="3B868DBF" w14:textId="77777777" w:rsidR="00E8465A" w:rsidRDefault="00E8465A" w:rsidP="00E0544E">
      <w:r>
        <w:t>— </w:t>
      </w:r>
      <w:r w:rsidR="00E0544E" w:rsidRPr="007818BD">
        <w:t>Eh bien</w:t>
      </w:r>
      <w:r>
        <w:t> ?</w:t>
      </w:r>
    </w:p>
    <w:p w14:paraId="458B995E" w14:textId="6D9656A3" w:rsidR="00E0544E" w:rsidRPr="007818BD" w:rsidRDefault="00E8465A" w:rsidP="00E0544E">
      <w:r>
        <w:t>— </w:t>
      </w:r>
      <w:r w:rsidR="00E0544E" w:rsidRPr="007818BD">
        <w:t>Le soleil a disparu à nos yeux</w:t>
      </w:r>
      <w:r>
        <w:t xml:space="preserve">, </w:t>
      </w:r>
      <w:r w:rsidR="00E0544E" w:rsidRPr="007818BD">
        <w:t>mais pour se lever à d</w:t>
      </w:r>
      <w:r>
        <w:t>’</w:t>
      </w:r>
      <w:r w:rsidR="00E0544E" w:rsidRPr="007818BD">
        <w:t>autres yeux</w:t>
      </w:r>
      <w:r>
        <w:t xml:space="preserve"> ; </w:t>
      </w:r>
      <w:r w:rsidR="00E0544E" w:rsidRPr="007818BD">
        <w:t>Disparaître de ce monde</w:t>
      </w:r>
      <w:r>
        <w:t xml:space="preserve">, </w:t>
      </w:r>
      <w:r w:rsidR="00E0544E" w:rsidRPr="007818BD">
        <w:t>c</w:t>
      </w:r>
      <w:r>
        <w:t>’</w:t>
      </w:r>
      <w:r w:rsidR="00E0544E" w:rsidRPr="007818BD">
        <w:t>est vivre dans le monde là-haut</w:t>
      </w:r>
      <w:r>
        <w:t xml:space="preserve">. </w:t>
      </w:r>
      <w:r w:rsidR="00E0544E" w:rsidRPr="007818BD">
        <w:t>Oh</w:t>
      </w:r>
      <w:r>
        <w:t xml:space="preserve"> ! </w:t>
      </w:r>
      <w:r w:rsidR="00E0544E" w:rsidRPr="007818BD">
        <w:t>mon amant</w:t>
      </w:r>
      <w:r>
        <w:t xml:space="preserve"> ! </w:t>
      </w:r>
      <w:r w:rsidR="00E0544E" w:rsidRPr="007818BD">
        <w:t>oh</w:t>
      </w:r>
      <w:r>
        <w:t xml:space="preserve"> ! </w:t>
      </w:r>
      <w:r w:rsidR="00E0544E" w:rsidRPr="007818BD">
        <w:t>mon époux</w:t>
      </w:r>
      <w:r>
        <w:t xml:space="preserve">, </w:t>
      </w:r>
      <w:r w:rsidR="00E0544E" w:rsidRPr="007818BD">
        <w:t>dit-elle avec une étrange et soudaine vivacité</w:t>
      </w:r>
      <w:r>
        <w:t xml:space="preserve">, </w:t>
      </w:r>
      <w:r w:rsidR="00E0544E" w:rsidRPr="007818BD">
        <w:t xml:space="preserve">dis-moi que tu </w:t>
      </w:r>
      <w:r w:rsidR="00E0544E" w:rsidRPr="007818BD">
        <w:lastRenderedPageBreak/>
        <w:t>plaisantais</w:t>
      </w:r>
      <w:r>
        <w:t xml:space="preserve">, </w:t>
      </w:r>
      <w:r w:rsidR="00E0544E" w:rsidRPr="007818BD">
        <w:t>que tu voulais te jouer de ma folie</w:t>
      </w:r>
      <w:r>
        <w:t xml:space="preserve"> ! </w:t>
      </w:r>
      <w:r w:rsidR="00E0544E" w:rsidRPr="007818BD">
        <w:t>Il y a moins de terreur dans la peste que dans tes paroles</w:t>
      </w:r>
      <w:r>
        <w:t>. »</w:t>
      </w:r>
    </w:p>
    <w:p w14:paraId="660B360D" w14:textId="77777777" w:rsidR="00E8465A" w:rsidRDefault="00E0544E" w:rsidP="00E0544E">
      <w:r w:rsidRPr="007818BD">
        <w:t xml:space="preserve">Le front de </w:t>
      </w:r>
      <w:proofErr w:type="spellStart"/>
      <w:r w:rsidRPr="007818BD">
        <w:t>Zanoni</w:t>
      </w:r>
      <w:proofErr w:type="spellEnd"/>
      <w:r w:rsidRPr="007818BD">
        <w:t xml:space="preserve"> s</w:t>
      </w:r>
      <w:r w:rsidR="00E8465A">
        <w:t>’</w:t>
      </w:r>
      <w:r w:rsidRPr="007818BD">
        <w:t>assombrit</w:t>
      </w:r>
      <w:r w:rsidR="00E8465A">
        <w:t xml:space="preserve">, </w:t>
      </w:r>
      <w:r w:rsidRPr="007818BD">
        <w:t>il la regarda en silence pendant quelques instants</w:t>
      </w:r>
      <w:r w:rsidR="00E8465A">
        <w:t xml:space="preserve"> ; </w:t>
      </w:r>
      <w:r w:rsidRPr="007818BD">
        <w:t>enfin</w:t>
      </w:r>
      <w:r w:rsidR="00E8465A">
        <w:t xml:space="preserve">, </w:t>
      </w:r>
      <w:r w:rsidRPr="007818BD">
        <w:t>il lui dit presque sévèrement</w:t>
      </w:r>
      <w:r w:rsidR="00E8465A">
        <w:t> : « </w:t>
      </w:r>
      <w:r w:rsidRPr="007818BD">
        <w:t>Que sais-tu qui t</w:t>
      </w:r>
      <w:r w:rsidR="00E8465A">
        <w:t>’</w:t>
      </w:r>
      <w:r w:rsidRPr="007818BD">
        <w:t>autorise à douter de moi</w:t>
      </w:r>
      <w:r w:rsidR="00E8465A">
        <w:t> ?</w:t>
      </w:r>
    </w:p>
    <w:p w14:paraId="44C39E05" w14:textId="33F8ACD5" w:rsidR="00E0544E" w:rsidRPr="007818BD" w:rsidRDefault="00E8465A" w:rsidP="00E0544E">
      <w:r>
        <w:t>— </w:t>
      </w:r>
      <w:r w:rsidR="00E0544E" w:rsidRPr="007818BD">
        <w:t>Oh</w:t>
      </w:r>
      <w:r>
        <w:t xml:space="preserve"> ! </w:t>
      </w:r>
      <w:r w:rsidR="00E0544E" w:rsidRPr="007818BD">
        <w:t>pardonne</w:t>
      </w:r>
      <w:r>
        <w:t xml:space="preserve">, </w:t>
      </w:r>
      <w:r w:rsidR="00E0544E" w:rsidRPr="007818BD">
        <w:t>pardonne</w:t>
      </w:r>
      <w:r>
        <w:t xml:space="preserve"> ! </w:t>
      </w:r>
      <w:r w:rsidR="00E0544E" w:rsidRPr="007818BD">
        <w:t>rien</w:t>
      </w:r>
      <w:r>
        <w:t xml:space="preserve">, </w:t>
      </w:r>
      <w:r w:rsidR="00E0544E" w:rsidRPr="007818BD">
        <w:t>s</w:t>
      </w:r>
      <w:r>
        <w:t>’</w:t>
      </w:r>
      <w:r w:rsidR="00E0544E" w:rsidRPr="007818BD">
        <w:t>écria Viola en se jetant sur son cœur et en sanglotant</w:t>
      </w:r>
      <w:r>
        <w:t xml:space="preserve">. </w:t>
      </w:r>
      <w:r w:rsidR="00E0544E" w:rsidRPr="007818BD">
        <w:t>Je ne</w:t>
      </w:r>
      <w:r w:rsidR="00E0544E">
        <w:t xml:space="preserve"> </w:t>
      </w:r>
      <w:r w:rsidR="00E0544E" w:rsidRPr="007818BD">
        <w:t>veux pas croire même à tes propres paroles</w:t>
      </w:r>
      <w:r>
        <w:t xml:space="preserve">, </w:t>
      </w:r>
      <w:r w:rsidR="00E0544E" w:rsidRPr="007818BD">
        <w:t>si elles t</w:t>
      </w:r>
      <w:r>
        <w:t>’</w:t>
      </w:r>
      <w:r w:rsidR="00E0544E" w:rsidRPr="007818BD">
        <w:t>accusent</w:t>
      </w:r>
      <w:r>
        <w:t>. »</w:t>
      </w:r>
    </w:p>
    <w:p w14:paraId="559D7822" w14:textId="77777777" w:rsidR="00E8465A" w:rsidRDefault="00E0544E" w:rsidP="00E0544E">
      <w:r w:rsidRPr="007818BD">
        <w:t>Sans répondre</w:t>
      </w:r>
      <w:r w:rsidR="00E8465A">
        <w:t xml:space="preserve">, </w:t>
      </w:r>
      <w:r w:rsidRPr="007818BD">
        <w:t>il essuya d</w:t>
      </w:r>
      <w:r w:rsidR="00E8465A">
        <w:t>’</w:t>
      </w:r>
      <w:r w:rsidRPr="007818BD">
        <w:t>un baiser les larmes de Viola</w:t>
      </w:r>
      <w:r w:rsidR="00E8465A">
        <w:t>.</w:t>
      </w:r>
    </w:p>
    <w:p w14:paraId="40799126" w14:textId="57258649" w:rsidR="00E0544E" w:rsidRPr="007818BD" w:rsidRDefault="00E8465A" w:rsidP="00E0544E">
      <w:r>
        <w:t>« </w:t>
      </w:r>
      <w:r w:rsidR="00E0544E" w:rsidRPr="007818BD">
        <w:t>Ah</w:t>
      </w:r>
      <w:r>
        <w:t xml:space="preserve"> ! </w:t>
      </w:r>
      <w:r w:rsidR="00E0544E" w:rsidRPr="007818BD">
        <w:t>ah</w:t>
      </w:r>
      <w:r>
        <w:t xml:space="preserve"> ! </w:t>
      </w:r>
      <w:r w:rsidR="00E0544E" w:rsidRPr="007818BD">
        <w:t>dit-elle avec un charmant sourire enfantin</w:t>
      </w:r>
      <w:r>
        <w:t xml:space="preserve">, </w:t>
      </w:r>
      <w:r w:rsidR="00E0544E" w:rsidRPr="007818BD">
        <w:t>tu voulais me donner un charme contre la peste</w:t>
      </w:r>
      <w:r>
        <w:t xml:space="preserve"> ; </w:t>
      </w:r>
      <w:r w:rsidR="00E0544E" w:rsidRPr="007818BD">
        <w:t>vois</w:t>
      </w:r>
      <w:r>
        <w:t xml:space="preserve">, </w:t>
      </w:r>
      <w:r w:rsidR="00E0544E" w:rsidRPr="007818BD">
        <w:t>je te le prends moi-même</w:t>
      </w:r>
      <w:r>
        <w:t>. »</w:t>
      </w:r>
    </w:p>
    <w:p w14:paraId="1E24BB70" w14:textId="77777777" w:rsidR="00E8465A" w:rsidRDefault="00E0544E" w:rsidP="00E0544E">
      <w:r w:rsidRPr="007818BD">
        <w:t>Et elle mit la main sur une petite amulette antique qu</w:t>
      </w:r>
      <w:r w:rsidR="00E8465A">
        <w:t>’</w:t>
      </w:r>
      <w:r w:rsidRPr="007818BD">
        <w:t>il portait sur sa poitrine</w:t>
      </w:r>
      <w:r w:rsidR="00E8465A">
        <w:t>.</w:t>
      </w:r>
    </w:p>
    <w:p w14:paraId="26EE0FB4" w14:textId="77777777" w:rsidR="00E8465A" w:rsidRDefault="00E8465A" w:rsidP="00E0544E">
      <w:r>
        <w:t>« </w:t>
      </w:r>
      <w:r w:rsidR="00E0544E" w:rsidRPr="007818BD">
        <w:t>Tu ne peux savoir à quel point ce petit objet m</w:t>
      </w:r>
      <w:r>
        <w:t>’</w:t>
      </w:r>
      <w:r w:rsidR="00E0544E" w:rsidRPr="007818BD">
        <w:t>a rendue jalouse du passé</w:t>
      </w:r>
      <w:r>
        <w:t xml:space="preserve">, </w:t>
      </w:r>
      <w:proofErr w:type="spellStart"/>
      <w:r w:rsidR="00E0544E" w:rsidRPr="007818BD">
        <w:t>Zan</w:t>
      </w:r>
      <w:r w:rsidR="00E0544E" w:rsidRPr="007818BD">
        <w:t>o</w:t>
      </w:r>
      <w:r w:rsidR="00E0544E" w:rsidRPr="007818BD">
        <w:t>ni</w:t>
      </w:r>
      <w:proofErr w:type="spellEnd"/>
      <w:r>
        <w:t xml:space="preserve"> ! </w:t>
      </w:r>
      <w:r w:rsidR="00E0544E" w:rsidRPr="007818BD">
        <w:t>C</w:t>
      </w:r>
      <w:r>
        <w:t>’</w:t>
      </w:r>
      <w:r w:rsidR="00E0544E" w:rsidRPr="007818BD">
        <w:t>est quelque gage d</w:t>
      </w:r>
      <w:r>
        <w:t>’</w:t>
      </w:r>
      <w:r w:rsidR="00E0544E" w:rsidRPr="007818BD">
        <w:t>amour</w:t>
      </w:r>
      <w:r>
        <w:t xml:space="preserve">, </w:t>
      </w:r>
      <w:r w:rsidR="00E0544E" w:rsidRPr="007818BD">
        <w:t>sans doute</w:t>
      </w:r>
      <w:r>
        <w:t xml:space="preserve"> ? </w:t>
      </w:r>
      <w:r w:rsidR="00E0544E" w:rsidRPr="007818BD">
        <w:t>mais non</w:t>
      </w:r>
      <w:r>
        <w:t xml:space="preserve">, </w:t>
      </w:r>
      <w:r w:rsidR="00E0544E" w:rsidRPr="007818BD">
        <w:t>tu n</w:t>
      </w:r>
      <w:r>
        <w:t>’</w:t>
      </w:r>
      <w:r w:rsidR="00E0544E" w:rsidRPr="007818BD">
        <w:t>aimais pas celle qui te l</w:t>
      </w:r>
      <w:r>
        <w:t>’</w:t>
      </w:r>
      <w:r w:rsidR="00E0544E" w:rsidRPr="007818BD">
        <w:t>a donné</w:t>
      </w:r>
      <w:r>
        <w:t xml:space="preserve">, </w:t>
      </w:r>
      <w:r w:rsidR="00E0544E" w:rsidRPr="007818BD">
        <w:t>comme tu m</w:t>
      </w:r>
      <w:r>
        <w:t>’</w:t>
      </w:r>
      <w:r w:rsidR="00E0544E" w:rsidRPr="007818BD">
        <w:t>aimes</w:t>
      </w:r>
      <w:r>
        <w:t xml:space="preserve">. </w:t>
      </w:r>
      <w:r w:rsidR="00E0544E" w:rsidRPr="007818BD">
        <w:t>Veux-tu que je te vole ton amulette</w:t>
      </w:r>
      <w:r>
        <w:t> ?</w:t>
      </w:r>
    </w:p>
    <w:p w14:paraId="7DCE4E15" w14:textId="023784CB" w:rsidR="00E0544E" w:rsidRPr="007818BD" w:rsidRDefault="00E8465A" w:rsidP="00E0544E">
      <w:r>
        <w:t>— </w:t>
      </w:r>
      <w:r w:rsidR="00E0544E" w:rsidRPr="007818BD">
        <w:t>Enfant</w:t>
      </w:r>
      <w:r>
        <w:t xml:space="preserve"> ! </w:t>
      </w:r>
      <w:r w:rsidR="00E0544E" w:rsidRPr="007818BD">
        <w:t xml:space="preserve">dit </w:t>
      </w:r>
      <w:proofErr w:type="spellStart"/>
      <w:r w:rsidR="00E0544E" w:rsidRPr="007818BD">
        <w:t>Zanoni</w:t>
      </w:r>
      <w:proofErr w:type="spellEnd"/>
      <w:r w:rsidR="00E0544E" w:rsidRPr="007818BD">
        <w:t xml:space="preserve"> avec tendresse</w:t>
      </w:r>
      <w:r>
        <w:t xml:space="preserve"> : </w:t>
      </w:r>
      <w:r w:rsidR="00E0544E" w:rsidRPr="007818BD">
        <w:t>celle qui passa ce souvenir à mon cou le r</w:t>
      </w:r>
      <w:r w:rsidR="00E0544E" w:rsidRPr="007818BD">
        <w:t>e</w:t>
      </w:r>
      <w:r w:rsidR="00E0544E" w:rsidRPr="007818BD">
        <w:t>gardait sans doute comme un talisman</w:t>
      </w:r>
      <w:r>
        <w:t xml:space="preserve">, </w:t>
      </w:r>
      <w:r w:rsidR="00E0544E" w:rsidRPr="007818BD">
        <w:t>car elle avait comme toi des superstitions</w:t>
      </w:r>
      <w:r>
        <w:t xml:space="preserve"> ; </w:t>
      </w:r>
      <w:r w:rsidR="00E0544E" w:rsidRPr="007818BD">
        <w:t>pour moi il a plus de prix qu</w:t>
      </w:r>
      <w:r>
        <w:t>’</w:t>
      </w:r>
      <w:r w:rsidR="00E0544E" w:rsidRPr="007818BD">
        <w:t>un charme magique</w:t>
      </w:r>
      <w:r>
        <w:t xml:space="preserve"> : </w:t>
      </w:r>
      <w:r w:rsidR="00E0544E" w:rsidRPr="007818BD">
        <w:t>c</w:t>
      </w:r>
      <w:r>
        <w:t>’</w:t>
      </w:r>
      <w:r w:rsidR="00E0544E" w:rsidRPr="007818BD">
        <w:t>est la relique d</w:t>
      </w:r>
      <w:r>
        <w:t>’</w:t>
      </w:r>
      <w:r w:rsidR="00E0544E" w:rsidRPr="007818BD">
        <w:t>un temps bien doux et maintenant évanoui</w:t>
      </w:r>
      <w:r>
        <w:t xml:space="preserve">, </w:t>
      </w:r>
      <w:r w:rsidR="00E0544E" w:rsidRPr="007818BD">
        <w:t>où l</w:t>
      </w:r>
      <w:r>
        <w:t>’</w:t>
      </w:r>
      <w:r w:rsidR="00E0544E" w:rsidRPr="007818BD">
        <w:t>on m</w:t>
      </w:r>
      <w:r>
        <w:t>’</w:t>
      </w:r>
      <w:r w:rsidR="00E0544E" w:rsidRPr="007818BD">
        <w:t>aimait sans douter</w:t>
      </w:r>
      <w:r>
        <w:t>. »</w:t>
      </w:r>
    </w:p>
    <w:p w14:paraId="608C5FC5" w14:textId="77777777" w:rsidR="00E8465A" w:rsidRDefault="00E0544E" w:rsidP="00E0544E">
      <w:r w:rsidRPr="007818BD">
        <w:t>Il dit ces paroles d</w:t>
      </w:r>
      <w:r w:rsidR="00E8465A">
        <w:t>’</w:t>
      </w:r>
      <w:r w:rsidRPr="007818BD">
        <w:t>un ton de triste reproche qui pénétra jusqu</w:t>
      </w:r>
      <w:r w:rsidR="00E8465A">
        <w:t>’</w:t>
      </w:r>
      <w:r w:rsidRPr="007818BD">
        <w:t>au cœur de Viola</w:t>
      </w:r>
      <w:r w:rsidR="00E8465A">
        <w:t xml:space="preserve"> ; </w:t>
      </w:r>
      <w:r w:rsidRPr="007818BD">
        <w:t>mais son accent reprit une solennité qui refoula les sentiments de Viola prêts à écl</w:t>
      </w:r>
      <w:r w:rsidRPr="007818BD">
        <w:t>a</w:t>
      </w:r>
      <w:r w:rsidRPr="007818BD">
        <w:t>ter</w:t>
      </w:r>
      <w:r w:rsidR="00E8465A">
        <w:t xml:space="preserve">, </w:t>
      </w:r>
      <w:r w:rsidRPr="007818BD">
        <w:t>et il ajouta</w:t>
      </w:r>
      <w:r w:rsidR="00E8465A">
        <w:t> :</w:t>
      </w:r>
    </w:p>
    <w:p w14:paraId="1D759393" w14:textId="15DD2976" w:rsidR="00E0544E" w:rsidRPr="007818BD" w:rsidRDefault="00E8465A" w:rsidP="00E0544E">
      <w:r>
        <w:lastRenderedPageBreak/>
        <w:t>« </w:t>
      </w:r>
      <w:r w:rsidR="00E0544E" w:rsidRPr="007818BD">
        <w:t>Le jour viendra peut-être</w:t>
      </w:r>
      <w:r>
        <w:t xml:space="preserve">, </w:t>
      </w:r>
      <w:r w:rsidR="00E0544E" w:rsidRPr="007818BD">
        <w:t>Viola</w:t>
      </w:r>
      <w:r>
        <w:t xml:space="preserve">, </w:t>
      </w:r>
      <w:r w:rsidR="00E0544E" w:rsidRPr="007818BD">
        <w:t>où ce souvenir passera de mon cœur sur le tien</w:t>
      </w:r>
      <w:r>
        <w:t xml:space="preserve"> : </w:t>
      </w:r>
      <w:r w:rsidR="00E0544E" w:rsidRPr="007818BD">
        <w:t>quand tu me comprendras mieux</w:t>
      </w:r>
      <w:r>
        <w:t xml:space="preserve">, </w:t>
      </w:r>
      <w:r w:rsidR="00E0544E" w:rsidRPr="007818BD">
        <w:rPr>
          <w:i/>
          <w:iCs/>
        </w:rPr>
        <w:t>quand les lois de notre existence seront les m</w:t>
      </w:r>
      <w:r w:rsidR="00E0544E" w:rsidRPr="007818BD">
        <w:rPr>
          <w:i/>
          <w:iCs/>
        </w:rPr>
        <w:t>ê</w:t>
      </w:r>
      <w:r w:rsidR="00E0544E" w:rsidRPr="007818BD">
        <w:rPr>
          <w:i/>
          <w:iCs/>
        </w:rPr>
        <w:t>mes</w:t>
      </w:r>
      <w:r>
        <w:rPr>
          <w:i/>
          <w:iCs/>
        </w:rPr>
        <w:t>. »</w:t>
      </w:r>
    </w:p>
    <w:p w14:paraId="14F76154" w14:textId="77777777" w:rsidR="00E8465A" w:rsidRDefault="00E0544E" w:rsidP="00E0544E">
      <w:r w:rsidRPr="007818BD">
        <w:t>Il reprit doucement sa marche</w:t>
      </w:r>
      <w:r w:rsidR="00E8465A">
        <w:t xml:space="preserve">, </w:t>
      </w:r>
      <w:r w:rsidRPr="007818BD">
        <w:t>ils rentrèrent à pas lents</w:t>
      </w:r>
      <w:r w:rsidR="00E8465A">
        <w:t xml:space="preserve"> ; </w:t>
      </w:r>
      <w:r w:rsidRPr="007818BD">
        <w:t>mais</w:t>
      </w:r>
      <w:r w:rsidR="00E8465A">
        <w:t xml:space="preserve">, </w:t>
      </w:r>
      <w:r w:rsidRPr="007818BD">
        <w:t>malgré tous ses e</w:t>
      </w:r>
      <w:r w:rsidRPr="007818BD">
        <w:t>f</w:t>
      </w:r>
      <w:r w:rsidRPr="007818BD">
        <w:t>forts pour la chasser</w:t>
      </w:r>
      <w:r w:rsidR="00E8465A">
        <w:t xml:space="preserve">, </w:t>
      </w:r>
      <w:r w:rsidRPr="007818BD">
        <w:t>la crainte demeura au cœur de Viola</w:t>
      </w:r>
      <w:r w:rsidR="00E8465A">
        <w:t xml:space="preserve">. </w:t>
      </w:r>
      <w:r w:rsidRPr="007818BD">
        <w:t>Elle était Italienne et c</w:t>
      </w:r>
      <w:r w:rsidRPr="007818BD">
        <w:t>a</w:t>
      </w:r>
      <w:r w:rsidRPr="007818BD">
        <w:t>tholique</w:t>
      </w:r>
      <w:r w:rsidR="00E8465A">
        <w:t xml:space="preserve">, </w:t>
      </w:r>
      <w:r w:rsidRPr="007818BD">
        <w:t>elle avait toutes les superstitions de son pays natal</w:t>
      </w:r>
      <w:r w:rsidR="00E8465A">
        <w:t xml:space="preserve">. </w:t>
      </w:r>
      <w:r w:rsidRPr="007818BD">
        <w:t>Elle se réfugia dans sa chambre</w:t>
      </w:r>
      <w:r w:rsidR="00E8465A">
        <w:t xml:space="preserve">, </w:t>
      </w:r>
      <w:r w:rsidRPr="007818BD">
        <w:t>se mit à prier devant une relique de saint Janvier</w:t>
      </w:r>
      <w:r w:rsidR="00E8465A">
        <w:t xml:space="preserve">, </w:t>
      </w:r>
      <w:r w:rsidRPr="007818BD">
        <w:t>que son directeur lui avait donnée dans son enfance et qui l</w:t>
      </w:r>
      <w:r w:rsidR="00E8465A">
        <w:t>’</w:t>
      </w:r>
      <w:r w:rsidRPr="007818BD">
        <w:t>avait a</w:t>
      </w:r>
      <w:r w:rsidRPr="007818BD">
        <w:t>c</w:t>
      </w:r>
      <w:r w:rsidRPr="007818BD">
        <w:t>compagnée partout</w:t>
      </w:r>
      <w:r w:rsidR="00E8465A">
        <w:t xml:space="preserve"> ; </w:t>
      </w:r>
      <w:r w:rsidRPr="007818BD">
        <w:t>elle n</w:t>
      </w:r>
      <w:r w:rsidR="00E8465A">
        <w:t>’</w:t>
      </w:r>
      <w:r w:rsidRPr="007818BD">
        <w:t>avait jamais cru possible de s</w:t>
      </w:r>
      <w:r w:rsidR="00E8465A">
        <w:t>’</w:t>
      </w:r>
      <w:r w:rsidRPr="007818BD">
        <w:t>en s</w:t>
      </w:r>
      <w:r w:rsidRPr="007818BD">
        <w:t>é</w:t>
      </w:r>
      <w:r w:rsidRPr="007818BD">
        <w:t>parer</w:t>
      </w:r>
      <w:r w:rsidR="00E8465A">
        <w:t xml:space="preserve">. </w:t>
      </w:r>
      <w:r w:rsidRPr="007818BD">
        <w:t>S</w:t>
      </w:r>
      <w:r w:rsidR="00E8465A">
        <w:t>’</w:t>
      </w:r>
      <w:r w:rsidRPr="007818BD">
        <w:t>il existait un talisman capable d</w:t>
      </w:r>
      <w:r w:rsidR="00E8465A">
        <w:t>’</w:t>
      </w:r>
      <w:r w:rsidRPr="007818BD">
        <w:t>écarter la peste</w:t>
      </w:r>
      <w:r w:rsidR="00E8465A">
        <w:t xml:space="preserve">, </w:t>
      </w:r>
      <w:r w:rsidRPr="007818BD">
        <w:t>était-ce pour elle qu</w:t>
      </w:r>
      <w:r w:rsidR="00E8465A">
        <w:t>’</w:t>
      </w:r>
      <w:r w:rsidRPr="007818BD">
        <w:t>elle redoutait le fléau</w:t>
      </w:r>
      <w:r w:rsidR="00E8465A">
        <w:t> ?</w:t>
      </w:r>
    </w:p>
    <w:p w14:paraId="2B6137D6" w14:textId="77777777" w:rsidR="00E8465A" w:rsidRDefault="00E0544E" w:rsidP="00E0544E">
      <w:r w:rsidRPr="007818BD">
        <w:t>Le lendemain matin</w:t>
      </w:r>
      <w:r w:rsidR="00E8465A">
        <w:t xml:space="preserve">, </w:t>
      </w:r>
      <w:proofErr w:type="spellStart"/>
      <w:r w:rsidRPr="007818BD">
        <w:t>Zanoni</w:t>
      </w:r>
      <w:proofErr w:type="spellEnd"/>
      <w:r w:rsidR="00E8465A">
        <w:t xml:space="preserve">, </w:t>
      </w:r>
      <w:r w:rsidRPr="007818BD">
        <w:t>à son réveil</w:t>
      </w:r>
      <w:r w:rsidR="00E8465A">
        <w:t xml:space="preserve">, </w:t>
      </w:r>
      <w:r w:rsidRPr="007818BD">
        <w:t>trouva la relique du saint suspendue à son cou</w:t>
      </w:r>
      <w:r w:rsidR="00E8465A">
        <w:t xml:space="preserve">, </w:t>
      </w:r>
      <w:r w:rsidRPr="007818BD">
        <w:t>à côté de l</w:t>
      </w:r>
      <w:r w:rsidR="00E8465A">
        <w:t>’</w:t>
      </w:r>
      <w:r w:rsidRPr="007818BD">
        <w:t>amulette mystique</w:t>
      </w:r>
      <w:r w:rsidR="00E8465A">
        <w:t>.</w:t>
      </w:r>
    </w:p>
    <w:p w14:paraId="4D3130DB" w14:textId="715D826B" w:rsidR="00E0544E" w:rsidRPr="007818BD" w:rsidRDefault="00E8465A" w:rsidP="00E0544E">
      <w:r>
        <w:t>« </w:t>
      </w:r>
      <w:r w:rsidR="00E0544E" w:rsidRPr="007818BD">
        <w:t>Tu n</w:t>
      </w:r>
      <w:r>
        <w:t>’</w:t>
      </w:r>
      <w:r w:rsidR="00E0544E" w:rsidRPr="007818BD">
        <w:t>as rien à craindre de la peste</w:t>
      </w:r>
      <w:r>
        <w:t xml:space="preserve">, </w:t>
      </w:r>
      <w:r w:rsidR="00E0544E" w:rsidRPr="007818BD">
        <w:t>maintenant</w:t>
      </w:r>
      <w:r>
        <w:t xml:space="preserve">, </w:t>
      </w:r>
      <w:r w:rsidR="00E0544E" w:rsidRPr="007818BD">
        <w:t>dit Viola avec un mélange de larmes et de sourires</w:t>
      </w:r>
      <w:r>
        <w:t xml:space="preserve">, </w:t>
      </w:r>
      <w:r w:rsidR="00E0544E" w:rsidRPr="007818BD">
        <w:t>et</w:t>
      </w:r>
      <w:r>
        <w:t xml:space="preserve">, </w:t>
      </w:r>
      <w:r w:rsidR="00E0544E" w:rsidRPr="007818BD">
        <w:t>quand tu seras tenté à l</w:t>
      </w:r>
      <w:r>
        <w:t>’</w:t>
      </w:r>
      <w:r w:rsidR="00E0544E" w:rsidRPr="007818BD">
        <w:t>avenir de me parler comme hier</w:t>
      </w:r>
      <w:r>
        <w:t xml:space="preserve">, </w:t>
      </w:r>
      <w:r w:rsidR="00E0544E" w:rsidRPr="007818BD">
        <w:t>le saint sera là pour te faire des reproches</w:t>
      </w:r>
      <w:r>
        <w:t xml:space="preserve">. </w:t>
      </w:r>
      <w:r w:rsidR="00E0544E" w:rsidRPr="007818BD">
        <w:t>Eh bien</w:t>
      </w:r>
      <w:r>
        <w:t xml:space="preserve">, </w:t>
      </w:r>
      <w:proofErr w:type="spellStart"/>
      <w:r w:rsidR="00E0544E" w:rsidRPr="007818BD">
        <w:t>Zanoni</w:t>
      </w:r>
      <w:proofErr w:type="spellEnd"/>
      <w:r>
        <w:t xml:space="preserve">, </w:t>
      </w:r>
      <w:r w:rsidR="00E0544E" w:rsidRPr="007818BD">
        <w:t>crois-tu qu</w:t>
      </w:r>
      <w:r>
        <w:t>’</w:t>
      </w:r>
      <w:r w:rsidR="00E0544E" w:rsidRPr="007818BD">
        <w:t>il puisse jamais exister une communion de pensée et d</w:t>
      </w:r>
      <w:r>
        <w:t>’</w:t>
      </w:r>
      <w:r w:rsidR="00E0544E" w:rsidRPr="007818BD">
        <w:t>âme</w:t>
      </w:r>
      <w:r>
        <w:t xml:space="preserve">, </w:t>
      </w:r>
      <w:r w:rsidR="00E0544E" w:rsidRPr="007818BD">
        <w:t>si ce n</w:t>
      </w:r>
      <w:r>
        <w:t>’</w:t>
      </w:r>
      <w:r w:rsidR="00E0544E" w:rsidRPr="007818BD">
        <w:t>est entre égaux</w:t>
      </w:r>
      <w:r>
        <w:t> ? »</w:t>
      </w:r>
    </w:p>
    <w:p w14:paraId="00A51211" w14:textId="519C6412" w:rsidR="00E8465A" w:rsidRDefault="00E0544E" w:rsidP="00E0544E">
      <w:r w:rsidRPr="007818BD">
        <w:t>La peste éclata en effet</w:t>
      </w:r>
      <w:r w:rsidR="00E8465A">
        <w:t xml:space="preserve"> ; </w:t>
      </w:r>
      <w:r w:rsidRPr="007818BD">
        <w:t>il fallut abandonner leur île</w:t>
      </w:r>
      <w:r w:rsidR="00E8465A">
        <w:t xml:space="preserve">, </w:t>
      </w:r>
      <w:r w:rsidRPr="007818BD">
        <w:t>leur séjour bien-aimé</w:t>
      </w:r>
      <w:r w:rsidR="00E8465A">
        <w:t xml:space="preserve">. </w:t>
      </w:r>
      <w:r w:rsidRPr="007818BD">
        <w:t>Pui</w:t>
      </w:r>
      <w:r w:rsidRPr="007818BD">
        <w:t>s</w:t>
      </w:r>
      <w:r w:rsidRPr="007818BD">
        <w:t>sant magicien</w:t>
      </w:r>
      <w:r w:rsidR="00E8465A">
        <w:t xml:space="preserve">, </w:t>
      </w:r>
      <w:r w:rsidRPr="007818BD">
        <w:rPr>
          <w:i/>
          <w:iCs/>
        </w:rPr>
        <w:t>tu n</w:t>
      </w:r>
      <w:r w:rsidR="00E8465A">
        <w:rPr>
          <w:i/>
          <w:iCs/>
        </w:rPr>
        <w:t>’</w:t>
      </w:r>
      <w:r w:rsidRPr="007818BD">
        <w:rPr>
          <w:i/>
          <w:iCs/>
        </w:rPr>
        <w:t>as aucun pouvoir pour sauver ceux que tu aimes</w:t>
      </w:r>
      <w:r w:rsidR="00E8465A">
        <w:t xml:space="preserve">. </w:t>
      </w:r>
      <w:r w:rsidRPr="007818BD">
        <w:t>Adieu</w:t>
      </w:r>
      <w:r w:rsidR="00E8465A">
        <w:t xml:space="preserve">, </w:t>
      </w:r>
      <w:r w:rsidRPr="007818BD">
        <w:t>abri de l</w:t>
      </w:r>
      <w:r w:rsidR="00E8465A">
        <w:t>’</w:t>
      </w:r>
      <w:r w:rsidRPr="007818BD">
        <w:t>amour et du bonheur</w:t>
      </w:r>
      <w:r w:rsidR="00E8465A">
        <w:t xml:space="preserve">, </w:t>
      </w:r>
      <w:r w:rsidRPr="007818BD">
        <w:t>doux lieux de repos et de sécurité</w:t>
      </w:r>
      <w:r w:rsidR="00E8465A">
        <w:t xml:space="preserve">, </w:t>
      </w:r>
      <w:r w:rsidRPr="007818BD">
        <w:t>adieu</w:t>
      </w:r>
      <w:r w:rsidR="00E8465A">
        <w:t xml:space="preserve"> ! </w:t>
      </w:r>
      <w:r w:rsidRPr="007818BD">
        <w:t>D</w:t>
      </w:r>
      <w:r w:rsidR="00E8465A">
        <w:t>’</w:t>
      </w:r>
      <w:r w:rsidRPr="007818BD">
        <w:t>autres climats aussi beaux vous pourront accueillir</w:t>
      </w:r>
      <w:r w:rsidR="00E8465A">
        <w:t xml:space="preserve"> ;, </w:t>
      </w:r>
      <w:r w:rsidRPr="007818BD">
        <w:t>amants fugitifs</w:t>
      </w:r>
      <w:r w:rsidR="00E8465A">
        <w:t xml:space="preserve"> ; </w:t>
      </w:r>
      <w:r w:rsidRPr="007818BD">
        <w:t>des cieux aussi sereins</w:t>
      </w:r>
      <w:r w:rsidR="00E8465A">
        <w:t xml:space="preserve">, </w:t>
      </w:r>
      <w:r w:rsidRPr="007818BD">
        <w:t>des flots aussi calmes</w:t>
      </w:r>
      <w:r w:rsidR="00E8465A">
        <w:t xml:space="preserve">, </w:t>
      </w:r>
      <w:r w:rsidRPr="007818BD">
        <w:t>aussi azurés</w:t>
      </w:r>
      <w:r w:rsidR="00E8465A">
        <w:t xml:space="preserve">. </w:t>
      </w:r>
      <w:r w:rsidRPr="007818BD">
        <w:t>Mais ce temps</w:t>
      </w:r>
      <w:r w:rsidR="00E8465A">
        <w:t xml:space="preserve">, </w:t>
      </w:r>
      <w:r w:rsidRPr="007818BD">
        <w:t>ces heures écoulées</w:t>
      </w:r>
      <w:r w:rsidR="00E8465A">
        <w:t xml:space="preserve">, </w:t>
      </w:r>
      <w:r w:rsidRPr="007818BD">
        <w:t>peuvent-ils j</w:t>
      </w:r>
      <w:r w:rsidRPr="007818BD">
        <w:t>a</w:t>
      </w:r>
      <w:r w:rsidRPr="007818BD">
        <w:t>mais revenir</w:t>
      </w:r>
      <w:r w:rsidR="00E8465A">
        <w:t xml:space="preserve"> ? </w:t>
      </w:r>
      <w:r w:rsidRPr="007818BD">
        <w:t>Qui donc peut dire que le cœur ne change pas avec la scène de son bonheur</w:t>
      </w:r>
      <w:r w:rsidR="00E8465A">
        <w:t xml:space="preserve"> ; </w:t>
      </w:r>
      <w:r w:rsidRPr="007818BD">
        <w:t>qu</w:t>
      </w:r>
      <w:r w:rsidR="00E8465A">
        <w:t>’</w:t>
      </w:r>
      <w:r w:rsidRPr="007818BD">
        <w:t>il ne perd rien en quittant le lieu qui pour la pr</w:t>
      </w:r>
      <w:r w:rsidRPr="007818BD">
        <w:t>e</w:t>
      </w:r>
      <w:r w:rsidRPr="007818BD">
        <w:t>mière fois abrite cette vie à deux</w:t>
      </w:r>
      <w:r w:rsidR="00E8465A">
        <w:t xml:space="preserve"> ? </w:t>
      </w:r>
      <w:r w:rsidRPr="007818BD">
        <w:t xml:space="preserve">Le plus petit </w:t>
      </w:r>
      <w:r w:rsidRPr="007818BD">
        <w:lastRenderedPageBreak/>
        <w:t>coin y conserve tant de souvenirs que le lieu seul peut rapp</w:t>
      </w:r>
      <w:r w:rsidRPr="007818BD">
        <w:t>e</w:t>
      </w:r>
      <w:r w:rsidRPr="007818BD">
        <w:t>ler</w:t>
      </w:r>
      <w:r w:rsidR="00E8465A">
        <w:t xml:space="preserve"> ! </w:t>
      </w:r>
      <w:r w:rsidRPr="007818BD">
        <w:t>Le passé qui le peuple et le remplit semble si bien assurer l</w:t>
      </w:r>
      <w:r w:rsidR="00E8465A">
        <w:t>’</w:t>
      </w:r>
      <w:r w:rsidRPr="007818BD">
        <w:t>avenir</w:t>
      </w:r>
      <w:r w:rsidR="00E8465A">
        <w:t xml:space="preserve"> ! </w:t>
      </w:r>
      <w:r w:rsidRPr="007818BD">
        <w:t>Qu</w:t>
      </w:r>
      <w:r w:rsidR="00E8465A">
        <w:t>’</w:t>
      </w:r>
      <w:r w:rsidRPr="007818BD">
        <w:t>une pensée moins tendre</w:t>
      </w:r>
      <w:r w:rsidR="00E8465A">
        <w:t xml:space="preserve">, </w:t>
      </w:r>
      <w:r w:rsidRPr="007818BD">
        <w:t>moins confiante</w:t>
      </w:r>
      <w:r w:rsidR="00E8465A">
        <w:t xml:space="preserve">, </w:t>
      </w:r>
      <w:r w:rsidRPr="007818BD">
        <w:t>nous envahisse</w:t>
      </w:r>
      <w:r w:rsidR="00E8465A">
        <w:t xml:space="preserve"> ; </w:t>
      </w:r>
      <w:r w:rsidRPr="007818BD">
        <w:t>aussitôt l</w:t>
      </w:r>
      <w:r w:rsidR="00E8465A">
        <w:t>’</w:t>
      </w:r>
      <w:r w:rsidRPr="007818BD">
        <w:t>abri sous lequel un serment a été échangé</w:t>
      </w:r>
      <w:r w:rsidR="00E8465A">
        <w:t xml:space="preserve">, </w:t>
      </w:r>
      <w:r w:rsidRPr="007818BD">
        <w:t>une larme essuyée</w:t>
      </w:r>
      <w:r w:rsidR="00E8465A">
        <w:t xml:space="preserve">, </w:t>
      </w:r>
      <w:r w:rsidRPr="007818BD">
        <w:t>nous rend aux heures de la première et c</w:t>
      </w:r>
      <w:r w:rsidRPr="007818BD">
        <w:t>é</w:t>
      </w:r>
      <w:r w:rsidRPr="007818BD">
        <w:t>leste illusion</w:t>
      </w:r>
      <w:r w:rsidR="00E8465A">
        <w:t xml:space="preserve">. </w:t>
      </w:r>
      <w:r w:rsidRPr="007818BD">
        <w:t>Mais sous un toit où rien ne parle de ces premiers moments de félic</w:t>
      </w:r>
      <w:r w:rsidRPr="007818BD">
        <w:t>i</w:t>
      </w:r>
      <w:r w:rsidRPr="007818BD">
        <w:t>té</w:t>
      </w:r>
      <w:r w:rsidR="00E8465A">
        <w:t xml:space="preserve">, </w:t>
      </w:r>
      <w:r w:rsidRPr="007818BD">
        <w:t>où manque la voix éloquente des souvenirs</w:t>
      </w:r>
      <w:r w:rsidR="00E8465A">
        <w:t xml:space="preserve">, </w:t>
      </w:r>
      <w:r w:rsidRPr="007818BD">
        <w:t>où ne dort ens</w:t>
      </w:r>
      <w:r w:rsidRPr="007818BD">
        <w:t>e</w:t>
      </w:r>
      <w:r w:rsidRPr="007818BD">
        <w:t>velie aucune de ces émotions qui se raniment et nous apparai</w:t>
      </w:r>
      <w:r w:rsidRPr="007818BD">
        <w:t>s</w:t>
      </w:r>
      <w:r w:rsidRPr="007818BD">
        <w:t>sent comme des habitants des cieux</w:t>
      </w:r>
      <w:r w:rsidR="00E8465A">
        <w:t xml:space="preserve"> ! </w:t>
      </w:r>
      <w:r w:rsidRPr="007818BD">
        <w:t>Ah</w:t>
      </w:r>
      <w:r w:rsidR="00E8465A">
        <w:t xml:space="preserve"> ! </w:t>
      </w:r>
      <w:r w:rsidRPr="007818BD">
        <w:t>oui</w:t>
      </w:r>
      <w:r w:rsidR="00E8465A">
        <w:t xml:space="preserve">, </w:t>
      </w:r>
      <w:r w:rsidRPr="007818BD">
        <w:t>qui donc</w:t>
      </w:r>
      <w:r w:rsidR="00E8465A">
        <w:t xml:space="preserve">, </w:t>
      </w:r>
      <w:r w:rsidRPr="007818BD">
        <w:t>ayant passé par la triste histoire de l</w:t>
      </w:r>
      <w:r w:rsidR="00E8465A">
        <w:t>’</w:t>
      </w:r>
      <w:r w:rsidRPr="007818BD">
        <w:t>affection</w:t>
      </w:r>
      <w:r w:rsidR="00E8465A">
        <w:t xml:space="preserve">, </w:t>
      </w:r>
      <w:r w:rsidRPr="007818BD">
        <w:t>viendra nous dire que le cœur ne change pas avec la scène</w:t>
      </w:r>
      <w:r w:rsidR="00E8465A">
        <w:t xml:space="preserve"> ? </w:t>
      </w:r>
      <w:r w:rsidRPr="007818BD">
        <w:t>Soufflez</w:t>
      </w:r>
      <w:r w:rsidR="00E8465A">
        <w:t xml:space="preserve">, </w:t>
      </w:r>
      <w:r w:rsidRPr="007818BD">
        <w:t>vents propices</w:t>
      </w:r>
      <w:r w:rsidR="00E8465A">
        <w:t xml:space="preserve"> ! </w:t>
      </w:r>
      <w:r w:rsidRPr="007818BD">
        <w:t>enflez-vous</w:t>
      </w:r>
      <w:r w:rsidR="00E8465A">
        <w:t xml:space="preserve">, </w:t>
      </w:r>
      <w:r w:rsidRPr="007818BD">
        <w:t>voiles rap</w:t>
      </w:r>
      <w:r w:rsidRPr="007818BD">
        <w:t>i</w:t>
      </w:r>
      <w:r w:rsidRPr="007818BD">
        <w:t>des</w:t>
      </w:r>
      <w:r w:rsidR="00E8465A">
        <w:t xml:space="preserve"> ! </w:t>
      </w:r>
      <w:r w:rsidRPr="007818BD">
        <w:t>fuyons</w:t>
      </w:r>
      <w:r w:rsidR="00E8465A">
        <w:t xml:space="preserve">, </w:t>
      </w:r>
      <w:r w:rsidRPr="007818BD">
        <w:t>fuyons loin de cette terre où la mort vient saisir le sceptre de l</w:t>
      </w:r>
      <w:r w:rsidR="00E8465A">
        <w:t>’</w:t>
      </w:r>
      <w:r w:rsidRPr="007818BD">
        <w:t>amour</w:t>
      </w:r>
      <w:r w:rsidR="00E8465A">
        <w:t xml:space="preserve">. </w:t>
      </w:r>
      <w:r w:rsidRPr="007818BD">
        <w:t>Le rivage s</w:t>
      </w:r>
      <w:r w:rsidR="00E8465A">
        <w:t>’</w:t>
      </w:r>
      <w:r w:rsidRPr="007818BD">
        <w:t>efface</w:t>
      </w:r>
      <w:r w:rsidR="00E8465A">
        <w:t xml:space="preserve">, </w:t>
      </w:r>
      <w:r w:rsidRPr="007818BD">
        <w:t>de nouvelles terres succèdent aux vertes collines</w:t>
      </w:r>
      <w:r w:rsidR="00E8465A">
        <w:t xml:space="preserve">, </w:t>
      </w:r>
      <w:r w:rsidRPr="007818BD">
        <w:t>aux bosquets d</w:t>
      </w:r>
      <w:r w:rsidR="00E8465A">
        <w:t>’</w:t>
      </w:r>
      <w:r w:rsidRPr="007818BD">
        <w:t>orangers de l</w:t>
      </w:r>
      <w:r w:rsidR="00E8465A">
        <w:t>’</w:t>
      </w:r>
      <w:r w:rsidRPr="007818BD">
        <w:t>île des Époux</w:t>
      </w:r>
      <w:r w:rsidR="00E8465A">
        <w:t xml:space="preserve">. </w:t>
      </w:r>
      <w:r w:rsidRPr="007818BD">
        <w:t>Déjà dans un lointain indécis bri</w:t>
      </w:r>
      <w:r w:rsidRPr="007818BD">
        <w:t>l</w:t>
      </w:r>
      <w:r w:rsidRPr="007818BD">
        <w:t>lent les colonnes debout encore d</w:t>
      </w:r>
      <w:r w:rsidR="00E8465A">
        <w:t>’</w:t>
      </w:r>
      <w:r w:rsidRPr="007818BD">
        <w:t>un temple que l</w:t>
      </w:r>
      <w:r w:rsidR="00E8465A">
        <w:t>’</w:t>
      </w:r>
      <w:r w:rsidRPr="007818BD">
        <w:t>Athénien d</w:t>
      </w:r>
      <w:r w:rsidRPr="007818BD">
        <w:t>é</w:t>
      </w:r>
      <w:r w:rsidRPr="007818BD">
        <w:t>dia à la Sagesse</w:t>
      </w:r>
      <w:r w:rsidR="00E8465A">
        <w:t xml:space="preserve">, </w:t>
      </w:r>
      <w:r w:rsidRPr="007818BD">
        <w:t>et</w:t>
      </w:r>
      <w:r w:rsidR="00E8465A">
        <w:t xml:space="preserve">, </w:t>
      </w:r>
      <w:r w:rsidRPr="007818BD">
        <w:t xml:space="preserve">emporté par la nef qui </w:t>
      </w:r>
      <w:r>
        <w:t>b</w:t>
      </w:r>
      <w:r w:rsidRPr="007818BD">
        <w:t>ondissait sous la brise rafraîchissante</w:t>
      </w:r>
      <w:r w:rsidR="00E8465A">
        <w:t xml:space="preserve">, </w:t>
      </w:r>
      <w:r w:rsidRPr="007818BD">
        <w:t>l</w:t>
      </w:r>
      <w:r w:rsidR="00E8465A">
        <w:t>’</w:t>
      </w:r>
      <w:r w:rsidRPr="007818BD">
        <w:t>adorateur qui avait survécu à la Divinité mu</w:t>
      </w:r>
      <w:r w:rsidRPr="007818BD">
        <w:t>r</w:t>
      </w:r>
      <w:r w:rsidRPr="007818BD">
        <w:t>mura tout bas</w:t>
      </w:r>
      <w:r w:rsidR="00E8465A">
        <w:t> :</w:t>
      </w:r>
    </w:p>
    <w:p w14:paraId="7E99C46C" w14:textId="4BA7D50C" w:rsidR="00E0544E" w:rsidRPr="007818BD" w:rsidRDefault="00E8465A" w:rsidP="00E0544E">
      <w:r>
        <w:t>« </w:t>
      </w:r>
      <w:r w:rsidR="00E0544E" w:rsidRPr="007818BD">
        <w:t>La sagesse des siècles n</w:t>
      </w:r>
      <w:r>
        <w:t>’</w:t>
      </w:r>
      <w:r w:rsidR="00E0544E" w:rsidRPr="007818BD">
        <w:t>a donc pu me donner des heures plus heureuses que celles du pâtre qui ne connaît d</w:t>
      </w:r>
      <w:r>
        <w:t>’</w:t>
      </w:r>
      <w:r w:rsidR="00E0544E" w:rsidRPr="007818BD">
        <w:t>autre mo</w:t>
      </w:r>
      <w:r w:rsidR="00E0544E" w:rsidRPr="007818BD">
        <w:t>n</w:t>
      </w:r>
      <w:r w:rsidR="00E0544E" w:rsidRPr="007818BD">
        <w:t>de que son village</w:t>
      </w:r>
      <w:r>
        <w:t xml:space="preserve">, </w:t>
      </w:r>
      <w:r w:rsidR="00E0544E" w:rsidRPr="007818BD">
        <w:t>ni d</w:t>
      </w:r>
      <w:r>
        <w:t>’</w:t>
      </w:r>
      <w:r w:rsidR="00E0544E" w:rsidRPr="007818BD">
        <w:t>aspiration qui s</w:t>
      </w:r>
      <w:r>
        <w:t>’</w:t>
      </w:r>
      <w:r w:rsidR="00E0544E" w:rsidRPr="007818BD">
        <w:t>élève au-dessus du ba</w:t>
      </w:r>
      <w:r w:rsidR="00E0544E" w:rsidRPr="007818BD">
        <w:t>i</w:t>
      </w:r>
      <w:r w:rsidR="00E0544E" w:rsidRPr="007818BD">
        <w:t>ser et du sourire du foyer domestique</w:t>
      </w:r>
      <w:r>
        <w:t> ! »</w:t>
      </w:r>
    </w:p>
    <w:p w14:paraId="01A6D511" w14:textId="77777777" w:rsidR="00E8465A" w:rsidRDefault="00E0544E" w:rsidP="00E0544E">
      <w:r w:rsidRPr="007818BD">
        <w:t>Et la clarté de la lune dormait également sur les débris du temple d</w:t>
      </w:r>
      <w:r w:rsidR="00E8465A">
        <w:t>’</w:t>
      </w:r>
      <w:r w:rsidRPr="007818BD">
        <w:t>une foi effacée</w:t>
      </w:r>
      <w:r w:rsidR="00E8465A">
        <w:t xml:space="preserve">, </w:t>
      </w:r>
      <w:r w:rsidRPr="007818BD">
        <w:t>sur la cabane du pâtre</w:t>
      </w:r>
      <w:r w:rsidR="00E8465A">
        <w:t xml:space="preserve">, </w:t>
      </w:r>
      <w:r w:rsidRPr="007818BD">
        <w:t>sur le sommet de la montagne éternelle</w:t>
      </w:r>
      <w:r w:rsidR="00E8465A">
        <w:t xml:space="preserve">, </w:t>
      </w:r>
      <w:r w:rsidRPr="007818BD">
        <w:t>sur l</w:t>
      </w:r>
      <w:r w:rsidR="00E8465A">
        <w:t>’</w:t>
      </w:r>
      <w:r w:rsidRPr="007818BD">
        <w:t>herbe périssable qui en tapissait les flancs</w:t>
      </w:r>
      <w:r w:rsidR="00E8465A">
        <w:t xml:space="preserve"> ; </w:t>
      </w:r>
      <w:r w:rsidRPr="007818BD">
        <w:t>et ses rayons semblaient répondre par un sourire de froid dédain à celui qui avait peut-être vu bâtir le temple</w:t>
      </w:r>
      <w:r w:rsidR="00E8465A">
        <w:t xml:space="preserve">, </w:t>
      </w:r>
      <w:r w:rsidRPr="007818BD">
        <w:t>et qui dans son impénétrable existence devait peut être voir la mont</w:t>
      </w:r>
      <w:r w:rsidRPr="007818BD">
        <w:t>a</w:t>
      </w:r>
      <w:r w:rsidRPr="007818BD">
        <w:t>gne pulvérisée s</w:t>
      </w:r>
      <w:r w:rsidR="00E8465A">
        <w:t>’</w:t>
      </w:r>
      <w:r w:rsidRPr="007818BD">
        <w:t>écrouler sur sa base</w:t>
      </w:r>
      <w:r w:rsidR="00E8465A">
        <w:t>.</w:t>
      </w:r>
    </w:p>
    <w:p w14:paraId="051679FE" w14:textId="33E5357B" w:rsidR="00E8465A" w:rsidRDefault="000200A6" w:rsidP="000200A6">
      <w:pPr>
        <w:pStyle w:val="Titre1"/>
        <w:rPr>
          <w:sz w:val="60"/>
          <w:szCs w:val="60"/>
        </w:rPr>
      </w:pPr>
      <w:r>
        <w:rPr>
          <w:sz w:val="60"/>
          <w:szCs w:val="60"/>
        </w:rPr>
        <w:lastRenderedPageBreak/>
        <w:br/>
      </w:r>
      <w:r>
        <w:rPr>
          <w:sz w:val="60"/>
          <w:szCs w:val="60"/>
        </w:rPr>
        <w:br/>
      </w:r>
      <w:r>
        <w:rPr>
          <w:sz w:val="60"/>
          <w:szCs w:val="60"/>
        </w:rPr>
        <w:br/>
      </w:r>
      <w:bookmarkStart w:id="53" w:name="_Toc199963102"/>
      <w:r w:rsidR="00E0544E" w:rsidRPr="00EA53BB">
        <w:rPr>
          <w:sz w:val="60"/>
          <w:szCs w:val="60"/>
        </w:rPr>
        <w:t>LIVRE</w:t>
      </w:r>
      <w:r w:rsidR="00E8465A">
        <w:rPr>
          <w:sz w:val="60"/>
          <w:szCs w:val="60"/>
        </w:rPr>
        <w:t xml:space="preserve"> </w:t>
      </w:r>
      <w:r w:rsidR="00E0544E" w:rsidRPr="00EA53BB">
        <w:rPr>
          <w:sz w:val="60"/>
          <w:szCs w:val="60"/>
        </w:rPr>
        <w:t>V</w:t>
      </w:r>
      <w:r w:rsidR="00E8465A">
        <w:rPr>
          <w:sz w:val="60"/>
          <w:szCs w:val="60"/>
        </w:rPr>
        <w:t>.</w:t>
      </w:r>
      <w:r w:rsidR="00E8465A">
        <w:rPr>
          <w:sz w:val="60"/>
          <w:szCs w:val="60"/>
        </w:rPr>
        <w:br/>
      </w:r>
      <w:r w:rsidR="00E0544E" w:rsidRPr="00EA53BB">
        <w:rPr>
          <w:sz w:val="60"/>
          <w:szCs w:val="60"/>
        </w:rPr>
        <w:br/>
        <w:t>LES EFFETS DE L</w:t>
      </w:r>
      <w:r w:rsidR="00E8465A">
        <w:rPr>
          <w:sz w:val="60"/>
          <w:szCs w:val="60"/>
        </w:rPr>
        <w:t>’</w:t>
      </w:r>
      <w:r w:rsidR="00E0544E" w:rsidRPr="00EA53BB">
        <w:rPr>
          <w:sz w:val="60"/>
          <w:szCs w:val="60"/>
        </w:rPr>
        <w:t>ÉLIXIR</w:t>
      </w:r>
      <w:r w:rsidR="00E8465A">
        <w:rPr>
          <w:sz w:val="60"/>
          <w:szCs w:val="60"/>
        </w:rPr>
        <w:t>.</w:t>
      </w:r>
      <w:bookmarkEnd w:id="53"/>
    </w:p>
    <w:p w14:paraId="67E1E4D6" w14:textId="77777777" w:rsidR="00E8465A" w:rsidRDefault="00E0544E" w:rsidP="00E8465A">
      <w:pPr>
        <w:pStyle w:val="Titre2"/>
        <w:pageBreakBefore/>
        <w:rPr>
          <w:lang w:val="en-US"/>
        </w:rPr>
      </w:pPr>
      <w:bookmarkStart w:id="54" w:name="_Toc199963103"/>
      <w:proofErr w:type="spellStart"/>
      <w:r w:rsidRPr="003564FB">
        <w:rPr>
          <w:lang w:val="en-US"/>
        </w:rPr>
        <w:lastRenderedPageBreak/>
        <w:t>CHAPITRE</w:t>
      </w:r>
      <w:proofErr w:type="spellEnd"/>
      <w:r w:rsidRPr="003564FB">
        <w:rPr>
          <w:lang w:val="en-US"/>
        </w:rPr>
        <w:t xml:space="preserve"> PREMIER</w:t>
      </w:r>
      <w:r w:rsidR="00E8465A">
        <w:rPr>
          <w:lang w:val="en-US"/>
        </w:rPr>
        <w:t>.</w:t>
      </w:r>
      <w:bookmarkEnd w:id="54"/>
    </w:p>
    <w:p w14:paraId="19622DA5" w14:textId="77777777" w:rsidR="00E8465A" w:rsidRDefault="00E0544E" w:rsidP="00E0544E">
      <w:pPr>
        <w:pStyle w:val="NormalRetraitGauche4XIndent0"/>
        <w:spacing w:before="0" w:after="0"/>
        <w:rPr>
          <w:rStyle w:val="Taille-1Caracteres"/>
          <w:lang w:val="en-US"/>
        </w:rPr>
      </w:pPr>
      <w:r w:rsidRPr="003564FB">
        <w:rPr>
          <w:rStyle w:val="Taille-1Caracteres"/>
          <w:lang w:val="en-US"/>
        </w:rPr>
        <w:t xml:space="preserve">Zwei Seelen </w:t>
      </w:r>
      <w:proofErr w:type="spellStart"/>
      <w:r w:rsidRPr="003564FB">
        <w:rPr>
          <w:rStyle w:val="Taille-1Caracteres"/>
          <w:lang w:val="en-US"/>
        </w:rPr>
        <w:t>wohnen</w:t>
      </w:r>
      <w:proofErr w:type="spellEnd"/>
      <w:r w:rsidR="00E8465A">
        <w:rPr>
          <w:rStyle w:val="Taille-1Caracteres"/>
          <w:lang w:val="en-US"/>
        </w:rPr>
        <w:t xml:space="preserve">, </w:t>
      </w:r>
      <w:r w:rsidRPr="003564FB">
        <w:rPr>
          <w:rStyle w:val="Taille-1Caracteres"/>
          <w:lang w:val="en-US"/>
        </w:rPr>
        <w:t>ach</w:t>
      </w:r>
      <w:r w:rsidR="00E8465A">
        <w:rPr>
          <w:rStyle w:val="Taille-1Caracteres"/>
          <w:lang w:val="en-US"/>
        </w:rPr>
        <w:t xml:space="preserve"> ! </w:t>
      </w:r>
      <w:r w:rsidRPr="003564FB">
        <w:rPr>
          <w:rStyle w:val="Taille-1Caracteres"/>
          <w:lang w:val="en-US"/>
        </w:rPr>
        <w:t xml:space="preserve">in </w:t>
      </w:r>
      <w:proofErr w:type="spellStart"/>
      <w:r w:rsidRPr="003564FB">
        <w:rPr>
          <w:rStyle w:val="Taille-1Caracteres"/>
          <w:lang w:val="en-US"/>
        </w:rPr>
        <w:t>meiner</w:t>
      </w:r>
      <w:proofErr w:type="spellEnd"/>
      <w:r w:rsidRPr="003564FB">
        <w:rPr>
          <w:rStyle w:val="Taille-1Caracteres"/>
          <w:lang w:val="en-US"/>
        </w:rPr>
        <w:t xml:space="preserve"> Brust</w:t>
      </w:r>
      <w:r w:rsidR="00E8465A">
        <w:rPr>
          <w:rStyle w:val="Taille-1Caracteres"/>
          <w:lang w:val="en-US"/>
        </w:rPr>
        <w:t>.</w:t>
      </w:r>
    </w:p>
    <w:p w14:paraId="04AA2C18" w14:textId="77777777" w:rsidR="00E8465A" w:rsidRDefault="00E8465A" w:rsidP="00E0544E">
      <w:pPr>
        <w:pStyle w:val="NormalRetraitGauche4XIndent0"/>
        <w:spacing w:before="0" w:after="0"/>
        <w:rPr>
          <w:rStyle w:val="Taille-1Caracteres"/>
          <w:lang w:val="en-US"/>
        </w:rPr>
      </w:pPr>
      <w:r>
        <w:rPr>
          <w:rStyle w:val="Taille-1Caracteres"/>
          <w:lang w:val="en-US"/>
        </w:rPr>
        <w:t>…………………………</w:t>
      </w:r>
    </w:p>
    <w:p w14:paraId="4796525E" w14:textId="77777777" w:rsidR="00E8465A" w:rsidRDefault="00E0544E" w:rsidP="00E0544E">
      <w:pPr>
        <w:pStyle w:val="NormalRetraitGauche4XIndent0"/>
        <w:spacing w:before="0" w:after="0"/>
        <w:rPr>
          <w:rStyle w:val="Taille-1Caracteres"/>
          <w:lang w:val="en-US"/>
        </w:rPr>
      </w:pPr>
      <w:r w:rsidRPr="003564FB">
        <w:rPr>
          <w:rStyle w:val="Taille-1Caracteres"/>
          <w:lang w:val="en-US"/>
        </w:rPr>
        <w:t xml:space="preserve">Was </w:t>
      </w:r>
      <w:proofErr w:type="spellStart"/>
      <w:r w:rsidRPr="003564FB">
        <w:rPr>
          <w:rStyle w:val="Taille-1Caracteres"/>
          <w:lang w:val="en-US"/>
        </w:rPr>
        <w:t>stehst</w:t>
      </w:r>
      <w:proofErr w:type="spellEnd"/>
      <w:r w:rsidRPr="003564FB">
        <w:rPr>
          <w:rStyle w:val="Taille-1Caracteres"/>
          <w:lang w:val="en-US"/>
        </w:rPr>
        <w:t xml:space="preserve"> du so</w:t>
      </w:r>
      <w:r w:rsidR="00E8465A">
        <w:rPr>
          <w:rStyle w:val="Taille-1Caracteres"/>
          <w:lang w:val="en-US"/>
        </w:rPr>
        <w:t xml:space="preserve">, </w:t>
      </w:r>
      <w:r w:rsidRPr="003564FB">
        <w:rPr>
          <w:rStyle w:val="Taille-1Caracteres"/>
          <w:lang w:val="en-US"/>
        </w:rPr>
        <w:t xml:space="preserve">und </w:t>
      </w:r>
      <w:proofErr w:type="spellStart"/>
      <w:r w:rsidRPr="003564FB">
        <w:rPr>
          <w:rStyle w:val="Taille-1Caracteres"/>
          <w:lang w:val="en-US"/>
        </w:rPr>
        <w:t>blickst</w:t>
      </w:r>
      <w:proofErr w:type="spellEnd"/>
      <w:r w:rsidRPr="003564FB">
        <w:rPr>
          <w:rStyle w:val="Taille-1Caracteres"/>
          <w:lang w:val="en-US"/>
        </w:rPr>
        <w:t xml:space="preserve"> </w:t>
      </w:r>
      <w:proofErr w:type="spellStart"/>
      <w:r w:rsidRPr="003564FB">
        <w:rPr>
          <w:rStyle w:val="Taille-1Caracteres"/>
          <w:lang w:val="en-US"/>
        </w:rPr>
        <w:t>erstaunt</w:t>
      </w:r>
      <w:proofErr w:type="spellEnd"/>
      <w:r w:rsidRPr="003564FB">
        <w:rPr>
          <w:rStyle w:val="Taille-1Caracteres"/>
          <w:lang w:val="en-US"/>
        </w:rPr>
        <w:t xml:space="preserve"> </w:t>
      </w:r>
      <w:proofErr w:type="spellStart"/>
      <w:r w:rsidRPr="003564FB">
        <w:rPr>
          <w:rStyle w:val="Taille-1Caracteres"/>
          <w:lang w:val="en-US"/>
        </w:rPr>
        <w:t>h</w:t>
      </w:r>
      <w:r w:rsidRPr="003564FB">
        <w:rPr>
          <w:rStyle w:val="Taille-1Caracteres"/>
          <w:lang w:val="en-US"/>
        </w:rPr>
        <w:t>i</w:t>
      </w:r>
      <w:r w:rsidRPr="003564FB">
        <w:rPr>
          <w:rStyle w:val="Taille-1Caracteres"/>
          <w:lang w:val="en-US"/>
        </w:rPr>
        <w:t>naus</w:t>
      </w:r>
      <w:proofErr w:type="spellEnd"/>
      <w:r w:rsidRPr="007818BD">
        <w:rPr>
          <w:rStyle w:val="Appelnotedebasdep"/>
          <w:szCs w:val="28"/>
        </w:rPr>
        <w:footnoteReference w:id="51"/>
      </w:r>
      <w:r w:rsidR="00E8465A">
        <w:rPr>
          <w:rStyle w:val="Taille-1Caracteres"/>
          <w:lang w:val="en-US"/>
        </w:rPr>
        <w:t> ?</w:t>
      </w:r>
    </w:p>
    <w:p w14:paraId="5D1EB98E" w14:textId="73560F50" w:rsidR="00E8465A" w:rsidRDefault="00E8465A" w:rsidP="000200A6">
      <w:pPr>
        <w:ind w:firstLine="0"/>
        <w:jc w:val="right"/>
        <w:rPr>
          <w:rStyle w:val="Taille-1Caracteres"/>
        </w:rPr>
      </w:pPr>
      <w:r>
        <w:rPr>
          <w:rStyle w:val="Taille-1Caracteres"/>
        </w:rPr>
        <w:t>(</w:t>
      </w:r>
      <w:r w:rsidR="00E0544E" w:rsidRPr="007818BD">
        <w:rPr>
          <w:rStyle w:val="Taille-1Caracteres"/>
        </w:rPr>
        <w:t>FAUST</w:t>
      </w:r>
      <w:r>
        <w:rPr>
          <w:rStyle w:val="Taille-1Caracteres"/>
        </w:rPr>
        <w:t>.)</w:t>
      </w:r>
    </w:p>
    <w:p w14:paraId="5ABB7E28" w14:textId="77777777" w:rsidR="00E8465A" w:rsidRDefault="00E0544E" w:rsidP="00E0544E">
      <w:r w:rsidRPr="007818BD">
        <w:t>On se souvient que nous avons laissé maître Paolo au ch</w:t>
      </w:r>
      <w:r w:rsidRPr="007818BD">
        <w:t>e</w:t>
      </w:r>
      <w:r w:rsidRPr="007818BD">
        <w:t xml:space="preserve">vet de </w:t>
      </w:r>
      <w:proofErr w:type="spellStart"/>
      <w:r w:rsidRPr="007818BD">
        <w:t>Glyndon</w:t>
      </w:r>
      <w:proofErr w:type="spellEnd"/>
      <w:r w:rsidR="00E8465A">
        <w:t xml:space="preserve">. </w:t>
      </w:r>
      <w:r w:rsidRPr="007818BD">
        <w:t>Éveillé d</w:t>
      </w:r>
      <w:r w:rsidR="00E8465A">
        <w:t>’</w:t>
      </w:r>
      <w:r w:rsidRPr="007818BD">
        <w:t>un profond sommeil</w:t>
      </w:r>
      <w:r w:rsidR="00E8465A">
        <w:t xml:space="preserve">, </w:t>
      </w:r>
      <w:r w:rsidRPr="007818BD">
        <w:t>l</w:t>
      </w:r>
      <w:r w:rsidR="00E8465A">
        <w:t>’</w:t>
      </w:r>
      <w:r w:rsidRPr="007818BD">
        <w:t>Anglais</w:t>
      </w:r>
      <w:r w:rsidR="00E8465A">
        <w:t xml:space="preserve">, </w:t>
      </w:r>
      <w:r w:rsidRPr="007818BD">
        <w:t>au souvenir de l</w:t>
      </w:r>
      <w:r w:rsidR="00E8465A">
        <w:t>’</w:t>
      </w:r>
      <w:r w:rsidRPr="007818BD">
        <w:t>horrible nuit qu</w:t>
      </w:r>
      <w:r w:rsidR="00E8465A">
        <w:t>’</w:t>
      </w:r>
      <w:r w:rsidRPr="007818BD">
        <w:t>il avait passée dans la chambre mystérieuse</w:t>
      </w:r>
      <w:r w:rsidR="00E8465A">
        <w:t xml:space="preserve">, </w:t>
      </w:r>
      <w:r w:rsidRPr="007818BD">
        <w:t>poussa un cri et couvrit son visage de ses mains</w:t>
      </w:r>
      <w:r w:rsidR="00E8465A">
        <w:t>.</w:t>
      </w:r>
    </w:p>
    <w:p w14:paraId="094C3B02" w14:textId="7EC15A8B" w:rsidR="00E0544E" w:rsidRPr="007818BD" w:rsidRDefault="00E8465A" w:rsidP="00E0544E">
      <w:r>
        <w:t>« </w:t>
      </w:r>
      <w:r w:rsidR="00E0544E" w:rsidRPr="007818BD">
        <w:t>Bonjour</w:t>
      </w:r>
      <w:r>
        <w:t xml:space="preserve">, </w:t>
      </w:r>
      <w:r w:rsidR="00E0544E" w:rsidRPr="007818BD">
        <w:t>Excellence</w:t>
      </w:r>
      <w:r>
        <w:t xml:space="preserve">, </w:t>
      </w:r>
      <w:r w:rsidR="00E0544E" w:rsidRPr="007818BD">
        <w:t>dit gaiement Paolo</w:t>
      </w:r>
      <w:r>
        <w:t xml:space="preserve">. </w:t>
      </w:r>
      <w:r w:rsidR="00E0544E" w:rsidRPr="007818BD">
        <w:t xml:space="preserve">Corpo di </w:t>
      </w:r>
      <w:proofErr w:type="spellStart"/>
      <w:r w:rsidR="00E0544E" w:rsidRPr="007818BD">
        <w:t>Bacco</w:t>
      </w:r>
      <w:proofErr w:type="spellEnd"/>
      <w:r>
        <w:t xml:space="preserve">, </w:t>
      </w:r>
      <w:r w:rsidR="00E0544E" w:rsidRPr="007818BD">
        <w:t>vous avez bien do</w:t>
      </w:r>
      <w:r w:rsidR="00E0544E" w:rsidRPr="007818BD">
        <w:t>r</w:t>
      </w:r>
      <w:r w:rsidR="00E0544E" w:rsidRPr="007818BD">
        <w:t>mi</w:t>
      </w:r>
      <w:r>
        <w:t> ! »</w:t>
      </w:r>
    </w:p>
    <w:p w14:paraId="68B82EC0" w14:textId="77777777" w:rsidR="00E8465A" w:rsidRDefault="00E0544E" w:rsidP="00E0544E">
      <w:r w:rsidRPr="007818BD">
        <w:t>Le timbre de cette voix pleine</w:t>
      </w:r>
      <w:r w:rsidR="00E8465A">
        <w:t xml:space="preserve">, </w:t>
      </w:r>
      <w:r w:rsidRPr="007818BD">
        <w:t>forte et saine</w:t>
      </w:r>
      <w:r w:rsidR="00E8465A">
        <w:t xml:space="preserve">, </w:t>
      </w:r>
      <w:r w:rsidRPr="007818BD">
        <w:t>dissipa les images qui peuplaient e</w:t>
      </w:r>
      <w:r w:rsidRPr="007818BD">
        <w:t>n</w:t>
      </w:r>
      <w:r w:rsidRPr="007818BD">
        <w:t xml:space="preserve">core la mémoire de </w:t>
      </w:r>
      <w:proofErr w:type="spellStart"/>
      <w:r w:rsidRPr="007818BD">
        <w:t>Glyndon</w:t>
      </w:r>
      <w:proofErr w:type="spellEnd"/>
      <w:r w:rsidR="00E8465A">
        <w:t>.</w:t>
      </w:r>
    </w:p>
    <w:p w14:paraId="2E2BB3F9" w14:textId="77777777" w:rsidR="00E8465A" w:rsidRDefault="00E0544E" w:rsidP="00E0544E">
      <w:r w:rsidRPr="007818BD">
        <w:t>Il se dressa dans son lit</w:t>
      </w:r>
      <w:r w:rsidR="00E8465A">
        <w:t>.</w:t>
      </w:r>
    </w:p>
    <w:p w14:paraId="7DC210C3" w14:textId="77777777" w:rsidR="00E8465A" w:rsidRDefault="00E8465A" w:rsidP="00E0544E">
      <w:r>
        <w:t>« </w:t>
      </w:r>
      <w:r w:rsidR="00E0544E" w:rsidRPr="007818BD">
        <w:t>Où donc m</w:t>
      </w:r>
      <w:r>
        <w:t>’</w:t>
      </w:r>
      <w:r w:rsidR="00E0544E" w:rsidRPr="007818BD">
        <w:t>avez-vous trouvé</w:t>
      </w:r>
      <w:r>
        <w:t xml:space="preserve"> ? </w:t>
      </w:r>
      <w:r w:rsidR="00E0544E" w:rsidRPr="007818BD">
        <w:t>pourquoi êtes-vous ici</w:t>
      </w:r>
      <w:r>
        <w:t> ?</w:t>
      </w:r>
    </w:p>
    <w:p w14:paraId="31267B73" w14:textId="77777777" w:rsidR="00E8465A" w:rsidRDefault="00E8465A" w:rsidP="00E0544E">
      <w:r>
        <w:t>— </w:t>
      </w:r>
      <w:r w:rsidR="00E0544E" w:rsidRPr="007818BD">
        <w:t>Où je vous ai trouvé</w:t>
      </w:r>
      <w:r>
        <w:t xml:space="preserve"> ! </w:t>
      </w:r>
      <w:r w:rsidR="00E0544E" w:rsidRPr="007818BD">
        <w:t>répéta Paolo surpris</w:t>
      </w:r>
      <w:r>
        <w:t xml:space="preserve">. </w:t>
      </w:r>
      <w:r w:rsidR="00E0544E" w:rsidRPr="007818BD">
        <w:t>Dans votre lit</w:t>
      </w:r>
      <w:r>
        <w:t xml:space="preserve">, </w:t>
      </w:r>
      <w:r w:rsidR="00E0544E" w:rsidRPr="007818BD">
        <w:t>apparemment</w:t>
      </w:r>
      <w:r>
        <w:t xml:space="preserve">. </w:t>
      </w:r>
      <w:r w:rsidR="00E0544E" w:rsidRPr="007818BD">
        <w:t>Pourquoi je suis ici</w:t>
      </w:r>
      <w:r>
        <w:t xml:space="preserve"> ? </w:t>
      </w:r>
      <w:r w:rsidR="00E0544E" w:rsidRPr="007818BD">
        <w:t xml:space="preserve">parce que le </w:t>
      </w:r>
      <w:proofErr w:type="spellStart"/>
      <w:r w:rsidR="00E0544E" w:rsidRPr="007818BD">
        <w:t>Padrone</w:t>
      </w:r>
      <w:proofErr w:type="spellEnd"/>
      <w:r w:rsidR="00E0544E" w:rsidRPr="007818BD">
        <w:t xml:space="preserve"> m</w:t>
      </w:r>
      <w:r>
        <w:t>’</w:t>
      </w:r>
      <w:r w:rsidR="00E0544E" w:rsidRPr="007818BD">
        <w:t>a dit d</w:t>
      </w:r>
      <w:r>
        <w:t>’</w:t>
      </w:r>
      <w:r w:rsidR="00E0544E" w:rsidRPr="007818BD">
        <w:t>attendre votre réveil</w:t>
      </w:r>
      <w:r>
        <w:t xml:space="preserve">, </w:t>
      </w:r>
      <w:r w:rsidR="00E0544E" w:rsidRPr="007818BD">
        <w:t>et de demander vos ordres</w:t>
      </w:r>
      <w:r>
        <w:t>.</w:t>
      </w:r>
    </w:p>
    <w:p w14:paraId="31C28CBC" w14:textId="77777777" w:rsidR="00E8465A" w:rsidRDefault="00E8465A" w:rsidP="00E0544E">
      <w:r>
        <w:t>— </w:t>
      </w:r>
      <w:r w:rsidR="00E0544E" w:rsidRPr="007818BD">
        <w:t xml:space="preserve">Le </w:t>
      </w:r>
      <w:proofErr w:type="spellStart"/>
      <w:r w:rsidR="00E0544E" w:rsidRPr="007818BD">
        <w:t>Padrone</w:t>
      </w:r>
      <w:proofErr w:type="spellEnd"/>
      <w:r>
        <w:t xml:space="preserve"> ! </w:t>
      </w:r>
      <w:proofErr w:type="spellStart"/>
      <w:r w:rsidR="00E0544E" w:rsidRPr="007818BD">
        <w:t>Mejnour</w:t>
      </w:r>
      <w:proofErr w:type="spellEnd"/>
      <w:r>
        <w:t xml:space="preserve"> ! </w:t>
      </w:r>
      <w:r w:rsidR="00E0544E" w:rsidRPr="007818BD">
        <w:t>il est donc arrivé</w:t>
      </w:r>
      <w:r>
        <w:t> ?</w:t>
      </w:r>
    </w:p>
    <w:p w14:paraId="3563DC9F" w14:textId="77777777" w:rsidR="00E8465A" w:rsidRDefault="00E8465A" w:rsidP="00E0544E">
      <w:r>
        <w:t>— </w:t>
      </w:r>
      <w:r w:rsidR="00E0544E" w:rsidRPr="007818BD">
        <w:t>Et reparti</w:t>
      </w:r>
      <w:r>
        <w:t xml:space="preserve">, </w:t>
      </w:r>
      <w:proofErr w:type="spellStart"/>
      <w:r w:rsidR="00E0544E" w:rsidRPr="007818BD">
        <w:t>signor</w:t>
      </w:r>
      <w:proofErr w:type="spellEnd"/>
      <w:r>
        <w:t xml:space="preserve">. </w:t>
      </w:r>
      <w:r w:rsidR="00E0544E" w:rsidRPr="007818BD">
        <w:t>Il a laissé cette lettre pour vous</w:t>
      </w:r>
      <w:r>
        <w:t>.</w:t>
      </w:r>
    </w:p>
    <w:p w14:paraId="32BED1B2" w14:textId="77777777" w:rsidR="00E8465A" w:rsidRDefault="00E8465A" w:rsidP="00E0544E">
      <w:r>
        <w:lastRenderedPageBreak/>
        <w:t>— </w:t>
      </w:r>
      <w:r w:rsidR="00E0544E" w:rsidRPr="007818BD">
        <w:t>Donnez</w:t>
      </w:r>
      <w:r>
        <w:t xml:space="preserve">, </w:t>
      </w:r>
      <w:r w:rsidR="00E0544E" w:rsidRPr="007818BD">
        <w:t>et allez attendre que je sois levé</w:t>
      </w:r>
      <w:r>
        <w:t>.</w:t>
      </w:r>
    </w:p>
    <w:p w14:paraId="602080A2" w14:textId="53139EC5" w:rsidR="00E0544E" w:rsidRPr="007818BD" w:rsidRDefault="00E8465A" w:rsidP="00E0544E">
      <w:r>
        <w:t>— </w:t>
      </w:r>
      <w:r w:rsidR="00E0544E" w:rsidRPr="007818BD">
        <w:t>À votre service</w:t>
      </w:r>
      <w:r>
        <w:t xml:space="preserve">. </w:t>
      </w:r>
      <w:r w:rsidR="00E0544E" w:rsidRPr="007818BD">
        <w:t>J</w:t>
      </w:r>
      <w:r>
        <w:t>’</w:t>
      </w:r>
      <w:r w:rsidR="00E0544E" w:rsidRPr="007818BD">
        <w:t>ai commandé un excellent déjeuner</w:t>
      </w:r>
      <w:r>
        <w:t xml:space="preserve"> ; </w:t>
      </w:r>
      <w:r w:rsidR="00E0544E" w:rsidRPr="007818BD">
        <w:t>vous devez avoir faim</w:t>
      </w:r>
      <w:r>
        <w:t xml:space="preserve">. </w:t>
      </w:r>
      <w:r w:rsidR="00E0544E" w:rsidRPr="007818BD">
        <w:t>Je suis un cuisinier passable</w:t>
      </w:r>
      <w:r>
        <w:t xml:space="preserve">, </w:t>
      </w:r>
      <w:r w:rsidR="00E0544E" w:rsidRPr="007818BD">
        <w:t>comme il convient à un fils de moine</w:t>
      </w:r>
      <w:r>
        <w:t xml:space="preserve">. </w:t>
      </w:r>
      <w:r w:rsidR="00E0544E" w:rsidRPr="007818BD">
        <w:t>Vous serez émervei</w:t>
      </w:r>
      <w:r w:rsidR="00E0544E" w:rsidRPr="007818BD">
        <w:t>l</w:t>
      </w:r>
      <w:r w:rsidR="00E0544E" w:rsidRPr="007818BD">
        <w:t>lé de mon talent à accommoder le poisson</w:t>
      </w:r>
      <w:r>
        <w:t xml:space="preserve">. </w:t>
      </w:r>
      <w:r w:rsidR="00E0544E" w:rsidRPr="007818BD">
        <w:t>Mon chant ne vous paraîtra pas i</w:t>
      </w:r>
      <w:r w:rsidR="00E0544E" w:rsidRPr="007818BD">
        <w:t>m</w:t>
      </w:r>
      <w:r w:rsidR="00E0544E" w:rsidRPr="007818BD">
        <w:t>portun</w:t>
      </w:r>
      <w:r>
        <w:t xml:space="preserve">, </w:t>
      </w:r>
      <w:r w:rsidR="00E0544E" w:rsidRPr="007818BD">
        <w:t>j</w:t>
      </w:r>
      <w:r>
        <w:t>’</w:t>
      </w:r>
      <w:r w:rsidR="00E0544E" w:rsidRPr="007818BD">
        <w:t>espère</w:t>
      </w:r>
      <w:r>
        <w:t xml:space="preserve"> ; </w:t>
      </w:r>
      <w:r w:rsidR="00E0544E" w:rsidRPr="007818BD">
        <w:t>je chante toujours en préparant une salade</w:t>
      </w:r>
      <w:r>
        <w:t xml:space="preserve"> : </w:t>
      </w:r>
      <w:r w:rsidR="00E0544E" w:rsidRPr="007818BD">
        <w:t>les ingrédients se mêlent alors plus harmonieusement</w:t>
      </w:r>
      <w:r>
        <w:t>. »</w:t>
      </w:r>
    </w:p>
    <w:p w14:paraId="7B0F2998" w14:textId="77777777" w:rsidR="00E8465A" w:rsidRDefault="00E0544E" w:rsidP="00E0544E">
      <w:r w:rsidRPr="007818BD">
        <w:t>Et Paolo rejeta sa carabine sur son épaule</w:t>
      </w:r>
      <w:r w:rsidR="00E8465A">
        <w:t xml:space="preserve">, </w:t>
      </w:r>
      <w:r w:rsidRPr="007818BD">
        <w:t>quitta la cha</w:t>
      </w:r>
      <w:r w:rsidRPr="007818BD">
        <w:t>m</w:t>
      </w:r>
      <w:r w:rsidRPr="007818BD">
        <w:t>bre et ferma la porte</w:t>
      </w:r>
      <w:r w:rsidR="00E8465A">
        <w:t>.</w:t>
      </w:r>
    </w:p>
    <w:p w14:paraId="2F8A491F" w14:textId="77777777" w:rsidR="00E8465A" w:rsidRDefault="00E0544E" w:rsidP="00E0544E">
      <w:proofErr w:type="spellStart"/>
      <w:r w:rsidRPr="007818BD">
        <w:t>Glyndon</w:t>
      </w:r>
      <w:proofErr w:type="spellEnd"/>
      <w:r w:rsidRPr="007818BD">
        <w:t xml:space="preserve"> était déjà plongé dans le contenu de la lettre su</w:t>
      </w:r>
      <w:r w:rsidRPr="007818BD">
        <w:t>i</w:t>
      </w:r>
      <w:r w:rsidRPr="007818BD">
        <w:t>vante</w:t>
      </w:r>
      <w:r w:rsidR="00E8465A">
        <w:t> :</w:t>
      </w:r>
    </w:p>
    <w:p w14:paraId="692BE8BB" w14:textId="77777777" w:rsidR="00E8465A" w:rsidRDefault="00E8465A" w:rsidP="00E0544E">
      <w:r>
        <w:t>« </w:t>
      </w:r>
      <w:r w:rsidR="00E0544E" w:rsidRPr="007818BD">
        <w:t>Le jour où je t</w:t>
      </w:r>
      <w:r>
        <w:t>’</w:t>
      </w:r>
      <w:r w:rsidR="00E0544E" w:rsidRPr="007818BD">
        <w:t>acceptai pour disciple</w:t>
      </w:r>
      <w:r>
        <w:t xml:space="preserve">, </w:t>
      </w:r>
      <w:r w:rsidR="00E0544E" w:rsidRPr="007818BD">
        <w:t xml:space="preserve">je promis à </w:t>
      </w:r>
      <w:proofErr w:type="spellStart"/>
      <w:r w:rsidR="00E0544E" w:rsidRPr="007818BD">
        <w:t>Zanoni</w:t>
      </w:r>
      <w:proofErr w:type="spellEnd"/>
      <w:r w:rsidR="00E0544E" w:rsidRPr="007818BD">
        <w:t xml:space="preserve"> que</w:t>
      </w:r>
      <w:r>
        <w:t xml:space="preserve">, </w:t>
      </w:r>
      <w:r w:rsidR="00E0544E" w:rsidRPr="007818BD">
        <w:t>si je demeurais convaincu par les premières épreuves que tu dusses grossir le nombre</w:t>
      </w:r>
      <w:r>
        <w:t xml:space="preserve">, </w:t>
      </w:r>
      <w:r w:rsidR="00E0544E" w:rsidRPr="007818BD">
        <w:t>non de nos adeptes</w:t>
      </w:r>
      <w:r>
        <w:t xml:space="preserve">, </w:t>
      </w:r>
      <w:r w:rsidR="00E0544E" w:rsidRPr="007818BD">
        <w:t>mais des vi</w:t>
      </w:r>
      <w:r w:rsidR="00E0544E" w:rsidRPr="007818BD">
        <w:t>c</w:t>
      </w:r>
      <w:r w:rsidR="00E0544E" w:rsidRPr="007818BD">
        <w:t>times qui ont en vain aspiré à ce titre</w:t>
      </w:r>
      <w:r>
        <w:t xml:space="preserve">, </w:t>
      </w:r>
      <w:r w:rsidR="00E0544E" w:rsidRPr="007818BD">
        <w:t>je ne te pousserais pas à ton malheur et à ta perte</w:t>
      </w:r>
      <w:r>
        <w:t xml:space="preserve">, </w:t>
      </w:r>
      <w:r w:rsidR="00E0544E" w:rsidRPr="007818BD">
        <w:t>et que je te rendrais au monde</w:t>
      </w:r>
      <w:r>
        <w:t xml:space="preserve">. </w:t>
      </w:r>
      <w:r w:rsidR="00E0544E" w:rsidRPr="007818BD">
        <w:t>Ton épreuve a été la plus facile que jamais néophyte ait eue à subir</w:t>
      </w:r>
      <w:r>
        <w:t xml:space="preserve"> ; </w:t>
      </w:r>
      <w:r w:rsidR="00E0544E" w:rsidRPr="007818BD">
        <w:t>je ne t</w:t>
      </w:r>
      <w:r>
        <w:t>’</w:t>
      </w:r>
      <w:r w:rsidR="00E0544E" w:rsidRPr="007818BD">
        <w:t>ai demandé que de t</w:t>
      </w:r>
      <w:r>
        <w:t>’</w:t>
      </w:r>
      <w:r w:rsidR="00E0544E" w:rsidRPr="007818BD">
        <w:t>abstenir des instincts sensuels</w:t>
      </w:r>
      <w:r>
        <w:t xml:space="preserve">, </w:t>
      </w:r>
      <w:r w:rsidR="00E0544E" w:rsidRPr="007818BD">
        <w:t>et de te soumettre à une courte expérience pour prouver ta patie</w:t>
      </w:r>
      <w:r w:rsidR="00E0544E" w:rsidRPr="007818BD">
        <w:t>n</w:t>
      </w:r>
      <w:r w:rsidR="00E0544E" w:rsidRPr="007818BD">
        <w:t>ce et ta foi</w:t>
      </w:r>
      <w:r>
        <w:t xml:space="preserve">. </w:t>
      </w:r>
      <w:r w:rsidR="00E0544E" w:rsidRPr="007818BD">
        <w:t>Retourne à ton monde</w:t>
      </w:r>
      <w:r>
        <w:t xml:space="preserve"> ; </w:t>
      </w:r>
      <w:r w:rsidR="00E0544E" w:rsidRPr="007818BD">
        <w:t>ta nature n</w:t>
      </w:r>
      <w:r>
        <w:t>’</w:t>
      </w:r>
      <w:r w:rsidR="00E0544E" w:rsidRPr="007818BD">
        <w:t>est pas de celles qui puissent aspirer au nôtre</w:t>
      </w:r>
      <w:r>
        <w:t>.</w:t>
      </w:r>
    </w:p>
    <w:p w14:paraId="233FE1AD" w14:textId="77777777" w:rsidR="00E8465A" w:rsidRDefault="00E8465A" w:rsidP="00E0544E">
      <w:r>
        <w:t>« </w:t>
      </w:r>
      <w:r w:rsidR="00E0544E" w:rsidRPr="007818BD">
        <w:t>C</w:t>
      </w:r>
      <w:r>
        <w:t>’</w:t>
      </w:r>
      <w:r w:rsidR="00E0544E" w:rsidRPr="007818BD">
        <w:t>est moi qui ai chargé Paolo de te recevoir à la fête</w:t>
      </w:r>
      <w:r>
        <w:t xml:space="preserve"> ; </w:t>
      </w:r>
      <w:r w:rsidR="00E0544E" w:rsidRPr="007818BD">
        <w:t>c</w:t>
      </w:r>
      <w:r>
        <w:t>’</w:t>
      </w:r>
      <w:r w:rsidR="00E0544E" w:rsidRPr="007818BD">
        <w:t>est moi qui ai poussé le vieux mendiant à te demander l</w:t>
      </w:r>
      <w:r>
        <w:t>’</w:t>
      </w:r>
      <w:r w:rsidR="00E0544E" w:rsidRPr="007818BD">
        <w:t>aumône</w:t>
      </w:r>
      <w:r>
        <w:t xml:space="preserve"> ; </w:t>
      </w:r>
      <w:r w:rsidR="00E0544E" w:rsidRPr="007818BD">
        <w:t>c</w:t>
      </w:r>
      <w:r>
        <w:t>’</w:t>
      </w:r>
      <w:r w:rsidR="00E0544E" w:rsidRPr="007818BD">
        <w:t>est moi qui ai laissé ouvert le livre que tu ne pouvais lire qu</w:t>
      </w:r>
      <w:r>
        <w:t>’</w:t>
      </w:r>
      <w:r w:rsidR="00E0544E" w:rsidRPr="007818BD">
        <w:t>en transgressant mes ordres</w:t>
      </w:r>
      <w:r>
        <w:t xml:space="preserve">. </w:t>
      </w:r>
      <w:r w:rsidR="00E0544E" w:rsidRPr="007818BD">
        <w:t>Eh bien</w:t>
      </w:r>
      <w:r>
        <w:t xml:space="preserve">, </w:t>
      </w:r>
      <w:r w:rsidR="00E0544E" w:rsidRPr="007818BD">
        <w:t>tu as vu ce qui t</w:t>
      </w:r>
      <w:r>
        <w:t>’</w:t>
      </w:r>
      <w:r w:rsidR="00E0544E" w:rsidRPr="007818BD">
        <w:t>attend au seuil de la science</w:t>
      </w:r>
      <w:r>
        <w:t xml:space="preserve"> ; </w:t>
      </w:r>
      <w:r w:rsidR="00E0544E" w:rsidRPr="007818BD">
        <w:t>tu t</w:t>
      </w:r>
      <w:r>
        <w:t>’</w:t>
      </w:r>
      <w:r w:rsidR="00E0544E" w:rsidRPr="007818BD">
        <w:t>es trouvé face à face avec le premier e</w:t>
      </w:r>
      <w:r w:rsidR="00E0544E" w:rsidRPr="007818BD">
        <w:t>n</w:t>
      </w:r>
      <w:r w:rsidR="00E0544E" w:rsidRPr="007818BD">
        <w:t>nemi qui menace celui qui gémit encore sous l</w:t>
      </w:r>
      <w:r>
        <w:t>’</w:t>
      </w:r>
      <w:r w:rsidR="00E0544E" w:rsidRPr="007818BD">
        <w:t>étreinte despot</w:t>
      </w:r>
      <w:r w:rsidR="00E0544E" w:rsidRPr="007818BD">
        <w:t>i</w:t>
      </w:r>
      <w:r w:rsidR="00E0544E" w:rsidRPr="007818BD">
        <w:t>que des sens</w:t>
      </w:r>
      <w:r>
        <w:t xml:space="preserve">. </w:t>
      </w:r>
      <w:r w:rsidR="00E0544E" w:rsidRPr="007818BD">
        <w:t>Es-tu surpris que je ferme à j</w:t>
      </w:r>
      <w:r w:rsidR="00E0544E" w:rsidRPr="007818BD">
        <w:t>a</w:t>
      </w:r>
      <w:r w:rsidR="00E0544E" w:rsidRPr="007818BD">
        <w:t>mais les portes sur toi</w:t>
      </w:r>
      <w:r>
        <w:t xml:space="preserve"> ? </w:t>
      </w:r>
      <w:r w:rsidR="00E0544E" w:rsidRPr="007818BD">
        <w:t>Ne comprends-tu pas enfin qu</w:t>
      </w:r>
      <w:r>
        <w:t>’</w:t>
      </w:r>
      <w:r w:rsidR="00E0544E" w:rsidRPr="007818BD">
        <w:t xml:space="preserve">il faut </w:t>
      </w:r>
      <w:r w:rsidR="00E0544E" w:rsidRPr="007818BD">
        <w:lastRenderedPageBreak/>
        <w:t>une âme trempée</w:t>
      </w:r>
      <w:r>
        <w:t xml:space="preserve">, </w:t>
      </w:r>
      <w:r w:rsidR="00E0544E" w:rsidRPr="007818BD">
        <w:t>p</w:t>
      </w:r>
      <w:r w:rsidR="00E0544E" w:rsidRPr="007818BD">
        <w:t>u</w:t>
      </w:r>
      <w:r w:rsidR="00E0544E" w:rsidRPr="007818BD">
        <w:t>rifiée</w:t>
      </w:r>
      <w:r>
        <w:t xml:space="preserve">, </w:t>
      </w:r>
      <w:r w:rsidR="00E0544E" w:rsidRPr="007818BD">
        <w:t>préparée non pas par des philtres</w:t>
      </w:r>
      <w:r>
        <w:t xml:space="preserve">, </w:t>
      </w:r>
      <w:r w:rsidR="00E0544E" w:rsidRPr="007818BD">
        <w:t>mais par son propre mérite et sa valeur s</w:t>
      </w:r>
      <w:r w:rsidR="00E0544E" w:rsidRPr="007818BD">
        <w:t>u</w:t>
      </w:r>
      <w:r w:rsidR="00E0544E" w:rsidRPr="007818BD">
        <w:t>blime</w:t>
      </w:r>
      <w:r>
        <w:t xml:space="preserve">, </w:t>
      </w:r>
      <w:r w:rsidR="00E0544E" w:rsidRPr="007818BD">
        <w:t>pour franchir le seuil et braver l</w:t>
      </w:r>
      <w:r>
        <w:t>’</w:t>
      </w:r>
      <w:r w:rsidR="00E0544E" w:rsidRPr="007818BD">
        <w:t>ennemi</w:t>
      </w:r>
      <w:r>
        <w:t xml:space="preserve"> ? </w:t>
      </w:r>
      <w:r w:rsidR="00E0544E" w:rsidRPr="007818BD">
        <w:t>Malheureux</w:t>
      </w:r>
      <w:r>
        <w:t xml:space="preserve"> ! </w:t>
      </w:r>
      <w:r w:rsidR="00E0544E" w:rsidRPr="007818BD">
        <w:t>Toute ma science est sans pouvoir pour l</w:t>
      </w:r>
      <w:r>
        <w:t>’</w:t>
      </w:r>
      <w:r w:rsidR="00E0544E" w:rsidRPr="007818BD">
        <w:t>homme téméraire et sensuel</w:t>
      </w:r>
      <w:r>
        <w:t xml:space="preserve">, </w:t>
      </w:r>
      <w:r w:rsidR="00E0544E" w:rsidRPr="007818BD">
        <w:t>pour celui qui n</w:t>
      </w:r>
      <w:r>
        <w:t>’</w:t>
      </w:r>
      <w:r w:rsidR="00E0544E" w:rsidRPr="007818BD">
        <w:t>aspire à conna</w:t>
      </w:r>
      <w:r w:rsidR="00E0544E" w:rsidRPr="007818BD">
        <w:t>î</w:t>
      </w:r>
      <w:r w:rsidR="00E0544E" w:rsidRPr="007818BD">
        <w:t>tre nos secrets que pour les profaner</w:t>
      </w:r>
      <w:r>
        <w:t xml:space="preserve">, </w:t>
      </w:r>
      <w:r w:rsidR="00E0544E" w:rsidRPr="007818BD">
        <w:t>pour les prostituer aux jouissances grossières et au vice égoïste</w:t>
      </w:r>
      <w:r>
        <w:t xml:space="preserve">. </w:t>
      </w:r>
      <w:r w:rsidR="00E0544E" w:rsidRPr="007818BD">
        <w:t>Pourquoi les impo</w:t>
      </w:r>
      <w:r w:rsidR="00E0544E" w:rsidRPr="007818BD">
        <w:t>s</w:t>
      </w:r>
      <w:r w:rsidR="00E0544E" w:rsidRPr="007818BD">
        <w:t>teurs et les sorciers des siècles passés ont-ils péri en tentant d</w:t>
      </w:r>
      <w:r>
        <w:t>’</w:t>
      </w:r>
      <w:r w:rsidR="00E0544E" w:rsidRPr="007818BD">
        <w:t>approfondir des mystères qui doivent purifier et non perve</w:t>
      </w:r>
      <w:r w:rsidR="00E0544E" w:rsidRPr="007818BD">
        <w:t>r</w:t>
      </w:r>
      <w:r w:rsidR="00E0544E" w:rsidRPr="007818BD">
        <w:t>tir</w:t>
      </w:r>
      <w:r>
        <w:t xml:space="preserve"> ? </w:t>
      </w:r>
      <w:r w:rsidR="00E0544E" w:rsidRPr="007818BD">
        <w:t>Ils ont prétendu posséder la pierre philosophale</w:t>
      </w:r>
      <w:r>
        <w:t xml:space="preserve">, </w:t>
      </w:r>
      <w:r w:rsidR="00E0544E" w:rsidRPr="007818BD">
        <w:t>et ils sont morts sous les haillons</w:t>
      </w:r>
      <w:r>
        <w:t xml:space="preserve"> ; </w:t>
      </w:r>
      <w:r w:rsidR="00E0544E" w:rsidRPr="007818BD">
        <w:t>l</w:t>
      </w:r>
      <w:r>
        <w:t>’</w:t>
      </w:r>
      <w:r w:rsidR="00E0544E" w:rsidRPr="007818BD">
        <w:t>élixir de l</w:t>
      </w:r>
      <w:r>
        <w:t>’</w:t>
      </w:r>
      <w:r w:rsidR="00E0544E" w:rsidRPr="007818BD">
        <w:t>immortalité</w:t>
      </w:r>
      <w:r>
        <w:t xml:space="preserve">, </w:t>
      </w:r>
      <w:r w:rsidR="00E0544E" w:rsidRPr="007818BD">
        <w:t>et ils sont de</w:t>
      </w:r>
      <w:r w:rsidR="00E0544E" w:rsidRPr="007818BD">
        <w:t>s</w:t>
      </w:r>
      <w:r w:rsidR="00E0544E" w:rsidRPr="007818BD">
        <w:t>cendus dans la tombe</w:t>
      </w:r>
      <w:r>
        <w:t xml:space="preserve">, </w:t>
      </w:r>
      <w:r w:rsidR="00E0544E" w:rsidRPr="007818BD">
        <w:t>blanchis avant le temps</w:t>
      </w:r>
      <w:r>
        <w:t xml:space="preserve">. </w:t>
      </w:r>
      <w:r w:rsidR="00E0544E" w:rsidRPr="007818BD">
        <w:t>Les légendes a</w:t>
      </w:r>
      <w:r w:rsidR="00E0544E" w:rsidRPr="007818BD">
        <w:t>t</w:t>
      </w:r>
      <w:r w:rsidR="00E0544E" w:rsidRPr="007818BD">
        <w:t>testent que le démon les a mis en pièces</w:t>
      </w:r>
      <w:r>
        <w:t xml:space="preserve">. </w:t>
      </w:r>
      <w:r w:rsidR="00E0544E" w:rsidRPr="007818BD">
        <w:t>Oui</w:t>
      </w:r>
      <w:r>
        <w:t xml:space="preserve">, </w:t>
      </w:r>
      <w:r w:rsidR="00E0544E" w:rsidRPr="007818BD">
        <w:t>c</w:t>
      </w:r>
      <w:r>
        <w:t>’</w:t>
      </w:r>
      <w:r w:rsidR="00E0544E" w:rsidRPr="007818BD">
        <w:t>était le démon de leurs d</w:t>
      </w:r>
      <w:r w:rsidR="00E0544E" w:rsidRPr="007818BD">
        <w:t>é</w:t>
      </w:r>
      <w:r w:rsidR="00E0544E" w:rsidRPr="007818BD">
        <w:t>sirs impies et de leurs rêves criminels</w:t>
      </w:r>
      <w:r>
        <w:t xml:space="preserve">. </w:t>
      </w:r>
      <w:r w:rsidR="00E0544E" w:rsidRPr="007818BD">
        <w:t>Ce qu</w:t>
      </w:r>
      <w:r>
        <w:t>’</w:t>
      </w:r>
      <w:r w:rsidR="00E0544E" w:rsidRPr="007818BD">
        <w:t>ils ont convoité</w:t>
      </w:r>
      <w:r>
        <w:t xml:space="preserve">, </w:t>
      </w:r>
      <w:r w:rsidR="00E0544E" w:rsidRPr="007818BD">
        <w:t>tu le convoites</w:t>
      </w:r>
      <w:r>
        <w:t xml:space="preserve">, </w:t>
      </w:r>
      <w:r w:rsidR="00E0544E" w:rsidRPr="007818BD">
        <w:t>et</w:t>
      </w:r>
      <w:r>
        <w:t xml:space="preserve">, </w:t>
      </w:r>
      <w:r w:rsidR="00E0544E" w:rsidRPr="007818BD">
        <w:t>eusses-tu les ailes du séraphin</w:t>
      </w:r>
      <w:r>
        <w:t xml:space="preserve">, </w:t>
      </w:r>
      <w:r w:rsidR="00E0544E" w:rsidRPr="007818BD">
        <w:t>tu ne pourrais t</w:t>
      </w:r>
      <w:r>
        <w:t>’</w:t>
      </w:r>
      <w:r w:rsidR="00E0544E" w:rsidRPr="007818BD">
        <w:t>envoler des eaux corrompues et stagnantes de la mortalité</w:t>
      </w:r>
      <w:r>
        <w:t xml:space="preserve">. </w:t>
      </w:r>
      <w:r w:rsidR="00E0544E" w:rsidRPr="007818BD">
        <w:t>Ta soif de science n</w:t>
      </w:r>
      <w:r>
        <w:t>’</w:t>
      </w:r>
      <w:r w:rsidR="00E0544E" w:rsidRPr="007818BD">
        <w:t>est que présomption pétulante</w:t>
      </w:r>
      <w:r>
        <w:t xml:space="preserve"> ! </w:t>
      </w:r>
      <w:r w:rsidR="00E0544E" w:rsidRPr="007818BD">
        <w:t>tes désirs de bonheur</w:t>
      </w:r>
      <w:r>
        <w:t xml:space="preserve">, </w:t>
      </w:r>
      <w:r w:rsidR="00E0544E" w:rsidRPr="007818BD">
        <w:t>un appétit morbide des plaisirs impurs et matériels</w:t>
      </w:r>
      <w:r>
        <w:t xml:space="preserve"> ! </w:t>
      </w:r>
      <w:r w:rsidR="00E0544E" w:rsidRPr="007818BD">
        <w:t>Ton amour lui-même</w:t>
      </w:r>
      <w:r>
        <w:t xml:space="preserve">, </w:t>
      </w:r>
      <w:r w:rsidR="00E0544E" w:rsidRPr="007818BD">
        <w:t>qui ennoblit d</w:t>
      </w:r>
      <w:r>
        <w:t>’</w:t>
      </w:r>
      <w:r w:rsidR="00E0544E" w:rsidRPr="007818BD">
        <w:t>ordinaire les âmes les plus viles</w:t>
      </w:r>
      <w:r>
        <w:t xml:space="preserve">, </w:t>
      </w:r>
      <w:r w:rsidR="00E0544E" w:rsidRPr="007818BD">
        <w:t>c</w:t>
      </w:r>
      <w:r>
        <w:t>’</w:t>
      </w:r>
      <w:r w:rsidR="00E0544E" w:rsidRPr="007818BD">
        <w:t>est une passion lâche et monstrue</w:t>
      </w:r>
      <w:r w:rsidR="00E0544E" w:rsidRPr="007818BD">
        <w:t>u</w:t>
      </w:r>
      <w:r w:rsidR="00E0544E" w:rsidRPr="007818BD">
        <w:t>se qui mêle aux effervescences brutales de la chair les odieux calculs d</w:t>
      </w:r>
      <w:r>
        <w:t>’</w:t>
      </w:r>
      <w:r w:rsidR="00E0544E" w:rsidRPr="007818BD">
        <w:t>une froide tr</w:t>
      </w:r>
      <w:r w:rsidR="00E0544E" w:rsidRPr="007818BD">
        <w:t>a</w:t>
      </w:r>
      <w:r w:rsidR="00E0544E" w:rsidRPr="007818BD">
        <w:t>hison</w:t>
      </w:r>
      <w:r>
        <w:t xml:space="preserve"> ! </w:t>
      </w:r>
      <w:r w:rsidR="00E0544E" w:rsidRPr="007818BD">
        <w:t>Toi</w:t>
      </w:r>
      <w:r>
        <w:t xml:space="preserve">, </w:t>
      </w:r>
      <w:r w:rsidR="00E0544E" w:rsidRPr="007818BD">
        <w:t>un des nôtres</w:t>
      </w:r>
      <w:r>
        <w:t xml:space="preserve"> ! </w:t>
      </w:r>
      <w:r w:rsidR="00E0544E" w:rsidRPr="007818BD">
        <w:t>Toi</w:t>
      </w:r>
      <w:r>
        <w:t xml:space="preserve">, </w:t>
      </w:r>
      <w:r w:rsidR="00E0544E" w:rsidRPr="007818BD">
        <w:t>un frère de l</w:t>
      </w:r>
      <w:r>
        <w:t>’</w:t>
      </w:r>
      <w:r w:rsidR="00E0544E" w:rsidRPr="007818BD">
        <w:t>ordre auguste</w:t>
      </w:r>
      <w:r>
        <w:t xml:space="preserve"> ! </w:t>
      </w:r>
      <w:r w:rsidR="00E0544E" w:rsidRPr="007818BD">
        <w:t>Toi</w:t>
      </w:r>
      <w:r>
        <w:t xml:space="preserve">, </w:t>
      </w:r>
      <w:r w:rsidR="00E0544E" w:rsidRPr="007818BD">
        <w:t>un aspirant aux éto</w:t>
      </w:r>
      <w:r w:rsidR="00E0544E" w:rsidRPr="007818BD">
        <w:t>i</w:t>
      </w:r>
      <w:r w:rsidR="00E0544E" w:rsidRPr="007818BD">
        <w:t xml:space="preserve">les qui brillent dans la </w:t>
      </w:r>
      <w:proofErr w:type="spellStart"/>
      <w:r w:rsidR="00E0544E" w:rsidRPr="007818BD">
        <w:t>Shemaia</w:t>
      </w:r>
      <w:proofErr w:type="spellEnd"/>
      <w:r w:rsidR="00E0544E" w:rsidRPr="007818BD">
        <w:t xml:space="preserve"> de la science chaldéenne</w:t>
      </w:r>
      <w:r>
        <w:t xml:space="preserve"> ! </w:t>
      </w:r>
      <w:r w:rsidR="00E0544E" w:rsidRPr="007818BD">
        <w:t>L</w:t>
      </w:r>
      <w:r>
        <w:t>’</w:t>
      </w:r>
      <w:r w:rsidR="00E0544E" w:rsidRPr="007818BD">
        <w:t>aigle ne peut guider vers le soleil que le vol de l</w:t>
      </w:r>
      <w:r>
        <w:t>’</w:t>
      </w:r>
      <w:r w:rsidR="00E0544E" w:rsidRPr="007818BD">
        <w:t>aiglon</w:t>
      </w:r>
      <w:r>
        <w:t xml:space="preserve">. </w:t>
      </w:r>
      <w:r w:rsidR="00E0544E" w:rsidRPr="007818BD">
        <w:t>Je t</w:t>
      </w:r>
      <w:r>
        <w:t>’</w:t>
      </w:r>
      <w:r w:rsidR="00E0544E" w:rsidRPr="007818BD">
        <w:t>abandonne à ton atmosphère crépusculaire</w:t>
      </w:r>
      <w:r>
        <w:t>.</w:t>
      </w:r>
    </w:p>
    <w:p w14:paraId="6CE8FF7F" w14:textId="77777777" w:rsidR="00E8465A" w:rsidRDefault="00E8465A" w:rsidP="00E0544E">
      <w:r>
        <w:t>« </w:t>
      </w:r>
      <w:r w:rsidR="00E0544E" w:rsidRPr="007818BD">
        <w:t>Mais pour ton malheur</w:t>
      </w:r>
      <w:r>
        <w:t xml:space="preserve">, </w:t>
      </w:r>
      <w:r w:rsidR="00E0544E" w:rsidRPr="007818BD">
        <w:t>désobéissant et profane</w:t>
      </w:r>
      <w:r>
        <w:t xml:space="preserve">, </w:t>
      </w:r>
      <w:r w:rsidR="00E0544E" w:rsidRPr="007818BD">
        <w:t>tu as aspiré l</w:t>
      </w:r>
      <w:r>
        <w:t>’</w:t>
      </w:r>
      <w:r w:rsidR="00E0544E" w:rsidRPr="007818BD">
        <w:t>élixir</w:t>
      </w:r>
      <w:r>
        <w:t xml:space="preserve">, </w:t>
      </w:r>
      <w:r w:rsidR="00E0544E" w:rsidRPr="007818BD">
        <w:t xml:space="preserve">tu as </w:t>
      </w:r>
      <w:proofErr w:type="spellStart"/>
      <w:r w:rsidR="00E0544E" w:rsidRPr="007818BD">
        <w:t>attire</w:t>
      </w:r>
      <w:proofErr w:type="spellEnd"/>
      <w:r w:rsidR="00E0544E" w:rsidRPr="007818BD">
        <w:t xml:space="preserve"> à toi un ennemi hideux et impitoyable</w:t>
      </w:r>
      <w:r>
        <w:t xml:space="preserve">. </w:t>
      </w:r>
      <w:r w:rsidR="00E0544E" w:rsidRPr="007818BD">
        <w:t>Toi seul peux exorciser le fantôme que tu as suscité</w:t>
      </w:r>
      <w:r>
        <w:t xml:space="preserve">. </w:t>
      </w:r>
      <w:r w:rsidR="00E0544E" w:rsidRPr="007818BD">
        <w:t>Il faut que tu</w:t>
      </w:r>
      <w:r>
        <w:t>-</w:t>
      </w:r>
      <w:r w:rsidR="00E0544E" w:rsidRPr="007818BD">
        <w:t>rentres dans le monde</w:t>
      </w:r>
      <w:r>
        <w:t xml:space="preserve"> ; </w:t>
      </w:r>
      <w:r w:rsidR="00E0544E" w:rsidRPr="007818BD">
        <w:t>mais ce n</w:t>
      </w:r>
      <w:r>
        <w:t>’</w:t>
      </w:r>
      <w:r w:rsidR="00E0544E" w:rsidRPr="007818BD">
        <w:t>est que par un violent e</w:t>
      </w:r>
      <w:r w:rsidR="00E0544E" w:rsidRPr="007818BD">
        <w:t>f</w:t>
      </w:r>
      <w:r w:rsidR="00E0544E" w:rsidRPr="007818BD">
        <w:t>fort que tu pourras reconquérir</w:t>
      </w:r>
      <w:r>
        <w:t xml:space="preserve">, </w:t>
      </w:r>
      <w:r w:rsidR="00E0544E" w:rsidRPr="007818BD">
        <w:t>le calme et la joie de la vie que tu as quittée</w:t>
      </w:r>
      <w:r>
        <w:t xml:space="preserve">. </w:t>
      </w:r>
      <w:r w:rsidR="00E0544E" w:rsidRPr="007818BD">
        <w:t>Voici ce que je puis te dire pour te soutenir</w:t>
      </w:r>
      <w:r>
        <w:t xml:space="preserve"> : </w:t>
      </w:r>
      <w:r w:rsidR="00E0544E" w:rsidRPr="007818BD">
        <w:t>celui qui s</w:t>
      </w:r>
      <w:r>
        <w:t>’</w:t>
      </w:r>
      <w:r w:rsidR="00E0544E" w:rsidRPr="007818BD">
        <w:t xml:space="preserve">est assimilé même la faible part que tu as </w:t>
      </w:r>
      <w:r w:rsidR="00E0544E" w:rsidRPr="007818BD">
        <w:lastRenderedPageBreak/>
        <w:t>prise</w:t>
      </w:r>
      <w:r>
        <w:t xml:space="preserve">, </w:t>
      </w:r>
      <w:r w:rsidR="00E0544E" w:rsidRPr="007818BD">
        <w:t>de l</w:t>
      </w:r>
      <w:r>
        <w:t>’</w:t>
      </w:r>
      <w:r w:rsidR="00E0544E" w:rsidRPr="007818BD">
        <w:t>énergie v</w:t>
      </w:r>
      <w:r w:rsidR="00E0544E" w:rsidRPr="007818BD">
        <w:t>i</w:t>
      </w:r>
      <w:r w:rsidR="00E0544E" w:rsidRPr="007818BD">
        <w:t>tale et volatile contenue dans ce breuvage myst</w:t>
      </w:r>
      <w:r w:rsidR="00E0544E" w:rsidRPr="007818BD">
        <w:t>é</w:t>
      </w:r>
      <w:r w:rsidR="00E0544E" w:rsidRPr="007818BD">
        <w:t>rieux</w:t>
      </w:r>
      <w:r>
        <w:t xml:space="preserve">, </w:t>
      </w:r>
      <w:r w:rsidR="00E0544E" w:rsidRPr="007818BD">
        <w:t>a éveillé en lui des facultés qui ne sauraient dormir</w:t>
      </w:r>
      <w:r>
        <w:t xml:space="preserve"> ; </w:t>
      </w:r>
      <w:r w:rsidR="00E0544E" w:rsidRPr="007818BD">
        <w:t>des facultés qui peuvent encore</w:t>
      </w:r>
      <w:r>
        <w:t xml:space="preserve">, </w:t>
      </w:r>
      <w:r w:rsidR="00E0544E" w:rsidRPr="007818BD">
        <w:t>par une humilité patiente</w:t>
      </w:r>
      <w:r>
        <w:t xml:space="preserve">, </w:t>
      </w:r>
      <w:r w:rsidR="00E0544E" w:rsidRPr="007818BD">
        <w:t>par une foi inébra</w:t>
      </w:r>
      <w:r w:rsidR="00E0544E" w:rsidRPr="007818BD">
        <w:t>n</w:t>
      </w:r>
      <w:r w:rsidR="00E0544E" w:rsidRPr="007818BD">
        <w:t>lable</w:t>
      </w:r>
      <w:r>
        <w:t xml:space="preserve">, </w:t>
      </w:r>
      <w:r w:rsidR="00E0544E" w:rsidRPr="007818BD">
        <w:t>par un courage qui n</w:t>
      </w:r>
      <w:r>
        <w:t>’</w:t>
      </w:r>
      <w:r w:rsidR="00E0544E" w:rsidRPr="007818BD">
        <w:t>est pas du corps</w:t>
      </w:r>
      <w:r>
        <w:t xml:space="preserve">, </w:t>
      </w:r>
      <w:r w:rsidR="00E0544E" w:rsidRPr="007818BD">
        <w:t>comme le tien</w:t>
      </w:r>
      <w:r>
        <w:t xml:space="preserve">, </w:t>
      </w:r>
      <w:r w:rsidR="00E0544E" w:rsidRPr="007818BD">
        <w:t>mais de l</w:t>
      </w:r>
      <w:r>
        <w:t>’</w:t>
      </w:r>
      <w:r w:rsidR="00E0544E" w:rsidRPr="007818BD">
        <w:t>âme intrépide et vertueuse</w:t>
      </w:r>
      <w:r>
        <w:t xml:space="preserve">, </w:t>
      </w:r>
      <w:r w:rsidR="00E0544E" w:rsidRPr="007818BD">
        <w:t>atteindre</w:t>
      </w:r>
      <w:r>
        <w:t xml:space="preserve">, </w:t>
      </w:r>
      <w:r w:rsidR="00E0544E" w:rsidRPr="007818BD">
        <w:t>sinon à la scie</w:t>
      </w:r>
      <w:r w:rsidR="00E0544E" w:rsidRPr="007818BD">
        <w:t>n</w:t>
      </w:r>
      <w:r w:rsidR="00E0544E" w:rsidRPr="007818BD">
        <w:t>ce qui règne dans les régions éthérées</w:t>
      </w:r>
      <w:r>
        <w:t xml:space="preserve">, </w:t>
      </w:r>
      <w:r w:rsidR="00E0544E" w:rsidRPr="007818BD">
        <w:t>du moins à de nobles r</w:t>
      </w:r>
      <w:r w:rsidR="00E0544E" w:rsidRPr="007818BD">
        <w:t>é</w:t>
      </w:r>
      <w:r w:rsidR="00E0544E" w:rsidRPr="007818BD">
        <w:t>sultats dans la vie humaine</w:t>
      </w:r>
      <w:r>
        <w:t xml:space="preserve">. </w:t>
      </w:r>
      <w:r w:rsidR="00E0544E" w:rsidRPr="007818BD">
        <w:t>Cette influence</w:t>
      </w:r>
      <w:r>
        <w:t xml:space="preserve">, </w:t>
      </w:r>
      <w:r w:rsidR="00E0544E" w:rsidRPr="007818BD">
        <w:t>incessamment act</w:t>
      </w:r>
      <w:r w:rsidR="00E0544E" w:rsidRPr="007818BD">
        <w:t>i</w:t>
      </w:r>
      <w:r w:rsidR="00E0544E" w:rsidRPr="007818BD">
        <w:t>ve</w:t>
      </w:r>
      <w:r>
        <w:t xml:space="preserve">, </w:t>
      </w:r>
      <w:r w:rsidR="00E0544E" w:rsidRPr="007818BD">
        <w:t>tu la retrouveras dans tout ce que tu entr</w:t>
      </w:r>
      <w:r w:rsidR="00E0544E" w:rsidRPr="007818BD">
        <w:t>e</w:t>
      </w:r>
      <w:r w:rsidR="00E0544E" w:rsidRPr="007818BD">
        <w:t>prendras</w:t>
      </w:r>
      <w:r>
        <w:t xml:space="preserve">. </w:t>
      </w:r>
      <w:r w:rsidR="00E0544E" w:rsidRPr="007818BD">
        <w:t>Ton cœur</w:t>
      </w:r>
      <w:r>
        <w:t xml:space="preserve">, </w:t>
      </w:r>
      <w:r w:rsidR="00E0544E" w:rsidRPr="007818BD">
        <w:t>au milieu des joies vulgaires</w:t>
      </w:r>
      <w:r>
        <w:t xml:space="preserve">, </w:t>
      </w:r>
      <w:r w:rsidR="00E0544E" w:rsidRPr="007818BD">
        <w:t>aspirera à quelque chose de plus saint</w:t>
      </w:r>
      <w:r>
        <w:t xml:space="preserve"> ; </w:t>
      </w:r>
      <w:r w:rsidR="00E0544E" w:rsidRPr="007818BD">
        <w:t>ton ambition</w:t>
      </w:r>
      <w:r>
        <w:t xml:space="preserve">, </w:t>
      </w:r>
      <w:r w:rsidR="00E0544E" w:rsidRPr="007818BD">
        <w:t>au milieu des mobiles grossiers</w:t>
      </w:r>
      <w:r>
        <w:t xml:space="preserve">, </w:t>
      </w:r>
      <w:r w:rsidR="00E0544E" w:rsidRPr="007818BD">
        <w:t>che</w:t>
      </w:r>
      <w:r w:rsidR="00E0544E" w:rsidRPr="007818BD">
        <w:t>r</w:t>
      </w:r>
      <w:r w:rsidR="00E0544E" w:rsidRPr="007818BD">
        <w:t xml:space="preserve">chera un but </w:t>
      </w:r>
      <w:proofErr w:type="spellStart"/>
      <w:r w:rsidR="00E0544E" w:rsidRPr="007818BD">
        <w:t>au delà</w:t>
      </w:r>
      <w:proofErr w:type="spellEnd"/>
      <w:r w:rsidR="00E0544E" w:rsidRPr="007818BD">
        <w:t xml:space="preserve"> de ta portée</w:t>
      </w:r>
      <w:r>
        <w:t xml:space="preserve">. </w:t>
      </w:r>
      <w:r w:rsidR="00E0544E" w:rsidRPr="007818BD">
        <w:t>Mais ne pense pas que cette disposition seule suffise à la gloire</w:t>
      </w:r>
      <w:r>
        <w:t xml:space="preserve"> : </w:t>
      </w:r>
      <w:r w:rsidR="00E0544E" w:rsidRPr="007818BD">
        <w:t>elle peut tout aussi bien te conduire à la honte et au crime</w:t>
      </w:r>
      <w:r>
        <w:t xml:space="preserve">. </w:t>
      </w:r>
      <w:r w:rsidR="00E0544E" w:rsidRPr="007818BD">
        <w:t>Ce n</w:t>
      </w:r>
      <w:r>
        <w:t>’</w:t>
      </w:r>
      <w:r w:rsidR="00E0544E" w:rsidRPr="007818BD">
        <w:t>est qu</w:t>
      </w:r>
      <w:r>
        <w:t>’</w:t>
      </w:r>
      <w:r w:rsidR="00E0544E" w:rsidRPr="007818BD">
        <w:t>une force imparfaite</w:t>
      </w:r>
      <w:r>
        <w:t>-</w:t>
      </w:r>
      <w:r w:rsidR="00E0544E" w:rsidRPr="007818BD">
        <w:t>et nouvelle qui ne te laissera aucun r</w:t>
      </w:r>
      <w:r w:rsidR="00E0544E" w:rsidRPr="007818BD">
        <w:t>e</w:t>
      </w:r>
      <w:r w:rsidR="00E0544E" w:rsidRPr="007818BD">
        <w:t>pos</w:t>
      </w:r>
      <w:r>
        <w:t xml:space="preserve">. </w:t>
      </w:r>
      <w:r w:rsidR="00E0544E" w:rsidRPr="007818BD">
        <w:t>C</w:t>
      </w:r>
      <w:r>
        <w:t>’</w:t>
      </w:r>
      <w:r w:rsidR="00E0544E" w:rsidRPr="007818BD">
        <w:t>est la direction que tu lui donneras qui montrera si elle émane de ton bon ou de ton mauvais génie</w:t>
      </w:r>
      <w:r>
        <w:t>.</w:t>
      </w:r>
    </w:p>
    <w:p w14:paraId="7F22DA25" w14:textId="77777777" w:rsidR="00E8465A" w:rsidRDefault="00E8465A" w:rsidP="00E0544E">
      <w:r>
        <w:t>« </w:t>
      </w:r>
      <w:r w:rsidR="00E0544E" w:rsidRPr="007818BD">
        <w:t>Malheur à toi</w:t>
      </w:r>
      <w:r>
        <w:t xml:space="preserve"> ! </w:t>
      </w:r>
      <w:r w:rsidR="00E0544E" w:rsidRPr="007818BD">
        <w:t>pauvre insecte pris dans l</w:t>
      </w:r>
      <w:r>
        <w:t>’</w:t>
      </w:r>
      <w:r w:rsidR="00E0544E" w:rsidRPr="007818BD">
        <w:t>inextricable r</w:t>
      </w:r>
      <w:r w:rsidR="00E0544E" w:rsidRPr="007818BD">
        <w:t>é</w:t>
      </w:r>
      <w:r w:rsidR="00E0544E" w:rsidRPr="007818BD">
        <w:t>seau dont tu as enlacé tes membres et tes ailes</w:t>
      </w:r>
      <w:r>
        <w:t xml:space="preserve">. </w:t>
      </w:r>
      <w:r w:rsidR="00E0544E" w:rsidRPr="007818BD">
        <w:t>Non-seulement tu as aspiré l</w:t>
      </w:r>
      <w:r>
        <w:t>’</w:t>
      </w:r>
      <w:r w:rsidR="00E0544E" w:rsidRPr="007818BD">
        <w:t>élixir</w:t>
      </w:r>
      <w:r>
        <w:t xml:space="preserve">, </w:t>
      </w:r>
      <w:r w:rsidR="00E0544E" w:rsidRPr="007818BD">
        <w:t>mais encore tu as évoqué le spectre</w:t>
      </w:r>
      <w:r>
        <w:t xml:space="preserve"> : </w:t>
      </w:r>
      <w:r w:rsidR="00E0544E" w:rsidRPr="007818BD">
        <w:t>de to</w:t>
      </w:r>
      <w:r w:rsidR="00E0544E" w:rsidRPr="007818BD">
        <w:t>u</w:t>
      </w:r>
      <w:r w:rsidR="00E0544E" w:rsidRPr="007818BD">
        <w:t>tes les légions qui peuplent l</w:t>
      </w:r>
      <w:r>
        <w:t>’</w:t>
      </w:r>
      <w:r w:rsidR="00E0544E" w:rsidRPr="007818BD">
        <w:t>espace</w:t>
      </w:r>
      <w:r>
        <w:t xml:space="preserve">, </w:t>
      </w:r>
      <w:r w:rsidR="00E0544E" w:rsidRPr="007818BD">
        <w:t>il n</w:t>
      </w:r>
      <w:r>
        <w:t>’</w:t>
      </w:r>
      <w:r w:rsidR="00E0544E" w:rsidRPr="007818BD">
        <w:t>est pas pour l</w:t>
      </w:r>
      <w:r>
        <w:t>’</w:t>
      </w:r>
      <w:r w:rsidR="00E0544E" w:rsidRPr="007818BD">
        <w:t>homme d</w:t>
      </w:r>
      <w:r>
        <w:t>’</w:t>
      </w:r>
      <w:r w:rsidR="00E0544E" w:rsidRPr="007818BD">
        <w:t>ennemi aussi implacable</w:t>
      </w:r>
      <w:r>
        <w:t xml:space="preserve"> ; </w:t>
      </w:r>
      <w:r w:rsidR="00E0544E" w:rsidRPr="007818BD">
        <w:t>tu as soulevé le voile</w:t>
      </w:r>
      <w:r>
        <w:t xml:space="preserve">, </w:t>
      </w:r>
      <w:r w:rsidR="00E0544E" w:rsidRPr="007818BD">
        <w:t>et il n</w:t>
      </w:r>
      <w:r>
        <w:t>’</w:t>
      </w:r>
      <w:r w:rsidR="00E0544E" w:rsidRPr="007818BD">
        <w:t>est plus en mon pouvoir d</w:t>
      </w:r>
      <w:r>
        <w:t>’</w:t>
      </w:r>
      <w:r w:rsidR="00E0544E" w:rsidRPr="007818BD">
        <w:t>abriter ton regard derrière un bienfaisant nuage</w:t>
      </w:r>
      <w:r>
        <w:t xml:space="preserve">. </w:t>
      </w:r>
      <w:r w:rsidR="00E0544E" w:rsidRPr="007818BD">
        <w:t>Sache du moins que tous ceux d</w:t>
      </w:r>
      <w:r>
        <w:t>’</w:t>
      </w:r>
      <w:r w:rsidR="00E0544E" w:rsidRPr="007818BD">
        <w:t>entre nous</w:t>
      </w:r>
      <w:r>
        <w:t xml:space="preserve">, </w:t>
      </w:r>
      <w:r w:rsidR="00E0544E" w:rsidRPr="007818BD">
        <w:t>les plus grands et les plus sages</w:t>
      </w:r>
      <w:r>
        <w:t xml:space="preserve">, </w:t>
      </w:r>
      <w:r w:rsidR="00E0544E" w:rsidRPr="007818BD">
        <w:t>qui ont réellement franchi le seuil</w:t>
      </w:r>
      <w:r>
        <w:t xml:space="preserve">, </w:t>
      </w:r>
      <w:r w:rsidR="00E0544E" w:rsidRPr="007818BD">
        <w:t>ont eu pour première tâche de dompter et de soumettre l</w:t>
      </w:r>
      <w:r>
        <w:t>’</w:t>
      </w:r>
      <w:r w:rsidR="00E0544E" w:rsidRPr="007818BD">
        <w:t>Ombre h</w:t>
      </w:r>
      <w:r w:rsidR="00E0544E" w:rsidRPr="007818BD">
        <w:t>i</w:t>
      </w:r>
      <w:r w:rsidR="00E0544E" w:rsidRPr="007818BD">
        <w:t>deuse et formidable qui le garde</w:t>
      </w:r>
      <w:r>
        <w:t xml:space="preserve">. </w:t>
      </w:r>
      <w:r w:rsidR="00E0544E" w:rsidRPr="007818BD">
        <w:t>Sache qu</w:t>
      </w:r>
      <w:r>
        <w:t>’</w:t>
      </w:r>
      <w:r w:rsidR="00E0544E" w:rsidRPr="007818BD">
        <w:t>il t</w:t>
      </w:r>
      <w:r>
        <w:t>’</w:t>
      </w:r>
      <w:r w:rsidR="00E0544E" w:rsidRPr="007818BD">
        <w:t>est possible de te dérober à ces yeux livides</w:t>
      </w:r>
      <w:r>
        <w:t xml:space="preserve"> ; </w:t>
      </w:r>
      <w:r w:rsidR="00E0544E" w:rsidRPr="007818BD">
        <w:t>sache que</w:t>
      </w:r>
      <w:r>
        <w:t xml:space="preserve">, </w:t>
      </w:r>
      <w:r w:rsidR="00E0544E" w:rsidRPr="007818BD">
        <w:t>s</w:t>
      </w:r>
      <w:r>
        <w:t>’</w:t>
      </w:r>
      <w:r w:rsidR="00E0544E" w:rsidRPr="007818BD">
        <w:t>ils te poursuivent</w:t>
      </w:r>
      <w:r>
        <w:t xml:space="preserve">, </w:t>
      </w:r>
      <w:r w:rsidR="00E0544E" w:rsidRPr="007818BD">
        <w:t>ils ne sauraient te nuire tant que tu résisteras aux pensées qu</w:t>
      </w:r>
      <w:r>
        <w:t>’</w:t>
      </w:r>
      <w:r w:rsidR="00E0544E" w:rsidRPr="007818BD">
        <w:t>ils insp</w:t>
      </w:r>
      <w:r w:rsidR="00E0544E" w:rsidRPr="007818BD">
        <w:t>i</w:t>
      </w:r>
      <w:r w:rsidR="00E0544E" w:rsidRPr="007818BD">
        <w:t>rent et à la terreur qu</w:t>
      </w:r>
      <w:r>
        <w:t>’</w:t>
      </w:r>
      <w:r w:rsidR="00E0544E" w:rsidRPr="007818BD">
        <w:t>ils produisent</w:t>
      </w:r>
      <w:r>
        <w:t xml:space="preserve">. </w:t>
      </w:r>
      <w:r w:rsidR="00E0544E" w:rsidRPr="007818BD">
        <w:rPr>
          <w:i/>
          <w:iCs/>
        </w:rPr>
        <w:t>C</w:t>
      </w:r>
      <w:r>
        <w:rPr>
          <w:i/>
          <w:iCs/>
        </w:rPr>
        <w:t>’</w:t>
      </w:r>
      <w:r w:rsidR="00E0544E" w:rsidRPr="007818BD">
        <w:rPr>
          <w:i/>
          <w:iCs/>
        </w:rPr>
        <w:t>est surtout quand tu ne les vois pas que tu dois les redouter le plus</w:t>
      </w:r>
      <w:r>
        <w:t>.</w:t>
      </w:r>
    </w:p>
    <w:p w14:paraId="5781EE72" w14:textId="419EAB6A" w:rsidR="00E0544E" w:rsidRPr="007818BD" w:rsidRDefault="00E8465A" w:rsidP="00E0544E">
      <w:r>
        <w:lastRenderedPageBreak/>
        <w:t>« </w:t>
      </w:r>
      <w:r w:rsidR="00E0544E" w:rsidRPr="007818BD">
        <w:t>Va</w:t>
      </w:r>
      <w:r>
        <w:t xml:space="preserve">, </w:t>
      </w:r>
      <w:r w:rsidR="00E0544E" w:rsidRPr="007818BD">
        <w:t>maintenant</w:t>
      </w:r>
      <w:r>
        <w:t xml:space="preserve">, </w:t>
      </w:r>
      <w:r w:rsidR="00E0544E" w:rsidRPr="007818BD">
        <w:t>enfant de la matière corrompue</w:t>
      </w:r>
      <w:r>
        <w:t xml:space="preserve"> ! </w:t>
      </w:r>
      <w:r w:rsidR="00E0544E" w:rsidRPr="007818BD">
        <w:t>Tout ce que je puis te dire pour t</w:t>
      </w:r>
      <w:r>
        <w:t>’</w:t>
      </w:r>
      <w:r w:rsidR="00E0544E" w:rsidRPr="007818BD">
        <w:t>encourager</w:t>
      </w:r>
      <w:r>
        <w:t xml:space="preserve">, </w:t>
      </w:r>
      <w:r w:rsidR="00E0544E" w:rsidRPr="007818BD">
        <w:t>pour t</w:t>
      </w:r>
      <w:r>
        <w:t>’</w:t>
      </w:r>
      <w:r w:rsidR="00E0544E" w:rsidRPr="007818BD">
        <w:t>avertir et pour te guider</w:t>
      </w:r>
      <w:r>
        <w:t xml:space="preserve">, </w:t>
      </w:r>
      <w:r w:rsidR="00E0544E" w:rsidRPr="007818BD">
        <w:t>je te l</w:t>
      </w:r>
      <w:r>
        <w:t>’</w:t>
      </w:r>
      <w:r w:rsidR="00E0544E" w:rsidRPr="007818BD">
        <w:t>ai dit dans ces lignes</w:t>
      </w:r>
      <w:r>
        <w:t xml:space="preserve">. </w:t>
      </w:r>
      <w:r w:rsidR="00E0544E" w:rsidRPr="007818BD">
        <w:t>Ce n</w:t>
      </w:r>
      <w:r>
        <w:t>’</w:t>
      </w:r>
      <w:r w:rsidR="00E0544E" w:rsidRPr="007818BD">
        <w:t>est pas moi</w:t>
      </w:r>
      <w:r>
        <w:t xml:space="preserve">, </w:t>
      </w:r>
      <w:r w:rsidR="00E0544E" w:rsidRPr="007818BD">
        <w:t>c</w:t>
      </w:r>
      <w:r>
        <w:t>’</w:t>
      </w:r>
      <w:r w:rsidR="00E0544E" w:rsidRPr="007818BD">
        <w:t>est toi-même qui as fait naître la sombre épreuve dont tu sortiras</w:t>
      </w:r>
      <w:r>
        <w:t xml:space="preserve">, </w:t>
      </w:r>
      <w:r w:rsidR="00E0544E" w:rsidRPr="007818BD">
        <w:t>je l</w:t>
      </w:r>
      <w:r>
        <w:t>’</w:t>
      </w:r>
      <w:r w:rsidR="00E0544E" w:rsidRPr="007818BD">
        <w:t>espère</w:t>
      </w:r>
      <w:r>
        <w:t xml:space="preserve">, </w:t>
      </w:r>
      <w:r w:rsidR="00E0544E" w:rsidRPr="007818BD">
        <w:t>en paix</w:t>
      </w:r>
      <w:r>
        <w:t xml:space="preserve">. </w:t>
      </w:r>
      <w:r w:rsidR="00E0544E" w:rsidRPr="007818BD">
        <w:t>Symbole moi-même de cette science que je cultive et que je sers</w:t>
      </w:r>
      <w:r>
        <w:t xml:space="preserve">, </w:t>
      </w:r>
      <w:r w:rsidR="00E0544E" w:rsidRPr="007818BD">
        <w:t>je ne cache aucun enseignement à l</w:t>
      </w:r>
      <w:r>
        <w:t>’</w:t>
      </w:r>
      <w:r w:rsidR="00E0544E" w:rsidRPr="007818BD">
        <w:t>aspirant pur et sincère</w:t>
      </w:r>
      <w:r>
        <w:t xml:space="preserve"> ; </w:t>
      </w:r>
      <w:r w:rsidR="00E0544E" w:rsidRPr="007818BD">
        <w:t>pour le curieux vulgaire je suis une énigme impénétrable</w:t>
      </w:r>
      <w:r>
        <w:t xml:space="preserve">. </w:t>
      </w:r>
      <w:r w:rsidR="00E0544E" w:rsidRPr="007818BD">
        <w:t>Le seul bien impérissable de l</w:t>
      </w:r>
      <w:r>
        <w:t>’</w:t>
      </w:r>
      <w:r w:rsidR="00E0544E" w:rsidRPr="007818BD">
        <w:t>homme étant sa pensée</w:t>
      </w:r>
      <w:r>
        <w:t xml:space="preserve">, </w:t>
      </w:r>
      <w:r w:rsidR="00E0544E" w:rsidRPr="007818BD">
        <w:t>il n</w:t>
      </w:r>
      <w:r>
        <w:t>’</w:t>
      </w:r>
      <w:r w:rsidR="00E0544E" w:rsidRPr="007818BD">
        <w:t>est pas en mon pouvoir de matérialiser et d</w:t>
      </w:r>
      <w:r>
        <w:t>’</w:t>
      </w:r>
      <w:r w:rsidR="00E0544E" w:rsidRPr="007818BD">
        <w:t>anéantir les idées et les aspirations qui sont nées dans ton cœur</w:t>
      </w:r>
      <w:r>
        <w:t xml:space="preserve">. </w:t>
      </w:r>
      <w:r w:rsidR="00E0544E" w:rsidRPr="007818BD">
        <w:t>Le moindre novice pourrait pulvériser ce château et fa</w:t>
      </w:r>
      <w:r w:rsidR="00E0544E" w:rsidRPr="007818BD">
        <w:t>i</w:t>
      </w:r>
      <w:r w:rsidR="00E0544E" w:rsidRPr="007818BD">
        <w:t>re rouler cette montagne jusqu</w:t>
      </w:r>
      <w:r>
        <w:t>’</w:t>
      </w:r>
      <w:r w:rsidR="00E0544E" w:rsidRPr="007818BD">
        <w:t>au fond de la vallée</w:t>
      </w:r>
      <w:r>
        <w:t xml:space="preserve">. </w:t>
      </w:r>
      <w:r w:rsidR="00E0544E" w:rsidRPr="007818BD">
        <w:t>Le maître lui-même n</w:t>
      </w:r>
      <w:r>
        <w:t>’</w:t>
      </w:r>
      <w:r w:rsidR="00E0544E" w:rsidRPr="007818BD">
        <w:t>a pas le pouvoir de dire à la Pensée que sa science a inspirée</w:t>
      </w:r>
      <w:r>
        <w:t xml:space="preserve"> : </w:t>
      </w:r>
      <w:r w:rsidR="00E0544E" w:rsidRPr="007818BD">
        <w:rPr>
          <w:i/>
          <w:iCs/>
        </w:rPr>
        <w:t>Cesse d</w:t>
      </w:r>
      <w:r>
        <w:rPr>
          <w:i/>
          <w:iCs/>
        </w:rPr>
        <w:t>’</w:t>
      </w:r>
      <w:r w:rsidR="00E0544E" w:rsidRPr="007818BD">
        <w:rPr>
          <w:i/>
          <w:iCs/>
        </w:rPr>
        <w:t>exister</w:t>
      </w:r>
      <w:r>
        <w:t xml:space="preserve">. </w:t>
      </w:r>
      <w:r w:rsidR="00E0544E" w:rsidRPr="007818BD">
        <w:t>Tu peux dégu</w:t>
      </w:r>
      <w:r w:rsidR="00E0544E" w:rsidRPr="007818BD">
        <w:t>i</w:t>
      </w:r>
      <w:r w:rsidR="00E0544E" w:rsidRPr="007818BD">
        <w:t>ser la pensée sous mille formes nouvelles</w:t>
      </w:r>
      <w:r>
        <w:t xml:space="preserve">, </w:t>
      </w:r>
      <w:r w:rsidR="00E0544E" w:rsidRPr="007818BD">
        <w:t>tu peux la faire passer</w:t>
      </w:r>
      <w:r>
        <w:t xml:space="preserve">, </w:t>
      </w:r>
      <w:r w:rsidR="00E0544E" w:rsidRPr="007818BD">
        <w:t>purifiée et raffinée</w:t>
      </w:r>
      <w:r>
        <w:t xml:space="preserve">, </w:t>
      </w:r>
      <w:r w:rsidR="00E0544E" w:rsidRPr="007818BD">
        <w:t>dans une âme plus sublime</w:t>
      </w:r>
      <w:r>
        <w:t xml:space="preserve"> ; </w:t>
      </w:r>
      <w:r w:rsidR="00E0544E" w:rsidRPr="007818BD">
        <w:t>mais tu ne peux anéantir ce qui r</w:t>
      </w:r>
      <w:r w:rsidR="00E0544E" w:rsidRPr="007818BD">
        <w:t>é</w:t>
      </w:r>
      <w:r w:rsidR="00E0544E" w:rsidRPr="007818BD">
        <w:t>side dans l</w:t>
      </w:r>
      <w:r>
        <w:t>’</w:t>
      </w:r>
      <w:r w:rsidR="00E0544E" w:rsidRPr="007818BD">
        <w:t>esprit seul</w:t>
      </w:r>
      <w:r>
        <w:t xml:space="preserve">, </w:t>
      </w:r>
      <w:r w:rsidR="00E0544E" w:rsidRPr="007818BD">
        <w:t>ce qui n</w:t>
      </w:r>
      <w:r>
        <w:t>’</w:t>
      </w:r>
      <w:r w:rsidR="00E0544E" w:rsidRPr="007818BD">
        <w:t>a d</w:t>
      </w:r>
      <w:r>
        <w:t>’</w:t>
      </w:r>
      <w:r w:rsidR="00E0544E" w:rsidRPr="007818BD">
        <w:t>autre substance que l</w:t>
      </w:r>
      <w:r>
        <w:t>’</w:t>
      </w:r>
      <w:r w:rsidR="00E0544E" w:rsidRPr="007818BD">
        <w:t>idée</w:t>
      </w:r>
      <w:r>
        <w:t xml:space="preserve">. </w:t>
      </w:r>
      <w:r w:rsidR="00E0544E" w:rsidRPr="007818BD">
        <w:rPr>
          <w:i/>
          <w:iCs/>
        </w:rPr>
        <w:t>Toute pensée est une âme</w:t>
      </w:r>
      <w:r>
        <w:t xml:space="preserve">. </w:t>
      </w:r>
      <w:r w:rsidR="00E0544E" w:rsidRPr="007818BD">
        <w:t>Ce serait donc en vain que nous chercherions</w:t>
      </w:r>
      <w:r>
        <w:t xml:space="preserve">, </w:t>
      </w:r>
      <w:r w:rsidR="00E0544E" w:rsidRPr="007818BD">
        <w:t>toi ou moi</w:t>
      </w:r>
      <w:r>
        <w:t xml:space="preserve">, </w:t>
      </w:r>
      <w:r w:rsidR="00E0544E" w:rsidRPr="007818BD">
        <w:t>à défaire le passé et à te rendre l</w:t>
      </w:r>
      <w:r>
        <w:t>’</w:t>
      </w:r>
      <w:r w:rsidR="00E0544E" w:rsidRPr="007818BD">
        <w:t>aveugle i</w:t>
      </w:r>
      <w:r w:rsidR="00E0544E" w:rsidRPr="007818BD">
        <w:t>n</w:t>
      </w:r>
      <w:r w:rsidR="00E0544E" w:rsidRPr="007818BD">
        <w:t>souciance de ta jeunesse</w:t>
      </w:r>
      <w:r>
        <w:t>. »</w:t>
      </w:r>
    </w:p>
    <w:p w14:paraId="6423DCA6" w14:textId="77777777" w:rsidR="00E8465A" w:rsidRDefault="00E0544E" w:rsidP="00E0544E">
      <w:r w:rsidRPr="007818BD">
        <w:t xml:space="preserve">La lettre tomba des mains de </w:t>
      </w:r>
      <w:proofErr w:type="spellStart"/>
      <w:r w:rsidRPr="007818BD">
        <w:t>Glyndon</w:t>
      </w:r>
      <w:proofErr w:type="spellEnd"/>
      <w:r w:rsidR="00E8465A">
        <w:t xml:space="preserve">. </w:t>
      </w:r>
      <w:r w:rsidRPr="007818BD">
        <w:t>Aux diverses ém</w:t>
      </w:r>
      <w:r w:rsidRPr="007818BD">
        <w:t>o</w:t>
      </w:r>
      <w:r w:rsidRPr="007818BD">
        <w:t>tions qui s</w:t>
      </w:r>
      <w:r w:rsidR="00E8465A">
        <w:t>’</w:t>
      </w:r>
      <w:r w:rsidRPr="007818BD">
        <w:t>étaient succ</w:t>
      </w:r>
      <w:r w:rsidRPr="007818BD">
        <w:t>é</w:t>
      </w:r>
      <w:r w:rsidRPr="007818BD">
        <w:t>dé en lui pendant qu</w:t>
      </w:r>
      <w:r w:rsidR="00E8465A">
        <w:t>’</w:t>
      </w:r>
      <w:r w:rsidRPr="007818BD">
        <w:t>il la lisait</w:t>
      </w:r>
      <w:r w:rsidR="00E8465A">
        <w:t xml:space="preserve">, </w:t>
      </w:r>
      <w:r w:rsidRPr="007818BD">
        <w:t>succéda une sorte de stupeur pareille à celle qui suit l</w:t>
      </w:r>
      <w:r w:rsidR="00E8465A">
        <w:t>’</w:t>
      </w:r>
      <w:r w:rsidRPr="007818BD">
        <w:t>anéantissement subit</w:t>
      </w:r>
      <w:r w:rsidR="00E8465A">
        <w:t xml:space="preserve">, </w:t>
      </w:r>
      <w:r w:rsidRPr="007818BD">
        <w:t>dans le cœur humain</w:t>
      </w:r>
      <w:r w:rsidR="00E8465A">
        <w:t xml:space="preserve">, </w:t>
      </w:r>
      <w:r w:rsidRPr="007818BD">
        <w:t>de quelque espérance longtemps entretenue</w:t>
      </w:r>
      <w:r w:rsidR="00E8465A">
        <w:t xml:space="preserve">, </w:t>
      </w:r>
      <w:r w:rsidRPr="007818BD">
        <w:t>d</w:t>
      </w:r>
      <w:r w:rsidR="00E8465A">
        <w:t>’</w:t>
      </w:r>
      <w:r w:rsidRPr="007818BD">
        <w:t>amour</w:t>
      </w:r>
      <w:r w:rsidR="00E8465A">
        <w:t xml:space="preserve">, </w:t>
      </w:r>
      <w:r w:rsidRPr="007818BD">
        <w:t>d</w:t>
      </w:r>
      <w:r w:rsidR="00E8465A">
        <w:t>’</w:t>
      </w:r>
      <w:r w:rsidRPr="007818BD">
        <w:t>avarice ou d</w:t>
      </w:r>
      <w:r w:rsidR="00E8465A">
        <w:t>’</w:t>
      </w:r>
      <w:r w:rsidRPr="007818BD">
        <w:t>ambition</w:t>
      </w:r>
      <w:r w:rsidR="00E8465A">
        <w:t xml:space="preserve">. </w:t>
      </w:r>
      <w:r w:rsidRPr="007818BD">
        <w:t>Ce monde subl</w:t>
      </w:r>
      <w:r w:rsidRPr="007818BD">
        <w:t>i</w:t>
      </w:r>
      <w:r w:rsidRPr="007818BD">
        <w:t>me</w:t>
      </w:r>
      <w:r w:rsidR="00E8465A">
        <w:t xml:space="preserve">, </w:t>
      </w:r>
      <w:r w:rsidRPr="007818BD">
        <w:t>le but de toutes ses aspirations ardentes</w:t>
      </w:r>
      <w:r w:rsidR="00E8465A">
        <w:t xml:space="preserve">, </w:t>
      </w:r>
      <w:r w:rsidRPr="007818BD">
        <w:t>de ses sacrifices</w:t>
      </w:r>
      <w:r w:rsidR="00E8465A">
        <w:t xml:space="preserve">, </w:t>
      </w:r>
      <w:r w:rsidRPr="007818BD">
        <w:t>de ses efforts</w:t>
      </w:r>
      <w:r w:rsidR="00E8465A">
        <w:t xml:space="preserve">, </w:t>
      </w:r>
      <w:r w:rsidRPr="007818BD">
        <w:t>lui était interdit à jamais</w:t>
      </w:r>
      <w:r w:rsidR="00E8465A">
        <w:t xml:space="preserve">, </w:t>
      </w:r>
      <w:r w:rsidRPr="007818BD">
        <w:t>et interdit par sa faute</w:t>
      </w:r>
      <w:r w:rsidR="00E8465A">
        <w:t xml:space="preserve">, </w:t>
      </w:r>
      <w:r w:rsidRPr="007818BD">
        <w:t>par sa témérité et sa présomption</w:t>
      </w:r>
      <w:r w:rsidR="00E8465A">
        <w:t xml:space="preserve">. </w:t>
      </w:r>
      <w:r w:rsidRPr="007818BD">
        <w:t xml:space="preserve">Mais </w:t>
      </w:r>
      <w:proofErr w:type="spellStart"/>
      <w:r w:rsidRPr="007818BD">
        <w:t>Glyndon</w:t>
      </w:r>
      <w:proofErr w:type="spellEnd"/>
      <w:r w:rsidRPr="007818BD">
        <w:t xml:space="preserve"> n</w:t>
      </w:r>
      <w:r w:rsidR="00E8465A">
        <w:t>’</w:t>
      </w:r>
      <w:r w:rsidRPr="007818BD">
        <w:t xml:space="preserve">était pas homme à se condamner longtemps </w:t>
      </w:r>
      <w:proofErr w:type="spellStart"/>
      <w:r w:rsidRPr="007818BD">
        <w:t>lui même</w:t>
      </w:r>
      <w:proofErr w:type="spellEnd"/>
      <w:r w:rsidR="00E8465A">
        <w:t xml:space="preserve">. </w:t>
      </w:r>
      <w:r w:rsidRPr="007818BD">
        <w:t>Son indignation ne tarda pas à s</w:t>
      </w:r>
      <w:r w:rsidR="00E8465A">
        <w:t>’</w:t>
      </w:r>
      <w:r w:rsidRPr="007818BD">
        <w:t xml:space="preserve">allumer contre </w:t>
      </w:r>
      <w:proofErr w:type="spellStart"/>
      <w:r w:rsidRPr="007818BD">
        <w:t>Mejnour</w:t>
      </w:r>
      <w:proofErr w:type="spellEnd"/>
      <w:r w:rsidR="00E8465A">
        <w:t xml:space="preserve">, </w:t>
      </w:r>
      <w:r w:rsidRPr="007818BD">
        <w:t>qui avouait l</w:t>
      </w:r>
      <w:r w:rsidR="00E8465A">
        <w:t>’</w:t>
      </w:r>
      <w:r w:rsidRPr="007818BD">
        <w:t>avoir te</w:t>
      </w:r>
      <w:r w:rsidRPr="007818BD">
        <w:t>n</w:t>
      </w:r>
      <w:r w:rsidRPr="007818BD">
        <w:t>té</w:t>
      </w:r>
      <w:r w:rsidR="00E8465A">
        <w:t xml:space="preserve">, </w:t>
      </w:r>
      <w:r w:rsidRPr="007818BD">
        <w:t>et qui l</w:t>
      </w:r>
      <w:r w:rsidR="00E8465A">
        <w:t>’</w:t>
      </w:r>
      <w:r w:rsidRPr="007818BD">
        <w:t>abandonnait maintenant</w:t>
      </w:r>
      <w:r w:rsidR="00E8465A">
        <w:t xml:space="preserve">… </w:t>
      </w:r>
      <w:r w:rsidRPr="007818BD">
        <w:t>à la société i</w:t>
      </w:r>
      <w:r w:rsidRPr="007818BD">
        <w:t>m</w:t>
      </w:r>
      <w:r w:rsidRPr="007818BD">
        <w:t>placable d</w:t>
      </w:r>
      <w:r w:rsidR="00E8465A">
        <w:t>’</w:t>
      </w:r>
      <w:r w:rsidRPr="007818BD">
        <w:t>un spectre</w:t>
      </w:r>
      <w:r w:rsidR="00E8465A">
        <w:t xml:space="preserve">. </w:t>
      </w:r>
      <w:r w:rsidRPr="007818BD">
        <w:t>Les reproches du mystique l</w:t>
      </w:r>
      <w:r w:rsidR="00E8465A">
        <w:t>’</w:t>
      </w:r>
      <w:r w:rsidRPr="007818BD">
        <w:t>irritèrent plutôt qu</w:t>
      </w:r>
      <w:r w:rsidR="00E8465A">
        <w:t>’</w:t>
      </w:r>
      <w:r w:rsidRPr="007818BD">
        <w:t>ils ne le confondirent</w:t>
      </w:r>
      <w:r w:rsidR="00E8465A">
        <w:t xml:space="preserve">. </w:t>
      </w:r>
      <w:r w:rsidRPr="007818BD">
        <w:t xml:space="preserve">Quel </w:t>
      </w:r>
      <w:r w:rsidRPr="007818BD">
        <w:lastRenderedPageBreak/>
        <w:t>crime avait-il commis pour mériter un langage aussi sévère et aussi dédaigneux</w:t>
      </w:r>
      <w:r w:rsidR="00E8465A">
        <w:t xml:space="preserve"> ? </w:t>
      </w:r>
      <w:r w:rsidRPr="007818BD">
        <w:t xml:space="preserve">Était-ce donc une chose si dégradante que de trouver du plaisir au sourire et aux regards de </w:t>
      </w:r>
      <w:proofErr w:type="spellStart"/>
      <w:r w:rsidRPr="007818BD">
        <w:t>Fillide</w:t>
      </w:r>
      <w:proofErr w:type="spellEnd"/>
      <w:r w:rsidR="00E8465A">
        <w:t xml:space="preserve"> ? </w:t>
      </w:r>
      <w:proofErr w:type="spellStart"/>
      <w:r w:rsidRPr="007818BD">
        <w:t>Zanoni</w:t>
      </w:r>
      <w:proofErr w:type="spellEnd"/>
      <w:r w:rsidRPr="007818BD">
        <w:t xml:space="preserve"> lui-même n</w:t>
      </w:r>
      <w:r w:rsidR="00E8465A">
        <w:t>’</w:t>
      </w:r>
      <w:r w:rsidRPr="007818BD">
        <w:t>avait-il pas avoué son amour pour Viola</w:t>
      </w:r>
      <w:r w:rsidR="00E8465A">
        <w:t xml:space="preserve"> ? </w:t>
      </w:r>
      <w:r w:rsidRPr="007818BD">
        <w:t>ne l</w:t>
      </w:r>
      <w:r w:rsidR="00E8465A">
        <w:t>’</w:t>
      </w:r>
      <w:r w:rsidRPr="007818BD">
        <w:t>avait-il pas emmenée pour en faire sa compagne</w:t>
      </w:r>
      <w:r w:rsidR="00E8465A">
        <w:t xml:space="preserve"> ? </w:t>
      </w:r>
      <w:proofErr w:type="spellStart"/>
      <w:r w:rsidRPr="007818BD">
        <w:t>Glyndon</w:t>
      </w:r>
      <w:proofErr w:type="spellEnd"/>
      <w:r w:rsidRPr="007818BD">
        <w:t xml:space="preserve"> ne so</w:t>
      </w:r>
      <w:r w:rsidRPr="007818BD">
        <w:t>n</w:t>
      </w:r>
      <w:r w:rsidRPr="007818BD">
        <w:t>gea pas un instant à se demander s</w:t>
      </w:r>
      <w:r w:rsidR="00E8465A">
        <w:t>’</w:t>
      </w:r>
      <w:r w:rsidRPr="007818BD">
        <w:t>il y a des différences entre un amour et un autre amour</w:t>
      </w:r>
      <w:r w:rsidR="00E8465A">
        <w:t xml:space="preserve">. </w:t>
      </w:r>
      <w:r w:rsidRPr="007818BD">
        <w:t xml:space="preserve">Où </w:t>
      </w:r>
      <w:proofErr w:type="gramStart"/>
      <w:r w:rsidRPr="007818BD">
        <w:t>était</w:t>
      </w:r>
      <w:proofErr w:type="gramEnd"/>
      <w:r w:rsidRPr="007818BD">
        <w:t xml:space="preserve"> d</w:t>
      </w:r>
      <w:r w:rsidR="00E8465A">
        <w:t>’</w:t>
      </w:r>
      <w:r w:rsidRPr="007818BD">
        <w:t>ailleurs le crime de céder à une tentation réservée aux braves seuls</w:t>
      </w:r>
      <w:r w:rsidR="00E8465A">
        <w:t xml:space="preserve"> ? </w:t>
      </w:r>
      <w:r w:rsidRPr="007818BD">
        <w:t xml:space="preserve">Le volume mystérieux que </w:t>
      </w:r>
      <w:proofErr w:type="spellStart"/>
      <w:r w:rsidRPr="007818BD">
        <w:t>Mejnour</w:t>
      </w:r>
      <w:proofErr w:type="spellEnd"/>
      <w:r w:rsidRPr="007818BD">
        <w:t xml:space="preserve"> avait laissé ouvert à dessein ne lui disait-il pas</w:t>
      </w:r>
      <w:r w:rsidR="00E8465A">
        <w:t xml:space="preserve"> : </w:t>
      </w:r>
      <w:r w:rsidRPr="007818BD">
        <w:rPr>
          <w:i/>
          <w:iCs/>
        </w:rPr>
        <w:t>Méfie-toi de la peur</w:t>
      </w:r>
      <w:r w:rsidR="00E8465A">
        <w:t xml:space="preserve"> ! </w:t>
      </w:r>
      <w:r w:rsidRPr="007818BD">
        <w:t>On avait donc volontairement stimulé toutes les impu</w:t>
      </w:r>
      <w:r w:rsidRPr="007818BD">
        <w:t>l</w:t>
      </w:r>
      <w:r w:rsidRPr="007818BD">
        <w:t>sions les plus violentes de l</w:t>
      </w:r>
      <w:r w:rsidR="00E8465A">
        <w:t>’</w:t>
      </w:r>
      <w:r w:rsidRPr="007818BD">
        <w:t>âme humaine</w:t>
      </w:r>
      <w:r w:rsidR="00E8465A">
        <w:t xml:space="preserve">, </w:t>
      </w:r>
      <w:r w:rsidRPr="007818BD">
        <w:t>en lui interdisant d</w:t>
      </w:r>
      <w:r w:rsidR="00E8465A">
        <w:t>’</w:t>
      </w:r>
      <w:r w:rsidRPr="007818BD">
        <w:t>entrer dans la chambre</w:t>
      </w:r>
      <w:r w:rsidR="00E8465A">
        <w:t xml:space="preserve">, </w:t>
      </w:r>
      <w:r w:rsidRPr="007818BD">
        <w:t>en lui confiant la clef qui tenta sa curiosité</w:t>
      </w:r>
      <w:r w:rsidR="00E8465A">
        <w:t xml:space="preserve">, </w:t>
      </w:r>
      <w:r w:rsidRPr="007818BD">
        <w:t>et en lai</w:t>
      </w:r>
      <w:r w:rsidRPr="007818BD">
        <w:t>s</w:t>
      </w:r>
      <w:r w:rsidRPr="007818BD">
        <w:t>sant à sa portée le volume qui semblait lui révéler le moyen de la satisfaire</w:t>
      </w:r>
      <w:r w:rsidR="00E8465A">
        <w:t xml:space="preserve">. </w:t>
      </w:r>
      <w:r w:rsidRPr="007818BD">
        <w:t>À mesure que ces pensées se succéd</w:t>
      </w:r>
      <w:r w:rsidRPr="007818BD">
        <w:t>è</w:t>
      </w:r>
      <w:r w:rsidRPr="007818BD">
        <w:t>rent rapidement</w:t>
      </w:r>
      <w:r w:rsidR="00E8465A">
        <w:t xml:space="preserve">, </w:t>
      </w:r>
      <w:r w:rsidRPr="007818BD">
        <w:t xml:space="preserve">il commença à considérer </w:t>
      </w:r>
      <w:proofErr w:type="spellStart"/>
      <w:r w:rsidRPr="007818BD">
        <w:t>Mejnour</w:t>
      </w:r>
      <w:proofErr w:type="spellEnd"/>
      <w:r w:rsidRPr="007818BD">
        <w:t xml:space="preserve"> comme l</w:t>
      </w:r>
      <w:r w:rsidR="00E8465A">
        <w:t>’</w:t>
      </w:r>
      <w:r w:rsidRPr="007818BD">
        <w:t>auteur d</w:t>
      </w:r>
      <w:r w:rsidR="00E8465A">
        <w:t>’</w:t>
      </w:r>
      <w:r w:rsidRPr="007818BD">
        <w:t>un piège perfide destiné à le tromper pour son malheur</w:t>
      </w:r>
      <w:r w:rsidR="00E8465A">
        <w:t xml:space="preserve">, </w:t>
      </w:r>
      <w:r w:rsidRPr="007818BD">
        <w:t>ou comme un imposteur qui savait qu</w:t>
      </w:r>
      <w:r w:rsidR="00E8465A">
        <w:t>’</w:t>
      </w:r>
      <w:r w:rsidRPr="007818BD">
        <w:t>il ne pouvait réaliser les grandes esp</w:t>
      </w:r>
      <w:r w:rsidRPr="007818BD">
        <w:t>é</w:t>
      </w:r>
      <w:r w:rsidRPr="007818BD">
        <w:t>rances qu</w:t>
      </w:r>
      <w:r w:rsidR="00E8465A">
        <w:t>’</w:t>
      </w:r>
      <w:r w:rsidRPr="007818BD">
        <w:t>il lui avait données</w:t>
      </w:r>
      <w:r w:rsidR="00E8465A">
        <w:t xml:space="preserve">. </w:t>
      </w:r>
      <w:r w:rsidRPr="007818BD">
        <w:t xml:space="preserve">En examinant plus attentivement les menaces et les avertissements mystérieux de </w:t>
      </w:r>
      <w:proofErr w:type="spellStart"/>
      <w:r w:rsidRPr="007818BD">
        <w:t>Mejnour</w:t>
      </w:r>
      <w:proofErr w:type="spellEnd"/>
      <w:r w:rsidR="00E8465A">
        <w:t xml:space="preserve">, </w:t>
      </w:r>
      <w:r w:rsidRPr="007818BD">
        <w:t>il leur trouva un sens purement allégorique et figuré</w:t>
      </w:r>
      <w:r w:rsidR="00E8465A">
        <w:t xml:space="preserve">, </w:t>
      </w:r>
      <w:r w:rsidRPr="007818BD">
        <w:t>comme c</w:t>
      </w:r>
      <w:r w:rsidRPr="007818BD">
        <w:t>e</w:t>
      </w:r>
      <w:r w:rsidRPr="007818BD">
        <w:t>lui du jargon platonicien</w:t>
      </w:r>
      <w:r w:rsidR="00E8465A">
        <w:t xml:space="preserve">. </w:t>
      </w:r>
      <w:r w:rsidRPr="007818BD">
        <w:t>Peu à peu il se persuada que le spectre m</w:t>
      </w:r>
      <w:r w:rsidRPr="007818BD">
        <w:t>ê</w:t>
      </w:r>
      <w:r w:rsidRPr="007818BD">
        <w:t>me qu</w:t>
      </w:r>
      <w:r w:rsidR="00E8465A">
        <w:t>’</w:t>
      </w:r>
      <w:r w:rsidRPr="007818BD">
        <w:t>il avait vu</w:t>
      </w:r>
      <w:r w:rsidR="00E8465A">
        <w:t xml:space="preserve">, </w:t>
      </w:r>
      <w:r w:rsidRPr="007818BD">
        <w:t>ce fantôme d</w:t>
      </w:r>
      <w:r w:rsidR="00E8465A">
        <w:t>’</w:t>
      </w:r>
      <w:r w:rsidRPr="007818BD">
        <w:t>un aspect si h</w:t>
      </w:r>
      <w:r w:rsidRPr="007818BD">
        <w:t>i</w:t>
      </w:r>
      <w:r w:rsidRPr="007818BD">
        <w:t>deux</w:t>
      </w:r>
      <w:r w:rsidR="00E8465A">
        <w:t xml:space="preserve">, </w:t>
      </w:r>
      <w:r w:rsidRPr="007818BD">
        <w:t>n</w:t>
      </w:r>
      <w:r w:rsidR="00E8465A">
        <w:t>’</w:t>
      </w:r>
      <w:r w:rsidRPr="007818BD">
        <w:t>était qu</w:t>
      </w:r>
      <w:r w:rsidR="00E8465A">
        <w:t>’</w:t>
      </w:r>
      <w:r w:rsidRPr="007818BD">
        <w:t>une illusion créée par l</w:t>
      </w:r>
      <w:r w:rsidR="00E8465A">
        <w:t>’</w:t>
      </w:r>
      <w:r w:rsidRPr="007818BD">
        <w:t xml:space="preserve">art de </w:t>
      </w:r>
      <w:proofErr w:type="spellStart"/>
      <w:r w:rsidRPr="007818BD">
        <w:t>Mejnour</w:t>
      </w:r>
      <w:proofErr w:type="spellEnd"/>
      <w:r w:rsidR="00E8465A">
        <w:t xml:space="preserve">. </w:t>
      </w:r>
      <w:r w:rsidRPr="007818BD">
        <w:t>Le radieux soleil qui baignait les angles les plus reculés de sa chambre semblait di</w:t>
      </w:r>
      <w:r w:rsidRPr="007818BD">
        <w:t>s</w:t>
      </w:r>
      <w:r w:rsidRPr="007818BD">
        <w:t>siper avec un sourire les terreurs de la nuit précédente</w:t>
      </w:r>
      <w:r w:rsidR="00E8465A">
        <w:t xml:space="preserve">. </w:t>
      </w:r>
      <w:r w:rsidRPr="007818BD">
        <w:t>L</w:t>
      </w:r>
      <w:r w:rsidR="00E8465A">
        <w:t>’</w:t>
      </w:r>
      <w:r w:rsidRPr="007818BD">
        <w:t>orgueil et le ressentiment exaltèrent son courage naturel</w:t>
      </w:r>
      <w:r w:rsidR="00E8465A">
        <w:t xml:space="preserve">, </w:t>
      </w:r>
      <w:r w:rsidRPr="007818BD">
        <w:t>il s</w:t>
      </w:r>
      <w:r w:rsidR="00E8465A">
        <w:t>’</w:t>
      </w:r>
      <w:r w:rsidRPr="007818BD">
        <w:t>habilla à la hâte</w:t>
      </w:r>
      <w:r w:rsidR="00E8465A">
        <w:t xml:space="preserve">, </w:t>
      </w:r>
      <w:r w:rsidRPr="007818BD">
        <w:t>et</w:t>
      </w:r>
      <w:r w:rsidR="00E8465A">
        <w:t xml:space="preserve">, </w:t>
      </w:r>
      <w:r w:rsidRPr="007818BD">
        <w:t>quand il rejoignit Paolo</w:t>
      </w:r>
      <w:r w:rsidR="00E8465A">
        <w:t xml:space="preserve">, </w:t>
      </w:r>
      <w:r w:rsidRPr="007818BD">
        <w:t>ce fut avec un visage animé et un pas assuré</w:t>
      </w:r>
      <w:r w:rsidR="00E8465A">
        <w:t>.</w:t>
      </w:r>
    </w:p>
    <w:p w14:paraId="542C6F1B" w14:textId="77777777" w:rsidR="00E8465A" w:rsidRDefault="00E8465A" w:rsidP="00E0544E">
      <w:r>
        <w:t>« </w:t>
      </w:r>
      <w:r w:rsidR="00E0544E" w:rsidRPr="007818BD">
        <w:t>Si bien</w:t>
      </w:r>
      <w:r>
        <w:t xml:space="preserve">, </w:t>
      </w:r>
      <w:r w:rsidR="00E0544E" w:rsidRPr="007818BD">
        <w:t>Paolo</w:t>
      </w:r>
      <w:r>
        <w:t xml:space="preserve">, </w:t>
      </w:r>
      <w:r w:rsidR="00E0544E" w:rsidRPr="007818BD">
        <w:t>dit-il</w:t>
      </w:r>
      <w:r>
        <w:t xml:space="preserve">, </w:t>
      </w:r>
      <w:r w:rsidR="00E0544E" w:rsidRPr="007818BD">
        <w:t xml:space="preserve">que le </w:t>
      </w:r>
      <w:proofErr w:type="spellStart"/>
      <w:r w:rsidR="00E0544E" w:rsidRPr="007818BD">
        <w:t>Padrone</w:t>
      </w:r>
      <w:proofErr w:type="spellEnd"/>
      <w:r>
        <w:t xml:space="preserve">, </w:t>
      </w:r>
      <w:r w:rsidR="00E0544E" w:rsidRPr="007818BD">
        <w:t>comme vous l</w:t>
      </w:r>
      <w:r>
        <w:t>’</w:t>
      </w:r>
      <w:r w:rsidR="00E0544E" w:rsidRPr="007818BD">
        <w:t>appelez</w:t>
      </w:r>
      <w:r>
        <w:t xml:space="preserve">, </w:t>
      </w:r>
      <w:r w:rsidR="00E0544E" w:rsidRPr="007818BD">
        <w:t>vous a dit de m</w:t>
      </w:r>
      <w:r>
        <w:t>’</w:t>
      </w:r>
      <w:r w:rsidR="00E0544E" w:rsidRPr="007818BD">
        <w:t>attendre et de m</w:t>
      </w:r>
      <w:r>
        <w:t>’</w:t>
      </w:r>
      <w:r w:rsidR="00E0544E" w:rsidRPr="007818BD">
        <w:t>accueillir à la fête</w:t>
      </w:r>
      <w:r>
        <w:t> ?</w:t>
      </w:r>
    </w:p>
    <w:p w14:paraId="28F1C068" w14:textId="77777777" w:rsidR="00E8465A" w:rsidRDefault="00E8465A" w:rsidP="00E0544E">
      <w:r>
        <w:lastRenderedPageBreak/>
        <w:t>— </w:t>
      </w:r>
      <w:r w:rsidR="00E0544E" w:rsidRPr="007818BD">
        <w:t>Oui</w:t>
      </w:r>
      <w:r>
        <w:t xml:space="preserve">, </w:t>
      </w:r>
      <w:r w:rsidR="00E0544E" w:rsidRPr="007818BD">
        <w:t>par l</w:t>
      </w:r>
      <w:r>
        <w:t>’</w:t>
      </w:r>
      <w:r w:rsidR="00E0544E" w:rsidRPr="007818BD">
        <w:t>intermédiaire d</w:t>
      </w:r>
      <w:r>
        <w:t>’</w:t>
      </w:r>
      <w:r w:rsidR="00E0544E" w:rsidRPr="007818BD">
        <w:t>un vieux mendiant estropié</w:t>
      </w:r>
      <w:r>
        <w:t xml:space="preserve">. </w:t>
      </w:r>
      <w:r w:rsidR="00E0544E" w:rsidRPr="007818BD">
        <w:t>J</w:t>
      </w:r>
      <w:r>
        <w:t>’</w:t>
      </w:r>
      <w:r w:rsidR="00E0544E" w:rsidRPr="007818BD">
        <w:t>en fus d</w:t>
      </w:r>
      <w:r>
        <w:t>’</w:t>
      </w:r>
      <w:r w:rsidR="00E0544E" w:rsidRPr="007818BD">
        <w:t>abord surpris</w:t>
      </w:r>
      <w:r>
        <w:t xml:space="preserve">, </w:t>
      </w:r>
      <w:r w:rsidR="00E0544E" w:rsidRPr="007818BD">
        <w:t>parce que je le croyais loin</w:t>
      </w:r>
      <w:r>
        <w:t xml:space="preserve">. </w:t>
      </w:r>
      <w:r w:rsidR="00E0544E" w:rsidRPr="007818BD">
        <w:t>Mais</w:t>
      </w:r>
      <w:r>
        <w:t xml:space="preserve">, </w:t>
      </w:r>
      <w:r w:rsidR="00E0544E" w:rsidRPr="007818BD">
        <w:t>pour ces grands philosophes</w:t>
      </w:r>
      <w:r>
        <w:t xml:space="preserve">, </w:t>
      </w:r>
      <w:r w:rsidR="00E0544E" w:rsidRPr="007818BD">
        <w:t>deux ou trois cents lieues sont une m</w:t>
      </w:r>
      <w:r w:rsidR="00E0544E" w:rsidRPr="007818BD">
        <w:t>i</w:t>
      </w:r>
      <w:r w:rsidR="00E0544E" w:rsidRPr="007818BD">
        <w:t>sère</w:t>
      </w:r>
      <w:r>
        <w:t>.</w:t>
      </w:r>
    </w:p>
    <w:p w14:paraId="0DBC35DA" w14:textId="77777777" w:rsidR="00E8465A" w:rsidRDefault="00E8465A" w:rsidP="00E0544E">
      <w:r>
        <w:t>— </w:t>
      </w:r>
      <w:r w:rsidR="00E0544E" w:rsidRPr="007818BD">
        <w:t>Pourquoi ne m</w:t>
      </w:r>
      <w:r>
        <w:t>’</w:t>
      </w:r>
      <w:r w:rsidR="00E0544E" w:rsidRPr="007818BD">
        <w:t xml:space="preserve">avez-vous pas dit que vous aviez reçu des ordres de </w:t>
      </w:r>
      <w:proofErr w:type="spellStart"/>
      <w:r w:rsidR="00E0544E" w:rsidRPr="007818BD">
        <w:t>Mejnour</w:t>
      </w:r>
      <w:proofErr w:type="spellEnd"/>
      <w:r>
        <w:t> ?</w:t>
      </w:r>
    </w:p>
    <w:p w14:paraId="7C90A5C2" w14:textId="77777777" w:rsidR="00E8465A" w:rsidRDefault="00E8465A" w:rsidP="00E0544E">
      <w:r>
        <w:t>— </w:t>
      </w:r>
      <w:r w:rsidR="00E0544E" w:rsidRPr="007818BD">
        <w:t>Parce que le vieux mendiant me l</w:t>
      </w:r>
      <w:r>
        <w:t>’</w:t>
      </w:r>
      <w:r w:rsidR="00E0544E" w:rsidRPr="007818BD">
        <w:t>avait défendu</w:t>
      </w:r>
      <w:r>
        <w:t>.</w:t>
      </w:r>
    </w:p>
    <w:p w14:paraId="69530968" w14:textId="77777777" w:rsidR="00E8465A" w:rsidRDefault="00E8465A" w:rsidP="00E0544E">
      <w:r>
        <w:t>— </w:t>
      </w:r>
      <w:r w:rsidR="00E0544E" w:rsidRPr="007818BD">
        <w:t>Ne revîtes-vous pas cet homme après la danse</w:t>
      </w:r>
      <w:r>
        <w:t> ?</w:t>
      </w:r>
    </w:p>
    <w:p w14:paraId="65C112CD" w14:textId="77777777" w:rsidR="00E8465A" w:rsidRDefault="00E8465A" w:rsidP="00E0544E">
      <w:r>
        <w:t>— </w:t>
      </w:r>
      <w:r w:rsidR="00E0544E" w:rsidRPr="007818BD">
        <w:t>Non</w:t>
      </w:r>
      <w:r>
        <w:t xml:space="preserve">, </w:t>
      </w:r>
      <w:r w:rsidR="00E0544E" w:rsidRPr="007818BD">
        <w:t>Excellence</w:t>
      </w:r>
      <w:r>
        <w:t> !</w:t>
      </w:r>
    </w:p>
    <w:p w14:paraId="4F90CE30" w14:textId="77777777" w:rsidR="00E8465A" w:rsidRDefault="00E8465A" w:rsidP="00E0544E">
      <w:r>
        <w:t>— </w:t>
      </w:r>
      <w:r w:rsidR="00E0544E" w:rsidRPr="007818BD">
        <w:t>Hum</w:t>
      </w:r>
      <w:r>
        <w:t> !</w:t>
      </w:r>
    </w:p>
    <w:p w14:paraId="010DACD6" w14:textId="77777777" w:rsidR="00E8465A" w:rsidRDefault="00E8465A" w:rsidP="00E0544E">
      <w:r>
        <w:t>— </w:t>
      </w:r>
      <w:r w:rsidR="00E0544E" w:rsidRPr="007818BD">
        <w:t>Laissez-moi vous servir</w:t>
      </w:r>
      <w:r>
        <w:t xml:space="preserve">, </w:t>
      </w:r>
      <w:r w:rsidR="00E0544E" w:rsidRPr="007818BD">
        <w:t>dit Paolo</w:t>
      </w:r>
      <w:r>
        <w:t xml:space="preserve">, </w:t>
      </w:r>
      <w:r w:rsidR="00E0544E" w:rsidRPr="007818BD">
        <w:t>en chargeant l</w:t>
      </w:r>
      <w:r>
        <w:t>’</w:t>
      </w:r>
      <w:r w:rsidR="00E0544E" w:rsidRPr="007818BD">
        <w:t xml:space="preserve">assiette de </w:t>
      </w:r>
      <w:proofErr w:type="spellStart"/>
      <w:r w:rsidR="00E0544E" w:rsidRPr="007818BD">
        <w:t>Glyndon</w:t>
      </w:r>
      <w:proofErr w:type="spellEnd"/>
      <w:r w:rsidR="00E0544E" w:rsidRPr="007818BD">
        <w:t xml:space="preserve"> et en remplissant son verre</w:t>
      </w:r>
      <w:r>
        <w:t xml:space="preserve">. </w:t>
      </w:r>
      <w:r w:rsidR="00E0544E" w:rsidRPr="007818BD">
        <w:t>Je voudrais</w:t>
      </w:r>
      <w:r>
        <w:t xml:space="preserve">, </w:t>
      </w:r>
      <w:proofErr w:type="spellStart"/>
      <w:r w:rsidR="00E0544E" w:rsidRPr="007818BD">
        <w:t>signor</w:t>
      </w:r>
      <w:proofErr w:type="spellEnd"/>
      <w:r>
        <w:t xml:space="preserve">, </w:t>
      </w:r>
      <w:r w:rsidR="00E0544E" w:rsidRPr="007818BD">
        <w:t xml:space="preserve">maintenant que le </w:t>
      </w:r>
      <w:proofErr w:type="spellStart"/>
      <w:r w:rsidR="00E0544E" w:rsidRPr="007818BD">
        <w:t>Padrone</w:t>
      </w:r>
      <w:proofErr w:type="spellEnd"/>
      <w:r w:rsidR="00E0544E" w:rsidRPr="007818BD">
        <w:t xml:space="preserve"> est parti</w:t>
      </w:r>
      <w:r>
        <w:t xml:space="preserve"> (</w:t>
      </w:r>
      <w:r w:rsidR="00E0544E" w:rsidRPr="007818BD">
        <w:t>non pas</w:t>
      </w:r>
      <w:r>
        <w:t xml:space="preserve">, </w:t>
      </w:r>
      <w:r w:rsidR="00E0544E" w:rsidRPr="007818BD">
        <w:t>ajoutât-il en promenant autour de la chambre un regard peu rassuré</w:t>
      </w:r>
      <w:r>
        <w:t xml:space="preserve">, </w:t>
      </w:r>
      <w:r w:rsidR="00E0544E" w:rsidRPr="007818BD">
        <w:t>que je veuille rien dire d</w:t>
      </w:r>
      <w:r>
        <w:t>’</w:t>
      </w:r>
      <w:r w:rsidR="00E0544E" w:rsidRPr="007818BD">
        <w:t>irrespectueux pour lui</w:t>
      </w:r>
      <w:r>
        <w:t xml:space="preserve">), </w:t>
      </w:r>
      <w:r w:rsidR="00E0544E" w:rsidRPr="007818BD">
        <w:t>je voudrais donc</w:t>
      </w:r>
      <w:r>
        <w:t xml:space="preserve">, </w:t>
      </w:r>
      <w:r w:rsidR="00E0544E" w:rsidRPr="007818BD">
        <w:t>maintenant qu</w:t>
      </w:r>
      <w:r>
        <w:t>’</w:t>
      </w:r>
      <w:r w:rsidR="00E0544E" w:rsidRPr="007818BD">
        <w:t>il est pa</w:t>
      </w:r>
      <w:r w:rsidR="00E0544E" w:rsidRPr="007818BD">
        <w:t>r</w:t>
      </w:r>
      <w:r w:rsidR="00E0544E" w:rsidRPr="007818BD">
        <w:t>ti</w:t>
      </w:r>
      <w:r>
        <w:t xml:space="preserve">, </w:t>
      </w:r>
      <w:r w:rsidR="00E0544E" w:rsidRPr="007818BD">
        <w:t>vous voir prendre pitié de vous-même</w:t>
      </w:r>
      <w:r>
        <w:t xml:space="preserve">, </w:t>
      </w:r>
      <w:r w:rsidR="00E0544E" w:rsidRPr="007818BD">
        <w:t>et vous demander pourquoi vous avez la jeunesse</w:t>
      </w:r>
      <w:r>
        <w:t xml:space="preserve">. </w:t>
      </w:r>
      <w:r w:rsidR="00E0544E" w:rsidRPr="007818BD">
        <w:t>Pas apparemment pour vous enterrer vivant dans ces vieilles ruines</w:t>
      </w:r>
      <w:r>
        <w:t xml:space="preserve">, </w:t>
      </w:r>
      <w:r w:rsidR="00E0544E" w:rsidRPr="007818BD">
        <w:t>et pour compromettre votre corps et votre âme par des études qu</w:t>
      </w:r>
      <w:r>
        <w:t>’</w:t>
      </w:r>
      <w:r w:rsidR="00E0544E" w:rsidRPr="007818BD">
        <w:t>un saint n</w:t>
      </w:r>
      <w:r>
        <w:t>’</w:t>
      </w:r>
      <w:r w:rsidR="00E0544E" w:rsidRPr="007818BD">
        <w:t>approuverait a</w:t>
      </w:r>
      <w:r w:rsidR="00E0544E" w:rsidRPr="007818BD">
        <w:t>s</w:t>
      </w:r>
      <w:r w:rsidR="00E0544E" w:rsidRPr="007818BD">
        <w:t>surément pas</w:t>
      </w:r>
      <w:r>
        <w:t>.</w:t>
      </w:r>
    </w:p>
    <w:p w14:paraId="5DBF507D" w14:textId="77777777" w:rsidR="00E8465A" w:rsidRDefault="00E8465A" w:rsidP="00E0544E">
      <w:r>
        <w:t>— </w:t>
      </w:r>
      <w:r w:rsidR="00E0544E" w:rsidRPr="007818BD">
        <w:t>Les saints sont-ils donc les protecteurs de vos occup</w:t>
      </w:r>
      <w:r w:rsidR="00E0544E" w:rsidRPr="007818BD">
        <w:t>a</w:t>
      </w:r>
      <w:r w:rsidR="00E0544E" w:rsidRPr="007818BD">
        <w:t>tions à vous</w:t>
      </w:r>
      <w:r>
        <w:t xml:space="preserve">, </w:t>
      </w:r>
      <w:r w:rsidR="00E0544E" w:rsidRPr="007818BD">
        <w:t>maître Pa</w:t>
      </w:r>
      <w:r w:rsidR="00E0544E" w:rsidRPr="007818BD">
        <w:t>o</w:t>
      </w:r>
      <w:r w:rsidR="00E0544E" w:rsidRPr="007818BD">
        <w:t>lo</w:t>
      </w:r>
      <w:r>
        <w:t> ?</w:t>
      </w:r>
    </w:p>
    <w:p w14:paraId="32FD1768" w14:textId="77777777" w:rsidR="00E8465A" w:rsidRDefault="00E8465A" w:rsidP="00E0544E">
      <w:r>
        <w:t>— </w:t>
      </w:r>
      <w:r w:rsidR="00E0544E" w:rsidRPr="007818BD">
        <w:t>Sans doute</w:t>
      </w:r>
      <w:r>
        <w:t xml:space="preserve">, </w:t>
      </w:r>
      <w:r w:rsidR="00E0544E" w:rsidRPr="007818BD">
        <w:t>répondit Paolo quelque peu confus</w:t>
      </w:r>
      <w:r>
        <w:t xml:space="preserve"> ; </w:t>
      </w:r>
      <w:r w:rsidR="00E0544E" w:rsidRPr="007818BD">
        <w:t>un ge</w:t>
      </w:r>
      <w:r w:rsidR="00E0544E" w:rsidRPr="007818BD">
        <w:t>n</w:t>
      </w:r>
      <w:r w:rsidR="00E0544E" w:rsidRPr="007818BD">
        <w:t>tilhomme dont la poche est pleine de pistoles n</w:t>
      </w:r>
      <w:r>
        <w:t>’</w:t>
      </w:r>
      <w:r w:rsidR="00E0544E" w:rsidRPr="007818BD">
        <w:t>est pas nécessa</w:t>
      </w:r>
      <w:r w:rsidR="00E0544E" w:rsidRPr="007818BD">
        <w:t>i</w:t>
      </w:r>
      <w:r w:rsidR="00E0544E" w:rsidRPr="007818BD">
        <w:t>rement tenu à pratiquer l</w:t>
      </w:r>
      <w:r>
        <w:t>’</w:t>
      </w:r>
      <w:r w:rsidR="00E0544E" w:rsidRPr="007818BD">
        <w:t>art d</w:t>
      </w:r>
      <w:r>
        <w:t>’</w:t>
      </w:r>
      <w:r w:rsidR="00E0544E" w:rsidRPr="007818BD">
        <w:t>enlever les pistoles des autres</w:t>
      </w:r>
      <w:r>
        <w:t xml:space="preserve">. </w:t>
      </w:r>
      <w:r w:rsidR="00E0544E" w:rsidRPr="007818BD">
        <w:t>Mais avec nous</w:t>
      </w:r>
      <w:r>
        <w:t xml:space="preserve">, </w:t>
      </w:r>
      <w:r w:rsidR="00E0544E" w:rsidRPr="007818BD">
        <w:t>pauvres diables</w:t>
      </w:r>
      <w:r>
        <w:t xml:space="preserve">, </w:t>
      </w:r>
      <w:r w:rsidR="00E0544E" w:rsidRPr="007818BD">
        <w:t>le cas est différent</w:t>
      </w:r>
      <w:r>
        <w:t xml:space="preserve">. </w:t>
      </w:r>
      <w:r w:rsidR="00E0544E" w:rsidRPr="007818BD">
        <w:t>Après tout</w:t>
      </w:r>
      <w:r>
        <w:t xml:space="preserve">, </w:t>
      </w:r>
      <w:r w:rsidR="00E0544E" w:rsidRPr="007818BD">
        <w:t>je ne manque jamais de consacrer à la Vierge la dîme de mes profits</w:t>
      </w:r>
      <w:r>
        <w:t xml:space="preserve">, </w:t>
      </w:r>
      <w:r w:rsidR="00E0544E" w:rsidRPr="007818BD">
        <w:t>et le reste</w:t>
      </w:r>
      <w:r>
        <w:t xml:space="preserve">, </w:t>
      </w:r>
      <w:r w:rsidR="00E0544E" w:rsidRPr="007818BD">
        <w:t>je le part</w:t>
      </w:r>
      <w:r w:rsidR="00E0544E" w:rsidRPr="007818BD">
        <w:t>a</w:t>
      </w:r>
      <w:r w:rsidR="00E0544E" w:rsidRPr="007818BD">
        <w:t>ge charitablement avec les pauvres</w:t>
      </w:r>
      <w:r>
        <w:t xml:space="preserve">. </w:t>
      </w:r>
      <w:r w:rsidR="00E0544E" w:rsidRPr="007818BD">
        <w:t>Mais mangez</w:t>
      </w:r>
      <w:r>
        <w:t xml:space="preserve">, </w:t>
      </w:r>
      <w:r w:rsidR="00E0544E" w:rsidRPr="007818BD">
        <w:t>buvez</w:t>
      </w:r>
      <w:r>
        <w:t xml:space="preserve">, </w:t>
      </w:r>
      <w:r w:rsidR="00E0544E" w:rsidRPr="007818BD">
        <w:t>jouissez de la vie</w:t>
      </w:r>
      <w:r>
        <w:t xml:space="preserve"> ; </w:t>
      </w:r>
      <w:r w:rsidR="00E0544E" w:rsidRPr="007818BD">
        <w:lastRenderedPageBreak/>
        <w:t>faites-vous absoudre par votre confesseur de vos petites peccadilles</w:t>
      </w:r>
      <w:r>
        <w:t xml:space="preserve">, </w:t>
      </w:r>
      <w:r w:rsidR="00E0544E" w:rsidRPr="007818BD">
        <w:t>et ne laissez pas trop grossir votre mémoire avec lui</w:t>
      </w:r>
      <w:r>
        <w:t xml:space="preserve"> : </w:t>
      </w:r>
      <w:r w:rsidR="00E0544E" w:rsidRPr="007818BD">
        <w:t>voilà mon avis</w:t>
      </w:r>
      <w:r>
        <w:t xml:space="preserve">. </w:t>
      </w:r>
      <w:r w:rsidR="00E0544E" w:rsidRPr="007818BD">
        <w:t>À votre santé</w:t>
      </w:r>
      <w:r>
        <w:t xml:space="preserve">, </w:t>
      </w:r>
      <w:r w:rsidR="00E0544E" w:rsidRPr="007818BD">
        <w:t>Excellence</w:t>
      </w:r>
      <w:r>
        <w:t xml:space="preserve"> ! </w:t>
      </w:r>
      <w:r w:rsidR="00E0544E" w:rsidRPr="007818BD">
        <w:t>Tenez</w:t>
      </w:r>
      <w:r>
        <w:t xml:space="preserve">, </w:t>
      </w:r>
      <w:r w:rsidR="00E0544E" w:rsidRPr="007818BD">
        <w:t>le jeûne</w:t>
      </w:r>
      <w:r>
        <w:t xml:space="preserve">, </w:t>
      </w:r>
      <w:r w:rsidR="00E0544E" w:rsidRPr="007818BD">
        <w:t>hors des jours prescrits à tout bon catholique</w:t>
      </w:r>
      <w:r>
        <w:t xml:space="preserve">, </w:t>
      </w:r>
      <w:r w:rsidR="00E0544E" w:rsidRPr="007818BD">
        <w:t>ne fait qu</w:t>
      </w:r>
      <w:r>
        <w:t>’</w:t>
      </w:r>
      <w:r w:rsidR="00E0544E" w:rsidRPr="007818BD">
        <w:t>engendrer des fant</w:t>
      </w:r>
      <w:r w:rsidR="00E0544E" w:rsidRPr="007818BD">
        <w:t>ô</w:t>
      </w:r>
      <w:r w:rsidR="00E0544E" w:rsidRPr="007818BD">
        <w:t>mes</w:t>
      </w:r>
      <w:r>
        <w:t>.</w:t>
      </w:r>
    </w:p>
    <w:p w14:paraId="34D0D389" w14:textId="77777777" w:rsidR="00E8465A" w:rsidRDefault="00E8465A" w:rsidP="00E0544E">
      <w:r>
        <w:t>— </w:t>
      </w:r>
      <w:r w:rsidR="00E0544E" w:rsidRPr="007818BD">
        <w:t>Des fantômes</w:t>
      </w:r>
      <w:r>
        <w:t> ?</w:t>
      </w:r>
    </w:p>
    <w:p w14:paraId="59F4F385" w14:textId="7C3E919D" w:rsidR="00E0544E" w:rsidRPr="007818BD" w:rsidRDefault="00E8465A" w:rsidP="00E0544E">
      <w:r>
        <w:t>— </w:t>
      </w:r>
      <w:r w:rsidR="00E0544E" w:rsidRPr="007818BD">
        <w:t>Oui</w:t>
      </w:r>
      <w:r>
        <w:t xml:space="preserve">. </w:t>
      </w:r>
      <w:r w:rsidR="00E0544E" w:rsidRPr="007818BD">
        <w:t>Le diable s</w:t>
      </w:r>
      <w:r>
        <w:t>’</w:t>
      </w:r>
      <w:r w:rsidR="00E0544E" w:rsidRPr="007818BD">
        <w:t>attaque toujours aux estomacs vides</w:t>
      </w:r>
      <w:r>
        <w:t xml:space="preserve">. </w:t>
      </w:r>
      <w:r w:rsidR="00E0544E" w:rsidRPr="007818BD">
        <w:t>Convoiter</w:t>
      </w:r>
      <w:r>
        <w:t xml:space="preserve">, </w:t>
      </w:r>
      <w:r w:rsidR="00E0544E" w:rsidRPr="007818BD">
        <w:t>haïr</w:t>
      </w:r>
      <w:r>
        <w:t xml:space="preserve">, </w:t>
      </w:r>
      <w:r w:rsidR="00E0544E" w:rsidRPr="007818BD">
        <w:t>voler</w:t>
      </w:r>
      <w:r>
        <w:t xml:space="preserve">, </w:t>
      </w:r>
      <w:r w:rsidR="00E0544E" w:rsidRPr="007818BD">
        <w:t>pi</w:t>
      </w:r>
      <w:r w:rsidR="00E0544E" w:rsidRPr="007818BD">
        <w:t>l</w:t>
      </w:r>
      <w:r w:rsidR="00E0544E" w:rsidRPr="007818BD">
        <w:t>ler</w:t>
      </w:r>
      <w:r>
        <w:t xml:space="preserve">, </w:t>
      </w:r>
      <w:r w:rsidR="00E0544E" w:rsidRPr="007818BD">
        <w:t>tuer</w:t>
      </w:r>
      <w:r>
        <w:t xml:space="preserve"> : </w:t>
      </w:r>
      <w:r w:rsidR="00E0544E" w:rsidRPr="007818BD">
        <w:t>voilà les désirs naturels de l</w:t>
      </w:r>
      <w:r>
        <w:t>’</w:t>
      </w:r>
      <w:r w:rsidR="00E0544E" w:rsidRPr="007818BD">
        <w:t>homme affamé</w:t>
      </w:r>
      <w:r>
        <w:t xml:space="preserve">. </w:t>
      </w:r>
      <w:r w:rsidR="00E0544E" w:rsidRPr="007818BD">
        <w:t>Quand on a bien dîné</w:t>
      </w:r>
      <w:r>
        <w:t xml:space="preserve">, </w:t>
      </w:r>
      <w:proofErr w:type="spellStart"/>
      <w:r w:rsidR="00E0544E" w:rsidRPr="007818BD">
        <w:t>signor</w:t>
      </w:r>
      <w:proofErr w:type="spellEnd"/>
      <w:r>
        <w:t xml:space="preserve">, </w:t>
      </w:r>
      <w:r w:rsidR="00E0544E" w:rsidRPr="007818BD">
        <w:t>on est en paix avec le genre humain</w:t>
      </w:r>
      <w:r>
        <w:t xml:space="preserve">. </w:t>
      </w:r>
      <w:r w:rsidR="00E0544E" w:rsidRPr="007818BD">
        <w:t>À la bonne heure</w:t>
      </w:r>
      <w:r>
        <w:t xml:space="preserve"> ! </w:t>
      </w:r>
      <w:r w:rsidR="00E0544E" w:rsidRPr="007818BD">
        <w:t>vous aimez ce pe</w:t>
      </w:r>
      <w:r w:rsidR="00E0544E" w:rsidRPr="007818BD">
        <w:t>r</w:t>
      </w:r>
      <w:r w:rsidR="00E0544E" w:rsidRPr="007818BD">
        <w:t>dreau</w:t>
      </w:r>
      <w:r>
        <w:t xml:space="preserve">. </w:t>
      </w:r>
      <w:proofErr w:type="spellStart"/>
      <w:r w:rsidR="00E0544E" w:rsidRPr="007818BD">
        <w:rPr>
          <w:i/>
          <w:iCs/>
        </w:rPr>
        <w:t>Co</w:t>
      </w:r>
      <w:r w:rsidR="00E0544E" w:rsidRPr="007818BD">
        <w:rPr>
          <w:i/>
          <w:iCs/>
        </w:rPr>
        <w:t>s</w:t>
      </w:r>
      <w:r w:rsidR="00E0544E" w:rsidRPr="007818BD">
        <w:rPr>
          <w:i/>
          <w:iCs/>
        </w:rPr>
        <w:t>petto</w:t>
      </w:r>
      <w:proofErr w:type="spellEnd"/>
      <w:r>
        <w:t xml:space="preserve"> ! </w:t>
      </w:r>
      <w:r w:rsidR="00E0544E" w:rsidRPr="007818BD">
        <w:t>moi-même</w:t>
      </w:r>
      <w:r>
        <w:t xml:space="preserve">, </w:t>
      </w:r>
      <w:r w:rsidR="00E0544E" w:rsidRPr="007818BD">
        <w:t>quand j</w:t>
      </w:r>
      <w:r>
        <w:t>’</w:t>
      </w:r>
      <w:r w:rsidR="00E0544E" w:rsidRPr="007818BD">
        <w:t>ai passé deux o</w:t>
      </w:r>
      <w:r w:rsidR="00E0544E">
        <w:t>u</w:t>
      </w:r>
      <w:r w:rsidR="00E0544E" w:rsidRPr="007818BD">
        <w:t xml:space="preserve"> trois jours seulement dans la montagne</w:t>
      </w:r>
      <w:r>
        <w:t xml:space="preserve">, </w:t>
      </w:r>
      <w:r w:rsidR="00E0544E" w:rsidRPr="007818BD">
        <w:t>sans autre régal</w:t>
      </w:r>
      <w:r>
        <w:t xml:space="preserve">, </w:t>
      </w:r>
      <w:r w:rsidR="00E0544E" w:rsidRPr="007818BD">
        <w:t>de l</w:t>
      </w:r>
      <w:r>
        <w:t>’</w:t>
      </w:r>
      <w:r w:rsidR="00E0544E" w:rsidRPr="007818BD">
        <w:t>aurore au touchant</w:t>
      </w:r>
      <w:r>
        <w:t xml:space="preserve">, </w:t>
      </w:r>
      <w:r w:rsidR="00E0544E" w:rsidRPr="007818BD">
        <w:t>qu</w:t>
      </w:r>
      <w:r>
        <w:t>’</w:t>
      </w:r>
      <w:r w:rsidR="00E0544E" w:rsidRPr="007818BD">
        <w:t>une croûte de pain noir et un oignon</w:t>
      </w:r>
      <w:r>
        <w:t xml:space="preserve">, </w:t>
      </w:r>
      <w:r w:rsidR="00E0544E" w:rsidRPr="007818BD">
        <w:t>je deviens féroce</w:t>
      </w:r>
      <w:r>
        <w:t xml:space="preserve">. </w:t>
      </w:r>
      <w:r w:rsidR="00E0544E" w:rsidRPr="007818BD">
        <w:t>Et ce n</w:t>
      </w:r>
      <w:r>
        <w:t>’</w:t>
      </w:r>
      <w:r w:rsidR="00E0544E" w:rsidRPr="007818BD">
        <w:t>est pas là le plus grave</w:t>
      </w:r>
      <w:r>
        <w:t xml:space="preserve">. </w:t>
      </w:r>
      <w:r w:rsidR="00E0544E" w:rsidRPr="007818BD">
        <w:t>Parfois</w:t>
      </w:r>
      <w:r>
        <w:t xml:space="preserve">, </w:t>
      </w:r>
      <w:r w:rsidR="00E0544E" w:rsidRPr="007818BD">
        <w:t>je vois de petits lutins danser devant moi</w:t>
      </w:r>
      <w:r>
        <w:t xml:space="preserve">. </w:t>
      </w:r>
      <w:r w:rsidR="00E0544E" w:rsidRPr="007818BD">
        <w:t>Le jeûne</w:t>
      </w:r>
      <w:r>
        <w:t xml:space="preserve"> ! </w:t>
      </w:r>
      <w:r w:rsidR="00E0544E" w:rsidRPr="007818BD">
        <w:t>il est aussi plein de spectres qu</w:t>
      </w:r>
      <w:r>
        <w:t>’</w:t>
      </w:r>
      <w:r w:rsidR="00E0544E" w:rsidRPr="007818BD">
        <w:t>un champ de bataille</w:t>
      </w:r>
      <w:r>
        <w:t>. »</w:t>
      </w:r>
    </w:p>
    <w:p w14:paraId="7936938F" w14:textId="77777777" w:rsidR="00E8465A" w:rsidRDefault="00E0544E" w:rsidP="00E0544E">
      <w:proofErr w:type="spellStart"/>
      <w:r w:rsidRPr="007818BD">
        <w:t>Glyndon</w:t>
      </w:r>
      <w:proofErr w:type="spellEnd"/>
      <w:r w:rsidRPr="007818BD">
        <w:t xml:space="preserve"> trouva que le raisonnement de son compagnon était plein d</w:t>
      </w:r>
      <w:r w:rsidR="00E8465A">
        <w:t>’</w:t>
      </w:r>
      <w:r w:rsidRPr="007818BD">
        <w:t>une saine philosophie</w:t>
      </w:r>
      <w:r w:rsidR="00E8465A">
        <w:t xml:space="preserve">, </w:t>
      </w:r>
      <w:r w:rsidRPr="007818BD">
        <w:t>et il faut avouer que</w:t>
      </w:r>
      <w:r w:rsidR="00E8465A">
        <w:t xml:space="preserve">, </w:t>
      </w:r>
      <w:r w:rsidRPr="007818BD">
        <w:t>plus il se mit à manger et à boire</w:t>
      </w:r>
      <w:r w:rsidR="00E8465A">
        <w:t xml:space="preserve">, </w:t>
      </w:r>
      <w:r w:rsidRPr="007818BD">
        <w:t>et plus le souvenir de la nuit préc</w:t>
      </w:r>
      <w:r w:rsidRPr="007818BD">
        <w:t>é</w:t>
      </w:r>
      <w:r w:rsidRPr="007818BD">
        <w:t>dente et de l</w:t>
      </w:r>
      <w:r w:rsidR="00E8465A">
        <w:t>’</w:t>
      </w:r>
      <w:r w:rsidRPr="007818BD">
        <w:t xml:space="preserve">abandon de </w:t>
      </w:r>
      <w:proofErr w:type="spellStart"/>
      <w:r w:rsidRPr="007818BD">
        <w:t>Mejnour</w:t>
      </w:r>
      <w:proofErr w:type="spellEnd"/>
      <w:r w:rsidRPr="007818BD">
        <w:t xml:space="preserve"> s</w:t>
      </w:r>
      <w:r w:rsidR="00E8465A">
        <w:t>’</w:t>
      </w:r>
      <w:r w:rsidRPr="007818BD">
        <w:t>effaça de son âme</w:t>
      </w:r>
      <w:r w:rsidR="00E8465A">
        <w:t xml:space="preserve">. </w:t>
      </w:r>
      <w:r w:rsidRPr="007818BD">
        <w:t>La fen</w:t>
      </w:r>
      <w:r w:rsidRPr="007818BD">
        <w:t>ê</w:t>
      </w:r>
      <w:r w:rsidRPr="007818BD">
        <w:t>tre était ouverte</w:t>
      </w:r>
      <w:r w:rsidR="00E8465A">
        <w:t xml:space="preserve">, </w:t>
      </w:r>
      <w:r w:rsidRPr="007818BD">
        <w:t>la brise soufflait doucement</w:t>
      </w:r>
      <w:r w:rsidR="00E8465A">
        <w:t xml:space="preserve">, </w:t>
      </w:r>
      <w:r w:rsidRPr="007818BD">
        <w:t>le soleil brillait</w:t>
      </w:r>
      <w:r w:rsidR="00E8465A">
        <w:t xml:space="preserve">, </w:t>
      </w:r>
      <w:r w:rsidRPr="007818BD">
        <w:t>la nature entière était heureuse et gaie</w:t>
      </w:r>
      <w:r w:rsidR="00E8465A">
        <w:t xml:space="preserve"> ; </w:t>
      </w:r>
      <w:r w:rsidRPr="007818BD">
        <w:t>et maestro Paolo devint bientôt non moins gai que la nature</w:t>
      </w:r>
      <w:r w:rsidR="00E8465A">
        <w:t xml:space="preserve">. </w:t>
      </w:r>
      <w:r w:rsidRPr="007818BD">
        <w:t>Il parla d</w:t>
      </w:r>
      <w:r w:rsidR="00E8465A">
        <w:t>’</w:t>
      </w:r>
      <w:r w:rsidRPr="007818BD">
        <w:t>aventures</w:t>
      </w:r>
      <w:r w:rsidR="00E8465A">
        <w:t xml:space="preserve">, </w:t>
      </w:r>
      <w:r w:rsidRPr="007818BD">
        <w:t>de voyages</w:t>
      </w:r>
      <w:r w:rsidR="00E8465A">
        <w:t xml:space="preserve">, </w:t>
      </w:r>
      <w:r w:rsidRPr="007818BD">
        <w:t>de femmes</w:t>
      </w:r>
      <w:r w:rsidR="00E8465A">
        <w:t xml:space="preserve">, </w:t>
      </w:r>
      <w:r w:rsidRPr="007818BD">
        <w:t>avec un entrain contagieux</w:t>
      </w:r>
      <w:r w:rsidR="00E8465A">
        <w:t xml:space="preserve">. </w:t>
      </w:r>
      <w:r w:rsidRPr="007818BD">
        <w:t xml:space="preserve">Mais </w:t>
      </w:r>
      <w:proofErr w:type="spellStart"/>
      <w:r w:rsidRPr="007818BD">
        <w:t>Glyndon</w:t>
      </w:r>
      <w:proofErr w:type="spellEnd"/>
      <w:r w:rsidRPr="007818BD">
        <w:t xml:space="preserve"> l</w:t>
      </w:r>
      <w:r w:rsidR="00E8465A">
        <w:t>’</w:t>
      </w:r>
      <w:r w:rsidRPr="007818BD">
        <w:t>écouta avec plus de plaisir encore quand</w:t>
      </w:r>
      <w:r w:rsidR="00E8465A">
        <w:t xml:space="preserve">, </w:t>
      </w:r>
      <w:r w:rsidRPr="007818BD">
        <w:t>avec un sourire sign</w:t>
      </w:r>
      <w:r w:rsidRPr="007818BD">
        <w:t>i</w:t>
      </w:r>
      <w:r w:rsidRPr="007818BD">
        <w:t>ficatif</w:t>
      </w:r>
      <w:r w:rsidR="00E8465A">
        <w:t xml:space="preserve">, </w:t>
      </w:r>
      <w:r w:rsidRPr="007818BD">
        <w:t>le brigand e</w:t>
      </w:r>
      <w:r w:rsidRPr="007818BD">
        <w:t>n</w:t>
      </w:r>
      <w:r w:rsidRPr="007818BD">
        <w:t>tama l</w:t>
      </w:r>
      <w:r w:rsidR="00E8465A">
        <w:t>’</w:t>
      </w:r>
      <w:r w:rsidRPr="007818BD">
        <w:t>éloge des yeux</w:t>
      </w:r>
      <w:r w:rsidR="00E8465A">
        <w:t xml:space="preserve">, </w:t>
      </w:r>
      <w:r w:rsidRPr="007818BD">
        <w:t>des dents</w:t>
      </w:r>
      <w:r w:rsidR="00E8465A">
        <w:t xml:space="preserve">, </w:t>
      </w:r>
      <w:r w:rsidRPr="007818BD">
        <w:t xml:space="preserve">des pieds et de la taille de la belle </w:t>
      </w:r>
      <w:proofErr w:type="spellStart"/>
      <w:r w:rsidRPr="007818BD">
        <w:t>Fillide</w:t>
      </w:r>
      <w:proofErr w:type="spellEnd"/>
      <w:r w:rsidR="00E8465A">
        <w:t>.</w:t>
      </w:r>
    </w:p>
    <w:p w14:paraId="35EA2F42" w14:textId="77777777" w:rsidR="00E8465A" w:rsidRDefault="00E0544E" w:rsidP="00E0544E">
      <w:r w:rsidRPr="007818BD">
        <w:t>Cet homme semblait le type incarné de la vie animale et sensuelle</w:t>
      </w:r>
      <w:r w:rsidR="00E8465A">
        <w:t xml:space="preserve">. </w:t>
      </w:r>
      <w:r w:rsidRPr="007818BD">
        <w:t>Il eût été pour Faust un tentateur bien autrement dangereux que Méphistophélès</w:t>
      </w:r>
      <w:r w:rsidR="00E8465A">
        <w:t xml:space="preserve">. </w:t>
      </w:r>
      <w:r w:rsidRPr="007818BD">
        <w:t>Son sourire franc et ouvert n</w:t>
      </w:r>
      <w:r w:rsidR="00E8465A">
        <w:t>’</w:t>
      </w:r>
      <w:r w:rsidRPr="007818BD">
        <w:t xml:space="preserve">avait point ce pli ironique qui semblait railler les plaisirs </w:t>
      </w:r>
      <w:r w:rsidRPr="007818BD">
        <w:lastRenderedPageBreak/>
        <w:t>qu</w:t>
      </w:r>
      <w:r w:rsidR="00E8465A">
        <w:t>’</w:t>
      </w:r>
      <w:r w:rsidRPr="007818BD">
        <w:t>il préconisait</w:t>
      </w:r>
      <w:r w:rsidR="00E8465A">
        <w:t xml:space="preserve">. </w:t>
      </w:r>
      <w:r w:rsidRPr="007818BD">
        <w:t>Pour un homme qui venait d</w:t>
      </w:r>
      <w:r w:rsidR="00E8465A">
        <w:t>’</w:t>
      </w:r>
      <w:r w:rsidRPr="007818BD">
        <w:t>ouvrir les yeux sur la vanité de la science</w:t>
      </w:r>
      <w:r w:rsidR="00E8465A">
        <w:t xml:space="preserve">, </w:t>
      </w:r>
      <w:r w:rsidRPr="007818BD">
        <w:t>sa joyeuse et insouciante humeur avait</w:t>
      </w:r>
      <w:r w:rsidR="00E8465A">
        <w:t xml:space="preserve">, </w:t>
      </w:r>
      <w:r w:rsidRPr="007818BD">
        <w:t>pour corrompre</w:t>
      </w:r>
      <w:r w:rsidR="00E8465A">
        <w:t xml:space="preserve">, </w:t>
      </w:r>
      <w:r w:rsidRPr="007818BD">
        <w:t>une puissance supérieure à toute la raillerie glaciale d</w:t>
      </w:r>
      <w:r w:rsidR="00E8465A">
        <w:t>’</w:t>
      </w:r>
      <w:r w:rsidRPr="007818BD">
        <w:t>un démon savant</w:t>
      </w:r>
      <w:r w:rsidR="00E8465A">
        <w:t xml:space="preserve">. </w:t>
      </w:r>
      <w:r w:rsidRPr="007818BD">
        <w:t>Mais quand Paolo se retira en pr</w:t>
      </w:r>
      <w:r w:rsidRPr="007818BD">
        <w:t>o</w:t>
      </w:r>
      <w:r w:rsidRPr="007818BD">
        <w:t>mettant de revenir le lendemain</w:t>
      </w:r>
      <w:r w:rsidR="00E8465A">
        <w:t xml:space="preserve">, </w:t>
      </w:r>
      <w:r w:rsidRPr="007818BD">
        <w:t>l</w:t>
      </w:r>
      <w:r w:rsidR="00E8465A">
        <w:t>’</w:t>
      </w:r>
      <w:r w:rsidRPr="007818BD">
        <w:t>âme de l</w:t>
      </w:r>
      <w:r w:rsidR="00E8465A">
        <w:t>’</w:t>
      </w:r>
      <w:r w:rsidRPr="007818BD">
        <w:t>Anglais rentra dans une disposition plus grave et plus recueillie</w:t>
      </w:r>
      <w:r w:rsidR="00E8465A">
        <w:t xml:space="preserve">. </w:t>
      </w:r>
      <w:r w:rsidRPr="007818BD">
        <w:t>L</w:t>
      </w:r>
      <w:r w:rsidR="00E8465A">
        <w:t>’</w:t>
      </w:r>
      <w:r w:rsidRPr="007818BD">
        <w:t>élixir semblait r</w:t>
      </w:r>
      <w:r w:rsidRPr="007818BD">
        <w:t>é</w:t>
      </w:r>
      <w:r w:rsidRPr="007818BD">
        <w:t>ellement avoir laissé après lui l</w:t>
      </w:r>
      <w:r w:rsidR="00E8465A">
        <w:t>’</w:t>
      </w:r>
      <w:r w:rsidRPr="007818BD">
        <w:t xml:space="preserve">effet que </w:t>
      </w:r>
      <w:proofErr w:type="spellStart"/>
      <w:r w:rsidRPr="007818BD">
        <w:t>Mejnour</w:t>
      </w:r>
      <w:proofErr w:type="spellEnd"/>
      <w:r w:rsidRPr="007818BD">
        <w:t xml:space="preserve"> lui avait attr</w:t>
      </w:r>
      <w:r w:rsidRPr="007818BD">
        <w:t>i</w:t>
      </w:r>
      <w:r w:rsidRPr="007818BD">
        <w:t>bué</w:t>
      </w:r>
      <w:r w:rsidR="00E8465A">
        <w:t xml:space="preserve">. </w:t>
      </w:r>
      <w:proofErr w:type="spellStart"/>
      <w:r w:rsidRPr="007818BD">
        <w:t>Glyndon</w:t>
      </w:r>
      <w:proofErr w:type="spellEnd"/>
      <w:r w:rsidRPr="007818BD">
        <w:t xml:space="preserve"> parcourait lentement le corridor solitaire</w:t>
      </w:r>
      <w:r w:rsidR="00E8465A">
        <w:t xml:space="preserve"> ; </w:t>
      </w:r>
      <w:r w:rsidRPr="007818BD">
        <w:t>il s</w:t>
      </w:r>
      <w:r w:rsidR="00E8465A">
        <w:t>’</w:t>
      </w:r>
      <w:r w:rsidRPr="007818BD">
        <w:t>arrêtait pour contempler le vaste et magnifique panorama qui se déroulait à ses pieds</w:t>
      </w:r>
      <w:r w:rsidR="00E8465A">
        <w:t xml:space="preserve"> ; </w:t>
      </w:r>
      <w:r w:rsidRPr="007818BD">
        <w:t>de nobles inspirations</w:t>
      </w:r>
      <w:r w:rsidR="00E8465A">
        <w:t xml:space="preserve">, </w:t>
      </w:r>
      <w:r w:rsidRPr="007818BD">
        <w:t>les rêves d</w:t>
      </w:r>
      <w:r w:rsidR="00E8465A">
        <w:t>’</w:t>
      </w:r>
      <w:r w:rsidRPr="007818BD">
        <w:t>une ambition hardie et entreprenante</w:t>
      </w:r>
      <w:r w:rsidR="00E8465A">
        <w:t xml:space="preserve">, </w:t>
      </w:r>
      <w:r w:rsidRPr="007818BD">
        <w:t>les visions éblouissa</w:t>
      </w:r>
      <w:r w:rsidRPr="007818BD">
        <w:t>n</w:t>
      </w:r>
      <w:r w:rsidRPr="007818BD">
        <w:t>tes de la gloire traversaient son âme dans une succession rapide</w:t>
      </w:r>
      <w:r w:rsidR="00E8465A">
        <w:t>.</w:t>
      </w:r>
    </w:p>
    <w:p w14:paraId="1FE88B98" w14:textId="3DC7D2AE" w:rsidR="00E0544E" w:rsidRPr="007818BD" w:rsidRDefault="00E8465A" w:rsidP="00E0544E">
      <w:r>
        <w:t>« </w:t>
      </w:r>
      <w:proofErr w:type="spellStart"/>
      <w:r w:rsidR="00E0544E" w:rsidRPr="007818BD">
        <w:t>Mejnour</w:t>
      </w:r>
      <w:proofErr w:type="spellEnd"/>
      <w:r w:rsidR="00E0544E" w:rsidRPr="007818BD">
        <w:t xml:space="preserve"> me refuse sa science</w:t>
      </w:r>
      <w:r>
        <w:t xml:space="preserve">, </w:t>
      </w:r>
      <w:r w:rsidR="00E0544E" w:rsidRPr="007818BD">
        <w:t>dit le peintre</w:t>
      </w:r>
      <w:r>
        <w:t xml:space="preserve">, </w:t>
      </w:r>
      <w:r w:rsidR="00E0544E" w:rsidRPr="007818BD">
        <w:t>c</w:t>
      </w:r>
      <w:r>
        <w:t>’</w:t>
      </w:r>
      <w:r w:rsidR="00E0544E" w:rsidRPr="007818BD">
        <w:t>est bien</w:t>
      </w:r>
      <w:r>
        <w:t xml:space="preserve"> ! </w:t>
      </w:r>
      <w:r w:rsidR="00E0544E" w:rsidRPr="007818BD">
        <w:t>Il ne m</w:t>
      </w:r>
      <w:r>
        <w:t>’</w:t>
      </w:r>
      <w:r w:rsidR="00E0544E" w:rsidRPr="007818BD">
        <w:t>a pas dépouillé de mon art</w:t>
      </w:r>
      <w:r>
        <w:t>. »</w:t>
      </w:r>
    </w:p>
    <w:p w14:paraId="1C765A74" w14:textId="77777777" w:rsidR="00E8465A" w:rsidRDefault="00E0544E" w:rsidP="00E0544E">
      <w:r w:rsidRPr="007818BD">
        <w:t>Eh quoi</w:t>
      </w:r>
      <w:r w:rsidR="00E8465A">
        <w:t xml:space="preserve"> ! </w:t>
      </w:r>
      <w:r w:rsidRPr="007818BD">
        <w:t xml:space="preserve">Clarence </w:t>
      </w:r>
      <w:proofErr w:type="spellStart"/>
      <w:r w:rsidRPr="007818BD">
        <w:t>Glyndon</w:t>
      </w:r>
      <w:proofErr w:type="spellEnd"/>
      <w:r w:rsidR="00E8465A">
        <w:t xml:space="preserve">, </w:t>
      </w:r>
      <w:r w:rsidRPr="007818BD">
        <w:t>retournes-tu au début de ta carrière</w:t>
      </w:r>
      <w:r w:rsidR="00E8465A">
        <w:t xml:space="preserve"> ? </w:t>
      </w:r>
      <w:proofErr w:type="spellStart"/>
      <w:r w:rsidRPr="007818BD">
        <w:t>Zanoni</w:t>
      </w:r>
      <w:proofErr w:type="spellEnd"/>
      <w:r w:rsidRPr="007818BD">
        <w:t xml:space="preserve"> avait donc raison</w:t>
      </w:r>
      <w:r w:rsidR="00E8465A">
        <w:t>.</w:t>
      </w:r>
    </w:p>
    <w:p w14:paraId="4F7CDCCE" w14:textId="77777777" w:rsidR="00E8465A" w:rsidRDefault="00E0544E" w:rsidP="00E0544E">
      <w:r w:rsidRPr="007818BD">
        <w:t>Il se trouva dans la chambre du mystique</w:t>
      </w:r>
      <w:r w:rsidR="00E8465A">
        <w:t xml:space="preserve"> : </w:t>
      </w:r>
      <w:r w:rsidRPr="007818BD">
        <w:t>pas un vase</w:t>
      </w:r>
      <w:r w:rsidR="00E8465A">
        <w:t xml:space="preserve">, </w:t>
      </w:r>
      <w:r w:rsidRPr="007818BD">
        <w:t>pas une plante</w:t>
      </w:r>
      <w:r w:rsidR="00E8465A">
        <w:t xml:space="preserve">. </w:t>
      </w:r>
      <w:r w:rsidRPr="007818BD">
        <w:t>Le volume solennel a disparu</w:t>
      </w:r>
      <w:r w:rsidR="00E8465A">
        <w:t xml:space="preserve"> ; </w:t>
      </w:r>
      <w:r w:rsidRPr="007818BD">
        <w:t>pour lui l</w:t>
      </w:r>
      <w:r w:rsidR="00E8465A">
        <w:t>’</w:t>
      </w:r>
      <w:r w:rsidRPr="007818BD">
        <w:t>élixir n</w:t>
      </w:r>
      <w:r w:rsidR="00E8465A">
        <w:t>’</w:t>
      </w:r>
      <w:r w:rsidRPr="007818BD">
        <w:t>exhalera plus son essence lumineuse</w:t>
      </w:r>
      <w:r w:rsidR="00E8465A">
        <w:t xml:space="preserve">. </w:t>
      </w:r>
      <w:r w:rsidRPr="007818BD">
        <w:t>Et pourtant</w:t>
      </w:r>
      <w:r w:rsidR="00E8465A">
        <w:t xml:space="preserve">, </w:t>
      </w:r>
      <w:r w:rsidRPr="007818BD">
        <w:t>il semble flotter encore dans la chambre comme l</w:t>
      </w:r>
      <w:r w:rsidR="00E8465A">
        <w:t>’</w:t>
      </w:r>
      <w:r w:rsidRPr="007818BD">
        <w:t>atmosphère d</w:t>
      </w:r>
      <w:r w:rsidR="00E8465A">
        <w:t>’</w:t>
      </w:r>
      <w:r w:rsidRPr="007818BD">
        <w:t>un e</w:t>
      </w:r>
      <w:r w:rsidRPr="007818BD">
        <w:t>n</w:t>
      </w:r>
      <w:r w:rsidRPr="007818BD">
        <w:t>chantement</w:t>
      </w:r>
      <w:r w:rsidR="00E8465A">
        <w:t xml:space="preserve">. </w:t>
      </w:r>
      <w:r w:rsidRPr="007818BD">
        <w:t>Plus rapide et plus ardent</w:t>
      </w:r>
      <w:r w:rsidR="00E8465A">
        <w:t xml:space="preserve">, </w:t>
      </w:r>
      <w:r w:rsidRPr="007818BD">
        <w:t>il brûle en toi</w:t>
      </w:r>
      <w:r w:rsidR="00E8465A">
        <w:t xml:space="preserve">, </w:t>
      </w:r>
      <w:r w:rsidRPr="007818BD">
        <w:t>le désir de produire</w:t>
      </w:r>
      <w:r w:rsidR="00E8465A">
        <w:t xml:space="preserve">, </w:t>
      </w:r>
      <w:r w:rsidRPr="007818BD">
        <w:t>de créer</w:t>
      </w:r>
      <w:r w:rsidR="00E8465A">
        <w:t xml:space="preserve">… </w:t>
      </w:r>
      <w:r w:rsidRPr="007818BD">
        <w:t xml:space="preserve">Tu soupires après une vie </w:t>
      </w:r>
      <w:proofErr w:type="spellStart"/>
      <w:r w:rsidRPr="007818BD">
        <w:t>au delà</w:t>
      </w:r>
      <w:proofErr w:type="spellEnd"/>
      <w:r w:rsidRPr="007818BD">
        <w:t xml:space="preserve"> de la vie sensuelle</w:t>
      </w:r>
      <w:r w:rsidR="00E8465A">
        <w:t xml:space="preserve"> ; </w:t>
      </w:r>
      <w:r w:rsidRPr="007818BD">
        <w:t>la vie qui est ouverte au génie</w:t>
      </w:r>
      <w:r w:rsidR="00E8465A">
        <w:t xml:space="preserve">, </w:t>
      </w:r>
      <w:r w:rsidRPr="007818BD">
        <w:t>celle qui respire dans l</w:t>
      </w:r>
      <w:r w:rsidR="00E8465A">
        <w:t>’</w:t>
      </w:r>
      <w:r w:rsidRPr="007818BD">
        <w:t>œuvre immortelle</w:t>
      </w:r>
      <w:r w:rsidR="00E8465A">
        <w:t xml:space="preserve">, </w:t>
      </w:r>
      <w:r w:rsidRPr="007818BD">
        <w:t>qui dure à jamais dans un nom imp</w:t>
      </w:r>
      <w:r w:rsidRPr="007818BD">
        <w:t>é</w:t>
      </w:r>
      <w:r w:rsidRPr="007818BD">
        <w:t>rissable</w:t>
      </w:r>
      <w:r w:rsidR="00E8465A">
        <w:t>.</w:t>
      </w:r>
    </w:p>
    <w:p w14:paraId="350C38A8" w14:textId="77777777" w:rsidR="00E8465A" w:rsidRDefault="00E0544E" w:rsidP="00E0544E">
      <w:r w:rsidRPr="007818BD">
        <w:t>Où sont les instruments de ton art</w:t>
      </w:r>
      <w:r w:rsidR="00E8465A">
        <w:t xml:space="preserve"> ? </w:t>
      </w:r>
      <w:r w:rsidRPr="007818BD">
        <w:t>Jamais ouvrier vérit</w:t>
      </w:r>
      <w:r w:rsidRPr="007818BD">
        <w:t>a</w:t>
      </w:r>
      <w:r w:rsidRPr="007818BD">
        <w:t>ble manqua-t-il d</w:t>
      </w:r>
      <w:r w:rsidR="00E8465A">
        <w:t>’</w:t>
      </w:r>
      <w:r w:rsidRPr="007818BD">
        <w:t>outils</w:t>
      </w:r>
      <w:r w:rsidR="00E8465A">
        <w:t xml:space="preserve"> ? </w:t>
      </w:r>
      <w:r w:rsidRPr="007818BD">
        <w:t>Tu es rentré dans ta chambre</w:t>
      </w:r>
      <w:r w:rsidR="00E8465A">
        <w:t xml:space="preserve">… </w:t>
      </w:r>
      <w:r w:rsidRPr="007818BD">
        <w:t>le mur blanc est ta toile</w:t>
      </w:r>
      <w:r w:rsidR="00E8465A">
        <w:t xml:space="preserve">, </w:t>
      </w:r>
      <w:r w:rsidRPr="007818BD">
        <w:t>un morceau de charbon ton pinceau</w:t>
      </w:r>
      <w:r w:rsidR="00E8465A">
        <w:t xml:space="preserve"> ; </w:t>
      </w:r>
      <w:r w:rsidRPr="007818BD">
        <w:t>il n</w:t>
      </w:r>
      <w:r w:rsidR="00E8465A">
        <w:t>’</w:t>
      </w:r>
      <w:r w:rsidRPr="007818BD">
        <w:t>en faut pas davantage pour fixer au moins ta pensée</w:t>
      </w:r>
      <w:r w:rsidR="00E8465A">
        <w:t xml:space="preserve">, </w:t>
      </w:r>
      <w:r w:rsidRPr="007818BD">
        <w:t>qui demain</w:t>
      </w:r>
      <w:r w:rsidR="00E8465A">
        <w:t xml:space="preserve">, </w:t>
      </w:r>
      <w:r w:rsidRPr="007818BD">
        <w:t>peut-être</w:t>
      </w:r>
      <w:r w:rsidR="00E8465A">
        <w:t xml:space="preserve">, </w:t>
      </w:r>
      <w:r w:rsidRPr="007818BD">
        <w:t>s</w:t>
      </w:r>
      <w:r w:rsidR="00E8465A">
        <w:t>’</w:t>
      </w:r>
      <w:r w:rsidRPr="007818BD">
        <w:t>évanouirait</w:t>
      </w:r>
      <w:r w:rsidR="00E8465A">
        <w:t>.</w:t>
      </w:r>
    </w:p>
    <w:p w14:paraId="0DF84389" w14:textId="77777777" w:rsidR="00E8465A" w:rsidRDefault="00E0544E" w:rsidP="00E0544E">
      <w:r w:rsidRPr="007818BD">
        <w:lastRenderedPageBreak/>
        <w:t>L</w:t>
      </w:r>
      <w:r w:rsidR="00E8465A">
        <w:t>’</w:t>
      </w:r>
      <w:r w:rsidRPr="007818BD">
        <w:t>idée qui remplissait ainsi l</w:t>
      </w:r>
      <w:r w:rsidR="00E8465A">
        <w:t>’</w:t>
      </w:r>
      <w:r w:rsidRPr="007818BD">
        <w:t>imagination de l</w:t>
      </w:r>
      <w:r w:rsidR="00E8465A">
        <w:t>’</w:t>
      </w:r>
      <w:r w:rsidRPr="007818BD">
        <w:t>artiste était noble et sublime à coup sûr</w:t>
      </w:r>
      <w:r w:rsidR="00E8465A">
        <w:t xml:space="preserve">. </w:t>
      </w:r>
      <w:r w:rsidRPr="007818BD">
        <w:t>Elle était dérivée d</w:t>
      </w:r>
      <w:r w:rsidR="00E8465A">
        <w:t>’</w:t>
      </w:r>
      <w:r w:rsidRPr="007818BD">
        <w:t>une cérémonie égyptienne racontée par l</w:t>
      </w:r>
      <w:r w:rsidR="00E8465A">
        <w:t>’</w:t>
      </w:r>
      <w:r w:rsidRPr="007818BD">
        <w:t>historien Diodore</w:t>
      </w:r>
      <w:r w:rsidR="00E8465A">
        <w:t xml:space="preserve"> : </w:t>
      </w:r>
      <w:r w:rsidRPr="007818BD">
        <w:rPr>
          <w:i/>
          <w:iCs/>
        </w:rPr>
        <w:t>le Jugement des morts par les vivants</w:t>
      </w:r>
      <w:r w:rsidR="00E8465A">
        <w:t xml:space="preserve">. </w:t>
      </w:r>
      <w:r w:rsidRPr="007818BD">
        <w:t>Le cadavre</w:t>
      </w:r>
      <w:r w:rsidR="00E8465A">
        <w:t xml:space="preserve">, </w:t>
      </w:r>
      <w:r w:rsidRPr="007818BD">
        <w:t>dûment embaumé</w:t>
      </w:r>
      <w:r w:rsidR="00E8465A">
        <w:t xml:space="preserve">, </w:t>
      </w:r>
      <w:r w:rsidRPr="007818BD">
        <w:t xml:space="preserve">est placé sur le bord du lac </w:t>
      </w:r>
      <w:proofErr w:type="spellStart"/>
      <w:r w:rsidRPr="007818BD">
        <w:t>Achérusien</w:t>
      </w:r>
      <w:proofErr w:type="spellEnd"/>
      <w:r w:rsidR="00E8465A">
        <w:t xml:space="preserve"> : </w:t>
      </w:r>
      <w:r w:rsidRPr="007818BD">
        <w:t>avant d</w:t>
      </w:r>
      <w:r w:rsidR="00E8465A">
        <w:t>’</w:t>
      </w:r>
      <w:r w:rsidRPr="007818BD">
        <w:t xml:space="preserve">être confié à la barque qui doit le transporter à son lit de repos </w:t>
      </w:r>
      <w:proofErr w:type="spellStart"/>
      <w:r w:rsidRPr="007818BD">
        <w:t>au delà</w:t>
      </w:r>
      <w:proofErr w:type="spellEnd"/>
      <w:r w:rsidRPr="007818BD">
        <w:t xml:space="preserve"> des eaux fatales</w:t>
      </w:r>
      <w:r w:rsidR="00E8465A">
        <w:t xml:space="preserve">, </w:t>
      </w:r>
      <w:r w:rsidRPr="007818BD">
        <w:t>des juges particuliers recueillent toutes les acc</w:t>
      </w:r>
      <w:r w:rsidRPr="007818BD">
        <w:t>u</w:t>
      </w:r>
      <w:r w:rsidRPr="007818BD">
        <w:t>sations dirigées contre la vie du défunt</w:t>
      </w:r>
      <w:r w:rsidR="00E8465A">
        <w:t xml:space="preserve">, </w:t>
      </w:r>
      <w:r w:rsidRPr="007818BD">
        <w:t>et</w:t>
      </w:r>
      <w:r w:rsidR="00E8465A">
        <w:t xml:space="preserve">, </w:t>
      </w:r>
      <w:r w:rsidRPr="007818BD">
        <w:t>si ces accusations sont prouvées</w:t>
      </w:r>
      <w:r w:rsidR="00E8465A">
        <w:t xml:space="preserve">, </w:t>
      </w:r>
      <w:r w:rsidRPr="007818BD">
        <w:t>le corps est privé des honneurs funèbres</w:t>
      </w:r>
      <w:r w:rsidR="00E8465A">
        <w:t>.</w:t>
      </w:r>
    </w:p>
    <w:p w14:paraId="24E0BA74" w14:textId="77777777" w:rsidR="00E8465A" w:rsidRDefault="00E0544E" w:rsidP="00E0544E">
      <w:proofErr w:type="spellStart"/>
      <w:r w:rsidRPr="007818BD">
        <w:t>Mejnour</w:t>
      </w:r>
      <w:proofErr w:type="spellEnd"/>
      <w:r w:rsidRPr="007818BD">
        <w:t xml:space="preserve"> avait raconté cette cérémonie et avait ajouté à son récit des détails qu</w:t>
      </w:r>
      <w:r w:rsidR="00E8465A">
        <w:t>’</w:t>
      </w:r>
      <w:r w:rsidRPr="007818BD">
        <w:t>on ne trouve dans aucun livre</w:t>
      </w:r>
      <w:r w:rsidR="00E8465A">
        <w:t xml:space="preserve"> ; </w:t>
      </w:r>
      <w:r w:rsidRPr="007818BD">
        <w:t>l</w:t>
      </w:r>
      <w:r w:rsidR="00E8465A">
        <w:t>’</w:t>
      </w:r>
      <w:r w:rsidRPr="007818BD">
        <w:t>artiste e</w:t>
      </w:r>
      <w:r w:rsidRPr="007818BD">
        <w:t>m</w:t>
      </w:r>
      <w:r w:rsidRPr="007818BD">
        <w:t>pruntait à son insu à la description de son maître l</w:t>
      </w:r>
      <w:r w:rsidR="00E8465A">
        <w:t>’</w:t>
      </w:r>
      <w:r w:rsidRPr="007818BD">
        <w:t>idée de son dessin et la réalité et la force de sa composition</w:t>
      </w:r>
      <w:r w:rsidR="00E8465A">
        <w:t xml:space="preserve">. </w:t>
      </w:r>
      <w:r w:rsidRPr="007818BD">
        <w:t>Il supposa un roi puissant et coupable</w:t>
      </w:r>
      <w:r w:rsidR="00E8465A">
        <w:t xml:space="preserve">, </w:t>
      </w:r>
      <w:r w:rsidRPr="007818BD">
        <w:t>contre qui</w:t>
      </w:r>
      <w:r w:rsidR="00E8465A">
        <w:t xml:space="preserve">, </w:t>
      </w:r>
      <w:r w:rsidRPr="007818BD">
        <w:t>de son vivant</w:t>
      </w:r>
      <w:r w:rsidR="00E8465A">
        <w:t xml:space="preserve">, </w:t>
      </w:r>
      <w:r w:rsidRPr="007818BD">
        <w:t>pas un mu</w:t>
      </w:r>
      <w:r w:rsidRPr="007818BD">
        <w:t>r</w:t>
      </w:r>
      <w:r w:rsidRPr="007818BD">
        <w:t>mure n</w:t>
      </w:r>
      <w:r w:rsidR="00E8465A">
        <w:t>’</w:t>
      </w:r>
      <w:r w:rsidRPr="007818BD">
        <w:t>avait osé s</w:t>
      </w:r>
      <w:r w:rsidR="00E8465A">
        <w:t>’</w:t>
      </w:r>
      <w:r w:rsidRPr="007818BD">
        <w:t>élever</w:t>
      </w:r>
      <w:r w:rsidR="00E8465A">
        <w:t xml:space="preserve">, </w:t>
      </w:r>
      <w:r w:rsidRPr="007818BD">
        <w:t>mais qui</w:t>
      </w:r>
      <w:r w:rsidR="00E8465A">
        <w:t xml:space="preserve">, </w:t>
      </w:r>
      <w:r w:rsidRPr="007818BD">
        <w:t>maintenant</w:t>
      </w:r>
      <w:r>
        <w:t xml:space="preserve"> </w:t>
      </w:r>
      <w:r w:rsidRPr="007818BD">
        <w:t>qu</w:t>
      </w:r>
      <w:r w:rsidR="00E8465A">
        <w:t>’</w:t>
      </w:r>
      <w:r w:rsidRPr="007818BD">
        <w:t>il n</w:t>
      </w:r>
      <w:r w:rsidR="00E8465A">
        <w:t>’</w:t>
      </w:r>
      <w:r w:rsidRPr="007818BD">
        <w:t>était plus</w:t>
      </w:r>
      <w:r w:rsidR="00E8465A">
        <w:t xml:space="preserve">, </w:t>
      </w:r>
      <w:r w:rsidRPr="007818BD">
        <w:t>était assailli des plaintes de l</w:t>
      </w:r>
      <w:r w:rsidR="00E8465A">
        <w:t>’</w:t>
      </w:r>
      <w:r w:rsidRPr="007818BD">
        <w:t>esclave chargé de fers</w:t>
      </w:r>
      <w:r w:rsidR="00E8465A">
        <w:t xml:space="preserve">, </w:t>
      </w:r>
      <w:r w:rsidRPr="007818BD">
        <w:t>de la vict</w:t>
      </w:r>
      <w:r w:rsidRPr="007818BD">
        <w:t>i</w:t>
      </w:r>
      <w:r w:rsidRPr="007818BD">
        <w:t>me mutilée au fond de son cachot</w:t>
      </w:r>
      <w:r w:rsidR="00E8465A">
        <w:t xml:space="preserve">, </w:t>
      </w:r>
      <w:r w:rsidRPr="007818BD">
        <w:t>tous livides et hideux comme s</w:t>
      </w:r>
      <w:r w:rsidR="00E8465A">
        <w:t>’</w:t>
      </w:r>
      <w:r w:rsidRPr="007818BD">
        <w:t>ils étaient morts eux-mêmes</w:t>
      </w:r>
      <w:r w:rsidR="00E8465A">
        <w:t xml:space="preserve">, </w:t>
      </w:r>
      <w:r w:rsidRPr="007818BD">
        <w:t>tous invoquant avec leurs lèvres blêmes et flétries cette justice qui survit à la tombe</w:t>
      </w:r>
      <w:r w:rsidR="00E8465A">
        <w:t>.</w:t>
      </w:r>
    </w:p>
    <w:p w14:paraId="15692B39" w14:textId="77777777" w:rsidR="00E8465A" w:rsidRDefault="00E0544E" w:rsidP="00E0544E">
      <w:r w:rsidRPr="007818BD">
        <w:t>Elle est étrange</w:t>
      </w:r>
      <w:r w:rsidR="00E8465A">
        <w:t xml:space="preserve">, </w:t>
      </w:r>
      <w:r w:rsidRPr="007818BD">
        <w:t>ô artiste</w:t>
      </w:r>
      <w:r w:rsidR="00E8465A">
        <w:t xml:space="preserve"> ! </w:t>
      </w:r>
      <w:r w:rsidRPr="007818BD">
        <w:t>cette ardeur enthousiaste qui surgit tout à coup et perce de son rayonnement les vapeurs et les ténèbres que la science occulte avait depuis si longtemps r</w:t>
      </w:r>
      <w:r w:rsidRPr="007818BD">
        <w:t>é</w:t>
      </w:r>
      <w:r w:rsidRPr="007818BD">
        <w:t>pandues sur ta fantaisie</w:t>
      </w:r>
      <w:r w:rsidR="00E8465A">
        <w:t xml:space="preserve"> ! </w:t>
      </w:r>
      <w:r w:rsidRPr="007818BD">
        <w:t>Il est étrange que la réaction de cette nuit de terreur</w:t>
      </w:r>
      <w:r w:rsidR="00E8465A">
        <w:t xml:space="preserve">, </w:t>
      </w:r>
      <w:r w:rsidRPr="007818BD">
        <w:t>de ce jour de déception</w:t>
      </w:r>
      <w:r w:rsidR="00E8465A">
        <w:t xml:space="preserve">, </w:t>
      </w:r>
      <w:r w:rsidRPr="007818BD">
        <w:t>te ramène à l</w:t>
      </w:r>
      <w:r w:rsidR="00E8465A">
        <w:t>’</w:t>
      </w:r>
      <w:r w:rsidRPr="007818BD">
        <w:t>Art sacré</w:t>
      </w:r>
      <w:r w:rsidR="00E8465A">
        <w:t xml:space="preserve"> ! </w:t>
      </w:r>
      <w:r w:rsidRPr="007818BD">
        <w:t>Avec quelle liberté hardie ta main trace la large esquisse</w:t>
      </w:r>
      <w:r w:rsidR="00E8465A">
        <w:t xml:space="preserve"> ! </w:t>
      </w:r>
      <w:r w:rsidRPr="007818BD">
        <w:t>Comme</w:t>
      </w:r>
      <w:r w:rsidR="00E8465A">
        <w:t xml:space="preserve">, </w:t>
      </w:r>
      <w:r w:rsidRPr="007818BD">
        <w:t>malgré ces instruments imparfaits</w:t>
      </w:r>
      <w:r w:rsidR="00E8465A">
        <w:t xml:space="preserve">, </w:t>
      </w:r>
      <w:r w:rsidRPr="007818BD">
        <w:t>se révèle</w:t>
      </w:r>
      <w:r w:rsidR="00E8465A">
        <w:t xml:space="preserve">, </w:t>
      </w:r>
      <w:r w:rsidRPr="007818BD">
        <w:t>non plus le disciple</w:t>
      </w:r>
      <w:r w:rsidR="00E8465A">
        <w:t xml:space="preserve">, </w:t>
      </w:r>
      <w:r w:rsidRPr="007818BD">
        <w:t>mais le maître</w:t>
      </w:r>
      <w:r w:rsidR="00E8465A">
        <w:t xml:space="preserve"> ! </w:t>
      </w:r>
      <w:r w:rsidRPr="007818BD">
        <w:t>Encore fraîchement inspiré par le mystérieux élixir</w:t>
      </w:r>
      <w:r w:rsidR="00E8465A">
        <w:t xml:space="preserve">, </w:t>
      </w:r>
      <w:r w:rsidRPr="007818BD">
        <w:t>comme tu donnes à tes créations cette vie plus sublime qui t</w:t>
      </w:r>
      <w:r w:rsidR="00E8465A">
        <w:t>’</w:t>
      </w:r>
      <w:r w:rsidRPr="007818BD">
        <w:t>est refusée à toi-même</w:t>
      </w:r>
      <w:r w:rsidR="00E8465A">
        <w:t xml:space="preserve"> ! </w:t>
      </w:r>
      <w:r w:rsidRPr="007818BD">
        <w:t>Une main qui n</w:t>
      </w:r>
      <w:r w:rsidR="00E8465A">
        <w:t>’</w:t>
      </w:r>
      <w:r w:rsidRPr="007818BD">
        <w:t>est pas la tienne trace sur les murailles les grands symboles</w:t>
      </w:r>
      <w:r w:rsidR="00E8465A">
        <w:t xml:space="preserve">. </w:t>
      </w:r>
      <w:r w:rsidRPr="007818BD">
        <w:t>Derrière</w:t>
      </w:r>
      <w:r w:rsidR="00E8465A">
        <w:t xml:space="preserve">, </w:t>
      </w:r>
      <w:r w:rsidRPr="007818BD">
        <w:t>se dresse le gigantesque sépulcre</w:t>
      </w:r>
      <w:r w:rsidR="00E8465A">
        <w:t xml:space="preserve">, </w:t>
      </w:r>
      <w:r w:rsidRPr="007818BD">
        <w:t xml:space="preserve">le lieu de </w:t>
      </w:r>
      <w:r w:rsidRPr="007818BD">
        <w:lastRenderedPageBreak/>
        <w:t>repos des morts</w:t>
      </w:r>
      <w:r w:rsidR="00E8465A">
        <w:t xml:space="preserve">, </w:t>
      </w:r>
      <w:r w:rsidRPr="007818BD">
        <w:t>élevé au prix de mille vies épuisées</w:t>
      </w:r>
      <w:r w:rsidR="00E8465A">
        <w:t xml:space="preserve">. </w:t>
      </w:r>
      <w:r w:rsidRPr="007818BD">
        <w:t>Les juges siègent en demi-cercle</w:t>
      </w:r>
      <w:r w:rsidR="00E8465A">
        <w:t xml:space="preserve">. </w:t>
      </w:r>
      <w:r w:rsidRPr="007818BD">
        <w:t>Le lac roule ses eaux lentes et noires</w:t>
      </w:r>
      <w:r w:rsidR="00E8465A">
        <w:t xml:space="preserve">. </w:t>
      </w:r>
      <w:r w:rsidRPr="007818BD">
        <w:t>Il est là</w:t>
      </w:r>
      <w:r w:rsidR="00E8465A">
        <w:t xml:space="preserve">, </w:t>
      </w:r>
      <w:r w:rsidRPr="007818BD">
        <w:t>le mort royal</w:t>
      </w:r>
      <w:r w:rsidR="00E8465A">
        <w:t xml:space="preserve">, </w:t>
      </w:r>
      <w:r w:rsidRPr="007818BD">
        <w:t>e</w:t>
      </w:r>
      <w:r w:rsidRPr="007818BD">
        <w:t>m</w:t>
      </w:r>
      <w:r w:rsidRPr="007818BD">
        <w:t>baumé pour la tombe</w:t>
      </w:r>
      <w:r w:rsidR="00E8465A">
        <w:t xml:space="preserve">. </w:t>
      </w:r>
      <w:r w:rsidRPr="007818BD">
        <w:t>Pourquoi trembler devant ce front qui semble encore vivre et menacer</w:t>
      </w:r>
      <w:r w:rsidR="00E8465A">
        <w:t xml:space="preserve"> ? </w:t>
      </w:r>
      <w:r w:rsidRPr="007818BD">
        <w:t>Bien réussi</w:t>
      </w:r>
      <w:r w:rsidR="00E8465A">
        <w:t xml:space="preserve">, </w:t>
      </w:r>
      <w:r w:rsidRPr="007818BD">
        <w:t>noble artiste</w:t>
      </w:r>
      <w:r w:rsidR="00E8465A">
        <w:t xml:space="preserve"> ! </w:t>
      </w:r>
      <w:r w:rsidRPr="007818BD">
        <w:t>e</w:t>
      </w:r>
      <w:r w:rsidRPr="007818BD">
        <w:t>l</w:t>
      </w:r>
      <w:r w:rsidRPr="007818BD">
        <w:t>les se dressent</w:t>
      </w:r>
      <w:r w:rsidR="00E8465A">
        <w:t xml:space="preserve">, </w:t>
      </w:r>
      <w:r w:rsidRPr="007818BD">
        <w:t>ces apparitions livides</w:t>
      </w:r>
      <w:r w:rsidR="00E8465A">
        <w:t xml:space="preserve"> ! </w:t>
      </w:r>
      <w:r w:rsidRPr="007818BD">
        <w:t>elles parlent</w:t>
      </w:r>
      <w:r w:rsidR="00E8465A">
        <w:t xml:space="preserve">, </w:t>
      </w:r>
      <w:r w:rsidRPr="007818BD">
        <w:t>ces bo</w:t>
      </w:r>
      <w:r w:rsidRPr="007818BD">
        <w:t>u</w:t>
      </w:r>
      <w:r w:rsidRPr="007818BD">
        <w:t>ches pâles et muettes</w:t>
      </w:r>
      <w:r w:rsidR="00E8465A">
        <w:t xml:space="preserve"> ! </w:t>
      </w:r>
      <w:r w:rsidRPr="007818BD">
        <w:t>L</w:t>
      </w:r>
      <w:r w:rsidR="00E8465A">
        <w:t>’</w:t>
      </w:r>
      <w:r w:rsidRPr="007818BD">
        <w:t>humanité opprimée ne se vengera-t-elle pas après la mort de la tyrannie</w:t>
      </w:r>
      <w:r w:rsidR="00E8465A">
        <w:t xml:space="preserve"> ? </w:t>
      </w:r>
      <w:r w:rsidRPr="007818BD">
        <w:t>Ta conception</w:t>
      </w:r>
      <w:r w:rsidR="00E8465A">
        <w:t xml:space="preserve">, </w:t>
      </w:r>
      <w:r w:rsidRPr="007818BD">
        <w:t>Cl</w:t>
      </w:r>
      <w:r w:rsidRPr="007818BD">
        <w:t>a</w:t>
      </w:r>
      <w:r w:rsidRPr="007818BD">
        <w:t>rence</w:t>
      </w:r>
      <w:r w:rsidR="00E8465A">
        <w:t xml:space="preserve">, </w:t>
      </w:r>
      <w:r w:rsidRPr="007818BD">
        <w:t>est une vérité sublime</w:t>
      </w:r>
      <w:r w:rsidR="00E8465A">
        <w:t xml:space="preserve"> : </w:t>
      </w:r>
      <w:r w:rsidRPr="007818BD">
        <w:t>ton ébauche promet la gloire au génie</w:t>
      </w:r>
      <w:r w:rsidR="00E8465A">
        <w:t xml:space="preserve">. </w:t>
      </w:r>
      <w:r w:rsidRPr="007818BD">
        <w:t>Cette magie vaut mieux que le volume et les vases enchantés</w:t>
      </w:r>
      <w:r w:rsidR="00E8465A">
        <w:t xml:space="preserve">. </w:t>
      </w:r>
      <w:r w:rsidRPr="007818BD">
        <w:t>Les heures ont succédé aux heures</w:t>
      </w:r>
      <w:r w:rsidR="00E8465A">
        <w:t xml:space="preserve"> : </w:t>
      </w:r>
      <w:r w:rsidRPr="007818BD">
        <w:t>tu as allumé ta lampe</w:t>
      </w:r>
      <w:r w:rsidR="00E8465A">
        <w:t xml:space="preserve"> ; </w:t>
      </w:r>
      <w:r w:rsidRPr="007818BD">
        <w:t>la nuit te surprend encore à ton travail</w:t>
      </w:r>
      <w:r w:rsidR="00E8465A">
        <w:t xml:space="preserve">. </w:t>
      </w:r>
      <w:r w:rsidRPr="007818BD">
        <w:t>Ciel</w:t>
      </w:r>
      <w:r w:rsidR="00E8465A">
        <w:t xml:space="preserve"> ! </w:t>
      </w:r>
      <w:r w:rsidRPr="007818BD">
        <w:t>comme l</w:t>
      </w:r>
      <w:r w:rsidR="00E8465A">
        <w:t>’</w:t>
      </w:r>
      <w:r w:rsidRPr="007818BD">
        <w:t>air est gl</w:t>
      </w:r>
      <w:r w:rsidRPr="007818BD">
        <w:t>a</w:t>
      </w:r>
      <w:r w:rsidRPr="007818BD">
        <w:t>cé</w:t>
      </w:r>
      <w:r w:rsidR="00E8465A">
        <w:t xml:space="preserve"> ! </w:t>
      </w:r>
      <w:r w:rsidRPr="007818BD">
        <w:t>Pourquoi pâlit ta lampe</w:t>
      </w:r>
      <w:r w:rsidR="00E8465A">
        <w:t xml:space="preserve"> ? </w:t>
      </w:r>
      <w:r w:rsidRPr="007818BD">
        <w:t>Pourquoi se dressent tes ch</w:t>
      </w:r>
      <w:r w:rsidRPr="007818BD">
        <w:t>e</w:t>
      </w:r>
      <w:r w:rsidRPr="007818BD">
        <w:t>veux</w:t>
      </w:r>
      <w:r w:rsidR="00E8465A">
        <w:t xml:space="preserve"> ? </w:t>
      </w:r>
      <w:r w:rsidRPr="007818BD">
        <w:t>Là</w:t>
      </w:r>
      <w:r w:rsidR="00E8465A">
        <w:t xml:space="preserve">… </w:t>
      </w:r>
      <w:r w:rsidRPr="007818BD">
        <w:t>là</w:t>
      </w:r>
      <w:r w:rsidR="00E8465A">
        <w:t xml:space="preserve">… </w:t>
      </w:r>
      <w:r w:rsidRPr="007818BD">
        <w:t>là</w:t>
      </w:r>
      <w:r w:rsidR="00E8465A">
        <w:t xml:space="preserve">… </w:t>
      </w:r>
      <w:r w:rsidRPr="007818BD">
        <w:t>à la fenêtre</w:t>
      </w:r>
      <w:r w:rsidR="00E8465A">
        <w:t xml:space="preserve">. </w:t>
      </w:r>
      <w:r w:rsidRPr="007818BD">
        <w:t>Elle te regarde</w:t>
      </w:r>
      <w:r w:rsidR="00E8465A">
        <w:t xml:space="preserve"> ! </w:t>
      </w:r>
      <w:r w:rsidRPr="007818BD">
        <w:t>la chose noire</w:t>
      </w:r>
      <w:r w:rsidR="00E8465A">
        <w:t xml:space="preserve">, </w:t>
      </w:r>
      <w:r w:rsidRPr="007818BD">
        <w:t>voilée</w:t>
      </w:r>
      <w:r w:rsidR="00E8465A">
        <w:t xml:space="preserve">, </w:t>
      </w:r>
      <w:r w:rsidRPr="007818BD">
        <w:t>hideuse</w:t>
      </w:r>
      <w:r w:rsidR="00E8465A">
        <w:t xml:space="preserve"> ! </w:t>
      </w:r>
      <w:r w:rsidRPr="007818BD">
        <w:t>Là</w:t>
      </w:r>
      <w:r w:rsidR="00E8465A">
        <w:t xml:space="preserve">… </w:t>
      </w:r>
      <w:r w:rsidRPr="007818BD">
        <w:t>avec leur moquerie infernale</w:t>
      </w:r>
      <w:r w:rsidR="00E8465A">
        <w:t xml:space="preserve">, </w:t>
      </w:r>
      <w:r w:rsidRPr="007818BD">
        <w:t>avec leur malice haineuse</w:t>
      </w:r>
      <w:r w:rsidR="00E8465A">
        <w:t xml:space="preserve">, </w:t>
      </w:r>
      <w:r w:rsidRPr="007818BD">
        <w:t>sont braqués sur toi ses yeux horribles</w:t>
      </w:r>
      <w:r w:rsidR="00E8465A">
        <w:t> !</w:t>
      </w:r>
    </w:p>
    <w:p w14:paraId="210F343C" w14:textId="77777777" w:rsidR="00E8465A" w:rsidRDefault="00E0544E" w:rsidP="00E0544E">
      <w:r w:rsidRPr="007818BD">
        <w:t>Il regarda immobile</w:t>
      </w:r>
      <w:r w:rsidR="00E8465A">
        <w:t xml:space="preserve">… </w:t>
      </w:r>
      <w:r w:rsidRPr="007818BD">
        <w:t>ce n</w:t>
      </w:r>
      <w:r w:rsidR="00E8465A">
        <w:t>’</w:t>
      </w:r>
      <w:r w:rsidRPr="007818BD">
        <w:t>était point une illusion</w:t>
      </w:r>
      <w:r w:rsidR="00E8465A">
        <w:t xml:space="preserve"> ; </w:t>
      </w:r>
      <w:r w:rsidRPr="007818BD">
        <w:t>le spe</w:t>
      </w:r>
      <w:r w:rsidRPr="007818BD">
        <w:t>c</w:t>
      </w:r>
      <w:r w:rsidRPr="007818BD">
        <w:t>tre ne parla point</w:t>
      </w:r>
      <w:r w:rsidR="00E8465A">
        <w:t xml:space="preserve">, </w:t>
      </w:r>
      <w:r w:rsidRPr="007818BD">
        <w:t>ne bougea point</w:t>
      </w:r>
      <w:r w:rsidR="00E8465A">
        <w:t xml:space="preserve">. </w:t>
      </w:r>
      <w:r w:rsidRPr="007818BD">
        <w:t>Incapable de supporter plus longtemps ce regard brûlant et implacable</w:t>
      </w:r>
      <w:r w:rsidR="00E8465A">
        <w:t xml:space="preserve">, </w:t>
      </w:r>
      <w:proofErr w:type="spellStart"/>
      <w:r w:rsidRPr="007818BD">
        <w:t>Glyndon</w:t>
      </w:r>
      <w:proofErr w:type="spellEnd"/>
      <w:r w:rsidRPr="007818BD">
        <w:t xml:space="preserve"> </w:t>
      </w:r>
      <w:proofErr w:type="spellStart"/>
      <w:r w:rsidRPr="007818BD">
        <w:t>voila</w:t>
      </w:r>
      <w:proofErr w:type="spellEnd"/>
      <w:r w:rsidRPr="007818BD">
        <w:t xml:space="preserve"> son visage de ses mains</w:t>
      </w:r>
      <w:r w:rsidR="00E8465A">
        <w:t xml:space="preserve">. </w:t>
      </w:r>
      <w:r w:rsidRPr="007818BD">
        <w:t>Il les retira aussitôt avec un frisson d</w:t>
      </w:r>
      <w:r w:rsidR="00E8465A">
        <w:t>’</w:t>
      </w:r>
      <w:r w:rsidRPr="007818BD">
        <w:t>horreur</w:t>
      </w:r>
      <w:r w:rsidR="00E8465A">
        <w:t xml:space="preserve"> ; </w:t>
      </w:r>
      <w:r w:rsidRPr="007818BD">
        <w:t>il sentit que l</w:t>
      </w:r>
      <w:r w:rsidR="00E8465A">
        <w:t>’</w:t>
      </w:r>
      <w:r w:rsidRPr="007818BD">
        <w:t>être sans nom s</w:t>
      </w:r>
      <w:r w:rsidR="00E8465A">
        <w:t>’</w:t>
      </w:r>
      <w:r w:rsidRPr="007818BD">
        <w:t>approchait de lui</w:t>
      </w:r>
      <w:r w:rsidR="00E8465A">
        <w:t xml:space="preserve">. </w:t>
      </w:r>
      <w:r w:rsidRPr="007818BD">
        <w:t>Là</w:t>
      </w:r>
      <w:r w:rsidR="00E8465A">
        <w:t xml:space="preserve">, </w:t>
      </w:r>
      <w:r w:rsidRPr="007818BD">
        <w:t>il venait de s</w:t>
      </w:r>
      <w:r w:rsidR="00E8465A">
        <w:t>’</w:t>
      </w:r>
      <w:r w:rsidRPr="007818BD">
        <w:t>accroupir au pied du mur</w:t>
      </w:r>
      <w:r w:rsidR="00E8465A">
        <w:t xml:space="preserve">, </w:t>
      </w:r>
      <w:r w:rsidRPr="007818BD">
        <w:t>près du dessin</w:t>
      </w:r>
      <w:r w:rsidR="00E8465A">
        <w:t xml:space="preserve">, </w:t>
      </w:r>
      <w:r w:rsidRPr="007818BD">
        <w:t>et les pe</w:t>
      </w:r>
      <w:r w:rsidRPr="007818BD">
        <w:t>r</w:t>
      </w:r>
      <w:r w:rsidRPr="007818BD">
        <w:t>sonnages de l</w:t>
      </w:r>
      <w:r w:rsidR="00E8465A">
        <w:t>’</w:t>
      </w:r>
      <w:r w:rsidRPr="007818BD">
        <w:t>esquisse semblaient s</w:t>
      </w:r>
      <w:r w:rsidR="00E8465A">
        <w:t>’</w:t>
      </w:r>
      <w:r w:rsidRPr="007818BD">
        <w:t>élancer de leurs places</w:t>
      </w:r>
      <w:r w:rsidR="00E8465A">
        <w:t xml:space="preserve">. </w:t>
      </w:r>
      <w:r w:rsidRPr="007818BD">
        <w:t>Ces figures pâles et accusatrices le regardaient le menaçaient</w:t>
      </w:r>
      <w:r w:rsidR="00E8465A">
        <w:t xml:space="preserve">, </w:t>
      </w:r>
      <w:r w:rsidRPr="007818BD">
        <w:t>ric</w:t>
      </w:r>
      <w:r w:rsidRPr="007818BD">
        <w:t>a</w:t>
      </w:r>
      <w:r w:rsidRPr="007818BD">
        <w:t>naient</w:t>
      </w:r>
      <w:r w:rsidR="00E8465A">
        <w:t xml:space="preserve">. </w:t>
      </w:r>
      <w:r w:rsidRPr="007818BD">
        <w:t>Par un effort violent qui agita tout son être et couvrit son corps d</w:t>
      </w:r>
      <w:r w:rsidR="00E8465A">
        <w:t>’</w:t>
      </w:r>
      <w:r w:rsidRPr="007818BD">
        <w:t>une sueur d</w:t>
      </w:r>
      <w:r w:rsidR="00E8465A">
        <w:t>’</w:t>
      </w:r>
      <w:r w:rsidRPr="007818BD">
        <w:t>agonie</w:t>
      </w:r>
      <w:r w:rsidR="00E8465A">
        <w:t xml:space="preserve">, </w:t>
      </w:r>
      <w:r w:rsidRPr="007818BD">
        <w:t>le jeune homme maîtrisa sa terreur</w:t>
      </w:r>
      <w:r w:rsidR="00E8465A">
        <w:t xml:space="preserve">. </w:t>
      </w:r>
      <w:r w:rsidRPr="007818BD">
        <w:t>Il marcha vers le fantôme</w:t>
      </w:r>
      <w:r w:rsidR="00E8465A">
        <w:t xml:space="preserve"> ; </w:t>
      </w:r>
      <w:r w:rsidRPr="007818BD">
        <w:t>il le regarda en face</w:t>
      </w:r>
      <w:r w:rsidR="00E8465A">
        <w:t xml:space="preserve"> ; </w:t>
      </w:r>
      <w:r w:rsidRPr="007818BD">
        <w:t>il l</w:t>
      </w:r>
      <w:r w:rsidR="00E8465A">
        <w:t>’</w:t>
      </w:r>
      <w:r w:rsidRPr="007818BD">
        <w:t>interpella d</w:t>
      </w:r>
      <w:r w:rsidR="00E8465A">
        <w:t>’</w:t>
      </w:r>
      <w:r w:rsidRPr="007818BD">
        <w:t>une voix fermé</w:t>
      </w:r>
      <w:r w:rsidR="00E8465A">
        <w:t xml:space="preserve">, </w:t>
      </w:r>
      <w:r w:rsidRPr="007818BD">
        <w:t>il lui demanda la cause de sa venue</w:t>
      </w:r>
      <w:r w:rsidR="00E8465A">
        <w:t xml:space="preserve">, </w:t>
      </w:r>
      <w:r w:rsidRPr="007818BD">
        <w:t>et défia son pouvoir</w:t>
      </w:r>
      <w:r w:rsidR="00E8465A">
        <w:t>.</w:t>
      </w:r>
    </w:p>
    <w:p w14:paraId="24B4EE8D" w14:textId="77777777" w:rsidR="00E8465A" w:rsidRDefault="00E0544E" w:rsidP="00E0544E">
      <w:r w:rsidRPr="007818BD">
        <w:t>Alors</w:t>
      </w:r>
      <w:r w:rsidR="00E8465A">
        <w:t xml:space="preserve">, </w:t>
      </w:r>
      <w:r w:rsidRPr="007818BD">
        <w:t>comme le vent du sépulcre</w:t>
      </w:r>
      <w:r w:rsidR="00E8465A">
        <w:t xml:space="preserve">, </w:t>
      </w:r>
      <w:r w:rsidRPr="007818BD">
        <w:t>s</w:t>
      </w:r>
      <w:r w:rsidR="00E8465A">
        <w:t>’</w:t>
      </w:r>
      <w:r w:rsidRPr="007818BD">
        <w:t>éleva sa voix</w:t>
      </w:r>
      <w:r w:rsidR="00E8465A">
        <w:t xml:space="preserve">. </w:t>
      </w:r>
      <w:r w:rsidRPr="007818BD">
        <w:t>Ce qu</w:t>
      </w:r>
      <w:r w:rsidR="00E8465A">
        <w:t>’</w:t>
      </w:r>
      <w:r w:rsidRPr="007818BD">
        <w:t>il dit</w:t>
      </w:r>
      <w:r w:rsidR="00E8465A">
        <w:t xml:space="preserve">, </w:t>
      </w:r>
      <w:r w:rsidRPr="007818BD">
        <w:t>ce qu</w:t>
      </w:r>
      <w:r w:rsidR="00E8465A">
        <w:t>’</w:t>
      </w:r>
      <w:r w:rsidRPr="007818BD">
        <w:t>il révéla</w:t>
      </w:r>
      <w:r w:rsidR="00E8465A">
        <w:t xml:space="preserve">, </w:t>
      </w:r>
      <w:r w:rsidRPr="007818BD">
        <w:t>la bouche ne doit point le répéter</w:t>
      </w:r>
      <w:r w:rsidR="00E8465A">
        <w:t xml:space="preserve">, </w:t>
      </w:r>
      <w:r w:rsidRPr="007818BD">
        <w:t>ni la main le retracer</w:t>
      </w:r>
      <w:r w:rsidR="00E8465A">
        <w:t xml:space="preserve">. </w:t>
      </w:r>
      <w:r w:rsidRPr="007818BD">
        <w:t>Pour survivre à cette heure fatale</w:t>
      </w:r>
      <w:r w:rsidR="00E8465A">
        <w:t xml:space="preserve">, </w:t>
      </w:r>
      <w:r w:rsidRPr="007818BD">
        <w:t xml:space="preserve">il fallut </w:t>
      </w:r>
      <w:r w:rsidRPr="007818BD">
        <w:lastRenderedPageBreak/>
        <w:t xml:space="preserve">toute la vie subtile qui circulait dans les veines de </w:t>
      </w:r>
      <w:proofErr w:type="spellStart"/>
      <w:r w:rsidRPr="007818BD">
        <w:t>Glyndon</w:t>
      </w:r>
      <w:proofErr w:type="spellEnd"/>
      <w:r w:rsidR="00E8465A">
        <w:t xml:space="preserve">, </w:t>
      </w:r>
      <w:r w:rsidRPr="007818BD">
        <w:t>et à laquelle l</w:t>
      </w:r>
      <w:r w:rsidR="00E8465A">
        <w:t>’</w:t>
      </w:r>
      <w:r w:rsidRPr="007818BD">
        <w:t>élixir récemment aspiré avait donné une vigueur et une énergie supérieures à la fo</w:t>
      </w:r>
      <w:r w:rsidRPr="007818BD">
        <w:t>r</w:t>
      </w:r>
      <w:r w:rsidRPr="007818BD">
        <w:t>ce du plus fort</w:t>
      </w:r>
      <w:r w:rsidR="00E8465A">
        <w:t xml:space="preserve">. </w:t>
      </w:r>
      <w:r w:rsidRPr="007818BD">
        <w:t>Mieux vaudrait s</w:t>
      </w:r>
      <w:r w:rsidR="00E8465A">
        <w:t>’</w:t>
      </w:r>
      <w:r w:rsidRPr="007818BD">
        <w:t>éveiller dans les catacombes</w:t>
      </w:r>
      <w:r w:rsidR="00E8465A">
        <w:t xml:space="preserve">, </w:t>
      </w:r>
      <w:r w:rsidRPr="007818BD">
        <w:t>voir les morts se lever dans leurs linceuls</w:t>
      </w:r>
      <w:r w:rsidR="00E8465A">
        <w:t xml:space="preserve">, </w:t>
      </w:r>
      <w:r w:rsidRPr="007818BD">
        <w:t xml:space="preserve">entendre les </w:t>
      </w:r>
      <w:proofErr w:type="spellStart"/>
      <w:r w:rsidRPr="007818BD">
        <w:t>ghouls</w:t>
      </w:r>
      <w:proofErr w:type="spellEnd"/>
      <w:r w:rsidRPr="007818BD">
        <w:t xml:space="preserve"> dans leurs orgies horribles remplir l</w:t>
      </w:r>
      <w:r w:rsidR="00E8465A">
        <w:t>’</w:t>
      </w:r>
      <w:r w:rsidRPr="007818BD">
        <w:t>atmosphère de la corruption des cadavres</w:t>
      </w:r>
      <w:r w:rsidR="00E8465A">
        <w:t xml:space="preserve">, </w:t>
      </w:r>
      <w:r w:rsidRPr="007818BD">
        <w:t>que de regarder ce</w:t>
      </w:r>
      <w:r w:rsidRPr="007818BD">
        <w:t>t</w:t>
      </w:r>
      <w:r w:rsidRPr="007818BD">
        <w:t>te image dévoilée</w:t>
      </w:r>
      <w:r w:rsidR="00E8465A">
        <w:t xml:space="preserve">, </w:t>
      </w:r>
      <w:r w:rsidRPr="007818BD">
        <w:t>et d</w:t>
      </w:r>
      <w:r w:rsidR="00E8465A">
        <w:t>’</w:t>
      </w:r>
      <w:r w:rsidRPr="007818BD">
        <w:t>entendre le murmure de cette voix</w:t>
      </w:r>
      <w:r w:rsidR="00E8465A">
        <w:t> !</w:t>
      </w:r>
    </w:p>
    <w:p w14:paraId="547E5805" w14:textId="5F53962C" w:rsidR="00E0544E" w:rsidRPr="007818BD" w:rsidRDefault="00E0544E" w:rsidP="00E0544E"/>
    <w:p w14:paraId="77B39866" w14:textId="77777777" w:rsidR="00E8465A" w:rsidRDefault="00E0544E" w:rsidP="00E0544E">
      <w:r w:rsidRPr="007818BD">
        <w:t>Le lendemain</w:t>
      </w:r>
      <w:r w:rsidR="00E8465A">
        <w:t xml:space="preserve">, </w:t>
      </w:r>
      <w:proofErr w:type="spellStart"/>
      <w:r w:rsidRPr="007818BD">
        <w:t>Glyndon</w:t>
      </w:r>
      <w:proofErr w:type="spellEnd"/>
      <w:r w:rsidRPr="007818BD">
        <w:t xml:space="preserve"> s</w:t>
      </w:r>
      <w:r w:rsidR="00E8465A">
        <w:t>’</w:t>
      </w:r>
      <w:r w:rsidRPr="007818BD">
        <w:t>enfuit loin des ruines du château</w:t>
      </w:r>
      <w:r w:rsidR="00E8465A">
        <w:t xml:space="preserve">. </w:t>
      </w:r>
      <w:r w:rsidRPr="007818BD">
        <w:t>Avec quelles espéra</w:t>
      </w:r>
      <w:r w:rsidRPr="007818BD">
        <w:t>n</w:t>
      </w:r>
      <w:r w:rsidRPr="007818BD">
        <w:t>ces de lumière constellée il en avait franchi le seuil pour la première fois</w:t>
      </w:r>
      <w:r w:rsidR="00E8465A">
        <w:t xml:space="preserve"> ! </w:t>
      </w:r>
      <w:r w:rsidRPr="007818BD">
        <w:t>avec quels souvenirs de ces tén</w:t>
      </w:r>
      <w:r w:rsidRPr="007818BD">
        <w:t>è</w:t>
      </w:r>
      <w:r w:rsidRPr="007818BD">
        <w:t>bres qui devaient à jamais le faire frissonner</w:t>
      </w:r>
      <w:r w:rsidR="00E8465A">
        <w:t xml:space="preserve">, </w:t>
      </w:r>
      <w:r w:rsidRPr="007818BD">
        <w:t>lança-t-il son de</w:t>
      </w:r>
      <w:r w:rsidRPr="007818BD">
        <w:t>r</w:t>
      </w:r>
      <w:r w:rsidRPr="007818BD">
        <w:t>nier regard sur ces tours dégradées</w:t>
      </w:r>
      <w:r w:rsidR="00E8465A">
        <w:t> !</w:t>
      </w:r>
    </w:p>
    <w:p w14:paraId="52DE82C5" w14:textId="77777777" w:rsidR="00E8465A" w:rsidRDefault="00E0544E" w:rsidP="00E8465A">
      <w:pPr>
        <w:pStyle w:val="Titre2"/>
        <w:pageBreakBefore/>
      </w:pPr>
      <w:bookmarkStart w:id="55" w:name="_Toc199963104"/>
      <w:r w:rsidRPr="007818BD">
        <w:lastRenderedPageBreak/>
        <w:t>CHAPITRE</w:t>
      </w:r>
      <w:r w:rsidR="00E8465A">
        <w:t xml:space="preserve"> </w:t>
      </w:r>
      <w:r w:rsidRPr="007818BD">
        <w:t>II</w:t>
      </w:r>
      <w:r w:rsidR="00E8465A">
        <w:t>.</w:t>
      </w:r>
      <w:bookmarkEnd w:id="55"/>
    </w:p>
    <w:p w14:paraId="1C39EF10" w14:textId="77777777" w:rsidR="00E8465A" w:rsidRDefault="00E0544E" w:rsidP="00E0544E">
      <w:pPr>
        <w:pStyle w:val="NormalRetraitGauche4XIndent0"/>
        <w:spacing w:before="0" w:after="0"/>
        <w:rPr>
          <w:rStyle w:val="Taille-1Caracteres"/>
        </w:rPr>
      </w:pPr>
      <w:r w:rsidRPr="007818BD">
        <w:rPr>
          <w:rStyle w:val="Taille-1Caracteres"/>
          <w:i/>
        </w:rPr>
        <w:t>Faust</w:t>
      </w:r>
      <w:r w:rsidR="00E8465A">
        <w:rPr>
          <w:rStyle w:val="Taille-1Caracteres"/>
        </w:rPr>
        <w:t xml:space="preserve">. </w:t>
      </w:r>
      <w:r w:rsidRPr="007818BD">
        <w:rPr>
          <w:rStyle w:val="Taille-1Caracteres"/>
        </w:rPr>
        <w:t>Où aller maintenant</w:t>
      </w:r>
      <w:r w:rsidR="00E8465A">
        <w:rPr>
          <w:rStyle w:val="Taille-1Caracteres"/>
        </w:rPr>
        <w:t> ?</w:t>
      </w:r>
    </w:p>
    <w:p w14:paraId="6EDA71CD" w14:textId="77777777" w:rsidR="00E8465A" w:rsidRDefault="00E0544E" w:rsidP="00E0544E">
      <w:pPr>
        <w:pStyle w:val="NormalRetraitGauche4XIndent0"/>
        <w:spacing w:before="0" w:after="0"/>
        <w:rPr>
          <w:rStyle w:val="Taille-1Caracteres"/>
        </w:rPr>
      </w:pPr>
      <w:proofErr w:type="spellStart"/>
      <w:r w:rsidRPr="007818BD">
        <w:rPr>
          <w:rStyle w:val="Taille-1Caracteres"/>
          <w:i/>
        </w:rPr>
        <w:t>Méphist</w:t>
      </w:r>
      <w:proofErr w:type="spellEnd"/>
      <w:r w:rsidR="00E8465A">
        <w:rPr>
          <w:rStyle w:val="Taille-1Caracteres"/>
        </w:rPr>
        <w:t xml:space="preserve">. </w:t>
      </w:r>
      <w:r w:rsidRPr="007818BD">
        <w:rPr>
          <w:rStyle w:val="Taille-1Caracteres"/>
        </w:rPr>
        <w:t>Où il te plaira</w:t>
      </w:r>
      <w:r w:rsidR="00E8465A">
        <w:rPr>
          <w:rStyle w:val="Taille-1Caracteres"/>
        </w:rPr>
        <w:t>.</w:t>
      </w:r>
    </w:p>
    <w:p w14:paraId="52D1DBE4" w14:textId="77777777" w:rsidR="00E8465A" w:rsidRDefault="00E0544E" w:rsidP="00E0544E">
      <w:pPr>
        <w:pStyle w:val="NormalRetraitGauche4XIndent0"/>
        <w:spacing w:before="0" w:after="0"/>
        <w:rPr>
          <w:rStyle w:val="Taille-1Caracteres"/>
        </w:rPr>
      </w:pPr>
      <w:r w:rsidRPr="007818BD">
        <w:rPr>
          <w:rStyle w:val="Taille-1Caracteres"/>
        </w:rPr>
        <w:t>Voyons d</w:t>
      </w:r>
      <w:r w:rsidR="00E8465A">
        <w:rPr>
          <w:rStyle w:val="Taille-1Caracteres"/>
        </w:rPr>
        <w:t>’</w:t>
      </w:r>
      <w:r w:rsidRPr="007818BD">
        <w:rPr>
          <w:rStyle w:val="Taille-1Caracteres"/>
        </w:rPr>
        <w:t>abord le petit monde</w:t>
      </w:r>
      <w:r w:rsidR="00E8465A">
        <w:rPr>
          <w:rStyle w:val="Taille-1Caracteres"/>
        </w:rPr>
        <w:t xml:space="preserve">, </w:t>
      </w:r>
      <w:r w:rsidRPr="007818BD">
        <w:rPr>
          <w:rStyle w:val="Taille-1Caracteres"/>
        </w:rPr>
        <w:t>et puis le grand</w:t>
      </w:r>
      <w:r w:rsidR="00E8465A">
        <w:rPr>
          <w:rStyle w:val="Taille-1Caracteres"/>
        </w:rPr>
        <w:t>.</w:t>
      </w:r>
    </w:p>
    <w:p w14:paraId="6D8BAD0A" w14:textId="6CE2C5F9" w:rsidR="00E8465A" w:rsidRDefault="00E8465A" w:rsidP="000200A6">
      <w:pPr>
        <w:ind w:firstLine="0"/>
        <w:jc w:val="right"/>
        <w:rPr>
          <w:rStyle w:val="Taille-1Caracteres"/>
        </w:rPr>
      </w:pPr>
      <w:r>
        <w:rPr>
          <w:rStyle w:val="Taille-1Caracteres"/>
        </w:rPr>
        <w:t>(</w:t>
      </w:r>
      <w:r w:rsidR="00E0544E" w:rsidRPr="007818BD">
        <w:rPr>
          <w:rStyle w:val="Taille-1Caracteres"/>
        </w:rPr>
        <w:t>FAUST</w:t>
      </w:r>
      <w:r>
        <w:rPr>
          <w:rStyle w:val="Taille-1Caracteres"/>
        </w:rPr>
        <w:t>.)</w:t>
      </w:r>
    </w:p>
    <w:p w14:paraId="45FA719A" w14:textId="77777777" w:rsidR="00E8465A" w:rsidRDefault="00E0544E" w:rsidP="00E0544E">
      <w:r w:rsidRPr="007818BD">
        <w:t>Approchez votre fauteuil du foyer</w:t>
      </w:r>
      <w:r w:rsidR="00E8465A">
        <w:t xml:space="preserve"> : </w:t>
      </w:r>
      <w:r w:rsidRPr="007818BD">
        <w:t>ranimez le feu</w:t>
      </w:r>
      <w:r w:rsidR="00E8465A">
        <w:t xml:space="preserve">, </w:t>
      </w:r>
      <w:r w:rsidRPr="007818BD">
        <w:t>ravivez les lumières</w:t>
      </w:r>
      <w:r w:rsidR="00E8465A">
        <w:t xml:space="preserve">. </w:t>
      </w:r>
      <w:r w:rsidRPr="007818BD">
        <w:t>Ô séjour bienheureux de la netteté</w:t>
      </w:r>
      <w:r w:rsidR="00E8465A">
        <w:t xml:space="preserve">, </w:t>
      </w:r>
      <w:r w:rsidRPr="007818BD">
        <w:t>de l</w:t>
      </w:r>
      <w:r w:rsidR="00E8465A">
        <w:t>’</w:t>
      </w:r>
      <w:r w:rsidRPr="007818BD">
        <w:t>ordre</w:t>
      </w:r>
      <w:r w:rsidR="00E8465A">
        <w:t xml:space="preserve">, </w:t>
      </w:r>
      <w:r w:rsidRPr="007818BD">
        <w:t>de l</w:t>
      </w:r>
      <w:r w:rsidR="00E8465A">
        <w:t>’</w:t>
      </w:r>
      <w:r w:rsidRPr="007818BD">
        <w:t>aisance</w:t>
      </w:r>
      <w:r w:rsidR="00E8465A">
        <w:t xml:space="preserve">, </w:t>
      </w:r>
      <w:r w:rsidRPr="007818BD">
        <w:t>du confort</w:t>
      </w:r>
      <w:r w:rsidR="00E8465A">
        <w:t xml:space="preserve"> ! </w:t>
      </w:r>
      <w:r w:rsidRPr="007818BD">
        <w:t>Oh</w:t>
      </w:r>
      <w:r w:rsidR="00E8465A">
        <w:t xml:space="preserve"> ! </w:t>
      </w:r>
      <w:r w:rsidRPr="007818BD">
        <w:t>que tu es une bonne et excellente chose</w:t>
      </w:r>
      <w:r w:rsidR="00E8465A">
        <w:t xml:space="preserve">, </w:t>
      </w:r>
      <w:r w:rsidRPr="007818BD">
        <w:t>vie positive et pratique</w:t>
      </w:r>
      <w:r w:rsidR="00E8465A">
        <w:t> !</w:t>
      </w:r>
    </w:p>
    <w:p w14:paraId="7272E2D1" w14:textId="7184AC0B" w:rsidR="00E8465A" w:rsidRDefault="00E0544E" w:rsidP="00E0544E">
      <w:r w:rsidRPr="007818BD">
        <w:t>Quelque temps s</w:t>
      </w:r>
      <w:r w:rsidR="00E8465A">
        <w:t>’</w:t>
      </w:r>
      <w:r w:rsidRPr="007818BD">
        <w:t>est écoulé depuis la date du dernier chap</w:t>
      </w:r>
      <w:r w:rsidRPr="007818BD">
        <w:t>i</w:t>
      </w:r>
      <w:r w:rsidRPr="007818BD">
        <w:t>tre</w:t>
      </w:r>
      <w:r w:rsidR="00E8465A">
        <w:t xml:space="preserve">. </w:t>
      </w:r>
      <w:r w:rsidRPr="007818BD">
        <w:t>Nous voici</w:t>
      </w:r>
      <w:r w:rsidR="00E8465A">
        <w:t xml:space="preserve">, </w:t>
      </w:r>
      <w:r w:rsidRPr="007818BD">
        <w:t>non plus dans des îles éclairées par la lune</w:t>
      </w:r>
      <w:r w:rsidR="00E8465A">
        <w:t xml:space="preserve">, </w:t>
      </w:r>
      <w:r w:rsidRPr="007818BD">
        <w:t>ni dans des châteaux à demi écroulés</w:t>
      </w:r>
      <w:r w:rsidR="00E8465A">
        <w:t xml:space="preserve">, </w:t>
      </w:r>
      <w:r w:rsidRPr="007818BD">
        <w:t xml:space="preserve">mais dans un bon salon de </w:t>
      </w:r>
      <w:proofErr w:type="spellStart"/>
      <w:r w:rsidRPr="007818BD">
        <w:t>vingt cinq</w:t>
      </w:r>
      <w:proofErr w:type="spellEnd"/>
      <w:r w:rsidRPr="007818BD">
        <w:t xml:space="preserve"> pieds sur vingt</w:t>
      </w:r>
      <w:r w:rsidR="00E8465A">
        <w:t xml:space="preserve">, </w:t>
      </w:r>
      <w:r w:rsidRPr="007818BD">
        <w:t>bien tapissé</w:t>
      </w:r>
      <w:r w:rsidR="00E8465A">
        <w:t xml:space="preserve">, </w:t>
      </w:r>
      <w:r w:rsidRPr="007818BD">
        <w:t>bien meublé</w:t>
      </w:r>
      <w:r w:rsidR="00E8465A">
        <w:t xml:space="preserve"> ; </w:t>
      </w:r>
      <w:r w:rsidRPr="007818BD">
        <w:t>des fa</w:t>
      </w:r>
      <w:r w:rsidRPr="007818BD">
        <w:t>u</w:t>
      </w:r>
      <w:r w:rsidRPr="007818BD">
        <w:t xml:space="preserve">teuils solides et </w:t>
      </w:r>
      <w:r w:rsidR="00E8465A">
        <w:t>moel</w:t>
      </w:r>
      <w:r w:rsidRPr="007818BD">
        <w:t>leux</w:t>
      </w:r>
      <w:r w:rsidR="00E8465A">
        <w:t xml:space="preserve"> ; </w:t>
      </w:r>
      <w:r w:rsidRPr="007818BD">
        <w:t>et sur les murs huit tableaux détest</w:t>
      </w:r>
      <w:r w:rsidRPr="007818BD">
        <w:t>a</w:t>
      </w:r>
      <w:r w:rsidRPr="007818BD">
        <w:t>bles dans des cadres splendides</w:t>
      </w:r>
      <w:r w:rsidR="00E8465A">
        <w:t xml:space="preserve">. </w:t>
      </w:r>
      <w:r w:rsidRPr="007818BD">
        <w:t xml:space="preserve">Thomas </w:t>
      </w:r>
      <w:proofErr w:type="spellStart"/>
      <w:r w:rsidRPr="007818BD">
        <w:t>Mervale</w:t>
      </w:r>
      <w:proofErr w:type="spellEnd"/>
      <w:r w:rsidR="00E8465A">
        <w:t xml:space="preserve">, </w:t>
      </w:r>
      <w:r w:rsidRPr="007818BD">
        <w:t>esquire</w:t>
      </w:r>
      <w:r w:rsidR="00E8465A">
        <w:t xml:space="preserve">, </w:t>
      </w:r>
      <w:r w:rsidRPr="007818BD">
        <w:t>n</w:t>
      </w:r>
      <w:r w:rsidRPr="007818BD">
        <w:t>é</w:t>
      </w:r>
      <w:r w:rsidRPr="007818BD">
        <w:t>gociant à Londres</w:t>
      </w:r>
      <w:r w:rsidR="00E8465A">
        <w:t xml:space="preserve">, </w:t>
      </w:r>
      <w:r w:rsidRPr="007818BD">
        <w:t>vous êtes un heureux scélérat</w:t>
      </w:r>
      <w:r w:rsidR="00E8465A">
        <w:t xml:space="preserve">, </w:t>
      </w:r>
      <w:r w:rsidRPr="007818BD">
        <w:t>et je vous e</w:t>
      </w:r>
      <w:r w:rsidRPr="007818BD">
        <w:t>n</w:t>
      </w:r>
      <w:r w:rsidRPr="007818BD">
        <w:t>vie</w:t>
      </w:r>
      <w:r w:rsidR="00E8465A">
        <w:t>.</w:t>
      </w:r>
    </w:p>
    <w:p w14:paraId="59F1D952" w14:textId="2038742A" w:rsidR="00E8465A" w:rsidRDefault="00E0544E" w:rsidP="00E0544E">
      <w:r w:rsidRPr="007818BD">
        <w:t xml:space="preserve">Rien ne fut facile à </w:t>
      </w:r>
      <w:proofErr w:type="spellStart"/>
      <w:r w:rsidRPr="007818BD">
        <w:t>Mervale</w:t>
      </w:r>
      <w:proofErr w:type="spellEnd"/>
      <w:r w:rsidR="00E8465A">
        <w:t xml:space="preserve">, </w:t>
      </w:r>
      <w:r w:rsidRPr="007818BD">
        <w:t>de retour de sa vie continent</w:t>
      </w:r>
      <w:r w:rsidRPr="007818BD">
        <w:t>a</w:t>
      </w:r>
      <w:r w:rsidRPr="007818BD">
        <w:t>le</w:t>
      </w:r>
      <w:r w:rsidR="00E8465A">
        <w:t xml:space="preserve">, </w:t>
      </w:r>
      <w:r w:rsidRPr="007818BD">
        <w:t>comme de s</w:t>
      </w:r>
      <w:r w:rsidR="00E8465A">
        <w:t>’</w:t>
      </w:r>
      <w:r w:rsidRPr="007818BD">
        <w:t>installer devant son bureau</w:t>
      </w:r>
      <w:r w:rsidR="00E8465A">
        <w:t xml:space="preserve"> ; </w:t>
      </w:r>
      <w:r w:rsidRPr="007818BD">
        <w:t>son cœur ne l</w:t>
      </w:r>
      <w:r w:rsidR="00E8465A">
        <w:t>’</w:t>
      </w:r>
      <w:r w:rsidRPr="007818BD">
        <w:t>avait pas quitté</w:t>
      </w:r>
      <w:r w:rsidR="00E8465A">
        <w:t xml:space="preserve">. </w:t>
      </w:r>
      <w:r w:rsidRPr="007818BD">
        <w:t>La mort de son père lui donna</w:t>
      </w:r>
      <w:r w:rsidR="00E8465A">
        <w:t xml:space="preserve">, </w:t>
      </w:r>
      <w:r w:rsidRPr="007818BD">
        <w:t>comme par droit de naissance</w:t>
      </w:r>
      <w:r w:rsidR="00E8465A">
        <w:t xml:space="preserve">, </w:t>
      </w:r>
      <w:r w:rsidRPr="007818BD">
        <w:t>une haute position dans une maison respectable</w:t>
      </w:r>
      <w:r w:rsidR="00E8465A">
        <w:t xml:space="preserve">, </w:t>
      </w:r>
      <w:r w:rsidRPr="007818BD">
        <w:t>mais de second ordre</w:t>
      </w:r>
      <w:r w:rsidR="00E8465A">
        <w:t xml:space="preserve">, </w:t>
      </w:r>
      <w:r w:rsidRPr="007818BD">
        <w:t>dans la Cité</w:t>
      </w:r>
      <w:r w:rsidR="00E8465A">
        <w:t xml:space="preserve">. </w:t>
      </w:r>
      <w:r w:rsidRPr="007818BD">
        <w:t>Élever cet établissement au premier rang était une h</w:t>
      </w:r>
      <w:r w:rsidRPr="007818BD">
        <w:t>o</w:t>
      </w:r>
      <w:r w:rsidRPr="007818BD">
        <w:t>norable ambition</w:t>
      </w:r>
      <w:r w:rsidR="00E8465A">
        <w:t xml:space="preserve"> ; </w:t>
      </w:r>
      <w:r w:rsidRPr="007818BD">
        <w:t>ce fut la sienne</w:t>
      </w:r>
      <w:r w:rsidR="00E8465A">
        <w:t xml:space="preserve"> ! </w:t>
      </w:r>
      <w:r w:rsidRPr="007818BD">
        <w:t>Il s</w:t>
      </w:r>
      <w:r w:rsidR="00E8465A">
        <w:t>’</w:t>
      </w:r>
      <w:r w:rsidRPr="007818BD">
        <w:t>était récemment marié</w:t>
      </w:r>
      <w:r w:rsidR="00E8465A">
        <w:t xml:space="preserve"> ; </w:t>
      </w:r>
      <w:r w:rsidRPr="007818BD">
        <w:t>pas exclusivement pour de l</w:t>
      </w:r>
      <w:r w:rsidR="00E8465A">
        <w:t>’</w:t>
      </w:r>
      <w:r w:rsidRPr="007818BD">
        <w:t>argent</w:t>
      </w:r>
      <w:r w:rsidR="00E8465A">
        <w:t xml:space="preserve"> : </w:t>
      </w:r>
      <w:r w:rsidRPr="007818BD">
        <w:t>non</w:t>
      </w:r>
      <w:r w:rsidR="00E8465A">
        <w:t xml:space="preserve">, </w:t>
      </w:r>
      <w:r w:rsidRPr="007818BD">
        <w:t>il était pratique plutôt que mercenaire</w:t>
      </w:r>
      <w:r w:rsidR="00E8465A">
        <w:t xml:space="preserve">. </w:t>
      </w:r>
      <w:r w:rsidRPr="007818BD">
        <w:t>Il n</w:t>
      </w:r>
      <w:r w:rsidR="00E8465A">
        <w:t>’</w:t>
      </w:r>
      <w:r w:rsidRPr="007818BD">
        <w:t>avait pas sur l</w:t>
      </w:r>
      <w:r w:rsidR="00E8465A">
        <w:t>’</w:t>
      </w:r>
      <w:r w:rsidRPr="007818BD">
        <w:t>amour des idées romanesques</w:t>
      </w:r>
      <w:r w:rsidR="00E8465A">
        <w:t xml:space="preserve"> ; </w:t>
      </w:r>
      <w:r w:rsidRPr="007818BD">
        <w:t>mais il avait trop de sens pour ne pas savoir qu</w:t>
      </w:r>
      <w:r w:rsidR="00E8465A">
        <w:t>’</w:t>
      </w:r>
      <w:r w:rsidRPr="007818BD">
        <w:t>une femme doit être une compagne</w:t>
      </w:r>
      <w:r w:rsidR="00E8465A">
        <w:t xml:space="preserve">, </w:t>
      </w:r>
      <w:r w:rsidRPr="007818BD">
        <w:t>et non pas simplement une spéculation</w:t>
      </w:r>
      <w:r w:rsidR="00E8465A">
        <w:t xml:space="preserve">. </w:t>
      </w:r>
      <w:r w:rsidRPr="007818BD">
        <w:t>Il se souciait peu de la beauté ou de l</w:t>
      </w:r>
      <w:r w:rsidR="00E8465A">
        <w:t>’</w:t>
      </w:r>
      <w:r w:rsidRPr="007818BD">
        <w:t>esprit</w:t>
      </w:r>
      <w:r w:rsidR="00E8465A">
        <w:t xml:space="preserve"> ; </w:t>
      </w:r>
      <w:r w:rsidRPr="007818BD">
        <w:t>mais il aimait la santé</w:t>
      </w:r>
      <w:r w:rsidR="00E8465A">
        <w:t xml:space="preserve">, </w:t>
      </w:r>
      <w:r w:rsidRPr="007818BD">
        <w:lastRenderedPageBreak/>
        <w:t>un bon caractère et une ce</w:t>
      </w:r>
      <w:r w:rsidRPr="007818BD">
        <w:t>r</w:t>
      </w:r>
      <w:r w:rsidRPr="007818BD">
        <w:t>taine proportion d</w:t>
      </w:r>
      <w:r w:rsidR="00E8465A">
        <w:t>’</w:t>
      </w:r>
      <w:r w:rsidRPr="007818BD">
        <w:t>intelligence utile</w:t>
      </w:r>
      <w:r w:rsidR="00E8465A">
        <w:t xml:space="preserve">. </w:t>
      </w:r>
      <w:r w:rsidRPr="007818BD">
        <w:t>Il choisit sa femme avec sa raison et non avec son cœur</w:t>
      </w:r>
      <w:r w:rsidR="00E8465A">
        <w:t xml:space="preserve">, </w:t>
      </w:r>
      <w:r w:rsidRPr="007818BD">
        <w:t>et sa raison ne pouvait mieux cho</w:t>
      </w:r>
      <w:r w:rsidRPr="007818BD">
        <w:t>i</w:t>
      </w:r>
      <w:r w:rsidRPr="007818BD">
        <w:t>sir</w:t>
      </w:r>
      <w:r w:rsidR="00E8465A">
        <w:t>. M</w:t>
      </w:r>
      <w:r w:rsidR="00E8465A" w:rsidRPr="00E8465A">
        <w:rPr>
          <w:vertAlign w:val="superscript"/>
        </w:rPr>
        <w:t>me</w:t>
      </w:r>
      <w:r w:rsidR="00E8465A">
        <w:t> </w:t>
      </w:r>
      <w:proofErr w:type="spellStart"/>
      <w:r w:rsidRPr="007818BD">
        <w:t>Mervale</w:t>
      </w:r>
      <w:proofErr w:type="spellEnd"/>
      <w:r w:rsidRPr="007818BD">
        <w:t xml:space="preserve"> était une jeune femme parfaite</w:t>
      </w:r>
      <w:r w:rsidR="00E8465A">
        <w:t xml:space="preserve">, </w:t>
      </w:r>
      <w:r w:rsidRPr="007818BD">
        <w:t>active</w:t>
      </w:r>
      <w:r w:rsidR="00E8465A">
        <w:t xml:space="preserve">, </w:t>
      </w:r>
      <w:r w:rsidRPr="007818BD">
        <w:t>ente</w:t>
      </w:r>
      <w:r w:rsidRPr="007818BD">
        <w:t>n</w:t>
      </w:r>
      <w:r w:rsidRPr="007818BD">
        <w:t>due</w:t>
      </w:r>
      <w:r w:rsidR="00E8465A">
        <w:t xml:space="preserve">, </w:t>
      </w:r>
      <w:r w:rsidRPr="007818BD">
        <w:t>économe</w:t>
      </w:r>
      <w:r w:rsidR="00E8465A">
        <w:t xml:space="preserve">, </w:t>
      </w:r>
      <w:r w:rsidRPr="007818BD">
        <w:t>mais bonne et affectueuse</w:t>
      </w:r>
      <w:r w:rsidR="00E8465A">
        <w:t xml:space="preserve">. </w:t>
      </w:r>
      <w:r w:rsidRPr="007818BD">
        <w:t>Elle avait sa volonté à elle</w:t>
      </w:r>
      <w:r w:rsidR="00E8465A">
        <w:t xml:space="preserve">, </w:t>
      </w:r>
      <w:r w:rsidRPr="007818BD">
        <w:t>mais n</w:t>
      </w:r>
      <w:r w:rsidR="00E8465A">
        <w:t>’</w:t>
      </w:r>
      <w:r w:rsidRPr="007818BD">
        <w:t>était point revêche</w:t>
      </w:r>
      <w:r w:rsidR="00E8465A">
        <w:t xml:space="preserve">. </w:t>
      </w:r>
      <w:r w:rsidRPr="007818BD">
        <w:t>Elle avait des idées très-arrêtées sur les droits d</w:t>
      </w:r>
      <w:r w:rsidR="00E8465A">
        <w:t>’</w:t>
      </w:r>
      <w:r w:rsidRPr="007818BD">
        <w:t>une femme</w:t>
      </w:r>
      <w:r w:rsidR="00E8465A">
        <w:t xml:space="preserve">, </w:t>
      </w:r>
      <w:r w:rsidRPr="007818BD">
        <w:t>et un instinct merveilleux des qual</w:t>
      </w:r>
      <w:r w:rsidRPr="007818BD">
        <w:t>i</w:t>
      </w:r>
      <w:r w:rsidRPr="007818BD">
        <w:t>tés qui assurent un intérieur calme et pa</w:t>
      </w:r>
      <w:r w:rsidRPr="007818BD">
        <w:t>i</w:t>
      </w:r>
      <w:r w:rsidRPr="007818BD">
        <w:t>sible</w:t>
      </w:r>
      <w:r w:rsidR="00E8465A">
        <w:t xml:space="preserve">. </w:t>
      </w:r>
      <w:r w:rsidRPr="007818BD">
        <w:t>Elle n</w:t>
      </w:r>
      <w:r w:rsidR="00E8465A">
        <w:t>’</w:t>
      </w:r>
      <w:r w:rsidRPr="007818BD">
        <w:t>eût jamais pardonné à son mari si elle lui avait surpris la plus légère fanta</w:t>
      </w:r>
      <w:r w:rsidRPr="007818BD">
        <w:t>i</w:t>
      </w:r>
      <w:r w:rsidRPr="007818BD">
        <w:t>sie pour une autre</w:t>
      </w:r>
      <w:r w:rsidR="00E8465A">
        <w:t xml:space="preserve"> ; </w:t>
      </w:r>
      <w:r w:rsidRPr="007818BD">
        <w:t>mais</w:t>
      </w:r>
      <w:r w:rsidR="00E8465A">
        <w:t xml:space="preserve">, </w:t>
      </w:r>
      <w:r w:rsidRPr="007818BD">
        <w:t>en revanche</w:t>
      </w:r>
      <w:r w:rsidR="00E8465A">
        <w:t xml:space="preserve">, </w:t>
      </w:r>
      <w:r w:rsidRPr="007818BD">
        <w:t>elle possédait un adm</w:t>
      </w:r>
      <w:r w:rsidRPr="007818BD">
        <w:t>i</w:t>
      </w:r>
      <w:r w:rsidRPr="007818BD">
        <w:t>rable sentiment des convenances</w:t>
      </w:r>
      <w:r w:rsidR="00E8465A">
        <w:t xml:space="preserve">. </w:t>
      </w:r>
      <w:r w:rsidRPr="007818BD">
        <w:t>Elle avait en abomination toute légèreté</w:t>
      </w:r>
      <w:r w:rsidR="00E8465A">
        <w:t xml:space="preserve">, </w:t>
      </w:r>
      <w:r w:rsidRPr="007818BD">
        <w:t>toute inconséquence</w:t>
      </w:r>
      <w:r w:rsidR="00E8465A">
        <w:t xml:space="preserve">, </w:t>
      </w:r>
      <w:r w:rsidRPr="007818BD">
        <w:t>toute coquetterie</w:t>
      </w:r>
      <w:r w:rsidR="00E8465A">
        <w:t xml:space="preserve">, </w:t>
      </w:r>
      <w:r w:rsidRPr="007818BD">
        <w:t>petits v</w:t>
      </w:r>
      <w:r w:rsidRPr="007818BD">
        <w:t>i</w:t>
      </w:r>
      <w:r w:rsidRPr="007818BD">
        <w:t>ces qui ruinent souvent le bonheur domestique</w:t>
      </w:r>
      <w:r w:rsidR="00E8465A">
        <w:t xml:space="preserve">, </w:t>
      </w:r>
      <w:r w:rsidRPr="007818BD">
        <w:t>et auxquels une nature étourdie s</w:t>
      </w:r>
      <w:r w:rsidR="00E8465A">
        <w:t>’</w:t>
      </w:r>
      <w:r w:rsidRPr="007818BD">
        <w:t>expose inconsidérément</w:t>
      </w:r>
      <w:r w:rsidR="00E8465A">
        <w:t xml:space="preserve">. </w:t>
      </w:r>
      <w:r w:rsidRPr="007818BD">
        <w:t>D</w:t>
      </w:r>
      <w:r w:rsidR="00E8465A">
        <w:t>’</w:t>
      </w:r>
      <w:r w:rsidRPr="007818BD">
        <w:t>un autre côté</w:t>
      </w:r>
      <w:r w:rsidR="00E8465A">
        <w:t xml:space="preserve">, </w:t>
      </w:r>
      <w:r w:rsidRPr="007818BD">
        <w:t>elle estimait qu</w:t>
      </w:r>
      <w:r w:rsidR="00E8465A">
        <w:t>’</w:t>
      </w:r>
      <w:r w:rsidRPr="007818BD">
        <w:t>il ne fa</w:t>
      </w:r>
      <w:r w:rsidRPr="007818BD">
        <w:t>l</w:t>
      </w:r>
      <w:r w:rsidRPr="007818BD">
        <w:t xml:space="preserve">lait pas aimer </w:t>
      </w:r>
      <w:r w:rsidRPr="007818BD">
        <w:rPr>
          <w:i/>
          <w:iCs/>
        </w:rPr>
        <w:t>trop</w:t>
      </w:r>
      <w:r w:rsidRPr="007818BD">
        <w:t xml:space="preserve"> son mari</w:t>
      </w:r>
      <w:r w:rsidR="00E8465A">
        <w:t xml:space="preserve">. </w:t>
      </w:r>
      <w:r w:rsidRPr="007818BD">
        <w:t>Elle se ménagea une réserve d</w:t>
      </w:r>
      <w:r w:rsidR="00E8465A">
        <w:t>’</w:t>
      </w:r>
      <w:r w:rsidRPr="007818BD">
        <w:t>affection pour tous ses parents</w:t>
      </w:r>
      <w:r w:rsidR="00E8465A">
        <w:t xml:space="preserve">, </w:t>
      </w:r>
      <w:r w:rsidRPr="007818BD">
        <w:t>pour tous ses amis</w:t>
      </w:r>
      <w:r w:rsidR="00E8465A">
        <w:t xml:space="preserve">, </w:t>
      </w:r>
      <w:r w:rsidRPr="007818BD">
        <w:t>pour quelques connaissances</w:t>
      </w:r>
      <w:r w:rsidR="00E8465A">
        <w:t xml:space="preserve">, </w:t>
      </w:r>
      <w:r w:rsidRPr="007818BD">
        <w:t xml:space="preserve">et pour un second mariage dans le cas où quelque fâcheux accident arriverait à </w:t>
      </w:r>
      <w:r w:rsidR="00E8465A">
        <w:t>M. </w:t>
      </w:r>
      <w:proofErr w:type="spellStart"/>
      <w:r w:rsidRPr="007818BD">
        <w:t>Mervale</w:t>
      </w:r>
      <w:proofErr w:type="spellEnd"/>
      <w:r w:rsidR="00E8465A">
        <w:t xml:space="preserve">. </w:t>
      </w:r>
      <w:r w:rsidRPr="007818BD">
        <w:t>Elle donnait de bons dîners</w:t>
      </w:r>
      <w:r w:rsidR="00E8465A">
        <w:t xml:space="preserve">, </w:t>
      </w:r>
      <w:r w:rsidRPr="007818BD">
        <w:t>comme il convenait à sa position</w:t>
      </w:r>
      <w:r w:rsidR="00E8465A">
        <w:t xml:space="preserve">. </w:t>
      </w:r>
      <w:r w:rsidRPr="007818BD">
        <w:t>Son caractère passait pour égal et ferme à la fois</w:t>
      </w:r>
      <w:r w:rsidR="00E8465A">
        <w:t xml:space="preserve"> ; </w:t>
      </w:r>
      <w:r w:rsidRPr="007818BD">
        <w:t>elle savait au besoin dire un mot piquant</w:t>
      </w:r>
      <w:r w:rsidR="00E8465A">
        <w:t xml:space="preserve">, </w:t>
      </w:r>
      <w:r w:rsidRPr="007818BD">
        <w:t xml:space="preserve">si </w:t>
      </w:r>
      <w:r w:rsidR="00E8465A">
        <w:t>M. </w:t>
      </w:r>
      <w:proofErr w:type="spellStart"/>
      <w:r w:rsidRPr="007818BD">
        <w:t>Mervale</w:t>
      </w:r>
      <w:proofErr w:type="spellEnd"/>
      <w:r w:rsidRPr="007818BD">
        <w:t xml:space="preserve"> n</w:t>
      </w:r>
      <w:r w:rsidR="00E8465A">
        <w:t>’</w:t>
      </w:r>
      <w:r w:rsidRPr="007818BD">
        <w:t>était pas d</w:t>
      </w:r>
      <w:r w:rsidR="00E8465A">
        <w:t>’</w:t>
      </w:r>
      <w:r w:rsidRPr="007818BD">
        <w:t>une exact</w:t>
      </w:r>
      <w:r w:rsidRPr="007818BD">
        <w:t>i</w:t>
      </w:r>
      <w:r w:rsidRPr="007818BD">
        <w:t>tude ponctuelle</w:t>
      </w:r>
      <w:r w:rsidR="00E8465A">
        <w:t xml:space="preserve">. </w:t>
      </w:r>
      <w:r w:rsidRPr="007818BD">
        <w:t>Elle tenait essentiellement à ce qu</w:t>
      </w:r>
      <w:r w:rsidR="00E8465A">
        <w:t>’</w:t>
      </w:r>
      <w:r w:rsidRPr="007818BD">
        <w:t>il changeât de chaussure en re</w:t>
      </w:r>
      <w:r w:rsidRPr="007818BD">
        <w:t>n</w:t>
      </w:r>
      <w:r w:rsidRPr="007818BD">
        <w:t>trant</w:t>
      </w:r>
      <w:r w:rsidR="00E8465A">
        <w:t xml:space="preserve">, </w:t>
      </w:r>
      <w:r w:rsidRPr="007818BD">
        <w:t>car les tapis étaient neufs et chers</w:t>
      </w:r>
      <w:r w:rsidR="00E8465A">
        <w:t xml:space="preserve">. </w:t>
      </w:r>
      <w:r w:rsidRPr="007818BD">
        <w:t>Elle n</w:t>
      </w:r>
      <w:r w:rsidR="00E8465A">
        <w:t>’</w:t>
      </w:r>
      <w:r w:rsidRPr="007818BD">
        <w:t>était ni boudeuse ni colère</w:t>
      </w:r>
      <w:r w:rsidR="00E8465A">
        <w:t xml:space="preserve"> (</w:t>
      </w:r>
      <w:r w:rsidRPr="007818BD">
        <w:t>le ciel l</w:t>
      </w:r>
      <w:r w:rsidR="00E8465A">
        <w:t>’</w:t>
      </w:r>
      <w:r w:rsidRPr="007818BD">
        <w:t>en bénisse</w:t>
      </w:r>
      <w:r w:rsidR="00E8465A">
        <w:t xml:space="preserve">) ; </w:t>
      </w:r>
      <w:r w:rsidRPr="007818BD">
        <w:t>mais</w:t>
      </w:r>
      <w:r w:rsidR="00E8465A">
        <w:t xml:space="preserve">, </w:t>
      </w:r>
      <w:r w:rsidRPr="007818BD">
        <w:t>quand elle était mécontente</w:t>
      </w:r>
      <w:r w:rsidR="00E8465A">
        <w:t xml:space="preserve">, </w:t>
      </w:r>
      <w:r w:rsidRPr="007818BD">
        <w:t>elle le laissait paraître par une remo</w:t>
      </w:r>
      <w:r w:rsidRPr="007818BD">
        <w:t>n</w:t>
      </w:r>
      <w:r w:rsidRPr="007818BD">
        <w:t>trance pleine de dignité</w:t>
      </w:r>
      <w:r w:rsidR="00E8465A">
        <w:t xml:space="preserve">, </w:t>
      </w:r>
      <w:r w:rsidRPr="007818BD">
        <w:t>faisait allusion à ses vertus</w:t>
      </w:r>
      <w:r w:rsidR="00E8465A">
        <w:t xml:space="preserve">, </w:t>
      </w:r>
      <w:r w:rsidRPr="007818BD">
        <w:t>à son oncle l</w:t>
      </w:r>
      <w:r w:rsidR="00E8465A">
        <w:t>’</w:t>
      </w:r>
      <w:r w:rsidRPr="007818BD">
        <w:t>amiral et aux trente mille livres sterling qu</w:t>
      </w:r>
      <w:r w:rsidR="00E8465A">
        <w:t>’</w:t>
      </w:r>
      <w:r w:rsidRPr="007818BD">
        <w:t>elle avait apportées à l</w:t>
      </w:r>
      <w:r w:rsidR="00E8465A">
        <w:t>’</w:t>
      </w:r>
      <w:r w:rsidRPr="007818BD">
        <w:t>objet de son choix</w:t>
      </w:r>
      <w:r w:rsidR="00E8465A">
        <w:t xml:space="preserve">. </w:t>
      </w:r>
      <w:r w:rsidRPr="007818BD">
        <w:t xml:space="preserve">Mais comme </w:t>
      </w:r>
      <w:r w:rsidR="00E8465A">
        <w:t>M. </w:t>
      </w:r>
      <w:proofErr w:type="spellStart"/>
      <w:r w:rsidRPr="007818BD">
        <w:t>Mervale</w:t>
      </w:r>
      <w:proofErr w:type="spellEnd"/>
      <w:r w:rsidRPr="007818BD">
        <w:t xml:space="preserve"> avait le caractère bien fait</w:t>
      </w:r>
      <w:r w:rsidR="00E8465A">
        <w:t xml:space="preserve">, </w:t>
      </w:r>
      <w:r w:rsidRPr="007818BD">
        <w:t>et reconnaissait avec une égale just</w:t>
      </w:r>
      <w:r w:rsidRPr="007818BD">
        <w:t>i</w:t>
      </w:r>
      <w:r w:rsidRPr="007818BD">
        <w:t>ce ses torts et l</w:t>
      </w:r>
      <w:r w:rsidR="00E8465A">
        <w:t>’</w:t>
      </w:r>
      <w:r w:rsidRPr="007818BD">
        <w:t>excellence de sa femme</w:t>
      </w:r>
      <w:r w:rsidR="00E8465A">
        <w:t xml:space="preserve">, </w:t>
      </w:r>
      <w:r w:rsidRPr="007818BD">
        <w:t>le mécontentement de celle-ci était de courte durée</w:t>
      </w:r>
      <w:r w:rsidR="00E8465A">
        <w:t>.</w:t>
      </w:r>
    </w:p>
    <w:p w14:paraId="45BB7A2E" w14:textId="6B2E2CA3" w:rsidR="00E8465A" w:rsidRDefault="00E0544E" w:rsidP="00E0544E">
      <w:r w:rsidRPr="007818BD">
        <w:lastRenderedPageBreak/>
        <w:t>Il n</w:t>
      </w:r>
      <w:r w:rsidR="00E8465A">
        <w:t>’</w:t>
      </w:r>
      <w:r w:rsidRPr="007818BD">
        <w:t>est pas d</w:t>
      </w:r>
      <w:r w:rsidR="00E8465A">
        <w:t>’</w:t>
      </w:r>
      <w:r w:rsidRPr="007818BD">
        <w:t>intérieur qui n</w:t>
      </w:r>
      <w:r w:rsidR="00E8465A">
        <w:t>’</w:t>
      </w:r>
      <w:r w:rsidRPr="007818BD">
        <w:t>ait ses petits nuages</w:t>
      </w:r>
      <w:r w:rsidR="00E8465A">
        <w:t xml:space="preserve">. </w:t>
      </w:r>
      <w:r w:rsidRPr="007818BD">
        <w:t xml:space="preserve">Il en est peu qui en eussent moins que celui de </w:t>
      </w:r>
      <w:r w:rsidR="00E8465A">
        <w:t>M. </w:t>
      </w:r>
      <w:r w:rsidRPr="007818BD">
        <w:t xml:space="preserve">et </w:t>
      </w:r>
      <w:r w:rsidR="00E8465A">
        <w:t>M</w:t>
      </w:r>
      <w:r w:rsidR="00E8465A" w:rsidRPr="00E8465A">
        <w:rPr>
          <w:vertAlign w:val="superscript"/>
        </w:rPr>
        <w:t>me</w:t>
      </w:r>
      <w:r w:rsidR="00E8465A">
        <w:t> </w:t>
      </w:r>
      <w:proofErr w:type="spellStart"/>
      <w:r w:rsidRPr="007818BD">
        <w:t>Mervale</w:t>
      </w:r>
      <w:proofErr w:type="spellEnd"/>
      <w:r w:rsidR="00E8465A">
        <w:t>. M</w:t>
      </w:r>
      <w:r w:rsidR="00E8465A" w:rsidRPr="00E8465A">
        <w:rPr>
          <w:vertAlign w:val="superscript"/>
        </w:rPr>
        <w:t>me</w:t>
      </w:r>
      <w:r w:rsidR="00E8465A">
        <w:t> </w:t>
      </w:r>
      <w:proofErr w:type="spellStart"/>
      <w:r w:rsidRPr="007818BD">
        <w:t>Mervale</w:t>
      </w:r>
      <w:proofErr w:type="spellEnd"/>
      <w:r w:rsidR="00E8465A">
        <w:t xml:space="preserve">, </w:t>
      </w:r>
      <w:r w:rsidRPr="007818BD">
        <w:t>sans être extravagante en fait de toilette</w:t>
      </w:r>
      <w:r w:rsidR="00E8465A">
        <w:t xml:space="preserve">, </w:t>
      </w:r>
      <w:r w:rsidRPr="007818BD">
        <w:t>y do</w:t>
      </w:r>
      <w:r w:rsidRPr="007818BD">
        <w:t>n</w:t>
      </w:r>
      <w:r w:rsidRPr="007818BD">
        <w:t>nait un soin convenable</w:t>
      </w:r>
      <w:r w:rsidR="00E8465A">
        <w:t xml:space="preserve">. </w:t>
      </w:r>
      <w:r w:rsidRPr="007818BD">
        <w:t>Jamais elle ne mit le pied hors de sa chambre en papillotes</w:t>
      </w:r>
      <w:r w:rsidR="00E8465A">
        <w:t xml:space="preserve">, </w:t>
      </w:r>
      <w:r w:rsidRPr="007818BD">
        <w:t>ni</w:t>
      </w:r>
      <w:r w:rsidR="00E8465A">
        <w:t xml:space="preserve">, </w:t>
      </w:r>
      <w:r w:rsidRPr="007818BD">
        <w:t>la plus fatale des désillusions</w:t>
      </w:r>
      <w:r w:rsidR="00E8465A">
        <w:t xml:space="preserve">, </w:t>
      </w:r>
      <w:r w:rsidRPr="007818BD">
        <w:t>en robe de chambre</w:t>
      </w:r>
      <w:r w:rsidR="00E8465A">
        <w:t xml:space="preserve">. </w:t>
      </w:r>
      <w:r w:rsidRPr="007818BD">
        <w:t>Tous les matins</w:t>
      </w:r>
      <w:r w:rsidR="00E8465A">
        <w:t xml:space="preserve">, </w:t>
      </w:r>
      <w:r w:rsidRPr="007818BD">
        <w:t>à huit heures et demie</w:t>
      </w:r>
      <w:r w:rsidR="00E8465A">
        <w:t>, M</w:t>
      </w:r>
      <w:r w:rsidR="00E8465A" w:rsidRPr="00E8465A">
        <w:rPr>
          <w:vertAlign w:val="superscript"/>
        </w:rPr>
        <w:t>me</w:t>
      </w:r>
      <w:r w:rsidR="00E8465A">
        <w:t> </w:t>
      </w:r>
      <w:proofErr w:type="spellStart"/>
      <w:r w:rsidRPr="007818BD">
        <w:t>Mervale</w:t>
      </w:r>
      <w:proofErr w:type="spellEnd"/>
      <w:r w:rsidRPr="007818BD">
        <w:t xml:space="preserve"> était habillée pour la journée</w:t>
      </w:r>
      <w:r w:rsidR="00E8465A">
        <w:t xml:space="preserve">, </w:t>
      </w:r>
      <w:r w:rsidRPr="007818BD">
        <w:t>c</w:t>
      </w:r>
      <w:r w:rsidR="00E8465A">
        <w:t>’</w:t>
      </w:r>
      <w:r w:rsidRPr="007818BD">
        <w:t>est-à-dire jusqu</w:t>
      </w:r>
      <w:r w:rsidR="00E8465A">
        <w:t>’</w:t>
      </w:r>
      <w:r w:rsidRPr="007818BD">
        <w:t>à ce qu</w:t>
      </w:r>
      <w:r w:rsidR="00E8465A">
        <w:t>’</w:t>
      </w:r>
      <w:r w:rsidRPr="007818BD">
        <w:t>elle s</w:t>
      </w:r>
      <w:r w:rsidR="00E8465A">
        <w:t>’</w:t>
      </w:r>
      <w:r w:rsidRPr="007818BD">
        <w:t>habillât pour dîner</w:t>
      </w:r>
      <w:r w:rsidR="00E8465A">
        <w:t xml:space="preserve">, </w:t>
      </w:r>
      <w:r w:rsidRPr="007818BD">
        <w:t>bien lacée</w:t>
      </w:r>
      <w:r w:rsidR="00E8465A">
        <w:t xml:space="preserve">, </w:t>
      </w:r>
      <w:r w:rsidRPr="007818BD">
        <w:t>son bonnet irrépr</w:t>
      </w:r>
      <w:r w:rsidRPr="007818BD">
        <w:t>o</w:t>
      </w:r>
      <w:r w:rsidRPr="007818BD">
        <w:t>chable</w:t>
      </w:r>
      <w:r w:rsidR="00E8465A">
        <w:t xml:space="preserve"> ; </w:t>
      </w:r>
      <w:r w:rsidRPr="007818BD">
        <w:t>ses robes</w:t>
      </w:r>
      <w:r w:rsidR="00E8465A">
        <w:t xml:space="preserve">, </w:t>
      </w:r>
      <w:r w:rsidRPr="007818BD">
        <w:t>hiver comme été</w:t>
      </w:r>
      <w:r w:rsidR="00E8465A">
        <w:t xml:space="preserve">, </w:t>
      </w:r>
      <w:r w:rsidRPr="007818BD">
        <w:t>d</w:t>
      </w:r>
      <w:r w:rsidR="00E8465A">
        <w:t>’</w:t>
      </w:r>
      <w:r w:rsidRPr="007818BD">
        <w:t>une soie riche et belle</w:t>
      </w:r>
      <w:r w:rsidR="00E8465A">
        <w:t xml:space="preserve">. </w:t>
      </w:r>
      <w:r w:rsidRPr="007818BD">
        <w:t>Les femmes</w:t>
      </w:r>
      <w:r w:rsidR="00E8465A">
        <w:t xml:space="preserve">, </w:t>
      </w:r>
      <w:r w:rsidRPr="007818BD">
        <w:t>à cette époque</w:t>
      </w:r>
      <w:r w:rsidR="00E8465A">
        <w:t xml:space="preserve">, </w:t>
      </w:r>
      <w:r w:rsidRPr="007818BD">
        <w:t>portaient des cors</w:t>
      </w:r>
      <w:r w:rsidRPr="007818BD">
        <w:t>a</w:t>
      </w:r>
      <w:r w:rsidRPr="007818BD">
        <w:t>ges fort courts par en haut</w:t>
      </w:r>
      <w:r w:rsidR="00E8465A">
        <w:t> ; M</w:t>
      </w:r>
      <w:r w:rsidR="00E8465A" w:rsidRPr="00E8465A">
        <w:rPr>
          <w:vertAlign w:val="superscript"/>
        </w:rPr>
        <w:t>me</w:t>
      </w:r>
      <w:r w:rsidR="00E8465A">
        <w:t> </w:t>
      </w:r>
      <w:proofErr w:type="spellStart"/>
      <w:r w:rsidRPr="007818BD">
        <w:t>Mervale</w:t>
      </w:r>
      <w:proofErr w:type="spellEnd"/>
      <w:r w:rsidRPr="007818BD">
        <w:t xml:space="preserve"> suivait la mode de son époque</w:t>
      </w:r>
      <w:r w:rsidR="00E8465A">
        <w:t xml:space="preserve">. </w:t>
      </w:r>
      <w:r w:rsidRPr="007818BD">
        <w:t>Le matin</w:t>
      </w:r>
      <w:r w:rsidR="00E8465A">
        <w:t xml:space="preserve">, </w:t>
      </w:r>
      <w:r w:rsidRPr="007818BD">
        <w:t>elle se parait d</w:t>
      </w:r>
      <w:r w:rsidR="00E8465A">
        <w:t>’</w:t>
      </w:r>
      <w:r w:rsidRPr="007818BD">
        <w:t>une lourde chaîne d</w:t>
      </w:r>
      <w:r w:rsidR="00E8465A">
        <w:t>’</w:t>
      </w:r>
      <w:r w:rsidRPr="007818BD">
        <w:t>or à laquelle était suspendue une montre d</w:t>
      </w:r>
      <w:r w:rsidR="00E8465A">
        <w:t>’</w:t>
      </w:r>
      <w:r w:rsidRPr="007818BD">
        <w:t>or</w:t>
      </w:r>
      <w:r w:rsidR="00E8465A">
        <w:t xml:space="preserve">, </w:t>
      </w:r>
      <w:r w:rsidRPr="007818BD">
        <w:t>non pas une de ces merveilles fragiles et m</w:t>
      </w:r>
      <w:r w:rsidRPr="007818BD">
        <w:t>i</w:t>
      </w:r>
      <w:r w:rsidRPr="007818BD">
        <w:t>croscopiques qui sont si jolies et qui vont si mal</w:t>
      </w:r>
      <w:r w:rsidR="00E8465A">
        <w:t xml:space="preserve">, </w:t>
      </w:r>
      <w:r w:rsidRPr="007818BD">
        <w:t>mais une belle montre à répétition</w:t>
      </w:r>
      <w:r w:rsidR="00E8465A">
        <w:t xml:space="preserve">, </w:t>
      </w:r>
      <w:r w:rsidRPr="007818BD">
        <w:t>qui mesurait à la seconde la marche du vieux Saturne</w:t>
      </w:r>
      <w:r w:rsidR="00E8465A">
        <w:t xml:space="preserve"> ; </w:t>
      </w:r>
      <w:r w:rsidRPr="007818BD">
        <w:t>elle y ajoutait une broche en mosaïque et une miniature de son oncle l</w:t>
      </w:r>
      <w:r w:rsidR="00E8465A">
        <w:t>’</w:t>
      </w:r>
      <w:r w:rsidRPr="007818BD">
        <w:t>amiral</w:t>
      </w:r>
      <w:r w:rsidR="00E8465A">
        <w:t xml:space="preserve">, </w:t>
      </w:r>
      <w:r w:rsidRPr="007818BD">
        <w:t>montée en bracelet</w:t>
      </w:r>
      <w:r w:rsidR="00E8465A">
        <w:t xml:space="preserve">. </w:t>
      </w:r>
      <w:r w:rsidRPr="007818BD">
        <w:t>Pour le soir</w:t>
      </w:r>
      <w:r w:rsidR="00E8465A">
        <w:t xml:space="preserve">, </w:t>
      </w:r>
      <w:r w:rsidRPr="007818BD">
        <w:t>elle avait deux parures</w:t>
      </w:r>
      <w:r w:rsidR="00E8465A">
        <w:t xml:space="preserve"> : </w:t>
      </w:r>
      <w:r w:rsidRPr="007818BD">
        <w:t>collier</w:t>
      </w:r>
      <w:r w:rsidR="00E8465A">
        <w:t xml:space="preserve">, </w:t>
      </w:r>
      <w:r w:rsidRPr="007818BD">
        <w:t>boucles d</w:t>
      </w:r>
      <w:r w:rsidR="00E8465A">
        <w:t>’</w:t>
      </w:r>
      <w:r w:rsidRPr="007818BD">
        <w:t>oreilles</w:t>
      </w:r>
      <w:r w:rsidR="00E8465A">
        <w:t xml:space="preserve">, </w:t>
      </w:r>
      <w:r w:rsidRPr="007818BD">
        <w:t>bracelet</w:t>
      </w:r>
      <w:r w:rsidR="00E8465A">
        <w:t xml:space="preserve">, </w:t>
      </w:r>
      <w:r w:rsidRPr="007818BD">
        <w:t>au grand complet</w:t>
      </w:r>
      <w:r w:rsidR="00E8465A">
        <w:t xml:space="preserve">. </w:t>
      </w:r>
      <w:r w:rsidRPr="007818BD">
        <w:t>L</w:t>
      </w:r>
      <w:r w:rsidR="00E8465A">
        <w:t>’</w:t>
      </w:r>
      <w:r w:rsidRPr="007818BD">
        <w:t>une en améthystes</w:t>
      </w:r>
      <w:r w:rsidR="00E8465A">
        <w:t xml:space="preserve">, </w:t>
      </w:r>
      <w:r w:rsidRPr="007818BD">
        <w:t>l</w:t>
      </w:r>
      <w:r w:rsidR="00E8465A">
        <w:t>’</w:t>
      </w:r>
      <w:r w:rsidRPr="007818BD">
        <w:t>autre en topazes</w:t>
      </w:r>
      <w:r w:rsidR="00E8465A">
        <w:t xml:space="preserve">. </w:t>
      </w:r>
      <w:r w:rsidRPr="007818BD">
        <w:t>Son costume se composait le plus communément d</w:t>
      </w:r>
      <w:r w:rsidR="00E8465A">
        <w:t>’</w:t>
      </w:r>
      <w:r w:rsidRPr="007818BD">
        <w:t>une robe en s</w:t>
      </w:r>
      <w:r w:rsidRPr="007818BD">
        <w:t>a</w:t>
      </w:r>
      <w:r w:rsidRPr="007818BD">
        <w:t>tin couleur d</w:t>
      </w:r>
      <w:r w:rsidR="00E8465A">
        <w:t>’</w:t>
      </w:r>
      <w:r w:rsidRPr="007818BD">
        <w:t>or et d</w:t>
      </w:r>
      <w:r w:rsidR="00E8465A">
        <w:t>’</w:t>
      </w:r>
      <w:r w:rsidRPr="007818BD">
        <w:t>un turban</w:t>
      </w:r>
      <w:r w:rsidR="00E8465A">
        <w:t xml:space="preserve">. </w:t>
      </w:r>
      <w:r w:rsidRPr="007818BD">
        <w:t>C</w:t>
      </w:r>
      <w:r w:rsidR="00E8465A">
        <w:t>’</w:t>
      </w:r>
      <w:r w:rsidRPr="007818BD">
        <w:t>est avec ces attributs qu</w:t>
      </w:r>
      <w:r w:rsidR="00E8465A">
        <w:t>’</w:t>
      </w:r>
      <w:r w:rsidRPr="007818BD">
        <w:t>elle s</w:t>
      </w:r>
      <w:r w:rsidR="00E8465A">
        <w:t>’</w:t>
      </w:r>
      <w:r w:rsidRPr="007818BD">
        <w:t>était fait peindre pour la dernière fois</w:t>
      </w:r>
      <w:r w:rsidR="00E8465A">
        <w:t>. M</w:t>
      </w:r>
      <w:r w:rsidR="00E8465A" w:rsidRPr="00E8465A">
        <w:rPr>
          <w:vertAlign w:val="superscript"/>
        </w:rPr>
        <w:t>me</w:t>
      </w:r>
      <w:r w:rsidR="00E8465A">
        <w:t> </w:t>
      </w:r>
      <w:proofErr w:type="spellStart"/>
      <w:r w:rsidRPr="007818BD">
        <w:t>Mervale</w:t>
      </w:r>
      <w:proofErr w:type="spellEnd"/>
      <w:r w:rsidRPr="007818BD">
        <w:t xml:space="preserve"> avait le nez aquilin</w:t>
      </w:r>
      <w:r w:rsidR="00E8465A">
        <w:t xml:space="preserve">, </w:t>
      </w:r>
      <w:r w:rsidRPr="007818BD">
        <w:t>de belles dents</w:t>
      </w:r>
      <w:r w:rsidR="00E8465A">
        <w:t xml:space="preserve">, </w:t>
      </w:r>
      <w:r w:rsidRPr="007818BD">
        <w:t>de jolis cheveux</w:t>
      </w:r>
      <w:r w:rsidR="00E8465A">
        <w:t xml:space="preserve">, </w:t>
      </w:r>
      <w:r w:rsidRPr="007818BD">
        <w:t>des cils blonds</w:t>
      </w:r>
      <w:r w:rsidR="00E8465A">
        <w:t xml:space="preserve">, </w:t>
      </w:r>
      <w:r w:rsidRPr="007818BD">
        <w:t>le teint un peu animé</w:t>
      </w:r>
      <w:r w:rsidR="00E8465A">
        <w:t xml:space="preserve">, </w:t>
      </w:r>
      <w:r w:rsidRPr="007818BD">
        <w:t>ce qu</w:t>
      </w:r>
      <w:r w:rsidR="00E8465A">
        <w:t>’</w:t>
      </w:r>
      <w:r w:rsidRPr="007818BD">
        <w:t>on appelle ordinairement de belles épaules</w:t>
      </w:r>
      <w:r w:rsidR="00E8465A">
        <w:t xml:space="preserve"> : </w:t>
      </w:r>
      <w:r w:rsidRPr="007818BD">
        <w:t>les joues pleines</w:t>
      </w:r>
      <w:r w:rsidR="00E8465A">
        <w:t xml:space="preserve">’, </w:t>
      </w:r>
      <w:r w:rsidRPr="007818BD">
        <w:t>de grands pieds utiles</w:t>
      </w:r>
      <w:r w:rsidR="00E8465A">
        <w:t xml:space="preserve">, </w:t>
      </w:r>
      <w:r w:rsidRPr="007818BD">
        <w:t>faits pour marcher</w:t>
      </w:r>
      <w:r w:rsidR="00E8465A">
        <w:t xml:space="preserve"> ; </w:t>
      </w:r>
      <w:r w:rsidRPr="007818BD">
        <w:t>de grandes mains blanches</w:t>
      </w:r>
      <w:r w:rsidR="00E8465A">
        <w:t xml:space="preserve">, </w:t>
      </w:r>
      <w:r w:rsidRPr="007818BD">
        <w:t>et des ongles en amande</w:t>
      </w:r>
      <w:r w:rsidR="00E8465A">
        <w:t xml:space="preserve">, </w:t>
      </w:r>
      <w:r w:rsidRPr="007818BD">
        <w:t>où jamais</w:t>
      </w:r>
      <w:r w:rsidR="00E8465A">
        <w:t xml:space="preserve">, </w:t>
      </w:r>
      <w:r w:rsidRPr="007818BD">
        <w:t>même dans son enfance</w:t>
      </w:r>
      <w:r w:rsidR="00E8465A">
        <w:t xml:space="preserve">, </w:t>
      </w:r>
      <w:r w:rsidRPr="007818BD">
        <w:t>ne s</w:t>
      </w:r>
      <w:r w:rsidR="00E8465A">
        <w:t>’</w:t>
      </w:r>
      <w:r w:rsidRPr="007818BD">
        <w:t>était glisse un grain de poussière</w:t>
      </w:r>
      <w:r w:rsidR="00E8465A">
        <w:t xml:space="preserve">. </w:t>
      </w:r>
      <w:r w:rsidRPr="007818BD">
        <w:t>Elle avait l</w:t>
      </w:r>
      <w:r w:rsidR="00E8465A">
        <w:t>’</w:t>
      </w:r>
      <w:r w:rsidRPr="007818BD">
        <w:t>air un peu plus âgé qu</w:t>
      </w:r>
      <w:r w:rsidR="00E8465A">
        <w:t>’</w:t>
      </w:r>
      <w:r w:rsidRPr="007818BD">
        <w:t>elle n</w:t>
      </w:r>
      <w:r w:rsidR="00E8465A">
        <w:t>’</w:t>
      </w:r>
      <w:r w:rsidRPr="007818BD">
        <w:t>était en réal</w:t>
      </w:r>
      <w:r w:rsidRPr="007818BD">
        <w:t>i</w:t>
      </w:r>
      <w:r w:rsidRPr="007818BD">
        <w:t>té</w:t>
      </w:r>
      <w:r w:rsidR="00E8465A">
        <w:t xml:space="preserve"> ; </w:t>
      </w:r>
      <w:r w:rsidRPr="007818BD">
        <w:t>peut-être faut-il l</w:t>
      </w:r>
      <w:r w:rsidR="00E8465A">
        <w:t>’</w:t>
      </w:r>
      <w:r w:rsidRPr="007818BD">
        <w:t>attribuer à sa dignité et au susdit nez aqu</w:t>
      </w:r>
      <w:r w:rsidRPr="007818BD">
        <w:t>i</w:t>
      </w:r>
      <w:r w:rsidRPr="007818BD">
        <w:t>lin</w:t>
      </w:r>
      <w:r w:rsidR="00E8465A">
        <w:t xml:space="preserve">. </w:t>
      </w:r>
      <w:r w:rsidRPr="007818BD">
        <w:t>Elle portait volontiers des mitaines</w:t>
      </w:r>
      <w:r w:rsidR="00E8465A">
        <w:t xml:space="preserve">. </w:t>
      </w:r>
      <w:r w:rsidRPr="007818BD">
        <w:t>En fait de poésie</w:t>
      </w:r>
      <w:r w:rsidR="00E8465A">
        <w:t xml:space="preserve">, </w:t>
      </w:r>
      <w:r w:rsidRPr="007818BD">
        <w:t>elle ne lisait que Goldsmith ou Cowper</w:t>
      </w:r>
      <w:r w:rsidR="00E8465A">
        <w:t xml:space="preserve">. </w:t>
      </w:r>
      <w:r w:rsidRPr="007818BD">
        <w:t>Les romans ne l</w:t>
      </w:r>
      <w:r w:rsidR="00E8465A">
        <w:t>’</w:t>
      </w:r>
      <w:r w:rsidRPr="007818BD">
        <w:t>amusaient pas</w:t>
      </w:r>
      <w:r w:rsidR="00E8465A">
        <w:t xml:space="preserve">, </w:t>
      </w:r>
      <w:r w:rsidRPr="007818BD">
        <w:t>quoiqu</w:t>
      </w:r>
      <w:r w:rsidR="00E8465A">
        <w:t>’</w:t>
      </w:r>
      <w:r w:rsidRPr="007818BD">
        <w:t>elle n</w:t>
      </w:r>
      <w:r w:rsidR="00E8465A">
        <w:t>’</w:t>
      </w:r>
      <w:r w:rsidRPr="007818BD">
        <w:t>eût aucune prévention contre eux</w:t>
      </w:r>
      <w:r w:rsidR="00E8465A">
        <w:t xml:space="preserve">. </w:t>
      </w:r>
      <w:r w:rsidRPr="007818BD">
        <w:t xml:space="preserve">Elle </w:t>
      </w:r>
      <w:r w:rsidRPr="007818BD">
        <w:lastRenderedPageBreak/>
        <w:t>aimait un vaudeville ou une pa</w:t>
      </w:r>
      <w:r w:rsidRPr="007818BD">
        <w:t>n</w:t>
      </w:r>
      <w:r w:rsidRPr="007818BD">
        <w:t>tomime suivie d</w:t>
      </w:r>
      <w:r w:rsidR="00E8465A">
        <w:t>’</w:t>
      </w:r>
      <w:r w:rsidRPr="007818BD">
        <w:t>un léger souper</w:t>
      </w:r>
      <w:r w:rsidR="00E8465A">
        <w:t xml:space="preserve">. </w:t>
      </w:r>
      <w:r w:rsidRPr="007818BD">
        <w:t>Elle n</w:t>
      </w:r>
      <w:r w:rsidR="00E8465A">
        <w:t>’</w:t>
      </w:r>
      <w:r w:rsidRPr="007818BD">
        <w:t xml:space="preserve">aimait ni </w:t>
      </w:r>
      <w:r>
        <w:t>l</w:t>
      </w:r>
      <w:r w:rsidRPr="007818BD">
        <w:t>es opéras ni les concerts</w:t>
      </w:r>
      <w:r w:rsidR="00E8465A">
        <w:t xml:space="preserve">. </w:t>
      </w:r>
      <w:r w:rsidRPr="007818BD">
        <w:t>Au co</w:t>
      </w:r>
      <w:r w:rsidRPr="007818BD">
        <w:t>m</w:t>
      </w:r>
      <w:r w:rsidRPr="007818BD">
        <w:t>mencement de l</w:t>
      </w:r>
      <w:r w:rsidR="00E8465A">
        <w:t>’</w:t>
      </w:r>
      <w:r w:rsidRPr="007818BD">
        <w:t>hiver</w:t>
      </w:r>
      <w:r w:rsidR="00E8465A">
        <w:t xml:space="preserve">, </w:t>
      </w:r>
      <w:r w:rsidRPr="007818BD">
        <w:t>elle se donnait un livre à lire et un ouvrage à faire</w:t>
      </w:r>
      <w:r w:rsidR="00E8465A">
        <w:t xml:space="preserve">. </w:t>
      </w:r>
      <w:r w:rsidRPr="007818BD">
        <w:t>Livre et ouvrage la menaient jusqu</w:t>
      </w:r>
      <w:r w:rsidR="00E8465A">
        <w:t>’</w:t>
      </w:r>
      <w:r w:rsidRPr="007818BD">
        <w:t>au printemps</w:t>
      </w:r>
      <w:r w:rsidR="00E8465A">
        <w:t xml:space="preserve"> ; </w:t>
      </w:r>
      <w:r w:rsidRPr="007818BD">
        <w:t>alors elle cont</w:t>
      </w:r>
      <w:r w:rsidRPr="007818BD">
        <w:t>i</w:t>
      </w:r>
      <w:r w:rsidRPr="007818BD">
        <w:t>nuait à travailler et cessait de lire</w:t>
      </w:r>
      <w:r w:rsidR="00E8465A">
        <w:t xml:space="preserve">. </w:t>
      </w:r>
      <w:r w:rsidRPr="007818BD">
        <w:t>Son étude de prédilection était l</w:t>
      </w:r>
      <w:r w:rsidR="00E8465A">
        <w:t>’</w:t>
      </w:r>
      <w:r w:rsidRPr="007818BD">
        <w:t>histoire</w:t>
      </w:r>
      <w:r w:rsidR="00E8465A">
        <w:t xml:space="preserve">, </w:t>
      </w:r>
      <w:r w:rsidRPr="007818BD">
        <w:t>et son guide dans cette étude le docteur Gol</w:t>
      </w:r>
      <w:r w:rsidRPr="007818BD">
        <w:t>d</w:t>
      </w:r>
      <w:r w:rsidRPr="007818BD">
        <w:t>smith</w:t>
      </w:r>
      <w:r w:rsidR="00E8465A">
        <w:t xml:space="preserve">. </w:t>
      </w:r>
      <w:r w:rsidRPr="007818BD">
        <w:t>En littérature</w:t>
      </w:r>
      <w:r w:rsidR="00E8465A">
        <w:t xml:space="preserve">, </w:t>
      </w:r>
      <w:r w:rsidRPr="007818BD">
        <w:t>son auteur favori était</w:t>
      </w:r>
      <w:r w:rsidR="00E8465A">
        <w:t xml:space="preserve">, </w:t>
      </w:r>
      <w:r w:rsidRPr="007818BD">
        <w:t>bien entendu</w:t>
      </w:r>
      <w:r w:rsidR="00E8465A">
        <w:t xml:space="preserve">, </w:t>
      </w:r>
      <w:r w:rsidRPr="007818BD">
        <w:t>le docteur Johnson</w:t>
      </w:r>
      <w:r w:rsidR="00E8465A">
        <w:t xml:space="preserve">. </w:t>
      </w:r>
      <w:r w:rsidRPr="007818BD">
        <w:t>Trouver femme plus méritante et plus respe</w:t>
      </w:r>
      <w:r w:rsidRPr="007818BD">
        <w:t>c</w:t>
      </w:r>
      <w:r w:rsidRPr="007818BD">
        <w:t>tée était impossible</w:t>
      </w:r>
      <w:r w:rsidR="00E8465A">
        <w:t xml:space="preserve">, </w:t>
      </w:r>
      <w:r w:rsidRPr="007818BD">
        <w:t>excepté dans une épitaphe</w:t>
      </w:r>
      <w:r w:rsidR="00E8465A">
        <w:t>.</w:t>
      </w:r>
    </w:p>
    <w:p w14:paraId="0F8D19F9" w14:textId="57C7DC67" w:rsidR="00E8465A" w:rsidRDefault="00E0544E" w:rsidP="00E0544E">
      <w:r w:rsidRPr="007818BD">
        <w:t>C</w:t>
      </w:r>
      <w:r w:rsidR="00E8465A">
        <w:t>’</w:t>
      </w:r>
      <w:r w:rsidRPr="007818BD">
        <w:t>était par une soirée d</w:t>
      </w:r>
      <w:r w:rsidR="00E8465A">
        <w:t>’</w:t>
      </w:r>
      <w:r w:rsidRPr="007818BD">
        <w:t>automne</w:t>
      </w:r>
      <w:r w:rsidR="00E8465A">
        <w:t>. M. </w:t>
      </w:r>
      <w:r w:rsidRPr="007818BD">
        <w:t xml:space="preserve">et </w:t>
      </w:r>
      <w:r w:rsidR="00E8465A">
        <w:t>M</w:t>
      </w:r>
      <w:r w:rsidR="00E8465A" w:rsidRPr="00E8465A">
        <w:rPr>
          <w:vertAlign w:val="superscript"/>
        </w:rPr>
        <w:t>me</w:t>
      </w:r>
      <w:r w:rsidR="00E8465A">
        <w:t> </w:t>
      </w:r>
      <w:proofErr w:type="spellStart"/>
      <w:r w:rsidRPr="007818BD">
        <w:t>Mervale</w:t>
      </w:r>
      <w:proofErr w:type="spellEnd"/>
      <w:r w:rsidR="00E8465A">
        <w:t xml:space="preserve">, </w:t>
      </w:r>
      <w:r w:rsidRPr="007818BD">
        <w:t>r</w:t>
      </w:r>
      <w:r w:rsidRPr="007818BD">
        <w:t>é</w:t>
      </w:r>
      <w:r w:rsidRPr="007818BD">
        <w:t>cemment de retour d</w:t>
      </w:r>
      <w:r w:rsidR="00E8465A">
        <w:t>’</w:t>
      </w:r>
      <w:r w:rsidRPr="007818BD">
        <w:t xml:space="preserve">une excursion à </w:t>
      </w:r>
      <w:proofErr w:type="spellStart"/>
      <w:r w:rsidRPr="007818BD">
        <w:t>Weymouth</w:t>
      </w:r>
      <w:proofErr w:type="spellEnd"/>
      <w:r w:rsidR="00E8465A">
        <w:t xml:space="preserve">, </w:t>
      </w:r>
      <w:r w:rsidRPr="007818BD">
        <w:t>sont au salon</w:t>
      </w:r>
      <w:r w:rsidR="00E8465A">
        <w:t xml:space="preserve">, </w:t>
      </w:r>
      <w:r w:rsidRPr="007818BD">
        <w:t>assis</w:t>
      </w:r>
      <w:r w:rsidR="00E8465A">
        <w:t xml:space="preserve">, </w:t>
      </w:r>
      <w:r w:rsidRPr="007818BD">
        <w:rPr>
          <w:i/>
          <w:iCs/>
        </w:rPr>
        <w:t>la dame par ici</w:t>
      </w:r>
      <w:r w:rsidR="00E8465A">
        <w:rPr>
          <w:i/>
          <w:iCs/>
        </w:rPr>
        <w:t xml:space="preserve">, </w:t>
      </w:r>
      <w:r w:rsidRPr="007818BD">
        <w:rPr>
          <w:i/>
          <w:iCs/>
        </w:rPr>
        <w:t>le mari par là</w:t>
      </w:r>
      <w:r w:rsidR="00E8465A">
        <w:t>.</w:t>
      </w:r>
    </w:p>
    <w:p w14:paraId="745B5458" w14:textId="77777777" w:rsidR="00E8465A" w:rsidRDefault="00E8465A" w:rsidP="00E0544E">
      <w:r>
        <w:t>« </w:t>
      </w:r>
      <w:r w:rsidR="00E0544E" w:rsidRPr="007818BD">
        <w:t>Oui</w:t>
      </w:r>
      <w:r>
        <w:t xml:space="preserve"> ; </w:t>
      </w:r>
      <w:r w:rsidR="00E0544E" w:rsidRPr="007818BD">
        <w:t>je vous assure</w:t>
      </w:r>
      <w:r>
        <w:t xml:space="preserve">, </w:t>
      </w:r>
      <w:r w:rsidR="00E0544E" w:rsidRPr="007818BD">
        <w:t>ma chère</w:t>
      </w:r>
      <w:r>
        <w:t xml:space="preserve">, </w:t>
      </w:r>
      <w:r w:rsidR="00E0544E" w:rsidRPr="007818BD">
        <w:t xml:space="preserve">que </w:t>
      </w:r>
      <w:proofErr w:type="spellStart"/>
      <w:r w:rsidR="00E0544E" w:rsidRPr="007818BD">
        <w:t>Glyndon</w:t>
      </w:r>
      <w:proofErr w:type="spellEnd"/>
      <w:r>
        <w:t xml:space="preserve">, </w:t>
      </w:r>
      <w:r w:rsidR="00E0544E" w:rsidRPr="007818BD">
        <w:t>avec toutes ses excentricités</w:t>
      </w:r>
      <w:r>
        <w:t xml:space="preserve">, </w:t>
      </w:r>
      <w:r w:rsidR="00E0544E" w:rsidRPr="007818BD">
        <w:t>était un homme aimable et charmant</w:t>
      </w:r>
      <w:r>
        <w:t xml:space="preserve">. </w:t>
      </w:r>
      <w:r w:rsidR="00E0544E" w:rsidRPr="007818BD">
        <w:t>Vous l</w:t>
      </w:r>
      <w:r>
        <w:t>’</w:t>
      </w:r>
      <w:r w:rsidR="00E0544E" w:rsidRPr="007818BD">
        <w:t>auriez certainement aimé</w:t>
      </w:r>
      <w:r>
        <w:t xml:space="preserve"> ; </w:t>
      </w:r>
      <w:r w:rsidR="00E0544E" w:rsidRPr="007818BD">
        <w:t>toutes les femmes l</w:t>
      </w:r>
      <w:r>
        <w:t>’</w:t>
      </w:r>
      <w:r w:rsidR="00E0544E" w:rsidRPr="007818BD">
        <w:t>aimaient</w:t>
      </w:r>
      <w:r>
        <w:t>.</w:t>
      </w:r>
    </w:p>
    <w:p w14:paraId="19423C2D" w14:textId="332A2F0A" w:rsidR="00E8465A" w:rsidRDefault="00E8465A" w:rsidP="00E0544E">
      <w:r>
        <w:t>— </w:t>
      </w:r>
      <w:r w:rsidR="00E0544E" w:rsidRPr="007818BD">
        <w:t>Mon cher Thomas</w:t>
      </w:r>
      <w:r>
        <w:t xml:space="preserve">, </w:t>
      </w:r>
      <w:r w:rsidR="00E0544E" w:rsidRPr="007818BD">
        <w:t>pardonnez-moi cette observation</w:t>
      </w:r>
      <w:r>
        <w:t xml:space="preserve">, </w:t>
      </w:r>
      <w:r w:rsidR="00E0544E" w:rsidRPr="007818BD">
        <w:t>mais cette expression</w:t>
      </w:r>
      <w:r>
        <w:t> : « </w:t>
      </w:r>
      <w:r w:rsidR="00E0544E" w:rsidRPr="007818BD">
        <w:t xml:space="preserve">Toutes les </w:t>
      </w:r>
      <w:r w:rsidR="00E0544E" w:rsidRPr="007818BD">
        <w:rPr>
          <w:i/>
          <w:iCs/>
        </w:rPr>
        <w:t>femmes</w:t>
      </w:r>
      <w:r>
        <w:t>… »</w:t>
      </w:r>
    </w:p>
    <w:p w14:paraId="4767DC16" w14:textId="77777777" w:rsidR="00E8465A" w:rsidRDefault="00E8465A" w:rsidP="00E0544E">
      <w:r>
        <w:t>— </w:t>
      </w:r>
      <w:r w:rsidR="00E0544E" w:rsidRPr="007818BD">
        <w:t>Mille pardons</w:t>
      </w:r>
      <w:r>
        <w:t xml:space="preserve"> ; </w:t>
      </w:r>
      <w:r w:rsidR="00E0544E" w:rsidRPr="007818BD">
        <w:t>vous avez raison</w:t>
      </w:r>
      <w:r>
        <w:t xml:space="preserve">. </w:t>
      </w:r>
      <w:r w:rsidR="00E0544E" w:rsidRPr="007818BD">
        <w:t>Je voulais dire qu</w:t>
      </w:r>
      <w:r>
        <w:t>’</w:t>
      </w:r>
      <w:r w:rsidR="00E0544E" w:rsidRPr="007818BD">
        <w:t>il avait un succès général auprès de votre sexe charmant</w:t>
      </w:r>
      <w:r>
        <w:t>…</w:t>
      </w:r>
    </w:p>
    <w:p w14:paraId="34F0878A" w14:textId="77777777" w:rsidR="00E8465A" w:rsidRDefault="00E8465A" w:rsidP="00E0544E">
      <w:r>
        <w:t>— </w:t>
      </w:r>
      <w:r w:rsidR="00E0544E" w:rsidRPr="007818BD">
        <w:t>J</w:t>
      </w:r>
      <w:r>
        <w:t>’</w:t>
      </w:r>
      <w:r w:rsidR="00E0544E" w:rsidRPr="007818BD">
        <w:t>entends</w:t>
      </w:r>
      <w:r>
        <w:t xml:space="preserve"> ; </w:t>
      </w:r>
      <w:r w:rsidR="00E0544E" w:rsidRPr="007818BD">
        <w:t>un peu frivole</w:t>
      </w:r>
      <w:r>
        <w:t>.</w:t>
      </w:r>
    </w:p>
    <w:p w14:paraId="4AF84E45" w14:textId="77777777" w:rsidR="00E8465A" w:rsidRDefault="00E8465A" w:rsidP="00E0544E">
      <w:r>
        <w:t>— </w:t>
      </w:r>
      <w:r w:rsidR="00E0544E" w:rsidRPr="007818BD">
        <w:t>Frivole</w:t>
      </w:r>
      <w:r>
        <w:t xml:space="preserve"> ! </w:t>
      </w:r>
      <w:r w:rsidR="00E0544E" w:rsidRPr="007818BD">
        <w:t>non pas précisément</w:t>
      </w:r>
      <w:r>
        <w:t xml:space="preserve"> : </w:t>
      </w:r>
      <w:r w:rsidR="00E0544E" w:rsidRPr="007818BD">
        <w:t>un peu mobile</w:t>
      </w:r>
      <w:r>
        <w:t xml:space="preserve">, </w:t>
      </w:r>
      <w:r w:rsidR="00E0544E" w:rsidRPr="007818BD">
        <w:t>très-bizarre</w:t>
      </w:r>
      <w:r>
        <w:t xml:space="preserve">, </w:t>
      </w:r>
      <w:r w:rsidR="00E0544E" w:rsidRPr="007818BD">
        <w:t>mais pas frivole</w:t>
      </w:r>
      <w:r>
        <w:t xml:space="preserve">, </w:t>
      </w:r>
      <w:r w:rsidR="00E0544E" w:rsidRPr="007818BD">
        <w:t>à coup sûr</w:t>
      </w:r>
      <w:r>
        <w:t xml:space="preserve"> : </w:t>
      </w:r>
      <w:r w:rsidR="00E0544E" w:rsidRPr="007818BD">
        <w:t>hardi et persévérant de c</w:t>
      </w:r>
      <w:r w:rsidR="00E0544E" w:rsidRPr="007818BD">
        <w:t>a</w:t>
      </w:r>
      <w:r w:rsidR="00E0544E" w:rsidRPr="007818BD">
        <w:t>ractère</w:t>
      </w:r>
      <w:r>
        <w:t xml:space="preserve">, </w:t>
      </w:r>
      <w:r w:rsidR="00E0544E" w:rsidRPr="007818BD">
        <w:t>mais modeste et timide de manières</w:t>
      </w:r>
      <w:r>
        <w:t xml:space="preserve">, </w:t>
      </w:r>
      <w:r w:rsidR="00E0544E" w:rsidRPr="007818BD">
        <w:t>un peu trop m</w:t>
      </w:r>
      <w:r w:rsidR="00E0544E" w:rsidRPr="007818BD">
        <w:t>ê</w:t>
      </w:r>
      <w:r w:rsidR="00E0544E" w:rsidRPr="007818BD">
        <w:t>me</w:t>
      </w:r>
      <w:r>
        <w:t xml:space="preserve"> ; </w:t>
      </w:r>
      <w:r w:rsidR="00E0544E" w:rsidRPr="007818BD">
        <w:t>précisément ce que vous aimez</w:t>
      </w:r>
      <w:r>
        <w:t xml:space="preserve">. </w:t>
      </w:r>
      <w:r w:rsidR="00E0544E" w:rsidRPr="007818BD">
        <w:t>Pour en revenir à ce que je vous disais</w:t>
      </w:r>
      <w:r>
        <w:t xml:space="preserve">, </w:t>
      </w:r>
      <w:r w:rsidR="00E0544E" w:rsidRPr="007818BD">
        <w:t>je suis préoccupé de ce que j</w:t>
      </w:r>
      <w:r>
        <w:t>’</w:t>
      </w:r>
      <w:r w:rsidR="00E0544E" w:rsidRPr="007818BD">
        <w:t>ai appris de lui a</w:t>
      </w:r>
      <w:r w:rsidR="00E0544E" w:rsidRPr="007818BD">
        <w:t>u</w:t>
      </w:r>
      <w:r w:rsidR="00E0544E" w:rsidRPr="007818BD">
        <w:t>jourd</w:t>
      </w:r>
      <w:r>
        <w:t>’</w:t>
      </w:r>
      <w:r w:rsidR="00E0544E" w:rsidRPr="007818BD">
        <w:t>hui</w:t>
      </w:r>
      <w:r>
        <w:t xml:space="preserve">. </w:t>
      </w:r>
      <w:r w:rsidR="00E0544E" w:rsidRPr="007818BD">
        <w:t>Il amené</w:t>
      </w:r>
      <w:r>
        <w:t xml:space="preserve">, </w:t>
      </w:r>
      <w:r w:rsidR="00E0544E" w:rsidRPr="007818BD">
        <w:t>à ce qu</w:t>
      </w:r>
      <w:r>
        <w:t>’</w:t>
      </w:r>
      <w:r w:rsidR="00E0544E" w:rsidRPr="007818BD">
        <w:t>il paraît</w:t>
      </w:r>
      <w:r>
        <w:t xml:space="preserve">, </w:t>
      </w:r>
      <w:r w:rsidR="00E0544E" w:rsidRPr="007818BD">
        <w:t>une vie étrange et irrég</w:t>
      </w:r>
      <w:r w:rsidR="00E0544E" w:rsidRPr="007818BD">
        <w:t>u</w:t>
      </w:r>
      <w:r w:rsidR="00E0544E" w:rsidRPr="007818BD">
        <w:t>lière</w:t>
      </w:r>
      <w:r>
        <w:t xml:space="preserve">, </w:t>
      </w:r>
      <w:r w:rsidR="00E0544E" w:rsidRPr="007818BD">
        <w:t>errant de pays en pays</w:t>
      </w:r>
      <w:r>
        <w:t xml:space="preserve"> ; </w:t>
      </w:r>
      <w:r w:rsidR="00E0544E" w:rsidRPr="007818BD">
        <w:t>il doit avoir déjà dépensé bea</w:t>
      </w:r>
      <w:r w:rsidR="00E0544E" w:rsidRPr="007818BD">
        <w:t>u</w:t>
      </w:r>
      <w:r w:rsidR="00E0544E" w:rsidRPr="007818BD">
        <w:t>coup d</w:t>
      </w:r>
      <w:r>
        <w:t>’</w:t>
      </w:r>
      <w:r w:rsidR="00E0544E" w:rsidRPr="007818BD">
        <w:t>argent</w:t>
      </w:r>
      <w:r>
        <w:t>.</w:t>
      </w:r>
    </w:p>
    <w:p w14:paraId="4646ECEF" w14:textId="5CEC12B3" w:rsidR="00E8465A" w:rsidRDefault="00E8465A" w:rsidP="00E0544E">
      <w:r>
        <w:lastRenderedPageBreak/>
        <w:t>— </w:t>
      </w:r>
      <w:r w:rsidR="00E0544E" w:rsidRPr="007818BD">
        <w:t>À propos d</w:t>
      </w:r>
      <w:r>
        <w:t>’</w:t>
      </w:r>
      <w:r w:rsidR="00E0544E" w:rsidRPr="007818BD">
        <w:t>argent</w:t>
      </w:r>
      <w:r>
        <w:t xml:space="preserve">, </w:t>
      </w:r>
      <w:r w:rsidR="00E0544E" w:rsidRPr="007818BD">
        <w:t xml:space="preserve">dit </w:t>
      </w:r>
      <w:r>
        <w:t>M</w:t>
      </w:r>
      <w:r w:rsidRPr="00E8465A">
        <w:rPr>
          <w:vertAlign w:val="superscript"/>
        </w:rPr>
        <w:t>me</w:t>
      </w:r>
      <w:r>
        <w:t> </w:t>
      </w:r>
      <w:proofErr w:type="spellStart"/>
      <w:r w:rsidR="00E0544E" w:rsidRPr="007818BD">
        <w:t>Mervale</w:t>
      </w:r>
      <w:proofErr w:type="spellEnd"/>
      <w:r>
        <w:t xml:space="preserve">, </w:t>
      </w:r>
      <w:r w:rsidR="00E0544E" w:rsidRPr="007818BD">
        <w:t>je crains qu</w:t>
      </w:r>
      <w:r>
        <w:t>’</w:t>
      </w:r>
      <w:r w:rsidR="00E0544E" w:rsidRPr="007818BD">
        <w:t>il ne fai</w:t>
      </w:r>
      <w:r w:rsidR="00E0544E" w:rsidRPr="007818BD">
        <w:t>l</w:t>
      </w:r>
      <w:r w:rsidR="00E0544E" w:rsidRPr="007818BD">
        <w:t>le changer notre boucher</w:t>
      </w:r>
      <w:r>
        <w:t xml:space="preserve"> ; </w:t>
      </w:r>
      <w:r w:rsidR="00E0544E" w:rsidRPr="007818BD">
        <w:t>il s</w:t>
      </w:r>
      <w:r>
        <w:t>’</w:t>
      </w:r>
      <w:r w:rsidR="00E0544E" w:rsidRPr="007818BD">
        <w:t>entend certainement avec le cu</w:t>
      </w:r>
      <w:r w:rsidR="00E0544E" w:rsidRPr="007818BD">
        <w:t>i</w:t>
      </w:r>
      <w:r w:rsidR="00E0544E" w:rsidRPr="007818BD">
        <w:t>sinier</w:t>
      </w:r>
      <w:r>
        <w:t>.</w:t>
      </w:r>
    </w:p>
    <w:p w14:paraId="7114FBB8" w14:textId="32DF943E" w:rsidR="00E0544E" w:rsidRPr="007818BD" w:rsidRDefault="00E8465A" w:rsidP="00E0544E">
      <w:r>
        <w:t>— </w:t>
      </w:r>
      <w:r w:rsidR="00E0544E" w:rsidRPr="007818BD">
        <w:t>C</w:t>
      </w:r>
      <w:r>
        <w:t>’</w:t>
      </w:r>
      <w:r w:rsidR="00E0544E" w:rsidRPr="007818BD">
        <w:t>est dommage</w:t>
      </w:r>
      <w:r>
        <w:t xml:space="preserve"> : </w:t>
      </w:r>
      <w:r w:rsidR="00E0544E" w:rsidRPr="007818BD">
        <w:t>son bœuf est si beau</w:t>
      </w:r>
      <w:r>
        <w:t xml:space="preserve"> ! </w:t>
      </w:r>
      <w:r w:rsidR="00E0544E" w:rsidRPr="007818BD">
        <w:t>Ces domestiques de Londres sont pires que des carbonari</w:t>
      </w:r>
      <w:r>
        <w:t xml:space="preserve">… </w:t>
      </w:r>
      <w:r w:rsidR="00E0544E" w:rsidRPr="007818BD">
        <w:t xml:space="preserve">Je vous disais donc que ce pauvre </w:t>
      </w:r>
      <w:proofErr w:type="spellStart"/>
      <w:r w:rsidR="00E0544E" w:rsidRPr="007818BD">
        <w:t>Glyndon</w:t>
      </w:r>
      <w:proofErr w:type="spellEnd"/>
      <w:r>
        <w:t>,… »</w:t>
      </w:r>
    </w:p>
    <w:p w14:paraId="5237E239" w14:textId="77777777" w:rsidR="00E8465A" w:rsidRDefault="00E0544E" w:rsidP="00E0544E">
      <w:r w:rsidRPr="007818BD">
        <w:t>On frappa à la porte de la rue</w:t>
      </w:r>
      <w:r w:rsidR="00E8465A">
        <w:t>.</w:t>
      </w:r>
    </w:p>
    <w:p w14:paraId="0E28BF23" w14:textId="1FB731D4" w:rsidR="00E8465A" w:rsidRDefault="00E8465A" w:rsidP="00E0544E">
      <w:r>
        <w:t>« </w:t>
      </w:r>
      <w:r w:rsidR="00E0544E" w:rsidRPr="007818BD">
        <w:t>Miséricorde</w:t>
      </w:r>
      <w:r>
        <w:t xml:space="preserve"> ! </w:t>
      </w:r>
      <w:r w:rsidR="00E0544E" w:rsidRPr="007818BD">
        <w:t>s</w:t>
      </w:r>
      <w:r>
        <w:t>’</w:t>
      </w:r>
      <w:r w:rsidR="00E0544E" w:rsidRPr="007818BD">
        <w:t xml:space="preserve">écria </w:t>
      </w:r>
      <w:r>
        <w:t>M</w:t>
      </w:r>
      <w:r w:rsidRPr="00E8465A">
        <w:rPr>
          <w:vertAlign w:val="superscript"/>
        </w:rPr>
        <w:t>me</w:t>
      </w:r>
      <w:r>
        <w:t> </w:t>
      </w:r>
      <w:proofErr w:type="spellStart"/>
      <w:r w:rsidR="00E0544E" w:rsidRPr="007818BD">
        <w:t>Mervale</w:t>
      </w:r>
      <w:proofErr w:type="spellEnd"/>
      <w:r>
        <w:t xml:space="preserve"> : </w:t>
      </w:r>
      <w:r w:rsidR="00E0544E" w:rsidRPr="007818BD">
        <w:t>il est dix heures pa</w:t>
      </w:r>
      <w:r w:rsidR="00E0544E" w:rsidRPr="007818BD">
        <w:t>s</w:t>
      </w:r>
      <w:r w:rsidR="00E0544E" w:rsidRPr="007818BD">
        <w:t>sées</w:t>
      </w:r>
      <w:r>
        <w:t xml:space="preserve"> : </w:t>
      </w:r>
      <w:r w:rsidR="00E0544E" w:rsidRPr="007818BD">
        <w:t>qui peut venir si tard</w:t>
      </w:r>
      <w:r>
        <w:t> ?</w:t>
      </w:r>
    </w:p>
    <w:p w14:paraId="4DCE12C0" w14:textId="77777777" w:rsidR="00E8465A" w:rsidRDefault="00E8465A" w:rsidP="00E0544E">
      <w:r>
        <w:t>— </w:t>
      </w:r>
      <w:r w:rsidR="00E0544E" w:rsidRPr="007818BD">
        <w:t>Sans doute votre oncle l</w:t>
      </w:r>
      <w:r>
        <w:t>’</w:t>
      </w:r>
      <w:r w:rsidR="00E0544E" w:rsidRPr="007818BD">
        <w:t>amiral</w:t>
      </w:r>
      <w:r>
        <w:t xml:space="preserve">, </w:t>
      </w:r>
      <w:r w:rsidR="00E0544E" w:rsidRPr="007818BD">
        <w:t>dit le mari avec quelque chose de mordant dans son accent</w:t>
      </w:r>
      <w:r>
        <w:t xml:space="preserve">. </w:t>
      </w:r>
      <w:r w:rsidR="00E0544E" w:rsidRPr="007818BD">
        <w:t>C</w:t>
      </w:r>
      <w:r>
        <w:t>’</w:t>
      </w:r>
      <w:r w:rsidR="00E0544E" w:rsidRPr="007818BD">
        <w:t>est ordinairement vers ce</w:t>
      </w:r>
      <w:r w:rsidR="00E0544E" w:rsidRPr="007818BD">
        <w:t>t</w:t>
      </w:r>
      <w:r w:rsidR="00E0544E" w:rsidRPr="007818BD">
        <w:t>te heure qu</w:t>
      </w:r>
      <w:r>
        <w:t>’</w:t>
      </w:r>
      <w:r w:rsidR="00E0544E" w:rsidRPr="007818BD">
        <w:t>il nous honore de sa visite</w:t>
      </w:r>
      <w:r>
        <w:t>.</w:t>
      </w:r>
    </w:p>
    <w:p w14:paraId="4E292094" w14:textId="77777777" w:rsidR="00E8465A" w:rsidRDefault="00E8465A" w:rsidP="00E0544E">
      <w:r>
        <w:t>— </w:t>
      </w:r>
      <w:r w:rsidR="00E0544E" w:rsidRPr="007818BD">
        <w:t>J</w:t>
      </w:r>
      <w:r>
        <w:t>’</w:t>
      </w:r>
      <w:r w:rsidR="00E0544E" w:rsidRPr="007818BD">
        <w:t>espère</w:t>
      </w:r>
      <w:r>
        <w:t xml:space="preserve">, </w:t>
      </w:r>
      <w:r w:rsidR="00E0544E" w:rsidRPr="007818BD">
        <w:t>mon ami</w:t>
      </w:r>
      <w:r>
        <w:t xml:space="preserve">, </w:t>
      </w:r>
      <w:r w:rsidR="00E0544E" w:rsidRPr="007818BD">
        <w:t>qu</w:t>
      </w:r>
      <w:r>
        <w:t>’</w:t>
      </w:r>
      <w:r w:rsidR="00E0544E" w:rsidRPr="007818BD">
        <w:t>il n</w:t>
      </w:r>
      <w:r>
        <w:t>’</w:t>
      </w:r>
      <w:r w:rsidR="00E0544E" w:rsidRPr="007818BD">
        <w:t>est aucun de mes parents qui ne soit le bienvenu chez vous</w:t>
      </w:r>
      <w:r>
        <w:t xml:space="preserve">. </w:t>
      </w:r>
      <w:r w:rsidR="00E0544E" w:rsidRPr="007818BD">
        <w:t>L</w:t>
      </w:r>
      <w:r>
        <w:t>’</w:t>
      </w:r>
      <w:r w:rsidR="00E0544E" w:rsidRPr="007818BD">
        <w:t>amiral est un homme fort int</w:t>
      </w:r>
      <w:r w:rsidR="00E0544E" w:rsidRPr="007818BD">
        <w:t>é</w:t>
      </w:r>
      <w:r w:rsidR="00E0544E" w:rsidRPr="007818BD">
        <w:t>ressant</w:t>
      </w:r>
      <w:r>
        <w:t xml:space="preserve">, </w:t>
      </w:r>
      <w:r w:rsidR="00E0544E" w:rsidRPr="007818BD">
        <w:t>et il est absolument maître de sa fort</w:t>
      </w:r>
      <w:r w:rsidR="00E0544E" w:rsidRPr="007818BD">
        <w:t>u</w:t>
      </w:r>
      <w:r w:rsidR="00E0544E" w:rsidRPr="007818BD">
        <w:t>ne</w:t>
      </w:r>
      <w:r>
        <w:t>.</w:t>
      </w:r>
    </w:p>
    <w:p w14:paraId="7E9BE9EC" w14:textId="75B22457" w:rsidR="00E0544E" w:rsidRPr="007818BD" w:rsidRDefault="00E8465A" w:rsidP="00E0544E">
      <w:r>
        <w:t>— </w:t>
      </w:r>
      <w:r w:rsidR="00E0544E" w:rsidRPr="007818BD">
        <w:t>Il n</w:t>
      </w:r>
      <w:r>
        <w:t>’</w:t>
      </w:r>
      <w:r w:rsidR="00E0544E" w:rsidRPr="007818BD">
        <w:t>est personne que je respecte plus profondément</w:t>
      </w:r>
      <w:r>
        <w:t>, »</w:t>
      </w:r>
      <w:r w:rsidR="00E0544E" w:rsidRPr="007818BD">
        <w:t xml:space="preserve"> dit </w:t>
      </w:r>
      <w:proofErr w:type="spellStart"/>
      <w:r w:rsidR="00E0544E" w:rsidRPr="007818BD">
        <w:t>Mervale</w:t>
      </w:r>
      <w:proofErr w:type="spellEnd"/>
      <w:r w:rsidR="00E0544E" w:rsidRPr="007818BD">
        <w:t xml:space="preserve"> avec un grand sérieux</w:t>
      </w:r>
      <w:r>
        <w:t>. »</w:t>
      </w:r>
    </w:p>
    <w:p w14:paraId="47BD155B" w14:textId="66209E19" w:rsidR="00E8465A" w:rsidRDefault="00E0544E" w:rsidP="00E0544E">
      <w:r w:rsidRPr="007818BD">
        <w:t xml:space="preserve">Un domestique ouvrit la porte et annonça </w:t>
      </w:r>
      <w:r w:rsidR="00E8465A">
        <w:t>M. </w:t>
      </w:r>
      <w:proofErr w:type="spellStart"/>
      <w:r w:rsidRPr="007818BD">
        <w:t>Glyndon</w:t>
      </w:r>
      <w:proofErr w:type="spellEnd"/>
      <w:r w:rsidR="00E8465A">
        <w:t>.</w:t>
      </w:r>
    </w:p>
    <w:p w14:paraId="79830E58" w14:textId="1707BF02" w:rsidR="00E8465A" w:rsidRDefault="00E8465A" w:rsidP="00E0544E">
      <w:r>
        <w:t>« M. </w:t>
      </w:r>
      <w:proofErr w:type="spellStart"/>
      <w:r w:rsidR="00E0544E" w:rsidRPr="007818BD">
        <w:t>Glyndon</w:t>
      </w:r>
      <w:proofErr w:type="spellEnd"/>
      <w:r>
        <w:t xml:space="preserve"> ! </w:t>
      </w:r>
      <w:r w:rsidR="00E0544E" w:rsidRPr="007818BD">
        <w:t>Quelle singulière</w:t>
      </w:r>
      <w:r>
        <w:t>… »</w:t>
      </w:r>
      <w:r w:rsidR="00E0544E" w:rsidRPr="007818BD">
        <w:t xml:space="preserve"> s</w:t>
      </w:r>
      <w:r>
        <w:t>’</w:t>
      </w:r>
      <w:r w:rsidR="00E0544E" w:rsidRPr="007818BD">
        <w:t xml:space="preserve">écria </w:t>
      </w:r>
      <w:r>
        <w:t>M</w:t>
      </w:r>
      <w:r w:rsidRPr="00E8465A">
        <w:rPr>
          <w:vertAlign w:val="superscript"/>
        </w:rPr>
        <w:t>me</w:t>
      </w:r>
      <w:r>
        <w:t> </w:t>
      </w:r>
      <w:proofErr w:type="spellStart"/>
      <w:r w:rsidR="00E0544E" w:rsidRPr="007818BD">
        <w:t>Mervale</w:t>
      </w:r>
      <w:proofErr w:type="spellEnd"/>
      <w:r>
        <w:t>.</w:t>
      </w:r>
    </w:p>
    <w:p w14:paraId="7099E73F" w14:textId="77777777" w:rsidR="00E8465A" w:rsidRDefault="00E0544E" w:rsidP="00E0544E">
      <w:r w:rsidRPr="007818BD">
        <w:t>Mais</w:t>
      </w:r>
      <w:r w:rsidR="00E8465A">
        <w:t xml:space="preserve">, </w:t>
      </w:r>
      <w:r w:rsidRPr="007818BD">
        <w:t>avant qu</w:t>
      </w:r>
      <w:r w:rsidR="00E8465A">
        <w:t>’</w:t>
      </w:r>
      <w:r w:rsidRPr="007818BD">
        <w:t>elle pût terminer</w:t>
      </w:r>
      <w:r w:rsidR="00E8465A">
        <w:t xml:space="preserve">, </w:t>
      </w:r>
      <w:proofErr w:type="spellStart"/>
      <w:r w:rsidRPr="007818BD">
        <w:t>Glyndon</w:t>
      </w:r>
      <w:proofErr w:type="spellEnd"/>
      <w:r w:rsidRPr="007818BD">
        <w:t xml:space="preserve"> était entré</w:t>
      </w:r>
      <w:r w:rsidR="00E8465A">
        <w:t>.</w:t>
      </w:r>
    </w:p>
    <w:p w14:paraId="28B7CC2B" w14:textId="534D2C10" w:rsidR="00E8465A" w:rsidRDefault="00E0544E" w:rsidP="00E0544E">
      <w:r w:rsidRPr="007818BD">
        <w:t>Les deux amis se saluèrent avec toute la cordialité qui r</w:t>
      </w:r>
      <w:r w:rsidRPr="007818BD">
        <w:t>é</w:t>
      </w:r>
      <w:r w:rsidRPr="007818BD">
        <w:t>sulte d</w:t>
      </w:r>
      <w:r w:rsidR="00E8465A">
        <w:t>’</w:t>
      </w:r>
      <w:r w:rsidRPr="007818BD">
        <w:t>une connaissance familière et d</w:t>
      </w:r>
      <w:r w:rsidR="00E8465A">
        <w:t>’</w:t>
      </w:r>
      <w:r w:rsidRPr="007818BD">
        <w:t>une longue séparation</w:t>
      </w:r>
      <w:r w:rsidR="00E8465A">
        <w:t xml:space="preserve">. </w:t>
      </w:r>
      <w:r w:rsidRPr="007818BD">
        <w:t xml:space="preserve">Vint ensuite une présentation à </w:t>
      </w:r>
      <w:r w:rsidR="00E8465A">
        <w:t>M</w:t>
      </w:r>
      <w:r w:rsidR="00E8465A" w:rsidRPr="00E8465A">
        <w:rPr>
          <w:vertAlign w:val="superscript"/>
        </w:rPr>
        <w:t>me</w:t>
      </w:r>
      <w:r w:rsidR="00E8465A">
        <w:t> </w:t>
      </w:r>
      <w:proofErr w:type="spellStart"/>
      <w:r w:rsidRPr="007818BD">
        <w:t>Mervale</w:t>
      </w:r>
      <w:proofErr w:type="spellEnd"/>
      <w:r w:rsidR="00E8465A">
        <w:t xml:space="preserve">, </w:t>
      </w:r>
      <w:r w:rsidRPr="007818BD">
        <w:t>digne et dans to</w:t>
      </w:r>
      <w:r w:rsidRPr="007818BD">
        <w:t>u</w:t>
      </w:r>
      <w:r w:rsidRPr="007818BD">
        <w:t>tes les formes</w:t>
      </w:r>
      <w:r w:rsidR="00E8465A">
        <w:t> : M</w:t>
      </w:r>
      <w:r w:rsidR="00E8465A" w:rsidRPr="00E8465A">
        <w:rPr>
          <w:vertAlign w:val="superscript"/>
        </w:rPr>
        <w:t>me</w:t>
      </w:r>
      <w:r w:rsidR="00E8465A">
        <w:t> </w:t>
      </w:r>
      <w:proofErr w:type="spellStart"/>
      <w:r w:rsidRPr="007818BD">
        <w:t>Mervale</w:t>
      </w:r>
      <w:proofErr w:type="spellEnd"/>
      <w:r w:rsidRPr="007818BD">
        <w:t xml:space="preserve"> octroya un sourire</w:t>
      </w:r>
      <w:r w:rsidR="00E8465A">
        <w:t xml:space="preserve">, </w:t>
      </w:r>
      <w:r w:rsidRPr="007818BD">
        <w:t>lança furtiv</w:t>
      </w:r>
      <w:r w:rsidRPr="007818BD">
        <w:t>e</w:t>
      </w:r>
      <w:r w:rsidRPr="007818BD">
        <w:t>ment un regard d</w:t>
      </w:r>
      <w:r w:rsidR="00E8465A">
        <w:t>’</w:t>
      </w:r>
      <w:r w:rsidRPr="007818BD">
        <w:t xml:space="preserve">inspection sur les bottes du </w:t>
      </w:r>
      <w:r w:rsidRPr="007818BD">
        <w:lastRenderedPageBreak/>
        <w:t>nouveau venu</w:t>
      </w:r>
      <w:r w:rsidR="00E8465A">
        <w:t xml:space="preserve">, </w:t>
      </w:r>
      <w:r w:rsidRPr="007818BD">
        <w:t>et félicita l</w:t>
      </w:r>
      <w:r w:rsidR="00E8465A">
        <w:t>’</w:t>
      </w:r>
      <w:r w:rsidRPr="007818BD">
        <w:t>ami de son mari de son heureux retour en Angleterre</w:t>
      </w:r>
      <w:r w:rsidR="00E8465A">
        <w:t>.</w:t>
      </w:r>
    </w:p>
    <w:p w14:paraId="2C4D8A1E" w14:textId="77777777" w:rsidR="00E8465A" w:rsidRDefault="00E0544E" w:rsidP="00E0544E">
      <w:proofErr w:type="spellStart"/>
      <w:r w:rsidRPr="007818BD">
        <w:t>Glyndon</w:t>
      </w:r>
      <w:proofErr w:type="spellEnd"/>
      <w:r w:rsidRPr="007818BD">
        <w:t xml:space="preserve"> était bien changé depuis que </w:t>
      </w:r>
      <w:proofErr w:type="spellStart"/>
      <w:r w:rsidRPr="007818BD">
        <w:t>Mervale</w:t>
      </w:r>
      <w:proofErr w:type="spellEnd"/>
      <w:r w:rsidRPr="007818BD">
        <w:t xml:space="preserve"> ne l</w:t>
      </w:r>
      <w:r w:rsidR="00E8465A">
        <w:t>’</w:t>
      </w:r>
      <w:r w:rsidRPr="007818BD">
        <w:t>avait vu</w:t>
      </w:r>
      <w:r w:rsidR="00E8465A">
        <w:t xml:space="preserve">. </w:t>
      </w:r>
      <w:r w:rsidRPr="007818BD">
        <w:t>Deux ans s</w:t>
      </w:r>
      <w:r w:rsidR="00E8465A">
        <w:t>’</w:t>
      </w:r>
      <w:r w:rsidRPr="007818BD">
        <w:t>étaient à peine écoulés depuis leur séparation</w:t>
      </w:r>
      <w:r w:rsidR="00E8465A">
        <w:t xml:space="preserve">, </w:t>
      </w:r>
      <w:r w:rsidRPr="007818BD">
        <w:t>et dans cet intervalle son visage bronzé avait pris une expression plus virile</w:t>
      </w:r>
      <w:r w:rsidR="00E8465A">
        <w:t xml:space="preserve">. </w:t>
      </w:r>
      <w:r w:rsidRPr="007818BD">
        <w:t>Les sillons profonds de la pensée</w:t>
      </w:r>
      <w:r w:rsidR="00E8465A">
        <w:t xml:space="preserve">, </w:t>
      </w:r>
      <w:r w:rsidRPr="007818BD">
        <w:t>de l</w:t>
      </w:r>
      <w:r w:rsidR="00E8465A">
        <w:t>’</w:t>
      </w:r>
      <w:r w:rsidRPr="007818BD">
        <w:t>anxiété</w:t>
      </w:r>
      <w:r w:rsidR="00E8465A">
        <w:t xml:space="preserve">, </w:t>
      </w:r>
      <w:r w:rsidRPr="007818BD">
        <w:t>de la dissipation</w:t>
      </w:r>
      <w:r w:rsidR="00E8465A">
        <w:t xml:space="preserve">, </w:t>
      </w:r>
      <w:r w:rsidRPr="007818BD">
        <w:t>avaient remplacé les contours harmonieux de l</w:t>
      </w:r>
      <w:r w:rsidR="00E8465A">
        <w:t>’</w:t>
      </w:r>
      <w:r w:rsidRPr="007818BD">
        <w:t>heureuse et insouciante jeunesse</w:t>
      </w:r>
      <w:r w:rsidR="00E8465A">
        <w:t xml:space="preserve">. </w:t>
      </w:r>
      <w:r w:rsidRPr="007818BD">
        <w:t>À des manières autrefois douces et polies avait succédé une certaine ha</w:t>
      </w:r>
      <w:r w:rsidRPr="007818BD">
        <w:t>r</w:t>
      </w:r>
      <w:r w:rsidRPr="007818BD">
        <w:t>diesse de ton</w:t>
      </w:r>
      <w:r w:rsidR="00E8465A">
        <w:t xml:space="preserve">, </w:t>
      </w:r>
      <w:r w:rsidRPr="007818BD">
        <w:t>d</w:t>
      </w:r>
      <w:r w:rsidR="00E8465A">
        <w:t>’</w:t>
      </w:r>
      <w:r w:rsidRPr="007818BD">
        <w:t>aspect et de maintien</w:t>
      </w:r>
      <w:r w:rsidR="00E8465A">
        <w:t xml:space="preserve">, </w:t>
      </w:r>
      <w:r w:rsidRPr="007818BD">
        <w:t>qui trahissaient les habitudes d</w:t>
      </w:r>
      <w:r w:rsidR="00E8465A">
        <w:t>’</w:t>
      </w:r>
      <w:r w:rsidRPr="007818BD">
        <w:t>une s</w:t>
      </w:r>
      <w:r w:rsidRPr="007818BD">
        <w:t>o</w:t>
      </w:r>
      <w:r w:rsidRPr="007818BD">
        <w:t>ciété peu soucieuse des calmes convenances d</w:t>
      </w:r>
      <w:r w:rsidR="00E8465A">
        <w:t>’</w:t>
      </w:r>
      <w:r w:rsidRPr="007818BD">
        <w:t>un bien-être r</w:t>
      </w:r>
      <w:r w:rsidRPr="007818BD">
        <w:t>é</w:t>
      </w:r>
      <w:r w:rsidRPr="007818BD">
        <w:t>gulier</w:t>
      </w:r>
      <w:r w:rsidR="00E8465A">
        <w:t xml:space="preserve">. </w:t>
      </w:r>
      <w:r w:rsidRPr="007818BD">
        <w:t>En même temps</w:t>
      </w:r>
      <w:r w:rsidR="00E8465A">
        <w:t xml:space="preserve">, </w:t>
      </w:r>
      <w:r w:rsidRPr="007818BD">
        <w:t>cepe</w:t>
      </w:r>
      <w:r w:rsidRPr="007818BD">
        <w:t>n</w:t>
      </w:r>
      <w:r w:rsidRPr="007818BD">
        <w:t>dant</w:t>
      </w:r>
      <w:r w:rsidR="00E8465A">
        <w:t xml:space="preserve">, </w:t>
      </w:r>
      <w:r w:rsidRPr="007818BD">
        <w:t>une sorte de noblesse étrange</w:t>
      </w:r>
      <w:r w:rsidR="00E8465A">
        <w:t xml:space="preserve">, </w:t>
      </w:r>
      <w:r w:rsidRPr="007818BD">
        <w:t>inconnue en lui jusque-là</w:t>
      </w:r>
      <w:r w:rsidR="00E8465A">
        <w:t xml:space="preserve">, </w:t>
      </w:r>
      <w:r w:rsidRPr="007818BD">
        <w:t>caractérisait son app</w:t>
      </w:r>
      <w:r w:rsidRPr="007818BD">
        <w:t>a</w:t>
      </w:r>
      <w:r w:rsidRPr="007818BD">
        <w:t>rence</w:t>
      </w:r>
      <w:r w:rsidR="00E8465A">
        <w:t xml:space="preserve">, </w:t>
      </w:r>
      <w:r w:rsidRPr="007818BD">
        <w:t>et donnait une certaine dignité à la liberté de son langage et de ses mouv</w:t>
      </w:r>
      <w:r w:rsidRPr="007818BD">
        <w:t>e</w:t>
      </w:r>
      <w:r w:rsidRPr="007818BD">
        <w:t>ments</w:t>
      </w:r>
      <w:r w:rsidR="00E8465A">
        <w:t>.</w:t>
      </w:r>
    </w:p>
    <w:p w14:paraId="002CE324" w14:textId="77777777" w:rsidR="00E8465A" w:rsidRDefault="00E8465A" w:rsidP="00E0544E">
      <w:r>
        <w:t>« </w:t>
      </w:r>
      <w:r w:rsidR="00E0544E" w:rsidRPr="007818BD">
        <w:t>Si bien que vous êtes établi</w:t>
      </w:r>
      <w:r>
        <w:t xml:space="preserve">, </w:t>
      </w:r>
      <w:proofErr w:type="spellStart"/>
      <w:r w:rsidR="00E0544E" w:rsidRPr="007818BD">
        <w:t>Mervale</w:t>
      </w:r>
      <w:proofErr w:type="spellEnd"/>
      <w:r>
        <w:t xml:space="preserve"> ? </w:t>
      </w:r>
      <w:r w:rsidR="00E0544E" w:rsidRPr="007818BD">
        <w:t>je ne vous dema</w:t>
      </w:r>
      <w:r w:rsidR="00E0544E" w:rsidRPr="007818BD">
        <w:t>n</w:t>
      </w:r>
      <w:r w:rsidR="00E0544E" w:rsidRPr="007818BD">
        <w:t>de pas si vous êtes he</w:t>
      </w:r>
      <w:r w:rsidR="00E0544E" w:rsidRPr="007818BD">
        <w:t>u</w:t>
      </w:r>
      <w:r w:rsidR="00E0544E" w:rsidRPr="007818BD">
        <w:t>reux</w:t>
      </w:r>
      <w:r>
        <w:t xml:space="preserve">. </w:t>
      </w:r>
      <w:r w:rsidR="00E0544E" w:rsidRPr="007818BD">
        <w:t>Le mérite</w:t>
      </w:r>
      <w:r>
        <w:t xml:space="preserve">, </w:t>
      </w:r>
      <w:r w:rsidR="00E0544E" w:rsidRPr="007818BD">
        <w:t>la raison</w:t>
      </w:r>
      <w:r>
        <w:t xml:space="preserve">, </w:t>
      </w:r>
      <w:r w:rsidR="00E0544E" w:rsidRPr="007818BD">
        <w:t>la fortune</w:t>
      </w:r>
      <w:r>
        <w:t xml:space="preserve">, </w:t>
      </w:r>
      <w:r w:rsidR="00E0544E" w:rsidRPr="007818BD">
        <w:t>une bonne réputation</w:t>
      </w:r>
      <w:r>
        <w:t xml:space="preserve">, </w:t>
      </w:r>
      <w:r w:rsidR="00E0544E" w:rsidRPr="007818BD">
        <w:t>et une si gracieuse co</w:t>
      </w:r>
      <w:r w:rsidR="00E0544E" w:rsidRPr="007818BD">
        <w:t>m</w:t>
      </w:r>
      <w:r w:rsidR="00E0544E" w:rsidRPr="007818BD">
        <w:t>pagne</w:t>
      </w:r>
      <w:r>
        <w:t xml:space="preserve">, </w:t>
      </w:r>
      <w:r w:rsidR="00E0544E" w:rsidRPr="007818BD">
        <w:t>ce sont là des éléments infaillibles de bonheur</w:t>
      </w:r>
      <w:r>
        <w:t>.</w:t>
      </w:r>
    </w:p>
    <w:p w14:paraId="41EF4538" w14:textId="4A024805" w:rsidR="00E8465A" w:rsidRDefault="00E8465A" w:rsidP="00E0544E">
      <w:r>
        <w:t>— </w:t>
      </w:r>
      <w:r w:rsidR="00E0544E" w:rsidRPr="007818BD">
        <w:t>Voulez-vous prendre une tasse de thé</w:t>
      </w:r>
      <w:r>
        <w:t xml:space="preserve">, </w:t>
      </w:r>
      <w:r w:rsidR="00E0544E" w:rsidRPr="007818BD">
        <w:t xml:space="preserve">monsieur </w:t>
      </w:r>
      <w:proofErr w:type="spellStart"/>
      <w:r w:rsidR="00E0544E" w:rsidRPr="007818BD">
        <w:t>Gly</w:t>
      </w:r>
      <w:r w:rsidR="00E0544E" w:rsidRPr="007818BD">
        <w:t>n</w:t>
      </w:r>
      <w:r w:rsidR="00E0544E" w:rsidRPr="007818BD">
        <w:t>don</w:t>
      </w:r>
      <w:proofErr w:type="spellEnd"/>
      <w:r>
        <w:t xml:space="preserve"> ? </w:t>
      </w:r>
      <w:r w:rsidR="00E0544E" w:rsidRPr="007818BD">
        <w:t xml:space="preserve">demanda </w:t>
      </w:r>
      <w:r>
        <w:t>M</w:t>
      </w:r>
      <w:r w:rsidRPr="00E8465A">
        <w:rPr>
          <w:vertAlign w:val="superscript"/>
        </w:rPr>
        <w:t>me</w:t>
      </w:r>
      <w:r>
        <w:t> </w:t>
      </w:r>
      <w:proofErr w:type="spellStart"/>
      <w:r w:rsidR="00E0544E" w:rsidRPr="007818BD">
        <w:t>Mervale</w:t>
      </w:r>
      <w:proofErr w:type="spellEnd"/>
      <w:r w:rsidR="00E0544E" w:rsidRPr="007818BD">
        <w:t xml:space="preserve"> avec un aimable sourire</w:t>
      </w:r>
      <w:r>
        <w:t>.</w:t>
      </w:r>
    </w:p>
    <w:p w14:paraId="5AF94843" w14:textId="55128117" w:rsidR="00E0544E" w:rsidRPr="007818BD" w:rsidRDefault="00E8465A" w:rsidP="00E0544E">
      <w:r>
        <w:t>— </w:t>
      </w:r>
      <w:r w:rsidR="00E0544E" w:rsidRPr="007818BD">
        <w:t>Merci</w:t>
      </w:r>
      <w:r>
        <w:t xml:space="preserve">, </w:t>
      </w:r>
      <w:r w:rsidR="00E0544E" w:rsidRPr="007818BD">
        <w:t>madame</w:t>
      </w:r>
      <w:r>
        <w:t xml:space="preserve">. </w:t>
      </w:r>
      <w:r w:rsidR="00E0544E" w:rsidRPr="007818BD">
        <w:t>Je propose à mon vieil ami un stimulant plus cordial</w:t>
      </w:r>
      <w:r>
        <w:t xml:space="preserve">. </w:t>
      </w:r>
      <w:r w:rsidR="00E0544E" w:rsidRPr="007818BD">
        <w:t>Du vin</w:t>
      </w:r>
      <w:r>
        <w:t xml:space="preserve">, </w:t>
      </w:r>
      <w:proofErr w:type="spellStart"/>
      <w:r w:rsidR="00E0544E" w:rsidRPr="007818BD">
        <w:t>Mervale</w:t>
      </w:r>
      <w:proofErr w:type="spellEnd"/>
      <w:r>
        <w:t xml:space="preserve"> ! </w:t>
      </w:r>
      <w:r w:rsidR="00E0544E" w:rsidRPr="007818BD">
        <w:t>du vin</w:t>
      </w:r>
      <w:r>
        <w:t xml:space="preserve"> ! </w:t>
      </w:r>
      <w:r w:rsidR="00E0544E" w:rsidRPr="007818BD">
        <w:t>ou bien un bol de vieux punch anglais</w:t>
      </w:r>
      <w:r>
        <w:t xml:space="preserve"> ! </w:t>
      </w:r>
      <w:r w:rsidR="00E0544E" w:rsidRPr="007818BD">
        <w:t>J</w:t>
      </w:r>
      <w:r>
        <w:t>’</w:t>
      </w:r>
      <w:r w:rsidR="00E0544E" w:rsidRPr="007818BD">
        <w:t>en demande pardon à votre femme</w:t>
      </w:r>
      <w:r>
        <w:t xml:space="preserve">, </w:t>
      </w:r>
      <w:r w:rsidR="00E0544E" w:rsidRPr="007818BD">
        <w:t>mais je vous réclame pour cette nuit</w:t>
      </w:r>
      <w:r>
        <w:t>. »</w:t>
      </w:r>
    </w:p>
    <w:p w14:paraId="7F5A6968" w14:textId="78E3BE55" w:rsidR="00E8465A" w:rsidRDefault="00E8465A" w:rsidP="00E0544E">
      <w:r>
        <w:t>M</w:t>
      </w:r>
      <w:r w:rsidRPr="00E8465A">
        <w:rPr>
          <w:vertAlign w:val="superscript"/>
        </w:rPr>
        <w:t>me</w:t>
      </w:r>
      <w:r>
        <w:t> </w:t>
      </w:r>
      <w:proofErr w:type="spellStart"/>
      <w:r w:rsidR="00E0544E" w:rsidRPr="007818BD">
        <w:t>Mervale</w:t>
      </w:r>
      <w:proofErr w:type="spellEnd"/>
      <w:r w:rsidR="00E0544E" w:rsidRPr="007818BD">
        <w:t xml:space="preserve"> éloigna sa chaise</w:t>
      </w:r>
      <w:r>
        <w:t xml:space="preserve">, </w:t>
      </w:r>
      <w:r w:rsidR="00E0544E" w:rsidRPr="007818BD">
        <w:t>et essaya de ne pas paraître épouvantée</w:t>
      </w:r>
      <w:r>
        <w:t>.</w:t>
      </w:r>
    </w:p>
    <w:p w14:paraId="459ED99A" w14:textId="77777777" w:rsidR="00E8465A" w:rsidRDefault="00E0544E" w:rsidP="00E0544E">
      <w:proofErr w:type="spellStart"/>
      <w:r w:rsidRPr="007818BD">
        <w:t>Glyndon</w:t>
      </w:r>
      <w:proofErr w:type="spellEnd"/>
      <w:r w:rsidRPr="007818BD">
        <w:t xml:space="preserve"> ne donna pas à son ami le temps de répondre</w:t>
      </w:r>
      <w:r w:rsidR="00E8465A">
        <w:t>.</w:t>
      </w:r>
    </w:p>
    <w:p w14:paraId="263069B7" w14:textId="00ADF2FF" w:rsidR="00E8465A" w:rsidRDefault="00E8465A" w:rsidP="00E0544E">
      <w:r>
        <w:lastRenderedPageBreak/>
        <w:t>« </w:t>
      </w:r>
      <w:r w:rsidR="00E0544E" w:rsidRPr="007818BD">
        <w:t>Me voici donc enfin en Angleterre</w:t>
      </w:r>
      <w:r>
        <w:t xml:space="preserve"> ! </w:t>
      </w:r>
      <w:r w:rsidR="00E0544E" w:rsidRPr="007818BD">
        <w:t>dit-il</w:t>
      </w:r>
      <w:r>
        <w:t xml:space="preserve"> ; </w:t>
      </w:r>
      <w:r w:rsidR="00E0544E" w:rsidRPr="007818BD">
        <w:t>et il promena son regard autour du salon avec une imperceptible ironie dans son sourire</w:t>
      </w:r>
      <w:r>
        <w:t xml:space="preserve">. </w:t>
      </w:r>
      <w:r w:rsidR="00E0544E" w:rsidRPr="007818BD">
        <w:t xml:space="preserve">Assurément cet air sobre ne peut manquer </w:t>
      </w:r>
      <w:proofErr w:type="gramStart"/>
      <w:r w:rsidR="00E0544E" w:rsidRPr="007818BD">
        <w:t>d</w:t>
      </w:r>
      <w:r>
        <w:t>’</w:t>
      </w:r>
      <w:r w:rsidR="00E0544E" w:rsidRPr="007818BD">
        <w:t>avoir</w:t>
      </w:r>
      <w:proofErr w:type="gramEnd"/>
      <w:r w:rsidR="00E0544E" w:rsidRPr="007818BD">
        <w:t xml:space="preserve"> son influenc</w:t>
      </w:r>
      <w:r w:rsidR="00E0544E">
        <w:t>e</w:t>
      </w:r>
      <w:r w:rsidR="00E0544E" w:rsidRPr="007818BD">
        <w:t xml:space="preserve"> sur moi</w:t>
      </w:r>
      <w:r>
        <w:t xml:space="preserve"> : </w:t>
      </w:r>
      <w:r w:rsidR="00E0544E" w:rsidRPr="007818BD">
        <w:t>je dois trouver le repos ici ou nulle part</w:t>
      </w:r>
      <w:r>
        <w:t>.</w:t>
      </w:r>
    </w:p>
    <w:p w14:paraId="0155D51B" w14:textId="77777777" w:rsidR="00E8465A" w:rsidRDefault="00E8465A" w:rsidP="00E0544E">
      <w:r>
        <w:t>— </w:t>
      </w:r>
      <w:r w:rsidR="00E0544E" w:rsidRPr="007818BD">
        <w:t>Avez-vous été malade</w:t>
      </w:r>
      <w:r>
        <w:t xml:space="preserve">, </w:t>
      </w:r>
      <w:proofErr w:type="spellStart"/>
      <w:r w:rsidR="00E0544E" w:rsidRPr="007818BD">
        <w:t>Glyndon</w:t>
      </w:r>
      <w:proofErr w:type="spellEnd"/>
      <w:r>
        <w:t> ?</w:t>
      </w:r>
    </w:p>
    <w:p w14:paraId="4690A1D9" w14:textId="2A545BE3" w:rsidR="00E0544E" w:rsidRPr="007818BD" w:rsidRDefault="00E8465A" w:rsidP="00E0544E">
      <w:r>
        <w:t>— </w:t>
      </w:r>
      <w:r w:rsidR="00E0544E" w:rsidRPr="007818BD">
        <w:t>Malade</w:t>
      </w:r>
      <w:r>
        <w:t xml:space="preserve"> ! </w:t>
      </w:r>
      <w:r w:rsidR="00E0544E" w:rsidRPr="007818BD">
        <w:t>oui</w:t>
      </w:r>
      <w:r>
        <w:t xml:space="preserve">. </w:t>
      </w:r>
      <w:r w:rsidR="00E0544E" w:rsidRPr="007818BD">
        <w:t>Hum</w:t>
      </w:r>
      <w:r>
        <w:t xml:space="preserve"> ! </w:t>
      </w:r>
      <w:r w:rsidR="00E0544E" w:rsidRPr="007818BD">
        <w:t xml:space="preserve">vous </w:t>
      </w:r>
      <w:proofErr w:type="gramStart"/>
      <w:r w:rsidR="00E0544E" w:rsidRPr="007818BD">
        <w:t>avez</w:t>
      </w:r>
      <w:proofErr w:type="gramEnd"/>
      <w:r w:rsidR="00E0544E" w:rsidRPr="007818BD">
        <w:t xml:space="preserve"> là une maison charmante</w:t>
      </w:r>
      <w:r>
        <w:t xml:space="preserve">. </w:t>
      </w:r>
      <w:r w:rsidR="00E0544E" w:rsidRPr="007818BD">
        <w:t>Renferme-t-elle une chambre vacante pour un voyageur solita</w:t>
      </w:r>
      <w:r w:rsidR="00E0544E" w:rsidRPr="007818BD">
        <w:t>i</w:t>
      </w:r>
      <w:r w:rsidR="00E0544E" w:rsidRPr="007818BD">
        <w:t>re</w:t>
      </w:r>
      <w:r>
        <w:t> ? »</w:t>
      </w:r>
    </w:p>
    <w:p w14:paraId="42D8DA6F" w14:textId="0AE923F0" w:rsidR="00E8465A" w:rsidRDefault="00E8465A" w:rsidP="00E0544E">
      <w:r>
        <w:t>M. </w:t>
      </w:r>
      <w:proofErr w:type="spellStart"/>
      <w:r w:rsidR="00E0544E" w:rsidRPr="007818BD">
        <w:t>Mervale</w:t>
      </w:r>
      <w:proofErr w:type="spellEnd"/>
      <w:r w:rsidR="00E0544E" w:rsidRPr="007818BD">
        <w:t xml:space="preserve"> regarda sa femme</w:t>
      </w:r>
      <w:r>
        <w:t xml:space="preserve">, </w:t>
      </w:r>
      <w:r w:rsidR="00E0544E" w:rsidRPr="007818BD">
        <w:t>sa femme regarda obstin</w:t>
      </w:r>
      <w:r w:rsidR="00E0544E" w:rsidRPr="007818BD">
        <w:t>é</w:t>
      </w:r>
      <w:r w:rsidR="00E0544E" w:rsidRPr="007818BD">
        <w:t>ment le tapis</w:t>
      </w:r>
      <w:r>
        <w:t>. « </w:t>
      </w:r>
      <w:r w:rsidR="00E0544E" w:rsidRPr="007818BD">
        <w:t>Modeste et timide de manières</w:t>
      </w:r>
      <w:r>
        <w:t xml:space="preserve">… </w:t>
      </w:r>
      <w:r w:rsidR="00E0544E" w:rsidRPr="007818BD">
        <w:t>un peu trop même</w:t>
      </w:r>
      <w:r>
        <w:t> !… »</w:t>
      </w:r>
      <w:r w:rsidR="00E0544E" w:rsidRPr="007818BD">
        <w:t xml:space="preserve"> </w:t>
      </w:r>
      <w:r>
        <w:t>M</w:t>
      </w:r>
      <w:r w:rsidRPr="00E8465A">
        <w:rPr>
          <w:vertAlign w:val="superscript"/>
        </w:rPr>
        <w:t>me</w:t>
      </w:r>
      <w:r>
        <w:t> </w:t>
      </w:r>
      <w:proofErr w:type="spellStart"/>
      <w:r w:rsidR="00E0544E" w:rsidRPr="007818BD">
        <w:t>Mervale</w:t>
      </w:r>
      <w:proofErr w:type="spellEnd"/>
      <w:r w:rsidR="00E0544E" w:rsidRPr="007818BD">
        <w:t xml:space="preserve"> était au septième ciel de l</w:t>
      </w:r>
      <w:r>
        <w:t>’</w:t>
      </w:r>
      <w:r w:rsidR="00E0544E" w:rsidRPr="007818BD">
        <w:t>indignation et de la stupéfaction</w:t>
      </w:r>
      <w:r>
        <w:t>.</w:t>
      </w:r>
    </w:p>
    <w:p w14:paraId="0F7D7D69" w14:textId="77777777" w:rsidR="00E8465A" w:rsidRDefault="00E8465A" w:rsidP="00E0544E">
      <w:r>
        <w:t>« </w:t>
      </w:r>
      <w:r w:rsidR="00E0544E" w:rsidRPr="007818BD">
        <w:t>Mon amie</w:t>
      </w:r>
      <w:r>
        <w:t xml:space="preserve"> ! </w:t>
      </w:r>
      <w:r w:rsidR="00E0544E" w:rsidRPr="007818BD">
        <w:t xml:space="preserve">dit enfin </w:t>
      </w:r>
      <w:proofErr w:type="spellStart"/>
      <w:r w:rsidR="00E0544E" w:rsidRPr="007818BD">
        <w:t>Mervale</w:t>
      </w:r>
      <w:proofErr w:type="spellEnd"/>
      <w:r w:rsidR="00E0544E" w:rsidRPr="007818BD">
        <w:t xml:space="preserve"> d</w:t>
      </w:r>
      <w:r>
        <w:t>’</w:t>
      </w:r>
      <w:r w:rsidR="00E0544E" w:rsidRPr="007818BD">
        <w:t>un ton humble et su</w:t>
      </w:r>
      <w:r w:rsidR="00E0544E" w:rsidRPr="007818BD">
        <w:t>p</w:t>
      </w:r>
      <w:r w:rsidR="00E0544E" w:rsidRPr="007818BD">
        <w:t>pliant</w:t>
      </w:r>
      <w:r>
        <w:t>.</w:t>
      </w:r>
    </w:p>
    <w:p w14:paraId="3CFA11FF" w14:textId="5E34A7CB" w:rsidR="00E8465A" w:rsidRDefault="00E8465A" w:rsidP="00E0544E">
      <w:r>
        <w:t>— </w:t>
      </w:r>
      <w:r w:rsidR="00E0544E" w:rsidRPr="007818BD">
        <w:t>Mon ami</w:t>
      </w:r>
      <w:r>
        <w:t xml:space="preserve"> ! </w:t>
      </w:r>
      <w:r w:rsidR="00E0544E" w:rsidRPr="007818BD">
        <w:t xml:space="preserve">répliqua </w:t>
      </w:r>
      <w:r>
        <w:t>M</w:t>
      </w:r>
      <w:r w:rsidRPr="00E8465A">
        <w:rPr>
          <w:vertAlign w:val="superscript"/>
        </w:rPr>
        <w:t>me</w:t>
      </w:r>
      <w:r>
        <w:t> </w:t>
      </w:r>
      <w:proofErr w:type="spellStart"/>
      <w:r w:rsidR="00E0544E" w:rsidRPr="007818BD">
        <w:t>Mervale</w:t>
      </w:r>
      <w:proofErr w:type="spellEnd"/>
      <w:r w:rsidR="00E0544E" w:rsidRPr="007818BD">
        <w:t xml:space="preserve"> d</w:t>
      </w:r>
      <w:r>
        <w:t>’</w:t>
      </w:r>
      <w:r w:rsidR="00E0544E" w:rsidRPr="007818BD">
        <w:t>un ton innocent et a</w:t>
      </w:r>
      <w:r w:rsidR="00E0544E" w:rsidRPr="007818BD">
        <w:t>i</w:t>
      </w:r>
      <w:r w:rsidR="00E0544E" w:rsidRPr="007818BD">
        <w:t>gre</w:t>
      </w:r>
      <w:r>
        <w:t>.</w:t>
      </w:r>
    </w:p>
    <w:p w14:paraId="2DDC941A" w14:textId="5C40CCB5" w:rsidR="00E0544E" w:rsidRPr="007818BD" w:rsidRDefault="00E8465A" w:rsidP="00E0544E">
      <w:r>
        <w:t>— </w:t>
      </w:r>
      <w:r w:rsidR="00E0544E" w:rsidRPr="007818BD">
        <w:t>Nous pouvons</w:t>
      </w:r>
      <w:r>
        <w:t xml:space="preserve">, </w:t>
      </w:r>
      <w:r w:rsidR="00E0544E" w:rsidRPr="007818BD">
        <w:t>je crois</w:t>
      </w:r>
      <w:r>
        <w:t xml:space="preserve">, </w:t>
      </w:r>
      <w:r w:rsidR="00E0544E" w:rsidRPr="007818BD">
        <w:t>arranger une chambre pour mon vieil ami</w:t>
      </w:r>
      <w:r>
        <w:t xml:space="preserve"> : </w:t>
      </w:r>
      <w:r w:rsidR="00E0544E" w:rsidRPr="007818BD">
        <w:t>n</w:t>
      </w:r>
      <w:r>
        <w:t>’</w:t>
      </w:r>
      <w:r w:rsidR="00E0544E" w:rsidRPr="007818BD">
        <w:t>est-ce pas</w:t>
      </w:r>
      <w:r>
        <w:t xml:space="preserve">, </w:t>
      </w:r>
      <w:r w:rsidR="00E0544E" w:rsidRPr="007818BD">
        <w:t>Sarah</w:t>
      </w:r>
      <w:r>
        <w:t> ? »</w:t>
      </w:r>
    </w:p>
    <w:p w14:paraId="3F54DE77" w14:textId="77777777" w:rsidR="00E8465A" w:rsidRDefault="00E0544E" w:rsidP="00E0544E">
      <w:r w:rsidRPr="007818BD">
        <w:t>Le vieil ami s</w:t>
      </w:r>
      <w:r w:rsidR="00E8465A">
        <w:t>’</w:t>
      </w:r>
      <w:r w:rsidRPr="007818BD">
        <w:t>était rejeté dans son fauteuil</w:t>
      </w:r>
      <w:r w:rsidR="00E8465A">
        <w:t xml:space="preserve">, </w:t>
      </w:r>
      <w:r w:rsidRPr="007818BD">
        <w:t>les pieds éte</w:t>
      </w:r>
      <w:r w:rsidRPr="007818BD">
        <w:t>n</w:t>
      </w:r>
      <w:r w:rsidRPr="007818BD">
        <w:t>dus à l</w:t>
      </w:r>
      <w:r w:rsidR="00E8465A">
        <w:t>’</w:t>
      </w:r>
      <w:r w:rsidRPr="007818BD">
        <w:t>aise sur le garde-cendres</w:t>
      </w:r>
      <w:r w:rsidR="00E8465A">
        <w:t xml:space="preserve"> ; </w:t>
      </w:r>
      <w:r w:rsidRPr="007818BD">
        <w:t>il regardait brûler le feu</w:t>
      </w:r>
      <w:r w:rsidR="00E8465A">
        <w:t xml:space="preserve">, </w:t>
      </w:r>
      <w:r w:rsidRPr="007818BD">
        <w:t>et p</w:t>
      </w:r>
      <w:r w:rsidRPr="007818BD">
        <w:t>a</w:t>
      </w:r>
      <w:r w:rsidRPr="007818BD">
        <w:t>raissait avoir oublié sa question</w:t>
      </w:r>
      <w:r w:rsidR="00E8465A">
        <w:t>.</w:t>
      </w:r>
    </w:p>
    <w:p w14:paraId="0807B615" w14:textId="16440711" w:rsidR="00E8465A" w:rsidRDefault="00E8465A" w:rsidP="00E0544E">
      <w:r>
        <w:t>M</w:t>
      </w:r>
      <w:r w:rsidRPr="00E8465A">
        <w:rPr>
          <w:vertAlign w:val="superscript"/>
        </w:rPr>
        <w:t>me</w:t>
      </w:r>
      <w:r>
        <w:t> </w:t>
      </w:r>
      <w:proofErr w:type="spellStart"/>
      <w:r w:rsidR="00E0544E" w:rsidRPr="007818BD">
        <w:t>Mervale</w:t>
      </w:r>
      <w:proofErr w:type="spellEnd"/>
      <w:r w:rsidR="00E0544E" w:rsidRPr="007818BD">
        <w:t xml:space="preserve"> se mordit les lèvres</w:t>
      </w:r>
      <w:r>
        <w:t xml:space="preserve">, </w:t>
      </w:r>
      <w:r w:rsidR="00E0544E" w:rsidRPr="007818BD">
        <w:t>prit l</w:t>
      </w:r>
      <w:r>
        <w:t>’</w:t>
      </w:r>
      <w:r w:rsidR="00E0544E" w:rsidRPr="007818BD">
        <w:t>air grave</w:t>
      </w:r>
      <w:r>
        <w:t xml:space="preserve">, </w:t>
      </w:r>
      <w:r w:rsidR="00E0544E" w:rsidRPr="007818BD">
        <w:t>et répo</w:t>
      </w:r>
      <w:r w:rsidR="00E0544E" w:rsidRPr="007818BD">
        <w:t>n</w:t>
      </w:r>
      <w:r w:rsidR="00E0544E" w:rsidRPr="007818BD">
        <w:t>dit enfin froidement</w:t>
      </w:r>
      <w:r>
        <w:t> :</w:t>
      </w:r>
    </w:p>
    <w:p w14:paraId="4EFCDEAF" w14:textId="35E75DD6" w:rsidR="00E0544E" w:rsidRPr="007818BD" w:rsidRDefault="00E8465A" w:rsidP="00E0544E">
      <w:r>
        <w:t>« </w:t>
      </w:r>
      <w:r w:rsidR="00E0544E" w:rsidRPr="007818BD">
        <w:t>Certainement</w:t>
      </w:r>
      <w:r>
        <w:t xml:space="preserve">, </w:t>
      </w:r>
      <w:r w:rsidR="00E0544E" w:rsidRPr="007818BD">
        <w:t xml:space="preserve">monsieur </w:t>
      </w:r>
      <w:proofErr w:type="spellStart"/>
      <w:r w:rsidR="00E0544E" w:rsidRPr="007818BD">
        <w:t>Mervale</w:t>
      </w:r>
      <w:proofErr w:type="spellEnd"/>
      <w:r>
        <w:t xml:space="preserve">, </w:t>
      </w:r>
      <w:r w:rsidR="00E0544E" w:rsidRPr="007818BD">
        <w:t>vos amis font bien de se croire ici chez eux</w:t>
      </w:r>
      <w:r>
        <w:t>. »</w:t>
      </w:r>
    </w:p>
    <w:p w14:paraId="55F7BD9C" w14:textId="7563EF67" w:rsidR="00E0544E" w:rsidRPr="007818BD" w:rsidRDefault="00E0544E" w:rsidP="00E0544E">
      <w:r w:rsidRPr="007818BD">
        <w:lastRenderedPageBreak/>
        <w:t>Et là-dessus</w:t>
      </w:r>
      <w:r w:rsidR="00E8465A">
        <w:t xml:space="preserve">, </w:t>
      </w:r>
      <w:r w:rsidRPr="007818BD">
        <w:t>elle alluma une bougie</w:t>
      </w:r>
      <w:r w:rsidR="00E8465A">
        <w:t xml:space="preserve">, </w:t>
      </w:r>
      <w:r w:rsidRPr="007818BD">
        <w:t>et quitta majestue</w:t>
      </w:r>
      <w:r w:rsidRPr="007818BD">
        <w:t>u</w:t>
      </w:r>
      <w:r w:rsidRPr="007818BD">
        <w:t>sement le salon</w:t>
      </w:r>
      <w:r w:rsidR="00E8465A">
        <w:t xml:space="preserve">. </w:t>
      </w:r>
      <w:r w:rsidRPr="007818BD">
        <w:t>À son r</w:t>
      </w:r>
      <w:r w:rsidRPr="007818BD">
        <w:t>e</w:t>
      </w:r>
      <w:r w:rsidRPr="007818BD">
        <w:t>tour</w:t>
      </w:r>
      <w:r w:rsidR="00E8465A">
        <w:t xml:space="preserve">, </w:t>
      </w:r>
      <w:r w:rsidRPr="007818BD">
        <w:t xml:space="preserve">les deux amis avaient disparu dans le cabinet de </w:t>
      </w:r>
      <w:proofErr w:type="spellStart"/>
      <w:r w:rsidRPr="007818BD">
        <w:t>Mervale</w:t>
      </w:r>
      <w:proofErr w:type="spellEnd"/>
      <w:r w:rsidR="00E8465A">
        <w:t xml:space="preserve">. </w:t>
      </w:r>
      <w:r w:rsidRPr="007818BD">
        <w:t>Minuit sonna</w:t>
      </w:r>
      <w:r w:rsidR="00E8465A">
        <w:t xml:space="preserve">, </w:t>
      </w:r>
      <w:r w:rsidRPr="007818BD">
        <w:t>une heure</w:t>
      </w:r>
      <w:r w:rsidR="00E8465A">
        <w:t xml:space="preserve">, </w:t>
      </w:r>
      <w:r w:rsidRPr="007818BD">
        <w:t>deux he</w:t>
      </w:r>
      <w:r w:rsidRPr="007818BD">
        <w:t>u</w:t>
      </w:r>
      <w:r w:rsidRPr="007818BD">
        <w:t>res</w:t>
      </w:r>
      <w:r w:rsidR="00E8465A">
        <w:t xml:space="preserve">. </w:t>
      </w:r>
      <w:r w:rsidRPr="007818BD">
        <w:t xml:space="preserve">À trois reprises </w:t>
      </w:r>
      <w:r w:rsidR="00E8465A">
        <w:t>M</w:t>
      </w:r>
      <w:r w:rsidR="00E8465A" w:rsidRPr="00E8465A">
        <w:rPr>
          <w:vertAlign w:val="superscript"/>
        </w:rPr>
        <w:t>me</w:t>
      </w:r>
      <w:r w:rsidR="00E8465A">
        <w:t> </w:t>
      </w:r>
      <w:proofErr w:type="spellStart"/>
      <w:r w:rsidRPr="007818BD">
        <w:t>Mervale</w:t>
      </w:r>
      <w:proofErr w:type="spellEnd"/>
      <w:r w:rsidRPr="007818BD">
        <w:t xml:space="preserve"> avait envoyé demander d</w:t>
      </w:r>
      <w:r w:rsidR="00E8465A">
        <w:t>’</w:t>
      </w:r>
      <w:r w:rsidRPr="007818BD">
        <w:t>abord</w:t>
      </w:r>
      <w:r w:rsidR="00E8465A">
        <w:t xml:space="preserve">, </w:t>
      </w:r>
      <w:r w:rsidRPr="007818BD">
        <w:t>s</w:t>
      </w:r>
      <w:r w:rsidR="00E8465A">
        <w:t>’</w:t>
      </w:r>
      <w:r w:rsidRPr="007818BD">
        <w:t>ils n</w:t>
      </w:r>
      <w:r w:rsidR="00E8465A">
        <w:t>’</w:t>
      </w:r>
      <w:r w:rsidRPr="007818BD">
        <w:t>avaient besoin de rien</w:t>
      </w:r>
      <w:r w:rsidR="00E8465A">
        <w:t xml:space="preserve"> ; </w:t>
      </w:r>
      <w:r w:rsidRPr="007818BD">
        <w:t>en second lieu</w:t>
      </w:r>
      <w:r w:rsidR="00E8465A">
        <w:t xml:space="preserve">, </w:t>
      </w:r>
      <w:r w:rsidRPr="007818BD">
        <w:t xml:space="preserve">si </w:t>
      </w:r>
      <w:r w:rsidR="00E8465A">
        <w:t>M. </w:t>
      </w:r>
      <w:proofErr w:type="spellStart"/>
      <w:r w:rsidRPr="007818BD">
        <w:t>Glyndon</w:t>
      </w:r>
      <w:proofErr w:type="spellEnd"/>
      <w:r w:rsidRPr="007818BD">
        <w:t xml:space="preserve"> avait l</w:t>
      </w:r>
      <w:r w:rsidR="00E8465A">
        <w:t>’</w:t>
      </w:r>
      <w:r w:rsidRPr="007818BD">
        <w:t>habitude de coucher sur un lit de plumes</w:t>
      </w:r>
      <w:r w:rsidR="00E8465A">
        <w:t xml:space="preserve"> ; </w:t>
      </w:r>
      <w:r w:rsidRPr="007818BD">
        <w:t>et troisièmement</w:t>
      </w:r>
      <w:r w:rsidR="00E8465A">
        <w:t xml:space="preserve">, </w:t>
      </w:r>
      <w:r w:rsidRPr="007818BD">
        <w:t>s</w:t>
      </w:r>
      <w:r w:rsidR="00E8465A">
        <w:t>’</w:t>
      </w:r>
      <w:r w:rsidRPr="007818BD">
        <w:t xml:space="preserve">il fallait ouvrir la malle de </w:t>
      </w:r>
      <w:r w:rsidR="00E8465A">
        <w:t>M. </w:t>
      </w:r>
      <w:proofErr w:type="spellStart"/>
      <w:r w:rsidRPr="007818BD">
        <w:t>Glyndon</w:t>
      </w:r>
      <w:proofErr w:type="spellEnd"/>
      <w:r w:rsidR="00E8465A">
        <w:t xml:space="preserve">. </w:t>
      </w:r>
      <w:r w:rsidRPr="007818BD">
        <w:t>À ch</w:t>
      </w:r>
      <w:r w:rsidRPr="007818BD">
        <w:t>a</w:t>
      </w:r>
      <w:r w:rsidRPr="007818BD">
        <w:t>que réponse le vieil ami ajouta d</w:t>
      </w:r>
      <w:r w:rsidR="00E8465A">
        <w:t>’</w:t>
      </w:r>
      <w:r w:rsidRPr="007818BD">
        <w:t>une voix sonore qui pénétra de la cuisine aux combles</w:t>
      </w:r>
      <w:r w:rsidR="00E8465A">
        <w:t> : « </w:t>
      </w:r>
      <w:r w:rsidRPr="007818BD">
        <w:t>Un autre bol</w:t>
      </w:r>
      <w:r w:rsidR="00E8465A">
        <w:t xml:space="preserve">, </w:t>
      </w:r>
      <w:r w:rsidRPr="007818BD">
        <w:t>s</w:t>
      </w:r>
      <w:r w:rsidR="00E8465A">
        <w:t>’</w:t>
      </w:r>
      <w:r w:rsidRPr="007818BD">
        <w:t>il vous plaît</w:t>
      </w:r>
      <w:r w:rsidR="00E8465A">
        <w:t xml:space="preserve">, </w:t>
      </w:r>
      <w:r w:rsidRPr="007818BD">
        <w:t>plus fort</w:t>
      </w:r>
      <w:r w:rsidR="00E8465A">
        <w:t xml:space="preserve"> ; </w:t>
      </w:r>
      <w:r w:rsidRPr="007818BD">
        <w:t>et vivement</w:t>
      </w:r>
      <w:r w:rsidR="00E8465A">
        <w:t>. »</w:t>
      </w:r>
    </w:p>
    <w:p w14:paraId="15DE9CAE" w14:textId="16615A15" w:rsidR="00E8465A" w:rsidRDefault="00E0544E" w:rsidP="00E0544E">
      <w:r w:rsidRPr="007818BD">
        <w:t>Enfin</w:t>
      </w:r>
      <w:r w:rsidR="00E8465A">
        <w:t>, M. </w:t>
      </w:r>
      <w:proofErr w:type="spellStart"/>
      <w:r w:rsidRPr="007818BD">
        <w:t>Mervale</w:t>
      </w:r>
      <w:proofErr w:type="spellEnd"/>
      <w:r w:rsidRPr="007818BD">
        <w:t xml:space="preserve"> parut dans la chambre nuptiale</w:t>
      </w:r>
      <w:r w:rsidR="00E8465A">
        <w:t xml:space="preserve">… </w:t>
      </w:r>
      <w:r w:rsidRPr="007818BD">
        <w:t>contrit et pénitent</w:t>
      </w:r>
      <w:r w:rsidR="00E8465A">
        <w:t xml:space="preserve"> ? </w:t>
      </w:r>
      <w:r w:rsidRPr="007818BD">
        <w:t>Pas le moins du monde</w:t>
      </w:r>
      <w:r w:rsidR="00E8465A">
        <w:t xml:space="preserve">. </w:t>
      </w:r>
      <w:r w:rsidRPr="007818BD">
        <w:t>Ses yeux pétillaient</w:t>
      </w:r>
      <w:r w:rsidR="00E8465A">
        <w:t xml:space="preserve">, </w:t>
      </w:r>
      <w:r w:rsidRPr="007818BD">
        <w:t>sa joue était allumée</w:t>
      </w:r>
      <w:r w:rsidR="00E8465A">
        <w:t xml:space="preserve">, </w:t>
      </w:r>
      <w:r w:rsidRPr="007818BD">
        <w:t>ses jambes chancelaient</w:t>
      </w:r>
      <w:r w:rsidR="00E8465A">
        <w:t xml:space="preserve">, </w:t>
      </w:r>
      <w:r w:rsidRPr="007818BD">
        <w:t>il chanta</w:t>
      </w:r>
      <w:r w:rsidR="00E8465A">
        <w:t xml:space="preserve"> : </w:t>
      </w:r>
      <w:r w:rsidRPr="007818BD">
        <w:t>oui</w:t>
      </w:r>
      <w:r w:rsidR="00E8465A">
        <w:t>, M. </w:t>
      </w:r>
      <w:r w:rsidRPr="007818BD">
        <w:t xml:space="preserve">Thomas </w:t>
      </w:r>
      <w:proofErr w:type="spellStart"/>
      <w:r w:rsidRPr="007818BD">
        <w:t>Mervale</w:t>
      </w:r>
      <w:proofErr w:type="spellEnd"/>
      <w:r w:rsidRPr="007818BD">
        <w:t xml:space="preserve"> chanta</w:t>
      </w:r>
      <w:r w:rsidR="00E8465A">
        <w:t>.</w:t>
      </w:r>
    </w:p>
    <w:p w14:paraId="21F782B9" w14:textId="77777777" w:rsidR="00E8465A" w:rsidRDefault="00E8465A" w:rsidP="00E0544E">
      <w:r>
        <w:t>« </w:t>
      </w:r>
      <w:r w:rsidR="00E0544E" w:rsidRPr="007818BD">
        <w:t xml:space="preserve">Monsieur </w:t>
      </w:r>
      <w:proofErr w:type="spellStart"/>
      <w:r w:rsidR="00E0544E" w:rsidRPr="007818BD">
        <w:t>Mervale</w:t>
      </w:r>
      <w:proofErr w:type="spellEnd"/>
      <w:r>
        <w:t xml:space="preserve"> ! </w:t>
      </w:r>
      <w:r w:rsidR="00E0544E" w:rsidRPr="007818BD">
        <w:t>est-il possible</w:t>
      </w:r>
      <w:r>
        <w:t xml:space="preserve"> ! </w:t>
      </w:r>
      <w:r w:rsidR="00E0544E" w:rsidRPr="007818BD">
        <w:t>monsieur</w:t>
      </w:r>
      <w:r>
        <w:t> ?…</w:t>
      </w:r>
    </w:p>
    <w:p w14:paraId="6254BDE2" w14:textId="77777777" w:rsidR="00E8465A" w:rsidRDefault="00E8465A" w:rsidP="00E0544E">
      <w:r>
        <w:t>— </w:t>
      </w:r>
      <w:r w:rsidR="00E0544E" w:rsidRPr="007818BD">
        <w:t>Le vieux roi Cole était un joyeux compagnon</w:t>
      </w:r>
      <w:r>
        <w:t>…</w:t>
      </w:r>
    </w:p>
    <w:p w14:paraId="35500217" w14:textId="77777777" w:rsidR="00E8465A" w:rsidRDefault="00E8465A" w:rsidP="00E0544E">
      <w:r>
        <w:t>— </w:t>
      </w:r>
      <w:r w:rsidR="00E0544E" w:rsidRPr="007818BD">
        <w:t xml:space="preserve">Monsieur </w:t>
      </w:r>
      <w:proofErr w:type="spellStart"/>
      <w:r w:rsidR="00E0544E" w:rsidRPr="007818BD">
        <w:t>Mervale</w:t>
      </w:r>
      <w:proofErr w:type="spellEnd"/>
      <w:r>
        <w:t xml:space="preserve"> ! </w:t>
      </w:r>
      <w:r w:rsidR="00E0544E" w:rsidRPr="007818BD">
        <w:t>laissez-moi</w:t>
      </w:r>
      <w:r>
        <w:t xml:space="preserve">, </w:t>
      </w:r>
      <w:r w:rsidR="00E0544E" w:rsidRPr="007818BD">
        <w:t>monsieur</w:t>
      </w:r>
      <w:r>
        <w:t>.</w:t>
      </w:r>
    </w:p>
    <w:p w14:paraId="43B0BF13" w14:textId="77777777" w:rsidR="00E8465A" w:rsidRDefault="00E8465A" w:rsidP="00E0544E">
      <w:r>
        <w:t>— </w:t>
      </w:r>
      <w:r w:rsidR="00E0544E" w:rsidRPr="007818BD">
        <w:t>Un prince jovial et débonnaire</w:t>
      </w:r>
      <w:r>
        <w:t>…</w:t>
      </w:r>
    </w:p>
    <w:p w14:paraId="65BEE677" w14:textId="77777777" w:rsidR="00E8465A" w:rsidRDefault="00E8465A" w:rsidP="00E0544E">
      <w:r>
        <w:t>— </w:t>
      </w:r>
      <w:r w:rsidR="00E0544E" w:rsidRPr="007818BD">
        <w:t>Quel exemple pour les domestiques</w:t>
      </w:r>
      <w:r>
        <w:t> !</w:t>
      </w:r>
    </w:p>
    <w:p w14:paraId="712D1E35" w14:textId="77777777" w:rsidR="00E8465A" w:rsidRDefault="00E8465A" w:rsidP="00E0544E">
      <w:r>
        <w:t>— </w:t>
      </w:r>
      <w:r w:rsidR="00E0544E" w:rsidRPr="007818BD">
        <w:t>Il demanda sa pipe</w:t>
      </w:r>
      <w:r>
        <w:t xml:space="preserve">, </w:t>
      </w:r>
      <w:r w:rsidR="00E0544E" w:rsidRPr="007818BD">
        <w:t>il demanda son verre</w:t>
      </w:r>
      <w:r>
        <w:t>…</w:t>
      </w:r>
    </w:p>
    <w:p w14:paraId="185AD48D" w14:textId="77777777" w:rsidR="00E8465A" w:rsidRDefault="00E8465A" w:rsidP="00E0544E">
      <w:r>
        <w:t>— </w:t>
      </w:r>
      <w:r w:rsidR="00E0544E" w:rsidRPr="007818BD">
        <w:t>Si vous ne cessez pas</w:t>
      </w:r>
      <w:r>
        <w:t xml:space="preserve">, </w:t>
      </w:r>
      <w:r w:rsidR="00E0544E" w:rsidRPr="007818BD">
        <w:t>monsieur</w:t>
      </w:r>
      <w:r>
        <w:t xml:space="preserve">, </w:t>
      </w:r>
      <w:r w:rsidR="00E0544E" w:rsidRPr="007818BD">
        <w:t>je ferai monter</w:t>
      </w:r>
      <w:r>
        <w:t>…</w:t>
      </w:r>
    </w:p>
    <w:p w14:paraId="374D8822" w14:textId="6AECC552" w:rsidR="00E0544E" w:rsidRPr="007818BD" w:rsidRDefault="00E8465A" w:rsidP="00E0544E">
      <w:r>
        <w:t>— </w:t>
      </w:r>
      <w:r w:rsidR="00E0544E" w:rsidRPr="007818BD">
        <w:t>Il fit monter ses trois joueurs de violon</w:t>
      </w:r>
      <w:r>
        <w:t> ! »</w:t>
      </w:r>
    </w:p>
    <w:p w14:paraId="56B55193" w14:textId="77777777" w:rsidR="00E8465A" w:rsidRDefault="00E0544E" w:rsidP="00E8465A">
      <w:pPr>
        <w:pStyle w:val="Titre2"/>
        <w:pageBreakBefore/>
      </w:pPr>
      <w:bookmarkStart w:id="56" w:name="_Toc199963105"/>
      <w:r w:rsidRPr="007818BD">
        <w:lastRenderedPageBreak/>
        <w:t>CHAPITRE</w:t>
      </w:r>
      <w:r w:rsidR="00E8465A">
        <w:t xml:space="preserve"> </w:t>
      </w:r>
      <w:r w:rsidRPr="007818BD">
        <w:t>III</w:t>
      </w:r>
      <w:r w:rsidR="00E8465A">
        <w:t>.</w:t>
      </w:r>
      <w:bookmarkEnd w:id="56"/>
    </w:p>
    <w:p w14:paraId="08A1408A" w14:textId="77777777" w:rsidR="00E8465A" w:rsidRDefault="00E0544E" w:rsidP="00E0544E">
      <w:pPr>
        <w:pStyle w:val="NormalRetraitGauche4XIndent0"/>
        <w:spacing w:before="0" w:after="0"/>
        <w:rPr>
          <w:rStyle w:val="Taille-1Caracteres"/>
        </w:rPr>
      </w:pPr>
      <w:r w:rsidRPr="007818BD">
        <w:rPr>
          <w:rStyle w:val="Taille-1Caracteres"/>
        </w:rPr>
        <w:t>Dans le vaste monde</w:t>
      </w:r>
      <w:r w:rsidR="00E8465A">
        <w:rPr>
          <w:rStyle w:val="Taille-1Caracteres"/>
        </w:rPr>
        <w:t xml:space="preserve">, </w:t>
      </w:r>
      <w:r w:rsidRPr="007818BD">
        <w:rPr>
          <w:rStyle w:val="Taille-1Caracteres"/>
        </w:rPr>
        <w:t>hors de la solitude</w:t>
      </w:r>
      <w:r w:rsidR="00E8465A">
        <w:rPr>
          <w:rStyle w:val="Taille-1Caracteres"/>
        </w:rPr>
        <w:t xml:space="preserve">, </w:t>
      </w:r>
      <w:r w:rsidRPr="007818BD">
        <w:rPr>
          <w:rStyle w:val="Taille-1Caracteres"/>
        </w:rPr>
        <w:t>ces ch</w:t>
      </w:r>
      <w:r w:rsidRPr="007818BD">
        <w:rPr>
          <w:rStyle w:val="Taille-1Caracteres"/>
        </w:rPr>
        <w:t>o</w:t>
      </w:r>
      <w:r w:rsidRPr="007818BD">
        <w:rPr>
          <w:rStyle w:val="Taille-1Caracteres"/>
        </w:rPr>
        <w:t>ses te séduiront</w:t>
      </w:r>
      <w:r w:rsidR="00E8465A">
        <w:rPr>
          <w:rStyle w:val="Taille-1Caracteres"/>
        </w:rPr>
        <w:t>. (</w:t>
      </w:r>
      <w:r w:rsidRPr="007818BD">
        <w:rPr>
          <w:rStyle w:val="Taille-1Caracteres"/>
        </w:rPr>
        <w:t>FAUST</w:t>
      </w:r>
      <w:r w:rsidR="00E8465A">
        <w:rPr>
          <w:rStyle w:val="Taille-1Caracteres"/>
        </w:rPr>
        <w:t>.)</w:t>
      </w:r>
    </w:p>
    <w:p w14:paraId="7C0480AC" w14:textId="0E7E0A93" w:rsidR="00E8465A" w:rsidRDefault="00E0544E" w:rsidP="00E0544E">
      <w:r w:rsidRPr="007818BD">
        <w:t>Le lendemain matin</w:t>
      </w:r>
      <w:r w:rsidR="00E8465A">
        <w:t xml:space="preserve">, </w:t>
      </w:r>
      <w:r w:rsidRPr="007818BD">
        <w:t>à déjeuner</w:t>
      </w:r>
      <w:r w:rsidR="00E8465A">
        <w:t xml:space="preserve">, </w:t>
      </w:r>
      <w:r w:rsidRPr="007818BD">
        <w:t>tous les griefs d</w:t>
      </w:r>
      <w:r w:rsidR="00E8465A">
        <w:t>’</w:t>
      </w:r>
      <w:r w:rsidRPr="007818BD">
        <w:t>une fe</w:t>
      </w:r>
      <w:r w:rsidRPr="007818BD">
        <w:t>m</w:t>
      </w:r>
      <w:r w:rsidRPr="007818BD">
        <w:t xml:space="preserve">me outragée semblaient empreints sur le front de </w:t>
      </w:r>
      <w:r w:rsidR="00E8465A">
        <w:t>M</w:t>
      </w:r>
      <w:r w:rsidR="00E8465A" w:rsidRPr="00E8465A">
        <w:rPr>
          <w:vertAlign w:val="superscript"/>
        </w:rPr>
        <w:t>me</w:t>
      </w:r>
      <w:r w:rsidR="00E8465A">
        <w:t> </w:t>
      </w:r>
      <w:proofErr w:type="spellStart"/>
      <w:r w:rsidRPr="007818BD">
        <w:t>Mervale</w:t>
      </w:r>
      <w:proofErr w:type="spellEnd"/>
      <w:r w:rsidR="00E8465A">
        <w:t>. M. </w:t>
      </w:r>
      <w:proofErr w:type="spellStart"/>
      <w:r w:rsidRPr="007818BD">
        <w:t>Mervale</w:t>
      </w:r>
      <w:proofErr w:type="spellEnd"/>
      <w:r w:rsidRPr="007818BD">
        <w:t xml:space="preserve"> paraissait le type du remords voué à la vengeance bilieuse</w:t>
      </w:r>
      <w:r w:rsidR="00E8465A">
        <w:t xml:space="preserve">. </w:t>
      </w:r>
      <w:r w:rsidRPr="007818BD">
        <w:t>Il ne parla que pour se plaindre de sa migraine et pour demander qu</w:t>
      </w:r>
      <w:r w:rsidR="00E8465A">
        <w:t>’</w:t>
      </w:r>
      <w:r w:rsidRPr="007818BD">
        <w:t>on enlevât les œufs</w:t>
      </w:r>
      <w:r w:rsidR="00E8465A">
        <w:t xml:space="preserve">. </w:t>
      </w:r>
      <w:r w:rsidRPr="007818BD">
        <w:t xml:space="preserve">Clarence </w:t>
      </w:r>
      <w:proofErr w:type="spellStart"/>
      <w:r w:rsidRPr="007818BD">
        <w:t>Glyndon</w:t>
      </w:r>
      <w:proofErr w:type="spellEnd"/>
      <w:r w:rsidR="00E8465A">
        <w:t xml:space="preserve">, </w:t>
      </w:r>
      <w:r w:rsidRPr="007818BD">
        <w:t>inaccess</w:t>
      </w:r>
      <w:r w:rsidRPr="007818BD">
        <w:t>i</w:t>
      </w:r>
      <w:r w:rsidRPr="007818BD">
        <w:t>ble au repentir</w:t>
      </w:r>
      <w:r w:rsidR="00E8465A">
        <w:t xml:space="preserve">, </w:t>
      </w:r>
      <w:r w:rsidRPr="007818BD">
        <w:t>sans honte</w:t>
      </w:r>
      <w:r w:rsidR="00E8465A">
        <w:t xml:space="preserve">, </w:t>
      </w:r>
      <w:r w:rsidRPr="007818BD">
        <w:t>sans malaise</w:t>
      </w:r>
      <w:r w:rsidR="00E8465A">
        <w:t xml:space="preserve">, </w:t>
      </w:r>
      <w:r w:rsidRPr="007818BD">
        <w:t>endurci</w:t>
      </w:r>
      <w:r w:rsidR="00E8465A">
        <w:t xml:space="preserve">, </w:t>
      </w:r>
      <w:r w:rsidRPr="007818BD">
        <w:t>était d</w:t>
      </w:r>
      <w:r w:rsidR="00E8465A">
        <w:t>’</w:t>
      </w:r>
      <w:r w:rsidRPr="007818BD">
        <w:t>une gaieté bruyante</w:t>
      </w:r>
      <w:r w:rsidR="00E8465A">
        <w:t xml:space="preserve">, </w:t>
      </w:r>
      <w:r w:rsidRPr="007818BD">
        <w:t>et parlait pour trois</w:t>
      </w:r>
      <w:r w:rsidR="00E8465A">
        <w:t>.</w:t>
      </w:r>
    </w:p>
    <w:p w14:paraId="681D488D" w14:textId="77777777" w:rsidR="00E8465A" w:rsidRDefault="00E8465A" w:rsidP="00E0544E">
      <w:r>
        <w:t>« </w:t>
      </w:r>
      <w:r w:rsidR="00E0544E" w:rsidRPr="007818BD">
        <w:t xml:space="preserve">Pauvre </w:t>
      </w:r>
      <w:proofErr w:type="spellStart"/>
      <w:r w:rsidR="00E0544E" w:rsidRPr="007818BD">
        <w:t>Mervale</w:t>
      </w:r>
      <w:proofErr w:type="spellEnd"/>
      <w:r>
        <w:t xml:space="preserve"> ! </w:t>
      </w:r>
      <w:r w:rsidR="00E0544E" w:rsidRPr="007818BD">
        <w:t>il a perdu ses traditions de sociabilité</w:t>
      </w:r>
      <w:r>
        <w:t xml:space="preserve">, </w:t>
      </w:r>
      <w:r w:rsidR="00E0544E" w:rsidRPr="007818BD">
        <w:t>madame</w:t>
      </w:r>
      <w:r>
        <w:t xml:space="preserve">. </w:t>
      </w:r>
      <w:r w:rsidR="00E0544E" w:rsidRPr="007818BD">
        <w:t>Encore une nuit ou deux</w:t>
      </w:r>
      <w:r>
        <w:t xml:space="preserve">, </w:t>
      </w:r>
      <w:r w:rsidR="00E0544E" w:rsidRPr="007818BD">
        <w:t>et il se retrouvera</w:t>
      </w:r>
      <w:r>
        <w:t>.</w:t>
      </w:r>
    </w:p>
    <w:p w14:paraId="177886DB" w14:textId="6C52441B" w:rsidR="00E8465A" w:rsidRDefault="00E8465A" w:rsidP="00E0544E">
      <w:r>
        <w:t>— </w:t>
      </w:r>
      <w:r w:rsidR="00E0544E" w:rsidRPr="007818BD">
        <w:t>Monsieur</w:t>
      </w:r>
      <w:r>
        <w:t xml:space="preserve">, </w:t>
      </w:r>
      <w:r w:rsidR="00E0544E" w:rsidRPr="007818BD">
        <w:t xml:space="preserve">dit </w:t>
      </w:r>
      <w:r>
        <w:t>M</w:t>
      </w:r>
      <w:r w:rsidRPr="00E8465A">
        <w:rPr>
          <w:vertAlign w:val="superscript"/>
        </w:rPr>
        <w:t>me</w:t>
      </w:r>
      <w:r>
        <w:t> </w:t>
      </w:r>
      <w:proofErr w:type="spellStart"/>
      <w:r w:rsidR="00E0544E" w:rsidRPr="007818BD">
        <w:t>Mervale</w:t>
      </w:r>
      <w:proofErr w:type="spellEnd"/>
      <w:r>
        <w:t xml:space="preserve">, </w:t>
      </w:r>
      <w:r w:rsidR="00E0544E" w:rsidRPr="007818BD">
        <w:t xml:space="preserve">lançant avec une dignité plus que </w:t>
      </w:r>
      <w:proofErr w:type="spellStart"/>
      <w:r w:rsidR="00E0544E" w:rsidRPr="007818BD">
        <w:t>johnsonienne</w:t>
      </w:r>
      <w:proofErr w:type="spellEnd"/>
      <w:r w:rsidR="00E0544E" w:rsidRPr="007818BD">
        <w:t xml:space="preserve"> une phrase toute préparée</w:t>
      </w:r>
      <w:r>
        <w:t xml:space="preserve"> ; </w:t>
      </w:r>
      <w:r w:rsidR="00E0544E" w:rsidRPr="007818BD">
        <w:t xml:space="preserve">permettez-moi de vous rappeler que </w:t>
      </w:r>
      <w:r>
        <w:t>M. </w:t>
      </w:r>
      <w:proofErr w:type="spellStart"/>
      <w:r w:rsidR="00E0544E" w:rsidRPr="007818BD">
        <w:t>Mervale</w:t>
      </w:r>
      <w:proofErr w:type="spellEnd"/>
      <w:r w:rsidR="00E0544E" w:rsidRPr="007818BD">
        <w:t xml:space="preserve"> est a</w:t>
      </w:r>
      <w:r w:rsidR="00E0544E" w:rsidRPr="007818BD">
        <w:t>u</w:t>
      </w:r>
      <w:r w:rsidR="00E0544E" w:rsidRPr="007818BD">
        <w:t>jourd</w:t>
      </w:r>
      <w:r>
        <w:t>’</w:t>
      </w:r>
      <w:r w:rsidR="00E0544E" w:rsidRPr="007818BD">
        <w:t>hui marié</w:t>
      </w:r>
      <w:r>
        <w:t xml:space="preserve">, </w:t>
      </w:r>
      <w:r w:rsidR="00E0544E" w:rsidRPr="007818BD">
        <w:t>qu</w:t>
      </w:r>
      <w:r>
        <w:t>’</w:t>
      </w:r>
      <w:r w:rsidR="00E0544E" w:rsidRPr="007818BD">
        <w:t>il peut devenir père de famille</w:t>
      </w:r>
      <w:r>
        <w:t xml:space="preserve">, </w:t>
      </w:r>
      <w:r w:rsidR="00E0544E" w:rsidRPr="007818BD">
        <w:t>qu</w:t>
      </w:r>
      <w:r>
        <w:t>’</w:t>
      </w:r>
      <w:r w:rsidR="00E0544E" w:rsidRPr="007818BD">
        <w:t>il est dès à présent maître de maison</w:t>
      </w:r>
      <w:r>
        <w:t>.</w:t>
      </w:r>
    </w:p>
    <w:p w14:paraId="22A1E6E1" w14:textId="77777777" w:rsidR="00E8465A" w:rsidRDefault="00E8465A" w:rsidP="00E0544E">
      <w:r>
        <w:t>— </w:t>
      </w:r>
      <w:r w:rsidR="00E0544E" w:rsidRPr="007818BD">
        <w:t>Et c</w:t>
      </w:r>
      <w:r>
        <w:t>’</w:t>
      </w:r>
      <w:r w:rsidR="00E0544E" w:rsidRPr="007818BD">
        <w:t>est justement de quoi je lui porte envie</w:t>
      </w:r>
      <w:r>
        <w:t xml:space="preserve">. </w:t>
      </w:r>
      <w:r w:rsidR="00E0544E" w:rsidRPr="007818BD">
        <w:t>Moi-même j</w:t>
      </w:r>
      <w:r>
        <w:t>’</w:t>
      </w:r>
      <w:r w:rsidR="00E0544E" w:rsidRPr="007818BD">
        <w:t>ai le projet de me m</w:t>
      </w:r>
      <w:r w:rsidR="00E0544E" w:rsidRPr="007818BD">
        <w:t>a</w:t>
      </w:r>
      <w:r w:rsidR="00E0544E" w:rsidRPr="007818BD">
        <w:t>rier</w:t>
      </w:r>
      <w:r>
        <w:t xml:space="preserve">. </w:t>
      </w:r>
      <w:r w:rsidR="00E0544E" w:rsidRPr="007818BD">
        <w:t>Le bonheur est contagieux</w:t>
      </w:r>
      <w:r>
        <w:t>.</w:t>
      </w:r>
    </w:p>
    <w:p w14:paraId="31FE964C" w14:textId="77777777" w:rsidR="00E8465A" w:rsidRDefault="00E8465A" w:rsidP="00E0544E">
      <w:r>
        <w:t>— </w:t>
      </w:r>
      <w:r w:rsidR="00E0544E" w:rsidRPr="007818BD">
        <w:t>Vous occupez-vous toujours de peinture</w:t>
      </w:r>
      <w:r>
        <w:t xml:space="preserve"> ? </w:t>
      </w:r>
      <w:r w:rsidR="00E0544E" w:rsidRPr="007818BD">
        <w:t>demanda la</w:t>
      </w:r>
      <w:r w:rsidR="00E0544E" w:rsidRPr="007818BD">
        <w:t>n</w:t>
      </w:r>
      <w:r w:rsidR="00E0544E" w:rsidRPr="007818BD">
        <w:t xml:space="preserve">guissamment </w:t>
      </w:r>
      <w:proofErr w:type="spellStart"/>
      <w:r w:rsidR="00E0544E" w:rsidRPr="007818BD">
        <w:t>Mervale</w:t>
      </w:r>
      <w:proofErr w:type="spellEnd"/>
      <w:r>
        <w:t xml:space="preserve">, </w:t>
      </w:r>
      <w:r w:rsidR="00E0544E" w:rsidRPr="007818BD">
        <w:t>dans le but de dérouter son hôte</w:t>
      </w:r>
      <w:r>
        <w:t>.</w:t>
      </w:r>
    </w:p>
    <w:p w14:paraId="2BFAD82F" w14:textId="77777777" w:rsidR="00E8465A" w:rsidRDefault="00E8465A" w:rsidP="00E0544E">
      <w:r>
        <w:t>— </w:t>
      </w:r>
      <w:r w:rsidR="00E0544E" w:rsidRPr="007818BD">
        <w:t>Oh</w:t>
      </w:r>
      <w:r>
        <w:t xml:space="preserve"> ! </w:t>
      </w:r>
      <w:r w:rsidR="00E0544E" w:rsidRPr="007818BD">
        <w:t>non</w:t>
      </w:r>
      <w:r>
        <w:t xml:space="preserve">. </w:t>
      </w:r>
      <w:r w:rsidR="00E0544E" w:rsidRPr="007818BD">
        <w:t>J</w:t>
      </w:r>
      <w:r>
        <w:t>’</w:t>
      </w:r>
      <w:r w:rsidR="00E0544E" w:rsidRPr="007818BD">
        <w:t>ai suivi vos conseils</w:t>
      </w:r>
      <w:r>
        <w:t xml:space="preserve">. </w:t>
      </w:r>
      <w:r w:rsidR="00E0544E" w:rsidRPr="007818BD">
        <w:t>Plus d</w:t>
      </w:r>
      <w:r>
        <w:t>’</w:t>
      </w:r>
      <w:r w:rsidR="00E0544E" w:rsidRPr="007818BD">
        <w:t>art pour moi maintenant</w:t>
      </w:r>
      <w:r>
        <w:t xml:space="preserve"> ; </w:t>
      </w:r>
      <w:r w:rsidR="00E0544E" w:rsidRPr="007818BD">
        <w:t>plus d</w:t>
      </w:r>
      <w:r>
        <w:t>’</w:t>
      </w:r>
      <w:r w:rsidR="00E0544E" w:rsidRPr="007818BD">
        <w:t>idéal</w:t>
      </w:r>
      <w:r>
        <w:t xml:space="preserve">, </w:t>
      </w:r>
      <w:r w:rsidR="00E0544E" w:rsidRPr="007818BD">
        <w:t>rien qui dépasse la vie triviale et pos</w:t>
      </w:r>
      <w:r w:rsidR="00E0544E" w:rsidRPr="007818BD">
        <w:t>i</w:t>
      </w:r>
      <w:r w:rsidR="00E0544E" w:rsidRPr="007818BD">
        <w:t>tive</w:t>
      </w:r>
      <w:r>
        <w:t xml:space="preserve">. </w:t>
      </w:r>
      <w:r w:rsidR="00E0544E" w:rsidRPr="007818BD">
        <w:t>Si je peignais maintenant</w:t>
      </w:r>
      <w:r>
        <w:t xml:space="preserve">, </w:t>
      </w:r>
      <w:r w:rsidR="00E0544E" w:rsidRPr="007818BD">
        <w:t>je crois</w:t>
      </w:r>
      <w:r>
        <w:t xml:space="preserve">, </w:t>
      </w:r>
      <w:r w:rsidR="00E0544E" w:rsidRPr="007818BD">
        <w:t>en vérité</w:t>
      </w:r>
      <w:r>
        <w:t xml:space="preserve">, </w:t>
      </w:r>
      <w:r w:rsidR="00E0544E" w:rsidRPr="007818BD">
        <w:t>que vous ach</w:t>
      </w:r>
      <w:r w:rsidR="00E0544E" w:rsidRPr="007818BD">
        <w:t>è</w:t>
      </w:r>
      <w:r w:rsidR="00E0544E" w:rsidRPr="007818BD">
        <w:t>teriez volontiers mes tableaux</w:t>
      </w:r>
      <w:r>
        <w:t xml:space="preserve">. </w:t>
      </w:r>
      <w:r w:rsidR="00E0544E" w:rsidRPr="007818BD">
        <w:t>Dépêchez-vous de finir votre d</w:t>
      </w:r>
      <w:r w:rsidR="00E0544E" w:rsidRPr="007818BD">
        <w:t>é</w:t>
      </w:r>
      <w:r w:rsidR="00E0544E" w:rsidRPr="007818BD">
        <w:t>jeuner</w:t>
      </w:r>
      <w:r>
        <w:t xml:space="preserve">, </w:t>
      </w:r>
      <w:r w:rsidR="00E0544E" w:rsidRPr="007818BD">
        <w:t>j</w:t>
      </w:r>
      <w:r>
        <w:t>’</w:t>
      </w:r>
      <w:r w:rsidR="00E0544E" w:rsidRPr="007818BD">
        <w:t>ai besoin de vous consulter</w:t>
      </w:r>
      <w:r>
        <w:t xml:space="preserve">. </w:t>
      </w:r>
      <w:r w:rsidR="00E0544E" w:rsidRPr="007818BD">
        <w:t>Je suis revenu en Anglete</w:t>
      </w:r>
      <w:r w:rsidR="00E0544E" w:rsidRPr="007818BD">
        <w:t>r</w:t>
      </w:r>
      <w:r w:rsidR="00E0544E" w:rsidRPr="007818BD">
        <w:t>re pour m</w:t>
      </w:r>
      <w:r>
        <w:t>’</w:t>
      </w:r>
      <w:r w:rsidR="00E0544E" w:rsidRPr="007818BD">
        <w:t>occuper de mes a</w:t>
      </w:r>
      <w:r w:rsidR="00E0544E" w:rsidRPr="007818BD">
        <w:t>f</w:t>
      </w:r>
      <w:r w:rsidR="00E0544E" w:rsidRPr="007818BD">
        <w:t>faires</w:t>
      </w:r>
      <w:r>
        <w:t xml:space="preserve">. </w:t>
      </w:r>
      <w:r w:rsidR="00E0544E" w:rsidRPr="007818BD">
        <w:t xml:space="preserve">Mon ambition </w:t>
      </w:r>
      <w:r w:rsidR="00E0544E" w:rsidRPr="007818BD">
        <w:lastRenderedPageBreak/>
        <w:t>est de faire de l</w:t>
      </w:r>
      <w:r>
        <w:t>’</w:t>
      </w:r>
      <w:r w:rsidR="00E0544E" w:rsidRPr="007818BD">
        <w:t>argent</w:t>
      </w:r>
      <w:r>
        <w:t xml:space="preserve"> ; </w:t>
      </w:r>
      <w:r w:rsidR="00E0544E" w:rsidRPr="007818BD">
        <w:t>vos conseils et votre expérience ne peuvent que m</w:t>
      </w:r>
      <w:r>
        <w:t>’</w:t>
      </w:r>
      <w:r w:rsidR="00E0544E" w:rsidRPr="007818BD">
        <w:t>être d</w:t>
      </w:r>
      <w:r>
        <w:t>’</w:t>
      </w:r>
      <w:r w:rsidR="00E0544E" w:rsidRPr="007818BD">
        <w:t>un grand secours</w:t>
      </w:r>
      <w:r>
        <w:t>.</w:t>
      </w:r>
    </w:p>
    <w:p w14:paraId="437A138A" w14:textId="77777777" w:rsidR="00E8465A" w:rsidRDefault="00E8465A" w:rsidP="00E0544E">
      <w:r>
        <w:t>— </w:t>
      </w:r>
      <w:r w:rsidR="00E0544E" w:rsidRPr="007818BD">
        <w:t>Ah</w:t>
      </w:r>
      <w:r>
        <w:t xml:space="preserve"> ! </w:t>
      </w:r>
      <w:r w:rsidR="00E0544E" w:rsidRPr="007818BD">
        <w:t>ah</w:t>
      </w:r>
      <w:r>
        <w:t xml:space="preserve"> ! </w:t>
      </w:r>
      <w:r w:rsidR="00E0544E" w:rsidRPr="007818BD">
        <w:t>vous n</w:t>
      </w:r>
      <w:r>
        <w:t>’</w:t>
      </w:r>
      <w:r w:rsidR="00E0544E" w:rsidRPr="007818BD">
        <w:t>avez pas tardé à être désenchanté de la pierre philosophale</w:t>
      </w:r>
      <w:r>
        <w:t xml:space="preserve">. </w:t>
      </w:r>
      <w:r w:rsidR="00E0544E" w:rsidRPr="007818BD">
        <w:t>Il faut vous dire</w:t>
      </w:r>
      <w:r>
        <w:t xml:space="preserve">, </w:t>
      </w:r>
      <w:r w:rsidR="00E0544E" w:rsidRPr="007818BD">
        <w:t>Sarah</w:t>
      </w:r>
      <w:r>
        <w:t xml:space="preserve">, </w:t>
      </w:r>
      <w:r w:rsidR="00E0544E" w:rsidRPr="007818BD">
        <w:t>que</w:t>
      </w:r>
      <w:r>
        <w:t xml:space="preserve">, </w:t>
      </w:r>
      <w:r w:rsidR="00E0544E" w:rsidRPr="007818BD">
        <w:t xml:space="preserve">lorsque je quittai </w:t>
      </w:r>
      <w:proofErr w:type="spellStart"/>
      <w:r w:rsidR="00E0544E" w:rsidRPr="007818BD">
        <w:t>Glyndon</w:t>
      </w:r>
      <w:proofErr w:type="spellEnd"/>
      <w:r>
        <w:t xml:space="preserve">, </w:t>
      </w:r>
      <w:r w:rsidR="00E0544E" w:rsidRPr="007818BD">
        <w:t>il était résolu à se faire alch</w:t>
      </w:r>
      <w:r w:rsidR="00E0544E" w:rsidRPr="007818BD">
        <w:t>i</w:t>
      </w:r>
      <w:r w:rsidR="00E0544E" w:rsidRPr="007818BD">
        <w:t>miste et magicien</w:t>
      </w:r>
      <w:r>
        <w:t>.</w:t>
      </w:r>
    </w:p>
    <w:p w14:paraId="36029262" w14:textId="77777777" w:rsidR="00E8465A" w:rsidRDefault="00E8465A" w:rsidP="00E0544E">
      <w:r>
        <w:t>— </w:t>
      </w:r>
      <w:r w:rsidR="00E0544E" w:rsidRPr="007818BD">
        <w:t>Vous avez de l</w:t>
      </w:r>
      <w:r>
        <w:t>’</w:t>
      </w:r>
      <w:r w:rsidR="00E0544E" w:rsidRPr="007818BD">
        <w:t>esprit aujourd</w:t>
      </w:r>
      <w:r>
        <w:t>’</w:t>
      </w:r>
      <w:r w:rsidR="00E0544E" w:rsidRPr="007818BD">
        <w:t>hui</w:t>
      </w:r>
      <w:r>
        <w:t xml:space="preserve">, </w:t>
      </w:r>
      <w:r w:rsidR="00E0544E" w:rsidRPr="007818BD">
        <w:t xml:space="preserve">monsieur </w:t>
      </w:r>
      <w:proofErr w:type="spellStart"/>
      <w:r w:rsidR="00E0544E" w:rsidRPr="007818BD">
        <w:t>Mervale</w:t>
      </w:r>
      <w:proofErr w:type="spellEnd"/>
      <w:r>
        <w:t>.</w:t>
      </w:r>
    </w:p>
    <w:p w14:paraId="2D5E0CF5" w14:textId="3D4C5FC3" w:rsidR="00E0544E" w:rsidRPr="007818BD" w:rsidRDefault="00E8465A" w:rsidP="00E0544E">
      <w:r>
        <w:t>— </w:t>
      </w:r>
      <w:r w:rsidR="00E0544E" w:rsidRPr="007818BD">
        <w:t>C</w:t>
      </w:r>
      <w:r>
        <w:t>’</w:t>
      </w:r>
      <w:r w:rsidR="00E0544E" w:rsidRPr="007818BD">
        <w:t>est la pure vérité</w:t>
      </w:r>
      <w:r>
        <w:t xml:space="preserve">. </w:t>
      </w:r>
      <w:r w:rsidR="00E0544E" w:rsidRPr="007818BD">
        <w:t>Je vous l</w:t>
      </w:r>
      <w:r>
        <w:t>’</w:t>
      </w:r>
      <w:r w:rsidR="00E0544E" w:rsidRPr="007818BD">
        <w:t>ai déjà dit</w:t>
      </w:r>
      <w:r>
        <w:t>. »</w:t>
      </w:r>
    </w:p>
    <w:p w14:paraId="4515554D" w14:textId="77777777" w:rsidR="00E8465A" w:rsidRDefault="00E0544E" w:rsidP="00E0544E">
      <w:proofErr w:type="spellStart"/>
      <w:r w:rsidRPr="007818BD">
        <w:t>Glyndon</w:t>
      </w:r>
      <w:proofErr w:type="spellEnd"/>
      <w:r w:rsidRPr="007818BD">
        <w:t xml:space="preserve"> se leva brusquement</w:t>
      </w:r>
      <w:r w:rsidR="00E8465A">
        <w:t>.</w:t>
      </w:r>
    </w:p>
    <w:p w14:paraId="596A2A54" w14:textId="1BB68B93" w:rsidR="00E0544E" w:rsidRPr="007818BD" w:rsidRDefault="00E8465A" w:rsidP="00E0544E">
      <w:r>
        <w:t>« </w:t>
      </w:r>
      <w:r w:rsidR="00E0544E" w:rsidRPr="007818BD">
        <w:t>Pourquoi éveiller ces souvenirs de folie et de présom</w:t>
      </w:r>
      <w:r w:rsidR="00E0544E" w:rsidRPr="007818BD">
        <w:t>p</w:t>
      </w:r>
      <w:r w:rsidR="00E0544E" w:rsidRPr="007818BD">
        <w:t>tion</w:t>
      </w:r>
      <w:r>
        <w:t xml:space="preserve"> ? </w:t>
      </w:r>
      <w:r w:rsidR="00E0544E" w:rsidRPr="007818BD">
        <w:t>N</w:t>
      </w:r>
      <w:r>
        <w:t>’</w:t>
      </w:r>
      <w:r w:rsidR="00E0544E" w:rsidRPr="007818BD">
        <w:t>ai-je pas dit que j</w:t>
      </w:r>
      <w:r>
        <w:t>’</w:t>
      </w:r>
      <w:r w:rsidR="00E0544E" w:rsidRPr="007818BD">
        <w:t>étais revenu à mon pays natal pour suivre les salutaires errements de mes sembl</w:t>
      </w:r>
      <w:r w:rsidR="00E0544E" w:rsidRPr="007818BD">
        <w:t>a</w:t>
      </w:r>
      <w:r w:rsidR="00E0544E" w:rsidRPr="007818BD">
        <w:t>bles</w:t>
      </w:r>
      <w:r>
        <w:t xml:space="preserve"> ? </w:t>
      </w:r>
      <w:r w:rsidR="00E0544E" w:rsidRPr="007818BD">
        <w:t>Qu</w:t>
      </w:r>
      <w:r>
        <w:t>’</w:t>
      </w:r>
      <w:r w:rsidR="00E0544E" w:rsidRPr="007818BD">
        <w:t>y a-t-il de plus sain</w:t>
      </w:r>
      <w:r>
        <w:t xml:space="preserve">, </w:t>
      </w:r>
      <w:r w:rsidR="00E0544E" w:rsidRPr="007818BD">
        <w:t>de plus noble</w:t>
      </w:r>
      <w:r>
        <w:t xml:space="preserve">, </w:t>
      </w:r>
      <w:r w:rsidR="00E0544E" w:rsidRPr="007818BD">
        <w:t>de plus conforme à la nature que ce que vous appelez la vie pratique</w:t>
      </w:r>
      <w:r>
        <w:t xml:space="preserve"> ? </w:t>
      </w:r>
      <w:r w:rsidR="00E0544E" w:rsidRPr="007818BD">
        <w:t>Si nous avons des moyens</w:t>
      </w:r>
      <w:r>
        <w:t xml:space="preserve">, </w:t>
      </w:r>
      <w:r w:rsidR="00E0544E" w:rsidRPr="007818BD">
        <w:t>à quoi servent-ils</w:t>
      </w:r>
      <w:r>
        <w:t xml:space="preserve">, </w:t>
      </w:r>
      <w:r w:rsidR="00E0544E" w:rsidRPr="007818BD">
        <w:t>si ce n</w:t>
      </w:r>
      <w:r>
        <w:t>’</w:t>
      </w:r>
      <w:r w:rsidR="00E0544E" w:rsidRPr="007818BD">
        <w:t>est à les vendre à bénéfice</w:t>
      </w:r>
      <w:r>
        <w:t xml:space="preserve"> ? </w:t>
      </w:r>
      <w:r w:rsidR="00E0544E" w:rsidRPr="007818BD">
        <w:t>Achetons la science comme on achète une denrée</w:t>
      </w:r>
      <w:r>
        <w:t xml:space="preserve">, </w:t>
      </w:r>
      <w:r w:rsidR="00E0544E" w:rsidRPr="007818BD">
        <w:t>au taux le plus bas pour la revendre au plus élevé</w:t>
      </w:r>
      <w:r>
        <w:t xml:space="preserve">. </w:t>
      </w:r>
      <w:r w:rsidR="00E0544E" w:rsidRPr="007818BD">
        <w:t>Vous n</w:t>
      </w:r>
      <w:r>
        <w:t>’</w:t>
      </w:r>
      <w:r w:rsidR="00E0544E" w:rsidRPr="007818BD">
        <w:t>avez pas encore fini de déje</w:t>
      </w:r>
      <w:r w:rsidR="00E0544E" w:rsidRPr="007818BD">
        <w:t>u</w:t>
      </w:r>
      <w:r w:rsidR="00E0544E" w:rsidRPr="007818BD">
        <w:t>ner</w:t>
      </w:r>
      <w:r>
        <w:t> ? »</w:t>
      </w:r>
    </w:p>
    <w:p w14:paraId="7BC47F83" w14:textId="77777777" w:rsidR="00E8465A" w:rsidRDefault="00E0544E" w:rsidP="00E0544E">
      <w:r w:rsidRPr="007818BD">
        <w:t>Les deux amis sortirent</w:t>
      </w:r>
      <w:r w:rsidR="00E8465A">
        <w:t xml:space="preserve">, </w:t>
      </w:r>
      <w:r w:rsidRPr="007818BD">
        <w:t xml:space="preserve">et </w:t>
      </w:r>
      <w:proofErr w:type="spellStart"/>
      <w:r w:rsidRPr="007818BD">
        <w:t>Mervale</w:t>
      </w:r>
      <w:proofErr w:type="spellEnd"/>
      <w:r w:rsidRPr="007818BD">
        <w:t xml:space="preserve"> se sentit mal à l</w:t>
      </w:r>
      <w:r w:rsidR="00E8465A">
        <w:t>’</w:t>
      </w:r>
      <w:r w:rsidRPr="007818BD">
        <w:t>aise sous l</w:t>
      </w:r>
      <w:r w:rsidR="00E8465A">
        <w:t>’</w:t>
      </w:r>
      <w:r w:rsidRPr="007818BD">
        <w:t xml:space="preserve">ironie avec laquelle </w:t>
      </w:r>
      <w:proofErr w:type="spellStart"/>
      <w:r w:rsidRPr="007818BD">
        <w:t>Glyndon</w:t>
      </w:r>
      <w:proofErr w:type="spellEnd"/>
      <w:r w:rsidRPr="007818BD">
        <w:t xml:space="preserve"> le félicita de sa respectabil</w:t>
      </w:r>
      <w:r w:rsidRPr="007818BD">
        <w:t>i</w:t>
      </w:r>
      <w:r w:rsidRPr="007818BD">
        <w:t>té</w:t>
      </w:r>
      <w:r w:rsidR="00E8465A">
        <w:t xml:space="preserve">, </w:t>
      </w:r>
      <w:r w:rsidRPr="007818BD">
        <w:t>de sa position</w:t>
      </w:r>
      <w:r w:rsidR="00E8465A">
        <w:t xml:space="preserve">, </w:t>
      </w:r>
      <w:r w:rsidRPr="007818BD">
        <w:t>de ses occupations</w:t>
      </w:r>
      <w:r w:rsidR="00E8465A">
        <w:t xml:space="preserve">, </w:t>
      </w:r>
      <w:r w:rsidRPr="007818BD">
        <w:t>de son he</w:t>
      </w:r>
      <w:r w:rsidRPr="007818BD">
        <w:t>u</w:t>
      </w:r>
      <w:r w:rsidRPr="007818BD">
        <w:t>reux mariage</w:t>
      </w:r>
      <w:r w:rsidR="00E8465A">
        <w:t xml:space="preserve">, </w:t>
      </w:r>
      <w:r w:rsidRPr="007818BD">
        <w:t>et de ses huit tableaux aux cadres splendides</w:t>
      </w:r>
      <w:r w:rsidR="00E8465A">
        <w:t xml:space="preserve">. </w:t>
      </w:r>
      <w:r w:rsidRPr="007818BD">
        <w:t>Autrefois</w:t>
      </w:r>
      <w:r w:rsidR="00E8465A">
        <w:t xml:space="preserve">, </w:t>
      </w:r>
      <w:r w:rsidRPr="007818BD">
        <w:t>c</w:t>
      </w:r>
      <w:r w:rsidR="00E8465A">
        <w:t>’</w:t>
      </w:r>
      <w:r w:rsidRPr="007818BD">
        <w:t>était le prat</w:t>
      </w:r>
      <w:r w:rsidRPr="007818BD">
        <w:t>i</w:t>
      </w:r>
      <w:r w:rsidRPr="007818BD">
        <w:t xml:space="preserve">que </w:t>
      </w:r>
      <w:proofErr w:type="spellStart"/>
      <w:r w:rsidRPr="007818BD">
        <w:t>Mervale</w:t>
      </w:r>
      <w:proofErr w:type="spellEnd"/>
      <w:r w:rsidRPr="007818BD">
        <w:t xml:space="preserve"> qui exerçait sa verve sur son ami</w:t>
      </w:r>
      <w:r w:rsidR="00E8465A">
        <w:t xml:space="preserve"> ; </w:t>
      </w:r>
      <w:r w:rsidRPr="007818BD">
        <w:t>c</w:t>
      </w:r>
      <w:r w:rsidR="00E8465A">
        <w:t>’</w:t>
      </w:r>
      <w:r w:rsidRPr="007818BD">
        <w:t>était lui qui raillait alors</w:t>
      </w:r>
      <w:r w:rsidR="00E8465A">
        <w:t xml:space="preserve">, </w:t>
      </w:r>
      <w:r w:rsidRPr="007818BD">
        <w:t xml:space="preserve">et </w:t>
      </w:r>
      <w:proofErr w:type="spellStart"/>
      <w:r w:rsidRPr="007818BD">
        <w:t>Glyndon</w:t>
      </w:r>
      <w:proofErr w:type="spellEnd"/>
      <w:r w:rsidR="00E8465A">
        <w:t xml:space="preserve">, </w:t>
      </w:r>
      <w:r w:rsidRPr="007818BD">
        <w:t>timide et interdit</w:t>
      </w:r>
      <w:r w:rsidR="00E8465A">
        <w:t xml:space="preserve">, </w:t>
      </w:r>
      <w:r w:rsidRPr="007818BD">
        <w:t>rougissait des ridicules que son ami était si habile à découvrir dans sa vie</w:t>
      </w:r>
      <w:r w:rsidR="00E8465A">
        <w:t xml:space="preserve">. </w:t>
      </w:r>
      <w:r w:rsidRPr="007818BD">
        <w:t>A</w:t>
      </w:r>
      <w:r w:rsidRPr="007818BD">
        <w:t>u</w:t>
      </w:r>
      <w:r w:rsidRPr="007818BD">
        <w:t>jourd</w:t>
      </w:r>
      <w:r w:rsidR="00E8465A">
        <w:t>’</w:t>
      </w:r>
      <w:r w:rsidRPr="007818BD">
        <w:t>hui</w:t>
      </w:r>
      <w:r w:rsidR="00E8465A">
        <w:t xml:space="preserve">, </w:t>
      </w:r>
      <w:r w:rsidRPr="007818BD">
        <w:t>les rôles étaient renversés</w:t>
      </w:r>
      <w:r w:rsidR="00E8465A">
        <w:t xml:space="preserve">. </w:t>
      </w:r>
      <w:r w:rsidRPr="007818BD">
        <w:t xml:space="preserve">Il y avait dans ce caractère changé de </w:t>
      </w:r>
      <w:proofErr w:type="spellStart"/>
      <w:r w:rsidRPr="007818BD">
        <w:t>Glyndon</w:t>
      </w:r>
      <w:proofErr w:type="spellEnd"/>
      <w:r w:rsidRPr="007818BD">
        <w:t xml:space="preserve"> une décision inflexible et impitoyable</w:t>
      </w:r>
      <w:r w:rsidR="00E8465A">
        <w:t xml:space="preserve">, </w:t>
      </w:r>
      <w:r w:rsidRPr="007818BD">
        <w:t xml:space="preserve">qui réduisait au silence et au respect la nature banale et calme de </w:t>
      </w:r>
      <w:proofErr w:type="spellStart"/>
      <w:r w:rsidRPr="007818BD">
        <w:t>Mervale</w:t>
      </w:r>
      <w:proofErr w:type="spellEnd"/>
      <w:r w:rsidR="00E8465A">
        <w:t xml:space="preserve">. </w:t>
      </w:r>
      <w:r w:rsidRPr="007818BD">
        <w:t xml:space="preserve">Il semblait prendre un malin </w:t>
      </w:r>
      <w:r w:rsidRPr="007818BD">
        <w:lastRenderedPageBreak/>
        <w:t>plaisir à lui persuader que la vie ordinaire du monde était vile et méprisable</w:t>
      </w:r>
      <w:r w:rsidR="00E8465A">
        <w:t>.</w:t>
      </w:r>
    </w:p>
    <w:p w14:paraId="281DFEA9" w14:textId="5E764F13" w:rsidR="00E0544E" w:rsidRPr="007818BD" w:rsidRDefault="00E8465A" w:rsidP="00E0544E">
      <w:r>
        <w:t>« </w:t>
      </w:r>
      <w:r w:rsidR="00E0544E" w:rsidRPr="007818BD">
        <w:t>Ah</w:t>
      </w:r>
      <w:r>
        <w:t xml:space="preserve"> ! </w:t>
      </w:r>
      <w:r w:rsidR="00E0544E" w:rsidRPr="007818BD">
        <w:t>s</w:t>
      </w:r>
      <w:r>
        <w:t>’</w:t>
      </w:r>
      <w:r w:rsidR="00E0544E" w:rsidRPr="007818BD">
        <w:t>écria-t-il</w:t>
      </w:r>
      <w:r>
        <w:t xml:space="preserve">, </w:t>
      </w:r>
      <w:r w:rsidR="00E0544E" w:rsidRPr="007818BD">
        <w:t>comme vous aviez raison de me dire de faire un mariage conv</w:t>
      </w:r>
      <w:r w:rsidR="00E0544E" w:rsidRPr="007818BD">
        <w:t>e</w:t>
      </w:r>
      <w:r w:rsidR="00E0544E" w:rsidRPr="007818BD">
        <w:t>nable</w:t>
      </w:r>
      <w:r>
        <w:t xml:space="preserve">, </w:t>
      </w:r>
      <w:r w:rsidR="00E0544E" w:rsidRPr="007818BD">
        <w:t>de m</w:t>
      </w:r>
      <w:r>
        <w:t>’</w:t>
      </w:r>
      <w:r w:rsidR="00E0544E" w:rsidRPr="007818BD">
        <w:t>assurer une position solide</w:t>
      </w:r>
      <w:r>
        <w:t xml:space="preserve"> ; </w:t>
      </w:r>
      <w:r w:rsidR="00E0544E" w:rsidRPr="007818BD">
        <w:t>de vivre dans une crainte salutaire du monde et de ma femme</w:t>
      </w:r>
      <w:r>
        <w:t xml:space="preserve">, </w:t>
      </w:r>
      <w:r w:rsidR="00E0544E" w:rsidRPr="007818BD">
        <w:t>de jouir de l</w:t>
      </w:r>
      <w:r>
        <w:t>’</w:t>
      </w:r>
      <w:r w:rsidR="00E0544E" w:rsidRPr="007818BD">
        <w:t>envie des pauvres et de l</w:t>
      </w:r>
      <w:r>
        <w:t>’</w:t>
      </w:r>
      <w:r w:rsidR="00E0544E" w:rsidRPr="007818BD">
        <w:t>estime des riches</w:t>
      </w:r>
      <w:r>
        <w:t xml:space="preserve"> ! </w:t>
      </w:r>
      <w:r w:rsidR="00E0544E" w:rsidRPr="007818BD">
        <w:t>Vous avez mis en pratique vos préceptes</w:t>
      </w:r>
      <w:r>
        <w:t xml:space="preserve">. </w:t>
      </w:r>
      <w:r w:rsidR="00E0544E" w:rsidRPr="007818BD">
        <w:t>Existence délicieuse</w:t>
      </w:r>
      <w:r>
        <w:t xml:space="preserve"> ! </w:t>
      </w:r>
      <w:r w:rsidR="00E0544E" w:rsidRPr="007818BD">
        <w:t>Le b</w:t>
      </w:r>
      <w:r w:rsidR="00E0544E" w:rsidRPr="007818BD">
        <w:t>u</w:t>
      </w:r>
      <w:r w:rsidR="00E0544E" w:rsidRPr="007818BD">
        <w:t>reau du négociant</w:t>
      </w:r>
      <w:r>
        <w:t xml:space="preserve">, </w:t>
      </w:r>
      <w:r w:rsidR="00E0544E" w:rsidRPr="007818BD">
        <w:t>et la mercuriale de l</w:t>
      </w:r>
      <w:r>
        <w:t>’</w:t>
      </w:r>
      <w:r w:rsidR="00E0544E" w:rsidRPr="007818BD">
        <w:t>alcôve</w:t>
      </w:r>
      <w:r>
        <w:t xml:space="preserve"> ! </w:t>
      </w:r>
      <w:r w:rsidR="00E0544E" w:rsidRPr="007818BD">
        <w:t>Ha</w:t>
      </w:r>
      <w:r>
        <w:t xml:space="preserve"> ! </w:t>
      </w:r>
      <w:r w:rsidR="00E0544E" w:rsidRPr="007818BD">
        <w:t>ha</w:t>
      </w:r>
      <w:r>
        <w:t xml:space="preserve"> ! </w:t>
      </w:r>
      <w:r w:rsidR="00E0544E" w:rsidRPr="007818BD">
        <w:t>que pensez-vous d</w:t>
      </w:r>
      <w:r>
        <w:t>’</w:t>
      </w:r>
      <w:r w:rsidR="00E0544E" w:rsidRPr="007818BD">
        <w:t>une seconde nuit comme la dernière</w:t>
      </w:r>
      <w:r>
        <w:t> ? »</w:t>
      </w:r>
    </w:p>
    <w:p w14:paraId="4F85FF97" w14:textId="77777777" w:rsidR="00E8465A" w:rsidRDefault="00E0544E" w:rsidP="00E0544E">
      <w:proofErr w:type="spellStart"/>
      <w:r w:rsidRPr="007818BD">
        <w:t>Mervale</w:t>
      </w:r>
      <w:proofErr w:type="spellEnd"/>
      <w:r w:rsidR="00E8465A">
        <w:t xml:space="preserve">, </w:t>
      </w:r>
      <w:r w:rsidRPr="007818BD">
        <w:t>embarrassé et irrité</w:t>
      </w:r>
      <w:r w:rsidR="00E8465A">
        <w:t xml:space="preserve">, </w:t>
      </w:r>
      <w:r w:rsidRPr="007818BD">
        <w:t xml:space="preserve">ramena la conversation sur les affaires de </w:t>
      </w:r>
      <w:proofErr w:type="spellStart"/>
      <w:r w:rsidRPr="007818BD">
        <w:t>Glyndon</w:t>
      </w:r>
      <w:proofErr w:type="spellEnd"/>
      <w:r w:rsidR="00E8465A">
        <w:t xml:space="preserve">. </w:t>
      </w:r>
      <w:r w:rsidRPr="007818BD">
        <w:t>Il fut surpris de cette connaissance du monde que l</w:t>
      </w:r>
      <w:r w:rsidR="00E8465A">
        <w:t>’</w:t>
      </w:r>
      <w:r w:rsidRPr="007818BD">
        <w:t>artiste avait subitement acquise</w:t>
      </w:r>
      <w:r w:rsidR="00E8465A">
        <w:t xml:space="preserve"> ; </w:t>
      </w:r>
      <w:r w:rsidRPr="007818BD">
        <w:t>plus surpris e</w:t>
      </w:r>
      <w:r w:rsidRPr="007818BD">
        <w:t>n</w:t>
      </w:r>
      <w:r w:rsidRPr="007818BD">
        <w:t>core de la pénétration et de l</w:t>
      </w:r>
      <w:r w:rsidR="00E8465A">
        <w:t>’</w:t>
      </w:r>
      <w:r w:rsidRPr="007818BD">
        <w:t>ardeur avec lesquelles il parlait des spéculations financières du jour</w:t>
      </w:r>
      <w:r w:rsidR="00E8465A">
        <w:t xml:space="preserve">. </w:t>
      </w:r>
      <w:r w:rsidRPr="007818BD">
        <w:t>Oui</w:t>
      </w:r>
      <w:r w:rsidR="00E8465A">
        <w:t xml:space="preserve">, </w:t>
      </w:r>
      <w:proofErr w:type="spellStart"/>
      <w:r w:rsidRPr="007818BD">
        <w:t>Glyndon</w:t>
      </w:r>
      <w:proofErr w:type="spellEnd"/>
      <w:r w:rsidRPr="007818BD">
        <w:t xml:space="preserve"> était sérieus</w:t>
      </w:r>
      <w:r w:rsidRPr="007818BD">
        <w:t>e</w:t>
      </w:r>
      <w:r w:rsidRPr="007818BD">
        <w:t>ment désireux de devenir riche et respectable</w:t>
      </w:r>
      <w:r w:rsidR="00E8465A">
        <w:t xml:space="preserve">… </w:t>
      </w:r>
      <w:r w:rsidRPr="007818BD">
        <w:t>et de tirer de son argent au moins dix pour cent</w:t>
      </w:r>
      <w:r w:rsidR="00E8465A">
        <w:t>.</w:t>
      </w:r>
    </w:p>
    <w:p w14:paraId="5C090B88" w14:textId="59B46169" w:rsidR="00E8465A" w:rsidRDefault="00E0544E" w:rsidP="00E0544E">
      <w:r w:rsidRPr="007818BD">
        <w:t>Après avoir passé chez le banquier quelques jours qu</w:t>
      </w:r>
      <w:r w:rsidR="00E8465A">
        <w:t>’</w:t>
      </w:r>
      <w:r w:rsidRPr="007818BD">
        <w:t>il ut</w:t>
      </w:r>
      <w:r w:rsidRPr="007818BD">
        <w:t>i</w:t>
      </w:r>
      <w:r w:rsidRPr="007818BD">
        <w:t>lisa consciencieusement à désorganiser tout le mécanisme de la maison</w:t>
      </w:r>
      <w:r w:rsidR="00E8465A">
        <w:t xml:space="preserve">, </w:t>
      </w:r>
      <w:r w:rsidRPr="007818BD">
        <w:t>à faire de la nuit le jour</w:t>
      </w:r>
      <w:r w:rsidR="00E8465A">
        <w:t xml:space="preserve">, </w:t>
      </w:r>
      <w:r w:rsidRPr="007818BD">
        <w:t>de l</w:t>
      </w:r>
      <w:r w:rsidR="00E8465A">
        <w:t>’</w:t>
      </w:r>
      <w:r w:rsidRPr="007818BD">
        <w:t>harmonie la discorde</w:t>
      </w:r>
      <w:r w:rsidR="00E8465A">
        <w:t xml:space="preserve">, </w:t>
      </w:r>
      <w:r w:rsidRPr="007818BD">
        <w:t xml:space="preserve">à rendre la pauvre </w:t>
      </w:r>
      <w:r w:rsidR="00E8465A">
        <w:t>M</w:t>
      </w:r>
      <w:r w:rsidR="00E8465A" w:rsidRPr="00E8465A">
        <w:rPr>
          <w:vertAlign w:val="superscript"/>
        </w:rPr>
        <w:t>me</w:t>
      </w:r>
      <w:r w:rsidR="00E8465A">
        <w:t> </w:t>
      </w:r>
      <w:proofErr w:type="spellStart"/>
      <w:r w:rsidRPr="007818BD">
        <w:t>Mervale</w:t>
      </w:r>
      <w:proofErr w:type="spellEnd"/>
      <w:r w:rsidRPr="007818BD">
        <w:t xml:space="preserve"> à moitié folle</w:t>
      </w:r>
      <w:r w:rsidR="00E8465A">
        <w:t xml:space="preserve">, </w:t>
      </w:r>
      <w:r w:rsidRPr="007818BD">
        <w:t>et à persuader à son mari qu</w:t>
      </w:r>
      <w:r w:rsidR="00E8465A">
        <w:t>’</w:t>
      </w:r>
      <w:r w:rsidRPr="007818BD">
        <w:t>elle le plumait impitoyablement</w:t>
      </w:r>
      <w:r w:rsidR="00E8465A">
        <w:t xml:space="preserve">, </w:t>
      </w:r>
      <w:r w:rsidRPr="007818BD">
        <w:t>l</w:t>
      </w:r>
      <w:r w:rsidR="00E8465A">
        <w:t>’</w:t>
      </w:r>
      <w:r w:rsidRPr="007818BD">
        <w:t>hôte de mauvais augure les quitta aussi subitement qu</w:t>
      </w:r>
      <w:r w:rsidR="00E8465A">
        <w:t>’</w:t>
      </w:r>
      <w:r w:rsidRPr="007818BD">
        <w:t>il était venu</w:t>
      </w:r>
      <w:r w:rsidR="00E8465A">
        <w:t xml:space="preserve">. </w:t>
      </w:r>
      <w:r w:rsidRPr="007818BD">
        <w:t>Il loua une maison</w:t>
      </w:r>
      <w:r w:rsidR="00E8465A">
        <w:t xml:space="preserve">, </w:t>
      </w:r>
      <w:r w:rsidRPr="007818BD">
        <w:t>rechercha la société des gens d</w:t>
      </w:r>
      <w:r w:rsidR="00E8465A">
        <w:t>’</w:t>
      </w:r>
      <w:r w:rsidRPr="007818BD">
        <w:t>argent</w:t>
      </w:r>
      <w:r w:rsidR="00E8465A">
        <w:t xml:space="preserve">, </w:t>
      </w:r>
      <w:r w:rsidRPr="007818BD">
        <w:t>se consacra aux occupations financières</w:t>
      </w:r>
      <w:r w:rsidR="00E8465A">
        <w:t xml:space="preserve">, </w:t>
      </w:r>
      <w:r w:rsidRPr="007818BD">
        <w:t>sembla être devenu un spéculateur</w:t>
      </w:r>
      <w:r w:rsidR="00E8465A">
        <w:t xml:space="preserve"> : </w:t>
      </w:r>
      <w:r w:rsidRPr="007818BD">
        <w:t>ses plans étaient hardis et gigantesques</w:t>
      </w:r>
      <w:r w:rsidR="00E8465A">
        <w:t xml:space="preserve">, </w:t>
      </w:r>
      <w:r w:rsidRPr="007818BD">
        <w:t>ses calculs rapides et profonds</w:t>
      </w:r>
      <w:r w:rsidR="00E8465A">
        <w:t xml:space="preserve">. </w:t>
      </w:r>
      <w:r w:rsidRPr="007818BD">
        <w:t xml:space="preserve">Il étonna </w:t>
      </w:r>
      <w:proofErr w:type="spellStart"/>
      <w:r w:rsidRPr="007818BD">
        <w:t>Mervale</w:t>
      </w:r>
      <w:proofErr w:type="spellEnd"/>
      <w:r w:rsidRPr="007818BD">
        <w:t xml:space="preserve"> par sa résolution</w:t>
      </w:r>
      <w:r w:rsidR="00E8465A">
        <w:t xml:space="preserve"> ; </w:t>
      </w:r>
      <w:r w:rsidRPr="007818BD">
        <w:t>il l</w:t>
      </w:r>
      <w:r w:rsidR="00E8465A">
        <w:t>’</w:t>
      </w:r>
      <w:r w:rsidRPr="007818BD">
        <w:t>éblouit par son succès</w:t>
      </w:r>
      <w:r w:rsidR="00E8465A">
        <w:t xml:space="preserve">. </w:t>
      </w:r>
      <w:proofErr w:type="spellStart"/>
      <w:r w:rsidRPr="007818BD">
        <w:t>Mervale</w:t>
      </w:r>
      <w:proofErr w:type="spellEnd"/>
      <w:r w:rsidRPr="007818BD">
        <w:t xml:space="preserve"> commença à être jaloux de lui</w:t>
      </w:r>
      <w:r w:rsidR="00E8465A">
        <w:t xml:space="preserve">, </w:t>
      </w:r>
      <w:r w:rsidRPr="007818BD">
        <w:t>à être m</w:t>
      </w:r>
      <w:r w:rsidRPr="007818BD">
        <w:t>é</w:t>
      </w:r>
      <w:r w:rsidRPr="007818BD">
        <w:t>content de ses propres gains lents et réguliers</w:t>
      </w:r>
      <w:r w:rsidR="00E8465A">
        <w:t xml:space="preserve">. </w:t>
      </w:r>
      <w:r w:rsidRPr="007818BD">
        <w:t xml:space="preserve">Que </w:t>
      </w:r>
      <w:proofErr w:type="spellStart"/>
      <w:r w:rsidRPr="007818BD">
        <w:t>Gly</w:t>
      </w:r>
      <w:r w:rsidRPr="007818BD">
        <w:t>n</w:t>
      </w:r>
      <w:r w:rsidRPr="007818BD">
        <w:t>don</w:t>
      </w:r>
      <w:proofErr w:type="spellEnd"/>
      <w:r w:rsidRPr="007818BD">
        <w:t xml:space="preserve"> vendît ou qu</w:t>
      </w:r>
      <w:r w:rsidR="00E8465A">
        <w:t>’</w:t>
      </w:r>
      <w:r w:rsidRPr="007818BD">
        <w:t>il achetât</w:t>
      </w:r>
      <w:r w:rsidR="00E8465A">
        <w:t xml:space="preserve">, </w:t>
      </w:r>
      <w:r w:rsidRPr="007818BD">
        <w:t>l</w:t>
      </w:r>
      <w:r w:rsidR="00E8465A">
        <w:t>’</w:t>
      </w:r>
      <w:r w:rsidRPr="007818BD">
        <w:t>opulence affluait vers lui comme par une attraction m</w:t>
      </w:r>
      <w:r w:rsidRPr="007818BD">
        <w:t>a</w:t>
      </w:r>
      <w:r w:rsidRPr="007818BD">
        <w:t>gnétique</w:t>
      </w:r>
      <w:r w:rsidR="00E8465A">
        <w:t xml:space="preserve"> : </w:t>
      </w:r>
      <w:r w:rsidRPr="007818BD">
        <w:t xml:space="preserve">ce que des années </w:t>
      </w:r>
      <w:r w:rsidRPr="007818BD">
        <w:lastRenderedPageBreak/>
        <w:t>de travail n</w:t>
      </w:r>
      <w:r w:rsidR="00E8465A">
        <w:t>’</w:t>
      </w:r>
      <w:r w:rsidRPr="007818BD">
        <w:t>auraient pas fait pour lui dans l</w:t>
      </w:r>
      <w:r w:rsidR="00E8465A">
        <w:t>’</w:t>
      </w:r>
      <w:r w:rsidRPr="007818BD">
        <w:t>art</w:t>
      </w:r>
      <w:r w:rsidR="00E8465A">
        <w:t xml:space="preserve">, </w:t>
      </w:r>
      <w:r w:rsidRPr="007818BD">
        <w:t>quelques mois le firent dans la spéculation</w:t>
      </w:r>
      <w:r w:rsidR="00E8465A">
        <w:t xml:space="preserve">, </w:t>
      </w:r>
      <w:r w:rsidRPr="007818BD">
        <w:t>par une série de chances heureuses</w:t>
      </w:r>
      <w:r w:rsidR="00E8465A">
        <w:t xml:space="preserve">. </w:t>
      </w:r>
      <w:r w:rsidRPr="007818BD">
        <w:t>Tout à coup</w:t>
      </w:r>
      <w:r w:rsidR="00E8465A">
        <w:t xml:space="preserve">, </w:t>
      </w:r>
      <w:r w:rsidRPr="007818BD">
        <w:t>cependant</w:t>
      </w:r>
      <w:r w:rsidR="00E8465A">
        <w:t xml:space="preserve">, </w:t>
      </w:r>
      <w:r w:rsidRPr="007818BD">
        <w:t>son zèle se refroidit</w:t>
      </w:r>
      <w:r w:rsidR="00E8465A">
        <w:t xml:space="preserve"> ; </w:t>
      </w:r>
      <w:r w:rsidRPr="007818BD">
        <w:t>de nouveaux objets se</w:t>
      </w:r>
      <w:r w:rsidRPr="007818BD">
        <w:t>m</w:t>
      </w:r>
      <w:r w:rsidRPr="007818BD">
        <w:t>blèrent attirer son ambition</w:t>
      </w:r>
      <w:r w:rsidR="00E8465A">
        <w:t xml:space="preserve">. </w:t>
      </w:r>
      <w:r w:rsidRPr="007818BD">
        <w:t>S</w:t>
      </w:r>
      <w:r w:rsidR="00E8465A">
        <w:t>’</w:t>
      </w:r>
      <w:r w:rsidRPr="007818BD">
        <w:t>il entendait un tambour dans la rue</w:t>
      </w:r>
      <w:r w:rsidR="00E8465A">
        <w:t xml:space="preserve">, </w:t>
      </w:r>
      <w:r w:rsidRPr="007818BD">
        <w:t>quelle gloire pareille à celle du soldat</w:t>
      </w:r>
      <w:r w:rsidR="00E8465A">
        <w:t xml:space="preserve"> ? </w:t>
      </w:r>
      <w:r w:rsidRPr="007818BD">
        <w:t>Un nouveau poème paraissait-il</w:t>
      </w:r>
      <w:r w:rsidR="00E8465A">
        <w:t xml:space="preserve"> ? </w:t>
      </w:r>
      <w:r w:rsidRPr="007818BD">
        <w:t>quelle renommée égale à celle du poète</w:t>
      </w:r>
      <w:r w:rsidR="00E8465A">
        <w:t xml:space="preserve"> ? </w:t>
      </w:r>
      <w:r w:rsidRPr="007818BD">
        <w:t>Il co</w:t>
      </w:r>
      <w:r w:rsidRPr="007818BD">
        <w:t>m</w:t>
      </w:r>
      <w:r w:rsidRPr="007818BD">
        <w:t>mençait des ouvrages littéraires qui annonçaient un grand mér</w:t>
      </w:r>
      <w:r w:rsidRPr="007818BD">
        <w:t>i</w:t>
      </w:r>
      <w:r w:rsidRPr="007818BD">
        <w:t>te</w:t>
      </w:r>
      <w:r w:rsidR="00E8465A">
        <w:t xml:space="preserve">, </w:t>
      </w:r>
      <w:r w:rsidRPr="007818BD">
        <w:t>pour les rejeter ensuite avec dégoût</w:t>
      </w:r>
      <w:r w:rsidR="00E8465A">
        <w:t xml:space="preserve">. </w:t>
      </w:r>
      <w:r w:rsidRPr="007818BD">
        <w:t>Tout à coup il abando</w:t>
      </w:r>
      <w:r w:rsidRPr="007818BD">
        <w:t>n</w:t>
      </w:r>
      <w:r w:rsidRPr="007818BD">
        <w:t>na la société de grand ton qu</w:t>
      </w:r>
      <w:r w:rsidR="00E8465A">
        <w:t>’</w:t>
      </w:r>
      <w:r w:rsidRPr="007818BD">
        <w:t>il avait recherchée</w:t>
      </w:r>
      <w:r w:rsidR="00E8465A">
        <w:t xml:space="preserve"> ; </w:t>
      </w:r>
      <w:r w:rsidRPr="007818BD">
        <w:t>il fréquenta des compagnons jeunes et frivoles</w:t>
      </w:r>
      <w:r w:rsidR="00E8465A">
        <w:t xml:space="preserve"> ; </w:t>
      </w:r>
      <w:r w:rsidRPr="007818BD">
        <w:t>il se plongea dans les excès les plus effrénés de la grande cité</w:t>
      </w:r>
      <w:r w:rsidR="00E8465A">
        <w:t xml:space="preserve">, </w:t>
      </w:r>
      <w:r w:rsidRPr="007818BD">
        <w:t>où l</w:t>
      </w:r>
      <w:r w:rsidR="00E8465A">
        <w:t>’</w:t>
      </w:r>
      <w:r w:rsidRPr="007818BD">
        <w:t>or règne également sur le travail et le plaisir</w:t>
      </w:r>
      <w:r w:rsidR="00E8465A">
        <w:t xml:space="preserve">. </w:t>
      </w:r>
      <w:r w:rsidRPr="007818BD">
        <w:t>Partout et en tout il emportait avec lui une certaine puissance chaleureuse et comme inspirée</w:t>
      </w:r>
      <w:r w:rsidR="00E8465A">
        <w:t xml:space="preserve">. </w:t>
      </w:r>
      <w:r w:rsidRPr="007818BD">
        <w:t>Dans toute société il cherchait à commander</w:t>
      </w:r>
      <w:r w:rsidR="00E8465A">
        <w:t xml:space="preserve"> ; </w:t>
      </w:r>
      <w:r w:rsidRPr="007818BD">
        <w:t>dans toute carrière à exceller</w:t>
      </w:r>
      <w:r w:rsidR="00E8465A">
        <w:t xml:space="preserve">. </w:t>
      </w:r>
      <w:r w:rsidRPr="007818BD">
        <w:t>Mais</w:t>
      </w:r>
      <w:r w:rsidR="00E8465A">
        <w:t xml:space="preserve">, </w:t>
      </w:r>
      <w:r w:rsidRPr="007818BD">
        <w:t>quelle que fût la passion du moment</w:t>
      </w:r>
      <w:r w:rsidR="00E8465A">
        <w:t xml:space="preserve">, </w:t>
      </w:r>
      <w:r w:rsidRPr="007818BD">
        <w:t>la réaction était sombre et terrible</w:t>
      </w:r>
      <w:r w:rsidR="00E8465A">
        <w:t xml:space="preserve">. </w:t>
      </w:r>
      <w:r w:rsidRPr="007818BD">
        <w:t>Il s</w:t>
      </w:r>
      <w:r w:rsidR="00E8465A">
        <w:t>’</w:t>
      </w:r>
      <w:r w:rsidRPr="007818BD">
        <w:t>abîmait parfois dans des rêveries mornes et profondes</w:t>
      </w:r>
      <w:r w:rsidR="00E8465A">
        <w:t xml:space="preserve">. </w:t>
      </w:r>
      <w:r w:rsidRPr="007818BD">
        <w:t>Sa fièvre était celle d</w:t>
      </w:r>
      <w:r w:rsidR="00E8465A">
        <w:t>’</w:t>
      </w:r>
      <w:r w:rsidRPr="007818BD">
        <w:t>une âme qui cherche à échapper au souvenir</w:t>
      </w:r>
      <w:r w:rsidR="00E8465A">
        <w:t xml:space="preserve"> ; </w:t>
      </w:r>
      <w:r w:rsidRPr="007818BD">
        <w:t>son repos</w:t>
      </w:r>
      <w:r w:rsidR="00E8465A">
        <w:t xml:space="preserve">, </w:t>
      </w:r>
      <w:r w:rsidRPr="007818BD">
        <w:t>celui d</w:t>
      </w:r>
      <w:r w:rsidR="00E8465A">
        <w:t>’</w:t>
      </w:r>
      <w:r w:rsidRPr="007818BD">
        <w:t>une âme que le souv</w:t>
      </w:r>
      <w:r w:rsidRPr="007818BD">
        <w:t>e</w:t>
      </w:r>
      <w:r w:rsidRPr="007818BD">
        <w:t>nir ressaisit et dévore comme une proie</w:t>
      </w:r>
      <w:r w:rsidR="00E8465A">
        <w:t xml:space="preserve">. </w:t>
      </w:r>
      <w:proofErr w:type="spellStart"/>
      <w:r w:rsidRPr="007818BD">
        <w:t>Mervale</w:t>
      </w:r>
      <w:proofErr w:type="spellEnd"/>
      <w:r w:rsidRPr="007818BD">
        <w:t xml:space="preserve"> ne le voyait plus que rarement</w:t>
      </w:r>
      <w:r w:rsidR="00E8465A">
        <w:t xml:space="preserve"> : </w:t>
      </w:r>
      <w:r w:rsidRPr="007818BD">
        <w:t>ils s</w:t>
      </w:r>
      <w:r w:rsidR="00E8465A">
        <w:t>’</w:t>
      </w:r>
      <w:r w:rsidRPr="007818BD">
        <w:t>évitaient mutuellement</w:t>
      </w:r>
      <w:r w:rsidR="00E8465A">
        <w:t xml:space="preserve">. </w:t>
      </w:r>
      <w:proofErr w:type="spellStart"/>
      <w:r w:rsidRPr="007818BD">
        <w:t>Glyndon</w:t>
      </w:r>
      <w:proofErr w:type="spellEnd"/>
      <w:r w:rsidRPr="007818BD">
        <w:t xml:space="preserve"> n</w:t>
      </w:r>
      <w:r w:rsidR="00E8465A">
        <w:t>’</w:t>
      </w:r>
      <w:r w:rsidRPr="007818BD">
        <w:t>avait pas un confident</w:t>
      </w:r>
      <w:r w:rsidR="00E8465A">
        <w:t xml:space="preserve">, </w:t>
      </w:r>
      <w:r w:rsidRPr="007818BD">
        <w:t>pas un ami</w:t>
      </w:r>
      <w:r w:rsidR="00E8465A">
        <w:t>.</w:t>
      </w:r>
    </w:p>
    <w:p w14:paraId="5071D0E2" w14:textId="77777777" w:rsidR="00E8465A" w:rsidRDefault="00E0544E" w:rsidP="00E8465A">
      <w:pPr>
        <w:pStyle w:val="Titre2"/>
        <w:pageBreakBefore/>
      </w:pPr>
      <w:bookmarkStart w:id="57" w:name="_Toc199963106"/>
      <w:r w:rsidRPr="007818BD">
        <w:lastRenderedPageBreak/>
        <w:t>CHAPITRE</w:t>
      </w:r>
      <w:r w:rsidR="00E8465A">
        <w:t xml:space="preserve"> </w:t>
      </w:r>
      <w:r w:rsidRPr="007818BD">
        <w:t>IV</w:t>
      </w:r>
      <w:r w:rsidR="00E8465A">
        <w:t>.</w:t>
      </w:r>
      <w:bookmarkEnd w:id="57"/>
    </w:p>
    <w:p w14:paraId="4D19D960" w14:textId="77777777" w:rsidR="00E8465A" w:rsidRDefault="00E0544E" w:rsidP="00E0544E">
      <w:pPr>
        <w:pStyle w:val="NormalRetraitGauche4XIndent0"/>
        <w:spacing w:before="0" w:after="0"/>
        <w:rPr>
          <w:rStyle w:val="Taille-1Caracteres"/>
          <w:lang w:val="en-US"/>
        </w:rPr>
      </w:pPr>
      <w:r w:rsidRPr="0019456D">
        <w:rPr>
          <w:rStyle w:val="Taille-1Caracteres"/>
          <w:lang w:val="en-US"/>
        </w:rPr>
        <w:t xml:space="preserve">Ich </w:t>
      </w:r>
      <w:proofErr w:type="spellStart"/>
      <w:r w:rsidRPr="0019456D">
        <w:rPr>
          <w:rStyle w:val="Taille-1Caracteres"/>
          <w:lang w:val="en-US"/>
        </w:rPr>
        <w:t>fühle</w:t>
      </w:r>
      <w:proofErr w:type="spellEnd"/>
      <w:r w:rsidRPr="0019456D">
        <w:rPr>
          <w:rStyle w:val="Taille-1Caracteres"/>
          <w:lang w:val="en-US"/>
        </w:rPr>
        <w:t xml:space="preserve"> Dich mir </w:t>
      </w:r>
      <w:proofErr w:type="spellStart"/>
      <w:proofErr w:type="gramStart"/>
      <w:r w:rsidRPr="0019456D">
        <w:rPr>
          <w:rStyle w:val="Taille-1Caracteres"/>
          <w:lang w:val="en-US"/>
        </w:rPr>
        <w:t>nahe</w:t>
      </w:r>
      <w:proofErr w:type="spellEnd"/>
      <w:r w:rsidR="00E8465A">
        <w:rPr>
          <w:rStyle w:val="Taille-1Caracteres"/>
          <w:lang w:val="en-US"/>
        </w:rPr>
        <w:t> ;</w:t>
      </w:r>
      <w:proofErr w:type="gramEnd"/>
    </w:p>
    <w:p w14:paraId="02C07ED0" w14:textId="77777777" w:rsidR="00E8465A" w:rsidRDefault="00E0544E" w:rsidP="00E0544E">
      <w:pPr>
        <w:pStyle w:val="NormalRetraitGauche4XIndent0"/>
        <w:spacing w:before="0" w:after="0"/>
        <w:rPr>
          <w:rStyle w:val="Taille-1Caracteres"/>
          <w:lang w:val="en-US"/>
        </w:rPr>
      </w:pPr>
      <w:r w:rsidRPr="0019456D">
        <w:rPr>
          <w:rStyle w:val="Taille-1Caracteres"/>
          <w:lang w:val="en-US"/>
        </w:rPr>
        <w:t xml:space="preserve">Die </w:t>
      </w:r>
      <w:proofErr w:type="spellStart"/>
      <w:r w:rsidRPr="0019456D">
        <w:rPr>
          <w:rStyle w:val="Taille-1Caracteres"/>
          <w:lang w:val="en-US"/>
        </w:rPr>
        <w:t>Einsamkeit</w:t>
      </w:r>
      <w:proofErr w:type="spellEnd"/>
      <w:r w:rsidRPr="0019456D">
        <w:rPr>
          <w:rStyle w:val="Taille-1Caracteres"/>
          <w:lang w:val="en-US"/>
        </w:rPr>
        <w:t xml:space="preserve"> </w:t>
      </w:r>
      <w:proofErr w:type="spellStart"/>
      <w:proofErr w:type="gramStart"/>
      <w:r w:rsidRPr="0019456D">
        <w:rPr>
          <w:rStyle w:val="Taille-1Caracteres"/>
          <w:lang w:val="en-US"/>
        </w:rPr>
        <w:t>belebt</w:t>
      </w:r>
      <w:proofErr w:type="spellEnd"/>
      <w:r w:rsidR="00E8465A">
        <w:rPr>
          <w:rStyle w:val="Taille-1Caracteres"/>
          <w:lang w:val="en-US"/>
        </w:rPr>
        <w:t> ;</w:t>
      </w:r>
      <w:proofErr w:type="gramEnd"/>
    </w:p>
    <w:p w14:paraId="4D9C288B" w14:textId="73B50652" w:rsidR="00E0544E" w:rsidRPr="0019456D" w:rsidRDefault="00E0544E" w:rsidP="00E0544E">
      <w:pPr>
        <w:pStyle w:val="NormalRetraitGauche4XIndent0"/>
        <w:spacing w:before="0" w:after="0"/>
        <w:rPr>
          <w:rStyle w:val="Taille-1Caracteres"/>
          <w:lang w:val="en-US"/>
        </w:rPr>
      </w:pPr>
      <w:r w:rsidRPr="0019456D">
        <w:rPr>
          <w:rStyle w:val="Taille-1Caracteres"/>
          <w:lang w:val="en-US"/>
        </w:rPr>
        <w:t xml:space="preserve">Wie </w:t>
      </w:r>
      <w:proofErr w:type="spellStart"/>
      <w:r w:rsidRPr="0019456D">
        <w:rPr>
          <w:rStyle w:val="Taille-1Caracteres"/>
          <w:lang w:val="en-US"/>
        </w:rPr>
        <w:t>über</w:t>
      </w:r>
      <w:proofErr w:type="spellEnd"/>
      <w:r w:rsidRPr="0019456D">
        <w:rPr>
          <w:rStyle w:val="Taille-1Caracteres"/>
          <w:lang w:val="en-US"/>
        </w:rPr>
        <w:t xml:space="preserve"> seinen </w:t>
      </w:r>
      <w:proofErr w:type="spellStart"/>
      <w:r w:rsidRPr="0019456D">
        <w:rPr>
          <w:rStyle w:val="Taille-1Caracteres"/>
          <w:lang w:val="en-US"/>
        </w:rPr>
        <w:t>welten</w:t>
      </w:r>
      <w:proofErr w:type="spellEnd"/>
    </w:p>
    <w:p w14:paraId="4F2765BA" w14:textId="77777777" w:rsidR="00E8465A" w:rsidRDefault="00E0544E" w:rsidP="00E0544E">
      <w:pPr>
        <w:pStyle w:val="NormalRetraitGauche4XIndent0"/>
        <w:spacing w:before="0" w:after="0"/>
        <w:rPr>
          <w:rStyle w:val="Taille-1Caracteres"/>
        </w:rPr>
      </w:pPr>
      <w:r w:rsidRPr="007818BD">
        <w:rPr>
          <w:rStyle w:val="Taille-1Caracteres"/>
        </w:rPr>
        <w:t xml:space="preserve">Der </w:t>
      </w:r>
      <w:proofErr w:type="spellStart"/>
      <w:r w:rsidRPr="007818BD">
        <w:rPr>
          <w:rStyle w:val="Taille-1Caracteres"/>
        </w:rPr>
        <w:t>Unsichtbare</w:t>
      </w:r>
      <w:proofErr w:type="spellEnd"/>
      <w:r w:rsidRPr="007818BD">
        <w:rPr>
          <w:rStyle w:val="Taille-1Caracteres"/>
        </w:rPr>
        <w:t xml:space="preserve"> </w:t>
      </w:r>
      <w:proofErr w:type="spellStart"/>
      <w:r w:rsidRPr="007818BD">
        <w:rPr>
          <w:rStyle w:val="Taille-1Caracteres"/>
        </w:rPr>
        <w:t>schwebt</w:t>
      </w:r>
      <w:proofErr w:type="spellEnd"/>
      <w:r w:rsidR="00E8465A">
        <w:rPr>
          <w:rStyle w:val="Taille-1Caracteres"/>
        </w:rPr>
        <w:t>.</w:t>
      </w:r>
    </w:p>
    <w:p w14:paraId="0559296C" w14:textId="57ED8C2C" w:rsidR="00E0544E" w:rsidRPr="007818BD" w:rsidRDefault="00E8465A" w:rsidP="00E0544E">
      <w:pPr>
        <w:jc w:val="right"/>
        <w:rPr>
          <w:rStyle w:val="Taille-1Caracteres"/>
        </w:rPr>
      </w:pPr>
      <w:r>
        <w:rPr>
          <w:rStyle w:val="Taille-1Caracteres"/>
        </w:rPr>
        <w:t>(</w:t>
      </w:r>
      <w:r w:rsidR="00E0544E" w:rsidRPr="007818BD">
        <w:rPr>
          <w:rStyle w:val="Taille-1Caracteres"/>
        </w:rPr>
        <w:t>UHLAND</w:t>
      </w:r>
      <w:r>
        <w:rPr>
          <w:rStyle w:val="Taille-1Caracteres"/>
        </w:rPr>
        <w:t xml:space="preserve">.) </w:t>
      </w:r>
    </w:p>
    <w:p w14:paraId="03B51E5A" w14:textId="1F9F5174" w:rsidR="00E8465A" w:rsidRDefault="00E0544E" w:rsidP="00E0544E">
      <w:proofErr w:type="spellStart"/>
      <w:r w:rsidRPr="007818BD">
        <w:t>Glyndon</w:t>
      </w:r>
      <w:proofErr w:type="spellEnd"/>
      <w:r w:rsidRPr="007818BD">
        <w:t xml:space="preserve"> fut arraché à cet état d</w:t>
      </w:r>
      <w:r w:rsidR="00E8465A">
        <w:t>’</w:t>
      </w:r>
      <w:r w:rsidRPr="007818BD">
        <w:t>agitation inquiète</w:t>
      </w:r>
      <w:r w:rsidR="00E8465A">
        <w:t xml:space="preserve">, </w:t>
      </w:r>
      <w:r w:rsidRPr="007818BD">
        <w:t>plutôt que d</w:t>
      </w:r>
      <w:r w:rsidR="00E8465A">
        <w:t>’</w:t>
      </w:r>
      <w:r w:rsidRPr="007818BD">
        <w:t>activité continuelle</w:t>
      </w:r>
      <w:r w:rsidR="00E8465A">
        <w:t xml:space="preserve">, </w:t>
      </w:r>
      <w:r w:rsidRPr="007818BD">
        <w:t>par la visite d</w:t>
      </w:r>
      <w:r w:rsidR="00E8465A">
        <w:t>’</w:t>
      </w:r>
      <w:r w:rsidRPr="007818BD">
        <w:t>une personne qui p</w:t>
      </w:r>
      <w:r w:rsidRPr="007818BD">
        <w:t>a</w:t>
      </w:r>
      <w:r w:rsidRPr="007818BD">
        <w:t>raissait exercer sur lui la plus salutaire influence</w:t>
      </w:r>
      <w:r w:rsidR="00E8465A">
        <w:t xml:space="preserve">. </w:t>
      </w:r>
      <w:r w:rsidRPr="007818BD">
        <w:t>Sa sœur</w:t>
      </w:r>
      <w:r w:rsidR="00E8465A">
        <w:t xml:space="preserve">, </w:t>
      </w:r>
      <w:r w:rsidRPr="007818BD">
        <w:t>o</w:t>
      </w:r>
      <w:r w:rsidRPr="007818BD">
        <w:t>r</w:t>
      </w:r>
      <w:r w:rsidRPr="007818BD">
        <w:t>pheline comme lui</w:t>
      </w:r>
      <w:r w:rsidR="00E8465A">
        <w:t xml:space="preserve">, </w:t>
      </w:r>
      <w:r w:rsidRPr="007818BD">
        <w:t>avait vécu à la campagne</w:t>
      </w:r>
      <w:r w:rsidR="00E8465A">
        <w:t xml:space="preserve">, </w:t>
      </w:r>
      <w:r w:rsidRPr="007818BD">
        <w:t>chez sa tante</w:t>
      </w:r>
      <w:r w:rsidR="00E8465A">
        <w:t xml:space="preserve">. </w:t>
      </w:r>
      <w:proofErr w:type="spellStart"/>
      <w:r w:rsidRPr="007818BD">
        <w:t>Glyndon</w:t>
      </w:r>
      <w:proofErr w:type="spellEnd"/>
      <w:r w:rsidR="00E8465A">
        <w:t xml:space="preserve">, </w:t>
      </w:r>
      <w:r w:rsidRPr="007818BD">
        <w:t>dans ses jeunes années d</w:t>
      </w:r>
      <w:r w:rsidR="00E8465A">
        <w:t>’</w:t>
      </w:r>
      <w:r w:rsidRPr="007818BD">
        <w:t>espérance écoulées sous le toit de famille</w:t>
      </w:r>
      <w:r w:rsidR="00E8465A">
        <w:t xml:space="preserve">, </w:t>
      </w:r>
      <w:r w:rsidRPr="007818BD">
        <w:t>avait aimé de toute la tendresse d</w:t>
      </w:r>
      <w:r w:rsidR="00E8465A">
        <w:t>’</w:t>
      </w:r>
      <w:r w:rsidRPr="007818BD">
        <w:t>un frère cette jeune fille</w:t>
      </w:r>
      <w:r w:rsidR="00E8465A">
        <w:t xml:space="preserve">, </w:t>
      </w:r>
      <w:r w:rsidRPr="007818BD">
        <w:t>beaucoup moins âgée que lui</w:t>
      </w:r>
      <w:r w:rsidR="00E8465A">
        <w:t xml:space="preserve">. </w:t>
      </w:r>
      <w:r w:rsidRPr="007818BD">
        <w:t>À son retour en Angl</w:t>
      </w:r>
      <w:r w:rsidRPr="007818BD">
        <w:t>e</w:t>
      </w:r>
      <w:r w:rsidRPr="007818BD">
        <w:t>terre</w:t>
      </w:r>
      <w:r w:rsidR="00E8465A">
        <w:t xml:space="preserve">, </w:t>
      </w:r>
      <w:r w:rsidRPr="007818BD">
        <w:t>il sembla avoir oublié son existence</w:t>
      </w:r>
      <w:r w:rsidR="00E8465A">
        <w:t xml:space="preserve">. </w:t>
      </w:r>
      <w:r w:rsidRPr="007818BD">
        <w:t>À la mort de leur ta</w:t>
      </w:r>
      <w:r w:rsidRPr="007818BD">
        <w:t>n</w:t>
      </w:r>
      <w:r w:rsidRPr="007818BD">
        <w:t>te</w:t>
      </w:r>
      <w:r w:rsidR="00E8465A">
        <w:t xml:space="preserve">, </w:t>
      </w:r>
      <w:r w:rsidRPr="007818BD">
        <w:t>elle se rappela à lui par une lettre triste et respectueuse</w:t>
      </w:r>
      <w:r w:rsidR="00E8465A">
        <w:t xml:space="preserve"> : </w:t>
      </w:r>
      <w:r w:rsidRPr="007818BD">
        <w:t>elle n</w:t>
      </w:r>
      <w:r w:rsidR="00E8465A">
        <w:t>’</w:t>
      </w:r>
      <w:r w:rsidRPr="007818BD">
        <w:t>avait plus d</w:t>
      </w:r>
      <w:r w:rsidR="00E8465A">
        <w:t>’</w:t>
      </w:r>
      <w:r w:rsidRPr="007818BD">
        <w:t>autre toit que le sien</w:t>
      </w:r>
      <w:r w:rsidR="00E8465A">
        <w:t xml:space="preserve">, </w:t>
      </w:r>
      <w:r w:rsidRPr="007818BD">
        <w:t>d</w:t>
      </w:r>
      <w:r w:rsidR="00E8465A">
        <w:t>’</w:t>
      </w:r>
      <w:r w:rsidRPr="007818BD">
        <w:t>autre appui que son affe</w:t>
      </w:r>
      <w:r w:rsidRPr="007818BD">
        <w:t>c</w:t>
      </w:r>
      <w:r w:rsidRPr="007818BD">
        <w:t>tion</w:t>
      </w:r>
      <w:r w:rsidR="00E8465A">
        <w:t xml:space="preserve"> ; </w:t>
      </w:r>
      <w:r w:rsidRPr="007818BD">
        <w:t>il pleura en lisant ces lignes</w:t>
      </w:r>
      <w:r w:rsidR="00E8465A">
        <w:t xml:space="preserve">, </w:t>
      </w:r>
      <w:r w:rsidRPr="007818BD">
        <w:t>et attendit imp</w:t>
      </w:r>
      <w:r w:rsidRPr="007818BD">
        <w:t>a</w:t>
      </w:r>
      <w:r w:rsidRPr="007818BD">
        <w:t>tiemment l</w:t>
      </w:r>
      <w:r w:rsidR="00E8465A">
        <w:t>’</w:t>
      </w:r>
      <w:r w:rsidRPr="007818BD">
        <w:t>arrivée d</w:t>
      </w:r>
      <w:r w:rsidR="00E8465A">
        <w:t>’</w:t>
      </w:r>
      <w:r w:rsidRPr="007818BD">
        <w:t>Adela</w:t>
      </w:r>
      <w:r w:rsidR="00E8465A">
        <w:t>.</w:t>
      </w:r>
    </w:p>
    <w:p w14:paraId="56C4222B" w14:textId="77777777" w:rsidR="00E8465A" w:rsidRDefault="00E0544E" w:rsidP="00E0544E">
      <w:r w:rsidRPr="007818BD">
        <w:t>Âgée d</w:t>
      </w:r>
      <w:r w:rsidR="00E8465A">
        <w:t>’</w:t>
      </w:r>
      <w:r w:rsidRPr="007818BD">
        <w:t>environ dix-huit ans</w:t>
      </w:r>
      <w:r w:rsidR="00E8465A">
        <w:t xml:space="preserve">, </w:t>
      </w:r>
      <w:r w:rsidRPr="007818BD">
        <w:t>elle cachait sous des dehors calmes et doux beaucoup de cet enthousiasme romanesque qui avait</w:t>
      </w:r>
      <w:r w:rsidR="00E8465A">
        <w:t xml:space="preserve">, </w:t>
      </w:r>
      <w:r w:rsidRPr="007818BD">
        <w:t>au même âge</w:t>
      </w:r>
      <w:r w:rsidR="00E8465A">
        <w:t xml:space="preserve">, </w:t>
      </w:r>
      <w:r w:rsidRPr="007818BD">
        <w:t>caractérisé son frère</w:t>
      </w:r>
      <w:r w:rsidR="00E8465A">
        <w:t xml:space="preserve">. </w:t>
      </w:r>
      <w:r w:rsidRPr="007818BD">
        <w:t>Mais cet enthousia</w:t>
      </w:r>
      <w:r w:rsidRPr="007818BD">
        <w:t>s</w:t>
      </w:r>
      <w:r w:rsidRPr="007818BD">
        <w:t>me</w:t>
      </w:r>
      <w:r w:rsidR="00E8465A">
        <w:t xml:space="preserve">, </w:t>
      </w:r>
      <w:r w:rsidRPr="007818BD">
        <w:t>d</w:t>
      </w:r>
      <w:r w:rsidR="00E8465A">
        <w:t>’</w:t>
      </w:r>
      <w:r w:rsidRPr="007818BD">
        <w:t>un ordre plus pur et plus noble</w:t>
      </w:r>
      <w:r w:rsidR="00E8465A">
        <w:t xml:space="preserve">, </w:t>
      </w:r>
      <w:r w:rsidRPr="007818BD">
        <w:t>était contenu dans de ju</w:t>
      </w:r>
      <w:r w:rsidRPr="007818BD">
        <w:t>s</w:t>
      </w:r>
      <w:r w:rsidRPr="007818BD">
        <w:t>tes limites</w:t>
      </w:r>
      <w:r w:rsidR="00E8465A">
        <w:t xml:space="preserve">, </w:t>
      </w:r>
      <w:r w:rsidRPr="007818BD">
        <w:t>en partie par la douce sérénité d</w:t>
      </w:r>
      <w:r w:rsidR="00E8465A">
        <w:t>’</w:t>
      </w:r>
      <w:r w:rsidRPr="007818BD">
        <w:t>une nature excess</w:t>
      </w:r>
      <w:r w:rsidRPr="007818BD">
        <w:t>i</w:t>
      </w:r>
      <w:r w:rsidRPr="007818BD">
        <w:t>vement féminine</w:t>
      </w:r>
      <w:r w:rsidR="00E8465A">
        <w:t xml:space="preserve">, </w:t>
      </w:r>
      <w:r w:rsidRPr="007818BD">
        <w:t>en partie par une éducation sévère et méth</w:t>
      </w:r>
      <w:r w:rsidRPr="007818BD">
        <w:t>o</w:t>
      </w:r>
      <w:r w:rsidRPr="007818BD">
        <w:t>dique</w:t>
      </w:r>
      <w:r w:rsidR="00E8465A">
        <w:t xml:space="preserve">. </w:t>
      </w:r>
      <w:r w:rsidRPr="007818BD">
        <w:t>Elle différait de lui surtout par une timidité de caractère peu commune pour son âge</w:t>
      </w:r>
      <w:r w:rsidR="00E8465A">
        <w:t xml:space="preserve">, </w:t>
      </w:r>
      <w:r w:rsidRPr="007818BD">
        <w:t>mais que</w:t>
      </w:r>
      <w:r w:rsidR="00E8465A">
        <w:t xml:space="preserve">, </w:t>
      </w:r>
      <w:r w:rsidRPr="007818BD">
        <w:t>par l</w:t>
      </w:r>
      <w:r w:rsidR="00E8465A">
        <w:t>’</w:t>
      </w:r>
      <w:r w:rsidRPr="007818BD">
        <w:t>empire qu</w:t>
      </w:r>
      <w:r w:rsidR="00E8465A">
        <w:t>’</w:t>
      </w:r>
      <w:r w:rsidRPr="007818BD">
        <w:t>elle avait sur elle-même</w:t>
      </w:r>
      <w:r w:rsidR="00E8465A">
        <w:t xml:space="preserve">, </w:t>
      </w:r>
      <w:r w:rsidRPr="007818BD">
        <w:t>elle dissimulait non moins soigneusement que cette timidité elle-même dissimulait ses tendances romane</w:t>
      </w:r>
      <w:r w:rsidRPr="007818BD">
        <w:t>s</w:t>
      </w:r>
      <w:r w:rsidRPr="007818BD">
        <w:t>ques</w:t>
      </w:r>
      <w:r w:rsidR="00E8465A">
        <w:t>.</w:t>
      </w:r>
    </w:p>
    <w:p w14:paraId="1969D0E5" w14:textId="77777777" w:rsidR="00E8465A" w:rsidRDefault="00E0544E" w:rsidP="00E0544E">
      <w:r w:rsidRPr="007818BD">
        <w:lastRenderedPageBreak/>
        <w:t>Adela n</w:t>
      </w:r>
      <w:r w:rsidR="00E8465A">
        <w:t>’</w:t>
      </w:r>
      <w:r w:rsidRPr="007818BD">
        <w:t>était pas belle</w:t>
      </w:r>
      <w:r w:rsidR="00E8465A">
        <w:t xml:space="preserve"> ; </w:t>
      </w:r>
      <w:r w:rsidRPr="007818BD">
        <w:t>son visage et son apparence anno</w:t>
      </w:r>
      <w:r w:rsidRPr="007818BD">
        <w:t>n</w:t>
      </w:r>
      <w:r w:rsidRPr="007818BD">
        <w:t>çaient une santé délic</w:t>
      </w:r>
      <w:r w:rsidRPr="007818BD">
        <w:t>a</w:t>
      </w:r>
      <w:r w:rsidRPr="007818BD">
        <w:t>te</w:t>
      </w:r>
      <w:r w:rsidR="00E8465A">
        <w:t xml:space="preserve"> ; </w:t>
      </w:r>
      <w:r w:rsidRPr="007818BD">
        <w:t>une organisation nerveuse très-développée la rendait impressionnable à toutes les influences qui pouvaient exercer à travers son âme un contre-coup dang</w:t>
      </w:r>
      <w:r w:rsidRPr="007818BD">
        <w:t>e</w:t>
      </w:r>
      <w:r w:rsidRPr="007818BD">
        <w:t>reux sur sa nature physique</w:t>
      </w:r>
      <w:r w:rsidR="00E8465A">
        <w:t xml:space="preserve">. </w:t>
      </w:r>
      <w:r w:rsidRPr="007818BD">
        <w:t>Mais elle ne se plaignait jamais</w:t>
      </w:r>
      <w:r w:rsidR="00E8465A">
        <w:t xml:space="preserve">, </w:t>
      </w:r>
      <w:r w:rsidRPr="007818BD">
        <w:t>et l</w:t>
      </w:r>
      <w:r w:rsidR="00E8465A">
        <w:t>’</w:t>
      </w:r>
      <w:r w:rsidRPr="007818BD">
        <w:t>étrange sérénité de ses manières semblait annoncer une égalité d</w:t>
      </w:r>
      <w:r w:rsidR="00E8465A">
        <w:t>’</w:t>
      </w:r>
      <w:r w:rsidRPr="007818BD">
        <w:t>âme que le vulgaire prenait volontiers pour de l</w:t>
      </w:r>
      <w:r w:rsidR="00E8465A">
        <w:t>’</w:t>
      </w:r>
      <w:r w:rsidRPr="007818BD">
        <w:t>indifférence</w:t>
      </w:r>
      <w:r w:rsidR="00E8465A">
        <w:t xml:space="preserve"> : </w:t>
      </w:r>
      <w:r w:rsidRPr="007818BD">
        <w:t>aussi supporta-t-elle longtemps ses souffrances sans les trahir</w:t>
      </w:r>
      <w:r w:rsidR="00E8465A">
        <w:t xml:space="preserve">, </w:t>
      </w:r>
      <w:r w:rsidRPr="007818BD">
        <w:t>et elle finit par les dissimuler sans effort</w:t>
      </w:r>
      <w:r w:rsidR="00E8465A">
        <w:t xml:space="preserve">. </w:t>
      </w:r>
      <w:r w:rsidRPr="007818BD">
        <w:t>Sans être belle</w:t>
      </w:r>
      <w:r w:rsidR="00E8465A">
        <w:t xml:space="preserve">, </w:t>
      </w:r>
      <w:r w:rsidRPr="007818BD">
        <w:t>co</w:t>
      </w:r>
      <w:r w:rsidRPr="007818BD">
        <w:t>m</w:t>
      </w:r>
      <w:r w:rsidRPr="007818BD">
        <w:t>me je l</w:t>
      </w:r>
      <w:r w:rsidR="00E8465A">
        <w:t>’</w:t>
      </w:r>
      <w:r w:rsidRPr="007818BD">
        <w:t>ai déjà dit</w:t>
      </w:r>
      <w:r w:rsidR="00E8465A">
        <w:t xml:space="preserve">, </w:t>
      </w:r>
      <w:r w:rsidRPr="007818BD">
        <w:t>elle avait une physionomie qui plaisait et qui i</w:t>
      </w:r>
      <w:r w:rsidRPr="007818BD">
        <w:t>n</w:t>
      </w:r>
      <w:r w:rsidRPr="007818BD">
        <w:t>téressait</w:t>
      </w:r>
      <w:r w:rsidR="00E8465A">
        <w:t xml:space="preserve"> ; </w:t>
      </w:r>
      <w:r w:rsidRPr="007818BD">
        <w:t>il y avait une bonté caressante</w:t>
      </w:r>
      <w:r w:rsidR="00E8465A">
        <w:t xml:space="preserve">, </w:t>
      </w:r>
      <w:r w:rsidRPr="007818BD">
        <w:t>un charme attrayant dans son sourire</w:t>
      </w:r>
      <w:r w:rsidR="00E8465A">
        <w:t xml:space="preserve">, </w:t>
      </w:r>
      <w:r w:rsidRPr="007818BD">
        <w:t>dans ses manières</w:t>
      </w:r>
      <w:r w:rsidR="00E8465A">
        <w:t xml:space="preserve">, </w:t>
      </w:r>
      <w:r w:rsidRPr="007818BD">
        <w:t>dans son désir de plaire</w:t>
      </w:r>
      <w:r w:rsidR="00E8465A">
        <w:t xml:space="preserve">, </w:t>
      </w:r>
      <w:r w:rsidRPr="007818BD">
        <w:t>de consoler</w:t>
      </w:r>
      <w:r w:rsidR="00E8465A">
        <w:t xml:space="preserve">, </w:t>
      </w:r>
      <w:r w:rsidRPr="007818BD">
        <w:t>de rendre service</w:t>
      </w:r>
      <w:r w:rsidR="00E8465A">
        <w:t xml:space="preserve">, </w:t>
      </w:r>
      <w:r w:rsidRPr="007818BD">
        <w:t>qui allaient au cœur</w:t>
      </w:r>
      <w:r w:rsidR="00E8465A">
        <w:t xml:space="preserve">, </w:t>
      </w:r>
      <w:r w:rsidRPr="007818BD">
        <w:t>et qui la fa</w:t>
      </w:r>
      <w:r w:rsidRPr="007818BD">
        <w:t>i</w:t>
      </w:r>
      <w:r w:rsidRPr="007818BD">
        <w:t>saient aimer parce qu</w:t>
      </w:r>
      <w:r w:rsidR="00E8465A">
        <w:t>’</w:t>
      </w:r>
      <w:r w:rsidRPr="007818BD">
        <w:t>elle aimait</w:t>
      </w:r>
      <w:r w:rsidR="00E8465A">
        <w:t>.</w:t>
      </w:r>
    </w:p>
    <w:p w14:paraId="3B0F37EB" w14:textId="77777777" w:rsidR="00E8465A" w:rsidRDefault="00E0544E" w:rsidP="00E0544E">
      <w:r w:rsidRPr="007818BD">
        <w:t xml:space="preserve">Telle était la sœur que </w:t>
      </w:r>
      <w:proofErr w:type="spellStart"/>
      <w:r w:rsidRPr="007818BD">
        <w:t>Glyndon</w:t>
      </w:r>
      <w:proofErr w:type="spellEnd"/>
      <w:r w:rsidRPr="007818BD">
        <w:t xml:space="preserve"> avait si longtemps négligée</w:t>
      </w:r>
      <w:r w:rsidR="00E8465A">
        <w:t xml:space="preserve">, </w:t>
      </w:r>
      <w:r w:rsidRPr="007818BD">
        <w:t>et qu</w:t>
      </w:r>
      <w:r w:rsidR="00E8465A">
        <w:t>’</w:t>
      </w:r>
      <w:r w:rsidRPr="007818BD">
        <w:t>il accueillit si cordialement</w:t>
      </w:r>
      <w:r w:rsidR="00E8465A">
        <w:t xml:space="preserve">. </w:t>
      </w:r>
      <w:r w:rsidRPr="007818BD">
        <w:t>Adela avait été</w:t>
      </w:r>
      <w:r w:rsidR="00E8465A">
        <w:t xml:space="preserve">, </w:t>
      </w:r>
      <w:r w:rsidRPr="007818BD">
        <w:t>depuis longues années</w:t>
      </w:r>
      <w:r w:rsidR="00E8465A">
        <w:t xml:space="preserve">, </w:t>
      </w:r>
      <w:r w:rsidRPr="007818BD">
        <w:t>la victime des caprices et la consolatrice des souffrances d</w:t>
      </w:r>
      <w:r w:rsidR="00E8465A">
        <w:t>’</w:t>
      </w:r>
      <w:r w:rsidRPr="007818BD">
        <w:t>une parente égoïste et exigeante</w:t>
      </w:r>
      <w:r w:rsidR="00E8465A">
        <w:t xml:space="preserve">. </w:t>
      </w:r>
      <w:r w:rsidRPr="007818BD">
        <w:t>L</w:t>
      </w:r>
      <w:r w:rsidR="00E8465A">
        <w:t>’</w:t>
      </w:r>
      <w:r w:rsidRPr="007818BD">
        <w:t>affection délicate</w:t>
      </w:r>
      <w:r w:rsidR="00E8465A">
        <w:t xml:space="preserve">, </w:t>
      </w:r>
      <w:r w:rsidRPr="007818BD">
        <w:t>génére</w:t>
      </w:r>
      <w:r w:rsidRPr="007818BD">
        <w:t>u</w:t>
      </w:r>
      <w:r w:rsidRPr="007818BD">
        <w:t>se et respectueuse de son frère</w:t>
      </w:r>
      <w:r w:rsidR="00E8465A">
        <w:t xml:space="preserve">, </w:t>
      </w:r>
      <w:r w:rsidRPr="007818BD">
        <w:t>était pour elle une délicieuse nouveauté</w:t>
      </w:r>
      <w:r w:rsidR="00E8465A">
        <w:t xml:space="preserve">. </w:t>
      </w:r>
      <w:r w:rsidRPr="007818BD">
        <w:t>Il prit plaisir au bonheur qu</w:t>
      </w:r>
      <w:r w:rsidR="00E8465A">
        <w:t>’</w:t>
      </w:r>
      <w:r w:rsidRPr="007818BD">
        <w:t>il donnait</w:t>
      </w:r>
      <w:r w:rsidR="00E8465A">
        <w:t xml:space="preserve"> ; </w:t>
      </w:r>
      <w:r w:rsidRPr="007818BD">
        <w:t>peu à peu il s</w:t>
      </w:r>
      <w:r w:rsidR="00E8465A">
        <w:t>’</w:t>
      </w:r>
      <w:r w:rsidRPr="007818BD">
        <w:t>isola de toute autre société</w:t>
      </w:r>
      <w:r w:rsidR="00E8465A">
        <w:t xml:space="preserve"> ; </w:t>
      </w:r>
      <w:r w:rsidRPr="007818BD">
        <w:t>il sentit le charme de la vie int</w:t>
      </w:r>
      <w:r w:rsidRPr="007818BD">
        <w:t>é</w:t>
      </w:r>
      <w:r w:rsidRPr="007818BD">
        <w:t>rieure</w:t>
      </w:r>
      <w:r w:rsidR="00E8465A">
        <w:t xml:space="preserve">. </w:t>
      </w:r>
      <w:r w:rsidRPr="007818BD">
        <w:t>Il n</w:t>
      </w:r>
      <w:r w:rsidR="00E8465A">
        <w:t>’</w:t>
      </w:r>
      <w:r w:rsidRPr="007818BD">
        <w:t>est donc pas étonnant que ce cœur virginal de jeune fille</w:t>
      </w:r>
      <w:r w:rsidR="00E8465A">
        <w:t xml:space="preserve">, </w:t>
      </w:r>
      <w:r w:rsidRPr="007818BD">
        <w:t>libre de tout attachement plus ardent</w:t>
      </w:r>
      <w:r w:rsidR="00E8465A">
        <w:t xml:space="preserve">, </w:t>
      </w:r>
      <w:r w:rsidRPr="007818BD">
        <w:t>ait concentré toute sa tendresse r</w:t>
      </w:r>
      <w:r w:rsidRPr="007818BD">
        <w:t>e</w:t>
      </w:r>
      <w:r w:rsidRPr="007818BD">
        <w:t>connaissante sur ce frère</w:t>
      </w:r>
      <w:r w:rsidR="00E8465A">
        <w:t xml:space="preserve">, </w:t>
      </w:r>
      <w:r w:rsidRPr="007818BD">
        <w:t>sur ce protecteur bien-aimé</w:t>
      </w:r>
      <w:r w:rsidR="00E8465A">
        <w:t xml:space="preserve">. </w:t>
      </w:r>
      <w:r w:rsidRPr="007818BD">
        <w:t>Son étude de chaque jour</w:t>
      </w:r>
      <w:r w:rsidR="00E8465A">
        <w:t xml:space="preserve">, </w:t>
      </w:r>
      <w:r w:rsidRPr="007818BD">
        <w:t>son rêve de toutes les nuits</w:t>
      </w:r>
      <w:r w:rsidR="00E8465A">
        <w:t xml:space="preserve">, </w:t>
      </w:r>
      <w:r w:rsidRPr="007818BD">
        <w:t>était de lui rendre ce qu</w:t>
      </w:r>
      <w:r w:rsidR="00E8465A">
        <w:t>’</w:t>
      </w:r>
      <w:r w:rsidRPr="007818BD">
        <w:t>il lui donnait d</w:t>
      </w:r>
      <w:r w:rsidR="00E8465A">
        <w:t>’</w:t>
      </w:r>
      <w:r w:rsidRPr="007818BD">
        <w:t>affection</w:t>
      </w:r>
      <w:r w:rsidR="00E8465A">
        <w:t xml:space="preserve">. </w:t>
      </w:r>
      <w:r w:rsidRPr="007818BD">
        <w:t>Elle était fière de ses qualités</w:t>
      </w:r>
      <w:r w:rsidR="00E8465A">
        <w:t xml:space="preserve">, </w:t>
      </w:r>
      <w:r w:rsidRPr="007818BD">
        <w:t>dévouée à son bien-être</w:t>
      </w:r>
      <w:r w:rsidR="00E8465A">
        <w:t xml:space="preserve"> ; </w:t>
      </w:r>
      <w:r w:rsidRPr="007818BD">
        <w:t>la chose la plus ins</w:t>
      </w:r>
      <w:r w:rsidRPr="007818BD">
        <w:t>i</w:t>
      </w:r>
      <w:r w:rsidRPr="007818BD">
        <w:t>gnifiante</w:t>
      </w:r>
      <w:r w:rsidR="00E8465A">
        <w:t xml:space="preserve">, </w:t>
      </w:r>
      <w:r w:rsidRPr="007818BD">
        <w:t>du m</w:t>
      </w:r>
      <w:r w:rsidRPr="007818BD">
        <w:t>o</w:t>
      </w:r>
      <w:r w:rsidRPr="007818BD">
        <w:t>ment que Clarence s</w:t>
      </w:r>
      <w:r w:rsidR="00E8465A">
        <w:t>’</w:t>
      </w:r>
      <w:r w:rsidRPr="007818BD">
        <w:t>y intéressait</w:t>
      </w:r>
      <w:r w:rsidR="00E8465A">
        <w:t xml:space="preserve">, </w:t>
      </w:r>
      <w:r w:rsidRPr="007818BD">
        <w:t>prenait à ses yeux les proportions de l</w:t>
      </w:r>
      <w:r w:rsidR="00E8465A">
        <w:t>’</w:t>
      </w:r>
      <w:r w:rsidRPr="007818BD">
        <w:t>affaire la plus importante de la vie</w:t>
      </w:r>
      <w:r w:rsidR="00E8465A">
        <w:t xml:space="preserve">. </w:t>
      </w:r>
      <w:r w:rsidRPr="007818BD">
        <w:t>En un mot</w:t>
      </w:r>
      <w:r w:rsidR="00E8465A">
        <w:t xml:space="preserve">, </w:t>
      </w:r>
      <w:r w:rsidRPr="007818BD">
        <w:t>tout cet enthousiasme amassé depuis si lon</w:t>
      </w:r>
      <w:r w:rsidRPr="007818BD">
        <w:t>g</w:t>
      </w:r>
      <w:r w:rsidRPr="007818BD">
        <w:t>temps</w:t>
      </w:r>
      <w:r w:rsidR="00E8465A">
        <w:t xml:space="preserve">, </w:t>
      </w:r>
      <w:r w:rsidRPr="007818BD">
        <w:t>son seul</w:t>
      </w:r>
      <w:r w:rsidR="00E8465A">
        <w:t xml:space="preserve">, </w:t>
      </w:r>
      <w:r w:rsidRPr="007818BD">
        <w:t xml:space="preserve">son périlleux </w:t>
      </w:r>
      <w:r w:rsidRPr="007818BD">
        <w:lastRenderedPageBreak/>
        <w:t>héritage</w:t>
      </w:r>
      <w:r w:rsidR="00E8465A">
        <w:t xml:space="preserve">, </w:t>
      </w:r>
      <w:r w:rsidRPr="007818BD">
        <w:t>elle le concentra sur cet unique o</w:t>
      </w:r>
      <w:r w:rsidRPr="007818BD">
        <w:t>b</w:t>
      </w:r>
      <w:r w:rsidRPr="007818BD">
        <w:t>jet de sa sainte tendresse</w:t>
      </w:r>
      <w:r w:rsidR="00E8465A">
        <w:t xml:space="preserve">, </w:t>
      </w:r>
      <w:r w:rsidRPr="007818BD">
        <w:t>de sa pure ambition</w:t>
      </w:r>
      <w:r w:rsidR="00E8465A">
        <w:t>.</w:t>
      </w:r>
    </w:p>
    <w:p w14:paraId="429E19C7" w14:textId="77777777" w:rsidR="00E8465A" w:rsidRDefault="00E0544E" w:rsidP="00E0544E">
      <w:r w:rsidRPr="007818BD">
        <w:t xml:space="preserve">Mais plus </w:t>
      </w:r>
      <w:proofErr w:type="spellStart"/>
      <w:r w:rsidRPr="007818BD">
        <w:t>Glyndon</w:t>
      </w:r>
      <w:proofErr w:type="spellEnd"/>
      <w:r w:rsidRPr="007818BD">
        <w:t xml:space="preserve"> évitait avec soin les émotions par le</w:t>
      </w:r>
      <w:r w:rsidRPr="007818BD">
        <w:t>s</w:t>
      </w:r>
      <w:r w:rsidRPr="007818BD">
        <w:t>quelles il avait jusque-là cherché à remplir ses heures ou à di</w:t>
      </w:r>
      <w:r w:rsidRPr="007818BD">
        <w:t>s</w:t>
      </w:r>
      <w:r w:rsidRPr="007818BD">
        <w:t>traire ses pensées</w:t>
      </w:r>
      <w:r w:rsidR="00E8465A">
        <w:t xml:space="preserve">, </w:t>
      </w:r>
      <w:r w:rsidRPr="007818BD">
        <w:t>et</w:t>
      </w:r>
      <w:r w:rsidR="00E8465A">
        <w:t>-</w:t>
      </w:r>
      <w:r w:rsidRPr="007818BD">
        <w:t>plus devint profonde et continuelle la sombre préoccupation de sa vie plus paisible</w:t>
      </w:r>
      <w:r w:rsidR="00E8465A">
        <w:t xml:space="preserve">. </w:t>
      </w:r>
      <w:r w:rsidRPr="007818BD">
        <w:t>Il redoutait to</w:t>
      </w:r>
      <w:r w:rsidRPr="007818BD">
        <w:t>u</w:t>
      </w:r>
      <w:r w:rsidRPr="007818BD">
        <w:t>jours et surtout la solitude</w:t>
      </w:r>
      <w:r w:rsidR="00E8465A">
        <w:t xml:space="preserve"> ; </w:t>
      </w:r>
      <w:r w:rsidRPr="007818BD">
        <w:t>il ne pouvait souffrir de perdre de vue sa nouvelle compagne</w:t>
      </w:r>
      <w:r w:rsidR="00E8465A">
        <w:t xml:space="preserve"> ; </w:t>
      </w:r>
      <w:r w:rsidRPr="007818BD">
        <w:t>il sortait avec elle à pied</w:t>
      </w:r>
      <w:r w:rsidR="00E8465A">
        <w:t xml:space="preserve">, </w:t>
      </w:r>
      <w:r w:rsidRPr="007818BD">
        <w:t>à cheval</w:t>
      </w:r>
      <w:r w:rsidR="00E8465A">
        <w:t xml:space="preserve"> ; </w:t>
      </w:r>
      <w:r w:rsidRPr="007818BD">
        <w:t>et c</w:t>
      </w:r>
      <w:r w:rsidR="00E8465A">
        <w:t>’</w:t>
      </w:r>
      <w:r w:rsidRPr="007818BD">
        <w:t>est avec une répugnance visible</w:t>
      </w:r>
      <w:r w:rsidR="00E8465A">
        <w:t xml:space="preserve">, </w:t>
      </w:r>
      <w:r w:rsidRPr="007818BD">
        <w:t>qui touchait presque à l</w:t>
      </w:r>
      <w:r w:rsidR="00E8465A">
        <w:t>’</w:t>
      </w:r>
      <w:r w:rsidRPr="007818BD">
        <w:t>effroi</w:t>
      </w:r>
      <w:r w:rsidR="00E8465A">
        <w:t xml:space="preserve">, </w:t>
      </w:r>
      <w:r w:rsidRPr="007818BD">
        <w:t>qu</w:t>
      </w:r>
      <w:r w:rsidR="00E8465A">
        <w:t>’</w:t>
      </w:r>
      <w:r w:rsidRPr="007818BD">
        <w:t>il se retirait pour se reposer à l</w:t>
      </w:r>
      <w:r w:rsidR="00E8465A">
        <w:t>’</w:t>
      </w:r>
      <w:r w:rsidRPr="007818BD">
        <w:t>heure où la fatigue se fait sentir aux réunions les plus animées</w:t>
      </w:r>
      <w:r w:rsidR="00E8465A">
        <w:t>.</w:t>
      </w:r>
    </w:p>
    <w:p w14:paraId="5DCDA3D7" w14:textId="51E112E1" w:rsidR="00E0544E" w:rsidRPr="007818BD" w:rsidRDefault="00E0544E" w:rsidP="00E0544E">
      <w:r w:rsidRPr="007818BD">
        <w:t>Cette morne tristesse n</w:t>
      </w:r>
      <w:r w:rsidR="00E8465A">
        <w:t>’</w:t>
      </w:r>
      <w:r w:rsidRPr="007818BD">
        <w:t>était pas ce qu</w:t>
      </w:r>
      <w:r w:rsidR="00E8465A">
        <w:t>’</w:t>
      </w:r>
      <w:r w:rsidRPr="007818BD">
        <w:t>on peut appeler du doux nom de mélancolie</w:t>
      </w:r>
      <w:r w:rsidR="00E8465A">
        <w:t xml:space="preserve"> : </w:t>
      </w:r>
      <w:r w:rsidRPr="007818BD">
        <w:t>c</w:t>
      </w:r>
      <w:r w:rsidR="00E8465A">
        <w:t>’</w:t>
      </w:r>
      <w:r w:rsidRPr="007818BD">
        <w:t>était quelque chose de bien plus i</w:t>
      </w:r>
      <w:r w:rsidRPr="007818BD">
        <w:t>n</w:t>
      </w:r>
      <w:r w:rsidRPr="007818BD">
        <w:t>tense</w:t>
      </w:r>
      <w:r w:rsidR="00E8465A">
        <w:t xml:space="preserve">, </w:t>
      </w:r>
      <w:r w:rsidRPr="007818BD">
        <w:t>presque du désespoir</w:t>
      </w:r>
      <w:r w:rsidR="00E8465A">
        <w:t xml:space="preserve">. </w:t>
      </w:r>
      <w:r w:rsidRPr="007818BD">
        <w:t>Souvent</w:t>
      </w:r>
      <w:r w:rsidR="00E8465A">
        <w:t xml:space="preserve">, </w:t>
      </w:r>
      <w:r w:rsidRPr="007818BD">
        <w:t>après un silence qui p</w:t>
      </w:r>
      <w:r w:rsidRPr="007818BD">
        <w:t>a</w:t>
      </w:r>
      <w:r w:rsidRPr="007818BD">
        <w:t>raissait mortel</w:t>
      </w:r>
      <w:r w:rsidR="00E8465A">
        <w:t xml:space="preserve">, </w:t>
      </w:r>
      <w:r w:rsidRPr="007818BD">
        <w:t>tant il était pesant</w:t>
      </w:r>
      <w:r w:rsidR="00E8465A">
        <w:t xml:space="preserve">, </w:t>
      </w:r>
      <w:r w:rsidRPr="007818BD">
        <w:t>vague</w:t>
      </w:r>
      <w:r w:rsidR="00E8465A">
        <w:t xml:space="preserve">, </w:t>
      </w:r>
      <w:r w:rsidRPr="007818BD">
        <w:t>immobile</w:t>
      </w:r>
      <w:r w:rsidR="00E8465A">
        <w:t xml:space="preserve">, </w:t>
      </w:r>
      <w:r w:rsidRPr="007818BD">
        <w:t>il se levait bru</w:t>
      </w:r>
      <w:r w:rsidRPr="007818BD">
        <w:t>s</w:t>
      </w:r>
      <w:r w:rsidRPr="007818BD">
        <w:t>quement</w:t>
      </w:r>
      <w:r w:rsidR="00E8465A">
        <w:t xml:space="preserve">, </w:t>
      </w:r>
      <w:r w:rsidRPr="007818BD">
        <w:t>jetant autour de lui des regards effarés</w:t>
      </w:r>
      <w:r w:rsidR="00E8465A">
        <w:t xml:space="preserve">. </w:t>
      </w:r>
      <w:r w:rsidRPr="007818BD">
        <w:t>Ses membres tremblaient</w:t>
      </w:r>
      <w:r w:rsidR="00E8465A">
        <w:t xml:space="preserve">, </w:t>
      </w:r>
      <w:r w:rsidRPr="007818BD">
        <w:t>ses lèvres étaient livides</w:t>
      </w:r>
      <w:r w:rsidR="00E8465A">
        <w:t xml:space="preserve">, </w:t>
      </w:r>
      <w:r w:rsidRPr="007818BD">
        <w:t>son front ino</w:t>
      </w:r>
      <w:r w:rsidRPr="007818BD">
        <w:t>n</w:t>
      </w:r>
      <w:r w:rsidRPr="007818BD">
        <w:t>dé de sueur</w:t>
      </w:r>
      <w:r w:rsidR="00E8465A">
        <w:t xml:space="preserve">. </w:t>
      </w:r>
      <w:r w:rsidRPr="007818BD">
        <w:t>Convaincue que quelque douleur s</w:t>
      </w:r>
      <w:r w:rsidRPr="007818BD">
        <w:t>e</w:t>
      </w:r>
      <w:r w:rsidRPr="007818BD">
        <w:t>crète rongeait son âme et ébranlait sa santé</w:t>
      </w:r>
      <w:r w:rsidR="00E8465A">
        <w:t xml:space="preserve">, </w:t>
      </w:r>
      <w:r w:rsidRPr="007818BD">
        <w:t>Adela n</w:t>
      </w:r>
      <w:r w:rsidR="00E8465A">
        <w:t>’</w:t>
      </w:r>
      <w:r w:rsidRPr="007818BD">
        <w:t>avait pas de désir plus cher et plus naturel que de devenir sa confidente et sa consol</w:t>
      </w:r>
      <w:r w:rsidRPr="007818BD">
        <w:t>a</w:t>
      </w:r>
      <w:r w:rsidRPr="007818BD">
        <w:t>trice</w:t>
      </w:r>
      <w:r w:rsidR="00E8465A">
        <w:t xml:space="preserve">. </w:t>
      </w:r>
      <w:r w:rsidRPr="007818BD">
        <w:t>Avec le tact exquis d</w:t>
      </w:r>
      <w:r w:rsidR="00E8465A">
        <w:t>’</w:t>
      </w:r>
      <w:r w:rsidRPr="007818BD">
        <w:t>une nature délicate</w:t>
      </w:r>
      <w:r w:rsidR="00E8465A">
        <w:t xml:space="preserve">, </w:t>
      </w:r>
      <w:r w:rsidRPr="007818BD">
        <w:t>elle comprit qu</w:t>
      </w:r>
      <w:r w:rsidR="00E8465A">
        <w:t>’</w:t>
      </w:r>
      <w:r w:rsidRPr="007818BD">
        <w:t>il n</w:t>
      </w:r>
      <w:r w:rsidR="00E8465A">
        <w:t>’</w:t>
      </w:r>
      <w:r w:rsidRPr="007818BD">
        <w:t>aimait pas qu</w:t>
      </w:r>
      <w:r w:rsidR="00E8465A">
        <w:t>’</w:t>
      </w:r>
      <w:r w:rsidRPr="007818BD">
        <w:t>elle parût s</w:t>
      </w:r>
      <w:r w:rsidR="00E8465A">
        <w:t>’</w:t>
      </w:r>
      <w:r w:rsidRPr="007818BD">
        <w:t>apercevoir et moins e</w:t>
      </w:r>
      <w:r w:rsidRPr="007818BD">
        <w:t>n</w:t>
      </w:r>
      <w:r w:rsidRPr="007818BD">
        <w:t>core s</w:t>
      </w:r>
      <w:r w:rsidR="00E8465A">
        <w:t>’</w:t>
      </w:r>
      <w:r w:rsidRPr="007818BD">
        <w:t>attrister de ces accès de sombre tristesse</w:t>
      </w:r>
      <w:r w:rsidR="00E8465A">
        <w:t xml:space="preserve">. </w:t>
      </w:r>
      <w:r w:rsidRPr="007818BD">
        <w:t>Elle prit à tâche d</w:t>
      </w:r>
      <w:r w:rsidR="00E8465A">
        <w:t>’</w:t>
      </w:r>
      <w:r w:rsidRPr="007818BD">
        <w:t>étouffer ses impressions et ses craintes</w:t>
      </w:r>
      <w:r w:rsidR="00E8465A">
        <w:t xml:space="preserve">. </w:t>
      </w:r>
      <w:r w:rsidRPr="007818BD">
        <w:t>Elle ne voulait pas demander sa confiance</w:t>
      </w:r>
      <w:r w:rsidR="00E8465A">
        <w:t xml:space="preserve"> ; </w:t>
      </w:r>
      <w:r w:rsidRPr="007818BD">
        <w:t>elle chercha à la gagner à la dérobée</w:t>
      </w:r>
      <w:r w:rsidR="00E8465A">
        <w:t xml:space="preserve">. </w:t>
      </w:r>
      <w:r w:rsidRPr="007818BD">
        <w:t>Peu à peu</w:t>
      </w:r>
      <w:r w:rsidR="00E8465A">
        <w:t xml:space="preserve">, </w:t>
      </w:r>
      <w:r w:rsidRPr="007818BD">
        <w:t>elle sentit qu</w:t>
      </w:r>
      <w:r w:rsidR="00E8465A">
        <w:t>’</w:t>
      </w:r>
      <w:r w:rsidRPr="007818BD">
        <w:t>elle réussissait</w:t>
      </w:r>
      <w:r w:rsidR="00E8465A">
        <w:t xml:space="preserve">. </w:t>
      </w:r>
      <w:r w:rsidRPr="007818BD">
        <w:t>Trop absorbé par sa propre existence pour être un observateur perspicace du cara</w:t>
      </w:r>
      <w:r w:rsidRPr="007818BD">
        <w:t>c</w:t>
      </w:r>
      <w:r w:rsidRPr="007818BD">
        <w:t>tère des autres</w:t>
      </w:r>
      <w:r w:rsidR="00E8465A">
        <w:t xml:space="preserve">, </w:t>
      </w:r>
      <w:proofErr w:type="spellStart"/>
      <w:r w:rsidRPr="007818BD">
        <w:t>Glyndon</w:t>
      </w:r>
      <w:proofErr w:type="spellEnd"/>
      <w:r w:rsidRPr="007818BD">
        <w:t xml:space="preserve"> prenait le contentement d</w:t>
      </w:r>
      <w:r w:rsidR="00E8465A">
        <w:t>’</w:t>
      </w:r>
      <w:r w:rsidRPr="007818BD">
        <w:t>une affe</w:t>
      </w:r>
      <w:r w:rsidRPr="007818BD">
        <w:t>c</w:t>
      </w:r>
      <w:r w:rsidRPr="007818BD">
        <w:t>tion humble et généreuse pour du courage naturel</w:t>
      </w:r>
      <w:r w:rsidR="00E8465A">
        <w:t xml:space="preserve">, </w:t>
      </w:r>
      <w:r w:rsidRPr="007818BD">
        <w:t>et cette qu</w:t>
      </w:r>
      <w:r w:rsidRPr="007818BD">
        <w:t>a</w:t>
      </w:r>
      <w:r w:rsidRPr="007818BD">
        <w:t>lité lui plaisait et le fortifiait</w:t>
      </w:r>
      <w:r w:rsidR="00E8465A">
        <w:t xml:space="preserve">. </w:t>
      </w:r>
      <w:r w:rsidRPr="007818BD">
        <w:t>C</w:t>
      </w:r>
      <w:r w:rsidR="00E8465A">
        <w:t>’</w:t>
      </w:r>
      <w:r w:rsidRPr="007818BD">
        <w:t>est le courage que l</w:t>
      </w:r>
      <w:r w:rsidR="00E8465A">
        <w:t>’</w:t>
      </w:r>
      <w:r w:rsidRPr="007818BD">
        <w:t>âme malade exige comme qualité indispensable dans le confident qu</w:t>
      </w:r>
      <w:r w:rsidR="00E8465A">
        <w:t>’</w:t>
      </w:r>
      <w:r w:rsidRPr="007818BD">
        <w:t>elle prend pour la guérir</w:t>
      </w:r>
      <w:r w:rsidR="00E8465A">
        <w:t xml:space="preserve">. </w:t>
      </w:r>
      <w:r w:rsidRPr="007818BD">
        <w:t>Et co</w:t>
      </w:r>
      <w:r w:rsidRPr="007818BD">
        <w:t>m</w:t>
      </w:r>
      <w:r w:rsidRPr="007818BD">
        <w:t xml:space="preserve">me il est irrésistible </w:t>
      </w:r>
      <w:r w:rsidRPr="007818BD">
        <w:lastRenderedPageBreak/>
        <w:t>ce désir d</w:t>
      </w:r>
      <w:r w:rsidR="00E8465A">
        <w:t>’</w:t>
      </w:r>
      <w:r w:rsidRPr="007818BD">
        <w:t>épanchement</w:t>
      </w:r>
      <w:r w:rsidR="00E8465A">
        <w:t xml:space="preserve"> ! </w:t>
      </w:r>
      <w:r w:rsidRPr="007818BD">
        <w:t>Que de fois l</w:t>
      </w:r>
      <w:r w:rsidR="00E8465A">
        <w:t>’</w:t>
      </w:r>
      <w:r w:rsidRPr="007818BD">
        <w:t>homme solitaire pensa en lui-même</w:t>
      </w:r>
      <w:r w:rsidR="00E8465A">
        <w:t> : « </w:t>
      </w:r>
      <w:r w:rsidRPr="007818BD">
        <w:t>Mon cœur</w:t>
      </w:r>
      <w:r w:rsidR="00E8465A">
        <w:t xml:space="preserve">, </w:t>
      </w:r>
      <w:r w:rsidRPr="007818BD">
        <w:t>s</w:t>
      </w:r>
      <w:r w:rsidR="00E8465A">
        <w:t>’</w:t>
      </w:r>
      <w:r w:rsidRPr="007818BD">
        <w:t>il pouvait s</w:t>
      </w:r>
      <w:r w:rsidR="00E8465A">
        <w:t>’</w:t>
      </w:r>
      <w:r w:rsidRPr="007818BD">
        <w:t>ouvrir et confesser sa misère</w:t>
      </w:r>
      <w:r w:rsidR="00E8465A">
        <w:t xml:space="preserve">, </w:t>
      </w:r>
      <w:r w:rsidRPr="007818BD">
        <w:t>serait soulagé</w:t>
      </w:r>
      <w:r w:rsidR="00E8465A">
        <w:t>. »</w:t>
      </w:r>
    </w:p>
    <w:p w14:paraId="7F268AB3" w14:textId="77777777" w:rsidR="00E8465A" w:rsidRDefault="00E0544E" w:rsidP="00E0544E">
      <w:r w:rsidRPr="007818BD">
        <w:t>Il sentait aussi que dans la jeunesse</w:t>
      </w:r>
      <w:r w:rsidR="00E8465A">
        <w:t xml:space="preserve">, </w:t>
      </w:r>
      <w:r w:rsidRPr="007818BD">
        <w:t>dans l</w:t>
      </w:r>
      <w:r w:rsidR="00E8465A">
        <w:t>’</w:t>
      </w:r>
      <w:r w:rsidRPr="007818BD">
        <w:t>inexpérience</w:t>
      </w:r>
      <w:r w:rsidR="00E8465A">
        <w:t xml:space="preserve">, </w:t>
      </w:r>
      <w:r w:rsidRPr="007818BD">
        <w:t>dans la nature poétique d</w:t>
      </w:r>
      <w:r w:rsidR="00E8465A">
        <w:t>’</w:t>
      </w:r>
      <w:r w:rsidRPr="007818BD">
        <w:t>Adela</w:t>
      </w:r>
      <w:r w:rsidR="00E8465A">
        <w:t xml:space="preserve">, </w:t>
      </w:r>
      <w:r w:rsidRPr="007818BD">
        <w:t>il rencontrerait quelqu</w:t>
      </w:r>
      <w:r w:rsidR="00E8465A">
        <w:t>’</w:t>
      </w:r>
      <w:r w:rsidRPr="007818BD">
        <w:t>un qui le comprendrait mieux</w:t>
      </w:r>
      <w:r w:rsidR="00E8465A">
        <w:t xml:space="preserve">, </w:t>
      </w:r>
      <w:r w:rsidRPr="007818BD">
        <w:t>qui aurait pour lui plus d</w:t>
      </w:r>
      <w:r w:rsidR="00E8465A">
        <w:t>’</w:t>
      </w:r>
      <w:r w:rsidRPr="007818BD">
        <w:t>indulgence p</w:t>
      </w:r>
      <w:r w:rsidRPr="007818BD">
        <w:t>a</w:t>
      </w:r>
      <w:r w:rsidRPr="007818BD">
        <w:t>tiente et sympathique qu</w:t>
      </w:r>
      <w:r w:rsidR="00E8465A">
        <w:t>’</w:t>
      </w:r>
      <w:r w:rsidRPr="007818BD">
        <w:t>il n</w:t>
      </w:r>
      <w:r w:rsidR="00E8465A">
        <w:t>’</w:t>
      </w:r>
      <w:r w:rsidRPr="007818BD">
        <w:t>en trouverait dans une nature plus au</w:t>
      </w:r>
      <w:r w:rsidRPr="007818BD">
        <w:t>s</w:t>
      </w:r>
      <w:r w:rsidRPr="007818BD">
        <w:t>tère et plus pratique</w:t>
      </w:r>
      <w:r w:rsidR="00E8465A">
        <w:t>.</w:t>
      </w:r>
    </w:p>
    <w:p w14:paraId="1DED2DAC" w14:textId="77777777" w:rsidR="00E8465A" w:rsidRDefault="00E0544E" w:rsidP="00E0544E">
      <w:proofErr w:type="spellStart"/>
      <w:r w:rsidRPr="007818BD">
        <w:t>Mervale</w:t>
      </w:r>
      <w:proofErr w:type="spellEnd"/>
      <w:r w:rsidRPr="007818BD">
        <w:t xml:space="preserve"> aurait considéré ses révélations comme les divag</w:t>
      </w:r>
      <w:r w:rsidRPr="007818BD">
        <w:t>a</w:t>
      </w:r>
      <w:r w:rsidRPr="007818BD">
        <w:t>tions d</w:t>
      </w:r>
      <w:r w:rsidR="00E8465A">
        <w:t>’</w:t>
      </w:r>
      <w:r w:rsidRPr="007818BD">
        <w:t>un fou</w:t>
      </w:r>
      <w:r w:rsidR="00E8465A">
        <w:t xml:space="preserve">, </w:t>
      </w:r>
      <w:r w:rsidRPr="007818BD">
        <w:t>et la plupart des hommes les auraient prises tout au moins pour les chimères morbides</w:t>
      </w:r>
      <w:r w:rsidR="00E8465A">
        <w:t xml:space="preserve">, </w:t>
      </w:r>
      <w:r w:rsidRPr="007818BD">
        <w:t>les hallucinations fanta</w:t>
      </w:r>
      <w:r w:rsidRPr="007818BD">
        <w:t>s</w:t>
      </w:r>
      <w:r w:rsidRPr="007818BD">
        <w:t>tiques d</w:t>
      </w:r>
      <w:r w:rsidR="00E8465A">
        <w:t>’</w:t>
      </w:r>
      <w:r w:rsidRPr="007818BD">
        <w:t>un malade</w:t>
      </w:r>
      <w:r w:rsidR="00E8465A">
        <w:t xml:space="preserve">. </w:t>
      </w:r>
      <w:r w:rsidRPr="007818BD">
        <w:t>Se préparant de la sorte à ce soulagement qu</w:t>
      </w:r>
      <w:r w:rsidR="00E8465A">
        <w:t>’</w:t>
      </w:r>
      <w:r w:rsidRPr="007818BD">
        <w:t>il appelait de tous ses vœux</w:t>
      </w:r>
      <w:r w:rsidR="00E8465A">
        <w:t xml:space="preserve">, </w:t>
      </w:r>
      <w:r w:rsidRPr="007818BD">
        <w:t>il trouva l</w:t>
      </w:r>
      <w:r w:rsidR="00E8465A">
        <w:t>’</w:t>
      </w:r>
      <w:r w:rsidRPr="007818BD">
        <w:t>occasion de s</w:t>
      </w:r>
      <w:r w:rsidR="00E8465A">
        <w:t>’</w:t>
      </w:r>
      <w:r w:rsidRPr="007818BD">
        <w:t>ouvrir à sa sœur dans les ci</w:t>
      </w:r>
      <w:r w:rsidRPr="007818BD">
        <w:t>r</w:t>
      </w:r>
      <w:r w:rsidRPr="007818BD">
        <w:t>constances suivantes</w:t>
      </w:r>
      <w:r w:rsidR="00E8465A">
        <w:t> :</w:t>
      </w:r>
    </w:p>
    <w:p w14:paraId="5D9DF5FE" w14:textId="77777777" w:rsidR="00E8465A" w:rsidRDefault="00E0544E" w:rsidP="00E0544E">
      <w:r w:rsidRPr="007818BD">
        <w:t>Un soir</w:t>
      </w:r>
      <w:r w:rsidR="00E8465A">
        <w:t xml:space="preserve">, </w:t>
      </w:r>
      <w:r w:rsidRPr="007818BD">
        <w:t>ils étaient seuls</w:t>
      </w:r>
      <w:r w:rsidR="00E8465A">
        <w:t xml:space="preserve"> ; </w:t>
      </w:r>
      <w:r w:rsidRPr="007818BD">
        <w:t>Adela</w:t>
      </w:r>
      <w:r w:rsidR="00E8465A">
        <w:t xml:space="preserve">, </w:t>
      </w:r>
      <w:r w:rsidRPr="007818BD">
        <w:t>qui participait</w:t>
      </w:r>
      <w:r w:rsidR="00E8465A">
        <w:t xml:space="preserve">, </w:t>
      </w:r>
      <w:r w:rsidRPr="007818BD">
        <w:t>jusqu</w:t>
      </w:r>
      <w:r w:rsidR="00E8465A">
        <w:t>’</w:t>
      </w:r>
      <w:r w:rsidRPr="007818BD">
        <w:t>à un certain point</w:t>
      </w:r>
      <w:r w:rsidR="00E8465A">
        <w:t xml:space="preserve">, </w:t>
      </w:r>
      <w:r w:rsidRPr="007818BD">
        <w:t>au talent artistique de son frère</w:t>
      </w:r>
      <w:r w:rsidR="00E8465A">
        <w:t xml:space="preserve">, </w:t>
      </w:r>
      <w:r w:rsidRPr="007818BD">
        <w:t>s</w:t>
      </w:r>
      <w:r w:rsidR="00E8465A">
        <w:t>’</w:t>
      </w:r>
      <w:r w:rsidRPr="007818BD">
        <w:t>occupait à de</w:t>
      </w:r>
      <w:r w:rsidRPr="007818BD">
        <w:t>s</w:t>
      </w:r>
      <w:r w:rsidRPr="007818BD">
        <w:t>siner</w:t>
      </w:r>
      <w:r w:rsidR="00E8465A">
        <w:t xml:space="preserve">, </w:t>
      </w:r>
      <w:r w:rsidRPr="007818BD">
        <w:t xml:space="preserve">et </w:t>
      </w:r>
      <w:proofErr w:type="spellStart"/>
      <w:r w:rsidRPr="007818BD">
        <w:t>Glyndon</w:t>
      </w:r>
      <w:proofErr w:type="spellEnd"/>
      <w:r w:rsidR="00E8465A">
        <w:t xml:space="preserve">, </w:t>
      </w:r>
      <w:r w:rsidRPr="007818BD">
        <w:t>secouant des pensées moins sombres</w:t>
      </w:r>
      <w:r w:rsidR="00E8465A">
        <w:t xml:space="preserve">, </w:t>
      </w:r>
      <w:r w:rsidRPr="007818BD">
        <w:t>que d</w:t>
      </w:r>
      <w:r w:rsidR="00E8465A">
        <w:t>’</w:t>
      </w:r>
      <w:r w:rsidRPr="007818BD">
        <w:t>habitude</w:t>
      </w:r>
      <w:r w:rsidR="00E8465A">
        <w:t xml:space="preserve">, </w:t>
      </w:r>
      <w:r w:rsidRPr="007818BD">
        <w:t>se leva</w:t>
      </w:r>
      <w:r w:rsidR="00E8465A">
        <w:t xml:space="preserve">, </w:t>
      </w:r>
      <w:r w:rsidRPr="007818BD">
        <w:t>passa affectueusement son bras autour de sa taille et la regarda travailler</w:t>
      </w:r>
      <w:r w:rsidR="00E8465A">
        <w:t xml:space="preserve">. </w:t>
      </w:r>
      <w:r w:rsidRPr="007818BD">
        <w:t>Un cri d</w:t>
      </w:r>
      <w:r w:rsidR="00E8465A">
        <w:t>’</w:t>
      </w:r>
      <w:r w:rsidRPr="007818BD">
        <w:t>effroi s</w:t>
      </w:r>
      <w:r w:rsidR="00E8465A">
        <w:t>’</w:t>
      </w:r>
      <w:r w:rsidRPr="007818BD">
        <w:t>échappa de ses l</w:t>
      </w:r>
      <w:r w:rsidRPr="007818BD">
        <w:t>è</w:t>
      </w:r>
      <w:r w:rsidRPr="007818BD">
        <w:t>vres</w:t>
      </w:r>
      <w:r w:rsidR="00E8465A">
        <w:t xml:space="preserve"> ; </w:t>
      </w:r>
      <w:r w:rsidRPr="007818BD">
        <w:t>il lui arracha le dessin des mains</w:t>
      </w:r>
      <w:r w:rsidR="00E8465A">
        <w:t> :</w:t>
      </w:r>
    </w:p>
    <w:p w14:paraId="747D715A" w14:textId="77777777" w:rsidR="00E8465A" w:rsidRDefault="00E8465A" w:rsidP="00E0544E">
      <w:r>
        <w:t>« </w:t>
      </w:r>
      <w:r w:rsidR="00E0544E" w:rsidRPr="007818BD">
        <w:t>Que faites-vous là</w:t>
      </w:r>
      <w:r>
        <w:t xml:space="preserve"> ? </w:t>
      </w:r>
      <w:r w:rsidR="00E0544E" w:rsidRPr="007818BD">
        <w:t>quel est ce portrait</w:t>
      </w:r>
      <w:r>
        <w:t> ?</w:t>
      </w:r>
    </w:p>
    <w:p w14:paraId="42B9BE8B" w14:textId="77777777" w:rsidR="00E8465A" w:rsidRDefault="00E8465A" w:rsidP="00E0544E">
      <w:r>
        <w:t>— </w:t>
      </w:r>
      <w:r w:rsidR="00E0544E" w:rsidRPr="007818BD">
        <w:t>Mon bon Clarence</w:t>
      </w:r>
      <w:r>
        <w:t xml:space="preserve"> ! </w:t>
      </w:r>
      <w:r w:rsidR="00E0544E" w:rsidRPr="007818BD">
        <w:t>avez-vous oublié l</w:t>
      </w:r>
      <w:r>
        <w:t>’</w:t>
      </w:r>
      <w:r w:rsidR="00E0544E" w:rsidRPr="007818BD">
        <w:t>original</w:t>
      </w:r>
      <w:r>
        <w:t xml:space="preserve"> ? </w:t>
      </w:r>
      <w:r w:rsidR="00E0544E" w:rsidRPr="007818BD">
        <w:t>C</w:t>
      </w:r>
      <w:r>
        <w:t>’</w:t>
      </w:r>
      <w:r w:rsidR="00E0544E" w:rsidRPr="007818BD">
        <w:t>est une copie du portrait de notre sage ancêtre</w:t>
      </w:r>
      <w:r>
        <w:t xml:space="preserve">, </w:t>
      </w:r>
      <w:r w:rsidR="00E0544E" w:rsidRPr="007818BD">
        <w:t>qui</w:t>
      </w:r>
      <w:r>
        <w:t xml:space="preserve">, </w:t>
      </w:r>
      <w:r w:rsidR="00E0544E" w:rsidRPr="007818BD">
        <w:t>au dire de notre pauvre mère</w:t>
      </w:r>
      <w:r>
        <w:t xml:space="preserve">, </w:t>
      </w:r>
      <w:r w:rsidR="00E0544E" w:rsidRPr="007818BD">
        <w:t>vous ressemblait tant</w:t>
      </w:r>
      <w:r>
        <w:t xml:space="preserve">. </w:t>
      </w:r>
      <w:r w:rsidR="00E0544E" w:rsidRPr="007818BD">
        <w:t>J</w:t>
      </w:r>
      <w:r>
        <w:t>’</w:t>
      </w:r>
      <w:r w:rsidR="00E0544E" w:rsidRPr="007818BD">
        <w:t>avais cru vous faire une agréable surprise en le copiant de mémoire</w:t>
      </w:r>
      <w:r>
        <w:t>.</w:t>
      </w:r>
    </w:p>
    <w:p w14:paraId="3C014787" w14:textId="77777777" w:rsidR="00E8465A" w:rsidRDefault="00E8465A" w:rsidP="00E0544E">
      <w:r>
        <w:t>— </w:t>
      </w:r>
      <w:r w:rsidR="00E0544E" w:rsidRPr="007818BD">
        <w:t>Maudite fut la ressemblance</w:t>
      </w:r>
      <w:r>
        <w:t xml:space="preserve"> ! </w:t>
      </w:r>
      <w:r w:rsidR="00E0544E" w:rsidRPr="007818BD">
        <w:t xml:space="preserve">dit </w:t>
      </w:r>
      <w:proofErr w:type="spellStart"/>
      <w:r w:rsidR="00E0544E" w:rsidRPr="007818BD">
        <w:t>Glyndon</w:t>
      </w:r>
      <w:proofErr w:type="spellEnd"/>
      <w:r w:rsidR="00E0544E" w:rsidRPr="007818BD">
        <w:t xml:space="preserve"> d</w:t>
      </w:r>
      <w:r>
        <w:t>’</w:t>
      </w:r>
      <w:r w:rsidR="00E0544E" w:rsidRPr="007818BD">
        <w:t>une voix sombre</w:t>
      </w:r>
      <w:r>
        <w:t xml:space="preserve">. </w:t>
      </w:r>
      <w:r w:rsidR="00E0544E" w:rsidRPr="007818BD">
        <w:t>Ne devinez-vous pas pourquoi j</w:t>
      </w:r>
      <w:r>
        <w:t>’</w:t>
      </w:r>
      <w:r w:rsidR="00E0544E" w:rsidRPr="007818BD">
        <w:t>ai évité de retourner à la demeure de nos aïeux</w:t>
      </w:r>
      <w:r>
        <w:t xml:space="preserve"> ?… </w:t>
      </w:r>
      <w:r w:rsidR="00E0544E" w:rsidRPr="007818BD">
        <w:t>Parce que je redo</w:t>
      </w:r>
      <w:r w:rsidR="00E0544E" w:rsidRPr="007818BD">
        <w:t>u</w:t>
      </w:r>
      <w:r w:rsidR="00E0544E" w:rsidRPr="007818BD">
        <w:t>tais de retrouver ce portrait</w:t>
      </w:r>
      <w:r>
        <w:t xml:space="preserve">, </w:t>
      </w:r>
      <w:r w:rsidR="00E0544E" w:rsidRPr="007818BD">
        <w:t>parce que</w:t>
      </w:r>
      <w:r>
        <w:t xml:space="preserve">… </w:t>
      </w:r>
      <w:r w:rsidR="00E0544E" w:rsidRPr="007818BD">
        <w:t>parce que</w:t>
      </w:r>
      <w:r>
        <w:t xml:space="preserve">… </w:t>
      </w:r>
      <w:r w:rsidR="00E0544E" w:rsidRPr="007818BD">
        <w:t>Mais</w:t>
      </w:r>
      <w:r>
        <w:t xml:space="preserve">, </w:t>
      </w:r>
      <w:proofErr w:type="spellStart"/>
      <w:r w:rsidR="00E0544E" w:rsidRPr="007818BD">
        <w:t>pardonnez moi</w:t>
      </w:r>
      <w:proofErr w:type="spellEnd"/>
      <w:r>
        <w:t xml:space="preserve">, </w:t>
      </w:r>
      <w:r w:rsidR="00E0544E" w:rsidRPr="007818BD">
        <w:t>je vous fais peur</w:t>
      </w:r>
      <w:r>
        <w:t> !</w:t>
      </w:r>
    </w:p>
    <w:p w14:paraId="08FF55C8" w14:textId="6ACFABDE" w:rsidR="00E0544E" w:rsidRPr="007818BD" w:rsidRDefault="00E8465A" w:rsidP="00E0544E">
      <w:r>
        <w:lastRenderedPageBreak/>
        <w:t>— </w:t>
      </w:r>
      <w:r w:rsidR="00E0544E" w:rsidRPr="007818BD">
        <w:t>Oh</w:t>
      </w:r>
      <w:r>
        <w:t xml:space="preserve"> ! </w:t>
      </w:r>
      <w:r w:rsidR="00E0544E" w:rsidRPr="007818BD">
        <w:t>non</w:t>
      </w:r>
      <w:r>
        <w:t xml:space="preserve">, </w:t>
      </w:r>
      <w:r w:rsidR="00E0544E" w:rsidRPr="007818BD">
        <w:t>Clarence</w:t>
      </w:r>
      <w:r>
        <w:t xml:space="preserve">, </w:t>
      </w:r>
      <w:r w:rsidR="00E0544E" w:rsidRPr="007818BD">
        <w:t>non</w:t>
      </w:r>
      <w:r>
        <w:t xml:space="preserve"> ! </w:t>
      </w:r>
      <w:r w:rsidR="00E0544E" w:rsidRPr="007818BD">
        <w:t>vous ne me faites jamais peur quand vous parlez</w:t>
      </w:r>
      <w:r>
        <w:t xml:space="preserve"> ; </w:t>
      </w:r>
      <w:r w:rsidR="00E0544E" w:rsidRPr="007818BD">
        <w:t>c</w:t>
      </w:r>
      <w:r>
        <w:t>’</w:t>
      </w:r>
      <w:r w:rsidR="00E0544E" w:rsidRPr="007818BD">
        <w:t>est seulement quand vous êtes silencieux</w:t>
      </w:r>
      <w:r>
        <w:t xml:space="preserve">. </w:t>
      </w:r>
      <w:r w:rsidR="00E0544E" w:rsidRPr="007818BD">
        <w:t>Ah</w:t>
      </w:r>
      <w:r>
        <w:t xml:space="preserve"> ! </w:t>
      </w:r>
      <w:r w:rsidR="00E0544E" w:rsidRPr="007818BD">
        <w:t>si vous me croyiez digne de votre confiance</w:t>
      </w:r>
      <w:r>
        <w:t xml:space="preserve"> ! </w:t>
      </w:r>
      <w:r w:rsidR="00E0544E" w:rsidRPr="007818BD">
        <w:t>Ah</w:t>
      </w:r>
      <w:r>
        <w:t xml:space="preserve"> ! </w:t>
      </w:r>
      <w:r w:rsidR="00E0544E" w:rsidRPr="007818BD">
        <w:t>si vous m</w:t>
      </w:r>
      <w:r>
        <w:t>’</w:t>
      </w:r>
      <w:r w:rsidR="00E0544E" w:rsidRPr="007818BD">
        <w:t>aviez donné le droit de raisonner avec vous ces tristesses que je désire tant partager</w:t>
      </w:r>
      <w:r>
        <w:t> ! »</w:t>
      </w:r>
    </w:p>
    <w:p w14:paraId="67546A3C" w14:textId="77777777" w:rsidR="00E8465A" w:rsidRDefault="00E0544E" w:rsidP="00E0544E">
      <w:proofErr w:type="spellStart"/>
      <w:r w:rsidRPr="007818BD">
        <w:t>Glyndon</w:t>
      </w:r>
      <w:proofErr w:type="spellEnd"/>
      <w:r w:rsidRPr="007818BD">
        <w:t xml:space="preserve"> ne répondit pas</w:t>
      </w:r>
      <w:r w:rsidR="00E8465A">
        <w:t xml:space="preserve"> ; </w:t>
      </w:r>
      <w:r w:rsidRPr="007818BD">
        <w:t>il arpenta quelque temps la chambre à pas irréguliers</w:t>
      </w:r>
      <w:r w:rsidR="00E8465A">
        <w:t xml:space="preserve">. </w:t>
      </w:r>
      <w:r w:rsidRPr="007818BD">
        <w:t>Enfin il s</w:t>
      </w:r>
      <w:r w:rsidR="00E8465A">
        <w:t>’</w:t>
      </w:r>
      <w:r w:rsidRPr="007818BD">
        <w:t>arrêta et la regarda lo</w:t>
      </w:r>
      <w:r w:rsidRPr="007818BD">
        <w:t>n</w:t>
      </w:r>
      <w:r w:rsidRPr="007818BD">
        <w:t>guement</w:t>
      </w:r>
      <w:r w:rsidR="00E8465A">
        <w:t> :</w:t>
      </w:r>
    </w:p>
    <w:p w14:paraId="3EB1D866" w14:textId="77777777" w:rsidR="00E8465A" w:rsidRDefault="00E8465A" w:rsidP="00E0544E">
      <w:r>
        <w:t>« </w:t>
      </w:r>
      <w:r w:rsidR="00E0544E" w:rsidRPr="007818BD">
        <w:t>Oui</w:t>
      </w:r>
      <w:r>
        <w:t xml:space="preserve">, </w:t>
      </w:r>
      <w:r w:rsidR="00E0544E" w:rsidRPr="007818BD">
        <w:t>vous aussi</w:t>
      </w:r>
      <w:r>
        <w:t xml:space="preserve">, </w:t>
      </w:r>
      <w:r w:rsidR="00E0544E" w:rsidRPr="007818BD">
        <w:t>vous descendez de lui</w:t>
      </w:r>
      <w:r>
        <w:t xml:space="preserve"> ; </w:t>
      </w:r>
      <w:r w:rsidR="00E0544E" w:rsidRPr="007818BD">
        <w:t>vous savez que de tels hommes ont vécu et souffert</w:t>
      </w:r>
      <w:r>
        <w:t xml:space="preserve">. </w:t>
      </w:r>
      <w:r w:rsidR="00E0544E" w:rsidRPr="007818BD">
        <w:t>Vous ne vous raillerez pas de moi</w:t>
      </w:r>
      <w:r>
        <w:t xml:space="preserve"> ; </w:t>
      </w:r>
      <w:r w:rsidR="00E0544E" w:rsidRPr="007818BD">
        <w:t>vous ne serez pas incrédule</w:t>
      </w:r>
      <w:r>
        <w:t xml:space="preserve">. </w:t>
      </w:r>
      <w:r w:rsidR="00E0544E" w:rsidRPr="007818BD">
        <w:t>Écoutez</w:t>
      </w:r>
      <w:r>
        <w:t xml:space="preserve"> ! </w:t>
      </w:r>
      <w:r w:rsidR="00E0544E" w:rsidRPr="007818BD">
        <w:t>écoutez</w:t>
      </w:r>
      <w:r>
        <w:t xml:space="preserve"> !… </w:t>
      </w:r>
      <w:r w:rsidR="00E0544E" w:rsidRPr="007818BD">
        <w:t>Quel est ce bruit</w:t>
      </w:r>
      <w:r>
        <w:t> ?</w:t>
      </w:r>
    </w:p>
    <w:p w14:paraId="4D1B710E" w14:textId="77777777" w:rsidR="00E8465A" w:rsidRDefault="00E8465A" w:rsidP="00E0544E">
      <w:r>
        <w:t>— </w:t>
      </w:r>
      <w:r w:rsidR="00E0544E" w:rsidRPr="007818BD">
        <w:t>Mon pauvre Clarence</w:t>
      </w:r>
      <w:r>
        <w:t xml:space="preserve"> ! </w:t>
      </w:r>
      <w:r w:rsidR="00E0544E" w:rsidRPr="007818BD">
        <w:t>ce n</w:t>
      </w:r>
      <w:r>
        <w:t>’</w:t>
      </w:r>
      <w:r w:rsidR="00E0544E" w:rsidRPr="007818BD">
        <w:t>est que le vent qui fouette l</w:t>
      </w:r>
      <w:r>
        <w:t>’</w:t>
      </w:r>
      <w:r w:rsidR="00E0544E" w:rsidRPr="007818BD">
        <w:t>angle du toit</w:t>
      </w:r>
      <w:r>
        <w:t>.</w:t>
      </w:r>
    </w:p>
    <w:p w14:paraId="45D8DDDF" w14:textId="77777777" w:rsidR="00E8465A" w:rsidRDefault="00E8465A" w:rsidP="00E0544E">
      <w:r>
        <w:t>— </w:t>
      </w:r>
      <w:r w:rsidR="00E0544E" w:rsidRPr="007818BD">
        <w:t>Donnez-moi votre main</w:t>
      </w:r>
      <w:r>
        <w:t xml:space="preserve">, </w:t>
      </w:r>
      <w:r w:rsidR="00E0544E" w:rsidRPr="007818BD">
        <w:t>laissez-moi en sentir la vivante étreinte</w:t>
      </w:r>
      <w:r>
        <w:t xml:space="preserve"> ; </w:t>
      </w:r>
      <w:r w:rsidR="00E0544E" w:rsidRPr="007818BD">
        <w:t>et</w:t>
      </w:r>
      <w:r>
        <w:t xml:space="preserve">, </w:t>
      </w:r>
      <w:r w:rsidR="00E0544E" w:rsidRPr="007818BD">
        <w:t>quand j</w:t>
      </w:r>
      <w:r>
        <w:t>’</w:t>
      </w:r>
      <w:r w:rsidR="00E0544E" w:rsidRPr="007818BD">
        <w:t>aurai tout dit</w:t>
      </w:r>
      <w:r>
        <w:t xml:space="preserve">, </w:t>
      </w:r>
      <w:r w:rsidR="00E0544E" w:rsidRPr="007818BD">
        <w:t>ne faites jamais allusion à mon récit</w:t>
      </w:r>
      <w:r>
        <w:t xml:space="preserve">. </w:t>
      </w:r>
      <w:r w:rsidR="00E0544E" w:rsidRPr="007818BD">
        <w:t>Cachez-le à tous</w:t>
      </w:r>
      <w:r>
        <w:t xml:space="preserve"> ; </w:t>
      </w:r>
      <w:r w:rsidR="00E0544E" w:rsidRPr="007818BD">
        <w:t>jurez que le secret en mourra avec nous</w:t>
      </w:r>
      <w:r>
        <w:t xml:space="preserve">… </w:t>
      </w:r>
      <w:r w:rsidR="00E0544E" w:rsidRPr="007818BD">
        <w:t>avec nous</w:t>
      </w:r>
      <w:r>
        <w:t xml:space="preserve">, </w:t>
      </w:r>
      <w:r w:rsidR="00E0544E" w:rsidRPr="007818BD">
        <w:t>les derniers de notre race prédestinée</w:t>
      </w:r>
      <w:r>
        <w:t> !</w:t>
      </w:r>
    </w:p>
    <w:p w14:paraId="2C778D68" w14:textId="77777777" w:rsidR="00E8465A" w:rsidRDefault="00E8465A" w:rsidP="00E0544E">
      <w:r>
        <w:t>— </w:t>
      </w:r>
      <w:r w:rsidR="00E0544E" w:rsidRPr="007818BD">
        <w:t>Jamais je ne trahirai votre confiance</w:t>
      </w:r>
      <w:r>
        <w:t xml:space="preserve">, </w:t>
      </w:r>
      <w:r w:rsidR="00E0544E" w:rsidRPr="007818BD">
        <w:t>jamais</w:t>
      </w:r>
      <w:r>
        <w:t xml:space="preserve"> ! </w:t>
      </w:r>
      <w:r w:rsidR="00E0544E" w:rsidRPr="007818BD">
        <w:t>Je le j</w:t>
      </w:r>
      <w:r w:rsidR="00E0544E" w:rsidRPr="007818BD">
        <w:t>u</w:t>
      </w:r>
      <w:r w:rsidR="00E0544E" w:rsidRPr="007818BD">
        <w:t>re</w:t>
      </w:r>
      <w:r>
        <w:t> ! »</w:t>
      </w:r>
      <w:r w:rsidR="00E0544E" w:rsidRPr="007818BD">
        <w:t xml:space="preserve"> dit Adela d</w:t>
      </w:r>
      <w:r>
        <w:t>’</w:t>
      </w:r>
      <w:r w:rsidR="00E0544E" w:rsidRPr="007818BD">
        <w:t>une voix ferme</w:t>
      </w:r>
      <w:r>
        <w:t>.</w:t>
      </w:r>
    </w:p>
    <w:p w14:paraId="0A434BF5" w14:textId="77777777" w:rsidR="00E8465A" w:rsidRDefault="00E0544E" w:rsidP="00E0544E">
      <w:r w:rsidRPr="007818BD">
        <w:t>Elle se rapprocha de lui</w:t>
      </w:r>
      <w:r w:rsidR="00E8465A">
        <w:t xml:space="preserve">, </w:t>
      </w:r>
      <w:r w:rsidRPr="007818BD">
        <w:t xml:space="preserve">et </w:t>
      </w:r>
      <w:proofErr w:type="spellStart"/>
      <w:r w:rsidRPr="007818BD">
        <w:t>Glyndon</w:t>
      </w:r>
      <w:proofErr w:type="spellEnd"/>
      <w:r w:rsidRPr="007818BD">
        <w:t xml:space="preserve"> commença son récit</w:t>
      </w:r>
      <w:r w:rsidR="00E8465A">
        <w:t xml:space="preserve">. </w:t>
      </w:r>
      <w:r w:rsidRPr="007818BD">
        <w:t>Ce qui dans un livre</w:t>
      </w:r>
      <w:r w:rsidR="00E8465A">
        <w:t xml:space="preserve">, </w:t>
      </w:r>
      <w:r w:rsidRPr="007818BD">
        <w:t>et pour des esprits disposés au doute et à l</w:t>
      </w:r>
      <w:r w:rsidR="00E8465A">
        <w:t>’</w:t>
      </w:r>
      <w:r w:rsidRPr="007818BD">
        <w:t>incrédulité</w:t>
      </w:r>
      <w:r w:rsidR="00E8465A">
        <w:t xml:space="preserve">, </w:t>
      </w:r>
      <w:r w:rsidRPr="007818BD">
        <w:t>peut sembler froid et sans terreur</w:t>
      </w:r>
      <w:r w:rsidR="00E8465A">
        <w:t xml:space="preserve">, </w:t>
      </w:r>
      <w:r w:rsidRPr="007818BD">
        <w:t>prit un tout a</w:t>
      </w:r>
      <w:r w:rsidRPr="007818BD">
        <w:t>u</w:t>
      </w:r>
      <w:r w:rsidRPr="007818BD">
        <w:t>tre caractère</w:t>
      </w:r>
      <w:r w:rsidR="00E8465A">
        <w:t xml:space="preserve">, </w:t>
      </w:r>
      <w:r w:rsidRPr="007818BD">
        <w:t>raconté par ces lèvres pâlies avec toute la vérité d</w:t>
      </w:r>
      <w:r w:rsidR="00E8465A">
        <w:t>’</w:t>
      </w:r>
      <w:r w:rsidRPr="007818BD">
        <w:t>une souffrance qui convainc et qui effraye</w:t>
      </w:r>
      <w:r w:rsidR="00E8465A">
        <w:t xml:space="preserve">. </w:t>
      </w:r>
      <w:r w:rsidRPr="007818BD">
        <w:t>Il passa beaucoup de détails</w:t>
      </w:r>
      <w:r w:rsidR="00E8465A">
        <w:t xml:space="preserve">, </w:t>
      </w:r>
      <w:r w:rsidRPr="007818BD">
        <w:t>il en att</w:t>
      </w:r>
      <w:r w:rsidRPr="007818BD">
        <w:t>é</w:t>
      </w:r>
      <w:r w:rsidRPr="007818BD">
        <w:t>nua d</w:t>
      </w:r>
      <w:r w:rsidR="00E8465A">
        <w:t>’</w:t>
      </w:r>
      <w:r w:rsidRPr="007818BD">
        <w:t>autres</w:t>
      </w:r>
      <w:r w:rsidR="00E8465A">
        <w:t xml:space="preserve">, </w:t>
      </w:r>
      <w:r w:rsidRPr="007818BD">
        <w:t>mais il en révéla assez pour rendre son histoire claire et intelligible à celle qui l</w:t>
      </w:r>
      <w:r w:rsidR="00E8465A">
        <w:t>’</w:t>
      </w:r>
      <w:r w:rsidRPr="007818BD">
        <w:t>écoutait pâle et tremblante</w:t>
      </w:r>
      <w:r w:rsidR="00E8465A">
        <w:t>.</w:t>
      </w:r>
    </w:p>
    <w:p w14:paraId="1CA0DC48" w14:textId="017896F1" w:rsidR="00E0544E" w:rsidRPr="007818BD" w:rsidRDefault="00E8465A" w:rsidP="00E0544E">
      <w:r>
        <w:lastRenderedPageBreak/>
        <w:t>« </w:t>
      </w:r>
      <w:r w:rsidR="00E0544E" w:rsidRPr="007818BD">
        <w:t>Au point du jour</w:t>
      </w:r>
      <w:r>
        <w:t xml:space="preserve">, </w:t>
      </w:r>
      <w:r w:rsidR="00E0544E" w:rsidRPr="007818BD">
        <w:t>dit-il</w:t>
      </w:r>
      <w:r>
        <w:t xml:space="preserve">, </w:t>
      </w:r>
      <w:r w:rsidR="00E0544E" w:rsidRPr="007818BD">
        <w:t>je quittai ce séjour maudit et a</w:t>
      </w:r>
      <w:r w:rsidR="00E0544E" w:rsidRPr="007818BD">
        <w:t>b</w:t>
      </w:r>
      <w:r w:rsidR="00E0544E" w:rsidRPr="007818BD">
        <w:t>horré</w:t>
      </w:r>
      <w:r>
        <w:t xml:space="preserve">. </w:t>
      </w:r>
      <w:r w:rsidR="00E0544E" w:rsidRPr="007818BD">
        <w:t>Il me restait une espérance</w:t>
      </w:r>
      <w:r>
        <w:t xml:space="preserve"> ; </w:t>
      </w:r>
      <w:r w:rsidR="00E0544E" w:rsidRPr="007818BD">
        <w:t xml:space="preserve">je voulais chercher </w:t>
      </w:r>
      <w:proofErr w:type="spellStart"/>
      <w:r w:rsidR="00E0544E" w:rsidRPr="007818BD">
        <w:t>Mejnour</w:t>
      </w:r>
      <w:proofErr w:type="spellEnd"/>
      <w:r w:rsidR="00E0544E" w:rsidRPr="007818BD">
        <w:t xml:space="preserve"> par toute la terre</w:t>
      </w:r>
      <w:r>
        <w:t xml:space="preserve">, </w:t>
      </w:r>
      <w:r w:rsidR="00E0544E" w:rsidRPr="007818BD">
        <w:t>le forcer à apaiser le démon qui possédait mon âme</w:t>
      </w:r>
      <w:r>
        <w:t xml:space="preserve">. </w:t>
      </w:r>
      <w:r w:rsidR="00E0544E" w:rsidRPr="007818BD">
        <w:t>Dans ce but</w:t>
      </w:r>
      <w:r>
        <w:t xml:space="preserve">, </w:t>
      </w:r>
      <w:r w:rsidR="00E0544E" w:rsidRPr="007818BD">
        <w:t>je voyageai de ville en ville</w:t>
      </w:r>
      <w:r>
        <w:t xml:space="preserve"> ; </w:t>
      </w:r>
      <w:r w:rsidR="00E0544E" w:rsidRPr="007818BD">
        <w:t>je fis faire par la police italienne les recherches les plus actives</w:t>
      </w:r>
      <w:r>
        <w:t xml:space="preserve">. </w:t>
      </w:r>
      <w:r w:rsidR="00E0544E" w:rsidRPr="007818BD">
        <w:t>Je réclamai même le concours de l</w:t>
      </w:r>
      <w:r>
        <w:t>’</w:t>
      </w:r>
      <w:r w:rsidR="00E0544E" w:rsidRPr="007818BD">
        <w:t>Inquisition</w:t>
      </w:r>
      <w:r>
        <w:t xml:space="preserve">, </w:t>
      </w:r>
      <w:r w:rsidR="00E0544E" w:rsidRPr="007818BD">
        <w:t>qui avait récemment reve</w:t>
      </w:r>
      <w:r w:rsidR="00E0544E" w:rsidRPr="007818BD">
        <w:t>n</w:t>
      </w:r>
      <w:r w:rsidR="00E0544E" w:rsidRPr="007818BD">
        <w:t>diqué ses pouvoirs dans le procès de Cagliostro</w:t>
      </w:r>
      <w:r>
        <w:t xml:space="preserve">, </w:t>
      </w:r>
      <w:r w:rsidR="00E0544E" w:rsidRPr="007818BD">
        <w:t>moins dang</w:t>
      </w:r>
      <w:r w:rsidR="00E0544E" w:rsidRPr="007818BD">
        <w:t>e</w:t>
      </w:r>
      <w:r w:rsidR="00E0544E" w:rsidRPr="007818BD">
        <w:t xml:space="preserve">reux que </w:t>
      </w:r>
      <w:proofErr w:type="spellStart"/>
      <w:r w:rsidR="00E0544E" w:rsidRPr="007818BD">
        <w:t>Mejnour</w:t>
      </w:r>
      <w:proofErr w:type="spellEnd"/>
      <w:r>
        <w:t xml:space="preserve">. </w:t>
      </w:r>
      <w:r w:rsidR="00E0544E" w:rsidRPr="007818BD">
        <w:t>Tout fut inutile</w:t>
      </w:r>
      <w:r>
        <w:t xml:space="preserve">, </w:t>
      </w:r>
      <w:r w:rsidR="00E0544E" w:rsidRPr="007818BD">
        <w:t>je n</w:t>
      </w:r>
      <w:r>
        <w:t>’</w:t>
      </w:r>
      <w:r w:rsidR="00E0544E" w:rsidRPr="007818BD">
        <w:t>en pus découvrir vestige</w:t>
      </w:r>
      <w:r>
        <w:t xml:space="preserve">. </w:t>
      </w:r>
      <w:r w:rsidR="00E0544E" w:rsidRPr="007818BD">
        <w:t>Je n</w:t>
      </w:r>
      <w:r>
        <w:t>’</w:t>
      </w:r>
      <w:r w:rsidR="00E0544E" w:rsidRPr="007818BD">
        <w:t>étais pas seul</w:t>
      </w:r>
      <w:r>
        <w:t xml:space="preserve">, </w:t>
      </w:r>
      <w:r w:rsidR="00E0544E" w:rsidRPr="007818BD">
        <w:t>Adela</w:t>
      </w:r>
      <w:r>
        <w:t> !… »</w:t>
      </w:r>
    </w:p>
    <w:p w14:paraId="05F7DA5C" w14:textId="77777777" w:rsidR="00E8465A" w:rsidRDefault="00E0544E" w:rsidP="00E0544E">
      <w:r w:rsidRPr="007818BD">
        <w:t xml:space="preserve">Ici </w:t>
      </w:r>
      <w:proofErr w:type="spellStart"/>
      <w:r w:rsidRPr="007818BD">
        <w:t>Glyndon</w:t>
      </w:r>
      <w:proofErr w:type="spellEnd"/>
      <w:r w:rsidRPr="007818BD">
        <w:t xml:space="preserve"> s</w:t>
      </w:r>
      <w:r w:rsidR="00E8465A">
        <w:t>’</w:t>
      </w:r>
      <w:r w:rsidRPr="007818BD">
        <w:t>arrêta comme embarrassé</w:t>
      </w:r>
      <w:r w:rsidR="00E8465A">
        <w:t xml:space="preserve"> ; </w:t>
      </w:r>
      <w:r w:rsidRPr="007818BD">
        <w:t>car il est inutile de dire que</w:t>
      </w:r>
      <w:r w:rsidR="00E8465A">
        <w:t xml:space="preserve">, </w:t>
      </w:r>
      <w:r w:rsidRPr="007818BD">
        <w:t>dans son r</w:t>
      </w:r>
      <w:r w:rsidRPr="007818BD">
        <w:t>é</w:t>
      </w:r>
      <w:r w:rsidRPr="007818BD">
        <w:t>cit</w:t>
      </w:r>
      <w:r w:rsidR="00E8465A">
        <w:t xml:space="preserve">, </w:t>
      </w:r>
      <w:r w:rsidRPr="007818BD">
        <w:t>il n</w:t>
      </w:r>
      <w:r w:rsidR="00E8465A">
        <w:t>’</w:t>
      </w:r>
      <w:r w:rsidRPr="007818BD">
        <w:t xml:space="preserve">avait que vaguement fait allusion à </w:t>
      </w:r>
      <w:proofErr w:type="spellStart"/>
      <w:r w:rsidRPr="007818BD">
        <w:t>Fillide</w:t>
      </w:r>
      <w:proofErr w:type="spellEnd"/>
      <w:r w:rsidR="00E8465A">
        <w:t>.</w:t>
      </w:r>
    </w:p>
    <w:p w14:paraId="31E83491" w14:textId="77777777" w:rsidR="00E8465A" w:rsidRDefault="00E8465A" w:rsidP="00E0544E">
      <w:r>
        <w:t>« </w:t>
      </w:r>
      <w:r w:rsidR="00E0544E" w:rsidRPr="007818BD">
        <w:t>Je n</w:t>
      </w:r>
      <w:r>
        <w:t>’</w:t>
      </w:r>
      <w:r w:rsidR="00E0544E" w:rsidRPr="007818BD">
        <w:t>étais pas seul</w:t>
      </w:r>
      <w:r>
        <w:t xml:space="preserve"> ; </w:t>
      </w:r>
      <w:r w:rsidR="00E0544E" w:rsidRPr="007818BD">
        <w:t>mais celle qui m</w:t>
      </w:r>
      <w:r>
        <w:t>’</w:t>
      </w:r>
      <w:r w:rsidR="00E0544E" w:rsidRPr="007818BD">
        <w:t>accompagnait n</w:t>
      </w:r>
      <w:r>
        <w:t>’</w:t>
      </w:r>
      <w:r w:rsidR="00E0544E" w:rsidRPr="007818BD">
        <w:t>était pas telle que mon âme pût se confier à elle</w:t>
      </w:r>
      <w:r>
        <w:t xml:space="preserve">. </w:t>
      </w:r>
      <w:r w:rsidR="00E0544E" w:rsidRPr="007818BD">
        <w:t>Fidèle et affectue</w:t>
      </w:r>
      <w:r w:rsidR="00E0544E" w:rsidRPr="007818BD">
        <w:t>u</w:t>
      </w:r>
      <w:r w:rsidR="00E0544E" w:rsidRPr="007818BD">
        <w:t>se</w:t>
      </w:r>
      <w:r>
        <w:t xml:space="preserve">, </w:t>
      </w:r>
      <w:r w:rsidR="00E0544E" w:rsidRPr="007818BD">
        <w:t>mais sans éducation</w:t>
      </w:r>
      <w:r>
        <w:t xml:space="preserve">, </w:t>
      </w:r>
      <w:r w:rsidR="00E0544E" w:rsidRPr="007818BD">
        <w:t>dépourvue de facultés pour me co</w:t>
      </w:r>
      <w:r w:rsidR="00E0544E" w:rsidRPr="007818BD">
        <w:t>m</w:t>
      </w:r>
      <w:r w:rsidR="00E0544E" w:rsidRPr="007818BD">
        <w:t>prendre</w:t>
      </w:r>
      <w:r>
        <w:t xml:space="preserve">, </w:t>
      </w:r>
      <w:r w:rsidR="00E0544E" w:rsidRPr="007818BD">
        <w:t>douée d</w:t>
      </w:r>
      <w:r>
        <w:t>’</w:t>
      </w:r>
      <w:r w:rsidR="00E0544E" w:rsidRPr="007818BD">
        <w:t>instincts naturels plutôt que d</w:t>
      </w:r>
      <w:r>
        <w:t>’</w:t>
      </w:r>
      <w:r w:rsidR="00E0544E" w:rsidRPr="007818BD">
        <w:t>une raison cultivée</w:t>
      </w:r>
      <w:r>
        <w:t xml:space="preserve">, </w:t>
      </w:r>
      <w:r w:rsidR="00E0544E" w:rsidRPr="007818BD">
        <w:t>une femme en qui le cœur pouvait se reposer dans ses heures d</w:t>
      </w:r>
      <w:r>
        <w:t>’</w:t>
      </w:r>
      <w:r w:rsidR="00E0544E" w:rsidRPr="007818BD">
        <w:t>abandon</w:t>
      </w:r>
      <w:r>
        <w:t xml:space="preserve">, </w:t>
      </w:r>
      <w:r w:rsidR="00E0544E" w:rsidRPr="007818BD">
        <w:t>mais avec qui l</w:t>
      </w:r>
      <w:r>
        <w:t>’</w:t>
      </w:r>
      <w:r w:rsidR="00E0544E" w:rsidRPr="007818BD">
        <w:t>âme ne pouvait avoir de communion</w:t>
      </w:r>
      <w:r>
        <w:t xml:space="preserve">, </w:t>
      </w:r>
      <w:r w:rsidR="00E0544E" w:rsidRPr="007818BD">
        <w:t>en qui l</w:t>
      </w:r>
      <w:r>
        <w:t>’</w:t>
      </w:r>
      <w:r w:rsidR="00E0544E" w:rsidRPr="007818BD">
        <w:t>esprit égaré ne pouvait trouver un gu</w:t>
      </w:r>
      <w:r w:rsidR="00E0544E" w:rsidRPr="007818BD">
        <w:t>i</w:t>
      </w:r>
      <w:r w:rsidR="00E0544E" w:rsidRPr="007818BD">
        <w:t>de</w:t>
      </w:r>
      <w:r>
        <w:t xml:space="preserve">. </w:t>
      </w:r>
      <w:r w:rsidR="00E0544E" w:rsidRPr="007818BD">
        <w:t>Pourtant</w:t>
      </w:r>
      <w:r>
        <w:t xml:space="preserve">, </w:t>
      </w:r>
      <w:r w:rsidR="00E0544E" w:rsidRPr="007818BD">
        <w:t>dans la société de cette femme</w:t>
      </w:r>
      <w:r>
        <w:t xml:space="preserve">, </w:t>
      </w:r>
      <w:r w:rsidR="00E0544E" w:rsidRPr="007818BD">
        <w:t>le démon ne me tou</w:t>
      </w:r>
      <w:r w:rsidR="00E0544E" w:rsidRPr="007818BD">
        <w:t>r</w:t>
      </w:r>
      <w:r w:rsidR="00E0544E" w:rsidRPr="007818BD">
        <w:t>mentait pas</w:t>
      </w:r>
      <w:r>
        <w:t xml:space="preserve">. </w:t>
      </w:r>
      <w:r w:rsidR="00E0544E" w:rsidRPr="007818BD">
        <w:t>Lai</w:t>
      </w:r>
      <w:r w:rsidR="00E0544E" w:rsidRPr="007818BD">
        <w:t>s</w:t>
      </w:r>
      <w:r w:rsidR="00E0544E" w:rsidRPr="007818BD">
        <w:t>sez-moi vous expliquer plus complètement les conditions effrayantes de sa présence</w:t>
      </w:r>
      <w:r>
        <w:t xml:space="preserve">. </w:t>
      </w:r>
      <w:r w:rsidR="00E0544E" w:rsidRPr="007818BD">
        <w:t>Au milieu des émotions grossières</w:t>
      </w:r>
      <w:r>
        <w:t xml:space="preserve">, </w:t>
      </w:r>
      <w:r w:rsidR="00E0544E" w:rsidRPr="007818BD">
        <w:t>dans la vie commune et triviale</w:t>
      </w:r>
      <w:r>
        <w:t xml:space="preserve">, </w:t>
      </w:r>
      <w:r w:rsidR="00E0544E" w:rsidRPr="007818BD">
        <w:t>dans la folle dissip</w:t>
      </w:r>
      <w:r w:rsidR="00E0544E" w:rsidRPr="007818BD">
        <w:t>a</w:t>
      </w:r>
      <w:r w:rsidR="00E0544E" w:rsidRPr="007818BD">
        <w:t>tion</w:t>
      </w:r>
      <w:r>
        <w:t xml:space="preserve">, </w:t>
      </w:r>
      <w:r w:rsidR="00E0544E" w:rsidRPr="007818BD">
        <w:t>dans les excès enivrants et coupables</w:t>
      </w:r>
      <w:r>
        <w:t xml:space="preserve">, </w:t>
      </w:r>
      <w:r w:rsidR="00E0544E" w:rsidRPr="007818BD">
        <w:t>dans la torpeur l</w:t>
      </w:r>
      <w:r w:rsidR="00E0544E" w:rsidRPr="007818BD">
        <w:t>é</w:t>
      </w:r>
      <w:r w:rsidR="00E0544E" w:rsidRPr="007818BD">
        <w:t>thargique de cette existence animale qui nous est commune avec la brute</w:t>
      </w:r>
      <w:r>
        <w:t xml:space="preserve">, </w:t>
      </w:r>
      <w:r w:rsidR="00E0544E" w:rsidRPr="007818BD">
        <w:t>ses yeux étaient invisibles</w:t>
      </w:r>
      <w:r>
        <w:t xml:space="preserve">, </w:t>
      </w:r>
      <w:r w:rsidR="00E0544E" w:rsidRPr="007818BD">
        <w:t>sa voix muette</w:t>
      </w:r>
      <w:r>
        <w:t xml:space="preserve">. </w:t>
      </w:r>
      <w:r w:rsidR="00E0544E" w:rsidRPr="007818BD">
        <w:t>Mais quand l</w:t>
      </w:r>
      <w:r>
        <w:t>’</w:t>
      </w:r>
      <w:r w:rsidR="00E0544E" w:rsidRPr="007818BD">
        <w:t>âme cherchait à aspirer plus haut</w:t>
      </w:r>
      <w:r>
        <w:t xml:space="preserve">, </w:t>
      </w:r>
      <w:r w:rsidR="00E0544E" w:rsidRPr="007818BD">
        <w:t>quand l</w:t>
      </w:r>
      <w:r>
        <w:t>’</w:t>
      </w:r>
      <w:r w:rsidR="00E0544E" w:rsidRPr="007818BD">
        <w:t>imagination exaltée s</w:t>
      </w:r>
      <w:r>
        <w:t>’</w:t>
      </w:r>
      <w:r w:rsidR="00E0544E" w:rsidRPr="007818BD">
        <w:t>enflammait dans un noble rêve</w:t>
      </w:r>
      <w:r>
        <w:t xml:space="preserve">, </w:t>
      </w:r>
      <w:r w:rsidR="00E0544E" w:rsidRPr="007818BD">
        <w:t>quand la conscience de notre destinée pr</w:t>
      </w:r>
      <w:r w:rsidR="00E0544E" w:rsidRPr="007818BD">
        <w:t>o</w:t>
      </w:r>
      <w:r w:rsidR="00E0544E" w:rsidRPr="007818BD">
        <w:t>testait et luttait contre la vie dégradante que je menais</w:t>
      </w:r>
      <w:r>
        <w:t xml:space="preserve">, </w:t>
      </w:r>
      <w:r w:rsidR="00E0544E" w:rsidRPr="007818BD">
        <w:t>alors</w:t>
      </w:r>
      <w:r>
        <w:t xml:space="preserve">, </w:t>
      </w:r>
      <w:r w:rsidR="00E0544E" w:rsidRPr="007818BD">
        <w:t>Adela</w:t>
      </w:r>
      <w:r>
        <w:t xml:space="preserve">… </w:t>
      </w:r>
      <w:r w:rsidR="00E0544E" w:rsidRPr="007818BD">
        <w:t>alors je le trouvais accroupi à mes c</w:t>
      </w:r>
      <w:r w:rsidR="00E0544E" w:rsidRPr="007818BD">
        <w:t>ô</w:t>
      </w:r>
      <w:r w:rsidR="00E0544E" w:rsidRPr="007818BD">
        <w:t>tés en plein jour</w:t>
      </w:r>
      <w:r>
        <w:t xml:space="preserve">, </w:t>
      </w:r>
      <w:r w:rsidR="00E0544E" w:rsidRPr="007818BD">
        <w:t>ou assis à mon chevet</w:t>
      </w:r>
      <w:r>
        <w:t xml:space="preserve">, </w:t>
      </w:r>
      <w:r w:rsidR="00E0544E" w:rsidRPr="007818BD">
        <w:t>ombre visible dans l</w:t>
      </w:r>
      <w:r>
        <w:t>’</w:t>
      </w:r>
      <w:r w:rsidR="00E0544E" w:rsidRPr="007818BD">
        <w:t>ombre</w:t>
      </w:r>
      <w:r>
        <w:t xml:space="preserve">. </w:t>
      </w:r>
      <w:r w:rsidR="00E0544E" w:rsidRPr="007818BD">
        <w:t>Si</w:t>
      </w:r>
      <w:r>
        <w:t xml:space="preserve">, </w:t>
      </w:r>
      <w:r w:rsidR="00E0544E" w:rsidRPr="007818BD">
        <w:t xml:space="preserve">dans </w:t>
      </w:r>
      <w:r w:rsidR="00E0544E" w:rsidRPr="007818BD">
        <w:lastRenderedPageBreak/>
        <w:t>les galeries de l</w:t>
      </w:r>
      <w:r>
        <w:t>’</w:t>
      </w:r>
      <w:r w:rsidR="00E0544E" w:rsidRPr="007818BD">
        <w:t>art</w:t>
      </w:r>
      <w:r>
        <w:t xml:space="preserve">, </w:t>
      </w:r>
      <w:r w:rsidR="00E0544E" w:rsidRPr="007818BD">
        <w:t>les rêves de ma jeunesse éveillaient mon enthousiasme depuis longtemps assoupi</w:t>
      </w:r>
      <w:r>
        <w:t xml:space="preserve">, </w:t>
      </w:r>
      <w:r w:rsidR="00E0544E" w:rsidRPr="007818BD">
        <w:t>si je méditais sur les pensées des sages</w:t>
      </w:r>
      <w:r>
        <w:t xml:space="preserve">, </w:t>
      </w:r>
      <w:r w:rsidR="00E0544E" w:rsidRPr="007818BD">
        <w:t>si l</w:t>
      </w:r>
      <w:r>
        <w:t>’</w:t>
      </w:r>
      <w:r w:rsidR="00E0544E" w:rsidRPr="007818BD">
        <w:t>exemple des héros</w:t>
      </w:r>
      <w:r>
        <w:t xml:space="preserve">, </w:t>
      </w:r>
      <w:r w:rsidR="00E0544E" w:rsidRPr="007818BD">
        <w:t>si la conversation des savants stimulaient l</w:t>
      </w:r>
      <w:r>
        <w:t>’</w:t>
      </w:r>
      <w:r w:rsidR="00E0544E" w:rsidRPr="007818BD">
        <w:t>intelligence engou</w:t>
      </w:r>
      <w:r w:rsidR="00E0544E" w:rsidRPr="007818BD">
        <w:t>r</w:t>
      </w:r>
      <w:r w:rsidR="00E0544E" w:rsidRPr="007818BD">
        <w:t>die</w:t>
      </w:r>
      <w:r>
        <w:t xml:space="preserve">, </w:t>
      </w:r>
      <w:r w:rsidR="00E0544E" w:rsidRPr="007818BD">
        <w:t>le démon alors était avec moi comme par enchantement</w:t>
      </w:r>
      <w:r>
        <w:t>.</w:t>
      </w:r>
    </w:p>
    <w:p w14:paraId="00B6A4A4" w14:textId="77777777" w:rsidR="00E8465A" w:rsidRDefault="00E8465A" w:rsidP="00E0544E">
      <w:r>
        <w:t>« </w:t>
      </w:r>
      <w:r w:rsidR="00E0544E" w:rsidRPr="007818BD">
        <w:t>Enfin un soir</w:t>
      </w:r>
      <w:r>
        <w:t xml:space="preserve">, </w:t>
      </w:r>
      <w:r w:rsidR="00E0544E" w:rsidRPr="007818BD">
        <w:t>à Gênes</w:t>
      </w:r>
      <w:r>
        <w:t xml:space="preserve">, </w:t>
      </w:r>
      <w:r w:rsidR="00E0544E" w:rsidRPr="007818BD">
        <w:t>où j</w:t>
      </w:r>
      <w:r>
        <w:t>’</w:t>
      </w:r>
      <w:r w:rsidR="00E0544E" w:rsidRPr="007818BD">
        <w:t>étais arrivé à la recherche du mystique</w:t>
      </w:r>
      <w:r>
        <w:t xml:space="preserve">, </w:t>
      </w:r>
      <w:proofErr w:type="spellStart"/>
      <w:r w:rsidR="00E0544E" w:rsidRPr="007818BD">
        <w:t>Mejnour</w:t>
      </w:r>
      <w:proofErr w:type="spellEnd"/>
      <w:r w:rsidR="00E0544E" w:rsidRPr="007818BD">
        <w:t xml:space="preserve"> lui-même parut tout à coup devant moi</w:t>
      </w:r>
      <w:r>
        <w:t xml:space="preserve">, </w:t>
      </w:r>
      <w:r w:rsidR="00E0544E" w:rsidRPr="007818BD">
        <w:t>au moment le plus inattendu</w:t>
      </w:r>
      <w:r>
        <w:t xml:space="preserve">. </w:t>
      </w:r>
      <w:r w:rsidR="00E0544E" w:rsidRPr="007818BD">
        <w:t>C</w:t>
      </w:r>
      <w:r>
        <w:t>’</w:t>
      </w:r>
      <w:r w:rsidR="00E0544E" w:rsidRPr="007818BD">
        <w:t>était pendant le carnaval</w:t>
      </w:r>
      <w:r>
        <w:t xml:space="preserve">, </w:t>
      </w:r>
      <w:r w:rsidR="00E0544E" w:rsidRPr="007818BD">
        <w:t>c</w:t>
      </w:r>
      <w:r>
        <w:t>’</w:t>
      </w:r>
      <w:r w:rsidR="00E0544E" w:rsidRPr="007818BD">
        <w:t>était au milieu d</w:t>
      </w:r>
      <w:r>
        <w:t>’</w:t>
      </w:r>
      <w:r w:rsidR="00E0544E" w:rsidRPr="007818BD">
        <w:t>une de ces scènes de folie bruyante et désordonnée</w:t>
      </w:r>
      <w:r>
        <w:t xml:space="preserve">, </w:t>
      </w:r>
      <w:r w:rsidR="00E0544E" w:rsidRPr="007818BD">
        <w:t>plutôt que de gaieté</w:t>
      </w:r>
      <w:r>
        <w:t xml:space="preserve">, </w:t>
      </w:r>
      <w:r w:rsidR="00E0544E" w:rsidRPr="007818BD">
        <w:t>qui mêlent les saturnales du paganisme à une fête chrétienne</w:t>
      </w:r>
      <w:r>
        <w:t xml:space="preserve">. </w:t>
      </w:r>
      <w:r w:rsidR="00E0544E" w:rsidRPr="007818BD">
        <w:t>Fat</w:t>
      </w:r>
      <w:r w:rsidR="00E0544E" w:rsidRPr="007818BD">
        <w:t>i</w:t>
      </w:r>
      <w:r w:rsidR="00E0544E" w:rsidRPr="007818BD">
        <w:t>gué de danser</w:t>
      </w:r>
      <w:r>
        <w:t xml:space="preserve">, </w:t>
      </w:r>
      <w:r w:rsidR="00E0544E" w:rsidRPr="007818BD">
        <w:t>j</w:t>
      </w:r>
      <w:r>
        <w:t>’</w:t>
      </w:r>
      <w:r w:rsidR="00E0544E" w:rsidRPr="007818BD">
        <w:t>entrai dans une pièce où plusieurs personnes étaient assises à boire</w:t>
      </w:r>
      <w:r>
        <w:t xml:space="preserve">, </w:t>
      </w:r>
      <w:r w:rsidR="00E0544E" w:rsidRPr="007818BD">
        <w:t>à chanter</w:t>
      </w:r>
      <w:r>
        <w:t xml:space="preserve">, </w:t>
      </w:r>
      <w:r w:rsidR="00E0544E" w:rsidRPr="007818BD">
        <w:t>à crier</w:t>
      </w:r>
      <w:r>
        <w:t xml:space="preserve">, </w:t>
      </w:r>
      <w:r w:rsidR="00E0544E" w:rsidRPr="007818BD">
        <w:t>et</w:t>
      </w:r>
      <w:r>
        <w:t xml:space="preserve">, </w:t>
      </w:r>
      <w:r w:rsidR="00E0544E" w:rsidRPr="007818BD">
        <w:t>sous leurs costumes fantastiques et leurs masques hideux</w:t>
      </w:r>
      <w:r>
        <w:t xml:space="preserve">, </w:t>
      </w:r>
      <w:r w:rsidR="00E0544E" w:rsidRPr="007818BD">
        <w:t>leur orgie semblait avoir perdu tout caractère humain</w:t>
      </w:r>
      <w:r>
        <w:t xml:space="preserve">. </w:t>
      </w:r>
      <w:r w:rsidR="00E0544E" w:rsidRPr="007818BD">
        <w:t>Je pris pla</w:t>
      </w:r>
      <w:r w:rsidR="00E0544E">
        <w:t>ce</w:t>
      </w:r>
      <w:r w:rsidR="00E0544E" w:rsidRPr="007818BD">
        <w:t xml:space="preserve"> au milieu d</w:t>
      </w:r>
      <w:r>
        <w:t>’</w:t>
      </w:r>
      <w:r w:rsidR="00E0544E" w:rsidRPr="007818BD">
        <w:t>eux</w:t>
      </w:r>
      <w:r>
        <w:t xml:space="preserve">, </w:t>
      </w:r>
      <w:r w:rsidR="00E0544E" w:rsidRPr="007818BD">
        <w:t>et</w:t>
      </w:r>
      <w:r>
        <w:t xml:space="preserve">, </w:t>
      </w:r>
      <w:r w:rsidR="00E0544E" w:rsidRPr="007818BD">
        <w:t>dans cette surexcitation effrayante des sens</w:t>
      </w:r>
      <w:r>
        <w:t xml:space="preserve"> (</w:t>
      </w:r>
      <w:r w:rsidR="00E0544E" w:rsidRPr="007818BD">
        <w:t>heureux ceux qui ne la connaissent j</w:t>
      </w:r>
      <w:r w:rsidR="00E0544E" w:rsidRPr="007818BD">
        <w:t>a</w:t>
      </w:r>
      <w:r w:rsidR="00E0544E" w:rsidRPr="007818BD">
        <w:t>mais</w:t>
      </w:r>
      <w:r>
        <w:t xml:space="preserve"> !), </w:t>
      </w:r>
      <w:r w:rsidR="00E0544E" w:rsidRPr="007818BD">
        <w:t>je devins bientôt le plus bruyant de tous</w:t>
      </w:r>
      <w:r>
        <w:t xml:space="preserve">. </w:t>
      </w:r>
      <w:r w:rsidR="00E0544E" w:rsidRPr="007818BD">
        <w:t>La conversation tomba sur la révolution française</w:t>
      </w:r>
      <w:r>
        <w:t xml:space="preserve">, </w:t>
      </w:r>
      <w:r w:rsidR="00E0544E" w:rsidRPr="007818BD">
        <w:t>qui avait toujours exercé sur moi une fa</w:t>
      </w:r>
      <w:r w:rsidR="00E0544E" w:rsidRPr="007818BD">
        <w:t>s</w:t>
      </w:r>
      <w:r w:rsidR="00E0544E" w:rsidRPr="007818BD">
        <w:t>cination puissante</w:t>
      </w:r>
      <w:r>
        <w:t xml:space="preserve">. </w:t>
      </w:r>
      <w:r w:rsidR="00E0544E" w:rsidRPr="007818BD">
        <w:t>Les masques saluaient l</w:t>
      </w:r>
      <w:r>
        <w:t>’</w:t>
      </w:r>
      <w:r w:rsidR="00E0544E" w:rsidRPr="007818BD">
        <w:t>ère qu</w:t>
      </w:r>
      <w:r>
        <w:t>’</w:t>
      </w:r>
      <w:r w:rsidR="00E0544E" w:rsidRPr="007818BD">
        <w:t>elle devait ouvrir</w:t>
      </w:r>
      <w:r>
        <w:t xml:space="preserve">, </w:t>
      </w:r>
      <w:r w:rsidR="00E0544E" w:rsidRPr="007818BD">
        <w:t>non comme des philosophes qui se réjouissent de voir poindre la lumière</w:t>
      </w:r>
      <w:r>
        <w:t xml:space="preserve">, </w:t>
      </w:r>
      <w:r w:rsidR="00E0544E" w:rsidRPr="007818BD">
        <w:t>mais comme des bandits qui triomphent de l</w:t>
      </w:r>
      <w:r>
        <w:t>’</w:t>
      </w:r>
      <w:r w:rsidR="00E0544E" w:rsidRPr="007818BD">
        <w:t>anéantissement des lois</w:t>
      </w:r>
      <w:r>
        <w:t xml:space="preserve">. </w:t>
      </w:r>
      <w:r w:rsidR="00E0544E" w:rsidRPr="007818BD">
        <w:t>Je ne sais comment</w:t>
      </w:r>
      <w:r>
        <w:t xml:space="preserve">, </w:t>
      </w:r>
      <w:r w:rsidR="00E0544E" w:rsidRPr="007818BD">
        <w:t>mais leur odieux langage me gagna comme une contagion</w:t>
      </w:r>
      <w:r>
        <w:t xml:space="preserve">. </w:t>
      </w:r>
      <w:r w:rsidR="00E0544E" w:rsidRPr="007818BD">
        <w:t>Désireux d</w:t>
      </w:r>
      <w:r>
        <w:t>’</w:t>
      </w:r>
      <w:r w:rsidR="00E0544E" w:rsidRPr="007818BD">
        <w:t>être le premier dans toutes les réunions</w:t>
      </w:r>
      <w:r>
        <w:t xml:space="preserve">, </w:t>
      </w:r>
      <w:r w:rsidR="00E0544E" w:rsidRPr="007818BD">
        <w:t>et d</w:t>
      </w:r>
      <w:r>
        <w:t>’</w:t>
      </w:r>
      <w:r w:rsidR="00E0544E" w:rsidRPr="007818BD">
        <w:t>éclipser tous mes rivaux</w:t>
      </w:r>
      <w:r>
        <w:t xml:space="preserve">, </w:t>
      </w:r>
      <w:r w:rsidR="00E0544E" w:rsidRPr="007818BD">
        <w:t>je surpassai bientôt ces turbulents déclamateurs dans mon e</w:t>
      </w:r>
      <w:r w:rsidR="00E0544E" w:rsidRPr="007818BD">
        <w:t>n</w:t>
      </w:r>
      <w:r w:rsidR="00E0544E" w:rsidRPr="007818BD">
        <w:t>thousiasme pour la liberté qui allait embrasser toutes les fami</w:t>
      </w:r>
      <w:r w:rsidR="00E0544E" w:rsidRPr="007818BD">
        <w:t>l</w:t>
      </w:r>
      <w:r w:rsidR="00E0544E" w:rsidRPr="007818BD">
        <w:t>les de la terre</w:t>
      </w:r>
      <w:r>
        <w:t xml:space="preserve">, </w:t>
      </w:r>
      <w:r w:rsidR="00E0544E" w:rsidRPr="007818BD">
        <w:t>une liberté qui s</w:t>
      </w:r>
      <w:r>
        <w:t>’</w:t>
      </w:r>
      <w:r w:rsidR="00E0544E" w:rsidRPr="007818BD">
        <w:t>étendrait non-seulement à la l</w:t>
      </w:r>
      <w:r w:rsidR="00E0544E" w:rsidRPr="007818BD">
        <w:t>é</w:t>
      </w:r>
      <w:r w:rsidR="00E0544E" w:rsidRPr="007818BD">
        <w:t>gislation publique</w:t>
      </w:r>
      <w:r>
        <w:t xml:space="preserve">, </w:t>
      </w:r>
      <w:r w:rsidR="00E0544E" w:rsidRPr="007818BD">
        <w:t>mais à la vie domestique</w:t>
      </w:r>
      <w:r>
        <w:t xml:space="preserve">, </w:t>
      </w:r>
      <w:r w:rsidR="00E0544E" w:rsidRPr="007818BD">
        <w:t>une large et un</w:t>
      </w:r>
      <w:r w:rsidR="00E0544E" w:rsidRPr="007818BD">
        <w:t>i</w:t>
      </w:r>
      <w:r w:rsidR="00E0544E" w:rsidRPr="007818BD">
        <w:t>verselle émancipation qui devait briser toutes les entraves que les hommes s</w:t>
      </w:r>
      <w:r>
        <w:t>’</w:t>
      </w:r>
      <w:r w:rsidR="00E0544E" w:rsidRPr="007818BD">
        <w:t>étaient forgées</w:t>
      </w:r>
      <w:r>
        <w:t xml:space="preserve">. </w:t>
      </w:r>
      <w:r w:rsidR="00E0544E" w:rsidRPr="007818BD">
        <w:t>Au milieu de cette tirade</w:t>
      </w:r>
      <w:r>
        <w:t xml:space="preserve">, </w:t>
      </w:r>
      <w:r w:rsidR="00E0544E" w:rsidRPr="007818BD">
        <w:t>un des masques me dit tout bas</w:t>
      </w:r>
      <w:r>
        <w:t> :</w:t>
      </w:r>
    </w:p>
    <w:p w14:paraId="4159A85F" w14:textId="77777777" w:rsidR="00E8465A" w:rsidRDefault="00E8465A" w:rsidP="00E0544E">
      <w:r>
        <w:lastRenderedPageBreak/>
        <w:t>« </w:t>
      </w:r>
      <w:r w:rsidR="00E0544E" w:rsidRPr="007818BD">
        <w:t>Prenez garde</w:t>
      </w:r>
      <w:r>
        <w:t xml:space="preserve"> ! </w:t>
      </w:r>
      <w:r w:rsidR="00E0544E" w:rsidRPr="007818BD">
        <w:t>quelqu</w:t>
      </w:r>
      <w:r>
        <w:t>’</w:t>
      </w:r>
      <w:r w:rsidR="00E0544E" w:rsidRPr="007818BD">
        <w:t>un vous écoute qui paraît être un espion</w:t>
      </w:r>
      <w:r>
        <w:t>.</w:t>
      </w:r>
    </w:p>
    <w:p w14:paraId="541A97EA" w14:textId="77777777" w:rsidR="00E8465A" w:rsidRDefault="00E8465A" w:rsidP="00E0544E">
      <w:r>
        <w:t>« </w:t>
      </w:r>
      <w:r w:rsidR="00E0544E" w:rsidRPr="007818BD">
        <w:t>Mes yeux suivirent ceux du masque</w:t>
      </w:r>
      <w:r>
        <w:t xml:space="preserve">, </w:t>
      </w:r>
      <w:r w:rsidR="00E0544E" w:rsidRPr="007818BD">
        <w:t>et je remarquai un homme qui ne semblait prendre aucune part à la conversation</w:t>
      </w:r>
      <w:r>
        <w:t xml:space="preserve">, </w:t>
      </w:r>
      <w:r w:rsidR="00E0544E" w:rsidRPr="007818BD">
        <w:t>mais dont le regard était fixé sur moi</w:t>
      </w:r>
      <w:r>
        <w:t xml:space="preserve">. </w:t>
      </w:r>
      <w:r w:rsidR="00E0544E" w:rsidRPr="007818BD">
        <w:t>Il était déguisé comme nous tous</w:t>
      </w:r>
      <w:r>
        <w:t xml:space="preserve"> : </w:t>
      </w:r>
      <w:r w:rsidR="00E0544E" w:rsidRPr="007818BD">
        <w:t>mais un chuchotement général m</w:t>
      </w:r>
      <w:r>
        <w:t>’</w:t>
      </w:r>
      <w:r w:rsidR="00E0544E" w:rsidRPr="007818BD">
        <w:t>apprit que pe</w:t>
      </w:r>
      <w:r w:rsidR="00E0544E" w:rsidRPr="007818BD">
        <w:t>r</w:t>
      </w:r>
      <w:r w:rsidR="00E0544E" w:rsidRPr="007818BD">
        <w:t>sonne ne l</w:t>
      </w:r>
      <w:r>
        <w:t>’</w:t>
      </w:r>
      <w:r w:rsidR="00E0544E" w:rsidRPr="007818BD">
        <w:t>avait vu entrer</w:t>
      </w:r>
      <w:r>
        <w:t xml:space="preserve">. </w:t>
      </w:r>
      <w:r w:rsidR="00E0544E" w:rsidRPr="007818BD">
        <w:t>Son silence</w:t>
      </w:r>
      <w:r>
        <w:t xml:space="preserve">, </w:t>
      </w:r>
      <w:r w:rsidR="00E0544E" w:rsidRPr="007818BD">
        <w:t>son attention</w:t>
      </w:r>
      <w:r>
        <w:t xml:space="preserve">, </w:t>
      </w:r>
      <w:r w:rsidR="00E0544E" w:rsidRPr="007818BD">
        <w:t>avaient j</w:t>
      </w:r>
      <w:r w:rsidR="00E0544E" w:rsidRPr="007818BD">
        <w:t>e</w:t>
      </w:r>
      <w:r w:rsidR="00E0544E" w:rsidRPr="007818BD">
        <w:t>té l</w:t>
      </w:r>
      <w:r>
        <w:t>’</w:t>
      </w:r>
      <w:r w:rsidR="00E0544E" w:rsidRPr="007818BD">
        <w:t>alarme au milieu de cette réunion tumultueuse</w:t>
      </w:r>
      <w:r>
        <w:t xml:space="preserve"> ; </w:t>
      </w:r>
      <w:r w:rsidR="00E0544E" w:rsidRPr="007818BD">
        <w:t>pour moi</w:t>
      </w:r>
      <w:r>
        <w:t xml:space="preserve">, </w:t>
      </w:r>
      <w:r w:rsidR="00E0544E" w:rsidRPr="007818BD">
        <w:t>je n</w:t>
      </w:r>
      <w:r>
        <w:t>’</w:t>
      </w:r>
      <w:r w:rsidR="00E0544E" w:rsidRPr="007818BD">
        <w:t>en fus que plus animé</w:t>
      </w:r>
      <w:r>
        <w:t xml:space="preserve">. </w:t>
      </w:r>
      <w:r w:rsidR="00E0544E" w:rsidRPr="007818BD">
        <w:t>Emporté par mon sujet</w:t>
      </w:r>
      <w:r>
        <w:t xml:space="preserve">, </w:t>
      </w:r>
      <w:r w:rsidR="00E0544E" w:rsidRPr="007818BD">
        <w:t>je le poursu</w:t>
      </w:r>
      <w:r w:rsidR="00E0544E" w:rsidRPr="007818BD">
        <w:t>i</w:t>
      </w:r>
      <w:r w:rsidR="00E0544E" w:rsidRPr="007818BD">
        <w:t>vis</w:t>
      </w:r>
      <w:r>
        <w:t xml:space="preserve">, </w:t>
      </w:r>
      <w:r w:rsidR="00E0544E" w:rsidRPr="007818BD">
        <w:t>indifférent aux signes de mes voisins</w:t>
      </w:r>
      <w:r>
        <w:t xml:space="preserve">, </w:t>
      </w:r>
      <w:r w:rsidR="00E0544E" w:rsidRPr="007818BD">
        <w:t>et m</w:t>
      </w:r>
      <w:r>
        <w:t>’</w:t>
      </w:r>
      <w:r w:rsidR="00E0544E" w:rsidRPr="007818BD">
        <w:t>adressant au masque s</w:t>
      </w:r>
      <w:r w:rsidR="00E0544E" w:rsidRPr="007818BD">
        <w:t>i</w:t>
      </w:r>
      <w:r w:rsidR="00E0544E" w:rsidRPr="007818BD">
        <w:t>lencieux et solitaire</w:t>
      </w:r>
      <w:r>
        <w:t xml:space="preserve">, </w:t>
      </w:r>
      <w:r w:rsidR="00E0544E" w:rsidRPr="007818BD">
        <w:t>je ne m</w:t>
      </w:r>
      <w:r>
        <w:t>’</w:t>
      </w:r>
      <w:r w:rsidR="00E0544E" w:rsidRPr="007818BD">
        <w:t>aperçus pas que l</w:t>
      </w:r>
      <w:r>
        <w:t>’</w:t>
      </w:r>
      <w:r w:rsidR="00E0544E" w:rsidRPr="007818BD">
        <w:t>un après l</w:t>
      </w:r>
      <w:r>
        <w:t>’</w:t>
      </w:r>
      <w:r w:rsidR="00E0544E" w:rsidRPr="007818BD">
        <w:t>autre tous mes autres aud</w:t>
      </w:r>
      <w:r w:rsidR="00E0544E" w:rsidRPr="007818BD">
        <w:t>i</w:t>
      </w:r>
      <w:r w:rsidR="00E0544E" w:rsidRPr="007818BD">
        <w:t>teurs s</w:t>
      </w:r>
      <w:r>
        <w:t>’</w:t>
      </w:r>
      <w:r w:rsidR="00E0544E" w:rsidRPr="007818BD">
        <w:t>étaient esquivés</w:t>
      </w:r>
      <w:r>
        <w:t xml:space="preserve">, </w:t>
      </w:r>
      <w:r w:rsidR="00E0544E" w:rsidRPr="007818BD">
        <w:t>si bien que je demeurai seul avec lui</w:t>
      </w:r>
      <w:r>
        <w:t xml:space="preserve">, </w:t>
      </w:r>
      <w:r w:rsidR="00E0544E" w:rsidRPr="007818BD">
        <w:t>et m</w:t>
      </w:r>
      <w:r>
        <w:t>’</w:t>
      </w:r>
      <w:r w:rsidR="00E0544E" w:rsidRPr="007818BD">
        <w:t>arrêtant enfin au milieu de ma déclamation chaleureuse et passionnée</w:t>
      </w:r>
      <w:r>
        <w:t> :</w:t>
      </w:r>
    </w:p>
    <w:p w14:paraId="6DB80FF7" w14:textId="77777777" w:rsidR="00E8465A" w:rsidRDefault="00E8465A" w:rsidP="00E0544E">
      <w:r>
        <w:t>« </w:t>
      </w:r>
      <w:r w:rsidR="00E0544E" w:rsidRPr="007818BD">
        <w:t>Et vous</w:t>
      </w:r>
      <w:r>
        <w:t xml:space="preserve">, </w:t>
      </w:r>
      <w:proofErr w:type="spellStart"/>
      <w:r w:rsidR="00E0544E" w:rsidRPr="007818BD">
        <w:t>signor</w:t>
      </w:r>
      <w:proofErr w:type="spellEnd"/>
      <w:r>
        <w:t xml:space="preserve">, </w:t>
      </w:r>
      <w:r w:rsidR="00E0544E" w:rsidRPr="007818BD">
        <w:t>lui dis-je</w:t>
      </w:r>
      <w:r>
        <w:t xml:space="preserve">, </w:t>
      </w:r>
      <w:r w:rsidR="00E0544E" w:rsidRPr="007818BD">
        <w:t>quel est votre avis sur cette ère féconde</w:t>
      </w:r>
      <w:r>
        <w:t xml:space="preserve"> ? </w:t>
      </w:r>
      <w:r w:rsidR="00E0544E" w:rsidRPr="007818BD">
        <w:t>La pensée sans persécution</w:t>
      </w:r>
      <w:r>
        <w:t xml:space="preserve">, </w:t>
      </w:r>
      <w:r w:rsidR="00E0544E" w:rsidRPr="007818BD">
        <w:t>la fraternité sans jalousie</w:t>
      </w:r>
      <w:r>
        <w:t xml:space="preserve">, </w:t>
      </w:r>
      <w:r w:rsidR="00E0544E" w:rsidRPr="007818BD">
        <w:t>l</w:t>
      </w:r>
      <w:r>
        <w:t>’</w:t>
      </w:r>
      <w:r w:rsidR="00E0544E" w:rsidRPr="007818BD">
        <w:t>amour sans esclavage</w:t>
      </w:r>
      <w:r>
        <w:t>…</w:t>
      </w:r>
    </w:p>
    <w:p w14:paraId="1F28A5D2" w14:textId="77777777" w:rsidR="00E8465A" w:rsidRDefault="00E8465A" w:rsidP="00E0544E">
      <w:r>
        <w:t>— </w:t>
      </w:r>
      <w:r w:rsidR="00E0544E" w:rsidRPr="007818BD">
        <w:t>Et la vie sans Dieu</w:t>
      </w:r>
      <w:r>
        <w:t> ! »</w:t>
      </w:r>
      <w:r w:rsidR="00E0544E" w:rsidRPr="007818BD">
        <w:t xml:space="preserve"> ajouta le masque</w:t>
      </w:r>
      <w:r>
        <w:t xml:space="preserve">, </w:t>
      </w:r>
      <w:r w:rsidR="00E0544E" w:rsidRPr="007818BD">
        <w:t>comme j</w:t>
      </w:r>
      <w:r>
        <w:t>’</w:t>
      </w:r>
      <w:r w:rsidR="00E0544E" w:rsidRPr="007818BD">
        <w:t>hésitais</w:t>
      </w:r>
      <w:r>
        <w:t xml:space="preserve">, </w:t>
      </w:r>
      <w:r w:rsidR="00E0544E" w:rsidRPr="007818BD">
        <w:t>à bout d</w:t>
      </w:r>
      <w:r>
        <w:t>’</w:t>
      </w:r>
      <w:r w:rsidR="00E0544E" w:rsidRPr="007818BD">
        <w:t>images oratoires</w:t>
      </w:r>
      <w:r>
        <w:t xml:space="preserve">. </w:t>
      </w:r>
      <w:r w:rsidR="00E0544E" w:rsidRPr="007818BD">
        <w:t>Le son de cette voix bien connue changea le cours de mes pensées</w:t>
      </w:r>
      <w:r>
        <w:t xml:space="preserve">. </w:t>
      </w:r>
      <w:r w:rsidR="00E0544E" w:rsidRPr="007818BD">
        <w:t>Je m</w:t>
      </w:r>
      <w:r>
        <w:t>’</w:t>
      </w:r>
      <w:r w:rsidR="00E0544E" w:rsidRPr="007818BD">
        <w:t>élançai en criant</w:t>
      </w:r>
      <w:r>
        <w:t> :</w:t>
      </w:r>
    </w:p>
    <w:p w14:paraId="1CF075C4" w14:textId="77777777" w:rsidR="00E8465A" w:rsidRDefault="00E8465A" w:rsidP="00E0544E">
      <w:r>
        <w:t>« </w:t>
      </w:r>
      <w:r w:rsidR="00E0544E" w:rsidRPr="007818BD">
        <w:t>Imposteur ou démon</w:t>
      </w:r>
      <w:r>
        <w:t xml:space="preserve"> ! </w:t>
      </w:r>
      <w:r w:rsidR="00E0544E" w:rsidRPr="007818BD">
        <w:t>je te retrouve enfin</w:t>
      </w:r>
      <w:r>
        <w:t> ! »</w:t>
      </w:r>
      <w:r w:rsidR="00E0544E" w:rsidRPr="007818BD">
        <w:t xml:space="preserve"> Le perso</w:t>
      </w:r>
      <w:r w:rsidR="00E0544E" w:rsidRPr="007818BD">
        <w:t>n</w:t>
      </w:r>
      <w:r w:rsidR="00E0544E" w:rsidRPr="007818BD">
        <w:t>nage se leva à mon a</w:t>
      </w:r>
      <w:r w:rsidR="00E0544E" w:rsidRPr="007818BD">
        <w:t>p</w:t>
      </w:r>
      <w:r w:rsidR="00E0544E" w:rsidRPr="007818BD">
        <w:t>proche</w:t>
      </w:r>
      <w:r>
        <w:t xml:space="preserve">, </w:t>
      </w:r>
      <w:r w:rsidR="00E0544E" w:rsidRPr="007818BD">
        <w:t>ôta son masque</w:t>
      </w:r>
      <w:r>
        <w:t xml:space="preserve">, </w:t>
      </w:r>
      <w:r w:rsidR="00E0544E" w:rsidRPr="007818BD">
        <w:t xml:space="preserve">et me montra les traits de </w:t>
      </w:r>
      <w:proofErr w:type="spellStart"/>
      <w:r w:rsidR="00E0544E" w:rsidRPr="007818BD">
        <w:t>Mejnour</w:t>
      </w:r>
      <w:proofErr w:type="spellEnd"/>
      <w:r>
        <w:t xml:space="preserve">. </w:t>
      </w:r>
      <w:r w:rsidR="00E0544E" w:rsidRPr="007818BD">
        <w:t>Son regard fixe</w:t>
      </w:r>
      <w:r>
        <w:t xml:space="preserve">, </w:t>
      </w:r>
      <w:r w:rsidR="00E0544E" w:rsidRPr="007818BD">
        <w:t>son a</w:t>
      </w:r>
      <w:r w:rsidR="00E0544E" w:rsidRPr="007818BD">
        <w:t>s</w:t>
      </w:r>
      <w:r w:rsidR="00E0544E" w:rsidRPr="007818BD">
        <w:t>pect majestueux m</w:t>
      </w:r>
      <w:r>
        <w:t>’</w:t>
      </w:r>
      <w:r w:rsidR="00E0544E" w:rsidRPr="007818BD">
        <w:t>arrêta interdit</w:t>
      </w:r>
      <w:r>
        <w:t xml:space="preserve">. </w:t>
      </w:r>
      <w:r w:rsidR="00E0544E" w:rsidRPr="007818BD">
        <w:t>Je demeurai immobile à la place où j</w:t>
      </w:r>
      <w:r>
        <w:t>’</w:t>
      </w:r>
      <w:r w:rsidR="00E0544E" w:rsidRPr="007818BD">
        <w:t>étais</w:t>
      </w:r>
      <w:r>
        <w:t>.</w:t>
      </w:r>
    </w:p>
    <w:p w14:paraId="42C10674" w14:textId="77777777" w:rsidR="00E8465A" w:rsidRDefault="00E8465A" w:rsidP="00E0544E">
      <w:r>
        <w:t>« </w:t>
      </w:r>
      <w:r w:rsidR="00E0544E" w:rsidRPr="007818BD">
        <w:t>Oui</w:t>
      </w:r>
      <w:r>
        <w:t xml:space="preserve">, </w:t>
      </w:r>
      <w:r w:rsidR="00E0544E" w:rsidRPr="007818BD">
        <w:t>dit-il d</w:t>
      </w:r>
      <w:r>
        <w:t>’</w:t>
      </w:r>
      <w:r w:rsidR="00E0544E" w:rsidRPr="007818BD">
        <w:t>une voix solennelle</w:t>
      </w:r>
      <w:r>
        <w:t xml:space="preserve">, </w:t>
      </w:r>
      <w:r w:rsidR="00E0544E" w:rsidRPr="007818BD">
        <w:t>tu me retrouves</w:t>
      </w:r>
      <w:r>
        <w:t xml:space="preserve">, </w:t>
      </w:r>
      <w:r w:rsidR="00E0544E" w:rsidRPr="007818BD">
        <w:t>et c</w:t>
      </w:r>
      <w:r>
        <w:t>’</w:t>
      </w:r>
      <w:r w:rsidR="00E0544E" w:rsidRPr="007818BD">
        <w:t>est cette rencontre que je cherchais</w:t>
      </w:r>
      <w:r>
        <w:t xml:space="preserve">. </w:t>
      </w:r>
      <w:r w:rsidR="00E0544E" w:rsidRPr="007818BD">
        <w:t>Comment as-tu suivi mes ave</w:t>
      </w:r>
      <w:r w:rsidR="00E0544E" w:rsidRPr="007818BD">
        <w:t>r</w:t>
      </w:r>
      <w:r w:rsidR="00E0544E" w:rsidRPr="007818BD">
        <w:t>tissements</w:t>
      </w:r>
      <w:r>
        <w:t xml:space="preserve"> ? </w:t>
      </w:r>
      <w:r w:rsidR="00E0544E" w:rsidRPr="007818BD">
        <w:t>Sont-ce là les scènes au milieu desquelles l</w:t>
      </w:r>
      <w:r>
        <w:t>’</w:t>
      </w:r>
      <w:r w:rsidR="00E0544E" w:rsidRPr="007818BD">
        <w:t>aspirant à la science sereine pense fuir l</w:t>
      </w:r>
      <w:r>
        <w:t>’</w:t>
      </w:r>
      <w:r w:rsidR="00E0544E" w:rsidRPr="007818BD">
        <w:t>ennemi implacable et hideux</w:t>
      </w:r>
      <w:r>
        <w:t xml:space="preserve">. </w:t>
      </w:r>
      <w:r w:rsidR="00E0544E" w:rsidRPr="007818BD">
        <w:t>Ces pensées que tu as articulées</w:t>
      </w:r>
      <w:r>
        <w:t xml:space="preserve">, </w:t>
      </w:r>
      <w:r w:rsidR="00E0544E" w:rsidRPr="007818BD">
        <w:t xml:space="preserve">et qui </w:t>
      </w:r>
      <w:r w:rsidR="00E0544E" w:rsidRPr="007818BD">
        <w:lastRenderedPageBreak/>
        <w:t>supprimeraient l</w:t>
      </w:r>
      <w:r>
        <w:t>’</w:t>
      </w:r>
      <w:r w:rsidR="00E0544E" w:rsidRPr="007818BD">
        <w:t>ordre dans l</w:t>
      </w:r>
      <w:r>
        <w:t>’</w:t>
      </w:r>
      <w:r w:rsidR="00E0544E" w:rsidRPr="007818BD">
        <w:t>univers</w:t>
      </w:r>
      <w:r>
        <w:t xml:space="preserve">, </w:t>
      </w:r>
      <w:r w:rsidR="00E0544E" w:rsidRPr="007818BD">
        <w:t>expriment-elles les espérances du sage qui che</w:t>
      </w:r>
      <w:r w:rsidR="00E0544E" w:rsidRPr="007818BD">
        <w:t>r</w:t>
      </w:r>
      <w:r w:rsidR="00E0544E" w:rsidRPr="007818BD">
        <w:t>che à s</w:t>
      </w:r>
      <w:r>
        <w:t>’</w:t>
      </w:r>
      <w:r w:rsidR="00E0544E" w:rsidRPr="007818BD">
        <w:t>élever jusqu</w:t>
      </w:r>
      <w:r>
        <w:t>’</w:t>
      </w:r>
      <w:r w:rsidR="00E0544E" w:rsidRPr="007818BD">
        <w:t>à l</w:t>
      </w:r>
      <w:r>
        <w:t>’</w:t>
      </w:r>
      <w:r w:rsidR="00E0544E" w:rsidRPr="007818BD">
        <w:t>harmonie des sph</w:t>
      </w:r>
      <w:r w:rsidR="00E0544E" w:rsidRPr="007818BD">
        <w:t>è</w:t>
      </w:r>
      <w:r w:rsidR="00E0544E" w:rsidRPr="007818BD">
        <w:t>res éternelles</w:t>
      </w:r>
      <w:r>
        <w:t> ?</w:t>
      </w:r>
    </w:p>
    <w:p w14:paraId="4BFCBB10" w14:textId="4FE296D3" w:rsidR="00E0544E" w:rsidRPr="007818BD" w:rsidRDefault="00E8465A" w:rsidP="00E0544E">
      <w:r>
        <w:t>— </w:t>
      </w:r>
      <w:r w:rsidR="00E0544E" w:rsidRPr="007818BD">
        <w:t>C</w:t>
      </w:r>
      <w:r>
        <w:t>’</w:t>
      </w:r>
      <w:r w:rsidR="00E0544E" w:rsidRPr="007818BD">
        <w:t>est ta faute</w:t>
      </w:r>
      <w:r>
        <w:t xml:space="preserve">, </w:t>
      </w:r>
      <w:r w:rsidR="00E0544E" w:rsidRPr="007818BD">
        <w:t>c</w:t>
      </w:r>
      <w:r>
        <w:t>’</w:t>
      </w:r>
      <w:r w:rsidR="00E0544E" w:rsidRPr="007818BD">
        <w:t>est ta faute</w:t>
      </w:r>
      <w:r>
        <w:t xml:space="preserve">, </w:t>
      </w:r>
      <w:r w:rsidR="00E0544E" w:rsidRPr="007818BD">
        <w:t>m</w:t>
      </w:r>
      <w:r>
        <w:t>’</w:t>
      </w:r>
      <w:r w:rsidR="00E0544E" w:rsidRPr="007818BD">
        <w:t>écriai-je</w:t>
      </w:r>
      <w:r>
        <w:t xml:space="preserve"> ; </w:t>
      </w:r>
      <w:r w:rsidR="00E0544E" w:rsidRPr="007818BD">
        <w:t>exorcise le fa</w:t>
      </w:r>
      <w:r w:rsidR="00E0544E" w:rsidRPr="007818BD">
        <w:t>n</w:t>
      </w:r>
      <w:r w:rsidR="00E0544E" w:rsidRPr="007818BD">
        <w:t>tôme</w:t>
      </w:r>
      <w:r>
        <w:t xml:space="preserve">, </w:t>
      </w:r>
      <w:r w:rsidR="00E0544E" w:rsidRPr="007818BD">
        <w:t>délivre mon âme de sa présence terrible</w:t>
      </w:r>
      <w:r>
        <w:t> ! »</w:t>
      </w:r>
    </w:p>
    <w:p w14:paraId="53E93684" w14:textId="77777777" w:rsidR="00E8465A" w:rsidRDefault="00E8465A" w:rsidP="00E0544E">
      <w:r>
        <w:t>« </w:t>
      </w:r>
      <w:proofErr w:type="spellStart"/>
      <w:r w:rsidR="00E0544E" w:rsidRPr="007818BD">
        <w:t>Mejnour</w:t>
      </w:r>
      <w:proofErr w:type="spellEnd"/>
      <w:r w:rsidR="00E0544E" w:rsidRPr="007818BD">
        <w:t xml:space="preserve"> me lança un regard de froid dédain qui m</w:t>
      </w:r>
      <w:r>
        <w:t>’</w:t>
      </w:r>
      <w:r w:rsidR="00E0544E" w:rsidRPr="007818BD">
        <w:t>inspira à la fois la crainte et la colère</w:t>
      </w:r>
      <w:r>
        <w:t xml:space="preserve">, </w:t>
      </w:r>
      <w:r w:rsidR="00E0544E" w:rsidRPr="007818BD">
        <w:t>et répliqua</w:t>
      </w:r>
      <w:r>
        <w:t> :</w:t>
      </w:r>
    </w:p>
    <w:p w14:paraId="75FDCB85" w14:textId="022155E7" w:rsidR="00E0544E" w:rsidRPr="007818BD" w:rsidRDefault="00E8465A" w:rsidP="00E0544E">
      <w:r>
        <w:t>« </w:t>
      </w:r>
      <w:r w:rsidR="00E0544E" w:rsidRPr="007818BD">
        <w:t>Non</w:t>
      </w:r>
      <w:r>
        <w:t xml:space="preserve"> ! </w:t>
      </w:r>
      <w:r w:rsidR="00E0544E" w:rsidRPr="007818BD">
        <w:t>esclave et jouet de tes sens</w:t>
      </w:r>
      <w:r>
        <w:t xml:space="preserve"> ; </w:t>
      </w:r>
      <w:r w:rsidR="00E0544E" w:rsidRPr="007818BD">
        <w:t>non</w:t>
      </w:r>
      <w:r>
        <w:t xml:space="preserve">, </w:t>
      </w:r>
      <w:r w:rsidR="00E0544E" w:rsidRPr="007818BD">
        <w:t>il faut que tu fa</w:t>
      </w:r>
      <w:r w:rsidR="00E0544E" w:rsidRPr="007818BD">
        <w:t>s</w:t>
      </w:r>
      <w:r w:rsidR="00E0544E" w:rsidRPr="007818BD">
        <w:t>ses jusqu</w:t>
      </w:r>
      <w:r>
        <w:t>’</w:t>
      </w:r>
      <w:r w:rsidR="00E0544E" w:rsidRPr="007818BD">
        <w:t>au bout l</w:t>
      </w:r>
      <w:r>
        <w:t>’</w:t>
      </w:r>
      <w:r w:rsidR="00E0544E" w:rsidRPr="007818BD">
        <w:t>expérience des illusions que trouve sur sa route la science qui</w:t>
      </w:r>
      <w:r>
        <w:t xml:space="preserve">, </w:t>
      </w:r>
      <w:r w:rsidR="00E0544E" w:rsidRPr="007818BD">
        <w:t>sans la foi</w:t>
      </w:r>
      <w:r>
        <w:t xml:space="preserve">, </w:t>
      </w:r>
      <w:r w:rsidR="00E0544E" w:rsidRPr="007818BD">
        <w:t>veut escalader les cieux</w:t>
      </w:r>
      <w:r>
        <w:t xml:space="preserve">. </w:t>
      </w:r>
      <w:r w:rsidR="00E0544E" w:rsidRPr="007818BD">
        <w:t>Tu dés</w:t>
      </w:r>
      <w:r w:rsidR="00E0544E" w:rsidRPr="007818BD">
        <w:t>i</w:t>
      </w:r>
      <w:r w:rsidR="00E0544E" w:rsidRPr="007818BD">
        <w:t>res cette ère de bonheur et de liberté</w:t>
      </w:r>
      <w:r>
        <w:t xml:space="preserve">, </w:t>
      </w:r>
      <w:r w:rsidR="00E0544E" w:rsidRPr="007818BD">
        <w:t>tu</w:t>
      </w:r>
      <w:r>
        <w:t>-</w:t>
      </w:r>
      <w:r w:rsidR="00E0544E" w:rsidRPr="007818BD">
        <w:t>la verras</w:t>
      </w:r>
      <w:r>
        <w:t xml:space="preserve"> ; </w:t>
      </w:r>
      <w:r w:rsidR="00E0544E" w:rsidRPr="007818BD">
        <w:t>tu seras a</w:t>
      </w:r>
      <w:r w:rsidR="00E0544E" w:rsidRPr="007818BD">
        <w:t>c</w:t>
      </w:r>
      <w:r w:rsidR="00E0544E" w:rsidRPr="007818BD">
        <w:t>teur dans ce drame de la Raison et des Lumières</w:t>
      </w:r>
      <w:r>
        <w:t xml:space="preserve">. </w:t>
      </w:r>
      <w:r w:rsidR="00E0544E" w:rsidRPr="007818BD">
        <w:t>Pendant que je te parle</w:t>
      </w:r>
      <w:r>
        <w:t xml:space="preserve">, </w:t>
      </w:r>
      <w:r w:rsidR="00E0544E" w:rsidRPr="007818BD">
        <w:t>je vois a</w:t>
      </w:r>
      <w:r w:rsidR="00E0544E" w:rsidRPr="007818BD">
        <w:t>u</w:t>
      </w:r>
      <w:r w:rsidR="00E0544E" w:rsidRPr="007818BD">
        <w:t>près de toi le fantôme</w:t>
      </w:r>
      <w:r>
        <w:t xml:space="preserve"> ; </w:t>
      </w:r>
      <w:r w:rsidR="00E0544E" w:rsidRPr="007818BD">
        <w:t>c</w:t>
      </w:r>
      <w:r>
        <w:t>’</w:t>
      </w:r>
      <w:r w:rsidR="00E0544E" w:rsidRPr="007818BD">
        <w:t>est lui qui te guide</w:t>
      </w:r>
      <w:r>
        <w:t xml:space="preserve">, </w:t>
      </w:r>
      <w:r w:rsidR="00E0544E" w:rsidRPr="007818BD">
        <w:t>il a encore sur toi une puissance qui défie la mienne</w:t>
      </w:r>
      <w:r>
        <w:t xml:space="preserve">. </w:t>
      </w:r>
      <w:r w:rsidR="00E0544E" w:rsidRPr="007818BD">
        <w:t>Aux de</w:t>
      </w:r>
      <w:r w:rsidR="00E0544E" w:rsidRPr="007818BD">
        <w:t>r</w:t>
      </w:r>
      <w:r w:rsidR="00E0544E" w:rsidRPr="007818BD">
        <w:t>niers jours de cette révolution que tu salues de tes espérances</w:t>
      </w:r>
      <w:r>
        <w:t xml:space="preserve">, </w:t>
      </w:r>
      <w:r w:rsidR="00E0544E" w:rsidRPr="007818BD">
        <w:t>au milieu du naufrage de cet ordre que tu maudis comme une tyrannie</w:t>
      </w:r>
      <w:r>
        <w:t xml:space="preserve">, </w:t>
      </w:r>
      <w:r w:rsidR="00E0544E" w:rsidRPr="007818BD">
        <w:t>tu trouveras l</w:t>
      </w:r>
      <w:r>
        <w:t>’</w:t>
      </w:r>
      <w:r w:rsidR="00E0544E" w:rsidRPr="007818BD">
        <w:t>accomplissement de ta destinée</w:t>
      </w:r>
      <w:r>
        <w:t xml:space="preserve">, </w:t>
      </w:r>
      <w:r w:rsidR="00E0544E" w:rsidRPr="007818BD">
        <w:t>et un remède à tes souffrances</w:t>
      </w:r>
      <w:r>
        <w:t>. »</w:t>
      </w:r>
    </w:p>
    <w:p w14:paraId="24759A30" w14:textId="3E477B3F" w:rsidR="00E0544E" w:rsidRPr="007818BD" w:rsidRDefault="00E8465A" w:rsidP="00E0544E">
      <w:r>
        <w:t>« </w:t>
      </w:r>
      <w:r w:rsidR="00E0544E" w:rsidRPr="007818BD">
        <w:t>À cet instant une troupe de masques bruyants</w:t>
      </w:r>
      <w:r>
        <w:t xml:space="preserve">, </w:t>
      </w:r>
      <w:r w:rsidR="00E0544E" w:rsidRPr="007818BD">
        <w:t>ivres</w:t>
      </w:r>
      <w:r>
        <w:t xml:space="preserve">, </w:t>
      </w:r>
      <w:r w:rsidR="00E0544E" w:rsidRPr="007818BD">
        <w:t>chancelants</w:t>
      </w:r>
      <w:r>
        <w:t xml:space="preserve">, </w:t>
      </w:r>
      <w:r w:rsidR="00E0544E" w:rsidRPr="007818BD">
        <w:t>se ruèrent à flots dans la salle et me séparèrent du Mystique</w:t>
      </w:r>
      <w:r>
        <w:t xml:space="preserve">. </w:t>
      </w:r>
      <w:r w:rsidR="00E0544E" w:rsidRPr="007818BD">
        <w:t>Je me frayai un passage à travers la cohue</w:t>
      </w:r>
      <w:r>
        <w:t xml:space="preserve"> ; </w:t>
      </w:r>
      <w:r w:rsidR="00E0544E" w:rsidRPr="007818BD">
        <w:t>je le che</w:t>
      </w:r>
      <w:r w:rsidR="00E0544E" w:rsidRPr="007818BD">
        <w:t>r</w:t>
      </w:r>
      <w:r w:rsidR="00E0544E" w:rsidRPr="007818BD">
        <w:t>chai partout mais vainement</w:t>
      </w:r>
      <w:r>
        <w:t xml:space="preserve">. </w:t>
      </w:r>
      <w:r w:rsidR="00E0544E" w:rsidRPr="007818BD">
        <w:t>Des semaines se passèrent en va</w:t>
      </w:r>
      <w:r w:rsidR="00E0544E" w:rsidRPr="007818BD">
        <w:t>i</w:t>
      </w:r>
      <w:r w:rsidR="00E0544E" w:rsidRPr="007818BD">
        <w:t>nes poursuites</w:t>
      </w:r>
      <w:r>
        <w:t xml:space="preserve"> ; </w:t>
      </w:r>
      <w:r w:rsidR="00E0544E" w:rsidRPr="007818BD">
        <w:t xml:space="preserve">il me fut impossible de découvrir aucune trace de </w:t>
      </w:r>
      <w:proofErr w:type="spellStart"/>
      <w:r w:rsidR="00E0544E" w:rsidRPr="007818BD">
        <w:t>Mejnour</w:t>
      </w:r>
      <w:proofErr w:type="spellEnd"/>
      <w:r>
        <w:t xml:space="preserve">. </w:t>
      </w:r>
      <w:r w:rsidR="00E0544E" w:rsidRPr="007818BD">
        <w:t>Fatigué de faux plaisirs</w:t>
      </w:r>
      <w:r>
        <w:t xml:space="preserve">, </w:t>
      </w:r>
      <w:r w:rsidR="00E0544E" w:rsidRPr="007818BD">
        <w:t>stimulé par les reproches que j</w:t>
      </w:r>
      <w:r>
        <w:t>’</w:t>
      </w:r>
      <w:r w:rsidR="00E0544E" w:rsidRPr="007818BD">
        <w:t>avais mérités</w:t>
      </w:r>
      <w:r>
        <w:t xml:space="preserve">, </w:t>
      </w:r>
      <w:r w:rsidR="00E0544E" w:rsidRPr="007818BD">
        <w:t>effrayé de ce qu</w:t>
      </w:r>
      <w:r>
        <w:t>’</w:t>
      </w:r>
      <w:r w:rsidR="00E0544E" w:rsidRPr="007818BD">
        <w:t>il m</w:t>
      </w:r>
      <w:r>
        <w:t>’</w:t>
      </w:r>
      <w:r w:rsidR="00E0544E" w:rsidRPr="007818BD">
        <w:t>avait prédit de la scène où je devais trouver un soulagement à ma misère</w:t>
      </w:r>
      <w:r>
        <w:t xml:space="preserve">, </w:t>
      </w:r>
      <w:r w:rsidR="00E0544E" w:rsidRPr="007818BD">
        <w:t>je songeai e</w:t>
      </w:r>
      <w:r w:rsidR="00E0544E" w:rsidRPr="007818BD">
        <w:t>n</w:t>
      </w:r>
      <w:r w:rsidR="00E0544E" w:rsidRPr="007818BD">
        <w:t>fin que dans l</w:t>
      </w:r>
      <w:r>
        <w:t>’</w:t>
      </w:r>
      <w:r w:rsidR="00E0544E" w:rsidRPr="007818BD">
        <w:t>atmosphère d</w:t>
      </w:r>
      <w:r>
        <w:t>’</w:t>
      </w:r>
      <w:r w:rsidR="00E0544E" w:rsidRPr="007818BD">
        <w:t>activité pratique de mon pays natal</w:t>
      </w:r>
      <w:r>
        <w:t xml:space="preserve">, </w:t>
      </w:r>
      <w:r w:rsidR="00E0544E" w:rsidRPr="007818BD">
        <w:t>et au milieu de sa vie réglée et fortifiante</w:t>
      </w:r>
      <w:r>
        <w:t xml:space="preserve">, </w:t>
      </w:r>
      <w:r w:rsidR="00E0544E" w:rsidRPr="007818BD">
        <w:t>je pourrais par mes propres efforts me délivrer du spectre</w:t>
      </w:r>
      <w:r>
        <w:t xml:space="preserve">. </w:t>
      </w:r>
      <w:r w:rsidR="00E0544E" w:rsidRPr="007818BD">
        <w:t>Je quittai tout ce qui m</w:t>
      </w:r>
      <w:r>
        <w:t>’</w:t>
      </w:r>
      <w:r w:rsidR="00E0544E" w:rsidRPr="007818BD">
        <w:t>avait séduit et enchaîné jusque-là</w:t>
      </w:r>
      <w:r>
        <w:t xml:space="preserve">. </w:t>
      </w:r>
      <w:r w:rsidR="00E0544E" w:rsidRPr="007818BD">
        <w:t>Je vins ici</w:t>
      </w:r>
      <w:r>
        <w:t xml:space="preserve">. </w:t>
      </w:r>
      <w:r w:rsidR="00E0544E" w:rsidRPr="007818BD">
        <w:t xml:space="preserve">Au milieu des spéculations intéressées </w:t>
      </w:r>
      <w:r w:rsidR="00E0544E" w:rsidRPr="007818BD">
        <w:lastRenderedPageBreak/>
        <w:t>et égoïstes</w:t>
      </w:r>
      <w:r>
        <w:t xml:space="preserve">, </w:t>
      </w:r>
      <w:r w:rsidR="00E0544E" w:rsidRPr="007818BD">
        <w:t>je trouvai la même dive</w:t>
      </w:r>
      <w:r w:rsidR="00E0544E" w:rsidRPr="007818BD">
        <w:t>r</w:t>
      </w:r>
      <w:r w:rsidR="00E0544E" w:rsidRPr="007818BD">
        <w:t>sion que dans les excès les plus dissolus</w:t>
      </w:r>
      <w:r>
        <w:t xml:space="preserve">. </w:t>
      </w:r>
      <w:r w:rsidR="00E0544E" w:rsidRPr="007818BD">
        <w:t>Le fantôme devint inv</w:t>
      </w:r>
      <w:r w:rsidR="00E0544E" w:rsidRPr="007818BD">
        <w:t>i</w:t>
      </w:r>
      <w:r w:rsidR="00E0544E" w:rsidRPr="007818BD">
        <w:t>sible</w:t>
      </w:r>
      <w:r>
        <w:t xml:space="preserve">, </w:t>
      </w:r>
      <w:r w:rsidR="00E0544E" w:rsidRPr="007818BD">
        <w:t>mais cette vie ne tarda pas à me dégoûter comme le reste</w:t>
      </w:r>
      <w:r>
        <w:t xml:space="preserve">. </w:t>
      </w:r>
      <w:r w:rsidR="00E0544E" w:rsidRPr="007818BD">
        <w:t>Sans cesse je sentais que j</w:t>
      </w:r>
      <w:r>
        <w:t>’</w:t>
      </w:r>
      <w:r w:rsidR="00E0544E" w:rsidRPr="007818BD">
        <w:t>étais né pour quelque chose de plus noble que la soif du lucre</w:t>
      </w:r>
      <w:r>
        <w:t xml:space="preserve">, </w:t>
      </w:r>
      <w:r w:rsidR="00E0544E" w:rsidRPr="007818BD">
        <w:t>que la vie peut être également stérile</w:t>
      </w:r>
      <w:r>
        <w:t xml:space="preserve">, </w:t>
      </w:r>
      <w:r w:rsidR="00E0544E" w:rsidRPr="007818BD">
        <w:t>et l</w:t>
      </w:r>
      <w:r>
        <w:t>’</w:t>
      </w:r>
      <w:r w:rsidR="00E0544E" w:rsidRPr="007818BD">
        <w:t>âme également dégr</w:t>
      </w:r>
      <w:r w:rsidR="00E0544E" w:rsidRPr="007818BD">
        <w:t>a</w:t>
      </w:r>
      <w:r w:rsidR="00E0544E" w:rsidRPr="007818BD">
        <w:t>dée par la passion glaciale de l</w:t>
      </w:r>
      <w:r>
        <w:t>’</w:t>
      </w:r>
      <w:r w:rsidR="00E0544E" w:rsidRPr="007818BD">
        <w:t>avarice et par des vices plus violents et plus turbulents</w:t>
      </w:r>
      <w:r>
        <w:t xml:space="preserve">. </w:t>
      </w:r>
      <w:r w:rsidR="00E0544E" w:rsidRPr="007818BD">
        <w:t>Une ambition plus haute ne cessa jamais de me tourmenter</w:t>
      </w:r>
      <w:r>
        <w:t xml:space="preserve">. </w:t>
      </w:r>
      <w:r w:rsidR="00E0544E" w:rsidRPr="007818BD">
        <w:t>Mais</w:t>
      </w:r>
      <w:r>
        <w:t xml:space="preserve">… </w:t>
      </w:r>
      <w:r w:rsidR="00E0544E" w:rsidRPr="007818BD">
        <w:t>mais</w:t>
      </w:r>
      <w:r>
        <w:t xml:space="preserve">, </w:t>
      </w:r>
      <w:r w:rsidR="00E0544E" w:rsidRPr="007818BD">
        <w:t xml:space="preserve">continua </w:t>
      </w:r>
      <w:proofErr w:type="spellStart"/>
      <w:r w:rsidR="00E0544E" w:rsidRPr="007818BD">
        <w:t>Glyndon</w:t>
      </w:r>
      <w:proofErr w:type="spellEnd"/>
      <w:r w:rsidR="00E0544E" w:rsidRPr="007818BD">
        <w:t xml:space="preserve"> en frémissant et en pâlissant</w:t>
      </w:r>
      <w:r>
        <w:t xml:space="preserve">, </w:t>
      </w:r>
      <w:r w:rsidR="00E0544E" w:rsidRPr="007818BD">
        <w:t>à chaque effort pour m</w:t>
      </w:r>
      <w:r>
        <w:t>’</w:t>
      </w:r>
      <w:r w:rsidR="00E0544E" w:rsidRPr="007818BD">
        <w:t>élever à une plus noble existence</w:t>
      </w:r>
      <w:r>
        <w:t xml:space="preserve">, </w:t>
      </w:r>
      <w:r w:rsidR="00E0544E" w:rsidRPr="007818BD">
        <w:t>revenait le spectre h</w:t>
      </w:r>
      <w:r w:rsidR="00E0544E" w:rsidRPr="007818BD">
        <w:t>i</w:t>
      </w:r>
      <w:r w:rsidR="00E0544E" w:rsidRPr="007818BD">
        <w:t>deux</w:t>
      </w:r>
      <w:r>
        <w:t xml:space="preserve"> ; </w:t>
      </w:r>
      <w:r w:rsidR="00E0544E" w:rsidRPr="007818BD">
        <w:t>je le retrouvais sombre et menaçant auprès de mon ch</w:t>
      </w:r>
      <w:r w:rsidR="00E0544E" w:rsidRPr="007818BD">
        <w:t>e</w:t>
      </w:r>
      <w:r w:rsidR="00E0544E" w:rsidRPr="007818BD">
        <w:t>valet</w:t>
      </w:r>
      <w:r>
        <w:t xml:space="preserve">. </w:t>
      </w:r>
      <w:r w:rsidR="00E0544E" w:rsidRPr="007818BD">
        <w:t>Devant les pages du poète et du philosophe</w:t>
      </w:r>
      <w:r>
        <w:t xml:space="preserve">, </w:t>
      </w:r>
      <w:r w:rsidR="00E0544E" w:rsidRPr="007818BD">
        <w:t>il veillait avec s</w:t>
      </w:r>
      <w:r w:rsidR="00E0544E">
        <w:t>e</w:t>
      </w:r>
      <w:r w:rsidR="00E0544E" w:rsidRPr="007818BD">
        <w:t>s yeux brûlants au milieu de la nuit</w:t>
      </w:r>
      <w:r>
        <w:t xml:space="preserve">, </w:t>
      </w:r>
      <w:r w:rsidR="00E0544E" w:rsidRPr="007818BD">
        <w:t>et je croyais entendre sa voix horrible et voilée me murmurer des tentations que je ne dois jamais révéler</w:t>
      </w:r>
      <w:r>
        <w:t>. »</w:t>
      </w:r>
    </w:p>
    <w:p w14:paraId="259D862A" w14:textId="77777777" w:rsidR="00E8465A" w:rsidRDefault="00E0544E" w:rsidP="00E0544E">
      <w:r w:rsidRPr="007818BD">
        <w:t>Il s</w:t>
      </w:r>
      <w:r w:rsidR="00E8465A">
        <w:t>’</w:t>
      </w:r>
      <w:r w:rsidRPr="007818BD">
        <w:t>arrêta</w:t>
      </w:r>
      <w:r w:rsidR="00E8465A">
        <w:t xml:space="preserve">, </w:t>
      </w:r>
      <w:r w:rsidRPr="007818BD">
        <w:t>le front baigné de sueur</w:t>
      </w:r>
      <w:r w:rsidR="00E8465A">
        <w:t>.</w:t>
      </w:r>
    </w:p>
    <w:p w14:paraId="171C57E3" w14:textId="77777777" w:rsidR="00E8465A" w:rsidRDefault="00E8465A" w:rsidP="00E0544E">
      <w:r>
        <w:t>« </w:t>
      </w:r>
      <w:r w:rsidR="00E0544E" w:rsidRPr="007818BD">
        <w:t>Mais moi</w:t>
      </w:r>
      <w:r>
        <w:t xml:space="preserve">, </w:t>
      </w:r>
      <w:r w:rsidR="00E0544E" w:rsidRPr="007818BD">
        <w:t>dit Adela</w:t>
      </w:r>
      <w:r>
        <w:t xml:space="preserve">, </w:t>
      </w:r>
      <w:r w:rsidR="00E0544E" w:rsidRPr="007818BD">
        <w:t>maîtrisant ses craintes</w:t>
      </w:r>
      <w:r>
        <w:t xml:space="preserve">, </w:t>
      </w:r>
      <w:r w:rsidR="00E0544E" w:rsidRPr="007818BD">
        <w:t>et lui jetant les bras autour du cou</w:t>
      </w:r>
      <w:r>
        <w:t xml:space="preserve">, </w:t>
      </w:r>
      <w:r w:rsidR="00E0544E" w:rsidRPr="007818BD">
        <w:t>désormais je n</w:t>
      </w:r>
      <w:r>
        <w:t>’</w:t>
      </w:r>
      <w:r w:rsidR="00E0544E" w:rsidRPr="007818BD">
        <w:t>aurai d</w:t>
      </w:r>
      <w:r>
        <w:t>’</w:t>
      </w:r>
      <w:r w:rsidR="00E0544E" w:rsidRPr="007818BD">
        <w:t>autre vie que la tienne</w:t>
      </w:r>
      <w:r>
        <w:t xml:space="preserve">. </w:t>
      </w:r>
      <w:r w:rsidR="00E0544E" w:rsidRPr="007818BD">
        <w:t>Et dans cet amour si pur et si saint ta terreur s</w:t>
      </w:r>
      <w:r>
        <w:t>’</w:t>
      </w:r>
      <w:r w:rsidR="00E0544E" w:rsidRPr="007818BD">
        <w:t>évanouira</w:t>
      </w:r>
      <w:r>
        <w:t>.</w:t>
      </w:r>
    </w:p>
    <w:p w14:paraId="58061CC6" w14:textId="2730D306" w:rsidR="00E0544E" w:rsidRPr="007818BD" w:rsidRDefault="00E8465A" w:rsidP="00E0544E">
      <w:r>
        <w:t>— </w:t>
      </w:r>
      <w:r w:rsidR="00E0544E" w:rsidRPr="007818BD">
        <w:t>Non</w:t>
      </w:r>
      <w:r>
        <w:t xml:space="preserve"> ! </w:t>
      </w:r>
      <w:r w:rsidR="00E0544E" w:rsidRPr="007818BD">
        <w:t>Non</w:t>
      </w:r>
      <w:r>
        <w:t xml:space="preserve"> ! </w:t>
      </w:r>
      <w:r w:rsidR="00E0544E" w:rsidRPr="007818BD">
        <w:t>s</w:t>
      </w:r>
      <w:r>
        <w:t>’</w:t>
      </w:r>
      <w:r w:rsidR="00E0544E" w:rsidRPr="007818BD">
        <w:t xml:space="preserve">écria </w:t>
      </w:r>
      <w:proofErr w:type="spellStart"/>
      <w:r w:rsidR="00E0544E" w:rsidRPr="007818BD">
        <w:t>Glyndon</w:t>
      </w:r>
      <w:proofErr w:type="spellEnd"/>
      <w:r>
        <w:t xml:space="preserve"> ; </w:t>
      </w:r>
      <w:r w:rsidR="00E0544E" w:rsidRPr="007818BD">
        <w:t>et il s</w:t>
      </w:r>
      <w:r>
        <w:t>’</w:t>
      </w:r>
      <w:r w:rsidR="00E0544E" w:rsidRPr="007818BD">
        <w:t>arracha à ses embra</w:t>
      </w:r>
      <w:r w:rsidR="00E0544E" w:rsidRPr="007818BD">
        <w:t>s</w:t>
      </w:r>
      <w:r w:rsidR="00E0544E" w:rsidRPr="007818BD">
        <w:t>sements</w:t>
      </w:r>
      <w:r>
        <w:t xml:space="preserve">. </w:t>
      </w:r>
      <w:r w:rsidR="00E0544E" w:rsidRPr="007818BD">
        <w:t>Tu ignores encore l</w:t>
      </w:r>
      <w:r>
        <w:t>’</w:t>
      </w:r>
      <w:r w:rsidR="00E0544E" w:rsidRPr="007818BD">
        <w:t>aveu le plus terrible</w:t>
      </w:r>
      <w:r>
        <w:t xml:space="preserve">. </w:t>
      </w:r>
      <w:r w:rsidR="00E0544E" w:rsidRPr="007818BD">
        <w:t>Depuis que tu es ici</w:t>
      </w:r>
      <w:r>
        <w:t xml:space="preserve">, </w:t>
      </w:r>
      <w:r w:rsidR="00E0544E" w:rsidRPr="007818BD">
        <w:t>depuis que j</w:t>
      </w:r>
      <w:r>
        <w:t>’</w:t>
      </w:r>
      <w:r w:rsidR="00E0544E" w:rsidRPr="007818BD">
        <w:t>ai pris la résolution austère et inébranlable de fuir tous les lieux</w:t>
      </w:r>
      <w:r>
        <w:t xml:space="preserve">, </w:t>
      </w:r>
      <w:r w:rsidR="00E0544E" w:rsidRPr="007818BD">
        <w:t>toutes les scènes où je trouvais un refuge contre mon ennemi surnaturel</w:t>
      </w:r>
      <w:r>
        <w:t xml:space="preserve">, </w:t>
      </w:r>
      <w:r w:rsidR="00E0544E" w:rsidRPr="007818BD">
        <w:t>j</w:t>
      </w:r>
      <w:r>
        <w:t>’</w:t>
      </w:r>
      <w:r w:rsidR="00E0544E" w:rsidRPr="007818BD">
        <w:t>ai</w:t>
      </w:r>
      <w:r>
        <w:t xml:space="preserve">… </w:t>
      </w:r>
      <w:r w:rsidR="00E0544E" w:rsidRPr="007818BD">
        <w:t>je</w:t>
      </w:r>
      <w:r>
        <w:t xml:space="preserve">… </w:t>
      </w:r>
      <w:r w:rsidR="00E0544E" w:rsidRPr="007818BD">
        <w:t>oh</w:t>
      </w:r>
      <w:r>
        <w:t xml:space="preserve"> ! </w:t>
      </w:r>
      <w:r w:rsidR="00E0544E" w:rsidRPr="007818BD">
        <w:t>ciel</w:t>
      </w:r>
      <w:r>
        <w:t xml:space="preserve">, </w:t>
      </w:r>
      <w:r w:rsidR="00E0544E" w:rsidRPr="007818BD">
        <w:t>p</w:t>
      </w:r>
      <w:r w:rsidR="00E0544E" w:rsidRPr="007818BD">
        <w:t>i</w:t>
      </w:r>
      <w:r w:rsidR="00E0544E" w:rsidRPr="007818BD">
        <w:t>tié</w:t>
      </w:r>
      <w:r>
        <w:t xml:space="preserve"> ! </w:t>
      </w:r>
      <w:r w:rsidR="00E0544E" w:rsidRPr="007818BD">
        <w:t>pitié</w:t>
      </w:r>
      <w:r>
        <w:t xml:space="preserve"> !… </w:t>
      </w:r>
      <w:r w:rsidR="00E0544E" w:rsidRPr="007818BD">
        <w:t>Le voilà là</w:t>
      </w:r>
      <w:r>
        <w:t xml:space="preserve">, </w:t>
      </w:r>
      <w:r w:rsidR="00E0544E" w:rsidRPr="007818BD">
        <w:t>près de toi</w:t>
      </w:r>
      <w:r>
        <w:t xml:space="preserve">, </w:t>
      </w:r>
      <w:r w:rsidR="00E0544E" w:rsidRPr="007818BD">
        <w:t>là</w:t>
      </w:r>
      <w:r>
        <w:t xml:space="preserve">, </w:t>
      </w:r>
      <w:r w:rsidR="00E0544E" w:rsidRPr="007818BD">
        <w:t>là</w:t>
      </w:r>
      <w:r>
        <w:t> ! »</w:t>
      </w:r>
    </w:p>
    <w:p w14:paraId="655B92E2" w14:textId="77777777" w:rsidR="00E8465A" w:rsidRDefault="00E0544E" w:rsidP="00E0544E">
      <w:r w:rsidRPr="007818BD">
        <w:t>Et il tomba à terre sans mouvement</w:t>
      </w:r>
      <w:r w:rsidR="00E8465A">
        <w:t>.</w:t>
      </w:r>
    </w:p>
    <w:p w14:paraId="51073C36" w14:textId="77777777" w:rsidR="00E8465A" w:rsidRDefault="00E0544E" w:rsidP="00E8465A">
      <w:pPr>
        <w:pStyle w:val="Titre2"/>
        <w:pageBreakBefore/>
      </w:pPr>
      <w:bookmarkStart w:id="58" w:name="_Toc199963107"/>
      <w:r w:rsidRPr="007818BD">
        <w:lastRenderedPageBreak/>
        <w:t>CHAPITRE</w:t>
      </w:r>
      <w:r w:rsidR="00E8465A">
        <w:t xml:space="preserve"> </w:t>
      </w:r>
      <w:r w:rsidRPr="007818BD">
        <w:t>V</w:t>
      </w:r>
      <w:r w:rsidR="00E8465A">
        <w:t>.</w:t>
      </w:r>
      <w:bookmarkEnd w:id="58"/>
    </w:p>
    <w:p w14:paraId="195061AB" w14:textId="77777777" w:rsidR="00E8465A" w:rsidRDefault="00E0544E" w:rsidP="00E0544E">
      <w:pPr>
        <w:pStyle w:val="NormalRetraitGauche4XIndent0"/>
        <w:spacing w:before="0" w:after="0"/>
        <w:rPr>
          <w:rStyle w:val="Taille-1Caracteres"/>
        </w:rPr>
      </w:pPr>
      <w:r w:rsidRPr="007818BD">
        <w:rPr>
          <w:rStyle w:val="Taille-1Caracteres"/>
        </w:rPr>
        <w:t>Il m</w:t>
      </w:r>
      <w:r w:rsidR="00E8465A">
        <w:rPr>
          <w:rStyle w:val="Taille-1Caracteres"/>
        </w:rPr>
        <w:t>’</w:t>
      </w:r>
      <w:r w:rsidRPr="007818BD">
        <w:rPr>
          <w:rStyle w:val="Taille-1Caracteres"/>
        </w:rPr>
        <w:t>a saisi cette nuit avec une force étra</w:t>
      </w:r>
      <w:r w:rsidRPr="007818BD">
        <w:rPr>
          <w:rStyle w:val="Taille-1Caracteres"/>
        </w:rPr>
        <w:t>n</w:t>
      </w:r>
      <w:r w:rsidRPr="007818BD">
        <w:rPr>
          <w:rStyle w:val="Taille-1Caracteres"/>
        </w:rPr>
        <w:t>ge</w:t>
      </w:r>
      <w:r w:rsidR="00E8465A">
        <w:rPr>
          <w:rStyle w:val="Taille-1Caracteres"/>
        </w:rPr>
        <w:t xml:space="preserve"> ; </w:t>
      </w:r>
      <w:r w:rsidRPr="007818BD">
        <w:rPr>
          <w:rStyle w:val="Taille-1Caracteres"/>
        </w:rPr>
        <w:t>mon corps semblait déjà au pouvoir de la mort</w:t>
      </w:r>
      <w:r w:rsidR="00E8465A">
        <w:rPr>
          <w:rStyle w:val="Taille-1Caracteres"/>
        </w:rPr>
        <w:t>.</w:t>
      </w:r>
    </w:p>
    <w:p w14:paraId="05DD6B1C" w14:textId="35766012" w:rsidR="00E8465A" w:rsidRDefault="00E8465A" w:rsidP="000200A6">
      <w:pPr>
        <w:ind w:firstLine="0"/>
        <w:jc w:val="right"/>
        <w:rPr>
          <w:rStyle w:val="Taille-1Caracteres"/>
        </w:rPr>
      </w:pPr>
      <w:r>
        <w:rPr>
          <w:rStyle w:val="Taille-1Caracteres"/>
        </w:rPr>
        <w:t>(</w:t>
      </w:r>
      <w:r w:rsidR="00E0544E" w:rsidRPr="007818BD">
        <w:rPr>
          <w:rStyle w:val="Taille-1Caracteres"/>
        </w:rPr>
        <w:t>UHLAND</w:t>
      </w:r>
      <w:r>
        <w:rPr>
          <w:rStyle w:val="Taille-1Caracteres"/>
        </w:rPr>
        <w:t>.)</w:t>
      </w:r>
    </w:p>
    <w:p w14:paraId="5B527823" w14:textId="77777777" w:rsidR="00E8465A" w:rsidRDefault="00E0544E" w:rsidP="00E0544E">
      <w:r w:rsidRPr="007818BD">
        <w:t xml:space="preserve">Une fièvre accompagnée de délire priva pendant plusieurs jours </w:t>
      </w:r>
      <w:proofErr w:type="spellStart"/>
      <w:r w:rsidRPr="007818BD">
        <w:t>Glyndon</w:t>
      </w:r>
      <w:proofErr w:type="spellEnd"/>
      <w:r w:rsidRPr="007818BD">
        <w:t xml:space="preserve"> de l</w:t>
      </w:r>
      <w:r w:rsidR="00E8465A">
        <w:t>’</w:t>
      </w:r>
      <w:r w:rsidRPr="007818BD">
        <w:t>usage de ses sens</w:t>
      </w:r>
      <w:r w:rsidR="00E8465A">
        <w:t xml:space="preserve">, </w:t>
      </w:r>
      <w:r w:rsidRPr="007818BD">
        <w:t>et lorsque</w:t>
      </w:r>
      <w:r w:rsidR="00E8465A">
        <w:t xml:space="preserve">, </w:t>
      </w:r>
      <w:r w:rsidRPr="007818BD">
        <w:t>grâce aux soins d</w:t>
      </w:r>
      <w:r w:rsidR="00E8465A">
        <w:t>’</w:t>
      </w:r>
      <w:r w:rsidRPr="007818BD">
        <w:t>Adela plus encore qu</w:t>
      </w:r>
      <w:r w:rsidR="00E8465A">
        <w:t>’</w:t>
      </w:r>
      <w:r w:rsidRPr="007818BD">
        <w:t>à l</w:t>
      </w:r>
      <w:r w:rsidR="00E8465A">
        <w:t>’</w:t>
      </w:r>
      <w:r w:rsidRPr="007818BD">
        <w:t>art du méd</w:t>
      </w:r>
      <w:r w:rsidRPr="007818BD">
        <w:t>e</w:t>
      </w:r>
      <w:r w:rsidRPr="007818BD">
        <w:t>cin</w:t>
      </w:r>
      <w:r w:rsidR="00E8465A">
        <w:t xml:space="preserve">, </w:t>
      </w:r>
      <w:r w:rsidRPr="007818BD">
        <w:t>il retrouva la vie et la raison</w:t>
      </w:r>
      <w:r w:rsidR="00E8465A">
        <w:t xml:space="preserve">, </w:t>
      </w:r>
      <w:r w:rsidRPr="007818BD">
        <w:t>il fut effrayé du changement qu</w:t>
      </w:r>
      <w:r w:rsidR="00E8465A">
        <w:t>’</w:t>
      </w:r>
      <w:r w:rsidRPr="007818BD">
        <w:t>il remarqua dans l</w:t>
      </w:r>
      <w:r w:rsidR="00E8465A">
        <w:t>’</w:t>
      </w:r>
      <w:r w:rsidRPr="007818BD">
        <w:t>apparence de sa sœur</w:t>
      </w:r>
      <w:r w:rsidR="00E8465A">
        <w:t xml:space="preserve">. </w:t>
      </w:r>
      <w:r w:rsidRPr="007818BD">
        <w:t>Il crut d</w:t>
      </w:r>
      <w:r w:rsidR="00E8465A">
        <w:t>’</w:t>
      </w:r>
      <w:r w:rsidRPr="007818BD">
        <w:t>abord que sa santé</w:t>
      </w:r>
      <w:r w:rsidR="00E8465A">
        <w:t xml:space="preserve">, </w:t>
      </w:r>
      <w:r w:rsidRPr="007818BD">
        <w:t>altérée par les fatigues et par les veilles</w:t>
      </w:r>
      <w:r w:rsidR="00E8465A">
        <w:t xml:space="preserve">, </w:t>
      </w:r>
      <w:r w:rsidRPr="007818BD">
        <w:t>se rétablirait avec la sienne</w:t>
      </w:r>
      <w:r w:rsidR="00E8465A">
        <w:t xml:space="preserve"> ; </w:t>
      </w:r>
      <w:r w:rsidRPr="007818BD">
        <w:t>mais il vit bientôt avec une douleur mêlée de remords que la maladie avait de profondes</w:t>
      </w:r>
      <w:r w:rsidR="00E8465A">
        <w:t xml:space="preserve">, </w:t>
      </w:r>
      <w:r w:rsidRPr="007818BD">
        <w:t>bien profondes racines</w:t>
      </w:r>
      <w:r w:rsidR="00E8465A">
        <w:t xml:space="preserve">, </w:t>
      </w:r>
      <w:r w:rsidRPr="007818BD">
        <w:t>que la science ne pouvait atteindre</w:t>
      </w:r>
      <w:r w:rsidR="00E8465A">
        <w:t xml:space="preserve">. </w:t>
      </w:r>
      <w:r w:rsidRPr="007818BD">
        <w:t>Son imagination</w:t>
      </w:r>
      <w:r w:rsidR="00E8465A">
        <w:t xml:space="preserve">, </w:t>
      </w:r>
      <w:r w:rsidRPr="007818BD">
        <w:t xml:space="preserve">presque aussi ardente que celle de </w:t>
      </w:r>
      <w:proofErr w:type="spellStart"/>
      <w:r w:rsidRPr="007818BD">
        <w:t>Glyndon</w:t>
      </w:r>
      <w:proofErr w:type="spellEnd"/>
      <w:r w:rsidR="00E8465A">
        <w:t xml:space="preserve">, </w:t>
      </w:r>
      <w:r w:rsidRPr="007818BD">
        <w:t>avait été frappée d</w:t>
      </w:r>
      <w:r w:rsidR="00E8465A">
        <w:t>’</w:t>
      </w:r>
      <w:r w:rsidRPr="007818BD">
        <w:t>une manière fatale des étranges aveux qu</w:t>
      </w:r>
      <w:r w:rsidR="00E8465A">
        <w:t>’</w:t>
      </w:r>
      <w:r w:rsidRPr="007818BD">
        <w:t>elle avait entendus</w:t>
      </w:r>
      <w:r w:rsidR="00E8465A">
        <w:t xml:space="preserve">, </w:t>
      </w:r>
      <w:r w:rsidRPr="007818BD">
        <w:t>pendant les divagations du délire</w:t>
      </w:r>
      <w:r w:rsidR="00E8465A">
        <w:t xml:space="preserve">. </w:t>
      </w:r>
      <w:r w:rsidRPr="007818BD">
        <w:t>Mainte et mainte fois il s</w:t>
      </w:r>
      <w:r w:rsidR="00E8465A">
        <w:t>’</w:t>
      </w:r>
      <w:r w:rsidRPr="007818BD">
        <w:t>était écrié</w:t>
      </w:r>
      <w:r w:rsidR="00E8465A">
        <w:t> : « </w:t>
      </w:r>
      <w:r w:rsidRPr="007818BD">
        <w:t>Il est là</w:t>
      </w:r>
      <w:r w:rsidR="00E8465A">
        <w:t xml:space="preserve">, </w:t>
      </w:r>
      <w:r w:rsidRPr="007818BD">
        <w:t>là</w:t>
      </w:r>
      <w:r w:rsidR="00E8465A">
        <w:t xml:space="preserve">, </w:t>
      </w:r>
      <w:r w:rsidRPr="007818BD">
        <w:t>ma sœur</w:t>
      </w:r>
      <w:r w:rsidR="00E8465A">
        <w:t xml:space="preserve">, </w:t>
      </w:r>
      <w:r w:rsidRPr="007818BD">
        <w:t>auprès de toi</w:t>
      </w:r>
      <w:r w:rsidR="00E8465A">
        <w:t> ! »</w:t>
      </w:r>
      <w:r w:rsidRPr="007818BD">
        <w:t xml:space="preserve"> Il avait fait passer dans son âme le spe</w:t>
      </w:r>
      <w:r w:rsidRPr="007818BD">
        <w:t>c</w:t>
      </w:r>
      <w:r w:rsidRPr="007818BD">
        <w:t>tre de la terreur qui faisait sa malédiction à lui</w:t>
      </w:r>
      <w:r w:rsidR="00E8465A">
        <w:t xml:space="preserve">. </w:t>
      </w:r>
      <w:r w:rsidRPr="007818BD">
        <w:t>Il le comprit non à ses paroles</w:t>
      </w:r>
      <w:r w:rsidR="00E8465A">
        <w:t xml:space="preserve">, </w:t>
      </w:r>
      <w:r w:rsidRPr="007818BD">
        <w:t>mais à son silence</w:t>
      </w:r>
      <w:r w:rsidR="00E8465A">
        <w:t xml:space="preserve">, </w:t>
      </w:r>
      <w:r w:rsidRPr="007818BD">
        <w:t>à ses yeux perdus dans l</w:t>
      </w:r>
      <w:r w:rsidR="00E8465A">
        <w:t>’</w:t>
      </w:r>
      <w:r w:rsidRPr="007818BD">
        <w:t>espace</w:t>
      </w:r>
      <w:r w:rsidR="00E8465A">
        <w:t xml:space="preserve">, </w:t>
      </w:r>
      <w:r w:rsidRPr="007818BD">
        <w:t>à ce frisson qui la saisissait</w:t>
      </w:r>
      <w:r w:rsidR="00E8465A">
        <w:t xml:space="preserve">, </w:t>
      </w:r>
      <w:r w:rsidRPr="007818BD">
        <w:t>à ce tressaillement d</w:t>
      </w:r>
      <w:r w:rsidR="00E8465A">
        <w:t>’</w:t>
      </w:r>
      <w:r w:rsidRPr="007818BD">
        <w:t>effroi</w:t>
      </w:r>
      <w:r w:rsidR="00E8465A">
        <w:t xml:space="preserve">, </w:t>
      </w:r>
      <w:r w:rsidRPr="007818BD">
        <w:t>à ce regard qui n</w:t>
      </w:r>
      <w:r w:rsidR="00E8465A">
        <w:t>’</w:t>
      </w:r>
      <w:r w:rsidRPr="007818BD">
        <w:t>osait se retourner</w:t>
      </w:r>
      <w:r w:rsidR="00E8465A">
        <w:t xml:space="preserve">. </w:t>
      </w:r>
      <w:r w:rsidRPr="007818BD">
        <w:t>Il se repentit amèrement de sa confession</w:t>
      </w:r>
      <w:r w:rsidR="00E8465A">
        <w:t xml:space="preserve">, </w:t>
      </w:r>
      <w:r w:rsidRPr="007818BD">
        <w:t>il comprit avec do</w:t>
      </w:r>
      <w:r w:rsidRPr="007818BD">
        <w:t>u</w:t>
      </w:r>
      <w:r w:rsidRPr="007818BD">
        <w:t>leur qu</w:t>
      </w:r>
      <w:r w:rsidR="00E8465A">
        <w:t>’</w:t>
      </w:r>
      <w:r w:rsidRPr="007818BD">
        <w:t>entre ses souffrances et la sympathie humaine il ne pouvait y avoir de sainte et douce communion</w:t>
      </w:r>
      <w:r w:rsidR="00E8465A">
        <w:t xml:space="preserve"> : </w:t>
      </w:r>
      <w:r w:rsidRPr="007818BD">
        <w:t>vainement il chercha à se rétracter</w:t>
      </w:r>
      <w:r w:rsidR="00E8465A">
        <w:t xml:space="preserve">, </w:t>
      </w:r>
      <w:r w:rsidRPr="007818BD">
        <w:t>à défaire ce qu</w:t>
      </w:r>
      <w:r w:rsidR="00E8465A">
        <w:t>’</w:t>
      </w:r>
      <w:r w:rsidRPr="007818BD">
        <w:t>il avait fait</w:t>
      </w:r>
      <w:r w:rsidR="00E8465A">
        <w:t xml:space="preserve">, </w:t>
      </w:r>
      <w:r w:rsidRPr="007818BD">
        <w:t>à déclarer que tout n</w:t>
      </w:r>
      <w:r w:rsidR="00E8465A">
        <w:t>’</w:t>
      </w:r>
      <w:r w:rsidRPr="007818BD">
        <w:t>était que la création chim</w:t>
      </w:r>
      <w:r w:rsidRPr="007818BD">
        <w:t>é</w:t>
      </w:r>
      <w:r w:rsidRPr="007818BD">
        <w:t>rique d</w:t>
      </w:r>
      <w:r w:rsidR="00E8465A">
        <w:t>’</w:t>
      </w:r>
      <w:r w:rsidRPr="007818BD">
        <w:t>un cerveau échauffé</w:t>
      </w:r>
      <w:r w:rsidR="00E8465A">
        <w:t>.</w:t>
      </w:r>
    </w:p>
    <w:p w14:paraId="4174488A" w14:textId="77777777" w:rsidR="00E8465A" w:rsidRDefault="00E0544E" w:rsidP="00E0544E">
      <w:r w:rsidRPr="007818BD">
        <w:t>Il y avait du courage et de la générosité dans cette dénég</w:t>
      </w:r>
      <w:r w:rsidRPr="007818BD">
        <w:t>a</w:t>
      </w:r>
      <w:r w:rsidRPr="007818BD">
        <w:t>tion de lui-même</w:t>
      </w:r>
      <w:r w:rsidR="00E8465A">
        <w:t xml:space="preserve"> : </w:t>
      </w:r>
      <w:r w:rsidRPr="007818BD">
        <w:t xml:space="preserve">car bien </w:t>
      </w:r>
      <w:proofErr w:type="gramStart"/>
      <w:r w:rsidRPr="007818BD">
        <w:t>des fois</w:t>
      </w:r>
      <w:proofErr w:type="gramEnd"/>
      <w:r w:rsidR="00E8465A">
        <w:t xml:space="preserve">, </w:t>
      </w:r>
      <w:r w:rsidRPr="007818BD">
        <w:t>en parlant ainsi</w:t>
      </w:r>
      <w:r w:rsidR="00E8465A">
        <w:t xml:space="preserve">, </w:t>
      </w:r>
      <w:r w:rsidRPr="007818BD">
        <w:t>il vit la chose horrible passer à côté d</w:t>
      </w:r>
      <w:r w:rsidR="00E8465A">
        <w:t>’</w:t>
      </w:r>
      <w:r w:rsidRPr="007818BD">
        <w:t>elle</w:t>
      </w:r>
      <w:r w:rsidR="00E8465A">
        <w:t xml:space="preserve">, </w:t>
      </w:r>
      <w:r w:rsidRPr="007818BD">
        <w:t xml:space="preserve">et le regarder pendant </w:t>
      </w:r>
      <w:r w:rsidRPr="007818BD">
        <w:lastRenderedPageBreak/>
        <w:t>qu</w:t>
      </w:r>
      <w:r w:rsidR="00E8465A">
        <w:t>’</w:t>
      </w:r>
      <w:r w:rsidRPr="007818BD">
        <w:t>il en niait l</w:t>
      </w:r>
      <w:r w:rsidR="00E8465A">
        <w:t>’</w:t>
      </w:r>
      <w:r w:rsidRPr="007818BD">
        <w:t>existence</w:t>
      </w:r>
      <w:r w:rsidR="00E8465A">
        <w:t xml:space="preserve">. </w:t>
      </w:r>
      <w:r w:rsidRPr="007818BD">
        <w:t>Mais ce qui le fit frémir plus encore que le corps épuisé et les nerfs ébranlés de sa sœur</w:t>
      </w:r>
      <w:r w:rsidR="00E8465A">
        <w:t xml:space="preserve">, </w:t>
      </w:r>
      <w:r w:rsidRPr="007818BD">
        <w:t>ce fut le chang</w:t>
      </w:r>
      <w:r w:rsidRPr="007818BD">
        <w:t>e</w:t>
      </w:r>
      <w:r w:rsidRPr="007818BD">
        <w:t>ment qui survint dans son amour pour lui</w:t>
      </w:r>
      <w:r w:rsidR="00E8465A">
        <w:t xml:space="preserve"> : </w:t>
      </w:r>
      <w:r w:rsidRPr="007818BD">
        <w:t>une terreur nature</w:t>
      </w:r>
      <w:r w:rsidRPr="007818BD">
        <w:t>l</w:t>
      </w:r>
      <w:r w:rsidRPr="007818BD">
        <w:t>le et irrésistible l</w:t>
      </w:r>
      <w:r w:rsidR="00E8465A">
        <w:t>’</w:t>
      </w:r>
      <w:r w:rsidRPr="007818BD">
        <w:t>avait remplacé</w:t>
      </w:r>
      <w:r w:rsidR="00E8465A">
        <w:t xml:space="preserve">. </w:t>
      </w:r>
      <w:r w:rsidRPr="007818BD">
        <w:t>Elle pâlissait à son approche</w:t>
      </w:r>
      <w:r w:rsidR="00E8465A">
        <w:t xml:space="preserve">, </w:t>
      </w:r>
      <w:r w:rsidRPr="007818BD">
        <w:t>elle frissonnait s</w:t>
      </w:r>
      <w:r w:rsidR="00E8465A">
        <w:t>’</w:t>
      </w:r>
      <w:r w:rsidRPr="007818BD">
        <w:t>il lui prenait la main</w:t>
      </w:r>
      <w:r w:rsidR="00E8465A">
        <w:t xml:space="preserve">. </w:t>
      </w:r>
      <w:r w:rsidRPr="007818BD">
        <w:t>Séparé déjà du reste de la terre</w:t>
      </w:r>
      <w:r w:rsidR="00E8465A">
        <w:t xml:space="preserve">, </w:t>
      </w:r>
      <w:r w:rsidRPr="007818BD">
        <w:t>il vit maintenant ouvert entre Adela et lui un abîme</w:t>
      </w:r>
      <w:r w:rsidR="00E8465A">
        <w:t xml:space="preserve">, </w:t>
      </w:r>
      <w:r w:rsidRPr="007818BD">
        <w:t>l</w:t>
      </w:r>
      <w:r w:rsidR="00E8465A">
        <w:t>’</w:t>
      </w:r>
      <w:r w:rsidRPr="007818BD">
        <w:t>abîme des hideux souvenirs</w:t>
      </w:r>
      <w:r w:rsidR="00E8465A">
        <w:t xml:space="preserve">. </w:t>
      </w:r>
      <w:r w:rsidRPr="007818BD">
        <w:t>Il ne put supporter plus lon</w:t>
      </w:r>
      <w:r w:rsidRPr="007818BD">
        <w:t>g</w:t>
      </w:r>
      <w:r w:rsidRPr="007818BD">
        <w:t>temps la présence d</w:t>
      </w:r>
      <w:r w:rsidR="00E8465A">
        <w:t>’</w:t>
      </w:r>
      <w:r w:rsidRPr="007818BD">
        <w:t>une femme dont sa vie avait empo</w:t>
      </w:r>
      <w:r w:rsidRPr="007818BD">
        <w:t>i</w:t>
      </w:r>
      <w:r w:rsidRPr="007818BD">
        <w:t>sonné la vie</w:t>
      </w:r>
      <w:r w:rsidR="00E8465A">
        <w:t>.</w:t>
      </w:r>
    </w:p>
    <w:p w14:paraId="64C7E1AC" w14:textId="77777777" w:rsidR="00E8465A" w:rsidRDefault="00E0544E" w:rsidP="00E0544E">
      <w:r w:rsidRPr="007818BD">
        <w:t>Il prétexta des motifs d</w:t>
      </w:r>
      <w:r w:rsidR="00E8465A">
        <w:t>’</w:t>
      </w:r>
      <w:r w:rsidRPr="007818BD">
        <w:t>absence</w:t>
      </w:r>
      <w:r w:rsidR="00E8465A">
        <w:t xml:space="preserve">, </w:t>
      </w:r>
      <w:r w:rsidRPr="007818BD">
        <w:t>et son cœur se brisa en voyant qu</w:t>
      </w:r>
      <w:r w:rsidR="00E8465A">
        <w:t>’</w:t>
      </w:r>
      <w:r w:rsidRPr="007818BD">
        <w:t>ils étaient accueillis avec empressement</w:t>
      </w:r>
      <w:r w:rsidR="00E8465A">
        <w:t xml:space="preserve">. </w:t>
      </w:r>
      <w:r w:rsidRPr="007818BD">
        <w:t>Depuis ce</w:t>
      </w:r>
      <w:r w:rsidRPr="007818BD">
        <w:t>t</w:t>
      </w:r>
      <w:r w:rsidRPr="007818BD">
        <w:t>te nuit fatale</w:t>
      </w:r>
      <w:r w:rsidR="00E8465A">
        <w:t xml:space="preserve">, </w:t>
      </w:r>
      <w:r w:rsidRPr="007818BD">
        <w:t>le premier rayon de joie qu</w:t>
      </w:r>
      <w:r w:rsidR="00E8465A">
        <w:t>’</w:t>
      </w:r>
      <w:r w:rsidRPr="007818BD">
        <w:t>il découvrit sur les traits d</w:t>
      </w:r>
      <w:r w:rsidR="00E8465A">
        <w:t>’</w:t>
      </w:r>
      <w:r w:rsidRPr="007818BD">
        <w:t>Adela fut quand il murmura</w:t>
      </w:r>
      <w:r w:rsidR="00E8465A">
        <w:t> : « </w:t>
      </w:r>
      <w:r w:rsidRPr="007818BD">
        <w:t>Adieu</w:t>
      </w:r>
      <w:r w:rsidR="00E8465A">
        <w:t> ! »</w:t>
      </w:r>
      <w:r w:rsidRPr="007818BD">
        <w:t xml:space="preserve"> Pendant quelques semaines il parcourut les sites les plus romantiques de l</w:t>
      </w:r>
      <w:r w:rsidR="00E8465A">
        <w:t>’</w:t>
      </w:r>
      <w:r w:rsidRPr="007818BD">
        <w:t>Écosse</w:t>
      </w:r>
      <w:r w:rsidR="00E8465A">
        <w:t xml:space="preserve"> ; </w:t>
      </w:r>
      <w:r w:rsidRPr="007818BD">
        <w:t>des scènes qui créent un artiste furent sans attraits à ses yeux effarés</w:t>
      </w:r>
      <w:r w:rsidR="00E8465A">
        <w:t xml:space="preserve">. </w:t>
      </w:r>
      <w:r w:rsidRPr="007818BD">
        <w:t>Une lettre le rappela à Londres</w:t>
      </w:r>
      <w:r w:rsidR="00E8465A">
        <w:t xml:space="preserve">. </w:t>
      </w:r>
      <w:r w:rsidRPr="007818BD">
        <w:t>Il y vola sur les ailes de l</w:t>
      </w:r>
      <w:r w:rsidR="00E8465A">
        <w:t>’</w:t>
      </w:r>
      <w:r w:rsidRPr="007818BD">
        <w:t>anxiété et du désespoir</w:t>
      </w:r>
      <w:r w:rsidR="00E8465A">
        <w:t xml:space="preserve"> ; </w:t>
      </w:r>
      <w:r w:rsidRPr="007818BD">
        <w:t>il y trouva</w:t>
      </w:r>
      <w:r w:rsidR="00E8465A">
        <w:t xml:space="preserve">, </w:t>
      </w:r>
      <w:r w:rsidRPr="007818BD">
        <w:t>en arrivant</w:t>
      </w:r>
      <w:r w:rsidR="00E8465A">
        <w:t xml:space="preserve">, </w:t>
      </w:r>
      <w:r w:rsidRPr="007818BD">
        <w:t>sa sœur dans un état d</w:t>
      </w:r>
      <w:r w:rsidR="00E8465A">
        <w:t>’</w:t>
      </w:r>
      <w:r w:rsidRPr="007818BD">
        <w:t>esprit et de santé qui dépassait ses plus sombres pre</w:t>
      </w:r>
      <w:r w:rsidRPr="007818BD">
        <w:t>s</w:t>
      </w:r>
      <w:r w:rsidRPr="007818BD">
        <w:t>sentiments</w:t>
      </w:r>
      <w:r w:rsidR="00E8465A">
        <w:t xml:space="preserve">. </w:t>
      </w:r>
      <w:r w:rsidRPr="007818BD">
        <w:t>Son regard vide</w:t>
      </w:r>
      <w:r w:rsidR="00E8465A">
        <w:t xml:space="preserve">, </w:t>
      </w:r>
      <w:r w:rsidRPr="007818BD">
        <w:t>sa posture inanimée</w:t>
      </w:r>
      <w:r w:rsidR="00E8465A">
        <w:t xml:space="preserve">, </w:t>
      </w:r>
      <w:r w:rsidRPr="007818BD">
        <w:t>le frappèrent de terreur</w:t>
      </w:r>
      <w:r w:rsidR="00E8465A">
        <w:t xml:space="preserve"> ; </w:t>
      </w:r>
      <w:r w:rsidRPr="007818BD">
        <w:t>c</w:t>
      </w:r>
      <w:r w:rsidR="00E8465A">
        <w:t>’</w:t>
      </w:r>
      <w:r w:rsidRPr="007818BD">
        <w:t>était comme s</w:t>
      </w:r>
      <w:r w:rsidR="00E8465A">
        <w:t>’</w:t>
      </w:r>
      <w:r w:rsidRPr="007818BD">
        <w:t>il eût regardé la tête de Méduse</w:t>
      </w:r>
      <w:r w:rsidR="00E8465A">
        <w:t xml:space="preserve">, </w:t>
      </w:r>
      <w:r w:rsidRPr="007818BD">
        <w:t>et senti se pétrifier graduellement tout ce qu</w:t>
      </w:r>
      <w:r w:rsidR="00E8465A">
        <w:t>’</w:t>
      </w:r>
      <w:r w:rsidRPr="007818BD">
        <w:t>il avait en lui d</w:t>
      </w:r>
      <w:r w:rsidR="00E8465A">
        <w:t>’</w:t>
      </w:r>
      <w:r w:rsidRPr="007818BD">
        <w:t>humain</w:t>
      </w:r>
      <w:r w:rsidR="00E8465A">
        <w:t xml:space="preserve">. </w:t>
      </w:r>
      <w:r w:rsidRPr="007818BD">
        <w:t>Ce n</w:t>
      </w:r>
      <w:r w:rsidR="00E8465A">
        <w:t>’</w:t>
      </w:r>
      <w:r w:rsidRPr="007818BD">
        <w:t>était pas le délire</w:t>
      </w:r>
      <w:r w:rsidR="00E8465A">
        <w:t xml:space="preserve">, </w:t>
      </w:r>
      <w:r w:rsidRPr="007818BD">
        <w:t>ce n</w:t>
      </w:r>
      <w:r w:rsidR="00E8465A">
        <w:t>’</w:t>
      </w:r>
      <w:r w:rsidRPr="007818BD">
        <w:t>était pas l</w:t>
      </w:r>
      <w:r w:rsidR="00E8465A">
        <w:t>’</w:t>
      </w:r>
      <w:r w:rsidRPr="007818BD">
        <w:t>idiotisme</w:t>
      </w:r>
      <w:r w:rsidR="00E8465A">
        <w:t xml:space="preserve"> ; </w:t>
      </w:r>
      <w:r w:rsidRPr="007818BD">
        <w:t>c</w:t>
      </w:r>
      <w:r w:rsidR="00E8465A">
        <w:t>’</w:t>
      </w:r>
      <w:r w:rsidRPr="007818BD">
        <w:t>était un anéantissement</w:t>
      </w:r>
      <w:r w:rsidR="00E8465A">
        <w:t xml:space="preserve">, </w:t>
      </w:r>
      <w:r w:rsidRPr="007818BD">
        <w:t>une apathie</w:t>
      </w:r>
      <w:r w:rsidR="00E8465A">
        <w:t xml:space="preserve">, </w:t>
      </w:r>
      <w:r w:rsidRPr="007818BD">
        <w:t>un sommeil éveillé</w:t>
      </w:r>
      <w:r w:rsidR="00E8465A">
        <w:t xml:space="preserve">. </w:t>
      </w:r>
      <w:r w:rsidRPr="007818BD">
        <w:t>Se</w:t>
      </w:r>
      <w:r w:rsidRPr="007818BD">
        <w:t>u</w:t>
      </w:r>
      <w:r w:rsidRPr="007818BD">
        <w:t>lement quand</w:t>
      </w:r>
      <w:r w:rsidR="00E8465A">
        <w:t xml:space="preserve">, </w:t>
      </w:r>
      <w:r w:rsidRPr="007818BD">
        <w:t>la nuit</w:t>
      </w:r>
      <w:r w:rsidR="00E8465A">
        <w:t xml:space="preserve">, </w:t>
      </w:r>
      <w:r w:rsidRPr="007818BD">
        <w:t>approchait la onzième heure</w:t>
      </w:r>
      <w:r w:rsidR="00E8465A">
        <w:t xml:space="preserve">, </w:t>
      </w:r>
      <w:r w:rsidRPr="007818BD">
        <w:t>l</w:t>
      </w:r>
      <w:r w:rsidR="00E8465A">
        <w:t>’</w:t>
      </w:r>
      <w:r w:rsidRPr="007818BD">
        <w:t xml:space="preserve">heure où </w:t>
      </w:r>
      <w:proofErr w:type="spellStart"/>
      <w:r w:rsidRPr="007818BD">
        <w:t>Glyndon</w:t>
      </w:r>
      <w:proofErr w:type="spellEnd"/>
      <w:r w:rsidRPr="007818BD">
        <w:t xml:space="preserve"> avait achevé son récit</w:t>
      </w:r>
      <w:r w:rsidR="00E8465A">
        <w:t xml:space="preserve">, </w:t>
      </w:r>
      <w:r w:rsidRPr="007818BD">
        <w:t>elle devenait visiblement inqui</w:t>
      </w:r>
      <w:r w:rsidRPr="007818BD">
        <w:t>è</w:t>
      </w:r>
      <w:r w:rsidRPr="007818BD">
        <w:t>te</w:t>
      </w:r>
      <w:r w:rsidR="00E8465A">
        <w:t xml:space="preserve">, </w:t>
      </w:r>
      <w:r w:rsidRPr="007818BD">
        <w:t>agitée</w:t>
      </w:r>
      <w:r w:rsidR="00E8465A">
        <w:t xml:space="preserve">, </w:t>
      </w:r>
      <w:r w:rsidRPr="007818BD">
        <w:t>troublée</w:t>
      </w:r>
      <w:r w:rsidR="00E8465A">
        <w:t xml:space="preserve">. </w:t>
      </w:r>
      <w:r w:rsidRPr="007818BD">
        <w:t>Ses lèvres remuaient alors</w:t>
      </w:r>
      <w:r w:rsidR="00E8465A">
        <w:t xml:space="preserve">, </w:t>
      </w:r>
      <w:r w:rsidRPr="007818BD">
        <w:t>et ses mains se tordaient</w:t>
      </w:r>
      <w:r w:rsidR="00E8465A">
        <w:t xml:space="preserve"> : </w:t>
      </w:r>
      <w:r w:rsidRPr="007818BD">
        <w:t>elle promenait autour d</w:t>
      </w:r>
      <w:r w:rsidR="00E8465A">
        <w:t>’</w:t>
      </w:r>
      <w:r w:rsidRPr="007818BD">
        <w:t>elle ses yeux avec un ine</w:t>
      </w:r>
      <w:r w:rsidRPr="007818BD">
        <w:t>x</w:t>
      </w:r>
      <w:r w:rsidRPr="007818BD">
        <w:t>primable regard qui demandait du secours</w:t>
      </w:r>
      <w:r w:rsidR="00E8465A">
        <w:t xml:space="preserve">, </w:t>
      </w:r>
      <w:r w:rsidRPr="007818BD">
        <w:t>et tout à coup</w:t>
      </w:r>
      <w:r w:rsidR="00E8465A">
        <w:t xml:space="preserve">, </w:t>
      </w:r>
      <w:r w:rsidRPr="007818BD">
        <w:t>quand sonnait la pendule</w:t>
      </w:r>
      <w:r w:rsidR="00E8465A">
        <w:t xml:space="preserve">, </w:t>
      </w:r>
      <w:r w:rsidRPr="007818BD">
        <w:t>elle poussait un cri</w:t>
      </w:r>
      <w:r w:rsidR="00E8465A">
        <w:t xml:space="preserve">, </w:t>
      </w:r>
      <w:r w:rsidRPr="007818BD">
        <w:t>et tombait à terre froide et sans vie</w:t>
      </w:r>
      <w:r w:rsidR="00E8465A">
        <w:t xml:space="preserve">. </w:t>
      </w:r>
      <w:r w:rsidRPr="007818BD">
        <w:t>Difficilement</w:t>
      </w:r>
      <w:r w:rsidR="00E8465A">
        <w:t xml:space="preserve">, </w:t>
      </w:r>
      <w:r w:rsidRPr="007818BD">
        <w:t>et seulement après des prières réitérées avec instance</w:t>
      </w:r>
      <w:r w:rsidR="00E8465A">
        <w:t xml:space="preserve">, </w:t>
      </w:r>
      <w:r w:rsidRPr="007818BD">
        <w:t xml:space="preserve">elle répondit aux questions désespérées de </w:t>
      </w:r>
      <w:proofErr w:type="spellStart"/>
      <w:r w:rsidRPr="007818BD">
        <w:t>Glyndon</w:t>
      </w:r>
      <w:proofErr w:type="spellEnd"/>
      <w:r w:rsidR="00E8465A">
        <w:t xml:space="preserve"> ; </w:t>
      </w:r>
      <w:r w:rsidRPr="007818BD">
        <w:t>à la fin elle avoua qu</w:t>
      </w:r>
      <w:r w:rsidR="00E8465A">
        <w:t>’</w:t>
      </w:r>
      <w:r w:rsidRPr="007818BD">
        <w:t>à cette heure et à cette heure seulement</w:t>
      </w:r>
      <w:r w:rsidR="00E8465A">
        <w:t xml:space="preserve">, </w:t>
      </w:r>
      <w:r w:rsidRPr="007818BD">
        <w:lastRenderedPageBreak/>
        <w:t>quelque part qu</w:t>
      </w:r>
      <w:r w:rsidR="00E8465A">
        <w:t>’</w:t>
      </w:r>
      <w:r w:rsidRPr="007818BD">
        <w:t>elle se trouvât</w:t>
      </w:r>
      <w:r w:rsidR="00E8465A">
        <w:t xml:space="preserve">, </w:t>
      </w:r>
      <w:r w:rsidRPr="007818BD">
        <w:t>quelle que fût son occupation</w:t>
      </w:r>
      <w:r w:rsidR="00E8465A">
        <w:t xml:space="preserve">, </w:t>
      </w:r>
      <w:r w:rsidRPr="007818BD">
        <w:t>elle voyait distinctement apparaître une vieille so</w:t>
      </w:r>
      <w:r w:rsidRPr="007818BD">
        <w:t>r</w:t>
      </w:r>
      <w:r w:rsidRPr="007818BD">
        <w:t>cière qui frappait trois fois à la porte</w:t>
      </w:r>
      <w:r w:rsidR="00E8465A">
        <w:t xml:space="preserve">, </w:t>
      </w:r>
      <w:r w:rsidRPr="007818BD">
        <w:t>entrait</w:t>
      </w:r>
      <w:r w:rsidR="00E8465A">
        <w:t xml:space="preserve">, </w:t>
      </w:r>
      <w:r w:rsidRPr="007818BD">
        <w:t>se traînait jusqu</w:t>
      </w:r>
      <w:r w:rsidR="00E8465A">
        <w:t>’</w:t>
      </w:r>
      <w:r w:rsidRPr="007818BD">
        <w:t>à elle avec un visage défiguré par une rage hideuse et menaçante</w:t>
      </w:r>
      <w:r w:rsidR="00E8465A">
        <w:t xml:space="preserve">, </w:t>
      </w:r>
      <w:r w:rsidRPr="007818BD">
        <w:t>et posait sur le front d</w:t>
      </w:r>
      <w:r w:rsidR="00E8465A">
        <w:t>’</w:t>
      </w:r>
      <w:r w:rsidRPr="007818BD">
        <w:t>Adela ses doigts glacés</w:t>
      </w:r>
      <w:r w:rsidR="00E8465A">
        <w:t xml:space="preserve"> ; </w:t>
      </w:r>
      <w:r w:rsidRPr="007818BD">
        <w:t>que dès ce m</w:t>
      </w:r>
      <w:r w:rsidRPr="007818BD">
        <w:t>o</w:t>
      </w:r>
      <w:r w:rsidRPr="007818BD">
        <w:t>ment elle perdait le sentiment et ne se réveillait que pour atte</w:t>
      </w:r>
      <w:r w:rsidRPr="007818BD">
        <w:t>n</w:t>
      </w:r>
      <w:r w:rsidRPr="007818BD">
        <w:t>dre dans un suspens qui glaçait tout son sang le retour de cette épouvantable apparition</w:t>
      </w:r>
      <w:r w:rsidR="00E8465A">
        <w:t>.</w:t>
      </w:r>
    </w:p>
    <w:p w14:paraId="4746CFCC" w14:textId="77777777" w:rsidR="00E8465A" w:rsidRDefault="00E0544E" w:rsidP="00E0544E">
      <w:r w:rsidRPr="007818BD">
        <w:t xml:space="preserve">Le médecin qui avait été mandé avant le retour de </w:t>
      </w:r>
      <w:proofErr w:type="spellStart"/>
      <w:r w:rsidRPr="007818BD">
        <w:t>Gly</w:t>
      </w:r>
      <w:r w:rsidRPr="007818BD">
        <w:t>n</w:t>
      </w:r>
      <w:r w:rsidRPr="007818BD">
        <w:t>don</w:t>
      </w:r>
      <w:proofErr w:type="spellEnd"/>
      <w:r w:rsidR="00E8465A">
        <w:t xml:space="preserve">, </w:t>
      </w:r>
      <w:r w:rsidRPr="007818BD">
        <w:t>et dont la lettre l</w:t>
      </w:r>
      <w:r w:rsidR="00E8465A">
        <w:t>’</w:t>
      </w:r>
      <w:r w:rsidRPr="007818BD">
        <w:t>avait rappelé lui-même à Londres</w:t>
      </w:r>
      <w:r w:rsidR="00E8465A">
        <w:t xml:space="preserve">, </w:t>
      </w:r>
      <w:r w:rsidRPr="007818BD">
        <w:t>était un esprit borné et vulgaire</w:t>
      </w:r>
      <w:r w:rsidR="00E8465A">
        <w:t xml:space="preserve">, </w:t>
      </w:r>
      <w:r w:rsidRPr="007818BD">
        <w:t>impuissant contre un tel désordre</w:t>
      </w:r>
      <w:r w:rsidR="00E8465A">
        <w:t xml:space="preserve"> ; </w:t>
      </w:r>
      <w:r w:rsidRPr="007818BD">
        <w:t>il a exprimé le désir honnête qu</w:t>
      </w:r>
      <w:r w:rsidR="00E8465A">
        <w:t>’</w:t>
      </w:r>
      <w:r w:rsidRPr="007818BD">
        <w:t>on en fît venir un plus expér</w:t>
      </w:r>
      <w:r w:rsidRPr="007818BD">
        <w:t>i</w:t>
      </w:r>
      <w:r w:rsidRPr="007818BD">
        <w:t>menté</w:t>
      </w:r>
      <w:r w:rsidR="00E8465A">
        <w:t xml:space="preserve">. </w:t>
      </w:r>
      <w:r w:rsidRPr="007818BD">
        <w:t>Clarence demanda un des oracles de la Faculté</w:t>
      </w:r>
      <w:r w:rsidR="00E8465A">
        <w:t xml:space="preserve">, </w:t>
      </w:r>
      <w:r w:rsidRPr="007818BD">
        <w:t>et lui d</w:t>
      </w:r>
      <w:r w:rsidRPr="007818BD">
        <w:t>é</w:t>
      </w:r>
      <w:r w:rsidRPr="007818BD">
        <w:t>tailla les hallucinations de sa sœur</w:t>
      </w:r>
      <w:r w:rsidR="00E8465A">
        <w:t>.</w:t>
      </w:r>
    </w:p>
    <w:p w14:paraId="706E71B5" w14:textId="63296CFB" w:rsidR="00E0544E" w:rsidRPr="007818BD" w:rsidRDefault="00E0544E" w:rsidP="00E0544E">
      <w:r w:rsidRPr="007818BD">
        <w:t>L</w:t>
      </w:r>
      <w:r w:rsidR="00E8465A">
        <w:t>’</w:t>
      </w:r>
      <w:r w:rsidRPr="007818BD">
        <w:t>homme de l</w:t>
      </w:r>
      <w:r w:rsidR="00E8465A">
        <w:t>’</w:t>
      </w:r>
      <w:r w:rsidRPr="007818BD">
        <w:t>art écouta attentivement et parut assuré de la guérison</w:t>
      </w:r>
      <w:r w:rsidR="00E8465A">
        <w:t xml:space="preserve">. </w:t>
      </w:r>
      <w:r w:rsidRPr="007818BD">
        <w:t>Il vint voir la malade deux heures avant l</w:t>
      </w:r>
      <w:r w:rsidR="00E8465A">
        <w:t>’</w:t>
      </w:r>
      <w:r w:rsidRPr="007818BD">
        <w:t>heure si r</w:t>
      </w:r>
      <w:r w:rsidRPr="007818BD">
        <w:t>e</w:t>
      </w:r>
      <w:r w:rsidRPr="007818BD">
        <w:t>doutée</w:t>
      </w:r>
      <w:r w:rsidR="00E8465A">
        <w:t xml:space="preserve">. </w:t>
      </w:r>
      <w:r w:rsidRPr="007818BD">
        <w:t>Il avait tranquillement pris ses mesures pour faire ava</w:t>
      </w:r>
      <w:r w:rsidRPr="007818BD">
        <w:t>n</w:t>
      </w:r>
      <w:r w:rsidRPr="007818BD">
        <w:t>cer les pendules d</w:t>
      </w:r>
      <w:r w:rsidR="00E8465A">
        <w:t>’</w:t>
      </w:r>
      <w:r w:rsidRPr="007818BD">
        <w:t>une demi-heure à l</w:t>
      </w:r>
      <w:r w:rsidR="00E8465A">
        <w:t>’</w:t>
      </w:r>
      <w:r w:rsidRPr="007818BD">
        <w:t>insu d</w:t>
      </w:r>
      <w:r w:rsidR="00E8465A">
        <w:t>’</w:t>
      </w:r>
      <w:r w:rsidRPr="007818BD">
        <w:t>Adela</w:t>
      </w:r>
      <w:r w:rsidR="00E8465A">
        <w:t xml:space="preserve">, </w:t>
      </w:r>
      <w:r w:rsidRPr="007818BD">
        <w:t>et m</w:t>
      </w:r>
      <w:r w:rsidRPr="007818BD">
        <w:t>ê</w:t>
      </w:r>
      <w:r w:rsidRPr="007818BD">
        <w:t>me de son frère</w:t>
      </w:r>
      <w:r w:rsidR="00E8465A">
        <w:t xml:space="preserve">. </w:t>
      </w:r>
      <w:r w:rsidRPr="007818BD">
        <w:t>Il administra d</w:t>
      </w:r>
      <w:r w:rsidR="00E8465A">
        <w:t>’</w:t>
      </w:r>
      <w:r w:rsidRPr="007818BD">
        <w:t>abord à la patiente une potion inn</w:t>
      </w:r>
      <w:r w:rsidRPr="007818BD">
        <w:t>o</w:t>
      </w:r>
      <w:r w:rsidRPr="007818BD">
        <w:t>cente qui devait</w:t>
      </w:r>
      <w:r w:rsidR="00E8465A">
        <w:t xml:space="preserve">, </w:t>
      </w:r>
      <w:r w:rsidRPr="007818BD">
        <w:t>disait-il</w:t>
      </w:r>
      <w:r w:rsidR="00E8465A">
        <w:t xml:space="preserve">, </w:t>
      </w:r>
      <w:r w:rsidRPr="007818BD">
        <w:t>dissiper l</w:t>
      </w:r>
      <w:r w:rsidR="00E8465A">
        <w:t>’</w:t>
      </w:r>
      <w:r w:rsidRPr="007818BD">
        <w:t>illusion</w:t>
      </w:r>
      <w:r w:rsidR="00E8465A">
        <w:t xml:space="preserve">. </w:t>
      </w:r>
      <w:r w:rsidRPr="007818BD">
        <w:t>C</w:t>
      </w:r>
      <w:r w:rsidR="00E8465A">
        <w:t>’</w:t>
      </w:r>
      <w:r w:rsidRPr="007818BD">
        <w:t>était un homme doué d</w:t>
      </w:r>
      <w:r w:rsidR="00E8465A">
        <w:t>’</w:t>
      </w:r>
      <w:r w:rsidRPr="007818BD">
        <w:t>un merveilleux talent de conversation</w:t>
      </w:r>
      <w:r w:rsidR="00E8465A">
        <w:t xml:space="preserve">, </w:t>
      </w:r>
      <w:r w:rsidRPr="007818BD">
        <w:t>d</w:t>
      </w:r>
      <w:r w:rsidR="00E8465A">
        <w:t>’</w:t>
      </w:r>
      <w:r w:rsidRPr="007818BD">
        <w:t>un esprit prod</w:t>
      </w:r>
      <w:r w:rsidRPr="007818BD">
        <w:t>i</w:t>
      </w:r>
      <w:r w:rsidRPr="007818BD">
        <w:t>gieux</w:t>
      </w:r>
      <w:r w:rsidR="00E8465A">
        <w:t xml:space="preserve">, </w:t>
      </w:r>
      <w:r w:rsidRPr="007818BD">
        <w:t>de tout ce qui peut intéresser et amuser</w:t>
      </w:r>
      <w:r w:rsidR="00E8465A">
        <w:t xml:space="preserve">. </w:t>
      </w:r>
      <w:r w:rsidRPr="007818BD">
        <w:t>Son air de confiance éveilla les espérances de la malade elle-même</w:t>
      </w:r>
      <w:r w:rsidR="00E8465A">
        <w:t xml:space="preserve"> ; </w:t>
      </w:r>
      <w:r w:rsidRPr="007818BD">
        <w:t>il continua d</w:t>
      </w:r>
      <w:r w:rsidR="00E8465A">
        <w:t>’</w:t>
      </w:r>
      <w:r w:rsidRPr="007818BD">
        <w:t>exciter son attention</w:t>
      </w:r>
      <w:r w:rsidR="00E8465A">
        <w:t xml:space="preserve">, </w:t>
      </w:r>
      <w:r w:rsidRPr="007818BD">
        <w:t>de secouer sa léthargie</w:t>
      </w:r>
      <w:r w:rsidR="00E8465A">
        <w:t xml:space="preserve"> : </w:t>
      </w:r>
      <w:r w:rsidRPr="007818BD">
        <w:t>il rit</w:t>
      </w:r>
      <w:r w:rsidR="00E8465A">
        <w:t xml:space="preserve">, </w:t>
      </w:r>
      <w:r w:rsidRPr="007818BD">
        <w:t>il plaisanta</w:t>
      </w:r>
      <w:r w:rsidR="00E8465A">
        <w:t xml:space="preserve">, </w:t>
      </w:r>
      <w:r w:rsidRPr="007818BD">
        <w:t>et le temps marcha</w:t>
      </w:r>
      <w:r w:rsidR="00E8465A">
        <w:t xml:space="preserve">. </w:t>
      </w:r>
      <w:r w:rsidRPr="007818BD">
        <w:t>L</w:t>
      </w:r>
      <w:r w:rsidR="00E8465A">
        <w:t>’</w:t>
      </w:r>
      <w:r w:rsidRPr="007818BD">
        <w:t>heure sonna</w:t>
      </w:r>
      <w:r w:rsidR="00E8465A">
        <w:t>. « </w:t>
      </w:r>
      <w:r w:rsidRPr="007818BD">
        <w:t>Bo</w:t>
      </w:r>
      <w:r w:rsidRPr="007818BD">
        <w:t>n</w:t>
      </w:r>
      <w:r w:rsidRPr="007818BD">
        <w:t>heur</w:t>
      </w:r>
      <w:r w:rsidR="00E8465A">
        <w:t xml:space="preserve"> ! </w:t>
      </w:r>
      <w:r w:rsidRPr="007818BD">
        <w:t>mon frère</w:t>
      </w:r>
      <w:r w:rsidR="00E8465A">
        <w:t xml:space="preserve">, </w:t>
      </w:r>
      <w:r w:rsidRPr="007818BD">
        <w:t>s</w:t>
      </w:r>
      <w:r w:rsidR="00E8465A">
        <w:t>’</w:t>
      </w:r>
      <w:r w:rsidRPr="007818BD">
        <w:t>écria-t-elle en se jetant dans ses bras</w:t>
      </w:r>
      <w:r w:rsidR="00E8465A">
        <w:t xml:space="preserve">, </w:t>
      </w:r>
      <w:r w:rsidRPr="007818BD">
        <w:t>l</w:t>
      </w:r>
      <w:r w:rsidR="00E8465A">
        <w:t>’</w:t>
      </w:r>
      <w:r w:rsidRPr="007818BD">
        <w:t>heure est pa</w:t>
      </w:r>
      <w:r w:rsidRPr="007818BD">
        <w:t>s</w:t>
      </w:r>
      <w:r w:rsidRPr="007818BD">
        <w:t>sée</w:t>
      </w:r>
      <w:r w:rsidR="00E8465A">
        <w:t> ! »</w:t>
      </w:r>
      <w:r w:rsidRPr="007818BD">
        <w:t xml:space="preserve"> Puis</w:t>
      </w:r>
      <w:r w:rsidR="00E8465A">
        <w:t xml:space="preserve">, </w:t>
      </w:r>
      <w:r w:rsidRPr="007818BD">
        <w:t>comme délivrée enfin d</w:t>
      </w:r>
      <w:r w:rsidR="00E8465A">
        <w:t>’</w:t>
      </w:r>
      <w:r w:rsidRPr="007818BD">
        <w:t>un enchantement</w:t>
      </w:r>
      <w:r w:rsidR="00E8465A">
        <w:t xml:space="preserve">, </w:t>
      </w:r>
      <w:r w:rsidRPr="007818BD">
        <w:t>elle r</w:t>
      </w:r>
      <w:r w:rsidRPr="007818BD">
        <w:t>e</w:t>
      </w:r>
      <w:r w:rsidRPr="007818BD">
        <w:t>trouva une gaieté plus grande que celle de ses jours les plus heureux</w:t>
      </w:r>
      <w:r w:rsidR="00E8465A">
        <w:t>. « </w:t>
      </w:r>
      <w:r w:rsidRPr="007818BD">
        <w:t>Ah</w:t>
      </w:r>
      <w:r w:rsidR="00E8465A">
        <w:t xml:space="preserve"> ! </w:t>
      </w:r>
      <w:r w:rsidRPr="007818BD">
        <w:t>Clarence</w:t>
      </w:r>
      <w:r w:rsidR="00E8465A">
        <w:t xml:space="preserve">, </w:t>
      </w:r>
      <w:r w:rsidRPr="007818BD">
        <w:t>s</w:t>
      </w:r>
      <w:r w:rsidR="00E8465A">
        <w:t>’</w:t>
      </w:r>
      <w:r w:rsidRPr="007818BD">
        <w:t>écria-t-elle</w:t>
      </w:r>
      <w:r w:rsidR="00E8465A">
        <w:t xml:space="preserve">, </w:t>
      </w:r>
      <w:r w:rsidRPr="007818BD">
        <w:t>pardonnez-moi de vous avoir délaissé</w:t>
      </w:r>
      <w:r w:rsidR="00E8465A">
        <w:t xml:space="preserve">, </w:t>
      </w:r>
      <w:r w:rsidRPr="007818BD">
        <w:t>d</w:t>
      </w:r>
      <w:r w:rsidR="00E8465A">
        <w:t>’</w:t>
      </w:r>
      <w:r w:rsidRPr="007818BD">
        <w:t>avoir eu peur de vous</w:t>
      </w:r>
      <w:r w:rsidR="00E8465A">
        <w:t xml:space="preserve">. </w:t>
      </w:r>
      <w:r w:rsidRPr="007818BD">
        <w:t>Je vivrai</w:t>
      </w:r>
      <w:r w:rsidR="00E8465A">
        <w:t xml:space="preserve"> ! </w:t>
      </w:r>
      <w:r w:rsidRPr="007818BD">
        <w:t>je vivrai</w:t>
      </w:r>
      <w:r w:rsidR="00E8465A">
        <w:t xml:space="preserve"> ! </w:t>
      </w:r>
      <w:r w:rsidRPr="007818BD">
        <w:t>À mon tour je bann</w:t>
      </w:r>
      <w:r w:rsidRPr="007818BD">
        <w:t>i</w:t>
      </w:r>
      <w:r w:rsidRPr="007818BD">
        <w:t>rai le spectre qui poursuit mon frère</w:t>
      </w:r>
      <w:r w:rsidR="00E8465A">
        <w:t>. »</w:t>
      </w:r>
    </w:p>
    <w:p w14:paraId="179B609A" w14:textId="77777777" w:rsidR="00E8465A" w:rsidRDefault="00E0544E" w:rsidP="00E0544E">
      <w:r w:rsidRPr="007818BD">
        <w:lastRenderedPageBreak/>
        <w:t>Clarence sourit et sécha ses larmes brûlantes</w:t>
      </w:r>
      <w:r w:rsidR="00E8465A">
        <w:t xml:space="preserve">. </w:t>
      </w:r>
      <w:r w:rsidRPr="007818BD">
        <w:t>Le docteur reprit ses anecdotes et ses plaisanteries</w:t>
      </w:r>
      <w:r w:rsidR="00E8465A">
        <w:t xml:space="preserve">. </w:t>
      </w:r>
      <w:r w:rsidRPr="007818BD">
        <w:t>Au milieu d</w:t>
      </w:r>
      <w:r w:rsidR="00E8465A">
        <w:t>’</w:t>
      </w:r>
      <w:r w:rsidRPr="007818BD">
        <w:t>un torrent éblouissant d</w:t>
      </w:r>
      <w:r w:rsidR="00E8465A">
        <w:t>’</w:t>
      </w:r>
      <w:r w:rsidRPr="007818BD">
        <w:t>esprit qui entraînait et la sœur et le frère</w:t>
      </w:r>
      <w:r w:rsidR="00E8465A">
        <w:t xml:space="preserve">, </w:t>
      </w:r>
      <w:proofErr w:type="spellStart"/>
      <w:r w:rsidRPr="007818BD">
        <w:t>Glyndon</w:t>
      </w:r>
      <w:proofErr w:type="spellEnd"/>
      <w:r w:rsidRPr="007818BD">
        <w:t xml:space="preserve"> vit tout à coup passer sur le visage d</w:t>
      </w:r>
      <w:r w:rsidR="00E8465A">
        <w:t>’</w:t>
      </w:r>
      <w:r w:rsidRPr="007818BD">
        <w:t>Adela le même changement terrible</w:t>
      </w:r>
      <w:r w:rsidR="00E8465A">
        <w:t xml:space="preserve">, </w:t>
      </w:r>
      <w:r w:rsidRPr="007818BD">
        <w:t>le même regard anxieux</w:t>
      </w:r>
      <w:r w:rsidR="00E8465A">
        <w:t xml:space="preserve">, </w:t>
      </w:r>
      <w:r w:rsidRPr="007818BD">
        <w:t>tendu</w:t>
      </w:r>
      <w:r w:rsidR="00E8465A">
        <w:t xml:space="preserve">, </w:t>
      </w:r>
      <w:r w:rsidRPr="007818BD">
        <w:t>inquiet</w:t>
      </w:r>
      <w:r w:rsidR="00E8465A">
        <w:t xml:space="preserve">, </w:t>
      </w:r>
      <w:r w:rsidRPr="007818BD">
        <w:t>qu</w:t>
      </w:r>
      <w:r w:rsidR="00E8465A">
        <w:t>’</w:t>
      </w:r>
      <w:r w:rsidRPr="007818BD">
        <w:t>il avait vus la veille</w:t>
      </w:r>
      <w:r w:rsidR="00E8465A">
        <w:t xml:space="preserve">. </w:t>
      </w:r>
      <w:r w:rsidRPr="007818BD">
        <w:t>Il se leva</w:t>
      </w:r>
      <w:r w:rsidR="00E8465A">
        <w:t xml:space="preserve">, </w:t>
      </w:r>
      <w:r w:rsidRPr="007818BD">
        <w:t>il s</w:t>
      </w:r>
      <w:r w:rsidR="00E8465A">
        <w:t>’</w:t>
      </w:r>
      <w:r w:rsidRPr="007818BD">
        <w:t>approcha d</w:t>
      </w:r>
      <w:r w:rsidR="00E8465A">
        <w:t>’</w:t>
      </w:r>
      <w:r w:rsidRPr="007818BD">
        <w:t>elle</w:t>
      </w:r>
      <w:r w:rsidR="00E8465A">
        <w:t xml:space="preserve">. </w:t>
      </w:r>
      <w:r w:rsidRPr="007818BD">
        <w:t>Adela se leva effarée</w:t>
      </w:r>
      <w:r w:rsidR="00E8465A">
        <w:t>. « </w:t>
      </w:r>
      <w:r w:rsidRPr="007818BD">
        <w:t>Regarde</w:t>
      </w:r>
      <w:r w:rsidR="00E8465A">
        <w:t xml:space="preserve"> ! </w:t>
      </w:r>
      <w:r w:rsidRPr="007818BD">
        <w:t>regarde</w:t>
      </w:r>
      <w:r w:rsidR="00E8465A">
        <w:t xml:space="preserve"> ! </w:t>
      </w:r>
      <w:r w:rsidRPr="007818BD">
        <w:t>regarde</w:t>
      </w:r>
      <w:r w:rsidR="00E8465A">
        <w:t xml:space="preserve"> ! </w:t>
      </w:r>
      <w:r w:rsidRPr="007818BD">
        <w:t>s</w:t>
      </w:r>
      <w:r w:rsidR="00E8465A">
        <w:t>’</w:t>
      </w:r>
      <w:r w:rsidRPr="007818BD">
        <w:t>écria-t-elle</w:t>
      </w:r>
      <w:r w:rsidR="00E8465A">
        <w:t xml:space="preserve">. </w:t>
      </w:r>
      <w:r w:rsidRPr="007818BD">
        <w:t>Elle vient</w:t>
      </w:r>
      <w:r w:rsidR="00E8465A">
        <w:t xml:space="preserve">, </w:t>
      </w:r>
      <w:r w:rsidRPr="007818BD">
        <w:t>sauve-moi</w:t>
      </w:r>
      <w:r w:rsidR="00E8465A">
        <w:t xml:space="preserve"> ! </w:t>
      </w:r>
      <w:r w:rsidRPr="007818BD">
        <w:t>sauve-moi</w:t>
      </w:r>
      <w:r w:rsidR="00E8465A">
        <w:t> ! »</w:t>
      </w:r>
      <w:r w:rsidRPr="007818BD">
        <w:t xml:space="preserve"> Et elle tomba à ses pieds en proie à de vi</w:t>
      </w:r>
      <w:r w:rsidRPr="007818BD">
        <w:t>o</w:t>
      </w:r>
      <w:r w:rsidRPr="007818BD">
        <w:t>lentes convulsions</w:t>
      </w:r>
      <w:r w:rsidR="00E8465A">
        <w:t>.</w:t>
      </w:r>
    </w:p>
    <w:p w14:paraId="2817054C" w14:textId="77777777" w:rsidR="00E8465A" w:rsidRDefault="00E0544E" w:rsidP="00E0544E">
      <w:r w:rsidRPr="007818BD">
        <w:t>Au même instant la pendule</w:t>
      </w:r>
      <w:r w:rsidR="00E8465A">
        <w:t xml:space="preserve">, </w:t>
      </w:r>
      <w:r w:rsidRPr="007818BD">
        <w:t>faussement et inutilement r</w:t>
      </w:r>
      <w:r w:rsidRPr="007818BD">
        <w:t>e</w:t>
      </w:r>
      <w:r w:rsidRPr="007818BD">
        <w:t>tardée</w:t>
      </w:r>
      <w:r w:rsidR="00E8465A">
        <w:t xml:space="preserve">, </w:t>
      </w:r>
      <w:r w:rsidRPr="007818BD">
        <w:t>sonna la demie</w:t>
      </w:r>
      <w:r w:rsidR="00E8465A">
        <w:t>.</w:t>
      </w:r>
    </w:p>
    <w:p w14:paraId="16012C07" w14:textId="3ED5B895" w:rsidR="00E0544E" w:rsidRPr="007818BD" w:rsidRDefault="00E0544E" w:rsidP="00E0544E">
      <w:r w:rsidRPr="007818BD">
        <w:t>Le médecin la releva</w:t>
      </w:r>
      <w:r w:rsidR="00E8465A">
        <w:t xml:space="preserve">. </w:t>
      </w:r>
    </w:p>
    <w:p w14:paraId="4602C0AA" w14:textId="0845ABDC" w:rsidR="00E0544E" w:rsidRPr="007818BD" w:rsidRDefault="00E8465A" w:rsidP="00E0544E">
      <w:r>
        <w:t>« </w:t>
      </w:r>
      <w:r w:rsidR="00E0544E" w:rsidRPr="007818BD">
        <w:t>Mes plus sombres pressentiments sont confirmés</w:t>
      </w:r>
      <w:r>
        <w:t xml:space="preserve">, </w:t>
      </w:r>
      <w:proofErr w:type="spellStart"/>
      <w:r w:rsidR="00E0544E" w:rsidRPr="007818BD">
        <w:t>dit il</w:t>
      </w:r>
      <w:proofErr w:type="spellEnd"/>
      <w:r w:rsidR="00E0544E" w:rsidRPr="007818BD">
        <w:t xml:space="preserve"> gravement</w:t>
      </w:r>
      <w:r>
        <w:t xml:space="preserve"> : </w:t>
      </w:r>
      <w:r w:rsidR="00E0544E" w:rsidRPr="007818BD">
        <w:t>c</w:t>
      </w:r>
      <w:r>
        <w:t>’</w:t>
      </w:r>
      <w:r w:rsidR="00E0544E" w:rsidRPr="007818BD">
        <w:t>est l</w:t>
      </w:r>
      <w:r>
        <w:t>’</w:t>
      </w:r>
      <w:r w:rsidR="00E0544E" w:rsidRPr="007818BD">
        <w:t>épilepsie</w:t>
      </w:r>
      <w:r>
        <w:t> ! »</w:t>
      </w:r>
    </w:p>
    <w:p w14:paraId="3ADE9B94" w14:textId="77777777" w:rsidR="00E8465A" w:rsidRDefault="00E0544E" w:rsidP="00E0544E">
      <w:r w:rsidRPr="007818BD">
        <w:t>La nuit suivante</w:t>
      </w:r>
      <w:r w:rsidR="00E8465A">
        <w:t xml:space="preserve">, </w:t>
      </w:r>
      <w:r w:rsidRPr="007818BD">
        <w:t>à la même heure</w:t>
      </w:r>
      <w:r w:rsidR="00E8465A">
        <w:t xml:space="preserve">, </w:t>
      </w:r>
      <w:r w:rsidRPr="007818BD">
        <w:t>Adela mourut</w:t>
      </w:r>
      <w:r w:rsidR="00E8465A">
        <w:t>.</w:t>
      </w:r>
    </w:p>
    <w:p w14:paraId="1BBF0B68" w14:textId="77777777" w:rsidR="00E8465A" w:rsidRDefault="00E0544E" w:rsidP="00E8465A">
      <w:pPr>
        <w:pStyle w:val="Titre2"/>
        <w:pageBreakBefore/>
      </w:pPr>
      <w:bookmarkStart w:id="59" w:name="_Toc199963108"/>
      <w:r w:rsidRPr="007818BD">
        <w:lastRenderedPageBreak/>
        <w:t>CHAPITRE</w:t>
      </w:r>
      <w:r w:rsidR="00E8465A">
        <w:t xml:space="preserve"> </w:t>
      </w:r>
      <w:r w:rsidRPr="007818BD">
        <w:t>VI</w:t>
      </w:r>
      <w:r w:rsidR="00E8465A">
        <w:t>.</w:t>
      </w:r>
      <w:bookmarkEnd w:id="59"/>
    </w:p>
    <w:p w14:paraId="3E071BAB" w14:textId="77777777" w:rsidR="00E8465A" w:rsidRDefault="00E0544E" w:rsidP="00E0544E">
      <w:pPr>
        <w:pStyle w:val="NormalRetraitGauche4XIndent0"/>
        <w:spacing w:before="0" w:after="0"/>
        <w:rPr>
          <w:rStyle w:val="Taille-1Caracteres"/>
        </w:rPr>
      </w:pPr>
      <w:r w:rsidRPr="007818BD">
        <w:rPr>
          <w:rStyle w:val="Taille-1Caracteres"/>
        </w:rPr>
        <w:t>La loi</w:t>
      </w:r>
      <w:r w:rsidR="00E8465A">
        <w:rPr>
          <w:rStyle w:val="Taille-1Caracteres"/>
        </w:rPr>
        <w:t xml:space="preserve">, </w:t>
      </w:r>
      <w:r w:rsidRPr="007818BD">
        <w:rPr>
          <w:rStyle w:val="Taille-1Caracteres"/>
        </w:rPr>
        <w:t>dont le règne vous épouvante</w:t>
      </w:r>
      <w:r w:rsidR="00E8465A">
        <w:rPr>
          <w:rStyle w:val="Taille-1Caracteres"/>
        </w:rPr>
        <w:t xml:space="preserve">, </w:t>
      </w:r>
      <w:r w:rsidRPr="007818BD">
        <w:rPr>
          <w:rStyle w:val="Taille-1Caracteres"/>
        </w:rPr>
        <w:t>a son glaive levé sur vous</w:t>
      </w:r>
      <w:r w:rsidR="00E8465A">
        <w:rPr>
          <w:rStyle w:val="Taille-1Caracteres"/>
        </w:rPr>
        <w:t xml:space="preserve"> : </w:t>
      </w:r>
      <w:r w:rsidRPr="007818BD">
        <w:rPr>
          <w:rStyle w:val="Taille-1Caracteres"/>
        </w:rPr>
        <w:t>elle vous frappera tous</w:t>
      </w:r>
      <w:r w:rsidR="00E8465A">
        <w:rPr>
          <w:rStyle w:val="Taille-1Caracteres"/>
        </w:rPr>
        <w:t xml:space="preserve"> ; </w:t>
      </w:r>
      <w:r w:rsidRPr="007818BD">
        <w:rPr>
          <w:rStyle w:val="Taille-1Caracteres"/>
        </w:rPr>
        <w:t>le genre humain a besoin de cet exemple</w:t>
      </w:r>
      <w:r w:rsidR="00E8465A">
        <w:rPr>
          <w:rStyle w:val="Taille-1Caracteres"/>
        </w:rPr>
        <w:t>.</w:t>
      </w:r>
    </w:p>
    <w:p w14:paraId="6AE0BD12" w14:textId="3BBF8968" w:rsidR="00E8465A" w:rsidRDefault="00E8465A" w:rsidP="000200A6">
      <w:pPr>
        <w:ind w:firstLine="0"/>
        <w:jc w:val="right"/>
        <w:rPr>
          <w:rStyle w:val="Taille-1Caracteres"/>
        </w:rPr>
      </w:pPr>
      <w:r>
        <w:rPr>
          <w:rStyle w:val="Taille-1Caracteres"/>
        </w:rPr>
        <w:t>(</w:t>
      </w:r>
      <w:r w:rsidR="00E0544E" w:rsidRPr="007818BD">
        <w:rPr>
          <w:rStyle w:val="Taille-1Caracteres"/>
        </w:rPr>
        <w:t>COUTHON</w:t>
      </w:r>
      <w:r>
        <w:rPr>
          <w:rStyle w:val="Taille-1Caracteres"/>
        </w:rPr>
        <w:t>.)</w:t>
      </w:r>
    </w:p>
    <w:p w14:paraId="1D015CE0" w14:textId="77777777" w:rsidR="00E8465A" w:rsidRDefault="00E8465A" w:rsidP="00E0544E">
      <w:r>
        <w:t>« </w:t>
      </w:r>
      <w:r w:rsidR="00E0544E" w:rsidRPr="007818BD">
        <w:t>Oh</w:t>
      </w:r>
      <w:r>
        <w:t xml:space="preserve">, </w:t>
      </w:r>
      <w:r w:rsidR="00E0544E" w:rsidRPr="007818BD">
        <w:t>bonheur</w:t>
      </w:r>
      <w:r>
        <w:t xml:space="preserve">, </w:t>
      </w:r>
      <w:r w:rsidR="00E0544E" w:rsidRPr="007818BD">
        <w:t>bonheur</w:t>
      </w:r>
      <w:r>
        <w:t xml:space="preserve"> ! </w:t>
      </w:r>
      <w:r w:rsidR="00E0544E" w:rsidRPr="007818BD">
        <w:t>tu es revenu</w:t>
      </w:r>
      <w:r>
        <w:t xml:space="preserve">. </w:t>
      </w:r>
      <w:r w:rsidR="00E0544E" w:rsidRPr="007818BD">
        <w:t>C</w:t>
      </w:r>
      <w:r>
        <w:t>’</w:t>
      </w:r>
      <w:r w:rsidR="00E0544E" w:rsidRPr="007818BD">
        <w:t>est ta main</w:t>
      </w:r>
      <w:r>
        <w:t xml:space="preserve">, </w:t>
      </w:r>
      <w:r w:rsidR="00E0544E" w:rsidRPr="007818BD">
        <w:t>ce sont tes lèvres</w:t>
      </w:r>
      <w:r>
        <w:t xml:space="preserve"> ! </w:t>
      </w:r>
      <w:r w:rsidR="00E0544E" w:rsidRPr="007818BD">
        <w:t>Dis que tu ne m</w:t>
      </w:r>
      <w:r>
        <w:t>’</w:t>
      </w:r>
      <w:r w:rsidR="00E0544E" w:rsidRPr="007818BD">
        <w:t>as pas abandonnée pour en a</w:t>
      </w:r>
      <w:r w:rsidR="00E0544E" w:rsidRPr="007818BD">
        <w:t>i</w:t>
      </w:r>
      <w:r w:rsidR="00E0544E" w:rsidRPr="007818BD">
        <w:t>mer une autre</w:t>
      </w:r>
      <w:r>
        <w:t xml:space="preserve"> ; </w:t>
      </w:r>
      <w:r w:rsidR="00E0544E" w:rsidRPr="007818BD">
        <w:t>dis-le encore</w:t>
      </w:r>
      <w:r>
        <w:t xml:space="preserve">, </w:t>
      </w:r>
      <w:r w:rsidR="00E0544E" w:rsidRPr="007818BD">
        <w:t>dis-le toujours</w:t>
      </w:r>
      <w:r>
        <w:t xml:space="preserve"> : </w:t>
      </w:r>
      <w:r w:rsidR="00E0544E" w:rsidRPr="007818BD">
        <w:t>et je te pardonn</w:t>
      </w:r>
      <w:r w:rsidR="00E0544E" w:rsidRPr="007818BD">
        <w:t>e</w:t>
      </w:r>
      <w:r w:rsidR="00E0544E" w:rsidRPr="007818BD">
        <w:t>rai tout</w:t>
      </w:r>
      <w:r>
        <w:t> !…</w:t>
      </w:r>
    </w:p>
    <w:p w14:paraId="485E5B56" w14:textId="77777777" w:rsidR="00E8465A" w:rsidRDefault="00E8465A" w:rsidP="00E0544E">
      <w:r>
        <w:t>— </w:t>
      </w:r>
      <w:r w:rsidR="00E0544E" w:rsidRPr="007818BD">
        <w:t>Tu m</w:t>
      </w:r>
      <w:r>
        <w:t>’</w:t>
      </w:r>
      <w:r w:rsidR="00E0544E" w:rsidRPr="007818BD">
        <w:t>as donc pleuré</w:t>
      </w:r>
      <w:r>
        <w:t> ?</w:t>
      </w:r>
    </w:p>
    <w:p w14:paraId="24D8FD85" w14:textId="77777777" w:rsidR="00E8465A" w:rsidRDefault="00E8465A" w:rsidP="00E0544E">
      <w:r>
        <w:t>— </w:t>
      </w:r>
      <w:r w:rsidR="00E0544E" w:rsidRPr="007818BD">
        <w:t>Pleuré</w:t>
      </w:r>
      <w:r>
        <w:t xml:space="preserve"> ! </w:t>
      </w:r>
      <w:r w:rsidR="00E0544E" w:rsidRPr="007818BD">
        <w:t>et tu as été assez cruel pour me laisser de l</w:t>
      </w:r>
      <w:r>
        <w:t>’</w:t>
      </w:r>
      <w:r w:rsidR="00E0544E" w:rsidRPr="007818BD">
        <w:t>or</w:t>
      </w:r>
      <w:r>
        <w:t xml:space="preserve"> : </w:t>
      </w:r>
      <w:r w:rsidR="00E0544E" w:rsidRPr="007818BD">
        <w:t>le voilà intact</w:t>
      </w:r>
      <w:r>
        <w:t> !</w:t>
      </w:r>
    </w:p>
    <w:p w14:paraId="34CDDFFE" w14:textId="77777777" w:rsidR="00E8465A" w:rsidRDefault="00E8465A" w:rsidP="00E0544E">
      <w:r>
        <w:t>— </w:t>
      </w:r>
      <w:r w:rsidR="00E0544E" w:rsidRPr="007818BD">
        <w:t>Pauvre enfant de la nature</w:t>
      </w:r>
      <w:r>
        <w:t xml:space="preserve"> ! </w:t>
      </w:r>
      <w:r w:rsidR="00E0544E" w:rsidRPr="007818BD">
        <w:t>Comment donc</w:t>
      </w:r>
      <w:r>
        <w:t xml:space="preserve">, </w:t>
      </w:r>
      <w:r w:rsidR="00E0544E" w:rsidRPr="007818BD">
        <w:t>dans cette ville de Marseille</w:t>
      </w:r>
      <w:r>
        <w:t xml:space="preserve">, </w:t>
      </w:r>
      <w:r w:rsidR="00E0544E" w:rsidRPr="007818BD">
        <w:t>as-tu trouvé du pain et un abri</w:t>
      </w:r>
      <w:r>
        <w:t> ?</w:t>
      </w:r>
    </w:p>
    <w:p w14:paraId="5EE9AAD6" w14:textId="77777777" w:rsidR="00E8465A" w:rsidRDefault="00E8465A" w:rsidP="00E0544E">
      <w:r>
        <w:t>— </w:t>
      </w:r>
      <w:r w:rsidR="00E0544E" w:rsidRPr="007818BD">
        <w:t>Honnêtement</w:t>
      </w:r>
      <w:r>
        <w:t xml:space="preserve">, </w:t>
      </w:r>
      <w:r w:rsidR="00E0544E" w:rsidRPr="007818BD">
        <w:t>âme de mon âme</w:t>
      </w:r>
      <w:r>
        <w:t xml:space="preserve"> ; </w:t>
      </w:r>
      <w:r w:rsidR="00E0544E" w:rsidRPr="007818BD">
        <w:t>honnêtement</w:t>
      </w:r>
      <w:r>
        <w:t xml:space="preserve">, </w:t>
      </w:r>
      <w:r w:rsidR="00E0544E" w:rsidRPr="007818BD">
        <w:t>et c</w:t>
      </w:r>
      <w:r w:rsidR="00E0544E" w:rsidRPr="007818BD">
        <w:t>e</w:t>
      </w:r>
      <w:r w:rsidR="00E0544E" w:rsidRPr="007818BD">
        <w:t>pendant par le moyen de ces traits que jadis tu trouvais beaux</w:t>
      </w:r>
      <w:r>
        <w:t xml:space="preserve"> : </w:t>
      </w:r>
      <w:r w:rsidR="00E0544E" w:rsidRPr="007818BD">
        <w:t>les trouves-tu toujours de même</w:t>
      </w:r>
      <w:r>
        <w:t> ?</w:t>
      </w:r>
    </w:p>
    <w:p w14:paraId="052F0935" w14:textId="77777777" w:rsidR="00E8465A" w:rsidRDefault="00E8465A" w:rsidP="00E0544E">
      <w:r>
        <w:t>— </w:t>
      </w:r>
      <w:r w:rsidR="00E0544E" w:rsidRPr="007818BD">
        <w:t>Plus beaux que jamais</w:t>
      </w:r>
      <w:r>
        <w:t xml:space="preserve">, </w:t>
      </w:r>
      <w:r w:rsidR="00E0544E" w:rsidRPr="007818BD">
        <w:t xml:space="preserve">ma </w:t>
      </w:r>
      <w:proofErr w:type="spellStart"/>
      <w:r w:rsidR="00E0544E" w:rsidRPr="007818BD">
        <w:t>Fillide</w:t>
      </w:r>
      <w:proofErr w:type="spellEnd"/>
      <w:r>
        <w:t xml:space="preserve"> : </w:t>
      </w:r>
      <w:r w:rsidR="00E0544E" w:rsidRPr="007818BD">
        <w:t>mais que</w:t>
      </w:r>
      <w:r>
        <w:t>-</w:t>
      </w:r>
      <w:r w:rsidR="00E0544E" w:rsidRPr="007818BD">
        <w:t>veux-tu d</w:t>
      </w:r>
      <w:r w:rsidR="00E0544E" w:rsidRPr="007818BD">
        <w:t>i</w:t>
      </w:r>
      <w:r w:rsidR="00E0544E" w:rsidRPr="007818BD">
        <w:t>re</w:t>
      </w:r>
      <w:r>
        <w:t> ?</w:t>
      </w:r>
    </w:p>
    <w:p w14:paraId="2C40D357" w14:textId="454BBA18" w:rsidR="00E0544E" w:rsidRPr="007818BD" w:rsidRDefault="00E8465A" w:rsidP="00E0544E">
      <w:r>
        <w:t>— </w:t>
      </w:r>
      <w:r w:rsidR="00E0544E" w:rsidRPr="007818BD">
        <w:t>Il y a ici un peintre</w:t>
      </w:r>
      <w:r>
        <w:t xml:space="preserve">, </w:t>
      </w:r>
      <w:r w:rsidR="00E0544E" w:rsidRPr="007818BD">
        <w:t>un grand homme</w:t>
      </w:r>
      <w:r>
        <w:t xml:space="preserve">, </w:t>
      </w:r>
      <w:r w:rsidR="00E0544E" w:rsidRPr="007818BD">
        <w:t>un de leurs grands hommes de Paris</w:t>
      </w:r>
      <w:r>
        <w:t xml:space="preserve">, </w:t>
      </w:r>
      <w:r w:rsidR="00E0544E" w:rsidRPr="007818BD">
        <w:t>je ne sais comment on les appelle</w:t>
      </w:r>
      <w:r>
        <w:t xml:space="preserve">, </w:t>
      </w:r>
      <w:r w:rsidR="00E0544E" w:rsidRPr="007818BD">
        <w:t>mais il di</w:t>
      </w:r>
      <w:r w:rsidR="00E0544E" w:rsidRPr="007818BD">
        <w:t>s</w:t>
      </w:r>
      <w:r w:rsidR="00E0544E" w:rsidRPr="007818BD">
        <w:t>pose de tout ici</w:t>
      </w:r>
      <w:r>
        <w:t xml:space="preserve">, </w:t>
      </w:r>
      <w:r w:rsidR="00E0544E" w:rsidRPr="007818BD">
        <w:t>de la vie et de la mort</w:t>
      </w:r>
      <w:r>
        <w:t xml:space="preserve">, </w:t>
      </w:r>
      <w:r w:rsidR="00E0544E" w:rsidRPr="007818BD">
        <w:t>et il m</w:t>
      </w:r>
      <w:r>
        <w:t>’</w:t>
      </w:r>
      <w:r w:rsidR="00E0544E" w:rsidRPr="007818BD">
        <w:t>a généreusement payé pour faire mon portrait</w:t>
      </w:r>
      <w:r>
        <w:t xml:space="preserve">. </w:t>
      </w:r>
      <w:r w:rsidR="00E0544E" w:rsidRPr="007818BD">
        <w:t>Il doit le donner à la nation</w:t>
      </w:r>
      <w:r>
        <w:t xml:space="preserve"> ; </w:t>
      </w:r>
      <w:r w:rsidR="00E0544E" w:rsidRPr="007818BD">
        <w:t>il ne travaille que pour la gloire</w:t>
      </w:r>
      <w:r>
        <w:t xml:space="preserve">. </w:t>
      </w:r>
      <w:r w:rsidR="00E0544E" w:rsidRPr="007818BD">
        <w:t xml:space="preserve">Songe à la célébrité de ta </w:t>
      </w:r>
      <w:proofErr w:type="spellStart"/>
      <w:r w:rsidR="00E0544E" w:rsidRPr="007818BD">
        <w:t>Fillide</w:t>
      </w:r>
      <w:proofErr w:type="spellEnd"/>
      <w:r>
        <w:t>. »</w:t>
      </w:r>
    </w:p>
    <w:p w14:paraId="04DB5960" w14:textId="77777777" w:rsidR="00E8465A" w:rsidRDefault="00E0544E" w:rsidP="00E0544E">
      <w:r w:rsidRPr="007818BD">
        <w:t>Et les yeux de la jeune fille étincelaient</w:t>
      </w:r>
      <w:r w:rsidR="00E8465A">
        <w:t xml:space="preserve"> : </w:t>
      </w:r>
      <w:r w:rsidRPr="007818BD">
        <w:t>sa vanité était e</w:t>
      </w:r>
      <w:r w:rsidRPr="007818BD">
        <w:t>x</w:t>
      </w:r>
      <w:r w:rsidRPr="007818BD">
        <w:t>citée</w:t>
      </w:r>
      <w:r w:rsidR="00E8465A">
        <w:t>.</w:t>
      </w:r>
    </w:p>
    <w:p w14:paraId="518278FE" w14:textId="7880EB9A" w:rsidR="00E0544E" w:rsidRPr="007818BD" w:rsidRDefault="00E8465A" w:rsidP="00E0544E">
      <w:r>
        <w:lastRenderedPageBreak/>
        <w:t>« </w:t>
      </w:r>
      <w:r w:rsidR="00E0544E" w:rsidRPr="007818BD">
        <w:t>Il m</w:t>
      </w:r>
      <w:r>
        <w:t>’</w:t>
      </w:r>
      <w:r w:rsidR="00E0544E" w:rsidRPr="007818BD">
        <w:t>aurait épousée si j</w:t>
      </w:r>
      <w:r>
        <w:t>’</w:t>
      </w:r>
      <w:r w:rsidR="00E0544E" w:rsidRPr="007818BD">
        <w:t>avais voulu</w:t>
      </w:r>
      <w:r>
        <w:t xml:space="preserve"> : </w:t>
      </w:r>
      <w:r w:rsidR="00E0544E" w:rsidRPr="007818BD">
        <w:t>il se serait divorcé pour m</w:t>
      </w:r>
      <w:r>
        <w:t>’</w:t>
      </w:r>
      <w:r w:rsidR="00E0544E" w:rsidRPr="007818BD">
        <w:t>épouser</w:t>
      </w:r>
      <w:r>
        <w:t xml:space="preserve">. </w:t>
      </w:r>
      <w:r w:rsidR="00E0544E" w:rsidRPr="007818BD">
        <w:t>Mais je t</w:t>
      </w:r>
      <w:r>
        <w:t>’</w:t>
      </w:r>
      <w:r w:rsidR="00E0544E" w:rsidRPr="007818BD">
        <w:t>attendais</w:t>
      </w:r>
      <w:r>
        <w:t xml:space="preserve">, </w:t>
      </w:r>
      <w:r w:rsidR="00E0544E" w:rsidRPr="007818BD">
        <w:t>ingrat</w:t>
      </w:r>
      <w:r>
        <w:t> ! »</w:t>
      </w:r>
    </w:p>
    <w:p w14:paraId="22E39932" w14:textId="77777777" w:rsidR="00E8465A" w:rsidRDefault="00E0544E" w:rsidP="00E0544E">
      <w:r w:rsidRPr="007818BD">
        <w:t>On frappa à la porte</w:t>
      </w:r>
      <w:r w:rsidR="00E8465A">
        <w:t xml:space="preserve">, </w:t>
      </w:r>
      <w:r w:rsidRPr="007818BD">
        <w:t>un homme entra</w:t>
      </w:r>
      <w:r w:rsidR="00E8465A">
        <w:t>.</w:t>
      </w:r>
    </w:p>
    <w:p w14:paraId="05C243BC" w14:textId="77777777" w:rsidR="00E8465A" w:rsidRDefault="00E8465A" w:rsidP="00E0544E">
      <w:r>
        <w:t>« </w:t>
      </w:r>
      <w:r w:rsidR="00E0544E" w:rsidRPr="007818BD">
        <w:t>Nicot</w:t>
      </w:r>
      <w:r>
        <w:t> !</w:t>
      </w:r>
    </w:p>
    <w:p w14:paraId="4FE9B962" w14:textId="1078CFA2" w:rsidR="00E0544E" w:rsidRPr="007818BD" w:rsidRDefault="00E8465A" w:rsidP="00E0544E">
      <w:r>
        <w:t>— </w:t>
      </w:r>
      <w:r w:rsidR="00E0544E" w:rsidRPr="007818BD">
        <w:t xml:space="preserve">Ah </w:t>
      </w:r>
      <w:proofErr w:type="spellStart"/>
      <w:r w:rsidR="00E0544E" w:rsidRPr="007818BD">
        <w:t>Glyndon</w:t>
      </w:r>
      <w:proofErr w:type="spellEnd"/>
      <w:r>
        <w:t xml:space="preserve"> ! </w:t>
      </w:r>
      <w:r w:rsidR="00E0544E" w:rsidRPr="007818BD">
        <w:t>Hum</w:t>
      </w:r>
      <w:r>
        <w:t xml:space="preserve"> ! </w:t>
      </w:r>
      <w:r w:rsidR="00E0544E" w:rsidRPr="007818BD">
        <w:t>Salut</w:t>
      </w:r>
      <w:r>
        <w:t xml:space="preserve"> ! </w:t>
      </w:r>
      <w:r w:rsidR="00E0544E" w:rsidRPr="007818BD">
        <w:t>Encore mon rival</w:t>
      </w:r>
      <w:r>
        <w:t xml:space="preserve"> ! </w:t>
      </w:r>
      <w:r w:rsidR="00E0544E" w:rsidRPr="007818BD">
        <w:t>Mais Jean Nicot n</w:t>
      </w:r>
      <w:r>
        <w:t>’</w:t>
      </w:r>
      <w:r w:rsidR="00E0544E" w:rsidRPr="007818BD">
        <w:t>a pas de ra</w:t>
      </w:r>
      <w:r w:rsidR="00E0544E" w:rsidRPr="007818BD">
        <w:t>n</w:t>
      </w:r>
      <w:r w:rsidR="00E0544E" w:rsidRPr="007818BD">
        <w:t>cune</w:t>
      </w:r>
      <w:r>
        <w:t xml:space="preserve">. </w:t>
      </w:r>
      <w:r w:rsidR="00E0544E" w:rsidRPr="007818BD">
        <w:t>La vertu est mon rêve</w:t>
      </w:r>
      <w:r>
        <w:t xml:space="preserve">, </w:t>
      </w:r>
      <w:r w:rsidR="00E0544E" w:rsidRPr="007818BD">
        <w:t>ma patrie</w:t>
      </w:r>
      <w:r>
        <w:t xml:space="preserve">, </w:t>
      </w:r>
      <w:r w:rsidR="00E0544E" w:rsidRPr="007818BD">
        <w:t>ma maîtresse</w:t>
      </w:r>
      <w:r>
        <w:t xml:space="preserve">. </w:t>
      </w:r>
      <w:r w:rsidR="00E0544E" w:rsidRPr="007818BD">
        <w:t>Sers ma patrie</w:t>
      </w:r>
      <w:r>
        <w:t xml:space="preserve">, </w:t>
      </w:r>
      <w:r w:rsidR="00E0544E" w:rsidRPr="007818BD">
        <w:t>citoyen</w:t>
      </w:r>
      <w:r>
        <w:t xml:space="preserve">, </w:t>
      </w:r>
      <w:r w:rsidR="00E0544E" w:rsidRPr="007818BD">
        <w:t>et je te pardonne tes su</w:t>
      </w:r>
      <w:r w:rsidR="00E0544E" w:rsidRPr="007818BD">
        <w:t>c</w:t>
      </w:r>
      <w:r w:rsidR="00E0544E" w:rsidRPr="007818BD">
        <w:t>cès auprès des belles</w:t>
      </w:r>
      <w:r>
        <w:t xml:space="preserve">. </w:t>
      </w:r>
      <w:r w:rsidR="00E0544E" w:rsidRPr="007818BD">
        <w:rPr>
          <w:i/>
          <w:iCs/>
        </w:rPr>
        <w:t>Ah</w:t>
      </w:r>
      <w:r>
        <w:rPr>
          <w:i/>
          <w:iCs/>
        </w:rPr>
        <w:t xml:space="preserve"> ! </w:t>
      </w:r>
      <w:r w:rsidR="00E0544E" w:rsidRPr="007818BD">
        <w:rPr>
          <w:i/>
          <w:iCs/>
        </w:rPr>
        <w:t>Ça ira</w:t>
      </w:r>
      <w:r>
        <w:rPr>
          <w:i/>
          <w:iCs/>
        </w:rPr>
        <w:t xml:space="preserve"> ! </w:t>
      </w:r>
      <w:r w:rsidR="00E0544E" w:rsidRPr="007818BD">
        <w:rPr>
          <w:i/>
          <w:iCs/>
        </w:rPr>
        <w:t>ça ira</w:t>
      </w:r>
      <w:r>
        <w:rPr>
          <w:i/>
          <w:iCs/>
        </w:rPr>
        <w:t> ! »</w:t>
      </w:r>
    </w:p>
    <w:p w14:paraId="78AAD522" w14:textId="77777777" w:rsidR="00E8465A" w:rsidRDefault="00E0544E" w:rsidP="00E0544E">
      <w:r w:rsidRPr="007818BD">
        <w:t>Le peintre parlait encore</w:t>
      </w:r>
      <w:r w:rsidR="00E8465A">
        <w:t xml:space="preserve">, </w:t>
      </w:r>
      <w:r w:rsidRPr="007818BD">
        <w:t>et dans les rues roulait en gro</w:t>
      </w:r>
      <w:r w:rsidRPr="007818BD">
        <w:t>n</w:t>
      </w:r>
      <w:r w:rsidRPr="007818BD">
        <w:t>dant l</w:t>
      </w:r>
      <w:r w:rsidR="00E8465A">
        <w:t>’</w:t>
      </w:r>
      <w:r w:rsidRPr="007818BD">
        <w:t>hymne de sang et de fer</w:t>
      </w:r>
      <w:r w:rsidR="00E8465A">
        <w:t xml:space="preserve">, </w:t>
      </w:r>
      <w:r w:rsidRPr="007818BD">
        <w:t>l</w:t>
      </w:r>
      <w:r w:rsidRPr="007818BD">
        <w:rPr>
          <w:i/>
          <w:iCs/>
        </w:rPr>
        <w:t>a Marseillaise</w:t>
      </w:r>
      <w:r w:rsidR="00E8465A">
        <w:t xml:space="preserve">. </w:t>
      </w:r>
      <w:r w:rsidRPr="007818BD">
        <w:t>Une foule</w:t>
      </w:r>
      <w:r w:rsidR="00E8465A">
        <w:t xml:space="preserve">, </w:t>
      </w:r>
      <w:r w:rsidRPr="007818BD">
        <w:t>tout un peuple</w:t>
      </w:r>
      <w:r w:rsidR="00E8465A">
        <w:t xml:space="preserve">, </w:t>
      </w:r>
      <w:r w:rsidRPr="007818BD">
        <w:t>était debout</w:t>
      </w:r>
      <w:r w:rsidR="00E8465A">
        <w:t xml:space="preserve">, </w:t>
      </w:r>
      <w:r w:rsidRPr="007818BD">
        <w:t>avec des drapeaux</w:t>
      </w:r>
      <w:r w:rsidR="00E8465A">
        <w:t xml:space="preserve">, </w:t>
      </w:r>
      <w:r w:rsidRPr="007818BD">
        <w:t>des armes</w:t>
      </w:r>
      <w:r w:rsidR="00E8465A">
        <w:t xml:space="preserve">, </w:t>
      </w:r>
      <w:r w:rsidRPr="007818BD">
        <w:t>de l</w:t>
      </w:r>
      <w:r w:rsidR="00E8465A">
        <w:t>’</w:t>
      </w:r>
      <w:r w:rsidRPr="007818BD">
        <w:t>enthousiasme</w:t>
      </w:r>
      <w:r w:rsidR="00E8465A">
        <w:t xml:space="preserve">, </w:t>
      </w:r>
      <w:r w:rsidRPr="007818BD">
        <w:t>des chants</w:t>
      </w:r>
      <w:r w:rsidR="00E8465A">
        <w:t xml:space="preserve">. </w:t>
      </w:r>
      <w:r w:rsidRPr="007818BD">
        <w:t>Comment deviner que ce mouv</w:t>
      </w:r>
      <w:r w:rsidRPr="007818BD">
        <w:t>e</w:t>
      </w:r>
      <w:r w:rsidRPr="007818BD">
        <w:t>ment belliqueux était un mouvement non de guerre</w:t>
      </w:r>
      <w:r w:rsidR="00E8465A">
        <w:t xml:space="preserve">, </w:t>
      </w:r>
      <w:r w:rsidRPr="007818BD">
        <w:t>mais de massacre</w:t>
      </w:r>
      <w:r w:rsidR="00E8465A">
        <w:t xml:space="preserve"> ? </w:t>
      </w:r>
      <w:r w:rsidRPr="007818BD">
        <w:t>des Français contre des Français</w:t>
      </w:r>
      <w:r w:rsidR="00E8465A">
        <w:t xml:space="preserve">. </w:t>
      </w:r>
      <w:r w:rsidRPr="007818BD">
        <w:t>Car il y a deux pa</w:t>
      </w:r>
      <w:r w:rsidRPr="007818BD">
        <w:t>r</w:t>
      </w:r>
      <w:r w:rsidRPr="007818BD">
        <w:t>tis à Marseille</w:t>
      </w:r>
      <w:r w:rsidR="00E8465A">
        <w:t xml:space="preserve">, </w:t>
      </w:r>
      <w:r w:rsidRPr="007818BD">
        <w:t>et l</w:t>
      </w:r>
      <w:r w:rsidR="00E8465A">
        <w:t>’</w:t>
      </w:r>
      <w:r w:rsidRPr="007818BD">
        <w:t>occupation ne manque pas à Jourdan Co</w:t>
      </w:r>
      <w:r w:rsidRPr="007818BD">
        <w:t>u</w:t>
      </w:r>
      <w:r w:rsidRPr="007818BD">
        <w:t>pe-Tête</w:t>
      </w:r>
      <w:r w:rsidR="00E8465A">
        <w:t xml:space="preserve">. </w:t>
      </w:r>
      <w:r w:rsidRPr="007818BD">
        <w:t>L</w:t>
      </w:r>
      <w:r w:rsidR="00E8465A">
        <w:t>’</w:t>
      </w:r>
      <w:r w:rsidRPr="007818BD">
        <w:t>Anglais</w:t>
      </w:r>
      <w:r w:rsidR="00E8465A">
        <w:t xml:space="preserve">, </w:t>
      </w:r>
      <w:r w:rsidRPr="007818BD">
        <w:t>qui venait d</w:t>
      </w:r>
      <w:r w:rsidR="00E8465A">
        <w:t>’</w:t>
      </w:r>
      <w:r w:rsidRPr="007818BD">
        <w:t>arriver</w:t>
      </w:r>
      <w:r w:rsidR="00E8465A">
        <w:t xml:space="preserve">, </w:t>
      </w:r>
      <w:r w:rsidRPr="007818BD">
        <w:t>et qui était étranger à toute faction</w:t>
      </w:r>
      <w:r w:rsidR="00E8465A">
        <w:t xml:space="preserve">, </w:t>
      </w:r>
      <w:r w:rsidRPr="007818BD">
        <w:t>ne soupçonnait rien de tout ceci</w:t>
      </w:r>
      <w:r w:rsidR="00E8465A">
        <w:t xml:space="preserve">. </w:t>
      </w:r>
      <w:r w:rsidRPr="007818BD">
        <w:t>Il ne comprit que les chants</w:t>
      </w:r>
      <w:r w:rsidR="00E8465A">
        <w:t xml:space="preserve">, </w:t>
      </w:r>
      <w:r w:rsidRPr="007818BD">
        <w:t>les armes</w:t>
      </w:r>
      <w:r w:rsidR="00E8465A">
        <w:t xml:space="preserve">, </w:t>
      </w:r>
      <w:r w:rsidRPr="007818BD">
        <w:t>les drapeaux qui déroulaient au soleil ce gl</w:t>
      </w:r>
      <w:r w:rsidRPr="007818BD">
        <w:t>o</w:t>
      </w:r>
      <w:r w:rsidRPr="007818BD">
        <w:t>rieux mensonge</w:t>
      </w:r>
      <w:r w:rsidR="00E8465A">
        <w:t xml:space="preserve"> : </w:t>
      </w:r>
      <w:r w:rsidRPr="007818BD">
        <w:rPr>
          <w:i/>
          <w:iCs/>
        </w:rPr>
        <w:t>Peuple Français</w:t>
      </w:r>
      <w:r w:rsidR="00E8465A">
        <w:rPr>
          <w:i/>
          <w:iCs/>
        </w:rPr>
        <w:t xml:space="preserve">, </w:t>
      </w:r>
      <w:r w:rsidRPr="007818BD">
        <w:rPr>
          <w:i/>
          <w:iCs/>
        </w:rPr>
        <w:t>debout contre les t</w:t>
      </w:r>
      <w:r w:rsidRPr="007818BD">
        <w:rPr>
          <w:i/>
          <w:iCs/>
        </w:rPr>
        <w:t>y</w:t>
      </w:r>
      <w:r w:rsidRPr="007818BD">
        <w:rPr>
          <w:i/>
          <w:iCs/>
        </w:rPr>
        <w:t>rans</w:t>
      </w:r>
      <w:r w:rsidR="00E8465A">
        <w:t> !…</w:t>
      </w:r>
    </w:p>
    <w:p w14:paraId="6673A7AE" w14:textId="77777777" w:rsidR="00E8465A" w:rsidRDefault="00E0544E" w:rsidP="00E0544E">
      <w:r w:rsidRPr="007818BD">
        <w:t>Le front sombre du malheureux voyageur s</w:t>
      </w:r>
      <w:r w:rsidR="00E8465A">
        <w:t>’</w:t>
      </w:r>
      <w:r w:rsidRPr="007818BD">
        <w:t>anima</w:t>
      </w:r>
      <w:r w:rsidR="00E8465A">
        <w:t xml:space="preserve"> : </w:t>
      </w:r>
      <w:r w:rsidRPr="007818BD">
        <w:t>il r</w:t>
      </w:r>
      <w:r w:rsidRPr="007818BD">
        <w:t>e</w:t>
      </w:r>
      <w:r w:rsidRPr="007818BD">
        <w:t>garda de la fenêtre la foule qui défilait dans la rue sous son or</w:t>
      </w:r>
      <w:r w:rsidRPr="007818BD">
        <w:t>i</w:t>
      </w:r>
      <w:r w:rsidRPr="007818BD">
        <w:t>flamme ondoyante</w:t>
      </w:r>
      <w:r w:rsidR="00E8465A">
        <w:t xml:space="preserve">. </w:t>
      </w:r>
      <w:r w:rsidRPr="007818BD">
        <w:t>Elle poussa un cri en reconnaissant le p</w:t>
      </w:r>
      <w:r w:rsidRPr="007818BD">
        <w:t>a</w:t>
      </w:r>
      <w:r w:rsidRPr="007818BD">
        <w:t>triote Nicot</w:t>
      </w:r>
      <w:r w:rsidR="00E8465A">
        <w:t xml:space="preserve">, </w:t>
      </w:r>
      <w:r w:rsidRPr="007818BD">
        <w:t>l</w:t>
      </w:r>
      <w:r w:rsidR="00E8465A">
        <w:t>’</w:t>
      </w:r>
      <w:r w:rsidRPr="007818BD">
        <w:t>ami de la liberté</w:t>
      </w:r>
      <w:r w:rsidR="00E8465A">
        <w:t xml:space="preserve">, </w:t>
      </w:r>
      <w:r w:rsidRPr="007818BD">
        <w:t>debout à la fenêtre</w:t>
      </w:r>
      <w:r w:rsidR="00E8465A">
        <w:t xml:space="preserve">, </w:t>
      </w:r>
      <w:r w:rsidRPr="007818BD">
        <w:t>en comp</w:t>
      </w:r>
      <w:r w:rsidRPr="007818BD">
        <w:t>a</w:t>
      </w:r>
      <w:r w:rsidRPr="007818BD">
        <w:t>gnie de l</w:t>
      </w:r>
      <w:r w:rsidR="00E8465A">
        <w:t>’</w:t>
      </w:r>
      <w:r w:rsidRPr="007818BD">
        <w:t>étranger et de l</w:t>
      </w:r>
      <w:r w:rsidR="00E8465A">
        <w:t>’</w:t>
      </w:r>
      <w:r w:rsidRPr="007818BD">
        <w:t>impitoyable Hébert</w:t>
      </w:r>
      <w:r w:rsidR="00E8465A">
        <w:t>.</w:t>
      </w:r>
    </w:p>
    <w:p w14:paraId="5C84A137" w14:textId="4CBF6ADE" w:rsidR="00E0544E" w:rsidRPr="007818BD" w:rsidRDefault="00E8465A" w:rsidP="00E0544E">
      <w:r>
        <w:t>« </w:t>
      </w:r>
      <w:r w:rsidR="00E0544E" w:rsidRPr="007818BD">
        <w:t>Encore un cri</w:t>
      </w:r>
      <w:r>
        <w:t xml:space="preserve">, </w:t>
      </w:r>
      <w:r w:rsidR="00E0544E" w:rsidRPr="007818BD">
        <w:t>s</w:t>
      </w:r>
      <w:r>
        <w:t>’</w:t>
      </w:r>
      <w:r w:rsidR="00E0544E" w:rsidRPr="007818BD">
        <w:t>écria le peintre</w:t>
      </w:r>
      <w:r>
        <w:t xml:space="preserve">, </w:t>
      </w:r>
      <w:r w:rsidR="00E0544E" w:rsidRPr="007818BD">
        <w:t>en l</w:t>
      </w:r>
      <w:r>
        <w:t>’</w:t>
      </w:r>
      <w:r w:rsidR="00E0544E" w:rsidRPr="007818BD">
        <w:t>honneur du brave Anglais qui abjure ses Pitt et ses Cobourg pour devenir citoyen de la France et de la liberté</w:t>
      </w:r>
      <w:r>
        <w:t> ! »</w:t>
      </w:r>
    </w:p>
    <w:p w14:paraId="2CC48D86" w14:textId="77777777" w:rsidR="00E8465A" w:rsidRDefault="00E0544E" w:rsidP="00E0544E">
      <w:r w:rsidRPr="007818BD">
        <w:lastRenderedPageBreak/>
        <w:t>Mille voix s</w:t>
      </w:r>
      <w:r w:rsidR="00E8465A">
        <w:t>’</w:t>
      </w:r>
      <w:r w:rsidRPr="007818BD">
        <w:t>élevèrent à la fois</w:t>
      </w:r>
      <w:r w:rsidR="00E8465A">
        <w:t xml:space="preserve"> ; </w:t>
      </w:r>
      <w:r w:rsidRPr="007818BD">
        <w:t>et l</w:t>
      </w:r>
      <w:r w:rsidR="00E8465A">
        <w:t>’</w:t>
      </w:r>
      <w:r w:rsidRPr="007818BD">
        <w:t>hymne des Marseillais recommença avec une sombre majesté</w:t>
      </w:r>
      <w:r w:rsidR="00E8465A">
        <w:t>.</w:t>
      </w:r>
    </w:p>
    <w:p w14:paraId="4CC0430B" w14:textId="77777777" w:rsidR="00E8465A" w:rsidRDefault="00E8465A" w:rsidP="00E0544E">
      <w:r>
        <w:t>« </w:t>
      </w:r>
      <w:r w:rsidR="00E0544E" w:rsidRPr="007818BD">
        <w:t>C</w:t>
      </w:r>
      <w:r>
        <w:t>’</w:t>
      </w:r>
      <w:r w:rsidR="00E0544E" w:rsidRPr="007818BD">
        <w:t>est peut-être au milieu de ces hautes espérances et de ce brave peuple que le fantôme doit s</w:t>
      </w:r>
      <w:r>
        <w:t>’</w:t>
      </w:r>
      <w:r w:rsidR="00E0544E" w:rsidRPr="007818BD">
        <w:t>évanouir à jamais</w:t>
      </w:r>
      <w:r>
        <w:t xml:space="preserve">, </w:t>
      </w:r>
      <w:r w:rsidR="00E0544E" w:rsidRPr="007818BD">
        <w:t>et le remède se révéler</w:t>
      </w:r>
      <w:r>
        <w:t xml:space="preserve">, </w:t>
      </w:r>
      <w:r w:rsidR="00E0544E" w:rsidRPr="007818BD">
        <w:t xml:space="preserve">murmura </w:t>
      </w:r>
      <w:proofErr w:type="spellStart"/>
      <w:r w:rsidR="00E0544E" w:rsidRPr="007818BD">
        <w:t>Glyndon</w:t>
      </w:r>
      <w:proofErr w:type="spellEnd"/>
      <w:r>
        <w:t xml:space="preserve"> ; </w:t>
      </w:r>
      <w:r w:rsidR="00E0544E" w:rsidRPr="007818BD">
        <w:t>et il crut sentir l</w:t>
      </w:r>
      <w:r>
        <w:t>’</w:t>
      </w:r>
      <w:r w:rsidR="00E0544E" w:rsidRPr="007818BD">
        <w:t>élixir étincelant circuler dans ses veines</w:t>
      </w:r>
      <w:r>
        <w:t>.</w:t>
      </w:r>
    </w:p>
    <w:p w14:paraId="4788A37C" w14:textId="77777777" w:rsidR="00E8465A" w:rsidRDefault="00E8465A" w:rsidP="00E0544E">
      <w:r>
        <w:t>— </w:t>
      </w:r>
      <w:r w:rsidR="00E0544E" w:rsidRPr="007818BD">
        <w:t xml:space="preserve">Tu seras de la Convention avec Paine et </w:t>
      </w:r>
      <w:proofErr w:type="spellStart"/>
      <w:r w:rsidR="00E0544E" w:rsidRPr="007818BD">
        <w:t>Clootz</w:t>
      </w:r>
      <w:proofErr w:type="spellEnd"/>
      <w:r>
        <w:t xml:space="preserve">. </w:t>
      </w:r>
      <w:r w:rsidR="00E0544E" w:rsidRPr="007818BD">
        <w:t>J</w:t>
      </w:r>
      <w:r>
        <w:t>’</w:t>
      </w:r>
      <w:r w:rsidR="00E0544E" w:rsidRPr="007818BD">
        <w:t>arrangerai tout</w:t>
      </w:r>
      <w:r>
        <w:t xml:space="preserve"> ! </w:t>
      </w:r>
      <w:r w:rsidR="00E0544E" w:rsidRPr="007818BD">
        <w:t>s</w:t>
      </w:r>
      <w:r>
        <w:t>’</w:t>
      </w:r>
      <w:r w:rsidR="00E0544E" w:rsidRPr="007818BD">
        <w:t>écria Nicot en lui frappant sur l</w:t>
      </w:r>
      <w:r>
        <w:t>’</w:t>
      </w:r>
      <w:r w:rsidR="00E0544E" w:rsidRPr="007818BD">
        <w:t>épaule</w:t>
      </w:r>
      <w:r>
        <w:t xml:space="preserve">. </w:t>
      </w:r>
      <w:r w:rsidR="00E0544E" w:rsidRPr="007818BD">
        <w:t>Et Paris</w:t>
      </w:r>
      <w:r>
        <w:t>…</w:t>
      </w:r>
    </w:p>
    <w:p w14:paraId="45DD9A89" w14:textId="77777777" w:rsidR="00E8465A" w:rsidRDefault="00E8465A" w:rsidP="00E0544E">
      <w:r>
        <w:t>— </w:t>
      </w:r>
      <w:r w:rsidR="00E0544E" w:rsidRPr="007818BD">
        <w:t>Ah</w:t>
      </w:r>
      <w:r>
        <w:t xml:space="preserve"> ! </w:t>
      </w:r>
      <w:r w:rsidR="00E0544E" w:rsidRPr="007818BD">
        <w:t>si je pouvais seulement voir Paris</w:t>
      </w:r>
      <w:r>
        <w:t> ! »</w:t>
      </w:r>
      <w:r w:rsidR="00E0544E" w:rsidRPr="007818BD">
        <w:t xml:space="preserve"> s</w:t>
      </w:r>
      <w:r>
        <w:t>’</w:t>
      </w:r>
      <w:r w:rsidR="00E0544E" w:rsidRPr="007818BD">
        <w:t xml:space="preserve">écria </w:t>
      </w:r>
      <w:proofErr w:type="spellStart"/>
      <w:r w:rsidR="00E0544E" w:rsidRPr="007818BD">
        <w:t>Fillide</w:t>
      </w:r>
      <w:proofErr w:type="spellEnd"/>
      <w:r w:rsidR="00E0544E" w:rsidRPr="007818BD">
        <w:t xml:space="preserve"> d</w:t>
      </w:r>
      <w:r>
        <w:t>’</w:t>
      </w:r>
      <w:r w:rsidR="00E0544E" w:rsidRPr="007818BD">
        <w:t>une voix joyeuse</w:t>
      </w:r>
      <w:r>
        <w:t xml:space="preserve">. </w:t>
      </w:r>
      <w:r w:rsidR="00E0544E" w:rsidRPr="007818BD">
        <w:t>Joyeuse</w:t>
      </w:r>
      <w:r>
        <w:t xml:space="preserve"> ! </w:t>
      </w:r>
      <w:r w:rsidR="00E0544E" w:rsidRPr="007818BD">
        <w:t>je crois bien</w:t>
      </w:r>
      <w:r>
        <w:t xml:space="preserve">. </w:t>
      </w:r>
      <w:r w:rsidR="00E0544E" w:rsidRPr="007818BD">
        <w:t>La ville</w:t>
      </w:r>
      <w:r>
        <w:t xml:space="preserve">, </w:t>
      </w:r>
      <w:r w:rsidR="00E0544E" w:rsidRPr="007818BD">
        <w:t>l</w:t>
      </w:r>
      <w:r>
        <w:t>’</w:t>
      </w:r>
      <w:r w:rsidR="00E0544E" w:rsidRPr="007818BD">
        <w:t>air</w:t>
      </w:r>
      <w:r>
        <w:t xml:space="preserve">, </w:t>
      </w:r>
      <w:r w:rsidR="00E0544E" w:rsidRPr="007818BD">
        <w:t>la vue</w:t>
      </w:r>
      <w:r>
        <w:t xml:space="preserve">, </w:t>
      </w:r>
      <w:r w:rsidR="00E0544E" w:rsidRPr="007818BD">
        <w:t>tout</w:t>
      </w:r>
      <w:r>
        <w:t xml:space="preserve">, </w:t>
      </w:r>
      <w:r w:rsidR="00E0544E" w:rsidRPr="007818BD">
        <w:t>sauf de temps en temps le cri étouffé de l</w:t>
      </w:r>
      <w:r>
        <w:t>’</w:t>
      </w:r>
      <w:r w:rsidR="00E0544E" w:rsidRPr="007818BD">
        <w:t>agonie et le râle du meurtre</w:t>
      </w:r>
      <w:r>
        <w:t xml:space="preserve">, </w:t>
      </w:r>
      <w:r w:rsidR="00E0544E" w:rsidRPr="007818BD">
        <w:t>tout était joie</w:t>
      </w:r>
      <w:r>
        <w:t xml:space="preserve">. </w:t>
      </w:r>
      <w:r w:rsidR="00E0544E" w:rsidRPr="007818BD">
        <w:t>Dors tranquillement dans ta tombe</w:t>
      </w:r>
      <w:r>
        <w:t xml:space="preserve">, </w:t>
      </w:r>
      <w:r w:rsidR="00E0544E" w:rsidRPr="007818BD">
        <w:t>Adela</w:t>
      </w:r>
      <w:r>
        <w:t xml:space="preserve"> ! </w:t>
      </w:r>
      <w:r w:rsidR="00E0544E" w:rsidRPr="007818BD">
        <w:t>et ne te relève pas</w:t>
      </w:r>
      <w:r>
        <w:t xml:space="preserve"> ! </w:t>
      </w:r>
      <w:r w:rsidR="00E0544E" w:rsidRPr="007818BD">
        <w:t>Joie</w:t>
      </w:r>
      <w:r>
        <w:t xml:space="preserve"> ! </w:t>
      </w:r>
      <w:r w:rsidR="00E0544E" w:rsidRPr="007818BD">
        <w:t>joie</w:t>
      </w:r>
      <w:r>
        <w:t xml:space="preserve"> ! </w:t>
      </w:r>
      <w:r w:rsidR="00E0544E" w:rsidRPr="007818BD">
        <w:t>Dans le jubilé de l</w:t>
      </w:r>
      <w:r>
        <w:t>’</w:t>
      </w:r>
      <w:r w:rsidR="00E0544E" w:rsidRPr="007818BD">
        <w:t>humanité toutes les do</w:t>
      </w:r>
      <w:r w:rsidR="00E0544E" w:rsidRPr="007818BD">
        <w:t>u</w:t>
      </w:r>
      <w:r w:rsidR="00E0544E" w:rsidRPr="007818BD">
        <w:t>leurs particulières doivent cesser</w:t>
      </w:r>
      <w:r>
        <w:t xml:space="preserve">. </w:t>
      </w:r>
      <w:r w:rsidR="00E0544E" w:rsidRPr="007818BD">
        <w:t>Vois</w:t>
      </w:r>
      <w:r>
        <w:t xml:space="preserve"> ! </w:t>
      </w:r>
      <w:r w:rsidR="00E0544E" w:rsidRPr="007818BD">
        <w:t>nautonier téméraire</w:t>
      </w:r>
      <w:r>
        <w:t xml:space="preserve"> ! </w:t>
      </w:r>
      <w:r w:rsidR="00E0544E" w:rsidRPr="007818BD">
        <w:t>le vaste tourbillon t</w:t>
      </w:r>
      <w:r>
        <w:t>’</w:t>
      </w:r>
      <w:r w:rsidR="00E0544E" w:rsidRPr="007818BD">
        <w:t>attire dans son cercle fatal</w:t>
      </w:r>
      <w:r>
        <w:t xml:space="preserve"> ! </w:t>
      </w:r>
      <w:r w:rsidR="00E0544E" w:rsidRPr="007818BD">
        <w:t>Là</w:t>
      </w:r>
      <w:r>
        <w:t xml:space="preserve">, </w:t>
      </w:r>
      <w:r w:rsidR="00E0544E" w:rsidRPr="007818BD">
        <w:t>l</w:t>
      </w:r>
      <w:r>
        <w:t>’</w:t>
      </w:r>
      <w:r w:rsidR="00E0544E" w:rsidRPr="007818BD">
        <w:t>individu n</w:t>
      </w:r>
      <w:r>
        <w:t>’</w:t>
      </w:r>
      <w:r w:rsidR="00E0544E" w:rsidRPr="007818BD">
        <w:t>existe plus</w:t>
      </w:r>
      <w:r>
        <w:t xml:space="preserve">. </w:t>
      </w:r>
      <w:r w:rsidR="00E0544E" w:rsidRPr="007818BD">
        <w:t>Tout appartient à la masse</w:t>
      </w:r>
      <w:r>
        <w:t xml:space="preserve">. </w:t>
      </w:r>
      <w:r w:rsidR="00E0544E" w:rsidRPr="007818BD">
        <w:t>Ouvre tes portes</w:t>
      </w:r>
      <w:r>
        <w:t xml:space="preserve">, </w:t>
      </w:r>
      <w:r w:rsidR="00E0544E" w:rsidRPr="007818BD">
        <w:t>brillant Paris</w:t>
      </w:r>
      <w:r>
        <w:t xml:space="preserve">, </w:t>
      </w:r>
      <w:r w:rsidR="00E0544E" w:rsidRPr="007818BD">
        <w:t>devant l</w:t>
      </w:r>
      <w:r>
        <w:t>’</w:t>
      </w:r>
      <w:r w:rsidR="00E0544E" w:rsidRPr="007818BD">
        <w:t>étranger c</w:t>
      </w:r>
      <w:r w:rsidR="00E0544E" w:rsidRPr="007818BD">
        <w:t>i</w:t>
      </w:r>
      <w:r w:rsidR="00E0544E" w:rsidRPr="007818BD">
        <w:t>toyen</w:t>
      </w:r>
      <w:r>
        <w:t xml:space="preserve"> ! </w:t>
      </w:r>
      <w:r w:rsidR="00E0544E" w:rsidRPr="007818BD">
        <w:t>Recevez dans vos rangs</w:t>
      </w:r>
      <w:r>
        <w:t xml:space="preserve">, </w:t>
      </w:r>
      <w:r w:rsidR="00E0544E" w:rsidRPr="007818BD">
        <w:t>doux républicains</w:t>
      </w:r>
      <w:r>
        <w:t xml:space="preserve">, </w:t>
      </w:r>
      <w:r w:rsidR="00E0544E" w:rsidRPr="007818BD">
        <w:t>le nouveau champion de la liberté</w:t>
      </w:r>
      <w:r>
        <w:t xml:space="preserve">, </w:t>
      </w:r>
      <w:r w:rsidR="00E0544E" w:rsidRPr="007818BD">
        <w:t>de la raison</w:t>
      </w:r>
      <w:r>
        <w:t xml:space="preserve">, </w:t>
      </w:r>
      <w:r w:rsidR="00E0544E" w:rsidRPr="007818BD">
        <w:t>de l</w:t>
      </w:r>
      <w:r>
        <w:t>’</w:t>
      </w:r>
      <w:r w:rsidR="00E0544E" w:rsidRPr="007818BD">
        <w:t>humanité</w:t>
      </w:r>
      <w:r>
        <w:t> !</w:t>
      </w:r>
    </w:p>
    <w:p w14:paraId="19E2FF5E" w14:textId="5FF49AA5" w:rsidR="00E0544E" w:rsidRPr="007818BD" w:rsidRDefault="00E8465A" w:rsidP="00E0544E">
      <w:r>
        <w:t>« </w:t>
      </w:r>
      <w:proofErr w:type="spellStart"/>
      <w:r w:rsidR="00E0544E" w:rsidRPr="007818BD">
        <w:t>Mejnour</w:t>
      </w:r>
      <w:proofErr w:type="spellEnd"/>
      <w:r w:rsidR="00E0544E" w:rsidRPr="007818BD">
        <w:t xml:space="preserve"> a raison</w:t>
      </w:r>
      <w:r>
        <w:t xml:space="preserve"> ! </w:t>
      </w:r>
      <w:r w:rsidR="00E0544E" w:rsidRPr="007818BD">
        <w:t>c</w:t>
      </w:r>
      <w:r>
        <w:t>’</w:t>
      </w:r>
      <w:r w:rsidR="00E0544E" w:rsidRPr="007818BD">
        <w:t>était pendant la lutte glorieuse de la vertu</w:t>
      </w:r>
      <w:r>
        <w:t xml:space="preserve">, </w:t>
      </w:r>
      <w:r w:rsidR="00E0544E" w:rsidRPr="007818BD">
        <w:t>du courage</w:t>
      </w:r>
      <w:r>
        <w:t xml:space="preserve">, </w:t>
      </w:r>
      <w:r w:rsidR="00E0544E" w:rsidRPr="007818BD">
        <w:t>pour l</w:t>
      </w:r>
      <w:r>
        <w:t>’</w:t>
      </w:r>
      <w:r w:rsidR="00E0544E" w:rsidRPr="007818BD">
        <w:t>espèce humaine</w:t>
      </w:r>
      <w:r>
        <w:t xml:space="preserve">, </w:t>
      </w:r>
      <w:r w:rsidR="00E0544E" w:rsidRPr="007818BD">
        <w:t>que le spectre devait à jamais rentrer dans les ténèbres d</w:t>
      </w:r>
      <w:r>
        <w:t>’</w:t>
      </w:r>
      <w:r w:rsidR="00E0544E" w:rsidRPr="007818BD">
        <w:t>où il était sorti</w:t>
      </w:r>
      <w:r>
        <w:t>. »</w:t>
      </w:r>
    </w:p>
    <w:p w14:paraId="46EFD29E" w14:textId="77777777" w:rsidR="00E8465A" w:rsidRDefault="00E0544E" w:rsidP="00E0544E">
      <w:r w:rsidRPr="007818BD">
        <w:t>Et la voix de Nicot le loua</w:t>
      </w:r>
      <w:r w:rsidR="00E8465A">
        <w:t xml:space="preserve">, </w:t>
      </w:r>
      <w:r w:rsidRPr="007818BD">
        <w:t>et le maigre Robespierre</w:t>
      </w:r>
      <w:r w:rsidR="00E8465A">
        <w:t xml:space="preserve">, </w:t>
      </w:r>
      <w:r w:rsidRPr="007818BD">
        <w:rPr>
          <w:i/>
          <w:iCs/>
        </w:rPr>
        <w:t>fla</w:t>
      </w:r>
      <w:r w:rsidRPr="007818BD">
        <w:rPr>
          <w:i/>
          <w:iCs/>
        </w:rPr>
        <w:t>m</w:t>
      </w:r>
      <w:r w:rsidRPr="007818BD">
        <w:rPr>
          <w:i/>
          <w:iCs/>
        </w:rPr>
        <w:t>beau</w:t>
      </w:r>
      <w:r w:rsidR="00E8465A">
        <w:rPr>
          <w:i/>
          <w:iCs/>
        </w:rPr>
        <w:t xml:space="preserve">, </w:t>
      </w:r>
      <w:r w:rsidRPr="007818BD">
        <w:rPr>
          <w:i/>
          <w:iCs/>
        </w:rPr>
        <w:t>colonne</w:t>
      </w:r>
      <w:r w:rsidR="00E8465A">
        <w:rPr>
          <w:i/>
          <w:iCs/>
        </w:rPr>
        <w:t xml:space="preserve">, </w:t>
      </w:r>
      <w:r w:rsidRPr="007818BD">
        <w:rPr>
          <w:i/>
          <w:iCs/>
        </w:rPr>
        <w:t>pierre angulaire de l</w:t>
      </w:r>
      <w:r w:rsidR="00E8465A">
        <w:rPr>
          <w:i/>
          <w:iCs/>
        </w:rPr>
        <w:t>’</w:t>
      </w:r>
      <w:r w:rsidRPr="007818BD">
        <w:rPr>
          <w:i/>
          <w:iCs/>
        </w:rPr>
        <w:t>édifice de la République</w:t>
      </w:r>
      <w:r w:rsidR="00E8465A">
        <w:t xml:space="preserve">, </w:t>
      </w:r>
      <w:r w:rsidRPr="007818BD">
        <w:t>lui sourit avec ses yeux injectés de sang</w:t>
      </w:r>
      <w:r w:rsidR="00E8465A">
        <w:t xml:space="preserve"> ; </w:t>
      </w:r>
      <w:r>
        <w:t xml:space="preserve">et </w:t>
      </w:r>
      <w:proofErr w:type="spellStart"/>
      <w:r>
        <w:t>Fil</w:t>
      </w:r>
      <w:r w:rsidRPr="007818BD">
        <w:t>lide</w:t>
      </w:r>
      <w:proofErr w:type="spellEnd"/>
      <w:r w:rsidRPr="007818BD">
        <w:t xml:space="preserve"> le pressa contre son cœur avec une étreinte passionnée</w:t>
      </w:r>
      <w:r w:rsidR="00E8465A">
        <w:t xml:space="preserve">. </w:t>
      </w:r>
      <w:r w:rsidRPr="007818BD">
        <w:t>Et à son lever</w:t>
      </w:r>
      <w:r w:rsidR="00E8465A">
        <w:t xml:space="preserve">, </w:t>
      </w:r>
      <w:r w:rsidRPr="007818BD">
        <w:t>et à son coucher</w:t>
      </w:r>
      <w:r w:rsidR="00E8465A">
        <w:t xml:space="preserve">, </w:t>
      </w:r>
      <w:r w:rsidRPr="007818BD">
        <w:t>à table</w:t>
      </w:r>
      <w:r w:rsidR="00E8465A">
        <w:t xml:space="preserve">, </w:t>
      </w:r>
      <w:r w:rsidRPr="007818BD">
        <w:t>au lit</w:t>
      </w:r>
      <w:r w:rsidR="00E8465A">
        <w:t xml:space="preserve">, </w:t>
      </w:r>
      <w:r w:rsidRPr="007818BD">
        <w:t>partout</w:t>
      </w:r>
      <w:r w:rsidR="00E8465A">
        <w:t xml:space="preserve">, </w:t>
      </w:r>
      <w:r w:rsidRPr="007818BD">
        <w:t>quoiqu</w:t>
      </w:r>
      <w:r w:rsidR="00E8465A">
        <w:t>’</w:t>
      </w:r>
      <w:r w:rsidRPr="007818BD">
        <w:t>il ne le vît point</w:t>
      </w:r>
      <w:r w:rsidR="00E8465A">
        <w:t xml:space="preserve">, </w:t>
      </w:r>
      <w:r w:rsidRPr="007818BD">
        <w:t>le Fa</w:t>
      </w:r>
      <w:r w:rsidRPr="007818BD">
        <w:t>n</w:t>
      </w:r>
      <w:r w:rsidRPr="007818BD">
        <w:t>tôme sans nom le guidait</w:t>
      </w:r>
      <w:r w:rsidR="00E8465A">
        <w:t xml:space="preserve">, </w:t>
      </w:r>
      <w:r w:rsidRPr="007818BD">
        <w:t>de son regard</w:t>
      </w:r>
      <w:r w:rsidR="00E8465A">
        <w:t xml:space="preserve">, </w:t>
      </w:r>
      <w:r w:rsidRPr="007818BD">
        <w:t>infernal</w:t>
      </w:r>
      <w:r w:rsidR="00E8465A">
        <w:t xml:space="preserve">, </w:t>
      </w:r>
      <w:r w:rsidRPr="007818BD">
        <w:t>vers cette mer dont les flots étaient du sang</w:t>
      </w:r>
      <w:r w:rsidR="00E8465A">
        <w:t>.</w:t>
      </w:r>
    </w:p>
    <w:p w14:paraId="3FD2EF54" w14:textId="17DBAC38" w:rsidR="00E8465A" w:rsidRDefault="000200A6" w:rsidP="000200A6">
      <w:pPr>
        <w:pStyle w:val="Titre1"/>
        <w:rPr>
          <w:sz w:val="60"/>
          <w:szCs w:val="60"/>
        </w:rPr>
      </w:pPr>
      <w:r>
        <w:rPr>
          <w:sz w:val="60"/>
          <w:szCs w:val="60"/>
        </w:rPr>
        <w:lastRenderedPageBreak/>
        <w:br/>
      </w:r>
      <w:r>
        <w:rPr>
          <w:sz w:val="60"/>
          <w:szCs w:val="60"/>
        </w:rPr>
        <w:br/>
      </w:r>
      <w:r>
        <w:rPr>
          <w:sz w:val="60"/>
          <w:szCs w:val="60"/>
        </w:rPr>
        <w:br/>
      </w:r>
      <w:bookmarkStart w:id="60" w:name="_Toc199963109"/>
      <w:r w:rsidR="00E0544E" w:rsidRPr="00EA53BB">
        <w:rPr>
          <w:sz w:val="60"/>
          <w:szCs w:val="60"/>
        </w:rPr>
        <w:t>LIVRE</w:t>
      </w:r>
      <w:r w:rsidR="00E8465A">
        <w:rPr>
          <w:sz w:val="60"/>
          <w:szCs w:val="60"/>
        </w:rPr>
        <w:t xml:space="preserve"> </w:t>
      </w:r>
      <w:r w:rsidR="00E0544E" w:rsidRPr="00EA53BB">
        <w:rPr>
          <w:sz w:val="60"/>
          <w:szCs w:val="60"/>
        </w:rPr>
        <w:t>VI</w:t>
      </w:r>
      <w:r w:rsidR="00E8465A">
        <w:rPr>
          <w:sz w:val="60"/>
          <w:szCs w:val="60"/>
        </w:rPr>
        <w:t>.</w:t>
      </w:r>
      <w:r w:rsidR="00E8465A">
        <w:rPr>
          <w:sz w:val="60"/>
          <w:szCs w:val="60"/>
        </w:rPr>
        <w:br/>
      </w:r>
      <w:r w:rsidR="00E0544E" w:rsidRPr="00EA53BB">
        <w:rPr>
          <w:sz w:val="60"/>
          <w:szCs w:val="60"/>
        </w:rPr>
        <w:br/>
        <w:t>LA SUPERSTITION ABANDONNE LA FOI</w:t>
      </w:r>
      <w:r w:rsidR="00E8465A">
        <w:rPr>
          <w:sz w:val="60"/>
          <w:szCs w:val="60"/>
        </w:rPr>
        <w:t>.</w:t>
      </w:r>
      <w:bookmarkEnd w:id="60"/>
    </w:p>
    <w:p w14:paraId="69CEF1B3" w14:textId="77777777" w:rsidR="00E8465A" w:rsidRDefault="00E0544E" w:rsidP="00E8465A">
      <w:pPr>
        <w:pStyle w:val="Titre2"/>
        <w:pageBreakBefore/>
      </w:pPr>
      <w:bookmarkStart w:id="61" w:name="_Toc199963110"/>
      <w:r w:rsidRPr="007818BD">
        <w:lastRenderedPageBreak/>
        <w:t>CHAPITRE PREMIER</w:t>
      </w:r>
      <w:r w:rsidR="00E8465A">
        <w:t>.</w:t>
      </w:r>
      <w:bookmarkEnd w:id="61"/>
    </w:p>
    <w:p w14:paraId="475F831F" w14:textId="77777777" w:rsidR="00E8465A" w:rsidRDefault="00E0544E" w:rsidP="00E0544E">
      <w:pPr>
        <w:pStyle w:val="NormalRetraitGauche4XIndent0"/>
        <w:spacing w:before="0" w:after="0"/>
        <w:rPr>
          <w:rStyle w:val="Taille-1Caracteres"/>
        </w:rPr>
      </w:pPr>
      <w:r w:rsidRPr="007818BD">
        <w:rPr>
          <w:rStyle w:val="Taille-1Caracteres"/>
        </w:rPr>
        <w:t>Voilà pourquoi on représentait les Génies avec un vase plein de guirlandes et de fleurs dans une main</w:t>
      </w:r>
      <w:r w:rsidR="00E8465A">
        <w:rPr>
          <w:rStyle w:val="Taille-1Caracteres"/>
        </w:rPr>
        <w:t xml:space="preserve">, </w:t>
      </w:r>
      <w:r w:rsidRPr="007818BD">
        <w:rPr>
          <w:rStyle w:val="Taille-1Caracteres"/>
        </w:rPr>
        <w:t>et un fouet dans l</w:t>
      </w:r>
      <w:r w:rsidR="00E8465A">
        <w:rPr>
          <w:rStyle w:val="Taille-1Caracteres"/>
        </w:rPr>
        <w:t>’</w:t>
      </w:r>
      <w:r w:rsidRPr="007818BD">
        <w:rPr>
          <w:rStyle w:val="Taille-1Caracteres"/>
        </w:rPr>
        <w:t>autre</w:t>
      </w:r>
      <w:r w:rsidR="00E8465A">
        <w:rPr>
          <w:rStyle w:val="Taille-1Caracteres"/>
        </w:rPr>
        <w:t>.</w:t>
      </w:r>
    </w:p>
    <w:p w14:paraId="4AC7991A" w14:textId="31BD5480" w:rsidR="00E8465A" w:rsidRDefault="00E8465A" w:rsidP="00E0544E">
      <w:pPr>
        <w:jc w:val="right"/>
        <w:rPr>
          <w:rStyle w:val="Taille-1Caracteres"/>
        </w:rPr>
      </w:pPr>
      <w:r>
        <w:rPr>
          <w:rStyle w:val="Taille-1Caracteres"/>
        </w:rPr>
        <w:t>(</w:t>
      </w:r>
      <w:r w:rsidR="00E0544E" w:rsidRPr="007818BD">
        <w:rPr>
          <w:rStyle w:val="Taille-1Caracteres"/>
        </w:rPr>
        <w:t>ALEX</w:t>
      </w:r>
      <w:r>
        <w:rPr>
          <w:rStyle w:val="Taille-1Caracteres"/>
        </w:rPr>
        <w:t xml:space="preserve">. </w:t>
      </w:r>
      <w:r w:rsidR="00E0544E" w:rsidRPr="007818BD">
        <w:rPr>
          <w:rStyle w:val="Taille-1Caracteres"/>
        </w:rPr>
        <w:t>ROSS</w:t>
      </w:r>
      <w:r>
        <w:rPr>
          <w:rStyle w:val="Taille-1Caracteres"/>
        </w:rPr>
        <w:t xml:space="preserve">, </w:t>
      </w:r>
      <w:proofErr w:type="spellStart"/>
      <w:r w:rsidR="00E0544E" w:rsidRPr="007818BD">
        <w:rPr>
          <w:rStyle w:val="Taille-1Caracteres"/>
          <w:i/>
        </w:rPr>
        <w:t>My</w:t>
      </w:r>
      <w:r w:rsidR="00E0544E" w:rsidRPr="007818BD">
        <w:rPr>
          <w:rStyle w:val="Taille-1Caracteres"/>
          <w:i/>
        </w:rPr>
        <w:t>s</w:t>
      </w:r>
      <w:r w:rsidR="00E0544E" w:rsidRPr="007818BD">
        <w:rPr>
          <w:rStyle w:val="Taille-1Caracteres"/>
          <w:i/>
        </w:rPr>
        <w:t>tag</w:t>
      </w:r>
      <w:proofErr w:type="spellEnd"/>
      <w:r>
        <w:rPr>
          <w:rStyle w:val="Taille-1Caracteres"/>
          <w:i/>
        </w:rPr>
        <w:t xml:space="preserve">. </w:t>
      </w:r>
      <w:proofErr w:type="spellStart"/>
      <w:r w:rsidR="00E0544E" w:rsidRPr="007818BD">
        <w:rPr>
          <w:rStyle w:val="Taille-1Caracteres"/>
          <w:i/>
        </w:rPr>
        <w:t>poét</w:t>
      </w:r>
      <w:proofErr w:type="spellEnd"/>
      <w:r>
        <w:rPr>
          <w:rStyle w:val="Taille-1Caracteres"/>
        </w:rPr>
        <w:t>.)</w:t>
      </w:r>
    </w:p>
    <w:p w14:paraId="26EB3DEB" w14:textId="77777777" w:rsidR="00E8465A" w:rsidRDefault="00E0544E" w:rsidP="00E0544E">
      <w:proofErr w:type="spellStart"/>
      <w:r w:rsidRPr="007818BD">
        <w:t>Zanoni</w:t>
      </w:r>
      <w:proofErr w:type="spellEnd"/>
      <w:r w:rsidRPr="007818BD">
        <w:t xml:space="preserve"> et Viola avaient quitté</w:t>
      </w:r>
      <w:r w:rsidR="00E8465A">
        <w:t xml:space="preserve">, </w:t>
      </w:r>
      <w:r w:rsidRPr="007818BD">
        <w:t>quelque temps après l</w:t>
      </w:r>
      <w:r w:rsidR="00E8465A">
        <w:t>’</w:t>
      </w:r>
      <w:r w:rsidRPr="007818BD">
        <w:t xml:space="preserve">arrivée de </w:t>
      </w:r>
      <w:proofErr w:type="spellStart"/>
      <w:r w:rsidRPr="007818BD">
        <w:t>Glyndon</w:t>
      </w:r>
      <w:proofErr w:type="spellEnd"/>
      <w:r w:rsidRPr="007818BD">
        <w:t xml:space="preserve"> à Marseille</w:t>
      </w:r>
      <w:r w:rsidR="00E8465A">
        <w:t xml:space="preserve">, </w:t>
      </w:r>
      <w:r w:rsidRPr="007818BD">
        <w:t>l</w:t>
      </w:r>
      <w:r w:rsidR="00E8465A">
        <w:t>’</w:t>
      </w:r>
      <w:r w:rsidRPr="007818BD">
        <w:t>île grecque où ils paraissent avoir passé deux années de bonheur</w:t>
      </w:r>
      <w:r w:rsidR="00E8465A">
        <w:t xml:space="preserve">. </w:t>
      </w:r>
      <w:r w:rsidRPr="007818BD">
        <w:t>Ce devait être dans le co</w:t>
      </w:r>
      <w:r w:rsidRPr="007818BD">
        <w:t>u</w:t>
      </w:r>
      <w:r w:rsidRPr="007818BD">
        <w:t>rant de 1791 que Viola s</w:t>
      </w:r>
      <w:r w:rsidR="00E8465A">
        <w:t>’</w:t>
      </w:r>
      <w:r w:rsidRPr="007818BD">
        <w:t xml:space="preserve">enfuit à Naples et que </w:t>
      </w:r>
      <w:proofErr w:type="spellStart"/>
      <w:r w:rsidRPr="007818BD">
        <w:t>Glyndon</w:t>
      </w:r>
      <w:proofErr w:type="spellEnd"/>
      <w:r w:rsidRPr="007818BD">
        <w:t xml:space="preserve"> se rendit auprès de </w:t>
      </w:r>
      <w:proofErr w:type="spellStart"/>
      <w:r w:rsidRPr="007818BD">
        <w:t>Mejnour</w:t>
      </w:r>
      <w:proofErr w:type="spellEnd"/>
      <w:r w:rsidR="00E8465A">
        <w:t xml:space="preserve">, </w:t>
      </w:r>
      <w:r w:rsidRPr="007818BD">
        <w:t>dans le château fatal</w:t>
      </w:r>
      <w:r w:rsidR="00E8465A">
        <w:t xml:space="preserve">. </w:t>
      </w:r>
      <w:r w:rsidRPr="007818BD">
        <w:t>Nous sommes mai</w:t>
      </w:r>
      <w:r w:rsidRPr="007818BD">
        <w:t>n</w:t>
      </w:r>
      <w:r w:rsidRPr="007818BD">
        <w:t>tenant vers la fin de 1793</w:t>
      </w:r>
      <w:r w:rsidR="00E8465A">
        <w:t xml:space="preserve">, </w:t>
      </w:r>
      <w:r w:rsidRPr="007818BD">
        <w:t xml:space="preserve">et nous revenons à </w:t>
      </w:r>
      <w:proofErr w:type="spellStart"/>
      <w:r w:rsidRPr="007818BD">
        <w:t>Zanoni</w:t>
      </w:r>
      <w:proofErr w:type="spellEnd"/>
      <w:r w:rsidR="00E8465A">
        <w:t xml:space="preserve">. </w:t>
      </w:r>
      <w:r w:rsidRPr="007818BD">
        <w:t>Les étoiles de l</w:t>
      </w:r>
      <w:r w:rsidR="00E8465A">
        <w:t>’</w:t>
      </w:r>
      <w:r w:rsidRPr="007818BD">
        <w:t>hiver éclairent les lagunes de Venise</w:t>
      </w:r>
      <w:r w:rsidR="00E8465A">
        <w:t xml:space="preserve">. </w:t>
      </w:r>
      <w:r w:rsidRPr="007818BD">
        <w:t>Le murmure du Rialto a cessé</w:t>
      </w:r>
      <w:r w:rsidR="00E8465A">
        <w:t xml:space="preserve"> ; </w:t>
      </w:r>
      <w:r w:rsidRPr="007818BD">
        <w:t>les derniers promeneurs ont déserté la place Saint-Marc</w:t>
      </w:r>
      <w:r w:rsidR="00E8465A">
        <w:t xml:space="preserve">, </w:t>
      </w:r>
      <w:r w:rsidRPr="007818BD">
        <w:t>et on n</w:t>
      </w:r>
      <w:r w:rsidR="00E8465A">
        <w:t>’</w:t>
      </w:r>
      <w:r w:rsidRPr="007818BD">
        <w:t>entend plus qu</w:t>
      </w:r>
      <w:r w:rsidR="00E8465A">
        <w:t>’</w:t>
      </w:r>
      <w:r w:rsidRPr="007818BD">
        <w:t>à des intervalles éloignés les rames des légères gondoles ramenant au logis l</w:t>
      </w:r>
      <w:r w:rsidR="00E8465A">
        <w:t>’</w:t>
      </w:r>
      <w:r w:rsidRPr="007818BD">
        <w:t>amant ou le convive nocturne</w:t>
      </w:r>
      <w:r w:rsidR="00E8465A">
        <w:t xml:space="preserve">. </w:t>
      </w:r>
      <w:r w:rsidRPr="007818BD">
        <w:t>Mais les lumières vont et viennent enc</w:t>
      </w:r>
      <w:r w:rsidRPr="007818BD">
        <w:t>o</w:t>
      </w:r>
      <w:r w:rsidRPr="007818BD">
        <w:t>re derrière les rideaux d</w:t>
      </w:r>
      <w:r w:rsidR="00E8465A">
        <w:t>’</w:t>
      </w:r>
      <w:r w:rsidRPr="007818BD">
        <w:t>un des palais dont l</w:t>
      </w:r>
      <w:r w:rsidR="00E8465A">
        <w:t>’</w:t>
      </w:r>
      <w:r w:rsidRPr="007818BD">
        <w:t>ombre dort sur le grand canal</w:t>
      </w:r>
      <w:r w:rsidR="00E8465A">
        <w:t xml:space="preserve"> ; </w:t>
      </w:r>
      <w:r w:rsidRPr="007818BD">
        <w:t>et dans ce palais veillent deux Euménides qui</w:t>
      </w:r>
      <w:r w:rsidR="00E8465A">
        <w:t xml:space="preserve">, </w:t>
      </w:r>
      <w:r w:rsidRPr="007818BD">
        <w:t>pour l</w:t>
      </w:r>
      <w:r w:rsidR="00E8465A">
        <w:t>’</w:t>
      </w:r>
      <w:r w:rsidRPr="007818BD">
        <w:t>homme</w:t>
      </w:r>
      <w:r w:rsidR="00E8465A">
        <w:t xml:space="preserve">, </w:t>
      </w:r>
      <w:r w:rsidRPr="007818BD">
        <w:t>ne dorment jamais</w:t>
      </w:r>
      <w:r w:rsidR="00E8465A">
        <w:t xml:space="preserve"> : </w:t>
      </w:r>
      <w:r w:rsidRPr="007818BD">
        <w:t>la crainte et la douleur</w:t>
      </w:r>
      <w:r w:rsidR="00E8465A">
        <w:t>.</w:t>
      </w:r>
    </w:p>
    <w:p w14:paraId="56B3F600" w14:textId="77777777" w:rsidR="00E8465A" w:rsidRDefault="00E8465A" w:rsidP="00E0544E">
      <w:r>
        <w:t>« </w:t>
      </w:r>
      <w:r w:rsidR="00E0544E" w:rsidRPr="007818BD">
        <w:t>Sauve-la</w:t>
      </w:r>
      <w:r>
        <w:t xml:space="preserve">, </w:t>
      </w:r>
      <w:r w:rsidR="00E0544E" w:rsidRPr="007818BD">
        <w:t>et je fais de toi l</w:t>
      </w:r>
      <w:r>
        <w:t>’</w:t>
      </w:r>
      <w:r w:rsidR="00E0544E" w:rsidRPr="007818BD">
        <w:t>homme le plus riche de Venise</w:t>
      </w:r>
      <w:r>
        <w:t>.</w:t>
      </w:r>
    </w:p>
    <w:p w14:paraId="55535299" w14:textId="77777777" w:rsidR="00E8465A" w:rsidRDefault="00E8465A" w:rsidP="00E0544E">
      <w:r>
        <w:t>— </w:t>
      </w:r>
      <w:proofErr w:type="spellStart"/>
      <w:r w:rsidR="00E0544E" w:rsidRPr="007818BD">
        <w:t>Signor</w:t>
      </w:r>
      <w:proofErr w:type="spellEnd"/>
      <w:r>
        <w:t xml:space="preserve">, </w:t>
      </w:r>
      <w:r w:rsidR="00E0544E" w:rsidRPr="007818BD">
        <w:t>répondit le médecin</w:t>
      </w:r>
      <w:r>
        <w:t xml:space="preserve">, </w:t>
      </w:r>
      <w:r w:rsidR="00E0544E" w:rsidRPr="007818BD">
        <w:t>votre or ne peut comma</w:t>
      </w:r>
      <w:r w:rsidR="00E0544E" w:rsidRPr="007818BD">
        <w:t>n</w:t>
      </w:r>
      <w:r w:rsidR="00E0544E" w:rsidRPr="007818BD">
        <w:t>der à la mort ni à la v</w:t>
      </w:r>
      <w:r w:rsidR="00E0544E" w:rsidRPr="007818BD">
        <w:t>o</w:t>
      </w:r>
      <w:r w:rsidR="00E0544E" w:rsidRPr="007818BD">
        <w:t>lonté du ciel</w:t>
      </w:r>
      <w:r>
        <w:t xml:space="preserve"> ; </w:t>
      </w:r>
      <w:proofErr w:type="spellStart"/>
      <w:r w:rsidR="00E0544E" w:rsidRPr="007818BD">
        <w:t>signor</w:t>
      </w:r>
      <w:proofErr w:type="spellEnd"/>
      <w:r>
        <w:t xml:space="preserve">, </w:t>
      </w:r>
      <w:r w:rsidR="00E0544E" w:rsidRPr="007818BD">
        <w:t>si dans une heure il ne se produit quelque heureux changement</w:t>
      </w:r>
      <w:r>
        <w:t xml:space="preserve">, </w:t>
      </w:r>
      <w:r w:rsidR="00E0544E" w:rsidRPr="007818BD">
        <w:t>préparez tout votre courage</w:t>
      </w:r>
      <w:r>
        <w:t>.</w:t>
      </w:r>
    </w:p>
    <w:p w14:paraId="7861D978" w14:textId="77777777" w:rsidR="00E8465A" w:rsidRDefault="00E8465A" w:rsidP="00E0544E">
      <w:r>
        <w:t>— </w:t>
      </w:r>
      <w:r w:rsidR="00E0544E" w:rsidRPr="007818BD">
        <w:t>Eh quoi</w:t>
      </w:r>
      <w:r>
        <w:t xml:space="preserve">, </w:t>
      </w:r>
      <w:proofErr w:type="spellStart"/>
      <w:r w:rsidR="00E0544E" w:rsidRPr="007818BD">
        <w:t>Zanoni</w:t>
      </w:r>
      <w:proofErr w:type="spellEnd"/>
      <w:r>
        <w:t xml:space="preserve"> ! </w:t>
      </w:r>
      <w:r w:rsidR="00E0544E" w:rsidRPr="007818BD">
        <w:t>homme de mystère et de puissance</w:t>
      </w:r>
      <w:r>
        <w:t xml:space="preserve">, </w:t>
      </w:r>
      <w:r w:rsidR="00E0544E" w:rsidRPr="007818BD">
        <w:t>toi qui as traversé les pa</w:t>
      </w:r>
      <w:r w:rsidR="00E0544E" w:rsidRPr="007818BD">
        <w:t>s</w:t>
      </w:r>
      <w:r w:rsidR="00E0544E" w:rsidRPr="007818BD">
        <w:t>sions du monde sans un changement sur ton front</w:t>
      </w:r>
      <w:r>
        <w:t xml:space="preserve">, </w:t>
      </w:r>
      <w:r w:rsidR="00E0544E" w:rsidRPr="007818BD">
        <w:t xml:space="preserve">es-tu donc enfin ballotté par les flots orageux de </w:t>
      </w:r>
      <w:r w:rsidR="00E0544E" w:rsidRPr="007818BD">
        <w:lastRenderedPageBreak/>
        <w:t>la crainte</w:t>
      </w:r>
      <w:r>
        <w:t xml:space="preserve"> ? </w:t>
      </w:r>
      <w:r w:rsidR="00E0544E" w:rsidRPr="007818BD">
        <w:t>Ton courage commence-t-il à chanceler</w:t>
      </w:r>
      <w:r>
        <w:t xml:space="preserve"> ? </w:t>
      </w:r>
      <w:r w:rsidR="00E0544E" w:rsidRPr="007818BD">
        <w:t>connais-tu enfin la force et la majesté de la mort</w:t>
      </w:r>
      <w:r>
        <w:t xml:space="preserve"> ? ». </w:t>
      </w:r>
      <w:r w:rsidR="00E0544E" w:rsidRPr="007818BD">
        <w:t>Il se déroba tremblant à la présence de l</w:t>
      </w:r>
      <w:r>
        <w:t>’</w:t>
      </w:r>
      <w:r w:rsidR="00E0544E" w:rsidRPr="007818BD">
        <w:t>homme de l</w:t>
      </w:r>
      <w:r>
        <w:t>’</w:t>
      </w:r>
      <w:r w:rsidR="00E0544E" w:rsidRPr="007818BD">
        <w:t>art tout pâle lui-même</w:t>
      </w:r>
      <w:r>
        <w:t xml:space="preserve">. </w:t>
      </w:r>
      <w:r w:rsidR="00E0544E" w:rsidRPr="007818BD">
        <w:t>Il s</w:t>
      </w:r>
      <w:r>
        <w:t>’</w:t>
      </w:r>
      <w:r w:rsidR="00E0544E" w:rsidRPr="007818BD">
        <w:t>enfuit à travers les salles spacieuses et les longs corridors</w:t>
      </w:r>
      <w:r>
        <w:t xml:space="preserve">, </w:t>
      </w:r>
      <w:r w:rsidR="00E0544E" w:rsidRPr="007818BD">
        <w:t>et gagna une chambre retirée du palais</w:t>
      </w:r>
      <w:r>
        <w:t xml:space="preserve">, </w:t>
      </w:r>
      <w:r w:rsidR="00E0544E" w:rsidRPr="007818BD">
        <w:t>que nul pas</w:t>
      </w:r>
      <w:r>
        <w:t xml:space="preserve">, </w:t>
      </w:r>
      <w:r w:rsidR="00E0544E" w:rsidRPr="007818BD">
        <w:t>hors le sien</w:t>
      </w:r>
      <w:r>
        <w:t xml:space="preserve">, </w:t>
      </w:r>
      <w:r w:rsidR="00E0544E" w:rsidRPr="007818BD">
        <w:t>n</w:t>
      </w:r>
      <w:r>
        <w:t>’</w:t>
      </w:r>
      <w:r w:rsidR="00E0544E" w:rsidRPr="007818BD">
        <w:t>avait j</w:t>
      </w:r>
      <w:r w:rsidR="00E0544E" w:rsidRPr="007818BD">
        <w:t>a</w:t>
      </w:r>
      <w:r w:rsidR="00E0544E" w:rsidRPr="007818BD">
        <w:t>mais profané</w:t>
      </w:r>
      <w:r>
        <w:t>.</w:t>
      </w:r>
    </w:p>
    <w:p w14:paraId="11C88CFE" w14:textId="78949D42" w:rsidR="00E0544E" w:rsidRPr="007818BD" w:rsidRDefault="00E8465A" w:rsidP="00E0544E">
      <w:r>
        <w:t>« </w:t>
      </w:r>
      <w:r w:rsidR="00E0544E" w:rsidRPr="007818BD">
        <w:t>Sortez plantes et vases</w:t>
      </w:r>
      <w:r>
        <w:t xml:space="preserve">. </w:t>
      </w:r>
      <w:r w:rsidR="00E0544E" w:rsidRPr="007818BD">
        <w:t>Dégage-toi des éléments encha</w:t>
      </w:r>
      <w:r w:rsidR="00E0544E" w:rsidRPr="007818BD">
        <w:t>n</w:t>
      </w:r>
      <w:r w:rsidR="00E0544E" w:rsidRPr="007818BD">
        <w:t>tés</w:t>
      </w:r>
      <w:r>
        <w:t xml:space="preserve">, </w:t>
      </w:r>
      <w:r w:rsidR="00E0544E" w:rsidRPr="007818BD">
        <w:t>flamme argentine et azurée</w:t>
      </w:r>
      <w:r>
        <w:t xml:space="preserve">. </w:t>
      </w:r>
      <w:r w:rsidR="00E0544E" w:rsidRPr="007818BD">
        <w:t>Pourquoi ne vient-il pas</w:t>
      </w:r>
      <w:r>
        <w:t xml:space="preserve">, </w:t>
      </w:r>
      <w:r w:rsidR="00E0544E" w:rsidRPr="007818BD">
        <w:t>le fils des Étoiles</w:t>
      </w:r>
      <w:r>
        <w:t xml:space="preserve"> ? </w:t>
      </w:r>
      <w:r w:rsidR="00E0544E" w:rsidRPr="007818BD">
        <w:t xml:space="preserve">Pourquoi </w:t>
      </w:r>
      <w:proofErr w:type="spellStart"/>
      <w:r w:rsidR="00E0544E" w:rsidRPr="007818BD">
        <w:t>Adon-Aï</w:t>
      </w:r>
      <w:proofErr w:type="spellEnd"/>
      <w:r w:rsidR="00E0544E" w:rsidRPr="007818BD">
        <w:t xml:space="preserve"> est-il sourd à ton appel myst</w:t>
      </w:r>
      <w:r w:rsidR="00E0544E" w:rsidRPr="007818BD">
        <w:t>é</w:t>
      </w:r>
      <w:r w:rsidR="00E0544E" w:rsidRPr="007818BD">
        <w:t>rieux</w:t>
      </w:r>
      <w:r>
        <w:t xml:space="preserve"> ? </w:t>
      </w:r>
      <w:r w:rsidR="00E0544E" w:rsidRPr="007818BD">
        <w:t>Elle ne vient pas</w:t>
      </w:r>
      <w:r>
        <w:t xml:space="preserve">, </w:t>
      </w:r>
      <w:r w:rsidR="00E0544E" w:rsidRPr="007818BD">
        <w:t>l</w:t>
      </w:r>
      <w:r>
        <w:t>’</w:t>
      </w:r>
      <w:r w:rsidR="00E0544E" w:rsidRPr="007818BD">
        <w:t>Apparition lumineuse et consolatrice</w:t>
      </w:r>
      <w:r>
        <w:t xml:space="preserve">. </w:t>
      </w:r>
      <w:r w:rsidR="00E0544E" w:rsidRPr="007818BD">
        <w:t>C</w:t>
      </w:r>
      <w:r w:rsidR="00E0544E" w:rsidRPr="007818BD">
        <w:t>a</w:t>
      </w:r>
      <w:r w:rsidR="00E0544E" w:rsidRPr="007818BD">
        <w:t>baliste</w:t>
      </w:r>
      <w:r>
        <w:t xml:space="preserve">, </w:t>
      </w:r>
      <w:r w:rsidR="00E0544E" w:rsidRPr="007818BD">
        <w:t>tes charmes sont-ils impuissants</w:t>
      </w:r>
      <w:r>
        <w:t xml:space="preserve"> ? </w:t>
      </w:r>
      <w:r w:rsidR="00E0544E" w:rsidRPr="007818BD">
        <w:t>Ton trône a-t-il disparu des régions de l</w:t>
      </w:r>
      <w:r>
        <w:t>’</w:t>
      </w:r>
      <w:r w:rsidR="00E0544E" w:rsidRPr="007818BD">
        <w:t>espace</w:t>
      </w:r>
      <w:r>
        <w:t xml:space="preserve"> ? </w:t>
      </w:r>
      <w:r w:rsidR="00E0544E" w:rsidRPr="007818BD">
        <w:t>Te voilà pâle et tremblant</w:t>
      </w:r>
      <w:r>
        <w:t xml:space="preserve"> ! </w:t>
      </w:r>
      <w:r w:rsidR="00E0544E" w:rsidRPr="007818BD">
        <w:t>P</w:t>
      </w:r>
      <w:r w:rsidR="00E0544E" w:rsidRPr="007818BD">
        <w:t>â</w:t>
      </w:r>
      <w:r w:rsidR="00E0544E" w:rsidRPr="007818BD">
        <w:t>le trembleur</w:t>
      </w:r>
      <w:r>
        <w:t xml:space="preserve">, </w:t>
      </w:r>
      <w:r w:rsidR="00E0544E" w:rsidRPr="007818BD">
        <w:t>tu ne tremblais pas</w:t>
      </w:r>
      <w:r>
        <w:t xml:space="preserve">, </w:t>
      </w:r>
      <w:r w:rsidR="00E0544E" w:rsidRPr="007818BD">
        <w:t>tu ne pâli</w:t>
      </w:r>
      <w:r w:rsidR="00E0544E" w:rsidRPr="007818BD">
        <w:t>s</w:t>
      </w:r>
      <w:r w:rsidR="00E0544E" w:rsidRPr="007818BD">
        <w:t>sais pas ainsi</w:t>
      </w:r>
      <w:r>
        <w:t xml:space="preserve">, </w:t>
      </w:r>
      <w:r w:rsidR="00E0544E" w:rsidRPr="007818BD">
        <w:t>quand les essences glorieuses accouraient à ton appel</w:t>
      </w:r>
      <w:r>
        <w:t xml:space="preserve">. </w:t>
      </w:r>
      <w:r w:rsidR="00E0544E" w:rsidRPr="007818BD">
        <w:t>Jamais au pâle trembleur ne se soumettent les essences glorieuses</w:t>
      </w:r>
      <w:r>
        <w:t xml:space="preserve"> : </w:t>
      </w:r>
      <w:r w:rsidR="00E0544E" w:rsidRPr="007818BD">
        <w:t>c</w:t>
      </w:r>
      <w:r>
        <w:t>’</w:t>
      </w:r>
      <w:r w:rsidR="00E0544E" w:rsidRPr="007818BD">
        <w:t>est l</w:t>
      </w:r>
      <w:r>
        <w:t>’</w:t>
      </w:r>
      <w:r w:rsidR="00E0544E" w:rsidRPr="007818BD">
        <w:t>âme et non les herbes</w:t>
      </w:r>
      <w:r>
        <w:t xml:space="preserve">, </w:t>
      </w:r>
      <w:r w:rsidR="00E0544E" w:rsidRPr="007818BD">
        <w:t>ni la flamme argentine et azurée</w:t>
      </w:r>
      <w:r>
        <w:t xml:space="preserve">, </w:t>
      </w:r>
      <w:r w:rsidR="00E0544E" w:rsidRPr="007818BD">
        <w:t>ni les enchantements de la Cabale</w:t>
      </w:r>
      <w:r>
        <w:t xml:space="preserve">, </w:t>
      </w:r>
      <w:r w:rsidR="00E0544E" w:rsidRPr="007818BD">
        <w:t>qui commandent aux fils de l</w:t>
      </w:r>
      <w:r>
        <w:t>’</w:t>
      </w:r>
      <w:r w:rsidR="00E0544E" w:rsidRPr="007818BD">
        <w:t>air</w:t>
      </w:r>
      <w:r>
        <w:t xml:space="preserve"> ; </w:t>
      </w:r>
      <w:r w:rsidR="00E0544E" w:rsidRPr="007818BD">
        <w:t>et ton âme</w:t>
      </w:r>
      <w:r>
        <w:t xml:space="preserve">, </w:t>
      </w:r>
      <w:r w:rsidR="00E0544E" w:rsidRPr="007818BD">
        <w:t>par l</w:t>
      </w:r>
      <w:r>
        <w:t>’</w:t>
      </w:r>
      <w:r w:rsidR="00E0544E" w:rsidRPr="007818BD">
        <w:t>amour et par la mort</w:t>
      </w:r>
      <w:r>
        <w:t xml:space="preserve">, </w:t>
      </w:r>
      <w:r w:rsidR="00E0544E" w:rsidRPr="007818BD">
        <w:t>a perdu son sceptre et sa couro</w:t>
      </w:r>
      <w:r w:rsidR="00E0544E" w:rsidRPr="007818BD">
        <w:t>n</w:t>
      </w:r>
      <w:r w:rsidR="00E0544E" w:rsidRPr="007818BD">
        <w:t>ne</w:t>
      </w:r>
      <w:r>
        <w:t>. »</w:t>
      </w:r>
    </w:p>
    <w:p w14:paraId="37CDF2D3" w14:textId="77777777" w:rsidR="00E8465A" w:rsidRDefault="00E0544E" w:rsidP="00E0544E">
      <w:r w:rsidRPr="007818BD">
        <w:t>Enfin la flamme vacille</w:t>
      </w:r>
      <w:r w:rsidR="00E8465A">
        <w:t xml:space="preserve">, </w:t>
      </w:r>
      <w:r w:rsidRPr="007818BD">
        <w:t>l</w:t>
      </w:r>
      <w:r w:rsidR="00E8465A">
        <w:t>’</w:t>
      </w:r>
      <w:r w:rsidRPr="007818BD">
        <w:t>air devient froid comme le vent du sépulcre</w:t>
      </w:r>
      <w:r w:rsidR="00E8465A">
        <w:t xml:space="preserve">. </w:t>
      </w:r>
      <w:r w:rsidRPr="007818BD">
        <w:t>Une chose qui n</w:t>
      </w:r>
      <w:r w:rsidR="00E8465A">
        <w:t>’</w:t>
      </w:r>
      <w:r w:rsidRPr="007818BD">
        <w:t>est pas de ce monde paraît</w:t>
      </w:r>
      <w:r w:rsidR="00E8465A">
        <w:t xml:space="preserve"> ; </w:t>
      </w:r>
      <w:r w:rsidRPr="007818BD">
        <w:t>une chose nébuleuse et sans forme</w:t>
      </w:r>
      <w:r w:rsidR="00E8465A">
        <w:t xml:space="preserve">. </w:t>
      </w:r>
      <w:r w:rsidRPr="007818BD">
        <w:t>Elle se montre à demi accroupie dans l</w:t>
      </w:r>
      <w:r w:rsidR="00E8465A">
        <w:t>’</w:t>
      </w:r>
      <w:r w:rsidRPr="007818BD">
        <w:t>éloignement</w:t>
      </w:r>
      <w:r w:rsidR="00E8465A">
        <w:t xml:space="preserve">. </w:t>
      </w:r>
      <w:r w:rsidRPr="007818BD">
        <w:t>Horreur silencieuse</w:t>
      </w:r>
      <w:r w:rsidR="00E8465A">
        <w:t xml:space="preserve">, </w:t>
      </w:r>
      <w:r w:rsidRPr="007818BD">
        <w:t>elle se lève</w:t>
      </w:r>
      <w:r w:rsidR="00E8465A">
        <w:t xml:space="preserve">, </w:t>
      </w:r>
      <w:r w:rsidRPr="007818BD">
        <w:t>elle rampe</w:t>
      </w:r>
      <w:r w:rsidR="00E8465A">
        <w:t xml:space="preserve">, </w:t>
      </w:r>
      <w:r w:rsidRPr="007818BD">
        <w:t>elle approche</w:t>
      </w:r>
      <w:r w:rsidR="00E8465A">
        <w:t xml:space="preserve">, </w:t>
      </w:r>
      <w:r w:rsidRPr="007818BD">
        <w:t>sombre sous son enveloppe lumineuse</w:t>
      </w:r>
      <w:r w:rsidR="00E8465A">
        <w:t xml:space="preserve"> ; </w:t>
      </w:r>
      <w:r w:rsidRPr="007818BD">
        <w:t>et sur toi elle jette</w:t>
      </w:r>
      <w:r w:rsidR="00E8465A">
        <w:t xml:space="preserve">, </w:t>
      </w:r>
      <w:r w:rsidRPr="007818BD">
        <w:t>à travers un voile</w:t>
      </w:r>
      <w:r w:rsidR="00E8465A">
        <w:t xml:space="preserve">, </w:t>
      </w:r>
      <w:r w:rsidRPr="007818BD">
        <w:t>ses yeux livides</w:t>
      </w:r>
      <w:r w:rsidR="00E8465A">
        <w:t xml:space="preserve">, </w:t>
      </w:r>
      <w:r w:rsidRPr="007818BD">
        <w:t>malveillants</w:t>
      </w:r>
      <w:r w:rsidR="00E8465A">
        <w:t xml:space="preserve"> : </w:t>
      </w:r>
      <w:r w:rsidRPr="007818BD">
        <w:t>c</w:t>
      </w:r>
      <w:r w:rsidR="00E8465A">
        <w:t>’</w:t>
      </w:r>
      <w:r w:rsidRPr="007818BD">
        <w:t>est la Chose aux yeux malveillants</w:t>
      </w:r>
      <w:r w:rsidR="00E8465A">
        <w:t> !</w:t>
      </w:r>
    </w:p>
    <w:p w14:paraId="7A7D9B18" w14:textId="77777777" w:rsidR="00E8465A" w:rsidRDefault="00E8465A" w:rsidP="00E0544E">
      <w:r>
        <w:t>« </w:t>
      </w:r>
      <w:r w:rsidR="00E0544E" w:rsidRPr="007818BD">
        <w:t>Ah</w:t>
      </w:r>
      <w:r>
        <w:t xml:space="preserve"> ! </w:t>
      </w:r>
      <w:r w:rsidR="00E0544E" w:rsidRPr="007818BD">
        <w:t>jeune Chaldéen</w:t>
      </w:r>
      <w:r>
        <w:t xml:space="preserve"> ! </w:t>
      </w:r>
      <w:r w:rsidR="00E0544E" w:rsidRPr="007818BD">
        <w:t>Jeune</w:t>
      </w:r>
      <w:r>
        <w:t xml:space="preserve">, </w:t>
      </w:r>
      <w:r w:rsidR="00E0544E" w:rsidRPr="007818BD">
        <w:t>après tes siècles sans no</w:t>
      </w:r>
      <w:r w:rsidR="00E0544E" w:rsidRPr="007818BD">
        <w:t>m</w:t>
      </w:r>
      <w:r w:rsidR="00E0544E" w:rsidRPr="007818BD">
        <w:t>bre</w:t>
      </w:r>
      <w:r>
        <w:t xml:space="preserve">, </w:t>
      </w:r>
      <w:r w:rsidR="00E0544E" w:rsidRPr="007818BD">
        <w:t>jeune comme à l</w:t>
      </w:r>
      <w:r>
        <w:t>’</w:t>
      </w:r>
      <w:r w:rsidR="00E0544E" w:rsidRPr="007818BD">
        <w:t>heure où</w:t>
      </w:r>
      <w:r>
        <w:t xml:space="preserve">, </w:t>
      </w:r>
      <w:r w:rsidR="00E0544E" w:rsidRPr="007818BD">
        <w:t>froid devant le plaisir et la bea</w:t>
      </w:r>
      <w:r w:rsidR="00E0544E" w:rsidRPr="007818BD">
        <w:t>u</w:t>
      </w:r>
      <w:r w:rsidR="00E0544E" w:rsidRPr="007818BD">
        <w:t>té</w:t>
      </w:r>
      <w:r>
        <w:t xml:space="preserve">, </w:t>
      </w:r>
      <w:r w:rsidR="00E0544E" w:rsidRPr="007818BD">
        <w:t>tu entendis</w:t>
      </w:r>
      <w:r>
        <w:t xml:space="preserve">, </w:t>
      </w:r>
      <w:r w:rsidR="00E0544E" w:rsidRPr="007818BD">
        <w:t>debout sur l</w:t>
      </w:r>
      <w:r>
        <w:t>’</w:t>
      </w:r>
      <w:r w:rsidR="00E0544E" w:rsidRPr="007818BD">
        <w:t>antique Tour-de-Feu</w:t>
      </w:r>
      <w:r>
        <w:t xml:space="preserve">, </w:t>
      </w:r>
      <w:r w:rsidR="00E0544E" w:rsidRPr="007818BD">
        <w:t>le silence éto</w:t>
      </w:r>
      <w:r w:rsidR="00E0544E" w:rsidRPr="007818BD">
        <w:t>i</w:t>
      </w:r>
      <w:r w:rsidR="00E0544E" w:rsidRPr="007818BD">
        <w:t>lé murmurer à ton oreille le dernier mystère qui triomphe de la mort</w:t>
      </w:r>
      <w:r>
        <w:t xml:space="preserve"> ; </w:t>
      </w:r>
      <w:r w:rsidR="00E0544E" w:rsidRPr="007818BD">
        <w:t>crains-tu donc la mort aujourd</w:t>
      </w:r>
      <w:r>
        <w:t>’</w:t>
      </w:r>
      <w:r w:rsidR="00E0544E" w:rsidRPr="007818BD">
        <w:t>hui</w:t>
      </w:r>
      <w:r>
        <w:t xml:space="preserve"> ? </w:t>
      </w:r>
      <w:r w:rsidR="00E0544E" w:rsidRPr="007818BD">
        <w:t xml:space="preserve">Ta </w:t>
      </w:r>
      <w:r w:rsidR="00E0544E" w:rsidRPr="007818BD">
        <w:lastRenderedPageBreak/>
        <w:t>science n</w:t>
      </w:r>
      <w:r>
        <w:t>’</w:t>
      </w:r>
      <w:r w:rsidR="00E0544E" w:rsidRPr="007818BD">
        <w:t>est-elle qu</w:t>
      </w:r>
      <w:r>
        <w:t>’</w:t>
      </w:r>
      <w:r w:rsidR="00E0544E" w:rsidRPr="007818BD">
        <w:t>un cercle qui te ramène au point de départ de tes tâtonn</w:t>
      </w:r>
      <w:r w:rsidR="00E0544E" w:rsidRPr="007818BD">
        <w:t>e</w:t>
      </w:r>
      <w:r w:rsidR="00E0544E" w:rsidRPr="007818BD">
        <w:t>ments</w:t>
      </w:r>
      <w:r>
        <w:t xml:space="preserve"> ? </w:t>
      </w:r>
      <w:r w:rsidR="00E0544E" w:rsidRPr="007818BD">
        <w:t>Générations sur générations se sont flétries depuis n</w:t>
      </w:r>
      <w:r w:rsidR="00E0544E" w:rsidRPr="007818BD">
        <w:t>o</w:t>
      </w:r>
      <w:r w:rsidR="00E0544E" w:rsidRPr="007818BD">
        <w:t>tre dernière entrevue</w:t>
      </w:r>
      <w:r>
        <w:t xml:space="preserve">. </w:t>
      </w:r>
      <w:r w:rsidR="00E0544E" w:rsidRPr="007818BD">
        <w:t>Me voici maintenant devant toi</w:t>
      </w:r>
      <w:r>
        <w:t> !</w:t>
      </w:r>
    </w:p>
    <w:p w14:paraId="7350E06D" w14:textId="77777777" w:rsidR="00E8465A" w:rsidRDefault="00E8465A" w:rsidP="00E0544E">
      <w:r>
        <w:t>— </w:t>
      </w:r>
      <w:r w:rsidR="00E0544E" w:rsidRPr="007818BD">
        <w:t>Je te regarde sans crainte</w:t>
      </w:r>
      <w:r>
        <w:t xml:space="preserve">. </w:t>
      </w:r>
      <w:r w:rsidR="00E0544E" w:rsidRPr="007818BD">
        <w:t>Tes yeux ont compté leurs vi</w:t>
      </w:r>
      <w:r w:rsidR="00E0544E" w:rsidRPr="007818BD">
        <w:t>c</w:t>
      </w:r>
      <w:r w:rsidR="00E0544E" w:rsidRPr="007818BD">
        <w:t>times par milliers</w:t>
      </w:r>
      <w:r>
        <w:t xml:space="preserve"> ; </w:t>
      </w:r>
      <w:r w:rsidR="00E0544E" w:rsidRPr="007818BD">
        <w:t>leur éclat fait jaillir la force impure des po</w:t>
      </w:r>
      <w:r w:rsidR="00E0544E" w:rsidRPr="007818BD">
        <w:t>i</w:t>
      </w:r>
      <w:r w:rsidR="00E0544E" w:rsidRPr="007818BD">
        <w:t>sons qui infectent le cœur humain</w:t>
      </w:r>
      <w:r>
        <w:t xml:space="preserve"> ; </w:t>
      </w:r>
      <w:r w:rsidR="00E0544E" w:rsidRPr="007818BD">
        <w:t>et</w:t>
      </w:r>
      <w:r>
        <w:t xml:space="preserve">, </w:t>
      </w:r>
      <w:r w:rsidR="00E0544E" w:rsidRPr="007818BD">
        <w:t>pour ceux que tu peux soumettre à ta volonté</w:t>
      </w:r>
      <w:r>
        <w:t xml:space="preserve">, </w:t>
      </w:r>
      <w:r w:rsidR="00E0544E" w:rsidRPr="007818BD">
        <w:t>ta présence allume les flammes brûla</w:t>
      </w:r>
      <w:r w:rsidR="00E0544E" w:rsidRPr="007818BD">
        <w:t>n</w:t>
      </w:r>
      <w:r w:rsidR="00E0544E" w:rsidRPr="007818BD">
        <w:t>tes de la frénésie</w:t>
      </w:r>
      <w:r>
        <w:t xml:space="preserve"> ; </w:t>
      </w:r>
      <w:r w:rsidR="00E0544E" w:rsidRPr="007818BD">
        <w:t>elle obscurcit le cachot du crime et du dése</w:t>
      </w:r>
      <w:r w:rsidR="00E0544E" w:rsidRPr="007818BD">
        <w:t>s</w:t>
      </w:r>
      <w:r w:rsidR="00E0544E" w:rsidRPr="007818BD">
        <w:t>poir</w:t>
      </w:r>
      <w:r>
        <w:t xml:space="preserve">, </w:t>
      </w:r>
      <w:r w:rsidR="00E0544E" w:rsidRPr="007818BD">
        <w:t>et pourtant tu n</w:t>
      </w:r>
      <w:r>
        <w:t>’</w:t>
      </w:r>
      <w:r w:rsidR="00E0544E" w:rsidRPr="007818BD">
        <w:t>es point mon maître</w:t>
      </w:r>
      <w:r>
        <w:t xml:space="preserve">, </w:t>
      </w:r>
      <w:r w:rsidR="00E0544E" w:rsidRPr="007818BD">
        <w:t>tu es mon esclave</w:t>
      </w:r>
      <w:r>
        <w:t>.</w:t>
      </w:r>
    </w:p>
    <w:p w14:paraId="1FCD2A98" w14:textId="3FB3E47A" w:rsidR="00E0544E" w:rsidRPr="007818BD" w:rsidRDefault="00E8465A" w:rsidP="00E0544E">
      <w:r>
        <w:t>— </w:t>
      </w:r>
      <w:r w:rsidR="00E0544E" w:rsidRPr="007818BD">
        <w:t>Et</w:t>
      </w:r>
      <w:r>
        <w:t xml:space="preserve">, </w:t>
      </w:r>
      <w:r w:rsidR="00E0544E" w:rsidRPr="007818BD">
        <w:t>comme ton esclave</w:t>
      </w:r>
      <w:r>
        <w:t xml:space="preserve">, </w:t>
      </w:r>
      <w:r w:rsidR="00E0544E" w:rsidRPr="007818BD">
        <w:t>je te servirai</w:t>
      </w:r>
      <w:r>
        <w:t xml:space="preserve">. </w:t>
      </w:r>
      <w:r w:rsidR="00E0544E" w:rsidRPr="007818BD">
        <w:t>Commande à ton esclave</w:t>
      </w:r>
      <w:r>
        <w:t xml:space="preserve">, </w:t>
      </w:r>
      <w:r w:rsidR="00E0544E" w:rsidRPr="007818BD">
        <w:t>beau Chaldéen</w:t>
      </w:r>
      <w:r>
        <w:t xml:space="preserve"> ! </w:t>
      </w:r>
      <w:r w:rsidR="00E0544E" w:rsidRPr="007818BD">
        <w:t>Écoute le gémissement des femmes</w:t>
      </w:r>
      <w:r>
        <w:t xml:space="preserve"> ! </w:t>
      </w:r>
      <w:r w:rsidR="00E0544E" w:rsidRPr="007818BD">
        <w:t>le cri perçant de ta bien-aimée</w:t>
      </w:r>
      <w:r>
        <w:t xml:space="preserve"> ! </w:t>
      </w:r>
      <w:r w:rsidR="00E0544E" w:rsidRPr="007818BD">
        <w:t>La mort est dans ton palais</w:t>
      </w:r>
      <w:r>
        <w:t xml:space="preserve"> ! </w:t>
      </w:r>
      <w:proofErr w:type="spellStart"/>
      <w:r w:rsidR="00E0544E" w:rsidRPr="007818BD">
        <w:t>Adon-Aï</w:t>
      </w:r>
      <w:proofErr w:type="spellEnd"/>
      <w:r w:rsidR="00E0544E" w:rsidRPr="007818BD">
        <w:t xml:space="preserve"> ne vient point à ton appel</w:t>
      </w:r>
      <w:r>
        <w:t xml:space="preserve">. </w:t>
      </w:r>
      <w:r w:rsidR="00E0544E" w:rsidRPr="007818BD">
        <w:t>Ce n</w:t>
      </w:r>
      <w:r>
        <w:t>’</w:t>
      </w:r>
      <w:r w:rsidR="00E0544E" w:rsidRPr="007818BD">
        <w:t>est que lorsque aucune image de passion et de chair ne voile l</w:t>
      </w:r>
      <w:r>
        <w:t>’</w:t>
      </w:r>
      <w:r w:rsidR="00E0544E" w:rsidRPr="007818BD">
        <w:t>œil de la sereine intell</w:t>
      </w:r>
      <w:r w:rsidR="00E0544E" w:rsidRPr="007818BD">
        <w:t>i</w:t>
      </w:r>
      <w:r w:rsidR="00E0544E" w:rsidRPr="007818BD">
        <w:t>gence</w:t>
      </w:r>
      <w:r>
        <w:t xml:space="preserve">, </w:t>
      </w:r>
      <w:r w:rsidR="00E0544E" w:rsidRPr="007818BD">
        <w:t>ce n</w:t>
      </w:r>
      <w:r>
        <w:t>’</w:t>
      </w:r>
      <w:r w:rsidR="00E0544E" w:rsidRPr="007818BD">
        <w:t>est qu</w:t>
      </w:r>
      <w:r>
        <w:t>’</w:t>
      </w:r>
      <w:r w:rsidR="00E0544E" w:rsidRPr="007818BD">
        <w:t>alors que les fils des Étoiles visitent l</w:t>
      </w:r>
      <w:r>
        <w:t>’</w:t>
      </w:r>
      <w:r w:rsidR="00E0544E" w:rsidRPr="007818BD">
        <w:t>homme</w:t>
      </w:r>
      <w:r>
        <w:t xml:space="preserve">. </w:t>
      </w:r>
      <w:r w:rsidR="00E0544E" w:rsidRPr="007818BD">
        <w:t>Mais</w:t>
      </w:r>
      <w:r>
        <w:t xml:space="preserve">, </w:t>
      </w:r>
      <w:r w:rsidR="00E0544E" w:rsidRPr="007818BD">
        <w:t>je puis t</w:t>
      </w:r>
      <w:r>
        <w:t>’</w:t>
      </w:r>
      <w:r w:rsidR="00E0544E" w:rsidRPr="007818BD">
        <w:t>aider</w:t>
      </w:r>
      <w:r>
        <w:t xml:space="preserve">, </w:t>
      </w:r>
      <w:r w:rsidR="00E0544E" w:rsidRPr="007818BD">
        <w:rPr>
          <w:i/>
          <w:iCs/>
        </w:rPr>
        <w:t>moi</w:t>
      </w:r>
      <w:r>
        <w:t xml:space="preserve">, </w:t>
      </w:r>
      <w:r w:rsidR="00E0544E" w:rsidRPr="007818BD">
        <w:t>écoute</w:t>
      </w:r>
      <w:r>
        <w:t> ! »</w:t>
      </w:r>
    </w:p>
    <w:p w14:paraId="2FF523C6" w14:textId="77777777" w:rsidR="00E8465A" w:rsidRDefault="00E0544E" w:rsidP="00E0544E">
      <w:proofErr w:type="spellStart"/>
      <w:r w:rsidRPr="007818BD">
        <w:t>Zanoni</w:t>
      </w:r>
      <w:proofErr w:type="spellEnd"/>
      <w:r w:rsidRPr="007818BD">
        <w:t xml:space="preserve"> entendit distinctement dans son cœur</w:t>
      </w:r>
      <w:r w:rsidR="00E8465A">
        <w:t xml:space="preserve">, </w:t>
      </w:r>
      <w:r w:rsidRPr="007818BD">
        <w:t>même à ce</w:t>
      </w:r>
      <w:r w:rsidRPr="007818BD">
        <w:t>t</w:t>
      </w:r>
      <w:r w:rsidRPr="007818BD">
        <w:t>te distance</w:t>
      </w:r>
      <w:r w:rsidR="00E8465A">
        <w:t xml:space="preserve"> ! </w:t>
      </w:r>
      <w:r w:rsidRPr="007818BD">
        <w:t>la voix de Viola qui</w:t>
      </w:r>
      <w:r w:rsidR="00E8465A">
        <w:t xml:space="preserve">, </w:t>
      </w:r>
      <w:r w:rsidRPr="007818BD">
        <w:t>dans son délire</w:t>
      </w:r>
      <w:r w:rsidR="00E8465A">
        <w:t xml:space="preserve">, </w:t>
      </w:r>
      <w:r w:rsidRPr="007818BD">
        <w:t>appelait son bien-aimé</w:t>
      </w:r>
      <w:r w:rsidR="00E8465A">
        <w:t>.</w:t>
      </w:r>
    </w:p>
    <w:p w14:paraId="07E3D7AB" w14:textId="77777777" w:rsidR="00E8465A" w:rsidRDefault="00E8465A" w:rsidP="00E0544E">
      <w:r>
        <w:t>« </w:t>
      </w:r>
      <w:r w:rsidR="00E0544E" w:rsidRPr="007818BD">
        <w:t>Oh</w:t>
      </w:r>
      <w:r>
        <w:t xml:space="preserve"> ! </w:t>
      </w:r>
      <w:r w:rsidR="00E0544E" w:rsidRPr="007818BD">
        <w:t>Viola</w:t>
      </w:r>
      <w:r>
        <w:t xml:space="preserve">, </w:t>
      </w:r>
      <w:r w:rsidR="00E0544E" w:rsidRPr="007818BD">
        <w:t>je ne puis te sauver</w:t>
      </w:r>
      <w:r>
        <w:t xml:space="preserve">, </w:t>
      </w:r>
      <w:r w:rsidR="00E0544E" w:rsidRPr="007818BD">
        <w:t>s</w:t>
      </w:r>
      <w:r>
        <w:t>’</w:t>
      </w:r>
      <w:r w:rsidR="00E0544E" w:rsidRPr="007818BD">
        <w:t>écria le voyant avec une explosion de désespoir</w:t>
      </w:r>
      <w:r>
        <w:t xml:space="preserve"> ; </w:t>
      </w:r>
      <w:r w:rsidR="00E0544E" w:rsidRPr="007818BD">
        <w:t>mon amour pour toi m</w:t>
      </w:r>
      <w:r>
        <w:t>’</w:t>
      </w:r>
      <w:r w:rsidR="00E0544E" w:rsidRPr="007818BD">
        <w:t>a ôté ma pui</w:t>
      </w:r>
      <w:r w:rsidR="00E0544E" w:rsidRPr="007818BD">
        <w:t>s</w:t>
      </w:r>
      <w:r w:rsidR="00E0544E" w:rsidRPr="007818BD">
        <w:t>sance</w:t>
      </w:r>
      <w:r>
        <w:t>.</w:t>
      </w:r>
    </w:p>
    <w:p w14:paraId="77C1A39B" w14:textId="77777777" w:rsidR="00E8465A" w:rsidRDefault="00E8465A" w:rsidP="00E0544E">
      <w:r>
        <w:t>— </w:t>
      </w:r>
      <w:r w:rsidR="00E0544E" w:rsidRPr="007818BD">
        <w:t>Ta puissance</w:t>
      </w:r>
      <w:r>
        <w:t xml:space="preserve"> ! </w:t>
      </w:r>
      <w:r w:rsidR="00E0544E" w:rsidRPr="007818BD">
        <w:t>non</w:t>
      </w:r>
      <w:r>
        <w:t xml:space="preserve">. </w:t>
      </w:r>
      <w:r w:rsidR="00E0544E" w:rsidRPr="007818BD">
        <w:t>Je puis te donner le moyen de la sa</w:t>
      </w:r>
      <w:r w:rsidR="00E0544E" w:rsidRPr="007818BD">
        <w:t>u</w:t>
      </w:r>
      <w:r w:rsidR="00E0544E" w:rsidRPr="007818BD">
        <w:t>ver</w:t>
      </w:r>
      <w:r>
        <w:t xml:space="preserve"> : </w:t>
      </w:r>
      <w:r w:rsidR="00E0544E" w:rsidRPr="007818BD">
        <w:t>je puis placer sa guérison dans ta main</w:t>
      </w:r>
      <w:r>
        <w:t>.</w:t>
      </w:r>
    </w:p>
    <w:p w14:paraId="70C4263B" w14:textId="77777777" w:rsidR="00E8465A" w:rsidRDefault="00E8465A" w:rsidP="00E0544E">
      <w:r>
        <w:t>— </w:t>
      </w:r>
      <w:r w:rsidR="00E0544E" w:rsidRPr="007818BD">
        <w:t>Pour tous deux</w:t>
      </w:r>
      <w:r>
        <w:t xml:space="preserve">, </w:t>
      </w:r>
      <w:r w:rsidR="00E0544E" w:rsidRPr="007818BD">
        <w:t>mère et enfant</w:t>
      </w:r>
      <w:r>
        <w:t> ?</w:t>
      </w:r>
    </w:p>
    <w:p w14:paraId="5F5F85F7" w14:textId="77777777" w:rsidR="00E8465A" w:rsidRDefault="00E8465A" w:rsidP="00E0544E">
      <w:r>
        <w:t>— </w:t>
      </w:r>
      <w:r w:rsidR="00E0544E" w:rsidRPr="007818BD">
        <w:t>Pour tous deux</w:t>
      </w:r>
      <w:r>
        <w:t> !</w:t>
      </w:r>
    </w:p>
    <w:p w14:paraId="0615FF04" w14:textId="77777777" w:rsidR="00E8465A" w:rsidRDefault="00E0544E" w:rsidP="00E0544E">
      <w:r w:rsidRPr="007818BD">
        <w:lastRenderedPageBreak/>
        <w:t>Une convulsion passa à travers l</w:t>
      </w:r>
      <w:r w:rsidR="00E8465A">
        <w:t>’</w:t>
      </w:r>
      <w:r w:rsidRPr="007818BD">
        <w:t xml:space="preserve">être tout entier du </w:t>
      </w:r>
      <w:r w:rsidRPr="007818BD">
        <w:rPr>
          <w:i/>
          <w:iCs/>
        </w:rPr>
        <w:t>voyant</w:t>
      </w:r>
      <w:r w:rsidR="00E8465A">
        <w:t xml:space="preserve"> ; </w:t>
      </w:r>
      <w:r w:rsidRPr="007818BD">
        <w:t>une lutte terrible l</w:t>
      </w:r>
      <w:r w:rsidR="00E8465A">
        <w:t>’</w:t>
      </w:r>
      <w:r w:rsidRPr="007818BD">
        <w:t>agita comme un enfant</w:t>
      </w:r>
      <w:r w:rsidR="00E8465A">
        <w:t xml:space="preserve"> : </w:t>
      </w:r>
      <w:r w:rsidRPr="007818BD">
        <w:t>l</w:t>
      </w:r>
      <w:r w:rsidR="00E8465A">
        <w:t>’</w:t>
      </w:r>
      <w:r w:rsidRPr="007818BD">
        <w:t>Humanité et l</w:t>
      </w:r>
      <w:r w:rsidR="00E8465A">
        <w:t>’</w:t>
      </w:r>
      <w:r w:rsidRPr="007818BD">
        <w:t>Heure triomphèrent de l</w:t>
      </w:r>
      <w:r w:rsidR="00E8465A">
        <w:t>’</w:t>
      </w:r>
      <w:r w:rsidRPr="007818BD">
        <w:t>esprit qui se déba</w:t>
      </w:r>
      <w:r w:rsidRPr="007818BD">
        <w:t>t</w:t>
      </w:r>
      <w:r w:rsidRPr="007818BD">
        <w:t>tait</w:t>
      </w:r>
      <w:r w:rsidR="00E8465A">
        <w:t>.</w:t>
      </w:r>
    </w:p>
    <w:p w14:paraId="06E79686" w14:textId="6EA33430" w:rsidR="00E0544E" w:rsidRPr="007818BD" w:rsidRDefault="00E8465A" w:rsidP="00E0544E">
      <w:r>
        <w:t>« </w:t>
      </w:r>
      <w:r w:rsidR="00E0544E" w:rsidRPr="007818BD">
        <w:t>J</w:t>
      </w:r>
      <w:r>
        <w:t>’</w:t>
      </w:r>
      <w:r w:rsidR="00E0544E" w:rsidRPr="007818BD">
        <w:t>y consens</w:t>
      </w:r>
      <w:r>
        <w:t xml:space="preserve"> ! </w:t>
      </w:r>
      <w:r w:rsidR="00E0544E" w:rsidRPr="007818BD">
        <w:t>Mère et enfant</w:t>
      </w:r>
      <w:r>
        <w:t xml:space="preserve"> ! </w:t>
      </w:r>
      <w:r w:rsidR="00E0544E" w:rsidRPr="007818BD">
        <w:t>sauve l</w:t>
      </w:r>
      <w:r>
        <w:t>’</w:t>
      </w:r>
      <w:r w:rsidR="00E0544E" w:rsidRPr="007818BD">
        <w:t>un et l</w:t>
      </w:r>
      <w:r>
        <w:t>’</w:t>
      </w:r>
      <w:r w:rsidR="00E0544E" w:rsidRPr="007818BD">
        <w:t>autre</w:t>
      </w:r>
      <w:r>
        <w:t> ! »</w:t>
      </w:r>
    </w:p>
    <w:p w14:paraId="7D86433B" w14:textId="77777777" w:rsidR="00E0544E" w:rsidRPr="007818BD" w:rsidRDefault="00E0544E" w:rsidP="00E0544E"/>
    <w:p w14:paraId="2D739388" w14:textId="77777777" w:rsidR="00E8465A" w:rsidRDefault="00E0544E" w:rsidP="00E0544E">
      <w:r w:rsidRPr="007818BD">
        <w:t>Dans la chambre ténébreuse</w:t>
      </w:r>
      <w:r w:rsidR="00E8465A">
        <w:t xml:space="preserve">, </w:t>
      </w:r>
      <w:r w:rsidRPr="007818BD">
        <w:t>Viola était en proie aux plus terribles douleurs qui puissent déchirer le corps d</w:t>
      </w:r>
      <w:r w:rsidR="00E8465A">
        <w:t>’</w:t>
      </w:r>
      <w:r w:rsidRPr="007818BD">
        <w:t>une femme</w:t>
      </w:r>
      <w:r w:rsidR="00E8465A">
        <w:t xml:space="preserve"> ; </w:t>
      </w:r>
      <w:r w:rsidRPr="007818BD">
        <w:t>la vie semblait s</w:t>
      </w:r>
      <w:r w:rsidR="00E8465A">
        <w:t>’</w:t>
      </w:r>
      <w:r w:rsidRPr="007818BD">
        <w:t>arracher violemment à ch</w:t>
      </w:r>
      <w:r w:rsidRPr="007818BD">
        <w:t>a</w:t>
      </w:r>
      <w:r w:rsidRPr="007818BD">
        <w:t>que fibre</w:t>
      </w:r>
      <w:r w:rsidR="00E8465A">
        <w:t xml:space="preserve">, </w:t>
      </w:r>
      <w:r w:rsidRPr="007818BD">
        <w:t>au milieu de gémissements et de cris qui annonçaient la douleur et le dél</w:t>
      </w:r>
      <w:r w:rsidRPr="007818BD">
        <w:t>i</w:t>
      </w:r>
      <w:r w:rsidRPr="007818BD">
        <w:t>re</w:t>
      </w:r>
      <w:r w:rsidR="00E8465A">
        <w:t xml:space="preserve"> ; </w:t>
      </w:r>
      <w:r w:rsidRPr="007818BD">
        <w:t>et pourtant</w:t>
      </w:r>
      <w:r w:rsidR="00E8465A">
        <w:t xml:space="preserve">, </w:t>
      </w:r>
      <w:r w:rsidRPr="007818BD">
        <w:t>à travers les cris et les gémissements</w:t>
      </w:r>
      <w:r w:rsidR="00E8465A">
        <w:t xml:space="preserve">, </w:t>
      </w:r>
      <w:r w:rsidRPr="007818BD">
        <w:t>elle inv</w:t>
      </w:r>
      <w:r w:rsidRPr="007818BD">
        <w:t>o</w:t>
      </w:r>
      <w:r w:rsidRPr="007818BD">
        <w:t xml:space="preserve">quait </w:t>
      </w:r>
      <w:proofErr w:type="spellStart"/>
      <w:r w:rsidRPr="007818BD">
        <w:t>Zanoni</w:t>
      </w:r>
      <w:proofErr w:type="spellEnd"/>
      <w:r w:rsidR="00E8465A">
        <w:t xml:space="preserve">, </w:t>
      </w:r>
      <w:r w:rsidRPr="007818BD">
        <w:t>son bien-aimé</w:t>
      </w:r>
      <w:r w:rsidR="00E8465A">
        <w:t xml:space="preserve">. </w:t>
      </w:r>
      <w:r w:rsidRPr="007818BD">
        <w:t>Le médecin regarde l</w:t>
      </w:r>
      <w:r w:rsidR="00E8465A">
        <w:t>’</w:t>
      </w:r>
      <w:r w:rsidRPr="007818BD">
        <w:t>horloge</w:t>
      </w:r>
      <w:r w:rsidR="00E8465A">
        <w:t xml:space="preserve"> : </w:t>
      </w:r>
      <w:r w:rsidRPr="007818BD">
        <w:t>elle marchait de son pas régulier</w:t>
      </w:r>
      <w:r w:rsidR="00E8465A">
        <w:t xml:space="preserve">, </w:t>
      </w:r>
      <w:r w:rsidRPr="007818BD">
        <w:t>impitoyable</w:t>
      </w:r>
      <w:r w:rsidR="00E8465A">
        <w:t xml:space="preserve">… </w:t>
      </w:r>
      <w:r w:rsidRPr="007818BD">
        <w:t>Il battait d</w:t>
      </w:r>
      <w:r w:rsidR="00E8465A">
        <w:t>’</w:t>
      </w:r>
      <w:r w:rsidRPr="007818BD">
        <w:t>un ryt</w:t>
      </w:r>
      <w:r w:rsidRPr="007818BD">
        <w:t>h</w:t>
      </w:r>
      <w:r w:rsidRPr="007818BD">
        <w:t>me calme et normal</w:t>
      </w:r>
      <w:r w:rsidR="00E8465A">
        <w:t xml:space="preserve">, </w:t>
      </w:r>
      <w:r w:rsidRPr="007818BD">
        <w:t>ce cœur du Temps</w:t>
      </w:r>
      <w:r w:rsidR="00E8465A">
        <w:t xml:space="preserve"> ; </w:t>
      </w:r>
      <w:r w:rsidRPr="007818BD">
        <w:t>ce cœur qui ne palpite jamais pour la vie</w:t>
      </w:r>
      <w:r w:rsidR="00E8465A">
        <w:t xml:space="preserve">, </w:t>
      </w:r>
      <w:r w:rsidRPr="007818BD">
        <w:t>qui ne se ralentit jamais pour la mort</w:t>
      </w:r>
      <w:r w:rsidR="00E8465A">
        <w:t>.</w:t>
      </w:r>
    </w:p>
    <w:p w14:paraId="592B089E" w14:textId="14E4ED62" w:rsidR="00E0544E" w:rsidRPr="007818BD" w:rsidRDefault="00E8465A" w:rsidP="00E0544E">
      <w:r>
        <w:t>« </w:t>
      </w:r>
      <w:r w:rsidR="00E0544E" w:rsidRPr="007818BD">
        <w:t>Les cris s</w:t>
      </w:r>
      <w:r>
        <w:t>’</w:t>
      </w:r>
      <w:r w:rsidR="00E0544E" w:rsidRPr="007818BD">
        <w:t>affaiblissent</w:t>
      </w:r>
      <w:r>
        <w:t xml:space="preserve">, </w:t>
      </w:r>
      <w:r w:rsidR="00E0544E" w:rsidRPr="007818BD">
        <w:t>dit l</w:t>
      </w:r>
      <w:r>
        <w:t>’</w:t>
      </w:r>
      <w:r w:rsidR="00E0544E" w:rsidRPr="007818BD">
        <w:t>homme de l</w:t>
      </w:r>
      <w:r>
        <w:t>’</w:t>
      </w:r>
      <w:r w:rsidR="00E0544E" w:rsidRPr="007818BD">
        <w:t>art</w:t>
      </w:r>
      <w:r>
        <w:t xml:space="preserve"> ; </w:t>
      </w:r>
      <w:r w:rsidR="00E0544E" w:rsidRPr="007818BD">
        <w:t>encore dix minutes</w:t>
      </w:r>
      <w:r>
        <w:t xml:space="preserve">, </w:t>
      </w:r>
      <w:r w:rsidR="00E0544E" w:rsidRPr="007818BD">
        <w:t>et tout sera f</w:t>
      </w:r>
      <w:r w:rsidR="00E0544E" w:rsidRPr="007818BD">
        <w:t>i</w:t>
      </w:r>
      <w:r w:rsidR="00E0544E" w:rsidRPr="007818BD">
        <w:t>ni</w:t>
      </w:r>
      <w:r>
        <w:t>. »</w:t>
      </w:r>
    </w:p>
    <w:p w14:paraId="62F68258" w14:textId="6AC34B1A" w:rsidR="00E0544E" w:rsidRPr="007818BD" w:rsidRDefault="00E0544E" w:rsidP="00E0544E">
      <w:r w:rsidRPr="007818BD">
        <w:t>Insensé</w:t>
      </w:r>
      <w:r w:rsidR="00E8465A">
        <w:t xml:space="preserve"> ! </w:t>
      </w:r>
      <w:r w:rsidRPr="007818BD">
        <w:t>les minutes se rient de toi</w:t>
      </w:r>
      <w:r w:rsidR="00E8465A">
        <w:t xml:space="preserve">. </w:t>
      </w:r>
      <w:r w:rsidRPr="007818BD">
        <w:t>À cette heure même</w:t>
      </w:r>
      <w:r w:rsidR="00E8465A">
        <w:t xml:space="preserve">, </w:t>
      </w:r>
      <w:r w:rsidRPr="007818BD">
        <w:t>la nature</w:t>
      </w:r>
      <w:r w:rsidR="00E8465A">
        <w:t xml:space="preserve">, </w:t>
      </w:r>
      <w:r w:rsidRPr="007818BD">
        <w:t>comme un ciel bleu à travers un temple en ruines</w:t>
      </w:r>
      <w:r w:rsidR="00E8465A">
        <w:t xml:space="preserve">, </w:t>
      </w:r>
      <w:r w:rsidRPr="007818BD">
        <w:t>sourit radieuse à travers ce corps brisé</w:t>
      </w:r>
      <w:r w:rsidR="00E8465A">
        <w:t xml:space="preserve">. </w:t>
      </w:r>
      <w:r w:rsidRPr="007818BD">
        <w:t>La respir</w:t>
      </w:r>
      <w:r w:rsidRPr="007818BD">
        <w:t>a</w:t>
      </w:r>
      <w:r w:rsidRPr="007818BD">
        <w:t>tion devient plus calme et plus paisible</w:t>
      </w:r>
      <w:r w:rsidR="00E8465A">
        <w:t xml:space="preserve"> ; </w:t>
      </w:r>
      <w:r w:rsidRPr="007818BD">
        <w:t>la voix du délire est muette</w:t>
      </w:r>
      <w:r w:rsidR="00E8465A">
        <w:t xml:space="preserve">… </w:t>
      </w:r>
      <w:r w:rsidRPr="007818BD">
        <w:t>Un doux rêve berce Viola</w:t>
      </w:r>
      <w:r w:rsidR="00E8465A">
        <w:t xml:space="preserve">. </w:t>
      </w:r>
      <w:r w:rsidRPr="007818BD">
        <w:t>Est-ce un rêve</w:t>
      </w:r>
      <w:r w:rsidR="00E8465A">
        <w:t xml:space="preserve"> ? </w:t>
      </w:r>
      <w:r w:rsidRPr="007818BD">
        <w:t>est-ce l</w:t>
      </w:r>
      <w:r w:rsidR="00E8465A">
        <w:t>’</w:t>
      </w:r>
      <w:r w:rsidRPr="007818BD">
        <w:t>âme qui voit</w:t>
      </w:r>
      <w:r w:rsidR="00E8465A">
        <w:t xml:space="preserve"> ? </w:t>
      </w:r>
      <w:r w:rsidRPr="007818BD">
        <w:t xml:space="preserve">Il lui semble tout à coup être avec </w:t>
      </w:r>
      <w:proofErr w:type="spellStart"/>
      <w:r w:rsidRPr="007818BD">
        <w:t>Zanoni</w:t>
      </w:r>
      <w:proofErr w:type="spellEnd"/>
      <w:r w:rsidR="00E8465A">
        <w:t xml:space="preserve"> ; </w:t>
      </w:r>
      <w:r w:rsidRPr="007818BD">
        <w:t>il lui semble que sa tête repose sur son sein</w:t>
      </w:r>
      <w:r w:rsidR="00E8465A">
        <w:t xml:space="preserve"> ; </w:t>
      </w:r>
      <w:r w:rsidRPr="007818BD">
        <w:t>qu</w:t>
      </w:r>
      <w:r w:rsidR="00E8465A">
        <w:t>’</w:t>
      </w:r>
      <w:r w:rsidRPr="007818BD">
        <w:t>en la contemplant il dissipe de son r</w:t>
      </w:r>
      <w:r w:rsidRPr="007818BD">
        <w:t>e</w:t>
      </w:r>
      <w:r w:rsidRPr="007818BD">
        <w:t>gard les tortures qui la déchirent</w:t>
      </w:r>
      <w:r w:rsidR="00E8465A">
        <w:t xml:space="preserve"> ; </w:t>
      </w:r>
      <w:r w:rsidRPr="007818BD">
        <w:t>que sa main calme la fièvre de son front</w:t>
      </w:r>
      <w:r w:rsidR="00E8465A">
        <w:t xml:space="preserve"> ; </w:t>
      </w:r>
      <w:r w:rsidRPr="007818BD">
        <w:t>elle entend le murmure de sa voix</w:t>
      </w:r>
      <w:r w:rsidR="00E8465A">
        <w:t xml:space="preserve"> : </w:t>
      </w:r>
      <w:r w:rsidRPr="007818BD">
        <w:t>c</w:t>
      </w:r>
      <w:r w:rsidR="00E8465A">
        <w:t>’</w:t>
      </w:r>
      <w:r w:rsidRPr="007818BD">
        <w:t>est une m</w:t>
      </w:r>
      <w:r w:rsidRPr="007818BD">
        <w:t>u</w:t>
      </w:r>
      <w:r w:rsidRPr="007818BD">
        <w:t>sique qui fait fuir les démons</w:t>
      </w:r>
      <w:r w:rsidR="00E8465A">
        <w:t xml:space="preserve">. </w:t>
      </w:r>
      <w:r w:rsidRPr="007818BD">
        <w:t>Où est la montagne qui semblait peser sur ses tempes</w:t>
      </w:r>
      <w:r w:rsidR="00E8465A">
        <w:t xml:space="preserve"> ? </w:t>
      </w:r>
      <w:r w:rsidRPr="007818BD">
        <w:t>ce n</w:t>
      </w:r>
      <w:r w:rsidR="00E8465A">
        <w:t>’</w:t>
      </w:r>
      <w:r w:rsidRPr="007818BD">
        <w:t>est plus qu</w:t>
      </w:r>
      <w:r w:rsidR="00E8465A">
        <w:t>’</w:t>
      </w:r>
      <w:r w:rsidRPr="007818BD">
        <w:t>une vapeur qui s</w:t>
      </w:r>
      <w:r w:rsidR="00E8465A">
        <w:t>’</w:t>
      </w:r>
      <w:r w:rsidRPr="007818BD">
        <w:t>évanouit</w:t>
      </w:r>
      <w:r w:rsidR="00E8465A">
        <w:t xml:space="preserve">. </w:t>
      </w:r>
      <w:r w:rsidRPr="007818BD">
        <w:t>Dans les premiers froids d</w:t>
      </w:r>
      <w:r w:rsidR="00E8465A">
        <w:t>’</w:t>
      </w:r>
      <w:r w:rsidRPr="007818BD">
        <w:t>une nuit d</w:t>
      </w:r>
      <w:r w:rsidR="00E8465A">
        <w:t>’</w:t>
      </w:r>
      <w:r w:rsidRPr="007818BD">
        <w:t>hiver</w:t>
      </w:r>
      <w:r w:rsidR="00E8465A">
        <w:t xml:space="preserve">, </w:t>
      </w:r>
      <w:r w:rsidRPr="007818BD">
        <w:t>elle voit le soleil sourire sur un ciel radieux</w:t>
      </w:r>
      <w:r w:rsidR="00E8465A">
        <w:t xml:space="preserve"> ; </w:t>
      </w:r>
      <w:r w:rsidRPr="007818BD">
        <w:t xml:space="preserve">elle entend le </w:t>
      </w:r>
      <w:r w:rsidRPr="007818BD">
        <w:lastRenderedPageBreak/>
        <w:t>murmure du vert feuillage</w:t>
      </w:r>
      <w:r w:rsidR="00E8465A">
        <w:t xml:space="preserve"> ; </w:t>
      </w:r>
      <w:r w:rsidRPr="007818BD">
        <w:t>la terre si belle</w:t>
      </w:r>
      <w:r w:rsidR="00E8465A">
        <w:t xml:space="preserve">, </w:t>
      </w:r>
      <w:r w:rsidRPr="007818BD">
        <w:t>la vallée</w:t>
      </w:r>
      <w:r w:rsidR="00E8465A">
        <w:t xml:space="preserve">, </w:t>
      </w:r>
      <w:r w:rsidRPr="007818BD">
        <w:t>le ruisseau</w:t>
      </w:r>
      <w:r w:rsidR="00E8465A">
        <w:t xml:space="preserve">, </w:t>
      </w:r>
      <w:r w:rsidRPr="007818BD">
        <w:t>les bois</w:t>
      </w:r>
      <w:r w:rsidR="00E8465A">
        <w:t xml:space="preserve">, </w:t>
      </w:r>
      <w:r w:rsidRPr="007818BD">
        <w:t>se déroulent devant elle et lui disent d</w:t>
      </w:r>
      <w:r w:rsidR="00E8465A">
        <w:t>’</w:t>
      </w:r>
      <w:r w:rsidRPr="007818BD">
        <w:t>une seule et même voix</w:t>
      </w:r>
      <w:r w:rsidR="00E8465A">
        <w:t> : « </w:t>
      </w:r>
      <w:r w:rsidRPr="007818BD">
        <w:t>Nous ne sommes pas encore perdus pour toi</w:t>
      </w:r>
      <w:r w:rsidR="00E8465A">
        <w:t> ! »</w:t>
      </w:r>
      <w:r w:rsidRPr="007818BD">
        <w:t xml:space="preserve"> Ministre ign</w:t>
      </w:r>
      <w:r w:rsidRPr="007818BD">
        <w:t>o</w:t>
      </w:r>
      <w:r w:rsidRPr="007818BD">
        <w:t>rant de drogues et de formules</w:t>
      </w:r>
      <w:r w:rsidR="00E8465A">
        <w:t xml:space="preserve">, </w:t>
      </w:r>
      <w:r w:rsidRPr="007818BD">
        <w:t>regarde le cadran</w:t>
      </w:r>
      <w:r w:rsidR="00E8465A">
        <w:t xml:space="preserve"> : </w:t>
      </w:r>
      <w:r w:rsidRPr="007818BD">
        <w:t>l</w:t>
      </w:r>
      <w:r w:rsidR="00E8465A">
        <w:t>’</w:t>
      </w:r>
      <w:r w:rsidRPr="007818BD">
        <w:t>aiguille a marché</w:t>
      </w:r>
      <w:r w:rsidR="00E8465A">
        <w:t xml:space="preserve">, </w:t>
      </w:r>
      <w:r w:rsidRPr="007818BD">
        <w:t>les minutes sont tombées dans l</w:t>
      </w:r>
      <w:r w:rsidR="00E8465A">
        <w:t>’</w:t>
      </w:r>
      <w:r w:rsidRPr="007818BD">
        <w:t>éternité</w:t>
      </w:r>
      <w:r w:rsidR="00E8465A">
        <w:t xml:space="preserve"> ; </w:t>
      </w:r>
      <w:r w:rsidRPr="007818BD">
        <w:t>l</w:t>
      </w:r>
      <w:r w:rsidR="00E8465A">
        <w:t>’</w:t>
      </w:r>
      <w:r w:rsidRPr="007818BD">
        <w:t>âme que ta sentence avait congédiée habite encore sur les rivages du Temps</w:t>
      </w:r>
      <w:r w:rsidR="00E8465A">
        <w:t xml:space="preserve">. </w:t>
      </w:r>
      <w:r w:rsidRPr="007818BD">
        <w:t>Elle dort</w:t>
      </w:r>
      <w:r w:rsidR="00E8465A">
        <w:t xml:space="preserve">, </w:t>
      </w:r>
      <w:r w:rsidRPr="007818BD">
        <w:t>la fièvre diminue</w:t>
      </w:r>
      <w:r w:rsidR="00E8465A">
        <w:t xml:space="preserve">, </w:t>
      </w:r>
      <w:r w:rsidRPr="007818BD">
        <w:t>les convulsions ont cessé</w:t>
      </w:r>
      <w:r w:rsidR="00E8465A">
        <w:t xml:space="preserve"> ; </w:t>
      </w:r>
      <w:r w:rsidRPr="007818BD">
        <w:t>la rose vivante s</w:t>
      </w:r>
      <w:r w:rsidR="00E8465A">
        <w:t>’</w:t>
      </w:r>
      <w:r w:rsidRPr="007818BD">
        <w:t>épanouit sur sa joue</w:t>
      </w:r>
      <w:r w:rsidR="00E8465A">
        <w:t xml:space="preserve"> ; </w:t>
      </w:r>
      <w:r w:rsidRPr="007818BD">
        <w:t>la crise est passée</w:t>
      </w:r>
      <w:r w:rsidR="00E8465A">
        <w:t xml:space="preserve">. </w:t>
      </w:r>
      <w:r w:rsidRPr="007818BD">
        <w:t>Époux</w:t>
      </w:r>
      <w:r w:rsidR="00E8465A">
        <w:t xml:space="preserve"> ! </w:t>
      </w:r>
      <w:r w:rsidRPr="007818BD">
        <w:t>ta femme vit</w:t>
      </w:r>
      <w:r w:rsidR="00E8465A">
        <w:t xml:space="preserve">. </w:t>
      </w:r>
      <w:r w:rsidRPr="007818BD">
        <w:t>Amant</w:t>
      </w:r>
      <w:r w:rsidR="00E8465A">
        <w:t xml:space="preserve"> ! </w:t>
      </w:r>
      <w:r w:rsidRPr="007818BD">
        <w:t>l</w:t>
      </w:r>
      <w:r w:rsidR="00E8465A">
        <w:t>’</w:t>
      </w:r>
      <w:r w:rsidRPr="007818BD">
        <w:t>univers n</w:t>
      </w:r>
      <w:r w:rsidR="00E8465A">
        <w:t>’</w:t>
      </w:r>
      <w:r w:rsidRPr="007818BD">
        <w:t>est point une solitude</w:t>
      </w:r>
      <w:r w:rsidR="00E8465A">
        <w:t xml:space="preserve">. </w:t>
      </w:r>
      <w:r w:rsidRPr="007818BD">
        <w:t>Cœur insensible et métallique du Temps</w:t>
      </w:r>
      <w:r w:rsidR="00E8465A">
        <w:t xml:space="preserve"> ! </w:t>
      </w:r>
      <w:r w:rsidRPr="007818BD">
        <w:t>continue de battre</w:t>
      </w:r>
      <w:r w:rsidR="00E8465A">
        <w:t xml:space="preserve">. </w:t>
      </w:r>
      <w:r w:rsidRPr="007818BD">
        <w:t>Un m</w:t>
      </w:r>
      <w:r w:rsidRPr="007818BD">
        <w:t>o</w:t>
      </w:r>
      <w:r w:rsidRPr="007818BD">
        <w:t>ment</w:t>
      </w:r>
      <w:r w:rsidR="00E8465A">
        <w:t xml:space="preserve">… </w:t>
      </w:r>
      <w:r w:rsidRPr="007818BD">
        <w:t>un moment encore</w:t>
      </w:r>
      <w:r w:rsidR="00E8465A">
        <w:t xml:space="preserve">… </w:t>
      </w:r>
      <w:r w:rsidRPr="007818BD">
        <w:t>Joie</w:t>
      </w:r>
      <w:r w:rsidR="00E8465A">
        <w:t xml:space="preserve"> ! </w:t>
      </w:r>
      <w:r w:rsidRPr="007818BD">
        <w:t>joie</w:t>
      </w:r>
      <w:r w:rsidR="00E8465A">
        <w:t xml:space="preserve"> ! </w:t>
      </w:r>
      <w:r w:rsidRPr="007818BD">
        <w:t>joie</w:t>
      </w:r>
      <w:r w:rsidR="00E8465A">
        <w:t xml:space="preserve"> !… </w:t>
      </w:r>
      <w:r w:rsidRPr="007818BD">
        <w:t>Père</w:t>
      </w:r>
      <w:r w:rsidR="00E8465A">
        <w:t xml:space="preserve"> ! </w:t>
      </w:r>
      <w:r w:rsidRPr="007818BD">
        <w:t>embrasse ton enfant</w:t>
      </w:r>
      <w:r w:rsidR="00E8465A">
        <w:t> ! »</w:t>
      </w:r>
    </w:p>
    <w:p w14:paraId="131F345C" w14:textId="77777777" w:rsidR="00E8465A" w:rsidRDefault="00E0544E" w:rsidP="00E8465A">
      <w:pPr>
        <w:pStyle w:val="Titre2"/>
        <w:pageBreakBefore/>
      </w:pPr>
      <w:bookmarkStart w:id="62" w:name="_Toc199963111"/>
      <w:r w:rsidRPr="007818BD">
        <w:lastRenderedPageBreak/>
        <w:t>CHAPITRE</w:t>
      </w:r>
      <w:r w:rsidR="00E8465A">
        <w:t xml:space="preserve"> </w:t>
      </w:r>
      <w:r w:rsidRPr="007818BD">
        <w:t>II</w:t>
      </w:r>
      <w:r w:rsidR="00E8465A">
        <w:t>.</w:t>
      </w:r>
      <w:bookmarkEnd w:id="62"/>
    </w:p>
    <w:p w14:paraId="39AFF986" w14:textId="77777777" w:rsidR="00E8465A" w:rsidRDefault="00E0544E" w:rsidP="00E0544E">
      <w:pPr>
        <w:pStyle w:val="NormalRetraitGauche4XIndent0"/>
        <w:spacing w:before="0" w:after="0"/>
        <w:rPr>
          <w:rStyle w:val="Taille-1Caracteres"/>
        </w:rPr>
      </w:pPr>
      <w:proofErr w:type="spellStart"/>
      <w:r w:rsidRPr="007818BD">
        <w:rPr>
          <w:rStyle w:val="Taille-1Caracteres"/>
        </w:rPr>
        <w:t>Tristis</w:t>
      </w:r>
      <w:proofErr w:type="spellEnd"/>
      <w:r w:rsidRPr="007818BD">
        <w:rPr>
          <w:rStyle w:val="Taille-1Caracteres"/>
        </w:rPr>
        <w:t xml:space="preserve"> </w:t>
      </w:r>
      <w:proofErr w:type="spellStart"/>
      <w:r w:rsidRPr="007818BD">
        <w:rPr>
          <w:rStyle w:val="Taille-1Caracteres"/>
        </w:rPr>
        <w:t>Erinnys</w:t>
      </w:r>
      <w:proofErr w:type="spellEnd"/>
      <w:r w:rsidR="00E8465A">
        <w:rPr>
          <w:rStyle w:val="Taille-1Caracteres"/>
        </w:rPr>
        <w:t>.</w:t>
      </w:r>
    </w:p>
    <w:p w14:paraId="568A17A1" w14:textId="77777777" w:rsidR="00E8465A" w:rsidRDefault="00E0544E" w:rsidP="00E0544E">
      <w:pPr>
        <w:pStyle w:val="NormalRetraitGauche4XIndent0"/>
        <w:spacing w:before="0" w:after="0"/>
        <w:rPr>
          <w:rStyle w:val="Taille-1Caracteres"/>
        </w:rPr>
      </w:pPr>
      <w:proofErr w:type="spellStart"/>
      <w:r w:rsidRPr="007818BD">
        <w:rPr>
          <w:rStyle w:val="Taille-1Caracteres"/>
        </w:rPr>
        <w:t>Pr</w:t>
      </w:r>
      <w:r>
        <w:rPr>
          <w:rStyle w:val="Taille-1Caracteres"/>
        </w:rPr>
        <w:t>æ</w:t>
      </w:r>
      <w:r w:rsidRPr="007818BD">
        <w:rPr>
          <w:rStyle w:val="Taille-1Caracteres"/>
        </w:rPr>
        <w:t>tulit</w:t>
      </w:r>
      <w:proofErr w:type="spellEnd"/>
      <w:r w:rsidRPr="007818BD">
        <w:rPr>
          <w:rStyle w:val="Taille-1Caracteres"/>
        </w:rPr>
        <w:t xml:space="preserve"> </w:t>
      </w:r>
      <w:proofErr w:type="spellStart"/>
      <w:r w:rsidRPr="007818BD">
        <w:rPr>
          <w:rStyle w:val="Taille-1Caracteres"/>
        </w:rPr>
        <w:t>infaustas</w:t>
      </w:r>
      <w:proofErr w:type="spellEnd"/>
      <w:r w:rsidRPr="007818BD">
        <w:rPr>
          <w:rStyle w:val="Taille-1Caracteres"/>
        </w:rPr>
        <w:t xml:space="preserve"> </w:t>
      </w:r>
      <w:proofErr w:type="spellStart"/>
      <w:r w:rsidRPr="007818BD">
        <w:rPr>
          <w:rStyle w:val="Taille-1Caracteres"/>
        </w:rPr>
        <w:t>sanguinolenta</w:t>
      </w:r>
      <w:proofErr w:type="spellEnd"/>
      <w:r w:rsidRPr="007818BD">
        <w:rPr>
          <w:rStyle w:val="Taille-1Caracteres"/>
        </w:rPr>
        <w:t xml:space="preserve"> faces</w:t>
      </w:r>
      <w:r w:rsidR="00E8465A">
        <w:rPr>
          <w:rStyle w:val="Taille-1Caracteres"/>
        </w:rPr>
        <w:t>.</w:t>
      </w:r>
    </w:p>
    <w:p w14:paraId="4CE5A3B9" w14:textId="3636272F" w:rsidR="00E8465A" w:rsidRDefault="00E8465A" w:rsidP="000200A6">
      <w:pPr>
        <w:ind w:firstLine="0"/>
        <w:jc w:val="right"/>
        <w:rPr>
          <w:rStyle w:val="Taille-1Caracteres"/>
        </w:rPr>
      </w:pPr>
      <w:r>
        <w:rPr>
          <w:rStyle w:val="Taille-1Caracteres"/>
        </w:rPr>
        <w:t>(</w:t>
      </w:r>
      <w:r w:rsidR="00E0544E" w:rsidRPr="007818BD">
        <w:rPr>
          <w:rStyle w:val="Taille-1Caracteres"/>
        </w:rPr>
        <w:t>OVIDE</w:t>
      </w:r>
      <w:r>
        <w:rPr>
          <w:rStyle w:val="Taille-1Caracteres"/>
        </w:rPr>
        <w:t>.)</w:t>
      </w:r>
    </w:p>
    <w:p w14:paraId="056FFDF7" w14:textId="77777777" w:rsidR="00E8465A" w:rsidRDefault="00E0544E" w:rsidP="00E0544E">
      <w:r w:rsidRPr="007818BD">
        <w:t>On mit l</w:t>
      </w:r>
      <w:r w:rsidR="00E8465A">
        <w:t>’</w:t>
      </w:r>
      <w:r w:rsidRPr="007818BD">
        <w:t>enfant dans les bras du père</w:t>
      </w:r>
      <w:r w:rsidR="00E8465A">
        <w:t xml:space="preserve">. </w:t>
      </w:r>
      <w:r w:rsidRPr="007818BD">
        <w:t>Le père se pencha s</w:t>
      </w:r>
      <w:r w:rsidRPr="007818BD">
        <w:t>i</w:t>
      </w:r>
      <w:r w:rsidRPr="007818BD">
        <w:t>lencieux sur ce doux trésor et des larmes</w:t>
      </w:r>
      <w:r w:rsidR="00E8465A">
        <w:t xml:space="preserve">, </w:t>
      </w:r>
      <w:r w:rsidRPr="007818BD">
        <w:t>des larmes humaines</w:t>
      </w:r>
      <w:r w:rsidR="00E8465A">
        <w:t xml:space="preserve">, </w:t>
      </w:r>
      <w:r w:rsidRPr="007818BD">
        <w:t>débordèrent comme un torrent de ses yeux</w:t>
      </w:r>
      <w:r w:rsidR="00E8465A">
        <w:t xml:space="preserve">. </w:t>
      </w:r>
      <w:r w:rsidRPr="007818BD">
        <w:t>Et le petit être so</w:t>
      </w:r>
      <w:r w:rsidRPr="007818BD">
        <w:t>u</w:t>
      </w:r>
      <w:r w:rsidRPr="007818BD">
        <w:t>rit à travers les pleurs qui baignaient son visage</w:t>
      </w:r>
      <w:r w:rsidR="00E8465A">
        <w:t xml:space="preserve">. </w:t>
      </w:r>
      <w:r w:rsidRPr="007818BD">
        <w:t>Ah</w:t>
      </w:r>
      <w:r w:rsidR="00E8465A">
        <w:t xml:space="preserve"> ! </w:t>
      </w:r>
      <w:r w:rsidRPr="007818BD">
        <w:t>avec que</w:t>
      </w:r>
      <w:r w:rsidRPr="007818BD">
        <w:t>l</w:t>
      </w:r>
      <w:r w:rsidRPr="007818BD">
        <w:t>les larmes de bonheur nous accueillons l</w:t>
      </w:r>
      <w:r w:rsidR="00E8465A">
        <w:t>’</w:t>
      </w:r>
      <w:r w:rsidRPr="007818BD">
        <w:t>étranger qui fait son entrée dans notre triste monde</w:t>
      </w:r>
      <w:r w:rsidR="00E8465A">
        <w:t xml:space="preserve"> ! </w:t>
      </w:r>
      <w:r w:rsidRPr="007818BD">
        <w:t>Avec quelles larmes de dése</w:t>
      </w:r>
      <w:r w:rsidRPr="007818BD">
        <w:t>s</w:t>
      </w:r>
      <w:r w:rsidRPr="007818BD">
        <w:t>poir nous le suivons quand il s</w:t>
      </w:r>
      <w:r w:rsidR="00E8465A">
        <w:t>’</w:t>
      </w:r>
      <w:r w:rsidRPr="007818BD">
        <w:t>en retourne vers les anges</w:t>
      </w:r>
      <w:r w:rsidR="00E8465A">
        <w:t xml:space="preserve"> ! </w:t>
      </w:r>
      <w:r w:rsidRPr="007818BD">
        <w:t>Joie désintéressée</w:t>
      </w:r>
      <w:r w:rsidR="00E8465A">
        <w:t xml:space="preserve">, </w:t>
      </w:r>
      <w:r w:rsidRPr="007818BD">
        <w:t>douleur égoïste</w:t>
      </w:r>
      <w:r w:rsidR="00E8465A">
        <w:t> !</w:t>
      </w:r>
    </w:p>
    <w:p w14:paraId="14919115" w14:textId="77777777" w:rsidR="00E8465A" w:rsidRDefault="00E0544E" w:rsidP="00E0544E">
      <w:r w:rsidRPr="007818BD">
        <w:t>Maintenant</w:t>
      </w:r>
      <w:r w:rsidR="00E8465A">
        <w:t xml:space="preserve">, </w:t>
      </w:r>
      <w:r w:rsidRPr="007818BD">
        <w:t>à travers la chambre silencieuse</w:t>
      </w:r>
      <w:r w:rsidR="00E8465A">
        <w:t xml:space="preserve">, </w:t>
      </w:r>
      <w:r w:rsidRPr="007818BD">
        <w:t>une voix se fait entendre faible et douce</w:t>
      </w:r>
      <w:r w:rsidR="00E8465A">
        <w:t xml:space="preserve">, </w:t>
      </w:r>
      <w:r w:rsidRPr="007818BD">
        <w:t>la voix de la jeune mère</w:t>
      </w:r>
      <w:r w:rsidR="00E8465A">
        <w:t>.</w:t>
      </w:r>
    </w:p>
    <w:p w14:paraId="1852009F" w14:textId="77777777" w:rsidR="00E8465A" w:rsidRDefault="00E8465A" w:rsidP="00E0544E">
      <w:r>
        <w:t>« </w:t>
      </w:r>
      <w:r w:rsidR="00E0544E" w:rsidRPr="007818BD">
        <w:t>Me voici</w:t>
      </w:r>
      <w:r>
        <w:t xml:space="preserve"> ! </w:t>
      </w:r>
      <w:r w:rsidR="00E0544E" w:rsidRPr="007818BD">
        <w:t>je suis près de toi</w:t>
      </w:r>
      <w:r>
        <w:t> ! »</w:t>
      </w:r>
      <w:r w:rsidR="00E0544E" w:rsidRPr="007818BD">
        <w:t xml:space="preserve"> murmura </w:t>
      </w:r>
      <w:proofErr w:type="spellStart"/>
      <w:r w:rsidR="00E0544E" w:rsidRPr="007818BD">
        <w:t>Zanoni</w:t>
      </w:r>
      <w:proofErr w:type="spellEnd"/>
      <w:r>
        <w:t>.</w:t>
      </w:r>
    </w:p>
    <w:p w14:paraId="0593432A" w14:textId="77777777" w:rsidR="00E8465A" w:rsidRDefault="00E0544E" w:rsidP="00E0544E">
      <w:r w:rsidRPr="007818BD">
        <w:t>La mère sourit</w:t>
      </w:r>
      <w:r w:rsidR="00E8465A">
        <w:t xml:space="preserve">, </w:t>
      </w:r>
      <w:r w:rsidRPr="007818BD">
        <w:t>lui serra la main</w:t>
      </w:r>
      <w:r w:rsidR="00E8465A">
        <w:t xml:space="preserve"> : </w:t>
      </w:r>
      <w:r w:rsidRPr="007818BD">
        <w:t>elle n</w:t>
      </w:r>
      <w:r w:rsidR="00E8465A">
        <w:t>’</w:t>
      </w:r>
      <w:r w:rsidRPr="007818BD">
        <w:t>en demandait pas davantage</w:t>
      </w:r>
      <w:r w:rsidR="00E8465A">
        <w:t xml:space="preserve"> ; </w:t>
      </w:r>
      <w:r w:rsidRPr="007818BD">
        <w:t>elle était s</w:t>
      </w:r>
      <w:r w:rsidRPr="007818BD">
        <w:t>a</w:t>
      </w:r>
      <w:r w:rsidRPr="007818BD">
        <w:t>tisfaite</w:t>
      </w:r>
      <w:r w:rsidR="00E8465A">
        <w:t>.</w:t>
      </w:r>
    </w:p>
    <w:p w14:paraId="5866E424" w14:textId="77777777" w:rsidR="00E8465A" w:rsidRDefault="00E0544E" w:rsidP="00E0544E">
      <w:r w:rsidRPr="007818BD">
        <w:t>Viola se rétablit avec une rapidité qui étonna le médecin</w:t>
      </w:r>
      <w:r w:rsidR="00E8465A">
        <w:t xml:space="preserve">. </w:t>
      </w:r>
      <w:r w:rsidRPr="007818BD">
        <w:t>Le nouveau venu prosp</w:t>
      </w:r>
      <w:r w:rsidRPr="007818BD">
        <w:t>é</w:t>
      </w:r>
      <w:r w:rsidRPr="007818BD">
        <w:t>ra comme s</w:t>
      </w:r>
      <w:r w:rsidR="00E8465A">
        <w:t>’</w:t>
      </w:r>
      <w:r w:rsidRPr="007818BD">
        <w:t>il aimait déjà ce monde dans lequel il était descendu</w:t>
      </w:r>
      <w:r w:rsidR="00E8465A">
        <w:t xml:space="preserve">. </w:t>
      </w:r>
      <w:r w:rsidRPr="007818BD">
        <w:t>À partir de cette heure</w:t>
      </w:r>
      <w:r w:rsidR="00E8465A">
        <w:t xml:space="preserve">, </w:t>
      </w:r>
      <w:proofErr w:type="spellStart"/>
      <w:r w:rsidRPr="007818BD">
        <w:t>Zanoni</w:t>
      </w:r>
      <w:proofErr w:type="spellEnd"/>
      <w:r w:rsidRPr="007818BD">
        <w:t xml:space="preserve"> sembla vivre de la vie de l</w:t>
      </w:r>
      <w:r w:rsidR="00E8465A">
        <w:t>’</w:t>
      </w:r>
      <w:r w:rsidRPr="007818BD">
        <w:t>enfant</w:t>
      </w:r>
      <w:r w:rsidR="00E8465A">
        <w:t xml:space="preserve"> ; </w:t>
      </w:r>
      <w:r w:rsidRPr="007818BD">
        <w:t>et</w:t>
      </w:r>
      <w:r w:rsidR="00E8465A">
        <w:t xml:space="preserve">, </w:t>
      </w:r>
      <w:r w:rsidRPr="007818BD">
        <w:t>dans cette vie</w:t>
      </w:r>
      <w:r w:rsidR="00E8465A">
        <w:t xml:space="preserve">, </w:t>
      </w:r>
      <w:r w:rsidRPr="007818BD">
        <w:t>les âmes de la m</w:t>
      </w:r>
      <w:r w:rsidRPr="007818BD">
        <w:t>è</w:t>
      </w:r>
      <w:r w:rsidRPr="007818BD">
        <w:t>re et du père s</w:t>
      </w:r>
      <w:r w:rsidR="00E8465A">
        <w:t>’</w:t>
      </w:r>
      <w:r w:rsidRPr="007818BD">
        <w:t>unirent comme d</w:t>
      </w:r>
      <w:r w:rsidR="00E8465A">
        <w:t>’</w:t>
      </w:r>
      <w:r w:rsidRPr="007818BD">
        <w:t>un lien nouveau</w:t>
      </w:r>
      <w:r w:rsidR="00E8465A">
        <w:t xml:space="preserve">. </w:t>
      </w:r>
      <w:r w:rsidRPr="007818BD">
        <w:t>Jamais l</w:t>
      </w:r>
      <w:r w:rsidR="00E8465A">
        <w:t>’</w:t>
      </w:r>
      <w:r w:rsidRPr="007818BD">
        <w:t>œil n</w:t>
      </w:r>
      <w:r w:rsidR="00E8465A">
        <w:t>’</w:t>
      </w:r>
      <w:r w:rsidRPr="007818BD">
        <w:t>avait rien contemplé de plus beau que cet enfant</w:t>
      </w:r>
      <w:r w:rsidR="00E8465A">
        <w:t xml:space="preserve">. </w:t>
      </w:r>
      <w:r w:rsidRPr="007818BD">
        <w:t>Les nourrices s</w:t>
      </w:r>
      <w:r w:rsidR="00E8465A">
        <w:t>’</w:t>
      </w:r>
      <w:r w:rsidRPr="007818BD">
        <w:t>étonnèrent qu</w:t>
      </w:r>
      <w:r w:rsidR="00E8465A">
        <w:t>’</w:t>
      </w:r>
      <w:r w:rsidRPr="007818BD">
        <w:t>il n</w:t>
      </w:r>
      <w:r w:rsidR="00E8465A">
        <w:t>’</w:t>
      </w:r>
      <w:r w:rsidRPr="007818BD">
        <w:t>eût pas fait son entrée sur cette terre avec un gémissement</w:t>
      </w:r>
      <w:r w:rsidR="00E8465A">
        <w:t xml:space="preserve">, </w:t>
      </w:r>
      <w:r w:rsidRPr="007818BD">
        <w:t>et qu</w:t>
      </w:r>
      <w:r w:rsidR="00E8465A">
        <w:t>’</w:t>
      </w:r>
      <w:r w:rsidRPr="007818BD">
        <w:t>il eût souri à la lumière comme à une chose qui lui était familière</w:t>
      </w:r>
      <w:r w:rsidR="00E8465A">
        <w:t xml:space="preserve">. </w:t>
      </w:r>
      <w:r w:rsidRPr="007818BD">
        <w:t>Jamais il ne laissa échapper un cri de douleur enfantine</w:t>
      </w:r>
      <w:r w:rsidR="00E8465A">
        <w:t xml:space="preserve">. </w:t>
      </w:r>
      <w:r w:rsidRPr="007818BD">
        <w:t>Même dans son repos</w:t>
      </w:r>
      <w:r w:rsidR="00E8465A">
        <w:t xml:space="preserve">, </w:t>
      </w:r>
      <w:r w:rsidRPr="007818BD">
        <w:t xml:space="preserve">il paraissait écouter quelque voix bienheureuse qui parlait </w:t>
      </w:r>
      <w:r w:rsidRPr="007818BD">
        <w:lastRenderedPageBreak/>
        <w:t>dans son cœur</w:t>
      </w:r>
      <w:r w:rsidR="00E8465A">
        <w:t xml:space="preserve"> ; </w:t>
      </w:r>
      <w:r w:rsidRPr="007818BD">
        <w:t>lui-même il semblait heureux</w:t>
      </w:r>
      <w:r w:rsidR="00E8465A">
        <w:t xml:space="preserve">. </w:t>
      </w:r>
      <w:r w:rsidRPr="007818BD">
        <w:t>Dans ses yeux vous eussiez dit que l</w:t>
      </w:r>
      <w:r w:rsidR="00E8465A">
        <w:t>’</w:t>
      </w:r>
      <w:r w:rsidRPr="007818BD">
        <w:t>intelligence était déjà allumée</w:t>
      </w:r>
      <w:r w:rsidR="00E8465A">
        <w:t xml:space="preserve">, </w:t>
      </w:r>
      <w:r w:rsidRPr="007818BD">
        <w:t>quoiqu</w:t>
      </w:r>
      <w:r w:rsidR="00E8465A">
        <w:t>’</w:t>
      </w:r>
      <w:r w:rsidRPr="007818BD">
        <w:t>elle n</w:t>
      </w:r>
      <w:r w:rsidR="00E8465A">
        <w:t>’</w:t>
      </w:r>
      <w:r w:rsidRPr="007818BD">
        <w:t>eût pas encore de langage pour se refléter au dehors</w:t>
      </w:r>
      <w:r w:rsidR="00E8465A">
        <w:t xml:space="preserve">. </w:t>
      </w:r>
      <w:r w:rsidRPr="007818BD">
        <w:t>Déjà il semblait reconna</w:t>
      </w:r>
      <w:r w:rsidRPr="007818BD">
        <w:t>î</w:t>
      </w:r>
      <w:r w:rsidRPr="007818BD">
        <w:t>tre ses parents</w:t>
      </w:r>
      <w:r w:rsidR="00E8465A">
        <w:t xml:space="preserve"> ; </w:t>
      </w:r>
      <w:r w:rsidRPr="007818BD">
        <w:t xml:space="preserve">déjà il tendait les bras quand </w:t>
      </w:r>
      <w:proofErr w:type="spellStart"/>
      <w:r w:rsidRPr="007818BD">
        <w:t>Zanoni</w:t>
      </w:r>
      <w:proofErr w:type="spellEnd"/>
      <w:r w:rsidRPr="007818BD">
        <w:t xml:space="preserve"> se pe</w:t>
      </w:r>
      <w:r w:rsidRPr="007818BD">
        <w:t>n</w:t>
      </w:r>
      <w:r w:rsidRPr="007818BD">
        <w:t>chait sur le berceau où respirait</w:t>
      </w:r>
      <w:r w:rsidR="00E8465A">
        <w:t xml:space="preserve">, </w:t>
      </w:r>
      <w:r w:rsidRPr="007818BD">
        <w:t>où s</w:t>
      </w:r>
      <w:r w:rsidR="00E8465A">
        <w:t>’</w:t>
      </w:r>
      <w:r w:rsidRPr="007818BD">
        <w:t>épanouissait cette fleur entr</w:t>
      </w:r>
      <w:r w:rsidR="00E8465A">
        <w:t>’</w:t>
      </w:r>
      <w:r w:rsidRPr="007818BD">
        <w:t>éclose</w:t>
      </w:r>
      <w:r w:rsidR="00E8465A">
        <w:t xml:space="preserve">. </w:t>
      </w:r>
      <w:r w:rsidRPr="007818BD">
        <w:t>Car de ce berceau il s</w:t>
      </w:r>
      <w:r w:rsidR="00E8465A">
        <w:t>’</w:t>
      </w:r>
      <w:r w:rsidRPr="007818BD">
        <w:t>éloignait rarement</w:t>
      </w:r>
      <w:r w:rsidR="00E8465A">
        <w:t xml:space="preserve"> ; </w:t>
      </w:r>
      <w:r w:rsidRPr="007818BD">
        <w:t>il le r</w:t>
      </w:r>
      <w:r w:rsidRPr="007818BD">
        <w:t>e</w:t>
      </w:r>
      <w:r w:rsidRPr="007818BD">
        <w:t>gardait de ses yeux sereins</w:t>
      </w:r>
      <w:r w:rsidR="00E8465A">
        <w:t xml:space="preserve">, </w:t>
      </w:r>
      <w:r w:rsidRPr="007818BD">
        <w:t>de ses yeux pleins de bonheur</w:t>
      </w:r>
      <w:r w:rsidR="00E8465A">
        <w:t xml:space="preserve">. </w:t>
      </w:r>
      <w:r w:rsidRPr="007818BD">
        <w:t>Il semblait de son âme nourrir cette petite âme</w:t>
      </w:r>
      <w:r w:rsidR="00E8465A">
        <w:t xml:space="preserve">. </w:t>
      </w:r>
      <w:r w:rsidRPr="007818BD">
        <w:t>La nuit</w:t>
      </w:r>
      <w:r w:rsidR="00E8465A">
        <w:t xml:space="preserve">, </w:t>
      </w:r>
      <w:r w:rsidRPr="007818BD">
        <w:t>au milieu des ténèbres</w:t>
      </w:r>
      <w:r w:rsidR="00E8465A">
        <w:t xml:space="preserve">, </w:t>
      </w:r>
      <w:r w:rsidRPr="007818BD">
        <w:t>il était encore là</w:t>
      </w:r>
      <w:r w:rsidR="00E8465A">
        <w:t xml:space="preserve">, </w:t>
      </w:r>
      <w:r w:rsidRPr="007818BD">
        <w:t>dans un demi-sommeil</w:t>
      </w:r>
      <w:r w:rsidR="00E8465A">
        <w:t xml:space="preserve">, </w:t>
      </w:r>
      <w:r w:rsidRPr="007818BD">
        <w:t>et Viola l</w:t>
      </w:r>
      <w:r w:rsidR="00E8465A">
        <w:t>’</w:t>
      </w:r>
      <w:r w:rsidRPr="007818BD">
        <w:t xml:space="preserve">entendait souvent murmurer </w:t>
      </w:r>
      <w:proofErr w:type="spellStart"/>
      <w:r w:rsidRPr="007818BD">
        <w:t>au dessus</w:t>
      </w:r>
      <w:proofErr w:type="spellEnd"/>
      <w:r w:rsidRPr="007818BD">
        <w:t xml:space="preserve"> de l</w:t>
      </w:r>
      <w:r w:rsidR="00E8465A">
        <w:t>’</w:t>
      </w:r>
      <w:r w:rsidRPr="007818BD">
        <w:t>enfant des paroles indistinctes d</w:t>
      </w:r>
      <w:r w:rsidR="00E8465A">
        <w:t>’</w:t>
      </w:r>
      <w:r w:rsidRPr="007818BD">
        <w:t>un langage inconnu pour elle</w:t>
      </w:r>
      <w:r w:rsidR="00E8465A">
        <w:t xml:space="preserve"> ; </w:t>
      </w:r>
      <w:r w:rsidRPr="007818BD">
        <w:t>quelquefois</w:t>
      </w:r>
      <w:r w:rsidR="00E8465A">
        <w:t xml:space="preserve">, </w:t>
      </w:r>
      <w:r w:rsidRPr="007818BD">
        <w:t>en l</w:t>
      </w:r>
      <w:r w:rsidR="00E8465A">
        <w:t>’</w:t>
      </w:r>
      <w:r w:rsidRPr="007818BD">
        <w:t>entendant</w:t>
      </w:r>
      <w:r w:rsidR="00E8465A">
        <w:t xml:space="preserve">, </w:t>
      </w:r>
      <w:r w:rsidRPr="007818BD">
        <w:t>elle craignait</w:t>
      </w:r>
      <w:r w:rsidR="00E8465A">
        <w:t xml:space="preserve">, </w:t>
      </w:r>
      <w:r w:rsidRPr="007818BD">
        <w:t>et des superstitions vagues</w:t>
      </w:r>
      <w:r w:rsidR="00E8465A">
        <w:t xml:space="preserve">, </w:t>
      </w:r>
      <w:r w:rsidRPr="007818BD">
        <w:t>indéf</w:t>
      </w:r>
      <w:r w:rsidRPr="007818BD">
        <w:t>i</w:t>
      </w:r>
      <w:r w:rsidRPr="007818BD">
        <w:t>nies</w:t>
      </w:r>
      <w:r w:rsidR="00E8465A">
        <w:t xml:space="preserve">, </w:t>
      </w:r>
      <w:r w:rsidRPr="007818BD">
        <w:t>les superstitions de sa jeunesse</w:t>
      </w:r>
      <w:r w:rsidR="00E8465A">
        <w:t xml:space="preserve">, </w:t>
      </w:r>
      <w:r w:rsidRPr="007818BD">
        <w:t>revenaient l</w:t>
      </w:r>
      <w:r w:rsidR="00E8465A">
        <w:t>’</w:t>
      </w:r>
      <w:r w:rsidRPr="007818BD">
        <w:t>assiéger</w:t>
      </w:r>
      <w:r w:rsidR="00E8465A">
        <w:t xml:space="preserve">. </w:t>
      </w:r>
      <w:r w:rsidRPr="007818BD">
        <w:t>Une mère craint tout pour son nouveau-né</w:t>
      </w:r>
      <w:r w:rsidR="00E8465A">
        <w:t xml:space="preserve">, </w:t>
      </w:r>
      <w:r w:rsidRPr="007818BD">
        <w:t>même les dieux</w:t>
      </w:r>
      <w:r w:rsidR="00E8465A">
        <w:t xml:space="preserve">. </w:t>
      </w:r>
      <w:r w:rsidRPr="007818BD">
        <w:t>Les mortels poussèrent des cris d</w:t>
      </w:r>
      <w:r w:rsidR="00E8465A">
        <w:t>’</w:t>
      </w:r>
      <w:r w:rsidRPr="007818BD">
        <w:t>alarme quand ils virent</w:t>
      </w:r>
      <w:r w:rsidR="00E8465A">
        <w:t xml:space="preserve">, </w:t>
      </w:r>
      <w:r w:rsidRPr="007818BD">
        <w:t>dans des siècles reculés</w:t>
      </w:r>
      <w:r w:rsidR="00E8465A">
        <w:t xml:space="preserve">, </w:t>
      </w:r>
      <w:r w:rsidRPr="007818BD">
        <w:t>la grande Déméter cherchant à rendre leur e</w:t>
      </w:r>
      <w:r w:rsidRPr="007818BD">
        <w:t>n</w:t>
      </w:r>
      <w:r w:rsidRPr="007818BD">
        <w:t>fant immortel</w:t>
      </w:r>
      <w:r w:rsidR="00E8465A">
        <w:t>.</w:t>
      </w:r>
    </w:p>
    <w:p w14:paraId="22CAFFE8" w14:textId="77777777" w:rsidR="00E8465A" w:rsidRDefault="00E0544E" w:rsidP="00E0544E">
      <w:r w:rsidRPr="007818BD">
        <w:t xml:space="preserve">Mais </w:t>
      </w:r>
      <w:proofErr w:type="spellStart"/>
      <w:r w:rsidRPr="007818BD">
        <w:t>Zanoni</w:t>
      </w:r>
      <w:proofErr w:type="spellEnd"/>
      <w:r w:rsidR="00E8465A">
        <w:t xml:space="preserve">, </w:t>
      </w:r>
      <w:r w:rsidRPr="007818BD">
        <w:t>absorbé dans les desseins sublimes qui an</w:t>
      </w:r>
      <w:r w:rsidRPr="007818BD">
        <w:t>i</w:t>
      </w:r>
      <w:r w:rsidRPr="007818BD">
        <w:t>maient son amour h</w:t>
      </w:r>
      <w:r w:rsidRPr="007818BD">
        <w:t>u</w:t>
      </w:r>
      <w:r w:rsidRPr="007818BD">
        <w:t>main</w:t>
      </w:r>
      <w:r w:rsidR="00E8465A">
        <w:t xml:space="preserve">, </w:t>
      </w:r>
      <w:r w:rsidRPr="007818BD">
        <w:t>oublia tout</w:t>
      </w:r>
      <w:r w:rsidR="00E8465A">
        <w:t xml:space="preserve">, </w:t>
      </w:r>
      <w:r w:rsidRPr="007818BD">
        <w:t>même tout ce qu</w:t>
      </w:r>
      <w:r w:rsidR="00E8465A">
        <w:t>’</w:t>
      </w:r>
      <w:r w:rsidRPr="007818BD">
        <w:t>il avait perdu dans cet amour aveugle</w:t>
      </w:r>
      <w:r w:rsidR="00E8465A">
        <w:t>.</w:t>
      </w:r>
    </w:p>
    <w:p w14:paraId="78414FF0" w14:textId="77777777" w:rsidR="00E8465A" w:rsidRDefault="00E0544E" w:rsidP="00E0544E">
      <w:r w:rsidRPr="007818BD">
        <w:t>Mais la Chose sombre et sans forme</w:t>
      </w:r>
      <w:r w:rsidR="00E8465A">
        <w:t xml:space="preserve">, </w:t>
      </w:r>
      <w:r w:rsidRPr="007818BD">
        <w:t>quoiqu</w:t>
      </w:r>
      <w:r w:rsidR="00E8465A">
        <w:t>’</w:t>
      </w:r>
      <w:r w:rsidRPr="007818BD">
        <w:t>il ne l</w:t>
      </w:r>
      <w:r w:rsidR="00E8465A">
        <w:t>’</w:t>
      </w:r>
      <w:r w:rsidRPr="007818BD">
        <w:t>invoquât point</w:t>
      </w:r>
      <w:r w:rsidR="00E8465A">
        <w:t xml:space="preserve">, </w:t>
      </w:r>
      <w:r w:rsidRPr="007818BD">
        <w:t>qu</w:t>
      </w:r>
      <w:r w:rsidR="00E8465A">
        <w:t>’</w:t>
      </w:r>
      <w:r w:rsidRPr="007818BD">
        <w:t>il ne la vît point</w:t>
      </w:r>
      <w:r w:rsidR="00E8465A">
        <w:t xml:space="preserve">, </w:t>
      </w:r>
      <w:r w:rsidRPr="007818BD">
        <w:t>venait souvent se glisser auprès de lui et autour de lui</w:t>
      </w:r>
      <w:r w:rsidR="00E8465A">
        <w:t xml:space="preserve"> ; </w:t>
      </w:r>
      <w:r w:rsidRPr="007818BD">
        <w:t>souvent il la sentait accroupie près du be</w:t>
      </w:r>
      <w:r w:rsidRPr="007818BD">
        <w:t>r</w:t>
      </w:r>
      <w:r w:rsidRPr="007818BD">
        <w:t>ceau</w:t>
      </w:r>
      <w:r w:rsidR="00E8465A">
        <w:t xml:space="preserve">, </w:t>
      </w:r>
      <w:r w:rsidRPr="007818BD">
        <w:t>avec ses yeux haineux</w:t>
      </w:r>
      <w:r w:rsidR="00E8465A">
        <w:t>.</w:t>
      </w:r>
    </w:p>
    <w:p w14:paraId="12972FE1" w14:textId="77777777" w:rsidR="00E8465A" w:rsidRDefault="00E0544E" w:rsidP="00E8465A">
      <w:pPr>
        <w:pStyle w:val="Titre2"/>
        <w:pageBreakBefore/>
      </w:pPr>
      <w:bookmarkStart w:id="63" w:name="_Toc199963112"/>
      <w:r w:rsidRPr="007818BD">
        <w:lastRenderedPageBreak/>
        <w:t>CHAPITRE</w:t>
      </w:r>
      <w:r w:rsidR="00E8465A">
        <w:t xml:space="preserve"> </w:t>
      </w:r>
      <w:r w:rsidRPr="007818BD">
        <w:t>III</w:t>
      </w:r>
      <w:r w:rsidR="00E8465A">
        <w:t>.</w:t>
      </w:r>
      <w:bookmarkEnd w:id="63"/>
    </w:p>
    <w:p w14:paraId="05E56858" w14:textId="77777777" w:rsidR="00E8465A" w:rsidRDefault="00E0544E" w:rsidP="000200A6">
      <w:pPr>
        <w:ind w:firstLine="0"/>
        <w:jc w:val="right"/>
        <w:rPr>
          <w:rStyle w:val="Taille-1Caracteres"/>
        </w:rPr>
      </w:pPr>
      <w:proofErr w:type="spellStart"/>
      <w:r w:rsidRPr="007818BD">
        <w:rPr>
          <w:rStyle w:val="Taille-1Caracteres"/>
        </w:rPr>
        <w:t>Fuscis</w:t>
      </w:r>
      <w:proofErr w:type="spellEnd"/>
      <w:r w:rsidRPr="007818BD">
        <w:rPr>
          <w:rStyle w:val="Taille-1Caracteres"/>
        </w:rPr>
        <w:t xml:space="preserve"> </w:t>
      </w:r>
      <w:proofErr w:type="spellStart"/>
      <w:r w:rsidRPr="007818BD">
        <w:rPr>
          <w:rStyle w:val="Taille-1Caracteres"/>
        </w:rPr>
        <w:t>tellurem</w:t>
      </w:r>
      <w:proofErr w:type="spellEnd"/>
      <w:r w:rsidRPr="007818BD">
        <w:rPr>
          <w:rStyle w:val="Taille-1Caracteres"/>
        </w:rPr>
        <w:t xml:space="preserve"> </w:t>
      </w:r>
      <w:proofErr w:type="spellStart"/>
      <w:r w:rsidRPr="007818BD">
        <w:rPr>
          <w:rStyle w:val="Taille-1Caracteres"/>
        </w:rPr>
        <w:t>amplectitur</w:t>
      </w:r>
      <w:proofErr w:type="spellEnd"/>
      <w:r w:rsidRPr="007818BD">
        <w:rPr>
          <w:rStyle w:val="Taille-1Caracteres"/>
        </w:rPr>
        <w:t xml:space="preserve"> </w:t>
      </w:r>
      <w:proofErr w:type="spellStart"/>
      <w:r w:rsidRPr="007818BD">
        <w:rPr>
          <w:rStyle w:val="Taille-1Caracteres"/>
        </w:rPr>
        <w:t>alis</w:t>
      </w:r>
      <w:proofErr w:type="spellEnd"/>
      <w:r w:rsidR="00E8465A">
        <w:rPr>
          <w:rStyle w:val="Taille-1Caracteres"/>
        </w:rPr>
        <w:t>.</w:t>
      </w:r>
    </w:p>
    <w:p w14:paraId="2BB45666" w14:textId="0AB9685D" w:rsidR="00E8465A" w:rsidRDefault="00E8465A" w:rsidP="000200A6">
      <w:pPr>
        <w:ind w:firstLine="0"/>
        <w:jc w:val="right"/>
        <w:rPr>
          <w:rStyle w:val="Taille-1Caracteres"/>
        </w:rPr>
      </w:pPr>
      <w:r>
        <w:rPr>
          <w:rStyle w:val="Taille-1Caracteres"/>
        </w:rPr>
        <w:t>(</w:t>
      </w:r>
      <w:r w:rsidR="00E0544E" w:rsidRPr="007818BD">
        <w:rPr>
          <w:rStyle w:val="Taille-1Caracteres"/>
        </w:rPr>
        <w:t>VIRG</w:t>
      </w:r>
      <w:r w:rsidR="00E0544E" w:rsidRPr="007818BD">
        <w:rPr>
          <w:rStyle w:val="Taille-1Caracteres"/>
        </w:rPr>
        <w:t>I</w:t>
      </w:r>
      <w:r w:rsidR="00E0544E" w:rsidRPr="007818BD">
        <w:rPr>
          <w:rStyle w:val="Taille-1Caracteres"/>
        </w:rPr>
        <w:t>LE</w:t>
      </w:r>
      <w:r>
        <w:rPr>
          <w:rStyle w:val="Taille-1Caracteres"/>
        </w:rPr>
        <w:t>.)</w:t>
      </w:r>
    </w:p>
    <w:p w14:paraId="3E750F47" w14:textId="77777777" w:rsidR="00E8465A" w:rsidRDefault="00E0544E" w:rsidP="00E8465A">
      <w:pPr>
        <w:ind w:firstLine="0"/>
        <w:jc w:val="center"/>
      </w:pPr>
      <w:proofErr w:type="spellStart"/>
      <w:r w:rsidRPr="007818BD">
        <w:t>ZANONI</w:t>
      </w:r>
      <w:proofErr w:type="spellEnd"/>
      <w:r w:rsidRPr="007818BD">
        <w:t xml:space="preserve"> À </w:t>
      </w:r>
      <w:proofErr w:type="spellStart"/>
      <w:r w:rsidRPr="007818BD">
        <w:t>MEJNOUR</w:t>
      </w:r>
      <w:proofErr w:type="spellEnd"/>
      <w:r w:rsidR="00E8465A">
        <w:t>.</w:t>
      </w:r>
    </w:p>
    <w:p w14:paraId="17F1F49C" w14:textId="77777777" w:rsidR="00E8465A" w:rsidRDefault="00E0544E" w:rsidP="00E0544E">
      <w:proofErr w:type="spellStart"/>
      <w:r w:rsidRPr="007818BD">
        <w:t>Mejnour</w:t>
      </w:r>
      <w:proofErr w:type="spellEnd"/>
      <w:r w:rsidR="00E8465A">
        <w:t xml:space="preserve"> ! </w:t>
      </w:r>
      <w:r w:rsidRPr="007818BD">
        <w:t>l</w:t>
      </w:r>
      <w:r w:rsidR="00E8465A">
        <w:t>’</w:t>
      </w:r>
      <w:r w:rsidRPr="007818BD">
        <w:t>humanité avec toutes ses tristesses et toutes ses joies est redevenue mon partage</w:t>
      </w:r>
      <w:r w:rsidR="00E8465A">
        <w:t xml:space="preserve">. </w:t>
      </w:r>
      <w:r w:rsidRPr="007818BD">
        <w:t>Jour à jour je me forge de nouvelles chaînes</w:t>
      </w:r>
      <w:r w:rsidR="00E8465A">
        <w:t xml:space="preserve">. </w:t>
      </w:r>
      <w:r w:rsidRPr="007818BD">
        <w:t>Je vis dans d</w:t>
      </w:r>
      <w:r w:rsidR="00E8465A">
        <w:t>’</w:t>
      </w:r>
      <w:r w:rsidRPr="007818BD">
        <w:t>autres vies que la mienne</w:t>
      </w:r>
      <w:r w:rsidR="00E8465A">
        <w:t xml:space="preserve">, </w:t>
      </w:r>
      <w:r w:rsidRPr="007818BD">
        <w:t>et dans elles j</w:t>
      </w:r>
      <w:r w:rsidR="00E8465A">
        <w:t>’</w:t>
      </w:r>
      <w:r w:rsidRPr="007818BD">
        <w:t>ai perdu plus que la moitié de ma puissance</w:t>
      </w:r>
      <w:r w:rsidR="00E8465A">
        <w:t xml:space="preserve">. </w:t>
      </w:r>
      <w:r w:rsidRPr="007818BD">
        <w:t>Ne pouvant les élever</w:t>
      </w:r>
      <w:r w:rsidR="00E8465A">
        <w:t xml:space="preserve">, </w:t>
      </w:r>
      <w:r w:rsidRPr="007818BD">
        <w:t>je sens qu</w:t>
      </w:r>
      <w:r w:rsidR="00E8465A">
        <w:t>’</w:t>
      </w:r>
      <w:r w:rsidRPr="007818BD">
        <w:t>elles m</w:t>
      </w:r>
      <w:r w:rsidR="00E8465A">
        <w:t>’</w:t>
      </w:r>
      <w:r w:rsidRPr="007818BD">
        <w:t>entraînent vers leur terre</w:t>
      </w:r>
      <w:r w:rsidR="00E8465A">
        <w:t xml:space="preserve">, </w:t>
      </w:r>
      <w:r w:rsidRPr="007818BD">
        <w:t>par les fortes attaches des tendresses humaines</w:t>
      </w:r>
      <w:r w:rsidR="00E8465A">
        <w:t xml:space="preserve">. </w:t>
      </w:r>
      <w:r w:rsidRPr="007818BD">
        <w:t>Exilé du co</w:t>
      </w:r>
      <w:r w:rsidRPr="007818BD">
        <w:t>m</w:t>
      </w:r>
      <w:r w:rsidRPr="007818BD">
        <w:t>merce des êtres visibles seulement à l</w:t>
      </w:r>
      <w:r w:rsidR="00E8465A">
        <w:t>’</w:t>
      </w:r>
      <w:r w:rsidRPr="007818BD">
        <w:t>intelligence p</w:t>
      </w:r>
      <w:r w:rsidRPr="007818BD">
        <w:t>u</w:t>
      </w:r>
      <w:r w:rsidRPr="007818BD">
        <w:t>re</w:t>
      </w:r>
      <w:r w:rsidR="00E8465A">
        <w:t xml:space="preserve">, </w:t>
      </w:r>
      <w:r w:rsidRPr="007818BD">
        <w:t>je suis enveloppé des filets de l</w:t>
      </w:r>
      <w:r w:rsidR="00E8465A">
        <w:t>’</w:t>
      </w:r>
      <w:r w:rsidRPr="007818BD">
        <w:t>Ennemi qui garde le seuil</w:t>
      </w:r>
      <w:r w:rsidR="00E8465A">
        <w:t xml:space="preserve">. </w:t>
      </w:r>
      <w:r w:rsidRPr="007818BD">
        <w:t>Me croiras-tu quand je te dirai que j</w:t>
      </w:r>
      <w:r w:rsidR="00E8465A">
        <w:t>’</w:t>
      </w:r>
      <w:r w:rsidRPr="007818BD">
        <w:t>ai accepté ses dons et encouru les conséquences de ce pacte</w:t>
      </w:r>
      <w:r w:rsidR="00E8465A">
        <w:t xml:space="preserve"> ? </w:t>
      </w:r>
      <w:r w:rsidRPr="007818BD">
        <w:t>Des siècles passeront avant que les essences glorieuses obéissent de nouveau à celui qui s</w:t>
      </w:r>
      <w:r w:rsidR="00E8465A">
        <w:t>’</w:t>
      </w:r>
      <w:r w:rsidRPr="007818BD">
        <w:t>est so</w:t>
      </w:r>
      <w:r w:rsidRPr="007818BD">
        <w:t>u</w:t>
      </w:r>
      <w:r w:rsidRPr="007818BD">
        <w:t>mis au Fantôme</w:t>
      </w:r>
      <w:r w:rsidR="00E8465A">
        <w:t xml:space="preserve">, </w:t>
      </w:r>
      <w:r w:rsidRPr="007818BD">
        <w:t>et</w:t>
      </w:r>
      <w:r w:rsidR="00E8465A">
        <w:t>…</w:t>
      </w:r>
    </w:p>
    <w:p w14:paraId="4ED1BDFD" w14:textId="77777777" w:rsidR="00E8465A" w:rsidRDefault="00E0544E" w:rsidP="00E0544E">
      <w:r w:rsidRPr="007818BD">
        <w:t>Dans cette espérance donc</w:t>
      </w:r>
      <w:r w:rsidR="00E8465A">
        <w:t xml:space="preserve">, </w:t>
      </w:r>
      <w:proofErr w:type="spellStart"/>
      <w:r w:rsidRPr="007818BD">
        <w:t>Mejnour</w:t>
      </w:r>
      <w:proofErr w:type="spellEnd"/>
      <w:r w:rsidR="00E8465A">
        <w:t xml:space="preserve">, </w:t>
      </w:r>
      <w:r w:rsidRPr="007818BD">
        <w:t>je triomphe encore</w:t>
      </w:r>
      <w:r w:rsidR="00E8465A">
        <w:t xml:space="preserve"> : </w:t>
      </w:r>
      <w:r w:rsidRPr="007818BD">
        <w:t>j</w:t>
      </w:r>
      <w:r w:rsidR="00E8465A">
        <w:t>’</w:t>
      </w:r>
      <w:r w:rsidRPr="007818BD">
        <w:t>ai encore sur cette jeune vie un pouvoir suprême</w:t>
      </w:r>
      <w:r w:rsidR="00E8465A">
        <w:t xml:space="preserve"> ! </w:t>
      </w:r>
      <w:r w:rsidRPr="007818BD">
        <w:t>Insensibl</w:t>
      </w:r>
      <w:r w:rsidRPr="007818BD">
        <w:t>e</w:t>
      </w:r>
      <w:r w:rsidRPr="007818BD">
        <w:t>ment et en silence mon âme parle à la sienne</w:t>
      </w:r>
      <w:r w:rsidR="00E8465A">
        <w:t xml:space="preserve">, </w:t>
      </w:r>
      <w:r w:rsidRPr="007818BD">
        <w:t>et dès à présent la prépare</w:t>
      </w:r>
      <w:r w:rsidR="00E8465A">
        <w:t xml:space="preserve">. </w:t>
      </w:r>
      <w:r w:rsidRPr="007818BD">
        <w:t>Tu sais que</w:t>
      </w:r>
      <w:r w:rsidR="00E8465A">
        <w:t xml:space="preserve">, </w:t>
      </w:r>
      <w:r w:rsidRPr="007818BD">
        <w:t>pour l</w:t>
      </w:r>
      <w:r w:rsidR="00E8465A">
        <w:t>’</w:t>
      </w:r>
      <w:r w:rsidRPr="007818BD">
        <w:t>esprit pur et sans tache de l</w:t>
      </w:r>
      <w:r w:rsidR="00E8465A">
        <w:t>’</w:t>
      </w:r>
      <w:r w:rsidRPr="007818BD">
        <w:t>enfant</w:t>
      </w:r>
      <w:r w:rsidR="00E8465A">
        <w:t xml:space="preserve">, </w:t>
      </w:r>
      <w:r w:rsidRPr="007818BD">
        <w:t>l</w:t>
      </w:r>
      <w:r w:rsidR="00E8465A">
        <w:t>’</w:t>
      </w:r>
      <w:r w:rsidRPr="007818BD">
        <w:t>épreuve n</w:t>
      </w:r>
      <w:r w:rsidR="00E8465A">
        <w:t>’</w:t>
      </w:r>
      <w:r w:rsidRPr="007818BD">
        <w:t>a ni terreur ni péril</w:t>
      </w:r>
      <w:r w:rsidR="00E8465A">
        <w:t xml:space="preserve">. </w:t>
      </w:r>
      <w:r w:rsidRPr="007818BD">
        <w:t>Ainsi</w:t>
      </w:r>
      <w:r w:rsidR="00E8465A">
        <w:t xml:space="preserve">, </w:t>
      </w:r>
      <w:r w:rsidRPr="007818BD">
        <w:t>incessamment je le nou</w:t>
      </w:r>
      <w:r w:rsidRPr="007818BD">
        <w:t>r</w:t>
      </w:r>
      <w:r w:rsidRPr="007818BD">
        <w:t>ris d</w:t>
      </w:r>
      <w:r w:rsidR="00E8465A">
        <w:t>’</w:t>
      </w:r>
      <w:r w:rsidRPr="007818BD">
        <w:t>une lumière sacrée</w:t>
      </w:r>
      <w:r w:rsidR="00E8465A">
        <w:t xml:space="preserve">, </w:t>
      </w:r>
      <w:r w:rsidRPr="007818BD">
        <w:t>et</w:t>
      </w:r>
      <w:r w:rsidR="00E8465A">
        <w:t xml:space="preserve">, </w:t>
      </w:r>
      <w:r w:rsidRPr="007818BD">
        <w:t>avant même d</w:t>
      </w:r>
      <w:r w:rsidR="00E8465A">
        <w:t>’</w:t>
      </w:r>
      <w:r w:rsidRPr="007818BD">
        <w:t>avoir connaissance du don</w:t>
      </w:r>
      <w:r w:rsidR="00E8465A">
        <w:t xml:space="preserve">, </w:t>
      </w:r>
      <w:r w:rsidRPr="007818BD">
        <w:t>il acquerra les privilèges que j</w:t>
      </w:r>
      <w:r w:rsidR="00E8465A">
        <w:t>’</w:t>
      </w:r>
      <w:r w:rsidRPr="007818BD">
        <w:t>ai obtenus moi-même</w:t>
      </w:r>
      <w:r w:rsidR="00E8465A">
        <w:t xml:space="preserve"> ; </w:t>
      </w:r>
      <w:r w:rsidRPr="007818BD">
        <w:t>l</w:t>
      </w:r>
      <w:r w:rsidR="00E8465A">
        <w:t>’</w:t>
      </w:r>
      <w:r w:rsidRPr="007818BD">
        <w:t>enfant</w:t>
      </w:r>
      <w:r w:rsidR="00E8465A">
        <w:t xml:space="preserve">, </w:t>
      </w:r>
      <w:r w:rsidRPr="007818BD">
        <w:t>par des degrés lents et imperceptibles</w:t>
      </w:r>
      <w:r w:rsidR="00E8465A">
        <w:t xml:space="preserve">, </w:t>
      </w:r>
      <w:r w:rsidRPr="007818BD">
        <w:t>communiquera ses attributs à la mère</w:t>
      </w:r>
      <w:r w:rsidR="00E8465A">
        <w:t xml:space="preserve">, </w:t>
      </w:r>
      <w:r w:rsidRPr="007818BD">
        <w:t>et</w:t>
      </w:r>
      <w:r w:rsidR="00E8465A">
        <w:t xml:space="preserve">, </w:t>
      </w:r>
      <w:r w:rsidRPr="007818BD">
        <w:t>heureux de voir la science rayonner à jamais sur le front des deux êtres qui maintenant suffisent à remplir ma pensée infinie</w:t>
      </w:r>
      <w:r w:rsidR="00E8465A">
        <w:t xml:space="preserve">, </w:t>
      </w:r>
      <w:r w:rsidRPr="007818BD">
        <w:t>puis-je regretter la royauté aérienne qui à chaque heure échappe davantage à mon étreinte</w:t>
      </w:r>
      <w:r w:rsidR="00E8465A">
        <w:t xml:space="preserve"> ? </w:t>
      </w:r>
      <w:r w:rsidRPr="007818BD">
        <w:t>Mais toi</w:t>
      </w:r>
      <w:r w:rsidR="00E8465A">
        <w:t xml:space="preserve">, </w:t>
      </w:r>
      <w:r w:rsidRPr="007818BD">
        <w:t xml:space="preserve">dont la vision est toujours </w:t>
      </w:r>
      <w:r w:rsidRPr="007818BD">
        <w:lastRenderedPageBreak/>
        <w:t>claire et sereine</w:t>
      </w:r>
      <w:r w:rsidR="00E8465A">
        <w:t xml:space="preserve">, </w:t>
      </w:r>
      <w:r w:rsidRPr="007818BD">
        <w:t>plonge ton r</w:t>
      </w:r>
      <w:r w:rsidRPr="007818BD">
        <w:t>e</w:t>
      </w:r>
      <w:r w:rsidRPr="007818BD">
        <w:t>gard dans les abîmes fermés désormais à mes yeux</w:t>
      </w:r>
      <w:r w:rsidR="00E8465A">
        <w:t xml:space="preserve"> ; </w:t>
      </w:r>
      <w:r w:rsidRPr="007818BD">
        <w:t>conseille-moi</w:t>
      </w:r>
      <w:r w:rsidR="00E8465A">
        <w:t xml:space="preserve">, </w:t>
      </w:r>
      <w:r w:rsidRPr="007818BD">
        <w:t>avertis-moi</w:t>
      </w:r>
      <w:r w:rsidR="00E8465A">
        <w:t xml:space="preserve">. </w:t>
      </w:r>
      <w:r w:rsidRPr="007818BD">
        <w:t>Je sais que les dons du Fantôme dont la race est ennemie de la nôtre</w:t>
      </w:r>
      <w:r w:rsidR="00E8465A">
        <w:t xml:space="preserve">, </w:t>
      </w:r>
      <w:r w:rsidRPr="007818BD">
        <w:t>sont</w:t>
      </w:r>
      <w:r w:rsidR="00E8465A">
        <w:t xml:space="preserve">, </w:t>
      </w:r>
      <w:r w:rsidRPr="007818BD">
        <w:t>pour celui qui les implore</w:t>
      </w:r>
      <w:r w:rsidR="00E8465A">
        <w:t xml:space="preserve">, </w:t>
      </w:r>
      <w:r w:rsidRPr="007818BD">
        <w:t>fune</w:t>
      </w:r>
      <w:r w:rsidRPr="007818BD">
        <w:t>s</w:t>
      </w:r>
      <w:r w:rsidRPr="007818BD">
        <w:t>tes et pe</w:t>
      </w:r>
      <w:r w:rsidRPr="007818BD">
        <w:t>r</w:t>
      </w:r>
      <w:r w:rsidRPr="007818BD">
        <w:t>fides comme le Fantôme lui-même</w:t>
      </w:r>
      <w:r w:rsidR="00E8465A">
        <w:t xml:space="preserve">. </w:t>
      </w:r>
      <w:r w:rsidRPr="007818BD">
        <w:t>Voilà pourquoi lorsque</w:t>
      </w:r>
      <w:r w:rsidR="00E8465A">
        <w:t xml:space="preserve">, </w:t>
      </w:r>
      <w:r w:rsidRPr="007818BD">
        <w:t>sur le seuil de la science que les hommes d</w:t>
      </w:r>
      <w:r w:rsidR="00E8465A">
        <w:t>’</w:t>
      </w:r>
      <w:r w:rsidRPr="007818BD">
        <w:t>alors app</w:t>
      </w:r>
      <w:r w:rsidRPr="007818BD">
        <w:t>e</w:t>
      </w:r>
      <w:r w:rsidRPr="007818BD">
        <w:t>laient magie</w:t>
      </w:r>
      <w:r w:rsidR="00E8465A">
        <w:t xml:space="preserve">, </w:t>
      </w:r>
      <w:r w:rsidRPr="007818BD">
        <w:t>ils rencontrèrent les créatures des tribus hostiles</w:t>
      </w:r>
      <w:r w:rsidR="00E8465A">
        <w:t xml:space="preserve">, </w:t>
      </w:r>
      <w:r w:rsidRPr="007818BD">
        <w:t>ils crurent que ces apparitions étaient des démons</w:t>
      </w:r>
      <w:r w:rsidR="00E8465A">
        <w:t xml:space="preserve">, </w:t>
      </w:r>
      <w:r w:rsidRPr="007818BD">
        <w:t>et</w:t>
      </w:r>
      <w:r w:rsidR="00E8465A">
        <w:t xml:space="preserve">, </w:t>
      </w:r>
      <w:r w:rsidRPr="007818BD">
        <w:t>par des pactes imag</w:t>
      </w:r>
      <w:r w:rsidRPr="007818BD">
        <w:t>i</w:t>
      </w:r>
      <w:r w:rsidRPr="007818BD">
        <w:t>naires</w:t>
      </w:r>
      <w:r w:rsidR="00E8465A">
        <w:t xml:space="preserve">, </w:t>
      </w:r>
      <w:r w:rsidRPr="007818BD">
        <w:t>ils vendirent leurs âmes</w:t>
      </w:r>
      <w:r w:rsidR="00E8465A">
        <w:t xml:space="preserve"> ; </w:t>
      </w:r>
      <w:r w:rsidRPr="007818BD">
        <w:t>comme si l</w:t>
      </w:r>
      <w:r w:rsidR="00E8465A">
        <w:t>’</w:t>
      </w:r>
      <w:r w:rsidRPr="007818BD">
        <w:t>homme pouvait donner pour l</w:t>
      </w:r>
      <w:r w:rsidR="00E8465A">
        <w:t>’</w:t>
      </w:r>
      <w:r w:rsidRPr="007818BD">
        <w:t>éternité ce dont il n</w:t>
      </w:r>
      <w:r w:rsidR="00E8465A">
        <w:t>’</w:t>
      </w:r>
      <w:r w:rsidRPr="007818BD">
        <w:t>est maître que pe</w:t>
      </w:r>
      <w:r w:rsidRPr="007818BD">
        <w:t>n</w:t>
      </w:r>
      <w:r w:rsidRPr="007818BD">
        <w:t>dant qu</w:t>
      </w:r>
      <w:r w:rsidR="00E8465A">
        <w:t>’</w:t>
      </w:r>
      <w:r w:rsidRPr="007818BD">
        <w:t>il vit</w:t>
      </w:r>
      <w:r w:rsidR="00E8465A">
        <w:t xml:space="preserve">. </w:t>
      </w:r>
      <w:r w:rsidRPr="007818BD">
        <w:t>Les démons</w:t>
      </w:r>
      <w:r w:rsidR="00E8465A">
        <w:t xml:space="preserve">, </w:t>
      </w:r>
      <w:r w:rsidRPr="007818BD">
        <w:t>dérobés éternellement à la vue de l</w:t>
      </w:r>
      <w:r w:rsidR="00E8465A">
        <w:t>’</w:t>
      </w:r>
      <w:r w:rsidRPr="007818BD">
        <w:t>homme</w:t>
      </w:r>
      <w:r w:rsidR="00E8465A">
        <w:t xml:space="preserve">, </w:t>
      </w:r>
      <w:r w:rsidRPr="007818BD">
        <w:t>habitent leurs régions sombres et impénétrables</w:t>
      </w:r>
      <w:r w:rsidR="00E8465A">
        <w:t xml:space="preserve"> : </w:t>
      </w:r>
      <w:r w:rsidRPr="007818BD">
        <w:t>en eux n</w:t>
      </w:r>
      <w:r w:rsidR="00E8465A">
        <w:t>’</w:t>
      </w:r>
      <w:r w:rsidRPr="007818BD">
        <w:t>est point le souffle de l</w:t>
      </w:r>
      <w:r w:rsidR="00E8465A">
        <w:t>’</w:t>
      </w:r>
      <w:r w:rsidRPr="007818BD">
        <w:t>être divin</w:t>
      </w:r>
      <w:r w:rsidR="00E8465A">
        <w:t xml:space="preserve">. </w:t>
      </w:r>
      <w:r w:rsidRPr="007818BD">
        <w:t>C</w:t>
      </w:r>
      <w:r w:rsidR="00E8465A">
        <w:t>’</w:t>
      </w:r>
      <w:r w:rsidRPr="007818BD">
        <w:t>est dans toute créat</w:t>
      </w:r>
      <w:r w:rsidRPr="007818BD">
        <w:t>u</w:t>
      </w:r>
      <w:r w:rsidRPr="007818BD">
        <w:t>re humaine que respire l</w:t>
      </w:r>
      <w:r w:rsidR="00E8465A">
        <w:t>’</w:t>
      </w:r>
      <w:r w:rsidRPr="007818BD">
        <w:t>être divin</w:t>
      </w:r>
      <w:r w:rsidR="00E8465A">
        <w:t xml:space="preserve"> ; </w:t>
      </w:r>
      <w:r w:rsidRPr="007818BD">
        <w:t>lui seul peut après cette vie juger l</w:t>
      </w:r>
      <w:r w:rsidR="00E8465A">
        <w:t>’</w:t>
      </w:r>
      <w:r w:rsidRPr="007818BD">
        <w:t>âme qui lui appartient</w:t>
      </w:r>
      <w:r w:rsidR="00E8465A">
        <w:t xml:space="preserve">, </w:t>
      </w:r>
      <w:r w:rsidRPr="007818BD">
        <w:t>et lui assigner sa nouvelle ca</w:t>
      </w:r>
      <w:r w:rsidRPr="007818BD">
        <w:t>r</w:t>
      </w:r>
      <w:r w:rsidRPr="007818BD">
        <w:t>rière et son séjour nouveau</w:t>
      </w:r>
      <w:r w:rsidR="00E8465A">
        <w:t xml:space="preserve">. </w:t>
      </w:r>
      <w:r w:rsidRPr="007818BD">
        <w:t>Si l</w:t>
      </w:r>
      <w:r w:rsidR="00E8465A">
        <w:t>’</w:t>
      </w:r>
      <w:r w:rsidRPr="007818BD">
        <w:t>homme pouvait se vendre au démon</w:t>
      </w:r>
      <w:r w:rsidR="00E8465A">
        <w:t xml:space="preserve">, </w:t>
      </w:r>
      <w:r w:rsidRPr="007818BD">
        <w:t>l</w:t>
      </w:r>
      <w:r w:rsidR="00E8465A">
        <w:t>’</w:t>
      </w:r>
      <w:r w:rsidRPr="007818BD">
        <w:t>homme pou</w:t>
      </w:r>
      <w:r w:rsidRPr="007818BD">
        <w:t>r</w:t>
      </w:r>
      <w:r w:rsidRPr="007818BD">
        <w:t>rait se juger d</w:t>
      </w:r>
      <w:r w:rsidR="00E8465A">
        <w:t>’</w:t>
      </w:r>
      <w:r w:rsidRPr="007818BD">
        <w:t>avance et s</w:t>
      </w:r>
      <w:r w:rsidR="00E8465A">
        <w:t>’</w:t>
      </w:r>
      <w:r w:rsidRPr="007818BD">
        <w:t>arroger la disposition de l</w:t>
      </w:r>
      <w:r w:rsidR="00E8465A">
        <w:t>’</w:t>
      </w:r>
      <w:r w:rsidRPr="007818BD">
        <w:t>éternité</w:t>
      </w:r>
      <w:r w:rsidR="00E8465A">
        <w:t xml:space="preserve">. </w:t>
      </w:r>
      <w:r w:rsidRPr="007818BD">
        <w:t>Mais ces créatures inférieures</w:t>
      </w:r>
      <w:r w:rsidR="00E8465A">
        <w:t xml:space="preserve">, </w:t>
      </w:r>
      <w:r w:rsidRPr="007818BD">
        <w:t>qui ne sont que des modifications de la matière</w:t>
      </w:r>
      <w:r w:rsidR="00E8465A">
        <w:t xml:space="preserve">, </w:t>
      </w:r>
      <w:r w:rsidRPr="007818BD">
        <w:t>douées d</w:t>
      </w:r>
      <w:r w:rsidR="00E8465A">
        <w:t>’</w:t>
      </w:r>
      <w:r w:rsidRPr="007818BD">
        <w:t>une malice plus qu</w:t>
      </w:r>
      <w:r w:rsidR="00E8465A">
        <w:t>’</w:t>
      </w:r>
      <w:r w:rsidRPr="007818BD">
        <w:t>humaine</w:t>
      </w:r>
      <w:r w:rsidR="00E8465A">
        <w:t xml:space="preserve">, </w:t>
      </w:r>
      <w:r w:rsidRPr="007818BD">
        <w:t>peuvent bien</w:t>
      </w:r>
      <w:r w:rsidR="00E8465A">
        <w:t xml:space="preserve">, </w:t>
      </w:r>
      <w:r w:rsidRPr="007818BD">
        <w:t>aux âmes craintives</w:t>
      </w:r>
      <w:r w:rsidR="00E8465A">
        <w:t xml:space="preserve">, </w:t>
      </w:r>
      <w:r w:rsidRPr="007818BD">
        <w:t>aveugles et s</w:t>
      </w:r>
      <w:r w:rsidRPr="007818BD">
        <w:t>u</w:t>
      </w:r>
      <w:r w:rsidRPr="007818BD">
        <w:t>perstitieuses</w:t>
      </w:r>
      <w:r w:rsidR="00E8465A">
        <w:t xml:space="preserve">, </w:t>
      </w:r>
      <w:r w:rsidRPr="007818BD">
        <w:t>paraître des démons</w:t>
      </w:r>
      <w:r w:rsidR="00E8465A">
        <w:t xml:space="preserve">. </w:t>
      </w:r>
      <w:r w:rsidRPr="007818BD">
        <w:t>Et</w:t>
      </w:r>
      <w:r w:rsidR="00E8465A">
        <w:t xml:space="preserve">, </w:t>
      </w:r>
      <w:r w:rsidRPr="007818BD">
        <w:t>de la plus sombre et la plus puissante de ces créatures</w:t>
      </w:r>
      <w:r w:rsidR="00E8465A">
        <w:t xml:space="preserve">, </w:t>
      </w:r>
      <w:r w:rsidRPr="007818BD">
        <w:t>j</w:t>
      </w:r>
      <w:r w:rsidR="00E8465A">
        <w:t>’</w:t>
      </w:r>
      <w:r w:rsidRPr="007818BD">
        <w:t>ai accepté un don</w:t>
      </w:r>
      <w:r w:rsidR="00E8465A">
        <w:t xml:space="preserve"> : </w:t>
      </w:r>
      <w:r w:rsidRPr="007818BD">
        <w:t>le secret qui a éloigné la mort de ceux qui me sont chers</w:t>
      </w:r>
      <w:r w:rsidR="00E8465A">
        <w:t xml:space="preserve">. </w:t>
      </w:r>
      <w:r w:rsidRPr="007818BD">
        <w:t>Puis-je espérer qu</w:t>
      </w:r>
      <w:r w:rsidR="00E8465A">
        <w:t>’</w:t>
      </w:r>
      <w:r w:rsidRPr="007818BD">
        <w:t>il me reste assez de puissance pour déjouer ou pour intim</w:t>
      </w:r>
      <w:r w:rsidRPr="007818BD">
        <w:t>i</w:t>
      </w:r>
      <w:r w:rsidRPr="007818BD">
        <w:t>der le Fantôme</w:t>
      </w:r>
      <w:r w:rsidR="00E8465A">
        <w:t xml:space="preserve">, </w:t>
      </w:r>
      <w:r w:rsidRPr="007818BD">
        <w:t>s</w:t>
      </w:r>
      <w:r w:rsidR="00E8465A">
        <w:t>’</w:t>
      </w:r>
      <w:r w:rsidRPr="007818BD">
        <w:t>il cherche à pervertir son don</w:t>
      </w:r>
      <w:r w:rsidR="00E8465A">
        <w:t xml:space="preserve"> ? </w:t>
      </w:r>
      <w:r w:rsidRPr="007818BD">
        <w:t>Réponds-moi</w:t>
      </w:r>
      <w:r w:rsidR="00E8465A">
        <w:t xml:space="preserve">, </w:t>
      </w:r>
      <w:proofErr w:type="spellStart"/>
      <w:r w:rsidRPr="007818BD">
        <w:t>Mejnour</w:t>
      </w:r>
      <w:proofErr w:type="spellEnd"/>
      <w:r w:rsidR="00E8465A">
        <w:t xml:space="preserve"> : </w:t>
      </w:r>
      <w:r w:rsidRPr="007818BD">
        <w:t>car</w:t>
      </w:r>
      <w:r w:rsidR="00E8465A">
        <w:t xml:space="preserve">, </w:t>
      </w:r>
      <w:r w:rsidRPr="007818BD">
        <w:t>dans les ténèbres qui m</w:t>
      </w:r>
      <w:r w:rsidR="00E8465A">
        <w:t>’</w:t>
      </w:r>
      <w:r w:rsidRPr="007818BD">
        <w:t>environnent</w:t>
      </w:r>
      <w:r w:rsidR="00E8465A">
        <w:t xml:space="preserve">, </w:t>
      </w:r>
      <w:r w:rsidRPr="007818BD">
        <w:t>je ne vois que les yeux du nouveau-né</w:t>
      </w:r>
      <w:r w:rsidR="00E8465A">
        <w:t xml:space="preserve">, </w:t>
      </w:r>
      <w:r w:rsidRPr="007818BD">
        <w:t>je n</w:t>
      </w:r>
      <w:r w:rsidR="00E8465A">
        <w:t>’</w:t>
      </w:r>
      <w:r w:rsidRPr="007818BD">
        <w:t>entends que les batt</w:t>
      </w:r>
      <w:r w:rsidRPr="007818BD">
        <w:t>e</w:t>
      </w:r>
      <w:r w:rsidRPr="007818BD">
        <w:t>ments étouffés de mon cœur</w:t>
      </w:r>
      <w:r w:rsidR="00E8465A">
        <w:t xml:space="preserve">. </w:t>
      </w:r>
      <w:r w:rsidRPr="007818BD">
        <w:t>Réponds-moi</w:t>
      </w:r>
      <w:r w:rsidR="00E8465A">
        <w:t xml:space="preserve">, </w:t>
      </w:r>
      <w:r w:rsidRPr="007818BD">
        <w:t>toi dont la sagesse est sans amour</w:t>
      </w:r>
      <w:r w:rsidR="00E8465A">
        <w:t> !</w:t>
      </w:r>
    </w:p>
    <w:p w14:paraId="32986C82" w14:textId="3841C93B" w:rsidR="00E0544E" w:rsidRPr="007818BD" w:rsidRDefault="00E0544E" w:rsidP="00E0544E"/>
    <w:p w14:paraId="1C87908B" w14:textId="77777777" w:rsidR="00E0544E" w:rsidRPr="007818BD" w:rsidRDefault="00E0544E" w:rsidP="00E8465A">
      <w:pPr>
        <w:ind w:firstLine="0"/>
        <w:jc w:val="center"/>
      </w:pPr>
      <w:proofErr w:type="spellStart"/>
      <w:r w:rsidRPr="007818BD">
        <w:t>MEJNOUR</w:t>
      </w:r>
      <w:proofErr w:type="spellEnd"/>
      <w:r w:rsidRPr="007818BD">
        <w:t xml:space="preserve"> À </w:t>
      </w:r>
      <w:proofErr w:type="spellStart"/>
      <w:r w:rsidRPr="007818BD">
        <w:t>ZANONI</w:t>
      </w:r>
      <w:proofErr w:type="spellEnd"/>
    </w:p>
    <w:p w14:paraId="469CF293" w14:textId="77777777" w:rsidR="00E8465A" w:rsidRDefault="00E0544E" w:rsidP="00E0544E">
      <w:pPr>
        <w:jc w:val="right"/>
      </w:pPr>
      <w:r w:rsidRPr="007818BD">
        <w:lastRenderedPageBreak/>
        <w:t>Rome</w:t>
      </w:r>
      <w:r w:rsidR="00E8465A">
        <w:t>.</w:t>
      </w:r>
    </w:p>
    <w:p w14:paraId="0056EEDB" w14:textId="77777777" w:rsidR="00E8465A" w:rsidRDefault="00E0544E" w:rsidP="00E0544E">
      <w:r w:rsidRPr="007818BD">
        <w:t>Esprit déchu</w:t>
      </w:r>
      <w:r w:rsidR="00E8465A">
        <w:t xml:space="preserve"> ! </w:t>
      </w:r>
      <w:r w:rsidRPr="007818BD">
        <w:t>je vois devant toi le malheur</w:t>
      </w:r>
      <w:r w:rsidR="00E8465A">
        <w:t xml:space="preserve">, </w:t>
      </w:r>
      <w:r w:rsidRPr="007818BD">
        <w:t>la mort</w:t>
      </w:r>
      <w:r w:rsidR="00E8465A">
        <w:t xml:space="preserve">, </w:t>
      </w:r>
      <w:r w:rsidRPr="007818BD">
        <w:t>le deuil</w:t>
      </w:r>
      <w:r w:rsidR="00E8465A">
        <w:t xml:space="preserve"> ! </w:t>
      </w:r>
      <w:r w:rsidRPr="007818BD">
        <w:t xml:space="preserve">Avoir abandonné </w:t>
      </w:r>
      <w:proofErr w:type="spellStart"/>
      <w:r w:rsidRPr="007818BD">
        <w:t>Adon-Aï</w:t>
      </w:r>
      <w:proofErr w:type="spellEnd"/>
      <w:r w:rsidRPr="007818BD">
        <w:t xml:space="preserve"> pour la Terreur sans nom</w:t>
      </w:r>
      <w:r w:rsidR="00E8465A">
        <w:t xml:space="preserve">, </w:t>
      </w:r>
      <w:r w:rsidRPr="007818BD">
        <w:t>les étoiles célestes pour ces yeux formidables</w:t>
      </w:r>
      <w:r w:rsidR="00E8465A">
        <w:t xml:space="preserve"> ! </w:t>
      </w:r>
      <w:r w:rsidRPr="007818BD">
        <w:t>Toi</w:t>
      </w:r>
      <w:r w:rsidR="00E8465A">
        <w:t xml:space="preserve"> ! </w:t>
      </w:r>
      <w:r w:rsidRPr="007818BD">
        <w:t>devenir à la fin victime du spectre de ce seuil sinistre</w:t>
      </w:r>
      <w:r w:rsidR="00E8465A">
        <w:t xml:space="preserve">, </w:t>
      </w:r>
      <w:r w:rsidRPr="007818BD">
        <w:t>de ce fantôme que</w:t>
      </w:r>
      <w:r w:rsidR="00E8465A">
        <w:t xml:space="preserve">, </w:t>
      </w:r>
      <w:r w:rsidRPr="007818BD">
        <w:t>dans ton premier noviciat tu as fait fuir vaincu et foudroyé par un éclair de ton front royal</w:t>
      </w:r>
      <w:r w:rsidR="00E8465A">
        <w:t xml:space="preserve">. </w:t>
      </w:r>
      <w:r w:rsidRPr="007818BD">
        <w:t>Lorsque</w:t>
      </w:r>
      <w:r w:rsidR="00E8465A">
        <w:t xml:space="preserve">, </w:t>
      </w:r>
      <w:r w:rsidRPr="007818BD">
        <w:t>aux premiers degrés de l</w:t>
      </w:r>
      <w:r w:rsidR="00E8465A">
        <w:t>’</w:t>
      </w:r>
      <w:r w:rsidRPr="007818BD">
        <w:t>initiation</w:t>
      </w:r>
      <w:r w:rsidR="00E8465A">
        <w:t xml:space="preserve">, </w:t>
      </w:r>
      <w:r w:rsidRPr="007818BD">
        <w:t>l</w:t>
      </w:r>
      <w:r w:rsidR="00E8465A">
        <w:t>’</w:t>
      </w:r>
      <w:r w:rsidRPr="007818BD">
        <w:t>élève que je reçus de toi aux bords de Parthénope tomba sans connaissance et anéanti devant le spectre tén</w:t>
      </w:r>
      <w:r w:rsidRPr="007818BD">
        <w:t>é</w:t>
      </w:r>
      <w:r w:rsidRPr="007818BD">
        <w:t>breux</w:t>
      </w:r>
      <w:r w:rsidR="00E8465A">
        <w:t xml:space="preserve">, </w:t>
      </w:r>
      <w:r w:rsidRPr="007818BD">
        <w:t>je compris que son âme n</w:t>
      </w:r>
      <w:r w:rsidR="00E8465A">
        <w:t>’</w:t>
      </w:r>
      <w:r w:rsidRPr="007818BD">
        <w:t>était point faite pour affronter les mondes d</w:t>
      </w:r>
      <w:r w:rsidR="00E8465A">
        <w:t>’</w:t>
      </w:r>
      <w:proofErr w:type="spellStart"/>
      <w:r w:rsidRPr="007818BD">
        <w:t>au delà</w:t>
      </w:r>
      <w:proofErr w:type="spellEnd"/>
      <w:r w:rsidR="00E8465A">
        <w:t xml:space="preserve"> : </w:t>
      </w:r>
      <w:r w:rsidRPr="007818BD">
        <w:t xml:space="preserve">car la </w:t>
      </w:r>
      <w:r w:rsidRPr="007818BD">
        <w:rPr>
          <w:i/>
          <w:iCs/>
        </w:rPr>
        <w:t>peur</w:t>
      </w:r>
      <w:r w:rsidRPr="007818BD">
        <w:t xml:space="preserve"> est ce qui rattache l</w:t>
      </w:r>
      <w:r w:rsidR="00E8465A">
        <w:t>’</w:t>
      </w:r>
      <w:r w:rsidRPr="007818BD">
        <w:t>homme à la terre la plus terrestre</w:t>
      </w:r>
      <w:r w:rsidR="00E8465A">
        <w:t xml:space="preserve"> ; </w:t>
      </w:r>
      <w:r w:rsidRPr="007818BD">
        <w:t>tant qu</w:t>
      </w:r>
      <w:r w:rsidR="00E8465A">
        <w:t>’</w:t>
      </w:r>
      <w:r w:rsidRPr="007818BD">
        <w:t>il craint</w:t>
      </w:r>
      <w:r w:rsidR="00E8465A">
        <w:t xml:space="preserve">, </w:t>
      </w:r>
      <w:r w:rsidRPr="007818BD">
        <w:t>il ne peut élever son essor</w:t>
      </w:r>
      <w:r w:rsidR="00E8465A">
        <w:t xml:space="preserve">. </w:t>
      </w:r>
      <w:r w:rsidRPr="007818BD">
        <w:t xml:space="preserve">Mais </w:t>
      </w:r>
      <w:r w:rsidRPr="007818BD">
        <w:rPr>
          <w:i/>
          <w:iCs/>
        </w:rPr>
        <w:t>toi</w:t>
      </w:r>
      <w:r w:rsidR="00E8465A">
        <w:t xml:space="preserve"> ! </w:t>
      </w:r>
      <w:r w:rsidRPr="007818BD">
        <w:t>ne vois-tu pas qu</w:t>
      </w:r>
      <w:r w:rsidR="00E8465A">
        <w:t>’</w:t>
      </w:r>
      <w:r w:rsidRPr="007818BD">
        <w:t>aimer c</w:t>
      </w:r>
      <w:r w:rsidR="00E8465A">
        <w:t>’</w:t>
      </w:r>
      <w:r w:rsidRPr="007818BD">
        <w:t>est craindre</w:t>
      </w:r>
      <w:r w:rsidR="00E8465A">
        <w:t xml:space="preserve"> ? </w:t>
      </w:r>
      <w:r w:rsidRPr="007818BD">
        <w:t>que le pouvoir que tu avais sur le Fantôme est déjà paralysé</w:t>
      </w:r>
      <w:r w:rsidR="00E8465A">
        <w:t xml:space="preserve"> ? </w:t>
      </w:r>
      <w:r w:rsidRPr="007818BD">
        <w:t>Il t</w:t>
      </w:r>
      <w:r w:rsidR="00E8465A">
        <w:t>’</w:t>
      </w:r>
      <w:r w:rsidRPr="007818BD">
        <w:t>effraye</w:t>
      </w:r>
      <w:r w:rsidR="00E8465A">
        <w:t xml:space="preserve">, </w:t>
      </w:r>
      <w:r w:rsidRPr="007818BD">
        <w:t>il te domine</w:t>
      </w:r>
      <w:r w:rsidR="00E8465A">
        <w:t xml:space="preserve">, </w:t>
      </w:r>
      <w:r w:rsidRPr="007818BD">
        <w:t>il se jouera de toi</w:t>
      </w:r>
      <w:r w:rsidR="00E8465A">
        <w:t xml:space="preserve">, </w:t>
      </w:r>
      <w:r w:rsidRPr="007818BD">
        <w:t>il te trahira</w:t>
      </w:r>
      <w:r w:rsidR="00E8465A">
        <w:t xml:space="preserve">. </w:t>
      </w:r>
      <w:r w:rsidRPr="007818BD">
        <w:t>Ne perds pas un moment</w:t>
      </w:r>
      <w:r w:rsidR="00E8465A">
        <w:t xml:space="preserve">, </w:t>
      </w:r>
      <w:r w:rsidRPr="007818BD">
        <w:t>viens à moi</w:t>
      </w:r>
      <w:r w:rsidR="00E8465A">
        <w:t xml:space="preserve">. </w:t>
      </w:r>
      <w:r w:rsidRPr="007818BD">
        <w:t>S</w:t>
      </w:r>
      <w:r w:rsidR="00E8465A">
        <w:t>’</w:t>
      </w:r>
      <w:r w:rsidRPr="007818BD">
        <w:t>il peut exister encore entre nous assez de sympathie</w:t>
      </w:r>
      <w:r w:rsidR="00E8465A">
        <w:t xml:space="preserve">, </w:t>
      </w:r>
      <w:r w:rsidRPr="007818BD">
        <w:t>c</w:t>
      </w:r>
      <w:r w:rsidR="00E8465A">
        <w:t>’</w:t>
      </w:r>
      <w:r w:rsidRPr="007818BD">
        <w:t>est par mes yeux que tu verras</w:t>
      </w:r>
      <w:r w:rsidR="00E8465A">
        <w:t xml:space="preserve">, </w:t>
      </w:r>
      <w:r w:rsidRPr="007818BD">
        <w:t>que tu connaîtras peut-être les périls qui</w:t>
      </w:r>
      <w:r w:rsidR="00E8465A">
        <w:t xml:space="preserve">, </w:t>
      </w:r>
      <w:r w:rsidRPr="007818BD">
        <w:t>insaisissables encore et à peine visibles dans l</w:t>
      </w:r>
      <w:r w:rsidR="00E8465A">
        <w:t>’</w:t>
      </w:r>
      <w:r w:rsidRPr="007818BD">
        <w:t>ombre</w:t>
      </w:r>
      <w:r w:rsidR="00E8465A">
        <w:t xml:space="preserve">, </w:t>
      </w:r>
      <w:r w:rsidRPr="007818BD">
        <w:t>t</w:t>
      </w:r>
      <w:r w:rsidR="00E8465A">
        <w:t>’</w:t>
      </w:r>
      <w:r w:rsidRPr="007818BD">
        <w:t>enveloppent et s</w:t>
      </w:r>
      <w:r w:rsidR="00E8465A">
        <w:t>’</w:t>
      </w:r>
      <w:r w:rsidRPr="007818BD">
        <w:t>accumulent a</w:t>
      </w:r>
      <w:r w:rsidRPr="007818BD">
        <w:t>u</w:t>
      </w:r>
      <w:r w:rsidRPr="007818BD">
        <w:t>tour de toi et de ceux qu</w:t>
      </w:r>
      <w:r w:rsidR="00E8465A">
        <w:t>’</w:t>
      </w:r>
      <w:r w:rsidRPr="007818BD">
        <w:t>a perdus ton amour insensé</w:t>
      </w:r>
      <w:r w:rsidR="00E8465A">
        <w:t xml:space="preserve">. </w:t>
      </w:r>
      <w:r w:rsidRPr="007818BD">
        <w:t>Viens</w:t>
      </w:r>
      <w:r w:rsidR="00E8465A">
        <w:t xml:space="preserve">, </w:t>
      </w:r>
      <w:r w:rsidRPr="007818BD">
        <w:t>a</w:t>
      </w:r>
      <w:r w:rsidRPr="007818BD">
        <w:t>r</w:t>
      </w:r>
      <w:r w:rsidRPr="007818BD">
        <w:t>rache-toi à tous les liens qui enchaînent ta faiblesse</w:t>
      </w:r>
      <w:r w:rsidR="00E8465A">
        <w:t xml:space="preserve"> ; </w:t>
      </w:r>
      <w:r w:rsidRPr="007818BD">
        <w:t>ils ne pe</w:t>
      </w:r>
      <w:r w:rsidRPr="007818BD">
        <w:t>u</w:t>
      </w:r>
      <w:r w:rsidRPr="007818BD">
        <w:t>vent qu</w:t>
      </w:r>
      <w:r w:rsidR="00E8465A">
        <w:t>’</w:t>
      </w:r>
      <w:r w:rsidRPr="007818BD">
        <w:t>obscurcir ta vue</w:t>
      </w:r>
      <w:r w:rsidR="00E8465A">
        <w:t xml:space="preserve">. </w:t>
      </w:r>
      <w:r w:rsidRPr="007818BD">
        <w:t>Dégage-toi de tes craintes</w:t>
      </w:r>
      <w:r w:rsidR="00E8465A">
        <w:t xml:space="preserve">, </w:t>
      </w:r>
      <w:r w:rsidRPr="007818BD">
        <w:t>de tes esp</w:t>
      </w:r>
      <w:r w:rsidRPr="007818BD">
        <w:t>é</w:t>
      </w:r>
      <w:r w:rsidRPr="007818BD">
        <w:t>rances</w:t>
      </w:r>
      <w:r w:rsidR="00E8465A">
        <w:t xml:space="preserve">, </w:t>
      </w:r>
      <w:r w:rsidRPr="007818BD">
        <w:t>de tes désirs</w:t>
      </w:r>
      <w:r w:rsidR="00E8465A">
        <w:t xml:space="preserve">, </w:t>
      </w:r>
      <w:r w:rsidRPr="007818BD">
        <w:t>de tes passions</w:t>
      </w:r>
      <w:r w:rsidR="00E8465A">
        <w:t xml:space="preserve">. </w:t>
      </w:r>
      <w:r w:rsidRPr="007818BD">
        <w:t>Viens</w:t>
      </w:r>
      <w:r w:rsidR="00E8465A">
        <w:t xml:space="preserve">. </w:t>
      </w:r>
      <w:r w:rsidRPr="007818BD">
        <w:t>L</w:t>
      </w:r>
      <w:r w:rsidR="00E8465A">
        <w:t>’</w:t>
      </w:r>
      <w:r w:rsidRPr="007818BD">
        <w:t>esprit seul peut être roi et prophète</w:t>
      </w:r>
      <w:r w:rsidR="00E8465A">
        <w:t xml:space="preserve"> : </w:t>
      </w:r>
      <w:r w:rsidRPr="007818BD">
        <w:t>brillant à travers sa demeure d</w:t>
      </w:r>
      <w:r w:rsidR="00E8465A">
        <w:t>’</w:t>
      </w:r>
      <w:r w:rsidRPr="007818BD">
        <w:t>argile</w:t>
      </w:r>
      <w:r w:rsidR="00E8465A">
        <w:t xml:space="preserve"> ; </w:t>
      </w:r>
      <w:r w:rsidRPr="007818BD">
        <w:t>i</w:t>
      </w:r>
      <w:r w:rsidRPr="007818BD">
        <w:t>n</w:t>
      </w:r>
      <w:r w:rsidRPr="007818BD">
        <w:t>tell</w:t>
      </w:r>
      <w:r w:rsidRPr="007818BD">
        <w:t>i</w:t>
      </w:r>
      <w:r w:rsidRPr="007818BD">
        <w:t>gence pure</w:t>
      </w:r>
      <w:r w:rsidR="00E8465A">
        <w:t xml:space="preserve">, </w:t>
      </w:r>
      <w:r w:rsidRPr="007818BD">
        <w:t>impassible</w:t>
      </w:r>
      <w:r w:rsidR="00E8465A">
        <w:t xml:space="preserve">, </w:t>
      </w:r>
      <w:r w:rsidRPr="007818BD">
        <w:t>sublime</w:t>
      </w:r>
      <w:r w:rsidR="00E8465A">
        <w:t> !</w:t>
      </w:r>
    </w:p>
    <w:p w14:paraId="7BD46BDE" w14:textId="77777777" w:rsidR="00E8465A" w:rsidRDefault="00E0544E" w:rsidP="00E8465A">
      <w:pPr>
        <w:pStyle w:val="Titre2"/>
        <w:pageBreakBefore/>
      </w:pPr>
      <w:bookmarkStart w:id="64" w:name="_Toc199963113"/>
      <w:r w:rsidRPr="007818BD">
        <w:lastRenderedPageBreak/>
        <w:t>CHAPITRE</w:t>
      </w:r>
      <w:r w:rsidR="00E8465A">
        <w:t xml:space="preserve"> </w:t>
      </w:r>
      <w:r w:rsidRPr="007818BD">
        <w:t>IV</w:t>
      </w:r>
      <w:r w:rsidR="00E8465A">
        <w:t>.</w:t>
      </w:r>
      <w:bookmarkEnd w:id="64"/>
    </w:p>
    <w:p w14:paraId="606919BE" w14:textId="77777777" w:rsidR="00E8465A" w:rsidRDefault="00E0544E" w:rsidP="00E0544E">
      <w:pPr>
        <w:pStyle w:val="NormalRetraitGauche4XIndent0"/>
        <w:spacing w:before="0" w:after="0"/>
        <w:rPr>
          <w:rStyle w:val="Taille-1Caracteres"/>
        </w:rPr>
      </w:pPr>
      <w:r w:rsidRPr="007818BD">
        <w:rPr>
          <w:rStyle w:val="Taille-1Caracteres"/>
        </w:rPr>
        <w:t>Plus que vous ne pensez</w:t>
      </w:r>
      <w:r w:rsidR="00E8465A">
        <w:rPr>
          <w:rStyle w:val="Taille-1Caracteres"/>
        </w:rPr>
        <w:t xml:space="preserve">, </w:t>
      </w:r>
      <w:r w:rsidRPr="007818BD">
        <w:rPr>
          <w:rStyle w:val="Taille-1Caracteres"/>
        </w:rPr>
        <w:t>ce moment est terr</w:t>
      </w:r>
      <w:r w:rsidRPr="007818BD">
        <w:rPr>
          <w:rStyle w:val="Taille-1Caracteres"/>
        </w:rPr>
        <w:t>i</w:t>
      </w:r>
      <w:r w:rsidRPr="007818BD">
        <w:rPr>
          <w:rStyle w:val="Taille-1Caracteres"/>
        </w:rPr>
        <w:t>ble</w:t>
      </w:r>
      <w:r w:rsidR="00E8465A">
        <w:rPr>
          <w:rStyle w:val="Taille-1Caracteres"/>
        </w:rPr>
        <w:t>.</w:t>
      </w:r>
    </w:p>
    <w:p w14:paraId="0A2423E3" w14:textId="4CE0A00E"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Le comte de Warwick</w:t>
      </w:r>
      <w:r>
        <w:rPr>
          <w:rStyle w:val="Taille-1Caracteres"/>
        </w:rPr>
        <w:t>.)</w:t>
      </w:r>
    </w:p>
    <w:p w14:paraId="2AA6CF71" w14:textId="77777777" w:rsidR="00E8465A" w:rsidRDefault="00E0544E" w:rsidP="00E0544E">
      <w:r w:rsidRPr="007818BD">
        <w:t>Pour la première fois depuis leur union</w:t>
      </w:r>
      <w:r w:rsidR="00E8465A">
        <w:t xml:space="preserve">, </w:t>
      </w:r>
      <w:proofErr w:type="spellStart"/>
      <w:r w:rsidRPr="007818BD">
        <w:t>Zanoni</w:t>
      </w:r>
      <w:proofErr w:type="spellEnd"/>
      <w:r w:rsidRPr="007818BD">
        <w:t xml:space="preserve"> et Viola étaient séparés</w:t>
      </w:r>
      <w:r w:rsidR="00E8465A">
        <w:t xml:space="preserve">. </w:t>
      </w:r>
      <w:proofErr w:type="spellStart"/>
      <w:r w:rsidRPr="007818BD">
        <w:t>Zanoni</w:t>
      </w:r>
      <w:proofErr w:type="spellEnd"/>
      <w:r w:rsidRPr="007818BD">
        <w:t xml:space="preserve"> alla à Rome pour des affaires importa</w:t>
      </w:r>
      <w:r w:rsidRPr="007818BD">
        <w:t>n</w:t>
      </w:r>
      <w:r w:rsidRPr="007818BD">
        <w:t>tes</w:t>
      </w:r>
      <w:r w:rsidR="00E8465A">
        <w:t>. « </w:t>
      </w:r>
      <w:r w:rsidRPr="007818BD">
        <w:t>Je ne serai absent</w:t>
      </w:r>
      <w:r w:rsidR="00E8465A">
        <w:t xml:space="preserve">, </w:t>
      </w:r>
      <w:r w:rsidRPr="007818BD">
        <w:t>dit-il</w:t>
      </w:r>
      <w:r w:rsidR="00E8465A">
        <w:t xml:space="preserve">, </w:t>
      </w:r>
      <w:r w:rsidRPr="007818BD">
        <w:t>que quelques jours</w:t>
      </w:r>
      <w:r w:rsidR="00E8465A">
        <w:t>, »</w:t>
      </w:r>
      <w:r w:rsidRPr="007818BD">
        <w:t xml:space="preserve"> et si bru</w:t>
      </w:r>
      <w:r w:rsidRPr="007818BD">
        <w:t>s</w:t>
      </w:r>
      <w:r w:rsidRPr="007818BD">
        <w:t>que fut son départ</w:t>
      </w:r>
      <w:r w:rsidR="00E8465A">
        <w:t xml:space="preserve">, </w:t>
      </w:r>
      <w:r w:rsidRPr="007818BD">
        <w:t>que Viola n</w:t>
      </w:r>
      <w:r w:rsidR="00E8465A">
        <w:t>’</w:t>
      </w:r>
      <w:r w:rsidRPr="007818BD">
        <w:t>eut le temps de témoigner ni surprise ni tristesse</w:t>
      </w:r>
      <w:r w:rsidR="00E8465A">
        <w:t xml:space="preserve">. </w:t>
      </w:r>
      <w:r w:rsidRPr="007818BD">
        <w:t>Mais la première séparation est toujours plus pénible que de ra</w:t>
      </w:r>
      <w:r w:rsidRPr="007818BD">
        <w:t>i</w:t>
      </w:r>
      <w:r w:rsidRPr="007818BD">
        <w:t>son</w:t>
      </w:r>
      <w:r w:rsidR="00E8465A">
        <w:t xml:space="preserve"> : </w:t>
      </w:r>
      <w:r w:rsidRPr="007818BD">
        <w:t>elle semble une interruption à cette existence que l</w:t>
      </w:r>
      <w:r w:rsidR="00E8465A">
        <w:t>’</w:t>
      </w:r>
      <w:r w:rsidRPr="007818BD">
        <w:t>amour partage avec l</w:t>
      </w:r>
      <w:r w:rsidR="00E8465A">
        <w:t>’</w:t>
      </w:r>
      <w:r w:rsidRPr="007818BD">
        <w:t>amour</w:t>
      </w:r>
      <w:r w:rsidR="00E8465A">
        <w:t xml:space="preserve"> ; </w:t>
      </w:r>
      <w:r w:rsidRPr="007818BD">
        <w:t>c</w:t>
      </w:r>
      <w:r w:rsidR="00E8465A">
        <w:t>’</w:t>
      </w:r>
      <w:r w:rsidRPr="007818BD">
        <w:t>est elle qui fait sentir au cœur combien la vie sera vide quand sera venue à son tour la dernière</w:t>
      </w:r>
      <w:r w:rsidR="00E8465A">
        <w:t xml:space="preserve">, </w:t>
      </w:r>
      <w:r w:rsidRPr="007818BD">
        <w:t>l</w:t>
      </w:r>
      <w:r w:rsidR="00E8465A">
        <w:t>’</w:t>
      </w:r>
      <w:r w:rsidRPr="007818BD">
        <w:t>inévitable séparation</w:t>
      </w:r>
      <w:r w:rsidR="00E8465A">
        <w:t xml:space="preserve"> ! </w:t>
      </w:r>
      <w:r w:rsidRPr="007818BD">
        <w:t>Mais Viola avait un nouveau compagnon</w:t>
      </w:r>
      <w:r w:rsidR="00E8465A">
        <w:t xml:space="preserve">, </w:t>
      </w:r>
      <w:r w:rsidRPr="007818BD">
        <w:t>elle goûtait cette délicieuse et nouvelle joie qui renouvelle la jeunesse et éblouit les</w:t>
      </w:r>
      <w:r w:rsidR="00E8465A">
        <w:t>-</w:t>
      </w:r>
      <w:r w:rsidRPr="007818BD">
        <w:t>yeux de la femme</w:t>
      </w:r>
      <w:r w:rsidR="00E8465A">
        <w:t xml:space="preserve">. </w:t>
      </w:r>
      <w:r w:rsidRPr="007818BD">
        <w:t>Comme amante</w:t>
      </w:r>
      <w:r w:rsidR="00E8465A">
        <w:t xml:space="preserve">, </w:t>
      </w:r>
      <w:r w:rsidRPr="007818BD">
        <w:t>comme femme</w:t>
      </w:r>
      <w:r w:rsidR="00E8465A">
        <w:t xml:space="preserve">, </w:t>
      </w:r>
      <w:r w:rsidRPr="007818BD">
        <w:t>elle s</w:t>
      </w:r>
      <w:r w:rsidR="00E8465A">
        <w:t>’</w:t>
      </w:r>
      <w:r w:rsidRPr="007818BD">
        <w:t>appuyait sur un autre</w:t>
      </w:r>
      <w:r w:rsidR="00E8465A">
        <w:t xml:space="preserve"> ; </w:t>
      </w:r>
      <w:r w:rsidRPr="007818BD">
        <w:t>c</w:t>
      </w:r>
      <w:r w:rsidR="00E8465A">
        <w:t>’</w:t>
      </w:r>
      <w:r w:rsidRPr="007818BD">
        <w:t>est d</w:t>
      </w:r>
      <w:r w:rsidR="00E8465A">
        <w:t>’</w:t>
      </w:r>
      <w:r w:rsidRPr="007818BD">
        <w:t>un autre que lui arrive son bonheur</w:t>
      </w:r>
      <w:r w:rsidR="00E8465A">
        <w:t xml:space="preserve">, </w:t>
      </w:r>
      <w:r w:rsidRPr="007818BD">
        <w:t>sa vie</w:t>
      </w:r>
      <w:r w:rsidR="00E8465A">
        <w:t xml:space="preserve">, </w:t>
      </w:r>
      <w:r w:rsidRPr="007818BD">
        <w:t>comme la l</w:t>
      </w:r>
      <w:r w:rsidRPr="007818BD">
        <w:t>u</w:t>
      </w:r>
      <w:r w:rsidRPr="007818BD">
        <w:t>mière arrive du soleil à l</w:t>
      </w:r>
      <w:r w:rsidR="00E8465A">
        <w:t>’</w:t>
      </w:r>
      <w:r w:rsidRPr="007818BD">
        <w:t>étoile</w:t>
      </w:r>
      <w:r w:rsidR="00E8465A">
        <w:t xml:space="preserve">. </w:t>
      </w:r>
      <w:r w:rsidRPr="007818BD">
        <w:t>Mais maintenant</w:t>
      </w:r>
      <w:r w:rsidR="00E8465A">
        <w:t xml:space="preserve">, </w:t>
      </w:r>
      <w:r w:rsidRPr="007818BD">
        <w:t>à son tour</w:t>
      </w:r>
      <w:r w:rsidR="00E8465A">
        <w:t xml:space="preserve">, </w:t>
      </w:r>
      <w:r w:rsidRPr="007818BD">
        <w:t>comme mère elle passe de la dépendance au pouvoir</w:t>
      </w:r>
      <w:r w:rsidR="00E8465A">
        <w:t xml:space="preserve"> ; </w:t>
      </w:r>
      <w:r w:rsidRPr="007818BD">
        <w:t>c</w:t>
      </w:r>
      <w:r w:rsidR="00E8465A">
        <w:t>’</w:t>
      </w:r>
      <w:r w:rsidRPr="007818BD">
        <w:t>est un autre qui s</w:t>
      </w:r>
      <w:r w:rsidR="00E8465A">
        <w:t>’</w:t>
      </w:r>
      <w:r w:rsidRPr="007818BD">
        <w:t>appuie sur elle</w:t>
      </w:r>
      <w:r w:rsidR="00E8465A">
        <w:t xml:space="preserve">, </w:t>
      </w:r>
      <w:r w:rsidRPr="007818BD">
        <w:t>une étoile s</w:t>
      </w:r>
      <w:r w:rsidR="00E8465A">
        <w:t>’</w:t>
      </w:r>
      <w:r w:rsidRPr="007818BD">
        <w:t>est levée dans l</w:t>
      </w:r>
      <w:r w:rsidR="00E8465A">
        <w:t>’</w:t>
      </w:r>
      <w:r w:rsidRPr="007818BD">
        <w:t>espace</w:t>
      </w:r>
      <w:r w:rsidR="00E8465A">
        <w:t xml:space="preserve">, </w:t>
      </w:r>
      <w:r w:rsidRPr="007818BD">
        <w:t>pour laquelle elle-même est devenue le soleil</w:t>
      </w:r>
      <w:r w:rsidR="00E8465A">
        <w:t> !</w:t>
      </w:r>
    </w:p>
    <w:p w14:paraId="7276EE49" w14:textId="77777777" w:rsidR="00E8465A" w:rsidRDefault="00E0544E" w:rsidP="00E0544E">
      <w:r w:rsidRPr="007818BD">
        <w:t>Quelques jours seulement d</w:t>
      </w:r>
      <w:r w:rsidR="00E8465A">
        <w:t>’</w:t>
      </w:r>
      <w:r w:rsidRPr="007818BD">
        <w:t>absence</w:t>
      </w:r>
      <w:r w:rsidR="00E8465A">
        <w:t xml:space="preserve"> ; </w:t>
      </w:r>
      <w:r w:rsidRPr="007818BD">
        <w:t>mais que de bonheur au milieu de leur tristesse</w:t>
      </w:r>
      <w:r w:rsidR="00E8465A">
        <w:t xml:space="preserve"> ! </w:t>
      </w:r>
      <w:r w:rsidRPr="007818BD">
        <w:t>Quelques jours dont chaque heure semble une ère pour l</w:t>
      </w:r>
      <w:r w:rsidR="00E8465A">
        <w:t>’</w:t>
      </w:r>
      <w:r w:rsidRPr="007818BD">
        <w:t>enfant sur lequel se penchent vigilants les yeux et le cœur</w:t>
      </w:r>
      <w:r w:rsidR="00E8465A">
        <w:t xml:space="preserve">. </w:t>
      </w:r>
      <w:r w:rsidRPr="007818BD">
        <w:t>De l</w:t>
      </w:r>
      <w:r w:rsidR="00E8465A">
        <w:t>’</w:t>
      </w:r>
      <w:r w:rsidRPr="007818BD">
        <w:t>heure de son réveil à celle de son sommeil</w:t>
      </w:r>
      <w:r w:rsidR="00E8465A">
        <w:t xml:space="preserve">, </w:t>
      </w:r>
      <w:r w:rsidRPr="007818BD">
        <w:t>il se fait une révolution dans le temps</w:t>
      </w:r>
      <w:r w:rsidR="00E8465A">
        <w:t xml:space="preserve">. </w:t>
      </w:r>
      <w:r w:rsidRPr="007818BD">
        <w:t>Le moindre geste à o</w:t>
      </w:r>
      <w:r w:rsidRPr="007818BD">
        <w:t>b</w:t>
      </w:r>
      <w:r w:rsidRPr="007818BD">
        <w:t>server</w:t>
      </w:r>
      <w:r w:rsidR="00E8465A">
        <w:t xml:space="preserve">, </w:t>
      </w:r>
      <w:r w:rsidRPr="007818BD">
        <w:t>le moindre sourire à recueillir</w:t>
      </w:r>
      <w:r w:rsidR="00E8465A">
        <w:t xml:space="preserve">, </w:t>
      </w:r>
      <w:r w:rsidRPr="007818BD">
        <w:t>est comme un nouveau progrès dans ce monde qu</w:t>
      </w:r>
      <w:r w:rsidR="00E8465A">
        <w:t>’</w:t>
      </w:r>
      <w:r w:rsidRPr="007818BD">
        <w:t>il est venu remplir de bonheur</w:t>
      </w:r>
      <w:r w:rsidR="00E8465A">
        <w:t xml:space="preserve">. </w:t>
      </w:r>
      <w:proofErr w:type="spellStart"/>
      <w:r w:rsidRPr="007818BD">
        <w:t>Z</w:t>
      </w:r>
      <w:r w:rsidRPr="007818BD">
        <w:t>a</w:t>
      </w:r>
      <w:r w:rsidRPr="007818BD">
        <w:t>noni</w:t>
      </w:r>
      <w:proofErr w:type="spellEnd"/>
      <w:r w:rsidRPr="007818BD">
        <w:t xml:space="preserve"> est parti</w:t>
      </w:r>
      <w:r w:rsidR="00E8465A">
        <w:t xml:space="preserve"> ! </w:t>
      </w:r>
      <w:r w:rsidRPr="007818BD">
        <w:t>l</w:t>
      </w:r>
      <w:r w:rsidR="00E8465A">
        <w:t>’</w:t>
      </w:r>
      <w:r w:rsidRPr="007818BD">
        <w:t>écho de sa rame se perd sur les flots</w:t>
      </w:r>
      <w:r w:rsidR="00E8465A">
        <w:t xml:space="preserve">. </w:t>
      </w:r>
      <w:r w:rsidRPr="007818BD">
        <w:t>La gond</w:t>
      </w:r>
      <w:r w:rsidRPr="007818BD">
        <w:t>o</w:t>
      </w:r>
      <w:r w:rsidRPr="007818BD">
        <w:t>le</w:t>
      </w:r>
      <w:r w:rsidR="00E8465A">
        <w:t xml:space="preserve">, </w:t>
      </w:r>
      <w:r w:rsidRPr="007818BD">
        <w:t>comme un point imperceptible</w:t>
      </w:r>
      <w:r w:rsidR="00E8465A">
        <w:t xml:space="preserve">, </w:t>
      </w:r>
      <w:r w:rsidRPr="007818BD">
        <w:lastRenderedPageBreak/>
        <w:t>a disparu des rues de Venise</w:t>
      </w:r>
      <w:r w:rsidR="00E8465A">
        <w:t xml:space="preserve">. </w:t>
      </w:r>
      <w:r w:rsidRPr="007818BD">
        <w:t>L</w:t>
      </w:r>
      <w:r w:rsidR="00E8465A">
        <w:t>’</w:t>
      </w:r>
      <w:r w:rsidRPr="007818BD">
        <w:t>enfant dort dans le berceau au pied de sa mère</w:t>
      </w:r>
      <w:r w:rsidR="00E8465A">
        <w:t xml:space="preserve"> ; </w:t>
      </w:r>
      <w:r w:rsidRPr="007818BD">
        <w:t>et à travers ses larmes elle pense aux histoires qu</w:t>
      </w:r>
      <w:r w:rsidR="00E8465A">
        <w:t>’</w:t>
      </w:r>
      <w:r w:rsidRPr="007818BD">
        <w:t>elle aura à redire à son p</w:t>
      </w:r>
      <w:r w:rsidRPr="007818BD">
        <w:t>è</w:t>
      </w:r>
      <w:r w:rsidRPr="007818BD">
        <w:t>re</w:t>
      </w:r>
      <w:r w:rsidR="00E8465A">
        <w:t xml:space="preserve">, </w:t>
      </w:r>
      <w:r w:rsidRPr="007818BD">
        <w:t>de cette terre féerique aux mille merveilles qui s</w:t>
      </w:r>
      <w:r w:rsidR="00E8465A">
        <w:t>’</w:t>
      </w:r>
      <w:r w:rsidRPr="007818BD">
        <w:t>étend sans limites dans ce frêle petit lit</w:t>
      </w:r>
      <w:r w:rsidR="00E8465A">
        <w:t xml:space="preserve">. </w:t>
      </w:r>
      <w:r w:rsidRPr="007818BD">
        <w:t>Souris</w:t>
      </w:r>
      <w:r w:rsidR="00E8465A">
        <w:t xml:space="preserve">, </w:t>
      </w:r>
      <w:r w:rsidRPr="007818BD">
        <w:t>pleure</w:t>
      </w:r>
      <w:r w:rsidR="00E8465A">
        <w:t xml:space="preserve">, </w:t>
      </w:r>
      <w:r w:rsidRPr="007818BD">
        <w:t>jeune mère</w:t>
      </w:r>
      <w:r w:rsidR="00E8465A">
        <w:t xml:space="preserve"> ! </w:t>
      </w:r>
      <w:r w:rsidRPr="007818BD">
        <w:t>Déjà la page la plus belle du volume étrange et fantastique est fermée pour toi</w:t>
      </w:r>
      <w:r w:rsidR="00E8465A">
        <w:t xml:space="preserve"> ; </w:t>
      </w:r>
      <w:r w:rsidRPr="007818BD">
        <w:t>déjà un doigt invisible tourne le feuillet</w:t>
      </w:r>
      <w:r w:rsidR="00E8465A">
        <w:t>.</w:t>
      </w:r>
    </w:p>
    <w:p w14:paraId="15120F89" w14:textId="5C70E7BC" w:rsidR="00E0544E" w:rsidRPr="007818BD" w:rsidRDefault="00E0544E" w:rsidP="00E0544E"/>
    <w:p w14:paraId="3EE80082" w14:textId="77777777" w:rsidR="00E8465A" w:rsidRDefault="00E0544E" w:rsidP="00E0544E">
      <w:r w:rsidRPr="007818BD">
        <w:t>Debout</w:t>
      </w:r>
      <w:r w:rsidR="00E8465A">
        <w:t xml:space="preserve">, </w:t>
      </w:r>
      <w:r w:rsidRPr="007818BD">
        <w:t>près du Rialto</w:t>
      </w:r>
      <w:r w:rsidR="00E8465A">
        <w:t xml:space="preserve">, </w:t>
      </w:r>
      <w:r w:rsidRPr="007818BD">
        <w:t>se tenaient deux Vénitiens</w:t>
      </w:r>
      <w:r w:rsidR="00E8465A">
        <w:t xml:space="preserve">, </w:t>
      </w:r>
      <w:r w:rsidRPr="007818BD">
        <w:t>républ</w:t>
      </w:r>
      <w:r w:rsidRPr="007818BD">
        <w:t>i</w:t>
      </w:r>
      <w:r w:rsidRPr="007818BD">
        <w:t>cains</w:t>
      </w:r>
      <w:r w:rsidR="00E8465A">
        <w:t xml:space="preserve">, </w:t>
      </w:r>
      <w:r w:rsidRPr="007818BD">
        <w:t>démocrates ardents</w:t>
      </w:r>
      <w:r w:rsidR="00E8465A">
        <w:t xml:space="preserve">, </w:t>
      </w:r>
      <w:r w:rsidRPr="007818BD">
        <w:t>qui regardaient la révolution frança</w:t>
      </w:r>
      <w:r w:rsidRPr="007818BD">
        <w:t>i</w:t>
      </w:r>
      <w:r w:rsidRPr="007818BD">
        <w:t>se comme le cataclysme qui devait faire crouler leur gouvern</w:t>
      </w:r>
      <w:r w:rsidRPr="007818BD">
        <w:t>e</w:t>
      </w:r>
      <w:r w:rsidRPr="007818BD">
        <w:t>ment vicieux et expirant</w:t>
      </w:r>
      <w:r w:rsidR="00E8465A">
        <w:t xml:space="preserve">, </w:t>
      </w:r>
      <w:r w:rsidRPr="007818BD">
        <w:t>et rendre à Venise l</w:t>
      </w:r>
      <w:r w:rsidR="00E8465A">
        <w:t>’</w:t>
      </w:r>
      <w:r w:rsidRPr="007818BD">
        <w:t>égalité des rangs et des droits</w:t>
      </w:r>
      <w:r w:rsidR="00E8465A">
        <w:t>.</w:t>
      </w:r>
    </w:p>
    <w:p w14:paraId="75A17EC3" w14:textId="21DF452F" w:rsidR="00E0544E" w:rsidRPr="007818BD" w:rsidRDefault="00E8465A" w:rsidP="00E0544E">
      <w:r>
        <w:t>« </w:t>
      </w:r>
      <w:r w:rsidR="00E0544E" w:rsidRPr="007818BD">
        <w:t>Oui</w:t>
      </w:r>
      <w:r>
        <w:t xml:space="preserve">, </w:t>
      </w:r>
      <w:proofErr w:type="spellStart"/>
      <w:r w:rsidR="00E0544E" w:rsidRPr="007818BD">
        <w:t>Cottalto</w:t>
      </w:r>
      <w:proofErr w:type="spellEnd"/>
      <w:r>
        <w:t xml:space="preserve">, </w:t>
      </w:r>
      <w:r w:rsidR="00E0544E" w:rsidRPr="007818BD">
        <w:t>dit l</w:t>
      </w:r>
      <w:r>
        <w:t>’</w:t>
      </w:r>
      <w:r w:rsidR="00E0544E" w:rsidRPr="007818BD">
        <w:t>un</w:t>
      </w:r>
      <w:r>
        <w:t xml:space="preserve"> : </w:t>
      </w:r>
      <w:r w:rsidR="00E0544E" w:rsidRPr="007818BD">
        <w:t>mo</w:t>
      </w:r>
      <w:r w:rsidR="00E0544E">
        <w:t>n</w:t>
      </w:r>
      <w:r w:rsidR="00E0544E" w:rsidRPr="007818BD">
        <w:t xml:space="preserve"> correspondant de Paris m</w:t>
      </w:r>
      <w:r>
        <w:t>’</w:t>
      </w:r>
      <w:r w:rsidR="00E0544E" w:rsidRPr="007818BD">
        <w:t>a promis de franchir tous les obstacles</w:t>
      </w:r>
      <w:r>
        <w:t xml:space="preserve">, </w:t>
      </w:r>
      <w:r w:rsidR="00E0544E" w:rsidRPr="007818BD">
        <w:t>de braver tous les da</w:t>
      </w:r>
      <w:r w:rsidR="00E0544E" w:rsidRPr="007818BD">
        <w:t>n</w:t>
      </w:r>
      <w:r w:rsidR="00E0544E" w:rsidRPr="007818BD">
        <w:t>gers</w:t>
      </w:r>
      <w:r>
        <w:t xml:space="preserve">. </w:t>
      </w:r>
      <w:r w:rsidR="00E0544E" w:rsidRPr="007818BD">
        <w:t>Il combinera avec nous l</w:t>
      </w:r>
      <w:r>
        <w:t>’</w:t>
      </w:r>
      <w:r w:rsidR="00E0544E" w:rsidRPr="007818BD">
        <w:t>heure de la révolte</w:t>
      </w:r>
      <w:r>
        <w:t xml:space="preserve">, </w:t>
      </w:r>
      <w:r w:rsidR="00E0544E" w:rsidRPr="007818BD">
        <w:t>lorsque les l</w:t>
      </w:r>
      <w:r w:rsidR="00E0544E" w:rsidRPr="007818BD">
        <w:t>é</w:t>
      </w:r>
      <w:r w:rsidR="00E0544E" w:rsidRPr="007818BD">
        <w:t>gions de la France seront à portée d</w:t>
      </w:r>
      <w:r>
        <w:t>’</w:t>
      </w:r>
      <w:r w:rsidR="00E0544E" w:rsidRPr="007818BD">
        <w:t>entendre nos canons</w:t>
      </w:r>
      <w:r>
        <w:t xml:space="preserve">. </w:t>
      </w:r>
      <w:r w:rsidR="00E0544E" w:rsidRPr="007818BD">
        <w:t>Un jour de cette semaine</w:t>
      </w:r>
      <w:r>
        <w:t xml:space="preserve">, </w:t>
      </w:r>
      <w:r w:rsidR="00E0544E" w:rsidRPr="007818BD">
        <w:t>à cette heure</w:t>
      </w:r>
      <w:r>
        <w:t xml:space="preserve">, </w:t>
      </w:r>
      <w:r w:rsidR="00E0544E" w:rsidRPr="007818BD">
        <w:t>il me doit rejoindre ici</w:t>
      </w:r>
      <w:r>
        <w:t xml:space="preserve"> : </w:t>
      </w:r>
      <w:r w:rsidR="00E0544E" w:rsidRPr="007818BD">
        <w:t>nous ne sommes qu</w:t>
      </w:r>
      <w:r>
        <w:t>’</w:t>
      </w:r>
      <w:r w:rsidR="00E0544E" w:rsidRPr="007818BD">
        <w:t>au quatrième jour</w:t>
      </w:r>
      <w:r>
        <w:t>. »</w:t>
      </w:r>
    </w:p>
    <w:p w14:paraId="7074493F" w14:textId="77777777" w:rsidR="00E8465A" w:rsidRDefault="00E0544E" w:rsidP="00E0544E">
      <w:r w:rsidRPr="007818BD">
        <w:t>Il avait à peine achevé ces mots qu</w:t>
      </w:r>
      <w:r w:rsidR="00E8465A">
        <w:t>’</w:t>
      </w:r>
      <w:r w:rsidRPr="007818BD">
        <w:t xml:space="preserve">un homme enveloppé de sa </w:t>
      </w:r>
      <w:r w:rsidRPr="007818BD">
        <w:rPr>
          <w:i/>
          <w:iCs/>
        </w:rPr>
        <w:t>roquelaure</w:t>
      </w:r>
      <w:r w:rsidRPr="007818BD">
        <w:t xml:space="preserve"> sortit d</w:t>
      </w:r>
      <w:r w:rsidR="00E8465A">
        <w:t>’</w:t>
      </w:r>
      <w:r w:rsidRPr="007818BD">
        <w:t>une étroite rue à gauche</w:t>
      </w:r>
      <w:r w:rsidR="00E8465A">
        <w:t xml:space="preserve">, </w:t>
      </w:r>
      <w:r w:rsidRPr="007818BD">
        <w:t>s</w:t>
      </w:r>
      <w:r w:rsidR="00E8465A">
        <w:t>’</w:t>
      </w:r>
      <w:r w:rsidRPr="007818BD">
        <w:t>arrêta devant le groupe</w:t>
      </w:r>
      <w:r w:rsidR="00E8465A">
        <w:t xml:space="preserve">, </w:t>
      </w:r>
      <w:r w:rsidRPr="007818BD">
        <w:t>examina attentivement pendant quelques instants les deux interlocuteurs</w:t>
      </w:r>
      <w:r w:rsidR="00E8465A">
        <w:t xml:space="preserve">, </w:t>
      </w:r>
      <w:r w:rsidRPr="007818BD">
        <w:t>puis dit à voix basse</w:t>
      </w:r>
      <w:r w:rsidR="00E8465A">
        <w:t> :</w:t>
      </w:r>
    </w:p>
    <w:p w14:paraId="63777ECB" w14:textId="77777777" w:rsidR="00E8465A" w:rsidRDefault="00E8465A" w:rsidP="00E0544E">
      <w:r>
        <w:t>« </w:t>
      </w:r>
      <w:r w:rsidR="00E0544E" w:rsidRPr="007818BD">
        <w:t>Salut</w:t>
      </w:r>
      <w:r>
        <w:t> !</w:t>
      </w:r>
    </w:p>
    <w:p w14:paraId="3AAED71F" w14:textId="77777777" w:rsidR="00E8465A" w:rsidRDefault="00E8465A" w:rsidP="00E0544E">
      <w:r>
        <w:t>— </w:t>
      </w:r>
      <w:r w:rsidR="00E0544E" w:rsidRPr="007818BD">
        <w:t>Et fraternité</w:t>
      </w:r>
      <w:r>
        <w:t xml:space="preserve">, </w:t>
      </w:r>
      <w:r w:rsidR="00E0544E" w:rsidRPr="007818BD">
        <w:t>répondit celui qui venait de parler</w:t>
      </w:r>
      <w:r>
        <w:t>.</w:t>
      </w:r>
    </w:p>
    <w:p w14:paraId="167C14D5" w14:textId="77777777" w:rsidR="00E8465A" w:rsidRDefault="00E8465A" w:rsidP="00E0544E">
      <w:r>
        <w:t>— </w:t>
      </w:r>
      <w:r w:rsidR="00E0544E" w:rsidRPr="007818BD">
        <w:t>Vous êtes donc le brave Dandolo</w:t>
      </w:r>
      <w:r>
        <w:t xml:space="preserve">, </w:t>
      </w:r>
      <w:r w:rsidR="00E0544E" w:rsidRPr="007818BD">
        <w:t>avec qui le comité me charge de correspo</w:t>
      </w:r>
      <w:r w:rsidR="00E0544E" w:rsidRPr="007818BD">
        <w:t>n</w:t>
      </w:r>
      <w:r w:rsidR="00E0544E" w:rsidRPr="007818BD">
        <w:t>dre</w:t>
      </w:r>
      <w:r>
        <w:t xml:space="preserve"> ? </w:t>
      </w:r>
      <w:r w:rsidR="00E0544E" w:rsidRPr="007818BD">
        <w:t>Et ce citoyen</w:t>
      </w:r>
      <w:r>
        <w:t>…</w:t>
      </w:r>
    </w:p>
    <w:p w14:paraId="49BBA993" w14:textId="77777777" w:rsidR="00E8465A" w:rsidRDefault="00E8465A" w:rsidP="00E0544E">
      <w:r>
        <w:t>— </w:t>
      </w:r>
      <w:r w:rsidR="00E0544E" w:rsidRPr="007818BD">
        <w:t xml:space="preserve">Est </w:t>
      </w:r>
      <w:proofErr w:type="spellStart"/>
      <w:r w:rsidR="00E0544E" w:rsidRPr="007818BD">
        <w:t>Cottalto</w:t>
      </w:r>
      <w:proofErr w:type="spellEnd"/>
      <w:r>
        <w:t xml:space="preserve">, </w:t>
      </w:r>
      <w:r w:rsidR="00E0544E" w:rsidRPr="007818BD">
        <w:t>dont je vous ai souvent parlé dans mes le</w:t>
      </w:r>
      <w:r w:rsidR="00E0544E" w:rsidRPr="007818BD">
        <w:t>t</w:t>
      </w:r>
      <w:r w:rsidR="00E0544E" w:rsidRPr="007818BD">
        <w:t>tres</w:t>
      </w:r>
      <w:r>
        <w:t>.</w:t>
      </w:r>
    </w:p>
    <w:p w14:paraId="295060B3" w14:textId="77777777" w:rsidR="00E8465A" w:rsidRDefault="00E8465A" w:rsidP="00E0544E">
      <w:r>
        <w:lastRenderedPageBreak/>
        <w:t>— </w:t>
      </w:r>
      <w:r w:rsidR="00E0544E" w:rsidRPr="007818BD">
        <w:t xml:space="preserve">Salut et fraternité à </w:t>
      </w:r>
      <w:proofErr w:type="spellStart"/>
      <w:r w:rsidR="00E0544E" w:rsidRPr="007818BD">
        <w:t>Cottalto</w:t>
      </w:r>
      <w:proofErr w:type="spellEnd"/>
      <w:r>
        <w:t xml:space="preserve"> ! </w:t>
      </w:r>
      <w:r w:rsidR="00E0544E" w:rsidRPr="007818BD">
        <w:t>J</w:t>
      </w:r>
      <w:r>
        <w:t>’</w:t>
      </w:r>
      <w:r w:rsidR="00E0544E" w:rsidRPr="007818BD">
        <w:t>ai de grandes commun</w:t>
      </w:r>
      <w:r w:rsidR="00E0544E" w:rsidRPr="007818BD">
        <w:t>i</w:t>
      </w:r>
      <w:r w:rsidR="00E0544E" w:rsidRPr="007818BD">
        <w:t>cations à vous faire à tous deux</w:t>
      </w:r>
      <w:r>
        <w:t xml:space="preserve">. </w:t>
      </w:r>
      <w:r w:rsidR="00E0544E" w:rsidRPr="007818BD">
        <w:t>Je vous verrai ce soir</w:t>
      </w:r>
      <w:r>
        <w:t xml:space="preserve">, </w:t>
      </w:r>
      <w:r w:rsidR="00E0544E" w:rsidRPr="007818BD">
        <w:t>Dandolo</w:t>
      </w:r>
      <w:r>
        <w:t xml:space="preserve">. </w:t>
      </w:r>
      <w:r w:rsidR="00E0544E" w:rsidRPr="007818BD">
        <w:t>Dans la rue on pourrait nous observer</w:t>
      </w:r>
      <w:r>
        <w:t>.</w:t>
      </w:r>
    </w:p>
    <w:p w14:paraId="56B32EF7" w14:textId="3F653934" w:rsidR="00E0544E" w:rsidRPr="007818BD" w:rsidRDefault="00E8465A" w:rsidP="00E0544E">
      <w:r>
        <w:t>— </w:t>
      </w:r>
      <w:r w:rsidR="00E0544E" w:rsidRPr="007818BD">
        <w:t>Et je n</w:t>
      </w:r>
      <w:r>
        <w:t>’</w:t>
      </w:r>
      <w:r w:rsidR="00E0544E" w:rsidRPr="007818BD">
        <w:t>ose vous donner rendez-vous chez moi</w:t>
      </w:r>
      <w:r>
        <w:t xml:space="preserve"> : </w:t>
      </w:r>
      <w:r w:rsidR="00E0544E" w:rsidRPr="007818BD">
        <w:t>la tyra</w:t>
      </w:r>
      <w:r w:rsidR="00E0544E" w:rsidRPr="007818BD">
        <w:t>n</w:t>
      </w:r>
      <w:r w:rsidR="00E0544E" w:rsidRPr="007818BD">
        <w:t>nie change en espions jusqu</w:t>
      </w:r>
      <w:r>
        <w:t>’</w:t>
      </w:r>
      <w:r w:rsidR="00E0544E" w:rsidRPr="007818BD">
        <w:t>à nos murs</w:t>
      </w:r>
      <w:r>
        <w:t xml:space="preserve">. </w:t>
      </w:r>
      <w:r w:rsidR="00E0544E" w:rsidRPr="007818BD">
        <w:t>Mais le lieu désigné ici est sûr</w:t>
      </w:r>
      <w:r>
        <w:t>. »</w:t>
      </w:r>
    </w:p>
    <w:p w14:paraId="41438788" w14:textId="77777777" w:rsidR="00E8465A" w:rsidRDefault="00E0544E" w:rsidP="00E0544E">
      <w:r w:rsidRPr="007818BD">
        <w:t>Et il glissa une adresse dans la main de son correspondant</w:t>
      </w:r>
      <w:r w:rsidR="00E8465A">
        <w:t>.</w:t>
      </w:r>
    </w:p>
    <w:p w14:paraId="10DB57E7" w14:textId="0B9A8095" w:rsidR="00E0544E" w:rsidRPr="007818BD" w:rsidRDefault="00E8465A" w:rsidP="00E0544E">
      <w:r>
        <w:t>« </w:t>
      </w:r>
      <w:r w:rsidR="00E0544E" w:rsidRPr="007818BD">
        <w:t>Ce soir donc</w:t>
      </w:r>
      <w:r>
        <w:t xml:space="preserve">, </w:t>
      </w:r>
      <w:r w:rsidR="00E0544E" w:rsidRPr="007818BD">
        <w:t>à neuf heures</w:t>
      </w:r>
      <w:r>
        <w:t xml:space="preserve">. </w:t>
      </w:r>
      <w:r w:rsidR="00E0544E" w:rsidRPr="007818BD">
        <w:t>En attendant</w:t>
      </w:r>
      <w:r>
        <w:t xml:space="preserve">, </w:t>
      </w:r>
      <w:r w:rsidR="00E0544E" w:rsidRPr="007818BD">
        <w:t>j</w:t>
      </w:r>
      <w:r>
        <w:t>’</w:t>
      </w:r>
      <w:r w:rsidR="00E0544E" w:rsidRPr="007818BD">
        <w:t>ai d</w:t>
      </w:r>
      <w:r>
        <w:t>’</w:t>
      </w:r>
      <w:r w:rsidR="00E0544E" w:rsidRPr="007818BD">
        <w:t>autres a</w:t>
      </w:r>
      <w:r w:rsidR="00E0544E" w:rsidRPr="007818BD">
        <w:t>f</w:t>
      </w:r>
      <w:r w:rsidR="00E0544E" w:rsidRPr="007818BD">
        <w:t>faires</w:t>
      </w:r>
      <w:r>
        <w:t>. »</w:t>
      </w:r>
    </w:p>
    <w:p w14:paraId="34560AAF" w14:textId="77777777" w:rsidR="00E8465A" w:rsidRDefault="00E0544E" w:rsidP="00E0544E">
      <w:r w:rsidRPr="007818BD">
        <w:t>L</w:t>
      </w:r>
      <w:r w:rsidR="00E8465A">
        <w:t>’</w:t>
      </w:r>
      <w:r w:rsidRPr="007818BD">
        <w:t>homme s</w:t>
      </w:r>
      <w:r w:rsidR="00E8465A">
        <w:t>’</w:t>
      </w:r>
      <w:r w:rsidRPr="007818BD">
        <w:t>arrêta</w:t>
      </w:r>
      <w:r w:rsidR="00E8465A">
        <w:t xml:space="preserve">, </w:t>
      </w:r>
      <w:r w:rsidRPr="007818BD">
        <w:t>changea de couleur</w:t>
      </w:r>
      <w:r w:rsidR="00E8465A">
        <w:t xml:space="preserve">, </w:t>
      </w:r>
      <w:r w:rsidRPr="007818BD">
        <w:t>et ce fut d</w:t>
      </w:r>
      <w:r w:rsidR="00E8465A">
        <w:t>’</w:t>
      </w:r>
      <w:r w:rsidRPr="007818BD">
        <w:t>une voix inquiète et passionnée qu</w:t>
      </w:r>
      <w:r w:rsidR="00E8465A">
        <w:t>’</w:t>
      </w:r>
      <w:r w:rsidRPr="007818BD">
        <w:t>il reprit</w:t>
      </w:r>
      <w:r w:rsidR="00E8465A">
        <w:t> :</w:t>
      </w:r>
    </w:p>
    <w:p w14:paraId="564489DF" w14:textId="77777777" w:rsidR="00E8465A" w:rsidRDefault="00E8465A" w:rsidP="00E0544E">
      <w:r>
        <w:t>« </w:t>
      </w:r>
      <w:r w:rsidR="00E0544E" w:rsidRPr="007818BD">
        <w:t>Votre dernière lettre parlait de ce riche et mystérieux étranger</w:t>
      </w:r>
      <w:r>
        <w:t xml:space="preserve">… </w:t>
      </w:r>
      <w:r w:rsidR="00E0544E" w:rsidRPr="007818BD">
        <w:t xml:space="preserve">de </w:t>
      </w:r>
      <w:proofErr w:type="spellStart"/>
      <w:r w:rsidR="00E0544E" w:rsidRPr="007818BD">
        <w:t>Zanoni</w:t>
      </w:r>
      <w:proofErr w:type="spellEnd"/>
      <w:r>
        <w:t xml:space="preserve"> ! </w:t>
      </w:r>
      <w:r w:rsidR="00E0544E" w:rsidRPr="007818BD">
        <w:t>Est-il toujours à Venise</w:t>
      </w:r>
      <w:r>
        <w:t> ?</w:t>
      </w:r>
    </w:p>
    <w:p w14:paraId="660B763A" w14:textId="77777777" w:rsidR="00E8465A" w:rsidRDefault="00E8465A" w:rsidP="00E0544E">
      <w:r>
        <w:t>— </w:t>
      </w:r>
      <w:r w:rsidR="00E0544E" w:rsidRPr="007818BD">
        <w:t>On me dit qu</w:t>
      </w:r>
      <w:r>
        <w:t>’</w:t>
      </w:r>
      <w:r w:rsidR="00E0544E" w:rsidRPr="007818BD">
        <w:t>il est parti ce matin</w:t>
      </w:r>
      <w:r>
        <w:t xml:space="preserve"> ; </w:t>
      </w:r>
      <w:r w:rsidR="00E0544E" w:rsidRPr="007818BD">
        <w:t>mais sa femme est e</w:t>
      </w:r>
      <w:r w:rsidR="00E0544E" w:rsidRPr="007818BD">
        <w:t>n</w:t>
      </w:r>
      <w:r w:rsidR="00E0544E" w:rsidRPr="007818BD">
        <w:t>core ici</w:t>
      </w:r>
      <w:r>
        <w:t>.</w:t>
      </w:r>
    </w:p>
    <w:p w14:paraId="4573EF1B" w14:textId="77777777" w:rsidR="00E8465A" w:rsidRDefault="00E8465A" w:rsidP="00E0544E">
      <w:r>
        <w:t>— </w:t>
      </w:r>
      <w:r w:rsidR="00E0544E" w:rsidRPr="007818BD">
        <w:t>Sa femme</w:t>
      </w:r>
      <w:r>
        <w:t xml:space="preserve">, </w:t>
      </w:r>
      <w:r w:rsidR="00E0544E" w:rsidRPr="007818BD">
        <w:t>c</w:t>
      </w:r>
      <w:r>
        <w:t>’</w:t>
      </w:r>
      <w:r w:rsidR="00E0544E" w:rsidRPr="007818BD">
        <w:t>est bien</w:t>
      </w:r>
      <w:r>
        <w:t> !</w:t>
      </w:r>
    </w:p>
    <w:p w14:paraId="64E2B167" w14:textId="77777777" w:rsidR="00E8465A" w:rsidRDefault="00E8465A" w:rsidP="00E0544E">
      <w:r>
        <w:t>— </w:t>
      </w:r>
      <w:r w:rsidR="00E0544E" w:rsidRPr="007818BD">
        <w:t>Est-ce que vous croyez qu</w:t>
      </w:r>
      <w:r>
        <w:t>’</w:t>
      </w:r>
      <w:r w:rsidR="00E0544E" w:rsidRPr="007818BD">
        <w:t xml:space="preserve">il </w:t>
      </w:r>
      <w:proofErr w:type="gramStart"/>
      <w:r w:rsidR="00E0544E" w:rsidRPr="007818BD">
        <w:t>voulût</w:t>
      </w:r>
      <w:proofErr w:type="gramEnd"/>
      <w:r w:rsidR="00E0544E" w:rsidRPr="007818BD">
        <w:t xml:space="preserve"> être des nôtres</w:t>
      </w:r>
      <w:r>
        <w:t xml:space="preserve"> ? </w:t>
      </w:r>
      <w:r w:rsidR="00E0544E" w:rsidRPr="007818BD">
        <w:t>Ses richesses seraient</w:t>
      </w:r>
      <w:r>
        <w:t>…</w:t>
      </w:r>
    </w:p>
    <w:p w14:paraId="4C300D5E" w14:textId="77777777" w:rsidR="00E8465A" w:rsidRDefault="00E8465A" w:rsidP="00E0544E">
      <w:r>
        <w:t>— </w:t>
      </w:r>
      <w:r w:rsidR="00E0544E" w:rsidRPr="007818BD">
        <w:t>Sa maison</w:t>
      </w:r>
      <w:r>
        <w:t xml:space="preserve">, </w:t>
      </w:r>
      <w:r w:rsidR="00E0544E" w:rsidRPr="007818BD">
        <w:t>son adresse</w:t>
      </w:r>
      <w:r>
        <w:t xml:space="preserve">, </w:t>
      </w:r>
      <w:r w:rsidR="00E0544E" w:rsidRPr="007818BD">
        <w:t>vite</w:t>
      </w:r>
      <w:r>
        <w:t xml:space="preserve">… </w:t>
      </w:r>
      <w:r w:rsidR="00E0544E" w:rsidRPr="007818BD">
        <w:t>interrompit l</w:t>
      </w:r>
      <w:r>
        <w:t>’</w:t>
      </w:r>
      <w:r w:rsidR="00E0544E" w:rsidRPr="007818BD">
        <w:t>homme</w:t>
      </w:r>
      <w:r>
        <w:t>.</w:t>
      </w:r>
    </w:p>
    <w:p w14:paraId="72E276E8" w14:textId="77777777" w:rsidR="00E8465A" w:rsidRDefault="00E8465A" w:rsidP="00E0544E">
      <w:r>
        <w:t>— </w:t>
      </w:r>
      <w:r w:rsidR="00E0544E" w:rsidRPr="007818BD">
        <w:t xml:space="preserve">Au </w:t>
      </w:r>
      <w:proofErr w:type="spellStart"/>
      <w:r w:rsidR="00E0544E" w:rsidRPr="007818BD">
        <w:t>Palazzo</w:t>
      </w:r>
      <w:proofErr w:type="spellEnd"/>
      <w:r w:rsidR="00E0544E" w:rsidRPr="007818BD">
        <w:t xml:space="preserve"> di</w:t>
      </w:r>
      <w:r>
        <w:t xml:space="preserve">… </w:t>
      </w:r>
      <w:r w:rsidR="00E0544E" w:rsidRPr="007818BD">
        <w:t>rue du Grand-Canal</w:t>
      </w:r>
      <w:r>
        <w:t>.</w:t>
      </w:r>
    </w:p>
    <w:p w14:paraId="2FFF0170" w14:textId="6A7DB054" w:rsidR="00E0544E" w:rsidRPr="007818BD" w:rsidRDefault="00E8465A" w:rsidP="00E0544E">
      <w:r>
        <w:t>— </w:t>
      </w:r>
      <w:r w:rsidR="00E0544E" w:rsidRPr="007818BD">
        <w:t>Merci</w:t>
      </w:r>
      <w:r>
        <w:t xml:space="preserve"> ; </w:t>
      </w:r>
      <w:r w:rsidR="00E0544E" w:rsidRPr="007818BD">
        <w:t>à revoir</w:t>
      </w:r>
      <w:r>
        <w:t xml:space="preserve">, </w:t>
      </w:r>
      <w:r w:rsidR="00E0544E" w:rsidRPr="007818BD">
        <w:t>à neuf heures</w:t>
      </w:r>
      <w:r>
        <w:t>. »</w:t>
      </w:r>
    </w:p>
    <w:p w14:paraId="7E64E47C" w14:textId="77777777" w:rsidR="00E8465A" w:rsidRDefault="00E0544E" w:rsidP="00E0544E">
      <w:r w:rsidRPr="007818BD">
        <w:t>L</w:t>
      </w:r>
      <w:r w:rsidR="00E8465A">
        <w:t>’</w:t>
      </w:r>
      <w:r w:rsidRPr="007818BD">
        <w:t>homme disparut dans la rue par laquelle il était venu</w:t>
      </w:r>
      <w:r w:rsidR="00E8465A">
        <w:t xml:space="preserve">, </w:t>
      </w:r>
      <w:r w:rsidRPr="007818BD">
        <w:t>et passa devant la maison où il s</w:t>
      </w:r>
      <w:r w:rsidR="00E8465A">
        <w:t>’</w:t>
      </w:r>
      <w:r w:rsidRPr="007818BD">
        <w:t>était logé la veille</w:t>
      </w:r>
      <w:r w:rsidR="00E8465A">
        <w:t xml:space="preserve">, </w:t>
      </w:r>
      <w:r w:rsidRPr="007818BD">
        <w:t>à son arrivée à Venise</w:t>
      </w:r>
      <w:r w:rsidR="00E8465A">
        <w:t>.</w:t>
      </w:r>
    </w:p>
    <w:p w14:paraId="7A3019E4" w14:textId="77777777" w:rsidR="00E8465A" w:rsidRDefault="00E0544E" w:rsidP="00E0544E">
      <w:r w:rsidRPr="007818BD">
        <w:t>Une femme qui se tenait sur la porte l</w:t>
      </w:r>
      <w:r w:rsidR="00E8465A">
        <w:t>’</w:t>
      </w:r>
      <w:r w:rsidRPr="007818BD">
        <w:t>arrêta par le bras</w:t>
      </w:r>
      <w:r w:rsidR="00E8465A">
        <w:t>.</w:t>
      </w:r>
    </w:p>
    <w:p w14:paraId="151BC109" w14:textId="77777777" w:rsidR="00E8465A" w:rsidRDefault="00E8465A" w:rsidP="00E0544E">
      <w:r>
        <w:lastRenderedPageBreak/>
        <w:t>« </w:t>
      </w:r>
      <w:r w:rsidR="00E0544E" w:rsidRPr="007818BD">
        <w:rPr>
          <w:i/>
          <w:iCs/>
        </w:rPr>
        <w:t>Monsieur</w:t>
      </w:r>
      <w:r>
        <w:t xml:space="preserve">, </w:t>
      </w:r>
      <w:r w:rsidR="00E0544E" w:rsidRPr="007818BD">
        <w:t>dit-elle en français</w:t>
      </w:r>
      <w:r>
        <w:t xml:space="preserve">, </w:t>
      </w:r>
      <w:r w:rsidR="00E0544E" w:rsidRPr="007818BD">
        <w:t>j</w:t>
      </w:r>
      <w:r>
        <w:t>’</w:t>
      </w:r>
      <w:r w:rsidR="00E0544E" w:rsidRPr="007818BD">
        <w:t>attendais votre retour</w:t>
      </w:r>
      <w:r>
        <w:t xml:space="preserve">. </w:t>
      </w:r>
      <w:r w:rsidR="00E0544E" w:rsidRPr="007818BD">
        <w:t>Comprenez-vous</w:t>
      </w:r>
      <w:r>
        <w:t xml:space="preserve"> ? </w:t>
      </w:r>
      <w:r w:rsidR="00E0544E" w:rsidRPr="007818BD">
        <w:t>je braverai tout</w:t>
      </w:r>
      <w:r>
        <w:t xml:space="preserve">, </w:t>
      </w:r>
      <w:r w:rsidR="00E0544E" w:rsidRPr="007818BD">
        <w:t>je risquerai tout pour r</w:t>
      </w:r>
      <w:r w:rsidR="00E0544E" w:rsidRPr="007818BD">
        <w:t>e</w:t>
      </w:r>
      <w:r w:rsidR="00E0544E" w:rsidRPr="007818BD">
        <w:t>tourner en France avec vous</w:t>
      </w:r>
      <w:r>
        <w:t xml:space="preserve">, </w:t>
      </w:r>
      <w:r w:rsidR="00E0544E" w:rsidRPr="007818BD">
        <w:t>pour partager dans la vie ou dans la mort le sort de mon mari</w:t>
      </w:r>
      <w:r>
        <w:t> !</w:t>
      </w:r>
    </w:p>
    <w:p w14:paraId="1541EB54" w14:textId="77777777" w:rsidR="00E8465A" w:rsidRDefault="00E8465A" w:rsidP="00E0544E">
      <w:r>
        <w:t>— </w:t>
      </w:r>
      <w:r w:rsidR="00E0544E" w:rsidRPr="007818BD">
        <w:t>Citoyenne</w:t>
      </w:r>
      <w:r>
        <w:t xml:space="preserve"> ! </w:t>
      </w:r>
      <w:r w:rsidR="00E0544E" w:rsidRPr="007818BD">
        <w:t>j</w:t>
      </w:r>
      <w:r>
        <w:t>’</w:t>
      </w:r>
      <w:r w:rsidR="00E0544E" w:rsidRPr="007818BD">
        <w:t>ai promis à votre mari que</w:t>
      </w:r>
      <w:r>
        <w:t xml:space="preserve">, </w:t>
      </w:r>
      <w:r w:rsidR="00E0544E" w:rsidRPr="007818BD">
        <w:t>si telle était v</w:t>
      </w:r>
      <w:r w:rsidR="00E0544E" w:rsidRPr="007818BD">
        <w:t>o</w:t>
      </w:r>
      <w:r w:rsidR="00E0544E" w:rsidRPr="007818BD">
        <w:t>tre décision</w:t>
      </w:r>
      <w:r>
        <w:t xml:space="preserve">, </w:t>
      </w:r>
      <w:r w:rsidR="00E0544E" w:rsidRPr="007818BD">
        <w:t>je risqu</w:t>
      </w:r>
      <w:r w:rsidR="00E0544E" w:rsidRPr="007818BD">
        <w:t>e</w:t>
      </w:r>
      <w:r w:rsidR="00E0544E" w:rsidRPr="007818BD">
        <w:t>rais ma vie pour réaliser ce désir</w:t>
      </w:r>
      <w:r>
        <w:t xml:space="preserve">. </w:t>
      </w:r>
      <w:r w:rsidR="00E0544E" w:rsidRPr="007818BD">
        <w:t>Mais songez-y</w:t>
      </w:r>
      <w:r>
        <w:t xml:space="preserve">, </w:t>
      </w:r>
      <w:r w:rsidR="00E0544E" w:rsidRPr="007818BD">
        <w:t>votre mari appartient à une faction sur laquelle R</w:t>
      </w:r>
      <w:r w:rsidR="00E0544E" w:rsidRPr="007818BD">
        <w:t>o</w:t>
      </w:r>
      <w:r w:rsidR="00E0544E" w:rsidRPr="007818BD">
        <w:t>bespierre a déjà les yeux</w:t>
      </w:r>
      <w:r>
        <w:t xml:space="preserve"> : </w:t>
      </w:r>
      <w:r w:rsidR="00E0544E" w:rsidRPr="007818BD">
        <w:t>il ne peut fuir</w:t>
      </w:r>
      <w:r>
        <w:t xml:space="preserve">. </w:t>
      </w:r>
      <w:r w:rsidR="00E0544E" w:rsidRPr="007818BD">
        <w:t>La France entière est devenue une prison pour les suspects</w:t>
      </w:r>
      <w:r>
        <w:t xml:space="preserve">. </w:t>
      </w:r>
      <w:r w:rsidR="00E0544E" w:rsidRPr="007818BD">
        <w:t>En y retournant vous ne faites que vous compromettre</w:t>
      </w:r>
      <w:r>
        <w:t xml:space="preserve">. </w:t>
      </w:r>
      <w:r w:rsidR="00E0544E" w:rsidRPr="007818BD">
        <w:t>Franchement</w:t>
      </w:r>
      <w:r>
        <w:t xml:space="preserve">, </w:t>
      </w:r>
      <w:r w:rsidR="00E0544E" w:rsidRPr="007818BD">
        <w:t>citoyenne</w:t>
      </w:r>
      <w:r>
        <w:t xml:space="preserve">, </w:t>
      </w:r>
      <w:r w:rsidR="00E0544E" w:rsidRPr="007818BD">
        <w:t>le sort que vous voulez partager pourrait bien être la guillotine</w:t>
      </w:r>
      <w:r>
        <w:t xml:space="preserve">. </w:t>
      </w:r>
      <w:r w:rsidR="00E0544E" w:rsidRPr="007818BD">
        <w:t>Vous avez la lettre de votre mari</w:t>
      </w:r>
      <w:r>
        <w:t xml:space="preserve">, </w:t>
      </w:r>
      <w:r w:rsidR="00E0544E" w:rsidRPr="007818BD">
        <w:t>et vous savez que je parle d</w:t>
      </w:r>
      <w:r>
        <w:t>’</w:t>
      </w:r>
      <w:r w:rsidR="00E0544E" w:rsidRPr="007818BD">
        <w:t>après ses instructions</w:t>
      </w:r>
      <w:r>
        <w:t>.</w:t>
      </w:r>
    </w:p>
    <w:p w14:paraId="64E34529" w14:textId="77777777" w:rsidR="00E8465A" w:rsidRDefault="00E8465A" w:rsidP="00E0544E">
      <w:r>
        <w:t>— </w:t>
      </w:r>
      <w:r w:rsidR="00E0544E" w:rsidRPr="007818BD">
        <w:t>Monsieur</w:t>
      </w:r>
      <w:r>
        <w:t xml:space="preserve">, </w:t>
      </w:r>
      <w:r w:rsidR="00E0544E" w:rsidRPr="007818BD">
        <w:t>je veux vous suivre</w:t>
      </w:r>
      <w:r>
        <w:t xml:space="preserve">, </w:t>
      </w:r>
      <w:r w:rsidR="00E0544E" w:rsidRPr="007818BD">
        <w:t>dit la femme avec un so</w:t>
      </w:r>
      <w:r w:rsidR="00E0544E" w:rsidRPr="007818BD">
        <w:t>u</w:t>
      </w:r>
      <w:r w:rsidR="00E0544E" w:rsidRPr="007818BD">
        <w:t>rire sur son pâle visage</w:t>
      </w:r>
      <w:r>
        <w:t>.</w:t>
      </w:r>
    </w:p>
    <w:p w14:paraId="3E399010" w14:textId="77777777" w:rsidR="00E8465A" w:rsidRDefault="00E8465A" w:rsidP="00E0544E">
      <w:r>
        <w:t>— </w:t>
      </w:r>
      <w:r w:rsidR="00E0544E" w:rsidRPr="007818BD">
        <w:t>Eh quoi</w:t>
      </w:r>
      <w:r>
        <w:t xml:space="preserve"> ! </w:t>
      </w:r>
      <w:r w:rsidR="00E0544E" w:rsidRPr="007818BD">
        <w:t>vous avez abandonné votre mari aux jours r</w:t>
      </w:r>
      <w:r w:rsidR="00E0544E" w:rsidRPr="007818BD">
        <w:t>a</w:t>
      </w:r>
      <w:r w:rsidR="00E0544E" w:rsidRPr="007818BD">
        <w:t>dieux de la révolution</w:t>
      </w:r>
      <w:r>
        <w:t xml:space="preserve">, </w:t>
      </w:r>
      <w:r w:rsidR="00E0544E" w:rsidRPr="007818BD">
        <w:t>et vous voulez l</w:t>
      </w:r>
      <w:r>
        <w:t>’</w:t>
      </w:r>
      <w:r w:rsidR="00E0544E" w:rsidRPr="007818BD">
        <w:t>aller retrouver au m</w:t>
      </w:r>
      <w:r w:rsidR="00E0544E" w:rsidRPr="007818BD">
        <w:t>i</w:t>
      </w:r>
      <w:r w:rsidR="00E0544E" w:rsidRPr="007818BD">
        <w:t>lieu de la foudre et des orages</w:t>
      </w:r>
      <w:r>
        <w:t xml:space="preserve"> ? </w:t>
      </w:r>
      <w:r w:rsidR="00E0544E" w:rsidRPr="007818BD">
        <w:t>dit l</w:t>
      </w:r>
      <w:r>
        <w:t>’</w:t>
      </w:r>
      <w:r w:rsidR="00E0544E" w:rsidRPr="007818BD">
        <w:t>homme avec surprise et presque avec reproche</w:t>
      </w:r>
      <w:r>
        <w:t>.</w:t>
      </w:r>
    </w:p>
    <w:p w14:paraId="7EEA7B8F" w14:textId="77777777" w:rsidR="00E8465A" w:rsidRDefault="00E8465A" w:rsidP="00E0544E">
      <w:r>
        <w:t>— </w:t>
      </w:r>
      <w:r w:rsidR="00E0544E" w:rsidRPr="007818BD">
        <w:t>Parce que les jours de mon père étaient comptés</w:t>
      </w:r>
      <w:r>
        <w:t xml:space="preserve"> ; </w:t>
      </w:r>
      <w:r w:rsidR="00E0544E" w:rsidRPr="007818BD">
        <w:t>parce qu</w:t>
      </w:r>
      <w:r>
        <w:t>’</w:t>
      </w:r>
      <w:r w:rsidR="00E0544E" w:rsidRPr="007818BD">
        <w:t>il n</w:t>
      </w:r>
      <w:r>
        <w:t>’</w:t>
      </w:r>
      <w:r w:rsidR="00E0544E" w:rsidRPr="007818BD">
        <w:t>avait de salut que par la fuite</w:t>
      </w:r>
      <w:r>
        <w:t xml:space="preserve"> ; </w:t>
      </w:r>
      <w:r w:rsidR="00E0544E" w:rsidRPr="007818BD">
        <w:t>parce qu</w:t>
      </w:r>
      <w:r>
        <w:t>’</w:t>
      </w:r>
      <w:r w:rsidR="00E0544E" w:rsidRPr="007818BD">
        <w:t>il était vieux et pauvre</w:t>
      </w:r>
      <w:r>
        <w:t xml:space="preserve">, </w:t>
      </w:r>
      <w:r w:rsidR="00E0544E" w:rsidRPr="007818BD">
        <w:t>et n</w:t>
      </w:r>
      <w:r>
        <w:t>’</w:t>
      </w:r>
      <w:r w:rsidR="00E0544E" w:rsidRPr="007818BD">
        <w:t>avait que moi pour travailler pour lui</w:t>
      </w:r>
      <w:r>
        <w:t xml:space="preserve"> ; </w:t>
      </w:r>
      <w:r w:rsidR="00E0544E" w:rsidRPr="007818BD">
        <w:t>parce que mon mari n</w:t>
      </w:r>
      <w:r>
        <w:t>’</w:t>
      </w:r>
      <w:r w:rsidR="00E0544E" w:rsidRPr="007818BD">
        <w:t>était pas alors compromis</w:t>
      </w:r>
      <w:r>
        <w:t xml:space="preserve">, </w:t>
      </w:r>
      <w:r w:rsidR="00E0544E" w:rsidRPr="007818BD">
        <w:t>et que mon père était en danger</w:t>
      </w:r>
      <w:r>
        <w:t xml:space="preserve"> ! </w:t>
      </w:r>
      <w:r w:rsidR="00E0544E" w:rsidRPr="007818BD">
        <w:t>Il est mort</w:t>
      </w:r>
      <w:r>
        <w:t xml:space="preserve">, </w:t>
      </w:r>
      <w:r w:rsidR="00E0544E" w:rsidRPr="007818BD">
        <w:t>lui</w:t>
      </w:r>
      <w:r>
        <w:t xml:space="preserve"> ; </w:t>
      </w:r>
      <w:r w:rsidR="00E0544E" w:rsidRPr="007818BD">
        <w:t>mort</w:t>
      </w:r>
      <w:r>
        <w:t xml:space="preserve"> ! </w:t>
      </w:r>
      <w:r w:rsidR="00E0544E" w:rsidRPr="007818BD">
        <w:t>Mon mari est en danger mai</w:t>
      </w:r>
      <w:r w:rsidR="00E0544E" w:rsidRPr="007818BD">
        <w:t>n</w:t>
      </w:r>
      <w:r w:rsidR="00E0544E" w:rsidRPr="007818BD">
        <w:t>tenant</w:t>
      </w:r>
      <w:r>
        <w:t xml:space="preserve">. </w:t>
      </w:r>
      <w:r w:rsidR="00E0544E" w:rsidRPr="007818BD">
        <w:t>Les devoirs de la fille ont cessé</w:t>
      </w:r>
      <w:r>
        <w:t xml:space="preserve"> ; </w:t>
      </w:r>
      <w:r w:rsidR="00E0544E" w:rsidRPr="007818BD">
        <w:t>ceux de la femme r</w:t>
      </w:r>
      <w:r w:rsidR="00E0544E" w:rsidRPr="007818BD">
        <w:t>e</w:t>
      </w:r>
      <w:r w:rsidR="00E0544E" w:rsidRPr="007818BD">
        <w:t>commencent</w:t>
      </w:r>
      <w:r>
        <w:t>.</w:t>
      </w:r>
    </w:p>
    <w:p w14:paraId="1A25BAAD" w14:textId="77777777" w:rsidR="00E8465A" w:rsidRDefault="00E0544E" w:rsidP="00E0544E">
      <w:r w:rsidRPr="007818BD">
        <w:t>Soit</w:t>
      </w:r>
      <w:r w:rsidR="00E8465A">
        <w:t xml:space="preserve">, </w:t>
      </w:r>
      <w:r w:rsidRPr="007818BD">
        <w:t>citoyenne</w:t>
      </w:r>
      <w:r w:rsidR="00E8465A">
        <w:t xml:space="preserve"> ! </w:t>
      </w:r>
      <w:r w:rsidRPr="007818BD">
        <w:t>La troisième nuit à compter d</w:t>
      </w:r>
      <w:r w:rsidR="00E8465A">
        <w:t>’</w:t>
      </w:r>
      <w:r w:rsidRPr="007818BD">
        <w:t>aujourd</w:t>
      </w:r>
      <w:r w:rsidR="00E8465A">
        <w:t>’</w:t>
      </w:r>
      <w:r w:rsidRPr="007818BD">
        <w:t>hui je pars</w:t>
      </w:r>
      <w:r w:rsidR="00E8465A">
        <w:t xml:space="preserve">. </w:t>
      </w:r>
      <w:r w:rsidRPr="007818BD">
        <w:t>D</w:t>
      </w:r>
      <w:r w:rsidR="00E8465A">
        <w:t>’</w:t>
      </w:r>
      <w:r w:rsidRPr="007818BD">
        <w:t>ici là vous pourrez vous rétracter</w:t>
      </w:r>
      <w:r w:rsidR="00E8465A">
        <w:t>.</w:t>
      </w:r>
    </w:p>
    <w:p w14:paraId="4B1961F1" w14:textId="049318A9" w:rsidR="00E0544E" w:rsidRPr="007818BD" w:rsidRDefault="00E8465A" w:rsidP="00E0544E">
      <w:r>
        <w:t>— </w:t>
      </w:r>
      <w:r w:rsidR="00E0544E" w:rsidRPr="007818BD">
        <w:t>Jamais</w:t>
      </w:r>
      <w:r>
        <w:t> ! »</w:t>
      </w:r>
    </w:p>
    <w:p w14:paraId="5F5BE316" w14:textId="77777777" w:rsidR="00E8465A" w:rsidRDefault="00E0544E" w:rsidP="00E0544E">
      <w:r w:rsidRPr="007818BD">
        <w:lastRenderedPageBreak/>
        <w:t>Un sombre sourire passa sur le visage de l</w:t>
      </w:r>
      <w:r w:rsidR="00E8465A">
        <w:t>’</w:t>
      </w:r>
      <w:r w:rsidRPr="007818BD">
        <w:t>étranger</w:t>
      </w:r>
      <w:r w:rsidR="00E8465A">
        <w:t>.</w:t>
      </w:r>
    </w:p>
    <w:p w14:paraId="54392511" w14:textId="347749ED" w:rsidR="00E0544E" w:rsidRPr="007818BD" w:rsidRDefault="00E8465A" w:rsidP="00E0544E">
      <w:r>
        <w:t>« </w:t>
      </w:r>
      <w:r w:rsidR="00E0544E" w:rsidRPr="007818BD">
        <w:t>Ô guillotine</w:t>
      </w:r>
      <w:r>
        <w:t xml:space="preserve"> ! </w:t>
      </w:r>
      <w:r w:rsidR="00E0544E" w:rsidRPr="007818BD">
        <w:t>s</w:t>
      </w:r>
      <w:r>
        <w:t>’</w:t>
      </w:r>
      <w:r w:rsidR="00E0544E" w:rsidRPr="007818BD">
        <w:t>écria-t-il</w:t>
      </w:r>
      <w:r>
        <w:t xml:space="preserve">, </w:t>
      </w:r>
      <w:r w:rsidR="00E0544E" w:rsidRPr="007818BD">
        <w:t>que de vertus tu as mises au jour</w:t>
      </w:r>
      <w:r>
        <w:t xml:space="preserve"> ! </w:t>
      </w:r>
      <w:r w:rsidR="00E0544E" w:rsidRPr="007818BD">
        <w:t>C</w:t>
      </w:r>
      <w:r>
        <w:t>’</w:t>
      </w:r>
      <w:r w:rsidR="00E0544E" w:rsidRPr="007818BD">
        <w:t>est avec raison qu</w:t>
      </w:r>
      <w:r>
        <w:t>’</w:t>
      </w:r>
      <w:r w:rsidR="00E0544E" w:rsidRPr="007818BD">
        <w:t>on t</w:t>
      </w:r>
      <w:r>
        <w:t>’</w:t>
      </w:r>
      <w:r w:rsidR="00E0544E" w:rsidRPr="007818BD">
        <w:t xml:space="preserve">appelle </w:t>
      </w:r>
      <w:r w:rsidR="00E0544E" w:rsidRPr="007818BD">
        <w:rPr>
          <w:i/>
          <w:iCs/>
        </w:rPr>
        <w:t>Sainte Mère</w:t>
      </w:r>
      <w:r>
        <w:t xml:space="preserve">, </w:t>
      </w:r>
      <w:r w:rsidR="00E0544E" w:rsidRPr="007818BD">
        <w:t>ô sanglante guillotine</w:t>
      </w:r>
      <w:r>
        <w:t> ! »</w:t>
      </w:r>
    </w:p>
    <w:p w14:paraId="6921BF17" w14:textId="77777777" w:rsidR="00E8465A" w:rsidRDefault="00E0544E" w:rsidP="00E0544E">
      <w:r w:rsidRPr="007818BD">
        <w:t>Il poursuivit son chemin en se parlant à lui-même</w:t>
      </w:r>
      <w:r w:rsidR="00E8465A">
        <w:t xml:space="preserve">, </w:t>
      </w:r>
      <w:r w:rsidRPr="007818BD">
        <w:t>héla une gondole</w:t>
      </w:r>
      <w:r w:rsidR="00E8465A">
        <w:t xml:space="preserve">, </w:t>
      </w:r>
      <w:r w:rsidRPr="007818BD">
        <w:t>et se perdit bientôt sur les eaux animées du Grand-Canal</w:t>
      </w:r>
      <w:r w:rsidR="00E8465A">
        <w:t>.</w:t>
      </w:r>
    </w:p>
    <w:p w14:paraId="5F480976" w14:textId="77777777" w:rsidR="00E8465A" w:rsidRDefault="00E0544E" w:rsidP="00E8465A">
      <w:pPr>
        <w:pStyle w:val="Titre2"/>
        <w:pageBreakBefore/>
      </w:pPr>
      <w:bookmarkStart w:id="65" w:name="_Toc199963114"/>
      <w:r w:rsidRPr="007818BD">
        <w:lastRenderedPageBreak/>
        <w:t>CHAPITRE</w:t>
      </w:r>
      <w:r w:rsidR="00E8465A">
        <w:t xml:space="preserve"> </w:t>
      </w:r>
      <w:r w:rsidRPr="007818BD">
        <w:t>V</w:t>
      </w:r>
      <w:r w:rsidR="00E8465A">
        <w:t>.</w:t>
      </w:r>
      <w:bookmarkEnd w:id="65"/>
    </w:p>
    <w:p w14:paraId="33E6713D" w14:textId="37414D87" w:rsidR="00E0544E" w:rsidRPr="007818BD" w:rsidRDefault="00E0544E" w:rsidP="00E0544E">
      <w:pPr>
        <w:pStyle w:val="NormalRetraitGauche4XIndent0"/>
        <w:spacing w:before="0" w:after="0"/>
        <w:rPr>
          <w:rStyle w:val="Taille-1Caracteres"/>
        </w:rPr>
      </w:pPr>
      <w:r w:rsidRPr="007818BD">
        <w:rPr>
          <w:rStyle w:val="Taille-1Caracteres"/>
        </w:rPr>
        <w:t>Ce que j</w:t>
      </w:r>
      <w:r w:rsidR="00E8465A">
        <w:rPr>
          <w:rStyle w:val="Taille-1Caracteres"/>
        </w:rPr>
        <w:t>’</w:t>
      </w:r>
      <w:r w:rsidRPr="007818BD">
        <w:rPr>
          <w:rStyle w:val="Taille-1Caracteres"/>
        </w:rPr>
        <w:t>ignore</w:t>
      </w:r>
    </w:p>
    <w:p w14:paraId="0E280602" w14:textId="77777777" w:rsidR="00E8465A" w:rsidRDefault="00E0544E" w:rsidP="00E0544E">
      <w:pPr>
        <w:pStyle w:val="NormalRetraitGauche4XIndent0"/>
        <w:spacing w:before="0" w:after="0"/>
        <w:rPr>
          <w:rStyle w:val="Taille-1Caracteres"/>
        </w:rPr>
      </w:pPr>
      <w:r w:rsidRPr="007818BD">
        <w:rPr>
          <w:rStyle w:val="Taille-1Caracteres"/>
        </w:rPr>
        <w:t>Est plus triste peut-être et plus affreux e</w:t>
      </w:r>
      <w:r w:rsidRPr="007818BD">
        <w:rPr>
          <w:rStyle w:val="Taille-1Caracteres"/>
        </w:rPr>
        <w:t>n</w:t>
      </w:r>
      <w:r w:rsidRPr="007818BD">
        <w:rPr>
          <w:rStyle w:val="Taille-1Caracteres"/>
        </w:rPr>
        <w:t>core</w:t>
      </w:r>
      <w:r w:rsidR="00E8465A">
        <w:rPr>
          <w:rStyle w:val="Taille-1Caracteres"/>
        </w:rPr>
        <w:t>.</w:t>
      </w:r>
    </w:p>
    <w:p w14:paraId="3DEBEF6F" w14:textId="3B0D7400"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Le comte de Warwick</w:t>
      </w:r>
      <w:r>
        <w:rPr>
          <w:rStyle w:val="Taille-1Caracteres"/>
        </w:rPr>
        <w:t>.)</w:t>
      </w:r>
    </w:p>
    <w:p w14:paraId="75C5BA33" w14:textId="77777777" w:rsidR="00E8465A" w:rsidRDefault="00E0544E" w:rsidP="00E0544E">
      <w:r w:rsidRPr="007818BD">
        <w:t>Viola était assise auprès de la fenêtre ouverte</w:t>
      </w:r>
      <w:r w:rsidR="00E8465A">
        <w:t xml:space="preserve">. </w:t>
      </w:r>
      <w:r w:rsidRPr="007818BD">
        <w:t>Au-dessous étincelaient les eaux sous un soleil froid mais sans nuage</w:t>
      </w:r>
      <w:r w:rsidR="00E8465A">
        <w:t xml:space="preserve">, </w:t>
      </w:r>
      <w:r w:rsidRPr="007818BD">
        <w:t>et vers ce visage à demi détourné se levaient les yeux de plus d</w:t>
      </w:r>
      <w:r w:rsidR="00E8465A">
        <w:t>’</w:t>
      </w:r>
      <w:r w:rsidRPr="007818BD">
        <w:t>un g</w:t>
      </w:r>
      <w:r w:rsidRPr="007818BD">
        <w:t>a</w:t>
      </w:r>
      <w:r w:rsidRPr="007818BD">
        <w:t>lant cavalier quand leurs gondoles passaient devant le palais</w:t>
      </w:r>
      <w:r w:rsidR="00E8465A">
        <w:t>.</w:t>
      </w:r>
    </w:p>
    <w:p w14:paraId="3A3B3990" w14:textId="77777777" w:rsidR="00E8465A" w:rsidRDefault="00E0544E" w:rsidP="00E0544E">
      <w:r w:rsidRPr="007818BD">
        <w:t>À la fin</w:t>
      </w:r>
      <w:r w:rsidR="00E8465A">
        <w:t xml:space="preserve">, </w:t>
      </w:r>
      <w:r w:rsidRPr="007818BD">
        <w:t>au milieu du canal</w:t>
      </w:r>
      <w:r w:rsidR="00E8465A">
        <w:t xml:space="preserve">, </w:t>
      </w:r>
      <w:r w:rsidRPr="007818BD">
        <w:t>un de ces noirs bateaux s</w:t>
      </w:r>
      <w:r w:rsidR="00E8465A">
        <w:t>’</w:t>
      </w:r>
      <w:r w:rsidRPr="007818BD">
        <w:t>arrêta immobile</w:t>
      </w:r>
      <w:r w:rsidR="00E8465A">
        <w:t xml:space="preserve">, </w:t>
      </w:r>
      <w:r w:rsidRPr="007818BD">
        <w:t>et un homme fixa ses regards sur le noble édifice</w:t>
      </w:r>
      <w:r w:rsidR="00E8465A">
        <w:t xml:space="preserve">. </w:t>
      </w:r>
      <w:r w:rsidRPr="007818BD">
        <w:t>Il fit un signe aux rameurs</w:t>
      </w:r>
      <w:r w:rsidR="00E8465A">
        <w:t xml:space="preserve">, </w:t>
      </w:r>
      <w:r w:rsidRPr="007818BD">
        <w:t>ils approchèrent du bord</w:t>
      </w:r>
      <w:r w:rsidR="00E8465A">
        <w:t xml:space="preserve">. </w:t>
      </w:r>
      <w:r w:rsidRPr="007818BD">
        <w:t>L</w:t>
      </w:r>
      <w:r w:rsidR="00E8465A">
        <w:t>’</w:t>
      </w:r>
      <w:r w:rsidRPr="007818BD">
        <w:t>étranger quitta la gondole</w:t>
      </w:r>
      <w:r w:rsidR="00E8465A">
        <w:t xml:space="preserve">, </w:t>
      </w:r>
      <w:r w:rsidRPr="007818BD">
        <w:t>il monta les larges degrés</w:t>
      </w:r>
      <w:r w:rsidR="00E8465A">
        <w:t xml:space="preserve">, </w:t>
      </w:r>
      <w:r w:rsidRPr="007818BD">
        <w:t>il entra dans le p</w:t>
      </w:r>
      <w:r w:rsidRPr="007818BD">
        <w:t>a</w:t>
      </w:r>
      <w:r w:rsidRPr="007818BD">
        <w:t>lais</w:t>
      </w:r>
      <w:r w:rsidR="00E8465A">
        <w:t xml:space="preserve">. </w:t>
      </w:r>
      <w:r w:rsidRPr="007818BD">
        <w:t>Pleure</w:t>
      </w:r>
      <w:r w:rsidR="00E8465A">
        <w:t xml:space="preserve">, </w:t>
      </w:r>
      <w:r w:rsidRPr="007818BD">
        <w:t>pleure</w:t>
      </w:r>
      <w:r w:rsidR="00E8465A">
        <w:t xml:space="preserve">, </w:t>
      </w:r>
      <w:r w:rsidRPr="007818BD">
        <w:t>toujours</w:t>
      </w:r>
      <w:r w:rsidR="00E8465A">
        <w:t xml:space="preserve">, </w:t>
      </w:r>
      <w:r w:rsidRPr="007818BD">
        <w:t>jeune mère</w:t>
      </w:r>
      <w:r w:rsidR="00E8465A">
        <w:t xml:space="preserve">, </w:t>
      </w:r>
      <w:r w:rsidRPr="007818BD">
        <w:t>et ne souris plus</w:t>
      </w:r>
      <w:r w:rsidR="00E8465A">
        <w:t xml:space="preserve"> ; </w:t>
      </w:r>
      <w:r w:rsidRPr="007818BD">
        <w:t>la dernière page est tournée</w:t>
      </w:r>
      <w:r w:rsidR="00E8465A">
        <w:t> !</w:t>
      </w:r>
    </w:p>
    <w:p w14:paraId="768E290B" w14:textId="3D85347B" w:rsidR="00E0544E" w:rsidRPr="007818BD" w:rsidRDefault="00E0544E" w:rsidP="00E0544E">
      <w:r w:rsidRPr="007818BD">
        <w:t>On remit à Viola une carte avec ces mots en anglais</w:t>
      </w:r>
      <w:r w:rsidR="00E8465A">
        <w:t> : « </w:t>
      </w:r>
      <w:r w:rsidRPr="007818BD">
        <w:t>Vi</w:t>
      </w:r>
      <w:r w:rsidRPr="007818BD">
        <w:t>o</w:t>
      </w:r>
      <w:r w:rsidRPr="007818BD">
        <w:t>la</w:t>
      </w:r>
      <w:r w:rsidR="00E8465A">
        <w:t xml:space="preserve">, </w:t>
      </w:r>
      <w:r w:rsidRPr="007818BD">
        <w:t>il faut que je vous voie</w:t>
      </w:r>
      <w:r w:rsidR="00E8465A">
        <w:t xml:space="preserve"> ! </w:t>
      </w:r>
      <w:r w:rsidRPr="007818BD">
        <w:t xml:space="preserve">CLARENCE </w:t>
      </w:r>
      <w:proofErr w:type="spellStart"/>
      <w:r w:rsidRPr="007818BD">
        <w:t>GLYNDON</w:t>
      </w:r>
      <w:proofErr w:type="spellEnd"/>
      <w:r w:rsidR="00E8465A">
        <w:t>. »</w:t>
      </w:r>
    </w:p>
    <w:p w14:paraId="07FF6910" w14:textId="77777777" w:rsidR="00E8465A" w:rsidRDefault="00E0544E" w:rsidP="00E0544E">
      <w:r w:rsidRPr="007818BD">
        <w:t>Oh</w:t>
      </w:r>
      <w:r w:rsidR="00E8465A">
        <w:t xml:space="preserve"> ! </w:t>
      </w:r>
      <w:r w:rsidRPr="007818BD">
        <w:t>oui</w:t>
      </w:r>
      <w:r w:rsidR="00E8465A">
        <w:t xml:space="preserve">, </w:t>
      </w:r>
      <w:r w:rsidRPr="007818BD">
        <w:t>quelle joie pour Viola de le revoir</w:t>
      </w:r>
      <w:r w:rsidR="00E8465A">
        <w:t xml:space="preserve"> ! </w:t>
      </w:r>
      <w:r w:rsidRPr="007818BD">
        <w:t>de lui parler de son bonheur</w:t>
      </w:r>
      <w:r w:rsidR="00E8465A">
        <w:t xml:space="preserve">, </w:t>
      </w:r>
      <w:r w:rsidRPr="007818BD">
        <w:t xml:space="preserve">de </w:t>
      </w:r>
      <w:proofErr w:type="spellStart"/>
      <w:r w:rsidRPr="007818BD">
        <w:t>Zanoni</w:t>
      </w:r>
      <w:proofErr w:type="spellEnd"/>
      <w:r w:rsidR="00E8465A">
        <w:t xml:space="preserve">, </w:t>
      </w:r>
      <w:r w:rsidRPr="007818BD">
        <w:t>de lui montrer son enfant</w:t>
      </w:r>
      <w:r w:rsidR="00E8465A">
        <w:t xml:space="preserve"> ! </w:t>
      </w:r>
      <w:r w:rsidRPr="007818BD">
        <w:t>Pauvre Cl</w:t>
      </w:r>
      <w:r w:rsidRPr="007818BD">
        <w:t>a</w:t>
      </w:r>
      <w:r w:rsidRPr="007818BD">
        <w:t>rence</w:t>
      </w:r>
      <w:r w:rsidR="00E8465A">
        <w:t xml:space="preserve"> ! </w:t>
      </w:r>
      <w:r w:rsidRPr="007818BD">
        <w:t>elle l</w:t>
      </w:r>
      <w:r w:rsidR="00E8465A">
        <w:t>’</w:t>
      </w:r>
      <w:r w:rsidRPr="007818BD">
        <w:t>avait oublié jusqu</w:t>
      </w:r>
      <w:r w:rsidR="00E8465A">
        <w:t>’</w:t>
      </w:r>
      <w:r w:rsidRPr="007818BD">
        <w:t>alors</w:t>
      </w:r>
      <w:r w:rsidR="00E8465A">
        <w:t xml:space="preserve">, </w:t>
      </w:r>
      <w:r w:rsidRPr="007818BD">
        <w:t>comme elle avait oublié toute la fièvre de sa vie passée</w:t>
      </w:r>
      <w:r w:rsidR="00E8465A">
        <w:t xml:space="preserve">, </w:t>
      </w:r>
      <w:r w:rsidRPr="007818BD">
        <w:t>ses rêves</w:t>
      </w:r>
      <w:r w:rsidR="00E8465A">
        <w:t xml:space="preserve">, </w:t>
      </w:r>
      <w:r w:rsidRPr="007818BD">
        <w:t>ses vanités</w:t>
      </w:r>
      <w:r w:rsidR="00E8465A">
        <w:t xml:space="preserve">, </w:t>
      </w:r>
      <w:r w:rsidRPr="007818BD">
        <w:t>ses ém</w:t>
      </w:r>
      <w:r w:rsidRPr="007818BD">
        <w:t>o</w:t>
      </w:r>
      <w:r w:rsidRPr="007818BD">
        <w:t>tions factices</w:t>
      </w:r>
      <w:r w:rsidR="00E8465A">
        <w:t xml:space="preserve">, </w:t>
      </w:r>
      <w:r w:rsidRPr="007818BD">
        <w:t>la rampe trompeuse</w:t>
      </w:r>
      <w:r w:rsidR="00E8465A">
        <w:t xml:space="preserve">, </w:t>
      </w:r>
      <w:r w:rsidRPr="007818BD">
        <w:t>la foule bruyante et les a</w:t>
      </w:r>
      <w:r w:rsidRPr="007818BD">
        <w:t>p</w:t>
      </w:r>
      <w:r w:rsidRPr="007818BD">
        <w:t>plaudissements de la scène</w:t>
      </w:r>
      <w:r w:rsidR="00E8465A">
        <w:t>.</w:t>
      </w:r>
    </w:p>
    <w:p w14:paraId="5E9FF44D" w14:textId="77777777" w:rsidR="00E8465A" w:rsidRDefault="00E0544E" w:rsidP="00E0544E">
      <w:r w:rsidRPr="007818BD">
        <w:t>Il entra</w:t>
      </w:r>
      <w:r w:rsidR="00E8465A">
        <w:t xml:space="preserve">. </w:t>
      </w:r>
      <w:r w:rsidRPr="007818BD">
        <w:t>Elle tressaillit de le voir</w:t>
      </w:r>
      <w:r w:rsidR="00E8465A">
        <w:t xml:space="preserve">, </w:t>
      </w:r>
      <w:r w:rsidRPr="007818BD">
        <w:t>tant étaient changés son front sombre</w:t>
      </w:r>
      <w:r w:rsidR="00E8465A">
        <w:t xml:space="preserve">, </w:t>
      </w:r>
      <w:r w:rsidRPr="007818BD">
        <w:t>ses traits résolus</w:t>
      </w:r>
      <w:r w:rsidR="00E8465A">
        <w:t xml:space="preserve">, </w:t>
      </w:r>
      <w:r w:rsidRPr="007818BD">
        <w:t>mais labourés par les soucis</w:t>
      </w:r>
      <w:r w:rsidR="00E8465A">
        <w:t xml:space="preserve"> : </w:t>
      </w:r>
      <w:r w:rsidRPr="007818BD">
        <w:t>ce n</w:t>
      </w:r>
      <w:r w:rsidR="00E8465A">
        <w:t>’</w:t>
      </w:r>
      <w:r w:rsidRPr="007818BD">
        <w:t>était plus l</w:t>
      </w:r>
      <w:r w:rsidR="00E8465A">
        <w:t>’</w:t>
      </w:r>
      <w:r w:rsidRPr="007818BD">
        <w:t>apparence élégante</w:t>
      </w:r>
      <w:r w:rsidR="00E8465A">
        <w:t xml:space="preserve">, </w:t>
      </w:r>
      <w:r w:rsidRPr="007818BD">
        <w:t>et la physionomie insouciante de l</w:t>
      </w:r>
      <w:r w:rsidR="00E8465A">
        <w:t>’</w:t>
      </w:r>
      <w:r w:rsidRPr="007818BD">
        <w:t>artiste amant</w:t>
      </w:r>
      <w:r w:rsidR="00E8465A">
        <w:t xml:space="preserve">. </w:t>
      </w:r>
      <w:r w:rsidRPr="007818BD">
        <w:t>Sa mise</w:t>
      </w:r>
      <w:r w:rsidR="00E8465A">
        <w:t xml:space="preserve">, </w:t>
      </w:r>
      <w:r w:rsidRPr="007818BD">
        <w:t>sans être commune</w:t>
      </w:r>
      <w:r w:rsidR="00E8465A">
        <w:t xml:space="preserve">, </w:t>
      </w:r>
      <w:r w:rsidRPr="007818BD">
        <w:t>était rude</w:t>
      </w:r>
      <w:r w:rsidR="00E8465A">
        <w:t xml:space="preserve">, </w:t>
      </w:r>
      <w:r w:rsidRPr="007818BD">
        <w:t>n</w:t>
      </w:r>
      <w:r w:rsidRPr="007818BD">
        <w:t>é</w:t>
      </w:r>
      <w:r w:rsidRPr="007818BD">
        <w:t>gligée</w:t>
      </w:r>
      <w:r w:rsidR="00E8465A">
        <w:t xml:space="preserve">, </w:t>
      </w:r>
      <w:r w:rsidRPr="007818BD">
        <w:t>en désordre</w:t>
      </w:r>
      <w:r w:rsidR="00E8465A">
        <w:t xml:space="preserve">. </w:t>
      </w:r>
      <w:r w:rsidRPr="007818BD">
        <w:t>Un air effaré</w:t>
      </w:r>
      <w:r w:rsidR="00E8465A">
        <w:t xml:space="preserve">, </w:t>
      </w:r>
      <w:r w:rsidRPr="007818BD">
        <w:t>désespéré</w:t>
      </w:r>
      <w:r w:rsidR="00E8465A">
        <w:t xml:space="preserve">, </w:t>
      </w:r>
      <w:r w:rsidRPr="007818BD">
        <w:lastRenderedPageBreak/>
        <w:t>farouche</w:t>
      </w:r>
      <w:r w:rsidR="00E8465A">
        <w:t xml:space="preserve">, </w:t>
      </w:r>
      <w:r w:rsidRPr="007818BD">
        <w:t>avait remplacé cet ensemble d</w:t>
      </w:r>
      <w:r w:rsidR="00E8465A">
        <w:t>’</w:t>
      </w:r>
      <w:r w:rsidRPr="007818BD">
        <w:t>une grâce ingénue et timide</w:t>
      </w:r>
      <w:r w:rsidR="00E8465A">
        <w:t xml:space="preserve">, </w:t>
      </w:r>
      <w:r w:rsidRPr="007818BD">
        <w:t>mais s</w:t>
      </w:r>
      <w:r w:rsidRPr="007818BD">
        <w:t>é</w:t>
      </w:r>
      <w:r w:rsidRPr="007818BD">
        <w:t>rieuse dans sa timidité</w:t>
      </w:r>
      <w:r w:rsidR="00E8465A">
        <w:t xml:space="preserve">, </w:t>
      </w:r>
      <w:r w:rsidRPr="007818BD">
        <w:t>qui caractérisait jadis le jeune adepte de l</w:t>
      </w:r>
      <w:r w:rsidR="00E8465A">
        <w:t>’</w:t>
      </w:r>
      <w:r w:rsidRPr="007818BD">
        <w:t>art</w:t>
      </w:r>
      <w:r w:rsidR="00E8465A">
        <w:t xml:space="preserve">, </w:t>
      </w:r>
      <w:r w:rsidRPr="007818BD">
        <w:t>le rêveur qui aspirait à je ne sais quelle science des mondes étoilés</w:t>
      </w:r>
      <w:r w:rsidR="00E8465A">
        <w:t>.</w:t>
      </w:r>
    </w:p>
    <w:p w14:paraId="0182BC15" w14:textId="77777777" w:rsidR="00E8465A" w:rsidRDefault="00E8465A" w:rsidP="00E0544E">
      <w:r>
        <w:t>« </w:t>
      </w:r>
      <w:r w:rsidR="00E0544E" w:rsidRPr="007818BD">
        <w:t>C</w:t>
      </w:r>
      <w:r>
        <w:t>’</w:t>
      </w:r>
      <w:r w:rsidR="00E0544E" w:rsidRPr="007818BD">
        <w:t>est vous</w:t>
      </w:r>
      <w:r>
        <w:t xml:space="preserve"> ! </w:t>
      </w:r>
      <w:r w:rsidR="00E0544E" w:rsidRPr="007818BD">
        <w:t>dit-elle enfin</w:t>
      </w:r>
      <w:r>
        <w:t xml:space="preserve">. </w:t>
      </w:r>
      <w:r w:rsidR="00E0544E" w:rsidRPr="007818BD">
        <w:t>Pauvre Clarence</w:t>
      </w:r>
      <w:r>
        <w:t xml:space="preserve">, </w:t>
      </w:r>
      <w:r w:rsidR="00E0544E" w:rsidRPr="007818BD">
        <w:t>quel chang</w:t>
      </w:r>
      <w:r w:rsidR="00E0544E" w:rsidRPr="007818BD">
        <w:t>e</w:t>
      </w:r>
      <w:r w:rsidR="00E0544E" w:rsidRPr="007818BD">
        <w:t>ment</w:t>
      </w:r>
      <w:r>
        <w:t> !</w:t>
      </w:r>
    </w:p>
    <w:p w14:paraId="01A5E2CD" w14:textId="396C0EDB" w:rsidR="00E0544E" w:rsidRPr="007818BD" w:rsidRDefault="00E8465A" w:rsidP="00E0544E">
      <w:r>
        <w:t>— </w:t>
      </w:r>
      <w:r w:rsidR="00E0544E" w:rsidRPr="007818BD">
        <w:t>Changement</w:t>
      </w:r>
      <w:r>
        <w:t xml:space="preserve"> ! </w:t>
      </w:r>
      <w:r w:rsidR="00E0544E" w:rsidRPr="007818BD">
        <w:t>dit-il brusquement en prenant place a</w:t>
      </w:r>
      <w:r w:rsidR="00E0544E" w:rsidRPr="007818BD">
        <w:t>u</w:t>
      </w:r>
      <w:r w:rsidR="00E0544E" w:rsidRPr="007818BD">
        <w:t>près d</w:t>
      </w:r>
      <w:r>
        <w:t>’</w:t>
      </w:r>
      <w:r w:rsidR="00E0544E" w:rsidRPr="007818BD">
        <w:t>elle</w:t>
      </w:r>
      <w:r>
        <w:t xml:space="preserve">. </w:t>
      </w:r>
      <w:r w:rsidR="00E0544E" w:rsidRPr="007818BD">
        <w:t>Et qui dois-je en remercier</w:t>
      </w:r>
      <w:r>
        <w:t xml:space="preserve">, </w:t>
      </w:r>
      <w:r w:rsidR="00E0544E" w:rsidRPr="007818BD">
        <w:t>si ce n</w:t>
      </w:r>
      <w:r>
        <w:t>’</w:t>
      </w:r>
      <w:r w:rsidR="00E0544E" w:rsidRPr="007818BD">
        <w:t>est les sorciers</w:t>
      </w:r>
      <w:r>
        <w:t xml:space="preserve">, </w:t>
      </w:r>
      <w:r w:rsidR="00E0544E" w:rsidRPr="007818BD">
        <w:t>les démons qui se sont emparés de votre existence comme de la mienne</w:t>
      </w:r>
      <w:r>
        <w:t xml:space="preserve"> ? </w:t>
      </w:r>
      <w:r w:rsidR="00E0544E" w:rsidRPr="007818BD">
        <w:t>Viola</w:t>
      </w:r>
      <w:r>
        <w:t xml:space="preserve">, </w:t>
      </w:r>
      <w:r w:rsidR="00E0544E" w:rsidRPr="007818BD">
        <w:t>écoutez-moi</w:t>
      </w:r>
      <w:r>
        <w:t xml:space="preserve"> ! </w:t>
      </w:r>
      <w:r w:rsidR="00E0544E" w:rsidRPr="007818BD">
        <w:t>Il y a quelques semaines</w:t>
      </w:r>
      <w:r>
        <w:t xml:space="preserve">, </w:t>
      </w:r>
      <w:r w:rsidR="00E0544E" w:rsidRPr="007818BD">
        <w:t>j</w:t>
      </w:r>
      <w:r>
        <w:t>’</w:t>
      </w:r>
      <w:r w:rsidR="00E0544E" w:rsidRPr="007818BD">
        <w:t>appris que vous étiez à Venise</w:t>
      </w:r>
      <w:r>
        <w:t xml:space="preserve">. </w:t>
      </w:r>
      <w:r w:rsidR="00E0544E" w:rsidRPr="007818BD">
        <w:t>Sous d</w:t>
      </w:r>
      <w:r>
        <w:t>’</w:t>
      </w:r>
      <w:r w:rsidR="00E0544E" w:rsidRPr="007818BD">
        <w:t>autres prétextes</w:t>
      </w:r>
      <w:r>
        <w:t xml:space="preserve">, </w:t>
      </w:r>
      <w:r w:rsidR="00E0544E" w:rsidRPr="007818BD">
        <w:t>et à travers des dangers sans no</w:t>
      </w:r>
      <w:r w:rsidR="00E0544E" w:rsidRPr="007818BD">
        <w:t>m</w:t>
      </w:r>
      <w:r w:rsidR="00E0544E" w:rsidRPr="007818BD">
        <w:t>bre</w:t>
      </w:r>
      <w:r>
        <w:t xml:space="preserve">, </w:t>
      </w:r>
      <w:r w:rsidR="00E0544E" w:rsidRPr="007818BD">
        <w:t>je suis venu ici au péril de ma liberté</w:t>
      </w:r>
      <w:r>
        <w:t xml:space="preserve">, </w:t>
      </w:r>
      <w:r w:rsidR="00E0544E" w:rsidRPr="007818BD">
        <w:t>de ma vie peut-être</w:t>
      </w:r>
      <w:r>
        <w:t xml:space="preserve">, </w:t>
      </w:r>
      <w:r w:rsidR="00E0544E" w:rsidRPr="007818BD">
        <w:t>si mon nom et mon existence sont connus dans Venise</w:t>
      </w:r>
      <w:r>
        <w:t xml:space="preserve">, </w:t>
      </w:r>
      <w:r w:rsidR="00E0544E" w:rsidRPr="007818BD">
        <w:t>pour vous avertir et pour vous sauver</w:t>
      </w:r>
      <w:r>
        <w:t xml:space="preserve">. </w:t>
      </w:r>
      <w:r w:rsidR="00E0544E" w:rsidRPr="007818BD">
        <w:t>Changé</w:t>
      </w:r>
      <w:r>
        <w:t xml:space="preserve">, </w:t>
      </w:r>
      <w:r w:rsidR="00E0544E" w:rsidRPr="007818BD">
        <w:t>d</w:t>
      </w:r>
      <w:r w:rsidR="00E0544E" w:rsidRPr="007818BD">
        <w:t>i</w:t>
      </w:r>
      <w:r w:rsidR="00E0544E" w:rsidRPr="007818BD">
        <w:t>tes-vous</w:t>
      </w:r>
      <w:r>
        <w:t xml:space="preserve"> ! </w:t>
      </w:r>
      <w:r w:rsidR="00E0544E" w:rsidRPr="007818BD">
        <w:t>changé au dehors</w:t>
      </w:r>
      <w:r>
        <w:t xml:space="preserve"> : </w:t>
      </w:r>
      <w:r w:rsidR="00E0544E" w:rsidRPr="007818BD">
        <w:t>mais qu</w:t>
      </w:r>
      <w:r>
        <w:t>’</w:t>
      </w:r>
      <w:r w:rsidR="00E0544E" w:rsidRPr="007818BD">
        <w:t>est-ce que cela auprès des ravages intérieurs</w:t>
      </w:r>
      <w:r>
        <w:t xml:space="preserve"> ? </w:t>
      </w:r>
      <w:r w:rsidR="00E0544E" w:rsidRPr="007818BD">
        <w:t>Prenez conseil</w:t>
      </w:r>
      <w:r>
        <w:t xml:space="preserve">, </w:t>
      </w:r>
      <w:r w:rsidR="00E0544E" w:rsidRPr="007818BD">
        <w:t>pendant qu</w:t>
      </w:r>
      <w:r>
        <w:t>’</w:t>
      </w:r>
      <w:r w:rsidR="00E0544E" w:rsidRPr="007818BD">
        <w:t>il en est temps encore</w:t>
      </w:r>
      <w:r>
        <w:t>. »</w:t>
      </w:r>
    </w:p>
    <w:p w14:paraId="41D955B9" w14:textId="77777777" w:rsidR="00E8465A" w:rsidRDefault="00E0544E" w:rsidP="00E0544E">
      <w:r w:rsidRPr="007818BD">
        <w:t xml:space="preserve">La voix de </w:t>
      </w:r>
      <w:proofErr w:type="spellStart"/>
      <w:r w:rsidRPr="007818BD">
        <w:t>Glyndon</w:t>
      </w:r>
      <w:proofErr w:type="spellEnd"/>
      <w:r w:rsidR="00E8465A">
        <w:t xml:space="preserve">, </w:t>
      </w:r>
      <w:r w:rsidRPr="007818BD">
        <w:t>profonde et sépulcrale</w:t>
      </w:r>
      <w:r w:rsidR="00E8465A">
        <w:t xml:space="preserve">, </w:t>
      </w:r>
      <w:r w:rsidRPr="007818BD">
        <w:t>effraya Viola plus encore que ses paroles</w:t>
      </w:r>
      <w:r w:rsidR="00E8465A">
        <w:t xml:space="preserve">. </w:t>
      </w:r>
      <w:r w:rsidRPr="007818BD">
        <w:t>Pâle</w:t>
      </w:r>
      <w:r w:rsidR="00E8465A">
        <w:t xml:space="preserve">, </w:t>
      </w:r>
      <w:r w:rsidRPr="007818BD">
        <w:t>défait</w:t>
      </w:r>
      <w:r w:rsidR="00E8465A">
        <w:t xml:space="preserve">, </w:t>
      </w:r>
      <w:r w:rsidRPr="007818BD">
        <w:t>amaigri</w:t>
      </w:r>
      <w:r w:rsidR="00E8465A">
        <w:t xml:space="preserve">, </w:t>
      </w:r>
      <w:r w:rsidRPr="007818BD">
        <w:t>il semblait presque sortir du tombeau pour venir la frapper d</w:t>
      </w:r>
      <w:r w:rsidR="00E8465A">
        <w:t>’</w:t>
      </w:r>
      <w:r w:rsidRPr="007818BD">
        <w:t>effroi et de terreur</w:t>
      </w:r>
      <w:r w:rsidR="00E8465A">
        <w:t>.</w:t>
      </w:r>
    </w:p>
    <w:p w14:paraId="12C1BDF6" w14:textId="77777777" w:rsidR="00E8465A" w:rsidRDefault="00E8465A" w:rsidP="00E0544E">
      <w:r>
        <w:t>« </w:t>
      </w:r>
      <w:r w:rsidR="00E0544E" w:rsidRPr="007818BD">
        <w:t>Quoi</w:t>
      </w:r>
      <w:r>
        <w:t xml:space="preserve"> ! </w:t>
      </w:r>
      <w:r w:rsidR="00E0544E" w:rsidRPr="007818BD">
        <w:t>dit-elle enfin</w:t>
      </w:r>
      <w:r>
        <w:t xml:space="preserve">, </w:t>
      </w:r>
      <w:r w:rsidR="00E0544E" w:rsidRPr="007818BD">
        <w:t>d</w:t>
      </w:r>
      <w:r>
        <w:t>’</w:t>
      </w:r>
      <w:r w:rsidR="00E0544E" w:rsidRPr="007818BD">
        <w:t>une voix faible</w:t>
      </w:r>
      <w:r>
        <w:t xml:space="preserve"> ; </w:t>
      </w:r>
      <w:r w:rsidR="00E0544E" w:rsidRPr="007818BD">
        <w:t>quelles sont ces étranges paroles</w:t>
      </w:r>
      <w:r>
        <w:t xml:space="preserve"> ? </w:t>
      </w:r>
      <w:r w:rsidR="00E0544E" w:rsidRPr="007818BD">
        <w:t>Po</w:t>
      </w:r>
      <w:r w:rsidR="00E0544E" w:rsidRPr="007818BD">
        <w:t>u</w:t>
      </w:r>
      <w:r w:rsidR="00E0544E" w:rsidRPr="007818BD">
        <w:t>vez-vous</w:t>
      </w:r>
      <w:r>
        <w:t>…</w:t>
      </w:r>
    </w:p>
    <w:p w14:paraId="1F5CCC50" w14:textId="77777777" w:rsidR="00E8465A" w:rsidRDefault="00E8465A" w:rsidP="00E0544E">
      <w:r>
        <w:t>— </w:t>
      </w:r>
      <w:r w:rsidR="00E0544E" w:rsidRPr="007818BD">
        <w:t>Écoutez</w:t>
      </w:r>
      <w:r>
        <w:t xml:space="preserve"> ! </w:t>
      </w:r>
      <w:r w:rsidR="00E0544E" w:rsidRPr="007818BD">
        <w:t xml:space="preserve">interrompit </w:t>
      </w:r>
      <w:proofErr w:type="spellStart"/>
      <w:r w:rsidR="00E0544E" w:rsidRPr="007818BD">
        <w:t>Glyndon</w:t>
      </w:r>
      <w:proofErr w:type="spellEnd"/>
      <w:r w:rsidR="00E0544E" w:rsidRPr="007818BD">
        <w:t xml:space="preserve"> en posant sur son bras une main froide comme la mort</w:t>
      </w:r>
      <w:r>
        <w:t xml:space="preserve"> ; </w:t>
      </w:r>
      <w:r w:rsidR="00E0544E" w:rsidRPr="007818BD">
        <w:t>écoutez</w:t>
      </w:r>
      <w:r>
        <w:t xml:space="preserve"> ! </w:t>
      </w:r>
      <w:r w:rsidR="00E0544E" w:rsidRPr="007818BD">
        <w:t>vous avez entendu de vieux récits d</w:t>
      </w:r>
      <w:r>
        <w:t>’</w:t>
      </w:r>
      <w:r w:rsidR="00E0544E" w:rsidRPr="007818BD">
        <w:t>hommes qui se sont ligués avec les démons pour acquérir des connaissances surhumaines</w:t>
      </w:r>
      <w:r>
        <w:t xml:space="preserve">. </w:t>
      </w:r>
      <w:r w:rsidR="00E0544E" w:rsidRPr="007818BD">
        <w:t>Ces récits n</w:t>
      </w:r>
      <w:r>
        <w:t>’</w:t>
      </w:r>
      <w:r w:rsidR="00E0544E" w:rsidRPr="007818BD">
        <w:t>ont rien de fabuleux</w:t>
      </w:r>
      <w:r>
        <w:t xml:space="preserve"> ; </w:t>
      </w:r>
      <w:r w:rsidR="00E0544E" w:rsidRPr="007818BD">
        <w:t>de tels hommes vivent</w:t>
      </w:r>
      <w:r>
        <w:t xml:space="preserve">. </w:t>
      </w:r>
      <w:r w:rsidR="00E0544E" w:rsidRPr="007818BD">
        <w:t>Leur joie est d</w:t>
      </w:r>
      <w:r>
        <w:t>’</w:t>
      </w:r>
      <w:r w:rsidR="00E0544E" w:rsidRPr="007818BD">
        <w:t>augmenter le nombre maudit des malheureux comme eux</w:t>
      </w:r>
      <w:r>
        <w:t xml:space="preserve">. </w:t>
      </w:r>
      <w:r w:rsidR="00E0544E" w:rsidRPr="007818BD">
        <w:t>Si leurs prosél</w:t>
      </w:r>
      <w:r w:rsidR="00E0544E" w:rsidRPr="007818BD">
        <w:t>y</w:t>
      </w:r>
      <w:r w:rsidR="00E0544E" w:rsidRPr="007818BD">
        <w:t>tes succombent à l</w:t>
      </w:r>
      <w:r>
        <w:t>’</w:t>
      </w:r>
      <w:r w:rsidR="00E0544E" w:rsidRPr="007818BD">
        <w:t>épreuve</w:t>
      </w:r>
      <w:r>
        <w:t xml:space="preserve">, </w:t>
      </w:r>
      <w:r w:rsidR="00E0544E" w:rsidRPr="007818BD">
        <w:t>les démons s</w:t>
      </w:r>
      <w:r>
        <w:t>’</w:t>
      </w:r>
      <w:r w:rsidR="00E0544E" w:rsidRPr="007818BD">
        <w:t xml:space="preserve">en </w:t>
      </w:r>
      <w:r w:rsidR="00E0544E" w:rsidRPr="007818BD">
        <w:lastRenderedPageBreak/>
        <w:t>emparent</w:t>
      </w:r>
      <w:r>
        <w:t xml:space="preserve">, </w:t>
      </w:r>
      <w:r w:rsidR="00E0544E" w:rsidRPr="007818BD">
        <w:t>même dans cette vie</w:t>
      </w:r>
      <w:r>
        <w:t xml:space="preserve">, </w:t>
      </w:r>
      <w:r w:rsidR="00E0544E" w:rsidRPr="007818BD">
        <w:t>comme ils se sont emparés de moi</w:t>
      </w:r>
      <w:r>
        <w:t xml:space="preserve"> ; </w:t>
      </w:r>
      <w:r w:rsidR="00E0544E" w:rsidRPr="007818BD">
        <w:t>s</w:t>
      </w:r>
      <w:r>
        <w:t>’</w:t>
      </w:r>
      <w:r w:rsidR="00E0544E" w:rsidRPr="007818BD">
        <w:t>ils réussi</w:t>
      </w:r>
      <w:r w:rsidR="00E0544E" w:rsidRPr="007818BD">
        <w:t>s</w:t>
      </w:r>
      <w:r w:rsidR="00E0544E" w:rsidRPr="007818BD">
        <w:t>sent</w:t>
      </w:r>
      <w:r>
        <w:t xml:space="preserve">, </w:t>
      </w:r>
      <w:r w:rsidR="00E0544E" w:rsidRPr="007818BD">
        <w:t>malheur</w:t>
      </w:r>
      <w:r>
        <w:t xml:space="preserve"> ! </w:t>
      </w:r>
      <w:r w:rsidR="00E0544E" w:rsidRPr="007818BD">
        <w:t>malheur éternel à eux</w:t>
      </w:r>
      <w:r>
        <w:t xml:space="preserve"> ! </w:t>
      </w:r>
      <w:r w:rsidR="00E0544E" w:rsidRPr="007818BD">
        <w:t>Il y a une autre vie où nuls charmes ne peuvent conjurer l</w:t>
      </w:r>
      <w:r>
        <w:t>’</w:t>
      </w:r>
      <w:r w:rsidR="00E0544E" w:rsidRPr="007818BD">
        <w:t>esprit du mal</w:t>
      </w:r>
      <w:r>
        <w:t xml:space="preserve">, </w:t>
      </w:r>
      <w:r w:rsidR="00E0544E" w:rsidRPr="007818BD">
        <w:t>ni adoucir la torture</w:t>
      </w:r>
      <w:r>
        <w:t xml:space="preserve">. </w:t>
      </w:r>
      <w:r w:rsidR="00E0544E" w:rsidRPr="007818BD">
        <w:t>J</w:t>
      </w:r>
      <w:r>
        <w:t>’</w:t>
      </w:r>
      <w:r w:rsidR="00E0544E" w:rsidRPr="007818BD">
        <w:t>arrive d</w:t>
      </w:r>
      <w:r>
        <w:t>’</w:t>
      </w:r>
      <w:r w:rsidR="00E0544E" w:rsidRPr="007818BD">
        <w:t>un pays où le sang coule par torrents</w:t>
      </w:r>
      <w:r>
        <w:t xml:space="preserve">, </w:t>
      </w:r>
      <w:r w:rsidR="00E0544E" w:rsidRPr="007818BD">
        <w:t>où la mort veille à côté du plus beau et du plus noble</w:t>
      </w:r>
      <w:r>
        <w:t xml:space="preserve">, </w:t>
      </w:r>
      <w:r w:rsidR="00E0544E" w:rsidRPr="007818BD">
        <w:t>où règne la gui</w:t>
      </w:r>
      <w:r w:rsidR="00E0544E" w:rsidRPr="007818BD">
        <w:t>l</w:t>
      </w:r>
      <w:r w:rsidR="00E0544E" w:rsidRPr="007818BD">
        <w:t>lotine</w:t>
      </w:r>
      <w:r>
        <w:t xml:space="preserve"> ; </w:t>
      </w:r>
      <w:r w:rsidR="00E0544E" w:rsidRPr="007818BD">
        <w:t>mais tous les périls mortels qui peuvent assiéger les hommes ne sont rien auprès de cette chambre morne où vit et s</w:t>
      </w:r>
      <w:r>
        <w:t>’</w:t>
      </w:r>
      <w:r w:rsidR="00E0544E" w:rsidRPr="007818BD">
        <w:t>agite l</w:t>
      </w:r>
      <w:r>
        <w:t>’</w:t>
      </w:r>
      <w:r w:rsidR="00E0544E" w:rsidRPr="007818BD">
        <w:t>horreur qui surpasse la mort</w:t>
      </w:r>
      <w:r>
        <w:t>.</w:t>
      </w:r>
    </w:p>
    <w:p w14:paraId="75C843BF" w14:textId="00B0F8A1" w:rsidR="00E8465A" w:rsidRDefault="00E0544E" w:rsidP="00E0544E">
      <w:proofErr w:type="spellStart"/>
      <w:r w:rsidRPr="007818BD">
        <w:t>Glyndon</w:t>
      </w:r>
      <w:proofErr w:type="spellEnd"/>
      <w:r w:rsidRPr="007818BD">
        <w:t xml:space="preserve"> alors</w:t>
      </w:r>
      <w:r w:rsidR="00E8465A">
        <w:t xml:space="preserve">, </w:t>
      </w:r>
      <w:r w:rsidRPr="007818BD">
        <w:t>avec une précision froide et nette</w:t>
      </w:r>
      <w:r w:rsidR="00E8465A">
        <w:t xml:space="preserve">, </w:t>
      </w:r>
      <w:r w:rsidRPr="007818BD">
        <w:t>raconta</w:t>
      </w:r>
      <w:r w:rsidR="00E8465A">
        <w:t xml:space="preserve">, </w:t>
      </w:r>
      <w:r w:rsidRPr="007818BD">
        <w:t>comme il avait fait à Adela</w:t>
      </w:r>
      <w:r w:rsidR="00E8465A">
        <w:t xml:space="preserve">, </w:t>
      </w:r>
      <w:r w:rsidRPr="007818BD">
        <w:t>tous les détails de l</w:t>
      </w:r>
      <w:r w:rsidR="00E8465A">
        <w:t>’</w:t>
      </w:r>
      <w:r w:rsidRPr="007818BD">
        <w:t>initiation qu</w:t>
      </w:r>
      <w:r w:rsidR="00E8465A">
        <w:t>’</w:t>
      </w:r>
      <w:r w:rsidRPr="007818BD">
        <w:t>il avait subie</w:t>
      </w:r>
      <w:r w:rsidR="00E8465A">
        <w:t xml:space="preserve">. </w:t>
      </w:r>
      <w:r w:rsidRPr="007818BD">
        <w:t>Il décrivit</w:t>
      </w:r>
      <w:r w:rsidR="00E8465A">
        <w:t xml:space="preserve">, </w:t>
      </w:r>
      <w:r w:rsidRPr="007818BD">
        <w:t>en paroles qui gl</w:t>
      </w:r>
      <w:r w:rsidRPr="007818BD">
        <w:t>a</w:t>
      </w:r>
      <w:r w:rsidRPr="007818BD">
        <w:t>çaient le sang de celle qui l</w:t>
      </w:r>
      <w:r w:rsidR="00E8465A">
        <w:t>’</w:t>
      </w:r>
      <w:r w:rsidRPr="007818BD">
        <w:t>écoutait</w:t>
      </w:r>
      <w:r w:rsidR="00E8465A">
        <w:t xml:space="preserve">, </w:t>
      </w:r>
      <w:r w:rsidRPr="007818BD">
        <w:t>l</w:t>
      </w:r>
      <w:r w:rsidR="00E8465A">
        <w:t>’</w:t>
      </w:r>
      <w:r w:rsidRPr="007818BD">
        <w:t>apparition du Fantôme sans forme</w:t>
      </w:r>
      <w:r w:rsidR="00E8465A">
        <w:t xml:space="preserve">, </w:t>
      </w:r>
      <w:r w:rsidRPr="007818BD">
        <w:t xml:space="preserve">avec ses yeux qui desséchaient le cerveau et congelaient la </w:t>
      </w:r>
      <w:r w:rsidR="00E8465A">
        <w:t>moel</w:t>
      </w:r>
      <w:r w:rsidRPr="007818BD">
        <w:t>le de c</w:t>
      </w:r>
      <w:r w:rsidRPr="007818BD">
        <w:t>e</w:t>
      </w:r>
      <w:r w:rsidRPr="007818BD">
        <w:t>lui qui le voyait</w:t>
      </w:r>
      <w:r w:rsidR="00E8465A">
        <w:t xml:space="preserve">. </w:t>
      </w:r>
      <w:r w:rsidRPr="007818BD">
        <w:t>Une fois qu</w:t>
      </w:r>
      <w:r w:rsidR="00E8465A">
        <w:t>’</w:t>
      </w:r>
      <w:r w:rsidRPr="007818BD">
        <w:t>on l</w:t>
      </w:r>
      <w:r w:rsidR="00E8465A">
        <w:t>’</w:t>
      </w:r>
      <w:r w:rsidRPr="007818BD">
        <w:t>avait vu</w:t>
      </w:r>
      <w:r w:rsidR="00E8465A">
        <w:t xml:space="preserve">, </w:t>
      </w:r>
      <w:r w:rsidRPr="007818BD">
        <w:t>on ne pouvait plus le dissiper</w:t>
      </w:r>
      <w:r w:rsidR="00E8465A">
        <w:t xml:space="preserve">. </w:t>
      </w:r>
      <w:r w:rsidRPr="007818BD">
        <w:t>Il venait à son gré</w:t>
      </w:r>
      <w:r w:rsidR="00E8465A">
        <w:t xml:space="preserve">, </w:t>
      </w:r>
      <w:r w:rsidRPr="007818BD">
        <w:t>inspirant de sombres pensées</w:t>
      </w:r>
      <w:r w:rsidR="00E8465A">
        <w:t xml:space="preserve">, </w:t>
      </w:r>
      <w:r w:rsidRPr="007818BD">
        <w:t>su</w:t>
      </w:r>
      <w:r w:rsidRPr="007818BD">
        <w:t>g</w:t>
      </w:r>
      <w:r w:rsidRPr="007818BD">
        <w:t>gérant d</w:t>
      </w:r>
      <w:r w:rsidR="00E8465A">
        <w:t>’</w:t>
      </w:r>
      <w:r w:rsidRPr="007818BD">
        <w:t>étranges tentations</w:t>
      </w:r>
      <w:r w:rsidR="00E8465A">
        <w:t xml:space="preserve">. </w:t>
      </w:r>
      <w:r w:rsidRPr="007818BD">
        <w:t>Il ne disparaissait que dans des scènes de folle et étourdissante surexcitation</w:t>
      </w:r>
      <w:r w:rsidR="00E8465A">
        <w:t xml:space="preserve"> ; </w:t>
      </w:r>
      <w:r w:rsidRPr="007818BD">
        <w:t>la solitude</w:t>
      </w:r>
      <w:r w:rsidR="00E8465A">
        <w:t xml:space="preserve">, </w:t>
      </w:r>
      <w:r w:rsidRPr="007818BD">
        <w:t>la s</w:t>
      </w:r>
      <w:r w:rsidRPr="007818BD">
        <w:t>é</w:t>
      </w:r>
      <w:r w:rsidRPr="007818BD">
        <w:t>rénité</w:t>
      </w:r>
      <w:r w:rsidR="00E8465A">
        <w:t xml:space="preserve">, </w:t>
      </w:r>
      <w:r w:rsidRPr="007818BD">
        <w:t>les luttes d</w:t>
      </w:r>
      <w:r w:rsidR="00E8465A">
        <w:t>’</w:t>
      </w:r>
      <w:r w:rsidRPr="007818BD">
        <w:t>une âme qui désire</w:t>
      </w:r>
      <w:r w:rsidR="00E8465A">
        <w:t xml:space="preserve">, </w:t>
      </w:r>
      <w:r w:rsidRPr="007818BD">
        <w:t>et cherche la paix et la vertu</w:t>
      </w:r>
      <w:r w:rsidR="00E8465A">
        <w:t xml:space="preserve">, </w:t>
      </w:r>
      <w:r w:rsidRPr="007818BD">
        <w:t>tels étaient les éléments qu</w:t>
      </w:r>
      <w:r w:rsidR="00E8465A">
        <w:t>’</w:t>
      </w:r>
      <w:r w:rsidRPr="007818BD">
        <w:t>il remplissait de sa présence</w:t>
      </w:r>
      <w:r w:rsidR="00E8465A">
        <w:t xml:space="preserve">. </w:t>
      </w:r>
      <w:r w:rsidRPr="007818BD">
        <w:t>Viola était éperdue</w:t>
      </w:r>
      <w:r w:rsidR="00E8465A">
        <w:t xml:space="preserve">, </w:t>
      </w:r>
      <w:r w:rsidRPr="007818BD">
        <w:t>épouvantée</w:t>
      </w:r>
      <w:r w:rsidR="00E8465A">
        <w:t xml:space="preserve"> : </w:t>
      </w:r>
      <w:r w:rsidRPr="007818BD">
        <w:t>cet étrange récit se confirmait pour elle par des impressions indéfinies que</w:t>
      </w:r>
      <w:r w:rsidR="00E8465A">
        <w:t xml:space="preserve">, </w:t>
      </w:r>
      <w:r w:rsidRPr="007818BD">
        <w:t>dans la profondeur et la confiance de sa te</w:t>
      </w:r>
      <w:r w:rsidRPr="007818BD">
        <w:t>n</w:t>
      </w:r>
      <w:r w:rsidRPr="007818BD">
        <w:t>dresse</w:t>
      </w:r>
      <w:r w:rsidR="00E8465A">
        <w:t xml:space="preserve">, </w:t>
      </w:r>
      <w:r w:rsidRPr="007818BD">
        <w:t>elle avait mieux aimé bannir qu</w:t>
      </w:r>
      <w:r w:rsidR="00E8465A">
        <w:t>’</w:t>
      </w:r>
      <w:r w:rsidRPr="007818BD">
        <w:t>examiner de près</w:t>
      </w:r>
      <w:r w:rsidR="00E8465A">
        <w:t xml:space="preserve">, </w:t>
      </w:r>
      <w:r w:rsidRPr="007818BD">
        <w:t xml:space="preserve">impressions qui tendaient à lui faire croire que la vie et les attributs de </w:t>
      </w:r>
      <w:proofErr w:type="spellStart"/>
      <w:r w:rsidRPr="007818BD">
        <w:t>Zanoni</w:t>
      </w:r>
      <w:proofErr w:type="spellEnd"/>
      <w:r w:rsidRPr="007818BD">
        <w:t xml:space="preserve"> n</w:t>
      </w:r>
      <w:r w:rsidR="00E8465A">
        <w:t>’</w:t>
      </w:r>
      <w:r w:rsidRPr="007818BD">
        <w:t>étaient pas ceux des hommes</w:t>
      </w:r>
      <w:r w:rsidR="00E8465A">
        <w:t xml:space="preserve"> ; </w:t>
      </w:r>
      <w:r w:rsidRPr="007818BD">
        <w:t xml:space="preserve">impressions que son amour avait </w:t>
      </w:r>
      <w:proofErr w:type="spellStart"/>
      <w:r w:rsidRPr="007818BD">
        <w:t>jusque</w:t>
      </w:r>
      <w:r>
        <w:t xml:space="preserve"> </w:t>
      </w:r>
      <w:r w:rsidRPr="007818BD">
        <w:t>là</w:t>
      </w:r>
      <w:proofErr w:type="spellEnd"/>
      <w:r w:rsidRPr="007818BD">
        <w:t xml:space="preserve"> conda</w:t>
      </w:r>
      <w:r w:rsidRPr="007818BD">
        <w:t>m</w:t>
      </w:r>
      <w:r w:rsidRPr="007818BD">
        <w:t>nées comme des soupçons injurieux</w:t>
      </w:r>
      <w:r w:rsidR="00E8465A">
        <w:t xml:space="preserve">, </w:t>
      </w:r>
      <w:r w:rsidRPr="007818BD">
        <w:t>et qui</w:t>
      </w:r>
      <w:r w:rsidR="00E8465A">
        <w:t xml:space="preserve">, </w:t>
      </w:r>
      <w:r w:rsidRPr="007818BD">
        <w:t>ainsi combattues</w:t>
      </w:r>
      <w:r w:rsidR="00E8465A">
        <w:t xml:space="preserve">, </w:t>
      </w:r>
      <w:r w:rsidRPr="007818BD">
        <w:t xml:space="preserve">avaient servi peut-être à resserrer la chaîne dont </w:t>
      </w:r>
      <w:proofErr w:type="spellStart"/>
      <w:r w:rsidRPr="007818BD">
        <w:t>Z</w:t>
      </w:r>
      <w:r w:rsidRPr="007818BD">
        <w:t>a</w:t>
      </w:r>
      <w:r w:rsidRPr="007818BD">
        <w:t>noni</w:t>
      </w:r>
      <w:proofErr w:type="spellEnd"/>
      <w:r w:rsidRPr="007818BD">
        <w:t xml:space="preserve"> avait lié son cœur et ses sens</w:t>
      </w:r>
      <w:r w:rsidR="00E8465A">
        <w:t xml:space="preserve"> ; </w:t>
      </w:r>
      <w:r w:rsidRPr="007818BD">
        <w:t>mais qui</w:t>
      </w:r>
      <w:r w:rsidR="00E8465A">
        <w:t xml:space="preserve">, </w:t>
      </w:r>
      <w:r w:rsidRPr="007818BD">
        <w:t>aujourd</w:t>
      </w:r>
      <w:r w:rsidR="00E8465A">
        <w:t>’</w:t>
      </w:r>
      <w:r w:rsidRPr="007818BD">
        <w:t xml:space="preserve">hui que le récit de </w:t>
      </w:r>
      <w:proofErr w:type="spellStart"/>
      <w:r w:rsidRPr="007818BD">
        <w:t>Glyndon</w:t>
      </w:r>
      <w:proofErr w:type="spellEnd"/>
      <w:r w:rsidRPr="007818BD">
        <w:t xml:space="preserve"> la remplissait d</w:t>
      </w:r>
      <w:r w:rsidR="00E8465A">
        <w:t>’</w:t>
      </w:r>
      <w:r w:rsidRPr="007818BD">
        <w:t>une terreur contagieuse</w:t>
      </w:r>
      <w:r w:rsidR="00E8465A">
        <w:t xml:space="preserve">, </w:t>
      </w:r>
      <w:r w:rsidRPr="007818BD">
        <w:t>brisaient à demi le charme qu</w:t>
      </w:r>
      <w:r w:rsidR="00E8465A">
        <w:t>’</w:t>
      </w:r>
      <w:r w:rsidRPr="007818BD">
        <w:t>elles avaient a</w:t>
      </w:r>
      <w:r w:rsidRPr="007818BD">
        <w:t>c</w:t>
      </w:r>
      <w:r w:rsidRPr="007818BD">
        <w:t>compli auparavant</w:t>
      </w:r>
      <w:r w:rsidR="00E8465A">
        <w:t>.</w:t>
      </w:r>
    </w:p>
    <w:p w14:paraId="779B5015" w14:textId="77777777" w:rsidR="00E8465A" w:rsidRDefault="00E0544E" w:rsidP="00E0544E">
      <w:r w:rsidRPr="007818BD">
        <w:lastRenderedPageBreak/>
        <w:t>Elle se leva effrayée</w:t>
      </w:r>
      <w:r w:rsidR="00E8465A">
        <w:t xml:space="preserve">, </w:t>
      </w:r>
      <w:r w:rsidRPr="007818BD">
        <w:t xml:space="preserve">non pour </w:t>
      </w:r>
      <w:r w:rsidRPr="007818BD">
        <w:rPr>
          <w:i/>
          <w:iCs/>
        </w:rPr>
        <w:t>elle</w:t>
      </w:r>
      <w:r w:rsidR="00E8465A">
        <w:t xml:space="preserve">, </w:t>
      </w:r>
      <w:r w:rsidRPr="007818BD">
        <w:t>et pressa l</w:t>
      </w:r>
      <w:r w:rsidR="00E8465A">
        <w:t>’</w:t>
      </w:r>
      <w:r w:rsidRPr="007818BD">
        <w:t>enfant sur son cœur</w:t>
      </w:r>
      <w:r w:rsidR="00E8465A">
        <w:t> !</w:t>
      </w:r>
    </w:p>
    <w:p w14:paraId="31F1BA8C" w14:textId="1EDBF6E4" w:rsidR="00E0544E" w:rsidRPr="007818BD" w:rsidRDefault="00E8465A" w:rsidP="00E0544E">
      <w:r>
        <w:t>« </w:t>
      </w:r>
      <w:r w:rsidR="00E0544E" w:rsidRPr="007818BD">
        <w:t>Malheureuse</w:t>
      </w:r>
      <w:r>
        <w:t xml:space="preserve"> ! </w:t>
      </w:r>
      <w:r w:rsidR="00E0544E" w:rsidRPr="007818BD">
        <w:t>s</w:t>
      </w:r>
      <w:r>
        <w:t>’</w:t>
      </w:r>
      <w:r w:rsidR="00E0544E" w:rsidRPr="007818BD">
        <w:t xml:space="preserve">écria </w:t>
      </w:r>
      <w:proofErr w:type="spellStart"/>
      <w:r w:rsidR="00E0544E" w:rsidRPr="007818BD">
        <w:t>Glyndon</w:t>
      </w:r>
      <w:proofErr w:type="spellEnd"/>
      <w:r w:rsidR="00E0544E" w:rsidRPr="007818BD">
        <w:t xml:space="preserve"> en frémissant</w:t>
      </w:r>
      <w:r>
        <w:t xml:space="preserve"> ; </w:t>
      </w:r>
      <w:r w:rsidR="00E0544E" w:rsidRPr="007818BD">
        <w:t>il est donc vrai que tu as donné naissance à une victime que tu ne peux sauver</w:t>
      </w:r>
      <w:r>
        <w:t xml:space="preserve"> ! </w:t>
      </w:r>
      <w:r w:rsidR="00E0544E" w:rsidRPr="007818BD">
        <w:t>Refuse-lui les aliments</w:t>
      </w:r>
      <w:r>
        <w:t xml:space="preserve"> ; </w:t>
      </w:r>
      <w:r w:rsidR="00E0544E" w:rsidRPr="007818BD">
        <w:t>qu</w:t>
      </w:r>
      <w:r>
        <w:t>’</w:t>
      </w:r>
      <w:r w:rsidR="00E0544E" w:rsidRPr="007818BD">
        <w:t>elle te demande en vain sa nourriture</w:t>
      </w:r>
      <w:r>
        <w:t xml:space="preserve"> ! </w:t>
      </w:r>
      <w:r w:rsidR="00E0544E" w:rsidRPr="007818BD">
        <w:t>Dans la tombe au moins il y a le repos et la paix</w:t>
      </w:r>
      <w:r>
        <w:t>. »</w:t>
      </w:r>
    </w:p>
    <w:p w14:paraId="170BAF67" w14:textId="77777777" w:rsidR="00E8465A" w:rsidRDefault="00E0544E" w:rsidP="00E0544E">
      <w:r w:rsidRPr="007818BD">
        <w:t>L</w:t>
      </w:r>
      <w:r w:rsidR="00E8465A">
        <w:t>’</w:t>
      </w:r>
      <w:r w:rsidRPr="007818BD">
        <w:t xml:space="preserve">âme de Viola se rappela alors les veillées nocturnes de </w:t>
      </w:r>
      <w:proofErr w:type="spellStart"/>
      <w:r w:rsidRPr="007818BD">
        <w:t>Zanoni</w:t>
      </w:r>
      <w:proofErr w:type="spellEnd"/>
      <w:r w:rsidRPr="007818BD">
        <w:t xml:space="preserve"> près du berceau</w:t>
      </w:r>
      <w:r w:rsidR="00E8465A">
        <w:t xml:space="preserve">, </w:t>
      </w:r>
      <w:r w:rsidRPr="007818BD">
        <w:t>et la crainte qui l</w:t>
      </w:r>
      <w:r w:rsidR="00E8465A">
        <w:t>’</w:t>
      </w:r>
      <w:r w:rsidRPr="007818BD">
        <w:t>avait envahie en e</w:t>
      </w:r>
      <w:r w:rsidRPr="007818BD">
        <w:t>n</w:t>
      </w:r>
      <w:r w:rsidRPr="007818BD">
        <w:t>tendant ces paroles murmurées avec une étrange et mystérieuse cadence</w:t>
      </w:r>
      <w:r w:rsidR="00E8465A">
        <w:t xml:space="preserve">. </w:t>
      </w:r>
      <w:r w:rsidRPr="007818BD">
        <w:t>L</w:t>
      </w:r>
      <w:r w:rsidR="00E8465A">
        <w:t>’</w:t>
      </w:r>
      <w:r w:rsidRPr="007818BD">
        <w:t>enfant la regarda avec son œil clair et ferme</w:t>
      </w:r>
      <w:r w:rsidR="00E8465A">
        <w:t xml:space="preserve">, </w:t>
      </w:r>
      <w:r w:rsidRPr="007818BD">
        <w:t>et dans ce regard il y avait une intelligence surhumaine qui confirma son effroi</w:t>
      </w:r>
      <w:r w:rsidR="00E8465A">
        <w:t xml:space="preserve">. </w:t>
      </w:r>
      <w:r w:rsidRPr="007818BD">
        <w:t>Et là</w:t>
      </w:r>
      <w:r w:rsidR="00E8465A">
        <w:t xml:space="preserve">, </w:t>
      </w:r>
      <w:r w:rsidRPr="007818BD">
        <w:t>la mère et son conseiller se tenaient debout en silence</w:t>
      </w:r>
      <w:r w:rsidR="00E8465A">
        <w:t xml:space="preserve">, </w:t>
      </w:r>
      <w:r w:rsidRPr="007818BD">
        <w:t>pendant que le soleil les inondait de ses rayons</w:t>
      </w:r>
      <w:r w:rsidR="00E8465A">
        <w:t xml:space="preserve"> ; </w:t>
      </w:r>
      <w:r w:rsidRPr="007818BD">
        <w:t>et sombre</w:t>
      </w:r>
      <w:r w:rsidR="00E8465A">
        <w:t xml:space="preserve">, </w:t>
      </w:r>
      <w:r w:rsidRPr="007818BD">
        <w:t>auprès du berceau</w:t>
      </w:r>
      <w:r w:rsidR="00E8465A">
        <w:t xml:space="preserve">, </w:t>
      </w:r>
      <w:r w:rsidRPr="007818BD">
        <w:t>mais invisible pour eux</w:t>
      </w:r>
      <w:r w:rsidR="00E8465A">
        <w:t xml:space="preserve">, </w:t>
      </w:r>
      <w:r w:rsidRPr="007818BD">
        <w:t>était assise la Chose immobile</w:t>
      </w:r>
      <w:r w:rsidR="00E8465A">
        <w:t xml:space="preserve">, </w:t>
      </w:r>
      <w:r w:rsidRPr="007818BD">
        <w:t>voilée</w:t>
      </w:r>
      <w:r w:rsidR="00E8465A">
        <w:t>.</w:t>
      </w:r>
    </w:p>
    <w:p w14:paraId="6E7ED992" w14:textId="77777777" w:rsidR="00E8465A" w:rsidRDefault="00E0544E" w:rsidP="00E0544E">
      <w:r w:rsidRPr="007818BD">
        <w:t>Mais graduellement des souvenirs du passé</w:t>
      </w:r>
      <w:r w:rsidR="00E8465A">
        <w:t xml:space="preserve">, </w:t>
      </w:r>
      <w:r w:rsidRPr="007818BD">
        <w:t>meilleurs</w:t>
      </w:r>
      <w:r w:rsidR="00E8465A">
        <w:t xml:space="preserve">, </w:t>
      </w:r>
      <w:r w:rsidRPr="007818BD">
        <w:t>plus justes et plus doux</w:t>
      </w:r>
      <w:r w:rsidR="00E8465A">
        <w:t xml:space="preserve">, </w:t>
      </w:r>
      <w:r w:rsidRPr="007818BD">
        <w:t>revinrent à la jeune mère</w:t>
      </w:r>
      <w:r w:rsidR="00E8465A">
        <w:t xml:space="preserve">. </w:t>
      </w:r>
      <w:r w:rsidRPr="007818BD">
        <w:t>Les traits de l</w:t>
      </w:r>
      <w:r w:rsidR="00E8465A">
        <w:t>’</w:t>
      </w:r>
      <w:r w:rsidRPr="007818BD">
        <w:t>enfant prirent sous son regard l</w:t>
      </w:r>
      <w:r w:rsidR="00E8465A">
        <w:t>’</w:t>
      </w:r>
      <w:r w:rsidRPr="007818BD">
        <w:t>aspect du p</w:t>
      </w:r>
      <w:r w:rsidRPr="007818BD">
        <w:t>è</w:t>
      </w:r>
      <w:r w:rsidRPr="007818BD">
        <w:t>re absent</w:t>
      </w:r>
      <w:r w:rsidR="00E8465A">
        <w:t xml:space="preserve">. </w:t>
      </w:r>
      <w:r w:rsidRPr="007818BD">
        <w:t>Une voix sembla s</w:t>
      </w:r>
      <w:r w:rsidR="00E8465A">
        <w:t>’</w:t>
      </w:r>
      <w:r w:rsidRPr="007818BD">
        <w:t>échapper de ces lèvres roses</w:t>
      </w:r>
      <w:r w:rsidR="00E8465A">
        <w:t xml:space="preserve">, </w:t>
      </w:r>
      <w:r w:rsidRPr="007818BD">
        <w:t>et dire tristement</w:t>
      </w:r>
      <w:r w:rsidR="00E8465A">
        <w:t> :</w:t>
      </w:r>
    </w:p>
    <w:p w14:paraId="263519EB" w14:textId="3654CE65" w:rsidR="00E0544E" w:rsidRPr="007818BD" w:rsidRDefault="00E8465A" w:rsidP="00E0544E">
      <w:r>
        <w:t>« </w:t>
      </w:r>
      <w:r w:rsidR="00E0544E" w:rsidRPr="007818BD">
        <w:t>Je te parle par ton enfant</w:t>
      </w:r>
      <w:r>
        <w:t xml:space="preserve"> ; </w:t>
      </w:r>
      <w:r w:rsidR="00E0544E" w:rsidRPr="007818BD">
        <w:t>en retour de tout mon amour pour toi et pour lui</w:t>
      </w:r>
      <w:r>
        <w:t xml:space="preserve">, </w:t>
      </w:r>
      <w:r w:rsidR="00E0544E" w:rsidRPr="007818BD">
        <w:t>te méfies-tu de moi aux premières paroles d</w:t>
      </w:r>
      <w:r>
        <w:t>’</w:t>
      </w:r>
      <w:r w:rsidR="00E0544E" w:rsidRPr="007818BD">
        <w:t>un maniaque qui m</w:t>
      </w:r>
      <w:r>
        <w:t>’</w:t>
      </w:r>
      <w:r w:rsidR="00E0544E" w:rsidRPr="007818BD">
        <w:t>accuse</w:t>
      </w:r>
      <w:r>
        <w:t> ? »</w:t>
      </w:r>
    </w:p>
    <w:p w14:paraId="72292360" w14:textId="77777777" w:rsidR="00E8465A" w:rsidRDefault="00E0544E" w:rsidP="00E0544E">
      <w:r w:rsidRPr="007818BD">
        <w:t>Son cœur palpita</w:t>
      </w:r>
      <w:r w:rsidR="00E8465A">
        <w:t xml:space="preserve">, </w:t>
      </w:r>
      <w:r w:rsidRPr="007818BD">
        <w:t>elle parut grandir</w:t>
      </w:r>
      <w:r w:rsidR="00E8465A">
        <w:t xml:space="preserve">, </w:t>
      </w:r>
      <w:r w:rsidRPr="007818BD">
        <w:t>ses yeux brillèrent d</w:t>
      </w:r>
      <w:r w:rsidR="00E8465A">
        <w:t>’</w:t>
      </w:r>
      <w:r w:rsidRPr="007818BD">
        <w:t>une sereine et sainte l</w:t>
      </w:r>
      <w:r w:rsidRPr="007818BD">
        <w:t>u</w:t>
      </w:r>
      <w:r w:rsidRPr="007818BD">
        <w:t>mière</w:t>
      </w:r>
      <w:r w:rsidR="00E8465A">
        <w:t>.</w:t>
      </w:r>
    </w:p>
    <w:p w14:paraId="20A1FC91" w14:textId="77777777" w:rsidR="00E8465A" w:rsidRDefault="00E8465A" w:rsidP="00E0544E">
      <w:r>
        <w:t>« </w:t>
      </w:r>
      <w:r w:rsidR="00E0544E" w:rsidRPr="007818BD">
        <w:t>Va</w:t>
      </w:r>
      <w:r>
        <w:t xml:space="preserve"> ! </w:t>
      </w:r>
      <w:r w:rsidR="00E0544E" w:rsidRPr="007818BD">
        <w:t>pauvre victime de tes illusions</w:t>
      </w:r>
      <w:r>
        <w:t xml:space="preserve"> ! </w:t>
      </w:r>
      <w:r w:rsidR="00E0544E" w:rsidRPr="007818BD">
        <w:t xml:space="preserve">dit-elle à </w:t>
      </w:r>
      <w:proofErr w:type="spellStart"/>
      <w:r w:rsidR="00E0544E" w:rsidRPr="007818BD">
        <w:t>Glyndon</w:t>
      </w:r>
      <w:proofErr w:type="spellEnd"/>
      <w:r>
        <w:t xml:space="preserve">. </w:t>
      </w:r>
      <w:r w:rsidR="00E0544E" w:rsidRPr="007818BD">
        <w:t>Je ne croirais pas mes propres sens s</w:t>
      </w:r>
      <w:r>
        <w:t>’</w:t>
      </w:r>
      <w:r w:rsidR="00E0544E" w:rsidRPr="007818BD">
        <w:t>ils accusaient le père de cette petite créature</w:t>
      </w:r>
      <w:r>
        <w:t xml:space="preserve"> ! </w:t>
      </w:r>
      <w:r w:rsidR="00E0544E" w:rsidRPr="007818BD">
        <w:t xml:space="preserve">Et que sais-tu de </w:t>
      </w:r>
      <w:proofErr w:type="spellStart"/>
      <w:r w:rsidR="00E0544E" w:rsidRPr="007818BD">
        <w:t>Zanoni</w:t>
      </w:r>
      <w:proofErr w:type="spellEnd"/>
      <w:r>
        <w:t xml:space="preserve"> ? </w:t>
      </w:r>
      <w:r w:rsidR="00E0544E" w:rsidRPr="007818BD">
        <w:t xml:space="preserve">quel rapport </w:t>
      </w:r>
      <w:r w:rsidR="00E0544E" w:rsidRPr="007818BD">
        <w:lastRenderedPageBreak/>
        <w:t xml:space="preserve">y a-t-il entre </w:t>
      </w:r>
      <w:proofErr w:type="spellStart"/>
      <w:r w:rsidR="00E0544E" w:rsidRPr="007818BD">
        <w:t>Mejnour</w:t>
      </w:r>
      <w:proofErr w:type="spellEnd"/>
      <w:r w:rsidR="00E0544E" w:rsidRPr="007818BD">
        <w:t xml:space="preserve"> et les spectres qu</w:t>
      </w:r>
      <w:r>
        <w:t>’</w:t>
      </w:r>
      <w:r w:rsidR="00E0544E" w:rsidRPr="007818BD">
        <w:t>il invoque et l</w:t>
      </w:r>
      <w:r>
        <w:t>’</w:t>
      </w:r>
      <w:r w:rsidR="00E0544E" w:rsidRPr="007818BD">
        <w:t>image r</w:t>
      </w:r>
      <w:r w:rsidR="00E0544E" w:rsidRPr="007818BD">
        <w:t>a</w:t>
      </w:r>
      <w:r w:rsidR="00E0544E" w:rsidRPr="007818BD">
        <w:t>dieuse que tu cherches à leur associer</w:t>
      </w:r>
      <w:r>
        <w:t> ?</w:t>
      </w:r>
    </w:p>
    <w:p w14:paraId="23C4899B" w14:textId="2F3F0B51" w:rsidR="00E0544E" w:rsidRPr="007818BD" w:rsidRDefault="00E8465A" w:rsidP="00E0544E">
      <w:r>
        <w:t>— </w:t>
      </w:r>
      <w:r w:rsidR="00E0544E" w:rsidRPr="007818BD">
        <w:t>Tu le sauras trop tôt</w:t>
      </w:r>
      <w:r>
        <w:t xml:space="preserve">, </w:t>
      </w:r>
      <w:r w:rsidR="00E0544E" w:rsidRPr="007818BD">
        <w:t xml:space="preserve">dit </w:t>
      </w:r>
      <w:proofErr w:type="spellStart"/>
      <w:r w:rsidR="00E0544E" w:rsidRPr="007818BD">
        <w:t>Glyndon</w:t>
      </w:r>
      <w:proofErr w:type="spellEnd"/>
      <w:r w:rsidR="00E0544E" w:rsidRPr="007818BD">
        <w:t xml:space="preserve"> d</w:t>
      </w:r>
      <w:r>
        <w:t>’</w:t>
      </w:r>
      <w:r w:rsidR="00E0544E" w:rsidRPr="007818BD">
        <w:t>une voix sombre</w:t>
      </w:r>
      <w:r>
        <w:t xml:space="preserve">, </w:t>
      </w:r>
      <w:r w:rsidR="00E0544E" w:rsidRPr="007818BD">
        <w:t>et le fantôme même qui me poursuit me dit de ses lèvres livides que ses terreurs attendent et toi</w:t>
      </w:r>
      <w:r>
        <w:t xml:space="preserve">, </w:t>
      </w:r>
      <w:r w:rsidR="00E0544E" w:rsidRPr="007818BD">
        <w:t>et les tiens</w:t>
      </w:r>
      <w:r>
        <w:t xml:space="preserve">. </w:t>
      </w:r>
      <w:r w:rsidR="00E0544E" w:rsidRPr="007818BD">
        <w:t>Je ne te demande pas encore ta décision</w:t>
      </w:r>
      <w:r>
        <w:t xml:space="preserve"> : </w:t>
      </w:r>
      <w:r w:rsidR="00E0544E" w:rsidRPr="007818BD">
        <w:t>avant que je quitte Venise</w:t>
      </w:r>
      <w:r>
        <w:t xml:space="preserve">, </w:t>
      </w:r>
      <w:r w:rsidR="00E0544E" w:rsidRPr="007818BD">
        <w:t>nous nous reve</w:t>
      </w:r>
      <w:r w:rsidR="00E0544E" w:rsidRPr="007818BD">
        <w:t>r</w:t>
      </w:r>
      <w:r w:rsidR="00E0544E" w:rsidRPr="007818BD">
        <w:t>rons</w:t>
      </w:r>
      <w:r>
        <w:t>. »</w:t>
      </w:r>
    </w:p>
    <w:p w14:paraId="501779D4" w14:textId="77777777" w:rsidR="00E8465A" w:rsidRDefault="00E0544E" w:rsidP="00E0544E">
      <w:r w:rsidRPr="007818BD">
        <w:t>Il dit</w:t>
      </w:r>
      <w:r w:rsidR="00E8465A">
        <w:t xml:space="preserve">, </w:t>
      </w:r>
      <w:r w:rsidRPr="007818BD">
        <w:t>et disparut</w:t>
      </w:r>
      <w:r w:rsidR="00E8465A">
        <w:t>.</w:t>
      </w:r>
    </w:p>
    <w:p w14:paraId="4EC1358C" w14:textId="77777777" w:rsidR="00E8465A" w:rsidRDefault="00E0544E" w:rsidP="00E8465A">
      <w:pPr>
        <w:pStyle w:val="Titre2"/>
        <w:pageBreakBefore/>
      </w:pPr>
      <w:bookmarkStart w:id="66" w:name="_Toc199963115"/>
      <w:r w:rsidRPr="007818BD">
        <w:lastRenderedPageBreak/>
        <w:t>CHAPITRE</w:t>
      </w:r>
      <w:r w:rsidR="00E8465A">
        <w:t xml:space="preserve"> </w:t>
      </w:r>
      <w:r w:rsidRPr="007818BD">
        <w:t>VI</w:t>
      </w:r>
      <w:r w:rsidR="00E8465A">
        <w:t>.</w:t>
      </w:r>
      <w:bookmarkEnd w:id="66"/>
    </w:p>
    <w:p w14:paraId="0406ABC5" w14:textId="1DCF71A1" w:rsidR="00E8465A" w:rsidRDefault="00E0544E" w:rsidP="000200A6">
      <w:pPr>
        <w:ind w:firstLine="0"/>
        <w:jc w:val="right"/>
        <w:rPr>
          <w:rStyle w:val="Taille-1Caracteres"/>
        </w:rPr>
      </w:pPr>
      <w:r w:rsidRPr="007818BD">
        <w:rPr>
          <w:rStyle w:val="Taille-1Caracteres"/>
        </w:rPr>
        <w:t>Quel est l</w:t>
      </w:r>
      <w:r w:rsidR="00E8465A">
        <w:rPr>
          <w:rStyle w:val="Taille-1Caracteres"/>
        </w:rPr>
        <w:t>’</w:t>
      </w:r>
      <w:r w:rsidRPr="007818BD">
        <w:rPr>
          <w:rStyle w:val="Taille-1Caracteres"/>
        </w:rPr>
        <w:t>égarement o</w:t>
      </w:r>
      <w:r>
        <w:rPr>
          <w:rStyle w:val="Taille-1Caracteres"/>
        </w:rPr>
        <w:t>ù</w:t>
      </w:r>
      <w:r w:rsidRPr="007818BD">
        <w:rPr>
          <w:rStyle w:val="Taille-1Caracteres"/>
        </w:rPr>
        <w:t xml:space="preserve"> ton âme se livre</w:t>
      </w:r>
      <w:r w:rsidR="00E8465A">
        <w:rPr>
          <w:rStyle w:val="Taille-1Caracteres"/>
        </w:rPr>
        <w:t> ?</w:t>
      </w:r>
    </w:p>
    <w:p w14:paraId="56925381" w14:textId="307B44AF"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Le comte de Warwick</w:t>
      </w:r>
      <w:r>
        <w:rPr>
          <w:rStyle w:val="Taille-1Caracteres"/>
        </w:rPr>
        <w:t>.)</w:t>
      </w:r>
    </w:p>
    <w:p w14:paraId="2D26A5EA" w14:textId="77777777" w:rsidR="00E8465A" w:rsidRDefault="00E0544E" w:rsidP="00E0544E">
      <w:r w:rsidRPr="007818BD">
        <w:t>Hélas</w:t>
      </w:r>
      <w:r w:rsidR="00E8465A">
        <w:t xml:space="preserve"> ! </w:t>
      </w:r>
      <w:proofErr w:type="spellStart"/>
      <w:r w:rsidRPr="007818BD">
        <w:t>Zanoni</w:t>
      </w:r>
      <w:proofErr w:type="spellEnd"/>
      <w:r w:rsidR="00E8465A">
        <w:t xml:space="preserve">, </w:t>
      </w:r>
      <w:r w:rsidRPr="007818BD">
        <w:t>aspirant radieux dont l</w:t>
      </w:r>
      <w:r w:rsidR="00E8465A">
        <w:t>’</w:t>
      </w:r>
      <w:r w:rsidRPr="007818BD">
        <w:t>éclat est obscurci</w:t>
      </w:r>
      <w:r w:rsidR="00E8465A">
        <w:t xml:space="preserve">, </w:t>
      </w:r>
      <w:r w:rsidRPr="007818BD">
        <w:t>as-tu pensé que le lien pouvait durer entre celui qui a survécu à des siècles</w:t>
      </w:r>
      <w:r w:rsidR="00E8465A">
        <w:t xml:space="preserve">, </w:t>
      </w:r>
      <w:r w:rsidRPr="007818BD">
        <w:t>et la fille d</w:t>
      </w:r>
      <w:r w:rsidR="00E8465A">
        <w:t>’</w:t>
      </w:r>
      <w:r w:rsidRPr="007818BD">
        <w:t>un jour</w:t>
      </w:r>
      <w:r w:rsidR="00E8465A">
        <w:t xml:space="preserve"> ? </w:t>
      </w:r>
      <w:r w:rsidRPr="007818BD">
        <w:t>N</w:t>
      </w:r>
      <w:r w:rsidR="00E8465A">
        <w:t>’</w:t>
      </w:r>
      <w:r w:rsidRPr="007818BD">
        <w:t>as-tu point prévu que</w:t>
      </w:r>
      <w:r w:rsidR="00E8465A">
        <w:t xml:space="preserve">, </w:t>
      </w:r>
      <w:r w:rsidRPr="007818BD">
        <w:t>jusqu</w:t>
      </w:r>
      <w:r w:rsidR="00E8465A">
        <w:t>’</w:t>
      </w:r>
      <w:r w:rsidRPr="007818BD">
        <w:t>à ce que l</w:t>
      </w:r>
      <w:r w:rsidR="00E8465A">
        <w:t>’</w:t>
      </w:r>
      <w:r w:rsidRPr="007818BD">
        <w:t>épreuve fût subie</w:t>
      </w:r>
      <w:r w:rsidR="00E8465A">
        <w:t xml:space="preserve">, </w:t>
      </w:r>
      <w:r w:rsidRPr="007818BD">
        <w:t>il ne pouvait y avoir égalité entre ta science et son amour</w:t>
      </w:r>
      <w:r w:rsidR="00E8465A">
        <w:t xml:space="preserve"> ? </w:t>
      </w:r>
      <w:r w:rsidRPr="007818BD">
        <w:t>Tu es absent</w:t>
      </w:r>
      <w:r w:rsidR="00E8465A">
        <w:t xml:space="preserve"> : </w:t>
      </w:r>
      <w:r w:rsidRPr="007818BD">
        <w:t>tu demandes à des secrets solennels et mystérieux</w:t>
      </w:r>
      <w:r w:rsidR="00E8465A">
        <w:t xml:space="preserve">, </w:t>
      </w:r>
      <w:r w:rsidRPr="007818BD">
        <w:t>une mystérieuse protection pour l</w:t>
      </w:r>
      <w:r w:rsidR="00E8465A">
        <w:t>’</w:t>
      </w:r>
      <w:r w:rsidRPr="007818BD">
        <w:t>enfant et pour la mère</w:t>
      </w:r>
      <w:r w:rsidR="00E8465A">
        <w:t xml:space="preserve"> ; </w:t>
      </w:r>
      <w:r w:rsidRPr="007818BD">
        <w:t>et tu oublies que le Fantôme qui t</w:t>
      </w:r>
      <w:r w:rsidR="00E8465A">
        <w:t>’</w:t>
      </w:r>
      <w:r w:rsidRPr="007818BD">
        <w:t>a servi a le contrôle de ses dons</w:t>
      </w:r>
      <w:r w:rsidR="00E8465A">
        <w:t xml:space="preserve">, </w:t>
      </w:r>
      <w:r w:rsidRPr="007818BD">
        <w:t>qu</w:t>
      </w:r>
      <w:r w:rsidR="00E8465A">
        <w:t>’</w:t>
      </w:r>
      <w:r w:rsidRPr="007818BD">
        <w:t>il est maître des vies qu</w:t>
      </w:r>
      <w:r w:rsidR="00E8465A">
        <w:t>’</w:t>
      </w:r>
      <w:r w:rsidRPr="007818BD">
        <w:t>il t</w:t>
      </w:r>
      <w:r w:rsidR="00E8465A">
        <w:t>’</w:t>
      </w:r>
      <w:r w:rsidRPr="007818BD">
        <w:t>a appris à disputer au tombeau</w:t>
      </w:r>
      <w:r w:rsidR="00E8465A">
        <w:t xml:space="preserve">. </w:t>
      </w:r>
      <w:r w:rsidRPr="007818BD">
        <w:t>Ne sais-tu pas</w:t>
      </w:r>
      <w:r w:rsidR="00E8465A">
        <w:t xml:space="preserve">, </w:t>
      </w:r>
      <w:r w:rsidRPr="007818BD">
        <w:t>radieux et aveugle aspirant</w:t>
      </w:r>
      <w:r w:rsidR="00E8465A">
        <w:t xml:space="preserve">, </w:t>
      </w:r>
      <w:r w:rsidRPr="007818BD">
        <w:t>que la crainte et le doute</w:t>
      </w:r>
      <w:r w:rsidR="00E8465A">
        <w:t xml:space="preserve">, </w:t>
      </w:r>
      <w:r w:rsidRPr="007818BD">
        <w:t>une fois semés dans un cœur qui aime</w:t>
      </w:r>
      <w:r w:rsidR="00E8465A">
        <w:t xml:space="preserve">, </w:t>
      </w:r>
      <w:r w:rsidRPr="007818BD">
        <w:t>s</w:t>
      </w:r>
      <w:r w:rsidR="00E8465A">
        <w:t>’</w:t>
      </w:r>
      <w:r w:rsidRPr="007818BD">
        <w:t>élèvent et grandissent en formant une sombre forêt impénétrable aux étoiles</w:t>
      </w:r>
      <w:r w:rsidR="00E8465A">
        <w:t xml:space="preserve"> ? </w:t>
      </w:r>
      <w:r w:rsidRPr="007818BD">
        <w:t>Les Yeux haineux couvent la mère et l</w:t>
      </w:r>
      <w:r w:rsidR="00E8465A">
        <w:t>’</w:t>
      </w:r>
      <w:r w:rsidRPr="007818BD">
        <w:t>enfant</w:t>
      </w:r>
      <w:r w:rsidR="00E8465A">
        <w:t> !</w:t>
      </w:r>
    </w:p>
    <w:p w14:paraId="2A71F3EF" w14:textId="77777777" w:rsidR="00E8465A" w:rsidRDefault="00E0544E" w:rsidP="00E0544E">
      <w:r w:rsidRPr="007818BD">
        <w:t>Pendant tout le jour Viola fut agitée de mille pensées</w:t>
      </w:r>
      <w:r w:rsidR="00E8465A">
        <w:t xml:space="preserve">, </w:t>
      </w:r>
      <w:r w:rsidRPr="007818BD">
        <w:t>de mille terreurs qui se dissipaient devant son examen</w:t>
      </w:r>
      <w:r w:rsidR="00E8465A">
        <w:t xml:space="preserve">, </w:t>
      </w:r>
      <w:r w:rsidRPr="007818BD">
        <w:t>pour rev</w:t>
      </w:r>
      <w:r w:rsidRPr="007818BD">
        <w:t>e</w:t>
      </w:r>
      <w:r w:rsidRPr="007818BD">
        <w:t>nir plus sombres et plus menaçantes</w:t>
      </w:r>
      <w:r w:rsidR="00E8465A">
        <w:t xml:space="preserve">. </w:t>
      </w:r>
      <w:r w:rsidRPr="007818BD">
        <w:t>Elle se rappela ainsi qu</w:t>
      </w:r>
      <w:r w:rsidR="00E8465A">
        <w:t>’</w:t>
      </w:r>
      <w:r w:rsidRPr="007818BD">
        <w:t>elle l</w:t>
      </w:r>
      <w:r w:rsidR="00E8465A">
        <w:t>’</w:t>
      </w:r>
      <w:r w:rsidRPr="007818BD">
        <w:t xml:space="preserve">avait dit autrefois à </w:t>
      </w:r>
      <w:proofErr w:type="spellStart"/>
      <w:r w:rsidRPr="007818BD">
        <w:t>Glyndon</w:t>
      </w:r>
      <w:proofErr w:type="spellEnd"/>
      <w:r w:rsidR="00E8465A">
        <w:t xml:space="preserve">, </w:t>
      </w:r>
      <w:r w:rsidRPr="007818BD">
        <w:t>que son enfance à elle avait été remplie d</w:t>
      </w:r>
      <w:r w:rsidR="00E8465A">
        <w:t>’</w:t>
      </w:r>
      <w:r w:rsidRPr="007818BD">
        <w:t>étranges pressentiments</w:t>
      </w:r>
      <w:r w:rsidR="00E8465A">
        <w:t xml:space="preserve">, </w:t>
      </w:r>
      <w:r w:rsidRPr="007818BD">
        <w:t>qui l</w:t>
      </w:r>
      <w:r w:rsidR="00E8465A">
        <w:t>’</w:t>
      </w:r>
      <w:r w:rsidRPr="007818BD">
        <w:t>avertissaient qu</w:t>
      </w:r>
      <w:r w:rsidR="00E8465A">
        <w:t>’</w:t>
      </w:r>
      <w:r w:rsidRPr="007818BD">
        <w:t>elle était réservée à une destinée mystérieuse</w:t>
      </w:r>
      <w:r w:rsidR="00E8465A">
        <w:t xml:space="preserve">. </w:t>
      </w:r>
      <w:r w:rsidRPr="007818BD">
        <w:t>Elle se rapp</w:t>
      </w:r>
      <w:r w:rsidRPr="007818BD">
        <w:t>e</w:t>
      </w:r>
      <w:r w:rsidRPr="007818BD">
        <w:t>la que</w:t>
      </w:r>
      <w:r w:rsidR="00E8465A">
        <w:t xml:space="preserve">, </w:t>
      </w:r>
      <w:r w:rsidRPr="007818BD">
        <w:t>lorsqu</w:t>
      </w:r>
      <w:r w:rsidR="00E8465A">
        <w:t>’</w:t>
      </w:r>
      <w:r w:rsidRPr="007818BD">
        <w:t>elle lui eut fait cet aveu</w:t>
      </w:r>
      <w:r w:rsidR="00E8465A">
        <w:t xml:space="preserve">, </w:t>
      </w:r>
      <w:r w:rsidRPr="007818BD">
        <w:t>assise auprès de lui sur le bord des flots assoupis de la mer napolitaine</w:t>
      </w:r>
      <w:r w:rsidR="00E8465A">
        <w:t xml:space="preserve">, </w:t>
      </w:r>
      <w:r w:rsidRPr="007818BD">
        <w:t>lui aussi avait r</w:t>
      </w:r>
      <w:r w:rsidRPr="007818BD">
        <w:t>e</w:t>
      </w:r>
      <w:r w:rsidRPr="007818BD">
        <w:t>connu les mêmes pressentiments</w:t>
      </w:r>
      <w:r w:rsidR="00E8465A">
        <w:t xml:space="preserve">, </w:t>
      </w:r>
      <w:r w:rsidRPr="007818BD">
        <w:t>et qu</w:t>
      </w:r>
      <w:r w:rsidR="00E8465A">
        <w:t>’</w:t>
      </w:r>
      <w:r w:rsidRPr="007818BD">
        <w:t>une sympathie myst</w:t>
      </w:r>
      <w:r w:rsidRPr="007818BD">
        <w:t>é</w:t>
      </w:r>
      <w:r w:rsidRPr="007818BD">
        <w:t>rieuse avait semblé unir leurs destinées</w:t>
      </w:r>
      <w:r w:rsidR="00E8465A">
        <w:t xml:space="preserve">. </w:t>
      </w:r>
      <w:r w:rsidRPr="007818BD">
        <w:t>Elle se rappela surtout qu</w:t>
      </w:r>
      <w:r w:rsidR="00E8465A">
        <w:t>’</w:t>
      </w:r>
      <w:r w:rsidRPr="007818BD">
        <w:t>en comparant leurs pensées confuses</w:t>
      </w:r>
      <w:r w:rsidR="00E8465A">
        <w:t xml:space="preserve">, </w:t>
      </w:r>
      <w:r w:rsidRPr="007818BD">
        <w:t>ils étaient tous deux tombés d</w:t>
      </w:r>
      <w:r w:rsidR="00E8465A">
        <w:t>’</w:t>
      </w:r>
      <w:r w:rsidRPr="007818BD">
        <w:t>accord que c</w:t>
      </w:r>
      <w:r w:rsidR="00E8465A">
        <w:t>’</w:t>
      </w:r>
      <w:r w:rsidRPr="007818BD">
        <w:t xml:space="preserve">était dès leur première rencontre avec </w:t>
      </w:r>
      <w:proofErr w:type="spellStart"/>
      <w:r w:rsidRPr="007818BD">
        <w:t>Zanoni</w:t>
      </w:r>
      <w:proofErr w:type="spellEnd"/>
      <w:r w:rsidRPr="007818BD">
        <w:t xml:space="preserve"> que cet instinct prophétique avait parlé plus clairement à leurs cœurs</w:t>
      </w:r>
      <w:r w:rsidR="00E8465A">
        <w:t xml:space="preserve">, </w:t>
      </w:r>
      <w:r w:rsidRPr="007818BD">
        <w:t xml:space="preserve">et leur avait fait </w:t>
      </w:r>
      <w:r w:rsidRPr="007818BD">
        <w:lastRenderedPageBreak/>
        <w:t>comprendre qu</w:t>
      </w:r>
      <w:r w:rsidR="00E8465A">
        <w:t>’</w:t>
      </w:r>
      <w:r w:rsidRPr="007818BD">
        <w:t xml:space="preserve">à </w:t>
      </w:r>
      <w:proofErr w:type="spellStart"/>
      <w:r w:rsidRPr="007818BD">
        <w:t>Zanoni</w:t>
      </w:r>
      <w:proofErr w:type="spellEnd"/>
      <w:r w:rsidRPr="007818BD">
        <w:t xml:space="preserve"> se ra</w:t>
      </w:r>
      <w:r w:rsidRPr="007818BD">
        <w:t>t</w:t>
      </w:r>
      <w:r w:rsidRPr="007818BD">
        <w:t>tachait le secret impénétrable de leur vie</w:t>
      </w:r>
      <w:r w:rsidR="00E8465A">
        <w:t>.</w:t>
      </w:r>
    </w:p>
    <w:p w14:paraId="735C960B" w14:textId="77777777" w:rsidR="00E8465A" w:rsidRDefault="00E0544E" w:rsidP="00E0544E">
      <w:r w:rsidRPr="007818BD">
        <w:t xml:space="preserve">Et maintenant que Viola et </w:t>
      </w:r>
      <w:proofErr w:type="spellStart"/>
      <w:r w:rsidRPr="007818BD">
        <w:t>Glyndon</w:t>
      </w:r>
      <w:proofErr w:type="spellEnd"/>
      <w:r w:rsidRPr="007818BD">
        <w:t xml:space="preserve"> se trouvaient réunis</w:t>
      </w:r>
      <w:r w:rsidR="00E8465A">
        <w:t xml:space="preserve">, </w:t>
      </w:r>
      <w:r w:rsidRPr="007818BD">
        <w:t>les craintes de l</w:t>
      </w:r>
      <w:r w:rsidR="00E8465A">
        <w:t>’</w:t>
      </w:r>
      <w:r w:rsidRPr="007818BD">
        <w:t>enfance ainsi évoquées s</w:t>
      </w:r>
      <w:r w:rsidR="00E8465A">
        <w:t>’</w:t>
      </w:r>
      <w:r w:rsidRPr="007818BD">
        <w:t>éveillèrent de leur sommeil enchanté</w:t>
      </w:r>
      <w:r w:rsidR="00E8465A">
        <w:t xml:space="preserve">. </w:t>
      </w:r>
      <w:r w:rsidRPr="007818BD">
        <w:t xml:space="preserve">Elle sentit une sympathie pour les terreurs de </w:t>
      </w:r>
      <w:proofErr w:type="spellStart"/>
      <w:r w:rsidRPr="007818BD">
        <w:t>Glyndon</w:t>
      </w:r>
      <w:proofErr w:type="spellEnd"/>
      <w:r w:rsidR="00E8465A">
        <w:t xml:space="preserve">, </w:t>
      </w:r>
      <w:r w:rsidRPr="007818BD">
        <w:t>sympathie contre laquelle luttaient en vain sa ra</w:t>
      </w:r>
      <w:r w:rsidRPr="007818BD">
        <w:t>i</w:t>
      </w:r>
      <w:r w:rsidRPr="007818BD">
        <w:t>son et son amour</w:t>
      </w:r>
      <w:r w:rsidR="00E8465A">
        <w:t xml:space="preserve">. </w:t>
      </w:r>
      <w:r w:rsidRPr="007818BD">
        <w:t>Et pourtant</w:t>
      </w:r>
      <w:r w:rsidR="00E8465A">
        <w:t xml:space="preserve">, </w:t>
      </w:r>
      <w:r w:rsidRPr="007818BD">
        <w:t>quand ses yeux se reportaient sur son enfant</w:t>
      </w:r>
      <w:r w:rsidR="00E8465A">
        <w:t xml:space="preserve">, </w:t>
      </w:r>
      <w:r w:rsidRPr="007818BD">
        <w:t>ils rencontraient toujours ce regard ferme et s</w:t>
      </w:r>
      <w:r w:rsidRPr="007818BD">
        <w:t>é</w:t>
      </w:r>
      <w:r w:rsidRPr="007818BD">
        <w:t>rieux</w:t>
      </w:r>
      <w:r w:rsidR="00E8465A">
        <w:t xml:space="preserve"> ; </w:t>
      </w:r>
      <w:r w:rsidRPr="007818BD">
        <w:t>elle voyait s</w:t>
      </w:r>
      <w:r w:rsidR="00E8465A">
        <w:t>’</w:t>
      </w:r>
      <w:r w:rsidRPr="007818BD">
        <w:t>agiter ses lèvres qui semblaient vouloir pa</w:t>
      </w:r>
      <w:r w:rsidRPr="007818BD">
        <w:t>r</w:t>
      </w:r>
      <w:r w:rsidRPr="007818BD">
        <w:t>ler</w:t>
      </w:r>
      <w:r w:rsidR="00E8465A">
        <w:t xml:space="preserve">, </w:t>
      </w:r>
      <w:r w:rsidRPr="007818BD">
        <w:t>quoique la voix leur fît défaut</w:t>
      </w:r>
      <w:r w:rsidR="00E8465A">
        <w:t xml:space="preserve">. </w:t>
      </w:r>
      <w:r w:rsidRPr="007818BD">
        <w:t>L</w:t>
      </w:r>
      <w:r w:rsidR="00E8465A">
        <w:t>’</w:t>
      </w:r>
      <w:r w:rsidRPr="007818BD">
        <w:t>enfant ne voulait point dormir</w:t>
      </w:r>
      <w:r w:rsidR="00E8465A">
        <w:t xml:space="preserve">. </w:t>
      </w:r>
      <w:r w:rsidRPr="007818BD">
        <w:t>Chaque fois qu</w:t>
      </w:r>
      <w:r w:rsidR="00E8465A">
        <w:t>’</w:t>
      </w:r>
      <w:r w:rsidRPr="007818BD">
        <w:t>elle contemplait son visage</w:t>
      </w:r>
      <w:r w:rsidR="00E8465A">
        <w:t xml:space="preserve">, </w:t>
      </w:r>
      <w:r w:rsidRPr="007818BD">
        <w:t>toujours ce même regard</w:t>
      </w:r>
      <w:r w:rsidR="00E8465A">
        <w:t xml:space="preserve">, </w:t>
      </w:r>
      <w:r w:rsidRPr="007818BD">
        <w:t>ces mêmes yeux éveillés et vigilants</w:t>
      </w:r>
      <w:r w:rsidR="00E8465A">
        <w:t xml:space="preserve">, </w:t>
      </w:r>
      <w:r w:rsidRPr="007818BD">
        <w:t>dont la gr</w:t>
      </w:r>
      <w:r w:rsidRPr="007818BD">
        <w:t>a</w:t>
      </w:r>
      <w:r w:rsidRPr="007818BD">
        <w:t>vité était empreinte de tristesse</w:t>
      </w:r>
      <w:r w:rsidR="00E8465A">
        <w:t xml:space="preserve">, </w:t>
      </w:r>
      <w:r w:rsidRPr="007818BD">
        <w:t>de reproche</w:t>
      </w:r>
      <w:r w:rsidR="00E8465A">
        <w:t xml:space="preserve">, </w:t>
      </w:r>
      <w:r w:rsidRPr="007818BD">
        <w:t>d</w:t>
      </w:r>
      <w:r w:rsidR="00E8465A">
        <w:t>’</w:t>
      </w:r>
      <w:r w:rsidRPr="007818BD">
        <w:t>accusation</w:t>
      </w:r>
      <w:r w:rsidR="00E8465A">
        <w:t xml:space="preserve">. </w:t>
      </w:r>
      <w:r w:rsidRPr="007818BD">
        <w:t>E</w:t>
      </w:r>
      <w:r w:rsidRPr="007818BD">
        <w:t>l</w:t>
      </w:r>
      <w:r w:rsidRPr="007818BD">
        <w:t>le se sentait glacer par ce regard</w:t>
      </w:r>
      <w:r w:rsidR="00E8465A">
        <w:t xml:space="preserve">. </w:t>
      </w:r>
      <w:r w:rsidRPr="007818BD">
        <w:t>Incapable de supporter seule ce</w:t>
      </w:r>
      <w:r w:rsidRPr="007818BD">
        <w:t>t</w:t>
      </w:r>
      <w:r w:rsidRPr="007818BD">
        <w:t>te rupture violente de tous les sentiments qui avaient ju</w:t>
      </w:r>
      <w:r w:rsidRPr="007818BD">
        <w:t>s</w:t>
      </w:r>
      <w:r w:rsidRPr="007818BD">
        <w:t>qu</w:t>
      </w:r>
      <w:r w:rsidR="00E8465A">
        <w:t>’</w:t>
      </w:r>
      <w:r w:rsidRPr="007818BD">
        <w:t>alors composé sa vie</w:t>
      </w:r>
      <w:r w:rsidR="00E8465A">
        <w:t xml:space="preserve">, </w:t>
      </w:r>
      <w:r w:rsidRPr="007818BD">
        <w:t>elle prit le parti naturel à ceux de son pays et de sa foi</w:t>
      </w:r>
      <w:r w:rsidR="00E8465A">
        <w:t xml:space="preserve"> : </w:t>
      </w:r>
      <w:r w:rsidRPr="007818BD">
        <w:t>elle envoya chercher le prêtre qui la dirigeait ordinairement à Venise</w:t>
      </w:r>
      <w:r w:rsidR="00E8465A">
        <w:t xml:space="preserve">, </w:t>
      </w:r>
      <w:r w:rsidRPr="007818BD">
        <w:t>et lui confessa avec des sanglots pa</w:t>
      </w:r>
      <w:r w:rsidRPr="007818BD">
        <w:t>s</w:t>
      </w:r>
      <w:r w:rsidRPr="007818BD">
        <w:t>sionnés et avec une terreur profonde les doutes qui l</w:t>
      </w:r>
      <w:r w:rsidR="00E8465A">
        <w:t>’</w:t>
      </w:r>
      <w:r w:rsidRPr="007818BD">
        <w:t>avaient e</w:t>
      </w:r>
      <w:r w:rsidRPr="007818BD">
        <w:t>n</w:t>
      </w:r>
      <w:r w:rsidRPr="007818BD">
        <w:t>vahie</w:t>
      </w:r>
      <w:r w:rsidR="00E8465A">
        <w:t xml:space="preserve">. </w:t>
      </w:r>
      <w:r w:rsidRPr="007818BD">
        <w:t>Le bon père</w:t>
      </w:r>
      <w:r w:rsidR="00E8465A">
        <w:t xml:space="preserve">, </w:t>
      </w:r>
      <w:r w:rsidRPr="007818BD">
        <w:t>homme digne et pieux</w:t>
      </w:r>
      <w:r w:rsidR="00E8465A">
        <w:t xml:space="preserve">, </w:t>
      </w:r>
      <w:r w:rsidRPr="007818BD">
        <w:t>mais d</w:t>
      </w:r>
      <w:r w:rsidR="00E8465A">
        <w:t>’</w:t>
      </w:r>
      <w:r w:rsidRPr="007818BD">
        <w:t>une éduc</w:t>
      </w:r>
      <w:r w:rsidRPr="007818BD">
        <w:t>a</w:t>
      </w:r>
      <w:r w:rsidRPr="007818BD">
        <w:t>tion bornée et d</w:t>
      </w:r>
      <w:r w:rsidR="00E8465A">
        <w:t>’</w:t>
      </w:r>
      <w:r w:rsidRPr="007818BD">
        <w:t>un jugement plus étroit encore</w:t>
      </w:r>
      <w:r w:rsidR="00E8465A">
        <w:t xml:space="preserve">, </w:t>
      </w:r>
      <w:r w:rsidRPr="007818BD">
        <w:t>qui étendait</w:t>
      </w:r>
      <w:r w:rsidR="00E8465A">
        <w:t xml:space="preserve"> (</w:t>
      </w:r>
      <w:r w:rsidRPr="007818BD">
        <w:t>co</w:t>
      </w:r>
      <w:r w:rsidRPr="007818BD">
        <w:t>m</w:t>
      </w:r>
      <w:r w:rsidRPr="007818BD">
        <w:t>me le font volontiers encore les moins instruits des Italiens d</w:t>
      </w:r>
      <w:r w:rsidR="00E8465A">
        <w:t>’</w:t>
      </w:r>
      <w:r w:rsidRPr="007818BD">
        <w:t>aujourd</w:t>
      </w:r>
      <w:r w:rsidR="00E8465A">
        <w:t>’</w:t>
      </w:r>
      <w:r w:rsidRPr="007818BD">
        <w:t>hui</w:t>
      </w:r>
      <w:r w:rsidR="00E8465A">
        <w:t xml:space="preserve">) </w:t>
      </w:r>
      <w:r w:rsidRPr="007818BD">
        <w:t>la dénomination de sorciers jusqu</w:t>
      </w:r>
      <w:r w:rsidR="00E8465A">
        <w:t>’</w:t>
      </w:r>
      <w:r w:rsidRPr="007818BD">
        <w:t>aux simples poètes</w:t>
      </w:r>
      <w:r w:rsidR="00E8465A">
        <w:t xml:space="preserve">, </w:t>
      </w:r>
      <w:r w:rsidRPr="007818BD">
        <w:t>le bon père parut fermer sur le cœur de sa pén</w:t>
      </w:r>
      <w:r w:rsidRPr="007818BD">
        <w:t>i</w:t>
      </w:r>
      <w:r w:rsidRPr="007818BD">
        <w:t>tente les portes de l</w:t>
      </w:r>
      <w:r w:rsidR="00E8465A">
        <w:t>’</w:t>
      </w:r>
      <w:r w:rsidRPr="007818BD">
        <w:t>espérance</w:t>
      </w:r>
      <w:r w:rsidR="00E8465A">
        <w:t xml:space="preserve">. </w:t>
      </w:r>
      <w:r w:rsidRPr="007818BD">
        <w:t>Ses remontrances furent vives parce que sa terreur était réelle</w:t>
      </w:r>
      <w:r w:rsidR="00E8465A">
        <w:t xml:space="preserve">. </w:t>
      </w:r>
      <w:r w:rsidRPr="007818BD">
        <w:t>Il s</w:t>
      </w:r>
      <w:r w:rsidR="00E8465A">
        <w:t>’</w:t>
      </w:r>
      <w:r w:rsidRPr="007818BD">
        <w:t xml:space="preserve">unit à </w:t>
      </w:r>
      <w:proofErr w:type="spellStart"/>
      <w:r w:rsidRPr="007818BD">
        <w:t>Glyndon</w:t>
      </w:r>
      <w:proofErr w:type="spellEnd"/>
      <w:r w:rsidRPr="007818BD">
        <w:t xml:space="preserve"> pour lui enjoindre de fuir</w:t>
      </w:r>
      <w:r w:rsidR="00E8465A">
        <w:t xml:space="preserve">, </w:t>
      </w:r>
      <w:r w:rsidRPr="007818BD">
        <w:t>si elle sentait le moindre soupçon que la vie de son mari fût semblable à celle des savants que l</w:t>
      </w:r>
      <w:r w:rsidR="00E8465A">
        <w:t>’</w:t>
      </w:r>
      <w:r w:rsidRPr="007818BD">
        <w:t>Église romaine avait fait br</w:t>
      </w:r>
      <w:r w:rsidRPr="007818BD">
        <w:t>û</w:t>
      </w:r>
      <w:r w:rsidRPr="007818BD">
        <w:t>ler avec un zèle si bienveillant aux beaux jours de l</w:t>
      </w:r>
      <w:r w:rsidR="00E8465A">
        <w:t>’</w:t>
      </w:r>
      <w:r w:rsidRPr="007818BD">
        <w:t>Inquisition</w:t>
      </w:r>
      <w:r w:rsidR="00E8465A">
        <w:t xml:space="preserve">. </w:t>
      </w:r>
      <w:r w:rsidRPr="007818BD">
        <w:t>Le peu même que Viola pouvait dévoiler parut à l</w:t>
      </w:r>
      <w:r w:rsidR="00E8465A">
        <w:t>’</w:t>
      </w:r>
      <w:r w:rsidRPr="007818BD">
        <w:t xml:space="preserve">ascétisme ignorant du </w:t>
      </w:r>
      <w:r w:rsidRPr="007818BD">
        <w:rPr>
          <w:i/>
          <w:iCs/>
        </w:rPr>
        <w:t>Padre</w:t>
      </w:r>
      <w:r w:rsidRPr="007818BD">
        <w:t xml:space="preserve"> une preuve irréfragable de magie et de so</w:t>
      </w:r>
      <w:r w:rsidRPr="007818BD">
        <w:t>r</w:t>
      </w:r>
      <w:r w:rsidRPr="007818BD">
        <w:t>cellerie</w:t>
      </w:r>
      <w:r w:rsidR="00E8465A">
        <w:t xml:space="preserve"> : </w:t>
      </w:r>
      <w:r w:rsidRPr="007818BD">
        <w:t>il avait d</w:t>
      </w:r>
      <w:r w:rsidR="00E8465A">
        <w:t>’</w:t>
      </w:r>
      <w:r w:rsidRPr="007818BD">
        <w:t xml:space="preserve">ailleurs entendu quelques-unes des rumeurs qui </w:t>
      </w:r>
      <w:r w:rsidRPr="007818BD">
        <w:lastRenderedPageBreak/>
        <w:t xml:space="preserve">accompagnaient partout </w:t>
      </w:r>
      <w:proofErr w:type="spellStart"/>
      <w:r w:rsidRPr="007818BD">
        <w:t>Zanoni</w:t>
      </w:r>
      <w:proofErr w:type="spellEnd"/>
      <w:r w:rsidR="00E8465A">
        <w:t xml:space="preserve">, </w:t>
      </w:r>
      <w:r w:rsidRPr="007818BD">
        <w:t>et il était par conséquent disposé à tout interpréter dans le sens le plus défavorable</w:t>
      </w:r>
      <w:r w:rsidR="00E8465A">
        <w:t xml:space="preserve"> ; </w:t>
      </w:r>
      <w:r w:rsidRPr="007818BD">
        <w:t>le digne Bartolomeo n</w:t>
      </w:r>
      <w:r w:rsidR="00E8465A">
        <w:t>’</w:t>
      </w:r>
      <w:r w:rsidRPr="007818BD">
        <w:t>eût pas hésité à envoyer Watt au bûcher</w:t>
      </w:r>
      <w:r w:rsidR="00E8465A">
        <w:t xml:space="preserve">, </w:t>
      </w:r>
      <w:r w:rsidRPr="007818BD">
        <w:t>s</w:t>
      </w:r>
      <w:r w:rsidR="00E8465A">
        <w:t>’</w:t>
      </w:r>
      <w:r w:rsidRPr="007818BD">
        <w:t>il l</w:t>
      </w:r>
      <w:r w:rsidR="00E8465A">
        <w:t>’</w:t>
      </w:r>
      <w:r w:rsidRPr="007818BD">
        <w:t>eût entendu parler de la machine à vapeur</w:t>
      </w:r>
      <w:r w:rsidR="00E8465A">
        <w:t xml:space="preserve">. </w:t>
      </w:r>
      <w:r w:rsidRPr="007818BD">
        <w:t>Viola</w:t>
      </w:r>
      <w:r w:rsidR="00E8465A">
        <w:t xml:space="preserve">, </w:t>
      </w:r>
      <w:r w:rsidRPr="007818BD">
        <w:t>aussi peu instruite que son directeur</w:t>
      </w:r>
      <w:r w:rsidR="00E8465A">
        <w:t xml:space="preserve">, </w:t>
      </w:r>
      <w:r w:rsidRPr="007818BD">
        <w:t>fut épouvantée de son éloquence rude et véhémente</w:t>
      </w:r>
      <w:r w:rsidR="00E8465A">
        <w:t xml:space="preserve"> : </w:t>
      </w:r>
      <w:r w:rsidRPr="007818BD">
        <w:t>épouvantée parce que Bartolomeo</w:t>
      </w:r>
      <w:r w:rsidR="00E8465A">
        <w:t xml:space="preserve">, </w:t>
      </w:r>
      <w:r w:rsidRPr="007818BD">
        <w:t>avec ce</w:t>
      </w:r>
      <w:r w:rsidRPr="007818BD">
        <w:t>t</w:t>
      </w:r>
      <w:r w:rsidRPr="007818BD">
        <w:t>te pénétration que donne infailliblement aux prêtres cathol</w:t>
      </w:r>
      <w:r w:rsidRPr="007818BD">
        <w:t>i</w:t>
      </w:r>
      <w:r w:rsidRPr="007818BD">
        <w:t>ques</w:t>
      </w:r>
      <w:r w:rsidR="00E8465A">
        <w:t xml:space="preserve">, </w:t>
      </w:r>
      <w:r w:rsidRPr="007818BD">
        <w:t>quelque bornés qu</w:t>
      </w:r>
      <w:r w:rsidR="00E8465A">
        <w:t>’</w:t>
      </w:r>
      <w:r w:rsidRPr="007818BD">
        <w:t>ils soient d</w:t>
      </w:r>
      <w:r w:rsidR="00E8465A">
        <w:t>’</w:t>
      </w:r>
      <w:r w:rsidRPr="007818BD">
        <w:t>ailleurs</w:t>
      </w:r>
      <w:r w:rsidR="00E8465A">
        <w:t xml:space="preserve">, </w:t>
      </w:r>
      <w:r w:rsidRPr="007818BD">
        <w:t>l</w:t>
      </w:r>
      <w:r w:rsidR="00E8465A">
        <w:t>’</w:t>
      </w:r>
      <w:r w:rsidRPr="007818BD">
        <w:t>étude journalière des cœurs qui s</w:t>
      </w:r>
      <w:r w:rsidR="00E8465A">
        <w:t>’</w:t>
      </w:r>
      <w:r w:rsidRPr="007818BD">
        <w:t>ouvrent à eux</w:t>
      </w:r>
      <w:r w:rsidR="00E8465A">
        <w:t xml:space="preserve">, </w:t>
      </w:r>
      <w:r w:rsidRPr="007818BD">
        <w:t>lui parla de dangers moins grands pour elle que pour son enfant</w:t>
      </w:r>
      <w:r w:rsidR="00E8465A">
        <w:t>. « </w:t>
      </w:r>
      <w:r w:rsidRPr="007818BD">
        <w:t>Les sorciers</w:t>
      </w:r>
      <w:r w:rsidR="00E8465A">
        <w:t xml:space="preserve">, </w:t>
      </w:r>
      <w:r w:rsidRPr="007818BD">
        <w:t>dit-il</w:t>
      </w:r>
      <w:r w:rsidR="00E8465A">
        <w:t xml:space="preserve">, </w:t>
      </w:r>
      <w:r w:rsidRPr="007818BD">
        <w:t>ont de tout temps cherché à entraîner et à séduire les jeunes âmes</w:t>
      </w:r>
      <w:r w:rsidR="00E8465A">
        <w:t xml:space="preserve">, </w:t>
      </w:r>
      <w:r w:rsidRPr="007818BD">
        <w:t>les âmes des enfants</w:t>
      </w:r>
      <w:r w:rsidR="00E8465A">
        <w:t>. »</w:t>
      </w:r>
      <w:r w:rsidRPr="007818BD">
        <w:t xml:space="preserve"> Et là-dessus il entama une longue série de fables et de légendes dont il garantit l</w:t>
      </w:r>
      <w:r w:rsidR="00E8465A">
        <w:t>’</w:t>
      </w:r>
      <w:r w:rsidRPr="007818BD">
        <w:t>autorité historique</w:t>
      </w:r>
      <w:r w:rsidR="00E8465A">
        <w:t xml:space="preserve">. </w:t>
      </w:r>
      <w:r w:rsidRPr="007818BD">
        <w:t>Tout ce qui eût fait sourire une Anglaise effraya la tendre mais superstitieuse Napolitaine</w:t>
      </w:r>
      <w:r w:rsidR="00E8465A">
        <w:t xml:space="preserve"> ; </w:t>
      </w:r>
      <w:r w:rsidRPr="007818BD">
        <w:t>et quand le prêtre la quitta</w:t>
      </w:r>
      <w:r w:rsidR="00E8465A">
        <w:t xml:space="preserve">, </w:t>
      </w:r>
      <w:r w:rsidRPr="007818BD">
        <w:t>après lui avoir solennellement reproché l</w:t>
      </w:r>
      <w:r w:rsidR="00E8465A">
        <w:t>’</w:t>
      </w:r>
      <w:r w:rsidRPr="007818BD">
        <w:t>abandon de ses devoirs de mère</w:t>
      </w:r>
      <w:r w:rsidR="00E8465A">
        <w:t xml:space="preserve">, </w:t>
      </w:r>
      <w:r w:rsidRPr="007818BD">
        <w:t>si elle hésitait encore à fuir un séjour souillé par les pui</w:t>
      </w:r>
      <w:r w:rsidRPr="007818BD">
        <w:t>s</w:t>
      </w:r>
      <w:r w:rsidRPr="007818BD">
        <w:t>sances occultes et les pratiques diaboliques</w:t>
      </w:r>
      <w:r w:rsidR="00E8465A">
        <w:t xml:space="preserve">, </w:t>
      </w:r>
      <w:r w:rsidRPr="007818BD">
        <w:t>Viola</w:t>
      </w:r>
      <w:r w:rsidR="00E8465A">
        <w:t xml:space="preserve">, </w:t>
      </w:r>
      <w:r w:rsidRPr="007818BD">
        <w:t>toujours a</w:t>
      </w:r>
      <w:r w:rsidRPr="007818BD">
        <w:t>t</w:t>
      </w:r>
      <w:r w:rsidRPr="007818BD">
        <w:t>tachée à l</w:t>
      </w:r>
      <w:r w:rsidR="00E8465A">
        <w:t>’</w:t>
      </w:r>
      <w:r w:rsidRPr="007818BD">
        <w:t xml:space="preserve">image de </w:t>
      </w:r>
      <w:proofErr w:type="spellStart"/>
      <w:r w:rsidRPr="007818BD">
        <w:t>Zanoni</w:t>
      </w:r>
      <w:proofErr w:type="spellEnd"/>
      <w:r w:rsidR="00E8465A">
        <w:t xml:space="preserve">, </w:t>
      </w:r>
      <w:r w:rsidRPr="007818BD">
        <w:t>tomba dans une léthargie passive qui suspendit en elle l</w:t>
      </w:r>
      <w:r w:rsidR="00E8465A">
        <w:t>’</w:t>
      </w:r>
      <w:r w:rsidRPr="007818BD">
        <w:t>usage de la raison</w:t>
      </w:r>
      <w:r w:rsidR="00E8465A">
        <w:t xml:space="preserve">. </w:t>
      </w:r>
      <w:r w:rsidRPr="007818BD">
        <w:t>Les heures passèrent</w:t>
      </w:r>
      <w:r w:rsidR="00E8465A">
        <w:t xml:space="preserve"> ; </w:t>
      </w:r>
      <w:r w:rsidRPr="007818BD">
        <w:t>la nuit vint</w:t>
      </w:r>
      <w:r w:rsidR="00E8465A">
        <w:t xml:space="preserve"> ; </w:t>
      </w:r>
      <w:r w:rsidRPr="007818BD">
        <w:t>la maison fut plongée dans le silence</w:t>
      </w:r>
      <w:r w:rsidR="00E8465A">
        <w:t xml:space="preserve"> : </w:t>
      </w:r>
      <w:r w:rsidRPr="007818BD">
        <w:t>Viola</w:t>
      </w:r>
      <w:r w:rsidR="00E8465A">
        <w:t xml:space="preserve">, </w:t>
      </w:r>
      <w:r w:rsidRPr="007818BD">
        <w:t>gr</w:t>
      </w:r>
      <w:r w:rsidRPr="007818BD">
        <w:t>a</w:t>
      </w:r>
      <w:r w:rsidRPr="007818BD">
        <w:t>duellement éveillée de l</w:t>
      </w:r>
      <w:r w:rsidR="00E8465A">
        <w:t>’</w:t>
      </w:r>
      <w:r w:rsidRPr="007818BD">
        <w:t>engourdissement et de la torpeur qui avaient envahi ses facultés se retournait sur sa couche</w:t>
      </w:r>
      <w:r w:rsidR="00E8465A">
        <w:t xml:space="preserve">, </w:t>
      </w:r>
      <w:r w:rsidRPr="007818BD">
        <w:t>en proie au trouble et à l</w:t>
      </w:r>
      <w:r w:rsidR="00E8465A">
        <w:t>’</w:t>
      </w:r>
      <w:r w:rsidRPr="007818BD">
        <w:t>agitation de l</w:t>
      </w:r>
      <w:r w:rsidR="00E8465A">
        <w:t>’</w:t>
      </w:r>
      <w:r w:rsidRPr="007818BD">
        <w:t>insomnie</w:t>
      </w:r>
      <w:r w:rsidR="00E8465A">
        <w:t xml:space="preserve">. </w:t>
      </w:r>
      <w:r w:rsidRPr="007818BD">
        <w:t>La tranquillité lui d</w:t>
      </w:r>
      <w:r w:rsidRPr="007818BD">
        <w:t>e</w:t>
      </w:r>
      <w:r w:rsidRPr="007818BD">
        <w:t>vint i</w:t>
      </w:r>
      <w:r w:rsidRPr="007818BD">
        <w:t>n</w:t>
      </w:r>
      <w:r w:rsidRPr="007818BD">
        <w:t>supportable</w:t>
      </w:r>
      <w:r w:rsidR="00E8465A">
        <w:t xml:space="preserve">, </w:t>
      </w:r>
      <w:r w:rsidRPr="007818BD">
        <w:t>plus insupportable encore le son monotone qui seul troublait cette tranquillité</w:t>
      </w:r>
      <w:r w:rsidR="00E8465A">
        <w:t xml:space="preserve">, </w:t>
      </w:r>
      <w:r w:rsidRPr="007818BD">
        <w:t>la voix de l</w:t>
      </w:r>
      <w:r w:rsidR="00E8465A">
        <w:t>’</w:t>
      </w:r>
      <w:r w:rsidRPr="007818BD">
        <w:t>horloge com</w:t>
      </w:r>
      <w:r w:rsidRPr="007818BD">
        <w:t>p</w:t>
      </w:r>
      <w:r w:rsidRPr="007818BD">
        <w:t>tant moments par moments le glas funèbre des heures</w:t>
      </w:r>
      <w:r w:rsidR="00E8465A">
        <w:t xml:space="preserve">. </w:t>
      </w:r>
      <w:r w:rsidRPr="007818BD">
        <w:t>Les moments eux-mêmes parurent à la fin trouver une voix</w:t>
      </w:r>
      <w:r w:rsidR="00E8465A">
        <w:t xml:space="preserve">, </w:t>
      </w:r>
      <w:r w:rsidRPr="007818BD">
        <w:t>pre</w:t>
      </w:r>
      <w:r w:rsidRPr="007818BD">
        <w:t>n</w:t>
      </w:r>
      <w:r w:rsidRPr="007818BD">
        <w:t>dre une forme</w:t>
      </w:r>
      <w:r w:rsidR="00E8465A">
        <w:t xml:space="preserve">. </w:t>
      </w:r>
      <w:r w:rsidRPr="007818BD">
        <w:t>Il lui sembla les voir s</w:t>
      </w:r>
      <w:r w:rsidR="00E8465A">
        <w:t>’</w:t>
      </w:r>
      <w:r w:rsidRPr="007818BD">
        <w:t>élancer sous des traits fa</w:t>
      </w:r>
      <w:r w:rsidRPr="007818BD">
        <w:t>n</w:t>
      </w:r>
      <w:r w:rsidRPr="007818BD">
        <w:t>tastiques du sein des ténèbres</w:t>
      </w:r>
      <w:r w:rsidR="00E8465A">
        <w:t xml:space="preserve">, </w:t>
      </w:r>
      <w:r w:rsidRPr="007818BD">
        <w:t>et avant de retomber dans le sein de l</w:t>
      </w:r>
      <w:r w:rsidR="00E8465A">
        <w:t>’</w:t>
      </w:r>
      <w:r w:rsidRPr="007818BD">
        <w:t>Éternité qui devenait leur tombe</w:t>
      </w:r>
      <w:r w:rsidR="00E8465A">
        <w:t xml:space="preserve">, </w:t>
      </w:r>
      <w:r w:rsidRPr="007818BD">
        <w:t>elle crut entendre leurs voix faibles et voilées lui murmurer</w:t>
      </w:r>
      <w:r w:rsidR="00E8465A">
        <w:t> : « </w:t>
      </w:r>
      <w:r w:rsidRPr="007818BD">
        <w:t>Femme</w:t>
      </w:r>
      <w:r w:rsidR="00E8465A">
        <w:t xml:space="preserve">, </w:t>
      </w:r>
      <w:r w:rsidRPr="007818BD">
        <w:t xml:space="preserve">nous </w:t>
      </w:r>
      <w:r w:rsidRPr="007818BD">
        <w:lastRenderedPageBreak/>
        <w:t>annonçons à l</w:t>
      </w:r>
      <w:r w:rsidR="00E8465A">
        <w:t>’</w:t>
      </w:r>
      <w:r w:rsidRPr="007818BD">
        <w:t>Éternité tout ce qui se fait dans le temps</w:t>
      </w:r>
      <w:r w:rsidR="00E8465A">
        <w:t xml:space="preserve"> ! </w:t>
      </w:r>
      <w:r w:rsidRPr="007818BD">
        <w:t>que dirons-nous de toi</w:t>
      </w:r>
      <w:r w:rsidR="00E8465A">
        <w:t xml:space="preserve">, </w:t>
      </w:r>
      <w:r w:rsidRPr="007818BD">
        <w:t>gardienne d</w:t>
      </w:r>
      <w:r w:rsidR="00E8465A">
        <w:t>’</w:t>
      </w:r>
      <w:r w:rsidRPr="007818BD">
        <w:t>une âme à peine éclose</w:t>
      </w:r>
      <w:r w:rsidR="00E8465A">
        <w:t> ? »</w:t>
      </w:r>
      <w:r w:rsidRPr="007818BD">
        <w:t xml:space="preserve"> Elle sentit que son imagination était en proie à un délire partiel</w:t>
      </w:r>
      <w:r w:rsidR="00E8465A">
        <w:t xml:space="preserve">, </w:t>
      </w:r>
      <w:r w:rsidRPr="007818BD">
        <w:t>qu</w:t>
      </w:r>
      <w:r w:rsidR="00E8465A">
        <w:t>’</w:t>
      </w:r>
      <w:r w:rsidRPr="007818BD">
        <w:t>elle était entre la veille et le sommeil</w:t>
      </w:r>
      <w:r w:rsidR="00E8465A">
        <w:t xml:space="preserve">, </w:t>
      </w:r>
      <w:r w:rsidRPr="007818BD">
        <w:t>quand tout à coup une pensée unique domina toutes les autres</w:t>
      </w:r>
      <w:r w:rsidR="00E8465A">
        <w:t xml:space="preserve">. </w:t>
      </w:r>
      <w:r w:rsidRPr="007818BD">
        <w:t>La chambre que dans cette maison</w:t>
      </w:r>
      <w:r w:rsidR="00E8465A">
        <w:t xml:space="preserve">, </w:t>
      </w:r>
      <w:r w:rsidRPr="007818BD">
        <w:t>dans toutes les maisons qu</w:t>
      </w:r>
      <w:r w:rsidR="00E8465A">
        <w:t>’</w:t>
      </w:r>
      <w:r w:rsidRPr="007818BD">
        <w:t>ils avaient occupées</w:t>
      </w:r>
      <w:r w:rsidR="00E8465A">
        <w:t xml:space="preserve">, </w:t>
      </w:r>
      <w:r w:rsidRPr="007818BD">
        <w:t>même aux îles grecques</w:t>
      </w:r>
      <w:r w:rsidR="00E8465A">
        <w:t xml:space="preserve">, </w:t>
      </w:r>
      <w:proofErr w:type="spellStart"/>
      <w:r w:rsidRPr="007818BD">
        <w:t>Zanoni</w:t>
      </w:r>
      <w:proofErr w:type="spellEnd"/>
      <w:r w:rsidRPr="007818BD">
        <w:t xml:space="preserve"> avait réservée comme une solitude où nul ne devait pénétrer</w:t>
      </w:r>
      <w:r w:rsidR="00E8465A">
        <w:t xml:space="preserve">, </w:t>
      </w:r>
      <w:r w:rsidRPr="007818BD">
        <w:t>dont le seuil était interdit aux pas de Viola elle-même</w:t>
      </w:r>
      <w:r w:rsidR="00E8465A">
        <w:t xml:space="preserve">, </w:t>
      </w:r>
      <w:r w:rsidRPr="007818BD">
        <w:t>où jamais</w:t>
      </w:r>
      <w:r w:rsidR="00E8465A">
        <w:t xml:space="preserve">, </w:t>
      </w:r>
      <w:r w:rsidRPr="007818BD">
        <w:t>dans la douce sécurité de l</w:t>
      </w:r>
      <w:r w:rsidR="00E8465A">
        <w:t>’</w:t>
      </w:r>
      <w:r w:rsidRPr="007818BD">
        <w:t>amour heureux et confiant</w:t>
      </w:r>
      <w:r w:rsidR="00E8465A">
        <w:t xml:space="preserve">, </w:t>
      </w:r>
      <w:r w:rsidRPr="007818BD">
        <w:t>elle n</w:t>
      </w:r>
      <w:r w:rsidR="00E8465A">
        <w:t>’</w:t>
      </w:r>
      <w:r w:rsidRPr="007818BD">
        <w:t>avait jusque-là songé à pénétrer malgré ses o</w:t>
      </w:r>
      <w:r w:rsidRPr="007818BD">
        <w:t>r</w:t>
      </w:r>
      <w:r w:rsidRPr="007818BD">
        <w:t>dres</w:t>
      </w:r>
      <w:r w:rsidR="00E8465A">
        <w:t xml:space="preserve">, </w:t>
      </w:r>
      <w:r w:rsidRPr="007818BD">
        <w:t>cette chambre l</w:t>
      </w:r>
      <w:r w:rsidR="00E8465A">
        <w:t>’</w:t>
      </w:r>
      <w:r w:rsidRPr="007818BD">
        <w:t>attirait maintenant</w:t>
      </w:r>
      <w:r w:rsidR="00E8465A">
        <w:t xml:space="preserve">. </w:t>
      </w:r>
      <w:r w:rsidRPr="007818BD">
        <w:t>Là peut-être pourrait-elle trouver de quoi résoudre l</w:t>
      </w:r>
      <w:r w:rsidR="00E8465A">
        <w:t>’</w:t>
      </w:r>
      <w:r w:rsidRPr="007818BD">
        <w:t>énigme</w:t>
      </w:r>
      <w:r w:rsidR="00E8465A">
        <w:t xml:space="preserve">, </w:t>
      </w:r>
      <w:r w:rsidRPr="007818BD">
        <w:t>dissiper ou confirmer ses soupçons</w:t>
      </w:r>
      <w:r w:rsidR="00E8465A">
        <w:t xml:space="preserve"> ; </w:t>
      </w:r>
      <w:r w:rsidRPr="007818BD">
        <w:t>cette pensée grandit et s</w:t>
      </w:r>
      <w:r w:rsidR="00E8465A">
        <w:t>’</w:t>
      </w:r>
      <w:r w:rsidRPr="007818BD">
        <w:t>enracina profondément dans son âme</w:t>
      </w:r>
      <w:r w:rsidR="00E8465A">
        <w:t xml:space="preserve"> ; </w:t>
      </w:r>
      <w:r w:rsidRPr="007818BD">
        <w:t>elle étreignit Viola avec une force palpable et i</w:t>
      </w:r>
      <w:r w:rsidRPr="007818BD">
        <w:t>r</w:t>
      </w:r>
      <w:r w:rsidRPr="007818BD">
        <w:t>résistible</w:t>
      </w:r>
      <w:r w:rsidR="00E8465A">
        <w:t xml:space="preserve"> ; </w:t>
      </w:r>
      <w:r w:rsidRPr="007818BD">
        <w:t>elle sembla</w:t>
      </w:r>
      <w:r w:rsidR="00E8465A">
        <w:t xml:space="preserve">, </w:t>
      </w:r>
      <w:r w:rsidRPr="007818BD">
        <w:t>sans sa volonté</w:t>
      </w:r>
      <w:r w:rsidR="00E8465A">
        <w:t xml:space="preserve">, </w:t>
      </w:r>
      <w:r w:rsidRPr="007818BD">
        <w:t>mettre ses me</w:t>
      </w:r>
      <w:r w:rsidRPr="007818BD">
        <w:t>m</w:t>
      </w:r>
      <w:r w:rsidRPr="007818BD">
        <w:t>bres en mouvement</w:t>
      </w:r>
      <w:r w:rsidR="00E8465A">
        <w:t>.</w:t>
      </w:r>
    </w:p>
    <w:p w14:paraId="721EE56E" w14:textId="77777777" w:rsidR="00E8465A" w:rsidRDefault="00E0544E" w:rsidP="00E0544E">
      <w:pPr>
        <w:rPr>
          <w:i/>
        </w:rPr>
      </w:pPr>
      <w:r w:rsidRPr="007818BD">
        <w:t>Et maintenant tu quittes ta chambre</w:t>
      </w:r>
      <w:r w:rsidR="00E8465A">
        <w:t xml:space="preserve">, </w:t>
      </w:r>
      <w:r w:rsidRPr="007818BD">
        <w:t>tu longes les corr</w:t>
      </w:r>
      <w:r w:rsidRPr="007818BD">
        <w:t>i</w:t>
      </w:r>
      <w:r w:rsidRPr="007818BD">
        <w:t>dors</w:t>
      </w:r>
      <w:r w:rsidR="00E8465A">
        <w:t xml:space="preserve">, </w:t>
      </w:r>
      <w:r w:rsidRPr="007818BD">
        <w:t>tu passes</w:t>
      </w:r>
      <w:r w:rsidR="00E8465A">
        <w:t xml:space="preserve">, </w:t>
      </w:r>
      <w:r w:rsidRPr="007818BD">
        <w:t>forme charmante et silencieuse</w:t>
      </w:r>
      <w:r w:rsidR="00E8465A">
        <w:t xml:space="preserve">, </w:t>
      </w:r>
      <w:r w:rsidRPr="007818BD">
        <w:t>demi-éveillée</w:t>
      </w:r>
      <w:r w:rsidR="00E8465A">
        <w:t xml:space="preserve">, </w:t>
      </w:r>
      <w:r w:rsidRPr="007818BD">
        <w:t>demi-assoupie</w:t>
      </w:r>
      <w:r w:rsidR="00E8465A">
        <w:t xml:space="preserve">. </w:t>
      </w:r>
      <w:r w:rsidRPr="007818BD">
        <w:t>La lune t</w:t>
      </w:r>
      <w:r w:rsidR="00E8465A">
        <w:t>’</w:t>
      </w:r>
      <w:r w:rsidRPr="007818BD">
        <w:t>éclaire à mesure que tu glisses devant les fenêtres</w:t>
      </w:r>
      <w:r w:rsidR="00E8465A">
        <w:t xml:space="preserve">, </w:t>
      </w:r>
      <w:r w:rsidRPr="007818BD">
        <w:t>esprit errant sous ta robe blanche</w:t>
      </w:r>
      <w:r w:rsidR="00E8465A">
        <w:t xml:space="preserve"> ; </w:t>
      </w:r>
      <w:r w:rsidRPr="007818BD">
        <w:t>les bras croisés sur ton sein</w:t>
      </w:r>
      <w:r w:rsidR="00E8465A">
        <w:t xml:space="preserve">, </w:t>
      </w:r>
      <w:r w:rsidRPr="007818BD">
        <w:t>les yeux fixes et ouverts</w:t>
      </w:r>
      <w:r w:rsidR="00E8465A">
        <w:t xml:space="preserve">, </w:t>
      </w:r>
      <w:r w:rsidRPr="007818BD">
        <w:t>avec un pas calme</w:t>
      </w:r>
      <w:r w:rsidR="00E8465A">
        <w:t xml:space="preserve">, </w:t>
      </w:r>
      <w:r w:rsidRPr="007818BD">
        <w:t>ferme et mystérieux</w:t>
      </w:r>
      <w:r w:rsidR="00E8465A">
        <w:t xml:space="preserve">. </w:t>
      </w:r>
      <w:r w:rsidRPr="007818BD">
        <w:t>Mère</w:t>
      </w:r>
      <w:r w:rsidR="00E8465A">
        <w:t xml:space="preserve"> ! </w:t>
      </w:r>
      <w:r w:rsidRPr="007818BD">
        <w:t>c</w:t>
      </w:r>
      <w:r w:rsidR="00E8465A">
        <w:t>’</w:t>
      </w:r>
      <w:r w:rsidRPr="007818BD">
        <w:t>est ton enfant qui te guide</w:t>
      </w:r>
      <w:r w:rsidR="00E8465A">
        <w:t xml:space="preserve"> ! </w:t>
      </w:r>
      <w:r w:rsidRPr="007818BD">
        <w:t>Les m</w:t>
      </w:r>
      <w:r w:rsidRPr="007818BD">
        <w:t>o</w:t>
      </w:r>
      <w:r w:rsidRPr="007818BD">
        <w:t>ments fantastiques te précèdent</w:t>
      </w:r>
      <w:r w:rsidR="00E8465A">
        <w:t xml:space="preserve">. </w:t>
      </w:r>
      <w:r w:rsidRPr="007818BD">
        <w:t>Tu entends toujours le batt</w:t>
      </w:r>
      <w:r w:rsidRPr="007818BD">
        <w:t>e</w:t>
      </w:r>
      <w:r w:rsidRPr="007818BD">
        <w:t>ment</w:t>
      </w:r>
      <w:r>
        <w:t xml:space="preserve"> </w:t>
      </w:r>
      <w:r w:rsidRPr="007818BD">
        <w:t>régulier du temps qui marque l</w:t>
      </w:r>
      <w:r w:rsidR="00E8465A">
        <w:t>’</w:t>
      </w:r>
      <w:r w:rsidRPr="007818BD">
        <w:t>instant de leur mort</w:t>
      </w:r>
      <w:r w:rsidR="00E8465A">
        <w:t xml:space="preserve">. </w:t>
      </w:r>
      <w:r w:rsidRPr="007818BD">
        <w:t>Tu avances</w:t>
      </w:r>
      <w:r w:rsidR="00E8465A">
        <w:t xml:space="preserve"> : </w:t>
      </w:r>
      <w:r w:rsidRPr="007818BD">
        <w:t>tu avances</w:t>
      </w:r>
      <w:r w:rsidR="00E8465A">
        <w:t xml:space="preserve"> : </w:t>
      </w:r>
      <w:r w:rsidRPr="007818BD">
        <w:t>tu touches à la porte</w:t>
      </w:r>
      <w:r w:rsidR="00E8465A">
        <w:t xml:space="preserve">, </w:t>
      </w:r>
      <w:r w:rsidRPr="007818BD">
        <w:t>nul verrou ne t</w:t>
      </w:r>
      <w:r w:rsidR="00E8465A">
        <w:t>’</w:t>
      </w:r>
      <w:r w:rsidRPr="007818BD">
        <w:t>arrête</w:t>
      </w:r>
      <w:r w:rsidR="00E8465A">
        <w:t xml:space="preserve">, </w:t>
      </w:r>
      <w:r w:rsidRPr="007818BD">
        <w:t>nul charme magique ne te repousse</w:t>
      </w:r>
      <w:r w:rsidR="00E8465A">
        <w:t xml:space="preserve">. </w:t>
      </w:r>
      <w:r w:rsidRPr="007818BD">
        <w:t>Fille de la poussi</w:t>
      </w:r>
      <w:r w:rsidRPr="007818BD">
        <w:t>è</w:t>
      </w:r>
      <w:r w:rsidRPr="007818BD">
        <w:t>re</w:t>
      </w:r>
      <w:r w:rsidR="00E8465A">
        <w:t xml:space="preserve">, </w:t>
      </w:r>
      <w:r w:rsidRPr="007818BD">
        <w:t>te voilà seule avec la nuit dans la chambre où</w:t>
      </w:r>
      <w:r w:rsidR="00E8465A">
        <w:t xml:space="preserve">, </w:t>
      </w:r>
      <w:r w:rsidRPr="007818BD">
        <w:t>pâles et i</w:t>
      </w:r>
      <w:r w:rsidRPr="007818BD">
        <w:t>n</w:t>
      </w:r>
      <w:r w:rsidRPr="007818BD">
        <w:t>nombrables</w:t>
      </w:r>
      <w:r w:rsidR="00E8465A">
        <w:t xml:space="preserve">, </w:t>
      </w:r>
      <w:r w:rsidRPr="007818BD">
        <w:t>les habitants de l</w:t>
      </w:r>
      <w:r w:rsidR="00E8465A">
        <w:t>’</w:t>
      </w:r>
      <w:r w:rsidRPr="007818BD">
        <w:t xml:space="preserve">espace ont environné le </w:t>
      </w:r>
      <w:r w:rsidRPr="007818BD">
        <w:rPr>
          <w:i/>
          <w:iCs/>
        </w:rPr>
        <w:t>Voyant</w:t>
      </w:r>
      <w:r w:rsidR="00E8465A">
        <w:rPr>
          <w:i/>
          <w:iCs/>
        </w:rPr>
        <w:t> !</w:t>
      </w:r>
    </w:p>
    <w:p w14:paraId="5A700A87" w14:textId="77777777" w:rsidR="00E8465A" w:rsidRDefault="00E0544E" w:rsidP="00E8465A">
      <w:pPr>
        <w:pStyle w:val="Titre2"/>
        <w:pageBreakBefore/>
        <w:rPr>
          <w:lang w:val="en-US"/>
        </w:rPr>
      </w:pPr>
      <w:bookmarkStart w:id="67" w:name="_Toc199963116"/>
      <w:proofErr w:type="spellStart"/>
      <w:r w:rsidRPr="003564FB">
        <w:rPr>
          <w:lang w:val="en-US"/>
        </w:rPr>
        <w:lastRenderedPageBreak/>
        <w:t>CHAPITRE</w:t>
      </w:r>
      <w:proofErr w:type="spellEnd"/>
      <w:r w:rsidR="00E8465A">
        <w:rPr>
          <w:lang w:val="en-US"/>
        </w:rPr>
        <w:t xml:space="preserve"> </w:t>
      </w:r>
      <w:r w:rsidRPr="003564FB">
        <w:rPr>
          <w:lang w:val="en-US"/>
        </w:rPr>
        <w:t>VII</w:t>
      </w:r>
      <w:r w:rsidR="00E8465A">
        <w:rPr>
          <w:lang w:val="en-US"/>
        </w:rPr>
        <w:t>.</w:t>
      </w:r>
      <w:bookmarkEnd w:id="67"/>
    </w:p>
    <w:p w14:paraId="0DB29A3A" w14:textId="66475AB7" w:rsidR="00E0544E" w:rsidRPr="003564FB" w:rsidRDefault="00E0544E" w:rsidP="00E0544E">
      <w:pPr>
        <w:pStyle w:val="NormalRetraitGauche4XIndent0"/>
        <w:spacing w:before="0" w:after="0"/>
        <w:rPr>
          <w:rStyle w:val="Taille-1Caracteres"/>
          <w:lang w:val="en-US"/>
        </w:rPr>
      </w:pPr>
      <w:r w:rsidRPr="003564FB">
        <w:rPr>
          <w:rStyle w:val="Taille-1Caracteres"/>
          <w:lang w:val="en-US"/>
        </w:rPr>
        <w:t xml:space="preserve">Des </w:t>
      </w:r>
      <w:proofErr w:type="spellStart"/>
      <w:r w:rsidRPr="003564FB">
        <w:rPr>
          <w:rStyle w:val="Taille-1Caracteres"/>
          <w:lang w:val="en-US"/>
        </w:rPr>
        <w:t>Erdenlebens</w:t>
      </w:r>
      <w:proofErr w:type="spellEnd"/>
    </w:p>
    <w:p w14:paraId="66F7BF72" w14:textId="77777777" w:rsidR="00E8465A" w:rsidRDefault="00E0544E" w:rsidP="00E0544E">
      <w:pPr>
        <w:pStyle w:val="NormalRetraitGauche4XIndent0"/>
        <w:spacing w:before="0" w:after="0"/>
        <w:rPr>
          <w:rStyle w:val="Taille-1Caracteres"/>
          <w:lang w:val="en-US"/>
        </w:rPr>
      </w:pPr>
      <w:proofErr w:type="spellStart"/>
      <w:r w:rsidRPr="003564FB">
        <w:rPr>
          <w:rStyle w:val="Taille-1Caracteres"/>
          <w:lang w:val="en-US"/>
        </w:rPr>
        <w:t>Schweres</w:t>
      </w:r>
      <w:proofErr w:type="spellEnd"/>
      <w:r w:rsidRPr="003564FB">
        <w:rPr>
          <w:rStyle w:val="Taille-1Caracteres"/>
          <w:lang w:val="en-US"/>
        </w:rPr>
        <w:t xml:space="preserve"> </w:t>
      </w:r>
      <w:proofErr w:type="spellStart"/>
      <w:r w:rsidRPr="003564FB">
        <w:rPr>
          <w:rStyle w:val="Taille-1Caracteres"/>
          <w:lang w:val="en-US"/>
        </w:rPr>
        <w:t>Traumbild</w:t>
      </w:r>
      <w:proofErr w:type="spellEnd"/>
      <w:r w:rsidRPr="003564FB">
        <w:rPr>
          <w:rStyle w:val="Taille-1Caracteres"/>
          <w:lang w:val="en-US"/>
        </w:rPr>
        <w:t xml:space="preserve"> </w:t>
      </w:r>
      <w:proofErr w:type="spellStart"/>
      <w:r w:rsidRPr="003564FB">
        <w:rPr>
          <w:rStyle w:val="Taille-1Caracteres"/>
          <w:lang w:val="en-US"/>
        </w:rPr>
        <w:t>sinkt</w:t>
      </w:r>
      <w:proofErr w:type="spellEnd"/>
      <w:r w:rsidRPr="003564FB">
        <w:rPr>
          <w:rStyle w:val="Taille-1Caracteres"/>
          <w:lang w:val="en-US"/>
        </w:rPr>
        <w:t xml:space="preserve"> und </w:t>
      </w:r>
      <w:proofErr w:type="spellStart"/>
      <w:r w:rsidRPr="003564FB">
        <w:rPr>
          <w:rStyle w:val="Taille-1Caracteres"/>
          <w:lang w:val="en-US"/>
        </w:rPr>
        <w:t>sinkt</w:t>
      </w:r>
      <w:proofErr w:type="spellEnd"/>
      <w:r w:rsidRPr="003564FB">
        <w:rPr>
          <w:rStyle w:val="Taille-1Caracteres"/>
          <w:lang w:val="en-US"/>
        </w:rPr>
        <w:t xml:space="preserve"> und </w:t>
      </w:r>
      <w:proofErr w:type="spellStart"/>
      <w:r w:rsidRPr="003564FB">
        <w:rPr>
          <w:rStyle w:val="Taille-1Caracteres"/>
          <w:lang w:val="en-US"/>
        </w:rPr>
        <w:t>sinkt</w:t>
      </w:r>
      <w:proofErr w:type="spellEnd"/>
      <w:r w:rsidRPr="007818BD">
        <w:rPr>
          <w:rStyle w:val="Appelnotedebasdep"/>
          <w:szCs w:val="28"/>
        </w:rPr>
        <w:footnoteReference w:id="52"/>
      </w:r>
      <w:r w:rsidR="00E8465A">
        <w:rPr>
          <w:rStyle w:val="Taille-1Caracteres"/>
          <w:lang w:val="en-US"/>
        </w:rPr>
        <w:t>.</w:t>
      </w:r>
    </w:p>
    <w:p w14:paraId="3093764F" w14:textId="0EF84EE7" w:rsidR="00E8465A" w:rsidRDefault="00E8465A" w:rsidP="00E0544E">
      <w:pPr>
        <w:jc w:val="right"/>
        <w:rPr>
          <w:rStyle w:val="Taille-1Caracteres"/>
          <w:lang w:val="en-US"/>
        </w:rPr>
      </w:pPr>
      <w:r>
        <w:rPr>
          <w:rStyle w:val="Taille-1Caracteres"/>
          <w:lang w:val="en-US"/>
        </w:rPr>
        <w:t>(</w:t>
      </w:r>
      <w:r w:rsidR="00E0544E" w:rsidRPr="003564FB">
        <w:rPr>
          <w:rStyle w:val="Taille-1Caracteres"/>
          <w:i/>
          <w:lang w:val="en-US"/>
        </w:rPr>
        <w:t>Das Ideal und das Leben</w:t>
      </w:r>
      <w:r>
        <w:rPr>
          <w:rStyle w:val="Taille-1Caracteres"/>
          <w:lang w:val="en-US"/>
        </w:rPr>
        <w:t>.)</w:t>
      </w:r>
    </w:p>
    <w:p w14:paraId="29D14DCA" w14:textId="77777777" w:rsidR="00E8465A" w:rsidRDefault="00E0544E" w:rsidP="00E0544E">
      <w:r w:rsidRPr="007818BD">
        <w:t>Elle était dans la chambre</w:t>
      </w:r>
      <w:r w:rsidR="00E8465A">
        <w:t xml:space="preserve"> : </w:t>
      </w:r>
      <w:r w:rsidRPr="007818BD">
        <w:t>elle regarda autour d</w:t>
      </w:r>
      <w:r w:rsidR="00E8465A">
        <w:t>’</w:t>
      </w:r>
      <w:r w:rsidRPr="007818BD">
        <w:t>elle</w:t>
      </w:r>
      <w:r w:rsidR="00E8465A">
        <w:t xml:space="preserve"> ; </w:t>
      </w:r>
      <w:r w:rsidRPr="007818BD">
        <w:t>nuls indices ne se montraient qui pussent révéler à un Inquisiteur l</w:t>
      </w:r>
      <w:r w:rsidR="00E8465A">
        <w:t>’</w:t>
      </w:r>
      <w:r w:rsidRPr="007818BD">
        <w:t>adepte de l</w:t>
      </w:r>
      <w:r w:rsidR="00E8465A">
        <w:t>’</w:t>
      </w:r>
      <w:r w:rsidRPr="007818BD">
        <w:t>art magique</w:t>
      </w:r>
      <w:r w:rsidR="00E8465A">
        <w:t xml:space="preserve">. </w:t>
      </w:r>
      <w:r w:rsidRPr="007818BD">
        <w:t>Ni creuset</w:t>
      </w:r>
      <w:r w:rsidR="00E8465A">
        <w:t xml:space="preserve">, </w:t>
      </w:r>
      <w:r w:rsidRPr="007818BD">
        <w:t>ni chaudières</w:t>
      </w:r>
      <w:r w:rsidR="00E8465A">
        <w:t xml:space="preserve">, </w:t>
      </w:r>
      <w:r w:rsidRPr="007818BD">
        <w:t>ni volumes reliés en airain</w:t>
      </w:r>
      <w:r w:rsidR="00E8465A">
        <w:t xml:space="preserve">, </w:t>
      </w:r>
      <w:r w:rsidRPr="007818BD">
        <w:t>ni ceintures aux chiffres cabalistiques</w:t>
      </w:r>
      <w:r w:rsidR="00E8465A">
        <w:t xml:space="preserve">, </w:t>
      </w:r>
      <w:r w:rsidRPr="007818BD">
        <w:t>ni cr</w:t>
      </w:r>
      <w:r w:rsidRPr="007818BD">
        <w:t>â</w:t>
      </w:r>
      <w:r w:rsidRPr="007818BD">
        <w:t>nes</w:t>
      </w:r>
      <w:r w:rsidR="00E8465A">
        <w:t xml:space="preserve">, </w:t>
      </w:r>
      <w:r w:rsidRPr="007818BD">
        <w:t>ni ossements</w:t>
      </w:r>
      <w:r w:rsidR="00E8465A">
        <w:t xml:space="preserve">. </w:t>
      </w:r>
      <w:r w:rsidRPr="007818BD">
        <w:t>Calme et sereine</w:t>
      </w:r>
      <w:r w:rsidR="00E8465A">
        <w:t xml:space="preserve">, </w:t>
      </w:r>
      <w:r w:rsidRPr="007818BD">
        <w:t>la clarté de la lune inondait la chambre vide et ses blanches murailles</w:t>
      </w:r>
      <w:r w:rsidR="00E8465A">
        <w:t xml:space="preserve">. </w:t>
      </w:r>
      <w:r w:rsidRPr="007818BD">
        <w:t>Quelques paquets de plantes flétries</w:t>
      </w:r>
      <w:r w:rsidR="00E8465A">
        <w:t xml:space="preserve">, </w:t>
      </w:r>
      <w:r w:rsidRPr="007818BD">
        <w:t>quelques vases de bro</w:t>
      </w:r>
      <w:r w:rsidRPr="007818BD">
        <w:t>n</w:t>
      </w:r>
      <w:r w:rsidRPr="007818BD">
        <w:t>ze à formes antiques</w:t>
      </w:r>
      <w:r w:rsidR="00E8465A">
        <w:t xml:space="preserve">, </w:t>
      </w:r>
      <w:r w:rsidRPr="007818BD">
        <w:t>placés négligemment sur des escabeaux</w:t>
      </w:r>
      <w:r w:rsidR="00E8465A">
        <w:t xml:space="preserve">, </w:t>
      </w:r>
      <w:r w:rsidRPr="007818BD">
        <w:t>voilà tout ce qui</w:t>
      </w:r>
      <w:r w:rsidR="00E8465A">
        <w:t xml:space="preserve">, </w:t>
      </w:r>
      <w:r w:rsidRPr="007818BD">
        <w:t>à l</w:t>
      </w:r>
      <w:r w:rsidR="00E8465A">
        <w:t>’</w:t>
      </w:r>
      <w:r w:rsidRPr="007818BD">
        <w:t>œil du curieux</w:t>
      </w:r>
      <w:r w:rsidR="00E8465A">
        <w:t xml:space="preserve">, </w:t>
      </w:r>
      <w:r w:rsidRPr="007818BD">
        <w:t>pouvait révéler les occupations du maître absent</w:t>
      </w:r>
      <w:r w:rsidR="00E8465A">
        <w:t xml:space="preserve">. </w:t>
      </w:r>
      <w:r w:rsidRPr="007818BD">
        <w:t>La magie</w:t>
      </w:r>
      <w:r w:rsidR="00E8465A">
        <w:t xml:space="preserve">, </w:t>
      </w:r>
      <w:r w:rsidRPr="007818BD">
        <w:t>si elle existait</w:t>
      </w:r>
      <w:r w:rsidR="00E8465A">
        <w:t xml:space="preserve">, </w:t>
      </w:r>
      <w:r w:rsidRPr="007818BD">
        <w:t>était tout entière dans le magicien</w:t>
      </w:r>
      <w:r w:rsidR="00E8465A">
        <w:t xml:space="preserve">, </w:t>
      </w:r>
      <w:r w:rsidRPr="007818BD">
        <w:t>et les matériaux</w:t>
      </w:r>
      <w:r w:rsidR="00E8465A">
        <w:t xml:space="preserve"> ; </w:t>
      </w:r>
      <w:r w:rsidRPr="007818BD">
        <w:t>pour tout autre n</w:t>
      </w:r>
      <w:r w:rsidR="00E8465A">
        <w:t>’</w:t>
      </w:r>
      <w:r w:rsidRPr="007818BD">
        <w:t>étaient que des plantes et du bronze</w:t>
      </w:r>
      <w:r w:rsidR="00E8465A">
        <w:t xml:space="preserve">. </w:t>
      </w:r>
      <w:r w:rsidRPr="007818BD">
        <w:t>Ainsi en est-il toujours de tes œuvres et de tes mervei</w:t>
      </w:r>
      <w:r w:rsidRPr="007818BD">
        <w:t>l</w:t>
      </w:r>
      <w:r w:rsidRPr="007818BD">
        <w:t>les</w:t>
      </w:r>
      <w:r w:rsidR="00E8465A">
        <w:t xml:space="preserve">, </w:t>
      </w:r>
      <w:r w:rsidRPr="007818BD">
        <w:t>ô Génie</w:t>
      </w:r>
      <w:r w:rsidR="00E8465A">
        <w:t xml:space="preserve">, </w:t>
      </w:r>
      <w:r w:rsidRPr="007818BD">
        <w:t>divin enchanteur</w:t>
      </w:r>
      <w:r w:rsidR="00E8465A">
        <w:t xml:space="preserve"> ! </w:t>
      </w:r>
      <w:r w:rsidRPr="007818BD">
        <w:t>La parole est la commune pr</w:t>
      </w:r>
      <w:r w:rsidRPr="007818BD">
        <w:t>o</w:t>
      </w:r>
      <w:r w:rsidRPr="007818BD">
        <w:t>priété de tous</w:t>
      </w:r>
      <w:r w:rsidR="00E8465A">
        <w:t xml:space="preserve">, </w:t>
      </w:r>
      <w:r w:rsidRPr="007818BD">
        <w:t>et pourtant avec la parole</w:t>
      </w:r>
      <w:r w:rsidR="00E8465A">
        <w:t xml:space="preserve">, </w:t>
      </w:r>
      <w:r w:rsidRPr="007818BD">
        <w:t>architecte de mon</w:t>
      </w:r>
      <w:r w:rsidRPr="007818BD">
        <w:t>u</w:t>
      </w:r>
      <w:r w:rsidRPr="007818BD">
        <w:t>ments immortels</w:t>
      </w:r>
      <w:r w:rsidR="00E8465A">
        <w:t xml:space="preserve">, </w:t>
      </w:r>
      <w:r w:rsidRPr="007818BD">
        <w:t>tu élèves des temples qui survivront aux p</w:t>
      </w:r>
      <w:r w:rsidRPr="007818BD">
        <w:t>y</w:t>
      </w:r>
      <w:r w:rsidRPr="007818BD">
        <w:t>ramides</w:t>
      </w:r>
      <w:r w:rsidR="00E8465A">
        <w:t xml:space="preserve"> ; </w:t>
      </w:r>
      <w:r w:rsidRPr="007818BD">
        <w:t xml:space="preserve">et la feuille périssable du papyrus devient un </w:t>
      </w:r>
      <w:proofErr w:type="spellStart"/>
      <w:r w:rsidRPr="007818BD">
        <w:rPr>
          <w:i/>
          <w:iCs/>
        </w:rPr>
        <w:t>Shinar</w:t>
      </w:r>
      <w:proofErr w:type="spellEnd"/>
      <w:r w:rsidRPr="007818BD">
        <w:t xml:space="preserve"> aux tours imp</w:t>
      </w:r>
      <w:r w:rsidRPr="007818BD">
        <w:t>o</w:t>
      </w:r>
      <w:r w:rsidRPr="007818BD">
        <w:t>santes</w:t>
      </w:r>
      <w:r w:rsidR="00E8465A">
        <w:t xml:space="preserve">, </w:t>
      </w:r>
      <w:r w:rsidRPr="007818BD">
        <w:t>que le déluge des siècles battra en vain de ses flots</w:t>
      </w:r>
      <w:r w:rsidR="00E8465A">
        <w:t> !</w:t>
      </w:r>
    </w:p>
    <w:p w14:paraId="2AAB40DE" w14:textId="77777777" w:rsidR="00E8465A" w:rsidRDefault="00E0544E" w:rsidP="00E0544E">
      <w:r w:rsidRPr="007818BD">
        <w:t>Mais dans cette solitude ne reste-t-il aucun vestige</w:t>
      </w:r>
      <w:r w:rsidR="00E8465A">
        <w:t xml:space="preserve">, </w:t>
      </w:r>
      <w:r w:rsidRPr="007818BD">
        <w:t>aucune influence des merveilles qui y ont été opérées</w:t>
      </w:r>
      <w:r w:rsidR="00E8465A">
        <w:t xml:space="preserve"> ? </w:t>
      </w:r>
      <w:r w:rsidRPr="007818BD">
        <w:t>Il semblerait qu</w:t>
      </w:r>
      <w:r w:rsidR="00E8465A">
        <w:t>’</w:t>
      </w:r>
      <w:r w:rsidRPr="007818BD">
        <w:t>il en demeurât quelque chose</w:t>
      </w:r>
      <w:r w:rsidR="00E8465A">
        <w:t xml:space="preserve">, </w:t>
      </w:r>
      <w:r w:rsidRPr="007818BD">
        <w:t xml:space="preserve">car Viola ne fut pas </w:t>
      </w:r>
      <w:r w:rsidRPr="007818BD">
        <w:lastRenderedPageBreak/>
        <w:t>longtemps dans la chambre avant de sentir que je ne sais quel mystérieux changement s</w:t>
      </w:r>
      <w:r w:rsidR="00E8465A">
        <w:t>’</w:t>
      </w:r>
      <w:r w:rsidRPr="007818BD">
        <w:t>opérait en elle</w:t>
      </w:r>
      <w:r w:rsidR="00E8465A">
        <w:t xml:space="preserve">. </w:t>
      </w:r>
      <w:r w:rsidRPr="007818BD">
        <w:t>Son sang circula rapidement et avec une sensation dél</w:t>
      </w:r>
      <w:r w:rsidRPr="007818BD">
        <w:t>i</w:t>
      </w:r>
      <w:r w:rsidRPr="007818BD">
        <w:t>cieuse dans tous ses membres</w:t>
      </w:r>
      <w:r w:rsidR="00E8465A">
        <w:t xml:space="preserve"> ; </w:t>
      </w:r>
      <w:r w:rsidRPr="007818BD">
        <w:t>il lui sembla que des chaînes tombaient de son corps</w:t>
      </w:r>
      <w:r w:rsidR="00E8465A">
        <w:t xml:space="preserve">, </w:t>
      </w:r>
      <w:r w:rsidRPr="007818BD">
        <w:t>et que des nu</w:t>
      </w:r>
      <w:r w:rsidRPr="007818BD">
        <w:t>a</w:t>
      </w:r>
      <w:r w:rsidRPr="007818BD">
        <w:t>ges se dissipaient les uns après les autres et ouvraient à ses yeux une perspective sans bornes</w:t>
      </w:r>
      <w:r w:rsidR="00E8465A">
        <w:t xml:space="preserve">. </w:t>
      </w:r>
      <w:r w:rsidRPr="007818BD">
        <w:t>Toutes les pensées confuses qui avaient passé dans son délire se concentrèrent en un désir i</w:t>
      </w:r>
      <w:r w:rsidRPr="007818BD">
        <w:t>n</w:t>
      </w:r>
      <w:r w:rsidRPr="007818BD">
        <w:t>terne de voir l</w:t>
      </w:r>
      <w:r w:rsidR="00E8465A">
        <w:t>’</w:t>
      </w:r>
      <w:r w:rsidRPr="007818BD">
        <w:t>absent</w:t>
      </w:r>
      <w:r w:rsidR="00E8465A">
        <w:t xml:space="preserve">, </w:t>
      </w:r>
      <w:r w:rsidRPr="007818BD">
        <w:t>d</w:t>
      </w:r>
      <w:r w:rsidR="00E8465A">
        <w:t>’</w:t>
      </w:r>
      <w:r w:rsidRPr="007818BD">
        <w:t>être auprès de lui</w:t>
      </w:r>
      <w:r w:rsidR="00E8465A">
        <w:t xml:space="preserve">. </w:t>
      </w:r>
      <w:r w:rsidRPr="007818BD">
        <w:t>Les m</w:t>
      </w:r>
      <w:r w:rsidRPr="007818BD">
        <w:t>o</w:t>
      </w:r>
      <w:r w:rsidRPr="007818BD">
        <w:t>nades qui composent l</w:t>
      </w:r>
      <w:r w:rsidR="00E8465A">
        <w:t>’</w:t>
      </w:r>
      <w:r w:rsidRPr="007818BD">
        <w:t>espace et l</w:t>
      </w:r>
      <w:r w:rsidR="00E8465A">
        <w:t>’</w:t>
      </w:r>
      <w:r w:rsidRPr="007818BD">
        <w:t>air semblèrent chargées d</w:t>
      </w:r>
      <w:r w:rsidR="00E8465A">
        <w:t>’</w:t>
      </w:r>
      <w:r w:rsidRPr="007818BD">
        <w:t xml:space="preserve">une attraction spirituelle et devenir un </w:t>
      </w:r>
      <w:r w:rsidRPr="007818BD">
        <w:rPr>
          <w:i/>
          <w:iCs/>
        </w:rPr>
        <w:t>milieu</w:t>
      </w:r>
      <w:r w:rsidRPr="007818BD">
        <w:t xml:space="preserve"> par lequel son âme pouvait se détacher de son argile et entrer en communication avec l</w:t>
      </w:r>
      <w:r w:rsidR="00E8465A">
        <w:t>’</w:t>
      </w:r>
      <w:r w:rsidRPr="007818BD">
        <w:t>esprit vers lequel la poussait un inexprimable désir</w:t>
      </w:r>
      <w:r w:rsidR="00E8465A">
        <w:t xml:space="preserve">. </w:t>
      </w:r>
      <w:r w:rsidRPr="007818BD">
        <w:t>Une défai</w:t>
      </w:r>
      <w:r w:rsidRPr="007818BD">
        <w:t>l</w:t>
      </w:r>
      <w:r w:rsidRPr="007818BD">
        <w:t>lance la saisit</w:t>
      </w:r>
      <w:r w:rsidR="00E8465A">
        <w:t xml:space="preserve"> ; </w:t>
      </w:r>
      <w:r w:rsidRPr="007818BD">
        <w:t>elle gagna en trébuchant le banc sur lequel étaient placés les vases et les plantes</w:t>
      </w:r>
      <w:r w:rsidR="00E8465A">
        <w:t xml:space="preserve">, </w:t>
      </w:r>
      <w:r w:rsidRPr="007818BD">
        <w:t>et en se penchant elle aperçut dans un des vases un petit flacon de cristal</w:t>
      </w:r>
      <w:r w:rsidR="00E8465A">
        <w:t xml:space="preserve">. </w:t>
      </w:r>
      <w:r w:rsidRPr="007818BD">
        <w:t>Par une impulsion mécan</w:t>
      </w:r>
      <w:r w:rsidRPr="007818BD">
        <w:t>i</w:t>
      </w:r>
      <w:r w:rsidRPr="007818BD">
        <w:t>que et involontaire</w:t>
      </w:r>
      <w:r w:rsidR="00E8465A">
        <w:t xml:space="preserve">, </w:t>
      </w:r>
      <w:r w:rsidRPr="007818BD">
        <w:t>sa main saisit le flacon</w:t>
      </w:r>
      <w:r w:rsidR="00E8465A">
        <w:t xml:space="preserve">, </w:t>
      </w:r>
      <w:r w:rsidRPr="007818BD">
        <w:t>elle l</w:t>
      </w:r>
      <w:r w:rsidR="00E8465A">
        <w:t>’</w:t>
      </w:r>
      <w:r w:rsidRPr="007818BD">
        <w:t>ouvrit</w:t>
      </w:r>
      <w:r w:rsidR="00E8465A">
        <w:t xml:space="preserve"> ; </w:t>
      </w:r>
      <w:r w:rsidRPr="007818BD">
        <w:t>l</w:t>
      </w:r>
      <w:r w:rsidR="00E8465A">
        <w:t>’</w:t>
      </w:r>
      <w:r w:rsidRPr="007818BD">
        <w:t>essence volatile qu</w:t>
      </w:r>
      <w:r w:rsidR="00E8465A">
        <w:t>’</w:t>
      </w:r>
      <w:r w:rsidRPr="007818BD">
        <w:t>il contenait se dégagea en étincelles et r</w:t>
      </w:r>
      <w:r w:rsidRPr="007818BD">
        <w:t>é</w:t>
      </w:r>
      <w:r w:rsidRPr="007818BD">
        <w:t>pandit dans la chambre un parfum puissant et délicieux</w:t>
      </w:r>
      <w:r w:rsidR="00E8465A">
        <w:t xml:space="preserve">. </w:t>
      </w:r>
      <w:r w:rsidRPr="007818BD">
        <w:t>Elle aspira l</w:t>
      </w:r>
      <w:r w:rsidR="00E8465A">
        <w:t>’</w:t>
      </w:r>
      <w:r w:rsidRPr="007818BD">
        <w:t>arôme</w:t>
      </w:r>
      <w:r w:rsidR="00E8465A">
        <w:t xml:space="preserve">, </w:t>
      </w:r>
      <w:r w:rsidRPr="007818BD">
        <w:t>elle baigna ses tempes de la l</w:t>
      </w:r>
      <w:r w:rsidRPr="007818BD">
        <w:t>i</w:t>
      </w:r>
      <w:r w:rsidRPr="007818BD">
        <w:t>queur</w:t>
      </w:r>
      <w:r w:rsidR="00E8465A">
        <w:t xml:space="preserve">, </w:t>
      </w:r>
      <w:r w:rsidRPr="007818BD">
        <w:t>et tout à coup</w:t>
      </w:r>
      <w:r w:rsidR="00E8465A">
        <w:t xml:space="preserve">, </w:t>
      </w:r>
      <w:r w:rsidRPr="007818BD">
        <w:t>de cette défaillance qu</w:t>
      </w:r>
      <w:r w:rsidR="00E8465A">
        <w:t>’</w:t>
      </w:r>
      <w:r w:rsidRPr="007818BD">
        <w:t>elle venait d</w:t>
      </w:r>
      <w:r w:rsidR="00E8465A">
        <w:t>’</w:t>
      </w:r>
      <w:r w:rsidRPr="007818BD">
        <w:t>éprouver</w:t>
      </w:r>
      <w:r w:rsidR="00E8465A">
        <w:t xml:space="preserve">, </w:t>
      </w:r>
      <w:r w:rsidRPr="007818BD">
        <w:t>la Vie se</w:t>
      </w:r>
      <w:r w:rsidRPr="007818BD">
        <w:t>m</w:t>
      </w:r>
      <w:r w:rsidRPr="007818BD">
        <w:t>bla jaillir</w:t>
      </w:r>
      <w:r w:rsidR="00E8465A">
        <w:t xml:space="preserve">, </w:t>
      </w:r>
      <w:r w:rsidRPr="007818BD">
        <w:t>s</w:t>
      </w:r>
      <w:r w:rsidR="00E8465A">
        <w:t>’</w:t>
      </w:r>
      <w:r w:rsidRPr="007818BD">
        <w:t>élancer</w:t>
      </w:r>
      <w:r w:rsidR="00E8465A">
        <w:t xml:space="preserve">, </w:t>
      </w:r>
      <w:r w:rsidRPr="007818BD">
        <w:t>s</w:t>
      </w:r>
      <w:r w:rsidR="00E8465A">
        <w:t>’</w:t>
      </w:r>
      <w:r w:rsidRPr="007818BD">
        <w:t>envoler</w:t>
      </w:r>
      <w:r w:rsidR="00E8465A">
        <w:t xml:space="preserve">, </w:t>
      </w:r>
      <w:r w:rsidRPr="007818BD">
        <w:t>planer</w:t>
      </w:r>
      <w:r w:rsidR="00E8465A">
        <w:t xml:space="preserve">, </w:t>
      </w:r>
      <w:r w:rsidRPr="007818BD">
        <w:t>se dilater</w:t>
      </w:r>
      <w:r w:rsidR="00E8465A">
        <w:t xml:space="preserve">, </w:t>
      </w:r>
      <w:r w:rsidRPr="007818BD">
        <w:t>comme sur les ailes d</w:t>
      </w:r>
      <w:r w:rsidR="00E8465A">
        <w:t>’</w:t>
      </w:r>
      <w:r w:rsidRPr="007818BD">
        <w:t>un oiseau</w:t>
      </w:r>
      <w:r w:rsidR="00E8465A">
        <w:t>.</w:t>
      </w:r>
    </w:p>
    <w:p w14:paraId="01B376F7" w14:textId="77777777" w:rsidR="00E8465A" w:rsidRDefault="00E0544E" w:rsidP="00E0544E">
      <w:r w:rsidRPr="007818BD">
        <w:t>La chambre disparut à ses yeux</w:t>
      </w:r>
      <w:r w:rsidR="00E8465A">
        <w:t xml:space="preserve">. </w:t>
      </w:r>
      <w:r w:rsidRPr="007818BD">
        <w:t>Loin</w:t>
      </w:r>
      <w:r w:rsidR="00E8465A">
        <w:t xml:space="preserve">, </w:t>
      </w:r>
      <w:r w:rsidRPr="007818BD">
        <w:t>bien loin à travers la terre</w:t>
      </w:r>
      <w:r w:rsidR="00E8465A">
        <w:t xml:space="preserve">, </w:t>
      </w:r>
      <w:proofErr w:type="spellStart"/>
      <w:r w:rsidRPr="007818BD">
        <w:t>par delà</w:t>
      </w:r>
      <w:proofErr w:type="spellEnd"/>
      <w:r w:rsidRPr="007818BD">
        <w:t xml:space="preserve"> les mers</w:t>
      </w:r>
      <w:r w:rsidR="00E8465A">
        <w:t xml:space="preserve">, </w:t>
      </w:r>
      <w:proofErr w:type="spellStart"/>
      <w:r w:rsidRPr="007818BD">
        <w:t>par delà</w:t>
      </w:r>
      <w:proofErr w:type="spellEnd"/>
      <w:r w:rsidRPr="007818BD">
        <w:t xml:space="preserve"> l</w:t>
      </w:r>
      <w:r w:rsidR="00E8465A">
        <w:t>’</w:t>
      </w:r>
      <w:r w:rsidRPr="007818BD">
        <w:t>espace</w:t>
      </w:r>
      <w:r w:rsidR="00E8465A">
        <w:t xml:space="preserve">, </w:t>
      </w:r>
      <w:r w:rsidRPr="007818BD">
        <w:t>l</w:t>
      </w:r>
      <w:r w:rsidR="00E8465A">
        <w:t>’</w:t>
      </w:r>
      <w:r w:rsidRPr="007818BD">
        <w:t>âme affranchie s</w:t>
      </w:r>
      <w:r w:rsidR="00E8465A">
        <w:t>’</w:t>
      </w:r>
      <w:r w:rsidRPr="007818BD">
        <w:t>envole sur</w:t>
      </w:r>
      <w:r>
        <w:t xml:space="preserve"> </w:t>
      </w:r>
      <w:r w:rsidRPr="007818BD">
        <w:t>l</w:t>
      </w:r>
      <w:r w:rsidR="00E8465A">
        <w:t>’</w:t>
      </w:r>
      <w:r w:rsidRPr="007818BD">
        <w:t>aile impétueuse du désir</w:t>
      </w:r>
      <w:r w:rsidR="00E8465A">
        <w:t> !</w:t>
      </w:r>
    </w:p>
    <w:p w14:paraId="3C8A55F6" w14:textId="77777777" w:rsidR="00E8465A" w:rsidRDefault="00E0544E" w:rsidP="00E0544E">
      <w:r w:rsidRPr="007818BD">
        <w:t>Sur un sol qui n</w:t>
      </w:r>
      <w:r w:rsidR="00E8465A">
        <w:t>’</w:t>
      </w:r>
      <w:r w:rsidRPr="007818BD">
        <w:t>était pas le sol de ce monde</w:t>
      </w:r>
      <w:r w:rsidR="00E8465A">
        <w:t xml:space="preserve">, </w:t>
      </w:r>
      <w:r w:rsidRPr="007818BD">
        <w:t>se tenaient les formes des fils de la science</w:t>
      </w:r>
      <w:r w:rsidR="00E8465A">
        <w:t xml:space="preserve"> ; </w:t>
      </w:r>
      <w:r w:rsidRPr="007818BD">
        <w:t>ils étaient là sur un monde e</w:t>
      </w:r>
      <w:r w:rsidRPr="007818BD">
        <w:t>m</w:t>
      </w:r>
      <w:r w:rsidRPr="007818BD">
        <w:t>bryonnaire</w:t>
      </w:r>
      <w:r w:rsidR="00E8465A">
        <w:t xml:space="preserve">, </w:t>
      </w:r>
      <w:r w:rsidRPr="007818BD">
        <w:t>sur une masse de matière inerte</w:t>
      </w:r>
      <w:r w:rsidR="00E8465A">
        <w:t xml:space="preserve">, </w:t>
      </w:r>
      <w:r w:rsidRPr="007818BD">
        <w:t>informe</w:t>
      </w:r>
      <w:r w:rsidR="00E8465A">
        <w:t xml:space="preserve">, </w:t>
      </w:r>
      <w:r w:rsidRPr="007818BD">
        <w:t>indécise</w:t>
      </w:r>
      <w:r w:rsidR="00E8465A">
        <w:t xml:space="preserve">, </w:t>
      </w:r>
      <w:r w:rsidRPr="007818BD">
        <w:t>une de ces nébuleuses que les soleils des systèmes infinis proje</w:t>
      </w:r>
      <w:r w:rsidRPr="007818BD">
        <w:t>t</w:t>
      </w:r>
      <w:r w:rsidRPr="007818BD">
        <w:t>tent loin d</w:t>
      </w:r>
      <w:r w:rsidR="00E8465A">
        <w:t>’</w:t>
      </w:r>
      <w:r w:rsidRPr="007818BD">
        <w:t>eux dans leurs révolutions autour du trône du Cré</w:t>
      </w:r>
      <w:r w:rsidRPr="007818BD">
        <w:t>a</w:t>
      </w:r>
      <w:r w:rsidRPr="007818BD">
        <w:t>teur</w:t>
      </w:r>
      <w:r w:rsidR="00E8465A">
        <w:t xml:space="preserve">, </w:t>
      </w:r>
      <w:r w:rsidRPr="007818BD">
        <w:t>pour devenir à leur tour</w:t>
      </w:r>
      <w:r>
        <w:t xml:space="preserve"> </w:t>
      </w:r>
      <w:r w:rsidRPr="007818BD">
        <w:t xml:space="preserve">des mondes </w:t>
      </w:r>
      <w:r w:rsidRPr="007818BD">
        <w:lastRenderedPageBreak/>
        <w:t>nouveaux de symétrie et de gloire</w:t>
      </w:r>
      <w:r w:rsidR="00E8465A">
        <w:t xml:space="preserve">, </w:t>
      </w:r>
      <w:r w:rsidRPr="007818BD">
        <w:t>des planètes</w:t>
      </w:r>
      <w:r w:rsidR="00E8465A">
        <w:t xml:space="preserve">, </w:t>
      </w:r>
      <w:r w:rsidRPr="007818BD">
        <w:t>des soleils qui</w:t>
      </w:r>
      <w:r w:rsidR="00E8465A">
        <w:t xml:space="preserve">, </w:t>
      </w:r>
      <w:r w:rsidRPr="007818BD">
        <w:t>pendant des séries i</w:t>
      </w:r>
      <w:r w:rsidRPr="007818BD">
        <w:t>n</w:t>
      </w:r>
      <w:r w:rsidRPr="007818BD">
        <w:t>finies de siècles</w:t>
      </w:r>
      <w:r w:rsidR="00E8465A">
        <w:t xml:space="preserve">, </w:t>
      </w:r>
      <w:r w:rsidRPr="007818BD">
        <w:t>multiplieront leurs races brillantes</w:t>
      </w:r>
      <w:r w:rsidR="00E8465A">
        <w:t xml:space="preserve">, </w:t>
      </w:r>
      <w:r w:rsidRPr="007818BD">
        <w:t>et ser</w:t>
      </w:r>
      <w:r>
        <w:t>on</w:t>
      </w:r>
      <w:r w:rsidRPr="007818BD">
        <w:t>t les ancêtres des soleils et des planètes encore à venir</w:t>
      </w:r>
      <w:r w:rsidR="00E8465A">
        <w:t>.</w:t>
      </w:r>
    </w:p>
    <w:p w14:paraId="7197DBD4" w14:textId="4691EFCD" w:rsidR="00E8465A" w:rsidRDefault="00E0544E" w:rsidP="00E0544E">
      <w:r w:rsidRPr="007818BD">
        <w:t>Là</w:t>
      </w:r>
      <w:r w:rsidR="00E8465A">
        <w:t xml:space="preserve">, </w:t>
      </w:r>
      <w:r w:rsidRPr="007818BD">
        <w:t>dans cette solitude énorme d</w:t>
      </w:r>
      <w:r w:rsidR="00E8465A">
        <w:t>’</w:t>
      </w:r>
      <w:r w:rsidRPr="007818BD">
        <w:t>un monde enfant que des milliers et des milliers d</w:t>
      </w:r>
      <w:r w:rsidR="00E8465A">
        <w:t>’</w:t>
      </w:r>
      <w:r w:rsidRPr="007818BD">
        <w:t>années peuvent seules fixer dans sa forme définitive</w:t>
      </w:r>
      <w:r w:rsidR="00E8465A">
        <w:t xml:space="preserve">, </w:t>
      </w:r>
      <w:r w:rsidRPr="007818BD">
        <w:t>l</w:t>
      </w:r>
      <w:r w:rsidR="00E8465A">
        <w:t>’</w:t>
      </w:r>
      <w:r w:rsidRPr="007818BD">
        <w:t xml:space="preserve">esprit de Viola aperçut la forme de </w:t>
      </w:r>
      <w:proofErr w:type="spellStart"/>
      <w:r w:rsidRPr="007818BD">
        <w:t>Zanoni</w:t>
      </w:r>
      <w:proofErr w:type="spellEnd"/>
      <w:r w:rsidRPr="007818BD">
        <w:t xml:space="preserve"> ou plutôt la ressemblance</w:t>
      </w:r>
      <w:r w:rsidR="00E8465A">
        <w:t xml:space="preserve">, </w:t>
      </w:r>
      <w:r w:rsidRPr="007818BD">
        <w:t>le simulacre lémurien de sa forme</w:t>
      </w:r>
      <w:r w:rsidR="00E8465A">
        <w:t xml:space="preserve">, </w:t>
      </w:r>
      <w:r w:rsidRPr="007818BD">
        <w:t>et non pas sa substance humaine et corporelle</w:t>
      </w:r>
      <w:r w:rsidR="00E8465A">
        <w:t xml:space="preserve"> ; </w:t>
      </w:r>
      <w:r w:rsidRPr="007818BD">
        <w:t>comme si l</w:t>
      </w:r>
      <w:r w:rsidR="00E8465A">
        <w:t>’</w:t>
      </w:r>
      <w:r w:rsidRPr="007818BD">
        <w:t xml:space="preserve">intelligence de </w:t>
      </w:r>
      <w:proofErr w:type="spellStart"/>
      <w:r w:rsidRPr="007818BD">
        <w:t>Zanoni</w:t>
      </w:r>
      <w:proofErr w:type="spellEnd"/>
      <w:r w:rsidRPr="007818BD">
        <w:t xml:space="preserve"> s</w:t>
      </w:r>
      <w:r w:rsidR="00E8465A">
        <w:t>’</w:t>
      </w:r>
      <w:r w:rsidRPr="007818BD">
        <w:t>était</w:t>
      </w:r>
      <w:r w:rsidR="00E8465A">
        <w:t xml:space="preserve">, </w:t>
      </w:r>
      <w:r w:rsidRPr="007818BD">
        <w:t>avec la sienne</w:t>
      </w:r>
      <w:r w:rsidR="00E8465A">
        <w:t xml:space="preserve">, </w:t>
      </w:r>
      <w:r w:rsidRPr="007818BD">
        <w:t>séparée de son argile</w:t>
      </w:r>
      <w:r w:rsidR="00E8465A">
        <w:t xml:space="preserve">, </w:t>
      </w:r>
      <w:r w:rsidRPr="007818BD">
        <w:t>et</w:t>
      </w:r>
      <w:r w:rsidR="00E8465A">
        <w:t xml:space="preserve">, </w:t>
      </w:r>
      <w:r w:rsidRPr="007818BD">
        <w:t>semblable au soleil</w:t>
      </w:r>
      <w:r w:rsidR="00E8465A">
        <w:t xml:space="preserve">, </w:t>
      </w:r>
      <w:r w:rsidRPr="007818BD">
        <w:t>dans sa révolution brillante</w:t>
      </w:r>
      <w:r w:rsidR="00E8465A">
        <w:t xml:space="preserve">, </w:t>
      </w:r>
      <w:r w:rsidRPr="007818BD">
        <w:t>avait relégué aux limites extrêmes de l</w:t>
      </w:r>
      <w:r w:rsidR="00E8465A">
        <w:t>’</w:t>
      </w:r>
      <w:r w:rsidRPr="007818BD">
        <w:t>espace l</w:t>
      </w:r>
      <w:r w:rsidR="00E8465A">
        <w:t>’</w:t>
      </w:r>
      <w:r w:rsidRPr="007818BD">
        <w:t>image nébuleuse de lui-même</w:t>
      </w:r>
      <w:r w:rsidR="00E8465A">
        <w:t xml:space="preserve"> ; </w:t>
      </w:r>
      <w:r w:rsidRPr="007818BD">
        <w:t>ainsi</w:t>
      </w:r>
      <w:r w:rsidR="00E8465A">
        <w:t xml:space="preserve">, </w:t>
      </w:r>
      <w:r w:rsidRPr="007818BD">
        <w:t>la créature terrestre</w:t>
      </w:r>
      <w:r w:rsidR="00E8465A">
        <w:t xml:space="preserve">, </w:t>
      </w:r>
      <w:r w:rsidRPr="007818BD">
        <w:t>dans l</w:t>
      </w:r>
      <w:r w:rsidR="00E8465A">
        <w:t>’</w:t>
      </w:r>
      <w:r w:rsidRPr="007818BD">
        <w:t>action de son él</w:t>
      </w:r>
      <w:r w:rsidRPr="007818BD">
        <w:t>é</w:t>
      </w:r>
      <w:r w:rsidRPr="007818BD">
        <w:t>ment le plus lumineux et le plus durable</w:t>
      </w:r>
      <w:r w:rsidR="00E8465A">
        <w:t xml:space="preserve">, </w:t>
      </w:r>
      <w:r w:rsidRPr="007818BD">
        <w:t>avait déposé sa forme et l</w:t>
      </w:r>
      <w:r w:rsidR="00E8465A">
        <w:t>’</w:t>
      </w:r>
      <w:r w:rsidRPr="007818BD">
        <w:t>avait donnée à ce fils du ciel nouvellement né</w:t>
      </w:r>
      <w:r w:rsidR="00E8465A">
        <w:t xml:space="preserve">. </w:t>
      </w:r>
      <w:r w:rsidRPr="007818BD">
        <w:t>Auprès de lui se tenait debout un autre fantôme</w:t>
      </w:r>
      <w:r w:rsidR="00E8465A">
        <w:t xml:space="preserve">, </w:t>
      </w:r>
      <w:r w:rsidRPr="007818BD">
        <w:t xml:space="preserve">le fantôme de </w:t>
      </w:r>
      <w:proofErr w:type="spellStart"/>
      <w:r w:rsidRPr="007818BD">
        <w:t>Mejnour</w:t>
      </w:r>
      <w:proofErr w:type="spellEnd"/>
      <w:r w:rsidR="00E8465A">
        <w:t xml:space="preserve">. </w:t>
      </w:r>
      <w:r w:rsidRPr="007818BD">
        <w:t>Dans le chaos gigantesque qui les environnait</w:t>
      </w:r>
      <w:r w:rsidR="00E8465A">
        <w:t xml:space="preserve">, </w:t>
      </w:r>
      <w:r w:rsidRPr="007818BD">
        <w:t>luttaient</w:t>
      </w:r>
      <w:r w:rsidR="00E8465A">
        <w:t xml:space="preserve">, </w:t>
      </w:r>
      <w:r w:rsidRPr="007818BD">
        <w:t>décha</w:t>
      </w:r>
      <w:r w:rsidRPr="007818BD">
        <w:t>î</w:t>
      </w:r>
      <w:r w:rsidRPr="007818BD">
        <w:t>nés les éléments vivifiants</w:t>
      </w:r>
      <w:r w:rsidR="00E8465A">
        <w:t xml:space="preserve">, </w:t>
      </w:r>
      <w:r w:rsidRPr="007818BD">
        <w:t>l</w:t>
      </w:r>
      <w:r w:rsidR="00E8465A">
        <w:t>’</w:t>
      </w:r>
      <w:r w:rsidRPr="007818BD">
        <w:t>eau</w:t>
      </w:r>
      <w:r w:rsidR="00E8465A">
        <w:t xml:space="preserve">, </w:t>
      </w:r>
      <w:r w:rsidRPr="007818BD">
        <w:t>le feu</w:t>
      </w:r>
      <w:r w:rsidR="00E8465A">
        <w:t xml:space="preserve">, </w:t>
      </w:r>
      <w:r w:rsidRPr="007818BD">
        <w:t>les ténèbres</w:t>
      </w:r>
      <w:r w:rsidR="00E8465A">
        <w:t xml:space="preserve">, </w:t>
      </w:r>
      <w:r w:rsidRPr="007818BD">
        <w:t>l</w:t>
      </w:r>
      <w:r w:rsidR="00E8465A">
        <w:t>’</w:t>
      </w:r>
      <w:r w:rsidRPr="007818BD">
        <w:t>obscurité tous en guerre entre eux</w:t>
      </w:r>
      <w:r w:rsidR="00E8465A">
        <w:t xml:space="preserve"> ; </w:t>
      </w:r>
      <w:r w:rsidRPr="007818BD">
        <w:t>les vapeurs</w:t>
      </w:r>
      <w:r w:rsidR="00E8465A">
        <w:t xml:space="preserve">, </w:t>
      </w:r>
      <w:r w:rsidRPr="007818BD">
        <w:t>les nuages se condensant en montagnes</w:t>
      </w:r>
      <w:r w:rsidR="00E8465A">
        <w:t xml:space="preserve">, </w:t>
      </w:r>
      <w:r w:rsidRPr="007818BD">
        <w:t>et le souffle de la vie passant sur tout comme une immuable splendeur</w:t>
      </w:r>
      <w:r w:rsidR="00E8465A">
        <w:t>.</w:t>
      </w:r>
    </w:p>
    <w:p w14:paraId="50026B5D" w14:textId="77777777" w:rsidR="00E8465A" w:rsidRDefault="00E0544E" w:rsidP="00E0544E">
      <w:r w:rsidRPr="007818BD">
        <w:t>La visionnaire regarda en frémissant et s</w:t>
      </w:r>
      <w:r w:rsidR="00E8465A">
        <w:t>’</w:t>
      </w:r>
      <w:r w:rsidRPr="007818BD">
        <w:t>aperçut que</w:t>
      </w:r>
      <w:r w:rsidR="00E8465A">
        <w:t xml:space="preserve">, </w:t>
      </w:r>
      <w:r w:rsidRPr="007818BD">
        <w:t>m</w:t>
      </w:r>
      <w:r w:rsidRPr="007818BD">
        <w:t>ê</w:t>
      </w:r>
      <w:r w:rsidRPr="007818BD">
        <w:t>me là</w:t>
      </w:r>
      <w:r w:rsidR="00E8465A">
        <w:t xml:space="preserve">, </w:t>
      </w:r>
      <w:r w:rsidRPr="007818BD">
        <w:t>les deux fantômes humains n</w:t>
      </w:r>
      <w:r w:rsidR="00E8465A">
        <w:t>’</w:t>
      </w:r>
      <w:r w:rsidRPr="007818BD">
        <w:t>étaient pas seuls</w:t>
      </w:r>
      <w:r w:rsidR="00E8465A">
        <w:t xml:space="preserve"> ; </w:t>
      </w:r>
      <w:r w:rsidRPr="007818BD">
        <w:t>des fo</w:t>
      </w:r>
      <w:r w:rsidRPr="007818BD">
        <w:t>r</w:t>
      </w:r>
      <w:r w:rsidRPr="007818BD">
        <w:t>mes indécises que le chaos désordonné pouvait seul engendrer</w:t>
      </w:r>
      <w:r w:rsidR="00E8465A">
        <w:t xml:space="preserve"> ; </w:t>
      </w:r>
      <w:r w:rsidRPr="007818BD">
        <w:t>la première race des reptiles immenses qui se tordent et ra</w:t>
      </w:r>
      <w:r w:rsidRPr="007818BD">
        <w:t>m</w:t>
      </w:r>
      <w:r w:rsidRPr="007818BD">
        <w:t>pent à travers la première couche d</w:t>
      </w:r>
      <w:r w:rsidR="00E8465A">
        <w:t>’</w:t>
      </w:r>
      <w:r w:rsidRPr="007818BD">
        <w:t>un monde qui cherche à éclore à la vie</w:t>
      </w:r>
      <w:r w:rsidR="00E8465A">
        <w:t xml:space="preserve">, </w:t>
      </w:r>
      <w:r w:rsidRPr="007818BD">
        <w:t>se blottissaient dans la matière limoneuse ou tr</w:t>
      </w:r>
      <w:r w:rsidRPr="007818BD">
        <w:t>a</w:t>
      </w:r>
      <w:r w:rsidRPr="007818BD">
        <w:t>versaient d</w:t>
      </w:r>
      <w:r w:rsidR="00E8465A">
        <w:t>’</w:t>
      </w:r>
      <w:r w:rsidRPr="007818BD">
        <w:t>un vol lourd et silencieux les épaisses vapeurs de cette atmosphère</w:t>
      </w:r>
      <w:r w:rsidR="00E8465A">
        <w:t xml:space="preserve"> ; </w:t>
      </w:r>
      <w:r w:rsidRPr="007818BD">
        <w:t>mais ce n</w:t>
      </w:r>
      <w:r w:rsidR="00E8465A">
        <w:t>’</w:t>
      </w:r>
      <w:r w:rsidRPr="007818BD">
        <w:t>est pas là ce que semblaient che</w:t>
      </w:r>
      <w:r w:rsidRPr="007818BD">
        <w:t>r</w:t>
      </w:r>
      <w:r w:rsidRPr="007818BD">
        <w:t>cher les deux personnages</w:t>
      </w:r>
      <w:r w:rsidR="00E8465A">
        <w:t xml:space="preserve"> : </w:t>
      </w:r>
      <w:r w:rsidRPr="007818BD">
        <w:t>leur regard était fixé sur un objet qui occupait le point le plus reculé de l</w:t>
      </w:r>
      <w:r w:rsidR="00E8465A">
        <w:t>’</w:t>
      </w:r>
      <w:r w:rsidRPr="007818BD">
        <w:t>espace</w:t>
      </w:r>
      <w:r w:rsidR="00E8465A">
        <w:t xml:space="preserve">. </w:t>
      </w:r>
      <w:r w:rsidRPr="007818BD">
        <w:lastRenderedPageBreak/>
        <w:t>Avec les yeux de l</w:t>
      </w:r>
      <w:r w:rsidR="00E8465A">
        <w:t>’</w:t>
      </w:r>
      <w:r w:rsidRPr="007818BD">
        <w:t>âme</w:t>
      </w:r>
      <w:r w:rsidR="00E8465A">
        <w:t xml:space="preserve">, </w:t>
      </w:r>
      <w:r w:rsidRPr="007818BD">
        <w:t>Viola suivit les leurs sous l</w:t>
      </w:r>
      <w:r w:rsidR="00E8465A">
        <w:t>’</w:t>
      </w:r>
      <w:r w:rsidRPr="007818BD">
        <w:t>impression d</w:t>
      </w:r>
      <w:r w:rsidR="00E8465A">
        <w:t>’</w:t>
      </w:r>
      <w:r w:rsidRPr="007818BD">
        <w:t>une terreur plus grande que n</w:t>
      </w:r>
      <w:r w:rsidR="00E8465A">
        <w:t>’</w:t>
      </w:r>
      <w:r w:rsidRPr="007818BD">
        <w:t>en produisent le chaos et ses habitants hideux</w:t>
      </w:r>
      <w:r w:rsidR="00E8465A">
        <w:t xml:space="preserve"> : </w:t>
      </w:r>
      <w:r w:rsidRPr="007818BD">
        <w:t>e</w:t>
      </w:r>
      <w:r w:rsidRPr="007818BD">
        <w:t>l</w:t>
      </w:r>
      <w:r w:rsidRPr="007818BD">
        <w:t>le vit</w:t>
      </w:r>
      <w:r w:rsidR="00E8465A">
        <w:t xml:space="preserve">, </w:t>
      </w:r>
      <w:r w:rsidRPr="007818BD">
        <w:t>comme l</w:t>
      </w:r>
      <w:r w:rsidR="00E8465A">
        <w:t>’</w:t>
      </w:r>
      <w:r w:rsidRPr="007818BD">
        <w:t>ombre de la chambre même dans laquelle elle était</w:t>
      </w:r>
      <w:r w:rsidR="00E8465A">
        <w:t xml:space="preserve">, </w:t>
      </w:r>
      <w:r w:rsidRPr="007818BD">
        <w:t>ses murailles blanches</w:t>
      </w:r>
      <w:r w:rsidR="00E8465A">
        <w:t xml:space="preserve">, </w:t>
      </w:r>
      <w:r w:rsidRPr="007818BD">
        <w:t>le rayon de la lune dormant sur le sol</w:t>
      </w:r>
      <w:r w:rsidR="00E8465A">
        <w:t xml:space="preserve">, </w:t>
      </w:r>
      <w:r w:rsidRPr="007818BD">
        <w:t>la fenêtre ouverte avec les toits et les dômes silencieux de Venise</w:t>
      </w:r>
      <w:r w:rsidR="00E8465A">
        <w:t xml:space="preserve">, </w:t>
      </w:r>
      <w:r w:rsidRPr="007818BD">
        <w:t>dominant la mer qui soupirait au-dessous</w:t>
      </w:r>
      <w:r w:rsidR="00E8465A">
        <w:t xml:space="preserve"> ; </w:t>
      </w:r>
      <w:r w:rsidRPr="007818BD">
        <w:t>et dans cette chambre mag</w:t>
      </w:r>
      <w:r w:rsidRPr="007818BD">
        <w:t>i</w:t>
      </w:r>
      <w:r w:rsidRPr="007818BD">
        <w:t>que</w:t>
      </w:r>
      <w:r w:rsidR="00E8465A">
        <w:t xml:space="preserve">, </w:t>
      </w:r>
      <w:r w:rsidRPr="007818BD">
        <w:t>l</w:t>
      </w:r>
      <w:r w:rsidR="00E8465A">
        <w:t>’</w:t>
      </w:r>
      <w:r w:rsidRPr="007818BD">
        <w:t>image spectrale d</w:t>
      </w:r>
      <w:r w:rsidR="00E8465A">
        <w:t>’</w:t>
      </w:r>
      <w:r w:rsidRPr="007818BD">
        <w:t>elle-même</w:t>
      </w:r>
      <w:r w:rsidR="00E8465A">
        <w:t xml:space="preserve">. </w:t>
      </w:r>
      <w:r w:rsidRPr="007818BD">
        <w:t>Ce double fantôme</w:t>
      </w:r>
      <w:r w:rsidR="00E8465A">
        <w:t xml:space="preserve"> ; </w:t>
      </w:r>
      <w:r w:rsidRPr="007818BD">
        <w:t>ici</w:t>
      </w:r>
      <w:r w:rsidR="00E8465A">
        <w:t xml:space="preserve">, </w:t>
      </w:r>
      <w:r w:rsidRPr="007818BD">
        <w:t>fantôme elle-même</w:t>
      </w:r>
      <w:r w:rsidR="00E8465A">
        <w:t xml:space="preserve">, </w:t>
      </w:r>
      <w:r w:rsidRPr="007818BD">
        <w:t>r</w:t>
      </w:r>
      <w:r w:rsidRPr="007818BD">
        <w:t>e</w:t>
      </w:r>
      <w:r w:rsidRPr="007818BD">
        <w:t>gardant là-bas un fantôme véritable</w:t>
      </w:r>
      <w:r w:rsidR="00E8465A">
        <w:t xml:space="preserve"> ; </w:t>
      </w:r>
      <w:r w:rsidRPr="007818BD">
        <w:t>cette présence mystérieuse avait en elle une horreur que nulles paroles ne peuvent rendre</w:t>
      </w:r>
      <w:r w:rsidR="00E8465A">
        <w:t xml:space="preserve">, </w:t>
      </w:r>
      <w:r w:rsidRPr="007818BD">
        <w:t>que nulle vie</w:t>
      </w:r>
      <w:r w:rsidR="00E8465A">
        <w:t xml:space="preserve">, </w:t>
      </w:r>
      <w:r w:rsidRPr="007818BD">
        <w:t>si longue qu</w:t>
      </w:r>
      <w:r w:rsidR="00E8465A">
        <w:t>’</w:t>
      </w:r>
      <w:r w:rsidRPr="007818BD">
        <w:t>elle soit</w:t>
      </w:r>
      <w:r w:rsidR="00E8465A">
        <w:t xml:space="preserve">, </w:t>
      </w:r>
      <w:r w:rsidRPr="007818BD">
        <w:t>ne peut oublier</w:t>
      </w:r>
      <w:r w:rsidR="00E8465A">
        <w:t>.</w:t>
      </w:r>
    </w:p>
    <w:p w14:paraId="6146C981" w14:textId="77777777" w:rsidR="00E8465A" w:rsidRDefault="00E0544E" w:rsidP="00E0544E">
      <w:r w:rsidRPr="007818BD">
        <w:t>Mais bientôt elle vit sa propre image se lever lentement</w:t>
      </w:r>
      <w:r w:rsidR="00E8465A">
        <w:t xml:space="preserve">, </w:t>
      </w:r>
      <w:r w:rsidRPr="007818BD">
        <w:t>quitter la chambre d</w:t>
      </w:r>
      <w:r w:rsidR="00E8465A">
        <w:t>’</w:t>
      </w:r>
      <w:r w:rsidRPr="007818BD">
        <w:t>un pas silencieux</w:t>
      </w:r>
      <w:r w:rsidR="00E8465A">
        <w:t xml:space="preserve"> ; </w:t>
      </w:r>
      <w:r w:rsidRPr="007818BD">
        <w:t>traverser le corridor et s</w:t>
      </w:r>
      <w:r w:rsidR="00E8465A">
        <w:t>’</w:t>
      </w:r>
      <w:r w:rsidRPr="007818BD">
        <w:t>agenouiller près d</w:t>
      </w:r>
      <w:r w:rsidR="00E8465A">
        <w:t>’</w:t>
      </w:r>
      <w:r w:rsidRPr="007818BD">
        <w:t>un berceau</w:t>
      </w:r>
      <w:r w:rsidR="00E8465A">
        <w:t xml:space="preserve">. </w:t>
      </w:r>
      <w:r w:rsidRPr="007818BD">
        <w:t>Ciel</w:t>
      </w:r>
      <w:r w:rsidR="00E8465A">
        <w:t xml:space="preserve"> ! </w:t>
      </w:r>
      <w:r w:rsidRPr="007818BD">
        <w:t>l</w:t>
      </w:r>
      <w:r w:rsidR="00E8465A">
        <w:t>’</w:t>
      </w:r>
      <w:r w:rsidRPr="007818BD">
        <w:t>Image regarde son e</w:t>
      </w:r>
      <w:r w:rsidRPr="007818BD">
        <w:t>n</w:t>
      </w:r>
      <w:r w:rsidRPr="007818BD">
        <w:t>fant</w:t>
      </w:r>
      <w:r w:rsidR="00E8465A">
        <w:t xml:space="preserve"> ; </w:t>
      </w:r>
      <w:r w:rsidRPr="007818BD">
        <w:t>son enfant avec sa beauté merveilleuse et</w:t>
      </w:r>
      <w:r w:rsidR="00E8465A">
        <w:t xml:space="preserve">, </w:t>
      </w:r>
      <w:r w:rsidRPr="007818BD">
        <w:t>naïve</w:t>
      </w:r>
      <w:r w:rsidR="00E8465A">
        <w:t xml:space="preserve">, </w:t>
      </w:r>
      <w:r w:rsidRPr="007818BD">
        <w:t xml:space="preserve">avec ses yeux silencieux et </w:t>
      </w:r>
      <w:proofErr w:type="spellStart"/>
      <w:r w:rsidRPr="007818BD">
        <w:t>veillants</w:t>
      </w:r>
      <w:proofErr w:type="spellEnd"/>
      <w:r w:rsidR="00E8465A">
        <w:t xml:space="preserve"> ; </w:t>
      </w:r>
      <w:r w:rsidRPr="007818BD">
        <w:t>mais auprès de ce berceau est ass</w:t>
      </w:r>
      <w:r w:rsidRPr="007818BD">
        <w:t>i</w:t>
      </w:r>
      <w:r w:rsidRPr="007818BD">
        <w:t>se une apparition enveloppée d</w:t>
      </w:r>
      <w:r w:rsidR="00E8465A">
        <w:t>’</w:t>
      </w:r>
      <w:r w:rsidRPr="007818BD">
        <w:t>un voile</w:t>
      </w:r>
      <w:r w:rsidR="00E8465A">
        <w:t xml:space="preserve">, </w:t>
      </w:r>
      <w:r w:rsidRPr="007818BD">
        <w:t>d</w:t>
      </w:r>
      <w:r w:rsidR="00E8465A">
        <w:t>’</w:t>
      </w:r>
      <w:r w:rsidRPr="007818BD">
        <w:t>autant plus effraya</w:t>
      </w:r>
      <w:r w:rsidRPr="007818BD">
        <w:t>n</w:t>
      </w:r>
      <w:r w:rsidRPr="007818BD">
        <w:t>te et sinistre</w:t>
      </w:r>
      <w:r w:rsidR="00E8465A">
        <w:t xml:space="preserve">, </w:t>
      </w:r>
      <w:r w:rsidRPr="007818BD">
        <w:t>que sa forme est plus vague et plus indistincte</w:t>
      </w:r>
      <w:r w:rsidR="00E8465A">
        <w:t xml:space="preserve"> ; </w:t>
      </w:r>
      <w:r w:rsidRPr="007818BD">
        <w:t>les murs de la chambre lui semblent s</w:t>
      </w:r>
      <w:r w:rsidR="00E8465A">
        <w:t>’</w:t>
      </w:r>
      <w:r w:rsidRPr="007818BD">
        <w:t>ouvrir comme la scène d</w:t>
      </w:r>
      <w:r w:rsidR="00E8465A">
        <w:t>’</w:t>
      </w:r>
      <w:r w:rsidRPr="007818BD">
        <w:t>un théâtre</w:t>
      </w:r>
      <w:r w:rsidR="00E8465A">
        <w:t xml:space="preserve">… </w:t>
      </w:r>
      <w:r w:rsidRPr="007818BD">
        <w:t>une sombre prison</w:t>
      </w:r>
      <w:r w:rsidR="00E8465A">
        <w:t xml:space="preserve"> ; </w:t>
      </w:r>
      <w:r w:rsidRPr="007818BD">
        <w:t>des rues qu</w:t>
      </w:r>
      <w:r w:rsidR="00E8465A">
        <w:t>’</w:t>
      </w:r>
      <w:r w:rsidRPr="007818BD">
        <w:t>inonde une foule fa</w:t>
      </w:r>
      <w:r w:rsidRPr="007818BD">
        <w:t>n</w:t>
      </w:r>
      <w:r w:rsidRPr="007818BD">
        <w:t>tastique</w:t>
      </w:r>
      <w:r w:rsidR="00E8465A">
        <w:t xml:space="preserve"> ; </w:t>
      </w:r>
      <w:r w:rsidRPr="007818BD">
        <w:t>la colère</w:t>
      </w:r>
      <w:r w:rsidR="00E8465A">
        <w:t xml:space="preserve">, </w:t>
      </w:r>
      <w:r w:rsidRPr="007818BD">
        <w:t>la haine</w:t>
      </w:r>
      <w:r w:rsidR="00E8465A">
        <w:t xml:space="preserve">, </w:t>
      </w:r>
      <w:r w:rsidRPr="007818BD">
        <w:t>l</w:t>
      </w:r>
      <w:r w:rsidR="00E8465A">
        <w:t>’</w:t>
      </w:r>
      <w:r w:rsidRPr="007818BD">
        <w:t>aspect démoniaque de leurs vis</w:t>
      </w:r>
      <w:r w:rsidRPr="007818BD">
        <w:t>a</w:t>
      </w:r>
      <w:r w:rsidRPr="007818BD">
        <w:t>ges sinistres</w:t>
      </w:r>
      <w:r w:rsidR="00E8465A">
        <w:t xml:space="preserve"> ; </w:t>
      </w:r>
      <w:r w:rsidRPr="007818BD">
        <w:t>un lieu de mort</w:t>
      </w:r>
      <w:r w:rsidR="00E8465A">
        <w:t xml:space="preserve"> ; </w:t>
      </w:r>
      <w:r w:rsidRPr="007818BD">
        <w:t>un instrument de meurtre</w:t>
      </w:r>
      <w:r w:rsidR="00E8465A">
        <w:t xml:space="preserve"> ; </w:t>
      </w:r>
      <w:r w:rsidRPr="007818BD">
        <w:t>un charnier de chair humaine</w:t>
      </w:r>
      <w:r w:rsidR="00E8465A">
        <w:t xml:space="preserve">. </w:t>
      </w:r>
      <w:r w:rsidRPr="007818BD">
        <w:t>Elle-même</w:t>
      </w:r>
      <w:r w:rsidR="00E8465A">
        <w:t xml:space="preserve">, </w:t>
      </w:r>
      <w:r w:rsidRPr="007818BD">
        <w:t>son enfant</w:t>
      </w:r>
      <w:r w:rsidR="00E8465A">
        <w:t xml:space="preserve">, </w:t>
      </w:r>
      <w:r w:rsidRPr="007818BD">
        <w:t>tout</w:t>
      </w:r>
      <w:r w:rsidR="00E8465A">
        <w:t xml:space="preserve">, </w:t>
      </w:r>
      <w:r w:rsidRPr="007818BD">
        <w:t>toute cette fantasmagorie rapide</w:t>
      </w:r>
      <w:r w:rsidR="00E8465A">
        <w:t xml:space="preserve">, </w:t>
      </w:r>
      <w:r w:rsidRPr="007818BD">
        <w:t>s</w:t>
      </w:r>
      <w:r w:rsidR="00E8465A">
        <w:t>’</w:t>
      </w:r>
      <w:r w:rsidRPr="007818BD">
        <w:t>effaçait et se succédait en scènes mobiles et effrayantes</w:t>
      </w:r>
      <w:r w:rsidR="00E8465A">
        <w:t xml:space="preserve">. </w:t>
      </w:r>
      <w:r w:rsidRPr="007818BD">
        <w:t xml:space="preserve">Soudain le fantôme </w:t>
      </w:r>
      <w:proofErr w:type="spellStart"/>
      <w:r w:rsidRPr="007818BD">
        <w:t>Zanoni</w:t>
      </w:r>
      <w:proofErr w:type="spellEnd"/>
      <w:r w:rsidRPr="007818BD">
        <w:t xml:space="preserve"> se retourna</w:t>
      </w:r>
      <w:r w:rsidR="00E8465A">
        <w:t xml:space="preserve"> ; </w:t>
      </w:r>
      <w:r w:rsidRPr="007818BD">
        <w:t>il parut l</w:t>
      </w:r>
      <w:r w:rsidR="00E8465A">
        <w:t>’</w:t>
      </w:r>
      <w:r w:rsidRPr="007818BD">
        <w:t>apercevoir</w:t>
      </w:r>
      <w:r w:rsidR="00E8465A">
        <w:t xml:space="preserve">, </w:t>
      </w:r>
      <w:r w:rsidRPr="007818BD">
        <w:t>ou du moins son image</w:t>
      </w:r>
      <w:r w:rsidR="00E8465A">
        <w:t xml:space="preserve">. </w:t>
      </w:r>
      <w:r w:rsidRPr="007818BD">
        <w:t>Il s</w:t>
      </w:r>
      <w:r w:rsidR="00E8465A">
        <w:t>’</w:t>
      </w:r>
      <w:r w:rsidRPr="007818BD">
        <w:t>élança vers e</w:t>
      </w:r>
      <w:r w:rsidRPr="007818BD">
        <w:t>l</w:t>
      </w:r>
      <w:r w:rsidRPr="007818BD">
        <w:t>le</w:t>
      </w:r>
      <w:r w:rsidR="00E8465A">
        <w:t xml:space="preserve"> ; </w:t>
      </w:r>
      <w:r w:rsidRPr="007818BD">
        <w:t>son âme ne put en supporter davantage</w:t>
      </w:r>
      <w:r w:rsidR="00E8465A">
        <w:t xml:space="preserve"> ! </w:t>
      </w:r>
      <w:r w:rsidRPr="007818BD">
        <w:t>elle poussa un cri</w:t>
      </w:r>
      <w:r w:rsidR="00E8465A">
        <w:t xml:space="preserve">, </w:t>
      </w:r>
      <w:r w:rsidRPr="007818BD">
        <w:t>elle s</w:t>
      </w:r>
      <w:r w:rsidR="00E8465A">
        <w:t>’</w:t>
      </w:r>
      <w:r w:rsidRPr="007818BD">
        <w:t>éveilla</w:t>
      </w:r>
      <w:r w:rsidR="00E8465A">
        <w:t xml:space="preserve">. </w:t>
      </w:r>
      <w:r w:rsidRPr="007818BD">
        <w:t>Elle trouva qu</w:t>
      </w:r>
      <w:r w:rsidR="00E8465A">
        <w:t>’</w:t>
      </w:r>
      <w:r w:rsidRPr="007818BD">
        <w:t>elle avait en effet quitté cette cha</w:t>
      </w:r>
      <w:r w:rsidRPr="007818BD">
        <w:t>m</w:t>
      </w:r>
      <w:r w:rsidRPr="007818BD">
        <w:t>bre effrayante</w:t>
      </w:r>
      <w:r w:rsidR="00E8465A">
        <w:t xml:space="preserve"> ; </w:t>
      </w:r>
      <w:r w:rsidRPr="007818BD">
        <w:t>elle revit le berceau devant elle</w:t>
      </w:r>
      <w:r w:rsidR="00E8465A">
        <w:t xml:space="preserve"> ; </w:t>
      </w:r>
      <w:r w:rsidRPr="007818BD">
        <w:t>l</w:t>
      </w:r>
      <w:r w:rsidR="00E8465A">
        <w:t>’</w:t>
      </w:r>
      <w:r w:rsidRPr="007818BD">
        <w:t>enfant</w:t>
      </w:r>
      <w:r w:rsidR="00E8465A">
        <w:t xml:space="preserve">… </w:t>
      </w:r>
      <w:r w:rsidRPr="007818BD">
        <w:t>tout ce qu</w:t>
      </w:r>
      <w:r w:rsidR="00E8465A">
        <w:t>’</w:t>
      </w:r>
      <w:r w:rsidRPr="007818BD">
        <w:t>elle avait vu dans cette vision</w:t>
      </w:r>
      <w:r w:rsidR="00E8465A">
        <w:t xml:space="preserve"> ; </w:t>
      </w:r>
      <w:r w:rsidRPr="007818BD">
        <w:t>et même</w:t>
      </w:r>
      <w:r w:rsidR="00E8465A">
        <w:t xml:space="preserve">, </w:t>
      </w:r>
      <w:r w:rsidRPr="007818BD">
        <w:t>disparaissant dans les airs</w:t>
      </w:r>
      <w:r w:rsidR="00E8465A">
        <w:t xml:space="preserve">, </w:t>
      </w:r>
      <w:r w:rsidRPr="007818BD">
        <w:t>cette créature sombre et sans forme</w:t>
      </w:r>
      <w:r w:rsidR="00E8465A">
        <w:t> !</w:t>
      </w:r>
    </w:p>
    <w:p w14:paraId="6EEF921D" w14:textId="07DDC121" w:rsidR="00E0544E" w:rsidRPr="007818BD" w:rsidRDefault="00E8465A" w:rsidP="00E0544E">
      <w:r>
        <w:lastRenderedPageBreak/>
        <w:t>« </w:t>
      </w:r>
      <w:r w:rsidR="00E0544E" w:rsidRPr="007818BD">
        <w:t>Mon enfant</w:t>
      </w:r>
      <w:r>
        <w:t xml:space="preserve"> ! </w:t>
      </w:r>
      <w:r w:rsidR="00E0544E" w:rsidRPr="007818BD">
        <w:t>mon enfant</w:t>
      </w:r>
      <w:r>
        <w:t xml:space="preserve"> ! </w:t>
      </w:r>
      <w:r w:rsidR="00E0544E" w:rsidRPr="007818BD">
        <w:t>ta mère te sauvera encore</w:t>
      </w:r>
      <w:r>
        <w:t> ! »</w:t>
      </w:r>
    </w:p>
    <w:p w14:paraId="5B98F907" w14:textId="77777777" w:rsidR="00E8465A" w:rsidRDefault="00E0544E" w:rsidP="00E8465A">
      <w:pPr>
        <w:pStyle w:val="Titre2"/>
        <w:pageBreakBefore/>
      </w:pPr>
      <w:bookmarkStart w:id="68" w:name="_Toc199963117"/>
      <w:r w:rsidRPr="007818BD">
        <w:lastRenderedPageBreak/>
        <w:t>CHAPITRE</w:t>
      </w:r>
      <w:r w:rsidR="00E8465A">
        <w:t xml:space="preserve"> </w:t>
      </w:r>
      <w:r w:rsidRPr="007818BD">
        <w:t>VIII</w:t>
      </w:r>
      <w:r w:rsidR="00E8465A">
        <w:t>.</w:t>
      </w:r>
      <w:bookmarkEnd w:id="68"/>
    </w:p>
    <w:p w14:paraId="24C8E769" w14:textId="77777777" w:rsidR="00E8465A" w:rsidRDefault="00E0544E" w:rsidP="00E0544E">
      <w:pPr>
        <w:pStyle w:val="NormalRetraitGauche4XIndent0"/>
        <w:spacing w:before="0" w:after="0"/>
        <w:rPr>
          <w:rStyle w:val="Taille-1Caracteres"/>
        </w:rPr>
      </w:pPr>
      <w:r w:rsidRPr="007818BD">
        <w:rPr>
          <w:rStyle w:val="Taille-1Caracteres"/>
        </w:rPr>
        <w:t>Qui</w:t>
      </w:r>
      <w:r w:rsidR="00E8465A">
        <w:rPr>
          <w:rStyle w:val="Taille-1Caracteres"/>
        </w:rPr>
        <w:t xml:space="preserve"> ? </w:t>
      </w:r>
      <w:r w:rsidRPr="007818BD">
        <w:rPr>
          <w:rStyle w:val="Taille-1Caracteres"/>
        </w:rPr>
        <w:t>toi m</w:t>
      </w:r>
      <w:r w:rsidR="00E8465A">
        <w:rPr>
          <w:rStyle w:val="Taille-1Caracteres"/>
        </w:rPr>
        <w:t>’</w:t>
      </w:r>
      <w:r w:rsidRPr="007818BD">
        <w:rPr>
          <w:rStyle w:val="Taille-1Caracteres"/>
        </w:rPr>
        <w:t>abandonner</w:t>
      </w:r>
      <w:r w:rsidR="00E8465A">
        <w:rPr>
          <w:rStyle w:val="Taille-1Caracteres"/>
        </w:rPr>
        <w:t xml:space="preserve"> ; </w:t>
      </w:r>
      <w:r w:rsidRPr="007818BD">
        <w:rPr>
          <w:rStyle w:val="Taille-1Caracteres"/>
        </w:rPr>
        <w:t>où vas-tu</w:t>
      </w:r>
      <w:r w:rsidR="00E8465A">
        <w:rPr>
          <w:rStyle w:val="Taille-1Caracteres"/>
        </w:rPr>
        <w:t xml:space="preserve"> ? </w:t>
      </w:r>
      <w:r w:rsidRPr="007818BD">
        <w:rPr>
          <w:rStyle w:val="Taille-1Caracteres"/>
        </w:rPr>
        <w:t>non demeure</w:t>
      </w:r>
      <w:r w:rsidR="00E8465A">
        <w:rPr>
          <w:rStyle w:val="Taille-1Caracteres"/>
        </w:rPr>
        <w:t>,</w:t>
      </w:r>
    </w:p>
    <w:p w14:paraId="28825314" w14:textId="77777777" w:rsidR="00E8465A" w:rsidRDefault="00E0544E" w:rsidP="00E0544E">
      <w:pPr>
        <w:pStyle w:val="NormalRetraitGauche4XIndent0"/>
        <w:spacing w:before="0" w:after="0"/>
        <w:rPr>
          <w:rStyle w:val="Taille-1Caracteres"/>
        </w:rPr>
      </w:pPr>
      <w:r w:rsidRPr="007818BD">
        <w:rPr>
          <w:rStyle w:val="Taille-1Caracteres"/>
        </w:rPr>
        <w:t>Demeure</w:t>
      </w:r>
      <w:r w:rsidR="00E8465A">
        <w:rPr>
          <w:rStyle w:val="Taille-1Caracteres"/>
        </w:rPr>
        <w:t>,</w:t>
      </w:r>
    </w:p>
    <w:p w14:paraId="0E811D2B" w14:textId="497855D9"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Le comte de Warwick</w:t>
      </w:r>
      <w:r>
        <w:rPr>
          <w:rStyle w:val="Taille-1Caracteres"/>
        </w:rPr>
        <w:t>.)</w:t>
      </w:r>
    </w:p>
    <w:p w14:paraId="24D25E26" w14:textId="77777777" w:rsidR="00E8465A" w:rsidRDefault="00E0544E" w:rsidP="00E8465A">
      <w:pPr>
        <w:ind w:firstLine="0"/>
        <w:jc w:val="center"/>
      </w:pPr>
      <w:r w:rsidRPr="007818BD">
        <w:t xml:space="preserve">LETTRE DE VIOLA À </w:t>
      </w:r>
      <w:proofErr w:type="spellStart"/>
      <w:r w:rsidRPr="007818BD">
        <w:t>ZANONI</w:t>
      </w:r>
      <w:proofErr w:type="spellEnd"/>
      <w:r w:rsidR="00E8465A">
        <w:t>.</w:t>
      </w:r>
    </w:p>
    <w:p w14:paraId="07D189C3" w14:textId="77777777" w:rsidR="00E8465A" w:rsidRDefault="00E8465A" w:rsidP="00E0544E">
      <w:r>
        <w:t>« </w:t>
      </w:r>
      <w:r w:rsidR="00E0544E" w:rsidRPr="007818BD">
        <w:t>Les choses en sont donc venues à ce point</w:t>
      </w:r>
      <w:r>
        <w:t xml:space="preserve"> ! </w:t>
      </w:r>
      <w:r w:rsidR="00E0544E" w:rsidRPr="007818BD">
        <w:t>Je suis la première à parler de sép</w:t>
      </w:r>
      <w:r w:rsidR="00E0544E" w:rsidRPr="007818BD">
        <w:t>a</w:t>
      </w:r>
      <w:r w:rsidR="00E0544E" w:rsidRPr="007818BD">
        <w:t>ration</w:t>
      </w:r>
      <w:r>
        <w:t xml:space="preserve"> ! </w:t>
      </w:r>
      <w:r w:rsidR="00E0544E" w:rsidRPr="007818BD">
        <w:t>moi</w:t>
      </w:r>
      <w:r>
        <w:t xml:space="preserve">, </w:t>
      </w:r>
      <w:r w:rsidR="00E0544E" w:rsidRPr="007818BD">
        <w:t>l</w:t>
      </w:r>
      <w:r>
        <w:t>’</w:t>
      </w:r>
      <w:r w:rsidR="00E0544E" w:rsidRPr="007818BD">
        <w:t>infidèle</w:t>
      </w:r>
      <w:r>
        <w:t xml:space="preserve"> ; </w:t>
      </w:r>
      <w:r w:rsidR="00E0544E" w:rsidRPr="007818BD">
        <w:t>je te dis adieu à jamais</w:t>
      </w:r>
      <w:r>
        <w:t xml:space="preserve"> ! </w:t>
      </w:r>
      <w:r w:rsidR="00E0544E" w:rsidRPr="007818BD">
        <w:t>Quand tes yeux s</w:t>
      </w:r>
      <w:r>
        <w:t>’</w:t>
      </w:r>
      <w:r w:rsidR="00E0544E" w:rsidRPr="007818BD">
        <w:t>arrêteront sur ces lignes</w:t>
      </w:r>
      <w:r>
        <w:t xml:space="preserve">, </w:t>
      </w:r>
      <w:r w:rsidR="00E0544E" w:rsidRPr="007818BD">
        <w:t>tu ne me connaîtras plus que comme une morte</w:t>
      </w:r>
      <w:r>
        <w:t xml:space="preserve">. </w:t>
      </w:r>
      <w:r w:rsidR="00E0544E" w:rsidRPr="007818BD">
        <w:t>Pour toi</w:t>
      </w:r>
      <w:r>
        <w:t xml:space="preserve">, </w:t>
      </w:r>
      <w:r w:rsidR="00E0544E" w:rsidRPr="007818BD">
        <w:t>qui étais et qui es toujours ma vie</w:t>
      </w:r>
      <w:r>
        <w:t xml:space="preserve">, </w:t>
      </w:r>
      <w:r w:rsidR="00E0544E" w:rsidRPr="007818BD">
        <w:t>pour toi je suis à jamais perdue</w:t>
      </w:r>
      <w:r>
        <w:t>.</w:t>
      </w:r>
    </w:p>
    <w:p w14:paraId="3DEB8EC6" w14:textId="6728113C" w:rsidR="00E8465A" w:rsidRDefault="00E0544E" w:rsidP="00E0544E">
      <w:r w:rsidRPr="007818BD">
        <w:t>Ô toi que j</w:t>
      </w:r>
      <w:r w:rsidR="00E8465A">
        <w:t>’</w:t>
      </w:r>
      <w:r w:rsidRPr="007818BD">
        <w:t>aime</w:t>
      </w:r>
      <w:r w:rsidR="00E8465A">
        <w:t xml:space="preserve"> ! </w:t>
      </w:r>
      <w:r w:rsidRPr="007818BD">
        <w:t>ô mon époux</w:t>
      </w:r>
      <w:r w:rsidR="00E8465A">
        <w:t xml:space="preserve"> ! </w:t>
      </w:r>
      <w:r w:rsidRPr="007818BD">
        <w:t>ô toi</w:t>
      </w:r>
      <w:r w:rsidR="00E8465A">
        <w:t xml:space="preserve">, </w:t>
      </w:r>
      <w:r w:rsidRPr="007818BD">
        <w:t>mon culte et mon adoration</w:t>
      </w:r>
      <w:r w:rsidR="00E8465A">
        <w:t xml:space="preserve"> ! </w:t>
      </w:r>
      <w:r w:rsidRPr="007818BD">
        <w:t>Si tu m</w:t>
      </w:r>
      <w:r w:rsidR="00E8465A">
        <w:t>’</w:t>
      </w:r>
      <w:r w:rsidRPr="007818BD">
        <w:t>as jamais aimée</w:t>
      </w:r>
      <w:r w:rsidR="00E8465A">
        <w:t xml:space="preserve">, </w:t>
      </w:r>
      <w:r w:rsidRPr="007818BD">
        <w:t>si tu peux encore me plai</w:t>
      </w:r>
      <w:r w:rsidRPr="007818BD">
        <w:t>n</w:t>
      </w:r>
      <w:r w:rsidRPr="007818BD">
        <w:t>dre</w:t>
      </w:r>
      <w:r w:rsidR="00E8465A">
        <w:t xml:space="preserve">, </w:t>
      </w:r>
      <w:r w:rsidRPr="007818BD">
        <w:t>ne cherche pas à découvrir les traces de ma fuite</w:t>
      </w:r>
      <w:r w:rsidR="00E8465A">
        <w:t xml:space="preserve"> ; </w:t>
      </w:r>
      <w:r w:rsidRPr="007818BD">
        <w:t>si ta puissance peut me trouver et m</w:t>
      </w:r>
      <w:r w:rsidR="00E8465A">
        <w:t>’</w:t>
      </w:r>
      <w:r w:rsidRPr="007818BD">
        <w:t>atteindre</w:t>
      </w:r>
      <w:r w:rsidR="00E8465A">
        <w:t xml:space="preserve">, </w:t>
      </w:r>
      <w:r w:rsidRPr="007818BD">
        <w:t>épargne-moi</w:t>
      </w:r>
      <w:r w:rsidR="00E8465A">
        <w:t xml:space="preserve">, </w:t>
      </w:r>
      <w:r w:rsidRPr="007818BD">
        <w:t>épargne notre enfant</w:t>
      </w:r>
      <w:r w:rsidR="00E8465A">
        <w:t xml:space="preserve"> ! </w:t>
      </w:r>
      <w:proofErr w:type="spellStart"/>
      <w:r w:rsidRPr="007818BD">
        <w:t>Zanoni</w:t>
      </w:r>
      <w:proofErr w:type="spellEnd"/>
      <w:r w:rsidR="00E8465A">
        <w:t xml:space="preserve">, </w:t>
      </w:r>
      <w:r w:rsidRPr="007818BD">
        <w:t>je veux l</w:t>
      </w:r>
      <w:r w:rsidR="00E8465A">
        <w:t>’</w:t>
      </w:r>
      <w:r w:rsidRPr="007818BD">
        <w:t>élever pour t</w:t>
      </w:r>
      <w:r w:rsidR="00E8465A">
        <w:t>’</w:t>
      </w:r>
      <w:r w:rsidRPr="007818BD">
        <w:t>aimer</w:t>
      </w:r>
      <w:r w:rsidR="00E8465A">
        <w:t xml:space="preserve">, </w:t>
      </w:r>
      <w:r w:rsidRPr="007818BD">
        <w:t>pour t</w:t>
      </w:r>
      <w:r w:rsidR="00E8465A">
        <w:t>’</w:t>
      </w:r>
      <w:r w:rsidRPr="007818BD">
        <w:t>appeler père</w:t>
      </w:r>
      <w:r w:rsidR="00E8465A">
        <w:t xml:space="preserve"> ! </w:t>
      </w:r>
      <w:proofErr w:type="spellStart"/>
      <w:r w:rsidRPr="007818BD">
        <w:t>Zanoni</w:t>
      </w:r>
      <w:proofErr w:type="spellEnd"/>
      <w:r w:rsidR="00E8465A">
        <w:t xml:space="preserve">, </w:t>
      </w:r>
      <w:r w:rsidRPr="007818BD">
        <w:t>ses jeunes lèvres prieront pour toi</w:t>
      </w:r>
      <w:r w:rsidR="00E8465A">
        <w:t xml:space="preserve"> !… </w:t>
      </w:r>
      <w:r w:rsidRPr="007818BD">
        <w:t>Ah</w:t>
      </w:r>
      <w:r w:rsidR="00E8465A">
        <w:t xml:space="preserve"> ! </w:t>
      </w:r>
      <w:r w:rsidRPr="007818BD">
        <w:t>épargne mon enfant</w:t>
      </w:r>
      <w:r w:rsidR="00E8465A">
        <w:t xml:space="preserve">, </w:t>
      </w:r>
      <w:r w:rsidRPr="007818BD">
        <w:t>car les enfants sont les saints de la terr</w:t>
      </w:r>
      <w:r>
        <w:t>e</w:t>
      </w:r>
      <w:r w:rsidR="00E8465A">
        <w:t xml:space="preserve">, </w:t>
      </w:r>
      <w:r w:rsidRPr="007818BD">
        <w:t>et leur intervention peut se faire entendre au ciel</w:t>
      </w:r>
      <w:r w:rsidR="00E8465A">
        <w:t xml:space="preserve"> ! </w:t>
      </w:r>
      <w:r w:rsidRPr="007818BD">
        <w:t>Te d</w:t>
      </w:r>
      <w:r w:rsidRPr="007818BD">
        <w:t>i</w:t>
      </w:r>
      <w:r w:rsidRPr="007818BD">
        <w:t>rai-je pourquoi je pars</w:t>
      </w:r>
      <w:r w:rsidR="00E8465A">
        <w:t xml:space="preserve"> ? </w:t>
      </w:r>
      <w:r w:rsidRPr="007818BD">
        <w:t>Non</w:t>
      </w:r>
      <w:r w:rsidR="00E8465A">
        <w:t xml:space="preserve">. </w:t>
      </w:r>
      <w:r w:rsidRPr="007818BD">
        <w:t>Toi</w:t>
      </w:r>
      <w:r w:rsidR="00E8465A">
        <w:t xml:space="preserve">, </w:t>
      </w:r>
      <w:r w:rsidRPr="007818BD">
        <w:t>d</w:t>
      </w:r>
      <w:r w:rsidR="00E8465A">
        <w:t>’</w:t>
      </w:r>
      <w:r w:rsidRPr="007818BD">
        <w:t>une sagesse si terrible</w:t>
      </w:r>
      <w:r w:rsidR="00E8465A">
        <w:t xml:space="preserve">, </w:t>
      </w:r>
      <w:r w:rsidRPr="007818BD">
        <w:t>tu peux deviner ce que la main tremble à retracer</w:t>
      </w:r>
      <w:r w:rsidR="00E8465A">
        <w:t xml:space="preserve"> ; </w:t>
      </w:r>
      <w:r w:rsidRPr="007818BD">
        <w:t>et</w:t>
      </w:r>
      <w:r w:rsidR="00E8465A">
        <w:t xml:space="preserve">, </w:t>
      </w:r>
      <w:r w:rsidRPr="007818BD">
        <w:t>tandis que je frémis de ta puissance</w:t>
      </w:r>
      <w:r w:rsidR="00E8465A">
        <w:t xml:space="preserve">, </w:t>
      </w:r>
      <w:r w:rsidRPr="007818BD">
        <w:t>quand c</w:t>
      </w:r>
      <w:r w:rsidR="00E8465A">
        <w:t>’</w:t>
      </w:r>
      <w:r w:rsidRPr="007818BD">
        <w:t>est ta puissance que je fuis</w:t>
      </w:r>
      <w:r w:rsidR="00E8465A">
        <w:t xml:space="preserve"> (</w:t>
      </w:r>
      <w:r w:rsidRPr="007818BD">
        <w:t>n</w:t>
      </w:r>
      <w:r w:rsidRPr="007818BD">
        <w:t>o</w:t>
      </w:r>
      <w:r w:rsidRPr="007818BD">
        <w:t>tre enfant sur mon sein</w:t>
      </w:r>
      <w:r w:rsidR="00E8465A">
        <w:t xml:space="preserve">), </w:t>
      </w:r>
      <w:r w:rsidRPr="007818BD">
        <w:t>c</w:t>
      </w:r>
      <w:r w:rsidR="00E8465A">
        <w:t>’</w:t>
      </w:r>
      <w:r w:rsidRPr="007818BD">
        <w:t>est encore pour moi une consolation de penser que ta puissance peut lire dans mon cœur</w:t>
      </w:r>
      <w:r w:rsidR="00E8465A">
        <w:t xml:space="preserve"> ! </w:t>
      </w:r>
      <w:r w:rsidRPr="007818BD">
        <w:t>tu sais que c</w:t>
      </w:r>
      <w:r w:rsidR="00E8465A">
        <w:t>’</w:t>
      </w:r>
      <w:r w:rsidRPr="007818BD">
        <w:t>est la mère dévouée qui t</w:t>
      </w:r>
      <w:r w:rsidR="00E8465A">
        <w:t>’</w:t>
      </w:r>
      <w:r w:rsidRPr="007818BD">
        <w:t>écrit</w:t>
      </w:r>
      <w:r w:rsidR="00E8465A">
        <w:t xml:space="preserve">, </w:t>
      </w:r>
      <w:r w:rsidRPr="007818BD">
        <w:t>que ce n</w:t>
      </w:r>
      <w:r w:rsidR="00E8465A">
        <w:t>’</w:t>
      </w:r>
      <w:r w:rsidRPr="007818BD">
        <w:t>est pas la femme inf</w:t>
      </w:r>
      <w:r w:rsidRPr="007818BD">
        <w:t>i</w:t>
      </w:r>
      <w:r w:rsidRPr="007818BD">
        <w:t>dèle</w:t>
      </w:r>
      <w:r w:rsidR="00E8465A">
        <w:t xml:space="preserve">. </w:t>
      </w:r>
      <w:r w:rsidRPr="007818BD">
        <w:t>Ta science</w:t>
      </w:r>
      <w:r w:rsidR="00E8465A">
        <w:t xml:space="preserve">, </w:t>
      </w:r>
      <w:proofErr w:type="spellStart"/>
      <w:r w:rsidRPr="007818BD">
        <w:t>Zanoni</w:t>
      </w:r>
      <w:proofErr w:type="spellEnd"/>
      <w:r w:rsidR="00E8465A">
        <w:t xml:space="preserve">, </w:t>
      </w:r>
      <w:r w:rsidRPr="007818BD">
        <w:t>est-elle criminelle</w:t>
      </w:r>
      <w:r w:rsidR="00E8465A">
        <w:t xml:space="preserve"> ? </w:t>
      </w:r>
      <w:r w:rsidRPr="007818BD">
        <w:t>Le mal doit avoir de la tristesse</w:t>
      </w:r>
      <w:r w:rsidR="00E8465A">
        <w:t xml:space="preserve"> ; </w:t>
      </w:r>
      <w:r w:rsidRPr="007818BD">
        <w:t>et il serait doux</w:t>
      </w:r>
      <w:r w:rsidR="00E8465A">
        <w:t xml:space="preserve">, </w:t>
      </w:r>
      <w:r w:rsidRPr="007818BD">
        <w:t>trop doux</w:t>
      </w:r>
      <w:r w:rsidR="00E8465A">
        <w:t xml:space="preserve">, </w:t>
      </w:r>
      <w:r w:rsidRPr="007818BD">
        <w:t>d</w:t>
      </w:r>
      <w:r w:rsidR="00E8465A">
        <w:t>’</w:t>
      </w:r>
      <w:r w:rsidRPr="007818BD">
        <w:t>être ta consol</w:t>
      </w:r>
      <w:r w:rsidRPr="007818BD">
        <w:t>a</w:t>
      </w:r>
      <w:r w:rsidRPr="007818BD">
        <w:t>tion</w:t>
      </w:r>
      <w:r w:rsidR="00E8465A">
        <w:t xml:space="preserve"> ; </w:t>
      </w:r>
      <w:r w:rsidRPr="007818BD">
        <w:t>mais l</w:t>
      </w:r>
      <w:r w:rsidR="00E8465A">
        <w:t>’</w:t>
      </w:r>
      <w:r w:rsidRPr="007818BD">
        <w:t>enfant</w:t>
      </w:r>
      <w:r w:rsidR="00E8465A">
        <w:t xml:space="preserve"> ! </w:t>
      </w:r>
      <w:r w:rsidRPr="007818BD">
        <w:t>l</w:t>
      </w:r>
      <w:r w:rsidR="00E8465A">
        <w:t>’</w:t>
      </w:r>
      <w:r w:rsidRPr="007818BD">
        <w:t>enfant</w:t>
      </w:r>
      <w:r w:rsidR="00E8465A">
        <w:t xml:space="preserve"> ! </w:t>
      </w:r>
      <w:r w:rsidRPr="007818BD">
        <w:t>cette âme qui s</w:t>
      </w:r>
      <w:r w:rsidR="00E8465A">
        <w:t>’</w:t>
      </w:r>
      <w:r w:rsidRPr="007818BD">
        <w:t>abrite dans la mienne</w:t>
      </w:r>
      <w:r w:rsidR="00E8465A">
        <w:t xml:space="preserve"> ! </w:t>
      </w:r>
      <w:r w:rsidRPr="007818BD">
        <w:t>Magicien</w:t>
      </w:r>
      <w:r w:rsidR="00E8465A">
        <w:t xml:space="preserve">, </w:t>
      </w:r>
      <w:r w:rsidRPr="007818BD">
        <w:t>c</w:t>
      </w:r>
      <w:r w:rsidR="00E8465A">
        <w:t>’</w:t>
      </w:r>
      <w:r w:rsidRPr="007818BD">
        <w:t xml:space="preserve">est cette âme </w:t>
      </w:r>
      <w:r w:rsidRPr="007818BD">
        <w:lastRenderedPageBreak/>
        <w:t>que je t</w:t>
      </w:r>
      <w:r w:rsidR="00E8465A">
        <w:t>’</w:t>
      </w:r>
      <w:r w:rsidRPr="007818BD">
        <w:t>arrache</w:t>
      </w:r>
      <w:r w:rsidR="00E8465A">
        <w:t xml:space="preserve"> ; </w:t>
      </w:r>
      <w:r w:rsidRPr="007818BD">
        <w:t>pardonne</w:t>
      </w:r>
      <w:r w:rsidR="00E8465A">
        <w:t xml:space="preserve">, </w:t>
      </w:r>
      <w:r w:rsidRPr="007818BD">
        <w:t>pardonne si mes paroles sont injustes</w:t>
      </w:r>
      <w:r w:rsidR="00E8465A">
        <w:t xml:space="preserve">. </w:t>
      </w:r>
      <w:r w:rsidRPr="007818BD">
        <w:t>Vois</w:t>
      </w:r>
      <w:r w:rsidR="00E8465A">
        <w:t xml:space="preserve">, </w:t>
      </w:r>
      <w:r w:rsidRPr="007818BD">
        <w:t>je tombe à genoux pour t</w:t>
      </w:r>
      <w:r w:rsidR="00E8465A">
        <w:t>’</w:t>
      </w:r>
      <w:r w:rsidRPr="007818BD">
        <w:t>écrire le reste</w:t>
      </w:r>
      <w:r w:rsidR="00E8465A">
        <w:t xml:space="preserve">. </w:t>
      </w:r>
      <w:r w:rsidRPr="007818BD">
        <w:t>Pourquoi n</w:t>
      </w:r>
      <w:r w:rsidR="00E8465A">
        <w:t>’</w:t>
      </w:r>
      <w:r w:rsidRPr="007818BD">
        <w:t>ai-je pas été effrayée de ta science mystérieuse</w:t>
      </w:r>
      <w:r w:rsidR="00E8465A">
        <w:t xml:space="preserve"> ? </w:t>
      </w:r>
      <w:r w:rsidRPr="007818BD">
        <w:t>pourquoi tout ce qu</w:t>
      </w:r>
      <w:r w:rsidR="00E8465A">
        <w:t>’</w:t>
      </w:r>
      <w:r w:rsidRPr="007818BD">
        <w:t>avait d</w:t>
      </w:r>
      <w:r w:rsidR="00E8465A">
        <w:t>’</w:t>
      </w:r>
      <w:r w:rsidRPr="007818BD">
        <w:t>étrange ta vie</w:t>
      </w:r>
      <w:r w:rsidR="00E8465A">
        <w:t xml:space="preserve">, </w:t>
      </w:r>
      <w:r w:rsidRPr="007818BD">
        <w:t>qui n</w:t>
      </w:r>
      <w:r w:rsidR="00E8465A">
        <w:t>’</w:t>
      </w:r>
      <w:r w:rsidRPr="007818BD">
        <w:t>est pas de ce monde</w:t>
      </w:r>
      <w:r w:rsidR="00E8465A">
        <w:t xml:space="preserve">, </w:t>
      </w:r>
      <w:r w:rsidRPr="007818BD">
        <w:t>n</w:t>
      </w:r>
      <w:r w:rsidR="00E8465A">
        <w:t>’</w:t>
      </w:r>
      <w:r w:rsidRPr="007818BD">
        <w:t>a-t-il servi qu</w:t>
      </w:r>
      <w:r w:rsidR="00E8465A">
        <w:t>’</w:t>
      </w:r>
      <w:r w:rsidRPr="007818BD">
        <w:t>à me fasciner par une terreur pleine de charmes</w:t>
      </w:r>
      <w:r w:rsidR="00E8465A">
        <w:t xml:space="preserve"> ? </w:t>
      </w:r>
      <w:r w:rsidRPr="007818BD">
        <w:t>Parce que</w:t>
      </w:r>
      <w:r w:rsidR="00E8465A">
        <w:t xml:space="preserve">, </w:t>
      </w:r>
      <w:r w:rsidRPr="007818BD">
        <w:t>si tu étais sorcier ou a</w:t>
      </w:r>
      <w:r w:rsidRPr="007818BD">
        <w:t>n</w:t>
      </w:r>
      <w:r w:rsidRPr="007818BD">
        <w:t>ge-démon</w:t>
      </w:r>
      <w:r w:rsidR="00E8465A">
        <w:t xml:space="preserve">, </w:t>
      </w:r>
      <w:r w:rsidRPr="007818BD">
        <w:t>il n</w:t>
      </w:r>
      <w:r w:rsidR="00E8465A">
        <w:t>’</w:t>
      </w:r>
      <w:r w:rsidRPr="007818BD">
        <w:t>y avait de péril que pour moi</w:t>
      </w:r>
      <w:r w:rsidR="00E8465A">
        <w:t xml:space="preserve"> : </w:t>
      </w:r>
      <w:r w:rsidRPr="007818BD">
        <w:t>et nul péril pour moi</w:t>
      </w:r>
      <w:r w:rsidR="00E8465A">
        <w:t xml:space="preserve">, </w:t>
      </w:r>
      <w:r w:rsidRPr="007818BD">
        <w:t>car mon amour était mon plus céleste élément</w:t>
      </w:r>
      <w:r w:rsidR="00E8465A">
        <w:t xml:space="preserve">, </w:t>
      </w:r>
      <w:r w:rsidRPr="007818BD">
        <w:t>et mon ignorance de toutes choses</w:t>
      </w:r>
      <w:r w:rsidR="00E8465A">
        <w:t xml:space="preserve">, </w:t>
      </w:r>
      <w:r w:rsidRPr="007818BD">
        <w:t>hors de l</w:t>
      </w:r>
      <w:r w:rsidR="00E8465A">
        <w:t>’</w:t>
      </w:r>
      <w:r w:rsidRPr="007818BD">
        <w:t>art de t</w:t>
      </w:r>
      <w:r w:rsidR="00E8465A">
        <w:t>’</w:t>
      </w:r>
      <w:r w:rsidRPr="007818BD">
        <w:t>aimer</w:t>
      </w:r>
      <w:r w:rsidR="00E8465A">
        <w:t xml:space="preserve">, </w:t>
      </w:r>
      <w:r w:rsidRPr="007818BD">
        <w:t>repoussait toute pensée qui ne fût pas à mes yeux brillante et glorieuse comme ton image</w:t>
      </w:r>
      <w:r w:rsidR="00E8465A">
        <w:t xml:space="preserve">. </w:t>
      </w:r>
      <w:r w:rsidRPr="007818BD">
        <w:t>Mais aujourd</w:t>
      </w:r>
      <w:r w:rsidR="00E8465A">
        <w:t>’</w:t>
      </w:r>
      <w:r w:rsidRPr="007818BD">
        <w:t>hui</w:t>
      </w:r>
      <w:r w:rsidR="00E8465A">
        <w:t xml:space="preserve">, </w:t>
      </w:r>
      <w:r w:rsidRPr="007818BD">
        <w:t>il y a un autre danger</w:t>
      </w:r>
      <w:r w:rsidR="00E8465A">
        <w:t xml:space="preserve">. </w:t>
      </w:r>
      <w:r w:rsidRPr="007818BD">
        <w:t>Vois</w:t>
      </w:r>
      <w:r w:rsidR="00E8465A">
        <w:t xml:space="preserve"> ! </w:t>
      </w:r>
      <w:r w:rsidRPr="007818BD">
        <w:t>pourquoi me regarde-t-il ai</w:t>
      </w:r>
      <w:r w:rsidRPr="007818BD">
        <w:t>n</w:t>
      </w:r>
      <w:r w:rsidRPr="007818BD">
        <w:t>si</w:t>
      </w:r>
      <w:r w:rsidR="00E8465A">
        <w:t xml:space="preserve"> ? </w:t>
      </w:r>
      <w:r w:rsidRPr="007818BD">
        <w:t>pourquoi ces yeux qui ne dorment jamais</w:t>
      </w:r>
      <w:r w:rsidR="00E8465A">
        <w:t xml:space="preserve">, </w:t>
      </w:r>
      <w:r w:rsidRPr="007818BD">
        <w:t>toujours graves et pleins de reproche</w:t>
      </w:r>
      <w:r w:rsidR="00E8465A">
        <w:t xml:space="preserve"> ? </w:t>
      </w:r>
      <w:r w:rsidRPr="007818BD">
        <w:t>Tes charmes l</w:t>
      </w:r>
      <w:r w:rsidR="00E8465A">
        <w:t>’</w:t>
      </w:r>
      <w:r w:rsidRPr="007818BD">
        <w:t>ont-ils déjà enveloppé</w:t>
      </w:r>
      <w:r w:rsidR="00E8465A">
        <w:t xml:space="preserve"> ? </w:t>
      </w:r>
      <w:r w:rsidRPr="007818BD">
        <w:t>En veux-tu déjà faire</w:t>
      </w:r>
      <w:r w:rsidR="00E8465A">
        <w:t xml:space="preserve">, </w:t>
      </w:r>
      <w:r w:rsidRPr="007818BD">
        <w:t>e</w:t>
      </w:r>
      <w:r w:rsidRPr="007818BD">
        <w:t>n</w:t>
      </w:r>
      <w:r w:rsidRPr="007818BD">
        <w:t>chanteur cruel</w:t>
      </w:r>
      <w:r w:rsidR="00E8465A">
        <w:t xml:space="preserve">, </w:t>
      </w:r>
      <w:r w:rsidRPr="007818BD">
        <w:t>la vi</w:t>
      </w:r>
      <w:r w:rsidRPr="007818BD">
        <w:t>c</w:t>
      </w:r>
      <w:r w:rsidRPr="007818BD">
        <w:t>time de ton art terrible et que je n</w:t>
      </w:r>
      <w:r w:rsidR="00E8465A">
        <w:t>’</w:t>
      </w:r>
      <w:r w:rsidRPr="007818BD">
        <w:t>ose nommer</w:t>
      </w:r>
      <w:r w:rsidR="00E8465A">
        <w:t xml:space="preserve"> ? </w:t>
      </w:r>
      <w:r w:rsidRPr="007818BD">
        <w:t>Ne me rends pas folle</w:t>
      </w:r>
      <w:r w:rsidR="00E8465A">
        <w:t xml:space="preserve"> ! </w:t>
      </w:r>
      <w:r w:rsidRPr="007818BD">
        <w:t>ne me rends pas folle</w:t>
      </w:r>
      <w:r w:rsidR="00E8465A">
        <w:t xml:space="preserve"> !… </w:t>
      </w:r>
      <w:r w:rsidRPr="007818BD">
        <w:t>Romps le charme</w:t>
      </w:r>
      <w:r w:rsidR="00E8465A">
        <w:t> !…</w:t>
      </w:r>
    </w:p>
    <w:p w14:paraId="3E5A4650" w14:textId="77777777" w:rsidR="00E8465A" w:rsidRDefault="00E8465A" w:rsidP="00E0544E">
      <w:r>
        <w:t>« </w:t>
      </w:r>
      <w:r w:rsidR="00E0544E" w:rsidRPr="007818BD">
        <w:t>Écoute le bruit des rames</w:t>
      </w:r>
      <w:r>
        <w:t xml:space="preserve"> !… </w:t>
      </w:r>
      <w:r w:rsidR="00E0544E" w:rsidRPr="007818BD">
        <w:t>ils viennent</w:t>
      </w:r>
      <w:r>
        <w:t xml:space="preserve">, </w:t>
      </w:r>
      <w:r w:rsidR="00E0544E" w:rsidRPr="007818BD">
        <w:t>ils viennent</w:t>
      </w:r>
      <w:r>
        <w:t xml:space="preserve">, </w:t>
      </w:r>
      <w:r w:rsidR="00E0544E" w:rsidRPr="007818BD">
        <w:t>pour m</w:t>
      </w:r>
      <w:r>
        <w:t>’</w:t>
      </w:r>
      <w:r w:rsidR="00E0544E" w:rsidRPr="007818BD">
        <w:t>emporter loin de toi</w:t>
      </w:r>
      <w:r>
        <w:t xml:space="preserve"> ! </w:t>
      </w:r>
      <w:r w:rsidR="00E0544E" w:rsidRPr="007818BD">
        <w:t>Je regarde autour de moi</w:t>
      </w:r>
      <w:r>
        <w:t xml:space="preserve">, </w:t>
      </w:r>
      <w:r w:rsidR="00E0544E" w:rsidRPr="007818BD">
        <w:t>et il me semble te voir partout</w:t>
      </w:r>
      <w:r>
        <w:t xml:space="preserve"> ; </w:t>
      </w:r>
      <w:r w:rsidR="00E0544E" w:rsidRPr="007818BD">
        <w:t>dans chaque ombre</w:t>
      </w:r>
      <w:r>
        <w:t xml:space="preserve">, </w:t>
      </w:r>
      <w:r w:rsidR="00E0544E" w:rsidRPr="007818BD">
        <w:t>dans chaque étoile</w:t>
      </w:r>
      <w:r>
        <w:t xml:space="preserve">, </w:t>
      </w:r>
      <w:r w:rsidR="00E0544E" w:rsidRPr="007818BD">
        <w:t>tu me parles</w:t>
      </w:r>
      <w:r>
        <w:t xml:space="preserve">. </w:t>
      </w:r>
      <w:r w:rsidR="00E0544E" w:rsidRPr="007818BD">
        <w:t>Là</w:t>
      </w:r>
      <w:r>
        <w:t xml:space="preserve">, </w:t>
      </w:r>
      <w:r w:rsidR="00E0544E" w:rsidRPr="007818BD">
        <w:t>près de cette fenêtre</w:t>
      </w:r>
      <w:r>
        <w:t xml:space="preserve">, </w:t>
      </w:r>
      <w:r w:rsidR="00E0544E" w:rsidRPr="007818BD">
        <w:t>tes lèvres pour la derni</w:t>
      </w:r>
      <w:r w:rsidR="00E0544E" w:rsidRPr="007818BD">
        <w:t>è</w:t>
      </w:r>
      <w:r w:rsidR="00E0544E" w:rsidRPr="007818BD">
        <w:t>re fois ont pressé les miennes</w:t>
      </w:r>
      <w:r>
        <w:t xml:space="preserve"> ; </w:t>
      </w:r>
      <w:r w:rsidR="00E0544E" w:rsidRPr="007818BD">
        <w:t>là</w:t>
      </w:r>
      <w:r>
        <w:t xml:space="preserve">, </w:t>
      </w:r>
      <w:r w:rsidR="00E0544E" w:rsidRPr="007818BD">
        <w:t>sur ce seuil</w:t>
      </w:r>
      <w:r>
        <w:t xml:space="preserve">, </w:t>
      </w:r>
      <w:r w:rsidR="00E0544E" w:rsidRPr="007818BD">
        <w:t>pour la dernière fois tu te retournas</w:t>
      </w:r>
      <w:r>
        <w:t xml:space="preserve">, </w:t>
      </w:r>
      <w:r w:rsidR="00E0544E" w:rsidRPr="007818BD">
        <w:t>et ton sourire sembla se confier en moi avec tant d</w:t>
      </w:r>
      <w:r>
        <w:t>’</w:t>
      </w:r>
      <w:r w:rsidR="00E0544E" w:rsidRPr="007818BD">
        <w:t>abandon</w:t>
      </w:r>
      <w:r>
        <w:t xml:space="preserve"> ! </w:t>
      </w:r>
      <w:proofErr w:type="spellStart"/>
      <w:r w:rsidR="00E0544E" w:rsidRPr="007818BD">
        <w:t>Zanoni</w:t>
      </w:r>
      <w:proofErr w:type="spellEnd"/>
      <w:r>
        <w:t xml:space="preserve"> !… </w:t>
      </w:r>
      <w:r w:rsidR="00E0544E" w:rsidRPr="007818BD">
        <w:t>époux</w:t>
      </w:r>
      <w:r>
        <w:t xml:space="preserve"> !… </w:t>
      </w:r>
      <w:r w:rsidR="00E0544E" w:rsidRPr="007818BD">
        <w:t>je veux rester</w:t>
      </w:r>
      <w:r>
        <w:t xml:space="preserve"> ; </w:t>
      </w:r>
      <w:r w:rsidR="00E0544E" w:rsidRPr="007818BD">
        <w:t>je ne puis me séparer de toi</w:t>
      </w:r>
      <w:r>
        <w:t xml:space="preserve">. </w:t>
      </w:r>
      <w:r w:rsidR="00E0544E" w:rsidRPr="007818BD">
        <w:t>Non</w:t>
      </w:r>
      <w:r>
        <w:t xml:space="preserve"> ! </w:t>
      </w:r>
      <w:r w:rsidR="00E0544E" w:rsidRPr="007818BD">
        <w:t>non</w:t>
      </w:r>
      <w:r>
        <w:t xml:space="preserve"> ! </w:t>
      </w:r>
      <w:r w:rsidR="00E0544E" w:rsidRPr="007818BD">
        <w:t>j</w:t>
      </w:r>
      <w:r>
        <w:t>’</w:t>
      </w:r>
      <w:r w:rsidR="00E0544E" w:rsidRPr="007818BD">
        <w:t>irai à cette chambre où ta voix aimée</w:t>
      </w:r>
      <w:r>
        <w:t xml:space="preserve">, </w:t>
      </w:r>
      <w:r w:rsidR="00E0544E" w:rsidRPr="007818BD">
        <w:t>de sa douce harmonie</w:t>
      </w:r>
      <w:r>
        <w:t xml:space="preserve">, </w:t>
      </w:r>
      <w:r w:rsidR="00E0544E" w:rsidRPr="007818BD">
        <w:t>calme les souffrances de ta Viola</w:t>
      </w:r>
      <w:r>
        <w:t xml:space="preserve"> ; </w:t>
      </w:r>
      <w:r w:rsidR="00E0544E" w:rsidRPr="007818BD">
        <w:t>où</w:t>
      </w:r>
      <w:r>
        <w:t xml:space="preserve">, </w:t>
      </w:r>
      <w:r w:rsidR="00E0544E" w:rsidRPr="007818BD">
        <w:t>à travers les ténèbres d</w:t>
      </w:r>
      <w:r>
        <w:t>’</w:t>
      </w:r>
      <w:r w:rsidR="00E0544E" w:rsidRPr="007818BD">
        <w:t>une vie presque éteinte</w:t>
      </w:r>
      <w:r>
        <w:t xml:space="preserve">, </w:t>
      </w:r>
      <w:r w:rsidR="00E0544E" w:rsidRPr="007818BD">
        <w:t>elle murm</w:t>
      </w:r>
      <w:r w:rsidR="00E0544E" w:rsidRPr="007818BD">
        <w:t>u</w:t>
      </w:r>
      <w:r w:rsidR="00E0544E" w:rsidRPr="007818BD">
        <w:t>ra pour la première fois à mon oreille</w:t>
      </w:r>
      <w:r>
        <w:t> : « </w:t>
      </w:r>
      <w:r w:rsidR="00E0544E" w:rsidRPr="007818BD">
        <w:t>Viola</w:t>
      </w:r>
      <w:r>
        <w:t xml:space="preserve">, </w:t>
      </w:r>
      <w:r w:rsidR="00E0544E" w:rsidRPr="007818BD">
        <w:t>tu es mère</w:t>
      </w:r>
      <w:r>
        <w:t> !… »</w:t>
      </w:r>
      <w:r w:rsidR="00E0544E" w:rsidRPr="007818BD">
        <w:t xml:space="preserve"> Mère</w:t>
      </w:r>
      <w:r>
        <w:t xml:space="preserve"> ! </w:t>
      </w:r>
      <w:r w:rsidR="00E0544E" w:rsidRPr="007818BD">
        <w:t>oui</w:t>
      </w:r>
      <w:r>
        <w:t xml:space="preserve">, </w:t>
      </w:r>
      <w:r w:rsidR="00E0544E" w:rsidRPr="007818BD">
        <w:t>je le suis</w:t>
      </w:r>
      <w:r>
        <w:t xml:space="preserve">… </w:t>
      </w:r>
      <w:r w:rsidR="00E0544E" w:rsidRPr="007818BD">
        <w:t>je me lève</w:t>
      </w:r>
      <w:r>
        <w:t xml:space="preserve">… </w:t>
      </w:r>
      <w:r w:rsidR="00E0544E" w:rsidRPr="007818BD">
        <w:t>je suis mère</w:t>
      </w:r>
      <w:r>
        <w:t xml:space="preserve">… </w:t>
      </w:r>
      <w:r w:rsidR="00E0544E" w:rsidRPr="007818BD">
        <w:t>Ils vie</w:t>
      </w:r>
      <w:r w:rsidR="00E0544E" w:rsidRPr="007818BD">
        <w:t>n</w:t>
      </w:r>
      <w:r w:rsidR="00E0544E" w:rsidRPr="007818BD">
        <w:t>nent</w:t>
      </w:r>
      <w:r>
        <w:t xml:space="preserve">… </w:t>
      </w:r>
      <w:r w:rsidR="00E0544E" w:rsidRPr="007818BD">
        <w:t>je suis décidée</w:t>
      </w:r>
      <w:r>
        <w:t xml:space="preserve">… </w:t>
      </w:r>
      <w:r w:rsidR="00E0544E" w:rsidRPr="007818BD">
        <w:t>adieu</w:t>
      </w:r>
      <w:r>
        <w:t> !</w:t>
      </w:r>
    </w:p>
    <w:p w14:paraId="7565FC29" w14:textId="77777777" w:rsidR="00E8465A" w:rsidRDefault="00E0544E" w:rsidP="00E0544E">
      <w:r w:rsidRPr="007818BD">
        <w:t>Oui</w:t>
      </w:r>
      <w:r w:rsidR="00E8465A">
        <w:t xml:space="preserve"> !… </w:t>
      </w:r>
      <w:r w:rsidRPr="007818BD">
        <w:t>aussi subitement</w:t>
      </w:r>
      <w:r w:rsidR="00E8465A">
        <w:t xml:space="preserve">, </w:t>
      </w:r>
      <w:r w:rsidRPr="007818BD">
        <w:t>aussi cruellement</w:t>
      </w:r>
      <w:r w:rsidR="00E8465A">
        <w:t xml:space="preserve">, </w:t>
      </w:r>
      <w:r w:rsidRPr="007818BD">
        <w:t>par le délire d</w:t>
      </w:r>
      <w:r w:rsidR="00E8465A">
        <w:t>’</w:t>
      </w:r>
      <w:r w:rsidRPr="007818BD">
        <w:t>une superstition aveugle et égarée</w:t>
      </w:r>
      <w:r w:rsidR="00E8465A">
        <w:t xml:space="preserve">, </w:t>
      </w:r>
      <w:r w:rsidRPr="007818BD">
        <w:t>ou par l</w:t>
      </w:r>
      <w:r w:rsidR="00E8465A">
        <w:t>’</w:t>
      </w:r>
      <w:r w:rsidRPr="007818BD">
        <w:t>impulsion d</w:t>
      </w:r>
      <w:r w:rsidR="00E8465A">
        <w:t>’</w:t>
      </w:r>
      <w:r w:rsidRPr="007818BD">
        <w:t xml:space="preserve">une </w:t>
      </w:r>
      <w:r w:rsidRPr="007818BD">
        <w:lastRenderedPageBreak/>
        <w:t>conviction née du devoir</w:t>
      </w:r>
      <w:r w:rsidR="00E8465A">
        <w:t xml:space="preserve">, </w:t>
      </w:r>
      <w:r w:rsidRPr="007818BD">
        <w:t xml:space="preserve">celle pour qui </w:t>
      </w:r>
      <w:proofErr w:type="spellStart"/>
      <w:r w:rsidRPr="007818BD">
        <w:t>Zanoni</w:t>
      </w:r>
      <w:proofErr w:type="spellEnd"/>
      <w:r w:rsidRPr="007818BD">
        <w:t xml:space="preserve"> avait abdiqué tant de puissance et de gloire</w:t>
      </w:r>
      <w:r w:rsidR="00E8465A">
        <w:t xml:space="preserve">, </w:t>
      </w:r>
      <w:r w:rsidRPr="007818BD">
        <w:t>l</w:t>
      </w:r>
      <w:r w:rsidR="00E8465A">
        <w:t>’</w:t>
      </w:r>
      <w:r w:rsidRPr="007818BD">
        <w:t>abandonna</w:t>
      </w:r>
      <w:r w:rsidR="00E8465A">
        <w:t xml:space="preserve">. </w:t>
      </w:r>
      <w:r w:rsidRPr="007818BD">
        <w:t>Abandon imprévu</w:t>
      </w:r>
      <w:r w:rsidR="00E8465A">
        <w:t xml:space="preserve">, </w:t>
      </w:r>
      <w:r w:rsidRPr="007818BD">
        <w:t>inexpl</w:t>
      </w:r>
      <w:r w:rsidRPr="007818BD">
        <w:t>i</w:t>
      </w:r>
      <w:r w:rsidRPr="007818BD">
        <w:t>cable</w:t>
      </w:r>
      <w:r w:rsidR="00E8465A">
        <w:t xml:space="preserve">, </w:t>
      </w:r>
      <w:r w:rsidRPr="007818BD">
        <w:t>mais destinée fatale de tous ceux qui cherchent à élever l</w:t>
      </w:r>
      <w:r w:rsidR="00E8465A">
        <w:t>’</w:t>
      </w:r>
      <w:r w:rsidRPr="007818BD">
        <w:t>esprit au-dessus de la terre</w:t>
      </w:r>
      <w:r w:rsidR="00E8465A">
        <w:t xml:space="preserve">, </w:t>
      </w:r>
      <w:r w:rsidRPr="007818BD">
        <w:t>tout en gardant comme leur trésor un cœur terrestre et humain</w:t>
      </w:r>
      <w:r w:rsidR="00E8465A">
        <w:t xml:space="preserve">. </w:t>
      </w:r>
      <w:r w:rsidRPr="007818BD">
        <w:t>L</w:t>
      </w:r>
      <w:r w:rsidR="00E8465A">
        <w:t>’</w:t>
      </w:r>
      <w:r w:rsidRPr="007818BD">
        <w:t>ignorance fuira toujours la science</w:t>
      </w:r>
      <w:r w:rsidR="00E8465A">
        <w:t xml:space="preserve">. </w:t>
      </w:r>
      <w:r w:rsidRPr="007818BD">
        <w:t>Mais jamais amour humain ne s</w:t>
      </w:r>
      <w:r w:rsidR="00E8465A">
        <w:t>’</w:t>
      </w:r>
      <w:r w:rsidRPr="007818BD">
        <w:t xml:space="preserve">unit à un autre amour avec un désintéressement plus noble et par un sacrifice plus pur que le sacrifice que faisait en ce moment Viola en abandonnant </w:t>
      </w:r>
      <w:proofErr w:type="spellStart"/>
      <w:r w:rsidRPr="007818BD">
        <w:t>Zanoni</w:t>
      </w:r>
      <w:proofErr w:type="spellEnd"/>
      <w:r w:rsidRPr="007818BD">
        <w:t xml:space="preserve"> absent</w:t>
      </w:r>
      <w:r w:rsidR="00E8465A">
        <w:t xml:space="preserve">. </w:t>
      </w:r>
      <w:r w:rsidRPr="007818BD">
        <w:t>Elle l</w:t>
      </w:r>
      <w:r w:rsidR="00E8465A">
        <w:t>’</w:t>
      </w:r>
      <w:r w:rsidRPr="007818BD">
        <w:t>avait dit</w:t>
      </w:r>
      <w:r w:rsidR="00E8465A">
        <w:t xml:space="preserve"> : </w:t>
      </w:r>
      <w:r w:rsidRPr="007818BD">
        <w:t>ce n</w:t>
      </w:r>
      <w:r w:rsidR="00E8465A">
        <w:t>’</w:t>
      </w:r>
      <w:r w:rsidRPr="007818BD">
        <w:t>était pas la femme</w:t>
      </w:r>
      <w:r w:rsidR="00E8465A">
        <w:t xml:space="preserve">, </w:t>
      </w:r>
      <w:r w:rsidRPr="007818BD">
        <w:t>c</w:t>
      </w:r>
      <w:r w:rsidR="00E8465A">
        <w:t>’</w:t>
      </w:r>
      <w:r w:rsidRPr="007818BD">
        <w:t>était la mère fidèle qui s</w:t>
      </w:r>
      <w:r w:rsidR="00E8465A">
        <w:t>’</w:t>
      </w:r>
      <w:r w:rsidRPr="007818BD">
        <w:t>arrachait à tout ce qui re</w:t>
      </w:r>
      <w:r w:rsidRPr="007818BD">
        <w:t>n</w:t>
      </w:r>
      <w:r w:rsidRPr="007818BD">
        <w:t>fermait son bonheur</w:t>
      </w:r>
      <w:r w:rsidR="00E8465A">
        <w:t>.</w:t>
      </w:r>
    </w:p>
    <w:p w14:paraId="412C85A9" w14:textId="77777777" w:rsidR="00E8465A" w:rsidRDefault="00E0544E" w:rsidP="00E0544E">
      <w:r w:rsidRPr="007818BD">
        <w:t>Tant que dura la fièvre trompeuse qui avait inspiré cet acte téméraire</w:t>
      </w:r>
      <w:r w:rsidR="00E8465A">
        <w:t xml:space="preserve">, </w:t>
      </w:r>
      <w:r w:rsidRPr="007818BD">
        <w:t>elle serra l</w:t>
      </w:r>
      <w:r w:rsidR="00E8465A">
        <w:t>’</w:t>
      </w:r>
      <w:r w:rsidRPr="007818BD">
        <w:t>enfant contre son cœur et se sentit cons</w:t>
      </w:r>
      <w:r w:rsidRPr="007818BD">
        <w:t>o</w:t>
      </w:r>
      <w:r w:rsidRPr="007818BD">
        <w:t>lée</w:t>
      </w:r>
      <w:r w:rsidR="00E8465A">
        <w:t xml:space="preserve">, </w:t>
      </w:r>
      <w:r w:rsidRPr="007818BD">
        <w:t>résignée</w:t>
      </w:r>
      <w:r w:rsidR="00E8465A">
        <w:t xml:space="preserve">. </w:t>
      </w:r>
      <w:r w:rsidRPr="007818BD">
        <w:t>Mais quels doutes amers sur sa conduite</w:t>
      </w:r>
      <w:r w:rsidR="00E8465A">
        <w:t xml:space="preserve">, </w:t>
      </w:r>
      <w:r w:rsidRPr="007818BD">
        <w:t>quel r</w:t>
      </w:r>
      <w:r w:rsidRPr="007818BD">
        <w:t>e</w:t>
      </w:r>
      <w:r w:rsidRPr="007818BD">
        <w:t>mords glacé traversèrent son cœur</w:t>
      </w:r>
      <w:r w:rsidR="00E8465A">
        <w:t xml:space="preserve">, </w:t>
      </w:r>
      <w:r w:rsidRPr="007818BD">
        <w:t>lorsque</w:t>
      </w:r>
      <w:r w:rsidR="00E8465A">
        <w:t xml:space="preserve">, </w:t>
      </w:r>
      <w:r w:rsidRPr="007818BD">
        <w:t>pendant quelques heures de repos sur la route de Livourne</w:t>
      </w:r>
      <w:r w:rsidR="00E8465A">
        <w:t xml:space="preserve">, </w:t>
      </w:r>
      <w:r w:rsidRPr="007818BD">
        <w:t xml:space="preserve">elle entendit la femme qui accompagnait </w:t>
      </w:r>
      <w:proofErr w:type="spellStart"/>
      <w:r w:rsidRPr="007818BD">
        <w:t>Glyndon</w:t>
      </w:r>
      <w:proofErr w:type="spellEnd"/>
      <w:r w:rsidRPr="007818BD">
        <w:t xml:space="preserve"> et elle-même demander au ciel sa protection pour rejoindre son mari</w:t>
      </w:r>
      <w:r w:rsidR="00E8465A">
        <w:t xml:space="preserve">, </w:t>
      </w:r>
      <w:r w:rsidRPr="007818BD">
        <w:t>et la force de partager ses périls</w:t>
      </w:r>
      <w:r w:rsidR="00E8465A">
        <w:t xml:space="preserve">. </w:t>
      </w:r>
      <w:r w:rsidRPr="007818BD">
        <w:t>Contraste terrible avec sa propre fuite</w:t>
      </w:r>
      <w:r w:rsidR="00E8465A">
        <w:t xml:space="preserve"> ! </w:t>
      </w:r>
      <w:r w:rsidRPr="007818BD">
        <w:t>Elle retomba dans les ténèbres de son cœur</w:t>
      </w:r>
      <w:r w:rsidR="00E8465A">
        <w:t xml:space="preserve">, </w:t>
      </w:r>
      <w:r w:rsidRPr="007818BD">
        <w:t>et alors nulle voix intérieure ne la consola plus</w:t>
      </w:r>
      <w:r w:rsidR="00E8465A">
        <w:t>.</w:t>
      </w:r>
    </w:p>
    <w:p w14:paraId="6F824694" w14:textId="77777777" w:rsidR="00E8465A" w:rsidRDefault="00E0544E" w:rsidP="00E8465A">
      <w:pPr>
        <w:pStyle w:val="Titre2"/>
        <w:pageBreakBefore/>
      </w:pPr>
      <w:bookmarkStart w:id="69" w:name="_Toc199963118"/>
      <w:r w:rsidRPr="007818BD">
        <w:lastRenderedPageBreak/>
        <w:t>CHAPITRE</w:t>
      </w:r>
      <w:r w:rsidR="00E8465A">
        <w:t xml:space="preserve"> </w:t>
      </w:r>
      <w:r w:rsidRPr="007818BD">
        <w:t>IX</w:t>
      </w:r>
      <w:r w:rsidR="00E8465A">
        <w:t>.</w:t>
      </w:r>
      <w:bookmarkEnd w:id="69"/>
    </w:p>
    <w:p w14:paraId="20543C3F" w14:textId="77777777" w:rsidR="00E8465A" w:rsidRDefault="00E0544E" w:rsidP="00E0544E">
      <w:pPr>
        <w:pStyle w:val="NormalRetraitGauche4XIndent0"/>
        <w:spacing w:before="0" w:after="0"/>
        <w:rPr>
          <w:rStyle w:val="Taille-1Caracteres"/>
        </w:rPr>
      </w:pPr>
      <w:proofErr w:type="spellStart"/>
      <w:r w:rsidRPr="007818BD">
        <w:rPr>
          <w:rStyle w:val="Taille-1Caracteres"/>
        </w:rPr>
        <w:t>Zukunft</w:t>
      </w:r>
      <w:proofErr w:type="spellEnd"/>
      <w:r w:rsidRPr="007818BD">
        <w:rPr>
          <w:rStyle w:val="Taille-1Caracteres"/>
        </w:rPr>
        <w:t xml:space="preserve"> hast du mir </w:t>
      </w:r>
      <w:proofErr w:type="spellStart"/>
      <w:r w:rsidRPr="007818BD">
        <w:rPr>
          <w:rStyle w:val="Taille-1Caracteres"/>
        </w:rPr>
        <w:t>gegeben</w:t>
      </w:r>
      <w:proofErr w:type="spellEnd"/>
      <w:r w:rsidR="00E8465A">
        <w:rPr>
          <w:rStyle w:val="Taille-1Caracteres"/>
        </w:rPr>
        <w:t>,</w:t>
      </w:r>
    </w:p>
    <w:p w14:paraId="3BABA89A" w14:textId="77777777" w:rsidR="00E8465A" w:rsidRDefault="00E0544E" w:rsidP="00E0544E">
      <w:pPr>
        <w:pStyle w:val="NormalRetraitGauche4XIndent0"/>
        <w:spacing w:before="0" w:after="0"/>
        <w:rPr>
          <w:rStyle w:val="Taille-1Caracteres"/>
        </w:rPr>
      </w:pPr>
      <w:proofErr w:type="spellStart"/>
      <w:r w:rsidRPr="007818BD">
        <w:rPr>
          <w:rStyle w:val="Taille-1Caracteres"/>
        </w:rPr>
        <w:t>Doch</w:t>
      </w:r>
      <w:proofErr w:type="spellEnd"/>
      <w:r w:rsidRPr="007818BD">
        <w:rPr>
          <w:rStyle w:val="Taille-1Caracteres"/>
        </w:rPr>
        <w:t xml:space="preserve"> du </w:t>
      </w:r>
      <w:proofErr w:type="spellStart"/>
      <w:r w:rsidRPr="007818BD">
        <w:rPr>
          <w:rStyle w:val="Taille-1Caracteres"/>
        </w:rPr>
        <w:t>nehmst</w:t>
      </w:r>
      <w:proofErr w:type="spellEnd"/>
      <w:r w:rsidRPr="007818BD">
        <w:rPr>
          <w:rStyle w:val="Taille-1Caracteres"/>
        </w:rPr>
        <w:t xml:space="preserve"> den </w:t>
      </w:r>
      <w:proofErr w:type="spellStart"/>
      <w:r w:rsidRPr="007818BD">
        <w:rPr>
          <w:rStyle w:val="Taille-1Caracteres"/>
        </w:rPr>
        <w:t>Augenblick</w:t>
      </w:r>
      <w:proofErr w:type="spellEnd"/>
      <w:r w:rsidRPr="007818BD">
        <w:rPr>
          <w:rStyle w:val="Appelnotedebasdep"/>
          <w:szCs w:val="28"/>
        </w:rPr>
        <w:footnoteReference w:id="53"/>
      </w:r>
      <w:r w:rsidR="00E8465A">
        <w:rPr>
          <w:rStyle w:val="Taille-1Caracteres"/>
        </w:rPr>
        <w:t>.</w:t>
      </w:r>
    </w:p>
    <w:p w14:paraId="252DCAE9" w14:textId="2AB9F9AA" w:rsidR="00E8465A" w:rsidRDefault="00E8465A" w:rsidP="000200A6">
      <w:pPr>
        <w:ind w:firstLine="0"/>
        <w:jc w:val="right"/>
        <w:rPr>
          <w:rStyle w:val="Taille-1Caracteres"/>
        </w:rPr>
      </w:pPr>
      <w:r>
        <w:rPr>
          <w:rStyle w:val="Taille-1Caracteres"/>
        </w:rPr>
        <w:t>(</w:t>
      </w:r>
      <w:r w:rsidR="00E0544E" w:rsidRPr="007818BD">
        <w:rPr>
          <w:rStyle w:val="Taille-1Caracteres"/>
        </w:rPr>
        <w:t>KASSANDRA</w:t>
      </w:r>
      <w:r>
        <w:rPr>
          <w:rStyle w:val="Taille-1Caracteres"/>
        </w:rPr>
        <w:t>.)</w:t>
      </w:r>
    </w:p>
    <w:p w14:paraId="471D3AED" w14:textId="77777777" w:rsidR="00E8465A" w:rsidRDefault="00E8465A" w:rsidP="00E0544E">
      <w:r>
        <w:t>« </w:t>
      </w:r>
      <w:proofErr w:type="spellStart"/>
      <w:r w:rsidR="00E0544E" w:rsidRPr="007818BD">
        <w:t>Mejnour</w:t>
      </w:r>
      <w:proofErr w:type="spellEnd"/>
      <w:r>
        <w:t xml:space="preserve">, </w:t>
      </w:r>
      <w:r w:rsidR="00E0544E" w:rsidRPr="007818BD">
        <w:t>contemple ton ouvrage</w:t>
      </w:r>
      <w:r>
        <w:t xml:space="preserve"> ! </w:t>
      </w:r>
      <w:r w:rsidR="00E0544E" w:rsidRPr="007818BD">
        <w:t>Arrière</w:t>
      </w:r>
      <w:r>
        <w:t xml:space="preserve"> ! </w:t>
      </w:r>
      <w:r w:rsidR="00E0544E" w:rsidRPr="007818BD">
        <w:t>arrière</w:t>
      </w:r>
      <w:r>
        <w:t xml:space="preserve"> ! </w:t>
      </w:r>
      <w:r w:rsidR="00E0544E" w:rsidRPr="007818BD">
        <w:t>nos petites vanités de sagesse</w:t>
      </w:r>
      <w:r>
        <w:t xml:space="preserve"> !… </w:t>
      </w:r>
      <w:r w:rsidR="00E0544E" w:rsidRPr="007818BD">
        <w:t>Arrière nos siècles de vie et de science</w:t>
      </w:r>
      <w:r>
        <w:t xml:space="preserve"> !… </w:t>
      </w:r>
      <w:r w:rsidR="00E0544E" w:rsidRPr="007818BD">
        <w:t>Pour la sauver du péril j</w:t>
      </w:r>
      <w:r>
        <w:t>’</w:t>
      </w:r>
      <w:r w:rsidR="00E0544E" w:rsidRPr="007818BD">
        <w:t>ai quitté sa présence</w:t>
      </w:r>
      <w:r>
        <w:t xml:space="preserve">, </w:t>
      </w:r>
      <w:r w:rsidR="00E0544E" w:rsidRPr="007818BD">
        <w:t>et le péril s</w:t>
      </w:r>
      <w:r>
        <w:t>’</w:t>
      </w:r>
      <w:r w:rsidR="00E0544E" w:rsidRPr="007818BD">
        <w:t>est saisi d</w:t>
      </w:r>
      <w:r>
        <w:t>’</w:t>
      </w:r>
      <w:r w:rsidR="00E0544E" w:rsidRPr="007818BD">
        <w:t>elle</w:t>
      </w:r>
      <w:r>
        <w:t> !</w:t>
      </w:r>
    </w:p>
    <w:p w14:paraId="5A29D24A" w14:textId="77777777" w:rsidR="00E8465A" w:rsidRDefault="00E8465A" w:rsidP="00E0544E">
      <w:r>
        <w:t>— </w:t>
      </w:r>
      <w:r w:rsidR="00E0544E" w:rsidRPr="007818BD">
        <w:t>Ne blâme pas ta science</w:t>
      </w:r>
      <w:r>
        <w:t xml:space="preserve">, </w:t>
      </w:r>
      <w:r w:rsidR="00E0544E" w:rsidRPr="007818BD">
        <w:t>mais tes passions</w:t>
      </w:r>
      <w:r>
        <w:t xml:space="preserve"> ! </w:t>
      </w:r>
      <w:r w:rsidR="00E0544E" w:rsidRPr="007818BD">
        <w:t>Renonce à ta folle espérance de l</w:t>
      </w:r>
      <w:r>
        <w:t>’</w:t>
      </w:r>
      <w:r w:rsidR="00E0544E" w:rsidRPr="007818BD">
        <w:t>amour d</w:t>
      </w:r>
      <w:r>
        <w:t>’</w:t>
      </w:r>
      <w:r w:rsidR="00E0544E" w:rsidRPr="007818BD">
        <w:t>une femme</w:t>
      </w:r>
      <w:r>
        <w:t xml:space="preserve">. </w:t>
      </w:r>
      <w:r w:rsidR="00E0544E" w:rsidRPr="007818BD">
        <w:t>Vois quelle est</w:t>
      </w:r>
      <w:r>
        <w:t xml:space="preserve">, </w:t>
      </w:r>
      <w:r w:rsidR="00E0544E" w:rsidRPr="007818BD">
        <w:t>pour ceux qui veulent unir le sublime au terrestre</w:t>
      </w:r>
      <w:r>
        <w:t xml:space="preserve">, </w:t>
      </w:r>
      <w:r w:rsidR="00E0544E" w:rsidRPr="007818BD">
        <w:t>l</w:t>
      </w:r>
      <w:r>
        <w:t>’</w:t>
      </w:r>
      <w:r w:rsidR="00E0544E" w:rsidRPr="007818BD">
        <w:t>inévitable mal</w:t>
      </w:r>
      <w:r w:rsidR="00E0544E" w:rsidRPr="007818BD">
        <w:t>é</w:t>
      </w:r>
      <w:r w:rsidR="00E0544E" w:rsidRPr="007818BD">
        <w:t>diction</w:t>
      </w:r>
      <w:r>
        <w:t xml:space="preserve"> : </w:t>
      </w:r>
      <w:r w:rsidR="00E0544E" w:rsidRPr="007818BD">
        <w:t>ta nature incomprise</w:t>
      </w:r>
      <w:r>
        <w:t xml:space="preserve">, </w:t>
      </w:r>
      <w:r w:rsidR="00E0544E" w:rsidRPr="007818BD">
        <w:t>tes sacrifices méconnus</w:t>
      </w:r>
      <w:r>
        <w:t xml:space="preserve">… </w:t>
      </w:r>
      <w:r w:rsidR="00E0544E" w:rsidRPr="007818BD">
        <w:t>L</w:t>
      </w:r>
      <w:r>
        <w:t>’</w:t>
      </w:r>
      <w:r w:rsidR="00E0544E" w:rsidRPr="007818BD">
        <w:t>âme terrestre ne voit dans l</w:t>
      </w:r>
      <w:r>
        <w:t>’</w:t>
      </w:r>
      <w:r w:rsidR="00E0544E" w:rsidRPr="007818BD">
        <w:t>âme sublime qu</w:t>
      </w:r>
      <w:r>
        <w:t>’</w:t>
      </w:r>
      <w:r w:rsidR="00E0544E" w:rsidRPr="007818BD">
        <w:t>un nécromancien ou un démon</w:t>
      </w:r>
      <w:r>
        <w:t xml:space="preserve">… </w:t>
      </w:r>
      <w:r w:rsidR="00E0544E" w:rsidRPr="007818BD">
        <w:t>Eh quoi</w:t>
      </w:r>
      <w:r>
        <w:t xml:space="preserve"> ! </w:t>
      </w:r>
      <w:r w:rsidR="00E0544E" w:rsidRPr="007818BD">
        <w:t>Titan</w:t>
      </w:r>
      <w:r>
        <w:t xml:space="preserve"> ! </w:t>
      </w:r>
      <w:r w:rsidR="00E0544E" w:rsidRPr="007818BD">
        <w:t>tu peux pleurer</w:t>
      </w:r>
      <w:r>
        <w:t> !</w:t>
      </w:r>
    </w:p>
    <w:p w14:paraId="59941A4B" w14:textId="77777777" w:rsidR="00E8465A" w:rsidRDefault="00E8465A" w:rsidP="00E0544E">
      <w:r>
        <w:t>— </w:t>
      </w:r>
      <w:r w:rsidR="00E0544E" w:rsidRPr="007818BD">
        <w:t>Je vois</w:t>
      </w:r>
      <w:r>
        <w:t xml:space="preserve">, </w:t>
      </w:r>
      <w:r w:rsidR="00E0544E" w:rsidRPr="007818BD">
        <w:t>je sais tout maintenant</w:t>
      </w:r>
      <w:r>
        <w:t xml:space="preserve">… </w:t>
      </w:r>
      <w:r w:rsidR="00E0544E" w:rsidRPr="007818BD">
        <w:t>L</w:t>
      </w:r>
      <w:r>
        <w:t>’</w:t>
      </w:r>
      <w:r w:rsidR="00E0544E" w:rsidRPr="007818BD">
        <w:t>esprit qui se tenait auprès du nôtre</w:t>
      </w:r>
      <w:r>
        <w:t xml:space="preserve">, </w:t>
      </w:r>
      <w:r w:rsidR="00E0544E" w:rsidRPr="007818BD">
        <w:t>et qui échappa à mon étreinte</w:t>
      </w:r>
      <w:r>
        <w:t xml:space="preserve">… </w:t>
      </w:r>
      <w:r w:rsidR="00E0544E" w:rsidRPr="007818BD">
        <w:t>c</w:t>
      </w:r>
      <w:r>
        <w:t>’</w:t>
      </w:r>
      <w:r w:rsidR="00E0544E" w:rsidRPr="007818BD">
        <w:t>était le sien</w:t>
      </w:r>
      <w:r>
        <w:t xml:space="preserve"> ! </w:t>
      </w:r>
      <w:r w:rsidR="00E0544E" w:rsidRPr="007818BD">
        <w:t>Oh</w:t>
      </w:r>
      <w:r>
        <w:t xml:space="preserve"> ! </w:t>
      </w:r>
      <w:r w:rsidR="00E0544E" w:rsidRPr="007818BD">
        <w:t>désir invincible de la maternité et de la nature</w:t>
      </w:r>
      <w:r>
        <w:t xml:space="preserve"> ! </w:t>
      </w:r>
      <w:r w:rsidR="00E0544E" w:rsidRPr="007818BD">
        <w:t>tu perces tous nos secrets</w:t>
      </w:r>
      <w:r>
        <w:t xml:space="preserve">, </w:t>
      </w:r>
      <w:r w:rsidR="00E0544E" w:rsidRPr="007818BD">
        <w:t>tu pénètres l</w:t>
      </w:r>
      <w:r>
        <w:t>’</w:t>
      </w:r>
      <w:r w:rsidR="00E0544E" w:rsidRPr="007818BD">
        <w:t>espace</w:t>
      </w:r>
      <w:r>
        <w:t xml:space="preserve">, </w:t>
      </w:r>
      <w:r w:rsidR="00E0544E" w:rsidRPr="007818BD">
        <w:t>tu traverses des mo</w:t>
      </w:r>
      <w:r w:rsidR="00E0544E" w:rsidRPr="007818BD">
        <w:t>n</w:t>
      </w:r>
      <w:r w:rsidR="00E0544E" w:rsidRPr="007818BD">
        <w:t>des</w:t>
      </w:r>
      <w:r>
        <w:t xml:space="preserve"> !… </w:t>
      </w:r>
      <w:proofErr w:type="spellStart"/>
      <w:r w:rsidR="00E0544E" w:rsidRPr="007818BD">
        <w:t>Mejnour</w:t>
      </w:r>
      <w:proofErr w:type="spellEnd"/>
      <w:r>
        <w:t xml:space="preserve"> ! </w:t>
      </w:r>
      <w:r w:rsidR="00E0544E" w:rsidRPr="007818BD">
        <w:t>quelle terrible science se cache dans l</w:t>
      </w:r>
      <w:r>
        <w:t>’</w:t>
      </w:r>
      <w:r w:rsidR="00E0544E" w:rsidRPr="007818BD">
        <w:t>ignorance d</w:t>
      </w:r>
      <w:r>
        <w:t>’</w:t>
      </w:r>
      <w:r w:rsidR="00E0544E" w:rsidRPr="007818BD">
        <w:t>un cœur qui aime</w:t>
      </w:r>
      <w:r>
        <w:t> !</w:t>
      </w:r>
    </w:p>
    <w:p w14:paraId="17C92D46" w14:textId="77777777" w:rsidR="00E8465A" w:rsidRDefault="00E8465A" w:rsidP="00E0544E">
      <w:r>
        <w:t>— </w:t>
      </w:r>
      <w:r w:rsidR="00E0544E" w:rsidRPr="007818BD">
        <w:t>Le cœur</w:t>
      </w:r>
      <w:r>
        <w:t xml:space="preserve"> ! </w:t>
      </w:r>
      <w:r w:rsidR="00E0544E" w:rsidRPr="007818BD">
        <w:t xml:space="preserve">répondit froidement </w:t>
      </w:r>
      <w:proofErr w:type="spellStart"/>
      <w:r w:rsidR="00E0544E" w:rsidRPr="007818BD">
        <w:t>Mejnour</w:t>
      </w:r>
      <w:proofErr w:type="spellEnd"/>
      <w:r>
        <w:t xml:space="preserve">. </w:t>
      </w:r>
      <w:r w:rsidR="00E0544E" w:rsidRPr="007818BD">
        <w:t>Oui</w:t>
      </w:r>
      <w:r>
        <w:t xml:space="preserve">, </w:t>
      </w:r>
      <w:r w:rsidR="00E0544E" w:rsidRPr="007818BD">
        <w:t>pendant cinq mille ans j</w:t>
      </w:r>
      <w:r>
        <w:t>’</w:t>
      </w:r>
      <w:r w:rsidR="00E0544E" w:rsidRPr="007818BD">
        <w:t>ai fouillé les mystères de la création</w:t>
      </w:r>
      <w:r>
        <w:t xml:space="preserve"> ; </w:t>
      </w:r>
      <w:r w:rsidR="00E0544E" w:rsidRPr="007818BD">
        <w:t>mais je n</w:t>
      </w:r>
      <w:r>
        <w:t>’</w:t>
      </w:r>
      <w:r w:rsidR="00E0544E" w:rsidRPr="007818BD">
        <w:t>ai pas encore découvert toutes les merveilles du cœur du plus si</w:t>
      </w:r>
      <w:r w:rsidR="00E0544E" w:rsidRPr="007818BD">
        <w:t>m</w:t>
      </w:r>
      <w:r w:rsidR="00E0544E" w:rsidRPr="007818BD">
        <w:t>ple paysan</w:t>
      </w:r>
      <w:r>
        <w:t> !</w:t>
      </w:r>
    </w:p>
    <w:p w14:paraId="28BE6868" w14:textId="77777777" w:rsidR="00E8465A" w:rsidRDefault="00E8465A" w:rsidP="00E0544E">
      <w:r>
        <w:lastRenderedPageBreak/>
        <w:t>— </w:t>
      </w:r>
      <w:r w:rsidR="00E0544E" w:rsidRPr="007818BD">
        <w:t>Et pourtant nos rites solennels ne nous trompent pas</w:t>
      </w:r>
      <w:r>
        <w:t xml:space="preserve"> ; </w:t>
      </w:r>
      <w:r w:rsidR="00E0544E" w:rsidRPr="007818BD">
        <w:t>les ombres prophétiques</w:t>
      </w:r>
      <w:r>
        <w:t xml:space="preserve">, </w:t>
      </w:r>
      <w:r w:rsidR="00E0544E" w:rsidRPr="007818BD">
        <w:t>noires de terreur et rouges de sang</w:t>
      </w:r>
      <w:r>
        <w:t xml:space="preserve">, </w:t>
      </w:r>
      <w:r w:rsidR="00E0544E" w:rsidRPr="007818BD">
        <w:t>nous ont prédit que</w:t>
      </w:r>
      <w:r>
        <w:t xml:space="preserve">, </w:t>
      </w:r>
      <w:r w:rsidR="00E0544E" w:rsidRPr="007818BD">
        <w:t>même dans le cachot et d</w:t>
      </w:r>
      <w:r w:rsidR="00E0544E" w:rsidRPr="007818BD">
        <w:t>e</w:t>
      </w:r>
      <w:r w:rsidR="00E0544E" w:rsidRPr="007818BD">
        <w:t>vant le bourreau</w:t>
      </w:r>
      <w:r>
        <w:t xml:space="preserve">, </w:t>
      </w:r>
      <w:r w:rsidR="00E0544E" w:rsidRPr="007818BD">
        <w:t>j</w:t>
      </w:r>
      <w:r>
        <w:t>’</w:t>
      </w:r>
      <w:r w:rsidR="00E0544E" w:rsidRPr="007818BD">
        <w:t>aurais le pouvoir de les sauver tous deux</w:t>
      </w:r>
      <w:r>
        <w:t>.</w:t>
      </w:r>
    </w:p>
    <w:p w14:paraId="5066980B" w14:textId="77777777" w:rsidR="00E8465A" w:rsidRDefault="00E8465A" w:rsidP="00E0544E">
      <w:r>
        <w:t>— </w:t>
      </w:r>
      <w:r w:rsidR="00E0544E" w:rsidRPr="007818BD">
        <w:t>Mais à la condition de quelque sacrifice inconnu et fatal à toi-même</w:t>
      </w:r>
      <w:r>
        <w:t>.</w:t>
      </w:r>
    </w:p>
    <w:p w14:paraId="64999950" w14:textId="2BB81767" w:rsidR="00E0544E" w:rsidRPr="007818BD" w:rsidRDefault="00E8465A" w:rsidP="00E0544E">
      <w:r>
        <w:t>— </w:t>
      </w:r>
      <w:r w:rsidR="00E0544E" w:rsidRPr="007818BD">
        <w:t>À moi-même</w:t>
      </w:r>
      <w:r>
        <w:t xml:space="preserve"> ? </w:t>
      </w:r>
      <w:r w:rsidR="00E0544E" w:rsidRPr="007818BD">
        <w:t>sage glacé</w:t>
      </w:r>
      <w:r>
        <w:t xml:space="preserve"> ! </w:t>
      </w:r>
      <w:r w:rsidR="00E0544E" w:rsidRPr="007818BD">
        <w:t>Il n</w:t>
      </w:r>
      <w:r>
        <w:t>’</w:t>
      </w:r>
      <w:r w:rsidR="00E0544E" w:rsidRPr="007818BD">
        <w:t>y a pas de moi quand on aime</w:t>
      </w:r>
      <w:r>
        <w:t xml:space="preserve">. </w:t>
      </w:r>
      <w:r w:rsidR="00E0544E" w:rsidRPr="007818BD">
        <w:t>Je pars</w:t>
      </w:r>
      <w:r>
        <w:t xml:space="preserve">… </w:t>
      </w:r>
      <w:r w:rsidR="00E0544E" w:rsidRPr="007818BD">
        <w:t>seul</w:t>
      </w:r>
      <w:r>
        <w:t xml:space="preserve">… </w:t>
      </w:r>
      <w:r w:rsidR="00E0544E" w:rsidRPr="007818BD">
        <w:t>Je n</w:t>
      </w:r>
      <w:r>
        <w:t>’</w:t>
      </w:r>
      <w:r w:rsidR="00E0544E" w:rsidRPr="007818BD">
        <w:t>ai pas besoin de toi</w:t>
      </w:r>
      <w:r>
        <w:t xml:space="preserve">… </w:t>
      </w:r>
      <w:r w:rsidR="00E0544E" w:rsidRPr="007818BD">
        <w:t>Je ne veux pour guide que les instincts de la tendresse humaine</w:t>
      </w:r>
      <w:r>
        <w:t xml:space="preserve">… </w:t>
      </w:r>
      <w:r w:rsidR="00E0544E" w:rsidRPr="007818BD">
        <w:t>Il n</w:t>
      </w:r>
      <w:r>
        <w:t>’</w:t>
      </w:r>
      <w:r w:rsidR="00E0544E" w:rsidRPr="007818BD">
        <w:t>est cave</w:t>
      </w:r>
      <w:r w:rsidR="00E0544E" w:rsidRPr="007818BD">
        <w:t>r</w:t>
      </w:r>
      <w:r w:rsidR="00E0544E" w:rsidRPr="007818BD">
        <w:t>ne si profonde</w:t>
      </w:r>
      <w:r>
        <w:t xml:space="preserve">, </w:t>
      </w:r>
      <w:r w:rsidR="00E0544E" w:rsidRPr="007818BD">
        <w:t>ni désert si vaste</w:t>
      </w:r>
      <w:r>
        <w:t xml:space="preserve">, </w:t>
      </w:r>
      <w:r w:rsidR="00E0544E" w:rsidRPr="007818BD">
        <w:t>qui puisse la cacher</w:t>
      </w:r>
      <w:r>
        <w:t xml:space="preserve">… </w:t>
      </w:r>
      <w:r w:rsidR="00E0544E" w:rsidRPr="007818BD">
        <w:t>Oui</w:t>
      </w:r>
      <w:r>
        <w:t xml:space="preserve">, </w:t>
      </w:r>
      <w:r w:rsidR="00E0544E" w:rsidRPr="007818BD">
        <w:t>mon art me fait défaut</w:t>
      </w:r>
      <w:r>
        <w:t xml:space="preserve">… </w:t>
      </w:r>
      <w:r w:rsidR="00E0544E" w:rsidRPr="007818BD">
        <w:t>Oui</w:t>
      </w:r>
      <w:r>
        <w:t xml:space="preserve">, </w:t>
      </w:r>
      <w:r w:rsidR="00E0544E" w:rsidRPr="007818BD">
        <w:t>les astres sont inexorables</w:t>
      </w:r>
      <w:r>
        <w:t xml:space="preserve">… </w:t>
      </w:r>
      <w:r w:rsidR="00E0544E" w:rsidRPr="007818BD">
        <w:t>Oui</w:t>
      </w:r>
      <w:r>
        <w:t xml:space="preserve">, </w:t>
      </w:r>
      <w:r w:rsidR="00E0544E" w:rsidRPr="007818BD">
        <w:t>l</w:t>
      </w:r>
      <w:r>
        <w:t>’</w:t>
      </w:r>
      <w:r w:rsidR="00E0544E" w:rsidRPr="007818BD">
        <w:t>espace avec ses régions glorieuses n</w:t>
      </w:r>
      <w:r>
        <w:t>’</w:t>
      </w:r>
      <w:r w:rsidR="00E0544E" w:rsidRPr="007818BD">
        <w:t>est plus pour moi qu</w:t>
      </w:r>
      <w:r>
        <w:t>’</w:t>
      </w:r>
      <w:r w:rsidR="00E0544E" w:rsidRPr="007818BD">
        <w:t>un azur vide</w:t>
      </w:r>
      <w:r>
        <w:t xml:space="preserve">… </w:t>
      </w:r>
      <w:r w:rsidR="00E0544E" w:rsidRPr="007818BD">
        <w:t>Il ne me reste que l</w:t>
      </w:r>
      <w:r>
        <w:t>’</w:t>
      </w:r>
      <w:r w:rsidR="00E0544E" w:rsidRPr="007818BD">
        <w:t>amour</w:t>
      </w:r>
      <w:r>
        <w:t xml:space="preserve">, </w:t>
      </w:r>
      <w:r w:rsidR="00E0544E" w:rsidRPr="007818BD">
        <w:t>la jeunesse et l</w:t>
      </w:r>
      <w:r>
        <w:t>’</w:t>
      </w:r>
      <w:r w:rsidR="00E0544E" w:rsidRPr="007818BD">
        <w:t>espérance</w:t>
      </w:r>
      <w:r>
        <w:t xml:space="preserve"> ; </w:t>
      </w:r>
      <w:r w:rsidR="00E0544E" w:rsidRPr="007818BD">
        <w:t>mais quand donc l</w:t>
      </w:r>
      <w:r>
        <w:t>’</w:t>
      </w:r>
      <w:r w:rsidR="00E0544E" w:rsidRPr="007818BD">
        <w:t>espérance</w:t>
      </w:r>
      <w:r>
        <w:t xml:space="preserve">, </w:t>
      </w:r>
      <w:r w:rsidR="00E0544E" w:rsidRPr="007818BD">
        <w:t>la jeunesse et l</w:t>
      </w:r>
      <w:r>
        <w:t>’</w:t>
      </w:r>
      <w:r w:rsidR="00E0544E" w:rsidRPr="007818BD">
        <w:t>amour</w:t>
      </w:r>
      <w:r>
        <w:t xml:space="preserve">, </w:t>
      </w:r>
      <w:r w:rsidR="00E0544E" w:rsidRPr="007818BD">
        <w:t>ont-ils été i</w:t>
      </w:r>
      <w:r w:rsidR="00E0544E" w:rsidRPr="007818BD">
        <w:t>m</w:t>
      </w:r>
      <w:r w:rsidR="00E0544E" w:rsidRPr="007818BD">
        <w:t>puissants à triompher et à sauver</w:t>
      </w:r>
      <w:r>
        <w:t> ? »</w:t>
      </w:r>
    </w:p>
    <w:p w14:paraId="5E18D284" w14:textId="5695C544" w:rsidR="00E8465A" w:rsidRDefault="000200A6" w:rsidP="000200A6">
      <w:pPr>
        <w:pStyle w:val="Titre1"/>
        <w:rPr>
          <w:sz w:val="60"/>
          <w:szCs w:val="60"/>
        </w:rPr>
      </w:pPr>
      <w:r>
        <w:rPr>
          <w:sz w:val="60"/>
          <w:szCs w:val="60"/>
        </w:rPr>
        <w:lastRenderedPageBreak/>
        <w:br/>
      </w:r>
      <w:r>
        <w:rPr>
          <w:sz w:val="60"/>
          <w:szCs w:val="60"/>
        </w:rPr>
        <w:br/>
      </w:r>
      <w:r>
        <w:rPr>
          <w:sz w:val="60"/>
          <w:szCs w:val="60"/>
        </w:rPr>
        <w:br/>
      </w:r>
      <w:bookmarkStart w:id="70" w:name="_Toc199963119"/>
      <w:r w:rsidR="00E0544E" w:rsidRPr="00EA53BB">
        <w:rPr>
          <w:sz w:val="60"/>
          <w:szCs w:val="60"/>
        </w:rPr>
        <w:t>LIVRE</w:t>
      </w:r>
      <w:r w:rsidR="00E8465A">
        <w:rPr>
          <w:sz w:val="60"/>
          <w:szCs w:val="60"/>
        </w:rPr>
        <w:t xml:space="preserve"> </w:t>
      </w:r>
      <w:r w:rsidR="00E0544E" w:rsidRPr="00EA53BB">
        <w:rPr>
          <w:sz w:val="60"/>
          <w:szCs w:val="60"/>
        </w:rPr>
        <w:t>VII</w:t>
      </w:r>
      <w:r w:rsidR="00E8465A">
        <w:rPr>
          <w:sz w:val="60"/>
          <w:szCs w:val="60"/>
        </w:rPr>
        <w:t>.</w:t>
      </w:r>
      <w:r w:rsidR="00E8465A">
        <w:rPr>
          <w:sz w:val="60"/>
          <w:szCs w:val="60"/>
        </w:rPr>
        <w:br/>
      </w:r>
      <w:r w:rsidR="00E0544E" w:rsidRPr="00EA53BB">
        <w:rPr>
          <w:sz w:val="60"/>
          <w:szCs w:val="60"/>
        </w:rPr>
        <w:br/>
        <w:t>LE RÈGNE DE LA TERREUR</w:t>
      </w:r>
      <w:r w:rsidR="00E8465A">
        <w:rPr>
          <w:sz w:val="60"/>
          <w:szCs w:val="60"/>
        </w:rPr>
        <w:t>.</w:t>
      </w:r>
      <w:bookmarkEnd w:id="70"/>
    </w:p>
    <w:p w14:paraId="46AF2E14" w14:textId="77777777" w:rsidR="00E8465A" w:rsidRDefault="00E0544E" w:rsidP="00E8465A">
      <w:pPr>
        <w:pStyle w:val="Titre2"/>
        <w:pageBreakBefore/>
      </w:pPr>
      <w:bookmarkStart w:id="71" w:name="_Toc199963120"/>
      <w:r w:rsidRPr="007818BD">
        <w:lastRenderedPageBreak/>
        <w:t>CHAPITRE PREMIER</w:t>
      </w:r>
      <w:r w:rsidR="00E8465A">
        <w:t>.</w:t>
      </w:r>
      <w:bookmarkEnd w:id="71"/>
    </w:p>
    <w:p w14:paraId="3A8262B1" w14:textId="77777777" w:rsidR="00E8465A" w:rsidRDefault="00E0544E" w:rsidP="00E0544E">
      <w:pPr>
        <w:pStyle w:val="NormalRetraitGauche4XIndent0"/>
        <w:spacing w:before="0" w:after="0"/>
        <w:rPr>
          <w:rStyle w:val="Taille-1Caracteres"/>
        </w:rPr>
      </w:pPr>
      <w:r w:rsidRPr="007818BD">
        <w:rPr>
          <w:rStyle w:val="Taille-1Caracteres"/>
        </w:rPr>
        <w:t>Qui suis-je</w:t>
      </w:r>
      <w:r w:rsidR="00E8465A">
        <w:rPr>
          <w:rStyle w:val="Taille-1Caracteres"/>
        </w:rPr>
        <w:t xml:space="preserve">, </w:t>
      </w:r>
      <w:r w:rsidRPr="007818BD">
        <w:rPr>
          <w:rStyle w:val="Taille-1Caracteres"/>
        </w:rPr>
        <w:t>moi qu</w:t>
      </w:r>
      <w:r w:rsidR="00E8465A">
        <w:rPr>
          <w:rStyle w:val="Taille-1Caracteres"/>
        </w:rPr>
        <w:t>’</w:t>
      </w:r>
      <w:r w:rsidRPr="007818BD">
        <w:rPr>
          <w:rStyle w:val="Taille-1Caracteres"/>
        </w:rPr>
        <w:t>on accuse</w:t>
      </w:r>
      <w:r w:rsidR="00E8465A">
        <w:rPr>
          <w:rStyle w:val="Taille-1Caracteres"/>
        </w:rPr>
        <w:t xml:space="preserve"> ?… </w:t>
      </w:r>
      <w:r w:rsidRPr="007818BD">
        <w:rPr>
          <w:rStyle w:val="Taille-1Caracteres"/>
        </w:rPr>
        <w:t>Un esclave</w:t>
      </w:r>
      <w:r w:rsidR="00E8465A">
        <w:rPr>
          <w:rStyle w:val="Taille-1Caracteres"/>
        </w:rPr>
        <w:t xml:space="preserve">, </w:t>
      </w:r>
      <w:r w:rsidRPr="007818BD">
        <w:rPr>
          <w:rStyle w:val="Taille-1Caracteres"/>
        </w:rPr>
        <w:t>de la liberté</w:t>
      </w:r>
      <w:r w:rsidR="00E8465A">
        <w:rPr>
          <w:rStyle w:val="Taille-1Caracteres"/>
        </w:rPr>
        <w:t xml:space="preserve">, </w:t>
      </w:r>
      <w:r w:rsidRPr="007818BD">
        <w:rPr>
          <w:rStyle w:val="Taille-1Caracteres"/>
        </w:rPr>
        <w:t>un martyr vivant de la r</w:t>
      </w:r>
      <w:r w:rsidRPr="007818BD">
        <w:rPr>
          <w:rStyle w:val="Taille-1Caracteres"/>
        </w:rPr>
        <w:t>é</w:t>
      </w:r>
      <w:r w:rsidRPr="007818BD">
        <w:rPr>
          <w:rStyle w:val="Taille-1Caracteres"/>
        </w:rPr>
        <w:t>publique</w:t>
      </w:r>
      <w:r w:rsidR="00E8465A">
        <w:rPr>
          <w:rStyle w:val="Taille-1Caracteres"/>
        </w:rPr>
        <w:t> !</w:t>
      </w:r>
    </w:p>
    <w:p w14:paraId="20138A31" w14:textId="436FFE7A" w:rsidR="00E8465A" w:rsidRDefault="00E8465A" w:rsidP="000200A6">
      <w:pPr>
        <w:ind w:firstLine="0"/>
        <w:jc w:val="right"/>
        <w:rPr>
          <w:rStyle w:val="Taille-1Caracteres"/>
        </w:rPr>
      </w:pPr>
      <w:r>
        <w:rPr>
          <w:rStyle w:val="Taille-1Caracteres"/>
        </w:rPr>
        <w:t>(</w:t>
      </w:r>
      <w:r w:rsidR="00E0544E" w:rsidRPr="007818BD">
        <w:rPr>
          <w:rStyle w:val="Taille-1Caracteres"/>
        </w:rPr>
        <w:t>Discours de Robespierre</w:t>
      </w:r>
      <w:r>
        <w:rPr>
          <w:rStyle w:val="Taille-1Caracteres"/>
        </w:rPr>
        <w:t xml:space="preserve">, </w:t>
      </w:r>
      <w:r w:rsidR="00E0544E" w:rsidRPr="007818BD">
        <w:rPr>
          <w:rStyle w:val="Taille-1Caracteres"/>
        </w:rPr>
        <w:t>8 thermidor</w:t>
      </w:r>
      <w:r>
        <w:rPr>
          <w:rStyle w:val="Taille-1Caracteres"/>
        </w:rPr>
        <w:t>.)</w:t>
      </w:r>
    </w:p>
    <w:p w14:paraId="7F43170E" w14:textId="77777777" w:rsidR="00E8465A" w:rsidRDefault="00E0544E" w:rsidP="00E0544E">
      <w:r w:rsidRPr="007818BD">
        <w:t>Il rugit</w:t>
      </w:r>
      <w:r w:rsidR="00E8465A">
        <w:t xml:space="preserve">, </w:t>
      </w:r>
      <w:r w:rsidRPr="007818BD">
        <w:t>le torrent infernal dont le premier débordement fut salué comme une source nouvelle qui devait aboutir au bonheur de l</w:t>
      </w:r>
      <w:r w:rsidR="00E8465A">
        <w:t>’</w:t>
      </w:r>
      <w:r w:rsidRPr="007818BD">
        <w:t>humanité</w:t>
      </w:r>
      <w:r w:rsidR="00E8465A">
        <w:t xml:space="preserve">. </w:t>
      </w:r>
      <w:r w:rsidRPr="007818BD">
        <w:t>Comme elles s</w:t>
      </w:r>
      <w:r w:rsidR="00E8465A">
        <w:t>’</w:t>
      </w:r>
      <w:r w:rsidRPr="007818BD">
        <w:t>épanouirent</w:t>
      </w:r>
      <w:r w:rsidR="00E8465A">
        <w:t xml:space="preserve">, </w:t>
      </w:r>
      <w:r w:rsidRPr="007818BD">
        <w:t>les fraîches espéra</w:t>
      </w:r>
      <w:r w:rsidRPr="007818BD">
        <w:t>n</w:t>
      </w:r>
      <w:r w:rsidRPr="007818BD">
        <w:t>ces de ces cœurs qui s</w:t>
      </w:r>
      <w:r w:rsidR="00E8465A">
        <w:t>’</w:t>
      </w:r>
      <w:r w:rsidRPr="007818BD">
        <w:t>étaient nourris de la rosée étincelante de l</w:t>
      </w:r>
      <w:r w:rsidR="00E8465A">
        <w:t>’</w:t>
      </w:r>
      <w:r w:rsidRPr="007818BD">
        <w:t>aube d</w:t>
      </w:r>
      <w:r w:rsidR="00E8465A">
        <w:t>’</w:t>
      </w:r>
      <w:r w:rsidRPr="007818BD">
        <w:t>un monde nouveau</w:t>
      </w:r>
      <w:r w:rsidR="00E8465A">
        <w:t xml:space="preserve">, </w:t>
      </w:r>
      <w:r w:rsidRPr="007818BD">
        <w:t>quand la liberté</w:t>
      </w:r>
      <w:r w:rsidR="00E8465A">
        <w:t xml:space="preserve">, </w:t>
      </w:r>
      <w:r w:rsidRPr="007818BD">
        <w:t>comme l</w:t>
      </w:r>
      <w:r w:rsidR="00E8465A">
        <w:t>’</w:t>
      </w:r>
      <w:r w:rsidRPr="007818BD">
        <w:t>Aurore surgi</w:t>
      </w:r>
      <w:r w:rsidRPr="007818BD">
        <w:t>s</w:t>
      </w:r>
      <w:r w:rsidRPr="007818BD">
        <w:t>sant de la couche de Tithon</w:t>
      </w:r>
      <w:r w:rsidR="00E8465A">
        <w:t xml:space="preserve">, </w:t>
      </w:r>
      <w:r w:rsidRPr="007818BD">
        <w:t>sortit du sombre océan et des bras décrépis de la tyra</w:t>
      </w:r>
      <w:r w:rsidRPr="007818BD">
        <w:t>n</w:t>
      </w:r>
      <w:r w:rsidRPr="007818BD">
        <w:t>nie</w:t>
      </w:r>
      <w:r w:rsidR="00E8465A">
        <w:t xml:space="preserve">. </w:t>
      </w:r>
      <w:r w:rsidRPr="007818BD">
        <w:t>Espérances</w:t>
      </w:r>
      <w:r w:rsidR="00E8465A">
        <w:t xml:space="preserve"> ! </w:t>
      </w:r>
      <w:r w:rsidRPr="007818BD">
        <w:t>vous avez donné vos fruits</w:t>
      </w:r>
      <w:r w:rsidR="00E8465A">
        <w:t xml:space="preserve">, </w:t>
      </w:r>
      <w:r w:rsidRPr="007818BD">
        <w:t>et vos fruits sont le sang et la cendre</w:t>
      </w:r>
      <w:r w:rsidR="00E8465A">
        <w:t xml:space="preserve">. </w:t>
      </w:r>
      <w:r w:rsidRPr="007818BD">
        <w:t>Belle Roland</w:t>
      </w:r>
      <w:r w:rsidR="00E8465A">
        <w:t xml:space="preserve">, </w:t>
      </w:r>
      <w:r w:rsidRPr="007818BD">
        <w:t>él</w:t>
      </w:r>
      <w:r w:rsidRPr="007818BD">
        <w:t>o</w:t>
      </w:r>
      <w:r w:rsidRPr="007818BD">
        <w:t>quent Vergniaud</w:t>
      </w:r>
      <w:r w:rsidR="00E8465A">
        <w:t xml:space="preserve">, </w:t>
      </w:r>
      <w:r w:rsidRPr="007818BD">
        <w:t>aveugle Condorcet</w:t>
      </w:r>
      <w:r w:rsidR="00E8465A">
        <w:t xml:space="preserve">, </w:t>
      </w:r>
      <w:r w:rsidRPr="007818BD">
        <w:t>généreux Malesherbes</w:t>
      </w:r>
      <w:r w:rsidR="00E8465A">
        <w:t xml:space="preserve">… </w:t>
      </w:r>
      <w:r w:rsidRPr="007818BD">
        <w:t>E</w:t>
      </w:r>
      <w:r w:rsidRPr="007818BD">
        <w:t>s</w:t>
      </w:r>
      <w:r w:rsidRPr="007818BD">
        <w:t>prits brillants</w:t>
      </w:r>
      <w:r w:rsidR="00E8465A">
        <w:t xml:space="preserve">, </w:t>
      </w:r>
      <w:r w:rsidRPr="007818BD">
        <w:t>penseurs</w:t>
      </w:r>
      <w:r w:rsidR="00E8465A">
        <w:t xml:space="preserve">, </w:t>
      </w:r>
      <w:r w:rsidRPr="007818BD">
        <w:t>hommes d</w:t>
      </w:r>
      <w:r w:rsidR="00E8465A">
        <w:t>’</w:t>
      </w:r>
      <w:r w:rsidRPr="007818BD">
        <w:t>État</w:t>
      </w:r>
      <w:r w:rsidR="00E8465A">
        <w:t xml:space="preserve">, </w:t>
      </w:r>
      <w:r w:rsidRPr="007818BD">
        <w:t>patriotes</w:t>
      </w:r>
      <w:r w:rsidR="00E8465A">
        <w:t xml:space="preserve">, </w:t>
      </w:r>
      <w:r w:rsidRPr="007818BD">
        <w:t>rêveurs</w:t>
      </w:r>
      <w:r w:rsidR="00E8465A">
        <w:t xml:space="preserve">, </w:t>
      </w:r>
      <w:r w:rsidRPr="007818BD">
        <w:t xml:space="preserve">voici le </w:t>
      </w:r>
      <w:r w:rsidRPr="007818BD">
        <w:rPr>
          <w:i/>
          <w:iCs/>
        </w:rPr>
        <w:t>millenium</w:t>
      </w:r>
      <w:r w:rsidRPr="007818BD">
        <w:t xml:space="preserve"> qu</w:t>
      </w:r>
      <w:r w:rsidR="00E8465A">
        <w:t>’</w:t>
      </w:r>
      <w:r w:rsidRPr="007818BD">
        <w:t>ont réalisé vos efforts et votre audace</w:t>
      </w:r>
      <w:r w:rsidR="00E8465A">
        <w:t>.</w:t>
      </w:r>
    </w:p>
    <w:p w14:paraId="47544AD6" w14:textId="77777777" w:rsidR="00E8465A" w:rsidRDefault="00E0544E" w:rsidP="00E0544E">
      <w:r w:rsidRPr="007818BD">
        <w:t>J</w:t>
      </w:r>
      <w:r w:rsidR="00E8465A">
        <w:t>’</w:t>
      </w:r>
      <w:r w:rsidRPr="007818BD">
        <w:t>invoque les ombres</w:t>
      </w:r>
      <w:r w:rsidR="00E8465A">
        <w:t xml:space="preserve"> ! </w:t>
      </w:r>
      <w:r w:rsidRPr="007818BD">
        <w:t>Saturne a dévoré ses enfants</w:t>
      </w:r>
      <w:r w:rsidR="00E8465A">
        <w:t xml:space="preserve"> ; </w:t>
      </w:r>
      <w:r w:rsidRPr="007818BD">
        <w:t>il vit seul sous son nom vér</w:t>
      </w:r>
      <w:r w:rsidRPr="007818BD">
        <w:t>i</w:t>
      </w:r>
      <w:r w:rsidRPr="007818BD">
        <w:t>table de Moloch</w:t>
      </w:r>
      <w:r w:rsidR="00E8465A">
        <w:t> !</w:t>
      </w:r>
    </w:p>
    <w:p w14:paraId="19572596" w14:textId="77777777" w:rsidR="00E8465A" w:rsidRDefault="00E0544E" w:rsidP="00E0544E">
      <w:r w:rsidRPr="007818BD">
        <w:t>C</w:t>
      </w:r>
      <w:r w:rsidR="00E8465A">
        <w:t>’</w:t>
      </w:r>
      <w:r w:rsidRPr="007818BD">
        <w:t>est le règne de la Terreur avec Robespierre pour roi</w:t>
      </w:r>
      <w:r w:rsidR="00E8465A">
        <w:t xml:space="preserve">. </w:t>
      </w:r>
      <w:r w:rsidRPr="007818BD">
        <w:t>Les luttes entre le serpent et le lion ont cessé</w:t>
      </w:r>
      <w:r w:rsidR="00E8465A">
        <w:t xml:space="preserve"> : </w:t>
      </w:r>
      <w:r w:rsidRPr="007818BD">
        <w:t>le serpent a dévoré le lion et s</w:t>
      </w:r>
      <w:r w:rsidR="00E8465A">
        <w:t>’</w:t>
      </w:r>
      <w:r w:rsidRPr="007818BD">
        <w:t>est gorgé de son sang</w:t>
      </w:r>
      <w:r w:rsidR="00E8465A">
        <w:t xml:space="preserve">. </w:t>
      </w:r>
      <w:r w:rsidRPr="007818BD">
        <w:t>Danton est tombé avec Camille Desmoulins</w:t>
      </w:r>
      <w:r w:rsidR="00E8465A">
        <w:t xml:space="preserve">… </w:t>
      </w:r>
      <w:r w:rsidRPr="007818BD">
        <w:t>Danton avait dit avant de mourir</w:t>
      </w:r>
      <w:r w:rsidR="00E8465A">
        <w:t> : « </w:t>
      </w:r>
      <w:r w:rsidRPr="007818BD">
        <w:t>Ce lâche de Robespierre</w:t>
      </w:r>
      <w:r w:rsidR="00E8465A">
        <w:t xml:space="preserve">, </w:t>
      </w:r>
      <w:r w:rsidRPr="007818BD">
        <w:t>moi seul aurais pu le sauver</w:t>
      </w:r>
      <w:r w:rsidR="00E8465A">
        <w:t>, »</w:t>
      </w:r>
      <w:r w:rsidRPr="007818BD">
        <w:t xml:space="preserve"> À partir de cette heure</w:t>
      </w:r>
      <w:r w:rsidR="00E8465A">
        <w:t xml:space="preserve">, </w:t>
      </w:r>
      <w:r w:rsidRPr="007818BD">
        <w:t>le sang du géant mort avait obscurci l</w:t>
      </w:r>
      <w:r w:rsidR="00E8465A">
        <w:t>’</w:t>
      </w:r>
      <w:r w:rsidRPr="007818BD">
        <w:t>habileté clai</w:t>
      </w:r>
      <w:r w:rsidRPr="007818BD">
        <w:t>r</w:t>
      </w:r>
      <w:r w:rsidRPr="007818BD">
        <w:t>voyante de Maximilien l</w:t>
      </w:r>
      <w:r w:rsidR="00E8465A">
        <w:t>’</w:t>
      </w:r>
      <w:r w:rsidRPr="007818BD">
        <w:t>Incorruptible</w:t>
      </w:r>
      <w:r w:rsidR="00E8465A">
        <w:t xml:space="preserve">, </w:t>
      </w:r>
      <w:r w:rsidRPr="007818BD">
        <w:t>et ce même sang devait enfin</w:t>
      </w:r>
      <w:r w:rsidR="00E8465A">
        <w:t xml:space="preserve">, </w:t>
      </w:r>
      <w:r w:rsidRPr="007818BD">
        <w:t>au milieu du tumulte de la Convention soulevée</w:t>
      </w:r>
      <w:r w:rsidR="00E8465A">
        <w:t xml:space="preserve">, </w:t>
      </w:r>
      <w:r w:rsidRPr="007818BD">
        <w:t>étouffer sa voix</w:t>
      </w:r>
      <w:r w:rsidR="00E8465A">
        <w:t xml:space="preserve">… </w:t>
      </w:r>
      <w:r w:rsidRPr="007818BD">
        <w:t>Si après ce dernier sacrifice</w:t>
      </w:r>
      <w:r w:rsidR="00E8465A">
        <w:t xml:space="preserve">, </w:t>
      </w:r>
      <w:r w:rsidRPr="007818BD">
        <w:t>essentiel peut-être à son salut</w:t>
      </w:r>
      <w:r w:rsidR="00E8465A">
        <w:t xml:space="preserve">, </w:t>
      </w:r>
      <w:r w:rsidRPr="007818BD">
        <w:t>Robespierre eût proclamé la fin du règne de la Terreur</w:t>
      </w:r>
      <w:r w:rsidR="00E8465A">
        <w:t xml:space="preserve">, </w:t>
      </w:r>
      <w:r w:rsidRPr="007818BD">
        <w:t>et agi d</w:t>
      </w:r>
      <w:r w:rsidR="00E8465A">
        <w:t>’</w:t>
      </w:r>
      <w:r w:rsidRPr="007818BD">
        <w:t xml:space="preserve">après les idées de pitié que </w:t>
      </w:r>
      <w:r w:rsidRPr="007818BD">
        <w:lastRenderedPageBreak/>
        <w:t>Danton avait commencé à pr</w:t>
      </w:r>
      <w:r w:rsidRPr="007818BD">
        <w:t>o</w:t>
      </w:r>
      <w:r w:rsidRPr="007818BD">
        <w:t>clamer</w:t>
      </w:r>
      <w:r w:rsidR="00E8465A">
        <w:t xml:space="preserve">, </w:t>
      </w:r>
      <w:r w:rsidRPr="007818BD">
        <w:t>il eût pu vivre et mourir en souverain</w:t>
      </w:r>
      <w:r w:rsidR="00E8465A">
        <w:t xml:space="preserve">. </w:t>
      </w:r>
      <w:r w:rsidRPr="007818BD">
        <w:t>Mais les prisons regorgèrent de victimes plus nombreuses que jamais</w:t>
      </w:r>
      <w:r w:rsidR="00E8465A">
        <w:t xml:space="preserve"> ; </w:t>
      </w:r>
      <w:r w:rsidRPr="007818BD">
        <w:t>le coup</w:t>
      </w:r>
      <w:r w:rsidRPr="007818BD">
        <w:t>e</w:t>
      </w:r>
      <w:r w:rsidRPr="007818BD">
        <w:t>ret fatal ne tombait que pour se relever et tomber encore</w:t>
      </w:r>
      <w:r w:rsidR="00E8465A">
        <w:t xml:space="preserve">-; </w:t>
      </w:r>
      <w:r w:rsidRPr="007818BD">
        <w:t>et Robespierre ne s</w:t>
      </w:r>
      <w:r w:rsidR="00E8465A">
        <w:t>’</w:t>
      </w:r>
      <w:r w:rsidRPr="007818BD">
        <w:t>aperçut pas que la populace était rassasiée de meurtres</w:t>
      </w:r>
      <w:r w:rsidR="00E8465A">
        <w:t xml:space="preserve">, </w:t>
      </w:r>
      <w:r w:rsidRPr="007818BD">
        <w:t>et que la seule émotion que le chef eût maintenant à donner à sa horde sanglante</w:t>
      </w:r>
      <w:r w:rsidR="00E8465A">
        <w:t xml:space="preserve">, </w:t>
      </w:r>
      <w:r w:rsidRPr="007818BD">
        <w:t>c</w:t>
      </w:r>
      <w:r w:rsidR="00E8465A">
        <w:t>’</w:t>
      </w:r>
      <w:r w:rsidRPr="007818BD">
        <w:t>était de revenir sur ses pas et de changer en hommes ces d</w:t>
      </w:r>
      <w:r w:rsidRPr="007818BD">
        <w:t>é</w:t>
      </w:r>
      <w:r w:rsidRPr="007818BD">
        <w:t>mons</w:t>
      </w:r>
      <w:r w:rsidR="00E8465A">
        <w:t>.</w:t>
      </w:r>
    </w:p>
    <w:p w14:paraId="71338FD8" w14:textId="07C7DC32" w:rsidR="00E0544E" w:rsidRPr="007818BD" w:rsidRDefault="00E0544E" w:rsidP="00E0544E">
      <w:r w:rsidRPr="007818BD">
        <w:t>Nous nous transportons dans une chambre de la maison du citoyen Dupleix</w:t>
      </w:r>
      <w:r w:rsidR="00E8465A">
        <w:t xml:space="preserve">, </w:t>
      </w:r>
      <w:r w:rsidRPr="007818BD">
        <w:t>le menuisier</w:t>
      </w:r>
      <w:r w:rsidR="00E8465A">
        <w:t xml:space="preserve">, </w:t>
      </w:r>
      <w:r w:rsidRPr="007818BD">
        <w:t>au mois de juillet 1794</w:t>
      </w:r>
      <w:r w:rsidR="00E8465A">
        <w:t xml:space="preserve">, </w:t>
      </w:r>
      <w:r w:rsidRPr="007818BD">
        <w:t>ou</w:t>
      </w:r>
      <w:r w:rsidR="00E8465A">
        <w:t xml:space="preserve">, </w:t>
      </w:r>
      <w:r w:rsidRPr="007818BD">
        <w:t>d</w:t>
      </w:r>
      <w:r w:rsidR="00E8465A">
        <w:t>’</w:t>
      </w:r>
      <w:r w:rsidRPr="007818BD">
        <w:t>après le calendrier de la Révolution</w:t>
      </w:r>
      <w:r w:rsidR="00E8465A">
        <w:t xml:space="preserve">, </w:t>
      </w:r>
      <w:r w:rsidRPr="007818BD">
        <w:t>au commencement de thermidor de l</w:t>
      </w:r>
      <w:r w:rsidR="00E8465A">
        <w:t>’</w:t>
      </w:r>
      <w:r w:rsidRPr="007818BD">
        <w:t>an II de la République une et indivisible</w:t>
      </w:r>
      <w:r w:rsidR="00E8465A">
        <w:t xml:space="preserve">. </w:t>
      </w:r>
      <w:r w:rsidRPr="007818BD">
        <w:t>La chambre est petite</w:t>
      </w:r>
      <w:r w:rsidR="00E8465A">
        <w:t xml:space="preserve">, </w:t>
      </w:r>
      <w:r w:rsidRPr="007818BD">
        <w:t>meublée et décorée avec des intentions m</w:t>
      </w:r>
      <w:r w:rsidRPr="007818BD">
        <w:t>i</w:t>
      </w:r>
      <w:r w:rsidRPr="007818BD">
        <w:t>nutieuses et étudiées de recherche et d</w:t>
      </w:r>
      <w:r w:rsidR="00E8465A">
        <w:t>’</w:t>
      </w:r>
      <w:r w:rsidRPr="007818BD">
        <w:t>élégance</w:t>
      </w:r>
      <w:r w:rsidR="00E8465A">
        <w:t xml:space="preserve">. </w:t>
      </w:r>
      <w:r w:rsidRPr="007818BD">
        <w:t>Le maître se</w:t>
      </w:r>
      <w:r w:rsidRPr="007818BD">
        <w:t>m</w:t>
      </w:r>
      <w:r w:rsidRPr="007818BD">
        <w:t>ble avoir visé à éviter avec un soin égal tout ce qui est grossier et banal et tout ce qui est sensuel et voluptueux</w:t>
      </w:r>
      <w:r w:rsidR="00E8465A">
        <w:t xml:space="preserve">. </w:t>
      </w:r>
      <w:r w:rsidRPr="007818BD">
        <w:t>Les sièges</w:t>
      </w:r>
      <w:r w:rsidR="00E8465A">
        <w:t xml:space="preserve">, </w:t>
      </w:r>
      <w:r w:rsidRPr="007818BD">
        <w:t>d</w:t>
      </w:r>
      <w:r w:rsidR="00E8465A">
        <w:t>’</w:t>
      </w:r>
      <w:r w:rsidRPr="007818BD">
        <w:t>une forme classique</w:t>
      </w:r>
      <w:r w:rsidR="00E8465A">
        <w:t xml:space="preserve">, </w:t>
      </w:r>
      <w:r w:rsidRPr="007818BD">
        <w:t>sont d</w:t>
      </w:r>
      <w:r w:rsidR="00E8465A">
        <w:t>’</w:t>
      </w:r>
      <w:r w:rsidRPr="007818BD">
        <w:t>un style gracieux</w:t>
      </w:r>
      <w:r w:rsidR="00E8465A">
        <w:t xml:space="preserve">, </w:t>
      </w:r>
      <w:r w:rsidRPr="007818BD">
        <w:t>sévère et précis</w:t>
      </w:r>
      <w:r w:rsidR="00E8465A">
        <w:t xml:space="preserve"> ; </w:t>
      </w:r>
      <w:r w:rsidRPr="007818BD">
        <w:t>le même goût de simplicité méthodique a arrangé les amples dr</w:t>
      </w:r>
      <w:r w:rsidRPr="007818BD">
        <w:t>a</w:t>
      </w:r>
      <w:r w:rsidRPr="007818BD">
        <w:t>peries</w:t>
      </w:r>
      <w:r w:rsidR="00E8465A">
        <w:t xml:space="preserve">, </w:t>
      </w:r>
      <w:r w:rsidRPr="007818BD">
        <w:t>placé dans les murs les glaces sans cadres</w:t>
      </w:r>
      <w:r w:rsidR="00E8465A">
        <w:t xml:space="preserve">, </w:t>
      </w:r>
      <w:r w:rsidRPr="007818BD">
        <w:t>posé les bu</w:t>
      </w:r>
      <w:r w:rsidRPr="007818BD">
        <w:t>s</w:t>
      </w:r>
      <w:r w:rsidRPr="007818BD">
        <w:t>tes et les groupes artistiques sur les socles</w:t>
      </w:r>
      <w:r w:rsidR="00E8465A">
        <w:t xml:space="preserve">, </w:t>
      </w:r>
      <w:r w:rsidRPr="007818BD">
        <w:t xml:space="preserve">rempli </w:t>
      </w:r>
      <w:proofErr w:type="spellStart"/>
      <w:r w:rsidRPr="007818BD">
        <w:t>ça</w:t>
      </w:r>
      <w:proofErr w:type="spellEnd"/>
      <w:r w:rsidRPr="007818BD">
        <w:t xml:space="preserve"> et là les enco</w:t>
      </w:r>
      <w:r w:rsidRPr="007818BD">
        <w:t>i</w:t>
      </w:r>
      <w:r w:rsidRPr="007818BD">
        <w:t>gnures de livres bien reliés et rangés symétriquement à leurs places respectives</w:t>
      </w:r>
      <w:r w:rsidR="00E8465A">
        <w:t xml:space="preserve">. </w:t>
      </w:r>
      <w:r w:rsidRPr="007818BD">
        <w:t>Un observateur aurait dit</w:t>
      </w:r>
      <w:r w:rsidR="00E8465A">
        <w:t> : « </w:t>
      </w:r>
      <w:r w:rsidRPr="007818BD">
        <w:t>Voici ce que cet homme veut nous donner à entendre</w:t>
      </w:r>
      <w:r w:rsidR="00E8465A">
        <w:t> : « </w:t>
      </w:r>
      <w:r w:rsidRPr="007818BD">
        <w:t>Je ne suis pas riche</w:t>
      </w:r>
      <w:r w:rsidR="00E8465A">
        <w:t xml:space="preserve">, </w:t>
      </w:r>
      <w:r w:rsidRPr="007818BD">
        <w:t>je n</w:t>
      </w:r>
      <w:r w:rsidR="00E8465A">
        <w:t>’</w:t>
      </w:r>
      <w:r w:rsidRPr="007818BD">
        <w:t>ai pas de vanité</w:t>
      </w:r>
      <w:r w:rsidR="00E8465A">
        <w:t xml:space="preserve">, </w:t>
      </w:r>
      <w:r w:rsidRPr="007818BD">
        <w:t>je ne suis pas sensuel</w:t>
      </w:r>
      <w:r w:rsidR="00E8465A">
        <w:t xml:space="preserve"> ; </w:t>
      </w:r>
      <w:r w:rsidRPr="007818BD">
        <w:t>je ne suis pas un de ces sybarites indolents qui ont des lits de duvet et des peintures lascives</w:t>
      </w:r>
      <w:r w:rsidR="00E8465A">
        <w:t xml:space="preserve"> ; </w:t>
      </w:r>
      <w:r w:rsidRPr="007818BD">
        <w:t>je ne suis point un noble arrogant</w:t>
      </w:r>
      <w:r w:rsidR="00E8465A">
        <w:t xml:space="preserve">, </w:t>
      </w:r>
      <w:r w:rsidRPr="007818BD">
        <w:t>avec de vastes salles et de longues galeries où se perdent les échos</w:t>
      </w:r>
      <w:r w:rsidR="00E8465A">
        <w:t xml:space="preserve"> : </w:t>
      </w:r>
      <w:r w:rsidRPr="007818BD">
        <w:t>mais je n</w:t>
      </w:r>
      <w:r w:rsidR="00E8465A">
        <w:t>’</w:t>
      </w:r>
      <w:r w:rsidRPr="007818BD">
        <w:t>en ai que plus de mérite à mépriser les excès du luxe et de l</w:t>
      </w:r>
      <w:r w:rsidR="00E8465A">
        <w:t>’</w:t>
      </w:r>
      <w:r w:rsidRPr="007818BD">
        <w:t>orgueil</w:t>
      </w:r>
      <w:r w:rsidR="00E8465A">
        <w:t xml:space="preserve">, </w:t>
      </w:r>
      <w:r w:rsidRPr="007818BD">
        <w:t>puisque j</w:t>
      </w:r>
      <w:r w:rsidR="00E8465A">
        <w:t>’</w:t>
      </w:r>
      <w:r w:rsidRPr="007818BD">
        <w:t>aime l</w:t>
      </w:r>
      <w:r w:rsidR="00E8465A">
        <w:t>’</w:t>
      </w:r>
      <w:r w:rsidRPr="007818BD">
        <w:t>élégance et que j</w:t>
      </w:r>
      <w:r w:rsidR="00E8465A">
        <w:t>’</w:t>
      </w:r>
      <w:r w:rsidRPr="007818BD">
        <w:t>ai du goût</w:t>
      </w:r>
      <w:r w:rsidR="00E8465A">
        <w:t xml:space="preserve">. </w:t>
      </w:r>
      <w:r w:rsidRPr="007818BD">
        <w:t>D</w:t>
      </w:r>
      <w:r w:rsidR="00E8465A">
        <w:t>’</w:t>
      </w:r>
      <w:r w:rsidRPr="007818BD">
        <w:t>autres</w:t>
      </w:r>
      <w:r w:rsidR="00E8465A">
        <w:t xml:space="preserve">, </w:t>
      </w:r>
      <w:r w:rsidRPr="007818BD">
        <w:t>peut-être</w:t>
      </w:r>
      <w:r w:rsidR="00E8465A">
        <w:t xml:space="preserve">, </w:t>
      </w:r>
      <w:r w:rsidRPr="007818BD">
        <w:t>sont simples et honnêtes par rudesse inculte et gro</w:t>
      </w:r>
      <w:r w:rsidRPr="007818BD">
        <w:t>s</w:t>
      </w:r>
      <w:r w:rsidRPr="007818BD">
        <w:t>sière</w:t>
      </w:r>
      <w:r w:rsidR="00E8465A">
        <w:t xml:space="preserve"> ; </w:t>
      </w:r>
      <w:r w:rsidRPr="007818BD">
        <w:t>mais moi</w:t>
      </w:r>
      <w:r w:rsidR="00E8465A">
        <w:t xml:space="preserve">, </w:t>
      </w:r>
      <w:r w:rsidRPr="007818BD">
        <w:t>si</w:t>
      </w:r>
      <w:r w:rsidR="00E8465A">
        <w:t xml:space="preserve">, </w:t>
      </w:r>
      <w:r w:rsidRPr="007818BD">
        <w:t>avec tant de raffinement et de d</w:t>
      </w:r>
      <w:r w:rsidRPr="007818BD">
        <w:t>é</w:t>
      </w:r>
      <w:r w:rsidRPr="007818BD">
        <w:t>licatesse</w:t>
      </w:r>
      <w:r w:rsidR="00E8465A">
        <w:t xml:space="preserve">, </w:t>
      </w:r>
      <w:r w:rsidRPr="007818BD">
        <w:t>je suis simple et honnête</w:t>
      </w:r>
      <w:r w:rsidR="00E8465A">
        <w:t xml:space="preserve">, </w:t>
      </w:r>
      <w:r w:rsidRPr="007818BD">
        <w:t>réfléchissez et admirez-moi</w:t>
      </w:r>
      <w:r w:rsidR="00E8465A">
        <w:t> ! »</w:t>
      </w:r>
    </w:p>
    <w:p w14:paraId="06A0BF0E" w14:textId="77777777" w:rsidR="00E8465A" w:rsidRDefault="00E0544E" w:rsidP="00E0544E">
      <w:r w:rsidRPr="007818BD">
        <w:lastRenderedPageBreak/>
        <w:t>Aux murailles de cette chambre étaient suspendus de no</w:t>
      </w:r>
      <w:r w:rsidRPr="007818BD">
        <w:t>m</w:t>
      </w:r>
      <w:r w:rsidRPr="007818BD">
        <w:t>breux portraits</w:t>
      </w:r>
      <w:r w:rsidR="00E8465A">
        <w:t xml:space="preserve">, </w:t>
      </w:r>
      <w:r w:rsidRPr="007818BD">
        <w:t>repr</w:t>
      </w:r>
      <w:r w:rsidRPr="007818BD">
        <w:t>é</w:t>
      </w:r>
      <w:r w:rsidRPr="007818BD">
        <w:t>sentant pour la plupart les mêmes traits</w:t>
      </w:r>
      <w:r w:rsidR="00E8465A">
        <w:t xml:space="preserve"> ; </w:t>
      </w:r>
      <w:r w:rsidRPr="007818BD">
        <w:t>sur les socles reposaient de nombreux bustes reproduisant pour la plupart la même tête</w:t>
      </w:r>
      <w:r w:rsidR="00E8465A">
        <w:t xml:space="preserve">. </w:t>
      </w:r>
      <w:r w:rsidRPr="007818BD">
        <w:t>Dans cette petite chambre</w:t>
      </w:r>
      <w:r w:rsidR="00E8465A">
        <w:t xml:space="preserve">, </w:t>
      </w:r>
      <w:r w:rsidRPr="007818BD">
        <w:t>l</w:t>
      </w:r>
      <w:r w:rsidR="00E8465A">
        <w:t>’</w:t>
      </w:r>
      <w:r w:rsidRPr="007818BD">
        <w:t>égoïsme trônait et se reflétait dans tous les arts</w:t>
      </w:r>
      <w:r w:rsidR="00E8465A">
        <w:t xml:space="preserve">. </w:t>
      </w:r>
      <w:r w:rsidRPr="007818BD">
        <w:t>Sur un fa</w:t>
      </w:r>
      <w:r w:rsidRPr="007818BD">
        <w:t>u</w:t>
      </w:r>
      <w:r w:rsidRPr="007818BD">
        <w:t>teuil</w:t>
      </w:r>
      <w:r w:rsidR="00E8465A">
        <w:t xml:space="preserve">, </w:t>
      </w:r>
      <w:r w:rsidRPr="007818BD">
        <w:t>devant une table encombrée de lettres</w:t>
      </w:r>
      <w:r w:rsidR="00E8465A">
        <w:t xml:space="preserve">, </w:t>
      </w:r>
      <w:r w:rsidRPr="007818BD">
        <w:t>était assis l</w:t>
      </w:r>
      <w:r w:rsidR="00E8465A">
        <w:t>’</w:t>
      </w:r>
      <w:r w:rsidRPr="007818BD">
        <w:t>original de toutes les toiles et de toutes les sculptures</w:t>
      </w:r>
      <w:r w:rsidR="00E8465A">
        <w:t xml:space="preserve">, </w:t>
      </w:r>
      <w:r w:rsidRPr="007818BD">
        <w:t>le maître de l</w:t>
      </w:r>
      <w:r w:rsidR="00E8465A">
        <w:t>’</w:t>
      </w:r>
      <w:r w:rsidRPr="007818BD">
        <w:t>appartement</w:t>
      </w:r>
      <w:r w:rsidR="00E8465A">
        <w:t xml:space="preserve">. </w:t>
      </w:r>
      <w:r w:rsidRPr="007818BD">
        <w:t>Il était seul</w:t>
      </w:r>
      <w:r w:rsidR="00E8465A">
        <w:t xml:space="preserve">, </w:t>
      </w:r>
      <w:r w:rsidRPr="007818BD">
        <w:t>et pourtant il y avait dans son att</w:t>
      </w:r>
      <w:r w:rsidRPr="007818BD">
        <w:t>i</w:t>
      </w:r>
      <w:r w:rsidRPr="007818BD">
        <w:t>tude quelque chose de roide</w:t>
      </w:r>
      <w:r w:rsidR="00E8465A">
        <w:t xml:space="preserve">, </w:t>
      </w:r>
      <w:r w:rsidRPr="007818BD">
        <w:t>de contraint</w:t>
      </w:r>
      <w:r w:rsidR="00E8465A">
        <w:t xml:space="preserve">, </w:t>
      </w:r>
      <w:r w:rsidRPr="007818BD">
        <w:t>de guindé</w:t>
      </w:r>
      <w:r w:rsidR="00E8465A">
        <w:t xml:space="preserve">, </w:t>
      </w:r>
      <w:r w:rsidRPr="007818BD">
        <w:t>comme si</w:t>
      </w:r>
      <w:r w:rsidR="00E8465A">
        <w:t xml:space="preserve">, </w:t>
      </w:r>
      <w:r w:rsidRPr="007818BD">
        <w:t>même chez lui</w:t>
      </w:r>
      <w:r w:rsidR="00E8465A">
        <w:t xml:space="preserve">, </w:t>
      </w:r>
      <w:r w:rsidRPr="007818BD">
        <w:t>il ne fût pas à son aise</w:t>
      </w:r>
      <w:r w:rsidR="00E8465A">
        <w:t xml:space="preserve">. </w:t>
      </w:r>
      <w:r w:rsidRPr="007818BD">
        <w:t>Sa mise était en harm</w:t>
      </w:r>
      <w:r w:rsidRPr="007818BD">
        <w:t>o</w:t>
      </w:r>
      <w:r w:rsidRPr="007818BD">
        <w:t>nie avec son attitude et avec sa chambre</w:t>
      </w:r>
      <w:r w:rsidR="00E8465A">
        <w:t xml:space="preserve"> ; </w:t>
      </w:r>
      <w:r w:rsidRPr="007818BD">
        <w:t>elle affectait une netteté particulière</w:t>
      </w:r>
      <w:r w:rsidR="00E8465A">
        <w:t xml:space="preserve">, </w:t>
      </w:r>
      <w:r w:rsidRPr="007818BD">
        <w:t>égal</w:t>
      </w:r>
      <w:r w:rsidRPr="007818BD">
        <w:t>e</w:t>
      </w:r>
      <w:r w:rsidRPr="007818BD">
        <w:t>ment éloignée de la somptuosité de la n</w:t>
      </w:r>
      <w:r w:rsidRPr="007818BD">
        <w:t>o</w:t>
      </w:r>
      <w:r w:rsidRPr="007818BD">
        <w:t>blesse détruite</w:t>
      </w:r>
      <w:r w:rsidR="00E8465A">
        <w:t xml:space="preserve">, </w:t>
      </w:r>
      <w:r w:rsidRPr="007818BD">
        <w:t xml:space="preserve">et de la négligence débraillée des </w:t>
      </w:r>
      <w:r w:rsidRPr="007818BD">
        <w:rPr>
          <w:i/>
          <w:iCs/>
        </w:rPr>
        <w:t>sans-culottes</w:t>
      </w:r>
      <w:r w:rsidR="00E8465A">
        <w:t xml:space="preserve">. </w:t>
      </w:r>
      <w:r w:rsidRPr="007818BD">
        <w:t>Frisé et coiffé</w:t>
      </w:r>
      <w:r w:rsidR="00E8465A">
        <w:t xml:space="preserve">, </w:t>
      </w:r>
      <w:r w:rsidRPr="007818BD">
        <w:t>pas un cheveu qui ne fût à sa pl</w:t>
      </w:r>
      <w:r w:rsidRPr="007818BD">
        <w:t>a</w:t>
      </w:r>
      <w:r w:rsidRPr="007818BD">
        <w:t>ce</w:t>
      </w:r>
      <w:r w:rsidR="00E8465A">
        <w:t xml:space="preserve">, </w:t>
      </w:r>
      <w:r w:rsidRPr="007818BD">
        <w:t>pas un grain de poussière sur la surface veloutée de cet habit bleu</w:t>
      </w:r>
      <w:r w:rsidR="00E8465A">
        <w:t xml:space="preserve">, </w:t>
      </w:r>
      <w:r w:rsidRPr="007818BD">
        <w:t>pas une ride sur ce gilet d</w:t>
      </w:r>
      <w:r w:rsidR="00E8465A">
        <w:t>’</w:t>
      </w:r>
      <w:r w:rsidRPr="007818BD">
        <w:t>un blanc de neige que relèvent ses revers roses</w:t>
      </w:r>
      <w:r w:rsidR="00E8465A">
        <w:t xml:space="preserve">. </w:t>
      </w:r>
      <w:r w:rsidRPr="007818BD">
        <w:t>Au premier coup d</w:t>
      </w:r>
      <w:r w:rsidR="00E8465A">
        <w:t>’</w:t>
      </w:r>
      <w:r w:rsidRPr="007818BD">
        <w:t>œil</w:t>
      </w:r>
      <w:r w:rsidR="00E8465A">
        <w:t xml:space="preserve">, </w:t>
      </w:r>
      <w:r w:rsidRPr="007818BD">
        <w:t>vous n</w:t>
      </w:r>
      <w:r w:rsidR="00E8465A">
        <w:t>’</w:t>
      </w:r>
      <w:r w:rsidRPr="007818BD">
        <w:t>eussiez démêlé sur ce visage que des traits co</w:t>
      </w:r>
      <w:r w:rsidRPr="007818BD">
        <w:t>m</w:t>
      </w:r>
      <w:r w:rsidRPr="007818BD">
        <w:t>muns et une expression maladive</w:t>
      </w:r>
      <w:r w:rsidR="00E8465A">
        <w:t xml:space="preserve">. </w:t>
      </w:r>
      <w:r w:rsidRPr="007818BD">
        <w:t>Au second</w:t>
      </w:r>
      <w:r w:rsidR="00E8465A">
        <w:t xml:space="preserve">, </w:t>
      </w:r>
      <w:r w:rsidRPr="007818BD">
        <w:t>vous eussiez compris qu</w:t>
      </w:r>
      <w:r w:rsidR="00E8465A">
        <w:t>’</w:t>
      </w:r>
      <w:r w:rsidRPr="007818BD">
        <w:t>il avait une puissance</w:t>
      </w:r>
      <w:r w:rsidR="00E8465A">
        <w:t xml:space="preserve">, </w:t>
      </w:r>
      <w:r w:rsidRPr="007818BD">
        <w:t>un caractère qui lui étaient propres</w:t>
      </w:r>
      <w:r w:rsidR="00E8465A">
        <w:t xml:space="preserve">. </w:t>
      </w:r>
      <w:r w:rsidRPr="007818BD">
        <w:t>Le front</w:t>
      </w:r>
      <w:r w:rsidR="00E8465A">
        <w:t xml:space="preserve">, </w:t>
      </w:r>
      <w:r w:rsidRPr="007818BD">
        <w:t>quoique bas et déprimé</w:t>
      </w:r>
      <w:r w:rsidR="00E8465A">
        <w:t xml:space="preserve">, </w:t>
      </w:r>
      <w:r w:rsidRPr="007818BD">
        <w:t>n</w:t>
      </w:r>
      <w:r w:rsidR="00E8465A">
        <w:t>’</w:t>
      </w:r>
      <w:r w:rsidRPr="007818BD">
        <w:t>était pas dépourvu de cette apparence de pensée et d</w:t>
      </w:r>
      <w:r w:rsidR="00E8465A">
        <w:t>’</w:t>
      </w:r>
      <w:r w:rsidRPr="007818BD">
        <w:t>intelligence que donne to</w:t>
      </w:r>
      <w:r w:rsidRPr="007818BD">
        <w:t>u</w:t>
      </w:r>
      <w:r w:rsidRPr="007818BD">
        <w:t>jours la largeur de l</w:t>
      </w:r>
      <w:r w:rsidR="00E8465A">
        <w:t>’</w:t>
      </w:r>
      <w:r w:rsidRPr="007818BD">
        <w:t>intervalle qui sépare les sourcils</w:t>
      </w:r>
      <w:r w:rsidR="00E8465A">
        <w:t xml:space="preserve"> ; </w:t>
      </w:r>
      <w:r w:rsidRPr="007818BD">
        <w:t>les lèvres étaient fermes et hermétiquement closes</w:t>
      </w:r>
      <w:r w:rsidR="00E8465A">
        <w:t xml:space="preserve"> ; </w:t>
      </w:r>
      <w:r w:rsidRPr="007818BD">
        <w:t>elles tre</w:t>
      </w:r>
      <w:r w:rsidRPr="007818BD">
        <w:t>m</w:t>
      </w:r>
      <w:r w:rsidRPr="007818BD">
        <w:t>blaient de temps en temps</w:t>
      </w:r>
      <w:r w:rsidR="00E8465A">
        <w:t xml:space="preserve">, </w:t>
      </w:r>
      <w:r w:rsidRPr="007818BD">
        <w:t>et se crispaient convulsivement</w:t>
      </w:r>
      <w:r w:rsidR="00E8465A">
        <w:t xml:space="preserve">. </w:t>
      </w:r>
      <w:r w:rsidRPr="007818BD">
        <w:t>Les yeux</w:t>
      </w:r>
      <w:r w:rsidR="00E8465A">
        <w:t xml:space="preserve">, </w:t>
      </w:r>
      <w:r w:rsidRPr="007818BD">
        <w:t>sombres et creux</w:t>
      </w:r>
      <w:r w:rsidR="00E8465A">
        <w:t xml:space="preserve">, </w:t>
      </w:r>
      <w:r w:rsidRPr="007818BD">
        <w:t>étaient perçants et pleins d</w:t>
      </w:r>
      <w:r w:rsidR="00E8465A">
        <w:t>’</w:t>
      </w:r>
      <w:r w:rsidRPr="007818BD">
        <w:t>une vigueur concentrée à laquelle semblaient mal répondre l</w:t>
      </w:r>
      <w:r w:rsidR="00E8465A">
        <w:t>’</w:t>
      </w:r>
      <w:r w:rsidRPr="007818BD">
        <w:t>extérieur frêle</w:t>
      </w:r>
      <w:r w:rsidR="00E8465A">
        <w:t xml:space="preserve">, </w:t>
      </w:r>
      <w:r w:rsidRPr="007818BD">
        <w:t>le teint livide et tous les symptômes de l</w:t>
      </w:r>
      <w:r w:rsidR="00E8465A">
        <w:t>’</w:t>
      </w:r>
      <w:r w:rsidRPr="007818BD">
        <w:t>anxiété et de la mal</w:t>
      </w:r>
      <w:r w:rsidRPr="007818BD">
        <w:t>a</w:t>
      </w:r>
      <w:r w:rsidRPr="007818BD">
        <w:t>die</w:t>
      </w:r>
      <w:r w:rsidR="00E8465A">
        <w:t>.</w:t>
      </w:r>
    </w:p>
    <w:p w14:paraId="0279AAB5" w14:textId="77777777" w:rsidR="00E8465A" w:rsidRDefault="00E0544E" w:rsidP="00E0544E">
      <w:r w:rsidRPr="007818BD">
        <w:t>Tel était Maximilien Robespierre</w:t>
      </w:r>
      <w:r w:rsidR="00E8465A">
        <w:t xml:space="preserve"> ; </w:t>
      </w:r>
      <w:r w:rsidRPr="007818BD">
        <w:t xml:space="preserve">telle était la chambre </w:t>
      </w:r>
      <w:proofErr w:type="spellStart"/>
      <w:r w:rsidRPr="007818BD">
        <w:t>au dessus</w:t>
      </w:r>
      <w:proofErr w:type="spellEnd"/>
      <w:r w:rsidRPr="007818BD">
        <w:t xml:space="preserve"> de la boutique du menuisier</w:t>
      </w:r>
      <w:r w:rsidR="00E8465A">
        <w:t xml:space="preserve">, </w:t>
      </w:r>
      <w:r w:rsidRPr="007818BD">
        <w:t>d</w:t>
      </w:r>
      <w:r w:rsidR="00E8465A">
        <w:t>’</w:t>
      </w:r>
      <w:r w:rsidRPr="007818BD">
        <w:t>où sortaient les édits qui lançaient des armées dans leur carrière glorieuse</w:t>
      </w:r>
      <w:r w:rsidR="00E8465A">
        <w:t xml:space="preserve">, </w:t>
      </w:r>
      <w:r w:rsidRPr="007818BD">
        <w:t>et qui ordo</w:t>
      </w:r>
      <w:r w:rsidRPr="007818BD">
        <w:t>n</w:t>
      </w:r>
      <w:r w:rsidRPr="007818BD">
        <w:t>naient la construction d</w:t>
      </w:r>
      <w:r w:rsidR="00E8465A">
        <w:t>’</w:t>
      </w:r>
      <w:r w:rsidRPr="007818BD">
        <w:t xml:space="preserve">un égout artificiel pour écouler </w:t>
      </w:r>
      <w:r w:rsidRPr="007818BD">
        <w:lastRenderedPageBreak/>
        <w:t>le sang qui inondait la capitale du peuple le plus belliqueux du globe</w:t>
      </w:r>
      <w:r w:rsidR="00E8465A">
        <w:t xml:space="preserve">. </w:t>
      </w:r>
      <w:r w:rsidRPr="007818BD">
        <w:t>Tel était l</w:t>
      </w:r>
      <w:r w:rsidR="00E8465A">
        <w:t>’</w:t>
      </w:r>
      <w:r w:rsidRPr="007818BD">
        <w:t>homme qui avait renoncé à un poste dans la magistr</w:t>
      </w:r>
      <w:r w:rsidRPr="007818BD">
        <w:t>a</w:t>
      </w:r>
      <w:r w:rsidRPr="007818BD">
        <w:t>ture</w:t>
      </w:r>
      <w:r w:rsidR="00E8465A">
        <w:t xml:space="preserve"> (</w:t>
      </w:r>
      <w:r w:rsidRPr="007818BD">
        <w:t>le premier but de sa jeune ambition</w:t>
      </w:r>
      <w:r w:rsidR="00E8465A">
        <w:t xml:space="preserve">), </w:t>
      </w:r>
      <w:r w:rsidRPr="007818BD">
        <w:t>pour ne pas ma</w:t>
      </w:r>
      <w:r w:rsidRPr="007818BD">
        <w:t>n</w:t>
      </w:r>
      <w:r w:rsidRPr="007818BD">
        <w:t>quer à ses principes de philanthropie en consentant à la mort d</w:t>
      </w:r>
      <w:r w:rsidR="00E8465A">
        <w:t>’</w:t>
      </w:r>
      <w:r w:rsidRPr="007818BD">
        <w:t>un seul de ses pareils</w:t>
      </w:r>
      <w:r w:rsidR="00E8465A">
        <w:t xml:space="preserve"> ! </w:t>
      </w:r>
      <w:r w:rsidRPr="007818BD">
        <w:t>Tel était l</w:t>
      </w:r>
      <w:r w:rsidR="00E8465A">
        <w:t>’</w:t>
      </w:r>
      <w:r w:rsidRPr="007818BD">
        <w:t>adversaire récent de la peine de mort</w:t>
      </w:r>
      <w:r w:rsidR="00E8465A">
        <w:t xml:space="preserve">, </w:t>
      </w:r>
      <w:r w:rsidRPr="007818BD">
        <w:t>et tel aujourd</w:t>
      </w:r>
      <w:r w:rsidR="00E8465A">
        <w:t>’</w:t>
      </w:r>
      <w:r w:rsidRPr="007818BD">
        <w:t>hui le bourreau dictateur</w:t>
      </w:r>
      <w:r w:rsidR="00E8465A">
        <w:t xml:space="preserve">, </w:t>
      </w:r>
      <w:r w:rsidRPr="007818BD">
        <w:t>dont les mœurs pures et rigides</w:t>
      </w:r>
      <w:r w:rsidR="00E8465A">
        <w:t xml:space="preserve">, </w:t>
      </w:r>
      <w:r w:rsidRPr="007818BD">
        <w:t>dont l</w:t>
      </w:r>
      <w:r w:rsidR="00E8465A">
        <w:t>’</w:t>
      </w:r>
      <w:r w:rsidRPr="007818BD">
        <w:t>incorruptible probité</w:t>
      </w:r>
      <w:r w:rsidR="00E8465A">
        <w:t xml:space="preserve">, </w:t>
      </w:r>
      <w:r w:rsidRPr="007818BD">
        <w:t>dont la haine pour toutes les ivresses</w:t>
      </w:r>
      <w:r w:rsidR="00E8465A">
        <w:t xml:space="preserve">, </w:t>
      </w:r>
      <w:r w:rsidRPr="007818BD">
        <w:t>celle de l</w:t>
      </w:r>
      <w:r w:rsidR="00E8465A">
        <w:t>’</w:t>
      </w:r>
      <w:r w:rsidRPr="007818BD">
        <w:t>amour et celle du vin</w:t>
      </w:r>
      <w:r w:rsidR="00E8465A">
        <w:t xml:space="preserve">, </w:t>
      </w:r>
      <w:r w:rsidRPr="007818BD">
        <w:t>eussent fait</w:t>
      </w:r>
      <w:r w:rsidR="00E8465A">
        <w:t xml:space="preserve">, </w:t>
      </w:r>
      <w:r w:rsidRPr="007818BD">
        <w:t>s</w:t>
      </w:r>
      <w:r w:rsidR="00E8465A">
        <w:t>’</w:t>
      </w:r>
      <w:r w:rsidRPr="007818BD">
        <w:t>il était mort cinq ans plutôt</w:t>
      </w:r>
      <w:r w:rsidR="00E8465A">
        <w:t xml:space="preserve">, </w:t>
      </w:r>
      <w:r w:rsidRPr="007818BD">
        <w:t>un modèle à citer à leurs fils par les pères prudents et les citoyens vertueux</w:t>
      </w:r>
      <w:r w:rsidR="00E8465A">
        <w:t xml:space="preserve">. </w:t>
      </w:r>
      <w:r w:rsidRPr="007818BD">
        <w:t>Tel était l</w:t>
      </w:r>
      <w:r w:rsidR="00E8465A">
        <w:t>’</w:t>
      </w:r>
      <w:r w:rsidRPr="007818BD">
        <w:t>homme qui semblait libre de tout vice</w:t>
      </w:r>
      <w:r w:rsidR="00E8465A">
        <w:t xml:space="preserve">, </w:t>
      </w:r>
      <w:r w:rsidRPr="007818BD">
        <w:t>jusqu</w:t>
      </w:r>
      <w:r w:rsidR="00E8465A">
        <w:t>’</w:t>
      </w:r>
      <w:r w:rsidRPr="007818BD">
        <w:t>à ce que les circonstances</w:t>
      </w:r>
      <w:r w:rsidR="00E8465A">
        <w:t xml:space="preserve">, </w:t>
      </w:r>
      <w:r w:rsidRPr="007818BD">
        <w:t>cette serre chaude</w:t>
      </w:r>
      <w:r w:rsidR="00E8465A">
        <w:t xml:space="preserve">, </w:t>
      </w:r>
      <w:r w:rsidRPr="007818BD">
        <w:t>féconde et fatale</w:t>
      </w:r>
      <w:r w:rsidR="00E8465A">
        <w:t xml:space="preserve">, </w:t>
      </w:r>
      <w:r w:rsidRPr="007818BD">
        <w:t>fissent ge</w:t>
      </w:r>
      <w:r w:rsidRPr="007818BD">
        <w:t>r</w:t>
      </w:r>
      <w:r w:rsidRPr="007818BD">
        <w:t>mer les deux vices qui</w:t>
      </w:r>
      <w:r w:rsidR="00E8465A">
        <w:t xml:space="preserve">, </w:t>
      </w:r>
      <w:r w:rsidRPr="007818BD">
        <w:t>dans les temps ordinaires</w:t>
      </w:r>
      <w:r w:rsidR="00E8465A">
        <w:t xml:space="preserve">, </w:t>
      </w:r>
      <w:r w:rsidRPr="007818BD">
        <w:t>dorment le plus profondément ensevelis dans le cœur de l</w:t>
      </w:r>
      <w:r w:rsidR="00E8465A">
        <w:t>’</w:t>
      </w:r>
      <w:r w:rsidRPr="007818BD">
        <w:t>homme</w:t>
      </w:r>
      <w:r w:rsidR="00E8465A">
        <w:t xml:space="preserve"> : </w:t>
      </w:r>
      <w:r w:rsidRPr="007818BD">
        <w:t>la l</w:t>
      </w:r>
      <w:r w:rsidRPr="007818BD">
        <w:t>â</w:t>
      </w:r>
      <w:r w:rsidRPr="007818BD">
        <w:t>cheté et l</w:t>
      </w:r>
      <w:r w:rsidR="00E8465A">
        <w:t>’</w:t>
      </w:r>
      <w:r w:rsidRPr="007818BD">
        <w:t>envie</w:t>
      </w:r>
      <w:r w:rsidR="00E8465A">
        <w:t xml:space="preserve">. </w:t>
      </w:r>
      <w:r w:rsidRPr="007818BD">
        <w:t>C</w:t>
      </w:r>
      <w:r w:rsidR="00E8465A">
        <w:t>’</w:t>
      </w:r>
      <w:r w:rsidRPr="007818BD">
        <w:t>est à l</w:t>
      </w:r>
      <w:r w:rsidR="00E8465A">
        <w:t>’</w:t>
      </w:r>
      <w:r w:rsidRPr="007818BD">
        <w:t>une ou à l</w:t>
      </w:r>
      <w:r w:rsidR="00E8465A">
        <w:t>’</w:t>
      </w:r>
      <w:r w:rsidRPr="007818BD">
        <w:t>autre de ces deux sources que r</w:t>
      </w:r>
      <w:r w:rsidRPr="007818BD">
        <w:t>e</w:t>
      </w:r>
      <w:r w:rsidRPr="007818BD">
        <w:t>montent tous les crimes de ce démon du crime</w:t>
      </w:r>
      <w:r w:rsidR="00E8465A">
        <w:t xml:space="preserve">. </w:t>
      </w:r>
      <w:r w:rsidRPr="007818BD">
        <w:t>Sa lâcheté avait un caractère étrange et particulier</w:t>
      </w:r>
      <w:r w:rsidR="00E8465A">
        <w:t xml:space="preserve"> ; </w:t>
      </w:r>
      <w:r w:rsidRPr="007818BD">
        <w:t>elle était accompagnée de la volonté la plus inflexible et la moins scrupuleuse</w:t>
      </w:r>
      <w:r w:rsidR="00E8465A">
        <w:t xml:space="preserve">, </w:t>
      </w:r>
      <w:r w:rsidRPr="007818BD">
        <w:t>une v</w:t>
      </w:r>
      <w:r w:rsidRPr="007818BD">
        <w:t>o</w:t>
      </w:r>
      <w:r w:rsidRPr="007818BD">
        <w:t>lonté que Napoléon admirait</w:t>
      </w:r>
      <w:r w:rsidR="00E8465A">
        <w:t xml:space="preserve"> ; </w:t>
      </w:r>
      <w:r w:rsidRPr="007818BD">
        <w:t>une volonté de fer dans l</w:t>
      </w:r>
      <w:r w:rsidR="00E8465A">
        <w:t>’</w:t>
      </w:r>
      <w:r w:rsidRPr="007818BD">
        <w:t>âme la plus molle et la plus pusillanime</w:t>
      </w:r>
      <w:r w:rsidR="00E8465A">
        <w:t xml:space="preserve">. </w:t>
      </w:r>
      <w:r w:rsidRPr="007818BD">
        <w:t>Par l</w:t>
      </w:r>
      <w:r w:rsidR="00E8465A">
        <w:t>’</w:t>
      </w:r>
      <w:r w:rsidRPr="007818BD">
        <w:t>esprit</w:t>
      </w:r>
      <w:r w:rsidR="00E8465A">
        <w:t xml:space="preserve">, </w:t>
      </w:r>
      <w:r w:rsidRPr="007818BD">
        <w:t>c</w:t>
      </w:r>
      <w:r w:rsidR="00E8465A">
        <w:t>’</w:t>
      </w:r>
      <w:r w:rsidRPr="007818BD">
        <w:t>était un héros</w:t>
      </w:r>
      <w:r w:rsidR="00E8465A">
        <w:t xml:space="preserve"> ; </w:t>
      </w:r>
      <w:r w:rsidRPr="007818BD">
        <w:t>physiquement</w:t>
      </w:r>
      <w:r w:rsidR="00E8465A">
        <w:t xml:space="preserve">, </w:t>
      </w:r>
      <w:r w:rsidRPr="007818BD">
        <w:t>c</w:t>
      </w:r>
      <w:r w:rsidR="00E8465A">
        <w:t>’</w:t>
      </w:r>
      <w:r w:rsidRPr="007818BD">
        <w:t>était un lâche</w:t>
      </w:r>
      <w:r w:rsidR="00E8465A">
        <w:t xml:space="preserve">. </w:t>
      </w:r>
      <w:r w:rsidRPr="007818BD">
        <w:t>À la moindre ombre du danger qui menaçait sa personne</w:t>
      </w:r>
      <w:r w:rsidR="00E8465A">
        <w:t xml:space="preserve">, </w:t>
      </w:r>
      <w:r w:rsidRPr="007818BD">
        <w:t xml:space="preserve">la </w:t>
      </w:r>
      <w:r w:rsidRPr="007818BD">
        <w:rPr>
          <w:i/>
          <w:iCs/>
        </w:rPr>
        <w:t>bête</w:t>
      </w:r>
      <w:r w:rsidRPr="007818BD">
        <w:t xml:space="preserve"> se blottissait effarée</w:t>
      </w:r>
      <w:r w:rsidR="00E8465A">
        <w:t xml:space="preserve"> ; </w:t>
      </w:r>
      <w:r w:rsidRPr="007818BD">
        <w:t xml:space="preserve">mais la </w:t>
      </w:r>
      <w:r w:rsidRPr="007818BD">
        <w:rPr>
          <w:i/>
          <w:iCs/>
        </w:rPr>
        <w:t>volonté</w:t>
      </w:r>
      <w:r w:rsidR="00E8465A">
        <w:t xml:space="preserve">, </w:t>
      </w:r>
      <w:r w:rsidRPr="007818BD">
        <w:t>d</w:t>
      </w:r>
      <w:r w:rsidR="00E8465A">
        <w:t>’</w:t>
      </w:r>
      <w:r w:rsidRPr="007818BD">
        <w:t>un signe</w:t>
      </w:r>
      <w:r w:rsidR="00E8465A">
        <w:t xml:space="preserve">, </w:t>
      </w:r>
      <w:r w:rsidRPr="007818BD">
        <w:t>envoyait le danger à l</w:t>
      </w:r>
      <w:r w:rsidR="00E8465A">
        <w:t>’</w:t>
      </w:r>
      <w:r w:rsidRPr="007818BD">
        <w:t>abattoir</w:t>
      </w:r>
      <w:r w:rsidR="00E8465A">
        <w:t xml:space="preserve">. </w:t>
      </w:r>
      <w:r w:rsidRPr="007818BD">
        <w:t>Il était donc assis là</w:t>
      </w:r>
      <w:r w:rsidR="00E8465A">
        <w:t xml:space="preserve">, </w:t>
      </w:r>
      <w:r w:rsidRPr="007818BD">
        <w:t>droit et ferme</w:t>
      </w:r>
      <w:r w:rsidR="00E8465A">
        <w:t xml:space="preserve">, </w:t>
      </w:r>
      <w:r w:rsidRPr="007818BD">
        <w:t>les doigts amaigris convulsivement cri</w:t>
      </w:r>
      <w:r w:rsidRPr="007818BD">
        <w:t>s</w:t>
      </w:r>
      <w:r w:rsidRPr="007818BD">
        <w:t>pés</w:t>
      </w:r>
      <w:r w:rsidR="00E8465A">
        <w:t xml:space="preserve">, </w:t>
      </w:r>
      <w:r w:rsidRPr="007818BD">
        <w:t>les yeux vaguement perdus dans l</w:t>
      </w:r>
      <w:r w:rsidR="00E8465A">
        <w:t>’</w:t>
      </w:r>
      <w:r w:rsidRPr="007818BD">
        <w:t>espace</w:t>
      </w:r>
      <w:r w:rsidR="00E8465A">
        <w:t xml:space="preserve">, </w:t>
      </w:r>
      <w:r w:rsidRPr="007818BD">
        <w:t>jaunes et injectés de sang corrompu</w:t>
      </w:r>
      <w:r w:rsidR="00E8465A">
        <w:t xml:space="preserve">, </w:t>
      </w:r>
      <w:r w:rsidRPr="007818BD">
        <w:t>les oreilles littéralement mobiles et agitées</w:t>
      </w:r>
      <w:r w:rsidR="00E8465A">
        <w:t xml:space="preserve">, </w:t>
      </w:r>
      <w:r w:rsidRPr="007818BD">
        <w:t>se tournant</w:t>
      </w:r>
      <w:r w:rsidR="00E8465A">
        <w:t xml:space="preserve">, </w:t>
      </w:r>
      <w:r w:rsidRPr="007818BD">
        <w:t>comme celles de l</w:t>
      </w:r>
      <w:r w:rsidR="00E8465A">
        <w:t>’</w:t>
      </w:r>
      <w:r w:rsidRPr="007818BD">
        <w:t>animal ignoble et poltron</w:t>
      </w:r>
      <w:r w:rsidR="00E8465A">
        <w:t xml:space="preserve">, </w:t>
      </w:r>
      <w:r w:rsidRPr="007818BD">
        <w:t>vers chaque bruit qui se faisait entendre</w:t>
      </w:r>
      <w:r w:rsidR="00E8465A">
        <w:t xml:space="preserve"> ; </w:t>
      </w:r>
      <w:r w:rsidRPr="007818BD">
        <w:t>un second Denis dans sa caverne</w:t>
      </w:r>
      <w:r w:rsidR="00E8465A">
        <w:t xml:space="preserve">, </w:t>
      </w:r>
      <w:r w:rsidRPr="007818BD">
        <w:t>mais dans une posture contenue et digne</w:t>
      </w:r>
      <w:r w:rsidR="00E8465A">
        <w:t xml:space="preserve">, </w:t>
      </w:r>
      <w:r w:rsidRPr="007818BD">
        <w:t>avec chacun de ses cheveux à sa place</w:t>
      </w:r>
      <w:r w:rsidR="00E8465A">
        <w:t>.</w:t>
      </w:r>
    </w:p>
    <w:p w14:paraId="70A9F182" w14:textId="5FCE254B" w:rsidR="00E0544E" w:rsidRPr="007818BD" w:rsidRDefault="00E8465A" w:rsidP="00E0544E">
      <w:r>
        <w:t>« </w:t>
      </w:r>
      <w:r w:rsidR="00E0544E" w:rsidRPr="007818BD">
        <w:t>Oui</w:t>
      </w:r>
      <w:r>
        <w:t xml:space="preserve">, </w:t>
      </w:r>
      <w:r w:rsidR="00E0544E" w:rsidRPr="007818BD">
        <w:t>oui</w:t>
      </w:r>
      <w:r>
        <w:t xml:space="preserve">, </w:t>
      </w:r>
      <w:r w:rsidR="00E0544E" w:rsidRPr="007818BD">
        <w:t>dit-il en se murmurant à lui-même</w:t>
      </w:r>
      <w:r>
        <w:t xml:space="preserve">, </w:t>
      </w:r>
      <w:r w:rsidR="00E0544E" w:rsidRPr="007818BD">
        <w:t>je les e</w:t>
      </w:r>
      <w:r w:rsidR="00E0544E" w:rsidRPr="007818BD">
        <w:t>n</w:t>
      </w:r>
      <w:r w:rsidR="00E0544E" w:rsidRPr="007818BD">
        <w:t>tends</w:t>
      </w:r>
      <w:r>
        <w:t xml:space="preserve"> ; </w:t>
      </w:r>
      <w:r w:rsidR="00E0544E" w:rsidRPr="007818BD">
        <w:t>mes bons jacobins sont à leur poste</w:t>
      </w:r>
      <w:r>
        <w:t xml:space="preserve">, </w:t>
      </w:r>
      <w:r w:rsidR="00E0544E" w:rsidRPr="007818BD">
        <w:t>en bas</w:t>
      </w:r>
      <w:r>
        <w:t xml:space="preserve">. </w:t>
      </w:r>
      <w:r w:rsidR="00E0544E" w:rsidRPr="007818BD">
        <w:t>C</w:t>
      </w:r>
      <w:r>
        <w:t>’</w:t>
      </w:r>
      <w:r w:rsidR="00E0544E" w:rsidRPr="007818BD">
        <w:t xml:space="preserve">est </w:t>
      </w:r>
      <w:r w:rsidR="00E0544E" w:rsidRPr="007818BD">
        <w:lastRenderedPageBreak/>
        <w:t>do</w:t>
      </w:r>
      <w:r w:rsidR="00E0544E" w:rsidRPr="007818BD">
        <w:t>m</w:t>
      </w:r>
      <w:r w:rsidR="00E0544E" w:rsidRPr="007818BD">
        <w:t>mage qu</w:t>
      </w:r>
      <w:r>
        <w:t>’</w:t>
      </w:r>
      <w:r w:rsidR="00E0544E" w:rsidRPr="007818BD">
        <w:t>ils jurent si fort</w:t>
      </w:r>
      <w:r>
        <w:t xml:space="preserve">. </w:t>
      </w:r>
      <w:r w:rsidR="00E0544E" w:rsidRPr="007818BD">
        <w:t>J</w:t>
      </w:r>
      <w:r>
        <w:t>’</w:t>
      </w:r>
      <w:r w:rsidR="00E0544E" w:rsidRPr="007818BD">
        <w:t>ai un projet de loi contre les bla</w:t>
      </w:r>
      <w:r w:rsidR="00E0544E" w:rsidRPr="007818BD">
        <w:t>s</w:t>
      </w:r>
      <w:r w:rsidR="00E0544E" w:rsidRPr="007818BD">
        <w:t>phèmes</w:t>
      </w:r>
      <w:r>
        <w:t xml:space="preserve"> ; </w:t>
      </w:r>
      <w:r w:rsidR="00E0544E" w:rsidRPr="007818BD">
        <w:t>il faut réformer les mœurs du peuple pauvre et ve</w:t>
      </w:r>
      <w:r w:rsidR="00E0544E" w:rsidRPr="007818BD">
        <w:t>r</w:t>
      </w:r>
      <w:r w:rsidR="00E0544E" w:rsidRPr="007818BD">
        <w:t>tueux</w:t>
      </w:r>
      <w:r>
        <w:t xml:space="preserve">. </w:t>
      </w:r>
      <w:r w:rsidR="00E0544E" w:rsidRPr="007818BD">
        <w:t>Quand tout sera bien affermi</w:t>
      </w:r>
      <w:r>
        <w:t xml:space="preserve">, </w:t>
      </w:r>
      <w:r w:rsidR="00E0544E" w:rsidRPr="007818BD">
        <w:t>un exemple ou deux</w:t>
      </w:r>
      <w:r>
        <w:t xml:space="preserve">, </w:t>
      </w:r>
      <w:r w:rsidR="00E0544E" w:rsidRPr="007818BD">
        <w:t>pris parmi mes bons jacobins</w:t>
      </w:r>
      <w:r>
        <w:t xml:space="preserve">, </w:t>
      </w:r>
      <w:r w:rsidR="00E0544E" w:rsidRPr="007818BD">
        <w:t>produiront un excellent effet</w:t>
      </w:r>
      <w:r>
        <w:t xml:space="preserve">. </w:t>
      </w:r>
      <w:r w:rsidR="00E0544E" w:rsidRPr="007818BD">
        <w:t>Braves amis</w:t>
      </w:r>
      <w:r>
        <w:t xml:space="preserve">, </w:t>
      </w:r>
      <w:r w:rsidR="00E0544E" w:rsidRPr="007818BD">
        <w:t>comme ils m</w:t>
      </w:r>
      <w:r>
        <w:t>’</w:t>
      </w:r>
      <w:r w:rsidR="00E0544E" w:rsidRPr="007818BD">
        <w:t>aiment</w:t>
      </w:r>
      <w:r>
        <w:t xml:space="preserve"> !… </w:t>
      </w:r>
      <w:r w:rsidR="00E0544E" w:rsidRPr="007818BD">
        <w:t>Hein</w:t>
      </w:r>
      <w:r>
        <w:t xml:space="preserve"> ! </w:t>
      </w:r>
      <w:r w:rsidR="00E0544E" w:rsidRPr="007818BD">
        <w:t>quel ab</w:t>
      </w:r>
      <w:r w:rsidR="00E0544E" w:rsidRPr="007818BD">
        <w:t>o</w:t>
      </w:r>
      <w:r w:rsidR="00E0544E" w:rsidRPr="007818BD">
        <w:t>minable juron</w:t>
      </w:r>
      <w:r>
        <w:t xml:space="preserve"> ! </w:t>
      </w:r>
      <w:r w:rsidR="00E0544E" w:rsidRPr="007818BD">
        <w:t>Il ne faut pas qu</w:t>
      </w:r>
      <w:r>
        <w:t>’</w:t>
      </w:r>
      <w:r w:rsidR="00E0544E" w:rsidRPr="007818BD">
        <w:t>ils jurent si haut</w:t>
      </w:r>
      <w:r>
        <w:t xml:space="preserve"> ; </w:t>
      </w:r>
      <w:r w:rsidR="00E0544E" w:rsidRPr="007818BD">
        <w:t>et sur mon escalier encore</w:t>
      </w:r>
      <w:r>
        <w:t xml:space="preserve"> ! </w:t>
      </w:r>
      <w:r w:rsidR="00E0544E" w:rsidRPr="007818BD">
        <w:t>C</w:t>
      </w:r>
      <w:r w:rsidR="00E0544E" w:rsidRPr="007818BD">
        <w:t>e</w:t>
      </w:r>
      <w:r w:rsidR="00E0544E" w:rsidRPr="007818BD">
        <w:t>la me compromet</w:t>
      </w:r>
      <w:r>
        <w:t xml:space="preserve">… </w:t>
      </w:r>
      <w:r w:rsidR="00E0544E" w:rsidRPr="007818BD">
        <w:t>Ah</w:t>
      </w:r>
      <w:r>
        <w:t xml:space="preserve"> ! </w:t>
      </w:r>
      <w:r w:rsidR="00E0544E" w:rsidRPr="007818BD">
        <w:t>on vient</w:t>
      </w:r>
      <w:r>
        <w:t> !… »</w:t>
      </w:r>
    </w:p>
    <w:p w14:paraId="7A35BDA2" w14:textId="77777777" w:rsidR="00E8465A" w:rsidRDefault="00E0544E" w:rsidP="00E0544E">
      <w:r w:rsidRPr="007818BD">
        <w:t>Il se regarda dans la glace en face de lui</w:t>
      </w:r>
      <w:r w:rsidR="00E8465A">
        <w:t xml:space="preserve">, </w:t>
      </w:r>
      <w:r w:rsidRPr="007818BD">
        <w:t>et prit un livre sur la table</w:t>
      </w:r>
      <w:r w:rsidR="00E8465A">
        <w:t xml:space="preserve">. </w:t>
      </w:r>
      <w:r w:rsidRPr="007818BD">
        <w:t>Il paraissait absorbé dans sa lecture</w:t>
      </w:r>
      <w:r w:rsidR="00E8465A">
        <w:t xml:space="preserve">, </w:t>
      </w:r>
      <w:r w:rsidRPr="007818BD">
        <w:t>quand un grand drôle</w:t>
      </w:r>
      <w:r w:rsidR="00E8465A">
        <w:t xml:space="preserve">, </w:t>
      </w:r>
      <w:r w:rsidRPr="007818BD">
        <w:t>un bâton à la main et la ceinture a</w:t>
      </w:r>
      <w:r w:rsidRPr="007818BD">
        <w:t>r</w:t>
      </w:r>
      <w:r w:rsidRPr="007818BD">
        <w:t>mée de deux pistolets</w:t>
      </w:r>
      <w:r w:rsidR="00E8465A">
        <w:t xml:space="preserve">, </w:t>
      </w:r>
      <w:r w:rsidRPr="007818BD">
        <w:t>ouvrit la porte et annonça deux visites</w:t>
      </w:r>
      <w:r w:rsidR="00E8465A">
        <w:t>.</w:t>
      </w:r>
    </w:p>
    <w:p w14:paraId="22C46782" w14:textId="77777777" w:rsidR="00E8465A" w:rsidRDefault="00E0544E" w:rsidP="00E0544E">
      <w:r w:rsidRPr="007818BD">
        <w:t>Le premier des nouveaux venus était jeune</w:t>
      </w:r>
      <w:r w:rsidR="00E8465A">
        <w:t xml:space="preserve">, </w:t>
      </w:r>
      <w:r w:rsidRPr="007818BD">
        <w:t>et ressemblait</w:t>
      </w:r>
      <w:r w:rsidR="00E8465A">
        <w:t xml:space="preserve">, </w:t>
      </w:r>
      <w:r w:rsidRPr="007818BD">
        <w:t>disait-on</w:t>
      </w:r>
      <w:r w:rsidR="00E8465A">
        <w:t xml:space="preserve">, </w:t>
      </w:r>
      <w:r w:rsidRPr="007818BD">
        <w:t>à Robespierre</w:t>
      </w:r>
      <w:r w:rsidR="00E8465A">
        <w:t xml:space="preserve"> ; </w:t>
      </w:r>
      <w:r w:rsidRPr="007818BD">
        <w:t>mais il avait dans la physionomie plus de décision et de fermeté</w:t>
      </w:r>
      <w:r w:rsidR="00E8465A">
        <w:t xml:space="preserve">. </w:t>
      </w:r>
      <w:r w:rsidRPr="007818BD">
        <w:t>Il jeta un coup d</w:t>
      </w:r>
      <w:r w:rsidR="00E8465A">
        <w:t>’</w:t>
      </w:r>
      <w:r w:rsidRPr="007818BD">
        <w:t>œil sur le livre que Robespierre tenait à la main et qui semblait occuper encore to</w:t>
      </w:r>
      <w:r w:rsidRPr="007818BD">
        <w:t>u</w:t>
      </w:r>
      <w:r w:rsidRPr="007818BD">
        <w:t>te son attention</w:t>
      </w:r>
      <w:r w:rsidR="00E8465A">
        <w:t xml:space="preserve">, </w:t>
      </w:r>
      <w:r w:rsidRPr="007818BD">
        <w:t>et s</w:t>
      </w:r>
      <w:r w:rsidR="00E8465A">
        <w:t>’</w:t>
      </w:r>
      <w:r w:rsidRPr="007818BD">
        <w:t>écria</w:t>
      </w:r>
      <w:r w:rsidR="00E8465A">
        <w:t> :</w:t>
      </w:r>
    </w:p>
    <w:p w14:paraId="65F171C3" w14:textId="77777777" w:rsidR="00E8465A" w:rsidRDefault="00E8465A" w:rsidP="00E0544E">
      <w:r>
        <w:t>« </w:t>
      </w:r>
      <w:r w:rsidR="00E0544E" w:rsidRPr="007818BD">
        <w:t>Quoi</w:t>
      </w:r>
      <w:r>
        <w:t xml:space="preserve"> ! </w:t>
      </w:r>
      <w:r w:rsidR="00E0544E" w:rsidRPr="007818BD">
        <w:rPr>
          <w:i/>
          <w:iCs/>
        </w:rPr>
        <w:t>la Nouvelle Héloïse</w:t>
      </w:r>
      <w:r w:rsidR="00E0544E" w:rsidRPr="007818BD">
        <w:t xml:space="preserve"> de Rousseau</w:t>
      </w:r>
      <w:r>
        <w:t xml:space="preserve"> ! </w:t>
      </w:r>
      <w:r w:rsidR="00E0544E" w:rsidRPr="007818BD">
        <w:t>une histoire d</w:t>
      </w:r>
      <w:r>
        <w:t>’</w:t>
      </w:r>
      <w:r w:rsidR="00E0544E" w:rsidRPr="007818BD">
        <w:t>amour</w:t>
      </w:r>
      <w:r>
        <w:t> !</w:t>
      </w:r>
    </w:p>
    <w:p w14:paraId="44FFF37A" w14:textId="63C3B486" w:rsidR="00E0544E" w:rsidRPr="007818BD" w:rsidRDefault="00E8465A" w:rsidP="00E0544E">
      <w:r>
        <w:t>— </w:t>
      </w:r>
      <w:r w:rsidR="00E0544E" w:rsidRPr="007818BD">
        <w:t>Mon cher Payant</w:t>
      </w:r>
      <w:r>
        <w:t xml:space="preserve">, </w:t>
      </w:r>
      <w:r w:rsidR="00E0544E" w:rsidRPr="007818BD">
        <w:t>ce n</w:t>
      </w:r>
      <w:r>
        <w:t>’</w:t>
      </w:r>
      <w:r w:rsidR="00E0544E" w:rsidRPr="007818BD">
        <w:t>est pas l</w:t>
      </w:r>
      <w:r>
        <w:t>’</w:t>
      </w:r>
      <w:r w:rsidR="00E0544E" w:rsidRPr="007818BD">
        <w:t>amour</w:t>
      </w:r>
      <w:r>
        <w:t xml:space="preserve">, </w:t>
      </w:r>
      <w:r w:rsidR="00E0544E" w:rsidRPr="007818BD">
        <w:t>c</w:t>
      </w:r>
      <w:r>
        <w:t>’</w:t>
      </w:r>
      <w:r w:rsidR="00E0544E" w:rsidRPr="007818BD">
        <w:t>est la philos</w:t>
      </w:r>
      <w:r w:rsidR="00E0544E" w:rsidRPr="007818BD">
        <w:t>o</w:t>
      </w:r>
      <w:r w:rsidR="00E0544E" w:rsidRPr="007818BD">
        <w:t>phie qui me charme</w:t>
      </w:r>
      <w:r>
        <w:t xml:space="preserve">. </w:t>
      </w:r>
      <w:r w:rsidR="00E0544E" w:rsidRPr="007818BD">
        <w:t>Quels nobles sentiments</w:t>
      </w:r>
      <w:r>
        <w:t xml:space="preserve">, </w:t>
      </w:r>
      <w:r w:rsidR="00E0544E" w:rsidRPr="007818BD">
        <w:t>quelle ardeur pour la vertu</w:t>
      </w:r>
      <w:r>
        <w:t xml:space="preserve"> ! </w:t>
      </w:r>
      <w:r w:rsidR="00E0544E" w:rsidRPr="007818BD">
        <w:t>Ah</w:t>
      </w:r>
      <w:r>
        <w:t xml:space="preserve"> ! </w:t>
      </w:r>
      <w:r w:rsidR="00E0544E" w:rsidRPr="007818BD">
        <w:t>si Jean-Jacques avait pu vivre a</w:t>
      </w:r>
      <w:r w:rsidR="00E0544E" w:rsidRPr="007818BD">
        <w:t>u</w:t>
      </w:r>
      <w:r w:rsidR="00E0544E" w:rsidRPr="007818BD">
        <w:t>jourd</w:t>
      </w:r>
      <w:r>
        <w:t>’</w:t>
      </w:r>
      <w:r w:rsidR="00E0544E" w:rsidRPr="007818BD">
        <w:t>hui</w:t>
      </w:r>
      <w:r>
        <w:t> ! »</w:t>
      </w:r>
    </w:p>
    <w:p w14:paraId="552804B5" w14:textId="77777777" w:rsidR="00E8465A" w:rsidRDefault="00E0544E" w:rsidP="00E0544E">
      <w:r w:rsidRPr="007818BD">
        <w:t>Pendant que le dictateur commentait ainsi son auteur de prédilection</w:t>
      </w:r>
      <w:r w:rsidR="00E8465A">
        <w:t xml:space="preserve">, </w:t>
      </w:r>
      <w:r w:rsidRPr="007818BD">
        <w:t>celui qu</w:t>
      </w:r>
      <w:r w:rsidR="00E8465A">
        <w:t>’</w:t>
      </w:r>
      <w:r w:rsidRPr="007818BD">
        <w:t>il s</w:t>
      </w:r>
      <w:r w:rsidR="00E8465A">
        <w:t>’</w:t>
      </w:r>
      <w:r w:rsidRPr="007818BD">
        <w:t>étudiait à imiter dans ses discours</w:t>
      </w:r>
      <w:r w:rsidR="00E8465A">
        <w:t xml:space="preserve">, </w:t>
      </w:r>
      <w:r w:rsidRPr="007818BD">
        <w:t>on fit entrer le second visiteur en chaise roulante</w:t>
      </w:r>
      <w:r w:rsidR="00E8465A">
        <w:t xml:space="preserve">. </w:t>
      </w:r>
      <w:r w:rsidRPr="007818BD">
        <w:t>Ce nouveau pe</w:t>
      </w:r>
      <w:r w:rsidRPr="007818BD">
        <w:t>r</w:t>
      </w:r>
      <w:r w:rsidRPr="007818BD">
        <w:t>sonnage était aussi de cet âge qui</w:t>
      </w:r>
      <w:r w:rsidR="00E8465A">
        <w:t xml:space="preserve">, </w:t>
      </w:r>
      <w:r w:rsidRPr="007818BD">
        <w:t>pour la plupart</w:t>
      </w:r>
      <w:r w:rsidR="00E8465A">
        <w:t xml:space="preserve">, </w:t>
      </w:r>
      <w:r w:rsidRPr="007818BD">
        <w:t>est celui de la force virile et complète</w:t>
      </w:r>
      <w:r w:rsidR="00E8465A">
        <w:t xml:space="preserve">, </w:t>
      </w:r>
      <w:r w:rsidRPr="007818BD">
        <w:t>trente-huit ans environ</w:t>
      </w:r>
      <w:r w:rsidR="00E8465A">
        <w:t xml:space="preserve"> ; </w:t>
      </w:r>
      <w:r w:rsidRPr="007818BD">
        <w:t>mais il était li</w:t>
      </w:r>
      <w:r w:rsidRPr="007818BD">
        <w:t>t</w:t>
      </w:r>
      <w:r w:rsidRPr="007818BD">
        <w:t xml:space="preserve">téralement </w:t>
      </w:r>
      <w:r w:rsidRPr="007818BD">
        <w:rPr>
          <w:i/>
          <w:iCs/>
        </w:rPr>
        <w:t>mort</w:t>
      </w:r>
      <w:r w:rsidRPr="007818BD">
        <w:t xml:space="preserve"> par les membres inférieurs</w:t>
      </w:r>
      <w:r w:rsidR="00E8465A">
        <w:t xml:space="preserve">, </w:t>
      </w:r>
      <w:r w:rsidRPr="007818BD">
        <w:t>perclus</w:t>
      </w:r>
      <w:r w:rsidR="00E8465A">
        <w:t xml:space="preserve">, </w:t>
      </w:r>
      <w:r w:rsidRPr="007818BD">
        <w:t>paralysé</w:t>
      </w:r>
      <w:r w:rsidR="00E8465A">
        <w:t xml:space="preserve">, </w:t>
      </w:r>
      <w:r w:rsidRPr="007818BD">
        <w:t>impotent</w:t>
      </w:r>
      <w:r w:rsidR="00E8465A">
        <w:t xml:space="preserve">, </w:t>
      </w:r>
      <w:r w:rsidRPr="007818BD">
        <w:t>et</w:t>
      </w:r>
      <w:r w:rsidR="00E8465A">
        <w:t xml:space="preserve">, </w:t>
      </w:r>
      <w:r w:rsidRPr="007818BD">
        <w:t>malgré cela</w:t>
      </w:r>
      <w:r w:rsidR="00E8465A">
        <w:t xml:space="preserve">, </w:t>
      </w:r>
      <w:r w:rsidRPr="007818BD">
        <w:t>ainsi que le temps le révéla bientôt</w:t>
      </w:r>
      <w:r w:rsidR="00E8465A">
        <w:t xml:space="preserve">, </w:t>
      </w:r>
      <w:r w:rsidRPr="007818BD">
        <w:t>un Hercule de crimes</w:t>
      </w:r>
      <w:r w:rsidR="00E8465A">
        <w:t xml:space="preserve">. </w:t>
      </w:r>
      <w:r w:rsidRPr="007818BD">
        <w:t xml:space="preserve">Le plus doux des sourires </w:t>
      </w:r>
      <w:r w:rsidRPr="007818BD">
        <w:lastRenderedPageBreak/>
        <w:t>humains r</w:t>
      </w:r>
      <w:r w:rsidRPr="007818BD">
        <w:t>é</w:t>
      </w:r>
      <w:r w:rsidRPr="007818BD">
        <w:t>gnait sur ses lèvres</w:t>
      </w:r>
      <w:r w:rsidR="00E8465A">
        <w:t xml:space="preserve">, </w:t>
      </w:r>
      <w:r w:rsidRPr="007818BD">
        <w:t>une beauté presque angélique ornait ses traits</w:t>
      </w:r>
      <w:r w:rsidRPr="007818BD">
        <w:rPr>
          <w:rStyle w:val="Appelnotedebasdep"/>
        </w:rPr>
        <w:footnoteReference w:id="54"/>
      </w:r>
      <w:r w:rsidR="00E8465A">
        <w:t xml:space="preserve"> ; </w:t>
      </w:r>
      <w:r w:rsidRPr="007818BD">
        <w:t>un air inexprimable de bonté</w:t>
      </w:r>
      <w:r w:rsidR="00E8465A">
        <w:t xml:space="preserve">, </w:t>
      </w:r>
      <w:r w:rsidRPr="007818BD">
        <w:t>et la résignation d</w:t>
      </w:r>
      <w:r w:rsidR="00E8465A">
        <w:t>’</w:t>
      </w:r>
      <w:r w:rsidRPr="007818BD">
        <w:t>une bienveillance souffrante</w:t>
      </w:r>
      <w:r w:rsidR="00E8465A">
        <w:t xml:space="preserve">, </w:t>
      </w:r>
      <w:r w:rsidRPr="007818BD">
        <w:t>mais enjouée</w:t>
      </w:r>
      <w:r w:rsidR="00E8465A">
        <w:t xml:space="preserve">, </w:t>
      </w:r>
      <w:r w:rsidRPr="007818BD">
        <w:t>telle était l</w:t>
      </w:r>
      <w:r w:rsidR="00E8465A">
        <w:t>’</w:t>
      </w:r>
      <w:r w:rsidRPr="007818BD">
        <w:t>impression que recevaient de lui ceux qui le voyaient pour la première fois</w:t>
      </w:r>
      <w:r w:rsidR="00E8465A">
        <w:t xml:space="preserve">. </w:t>
      </w:r>
      <w:r w:rsidRPr="007818BD">
        <w:t>De sa voix la plus caressante</w:t>
      </w:r>
      <w:r w:rsidR="00E8465A">
        <w:t xml:space="preserve">, </w:t>
      </w:r>
      <w:r w:rsidRPr="007818BD">
        <w:t>la plus argentine</w:t>
      </w:r>
      <w:r w:rsidR="00E8465A">
        <w:t xml:space="preserve">, </w:t>
      </w:r>
      <w:r w:rsidRPr="007818BD">
        <w:t>la plus mél</w:t>
      </w:r>
      <w:r w:rsidRPr="007818BD">
        <w:t>o</w:t>
      </w:r>
      <w:r w:rsidRPr="007818BD">
        <w:t>dieuse</w:t>
      </w:r>
      <w:r w:rsidR="00E8465A">
        <w:t xml:space="preserve">, </w:t>
      </w:r>
      <w:r w:rsidRPr="007818BD">
        <w:t>le citoyen Couthon salua l</w:t>
      </w:r>
      <w:r w:rsidR="00E8465A">
        <w:t>’</w:t>
      </w:r>
      <w:r w:rsidRPr="007818BD">
        <w:t>admirateur de Jean-Jacques</w:t>
      </w:r>
      <w:r w:rsidR="00E8465A">
        <w:t>.</w:t>
      </w:r>
    </w:p>
    <w:p w14:paraId="035B2C20" w14:textId="7AA6340E" w:rsidR="00E0544E" w:rsidRPr="007818BD" w:rsidRDefault="00E8465A" w:rsidP="00E0544E">
      <w:r>
        <w:t>« </w:t>
      </w:r>
      <w:r w:rsidR="00E0544E" w:rsidRPr="007818BD">
        <w:t>Ne dis pas que ce n</w:t>
      </w:r>
      <w:r>
        <w:t>’</w:t>
      </w:r>
      <w:r w:rsidR="00E0544E" w:rsidRPr="007818BD">
        <w:t>est pas l</w:t>
      </w:r>
      <w:r>
        <w:t>’</w:t>
      </w:r>
      <w:r w:rsidR="00E0544E" w:rsidRPr="007818BD">
        <w:t>amour qui t</w:t>
      </w:r>
      <w:r>
        <w:t>’</w:t>
      </w:r>
      <w:r w:rsidR="00E0544E" w:rsidRPr="007818BD">
        <w:t>attire</w:t>
      </w:r>
      <w:r>
        <w:t xml:space="preserve"> ; </w:t>
      </w:r>
      <w:r w:rsidR="00E0544E" w:rsidRPr="007818BD">
        <w:t>c</w:t>
      </w:r>
      <w:r>
        <w:t>’</w:t>
      </w:r>
      <w:r w:rsidR="00E0544E" w:rsidRPr="007818BD">
        <w:t>est bien l</w:t>
      </w:r>
      <w:r>
        <w:t>’</w:t>
      </w:r>
      <w:r w:rsidR="00E0544E" w:rsidRPr="007818BD">
        <w:t>amour</w:t>
      </w:r>
      <w:r>
        <w:t xml:space="preserve"> : </w:t>
      </w:r>
      <w:r w:rsidR="00E0544E" w:rsidRPr="007818BD">
        <w:t>non pas l</w:t>
      </w:r>
      <w:r>
        <w:t>’</w:t>
      </w:r>
      <w:r w:rsidR="00E0544E" w:rsidRPr="007818BD">
        <w:t>instinct grossier et brutal qui pousse l</w:t>
      </w:r>
      <w:r>
        <w:t>’</w:t>
      </w:r>
      <w:r w:rsidR="00E0544E" w:rsidRPr="007818BD">
        <w:t>homme vers la femme</w:t>
      </w:r>
      <w:r>
        <w:t xml:space="preserve"> ; </w:t>
      </w:r>
      <w:r w:rsidR="00E0544E" w:rsidRPr="007818BD">
        <w:t>non</w:t>
      </w:r>
      <w:r>
        <w:t xml:space="preserve"> ! </w:t>
      </w:r>
      <w:r w:rsidR="00E0544E" w:rsidRPr="007818BD">
        <w:t>mais cette affe</w:t>
      </w:r>
      <w:r w:rsidR="00E0544E" w:rsidRPr="007818BD">
        <w:t>c</w:t>
      </w:r>
      <w:r w:rsidR="00E0544E" w:rsidRPr="007818BD">
        <w:t>tion sublime pour toute la race humaine et pour tout ce qui vit</w:t>
      </w:r>
      <w:r>
        <w:t>. »</w:t>
      </w:r>
    </w:p>
    <w:p w14:paraId="49B0C0E4" w14:textId="77777777" w:rsidR="00E8465A" w:rsidRDefault="00E0544E" w:rsidP="00E0544E">
      <w:r w:rsidRPr="007818BD">
        <w:t>Et le citoyen</w:t>
      </w:r>
      <w:r w:rsidR="00E8465A">
        <w:t xml:space="preserve">. </w:t>
      </w:r>
      <w:r w:rsidRPr="007818BD">
        <w:t>Couthon se pencha et caressa le petit ép</w:t>
      </w:r>
      <w:r w:rsidRPr="007818BD">
        <w:t>a</w:t>
      </w:r>
      <w:r w:rsidRPr="007818BD">
        <w:t>gneul qu</w:t>
      </w:r>
      <w:r w:rsidR="00E8465A">
        <w:t>’</w:t>
      </w:r>
      <w:r w:rsidRPr="007818BD">
        <w:t>il portait constamment dans son giron</w:t>
      </w:r>
      <w:r w:rsidR="00E8465A">
        <w:t xml:space="preserve">, </w:t>
      </w:r>
      <w:r w:rsidRPr="007818BD">
        <w:t>jusqu</w:t>
      </w:r>
      <w:r w:rsidR="00E8465A">
        <w:t>’</w:t>
      </w:r>
      <w:r w:rsidRPr="007818BD">
        <w:t>au sein de la Convention</w:t>
      </w:r>
      <w:r w:rsidR="00E8465A">
        <w:t xml:space="preserve">, </w:t>
      </w:r>
      <w:r w:rsidRPr="007818BD">
        <w:t>pour donner cours à cette exubérance de se</w:t>
      </w:r>
      <w:r w:rsidRPr="007818BD">
        <w:t>n</w:t>
      </w:r>
      <w:r w:rsidRPr="007818BD">
        <w:t>sibilité qui débordait de son cœur tendre et aimant</w:t>
      </w:r>
      <w:r w:rsidR="00E8465A">
        <w:t>.</w:t>
      </w:r>
    </w:p>
    <w:p w14:paraId="11F487CB" w14:textId="77777777" w:rsidR="00E8465A" w:rsidRDefault="00E8465A" w:rsidP="00E0544E">
      <w:r>
        <w:t>« </w:t>
      </w:r>
      <w:r w:rsidR="00E0544E" w:rsidRPr="007818BD">
        <w:t>Oui</w:t>
      </w:r>
      <w:r>
        <w:t xml:space="preserve">, </w:t>
      </w:r>
      <w:r w:rsidR="00E0544E" w:rsidRPr="007818BD">
        <w:t>pour tout ce qui vit</w:t>
      </w:r>
      <w:r>
        <w:t xml:space="preserve">, </w:t>
      </w:r>
      <w:r w:rsidR="00E0544E" w:rsidRPr="007818BD">
        <w:t>répéta Robespierre ému</w:t>
      </w:r>
      <w:r>
        <w:t xml:space="preserve">. </w:t>
      </w:r>
      <w:r w:rsidR="00E0544E" w:rsidRPr="007818BD">
        <w:t>Bon Couthon</w:t>
      </w:r>
      <w:r>
        <w:t xml:space="preserve"> ! </w:t>
      </w:r>
      <w:r w:rsidR="00E0544E" w:rsidRPr="007818BD">
        <w:t>pauvre Couthon</w:t>
      </w:r>
      <w:r>
        <w:t xml:space="preserve"> ! </w:t>
      </w:r>
      <w:r w:rsidR="00E0544E" w:rsidRPr="007818BD">
        <w:t>les hommes sont bien méchants</w:t>
      </w:r>
      <w:r>
        <w:t xml:space="preserve"> ! </w:t>
      </w:r>
      <w:r w:rsidR="00E0544E" w:rsidRPr="007818BD">
        <w:t>Comme on nous calomnie</w:t>
      </w:r>
      <w:r>
        <w:t xml:space="preserve"> ! </w:t>
      </w:r>
      <w:r w:rsidR="00E0544E" w:rsidRPr="007818BD">
        <w:t>On nous appelle les bourreaux de nos collègues</w:t>
      </w:r>
      <w:r>
        <w:t xml:space="preserve"> ; </w:t>
      </w:r>
      <w:r w:rsidR="00E0544E" w:rsidRPr="007818BD">
        <w:t>cela me perce le cœur</w:t>
      </w:r>
      <w:r>
        <w:t xml:space="preserve"> ! </w:t>
      </w:r>
      <w:r w:rsidR="00E0544E" w:rsidRPr="007818BD">
        <w:t>Être un objet de terreur pour les ennemis de la patrie</w:t>
      </w:r>
      <w:r>
        <w:t xml:space="preserve">, </w:t>
      </w:r>
      <w:r w:rsidR="00E0544E" w:rsidRPr="007818BD">
        <w:t>voilà qui est noble</w:t>
      </w:r>
      <w:r>
        <w:t xml:space="preserve"> ; </w:t>
      </w:r>
      <w:r w:rsidR="00E0544E" w:rsidRPr="007818BD">
        <w:t>mais être un objet de terreur pour les bons</w:t>
      </w:r>
      <w:r>
        <w:t xml:space="preserve">, </w:t>
      </w:r>
      <w:r w:rsidR="00E0544E" w:rsidRPr="007818BD">
        <w:t>pour les patriotes</w:t>
      </w:r>
      <w:r>
        <w:t xml:space="preserve">, </w:t>
      </w:r>
      <w:r w:rsidR="00E0544E" w:rsidRPr="007818BD">
        <w:t xml:space="preserve">pour ceux </w:t>
      </w:r>
      <w:r w:rsidR="00E0544E" w:rsidRPr="007818BD">
        <w:lastRenderedPageBreak/>
        <w:t>qu</w:t>
      </w:r>
      <w:r>
        <w:t>’</w:t>
      </w:r>
      <w:r w:rsidR="00E0544E" w:rsidRPr="007818BD">
        <w:t>on aime et qu</w:t>
      </w:r>
      <w:r>
        <w:t>’</w:t>
      </w:r>
      <w:r w:rsidR="00E0544E" w:rsidRPr="007818BD">
        <w:t>on révère</w:t>
      </w:r>
      <w:r>
        <w:t xml:space="preserve">, </w:t>
      </w:r>
      <w:r w:rsidR="00E0544E" w:rsidRPr="007818BD">
        <w:t>c</w:t>
      </w:r>
      <w:r>
        <w:t>’</w:t>
      </w:r>
      <w:r w:rsidR="00E0544E" w:rsidRPr="007818BD">
        <w:t>est la plus cruelle des tortures h</w:t>
      </w:r>
      <w:r w:rsidR="00E0544E" w:rsidRPr="007818BD">
        <w:t>u</w:t>
      </w:r>
      <w:r w:rsidR="00E0544E" w:rsidRPr="007818BD">
        <w:t>maines</w:t>
      </w:r>
      <w:r>
        <w:t xml:space="preserve">, </w:t>
      </w:r>
      <w:r w:rsidR="00E0544E" w:rsidRPr="007818BD">
        <w:t>du moins pour un cœur honnête et sensible</w:t>
      </w:r>
      <w:r w:rsidR="00E0544E" w:rsidRPr="007818BD">
        <w:rPr>
          <w:rStyle w:val="Appelnotedebasdep"/>
        </w:rPr>
        <w:footnoteReference w:id="55"/>
      </w:r>
      <w:r>
        <w:t>.</w:t>
      </w:r>
    </w:p>
    <w:p w14:paraId="3A6459FC" w14:textId="77777777" w:rsidR="00E8465A" w:rsidRDefault="00E8465A" w:rsidP="00E0544E">
      <w:r>
        <w:t>— </w:t>
      </w:r>
      <w:r w:rsidR="00E0544E" w:rsidRPr="007818BD">
        <w:t>Comme j</w:t>
      </w:r>
      <w:r>
        <w:t>’</w:t>
      </w:r>
      <w:r w:rsidR="00E0544E" w:rsidRPr="007818BD">
        <w:t>aime à l</w:t>
      </w:r>
      <w:r>
        <w:t>’</w:t>
      </w:r>
      <w:r w:rsidR="00E0544E" w:rsidRPr="007818BD">
        <w:t>entendre</w:t>
      </w:r>
      <w:r>
        <w:t xml:space="preserve"> ! </w:t>
      </w:r>
      <w:r w:rsidR="00E0544E" w:rsidRPr="007818BD">
        <w:t>s</w:t>
      </w:r>
      <w:r>
        <w:t>’</w:t>
      </w:r>
      <w:r w:rsidR="00E0544E" w:rsidRPr="007818BD">
        <w:t>écria Couthon</w:t>
      </w:r>
      <w:r>
        <w:t>.</w:t>
      </w:r>
    </w:p>
    <w:p w14:paraId="517A3D9B" w14:textId="77777777" w:rsidR="00E8465A" w:rsidRDefault="00E8465A" w:rsidP="00E0544E">
      <w:r>
        <w:t>— </w:t>
      </w:r>
      <w:r w:rsidR="00E0544E" w:rsidRPr="007818BD">
        <w:t>Allons</w:t>
      </w:r>
      <w:r>
        <w:t xml:space="preserve">, </w:t>
      </w:r>
      <w:r w:rsidR="00E0544E" w:rsidRPr="007818BD">
        <w:t xml:space="preserve">dit </w:t>
      </w:r>
      <w:proofErr w:type="spellStart"/>
      <w:r w:rsidR="00E0544E" w:rsidRPr="007818BD">
        <w:t>Payan</w:t>
      </w:r>
      <w:proofErr w:type="spellEnd"/>
      <w:r>
        <w:t xml:space="preserve">, </w:t>
      </w:r>
      <w:r w:rsidR="00E0544E" w:rsidRPr="007818BD">
        <w:t>impatienté</w:t>
      </w:r>
      <w:r>
        <w:t xml:space="preserve">, </w:t>
      </w:r>
      <w:r w:rsidR="00E0544E" w:rsidRPr="007818BD">
        <w:t>parlons affaires</w:t>
      </w:r>
      <w:r>
        <w:t>.</w:t>
      </w:r>
    </w:p>
    <w:p w14:paraId="1019CA99" w14:textId="77777777" w:rsidR="00E8465A" w:rsidRDefault="00E8465A" w:rsidP="00E0544E">
      <w:r>
        <w:t>— </w:t>
      </w:r>
      <w:r w:rsidR="00E0544E" w:rsidRPr="007818BD">
        <w:t>Oui</w:t>
      </w:r>
      <w:r>
        <w:t xml:space="preserve">, </w:t>
      </w:r>
      <w:r w:rsidR="00E0544E" w:rsidRPr="007818BD">
        <w:t>parlons affaires</w:t>
      </w:r>
      <w:r>
        <w:t xml:space="preserve">, </w:t>
      </w:r>
      <w:r w:rsidR="00E0544E" w:rsidRPr="007818BD">
        <w:t>dit Robespierre</w:t>
      </w:r>
      <w:r>
        <w:t xml:space="preserve"> ; </w:t>
      </w:r>
      <w:r w:rsidR="00E0544E" w:rsidRPr="007818BD">
        <w:t>et ses yeux sa</w:t>
      </w:r>
      <w:r w:rsidR="00E0544E" w:rsidRPr="007818BD">
        <w:t>n</w:t>
      </w:r>
      <w:r w:rsidR="00E0544E" w:rsidRPr="007818BD">
        <w:t>guinolents lancèrent un éclair sinistre</w:t>
      </w:r>
      <w:r>
        <w:t>.</w:t>
      </w:r>
    </w:p>
    <w:p w14:paraId="24623278" w14:textId="77777777" w:rsidR="00E8465A" w:rsidRDefault="00E8465A" w:rsidP="00E0544E">
      <w:r>
        <w:t>— </w:t>
      </w:r>
      <w:r w:rsidR="00E0544E" w:rsidRPr="007818BD">
        <w:t>Le temps est venu</w:t>
      </w:r>
      <w:r>
        <w:t xml:space="preserve">, </w:t>
      </w:r>
      <w:r w:rsidR="00E0544E" w:rsidRPr="007818BD">
        <w:t xml:space="preserve">dit </w:t>
      </w:r>
      <w:proofErr w:type="spellStart"/>
      <w:r w:rsidR="00E0544E" w:rsidRPr="007818BD">
        <w:t>Payan</w:t>
      </w:r>
      <w:proofErr w:type="spellEnd"/>
      <w:r>
        <w:t xml:space="preserve">, </w:t>
      </w:r>
      <w:r w:rsidR="00E0544E" w:rsidRPr="007818BD">
        <w:t>où le salut de la Républ</w:t>
      </w:r>
      <w:r w:rsidR="00E0544E" w:rsidRPr="007818BD">
        <w:t>i</w:t>
      </w:r>
      <w:r w:rsidR="00E0544E" w:rsidRPr="007818BD">
        <w:t>que demande une concentration complète du pouvoir</w:t>
      </w:r>
      <w:r>
        <w:t xml:space="preserve">. </w:t>
      </w:r>
      <w:r w:rsidR="00E0544E" w:rsidRPr="007818BD">
        <w:t>Ces brai</w:t>
      </w:r>
      <w:r w:rsidR="00E0544E" w:rsidRPr="007818BD">
        <w:t>l</w:t>
      </w:r>
      <w:r w:rsidR="00E0544E" w:rsidRPr="007818BD">
        <w:t>lards du Comité de salut public ne savent que démolir</w:t>
      </w:r>
      <w:r>
        <w:t xml:space="preserve"> ; </w:t>
      </w:r>
      <w:r w:rsidR="00E0544E" w:rsidRPr="007818BD">
        <w:t>ils ne peuvent construire</w:t>
      </w:r>
      <w:r>
        <w:t xml:space="preserve">. </w:t>
      </w:r>
      <w:r w:rsidR="00E0544E" w:rsidRPr="007818BD">
        <w:t>Ils vous ont détesté</w:t>
      </w:r>
      <w:r>
        <w:t xml:space="preserve">, </w:t>
      </w:r>
      <w:r w:rsidR="00E0544E" w:rsidRPr="007818BD">
        <w:t>Maximilien</w:t>
      </w:r>
      <w:r>
        <w:t xml:space="preserve">, </w:t>
      </w:r>
      <w:r w:rsidR="00E0544E" w:rsidRPr="007818BD">
        <w:t>du m</w:t>
      </w:r>
      <w:r w:rsidR="00E0544E" w:rsidRPr="007818BD">
        <w:t>o</w:t>
      </w:r>
      <w:r w:rsidR="00E0544E" w:rsidRPr="007818BD">
        <w:t>ment où vous avez tenté de remplacer l</w:t>
      </w:r>
      <w:r>
        <w:t>’</w:t>
      </w:r>
      <w:r w:rsidR="00E0544E" w:rsidRPr="007818BD">
        <w:t>anarchie par des institutions</w:t>
      </w:r>
      <w:r>
        <w:t xml:space="preserve">. </w:t>
      </w:r>
      <w:r w:rsidR="00E0544E" w:rsidRPr="007818BD">
        <w:t>Comme ils se raillent de la fête qui proclama la reconnai</w:t>
      </w:r>
      <w:r w:rsidR="00E0544E" w:rsidRPr="007818BD">
        <w:t>s</w:t>
      </w:r>
      <w:r w:rsidR="00E0544E" w:rsidRPr="007818BD">
        <w:t>sance d</w:t>
      </w:r>
      <w:r>
        <w:t>’</w:t>
      </w:r>
      <w:r w:rsidR="00E0544E" w:rsidRPr="007818BD">
        <w:t>un Être suprême</w:t>
      </w:r>
      <w:r>
        <w:t xml:space="preserve"> ! </w:t>
      </w:r>
      <w:r w:rsidR="00E0544E" w:rsidRPr="007818BD">
        <w:t>Ils ne veulent pas de ma</w:t>
      </w:r>
      <w:r w:rsidR="00E0544E" w:rsidRPr="007818BD">
        <w:t>î</w:t>
      </w:r>
      <w:r w:rsidR="00E0544E" w:rsidRPr="007818BD">
        <w:t>tre</w:t>
      </w:r>
      <w:r>
        <w:t xml:space="preserve">, </w:t>
      </w:r>
      <w:r w:rsidR="00E0544E" w:rsidRPr="007818BD">
        <w:t>même au ciel</w:t>
      </w:r>
      <w:r>
        <w:t xml:space="preserve">. </w:t>
      </w:r>
      <w:r w:rsidR="00E0544E" w:rsidRPr="007818BD">
        <w:t>Ta haute et vigoureuse intelligence comprit qu</w:t>
      </w:r>
      <w:r>
        <w:t>’</w:t>
      </w:r>
      <w:r w:rsidR="00E0544E" w:rsidRPr="007818BD">
        <w:t>après le naufrage du monde ancien</w:t>
      </w:r>
      <w:r>
        <w:t xml:space="preserve">, </w:t>
      </w:r>
      <w:r w:rsidR="00E0544E" w:rsidRPr="007818BD">
        <w:t>il devenait nécessaire d</w:t>
      </w:r>
      <w:r>
        <w:t>’</w:t>
      </w:r>
      <w:r w:rsidR="00E0544E" w:rsidRPr="007818BD">
        <w:t>en créer un nouveau</w:t>
      </w:r>
      <w:r>
        <w:t xml:space="preserve">. </w:t>
      </w:r>
      <w:r w:rsidR="00E0544E" w:rsidRPr="007818BD">
        <w:t>Le premier pas vers la construction doit être la de</w:t>
      </w:r>
      <w:r w:rsidR="00E0544E" w:rsidRPr="007818BD">
        <w:t>s</w:t>
      </w:r>
      <w:r w:rsidR="00E0544E" w:rsidRPr="007818BD">
        <w:t>truction des démolisseurs</w:t>
      </w:r>
      <w:r>
        <w:t xml:space="preserve">. </w:t>
      </w:r>
      <w:r w:rsidR="00E0544E" w:rsidRPr="007818BD">
        <w:t>Pendant que nous délibérons</w:t>
      </w:r>
      <w:r>
        <w:t xml:space="preserve">, </w:t>
      </w:r>
      <w:r w:rsidR="00E0544E" w:rsidRPr="007818BD">
        <w:t>nos ennemis agi</w:t>
      </w:r>
      <w:r w:rsidR="00E0544E" w:rsidRPr="007818BD">
        <w:t>s</w:t>
      </w:r>
      <w:r w:rsidR="00E0544E" w:rsidRPr="007818BD">
        <w:t>sent</w:t>
      </w:r>
      <w:r>
        <w:t xml:space="preserve">. </w:t>
      </w:r>
      <w:r w:rsidR="00E0544E" w:rsidRPr="007818BD">
        <w:t>Mieux vaut cette nuit attaquer la poignée de gendarmes qui les garde</w:t>
      </w:r>
      <w:r>
        <w:t xml:space="preserve">, </w:t>
      </w:r>
      <w:r w:rsidR="00E0544E" w:rsidRPr="007818BD">
        <w:t>que de nous trouver demain en face des bataillons qu</w:t>
      </w:r>
      <w:r>
        <w:t>’</w:t>
      </w:r>
      <w:r w:rsidR="00E0544E" w:rsidRPr="007818BD">
        <w:t>ils pourraient lever</w:t>
      </w:r>
      <w:r>
        <w:t>.</w:t>
      </w:r>
    </w:p>
    <w:p w14:paraId="648AF2AB" w14:textId="77777777" w:rsidR="00E8465A" w:rsidRDefault="00E8465A" w:rsidP="00E0544E">
      <w:r>
        <w:t>— </w:t>
      </w:r>
      <w:r w:rsidR="00E0544E" w:rsidRPr="007818BD">
        <w:t>Non</w:t>
      </w:r>
      <w:r>
        <w:t xml:space="preserve">, </w:t>
      </w:r>
      <w:r w:rsidR="00E0544E" w:rsidRPr="007818BD">
        <w:t>dit Robespierre</w:t>
      </w:r>
      <w:r>
        <w:t xml:space="preserve">, </w:t>
      </w:r>
      <w:r w:rsidR="00E0544E" w:rsidRPr="007818BD">
        <w:t xml:space="preserve">effrayé de la décision de </w:t>
      </w:r>
      <w:proofErr w:type="spellStart"/>
      <w:r w:rsidR="00E0544E" w:rsidRPr="007818BD">
        <w:t>Payan</w:t>
      </w:r>
      <w:proofErr w:type="spellEnd"/>
      <w:r>
        <w:t xml:space="preserve"> ; </w:t>
      </w:r>
      <w:r w:rsidR="00E0544E" w:rsidRPr="007818BD">
        <w:t>j</w:t>
      </w:r>
      <w:r>
        <w:t>’</w:t>
      </w:r>
      <w:r w:rsidR="00E0544E" w:rsidRPr="007818BD">
        <w:t>ai un plan meilleur et plus sûr</w:t>
      </w:r>
      <w:r>
        <w:t xml:space="preserve">. </w:t>
      </w:r>
      <w:r w:rsidR="00E0544E" w:rsidRPr="007818BD">
        <w:t>Nous sommes au 6 thermidor</w:t>
      </w:r>
      <w:r>
        <w:t xml:space="preserve">, </w:t>
      </w:r>
      <w:r w:rsidR="00E0544E" w:rsidRPr="007818BD">
        <w:t>et le 10 la Convention se rend en Corps à la fête décadaire</w:t>
      </w:r>
      <w:r>
        <w:t xml:space="preserve">. </w:t>
      </w:r>
      <w:r w:rsidR="00E0544E" w:rsidRPr="007818BD">
        <w:t>Il y aura un rassemblement</w:t>
      </w:r>
      <w:r>
        <w:t xml:space="preserve"> : </w:t>
      </w:r>
      <w:r w:rsidR="00E0544E" w:rsidRPr="007818BD">
        <w:t>les canonniers</w:t>
      </w:r>
      <w:r>
        <w:t xml:space="preserve">, </w:t>
      </w:r>
      <w:r w:rsidR="00E0544E" w:rsidRPr="007818BD">
        <w:t>les troupes de Henriot</w:t>
      </w:r>
      <w:r>
        <w:t xml:space="preserve">, </w:t>
      </w:r>
      <w:r w:rsidR="00E0544E" w:rsidRPr="007818BD">
        <w:t>les jeunes élèves de l</w:t>
      </w:r>
      <w:r>
        <w:t>’</w:t>
      </w:r>
      <w:r w:rsidR="00E0544E" w:rsidRPr="007818BD">
        <w:t>École de Mars</w:t>
      </w:r>
      <w:r>
        <w:t xml:space="preserve">, </w:t>
      </w:r>
      <w:r w:rsidR="00E0544E" w:rsidRPr="007818BD">
        <w:t xml:space="preserve">se mêleront à la </w:t>
      </w:r>
      <w:r w:rsidR="00E0544E" w:rsidRPr="007818BD">
        <w:lastRenderedPageBreak/>
        <w:t>foule</w:t>
      </w:r>
      <w:r>
        <w:t xml:space="preserve">. </w:t>
      </w:r>
      <w:r w:rsidR="00E0544E" w:rsidRPr="007818BD">
        <w:t>Il s</w:t>
      </w:r>
      <w:r w:rsidR="00E0544E" w:rsidRPr="007818BD">
        <w:t>e</w:t>
      </w:r>
      <w:r w:rsidR="00E0544E" w:rsidRPr="007818BD">
        <w:t>ra facile alors de frapper les conspirateurs que nous aurons d</w:t>
      </w:r>
      <w:r w:rsidR="00E0544E" w:rsidRPr="007818BD">
        <w:t>é</w:t>
      </w:r>
      <w:r w:rsidR="00E0544E" w:rsidRPr="007818BD">
        <w:t>signés à nos agents</w:t>
      </w:r>
      <w:r>
        <w:t xml:space="preserve">. </w:t>
      </w:r>
      <w:r w:rsidR="00E0544E" w:rsidRPr="007818BD">
        <w:t>Ce jour-là</w:t>
      </w:r>
      <w:r>
        <w:t xml:space="preserve">, </w:t>
      </w:r>
      <w:r w:rsidR="00E0544E" w:rsidRPr="007818BD">
        <w:t>aussi</w:t>
      </w:r>
      <w:r>
        <w:t xml:space="preserve">, </w:t>
      </w:r>
      <w:proofErr w:type="spellStart"/>
      <w:r w:rsidR="00E0544E" w:rsidRPr="007818BD">
        <w:t>Fouquier</w:t>
      </w:r>
      <w:proofErr w:type="spellEnd"/>
      <w:r w:rsidR="00E0544E" w:rsidRPr="007818BD">
        <w:t xml:space="preserve"> et Dumas ne s</w:t>
      </w:r>
      <w:r w:rsidR="00E0544E" w:rsidRPr="007818BD">
        <w:t>e</w:t>
      </w:r>
      <w:r w:rsidR="00E0544E" w:rsidRPr="007818BD">
        <w:t>ront pas oisifs</w:t>
      </w:r>
      <w:r>
        <w:t xml:space="preserve"> ; </w:t>
      </w:r>
      <w:r w:rsidR="00E0544E" w:rsidRPr="007818BD">
        <w:t>et il périra sous le glaive de la loi un nombre su</w:t>
      </w:r>
      <w:r w:rsidR="00E0544E" w:rsidRPr="007818BD">
        <w:t>f</w:t>
      </w:r>
      <w:r w:rsidR="00E0544E" w:rsidRPr="007818BD">
        <w:t xml:space="preserve">fisant de </w:t>
      </w:r>
      <w:r w:rsidR="00E0544E" w:rsidRPr="007818BD">
        <w:rPr>
          <w:i/>
          <w:iCs/>
        </w:rPr>
        <w:t>suspects</w:t>
      </w:r>
      <w:r w:rsidR="00E0544E" w:rsidRPr="007818BD">
        <w:t xml:space="preserve"> pour entretenir une terreur salutaire et pour nourrir l</w:t>
      </w:r>
      <w:r>
        <w:t>’</w:t>
      </w:r>
      <w:r w:rsidR="00E0544E" w:rsidRPr="007818BD">
        <w:t>enthousiasme révolutionnaire</w:t>
      </w:r>
      <w:r>
        <w:t xml:space="preserve">. </w:t>
      </w:r>
      <w:r w:rsidR="00E0544E" w:rsidRPr="007818BD">
        <w:t>Le 10 sera le grand jour de l</w:t>
      </w:r>
      <w:r>
        <w:t>’</w:t>
      </w:r>
      <w:r w:rsidR="00E0544E" w:rsidRPr="007818BD">
        <w:t>action</w:t>
      </w:r>
      <w:r>
        <w:t xml:space="preserve">. </w:t>
      </w:r>
      <w:proofErr w:type="spellStart"/>
      <w:r w:rsidR="00E0544E" w:rsidRPr="007818BD">
        <w:t>Payan</w:t>
      </w:r>
      <w:proofErr w:type="spellEnd"/>
      <w:r>
        <w:t xml:space="preserve">, </w:t>
      </w:r>
      <w:r w:rsidR="00E0544E" w:rsidRPr="007818BD">
        <w:t>as-tu préparé la liste de ces derniers acc</w:t>
      </w:r>
      <w:r w:rsidR="00E0544E" w:rsidRPr="007818BD">
        <w:t>u</w:t>
      </w:r>
      <w:r w:rsidR="00E0544E" w:rsidRPr="007818BD">
        <w:t>sés</w:t>
      </w:r>
      <w:r>
        <w:t> ?</w:t>
      </w:r>
    </w:p>
    <w:p w14:paraId="4780E560" w14:textId="77777777" w:rsidR="00E8465A" w:rsidRDefault="00E8465A" w:rsidP="00E0544E">
      <w:r>
        <w:t>— </w:t>
      </w:r>
      <w:r w:rsidR="00E0544E" w:rsidRPr="007818BD">
        <w:t>La voici</w:t>
      </w:r>
      <w:r>
        <w:t>, »</w:t>
      </w:r>
      <w:r w:rsidR="00E0544E" w:rsidRPr="007818BD">
        <w:t xml:space="preserve"> dit laconiquement </w:t>
      </w:r>
      <w:proofErr w:type="spellStart"/>
      <w:r w:rsidR="00E0544E" w:rsidRPr="007818BD">
        <w:t>Payan</w:t>
      </w:r>
      <w:proofErr w:type="spellEnd"/>
      <w:r w:rsidR="00E0544E" w:rsidRPr="007818BD">
        <w:t xml:space="preserve"> en présentant un papier</w:t>
      </w:r>
      <w:r>
        <w:t>.</w:t>
      </w:r>
    </w:p>
    <w:p w14:paraId="28D204CA" w14:textId="77777777" w:rsidR="00E8465A" w:rsidRDefault="00E0544E" w:rsidP="00E0544E">
      <w:r w:rsidRPr="007818BD">
        <w:t>Robespierre le parcourut rapidement des yeux</w:t>
      </w:r>
      <w:r w:rsidR="00E8465A">
        <w:t>.</w:t>
      </w:r>
    </w:p>
    <w:p w14:paraId="74ABD4F7" w14:textId="77777777" w:rsidR="00E8465A" w:rsidRDefault="00E8465A" w:rsidP="00E0544E">
      <w:r>
        <w:t>« </w:t>
      </w:r>
      <w:r w:rsidR="00E0544E" w:rsidRPr="007818BD">
        <w:t>Collot-</w:t>
      </w:r>
      <w:proofErr w:type="spellStart"/>
      <w:r w:rsidR="00E0544E" w:rsidRPr="007818BD">
        <w:t>d</w:t>
      </w:r>
      <w:r>
        <w:t>’</w:t>
      </w:r>
      <w:r w:rsidR="00E0544E" w:rsidRPr="007818BD">
        <w:t>Herbois</w:t>
      </w:r>
      <w:proofErr w:type="spellEnd"/>
      <w:r>
        <w:t xml:space="preserve"> ! </w:t>
      </w:r>
      <w:r w:rsidR="00E0544E" w:rsidRPr="007818BD">
        <w:t>bon</w:t>
      </w:r>
      <w:r>
        <w:t xml:space="preserve">. </w:t>
      </w:r>
      <w:r w:rsidR="00E0544E" w:rsidRPr="007818BD">
        <w:t>Barrère</w:t>
      </w:r>
      <w:r>
        <w:t xml:space="preserve">… </w:t>
      </w:r>
      <w:r w:rsidR="00E0544E" w:rsidRPr="007818BD">
        <w:t>oui</w:t>
      </w:r>
      <w:r>
        <w:t xml:space="preserve">, </w:t>
      </w:r>
      <w:r w:rsidR="00E0544E" w:rsidRPr="007818BD">
        <w:t>c</w:t>
      </w:r>
      <w:r>
        <w:t>’</w:t>
      </w:r>
      <w:r w:rsidR="00E0544E" w:rsidRPr="007818BD">
        <w:t>est Barrère qui a dit</w:t>
      </w:r>
      <w:r>
        <w:t> : « </w:t>
      </w:r>
      <w:r w:rsidR="00E0544E" w:rsidRPr="007818BD">
        <w:t>Frappons</w:t>
      </w:r>
      <w:r>
        <w:t xml:space="preserve"> ! </w:t>
      </w:r>
      <w:r w:rsidR="00E0544E" w:rsidRPr="007818BD">
        <w:t>il n</w:t>
      </w:r>
      <w:r>
        <w:t>’</w:t>
      </w:r>
      <w:r w:rsidR="00E0544E" w:rsidRPr="007818BD">
        <w:t>y a que les morts qui ne reviennent pas</w:t>
      </w:r>
      <w:r>
        <w:t>. »</w:t>
      </w:r>
      <w:r w:rsidR="00E0544E" w:rsidRPr="007818BD">
        <w:t xml:space="preserve"> Vadier</w:t>
      </w:r>
      <w:r>
        <w:t xml:space="preserve">, </w:t>
      </w:r>
      <w:r w:rsidR="00E0544E" w:rsidRPr="007818BD">
        <w:t>le bouffon féroce</w:t>
      </w:r>
      <w:r>
        <w:t xml:space="preserve"> ! </w:t>
      </w:r>
      <w:r w:rsidR="00E0544E" w:rsidRPr="007818BD">
        <w:t>Bon</w:t>
      </w:r>
      <w:r>
        <w:t xml:space="preserve"> ! </w:t>
      </w:r>
      <w:r w:rsidR="00E0544E" w:rsidRPr="007818BD">
        <w:t>bon</w:t>
      </w:r>
      <w:r>
        <w:t xml:space="preserve"> ! </w:t>
      </w:r>
      <w:r w:rsidR="00E0544E" w:rsidRPr="007818BD">
        <w:t>Vadier de la Montagne</w:t>
      </w:r>
      <w:r>
        <w:t xml:space="preserve">. </w:t>
      </w:r>
      <w:r w:rsidR="00E0544E" w:rsidRPr="007818BD">
        <w:t>Il m</w:t>
      </w:r>
      <w:r>
        <w:t>’</w:t>
      </w:r>
      <w:r w:rsidR="00E0544E" w:rsidRPr="007818BD">
        <w:t xml:space="preserve">a appelé </w:t>
      </w:r>
      <w:r w:rsidR="00E0544E" w:rsidRPr="007818BD">
        <w:rPr>
          <w:i/>
          <w:iCs/>
        </w:rPr>
        <w:t>Mahomet</w:t>
      </w:r>
      <w:r>
        <w:t xml:space="preserve"> ! </w:t>
      </w:r>
      <w:r w:rsidR="00E0544E" w:rsidRPr="007818BD">
        <w:t>le scélérat</w:t>
      </w:r>
      <w:r>
        <w:t xml:space="preserve">, </w:t>
      </w:r>
      <w:r w:rsidR="00E0544E" w:rsidRPr="007818BD">
        <w:t>le blasphémateur</w:t>
      </w:r>
      <w:r>
        <w:t> !</w:t>
      </w:r>
    </w:p>
    <w:p w14:paraId="08EB0837" w14:textId="77777777" w:rsidR="00E8465A" w:rsidRDefault="00E8465A" w:rsidP="00E0544E">
      <w:r>
        <w:t>— </w:t>
      </w:r>
      <w:r w:rsidR="00E0544E" w:rsidRPr="007818BD">
        <w:t>Mahomet vient à la Montagne</w:t>
      </w:r>
      <w:r>
        <w:t xml:space="preserve">, </w:t>
      </w:r>
      <w:r w:rsidR="00E0544E" w:rsidRPr="007818BD">
        <w:t>dit Couthon d</w:t>
      </w:r>
      <w:r>
        <w:t>’</w:t>
      </w:r>
      <w:r w:rsidR="00E0544E" w:rsidRPr="007818BD">
        <w:t>un ton de voix argentine en care</w:t>
      </w:r>
      <w:r w:rsidR="00E0544E" w:rsidRPr="007818BD">
        <w:t>s</w:t>
      </w:r>
      <w:r w:rsidR="00E0544E" w:rsidRPr="007818BD">
        <w:t>sant son épagneul</w:t>
      </w:r>
      <w:r>
        <w:t>.</w:t>
      </w:r>
    </w:p>
    <w:p w14:paraId="0CABDB43" w14:textId="77777777" w:rsidR="00E8465A" w:rsidRDefault="00E8465A" w:rsidP="00E0544E">
      <w:r>
        <w:t>— </w:t>
      </w:r>
      <w:r w:rsidR="00E0544E" w:rsidRPr="007818BD">
        <w:t>Mais qu</w:t>
      </w:r>
      <w:r>
        <w:t>’</w:t>
      </w:r>
      <w:r w:rsidR="00E0544E" w:rsidRPr="007818BD">
        <w:t>est-ceci</w:t>
      </w:r>
      <w:r>
        <w:t xml:space="preserve"> ? </w:t>
      </w:r>
      <w:r w:rsidR="00E0544E" w:rsidRPr="007818BD">
        <w:t>Je ne vois pas le nom de Tallien</w:t>
      </w:r>
      <w:r>
        <w:t xml:space="preserve"> ! </w:t>
      </w:r>
      <w:r w:rsidR="00E0544E" w:rsidRPr="007818BD">
        <w:t>Ta</w:t>
      </w:r>
      <w:r w:rsidR="00E0544E" w:rsidRPr="007818BD">
        <w:t>l</w:t>
      </w:r>
      <w:r w:rsidR="00E0544E" w:rsidRPr="007818BD">
        <w:t>lien</w:t>
      </w:r>
      <w:r>
        <w:t xml:space="preserve"> ! </w:t>
      </w:r>
      <w:r w:rsidR="00E0544E" w:rsidRPr="007818BD">
        <w:t>je hais cet homme</w:t>
      </w:r>
      <w:r>
        <w:t xml:space="preserve">, </w:t>
      </w:r>
      <w:r w:rsidR="00E0544E" w:rsidRPr="007818BD">
        <w:t>c</w:t>
      </w:r>
      <w:r>
        <w:t>’</w:t>
      </w:r>
      <w:r w:rsidR="00E0544E" w:rsidRPr="007818BD">
        <w:t>est-à-dire</w:t>
      </w:r>
      <w:r>
        <w:t xml:space="preserve"> (</w:t>
      </w:r>
      <w:r w:rsidR="00E0544E" w:rsidRPr="007818BD">
        <w:t>et il se reprit lui-même avec cette hypocrisie ou cet aveuglement ordinaires</w:t>
      </w:r>
      <w:r>
        <w:t xml:space="preserve">, </w:t>
      </w:r>
      <w:r w:rsidR="00E0544E" w:rsidRPr="007818BD">
        <w:t>même e</w:t>
      </w:r>
      <w:r w:rsidR="00E0544E" w:rsidRPr="007818BD">
        <w:t>n</w:t>
      </w:r>
      <w:r w:rsidR="00E0544E" w:rsidRPr="007818BD">
        <w:t>tre eux</w:t>
      </w:r>
      <w:r>
        <w:t xml:space="preserve">, </w:t>
      </w:r>
      <w:r w:rsidR="00E0544E" w:rsidRPr="007818BD">
        <w:t>à ceux qui faisaient partie du conseil de ce phraseur</w:t>
      </w:r>
      <w:r>
        <w:t xml:space="preserve">), </w:t>
      </w:r>
      <w:r w:rsidR="00E0544E" w:rsidRPr="007818BD">
        <w:t>c</w:t>
      </w:r>
      <w:r>
        <w:t>’</w:t>
      </w:r>
      <w:r w:rsidR="00E0544E" w:rsidRPr="007818BD">
        <w:t>est-à-dire que la patrie et la vertu le haïssent</w:t>
      </w:r>
      <w:r>
        <w:t xml:space="preserve">. </w:t>
      </w:r>
      <w:r w:rsidR="00E0544E" w:rsidRPr="007818BD">
        <w:t>Il n</w:t>
      </w:r>
      <w:r>
        <w:t>’</w:t>
      </w:r>
      <w:r w:rsidR="00E0544E" w:rsidRPr="007818BD">
        <w:t>est pas dans toute la Convention d</w:t>
      </w:r>
      <w:r>
        <w:t>’</w:t>
      </w:r>
      <w:r w:rsidR="00E0544E" w:rsidRPr="007818BD">
        <w:t>homme qui m</w:t>
      </w:r>
      <w:r>
        <w:t>’</w:t>
      </w:r>
      <w:r w:rsidR="00E0544E" w:rsidRPr="007818BD">
        <w:t>inspire la même horreur que ce Tallien</w:t>
      </w:r>
      <w:r>
        <w:t xml:space="preserve">. </w:t>
      </w:r>
      <w:r w:rsidR="00E0544E" w:rsidRPr="007818BD">
        <w:t>Couthon</w:t>
      </w:r>
      <w:r>
        <w:t xml:space="preserve"> ! </w:t>
      </w:r>
      <w:r w:rsidR="00E0544E" w:rsidRPr="007818BD">
        <w:t xml:space="preserve">je vois mille </w:t>
      </w:r>
      <w:proofErr w:type="spellStart"/>
      <w:r w:rsidR="00E0544E" w:rsidRPr="007818BD">
        <w:t>Da</w:t>
      </w:r>
      <w:r w:rsidR="00E0544E" w:rsidRPr="007818BD">
        <w:t>n</w:t>
      </w:r>
      <w:r w:rsidR="00E0544E" w:rsidRPr="007818BD">
        <w:t>tons</w:t>
      </w:r>
      <w:proofErr w:type="spellEnd"/>
      <w:r w:rsidR="00E0544E" w:rsidRPr="007818BD">
        <w:t xml:space="preserve"> dans ce Tallien</w:t>
      </w:r>
      <w:r>
        <w:t> !</w:t>
      </w:r>
    </w:p>
    <w:p w14:paraId="0DAA221D" w14:textId="77777777" w:rsidR="00E8465A" w:rsidRDefault="00E8465A" w:rsidP="00E0544E">
      <w:r>
        <w:t>— </w:t>
      </w:r>
      <w:r w:rsidR="00E0544E" w:rsidRPr="007818BD">
        <w:t>Tallien est la seule tête de ce corps décrépit et difforme</w:t>
      </w:r>
      <w:r>
        <w:t xml:space="preserve">, </w:t>
      </w:r>
      <w:r w:rsidR="00E0544E" w:rsidRPr="007818BD">
        <w:t xml:space="preserve">dit </w:t>
      </w:r>
      <w:proofErr w:type="spellStart"/>
      <w:r w:rsidR="00E0544E" w:rsidRPr="007818BD">
        <w:t>Payan</w:t>
      </w:r>
      <w:proofErr w:type="spellEnd"/>
      <w:r>
        <w:t xml:space="preserve">, </w:t>
      </w:r>
      <w:r w:rsidR="00E0544E" w:rsidRPr="007818BD">
        <w:t>dont la fér</w:t>
      </w:r>
      <w:r w:rsidR="00E0544E" w:rsidRPr="007818BD">
        <w:t>o</w:t>
      </w:r>
      <w:r w:rsidR="00E0544E" w:rsidRPr="007818BD">
        <w:t>cité et le crime</w:t>
      </w:r>
      <w:r>
        <w:t xml:space="preserve">, </w:t>
      </w:r>
      <w:r w:rsidR="00E0544E" w:rsidRPr="007818BD">
        <w:t>comme ceux de Saint-Just</w:t>
      </w:r>
      <w:r>
        <w:t xml:space="preserve">, </w:t>
      </w:r>
      <w:r w:rsidR="00E0544E" w:rsidRPr="007818BD">
        <w:t>étaient accompagnés d</w:t>
      </w:r>
      <w:r>
        <w:t>’</w:t>
      </w:r>
      <w:r w:rsidR="00E0544E" w:rsidRPr="007818BD">
        <w:t>un talent peu ordinaire</w:t>
      </w:r>
      <w:r>
        <w:t xml:space="preserve">. </w:t>
      </w:r>
      <w:r w:rsidR="00E0544E" w:rsidRPr="007818BD">
        <w:t>Ne va</w:t>
      </w:r>
      <w:r w:rsidR="00E0544E" w:rsidRPr="007818BD">
        <w:t>u</w:t>
      </w:r>
      <w:r w:rsidR="00E0544E" w:rsidRPr="007818BD">
        <w:t>drait-il pas mieux attirer à soi ce chef</w:t>
      </w:r>
      <w:r>
        <w:t xml:space="preserve">, </w:t>
      </w:r>
      <w:r w:rsidR="00E0544E" w:rsidRPr="007818BD">
        <w:t>le gagner</w:t>
      </w:r>
      <w:r>
        <w:t xml:space="preserve">, </w:t>
      </w:r>
      <w:r w:rsidR="00E0544E" w:rsidRPr="007818BD">
        <w:t>l</w:t>
      </w:r>
      <w:r>
        <w:t>’</w:t>
      </w:r>
      <w:r w:rsidR="00E0544E" w:rsidRPr="007818BD">
        <w:t>acheter pour le m</w:t>
      </w:r>
      <w:r w:rsidR="00E0544E" w:rsidRPr="007818BD">
        <w:t>o</w:t>
      </w:r>
      <w:r w:rsidR="00E0544E" w:rsidRPr="007818BD">
        <w:t>ment</w:t>
      </w:r>
      <w:r>
        <w:t xml:space="preserve">, </w:t>
      </w:r>
      <w:r w:rsidR="00E0544E" w:rsidRPr="007818BD">
        <w:t xml:space="preserve">et disposer de lui plus aisément quand il sera </w:t>
      </w:r>
      <w:r w:rsidR="00E0544E" w:rsidRPr="007818BD">
        <w:lastRenderedPageBreak/>
        <w:t>seul</w:t>
      </w:r>
      <w:r>
        <w:t xml:space="preserve"> ? </w:t>
      </w:r>
      <w:r w:rsidR="00E0544E" w:rsidRPr="007818BD">
        <w:t>Il se peut qu</w:t>
      </w:r>
      <w:r>
        <w:t>’</w:t>
      </w:r>
      <w:r w:rsidR="00E0544E" w:rsidRPr="007818BD">
        <w:t>il vous haïsse</w:t>
      </w:r>
      <w:r>
        <w:t xml:space="preserve">, </w:t>
      </w:r>
      <w:r w:rsidR="00E0544E" w:rsidRPr="007818BD">
        <w:t>vous</w:t>
      </w:r>
      <w:r>
        <w:t xml:space="preserve"> ; </w:t>
      </w:r>
      <w:r w:rsidR="00E0544E" w:rsidRPr="007818BD">
        <w:t>mais il est une chose qu</w:t>
      </w:r>
      <w:r>
        <w:t>’</w:t>
      </w:r>
      <w:r w:rsidR="00E0544E" w:rsidRPr="007818BD">
        <w:t>il a</w:t>
      </w:r>
      <w:r w:rsidR="00E0544E" w:rsidRPr="007818BD">
        <w:t>i</w:t>
      </w:r>
      <w:r w:rsidR="00E0544E" w:rsidRPr="007818BD">
        <w:t>me</w:t>
      </w:r>
      <w:r>
        <w:t xml:space="preserve">, </w:t>
      </w:r>
      <w:r w:rsidR="00E0544E" w:rsidRPr="007818BD">
        <w:t>c</w:t>
      </w:r>
      <w:r>
        <w:t>’</w:t>
      </w:r>
      <w:r w:rsidR="00E0544E" w:rsidRPr="007818BD">
        <w:t>est l</w:t>
      </w:r>
      <w:r>
        <w:t>’</w:t>
      </w:r>
      <w:r w:rsidR="00E0544E" w:rsidRPr="007818BD">
        <w:t>argent</w:t>
      </w:r>
      <w:r>
        <w:t>.</w:t>
      </w:r>
    </w:p>
    <w:p w14:paraId="2E8F71EA" w14:textId="77777777" w:rsidR="00E8465A" w:rsidRDefault="00E8465A" w:rsidP="00E0544E">
      <w:r>
        <w:t>— </w:t>
      </w:r>
      <w:r w:rsidR="00E0544E" w:rsidRPr="007818BD">
        <w:t>Non</w:t>
      </w:r>
      <w:r>
        <w:t xml:space="preserve">, </w:t>
      </w:r>
      <w:r w:rsidR="00E0544E" w:rsidRPr="007818BD">
        <w:t>dit Robespierre en écrivant le nom de Jean-Lambert Tallien d</w:t>
      </w:r>
      <w:r>
        <w:t>’</w:t>
      </w:r>
      <w:r w:rsidR="00E0544E" w:rsidRPr="007818BD">
        <w:t>une main lente</w:t>
      </w:r>
      <w:r>
        <w:t xml:space="preserve">, </w:t>
      </w:r>
      <w:r w:rsidR="00E0544E" w:rsidRPr="007818BD">
        <w:t>qui formait chaque lettre avec une netteté austère</w:t>
      </w:r>
      <w:r>
        <w:t xml:space="preserve"> ; </w:t>
      </w:r>
      <w:r w:rsidR="00E0544E" w:rsidRPr="007818BD">
        <w:t>cette tête-là m</w:t>
      </w:r>
      <w:r>
        <w:t>’</w:t>
      </w:r>
      <w:r w:rsidR="00E0544E" w:rsidRPr="007818BD">
        <w:t>est nécessa</w:t>
      </w:r>
      <w:r w:rsidR="00E0544E" w:rsidRPr="007818BD">
        <w:t>i</w:t>
      </w:r>
      <w:r w:rsidR="00E0544E" w:rsidRPr="007818BD">
        <w:t>re</w:t>
      </w:r>
      <w:r>
        <w:t>.</w:t>
      </w:r>
    </w:p>
    <w:p w14:paraId="097C8C81" w14:textId="52EB790B" w:rsidR="00E0544E" w:rsidRPr="007818BD" w:rsidRDefault="00E8465A" w:rsidP="00E0544E">
      <w:r>
        <w:t>— </w:t>
      </w:r>
      <w:r w:rsidR="00E0544E" w:rsidRPr="007818BD">
        <w:t>J</w:t>
      </w:r>
      <w:r>
        <w:t>’</w:t>
      </w:r>
      <w:r w:rsidR="00E0544E" w:rsidRPr="007818BD">
        <w:t xml:space="preserve">ai ici une </w:t>
      </w:r>
      <w:r w:rsidR="00E0544E" w:rsidRPr="007818BD">
        <w:rPr>
          <w:i/>
          <w:iCs/>
        </w:rPr>
        <w:t>petite</w:t>
      </w:r>
      <w:r w:rsidR="00E0544E" w:rsidRPr="007818BD">
        <w:t xml:space="preserve"> liste</w:t>
      </w:r>
      <w:r>
        <w:t xml:space="preserve">, </w:t>
      </w:r>
      <w:r w:rsidR="00E0544E" w:rsidRPr="007818BD">
        <w:t>dit Couthon doucereusement</w:t>
      </w:r>
      <w:r>
        <w:t xml:space="preserve">, </w:t>
      </w:r>
      <w:r w:rsidR="00E0544E" w:rsidRPr="007818BD">
        <w:t xml:space="preserve">une </w:t>
      </w:r>
      <w:r w:rsidR="00E0544E" w:rsidRPr="007818BD">
        <w:rPr>
          <w:i/>
          <w:iCs/>
        </w:rPr>
        <w:t>toute petit</w:t>
      </w:r>
      <w:r w:rsidR="00E0544E" w:rsidRPr="007818BD">
        <w:t>e liste</w:t>
      </w:r>
      <w:r>
        <w:t xml:space="preserve">. </w:t>
      </w:r>
      <w:r w:rsidR="00E0544E" w:rsidRPr="007818BD">
        <w:t>Vous épurez la Montagne</w:t>
      </w:r>
      <w:r>
        <w:t xml:space="preserve">, </w:t>
      </w:r>
      <w:r w:rsidR="00E0544E" w:rsidRPr="007818BD">
        <w:t>il faut faire que</w:t>
      </w:r>
      <w:r w:rsidR="00E0544E" w:rsidRPr="007818BD">
        <w:t>l</w:t>
      </w:r>
      <w:r w:rsidR="00E0544E" w:rsidRPr="007818BD">
        <w:t>ques exemples dans la Plaine</w:t>
      </w:r>
      <w:r>
        <w:t xml:space="preserve">. </w:t>
      </w:r>
      <w:r w:rsidR="00E0544E" w:rsidRPr="007818BD">
        <w:t>Ces modérés sont comme la paille qui suit le vent</w:t>
      </w:r>
      <w:r>
        <w:t xml:space="preserve">. </w:t>
      </w:r>
      <w:r w:rsidR="00E0544E" w:rsidRPr="007818BD">
        <w:t>Hier</w:t>
      </w:r>
      <w:r>
        <w:t xml:space="preserve">, </w:t>
      </w:r>
      <w:r w:rsidR="00E0544E" w:rsidRPr="007818BD">
        <w:t>ils se tournèrent contre nous à la Conve</w:t>
      </w:r>
      <w:r w:rsidR="00E0544E" w:rsidRPr="007818BD">
        <w:t>n</w:t>
      </w:r>
      <w:r w:rsidR="00E0544E" w:rsidRPr="007818BD">
        <w:t>tion</w:t>
      </w:r>
      <w:r>
        <w:t xml:space="preserve">. </w:t>
      </w:r>
      <w:r w:rsidR="00E0544E" w:rsidRPr="007818BD">
        <w:t>Un peu de terreur corrigera ces girouettes</w:t>
      </w:r>
      <w:r>
        <w:t xml:space="preserve">. </w:t>
      </w:r>
      <w:r w:rsidR="00E0544E" w:rsidRPr="007818BD">
        <w:t>Pauvres ma</w:t>
      </w:r>
      <w:r w:rsidR="00E0544E" w:rsidRPr="007818BD">
        <w:t>l</w:t>
      </w:r>
      <w:r w:rsidR="00E0544E" w:rsidRPr="007818BD">
        <w:t>heureux</w:t>
      </w:r>
      <w:r>
        <w:t xml:space="preserve"> ! </w:t>
      </w:r>
      <w:r w:rsidR="00E0544E" w:rsidRPr="007818BD">
        <w:t>je ne leur en veux pas</w:t>
      </w:r>
      <w:r>
        <w:t xml:space="preserve"> ; </w:t>
      </w:r>
      <w:r w:rsidR="00E0544E" w:rsidRPr="007818BD">
        <w:t>je serais plutôt disposé à les pleurer</w:t>
      </w:r>
      <w:r>
        <w:t xml:space="preserve">. </w:t>
      </w:r>
      <w:r w:rsidR="00E0544E" w:rsidRPr="007818BD">
        <w:t xml:space="preserve">Mais la </w:t>
      </w:r>
      <w:r w:rsidR="00E0544E" w:rsidRPr="007818BD">
        <w:rPr>
          <w:i/>
          <w:iCs/>
        </w:rPr>
        <w:t>chère patrie</w:t>
      </w:r>
      <w:r w:rsidR="00E0544E" w:rsidRPr="007818BD">
        <w:t xml:space="preserve"> avant tout</w:t>
      </w:r>
      <w:r>
        <w:t>. »</w:t>
      </w:r>
    </w:p>
    <w:p w14:paraId="5AA92529" w14:textId="77777777" w:rsidR="00E8465A" w:rsidRDefault="00E0544E" w:rsidP="00E0544E">
      <w:r w:rsidRPr="007818BD">
        <w:t>Le regard terrible de Robespierre parcourut avidement la liste que lui soumettait l</w:t>
      </w:r>
      <w:r w:rsidR="00E8465A">
        <w:t>’</w:t>
      </w:r>
      <w:r w:rsidRPr="007818BD">
        <w:t>homme sentimental</w:t>
      </w:r>
      <w:r w:rsidR="00E8465A">
        <w:t>.</w:t>
      </w:r>
    </w:p>
    <w:p w14:paraId="6EB3FC04" w14:textId="77777777" w:rsidR="00E8465A" w:rsidRDefault="00E8465A" w:rsidP="00E0544E">
      <w:r>
        <w:t>« </w:t>
      </w:r>
      <w:r w:rsidR="00E0544E" w:rsidRPr="007818BD">
        <w:t>Ah</w:t>
      </w:r>
      <w:r>
        <w:t xml:space="preserve"> ! </w:t>
      </w:r>
      <w:r w:rsidR="00E0544E" w:rsidRPr="007818BD">
        <w:t>le choix est bon</w:t>
      </w:r>
      <w:r>
        <w:t xml:space="preserve"> ! </w:t>
      </w:r>
      <w:r w:rsidR="00E0544E" w:rsidRPr="007818BD">
        <w:t>Des hommes assez peu marquants pour ne pas être regre</w:t>
      </w:r>
      <w:r w:rsidR="00E0544E" w:rsidRPr="007818BD">
        <w:t>t</w:t>
      </w:r>
      <w:r w:rsidR="00E0544E" w:rsidRPr="007818BD">
        <w:t>tés</w:t>
      </w:r>
      <w:r>
        <w:t xml:space="preserve"> ; </w:t>
      </w:r>
      <w:r w:rsidR="00E0544E" w:rsidRPr="007818BD">
        <w:t>quelques étrangers aussi</w:t>
      </w:r>
      <w:r>
        <w:t xml:space="preserve"> ; </w:t>
      </w:r>
      <w:r w:rsidR="00E0544E" w:rsidRPr="007818BD">
        <w:t>oui</w:t>
      </w:r>
      <w:r>
        <w:t xml:space="preserve">… </w:t>
      </w:r>
      <w:r w:rsidR="00E0544E" w:rsidRPr="007818BD">
        <w:t>ceux-là n</w:t>
      </w:r>
      <w:r>
        <w:t>’</w:t>
      </w:r>
      <w:r w:rsidR="00E0544E" w:rsidRPr="007818BD">
        <w:t>ont pas de parents à Paris</w:t>
      </w:r>
      <w:r>
        <w:t xml:space="preserve">. </w:t>
      </w:r>
      <w:r w:rsidR="00E0544E" w:rsidRPr="007818BD">
        <w:t>Car les femmes et les p</w:t>
      </w:r>
      <w:r w:rsidR="00E0544E" w:rsidRPr="007818BD">
        <w:t>a</w:t>
      </w:r>
      <w:r w:rsidR="00E0544E" w:rsidRPr="007818BD">
        <w:t>rents commencent à crier contre nous</w:t>
      </w:r>
      <w:r>
        <w:t xml:space="preserve">. </w:t>
      </w:r>
      <w:r w:rsidR="00E0544E" w:rsidRPr="007818BD">
        <w:t>Leurs plaintes démoral</w:t>
      </w:r>
      <w:r w:rsidR="00E0544E" w:rsidRPr="007818BD">
        <w:t>i</w:t>
      </w:r>
      <w:r w:rsidR="00E0544E" w:rsidRPr="007818BD">
        <w:t>sent la guillotine</w:t>
      </w:r>
      <w:r>
        <w:t> !</w:t>
      </w:r>
    </w:p>
    <w:p w14:paraId="41C80B32" w14:textId="77777777" w:rsidR="00E8465A" w:rsidRDefault="00E8465A" w:rsidP="00E0544E">
      <w:r>
        <w:t>— </w:t>
      </w:r>
      <w:r w:rsidR="00E0544E" w:rsidRPr="007818BD">
        <w:t>Couthon a raison</w:t>
      </w:r>
      <w:r>
        <w:t xml:space="preserve">, </w:t>
      </w:r>
      <w:r w:rsidR="00E0544E" w:rsidRPr="007818BD">
        <w:t xml:space="preserve">dit </w:t>
      </w:r>
      <w:proofErr w:type="spellStart"/>
      <w:r w:rsidR="00E0544E" w:rsidRPr="007818BD">
        <w:t>Payan</w:t>
      </w:r>
      <w:proofErr w:type="spellEnd"/>
      <w:r>
        <w:t xml:space="preserve"> ; </w:t>
      </w:r>
      <w:r w:rsidR="00E0544E" w:rsidRPr="007818BD">
        <w:t>ma liste contient ceux qu</w:t>
      </w:r>
      <w:r>
        <w:t>’</w:t>
      </w:r>
      <w:r w:rsidR="00E0544E" w:rsidRPr="007818BD">
        <w:t>il sera plus sûr d</w:t>
      </w:r>
      <w:r>
        <w:t>’</w:t>
      </w:r>
      <w:r w:rsidR="00E0544E" w:rsidRPr="007818BD">
        <w:t>expédier en masse dans la foule assemblée à P</w:t>
      </w:r>
      <w:r w:rsidR="00E0544E" w:rsidRPr="007818BD">
        <w:t>a</w:t>
      </w:r>
      <w:r w:rsidR="00E0544E" w:rsidRPr="007818BD">
        <w:t>ris pour la fête</w:t>
      </w:r>
      <w:r>
        <w:t xml:space="preserve">. </w:t>
      </w:r>
      <w:r w:rsidR="00E0544E" w:rsidRPr="007818BD">
        <w:t>La liste de Couthon choisit ceux que nous po</w:t>
      </w:r>
      <w:r w:rsidR="00E0544E" w:rsidRPr="007818BD">
        <w:t>u</w:t>
      </w:r>
      <w:r w:rsidR="00E0544E" w:rsidRPr="007818BD">
        <w:t>vons sans crainte livrer à la loi</w:t>
      </w:r>
      <w:r>
        <w:t xml:space="preserve">. </w:t>
      </w:r>
      <w:r w:rsidR="00E0544E" w:rsidRPr="007818BD">
        <w:t>Ne serait-il pas bon de la signer dès à présent</w:t>
      </w:r>
      <w:r>
        <w:t> ?</w:t>
      </w:r>
    </w:p>
    <w:p w14:paraId="015D36CA" w14:textId="77777777" w:rsidR="00E8465A" w:rsidRDefault="00E8465A" w:rsidP="00E0544E">
      <w:r>
        <w:t>— </w:t>
      </w:r>
      <w:r w:rsidR="00E0544E" w:rsidRPr="007818BD">
        <w:t>Elle est signée</w:t>
      </w:r>
      <w:r>
        <w:t xml:space="preserve">, </w:t>
      </w:r>
      <w:r w:rsidR="00E0544E" w:rsidRPr="007818BD">
        <w:t>dit Robespierre en replaçant solennell</w:t>
      </w:r>
      <w:r w:rsidR="00E0544E" w:rsidRPr="007818BD">
        <w:t>e</w:t>
      </w:r>
      <w:r w:rsidR="00E0544E" w:rsidRPr="007818BD">
        <w:t>ment sa plume dans l</w:t>
      </w:r>
      <w:r>
        <w:t>’</w:t>
      </w:r>
      <w:r w:rsidR="00E0544E" w:rsidRPr="007818BD">
        <w:t>écritoire</w:t>
      </w:r>
      <w:r>
        <w:t xml:space="preserve">. </w:t>
      </w:r>
      <w:r w:rsidR="00E0544E" w:rsidRPr="007818BD">
        <w:t>Maintenant</w:t>
      </w:r>
      <w:r>
        <w:t xml:space="preserve">, </w:t>
      </w:r>
      <w:r w:rsidR="00E0544E" w:rsidRPr="007818BD">
        <w:t>aux affaires impo</w:t>
      </w:r>
      <w:r w:rsidR="00E0544E" w:rsidRPr="007818BD">
        <w:t>r</w:t>
      </w:r>
      <w:r w:rsidR="00E0544E" w:rsidRPr="007818BD">
        <w:t>tantes</w:t>
      </w:r>
      <w:r>
        <w:t xml:space="preserve">. </w:t>
      </w:r>
      <w:r w:rsidR="00E0544E" w:rsidRPr="007818BD">
        <w:t>Ces morts ne causeront aucune émotion</w:t>
      </w:r>
      <w:r>
        <w:t xml:space="preserve"> ; </w:t>
      </w:r>
      <w:r w:rsidR="00E0544E" w:rsidRPr="007818BD">
        <w:t>mais Collot-</w:t>
      </w:r>
      <w:proofErr w:type="spellStart"/>
      <w:r w:rsidR="00E0544E" w:rsidRPr="007818BD">
        <w:t>d</w:t>
      </w:r>
      <w:r>
        <w:t>’</w:t>
      </w:r>
      <w:r w:rsidR="00E0544E" w:rsidRPr="007818BD">
        <w:t>Herbois</w:t>
      </w:r>
      <w:proofErr w:type="spellEnd"/>
      <w:r>
        <w:t xml:space="preserve">, </w:t>
      </w:r>
      <w:r w:rsidR="00E0544E" w:rsidRPr="007818BD">
        <w:t>Bourdon</w:t>
      </w:r>
      <w:r>
        <w:t xml:space="preserve"> (</w:t>
      </w:r>
      <w:r w:rsidR="00E0544E" w:rsidRPr="007818BD">
        <w:t>de l</w:t>
      </w:r>
      <w:r>
        <w:t>’</w:t>
      </w:r>
      <w:r w:rsidR="00E0544E" w:rsidRPr="007818BD">
        <w:t>Oise</w:t>
      </w:r>
      <w:r>
        <w:t xml:space="preserve">), </w:t>
      </w:r>
      <w:r w:rsidR="00E0544E" w:rsidRPr="007818BD">
        <w:t>Tallien</w:t>
      </w:r>
      <w:r>
        <w:t xml:space="preserve">… </w:t>
      </w:r>
      <w:r w:rsidR="00E0544E" w:rsidRPr="007818BD">
        <w:t>Et Robespierre pr</w:t>
      </w:r>
      <w:r w:rsidR="00E0544E" w:rsidRPr="007818BD">
        <w:t>o</w:t>
      </w:r>
      <w:r w:rsidR="00E0544E" w:rsidRPr="007818BD">
        <w:t>nonça ce dernier mot en haletant</w:t>
      </w:r>
      <w:r>
        <w:t xml:space="preserve">… </w:t>
      </w:r>
      <w:r w:rsidR="00E0544E" w:rsidRPr="007818BD">
        <w:t xml:space="preserve">Ceux-là sont les </w:t>
      </w:r>
      <w:r w:rsidR="00E0544E" w:rsidRPr="007818BD">
        <w:lastRenderedPageBreak/>
        <w:t>chefs des partis</w:t>
      </w:r>
      <w:r>
        <w:t xml:space="preserve">. </w:t>
      </w:r>
      <w:r w:rsidR="00E0544E" w:rsidRPr="007818BD">
        <w:t>C</w:t>
      </w:r>
      <w:r>
        <w:t>’</w:t>
      </w:r>
      <w:r w:rsidR="00E0544E" w:rsidRPr="007818BD">
        <w:t>est pour nous</w:t>
      </w:r>
      <w:r>
        <w:t xml:space="preserve">, </w:t>
      </w:r>
      <w:r w:rsidR="00E0544E" w:rsidRPr="007818BD">
        <w:t>comme pour eux</w:t>
      </w:r>
      <w:r>
        <w:t xml:space="preserve">, </w:t>
      </w:r>
      <w:r w:rsidR="00E0544E" w:rsidRPr="007818BD">
        <w:t>une question de vie ou de mort</w:t>
      </w:r>
      <w:r>
        <w:t>.</w:t>
      </w:r>
    </w:p>
    <w:p w14:paraId="083FA0BF" w14:textId="77777777" w:rsidR="00E8465A" w:rsidRDefault="00E8465A" w:rsidP="00E0544E">
      <w:r>
        <w:t>— </w:t>
      </w:r>
      <w:r w:rsidR="00E0544E" w:rsidRPr="007818BD">
        <w:t>Leurs têtes seront les marchepieds par lesquels vous monterez à votre chaise curule</w:t>
      </w:r>
      <w:r>
        <w:t xml:space="preserve">, </w:t>
      </w:r>
      <w:r w:rsidR="00E0544E" w:rsidRPr="007818BD">
        <w:t xml:space="preserve">dit </w:t>
      </w:r>
      <w:proofErr w:type="spellStart"/>
      <w:r w:rsidR="00E0544E" w:rsidRPr="007818BD">
        <w:t>Payan</w:t>
      </w:r>
      <w:proofErr w:type="spellEnd"/>
      <w:r w:rsidR="00E0544E" w:rsidRPr="007818BD">
        <w:t xml:space="preserve"> à mi-voix</w:t>
      </w:r>
      <w:r>
        <w:t xml:space="preserve">. </w:t>
      </w:r>
      <w:r w:rsidR="00E0544E" w:rsidRPr="007818BD">
        <w:t>Avec de la hardiesse</w:t>
      </w:r>
      <w:r>
        <w:t xml:space="preserve">, </w:t>
      </w:r>
      <w:r w:rsidR="00E0544E" w:rsidRPr="007818BD">
        <w:t>nous n</w:t>
      </w:r>
      <w:r>
        <w:t>’</w:t>
      </w:r>
      <w:r w:rsidR="00E0544E" w:rsidRPr="007818BD">
        <w:t>avons rien à craindre</w:t>
      </w:r>
      <w:r>
        <w:t xml:space="preserve">. </w:t>
      </w:r>
      <w:r w:rsidR="00E0544E" w:rsidRPr="007818BD">
        <w:t>Juges</w:t>
      </w:r>
      <w:r>
        <w:t xml:space="preserve">, </w:t>
      </w:r>
      <w:r w:rsidR="00E0544E" w:rsidRPr="007818BD">
        <w:t>jurés</w:t>
      </w:r>
      <w:r>
        <w:t xml:space="preserve">, </w:t>
      </w:r>
      <w:r w:rsidR="00E0544E" w:rsidRPr="007818BD">
        <w:t>tout a été choisi par vous</w:t>
      </w:r>
      <w:r>
        <w:t xml:space="preserve">. </w:t>
      </w:r>
      <w:r w:rsidR="00E0544E" w:rsidRPr="007818BD">
        <w:t>D</w:t>
      </w:r>
      <w:r>
        <w:t>’</w:t>
      </w:r>
      <w:r w:rsidR="00E0544E" w:rsidRPr="007818BD">
        <w:t>une main vous tenez l</w:t>
      </w:r>
      <w:r>
        <w:t>’</w:t>
      </w:r>
      <w:r w:rsidR="00E0544E" w:rsidRPr="007818BD">
        <w:t>armée</w:t>
      </w:r>
      <w:r>
        <w:t xml:space="preserve">, </w:t>
      </w:r>
      <w:r w:rsidR="00E0544E" w:rsidRPr="007818BD">
        <w:t>de l</w:t>
      </w:r>
      <w:r>
        <w:t>’</w:t>
      </w:r>
      <w:r w:rsidR="00E0544E" w:rsidRPr="007818BD">
        <w:t>autre la loi</w:t>
      </w:r>
      <w:r>
        <w:t xml:space="preserve">. </w:t>
      </w:r>
      <w:r w:rsidR="00E0544E" w:rsidRPr="007818BD">
        <w:t>Votre voix est encore toute-puissante sur le peuple</w:t>
      </w:r>
      <w:r>
        <w:t>.</w:t>
      </w:r>
    </w:p>
    <w:p w14:paraId="6C213499" w14:textId="77777777" w:rsidR="00E8465A" w:rsidRDefault="00E8465A" w:rsidP="00E0544E">
      <w:r>
        <w:t>— </w:t>
      </w:r>
      <w:r w:rsidR="00E0544E" w:rsidRPr="007818BD">
        <w:t>Ce pauvre et vertueux peuple</w:t>
      </w:r>
      <w:r>
        <w:t xml:space="preserve"> ! </w:t>
      </w:r>
      <w:r w:rsidR="00E0544E" w:rsidRPr="007818BD">
        <w:t>murmura Robespierre</w:t>
      </w:r>
      <w:r>
        <w:t>.</w:t>
      </w:r>
    </w:p>
    <w:p w14:paraId="7CC89838" w14:textId="77777777" w:rsidR="00E8465A" w:rsidRDefault="00E8465A" w:rsidP="00E0544E">
      <w:r>
        <w:t>— </w:t>
      </w:r>
      <w:r w:rsidR="00E0544E" w:rsidRPr="007818BD">
        <w:t>Et même</w:t>
      </w:r>
      <w:r>
        <w:t xml:space="preserve">, </w:t>
      </w:r>
      <w:r w:rsidR="00E0544E" w:rsidRPr="007818BD">
        <w:t xml:space="preserve">continua </w:t>
      </w:r>
      <w:proofErr w:type="spellStart"/>
      <w:r w:rsidR="00E0544E" w:rsidRPr="007818BD">
        <w:t>Payan</w:t>
      </w:r>
      <w:proofErr w:type="spellEnd"/>
      <w:r>
        <w:t xml:space="preserve">, </w:t>
      </w:r>
      <w:r w:rsidR="00E0544E" w:rsidRPr="007818BD">
        <w:t>si notre plan pour la fête échouait</w:t>
      </w:r>
      <w:r>
        <w:t xml:space="preserve">, </w:t>
      </w:r>
      <w:r w:rsidR="00E0544E" w:rsidRPr="007818BD">
        <w:t>il ne faudrait pas renoncer aux ressources dont nous disposons encore</w:t>
      </w:r>
      <w:r>
        <w:t xml:space="preserve">. </w:t>
      </w:r>
      <w:r w:rsidR="00E0544E" w:rsidRPr="007818BD">
        <w:t>Réfléchissez-y</w:t>
      </w:r>
      <w:r>
        <w:t xml:space="preserve">. </w:t>
      </w:r>
      <w:r w:rsidR="00E0544E" w:rsidRPr="007818BD">
        <w:t>Henriot</w:t>
      </w:r>
      <w:r>
        <w:t xml:space="preserve">, </w:t>
      </w:r>
      <w:r w:rsidR="00E0544E" w:rsidRPr="007818BD">
        <w:t>général de l</w:t>
      </w:r>
      <w:r>
        <w:t>’</w:t>
      </w:r>
      <w:r w:rsidR="00E0544E" w:rsidRPr="007818BD">
        <w:t>armée républicaine</w:t>
      </w:r>
      <w:r>
        <w:t xml:space="preserve">, </w:t>
      </w:r>
      <w:r w:rsidR="00E0544E" w:rsidRPr="007818BD">
        <w:t>vous fournit des troupes pour les arrestations</w:t>
      </w:r>
      <w:r>
        <w:t xml:space="preserve">, </w:t>
      </w:r>
      <w:r w:rsidR="00E0544E" w:rsidRPr="007818BD">
        <w:t>le club des Jacobins un public pour vous applaudir</w:t>
      </w:r>
      <w:r>
        <w:t xml:space="preserve">, </w:t>
      </w:r>
      <w:r w:rsidR="00E0544E" w:rsidRPr="007818BD">
        <w:t>l</w:t>
      </w:r>
      <w:r>
        <w:t>’</w:t>
      </w:r>
      <w:r w:rsidR="00E0544E" w:rsidRPr="007818BD">
        <w:t>inexorable Dumas des juges qui n</w:t>
      </w:r>
      <w:r>
        <w:t>’</w:t>
      </w:r>
      <w:r w:rsidR="00E0544E" w:rsidRPr="007818BD">
        <w:t>acquittent jamais</w:t>
      </w:r>
      <w:r>
        <w:t xml:space="preserve">. </w:t>
      </w:r>
      <w:r w:rsidR="00E0544E" w:rsidRPr="007818BD">
        <w:t>Il faut oser</w:t>
      </w:r>
      <w:r>
        <w:t> !</w:t>
      </w:r>
    </w:p>
    <w:p w14:paraId="16E12AEB" w14:textId="77777777" w:rsidR="00E8465A" w:rsidRDefault="00E8465A" w:rsidP="00E0544E">
      <w:r>
        <w:t>— </w:t>
      </w:r>
      <w:r w:rsidR="00E0544E" w:rsidRPr="007818BD">
        <w:t>Et nous osons</w:t>
      </w:r>
      <w:r>
        <w:t xml:space="preserve"> ! </w:t>
      </w:r>
      <w:r w:rsidR="00E0544E" w:rsidRPr="007818BD">
        <w:t>s</w:t>
      </w:r>
      <w:r>
        <w:t>’</w:t>
      </w:r>
      <w:r w:rsidR="00E0544E" w:rsidRPr="007818BD">
        <w:t>écria Robespierre avec une explosion subite</w:t>
      </w:r>
      <w:r>
        <w:t xml:space="preserve"> ; </w:t>
      </w:r>
      <w:r w:rsidR="00E0544E" w:rsidRPr="007818BD">
        <w:t>et</w:t>
      </w:r>
      <w:r>
        <w:t xml:space="preserve">, </w:t>
      </w:r>
      <w:r w:rsidR="00E0544E" w:rsidRPr="007818BD">
        <w:t>frappant la table de son poing</w:t>
      </w:r>
      <w:r>
        <w:t xml:space="preserve">, </w:t>
      </w:r>
      <w:r w:rsidR="00E0544E" w:rsidRPr="007818BD">
        <w:t>il se leva</w:t>
      </w:r>
      <w:r>
        <w:t xml:space="preserve">, </w:t>
      </w:r>
      <w:r w:rsidR="00E0544E" w:rsidRPr="007818BD">
        <w:t>les cheveux dressés</w:t>
      </w:r>
      <w:r>
        <w:t xml:space="preserve">, </w:t>
      </w:r>
      <w:r w:rsidR="00E0544E" w:rsidRPr="007818BD">
        <w:t>semblable à un serpent qui va mordre</w:t>
      </w:r>
      <w:r>
        <w:t xml:space="preserve">. </w:t>
      </w:r>
      <w:r w:rsidR="00E0544E" w:rsidRPr="007818BD">
        <w:t>En voyant la multitude de vices que le torrent révolutionnaire mêle aux ve</w:t>
      </w:r>
      <w:r w:rsidR="00E0544E" w:rsidRPr="007818BD">
        <w:t>r</w:t>
      </w:r>
      <w:r w:rsidR="00E0544E" w:rsidRPr="007818BD">
        <w:t>tus civiques</w:t>
      </w:r>
      <w:r>
        <w:t xml:space="preserve">, </w:t>
      </w:r>
      <w:r w:rsidR="00E0544E" w:rsidRPr="007818BD">
        <w:t>je tremble d</w:t>
      </w:r>
      <w:r>
        <w:t>’</w:t>
      </w:r>
      <w:r w:rsidR="00E0544E" w:rsidRPr="007818BD">
        <w:t>être souillé aux yeux de la postérité par le voisinage impur de ces hommes pervers qui se glissent parmi les défenseurs sincères de l</w:t>
      </w:r>
      <w:r>
        <w:t>’</w:t>
      </w:r>
      <w:r w:rsidR="00E0544E" w:rsidRPr="007818BD">
        <w:t>humanité</w:t>
      </w:r>
      <w:r>
        <w:t xml:space="preserve">. </w:t>
      </w:r>
      <w:r w:rsidR="00E0544E" w:rsidRPr="007818BD">
        <w:t>Quoi</w:t>
      </w:r>
      <w:r>
        <w:t xml:space="preserve"> ! </w:t>
      </w:r>
      <w:r w:rsidR="00E0544E" w:rsidRPr="007818BD">
        <w:t>ils espèrent se partager le pays comme un butin</w:t>
      </w:r>
      <w:r>
        <w:t xml:space="preserve"> ! </w:t>
      </w:r>
      <w:r w:rsidR="00E0544E" w:rsidRPr="007818BD">
        <w:t>Je les remercie de leur haine pour tout ce qui est vertueux et recommandable</w:t>
      </w:r>
      <w:r>
        <w:t xml:space="preserve"> ! </w:t>
      </w:r>
      <w:r w:rsidR="00E0544E" w:rsidRPr="007818BD">
        <w:t>Ces hommes</w:t>
      </w:r>
      <w:r>
        <w:t xml:space="preserve"> !… </w:t>
      </w:r>
      <w:r w:rsidR="00E0544E" w:rsidRPr="007818BD">
        <w:t>Et il serra convu</w:t>
      </w:r>
      <w:r w:rsidR="00E0544E" w:rsidRPr="007818BD">
        <w:t>l</w:t>
      </w:r>
      <w:r w:rsidR="00E0544E" w:rsidRPr="007818BD">
        <w:t xml:space="preserve">sivement la liste de </w:t>
      </w:r>
      <w:proofErr w:type="spellStart"/>
      <w:r w:rsidR="00E0544E" w:rsidRPr="007818BD">
        <w:t>Payan</w:t>
      </w:r>
      <w:proofErr w:type="spellEnd"/>
      <w:r>
        <w:t xml:space="preserve">… </w:t>
      </w:r>
      <w:r w:rsidR="00E0544E" w:rsidRPr="007818BD">
        <w:t>Ce sont eux</w:t>
      </w:r>
      <w:r>
        <w:t xml:space="preserve">, </w:t>
      </w:r>
      <w:r w:rsidR="00E0544E" w:rsidRPr="007818BD">
        <w:t xml:space="preserve">et non pas </w:t>
      </w:r>
      <w:r w:rsidR="00E0544E" w:rsidRPr="007818BD">
        <w:rPr>
          <w:i/>
          <w:iCs/>
        </w:rPr>
        <w:t>nous</w:t>
      </w:r>
      <w:r>
        <w:t xml:space="preserve">, </w:t>
      </w:r>
      <w:r w:rsidR="00E0544E" w:rsidRPr="007818BD">
        <w:t>qui ont tracé la ligne de démarcation entre eux et les bons Français</w:t>
      </w:r>
      <w:r>
        <w:t>.</w:t>
      </w:r>
    </w:p>
    <w:p w14:paraId="2210B040" w14:textId="368491FB" w:rsidR="00E0544E" w:rsidRPr="007818BD" w:rsidRDefault="00E8465A" w:rsidP="00E0544E">
      <w:r>
        <w:t>— </w:t>
      </w:r>
      <w:r w:rsidR="00E0544E" w:rsidRPr="007818BD">
        <w:t>Oui</w:t>
      </w:r>
      <w:r>
        <w:t xml:space="preserve">, </w:t>
      </w:r>
      <w:r w:rsidR="00E0544E" w:rsidRPr="007818BD">
        <w:t>il faut que nous régnions seuls</w:t>
      </w:r>
      <w:r>
        <w:t xml:space="preserve">, </w:t>
      </w:r>
      <w:r w:rsidR="00E0544E" w:rsidRPr="007818BD">
        <w:t xml:space="preserve">balbutia </w:t>
      </w:r>
      <w:proofErr w:type="spellStart"/>
      <w:r w:rsidR="00E0544E" w:rsidRPr="007818BD">
        <w:t>Payan</w:t>
      </w:r>
      <w:proofErr w:type="spellEnd"/>
      <w:r>
        <w:t xml:space="preserve"> ; </w:t>
      </w:r>
      <w:r w:rsidR="00E0544E" w:rsidRPr="007818BD">
        <w:t>en d</w:t>
      </w:r>
      <w:r>
        <w:t>’</w:t>
      </w:r>
      <w:r w:rsidR="00E0544E" w:rsidRPr="007818BD">
        <w:t>autres termes</w:t>
      </w:r>
      <w:r>
        <w:t xml:space="preserve">, </w:t>
      </w:r>
      <w:r w:rsidR="00E0544E" w:rsidRPr="007818BD">
        <w:t>l</w:t>
      </w:r>
      <w:r>
        <w:t>’</w:t>
      </w:r>
      <w:r w:rsidR="00E0544E" w:rsidRPr="007818BD">
        <w:t>État a besoin d</w:t>
      </w:r>
      <w:r>
        <w:t>’</w:t>
      </w:r>
      <w:r w:rsidR="00E0544E" w:rsidRPr="007818BD">
        <w:t>une volonté unique</w:t>
      </w:r>
      <w:r>
        <w:t>. »</w:t>
      </w:r>
    </w:p>
    <w:p w14:paraId="23FA5187" w14:textId="77777777" w:rsidR="00E8465A" w:rsidRDefault="00E0544E" w:rsidP="00E0544E">
      <w:r w:rsidRPr="007818BD">
        <w:t>C</w:t>
      </w:r>
      <w:r w:rsidR="00E8465A">
        <w:t>’</w:t>
      </w:r>
      <w:r w:rsidRPr="007818BD">
        <w:t>est ainsi que son esprit vigoureux dégageait le corollaire de la logique de son collègue</w:t>
      </w:r>
      <w:r w:rsidR="00E8465A">
        <w:t>.</w:t>
      </w:r>
    </w:p>
    <w:p w14:paraId="2694B1B6" w14:textId="57383FF4" w:rsidR="00E0544E" w:rsidRPr="007818BD" w:rsidRDefault="00E8465A" w:rsidP="00E0544E">
      <w:r>
        <w:lastRenderedPageBreak/>
        <w:t>« </w:t>
      </w:r>
      <w:r w:rsidR="00E0544E" w:rsidRPr="007818BD">
        <w:t>J</w:t>
      </w:r>
      <w:r>
        <w:t>’</w:t>
      </w:r>
      <w:r w:rsidR="00E0544E" w:rsidRPr="007818BD">
        <w:t>irai à la Convention</w:t>
      </w:r>
      <w:r>
        <w:t xml:space="preserve">, </w:t>
      </w:r>
      <w:r w:rsidR="00E0544E" w:rsidRPr="007818BD">
        <w:t>continua Robespierre</w:t>
      </w:r>
      <w:r>
        <w:t xml:space="preserve">. </w:t>
      </w:r>
      <w:r w:rsidR="00E0544E" w:rsidRPr="007818BD">
        <w:t>Je me suis trop longtemps absenté</w:t>
      </w:r>
      <w:r>
        <w:t xml:space="preserve">, </w:t>
      </w:r>
      <w:r w:rsidR="00E0544E" w:rsidRPr="007818BD">
        <w:t>de crainte de peser d</w:t>
      </w:r>
      <w:r>
        <w:t>’</w:t>
      </w:r>
      <w:r w:rsidR="00E0544E" w:rsidRPr="007818BD">
        <w:t>un poids trop lourd sur la république que j</w:t>
      </w:r>
      <w:r>
        <w:t>’</w:t>
      </w:r>
      <w:r w:rsidR="00E0544E" w:rsidRPr="007818BD">
        <w:t>ai créée</w:t>
      </w:r>
      <w:r>
        <w:t xml:space="preserve">. </w:t>
      </w:r>
      <w:r w:rsidR="00E0544E" w:rsidRPr="007818BD">
        <w:t>Je dois éca</w:t>
      </w:r>
      <w:r w:rsidR="00E0544E" w:rsidRPr="007818BD">
        <w:t>r</w:t>
      </w:r>
      <w:r w:rsidR="00E0544E" w:rsidRPr="007818BD">
        <w:t>ter de tels scrupules</w:t>
      </w:r>
      <w:r>
        <w:t xml:space="preserve">. </w:t>
      </w:r>
      <w:r w:rsidR="00E0544E" w:rsidRPr="007818BD">
        <w:t>Il faut préparer le peuple</w:t>
      </w:r>
      <w:r>
        <w:t xml:space="preserve"> ! </w:t>
      </w:r>
      <w:r w:rsidR="00E0544E" w:rsidRPr="007818BD">
        <w:t>Je veux d</w:t>
      </w:r>
      <w:r>
        <w:t>’</w:t>
      </w:r>
      <w:r w:rsidR="00E0544E" w:rsidRPr="007818BD">
        <w:t>un regard écr</w:t>
      </w:r>
      <w:r w:rsidR="00E0544E" w:rsidRPr="007818BD">
        <w:t>a</w:t>
      </w:r>
      <w:r w:rsidR="00E0544E" w:rsidRPr="007818BD">
        <w:t>ser les tra</w:t>
      </w:r>
      <w:r w:rsidR="00E0544E" w:rsidRPr="007818BD">
        <w:t>î</w:t>
      </w:r>
      <w:r w:rsidR="00E0544E" w:rsidRPr="007818BD">
        <w:t>tres</w:t>
      </w:r>
      <w:r>
        <w:t> ! »</w:t>
      </w:r>
    </w:p>
    <w:p w14:paraId="592E878B" w14:textId="77777777" w:rsidR="00E8465A" w:rsidRDefault="00E0544E" w:rsidP="00E0544E">
      <w:r w:rsidRPr="007818BD">
        <w:t>Il parla avec cette terrible fermeté de l</w:t>
      </w:r>
      <w:r w:rsidR="00E8465A">
        <w:t>’</w:t>
      </w:r>
      <w:r w:rsidRPr="007818BD">
        <w:t>orateur qui n</w:t>
      </w:r>
      <w:r w:rsidR="00E8465A">
        <w:t>’</w:t>
      </w:r>
      <w:r w:rsidRPr="007818BD">
        <w:t>a j</w:t>
      </w:r>
      <w:r w:rsidRPr="007818BD">
        <w:t>a</w:t>
      </w:r>
      <w:r w:rsidRPr="007818BD">
        <w:t>mais failli</w:t>
      </w:r>
      <w:r w:rsidR="00E8465A">
        <w:t xml:space="preserve">, </w:t>
      </w:r>
      <w:r w:rsidRPr="007818BD">
        <w:t>du philosophe résolu qui marche comme un soldat contre le canon</w:t>
      </w:r>
      <w:r w:rsidR="00E8465A">
        <w:t xml:space="preserve">. </w:t>
      </w:r>
      <w:r w:rsidRPr="007818BD">
        <w:t>À ce moment il fut interrompu</w:t>
      </w:r>
      <w:r w:rsidR="00E8465A">
        <w:t xml:space="preserve"> ; </w:t>
      </w:r>
      <w:r w:rsidRPr="007818BD">
        <w:t>on lui apporta une lettre</w:t>
      </w:r>
      <w:r w:rsidR="00E8465A">
        <w:t xml:space="preserve">, </w:t>
      </w:r>
      <w:r w:rsidRPr="007818BD">
        <w:t>il l</w:t>
      </w:r>
      <w:r w:rsidR="00E8465A">
        <w:t>’</w:t>
      </w:r>
      <w:r w:rsidRPr="007818BD">
        <w:t>ouvrit</w:t>
      </w:r>
      <w:r w:rsidR="00E8465A">
        <w:t xml:space="preserve"> ; </w:t>
      </w:r>
      <w:r w:rsidRPr="007818BD">
        <w:t>son visage se rembrunit</w:t>
      </w:r>
      <w:r w:rsidR="00E8465A">
        <w:t xml:space="preserve">, </w:t>
      </w:r>
      <w:r w:rsidRPr="007818BD">
        <w:t>il trembla de tous ses membres</w:t>
      </w:r>
      <w:r w:rsidR="00E8465A">
        <w:t xml:space="preserve">. </w:t>
      </w:r>
      <w:r w:rsidRPr="007818BD">
        <w:t>C</w:t>
      </w:r>
      <w:r w:rsidR="00E8465A">
        <w:t>’</w:t>
      </w:r>
      <w:r w:rsidRPr="007818BD">
        <w:t>était un de ces avertissements anonymes par lesquels la haine et la vengeance de ceux qu</w:t>
      </w:r>
      <w:r w:rsidR="00E8465A">
        <w:t>’</w:t>
      </w:r>
      <w:r w:rsidRPr="007818BD">
        <w:t>on laissait vivre e</w:t>
      </w:r>
      <w:r w:rsidRPr="007818BD">
        <w:t>n</w:t>
      </w:r>
      <w:r w:rsidRPr="007818BD">
        <w:t>core torturait et menaçait le bourreau</w:t>
      </w:r>
      <w:r w:rsidR="00E8465A">
        <w:t>.</w:t>
      </w:r>
    </w:p>
    <w:p w14:paraId="0FA77B0B" w14:textId="77777777" w:rsidR="00E8465A" w:rsidRDefault="00E0544E" w:rsidP="00E0544E">
      <w:r w:rsidRPr="007818BD">
        <w:t>Voici quel était le contenu de la lettre</w:t>
      </w:r>
      <w:r w:rsidR="00E8465A">
        <w:t> :</w:t>
      </w:r>
    </w:p>
    <w:p w14:paraId="1D73B6C5" w14:textId="6912C1F3" w:rsidR="00E0544E" w:rsidRPr="007818BD" w:rsidRDefault="00E8465A" w:rsidP="00E0544E">
      <w:r>
        <w:t>« </w:t>
      </w:r>
      <w:r w:rsidR="00E0544E" w:rsidRPr="007818BD">
        <w:t>Tu t</w:t>
      </w:r>
      <w:r>
        <w:t>’</w:t>
      </w:r>
      <w:r w:rsidR="00E0544E" w:rsidRPr="007818BD">
        <w:t>es souillé du sang le plus pur de la France</w:t>
      </w:r>
      <w:r>
        <w:t xml:space="preserve">. </w:t>
      </w:r>
      <w:r w:rsidR="00E0544E" w:rsidRPr="007818BD">
        <w:t>Lis ta se</w:t>
      </w:r>
      <w:r w:rsidR="00E0544E" w:rsidRPr="007818BD">
        <w:t>n</w:t>
      </w:r>
      <w:r w:rsidR="00E0544E" w:rsidRPr="007818BD">
        <w:t>tence</w:t>
      </w:r>
      <w:r>
        <w:t xml:space="preserve"> ! </w:t>
      </w:r>
      <w:r w:rsidR="00E0544E" w:rsidRPr="007818BD">
        <w:t>J</w:t>
      </w:r>
      <w:r>
        <w:t>’</w:t>
      </w:r>
      <w:r w:rsidR="00E0544E" w:rsidRPr="007818BD">
        <w:t>attends l</w:t>
      </w:r>
      <w:r>
        <w:t>’</w:t>
      </w:r>
      <w:r w:rsidR="00E0544E" w:rsidRPr="007818BD">
        <w:t>heure où les applaudissements du peuple te poursuivront sur ta route vers l</w:t>
      </w:r>
      <w:r>
        <w:t>’</w:t>
      </w:r>
      <w:r w:rsidR="00E0544E" w:rsidRPr="007818BD">
        <w:t>échafaud</w:t>
      </w:r>
      <w:r>
        <w:t xml:space="preserve">. </w:t>
      </w:r>
      <w:r w:rsidR="00E0544E" w:rsidRPr="007818BD">
        <w:t>Si mon espérance me trompe</w:t>
      </w:r>
      <w:r>
        <w:t xml:space="preserve">, </w:t>
      </w:r>
      <w:r w:rsidR="00E0544E" w:rsidRPr="007818BD">
        <w:t>si elle se fait trop longtemps attendre</w:t>
      </w:r>
      <w:r>
        <w:t xml:space="preserve">… </w:t>
      </w:r>
      <w:r w:rsidR="00E0544E" w:rsidRPr="007818BD">
        <w:t>lis</w:t>
      </w:r>
      <w:r>
        <w:t xml:space="preserve">. </w:t>
      </w:r>
      <w:r w:rsidR="00E0544E" w:rsidRPr="007818BD">
        <w:t>Cette main</w:t>
      </w:r>
      <w:r>
        <w:t xml:space="preserve">, </w:t>
      </w:r>
      <w:r w:rsidR="00E0544E" w:rsidRPr="007818BD">
        <w:t>que tes yeux chercheront en vain à découvrir</w:t>
      </w:r>
      <w:r>
        <w:t xml:space="preserve">, </w:t>
      </w:r>
      <w:r w:rsidR="00E0544E" w:rsidRPr="007818BD">
        <w:t>percera ton cœur</w:t>
      </w:r>
      <w:r>
        <w:t xml:space="preserve">. </w:t>
      </w:r>
      <w:r w:rsidR="00E0544E" w:rsidRPr="007818BD">
        <w:t>Je te vois chaque jour</w:t>
      </w:r>
      <w:r>
        <w:t xml:space="preserve">, </w:t>
      </w:r>
      <w:r w:rsidR="00E0544E" w:rsidRPr="007818BD">
        <w:t>et chaque jour je suis auprès de toi</w:t>
      </w:r>
      <w:r>
        <w:t xml:space="preserve">. </w:t>
      </w:r>
      <w:r w:rsidR="00E0544E" w:rsidRPr="007818BD">
        <w:t>À chaque heure</w:t>
      </w:r>
      <w:r>
        <w:t xml:space="preserve">, </w:t>
      </w:r>
      <w:r w:rsidR="00E0544E" w:rsidRPr="007818BD">
        <w:t>mon bras se lève contre ton sein</w:t>
      </w:r>
      <w:r>
        <w:t xml:space="preserve">. </w:t>
      </w:r>
      <w:r w:rsidR="00E0544E" w:rsidRPr="007818BD">
        <w:t>Misérable</w:t>
      </w:r>
      <w:r>
        <w:t xml:space="preserve"> ! </w:t>
      </w:r>
      <w:r w:rsidR="00E0544E" w:rsidRPr="007818BD">
        <w:t>vis encore quelque temps</w:t>
      </w:r>
      <w:r>
        <w:t xml:space="preserve">, </w:t>
      </w:r>
      <w:r w:rsidR="00E0544E" w:rsidRPr="007818BD">
        <w:t>quelques jours encore courts et empo</w:t>
      </w:r>
      <w:r w:rsidR="00E0544E" w:rsidRPr="007818BD">
        <w:t>i</w:t>
      </w:r>
      <w:r w:rsidR="00E0544E" w:rsidRPr="007818BD">
        <w:t>sonnés</w:t>
      </w:r>
      <w:r>
        <w:t xml:space="preserve"> ; </w:t>
      </w:r>
      <w:r w:rsidR="00E0544E" w:rsidRPr="007818BD">
        <w:t>vis pour songer à moi</w:t>
      </w:r>
      <w:r>
        <w:t xml:space="preserve">, </w:t>
      </w:r>
      <w:r w:rsidR="00E0544E" w:rsidRPr="007818BD">
        <w:t>dors pour rêver de moi</w:t>
      </w:r>
      <w:r>
        <w:t xml:space="preserve">. </w:t>
      </w:r>
      <w:r w:rsidR="00E0544E" w:rsidRPr="007818BD">
        <w:t>Ta te</w:t>
      </w:r>
      <w:r w:rsidR="00E0544E" w:rsidRPr="007818BD">
        <w:t>r</w:t>
      </w:r>
      <w:r w:rsidR="00E0544E" w:rsidRPr="007818BD">
        <w:t>reur et ta pensée</w:t>
      </w:r>
      <w:r>
        <w:t xml:space="preserve">, </w:t>
      </w:r>
      <w:r w:rsidR="00E0544E" w:rsidRPr="007818BD">
        <w:t>concentrées sur moi</w:t>
      </w:r>
      <w:r>
        <w:t xml:space="preserve">, </w:t>
      </w:r>
      <w:r w:rsidR="00E0544E" w:rsidRPr="007818BD">
        <w:t>t</w:t>
      </w:r>
      <w:r>
        <w:t>’</w:t>
      </w:r>
      <w:r w:rsidR="00E0544E" w:rsidRPr="007818BD">
        <w:t>annoncent le destin qui t</w:t>
      </w:r>
      <w:r>
        <w:t>’</w:t>
      </w:r>
      <w:r w:rsidR="00E0544E" w:rsidRPr="007818BD">
        <w:t>attend</w:t>
      </w:r>
      <w:r>
        <w:t xml:space="preserve">. </w:t>
      </w:r>
      <w:r w:rsidR="00E0544E" w:rsidRPr="007818BD">
        <w:t>Adieu</w:t>
      </w:r>
      <w:r>
        <w:t xml:space="preserve"> ! </w:t>
      </w:r>
      <w:r w:rsidR="00E0544E" w:rsidRPr="007818BD">
        <w:t>Aujourd</w:t>
      </w:r>
      <w:r>
        <w:t>’</w:t>
      </w:r>
      <w:r w:rsidR="00E0544E" w:rsidRPr="007818BD">
        <w:t>hui même</w:t>
      </w:r>
      <w:r>
        <w:t xml:space="preserve">, </w:t>
      </w:r>
      <w:r w:rsidR="00E0544E" w:rsidRPr="007818BD">
        <w:t>je sors pour jouir de tes alarmes</w:t>
      </w:r>
      <w:r>
        <w:t>. »</w:t>
      </w:r>
    </w:p>
    <w:p w14:paraId="7B375491" w14:textId="6E9F2B78" w:rsidR="00E0544E" w:rsidRPr="007818BD" w:rsidRDefault="00E8465A" w:rsidP="00E0544E">
      <w:r>
        <w:t>« </w:t>
      </w:r>
      <w:r w:rsidR="00E0544E" w:rsidRPr="007818BD">
        <w:t>Tes listes ne sont pas assez pleines</w:t>
      </w:r>
      <w:r>
        <w:t xml:space="preserve">, </w:t>
      </w:r>
      <w:r w:rsidR="00E0544E" w:rsidRPr="007818BD">
        <w:t>dit le tyran d</w:t>
      </w:r>
      <w:r>
        <w:t>’</w:t>
      </w:r>
      <w:r w:rsidR="00E0544E" w:rsidRPr="007818BD">
        <w:t>une voix creuse</w:t>
      </w:r>
      <w:r>
        <w:t xml:space="preserve">, </w:t>
      </w:r>
      <w:r w:rsidR="00E0544E" w:rsidRPr="007818BD">
        <w:t>en laissant échapper le papier de sa main tremblante</w:t>
      </w:r>
      <w:r>
        <w:t xml:space="preserve">. </w:t>
      </w:r>
      <w:r w:rsidR="00E0544E" w:rsidRPr="007818BD">
        <w:t>Donne-les-moi</w:t>
      </w:r>
      <w:r>
        <w:t xml:space="preserve"> ! </w:t>
      </w:r>
      <w:r w:rsidR="00E0544E" w:rsidRPr="007818BD">
        <w:t>donne-les-moi</w:t>
      </w:r>
      <w:r>
        <w:t xml:space="preserve">. </w:t>
      </w:r>
      <w:r w:rsidR="00E0544E" w:rsidRPr="007818BD">
        <w:t>Cherche</w:t>
      </w:r>
      <w:r>
        <w:t xml:space="preserve">, </w:t>
      </w:r>
      <w:r w:rsidR="00E0544E" w:rsidRPr="007818BD">
        <w:t>cherche encore</w:t>
      </w:r>
      <w:r>
        <w:t xml:space="preserve">. </w:t>
      </w:r>
      <w:r w:rsidR="00E0544E" w:rsidRPr="007818BD">
        <w:t>Ba</w:t>
      </w:r>
      <w:r w:rsidR="00E0544E" w:rsidRPr="007818BD">
        <w:t>r</w:t>
      </w:r>
      <w:r w:rsidR="00E0544E" w:rsidRPr="007818BD">
        <w:t>rère a raison</w:t>
      </w:r>
      <w:r>
        <w:t xml:space="preserve">, </w:t>
      </w:r>
      <w:r w:rsidR="00E0544E" w:rsidRPr="007818BD">
        <w:t>oui</w:t>
      </w:r>
      <w:r>
        <w:t xml:space="preserve">, </w:t>
      </w:r>
      <w:r w:rsidR="00E0544E" w:rsidRPr="007818BD">
        <w:t>il a raison</w:t>
      </w:r>
      <w:r>
        <w:t xml:space="preserve">. </w:t>
      </w:r>
      <w:r w:rsidR="00E0544E" w:rsidRPr="007818BD">
        <w:t>Frappons</w:t>
      </w:r>
      <w:r>
        <w:t xml:space="preserve"> ; </w:t>
      </w:r>
      <w:r w:rsidR="00E0544E" w:rsidRPr="007818BD">
        <w:t>il n</w:t>
      </w:r>
      <w:r>
        <w:t>’</w:t>
      </w:r>
      <w:r w:rsidR="00E0544E" w:rsidRPr="007818BD">
        <w:t>y a que les morts qui ne reviennent pas</w:t>
      </w:r>
      <w:r>
        <w:t>. »</w:t>
      </w:r>
    </w:p>
    <w:p w14:paraId="49801199" w14:textId="77777777" w:rsidR="00E8465A" w:rsidRDefault="00E0544E" w:rsidP="00E8465A">
      <w:pPr>
        <w:pStyle w:val="Titre2"/>
        <w:pageBreakBefore/>
      </w:pPr>
      <w:bookmarkStart w:id="72" w:name="_Toc199963121"/>
      <w:r w:rsidRPr="007818BD">
        <w:lastRenderedPageBreak/>
        <w:t>CHAPITRE</w:t>
      </w:r>
      <w:r w:rsidR="00E8465A">
        <w:t xml:space="preserve"> </w:t>
      </w:r>
      <w:r w:rsidRPr="007818BD">
        <w:t>II</w:t>
      </w:r>
      <w:r w:rsidR="00E8465A">
        <w:t>.</w:t>
      </w:r>
      <w:bookmarkEnd w:id="72"/>
    </w:p>
    <w:p w14:paraId="3830BFDD" w14:textId="77777777" w:rsidR="00E8465A" w:rsidRDefault="00E0544E" w:rsidP="00E0544E">
      <w:pPr>
        <w:pStyle w:val="NormalRetraitGauche4XIndent0"/>
        <w:spacing w:before="0" w:after="0"/>
        <w:rPr>
          <w:rStyle w:val="Taille-1Caracteres"/>
        </w:rPr>
      </w:pPr>
      <w:r w:rsidRPr="007818BD">
        <w:rPr>
          <w:rStyle w:val="Taille-1Caracteres"/>
        </w:rPr>
        <w:t>La haine dans ces lieux n</w:t>
      </w:r>
      <w:r w:rsidR="00E8465A">
        <w:rPr>
          <w:rStyle w:val="Taille-1Caracteres"/>
        </w:rPr>
        <w:t>’</w:t>
      </w:r>
      <w:r w:rsidRPr="007818BD">
        <w:rPr>
          <w:rStyle w:val="Taille-1Caracteres"/>
        </w:rPr>
        <w:t>a qu</w:t>
      </w:r>
      <w:r w:rsidR="00E8465A">
        <w:rPr>
          <w:rStyle w:val="Taille-1Caracteres"/>
        </w:rPr>
        <w:t>’</w:t>
      </w:r>
      <w:r w:rsidRPr="007818BD">
        <w:rPr>
          <w:rStyle w:val="Taille-1Caracteres"/>
        </w:rPr>
        <w:t>un glaive a</w:t>
      </w:r>
      <w:r w:rsidRPr="007818BD">
        <w:rPr>
          <w:rStyle w:val="Taille-1Caracteres"/>
        </w:rPr>
        <w:t>s</w:t>
      </w:r>
      <w:r w:rsidRPr="007818BD">
        <w:rPr>
          <w:rStyle w:val="Taille-1Caracteres"/>
        </w:rPr>
        <w:t>sassin</w:t>
      </w:r>
      <w:r w:rsidR="00E8465A">
        <w:rPr>
          <w:rStyle w:val="Taille-1Caracteres"/>
        </w:rPr>
        <w:t>,</w:t>
      </w:r>
    </w:p>
    <w:p w14:paraId="1EA1680D" w14:textId="77777777" w:rsidR="00E8465A" w:rsidRDefault="00E0544E" w:rsidP="00E0544E">
      <w:pPr>
        <w:pStyle w:val="NormalRetraitGauche4XIndent0"/>
        <w:spacing w:before="0" w:after="0"/>
        <w:rPr>
          <w:rStyle w:val="Taille-1Caracteres"/>
        </w:rPr>
      </w:pPr>
      <w:r w:rsidRPr="007818BD">
        <w:rPr>
          <w:rStyle w:val="Taille-1Caracteres"/>
        </w:rPr>
        <w:t>Elle marche dans l</w:t>
      </w:r>
      <w:r w:rsidR="00E8465A">
        <w:rPr>
          <w:rStyle w:val="Taille-1Caracteres"/>
        </w:rPr>
        <w:t>’</w:t>
      </w:r>
      <w:r w:rsidRPr="007818BD">
        <w:rPr>
          <w:rStyle w:val="Taille-1Caracteres"/>
        </w:rPr>
        <w:t>ombre</w:t>
      </w:r>
      <w:r w:rsidR="00E8465A">
        <w:rPr>
          <w:rStyle w:val="Taille-1Caracteres"/>
        </w:rPr>
        <w:t> !</w:t>
      </w:r>
    </w:p>
    <w:p w14:paraId="533CBE57" w14:textId="3710E802"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Jeanne de Naples</w:t>
      </w:r>
      <w:r>
        <w:rPr>
          <w:rStyle w:val="Taille-1Caracteres"/>
        </w:rPr>
        <w:t>.)</w:t>
      </w:r>
    </w:p>
    <w:p w14:paraId="361B4E7B" w14:textId="6CB680E0" w:rsidR="00E0544E" w:rsidRPr="007818BD" w:rsidRDefault="00E0544E" w:rsidP="00E0544E">
      <w:r w:rsidRPr="007818BD">
        <w:t xml:space="preserve">Pendant que ces </w:t>
      </w:r>
      <w:proofErr w:type="spellStart"/>
      <w:r w:rsidRPr="007818BD">
        <w:t>desseins</w:t>
      </w:r>
      <w:proofErr w:type="spellEnd"/>
      <w:r w:rsidRPr="007818BD">
        <w:t xml:space="preserve"> et ces alarmes occupaient l</w:t>
      </w:r>
      <w:r w:rsidR="00E8465A">
        <w:t>’</w:t>
      </w:r>
      <w:r w:rsidRPr="007818BD">
        <w:t>esprit de Maximilien Robespierre</w:t>
      </w:r>
      <w:r w:rsidR="00E8465A">
        <w:t xml:space="preserve">, </w:t>
      </w:r>
      <w:r w:rsidRPr="007818BD">
        <w:t>la communauté du danger et de la haine</w:t>
      </w:r>
      <w:r w:rsidR="00E8465A">
        <w:t xml:space="preserve">, </w:t>
      </w:r>
      <w:r w:rsidRPr="007818BD">
        <w:t>tout ce qui restait encore de pitié ou de vertu dans les a</w:t>
      </w:r>
      <w:r w:rsidRPr="007818BD">
        <w:t>c</w:t>
      </w:r>
      <w:r w:rsidRPr="007818BD">
        <w:t>teurs du grand drame révolutionnaire</w:t>
      </w:r>
      <w:r w:rsidR="00E8465A">
        <w:t xml:space="preserve">, </w:t>
      </w:r>
      <w:r w:rsidRPr="007818BD">
        <w:t>unissaient dans une a</w:t>
      </w:r>
      <w:r w:rsidRPr="007818BD">
        <w:t>l</w:t>
      </w:r>
      <w:r w:rsidRPr="007818BD">
        <w:t>liance étrange contre le bourreau général</w:t>
      </w:r>
      <w:r w:rsidR="00E8465A">
        <w:t xml:space="preserve">, </w:t>
      </w:r>
      <w:r w:rsidRPr="007818BD">
        <w:t>les éléments les plus hostiles</w:t>
      </w:r>
      <w:r w:rsidR="00E8465A">
        <w:t xml:space="preserve">. </w:t>
      </w:r>
      <w:r w:rsidRPr="007818BD">
        <w:t>Il se tramait une véritable conspiration contre lui par des hommes aussi souillés de sang innocent qu</w:t>
      </w:r>
      <w:r w:rsidR="00E8465A">
        <w:t>’</w:t>
      </w:r>
      <w:r w:rsidRPr="007818BD">
        <w:t>il l</w:t>
      </w:r>
      <w:r w:rsidR="00E8465A">
        <w:t>’</w:t>
      </w:r>
      <w:r w:rsidRPr="007818BD">
        <w:t>était lui-même</w:t>
      </w:r>
      <w:r w:rsidR="00E8465A">
        <w:t xml:space="preserve">. </w:t>
      </w:r>
      <w:r w:rsidRPr="007818BD">
        <w:t>Mais</w:t>
      </w:r>
      <w:r w:rsidR="00E8465A">
        <w:t xml:space="preserve">, </w:t>
      </w:r>
      <w:r w:rsidRPr="007818BD">
        <w:t>laissée à ses propres forces</w:t>
      </w:r>
      <w:r w:rsidR="00E8465A">
        <w:t xml:space="preserve">, </w:t>
      </w:r>
      <w:r w:rsidRPr="007818BD">
        <w:t>cette conspiration eût été stérile et inefficace</w:t>
      </w:r>
      <w:r w:rsidR="00E8465A">
        <w:t xml:space="preserve">, </w:t>
      </w:r>
      <w:r w:rsidRPr="007818BD">
        <w:t>malgré les talents de Barras et de Ta</w:t>
      </w:r>
      <w:r w:rsidRPr="007818BD">
        <w:t>l</w:t>
      </w:r>
      <w:r w:rsidRPr="007818BD">
        <w:t>lien</w:t>
      </w:r>
      <w:r w:rsidR="00E8465A">
        <w:t xml:space="preserve">, </w:t>
      </w:r>
      <w:r w:rsidRPr="007818BD">
        <w:t xml:space="preserve">les seuls à qui leur énergie et leur prudence pussent faire donner le titre de </w:t>
      </w:r>
      <w:r w:rsidRPr="007818BD">
        <w:rPr>
          <w:i/>
          <w:iCs/>
        </w:rPr>
        <w:t>chefs</w:t>
      </w:r>
      <w:r w:rsidR="00E8465A">
        <w:t xml:space="preserve">. </w:t>
      </w:r>
      <w:r w:rsidRPr="007818BD">
        <w:t>Les éléments qui menaçaient avec le plus de sûreté le tyran de sa perte</w:t>
      </w:r>
      <w:r w:rsidR="00E8465A">
        <w:t xml:space="preserve">, </w:t>
      </w:r>
      <w:r w:rsidRPr="007818BD">
        <w:t>étaient le temps et la nature</w:t>
      </w:r>
      <w:r w:rsidR="00E8465A">
        <w:t xml:space="preserve"> : </w:t>
      </w:r>
      <w:r w:rsidRPr="007818BD">
        <w:t>le temps auquel il ne convenait plus</w:t>
      </w:r>
      <w:r w:rsidR="00E8465A">
        <w:t xml:space="preserve">, </w:t>
      </w:r>
      <w:r w:rsidRPr="007818BD">
        <w:t>la nature qu</w:t>
      </w:r>
      <w:r w:rsidR="00E8465A">
        <w:t>’</w:t>
      </w:r>
      <w:r w:rsidRPr="007818BD">
        <w:t>il avait outr</w:t>
      </w:r>
      <w:r w:rsidRPr="007818BD">
        <w:t>a</w:t>
      </w:r>
      <w:r w:rsidRPr="007818BD">
        <w:t>gée et révoltée dans le cœur humain</w:t>
      </w:r>
      <w:r w:rsidR="00E8465A">
        <w:t xml:space="preserve">. </w:t>
      </w:r>
      <w:r w:rsidRPr="007818BD">
        <w:t>Le pa</w:t>
      </w:r>
      <w:r w:rsidRPr="007818BD">
        <w:t>r</w:t>
      </w:r>
      <w:r w:rsidRPr="007818BD">
        <w:t>ti le plus atroce de la Révolution</w:t>
      </w:r>
      <w:r w:rsidR="00E8465A">
        <w:t xml:space="preserve">, </w:t>
      </w:r>
      <w:r w:rsidRPr="007818BD">
        <w:t>les adhérents d</w:t>
      </w:r>
      <w:r w:rsidR="00E8465A">
        <w:t>’</w:t>
      </w:r>
      <w:r w:rsidRPr="007818BD">
        <w:t>Hébert</w:t>
      </w:r>
      <w:r w:rsidR="00E8465A">
        <w:t xml:space="preserve">, </w:t>
      </w:r>
      <w:r w:rsidRPr="007818BD">
        <w:t>condamné et exécuté par Robespierre</w:t>
      </w:r>
      <w:r w:rsidR="00E8465A">
        <w:t xml:space="preserve">, </w:t>
      </w:r>
      <w:r w:rsidRPr="007818BD">
        <w:t>ces bourreaux athées qui</w:t>
      </w:r>
      <w:r w:rsidR="00E8465A">
        <w:t xml:space="preserve">, </w:t>
      </w:r>
      <w:r w:rsidRPr="007818BD">
        <w:t>tout en profanant le ciel et la terre</w:t>
      </w:r>
      <w:r w:rsidR="00E8465A">
        <w:t xml:space="preserve">, </w:t>
      </w:r>
      <w:r w:rsidRPr="007818BD">
        <w:t>revendiquaient pour eux-mêmes une sainteté invi</w:t>
      </w:r>
      <w:r w:rsidRPr="007818BD">
        <w:t>o</w:t>
      </w:r>
      <w:r w:rsidRPr="007818BD">
        <w:t>lable</w:t>
      </w:r>
      <w:r w:rsidR="00E8465A">
        <w:t xml:space="preserve">, </w:t>
      </w:r>
      <w:r w:rsidRPr="007818BD">
        <w:t>cette hideuse et sanguinaire faction était également ind</w:t>
      </w:r>
      <w:r w:rsidRPr="007818BD">
        <w:t>i</w:t>
      </w:r>
      <w:r w:rsidRPr="007818BD">
        <w:t>gnée du supplice de son chef odieux et de la proclamation d</w:t>
      </w:r>
      <w:r w:rsidR="00E8465A">
        <w:t>’</w:t>
      </w:r>
      <w:r w:rsidRPr="007818BD">
        <w:t>un Être suprême</w:t>
      </w:r>
      <w:r w:rsidR="00E8465A">
        <w:t xml:space="preserve">. </w:t>
      </w:r>
      <w:r w:rsidRPr="007818BD">
        <w:t>La populace</w:t>
      </w:r>
      <w:r w:rsidR="00E8465A">
        <w:t xml:space="preserve">, </w:t>
      </w:r>
      <w:r w:rsidRPr="007818BD">
        <w:t>toute brutale qu</w:t>
      </w:r>
      <w:r w:rsidR="00E8465A">
        <w:t>’</w:t>
      </w:r>
      <w:r w:rsidRPr="007818BD">
        <w:t>elle était</w:t>
      </w:r>
      <w:r w:rsidR="00E8465A">
        <w:t xml:space="preserve">, </w:t>
      </w:r>
      <w:r w:rsidRPr="007818BD">
        <w:t>se réveilla comme d</w:t>
      </w:r>
      <w:r w:rsidR="00E8465A">
        <w:t>’</w:t>
      </w:r>
      <w:r w:rsidRPr="007818BD">
        <w:t>un rêve de sang</w:t>
      </w:r>
      <w:r w:rsidR="00E8465A">
        <w:t xml:space="preserve">, </w:t>
      </w:r>
      <w:r w:rsidRPr="007818BD">
        <w:t>le jour où la scène de la terreur ne fut plus remplie par leur idole colossale</w:t>
      </w:r>
      <w:r w:rsidR="00E8465A">
        <w:t xml:space="preserve">, </w:t>
      </w:r>
      <w:r w:rsidRPr="007818BD">
        <w:t>Da</w:t>
      </w:r>
      <w:r w:rsidRPr="007818BD">
        <w:t>n</w:t>
      </w:r>
      <w:r w:rsidRPr="007818BD">
        <w:t>ton</w:t>
      </w:r>
      <w:r w:rsidR="00E8465A">
        <w:t xml:space="preserve">, </w:t>
      </w:r>
      <w:r w:rsidRPr="007818BD">
        <w:t>qui savait rendre le crime populaire par cette combinaison de franchise rude et insouciante et d</w:t>
      </w:r>
      <w:r w:rsidR="00E8465A">
        <w:t>’</w:t>
      </w:r>
      <w:r w:rsidRPr="007818BD">
        <w:t xml:space="preserve">éloquence énergique </w:t>
      </w:r>
      <w:r>
        <w:t>qui</w:t>
      </w:r>
      <w:r w:rsidRPr="007818BD">
        <w:t xml:space="preserve"> font aimer à la mult</w:t>
      </w:r>
      <w:r w:rsidRPr="007818BD">
        <w:t>i</w:t>
      </w:r>
      <w:r w:rsidRPr="007818BD">
        <w:t>tude ceux dont elle fait ses héros</w:t>
      </w:r>
      <w:r w:rsidR="00E8465A">
        <w:t xml:space="preserve">. </w:t>
      </w:r>
      <w:r w:rsidRPr="007818BD">
        <w:t>Le glaive de la guillotine s</w:t>
      </w:r>
      <w:r w:rsidR="00E8465A">
        <w:t>’</w:t>
      </w:r>
      <w:r w:rsidRPr="007818BD">
        <w:t xml:space="preserve">était </w:t>
      </w:r>
      <w:r w:rsidRPr="007818BD">
        <w:lastRenderedPageBreak/>
        <w:t>r</w:t>
      </w:r>
      <w:r w:rsidRPr="007818BD">
        <w:t>e</w:t>
      </w:r>
      <w:r w:rsidRPr="007818BD">
        <w:t>tourné contre la populace elle-même</w:t>
      </w:r>
      <w:r w:rsidR="00E8465A">
        <w:t xml:space="preserve">. </w:t>
      </w:r>
      <w:r w:rsidRPr="007818BD">
        <w:t>Elle avait hurlé</w:t>
      </w:r>
      <w:r w:rsidR="00E8465A">
        <w:t xml:space="preserve">, </w:t>
      </w:r>
      <w:r w:rsidRPr="007818BD">
        <w:t>applaudi</w:t>
      </w:r>
      <w:r w:rsidR="00E8465A">
        <w:t xml:space="preserve">, </w:t>
      </w:r>
      <w:r w:rsidRPr="007818BD">
        <w:t>chanté</w:t>
      </w:r>
      <w:r w:rsidR="00E8465A">
        <w:t xml:space="preserve">, </w:t>
      </w:r>
      <w:r w:rsidRPr="007818BD">
        <w:t>dansé</w:t>
      </w:r>
      <w:r w:rsidR="00E8465A">
        <w:t xml:space="preserve">, </w:t>
      </w:r>
      <w:r w:rsidRPr="007818BD">
        <w:t>quand la vieillesse vénérable</w:t>
      </w:r>
      <w:r w:rsidR="00E8465A">
        <w:t xml:space="preserve">, </w:t>
      </w:r>
      <w:r w:rsidRPr="007818BD">
        <w:t>la noble et vaillante jeunesse de l</w:t>
      </w:r>
      <w:r w:rsidR="00E8465A">
        <w:t>’</w:t>
      </w:r>
      <w:r w:rsidRPr="007818BD">
        <w:t>aristocratie ou des lettres</w:t>
      </w:r>
      <w:r w:rsidR="00E8465A">
        <w:t xml:space="preserve">, </w:t>
      </w:r>
      <w:r w:rsidRPr="007818BD">
        <w:t>avaient pa</w:t>
      </w:r>
      <w:r w:rsidRPr="007818BD">
        <w:t>s</w:t>
      </w:r>
      <w:r w:rsidRPr="007818BD">
        <w:t>sé dans les rues</w:t>
      </w:r>
      <w:r w:rsidR="00E8465A">
        <w:t xml:space="preserve">, </w:t>
      </w:r>
      <w:r w:rsidRPr="007818BD">
        <w:t>emportées dans les tombereaux de la guillot</w:t>
      </w:r>
      <w:r w:rsidRPr="007818BD">
        <w:t>i</w:t>
      </w:r>
      <w:r w:rsidRPr="007818BD">
        <w:t>ne</w:t>
      </w:r>
      <w:r w:rsidR="00E8465A">
        <w:t xml:space="preserve"> ; </w:t>
      </w:r>
      <w:r w:rsidRPr="007818BD">
        <w:t>mais elle ferma ses boutiques</w:t>
      </w:r>
      <w:r w:rsidR="00E8465A">
        <w:t xml:space="preserve">, </w:t>
      </w:r>
      <w:r w:rsidRPr="007818BD">
        <w:t>murmura à voix basse et s</w:t>
      </w:r>
      <w:r w:rsidR="00E8465A">
        <w:t>’</w:t>
      </w:r>
      <w:r w:rsidRPr="007818BD">
        <w:t>interrogea avec inquiétude</w:t>
      </w:r>
      <w:r w:rsidR="00E8465A">
        <w:t xml:space="preserve">, </w:t>
      </w:r>
      <w:r w:rsidRPr="007818BD">
        <w:t>quand sa classe aussi commença à être ent</w:t>
      </w:r>
      <w:r w:rsidRPr="007818BD">
        <w:t>a</w:t>
      </w:r>
      <w:r w:rsidRPr="007818BD">
        <w:t>mée</w:t>
      </w:r>
      <w:r w:rsidR="00E8465A">
        <w:t xml:space="preserve">, </w:t>
      </w:r>
      <w:r w:rsidRPr="007818BD">
        <w:t>et que des tailleurs</w:t>
      </w:r>
      <w:r w:rsidR="00E8465A">
        <w:t xml:space="preserve">, </w:t>
      </w:r>
      <w:r w:rsidRPr="007818BD">
        <w:t>des cordonniers</w:t>
      </w:r>
      <w:r w:rsidR="00E8465A">
        <w:t xml:space="preserve">, </w:t>
      </w:r>
      <w:r w:rsidRPr="007818BD">
        <w:t>des ouvriers</w:t>
      </w:r>
      <w:r w:rsidR="00E8465A">
        <w:t xml:space="preserve">, </w:t>
      </w:r>
      <w:r w:rsidRPr="007818BD">
        <w:t>des laboureurs</w:t>
      </w:r>
      <w:r w:rsidR="00E8465A">
        <w:t xml:space="preserve">, </w:t>
      </w:r>
      <w:r w:rsidRPr="007818BD">
        <w:t xml:space="preserve">furent entraînés aux embrassements de la </w:t>
      </w:r>
      <w:r w:rsidR="00E8465A">
        <w:t>« </w:t>
      </w:r>
      <w:r w:rsidRPr="007818BD">
        <w:t>sainte mère guill</w:t>
      </w:r>
      <w:r w:rsidRPr="007818BD">
        <w:t>o</w:t>
      </w:r>
      <w:r w:rsidRPr="007818BD">
        <w:t>tine</w:t>
      </w:r>
      <w:r w:rsidR="00E8465A">
        <w:t> »</w:t>
      </w:r>
      <w:r w:rsidRPr="007818BD">
        <w:t xml:space="preserve"> avec aussi peu de cérémonie que s</w:t>
      </w:r>
      <w:r w:rsidR="00E8465A">
        <w:t>’</w:t>
      </w:r>
      <w:r w:rsidRPr="007818BD">
        <w:t>ils eussent été des Montmorency</w:t>
      </w:r>
      <w:r w:rsidR="00E8465A">
        <w:t xml:space="preserve">, </w:t>
      </w:r>
      <w:proofErr w:type="spellStart"/>
      <w:r w:rsidRPr="007818BD">
        <w:t>des</w:t>
      </w:r>
      <w:proofErr w:type="spellEnd"/>
      <w:r w:rsidRPr="007818BD">
        <w:t xml:space="preserve"> La Remouille</w:t>
      </w:r>
      <w:r w:rsidR="00E8465A">
        <w:t xml:space="preserve">, </w:t>
      </w:r>
      <w:r w:rsidRPr="007818BD">
        <w:t>des Maleshe</w:t>
      </w:r>
      <w:r w:rsidRPr="007818BD">
        <w:t>r</w:t>
      </w:r>
      <w:r w:rsidRPr="007818BD">
        <w:t>bes ou des Lavoisier</w:t>
      </w:r>
      <w:r w:rsidR="00E8465A">
        <w:t xml:space="preserve">. </w:t>
      </w:r>
      <w:r w:rsidRPr="007818BD">
        <w:t>Couthon disait avec raison</w:t>
      </w:r>
      <w:r w:rsidR="00E8465A">
        <w:t> : « </w:t>
      </w:r>
      <w:r w:rsidRPr="007818BD">
        <w:t>Les o</w:t>
      </w:r>
      <w:r w:rsidRPr="007818BD">
        <w:t>m</w:t>
      </w:r>
      <w:r w:rsidRPr="007818BD">
        <w:t>bres de Danton</w:t>
      </w:r>
      <w:r w:rsidR="00E8465A">
        <w:t xml:space="preserve">, </w:t>
      </w:r>
      <w:r w:rsidRPr="007818BD">
        <w:t>d</w:t>
      </w:r>
      <w:r w:rsidR="00E8465A">
        <w:t>’</w:t>
      </w:r>
      <w:r w:rsidRPr="007818BD">
        <w:t>Hébert et de Chaumette</w:t>
      </w:r>
      <w:r w:rsidR="00E8465A">
        <w:t xml:space="preserve">, </w:t>
      </w:r>
      <w:r w:rsidRPr="007818BD">
        <w:t>errent parmi nous</w:t>
      </w:r>
      <w:r w:rsidR="00E8465A">
        <w:t>. »</w:t>
      </w:r>
    </w:p>
    <w:p w14:paraId="40AFE644" w14:textId="55171EF6" w:rsidR="00E8465A" w:rsidRDefault="00E0544E" w:rsidP="00E0544E">
      <w:r w:rsidRPr="007818BD">
        <w:t>Parmi ceux qui avaient suivi les doctrines de l</w:t>
      </w:r>
      <w:r w:rsidR="00E8465A">
        <w:t>’</w:t>
      </w:r>
      <w:r w:rsidRPr="007818BD">
        <w:t>athée H</w:t>
      </w:r>
      <w:r w:rsidRPr="007818BD">
        <w:t>é</w:t>
      </w:r>
      <w:r w:rsidRPr="007818BD">
        <w:t>bert</w:t>
      </w:r>
      <w:r w:rsidR="00E8465A">
        <w:t xml:space="preserve">, </w:t>
      </w:r>
      <w:r w:rsidRPr="007818BD">
        <w:t>et qui redoutaient maintenant le même sort que lui</w:t>
      </w:r>
      <w:r w:rsidR="00E8465A">
        <w:t xml:space="preserve">, </w:t>
      </w:r>
      <w:r w:rsidRPr="007818BD">
        <w:t>était le peintre Jean Nicot</w:t>
      </w:r>
      <w:r w:rsidR="00E8465A">
        <w:t xml:space="preserve">. </w:t>
      </w:r>
      <w:r w:rsidRPr="007818BD">
        <w:t>Mécontent et mortifié de ce que la mort de son protecteur avait entravé sa carrière</w:t>
      </w:r>
      <w:r w:rsidR="00E8465A">
        <w:t xml:space="preserve">, </w:t>
      </w:r>
      <w:r w:rsidRPr="007818BD">
        <w:t>et de ce que</w:t>
      </w:r>
      <w:r w:rsidR="00E8465A">
        <w:t xml:space="preserve">, </w:t>
      </w:r>
      <w:r w:rsidRPr="007818BD">
        <w:t>à l</w:t>
      </w:r>
      <w:r w:rsidR="00E8465A">
        <w:t>’</w:t>
      </w:r>
      <w:r w:rsidRPr="007818BD">
        <w:t>apogée même de cette Révolution à laquelle il avait travaillé</w:t>
      </w:r>
      <w:r w:rsidR="00E8465A">
        <w:t xml:space="preserve">, </w:t>
      </w:r>
      <w:r w:rsidRPr="007818BD">
        <w:t>il était r</w:t>
      </w:r>
      <w:r w:rsidRPr="007818BD">
        <w:t>é</w:t>
      </w:r>
      <w:r w:rsidRPr="007818BD">
        <w:t>duit encore à se cacher dans des caves</w:t>
      </w:r>
      <w:r w:rsidR="00E8465A">
        <w:t xml:space="preserve">, </w:t>
      </w:r>
      <w:r w:rsidRPr="007818BD">
        <w:t>plus pauvre</w:t>
      </w:r>
      <w:r w:rsidR="00E8465A">
        <w:t xml:space="preserve">, </w:t>
      </w:r>
      <w:r w:rsidRPr="007818BD">
        <w:t>plus obscur</w:t>
      </w:r>
      <w:r w:rsidR="00E8465A">
        <w:t xml:space="preserve">, </w:t>
      </w:r>
      <w:r w:rsidRPr="007818BD">
        <w:t>plus méprisable qu</w:t>
      </w:r>
      <w:r w:rsidR="00E8465A">
        <w:t>’</w:t>
      </w:r>
      <w:r w:rsidRPr="007818BD">
        <w:t>il n</w:t>
      </w:r>
      <w:r w:rsidR="00E8465A">
        <w:t>’</w:t>
      </w:r>
      <w:r w:rsidRPr="007818BD">
        <w:t>avait été au début</w:t>
      </w:r>
      <w:r w:rsidR="00E8465A">
        <w:t xml:space="preserve"> : </w:t>
      </w:r>
      <w:r w:rsidRPr="007818BD">
        <w:t>n</w:t>
      </w:r>
      <w:r w:rsidR="00E8465A">
        <w:t>’</w:t>
      </w:r>
      <w:r w:rsidRPr="007818BD">
        <w:t>osant même exe</w:t>
      </w:r>
      <w:r w:rsidRPr="007818BD">
        <w:t>r</w:t>
      </w:r>
      <w:r w:rsidRPr="007818BD">
        <w:t>cer son art</w:t>
      </w:r>
      <w:r w:rsidR="00E8465A">
        <w:t xml:space="preserve">, </w:t>
      </w:r>
      <w:r w:rsidRPr="007818BD">
        <w:t>et craignant à</w:t>
      </w:r>
      <w:r w:rsidR="00E8465A">
        <w:t>-</w:t>
      </w:r>
      <w:r w:rsidRPr="007818BD">
        <w:t>toute heure que son nom ne vînt gro</w:t>
      </w:r>
      <w:r w:rsidRPr="007818BD">
        <w:t>s</w:t>
      </w:r>
      <w:r w:rsidRPr="007818BD">
        <w:t>sir la liste des condamnés</w:t>
      </w:r>
      <w:r w:rsidR="00E8465A">
        <w:t xml:space="preserve">, </w:t>
      </w:r>
      <w:r w:rsidRPr="007818BD">
        <w:t>il était naturellement un des e</w:t>
      </w:r>
      <w:r w:rsidRPr="007818BD">
        <w:t>n</w:t>
      </w:r>
      <w:r w:rsidRPr="007818BD">
        <w:t>nemis les plus implacables de Robespierre et de son gouvern</w:t>
      </w:r>
      <w:r w:rsidRPr="007818BD">
        <w:t>e</w:t>
      </w:r>
      <w:r w:rsidRPr="007818BD">
        <w:t>ment</w:t>
      </w:r>
      <w:r w:rsidR="00E8465A">
        <w:t xml:space="preserve">. </w:t>
      </w:r>
      <w:r w:rsidRPr="007818BD">
        <w:t>Il avait des entrevues secrètes avec Co</w:t>
      </w:r>
      <w:r>
        <w:t>l</w:t>
      </w:r>
      <w:r w:rsidRPr="007818BD">
        <w:t>lot d</w:t>
      </w:r>
      <w:r w:rsidR="00E8465A">
        <w:t>’</w:t>
      </w:r>
      <w:proofErr w:type="spellStart"/>
      <w:r w:rsidRPr="007818BD">
        <w:t>Herb</w:t>
      </w:r>
      <w:r>
        <w:t>o</w:t>
      </w:r>
      <w:r w:rsidRPr="007818BD">
        <w:t>is</w:t>
      </w:r>
      <w:proofErr w:type="spellEnd"/>
      <w:r w:rsidR="00E8465A">
        <w:t xml:space="preserve">, </w:t>
      </w:r>
      <w:r w:rsidRPr="007818BD">
        <w:t>qui était an</w:t>
      </w:r>
      <w:r w:rsidRPr="007818BD">
        <w:t>i</w:t>
      </w:r>
      <w:r w:rsidRPr="007818BD">
        <w:t>mé du même esprit</w:t>
      </w:r>
      <w:r w:rsidR="00E8465A">
        <w:t xml:space="preserve">, </w:t>
      </w:r>
      <w:r w:rsidRPr="007818BD">
        <w:t>et</w:t>
      </w:r>
      <w:r w:rsidR="00E8465A">
        <w:t xml:space="preserve">, </w:t>
      </w:r>
      <w:r w:rsidRPr="007818BD">
        <w:t>grâce à cette ruse rampante et furtive qui constituait son caractère et faisait sa ressource pri</w:t>
      </w:r>
      <w:r w:rsidRPr="007818BD">
        <w:t>n</w:t>
      </w:r>
      <w:r w:rsidRPr="007818BD">
        <w:t>cipale</w:t>
      </w:r>
      <w:r w:rsidR="00E8465A">
        <w:t xml:space="preserve">, </w:t>
      </w:r>
      <w:r w:rsidRPr="007818BD">
        <w:t>il réussit à semer</w:t>
      </w:r>
      <w:r w:rsidR="00E8465A">
        <w:t xml:space="preserve">, </w:t>
      </w:r>
      <w:r w:rsidRPr="007818BD">
        <w:t>sans être découvert</w:t>
      </w:r>
      <w:r w:rsidR="00E8465A">
        <w:t xml:space="preserve">, </w:t>
      </w:r>
      <w:r w:rsidRPr="007818BD">
        <w:t>des pamphlets et des inve</w:t>
      </w:r>
      <w:r w:rsidRPr="007818BD">
        <w:t>c</w:t>
      </w:r>
      <w:r w:rsidRPr="007818BD">
        <w:t>tives contre le dictateur</w:t>
      </w:r>
      <w:r w:rsidR="00E8465A">
        <w:t xml:space="preserve">, </w:t>
      </w:r>
      <w:r w:rsidRPr="007818BD">
        <w:t>et à préparer</w:t>
      </w:r>
      <w:r w:rsidR="00E8465A">
        <w:t xml:space="preserve">, </w:t>
      </w:r>
      <w:r w:rsidRPr="007818BD">
        <w:t>au milieu du pauvre pe</w:t>
      </w:r>
      <w:r w:rsidRPr="007818BD">
        <w:t>u</w:t>
      </w:r>
      <w:r w:rsidRPr="007818BD">
        <w:t>ple vertueux</w:t>
      </w:r>
      <w:r w:rsidR="00E8465A">
        <w:t xml:space="preserve">, </w:t>
      </w:r>
      <w:r w:rsidRPr="007818BD">
        <w:t>la traînée qui devait déterminer un jour ou l</w:t>
      </w:r>
      <w:r w:rsidR="00E8465A">
        <w:t>’</w:t>
      </w:r>
      <w:r w:rsidRPr="007818BD">
        <w:t>autre la grande explosion</w:t>
      </w:r>
      <w:r w:rsidR="00E8465A">
        <w:t xml:space="preserve">. </w:t>
      </w:r>
      <w:r w:rsidRPr="007818BD">
        <w:t>Cependant</w:t>
      </w:r>
      <w:r w:rsidR="00E8465A">
        <w:t xml:space="preserve">, </w:t>
      </w:r>
      <w:r w:rsidRPr="007818BD">
        <w:t>tant paraissait solide encore</w:t>
      </w:r>
      <w:r w:rsidR="00E8465A">
        <w:t xml:space="preserve">, </w:t>
      </w:r>
      <w:r w:rsidRPr="007818BD">
        <w:t>aux yeux de politiques plus profonds que Nicot</w:t>
      </w:r>
      <w:r w:rsidR="00E8465A">
        <w:t xml:space="preserve">, </w:t>
      </w:r>
      <w:r w:rsidRPr="007818BD">
        <w:t>la morne pui</w:t>
      </w:r>
      <w:r w:rsidRPr="007818BD">
        <w:t>s</w:t>
      </w:r>
      <w:r w:rsidRPr="007818BD">
        <w:t>sance de l</w:t>
      </w:r>
      <w:r w:rsidR="00E8465A">
        <w:t>’</w:t>
      </w:r>
      <w:r w:rsidRPr="007818BD">
        <w:t>incorruptible Maximilien</w:t>
      </w:r>
      <w:r w:rsidR="00E8465A">
        <w:t xml:space="preserve"> ; </w:t>
      </w:r>
      <w:r w:rsidRPr="007818BD">
        <w:t>tant était timide la réa</w:t>
      </w:r>
      <w:r w:rsidRPr="007818BD">
        <w:t>c</w:t>
      </w:r>
      <w:r w:rsidRPr="007818BD">
        <w:t>tion contre lui</w:t>
      </w:r>
      <w:r w:rsidR="00E8465A">
        <w:t xml:space="preserve">, </w:t>
      </w:r>
      <w:r w:rsidRPr="007818BD">
        <w:lastRenderedPageBreak/>
        <w:t>que Nicot</w:t>
      </w:r>
      <w:r w:rsidR="00E8465A">
        <w:t xml:space="preserve">, </w:t>
      </w:r>
      <w:r w:rsidRPr="007818BD">
        <w:t>comme beaucoup d</w:t>
      </w:r>
      <w:r w:rsidR="00E8465A">
        <w:t>’</w:t>
      </w:r>
      <w:r w:rsidRPr="007818BD">
        <w:t>autres</w:t>
      </w:r>
      <w:r w:rsidR="00E8465A">
        <w:t xml:space="preserve">, </w:t>
      </w:r>
      <w:r w:rsidRPr="007818BD">
        <w:t>atte</w:t>
      </w:r>
      <w:r w:rsidRPr="007818BD">
        <w:t>n</w:t>
      </w:r>
      <w:r w:rsidRPr="007818BD">
        <w:t>dait plus du poignard d</w:t>
      </w:r>
      <w:r w:rsidR="00E8465A">
        <w:t>’</w:t>
      </w:r>
      <w:r w:rsidRPr="007818BD">
        <w:t>un assassin que d</w:t>
      </w:r>
      <w:r w:rsidR="00E8465A">
        <w:t>’</w:t>
      </w:r>
      <w:r w:rsidRPr="007818BD">
        <w:t>une émeute</w:t>
      </w:r>
      <w:r w:rsidR="00E8465A">
        <w:t xml:space="preserve">. </w:t>
      </w:r>
      <w:r w:rsidRPr="007818BD">
        <w:t>Mais N</w:t>
      </w:r>
      <w:r w:rsidRPr="007818BD">
        <w:t>i</w:t>
      </w:r>
      <w:r w:rsidRPr="007818BD">
        <w:t>cot</w:t>
      </w:r>
      <w:r w:rsidR="00E8465A">
        <w:t xml:space="preserve">, </w:t>
      </w:r>
      <w:r w:rsidRPr="007818BD">
        <w:t>sans être précisément un lâche</w:t>
      </w:r>
      <w:r w:rsidR="00E8465A">
        <w:t xml:space="preserve">, </w:t>
      </w:r>
      <w:r w:rsidRPr="007818BD">
        <w:t>ne se sentait pas disposé à br</w:t>
      </w:r>
      <w:r w:rsidRPr="007818BD">
        <w:t>a</w:t>
      </w:r>
      <w:r w:rsidRPr="007818BD">
        <w:t>ver le sort d</w:t>
      </w:r>
      <w:r w:rsidR="00E8465A">
        <w:t>’</w:t>
      </w:r>
      <w:r w:rsidRPr="007818BD">
        <w:t>un martyr</w:t>
      </w:r>
      <w:r w:rsidR="00E8465A">
        <w:t xml:space="preserve"> ; </w:t>
      </w:r>
      <w:r w:rsidRPr="007818BD">
        <w:t>il avait assez de bon sens pour co</w:t>
      </w:r>
      <w:r w:rsidRPr="007818BD">
        <w:t>m</w:t>
      </w:r>
      <w:r w:rsidRPr="007818BD">
        <w:t>prendre que</w:t>
      </w:r>
      <w:r w:rsidR="00E8465A">
        <w:t xml:space="preserve">, </w:t>
      </w:r>
      <w:r w:rsidRPr="007818BD">
        <w:t>si tous étaient prêts à se réjouir de l</w:t>
      </w:r>
      <w:r w:rsidR="00E8465A">
        <w:t>’</w:t>
      </w:r>
      <w:r w:rsidRPr="007818BD">
        <w:t>assassinat</w:t>
      </w:r>
      <w:r w:rsidR="00E8465A">
        <w:t xml:space="preserve">, </w:t>
      </w:r>
      <w:r w:rsidRPr="007818BD">
        <w:t>tous aussi concou</w:t>
      </w:r>
      <w:r w:rsidRPr="007818BD">
        <w:t>r</w:t>
      </w:r>
      <w:r w:rsidRPr="007818BD">
        <w:t>raient probablement à faire décapiter l</w:t>
      </w:r>
      <w:r w:rsidR="00E8465A">
        <w:t>’</w:t>
      </w:r>
      <w:r w:rsidRPr="007818BD">
        <w:t>assassin</w:t>
      </w:r>
      <w:r w:rsidR="00E8465A">
        <w:t xml:space="preserve">. </w:t>
      </w:r>
      <w:r w:rsidRPr="007818BD">
        <w:t>Il n</w:t>
      </w:r>
      <w:r w:rsidR="00E8465A">
        <w:t>’</w:t>
      </w:r>
      <w:r w:rsidRPr="007818BD">
        <w:t>avait pas assez de vertu pour d</w:t>
      </w:r>
      <w:r w:rsidRPr="007818BD">
        <w:t>e</w:t>
      </w:r>
      <w:r w:rsidRPr="007818BD">
        <w:t>venir un Brutus</w:t>
      </w:r>
      <w:r w:rsidR="00E8465A">
        <w:t xml:space="preserve"> : </w:t>
      </w:r>
      <w:r w:rsidRPr="007818BD">
        <w:t>son but était d</w:t>
      </w:r>
      <w:r w:rsidR="00E8465A">
        <w:t>’</w:t>
      </w:r>
      <w:r w:rsidRPr="007818BD">
        <w:t>inspirer et d</w:t>
      </w:r>
      <w:r w:rsidR="00E8465A">
        <w:t>’</w:t>
      </w:r>
      <w:r w:rsidRPr="007818BD">
        <w:t>armer un Brutus par procuration</w:t>
      </w:r>
      <w:r w:rsidR="00E8465A">
        <w:t xml:space="preserve"> ; </w:t>
      </w:r>
      <w:r w:rsidRPr="007818BD">
        <w:t>et</w:t>
      </w:r>
      <w:r w:rsidR="00E8465A">
        <w:t xml:space="preserve">, </w:t>
      </w:r>
      <w:r w:rsidRPr="007818BD">
        <w:t>au milieu d</w:t>
      </w:r>
      <w:r w:rsidR="00E8465A">
        <w:t>’</w:t>
      </w:r>
      <w:r w:rsidRPr="007818BD">
        <w:t>une population aussi inflammable</w:t>
      </w:r>
      <w:r w:rsidR="00E8465A">
        <w:t xml:space="preserve">, </w:t>
      </w:r>
      <w:r w:rsidRPr="007818BD">
        <w:t>cette espéra</w:t>
      </w:r>
      <w:r w:rsidRPr="007818BD">
        <w:t>n</w:t>
      </w:r>
      <w:r w:rsidRPr="007818BD">
        <w:t>ce n</w:t>
      </w:r>
      <w:r w:rsidR="00E8465A">
        <w:t>’</w:t>
      </w:r>
      <w:r w:rsidRPr="007818BD">
        <w:t>était pas tout à fait i</w:t>
      </w:r>
      <w:r w:rsidRPr="007818BD">
        <w:t>n</w:t>
      </w:r>
      <w:r w:rsidRPr="007818BD">
        <w:t>sensée</w:t>
      </w:r>
      <w:r w:rsidR="00E8465A">
        <w:t>.</w:t>
      </w:r>
    </w:p>
    <w:p w14:paraId="1FC8F3F4" w14:textId="77777777" w:rsidR="00E8465A" w:rsidRDefault="00E0544E" w:rsidP="00E0544E">
      <w:r w:rsidRPr="007818BD">
        <w:t>Parmi les hommes les plus ouvertement</w:t>
      </w:r>
      <w:r w:rsidR="00E8465A">
        <w:t xml:space="preserve">, </w:t>
      </w:r>
      <w:r w:rsidRPr="007818BD">
        <w:t>les plus morte</w:t>
      </w:r>
      <w:r w:rsidRPr="007818BD">
        <w:t>l</w:t>
      </w:r>
      <w:r w:rsidRPr="007818BD">
        <w:t>lement hostiles à ce règne de sang</w:t>
      </w:r>
      <w:r w:rsidR="00E8465A">
        <w:t xml:space="preserve"> ; </w:t>
      </w:r>
      <w:r w:rsidRPr="007818BD">
        <w:t>parmi les enthousiastes les plus désenchantés de la révolution était</w:t>
      </w:r>
      <w:r w:rsidR="00E8465A">
        <w:t xml:space="preserve">, </w:t>
      </w:r>
      <w:r w:rsidRPr="007818BD">
        <w:t>comme on devait s</w:t>
      </w:r>
      <w:r w:rsidR="00E8465A">
        <w:t>’</w:t>
      </w:r>
      <w:r w:rsidRPr="007818BD">
        <w:t>y a</w:t>
      </w:r>
      <w:r w:rsidRPr="007818BD">
        <w:t>t</w:t>
      </w:r>
      <w:r w:rsidRPr="007818BD">
        <w:t>tendre</w:t>
      </w:r>
      <w:r w:rsidR="00E8465A">
        <w:t xml:space="preserve">, </w:t>
      </w:r>
      <w:r w:rsidRPr="007818BD">
        <w:t>l</w:t>
      </w:r>
      <w:r w:rsidR="00E8465A">
        <w:t>’</w:t>
      </w:r>
      <w:r w:rsidRPr="007818BD">
        <w:t xml:space="preserve">Anglais Clarence </w:t>
      </w:r>
      <w:proofErr w:type="spellStart"/>
      <w:r w:rsidRPr="007818BD">
        <w:t>Glyndon</w:t>
      </w:r>
      <w:proofErr w:type="spellEnd"/>
      <w:r w:rsidR="00E8465A">
        <w:t xml:space="preserve">. </w:t>
      </w:r>
      <w:r w:rsidRPr="007818BD">
        <w:t>L</w:t>
      </w:r>
      <w:r w:rsidR="00E8465A">
        <w:t>’</w:t>
      </w:r>
      <w:r w:rsidRPr="007818BD">
        <w:t>esprit</w:t>
      </w:r>
      <w:r w:rsidR="00E8465A">
        <w:t xml:space="preserve">, </w:t>
      </w:r>
      <w:r w:rsidRPr="007818BD">
        <w:t>les talents</w:t>
      </w:r>
      <w:r w:rsidR="00E8465A">
        <w:t xml:space="preserve">, </w:t>
      </w:r>
      <w:r w:rsidRPr="007818BD">
        <w:t>les ve</w:t>
      </w:r>
      <w:r w:rsidRPr="007818BD">
        <w:t>r</w:t>
      </w:r>
      <w:r w:rsidRPr="007818BD">
        <w:t>tus douteuses qui avaient jeté des lueurs indécises et moment</w:t>
      </w:r>
      <w:r w:rsidRPr="007818BD">
        <w:t>a</w:t>
      </w:r>
      <w:r w:rsidRPr="007818BD">
        <w:t>nées dans l</w:t>
      </w:r>
      <w:r w:rsidR="00E8465A">
        <w:t>’</w:t>
      </w:r>
      <w:r w:rsidRPr="007818BD">
        <w:t>âme de Camille Desmoulins</w:t>
      </w:r>
      <w:r w:rsidR="00E8465A">
        <w:t xml:space="preserve">, </w:t>
      </w:r>
      <w:r w:rsidRPr="007818BD">
        <w:t xml:space="preserve">avaient fasciné </w:t>
      </w:r>
      <w:proofErr w:type="spellStart"/>
      <w:r w:rsidRPr="007818BD">
        <w:t>Gly</w:t>
      </w:r>
      <w:r w:rsidRPr="007818BD">
        <w:t>n</w:t>
      </w:r>
      <w:r w:rsidRPr="007818BD">
        <w:t>don</w:t>
      </w:r>
      <w:proofErr w:type="spellEnd"/>
      <w:r w:rsidRPr="007818BD">
        <w:t xml:space="preserve"> plus que les qualités de tous les autres instruments de R</w:t>
      </w:r>
      <w:r w:rsidRPr="007818BD">
        <w:t>o</w:t>
      </w:r>
      <w:r w:rsidRPr="007818BD">
        <w:t>bespierre</w:t>
      </w:r>
      <w:r w:rsidR="00E8465A">
        <w:t xml:space="preserve">. </w:t>
      </w:r>
      <w:r w:rsidRPr="007818BD">
        <w:t>Et lorsque</w:t>
      </w:r>
      <w:r w:rsidR="00E8465A">
        <w:t xml:space="preserve"> (</w:t>
      </w:r>
      <w:r w:rsidRPr="007818BD">
        <w:t>Camille Desmoulins avait un cœur</w:t>
      </w:r>
      <w:r w:rsidR="00E8465A">
        <w:t xml:space="preserve">, </w:t>
      </w:r>
      <w:r w:rsidRPr="007818BD">
        <w:t>cet organe qui semblait mort dans la plupart des politiques contemporains</w:t>
      </w:r>
      <w:r w:rsidR="00E8465A">
        <w:t xml:space="preserve">) </w:t>
      </w:r>
      <w:r w:rsidRPr="007818BD">
        <w:t>ce fils ardent du génie et de l</w:t>
      </w:r>
      <w:r w:rsidR="00E8465A">
        <w:t>’</w:t>
      </w:r>
      <w:r w:rsidRPr="007818BD">
        <w:t>erreur</w:t>
      </w:r>
      <w:r w:rsidR="00E8465A">
        <w:t xml:space="preserve">, </w:t>
      </w:r>
      <w:r w:rsidRPr="007818BD">
        <w:t>révolté de la mort des Girondins</w:t>
      </w:r>
      <w:r w:rsidR="00E8465A">
        <w:t xml:space="preserve">, </w:t>
      </w:r>
      <w:r w:rsidRPr="007818BD">
        <w:t>et se repentant de son opposition trop e</w:t>
      </w:r>
      <w:r w:rsidRPr="007818BD">
        <w:t>f</w:t>
      </w:r>
      <w:r w:rsidRPr="007818BD">
        <w:t>ficace contre eux</w:t>
      </w:r>
      <w:r w:rsidR="00E8465A">
        <w:t xml:space="preserve">, </w:t>
      </w:r>
      <w:r w:rsidRPr="007818BD">
        <w:t>commença à exciter l</w:t>
      </w:r>
      <w:r w:rsidR="00E8465A">
        <w:t>’</w:t>
      </w:r>
      <w:r w:rsidRPr="007818BD">
        <w:t>inimitié vipérine de R</w:t>
      </w:r>
      <w:r w:rsidRPr="007818BD">
        <w:t>o</w:t>
      </w:r>
      <w:r w:rsidRPr="007818BD">
        <w:t>bespierre par de nouvelles doctrines de miséricorde et de tol</w:t>
      </w:r>
      <w:r w:rsidRPr="007818BD">
        <w:t>é</w:t>
      </w:r>
      <w:r w:rsidRPr="007818BD">
        <w:t>rance</w:t>
      </w:r>
      <w:r w:rsidR="00E8465A">
        <w:t xml:space="preserve">, </w:t>
      </w:r>
      <w:proofErr w:type="spellStart"/>
      <w:r w:rsidRPr="007818BD">
        <w:t>Glyndon</w:t>
      </w:r>
      <w:proofErr w:type="spellEnd"/>
      <w:r w:rsidRPr="007818BD">
        <w:t xml:space="preserve"> embrassa ses théories de toute la force de son âme</w:t>
      </w:r>
      <w:r w:rsidR="00E8465A">
        <w:t xml:space="preserve">. </w:t>
      </w:r>
      <w:r w:rsidRPr="007818BD">
        <w:t>Camille Desmoulins succomba</w:t>
      </w:r>
      <w:r w:rsidR="00E8465A">
        <w:t xml:space="preserve">, </w:t>
      </w:r>
      <w:r w:rsidRPr="007818BD">
        <w:t xml:space="preserve">et </w:t>
      </w:r>
      <w:proofErr w:type="spellStart"/>
      <w:r w:rsidRPr="007818BD">
        <w:t>Glyndon</w:t>
      </w:r>
      <w:proofErr w:type="spellEnd"/>
      <w:r w:rsidR="00E8465A">
        <w:t xml:space="preserve">, </w:t>
      </w:r>
      <w:r w:rsidRPr="007818BD">
        <w:t>inquiet pour ses propres jours</w:t>
      </w:r>
      <w:r w:rsidR="00E8465A">
        <w:t xml:space="preserve">, </w:t>
      </w:r>
      <w:r w:rsidRPr="007818BD">
        <w:t>désespérant de la cause de l</w:t>
      </w:r>
      <w:r w:rsidR="00E8465A">
        <w:t>’</w:t>
      </w:r>
      <w:r w:rsidRPr="007818BD">
        <w:t>humanité</w:t>
      </w:r>
      <w:r w:rsidR="00E8465A">
        <w:t xml:space="preserve">, </w:t>
      </w:r>
      <w:r w:rsidRPr="007818BD">
        <w:t>ne chercha dès lors qu</w:t>
      </w:r>
      <w:r w:rsidR="00E8465A">
        <w:t>’</w:t>
      </w:r>
      <w:r w:rsidRPr="007818BD">
        <w:t>à fuir ce Golgotha dévorant</w:t>
      </w:r>
      <w:r w:rsidR="00E8465A">
        <w:t xml:space="preserve">. </w:t>
      </w:r>
      <w:r w:rsidRPr="007818BD">
        <w:t>Il avait deux vies à sauver</w:t>
      </w:r>
      <w:r w:rsidR="00E8465A">
        <w:t xml:space="preserve">, </w:t>
      </w:r>
      <w:r w:rsidRPr="007818BD">
        <w:t>outre la sienne</w:t>
      </w:r>
      <w:r w:rsidR="00E8465A">
        <w:t xml:space="preserve"> ; </w:t>
      </w:r>
      <w:r w:rsidRPr="007818BD">
        <w:t>c</w:t>
      </w:r>
      <w:r w:rsidR="00E8465A">
        <w:t>’</w:t>
      </w:r>
      <w:r w:rsidRPr="007818BD">
        <w:t>est pour elles qu</w:t>
      </w:r>
      <w:r w:rsidR="00E8465A">
        <w:t>’</w:t>
      </w:r>
      <w:r w:rsidRPr="007818BD">
        <w:t>il trembla</w:t>
      </w:r>
      <w:r w:rsidR="00E8465A">
        <w:t xml:space="preserve">, </w:t>
      </w:r>
      <w:r w:rsidRPr="007818BD">
        <w:t>c</w:t>
      </w:r>
      <w:r w:rsidR="00E8465A">
        <w:t>’</w:t>
      </w:r>
      <w:r w:rsidRPr="007818BD">
        <w:t>est pour elles qu</w:t>
      </w:r>
      <w:r w:rsidR="00E8465A">
        <w:t>’</w:t>
      </w:r>
      <w:r w:rsidRPr="007818BD">
        <w:t>il chercha et combina des moyens de salut</w:t>
      </w:r>
      <w:r w:rsidR="00E8465A">
        <w:t xml:space="preserve">. </w:t>
      </w:r>
      <w:r w:rsidRPr="007818BD">
        <w:t>Tout en déte</w:t>
      </w:r>
      <w:r w:rsidRPr="007818BD">
        <w:t>s</w:t>
      </w:r>
      <w:r w:rsidRPr="007818BD">
        <w:t>tant le parti</w:t>
      </w:r>
      <w:r w:rsidR="00E8465A">
        <w:t xml:space="preserve">, </w:t>
      </w:r>
      <w:r w:rsidRPr="007818BD">
        <w:t>les principes et les vices de Nicot</w:t>
      </w:r>
      <w:r w:rsidR="00E8465A">
        <w:t xml:space="preserve">, </w:t>
      </w:r>
      <w:r w:rsidRPr="007818BD">
        <w:t>il procura à l</w:t>
      </w:r>
      <w:r w:rsidR="00E8465A">
        <w:t>’</w:t>
      </w:r>
      <w:r w:rsidRPr="007818BD">
        <w:t>indigence du peintre des moyens d</w:t>
      </w:r>
      <w:r w:rsidR="00E8465A">
        <w:t>’</w:t>
      </w:r>
      <w:r w:rsidRPr="007818BD">
        <w:t>existence</w:t>
      </w:r>
      <w:r w:rsidR="00E8465A">
        <w:t xml:space="preserve">, </w:t>
      </w:r>
      <w:r w:rsidRPr="007818BD">
        <w:t>et Jean Nicot</w:t>
      </w:r>
      <w:r w:rsidR="00E8465A">
        <w:t xml:space="preserve">, </w:t>
      </w:r>
      <w:r w:rsidRPr="007818BD">
        <w:t>par reconnaissance</w:t>
      </w:r>
      <w:r w:rsidR="00E8465A">
        <w:t xml:space="preserve">, </w:t>
      </w:r>
      <w:r w:rsidRPr="007818BD">
        <w:t>se proposa d</w:t>
      </w:r>
      <w:r w:rsidR="00E8465A">
        <w:t>’</w:t>
      </w:r>
      <w:r w:rsidRPr="007818BD">
        <w:t xml:space="preserve">élever </w:t>
      </w:r>
      <w:proofErr w:type="spellStart"/>
      <w:r w:rsidRPr="007818BD">
        <w:t>Glyndon</w:t>
      </w:r>
      <w:proofErr w:type="spellEnd"/>
      <w:r w:rsidRPr="007818BD">
        <w:t xml:space="preserve"> à cette immo</w:t>
      </w:r>
      <w:r w:rsidRPr="007818BD">
        <w:t>r</w:t>
      </w:r>
      <w:r w:rsidRPr="007818BD">
        <w:t>talité d</w:t>
      </w:r>
      <w:r w:rsidR="00E8465A">
        <w:t>’</w:t>
      </w:r>
      <w:r w:rsidRPr="007818BD">
        <w:t>un Brutus</w:t>
      </w:r>
      <w:r w:rsidR="00E8465A">
        <w:t xml:space="preserve">, </w:t>
      </w:r>
      <w:r w:rsidRPr="007818BD">
        <w:lastRenderedPageBreak/>
        <w:t>qu</w:t>
      </w:r>
      <w:r w:rsidR="00E8465A">
        <w:t>’</w:t>
      </w:r>
      <w:r w:rsidRPr="007818BD">
        <w:t>il se croyait modestement indigne de m</w:t>
      </w:r>
      <w:r w:rsidRPr="007818BD">
        <w:t>é</w:t>
      </w:r>
      <w:r w:rsidRPr="007818BD">
        <w:t>riter lui-même</w:t>
      </w:r>
      <w:r w:rsidR="00E8465A">
        <w:t xml:space="preserve">. </w:t>
      </w:r>
      <w:r w:rsidRPr="007818BD">
        <w:t>Il basa ses desseins sur le courage physique</w:t>
      </w:r>
      <w:r w:rsidR="00E8465A">
        <w:t xml:space="preserve">, </w:t>
      </w:r>
      <w:r w:rsidRPr="007818BD">
        <w:t>l</w:t>
      </w:r>
      <w:r w:rsidR="00E8465A">
        <w:t>’</w:t>
      </w:r>
      <w:r w:rsidRPr="007818BD">
        <w:t>imagination mobile et ardente du jeune Anglais</w:t>
      </w:r>
      <w:r w:rsidR="00E8465A">
        <w:t xml:space="preserve">, </w:t>
      </w:r>
      <w:r w:rsidRPr="007818BD">
        <w:t>et surtout sur la haine profonde</w:t>
      </w:r>
      <w:r w:rsidR="00E8465A">
        <w:t xml:space="preserve">, </w:t>
      </w:r>
      <w:r w:rsidRPr="007818BD">
        <w:t>la répulsion et l</w:t>
      </w:r>
      <w:r w:rsidR="00E8465A">
        <w:t>’</w:t>
      </w:r>
      <w:r w:rsidRPr="007818BD">
        <w:t>indignation qu</w:t>
      </w:r>
      <w:r w:rsidR="00E8465A">
        <w:t>’</w:t>
      </w:r>
      <w:r w:rsidRPr="007818BD">
        <w:t>il professait ouvertement pour le gouvernement de Maximilien</w:t>
      </w:r>
      <w:r w:rsidR="00E8465A">
        <w:t>.</w:t>
      </w:r>
    </w:p>
    <w:p w14:paraId="6C1F8E55" w14:textId="77777777" w:rsidR="00E8465A" w:rsidRDefault="00E0544E" w:rsidP="00E0544E">
      <w:r w:rsidRPr="007818BD">
        <w:t>À la même heure de ce même jour de juillet où nous venons de voir Robespierre en conférence avec ses alliés</w:t>
      </w:r>
      <w:r w:rsidR="00E8465A">
        <w:t xml:space="preserve">, </w:t>
      </w:r>
      <w:r w:rsidRPr="007818BD">
        <w:t>deux perso</w:t>
      </w:r>
      <w:r w:rsidRPr="007818BD">
        <w:t>n</w:t>
      </w:r>
      <w:r w:rsidRPr="007818BD">
        <w:t>nes étaient assises dans une petite chambre d</w:t>
      </w:r>
      <w:r w:rsidR="00E8465A">
        <w:t>’</w:t>
      </w:r>
      <w:r w:rsidRPr="007818BD">
        <w:t>une des rues qui débouchent dans la rue Saint-Honoré</w:t>
      </w:r>
      <w:r w:rsidR="00E8465A">
        <w:t xml:space="preserve"> : </w:t>
      </w:r>
      <w:r w:rsidRPr="007818BD">
        <w:t>l</w:t>
      </w:r>
      <w:r w:rsidR="00E8465A">
        <w:t>’</w:t>
      </w:r>
      <w:r w:rsidRPr="007818BD">
        <w:t>une</w:t>
      </w:r>
      <w:r w:rsidR="00E8465A">
        <w:t xml:space="preserve">, </w:t>
      </w:r>
      <w:r w:rsidRPr="007818BD">
        <w:t>un homme éco</w:t>
      </w:r>
      <w:r w:rsidRPr="007818BD">
        <w:t>u</w:t>
      </w:r>
      <w:r w:rsidRPr="007818BD">
        <w:t>tant avec une impatience visible et un visage morne son interl</w:t>
      </w:r>
      <w:r w:rsidRPr="007818BD">
        <w:t>o</w:t>
      </w:r>
      <w:r w:rsidRPr="007818BD">
        <w:t>cutrice</w:t>
      </w:r>
      <w:r w:rsidR="00E8465A">
        <w:t xml:space="preserve"> ; </w:t>
      </w:r>
      <w:r w:rsidRPr="007818BD">
        <w:t>celle-ci</w:t>
      </w:r>
      <w:r w:rsidR="00E8465A">
        <w:t xml:space="preserve">, </w:t>
      </w:r>
      <w:r w:rsidRPr="007818BD">
        <w:t>femme d</w:t>
      </w:r>
      <w:r w:rsidR="00E8465A">
        <w:t>’</w:t>
      </w:r>
      <w:r w:rsidRPr="007818BD">
        <w:t>une beauté singulière</w:t>
      </w:r>
      <w:r w:rsidR="00E8465A">
        <w:t xml:space="preserve">, </w:t>
      </w:r>
      <w:r w:rsidRPr="007818BD">
        <w:t>mais avec une expression de hardiesse et de décision</w:t>
      </w:r>
      <w:r w:rsidR="00E8465A">
        <w:t xml:space="preserve"> ; </w:t>
      </w:r>
      <w:r w:rsidRPr="007818BD">
        <w:t>pe</w:t>
      </w:r>
      <w:r w:rsidRPr="007818BD">
        <w:t>n</w:t>
      </w:r>
      <w:r w:rsidRPr="007818BD">
        <w:t>dant qu</w:t>
      </w:r>
      <w:r w:rsidR="00E8465A">
        <w:t>’</w:t>
      </w:r>
      <w:r w:rsidRPr="007818BD">
        <w:t>elle parlait</w:t>
      </w:r>
      <w:r w:rsidR="00E8465A">
        <w:t xml:space="preserve">, </w:t>
      </w:r>
      <w:r w:rsidRPr="007818BD">
        <w:t>ses traits s</w:t>
      </w:r>
      <w:r w:rsidR="00E8465A">
        <w:t>’</w:t>
      </w:r>
      <w:r w:rsidRPr="007818BD">
        <w:t>animaient par des passions d</w:t>
      </w:r>
      <w:r w:rsidR="00E8465A">
        <w:t>’</w:t>
      </w:r>
      <w:r w:rsidRPr="007818BD">
        <w:t>une nature violente et à demi sauvage</w:t>
      </w:r>
      <w:r w:rsidR="00E8465A">
        <w:t>.</w:t>
      </w:r>
    </w:p>
    <w:p w14:paraId="6487C73E" w14:textId="77777777" w:rsidR="00E8465A" w:rsidRDefault="00E8465A" w:rsidP="00E0544E">
      <w:r>
        <w:t>« </w:t>
      </w:r>
      <w:r w:rsidR="00E0544E" w:rsidRPr="007818BD">
        <w:t>Anglais</w:t>
      </w:r>
      <w:r>
        <w:t xml:space="preserve"> ! </w:t>
      </w:r>
      <w:r w:rsidR="00E0544E" w:rsidRPr="007818BD">
        <w:t>dit la femme</w:t>
      </w:r>
      <w:r>
        <w:t xml:space="preserve">, </w:t>
      </w:r>
      <w:r w:rsidR="00E0544E" w:rsidRPr="007818BD">
        <w:t>prenez garde</w:t>
      </w:r>
      <w:r>
        <w:t xml:space="preserve"> ! </w:t>
      </w:r>
      <w:r w:rsidR="00E0544E" w:rsidRPr="007818BD">
        <w:t>vous savez que</w:t>
      </w:r>
      <w:r>
        <w:t xml:space="preserve">, </w:t>
      </w:r>
      <w:r w:rsidR="00E0544E" w:rsidRPr="007818BD">
        <w:t>dans la fuite ou sur l</w:t>
      </w:r>
      <w:r>
        <w:t>’</w:t>
      </w:r>
      <w:r w:rsidR="00E0544E" w:rsidRPr="007818BD">
        <w:t>échafaud</w:t>
      </w:r>
      <w:r>
        <w:t xml:space="preserve">, </w:t>
      </w:r>
      <w:r w:rsidR="00E0544E" w:rsidRPr="007818BD">
        <w:t>je braverais tout pour être à vos côtés</w:t>
      </w:r>
      <w:r>
        <w:t xml:space="preserve"> ; </w:t>
      </w:r>
      <w:r w:rsidR="00E0544E" w:rsidRPr="007818BD">
        <w:t>vous le savez</w:t>
      </w:r>
      <w:r>
        <w:t xml:space="preserve">, </w:t>
      </w:r>
      <w:r w:rsidR="00E0544E" w:rsidRPr="007818BD">
        <w:t>prenez garde</w:t>
      </w:r>
      <w:r>
        <w:t xml:space="preserve">, </w:t>
      </w:r>
      <w:r w:rsidR="00E0544E" w:rsidRPr="007818BD">
        <w:t>et pa</w:t>
      </w:r>
      <w:r w:rsidR="00E0544E" w:rsidRPr="007818BD">
        <w:t>r</w:t>
      </w:r>
      <w:r w:rsidR="00E0544E" w:rsidRPr="007818BD">
        <w:t>lez</w:t>
      </w:r>
      <w:r>
        <w:t>.</w:t>
      </w:r>
    </w:p>
    <w:p w14:paraId="61ADACD3" w14:textId="77777777" w:rsidR="00E8465A" w:rsidRDefault="00E8465A" w:rsidP="00E0544E">
      <w:r>
        <w:t>— </w:t>
      </w:r>
      <w:r w:rsidR="00E0544E" w:rsidRPr="007818BD">
        <w:t>Eh bien</w:t>
      </w:r>
      <w:r>
        <w:t xml:space="preserve">, </w:t>
      </w:r>
      <w:proofErr w:type="spellStart"/>
      <w:r w:rsidR="00E0544E" w:rsidRPr="007818BD">
        <w:t>Fillide</w:t>
      </w:r>
      <w:proofErr w:type="spellEnd"/>
      <w:r>
        <w:t xml:space="preserve">, </w:t>
      </w:r>
      <w:r w:rsidR="00E0544E" w:rsidRPr="007818BD">
        <w:t>ai-je jamais soupçonné votre fidélité</w:t>
      </w:r>
      <w:r>
        <w:t> ?</w:t>
      </w:r>
    </w:p>
    <w:p w14:paraId="552C8C61" w14:textId="46D43BC6" w:rsidR="00E8465A" w:rsidRDefault="00E8465A" w:rsidP="00E0544E">
      <w:r>
        <w:t>— </w:t>
      </w:r>
      <w:r w:rsidR="00E0544E" w:rsidRPr="007818BD">
        <w:t>Soupçonné</w:t>
      </w:r>
      <w:r>
        <w:t xml:space="preserve">, </w:t>
      </w:r>
      <w:r w:rsidR="00E0544E" w:rsidRPr="007818BD">
        <w:t>non</w:t>
      </w:r>
      <w:r>
        <w:t xml:space="preserve"> ; </w:t>
      </w:r>
      <w:r w:rsidR="00E0544E" w:rsidRPr="007818BD">
        <w:t>mais vous pouvez la trahir</w:t>
      </w:r>
      <w:r>
        <w:t xml:space="preserve">. </w:t>
      </w:r>
      <w:r w:rsidR="00E0544E" w:rsidRPr="007818BD">
        <w:t>Vous me d</w:t>
      </w:r>
      <w:r w:rsidR="00E0544E" w:rsidRPr="007818BD">
        <w:t>i</w:t>
      </w:r>
      <w:r w:rsidR="00E0544E" w:rsidRPr="007818BD">
        <w:t>tes que</w:t>
      </w:r>
      <w:r>
        <w:t xml:space="preserve">, </w:t>
      </w:r>
      <w:r w:rsidR="00E0544E" w:rsidRPr="007818BD">
        <w:t xml:space="preserve">dans </w:t>
      </w:r>
      <w:r w:rsidR="00E0544E">
        <w:t>v</w:t>
      </w:r>
      <w:r w:rsidR="00E0544E" w:rsidRPr="007818BD">
        <w:t>otre fuite</w:t>
      </w:r>
      <w:r>
        <w:t xml:space="preserve">, </w:t>
      </w:r>
      <w:r w:rsidR="00E0544E" w:rsidRPr="007818BD">
        <w:t>vous devez vous faire accompagner par une femme</w:t>
      </w:r>
      <w:r>
        <w:t xml:space="preserve">. </w:t>
      </w:r>
      <w:r w:rsidR="00E0544E" w:rsidRPr="007818BD">
        <w:t>Cela ne sera pas</w:t>
      </w:r>
      <w:r>
        <w:t>.</w:t>
      </w:r>
    </w:p>
    <w:p w14:paraId="3D49C595" w14:textId="77777777" w:rsidR="00E8465A" w:rsidRDefault="00E8465A" w:rsidP="00E0544E">
      <w:r>
        <w:t>— </w:t>
      </w:r>
      <w:r w:rsidR="00E0544E" w:rsidRPr="007818BD">
        <w:t>Ne sera pas</w:t>
      </w:r>
      <w:r>
        <w:t> ?</w:t>
      </w:r>
    </w:p>
    <w:p w14:paraId="4062DD80" w14:textId="77777777" w:rsidR="00E8465A" w:rsidRDefault="00E8465A" w:rsidP="00E0544E">
      <w:r>
        <w:t>— </w:t>
      </w:r>
      <w:r w:rsidR="00E0544E" w:rsidRPr="007818BD">
        <w:t>Ne sera pas</w:t>
      </w:r>
      <w:r>
        <w:t> ! »</w:t>
      </w:r>
      <w:r w:rsidR="00E0544E" w:rsidRPr="007818BD">
        <w:t xml:space="preserve"> répéta résolument </w:t>
      </w:r>
      <w:proofErr w:type="spellStart"/>
      <w:r w:rsidR="00E0544E" w:rsidRPr="007818BD">
        <w:t>Fillide</w:t>
      </w:r>
      <w:proofErr w:type="spellEnd"/>
      <w:r>
        <w:t xml:space="preserve">, </w:t>
      </w:r>
      <w:r w:rsidR="00E0544E" w:rsidRPr="007818BD">
        <w:t>les bras croisés sur sa poitrine</w:t>
      </w:r>
      <w:r>
        <w:t xml:space="preserve"> ; </w:t>
      </w:r>
      <w:r w:rsidR="00E0544E" w:rsidRPr="007818BD">
        <w:t xml:space="preserve">et avant que </w:t>
      </w:r>
      <w:proofErr w:type="spellStart"/>
      <w:r w:rsidR="00E0544E" w:rsidRPr="007818BD">
        <w:t>Glyndon</w:t>
      </w:r>
      <w:proofErr w:type="spellEnd"/>
      <w:r w:rsidR="00E0544E" w:rsidRPr="007818BD">
        <w:t xml:space="preserve"> eût le temps de répondre</w:t>
      </w:r>
      <w:r>
        <w:t xml:space="preserve">, </w:t>
      </w:r>
      <w:r w:rsidR="00E0544E" w:rsidRPr="007818BD">
        <w:t>on frappa discrètement à la porte</w:t>
      </w:r>
      <w:r>
        <w:t xml:space="preserve">, </w:t>
      </w:r>
      <w:r w:rsidR="00E0544E" w:rsidRPr="007818BD">
        <w:t>et Nicot entra</w:t>
      </w:r>
      <w:r>
        <w:t>.</w:t>
      </w:r>
    </w:p>
    <w:p w14:paraId="21820D23" w14:textId="77777777" w:rsidR="00E8465A" w:rsidRDefault="00E0544E" w:rsidP="00E0544E">
      <w:proofErr w:type="spellStart"/>
      <w:r w:rsidRPr="007818BD">
        <w:t>Fillide</w:t>
      </w:r>
      <w:proofErr w:type="spellEnd"/>
      <w:r w:rsidRPr="007818BD">
        <w:t xml:space="preserve"> se laissa tomber dans son fauteuil</w:t>
      </w:r>
      <w:r w:rsidR="00E8465A">
        <w:t xml:space="preserve">, </w:t>
      </w:r>
      <w:r w:rsidRPr="007818BD">
        <w:t>appuya sa tête sur ses mains</w:t>
      </w:r>
      <w:r w:rsidR="00E8465A">
        <w:t xml:space="preserve">, </w:t>
      </w:r>
      <w:r w:rsidRPr="007818BD">
        <w:t>et parut indifférente à la fois au nouveau venu et à la conversation qui suivit son entrée</w:t>
      </w:r>
      <w:r w:rsidR="00E8465A">
        <w:t>.</w:t>
      </w:r>
    </w:p>
    <w:p w14:paraId="23B28083" w14:textId="77777777" w:rsidR="00E8465A" w:rsidRDefault="00E8465A" w:rsidP="00E0544E">
      <w:r>
        <w:lastRenderedPageBreak/>
        <w:t>« </w:t>
      </w:r>
      <w:r w:rsidR="00E0544E" w:rsidRPr="007818BD">
        <w:t>Je ne puis te dire bonjour</w:t>
      </w:r>
      <w:r>
        <w:t xml:space="preserve">, </w:t>
      </w:r>
      <w:proofErr w:type="spellStart"/>
      <w:r w:rsidR="00E0544E" w:rsidRPr="007818BD">
        <w:t>Glyndon</w:t>
      </w:r>
      <w:proofErr w:type="spellEnd"/>
      <w:r>
        <w:t xml:space="preserve">, </w:t>
      </w:r>
      <w:r w:rsidR="00E0544E" w:rsidRPr="007818BD">
        <w:t>dit Nicot</w:t>
      </w:r>
      <w:r>
        <w:t xml:space="preserve">, </w:t>
      </w:r>
      <w:r w:rsidR="00E0544E" w:rsidRPr="007818BD">
        <w:t>qui s</w:t>
      </w:r>
      <w:r>
        <w:t>’</w:t>
      </w:r>
      <w:r w:rsidR="00E0544E" w:rsidRPr="007818BD">
        <w:t>avança vers l</w:t>
      </w:r>
      <w:r>
        <w:t>’</w:t>
      </w:r>
      <w:r w:rsidR="00E0544E" w:rsidRPr="007818BD">
        <w:t>artiste avec l</w:t>
      </w:r>
      <w:r>
        <w:t>’</w:t>
      </w:r>
      <w:r w:rsidR="00E0544E" w:rsidRPr="007818BD">
        <w:t>attitude et la mise d</w:t>
      </w:r>
      <w:r>
        <w:t>’</w:t>
      </w:r>
      <w:r w:rsidR="00E0544E" w:rsidRPr="007818BD">
        <w:t xml:space="preserve">un </w:t>
      </w:r>
      <w:r w:rsidR="00E0544E" w:rsidRPr="007818BD">
        <w:rPr>
          <w:i/>
          <w:iCs/>
        </w:rPr>
        <w:t>sans-culotte</w:t>
      </w:r>
      <w:r>
        <w:t xml:space="preserve">, </w:t>
      </w:r>
      <w:r w:rsidR="00E0544E" w:rsidRPr="007818BD">
        <w:t>son chapeau en lambeaux rabattu sur ses yeux</w:t>
      </w:r>
      <w:r>
        <w:t xml:space="preserve">, </w:t>
      </w:r>
      <w:r w:rsidR="00E0544E" w:rsidRPr="007818BD">
        <w:t>ses mains dans ses poches et sa barbe de huit jours au menton</w:t>
      </w:r>
      <w:r>
        <w:t xml:space="preserve">. </w:t>
      </w:r>
      <w:r w:rsidR="00E0544E" w:rsidRPr="007818BD">
        <w:t>Je ne puis te d</w:t>
      </w:r>
      <w:r w:rsidR="00E0544E" w:rsidRPr="007818BD">
        <w:t>i</w:t>
      </w:r>
      <w:r w:rsidR="00E0544E" w:rsidRPr="007818BD">
        <w:t>re bonjour</w:t>
      </w:r>
      <w:r>
        <w:t xml:space="preserve"> : </w:t>
      </w:r>
      <w:r w:rsidR="00E0544E" w:rsidRPr="007818BD">
        <w:t>car</w:t>
      </w:r>
      <w:r>
        <w:t xml:space="preserve">, </w:t>
      </w:r>
      <w:r w:rsidR="00E0544E" w:rsidRPr="007818BD">
        <w:t>tant que vit le tyran</w:t>
      </w:r>
      <w:r>
        <w:t xml:space="preserve">, </w:t>
      </w:r>
      <w:r w:rsidR="00E0544E" w:rsidRPr="007818BD">
        <w:t>chaque soleil qui verse ses rayons sur la France ramène un jour de malédiction</w:t>
      </w:r>
      <w:r>
        <w:t>.</w:t>
      </w:r>
    </w:p>
    <w:p w14:paraId="16A4AA37" w14:textId="77777777" w:rsidR="00E8465A" w:rsidRDefault="00E8465A" w:rsidP="00E0544E">
      <w:r>
        <w:t>— </w:t>
      </w:r>
      <w:r w:rsidR="00E0544E" w:rsidRPr="007818BD">
        <w:t>C</w:t>
      </w:r>
      <w:r>
        <w:t>’</w:t>
      </w:r>
      <w:r w:rsidR="00E0544E" w:rsidRPr="007818BD">
        <w:t>est vrai</w:t>
      </w:r>
      <w:r>
        <w:t xml:space="preserve">. </w:t>
      </w:r>
      <w:r w:rsidR="00E0544E" w:rsidRPr="007818BD">
        <w:t>Eh bien</w:t>
      </w:r>
      <w:r>
        <w:t xml:space="preserve">, </w:t>
      </w:r>
      <w:r w:rsidR="00E0544E" w:rsidRPr="007818BD">
        <w:t>ensuite</w:t>
      </w:r>
      <w:r>
        <w:t xml:space="preserve"> ? </w:t>
      </w:r>
      <w:r w:rsidR="00E0544E" w:rsidRPr="007818BD">
        <w:t>Nous avons semé le vent</w:t>
      </w:r>
      <w:r>
        <w:t xml:space="preserve">, </w:t>
      </w:r>
      <w:r w:rsidR="00E0544E" w:rsidRPr="007818BD">
        <w:t>il nous faut récolter la tempête</w:t>
      </w:r>
      <w:r>
        <w:t>.</w:t>
      </w:r>
    </w:p>
    <w:p w14:paraId="735138A0" w14:textId="11F8F391" w:rsidR="00E0544E" w:rsidRPr="007818BD" w:rsidRDefault="00E8465A" w:rsidP="00E0544E">
      <w:r>
        <w:t>— </w:t>
      </w:r>
      <w:r w:rsidR="00E0544E" w:rsidRPr="007818BD">
        <w:t>Et pourtant</w:t>
      </w:r>
      <w:r>
        <w:t xml:space="preserve">, </w:t>
      </w:r>
      <w:r w:rsidR="00E0544E" w:rsidRPr="007818BD">
        <w:t>reprit Nicot sans paraître entendre la répo</w:t>
      </w:r>
      <w:r w:rsidR="00E0544E" w:rsidRPr="007818BD">
        <w:t>n</w:t>
      </w:r>
      <w:r w:rsidR="00E0544E" w:rsidRPr="007818BD">
        <w:t>se et semblant méditer en lui-même</w:t>
      </w:r>
      <w:r>
        <w:t xml:space="preserve">, </w:t>
      </w:r>
      <w:r w:rsidR="00E0544E" w:rsidRPr="007818BD">
        <w:t>c</w:t>
      </w:r>
      <w:r>
        <w:t>’</w:t>
      </w:r>
      <w:r w:rsidR="00E0544E" w:rsidRPr="007818BD">
        <w:t>est étrange de songer que le bourreau est mortel comme ses victimes</w:t>
      </w:r>
      <w:r>
        <w:t xml:space="preserve">, </w:t>
      </w:r>
      <w:r w:rsidR="00E0544E" w:rsidRPr="007818BD">
        <w:t>que sa vie dépend d</w:t>
      </w:r>
      <w:r>
        <w:t>’</w:t>
      </w:r>
      <w:r w:rsidR="00E0544E" w:rsidRPr="007818BD">
        <w:t>un fil aussi léger</w:t>
      </w:r>
      <w:r>
        <w:t xml:space="preserve">, </w:t>
      </w:r>
      <w:r w:rsidR="00E0544E" w:rsidRPr="007818BD">
        <w:t>qu</w:t>
      </w:r>
      <w:r>
        <w:t>’</w:t>
      </w:r>
      <w:r w:rsidR="00E0544E" w:rsidRPr="007818BD">
        <w:t>entre l</w:t>
      </w:r>
      <w:r>
        <w:t>’</w:t>
      </w:r>
      <w:r w:rsidR="00E0544E" w:rsidRPr="007818BD">
        <w:t>épiderme et le cœur la di</w:t>
      </w:r>
      <w:r w:rsidR="00E0544E" w:rsidRPr="007818BD">
        <w:t>s</w:t>
      </w:r>
      <w:r w:rsidR="00E0544E" w:rsidRPr="007818BD">
        <w:t>tance est aussi petite</w:t>
      </w:r>
      <w:r>
        <w:t xml:space="preserve">, </w:t>
      </w:r>
      <w:r w:rsidR="00E0544E" w:rsidRPr="007818BD">
        <w:t>qu</w:t>
      </w:r>
      <w:r>
        <w:t>’</w:t>
      </w:r>
      <w:r w:rsidR="00E0544E" w:rsidRPr="007818BD">
        <w:t>en un mot</w:t>
      </w:r>
      <w:r>
        <w:t xml:space="preserve">, </w:t>
      </w:r>
      <w:r w:rsidR="00E0544E" w:rsidRPr="007818BD">
        <w:t>il suffirait d</w:t>
      </w:r>
      <w:r>
        <w:t>’</w:t>
      </w:r>
      <w:r w:rsidR="00E0544E" w:rsidRPr="007818BD">
        <w:t>un coup pour délivrer la France et racheter l</w:t>
      </w:r>
      <w:r>
        <w:t>’</w:t>
      </w:r>
      <w:r w:rsidR="00E0544E" w:rsidRPr="007818BD">
        <w:t>humanité</w:t>
      </w:r>
      <w:r>
        <w:t>. »</w:t>
      </w:r>
    </w:p>
    <w:p w14:paraId="3DD52F75" w14:textId="77777777" w:rsidR="00E8465A" w:rsidRDefault="00E0544E" w:rsidP="00E0544E">
      <w:proofErr w:type="spellStart"/>
      <w:r w:rsidRPr="007818BD">
        <w:t>Glyndon</w:t>
      </w:r>
      <w:proofErr w:type="spellEnd"/>
      <w:r w:rsidRPr="007818BD">
        <w:t xml:space="preserve"> le regarda avec un dédain indifférent et hautain</w:t>
      </w:r>
      <w:r w:rsidR="00E8465A">
        <w:t xml:space="preserve">, </w:t>
      </w:r>
      <w:r w:rsidRPr="007818BD">
        <w:t>et ne répondit rien</w:t>
      </w:r>
      <w:r w:rsidR="00E8465A">
        <w:t>.</w:t>
      </w:r>
    </w:p>
    <w:p w14:paraId="7A5410A9" w14:textId="77777777" w:rsidR="00E8465A" w:rsidRDefault="00E8465A" w:rsidP="00E0544E">
      <w:r>
        <w:t>« </w:t>
      </w:r>
      <w:r w:rsidR="00E0544E" w:rsidRPr="007818BD">
        <w:t>Et</w:t>
      </w:r>
      <w:r>
        <w:t xml:space="preserve">, </w:t>
      </w:r>
      <w:r w:rsidR="00E0544E" w:rsidRPr="007818BD">
        <w:t>continua Nicot</w:t>
      </w:r>
      <w:r>
        <w:t xml:space="preserve">, </w:t>
      </w:r>
      <w:r w:rsidR="00E0544E" w:rsidRPr="007818BD">
        <w:t>j</w:t>
      </w:r>
      <w:r>
        <w:t>’</w:t>
      </w:r>
      <w:r w:rsidR="00E0544E" w:rsidRPr="007818BD">
        <w:t>ai cherché quelquefois autour de moi l</w:t>
      </w:r>
      <w:r>
        <w:t>’</w:t>
      </w:r>
      <w:r w:rsidR="00E0544E" w:rsidRPr="007818BD">
        <w:t>homme né pour po</w:t>
      </w:r>
      <w:r w:rsidR="00E0544E" w:rsidRPr="007818BD">
        <w:t>r</w:t>
      </w:r>
      <w:r w:rsidR="00E0544E" w:rsidRPr="007818BD">
        <w:t>ter ce coup</w:t>
      </w:r>
      <w:r>
        <w:t xml:space="preserve">, </w:t>
      </w:r>
      <w:r w:rsidR="00E0544E" w:rsidRPr="007818BD">
        <w:t>et</w:t>
      </w:r>
      <w:r>
        <w:t xml:space="preserve">, </w:t>
      </w:r>
      <w:r w:rsidR="00E0544E" w:rsidRPr="007818BD">
        <w:t>chaque fois que j</w:t>
      </w:r>
      <w:r>
        <w:t>’</w:t>
      </w:r>
      <w:r w:rsidR="00E0544E" w:rsidRPr="007818BD">
        <w:t>ai cherché</w:t>
      </w:r>
      <w:r>
        <w:t xml:space="preserve">, </w:t>
      </w:r>
      <w:r w:rsidR="00E0544E" w:rsidRPr="007818BD">
        <w:t>mes pas m</w:t>
      </w:r>
      <w:r>
        <w:t>’</w:t>
      </w:r>
      <w:r w:rsidR="00E0544E" w:rsidRPr="007818BD">
        <w:t>ont conduit ici</w:t>
      </w:r>
      <w:r>
        <w:t>.</w:t>
      </w:r>
    </w:p>
    <w:p w14:paraId="3485D281" w14:textId="77777777" w:rsidR="00E8465A" w:rsidRDefault="00E8465A" w:rsidP="00E0544E">
      <w:r>
        <w:t>— </w:t>
      </w:r>
      <w:r w:rsidR="00E0544E" w:rsidRPr="007818BD">
        <w:t>N</w:t>
      </w:r>
      <w:r>
        <w:t>’</w:t>
      </w:r>
      <w:r w:rsidR="00E0544E" w:rsidRPr="007818BD">
        <w:t>auraient-ils pas dû plutôt te conduire vers Maximilien Robespierre</w:t>
      </w:r>
      <w:r>
        <w:t xml:space="preserve"> ? </w:t>
      </w:r>
      <w:r w:rsidR="00E0544E" w:rsidRPr="007818BD">
        <w:t xml:space="preserve">dit </w:t>
      </w:r>
      <w:proofErr w:type="spellStart"/>
      <w:r w:rsidR="00E0544E" w:rsidRPr="007818BD">
        <w:t>Glyndon</w:t>
      </w:r>
      <w:proofErr w:type="spellEnd"/>
      <w:r w:rsidR="00E0544E" w:rsidRPr="007818BD">
        <w:t xml:space="preserve"> d</w:t>
      </w:r>
      <w:r>
        <w:t>’</w:t>
      </w:r>
      <w:r w:rsidR="00E0544E" w:rsidRPr="007818BD">
        <w:t>un ton et avec un sourire ironiques</w:t>
      </w:r>
      <w:r>
        <w:t>.</w:t>
      </w:r>
    </w:p>
    <w:p w14:paraId="730D8B77" w14:textId="77777777" w:rsidR="00E8465A" w:rsidRDefault="00E8465A" w:rsidP="00E0544E">
      <w:r>
        <w:t>— </w:t>
      </w:r>
      <w:r w:rsidR="00E0544E" w:rsidRPr="007818BD">
        <w:t>Non</w:t>
      </w:r>
      <w:r>
        <w:t xml:space="preserve">, </w:t>
      </w:r>
      <w:r w:rsidR="00E0544E" w:rsidRPr="007818BD">
        <w:t>répliqua froidement Nicot</w:t>
      </w:r>
      <w:r>
        <w:t xml:space="preserve"> ; </w:t>
      </w:r>
      <w:r w:rsidR="00E0544E" w:rsidRPr="007818BD">
        <w:t>non</w:t>
      </w:r>
      <w:r>
        <w:t xml:space="preserve">, </w:t>
      </w:r>
      <w:r w:rsidR="00E0544E" w:rsidRPr="007818BD">
        <w:t>parce que je suis un suspect</w:t>
      </w:r>
      <w:r>
        <w:t xml:space="preserve">. </w:t>
      </w:r>
      <w:r w:rsidR="00E0544E" w:rsidRPr="007818BD">
        <w:t>Je ne pou</w:t>
      </w:r>
      <w:r w:rsidR="00E0544E" w:rsidRPr="007818BD">
        <w:t>r</w:t>
      </w:r>
      <w:r w:rsidR="00E0544E" w:rsidRPr="007818BD">
        <w:t>rais me mêler à son entourage</w:t>
      </w:r>
      <w:r>
        <w:t xml:space="preserve">, </w:t>
      </w:r>
      <w:r w:rsidR="00E0544E" w:rsidRPr="007818BD">
        <w:t>je ne pourrais m</w:t>
      </w:r>
      <w:r>
        <w:t>’</w:t>
      </w:r>
      <w:r w:rsidR="00E0544E" w:rsidRPr="007818BD">
        <w:t>approcher de cent pas de lui sans être arrêté</w:t>
      </w:r>
      <w:r>
        <w:t xml:space="preserve"> ; </w:t>
      </w:r>
      <w:r w:rsidR="00E0544E" w:rsidRPr="007818BD">
        <w:t>mais toi</w:t>
      </w:r>
      <w:r>
        <w:t xml:space="preserve">, </w:t>
      </w:r>
      <w:r w:rsidR="00E0544E" w:rsidRPr="007818BD">
        <w:t>jusqu</w:t>
      </w:r>
      <w:r>
        <w:t>’</w:t>
      </w:r>
      <w:r w:rsidR="00E0544E" w:rsidRPr="007818BD">
        <w:t>ici</w:t>
      </w:r>
      <w:r>
        <w:t xml:space="preserve">, </w:t>
      </w:r>
      <w:r w:rsidR="00E0544E" w:rsidRPr="007818BD">
        <w:t>tu n</w:t>
      </w:r>
      <w:r>
        <w:t>’</w:t>
      </w:r>
      <w:r w:rsidR="00E0544E" w:rsidRPr="007818BD">
        <w:t>as rien à craindre</w:t>
      </w:r>
      <w:r>
        <w:t xml:space="preserve">. </w:t>
      </w:r>
      <w:r w:rsidR="00E0544E" w:rsidRPr="007818BD">
        <w:t>Écoute-moi</w:t>
      </w:r>
      <w:r>
        <w:t xml:space="preserve"> (</w:t>
      </w:r>
      <w:r w:rsidR="00E0544E" w:rsidRPr="007818BD">
        <w:t>et son ton d</w:t>
      </w:r>
      <w:r w:rsidR="00E0544E" w:rsidRPr="007818BD">
        <w:t>e</w:t>
      </w:r>
      <w:r w:rsidR="00E0544E" w:rsidRPr="007818BD">
        <w:t>vint pressant et animé</w:t>
      </w:r>
      <w:r>
        <w:t xml:space="preserve">), </w:t>
      </w:r>
      <w:r w:rsidR="00E0544E" w:rsidRPr="007818BD">
        <w:t>écoute-moi</w:t>
      </w:r>
      <w:r>
        <w:t xml:space="preserve"> ! </w:t>
      </w:r>
      <w:r w:rsidR="00E0544E" w:rsidRPr="007818BD">
        <w:t>L</w:t>
      </w:r>
      <w:r>
        <w:t>’</w:t>
      </w:r>
      <w:r w:rsidR="00E0544E" w:rsidRPr="007818BD">
        <w:t>action paraît dangere</w:t>
      </w:r>
      <w:r w:rsidR="00E0544E" w:rsidRPr="007818BD">
        <w:t>u</w:t>
      </w:r>
      <w:r w:rsidR="00E0544E" w:rsidRPr="007818BD">
        <w:t>se</w:t>
      </w:r>
      <w:r>
        <w:t xml:space="preserve"> : </w:t>
      </w:r>
      <w:r w:rsidR="00E0544E" w:rsidRPr="007818BD">
        <w:t>elle ne l</w:t>
      </w:r>
      <w:r>
        <w:t>’</w:t>
      </w:r>
      <w:r w:rsidR="00E0544E" w:rsidRPr="007818BD">
        <w:t>est pas</w:t>
      </w:r>
      <w:r>
        <w:t xml:space="preserve">. </w:t>
      </w:r>
      <w:r w:rsidR="00E0544E" w:rsidRPr="007818BD">
        <w:t>Je quitte Collot d</w:t>
      </w:r>
      <w:r>
        <w:t>’</w:t>
      </w:r>
      <w:proofErr w:type="spellStart"/>
      <w:r w:rsidR="00E0544E" w:rsidRPr="007818BD">
        <w:t>Herbois</w:t>
      </w:r>
      <w:proofErr w:type="spellEnd"/>
      <w:r w:rsidR="00E0544E" w:rsidRPr="007818BD">
        <w:t xml:space="preserve"> et </w:t>
      </w:r>
      <w:proofErr w:type="spellStart"/>
      <w:r w:rsidR="00E0544E" w:rsidRPr="007818BD">
        <w:t>Billaud-Varennes</w:t>
      </w:r>
      <w:proofErr w:type="spellEnd"/>
      <w:r>
        <w:t xml:space="preserve"> ; </w:t>
      </w:r>
      <w:r w:rsidR="00E0544E" w:rsidRPr="007818BD">
        <w:t>ils acquitteront celui qui frappera le coup</w:t>
      </w:r>
      <w:r>
        <w:t xml:space="preserve"> ; </w:t>
      </w:r>
      <w:r w:rsidR="00E0544E" w:rsidRPr="007818BD">
        <w:t xml:space="preserve">le </w:t>
      </w:r>
      <w:r w:rsidR="00E0544E" w:rsidRPr="007818BD">
        <w:lastRenderedPageBreak/>
        <w:t>peuple accourrait à ton aide</w:t>
      </w:r>
      <w:r>
        <w:t xml:space="preserve">, </w:t>
      </w:r>
      <w:r w:rsidR="00E0544E" w:rsidRPr="007818BD">
        <w:t>la Convention te saluerait comme son l</w:t>
      </w:r>
      <w:r w:rsidR="00E0544E" w:rsidRPr="007818BD">
        <w:t>i</w:t>
      </w:r>
      <w:r w:rsidR="00E0544E" w:rsidRPr="007818BD">
        <w:t>bérateur</w:t>
      </w:r>
      <w:r>
        <w:t xml:space="preserve">, </w:t>
      </w:r>
      <w:r w:rsidR="00E0544E" w:rsidRPr="007818BD">
        <w:t>le</w:t>
      </w:r>
      <w:r>
        <w:t>…</w:t>
      </w:r>
    </w:p>
    <w:p w14:paraId="43008452" w14:textId="0CE973D6" w:rsidR="00E0544E" w:rsidRPr="007818BD" w:rsidRDefault="00E8465A" w:rsidP="00E0544E">
      <w:r>
        <w:t>— </w:t>
      </w:r>
      <w:r w:rsidR="00E0544E" w:rsidRPr="007818BD">
        <w:t>Arrête</w:t>
      </w:r>
      <w:r>
        <w:t xml:space="preserve"> ! </w:t>
      </w:r>
      <w:r w:rsidR="00E0544E" w:rsidRPr="007818BD">
        <w:t>Comment oses-tu associer mon nom à l</w:t>
      </w:r>
      <w:r>
        <w:t>’</w:t>
      </w:r>
      <w:r w:rsidR="00E0544E" w:rsidRPr="007818BD">
        <w:t>acte d</w:t>
      </w:r>
      <w:r>
        <w:t>’</w:t>
      </w:r>
      <w:r w:rsidR="00E0544E" w:rsidRPr="007818BD">
        <w:t>un assassin</w:t>
      </w:r>
      <w:r>
        <w:t xml:space="preserve"> ? </w:t>
      </w:r>
      <w:r w:rsidR="00E0544E" w:rsidRPr="007818BD">
        <w:t>Que le tocsin donne</w:t>
      </w:r>
      <w:r>
        <w:t xml:space="preserve">, </w:t>
      </w:r>
      <w:r w:rsidR="00E0544E" w:rsidRPr="007818BD">
        <w:t>du haut de cette tour</w:t>
      </w:r>
      <w:r>
        <w:t xml:space="preserve">, </w:t>
      </w:r>
      <w:r w:rsidR="00E0544E" w:rsidRPr="007818BD">
        <w:t>le signal d</w:t>
      </w:r>
      <w:r>
        <w:t>’</w:t>
      </w:r>
      <w:r w:rsidR="00E0544E" w:rsidRPr="007818BD">
        <w:t>une guerre entre l</w:t>
      </w:r>
      <w:r>
        <w:t>’</w:t>
      </w:r>
      <w:r w:rsidR="00E0544E" w:rsidRPr="007818BD">
        <w:t>humanité et le tyran</w:t>
      </w:r>
      <w:r>
        <w:t xml:space="preserve">, </w:t>
      </w:r>
      <w:r w:rsidR="00E0544E" w:rsidRPr="007818BD">
        <w:t>et je ne serai pas le dernier sur le champ de bataille</w:t>
      </w:r>
      <w:r>
        <w:t xml:space="preserve"> : </w:t>
      </w:r>
      <w:r w:rsidR="00E0544E" w:rsidRPr="007818BD">
        <w:t>mais jamais la liberté n</w:t>
      </w:r>
      <w:r>
        <w:t>’</w:t>
      </w:r>
      <w:r w:rsidR="00E0544E" w:rsidRPr="007818BD">
        <w:t>a r</w:t>
      </w:r>
      <w:r w:rsidR="00E0544E" w:rsidRPr="007818BD">
        <w:t>e</w:t>
      </w:r>
      <w:r w:rsidR="00E0544E" w:rsidRPr="007818BD">
        <w:t>connu un défenseur dans un meurtrier</w:t>
      </w:r>
      <w:r>
        <w:t>. »</w:t>
      </w:r>
    </w:p>
    <w:p w14:paraId="1304D9F0" w14:textId="77777777" w:rsidR="00E8465A" w:rsidRDefault="00E0544E" w:rsidP="00E0544E">
      <w:r w:rsidRPr="007818BD">
        <w:t>Il y avait dans la voix</w:t>
      </w:r>
      <w:r w:rsidR="00E8465A">
        <w:t xml:space="preserve">, </w:t>
      </w:r>
      <w:r w:rsidRPr="007818BD">
        <w:t>l</w:t>
      </w:r>
      <w:r w:rsidR="00E8465A">
        <w:t>’</w:t>
      </w:r>
      <w:r w:rsidRPr="007818BD">
        <w:t xml:space="preserve">air et le geste dont </w:t>
      </w:r>
      <w:proofErr w:type="spellStart"/>
      <w:r w:rsidRPr="007818BD">
        <w:t>Glyndon</w:t>
      </w:r>
      <w:proofErr w:type="spellEnd"/>
      <w:r w:rsidRPr="007818BD">
        <w:t xml:space="preserve"> acco</w:t>
      </w:r>
      <w:r w:rsidRPr="007818BD">
        <w:t>m</w:t>
      </w:r>
      <w:r w:rsidRPr="007818BD">
        <w:t>pagna ses paroles</w:t>
      </w:r>
      <w:r w:rsidR="00E8465A">
        <w:t xml:space="preserve">, </w:t>
      </w:r>
      <w:r w:rsidRPr="007818BD">
        <w:t>que</w:t>
      </w:r>
      <w:r w:rsidRPr="007818BD">
        <w:t>l</w:t>
      </w:r>
      <w:r w:rsidRPr="007818BD">
        <w:t>que chose de si brave et de si noble</w:t>
      </w:r>
      <w:r w:rsidR="00E8465A">
        <w:t xml:space="preserve">, </w:t>
      </w:r>
      <w:r w:rsidRPr="007818BD">
        <w:t>que Nicot fut réduit au silence</w:t>
      </w:r>
      <w:r w:rsidR="00E8465A">
        <w:t xml:space="preserve"> ; </w:t>
      </w:r>
      <w:r w:rsidRPr="007818BD">
        <w:t>il comprit qu</w:t>
      </w:r>
      <w:r w:rsidR="00E8465A">
        <w:t>’</w:t>
      </w:r>
      <w:r w:rsidRPr="007818BD">
        <w:t>il avait mal jugé son homme</w:t>
      </w:r>
      <w:r w:rsidR="00E8465A">
        <w:t>.</w:t>
      </w:r>
    </w:p>
    <w:p w14:paraId="2285E6BB" w14:textId="77777777" w:rsidR="00E8465A" w:rsidRDefault="00E8465A" w:rsidP="00E0544E">
      <w:r>
        <w:t>« </w:t>
      </w:r>
      <w:r w:rsidR="00E0544E" w:rsidRPr="007818BD">
        <w:t>Non</w:t>
      </w:r>
      <w:r>
        <w:t xml:space="preserve"> ! </w:t>
      </w:r>
      <w:r w:rsidR="00E0544E" w:rsidRPr="007818BD">
        <w:t xml:space="preserve">dit </w:t>
      </w:r>
      <w:proofErr w:type="spellStart"/>
      <w:r w:rsidR="00E0544E" w:rsidRPr="007818BD">
        <w:t>Fillide</w:t>
      </w:r>
      <w:proofErr w:type="spellEnd"/>
      <w:r>
        <w:t xml:space="preserve">, </w:t>
      </w:r>
      <w:r w:rsidR="00E0544E" w:rsidRPr="007818BD">
        <w:t>levant la tête</w:t>
      </w:r>
      <w:r>
        <w:t xml:space="preserve">… </w:t>
      </w:r>
      <w:r w:rsidR="00E0544E" w:rsidRPr="007818BD">
        <w:t>non</w:t>
      </w:r>
      <w:r>
        <w:t xml:space="preserve"> ! </w:t>
      </w:r>
      <w:r w:rsidR="00E0544E" w:rsidRPr="007818BD">
        <w:t>votre ami prépare un plan plus sage</w:t>
      </w:r>
      <w:r>
        <w:t xml:space="preserve"> : </w:t>
      </w:r>
      <w:r w:rsidR="00E0544E" w:rsidRPr="007818BD">
        <w:t>il veut laisser vos loups se dévorer entre eux</w:t>
      </w:r>
      <w:r>
        <w:t xml:space="preserve">. </w:t>
      </w:r>
      <w:r w:rsidR="00E0544E" w:rsidRPr="007818BD">
        <w:t>Il a raison</w:t>
      </w:r>
      <w:r>
        <w:t xml:space="preserve">, </w:t>
      </w:r>
      <w:r w:rsidR="00E0544E" w:rsidRPr="007818BD">
        <w:t>mais</w:t>
      </w:r>
      <w:r>
        <w:t>…</w:t>
      </w:r>
    </w:p>
    <w:p w14:paraId="145BB82C" w14:textId="77777777" w:rsidR="00E8465A" w:rsidRDefault="00E8465A" w:rsidP="00E0544E">
      <w:r>
        <w:t>— </w:t>
      </w:r>
      <w:r w:rsidR="00E0544E" w:rsidRPr="007818BD">
        <w:t>Fuir</w:t>
      </w:r>
      <w:r>
        <w:t xml:space="preserve"> ! </w:t>
      </w:r>
      <w:r w:rsidR="00E0544E" w:rsidRPr="007818BD">
        <w:t>s</w:t>
      </w:r>
      <w:r>
        <w:t>’</w:t>
      </w:r>
      <w:r w:rsidR="00E0544E" w:rsidRPr="007818BD">
        <w:t>écria Nicot</w:t>
      </w:r>
      <w:r>
        <w:t xml:space="preserve">, </w:t>
      </w:r>
      <w:r w:rsidR="00E0544E" w:rsidRPr="007818BD">
        <w:t>est-ce possible</w:t>
      </w:r>
      <w:r>
        <w:t xml:space="preserve"> ? </w:t>
      </w:r>
      <w:r w:rsidR="00E0544E" w:rsidRPr="007818BD">
        <w:t>Fuir</w:t>
      </w:r>
      <w:r>
        <w:t xml:space="preserve"> ! </w:t>
      </w:r>
      <w:r w:rsidR="00E0544E" w:rsidRPr="007818BD">
        <w:t>comment</w:t>
      </w:r>
      <w:r>
        <w:t xml:space="preserve"> ? </w:t>
      </w:r>
      <w:r w:rsidR="00E0544E" w:rsidRPr="007818BD">
        <w:t>quand</w:t>
      </w:r>
      <w:r>
        <w:t xml:space="preserve"> ? </w:t>
      </w:r>
      <w:r w:rsidR="00E0544E" w:rsidRPr="007818BD">
        <w:t>par quels moyens</w:t>
      </w:r>
      <w:r>
        <w:t xml:space="preserve"> ? </w:t>
      </w:r>
      <w:r w:rsidR="00E0544E" w:rsidRPr="007818BD">
        <w:t>La France entière est cernée par des espions et des soldats</w:t>
      </w:r>
      <w:r>
        <w:t xml:space="preserve">. </w:t>
      </w:r>
      <w:r w:rsidR="00E0544E" w:rsidRPr="007818BD">
        <w:t>Fuir</w:t>
      </w:r>
      <w:r>
        <w:t xml:space="preserve"> ! </w:t>
      </w:r>
      <w:r w:rsidR="00E0544E" w:rsidRPr="007818BD">
        <w:t>plût au Ciel que nous le pussions</w:t>
      </w:r>
      <w:r>
        <w:t> !</w:t>
      </w:r>
    </w:p>
    <w:p w14:paraId="4BB639AA" w14:textId="77777777" w:rsidR="00E8465A" w:rsidRDefault="00E8465A" w:rsidP="00E0544E">
      <w:r>
        <w:t>— </w:t>
      </w:r>
      <w:r w:rsidR="00E0544E" w:rsidRPr="007818BD">
        <w:t>Tu désires donc aussi</w:t>
      </w:r>
      <w:r>
        <w:t xml:space="preserve">, </w:t>
      </w:r>
      <w:r w:rsidR="00E0544E" w:rsidRPr="007818BD">
        <w:t>toi</w:t>
      </w:r>
      <w:r>
        <w:t xml:space="preserve">, </w:t>
      </w:r>
      <w:r w:rsidR="00E0544E" w:rsidRPr="007818BD">
        <w:t>échapper à la bienheureuse r</w:t>
      </w:r>
      <w:r w:rsidR="00E0544E" w:rsidRPr="007818BD">
        <w:t>é</w:t>
      </w:r>
      <w:r w:rsidR="00E0544E" w:rsidRPr="007818BD">
        <w:t>volution</w:t>
      </w:r>
      <w:r>
        <w:t> ?</w:t>
      </w:r>
    </w:p>
    <w:p w14:paraId="2A897BBF" w14:textId="77777777" w:rsidR="00E8465A" w:rsidRDefault="00E8465A" w:rsidP="00E0544E">
      <w:r>
        <w:t>— </w:t>
      </w:r>
      <w:r w:rsidR="00E0544E" w:rsidRPr="007818BD">
        <w:t>Désirer</w:t>
      </w:r>
      <w:r>
        <w:t xml:space="preserve"> ! </w:t>
      </w:r>
      <w:r w:rsidR="00E0544E" w:rsidRPr="007818BD">
        <w:t>oh</w:t>
      </w:r>
      <w:r>
        <w:t xml:space="preserve"> ! </w:t>
      </w:r>
      <w:r w:rsidR="00E0544E" w:rsidRPr="007818BD">
        <w:t>s</w:t>
      </w:r>
      <w:r>
        <w:t>’</w:t>
      </w:r>
      <w:r w:rsidR="00E0544E" w:rsidRPr="007818BD">
        <w:t>écria subitement Nicot</w:t>
      </w:r>
      <w:r>
        <w:t xml:space="preserve">, </w:t>
      </w:r>
      <w:r w:rsidR="00E0544E" w:rsidRPr="007818BD">
        <w:t>tombant à g</w:t>
      </w:r>
      <w:r w:rsidR="00E0544E" w:rsidRPr="007818BD">
        <w:t>e</w:t>
      </w:r>
      <w:r w:rsidR="00E0544E" w:rsidRPr="007818BD">
        <w:t xml:space="preserve">noux et embrassant de ses mains celles de </w:t>
      </w:r>
      <w:proofErr w:type="spellStart"/>
      <w:r w:rsidR="00E0544E" w:rsidRPr="007818BD">
        <w:t>Glyndon</w:t>
      </w:r>
      <w:proofErr w:type="spellEnd"/>
      <w:r>
        <w:t xml:space="preserve">, </w:t>
      </w:r>
      <w:r w:rsidR="00E0544E" w:rsidRPr="007818BD">
        <w:t>oh</w:t>
      </w:r>
      <w:r>
        <w:t xml:space="preserve"> ! </w:t>
      </w:r>
      <w:r w:rsidR="00E0544E" w:rsidRPr="007818BD">
        <w:t>sauve-moi avec toi</w:t>
      </w:r>
      <w:r>
        <w:t xml:space="preserve">. </w:t>
      </w:r>
      <w:r w:rsidR="00E0544E" w:rsidRPr="007818BD">
        <w:t>Ma vie est une torture</w:t>
      </w:r>
      <w:r>
        <w:t xml:space="preserve"> ; </w:t>
      </w:r>
      <w:r w:rsidR="00E0544E" w:rsidRPr="007818BD">
        <w:t>à chaque instant la guillotine me menace</w:t>
      </w:r>
      <w:r>
        <w:t xml:space="preserve">. </w:t>
      </w:r>
      <w:r w:rsidR="00E0544E" w:rsidRPr="007818BD">
        <w:t>Je sais que mes heures sont comptées</w:t>
      </w:r>
      <w:r>
        <w:t xml:space="preserve">, </w:t>
      </w:r>
      <w:r w:rsidR="00E0544E" w:rsidRPr="007818BD">
        <w:t>je sais que le tyran n</w:t>
      </w:r>
      <w:r>
        <w:t>’</w:t>
      </w:r>
      <w:r w:rsidR="00E0544E" w:rsidRPr="007818BD">
        <w:t>attend que le moment pour ajouter mon nom à la liste inexorable</w:t>
      </w:r>
      <w:r>
        <w:t xml:space="preserve">. </w:t>
      </w:r>
      <w:r w:rsidR="00E0544E" w:rsidRPr="007818BD">
        <w:t>Je sais que René Dumas</w:t>
      </w:r>
      <w:r>
        <w:t xml:space="preserve">, </w:t>
      </w:r>
      <w:r w:rsidR="00E0544E" w:rsidRPr="007818BD">
        <w:t>ce juge qui ne pardonne jamais</w:t>
      </w:r>
      <w:r>
        <w:t xml:space="preserve">, </w:t>
      </w:r>
      <w:r w:rsidR="00E0544E" w:rsidRPr="007818BD">
        <w:t>a dès longtemps résolu ma mort</w:t>
      </w:r>
      <w:r>
        <w:t xml:space="preserve">. </w:t>
      </w:r>
      <w:r w:rsidR="00E0544E" w:rsidRPr="007818BD">
        <w:t>Oh</w:t>
      </w:r>
      <w:r>
        <w:t xml:space="preserve"> ! </w:t>
      </w:r>
      <w:proofErr w:type="spellStart"/>
      <w:r w:rsidR="00E0544E" w:rsidRPr="007818BD">
        <w:t>Glyndon</w:t>
      </w:r>
      <w:proofErr w:type="spellEnd"/>
      <w:r>
        <w:t xml:space="preserve"> ! </w:t>
      </w:r>
      <w:r w:rsidR="00E0544E" w:rsidRPr="007818BD">
        <w:t>au nom de notre vieille amitié</w:t>
      </w:r>
      <w:r>
        <w:t xml:space="preserve">, </w:t>
      </w:r>
      <w:r w:rsidR="00E0544E" w:rsidRPr="007818BD">
        <w:t>de la fraternité sainte de l</w:t>
      </w:r>
      <w:r>
        <w:t>’</w:t>
      </w:r>
      <w:r w:rsidR="00E0544E" w:rsidRPr="007818BD">
        <w:t>art</w:t>
      </w:r>
      <w:r>
        <w:t xml:space="preserve">, </w:t>
      </w:r>
      <w:r w:rsidR="00E0544E" w:rsidRPr="007818BD">
        <w:t>de la loyauté anglaise</w:t>
      </w:r>
      <w:r>
        <w:t xml:space="preserve">, </w:t>
      </w:r>
      <w:r w:rsidR="00E0544E" w:rsidRPr="007818BD">
        <w:t>de l</w:t>
      </w:r>
      <w:r>
        <w:t>’</w:t>
      </w:r>
      <w:r w:rsidR="00E0544E" w:rsidRPr="007818BD">
        <w:t>humanité anglaise</w:t>
      </w:r>
      <w:r>
        <w:t xml:space="preserve">, </w:t>
      </w:r>
      <w:r w:rsidR="00E0544E" w:rsidRPr="007818BD">
        <w:t>laisse-moi t</w:t>
      </w:r>
      <w:r>
        <w:t>’</w:t>
      </w:r>
      <w:r w:rsidR="00E0544E" w:rsidRPr="007818BD">
        <w:t>accompagner dans ta fuite</w:t>
      </w:r>
      <w:r>
        <w:t> !</w:t>
      </w:r>
    </w:p>
    <w:p w14:paraId="4892D0A2" w14:textId="77777777" w:rsidR="00E8465A" w:rsidRDefault="00E8465A" w:rsidP="00E0544E">
      <w:r>
        <w:lastRenderedPageBreak/>
        <w:t>— </w:t>
      </w:r>
      <w:r w:rsidR="00E0544E" w:rsidRPr="007818BD">
        <w:t>Si tu le veux</w:t>
      </w:r>
      <w:r>
        <w:t xml:space="preserve">, </w:t>
      </w:r>
      <w:r w:rsidR="00E0544E" w:rsidRPr="007818BD">
        <w:t>j</w:t>
      </w:r>
      <w:r>
        <w:t>’</w:t>
      </w:r>
      <w:r w:rsidR="00E0544E" w:rsidRPr="007818BD">
        <w:t>y consens</w:t>
      </w:r>
      <w:r>
        <w:t>.</w:t>
      </w:r>
    </w:p>
    <w:p w14:paraId="0BE56932" w14:textId="77777777" w:rsidR="00E8465A" w:rsidRDefault="00E8465A" w:rsidP="00E0544E">
      <w:r>
        <w:t>— </w:t>
      </w:r>
      <w:r w:rsidR="00E0544E" w:rsidRPr="007818BD">
        <w:t>Merci</w:t>
      </w:r>
      <w:r>
        <w:t xml:space="preserve"> ! </w:t>
      </w:r>
      <w:r w:rsidR="00E0544E" w:rsidRPr="007818BD">
        <w:t>ma vie entière te remerciera</w:t>
      </w:r>
      <w:r>
        <w:t xml:space="preserve">. </w:t>
      </w:r>
      <w:r w:rsidR="00E0544E" w:rsidRPr="007818BD">
        <w:t>Mais comment as-tu préparé les moyens</w:t>
      </w:r>
      <w:r>
        <w:t xml:space="preserve">… </w:t>
      </w:r>
      <w:r w:rsidR="00E0544E" w:rsidRPr="007818BD">
        <w:t xml:space="preserve">les </w:t>
      </w:r>
      <w:proofErr w:type="spellStart"/>
      <w:r w:rsidR="00E0544E" w:rsidRPr="007818BD">
        <w:t>passe-ports</w:t>
      </w:r>
      <w:proofErr w:type="spellEnd"/>
      <w:r>
        <w:t xml:space="preserve">… </w:t>
      </w:r>
      <w:r w:rsidR="00E0544E" w:rsidRPr="007818BD">
        <w:t>les déguisements</w:t>
      </w:r>
      <w:r>
        <w:t xml:space="preserve">, </w:t>
      </w:r>
      <w:r w:rsidR="00E0544E" w:rsidRPr="007818BD">
        <w:t>le</w:t>
      </w:r>
      <w:r>
        <w:t>… ?</w:t>
      </w:r>
    </w:p>
    <w:p w14:paraId="7FD28750" w14:textId="77777777" w:rsidR="00E8465A" w:rsidRDefault="00E8465A" w:rsidP="00E0544E">
      <w:r>
        <w:t>— </w:t>
      </w:r>
      <w:r w:rsidR="00E0544E" w:rsidRPr="007818BD">
        <w:t>Je vais te le dire</w:t>
      </w:r>
      <w:r>
        <w:t xml:space="preserve">. </w:t>
      </w:r>
      <w:r w:rsidR="00E0544E" w:rsidRPr="007818BD">
        <w:t>Tu connais C</w:t>
      </w:r>
      <w:r>
        <w:t xml:space="preserve">…, </w:t>
      </w:r>
      <w:r w:rsidR="00E0544E" w:rsidRPr="007818BD">
        <w:t>de la Convention</w:t>
      </w:r>
      <w:r>
        <w:t xml:space="preserve"> : </w:t>
      </w:r>
      <w:r w:rsidR="00E0544E" w:rsidRPr="007818BD">
        <w:t>il est puissant et il est avide</w:t>
      </w:r>
      <w:r>
        <w:t xml:space="preserve">. </w:t>
      </w:r>
      <w:r w:rsidR="00E0544E" w:rsidRPr="007818BD">
        <w:rPr>
          <w:i/>
          <w:iCs/>
        </w:rPr>
        <w:t>Qu</w:t>
      </w:r>
      <w:r>
        <w:rPr>
          <w:i/>
          <w:iCs/>
        </w:rPr>
        <w:t>’</w:t>
      </w:r>
      <w:r w:rsidR="00E0544E" w:rsidRPr="007818BD">
        <w:rPr>
          <w:i/>
          <w:iCs/>
        </w:rPr>
        <w:t>on me méprise</w:t>
      </w:r>
      <w:r>
        <w:rPr>
          <w:i/>
          <w:iCs/>
        </w:rPr>
        <w:t xml:space="preserve">, </w:t>
      </w:r>
      <w:r w:rsidR="00E0544E" w:rsidRPr="007818BD">
        <w:rPr>
          <w:i/>
          <w:iCs/>
        </w:rPr>
        <w:t>pourvu que je d</w:t>
      </w:r>
      <w:r w:rsidR="00E0544E" w:rsidRPr="007818BD">
        <w:rPr>
          <w:i/>
          <w:iCs/>
        </w:rPr>
        <w:t>î</w:t>
      </w:r>
      <w:r w:rsidR="00E0544E" w:rsidRPr="007818BD">
        <w:rPr>
          <w:i/>
          <w:iCs/>
        </w:rPr>
        <w:t>ne</w:t>
      </w:r>
      <w:r>
        <w:t xml:space="preserve">, </w:t>
      </w:r>
      <w:r w:rsidR="00E0544E" w:rsidRPr="007818BD">
        <w:t>voilà la maxime de cet avare</w:t>
      </w:r>
      <w:r>
        <w:t>.</w:t>
      </w:r>
    </w:p>
    <w:p w14:paraId="2A79786B" w14:textId="77777777" w:rsidR="00E8465A" w:rsidRDefault="00E8465A" w:rsidP="00E0544E">
      <w:r>
        <w:t>— </w:t>
      </w:r>
      <w:r w:rsidR="00E0544E" w:rsidRPr="007818BD">
        <w:t>Eh bien</w:t>
      </w:r>
      <w:r>
        <w:t> !</w:t>
      </w:r>
    </w:p>
    <w:p w14:paraId="4BD918EB" w14:textId="77777777" w:rsidR="00E8465A" w:rsidRDefault="00E8465A" w:rsidP="00E0544E">
      <w:r>
        <w:t>— </w:t>
      </w:r>
      <w:r w:rsidR="00E0544E" w:rsidRPr="007818BD">
        <w:t>Avec le secours de ce vieillard républicain</w:t>
      </w:r>
      <w:r>
        <w:t xml:space="preserve">, </w:t>
      </w:r>
      <w:r w:rsidR="00E0544E" w:rsidRPr="007818BD">
        <w:t>qui ne ma</w:t>
      </w:r>
      <w:r w:rsidR="00E0544E" w:rsidRPr="007818BD">
        <w:t>n</w:t>
      </w:r>
      <w:r w:rsidR="00E0544E" w:rsidRPr="007818BD">
        <w:t>que pas d</w:t>
      </w:r>
      <w:r>
        <w:t>’</w:t>
      </w:r>
      <w:r w:rsidR="00E0544E" w:rsidRPr="007818BD">
        <w:t>amis dans le comité</w:t>
      </w:r>
      <w:r>
        <w:t xml:space="preserve">, </w:t>
      </w:r>
      <w:r w:rsidR="00E0544E" w:rsidRPr="007818BD">
        <w:t>j</w:t>
      </w:r>
      <w:r>
        <w:t>’</w:t>
      </w:r>
      <w:r w:rsidR="00E0544E" w:rsidRPr="007818BD">
        <w:t>ai obtenu les moyens nécessa</w:t>
      </w:r>
      <w:r w:rsidR="00E0544E" w:rsidRPr="007818BD">
        <w:t>i</w:t>
      </w:r>
      <w:r w:rsidR="00E0544E" w:rsidRPr="007818BD">
        <w:t>res</w:t>
      </w:r>
      <w:r>
        <w:t xml:space="preserve">, </w:t>
      </w:r>
      <w:r w:rsidR="00E0544E" w:rsidRPr="007818BD">
        <w:t>je les ai achetés</w:t>
      </w:r>
      <w:r>
        <w:t xml:space="preserve">. </w:t>
      </w:r>
      <w:r w:rsidR="00E0544E" w:rsidRPr="007818BD">
        <w:t>Pour une bagatelle</w:t>
      </w:r>
      <w:r>
        <w:t xml:space="preserve">, </w:t>
      </w:r>
      <w:r w:rsidR="00E0544E" w:rsidRPr="007818BD">
        <w:t>je puis aussi te proc</w:t>
      </w:r>
      <w:r w:rsidR="00E0544E" w:rsidRPr="007818BD">
        <w:t>u</w:t>
      </w:r>
      <w:r w:rsidR="00E0544E" w:rsidRPr="007818BD">
        <w:t>rer un passeport</w:t>
      </w:r>
      <w:r>
        <w:t>.</w:t>
      </w:r>
    </w:p>
    <w:p w14:paraId="5D70296E" w14:textId="77777777" w:rsidR="00E8465A" w:rsidRDefault="00E8465A" w:rsidP="00E0544E">
      <w:r>
        <w:t>— </w:t>
      </w:r>
      <w:r w:rsidR="00E0544E" w:rsidRPr="007818BD">
        <w:t>Ta fortune n</w:t>
      </w:r>
      <w:r>
        <w:t>’</w:t>
      </w:r>
      <w:r w:rsidR="00E0544E" w:rsidRPr="007818BD">
        <w:t>est donc pas en assignats</w:t>
      </w:r>
      <w:r>
        <w:t> ?</w:t>
      </w:r>
    </w:p>
    <w:p w14:paraId="2740AE1E" w14:textId="629DDE90" w:rsidR="00E0544E" w:rsidRPr="007818BD" w:rsidRDefault="00E8465A" w:rsidP="00E0544E">
      <w:r>
        <w:t>— </w:t>
      </w:r>
      <w:r w:rsidR="00E0544E" w:rsidRPr="007818BD">
        <w:t>J</w:t>
      </w:r>
      <w:r>
        <w:t>’</w:t>
      </w:r>
      <w:r w:rsidR="00E0544E" w:rsidRPr="007818BD">
        <w:t>ai assez d</w:t>
      </w:r>
      <w:r>
        <w:t>’</w:t>
      </w:r>
      <w:r w:rsidR="00E0544E" w:rsidRPr="007818BD">
        <w:t>or pour nous tous</w:t>
      </w:r>
      <w:r>
        <w:t>. »</w:t>
      </w:r>
    </w:p>
    <w:p w14:paraId="13EBA372" w14:textId="77777777" w:rsidR="00E8465A" w:rsidRDefault="00E0544E" w:rsidP="00E0544E">
      <w:proofErr w:type="spellStart"/>
      <w:r w:rsidRPr="007818BD">
        <w:t>Glyndon</w:t>
      </w:r>
      <w:proofErr w:type="spellEnd"/>
      <w:r w:rsidRPr="007818BD">
        <w:t xml:space="preserve"> fit passer Nicot dans l</w:t>
      </w:r>
      <w:r w:rsidR="00E8465A">
        <w:t>’</w:t>
      </w:r>
      <w:r w:rsidRPr="007818BD">
        <w:t>autre pièce</w:t>
      </w:r>
      <w:r w:rsidR="00E8465A">
        <w:t xml:space="preserve">, </w:t>
      </w:r>
      <w:r w:rsidRPr="007818BD">
        <w:t>lui expliqua r</w:t>
      </w:r>
      <w:r w:rsidRPr="007818BD">
        <w:t>a</w:t>
      </w:r>
      <w:r w:rsidRPr="007818BD">
        <w:t>pidement et en peu de mots les détails de son plan</w:t>
      </w:r>
      <w:r w:rsidR="00E8465A">
        <w:t xml:space="preserve">, </w:t>
      </w:r>
      <w:r w:rsidRPr="007818BD">
        <w:t>et les dégu</w:t>
      </w:r>
      <w:r w:rsidRPr="007818BD">
        <w:t>i</w:t>
      </w:r>
      <w:r w:rsidRPr="007818BD">
        <w:t>sements à prendre en conformité avec les passeports</w:t>
      </w:r>
      <w:r w:rsidR="00E8465A">
        <w:t xml:space="preserve">, </w:t>
      </w:r>
      <w:r w:rsidRPr="007818BD">
        <w:t>puis il ajouta</w:t>
      </w:r>
      <w:r w:rsidR="00E8465A">
        <w:t> :</w:t>
      </w:r>
    </w:p>
    <w:p w14:paraId="1BBF6056" w14:textId="77777777" w:rsidR="00E8465A" w:rsidRDefault="00E8465A" w:rsidP="00E0544E">
      <w:r>
        <w:t>« </w:t>
      </w:r>
      <w:r w:rsidR="00E0544E" w:rsidRPr="007818BD">
        <w:t>En retour de ce service</w:t>
      </w:r>
      <w:r>
        <w:t xml:space="preserve">, </w:t>
      </w:r>
      <w:r w:rsidR="00E0544E" w:rsidRPr="007818BD">
        <w:t>accorde moi une faveur</w:t>
      </w:r>
      <w:r>
        <w:t xml:space="preserve">, </w:t>
      </w:r>
      <w:r w:rsidR="00E0544E" w:rsidRPr="007818BD">
        <w:t>qui est</w:t>
      </w:r>
      <w:r>
        <w:t xml:space="preserve">, </w:t>
      </w:r>
      <w:r w:rsidR="00E0544E" w:rsidRPr="007818BD">
        <w:t>je pense</w:t>
      </w:r>
      <w:r>
        <w:t xml:space="preserve">, </w:t>
      </w:r>
      <w:r w:rsidR="00E0544E" w:rsidRPr="007818BD">
        <w:t>en ton po</w:t>
      </w:r>
      <w:r w:rsidR="00E0544E" w:rsidRPr="007818BD">
        <w:t>u</w:t>
      </w:r>
      <w:r w:rsidR="00E0544E" w:rsidRPr="007818BD">
        <w:t>voir</w:t>
      </w:r>
      <w:r>
        <w:t xml:space="preserve">. </w:t>
      </w:r>
      <w:r w:rsidR="00E0544E" w:rsidRPr="007818BD">
        <w:t>Tu te souviens de Viola Pisani</w:t>
      </w:r>
      <w:r>
        <w:t> ?</w:t>
      </w:r>
    </w:p>
    <w:p w14:paraId="736CDBEB" w14:textId="77777777" w:rsidR="00E8465A" w:rsidRDefault="00E8465A" w:rsidP="00E0544E">
      <w:r>
        <w:t>— </w:t>
      </w:r>
      <w:r w:rsidR="00E0544E" w:rsidRPr="007818BD">
        <w:t>D</w:t>
      </w:r>
      <w:r>
        <w:t>’</w:t>
      </w:r>
      <w:r w:rsidR="00E0544E" w:rsidRPr="007818BD">
        <w:t>elle</w:t>
      </w:r>
      <w:r>
        <w:t xml:space="preserve"> ? </w:t>
      </w:r>
      <w:r w:rsidR="00E0544E" w:rsidRPr="007818BD">
        <w:t>oui</w:t>
      </w:r>
      <w:r>
        <w:t xml:space="preserve"> ! </w:t>
      </w:r>
      <w:r w:rsidR="00E0544E" w:rsidRPr="007818BD">
        <w:t>et de l</w:t>
      </w:r>
      <w:r>
        <w:t>’</w:t>
      </w:r>
      <w:r w:rsidR="00E0544E" w:rsidRPr="007818BD">
        <w:t>amant avec qui elle a disparu</w:t>
      </w:r>
      <w:r>
        <w:t>.</w:t>
      </w:r>
    </w:p>
    <w:p w14:paraId="0426478A" w14:textId="77777777" w:rsidR="00E8465A" w:rsidRDefault="00E8465A" w:rsidP="00E0544E">
      <w:r>
        <w:t>— </w:t>
      </w:r>
      <w:r w:rsidR="00E0544E" w:rsidRPr="007818BD">
        <w:t>Et à qui elle vient d</w:t>
      </w:r>
      <w:r>
        <w:t>’</w:t>
      </w:r>
      <w:r w:rsidR="00E0544E" w:rsidRPr="007818BD">
        <w:t>échapper</w:t>
      </w:r>
      <w:r>
        <w:t>.</w:t>
      </w:r>
    </w:p>
    <w:p w14:paraId="67DB5193" w14:textId="77777777" w:rsidR="00E8465A" w:rsidRDefault="00E8465A" w:rsidP="00E0544E">
      <w:r>
        <w:t>— </w:t>
      </w:r>
      <w:r w:rsidR="00E0544E" w:rsidRPr="007818BD">
        <w:t>Vraiment</w:t>
      </w:r>
      <w:r>
        <w:t xml:space="preserve"> !… </w:t>
      </w:r>
      <w:r w:rsidR="00E0544E" w:rsidRPr="007818BD">
        <w:t>quoi</w:t>
      </w:r>
      <w:r>
        <w:t xml:space="preserve"> !… </w:t>
      </w:r>
      <w:r w:rsidR="00E0544E" w:rsidRPr="007818BD">
        <w:t>Je comprends</w:t>
      </w:r>
      <w:r>
        <w:t xml:space="preserve">, </w:t>
      </w:r>
      <w:r w:rsidR="00E0544E" w:rsidRPr="007818BD">
        <w:t>sacrebleu</w:t>
      </w:r>
      <w:r>
        <w:t xml:space="preserve"> ! </w:t>
      </w:r>
      <w:r w:rsidR="00E0544E" w:rsidRPr="007818BD">
        <w:t>tu es un heureux coquin</w:t>
      </w:r>
      <w:r>
        <w:t xml:space="preserve">, </w:t>
      </w:r>
      <w:r w:rsidR="00E0544E" w:rsidRPr="007818BD">
        <w:t>confrère</w:t>
      </w:r>
      <w:r>
        <w:t> !</w:t>
      </w:r>
    </w:p>
    <w:p w14:paraId="635AE4A1" w14:textId="438F5A6C" w:rsidR="00E0544E" w:rsidRPr="007818BD" w:rsidRDefault="00E8465A" w:rsidP="00E0544E">
      <w:r>
        <w:lastRenderedPageBreak/>
        <w:t>— </w:t>
      </w:r>
      <w:r w:rsidR="00E0544E" w:rsidRPr="007818BD">
        <w:t>Tais-toi</w:t>
      </w:r>
      <w:r>
        <w:t xml:space="preserve">, </w:t>
      </w:r>
      <w:r w:rsidR="00E0544E" w:rsidRPr="007818BD">
        <w:t>malheureux</w:t>
      </w:r>
      <w:r>
        <w:t xml:space="preserve"> ! </w:t>
      </w:r>
      <w:r w:rsidR="00E0544E" w:rsidRPr="007818BD">
        <w:t>avec tes discours éternels sur la fraternité et la vertu</w:t>
      </w:r>
      <w:r>
        <w:t xml:space="preserve">, </w:t>
      </w:r>
      <w:r w:rsidR="00E0544E" w:rsidRPr="007818BD">
        <w:t>il sembl</w:t>
      </w:r>
      <w:r w:rsidR="00E0544E">
        <w:t>e</w:t>
      </w:r>
      <w:r w:rsidR="00E0544E" w:rsidRPr="007818BD">
        <w:t xml:space="preserve"> que tu ne puisses croire à un acte de bonté ni à une pensée vertueuse</w:t>
      </w:r>
      <w:r>
        <w:t>. »</w:t>
      </w:r>
    </w:p>
    <w:p w14:paraId="0D072595" w14:textId="77777777" w:rsidR="00E8465A" w:rsidRDefault="00E0544E" w:rsidP="00E0544E">
      <w:r w:rsidRPr="007818BD">
        <w:t>Nicot se mordit les lèvres</w:t>
      </w:r>
      <w:r w:rsidR="00E8465A">
        <w:t xml:space="preserve">, </w:t>
      </w:r>
      <w:r w:rsidRPr="007818BD">
        <w:t>et répliqua en grommelant</w:t>
      </w:r>
      <w:r w:rsidR="00E8465A">
        <w:t> :</w:t>
      </w:r>
    </w:p>
    <w:p w14:paraId="456A48C4" w14:textId="77777777" w:rsidR="00E8465A" w:rsidRDefault="00E8465A" w:rsidP="00E0544E">
      <w:r>
        <w:t>« </w:t>
      </w:r>
      <w:r w:rsidR="00E0544E" w:rsidRPr="007818BD">
        <w:t>L</w:t>
      </w:r>
      <w:r>
        <w:t>’</w:t>
      </w:r>
      <w:r w:rsidR="00E0544E" w:rsidRPr="007818BD">
        <w:t>expérience détrompe souvent</w:t>
      </w:r>
      <w:r>
        <w:t xml:space="preserve">. </w:t>
      </w:r>
      <w:r w:rsidR="00E0544E" w:rsidRPr="007818BD">
        <w:t>Hum</w:t>
      </w:r>
      <w:r>
        <w:t xml:space="preserve"> ! </w:t>
      </w:r>
      <w:r w:rsidR="00E0544E" w:rsidRPr="007818BD">
        <w:t>Quel service puis-je te rendre à propos de cette Italienne</w:t>
      </w:r>
      <w:r>
        <w:t> ?</w:t>
      </w:r>
    </w:p>
    <w:p w14:paraId="6D3F171F" w14:textId="77777777" w:rsidR="00E8465A" w:rsidRDefault="00E8465A" w:rsidP="00E0544E">
      <w:r>
        <w:t>— </w:t>
      </w:r>
      <w:r w:rsidR="00E0544E" w:rsidRPr="007818BD">
        <w:t>C</w:t>
      </w:r>
      <w:r>
        <w:t>’</w:t>
      </w:r>
      <w:r w:rsidR="00E0544E" w:rsidRPr="007818BD">
        <w:t>est moi qui l</w:t>
      </w:r>
      <w:r>
        <w:t>’</w:t>
      </w:r>
      <w:r w:rsidR="00E0544E" w:rsidRPr="007818BD">
        <w:t>ai décidée à venir dans cette ville de pi</w:t>
      </w:r>
      <w:r w:rsidR="00E0544E" w:rsidRPr="007818BD">
        <w:t>è</w:t>
      </w:r>
      <w:r w:rsidR="00E0544E" w:rsidRPr="007818BD">
        <w:t>ges et de précipices</w:t>
      </w:r>
      <w:r>
        <w:t xml:space="preserve">. </w:t>
      </w:r>
      <w:r w:rsidR="00E0544E" w:rsidRPr="007818BD">
        <w:t>Je ne puis la laisser seule exposée à des dangers dont ni l</w:t>
      </w:r>
      <w:r>
        <w:t>’</w:t>
      </w:r>
      <w:r w:rsidR="00E0544E" w:rsidRPr="007818BD">
        <w:t>innocence ni l</w:t>
      </w:r>
      <w:r>
        <w:t>’</w:t>
      </w:r>
      <w:r w:rsidR="00E0544E" w:rsidRPr="007818BD">
        <w:t>obscurité ne peuvent garantir</w:t>
      </w:r>
      <w:r>
        <w:t xml:space="preserve">. </w:t>
      </w:r>
      <w:r w:rsidR="00E0544E" w:rsidRPr="007818BD">
        <w:t>Dans v</w:t>
      </w:r>
      <w:r w:rsidR="00E0544E" w:rsidRPr="007818BD">
        <w:t>o</w:t>
      </w:r>
      <w:r w:rsidR="00E0544E" w:rsidRPr="007818BD">
        <w:t>tre bienheureuse république</w:t>
      </w:r>
      <w:r>
        <w:t xml:space="preserve">, </w:t>
      </w:r>
      <w:r w:rsidR="00E0544E" w:rsidRPr="007818BD">
        <w:t>un citoyen vertueux et que pe</w:t>
      </w:r>
      <w:r w:rsidR="00E0544E" w:rsidRPr="007818BD">
        <w:t>r</w:t>
      </w:r>
      <w:r w:rsidR="00E0544E" w:rsidRPr="007818BD">
        <w:t>sonne ne soupçonne</w:t>
      </w:r>
      <w:r>
        <w:t xml:space="preserve">, </w:t>
      </w:r>
      <w:r w:rsidR="00E0544E" w:rsidRPr="007818BD">
        <w:t>qui jette son dévolu sur une femme ou sur une jeune fille</w:t>
      </w:r>
      <w:r>
        <w:t xml:space="preserve">, </w:t>
      </w:r>
      <w:r w:rsidR="00E0544E" w:rsidRPr="007818BD">
        <w:t>n</w:t>
      </w:r>
      <w:r>
        <w:t>’</w:t>
      </w:r>
      <w:r w:rsidR="00E0544E" w:rsidRPr="007818BD">
        <w:t>a qu</w:t>
      </w:r>
      <w:r>
        <w:t>’</w:t>
      </w:r>
      <w:r w:rsidR="00E0544E" w:rsidRPr="007818BD">
        <w:t>à dire</w:t>
      </w:r>
      <w:r>
        <w:t> : « </w:t>
      </w:r>
      <w:r w:rsidR="00E0544E" w:rsidRPr="007818BD">
        <w:t>Soyez à moi</w:t>
      </w:r>
      <w:r>
        <w:t xml:space="preserve"> ; </w:t>
      </w:r>
      <w:r w:rsidR="00E0544E" w:rsidRPr="007818BD">
        <w:t>ou je vous déno</w:t>
      </w:r>
      <w:r w:rsidR="00E0544E" w:rsidRPr="007818BD">
        <w:t>n</w:t>
      </w:r>
      <w:r w:rsidR="00E0544E" w:rsidRPr="007818BD">
        <w:t>ce</w:t>
      </w:r>
      <w:r>
        <w:t>. »</w:t>
      </w:r>
      <w:r w:rsidR="00E0544E" w:rsidRPr="007818BD">
        <w:t xml:space="preserve"> En un mot</w:t>
      </w:r>
      <w:r>
        <w:t xml:space="preserve">, </w:t>
      </w:r>
      <w:r w:rsidR="00E0544E" w:rsidRPr="007818BD">
        <w:t>il faut que Viola nous accompagne</w:t>
      </w:r>
      <w:r>
        <w:t>.</w:t>
      </w:r>
    </w:p>
    <w:p w14:paraId="12B4C51E" w14:textId="77777777" w:rsidR="00E8465A" w:rsidRDefault="00E8465A" w:rsidP="00E0544E">
      <w:r>
        <w:t>— </w:t>
      </w:r>
      <w:r w:rsidR="00E0544E" w:rsidRPr="007818BD">
        <w:t>Rien de plus facile</w:t>
      </w:r>
      <w:r>
        <w:t xml:space="preserve"> ! </w:t>
      </w:r>
      <w:r w:rsidR="00E0544E" w:rsidRPr="007818BD">
        <w:t>Je vois que vous vous êtes procuré un passeport pour elle</w:t>
      </w:r>
      <w:r>
        <w:t> ?</w:t>
      </w:r>
    </w:p>
    <w:p w14:paraId="1CA7BCC0" w14:textId="77777777" w:rsidR="00E8465A" w:rsidRDefault="00E8465A" w:rsidP="00E0544E">
      <w:r>
        <w:t>— </w:t>
      </w:r>
      <w:r w:rsidR="00E0544E" w:rsidRPr="007818BD">
        <w:t>Rien de plus facile</w:t>
      </w:r>
      <w:r>
        <w:t xml:space="preserve"> !… </w:t>
      </w:r>
      <w:r w:rsidR="00E0544E" w:rsidRPr="007818BD">
        <w:t>Rien de plus difficile</w:t>
      </w:r>
      <w:r>
        <w:t xml:space="preserve">. </w:t>
      </w:r>
      <w:r w:rsidR="00E0544E" w:rsidRPr="007818BD">
        <w:t xml:space="preserve">Cette </w:t>
      </w:r>
      <w:proofErr w:type="spellStart"/>
      <w:r w:rsidR="00E0544E" w:rsidRPr="007818BD">
        <w:t>Fill</w:t>
      </w:r>
      <w:r w:rsidR="00E0544E" w:rsidRPr="007818BD">
        <w:t>i</w:t>
      </w:r>
      <w:r w:rsidR="00E0544E" w:rsidRPr="007818BD">
        <w:t>de</w:t>
      </w:r>
      <w:proofErr w:type="spellEnd"/>
      <w:r>
        <w:t xml:space="preserve"> ! </w:t>
      </w:r>
      <w:r w:rsidR="00E0544E" w:rsidRPr="007818BD">
        <w:t>plût au ciel que je ne l</w:t>
      </w:r>
      <w:r>
        <w:t>’</w:t>
      </w:r>
      <w:r w:rsidR="00E0544E" w:rsidRPr="007818BD">
        <w:t>eusse jamais vue</w:t>
      </w:r>
      <w:r>
        <w:t xml:space="preserve">, </w:t>
      </w:r>
      <w:r w:rsidR="00E0544E" w:rsidRPr="007818BD">
        <w:t>que je n</w:t>
      </w:r>
      <w:r>
        <w:t>’</w:t>
      </w:r>
      <w:r w:rsidR="00E0544E" w:rsidRPr="007818BD">
        <w:t>eusse jamais asservi mon âme à mes sens</w:t>
      </w:r>
      <w:r>
        <w:t xml:space="preserve"> ! </w:t>
      </w:r>
      <w:r w:rsidR="00E0544E" w:rsidRPr="007818BD">
        <w:t>L</w:t>
      </w:r>
      <w:r>
        <w:t>’</w:t>
      </w:r>
      <w:r w:rsidR="00E0544E" w:rsidRPr="007818BD">
        <w:t>amour d</w:t>
      </w:r>
      <w:r>
        <w:t>’</w:t>
      </w:r>
      <w:r w:rsidR="00E0544E" w:rsidRPr="007818BD">
        <w:t>une femme violente</w:t>
      </w:r>
      <w:r>
        <w:t xml:space="preserve">, </w:t>
      </w:r>
      <w:r w:rsidR="00E0544E" w:rsidRPr="007818BD">
        <w:t>sans éducation</w:t>
      </w:r>
      <w:r>
        <w:t xml:space="preserve">, </w:t>
      </w:r>
      <w:r w:rsidR="00E0544E" w:rsidRPr="007818BD">
        <w:t>sans principes</w:t>
      </w:r>
      <w:r>
        <w:t xml:space="preserve">, </w:t>
      </w:r>
      <w:r w:rsidR="00E0544E" w:rsidRPr="007818BD">
        <w:t>commence par le ciel pour finir par l</w:t>
      </w:r>
      <w:r>
        <w:t>’</w:t>
      </w:r>
      <w:r w:rsidR="00E0544E" w:rsidRPr="007818BD">
        <w:t>enfer</w:t>
      </w:r>
      <w:r>
        <w:t xml:space="preserve">. </w:t>
      </w:r>
      <w:r w:rsidR="00E0544E" w:rsidRPr="007818BD">
        <w:t>Elle est jalouse comme les trois Furies</w:t>
      </w:r>
      <w:r>
        <w:t xml:space="preserve">, </w:t>
      </w:r>
      <w:r w:rsidR="00E0544E" w:rsidRPr="007818BD">
        <w:t>et ne veut pas entendre parler d</w:t>
      </w:r>
      <w:r>
        <w:t>’</w:t>
      </w:r>
      <w:r w:rsidR="00E0544E" w:rsidRPr="007818BD">
        <w:t>une femme pour nous accompagner</w:t>
      </w:r>
      <w:r>
        <w:t xml:space="preserve">. </w:t>
      </w:r>
      <w:r w:rsidR="00E0544E" w:rsidRPr="007818BD">
        <w:t>Et quand elle verra la beauté de Viola</w:t>
      </w:r>
      <w:r>
        <w:t xml:space="preserve"> ! </w:t>
      </w:r>
      <w:r w:rsidR="00E0544E" w:rsidRPr="007818BD">
        <w:t>je tremble en y so</w:t>
      </w:r>
      <w:r w:rsidR="00E0544E" w:rsidRPr="007818BD">
        <w:t>n</w:t>
      </w:r>
      <w:r w:rsidR="00E0544E" w:rsidRPr="007818BD">
        <w:t>geant</w:t>
      </w:r>
      <w:r>
        <w:t xml:space="preserve"> ; </w:t>
      </w:r>
      <w:r w:rsidR="00E0544E" w:rsidRPr="007818BD">
        <w:t>il n</w:t>
      </w:r>
      <w:r>
        <w:t>’</w:t>
      </w:r>
      <w:r w:rsidR="00E0544E" w:rsidRPr="007818BD">
        <w:t>est pas d</w:t>
      </w:r>
      <w:r>
        <w:t>’</w:t>
      </w:r>
      <w:r w:rsidR="00E0544E" w:rsidRPr="007818BD">
        <w:t>excès dont elle ne soit capable dans l</w:t>
      </w:r>
      <w:r>
        <w:t>’</w:t>
      </w:r>
      <w:r w:rsidR="00E0544E" w:rsidRPr="007818BD">
        <w:t>emportement de ses passions</w:t>
      </w:r>
      <w:r>
        <w:t>.</w:t>
      </w:r>
    </w:p>
    <w:p w14:paraId="3C306182" w14:textId="77777777" w:rsidR="00E8465A" w:rsidRDefault="00E8465A" w:rsidP="00E0544E">
      <w:r>
        <w:t>— </w:t>
      </w:r>
      <w:r w:rsidR="00E0544E" w:rsidRPr="007818BD">
        <w:t>Ah</w:t>
      </w:r>
      <w:r>
        <w:t xml:space="preserve"> ! </w:t>
      </w:r>
      <w:r w:rsidR="00E0544E" w:rsidRPr="007818BD">
        <w:t>je sais ce que c</w:t>
      </w:r>
      <w:r>
        <w:t>’</w:t>
      </w:r>
      <w:r w:rsidR="00E0544E" w:rsidRPr="007818BD">
        <w:t>est que ces femmes-là</w:t>
      </w:r>
      <w:r>
        <w:t xml:space="preserve">. </w:t>
      </w:r>
      <w:r w:rsidR="00E0544E" w:rsidRPr="007818BD">
        <w:t>Ma femme à moi</w:t>
      </w:r>
      <w:r>
        <w:t xml:space="preserve">, </w:t>
      </w:r>
      <w:r w:rsidR="00E0544E" w:rsidRPr="007818BD">
        <w:t>Béatrice Sacchini</w:t>
      </w:r>
      <w:r>
        <w:t xml:space="preserve">, </w:t>
      </w:r>
      <w:r w:rsidR="00E0544E" w:rsidRPr="007818BD">
        <w:t>que je pris à Naples</w:t>
      </w:r>
      <w:r>
        <w:t xml:space="preserve">, </w:t>
      </w:r>
      <w:r w:rsidR="00E0544E" w:rsidRPr="007818BD">
        <w:t>après avoir échoué auprès de cette même Viola</w:t>
      </w:r>
      <w:r>
        <w:t xml:space="preserve">, </w:t>
      </w:r>
      <w:r w:rsidR="00E0544E" w:rsidRPr="007818BD">
        <w:t>divorça quand l</w:t>
      </w:r>
      <w:r>
        <w:t>’</w:t>
      </w:r>
      <w:r w:rsidR="00E0544E" w:rsidRPr="007818BD">
        <w:t>argent vint à me manquer</w:t>
      </w:r>
      <w:r>
        <w:t xml:space="preserve">, </w:t>
      </w:r>
      <w:r w:rsidR="00E0544E" w:rsidRPr="007818BD">
        <w:t>et maintenant</w:t>
      </w:r>
      <w:r>
        <w:t xml:space="preserve">, </w:t>
      </w:r>
      <w:r w:rsidR="00E0544E" w:rsidRPr="007818BD">
        <w:t>maîtresse d</w:t>
      </w:r>
      <w:r>
        <w:t>’</w:t>
      </w:r>
      <w:r w:rsidR="00E0544E" w:rsidRPr="007818BD">
        <w:t>un juge</w:t>
      </w:r>
      <w:r>
        <w:t xml:space="preserve">, </w:t>
      </w:r>
      <w:r w:rsidR="00E0544E" w:rsidRPr="007818BD">
        <w:t>elle m</w:t>
      </w:r>
      <w:r>
        <w:t>’</w:t>
      </w:r>
      <w:r w:rsidR="00E0544E" w:rsidRPr="007818BD">
        <w:t>éclabousse de sa voiture quand je me traîne dans les rues</w:t>
      </w:r>
      <w:r>
        <w:t xml:space="preserve">. </w:t>
      </w:r>
      <w:r w:rsidR="00E0544E" w:rsidRPr="007818BD">
        <w:lastRenderedPageBreak/>
        <w:t>La peste soit d</w:t>
      </w:r>
      <w:r>
        <w:t>’</w:t>
      </w:r>
      <w:r w:rsidR="00E0544E" w:rsidRPr="007818BD">
        <w:t>elle</w:t>
      </w:r>
      <w:r>
        <w:t xml:space="preserve"> ! </w:t>
      </w:r>
      <w:r w:rsidR="00E0544E" w:rsidRPr="007818BD">
        <w:t>Mais patience</w:t>
      </w:r>
      <w:r>
        <w:t xml:space="preserve"> ! </w:t>
      </w:r>
      <w:r w:rsidR="00E0544E" w:rsidRPr="007818BD">
        <w:t>patience</w:t>
      </w:r>
      <w:r>
        <w:t xml:space="preserve"> ! </w:t>
      </w:r>
      <w:r w:rsidR="00E0544E" w:rsidRPr="007818BD">
        <w:t>c</w:t>
      </w:r>
      <w:r>
        <w:t>’</w:t>
      </w:r>
      <w:r w:rsidR="00E0544E" w:rsidRPr="007818BD">
        <w:t>est là le sort de la vertu</w:t>
      </w:r>
      <w:r>
        <w:t xml:space="preserve">. </w:t>
      </w:r>
      <w:r w:rsidR="00E0544E" w:rsidRPr="007818BD">
        <w:t>Je demanderais seulement à être Robespierre pour vingt-quatre heures</w:t>
      </w:r>
      <w:r>
        <w:t> !</w:t>
      </w:r>
    </w:p>
    <w:p w14:paraId="1A1C9253" w14:textId="77777777" w:rsidR="00E8465A" w:rsidRDefault="00E8465A" w:rsidP="00E0544E">
      <w:r>
        <w:t>— </w:t>
      </w:r>
      <w:r w:rsidR="00E0544E" w:rsidRPr="007818BD">
        <w:t>Fais-nous grâce de tes tirades</w:t>
      </w:r>
      <w:r>
        <w:t xml:space="preserve"> ! </w:t>
      </w:r>
      <w:r w:rsidR="00E0544E" w:rsidRPr="007818BD">
        <w:t>s</w:t>
      </w:r>
      <w:r>
        <w:t>’</w:t>
      </w:r>
      <w:r w:rsidR="00E0544E" w:rsidRPr="007818BD">
        <w:t xml:space="preserve">écria </w:t>
      </w:r>
      <w:proofErr w:type="spellStart"/>
      <w:r w:rsidR="00E0544E" w:rsidRPr="007818BD">
        <w:t>Glyndon</w:t>
      </w:r>
      <w:proofErr w:type="spellEnd"/>
      <w:r w:rsidR="00E0544E" w:rsidRPr="007818BD">
        <w:t xml:space="preserve"> impatie</w:t>
      </w:r>
      <w:r w:rsidR="00E0544E" w:rsidRPr="007818BD">
        <w:t>n</w:t>
      </w:r>
      <w:r w:rsidR="00E0544E" w:rsidRPr="007818BD">
        <w:t>té</w:t>
      </w:r>
      <w:r>
        <w:t xml:space="preserve">. </w:t>
      </w:r>
      <w:r w:rsidR="00E0544E" w:rsidRPr="007818BD">
        <w:t>Allons au fait</w:t>
      </w:r>
      <w:r>
        <w:t xml:space="preserve"> ; </w:t>
      </w:r>
      <w:r w:rsidR="00E0544E" w:rsidRPr="007818BD">
        <w:t>que conseilles-tu</w:t>
      </w:r>
      <w:r>
        <w:t> ?</w:t>
      </w:r>
    </w:p>
    <w:p w14:paraId="38A7FD82" w14:textId="77777777" w:rsidR="00E8465A" w:rsidRDefault="00E8465A" w:rsidP="00E0544E">
      <w:r>
        <w:t>— </w:t>
      </w:r>
      <w:r w:rsidR="00E0544E" w:rsidRPr="007818BD">
        <w:t xml:space="preserve">Laisse ta </w:t>
      </w:r>
      <w:proofErr w:type="spellStart"/>
      <w:r w:rsidR="00E0544E" w:rsidRPr="007818BD">
        <w:t>Fillide</w:t>
      </w:r>
      <w:proofErr w:type="spellEnd"/>
      <w:r w:rsidR="00E0544E" w:rsidRPr="007818BD">
        <w:t xml:space="preserve"> derrière toi</w:t>
      </w:r>
      <w:r>
        <w:t>.</w:t>
      </w:r>
    </w:p>
    <w:p w14:paraId="077F7F53" w14:textId="77777777" w:rsidR="00E8465A" w:rsidRDefault="00E8465A" w:rsidP="00E0544E">
      <w:r>
        <w:t>— </w:t>
      </w:r>
      <w:r w:rsidR="00E0544E" w:rsidRPr="007818BD">
        <w:t>La laisser à son ignorance</w:t>
      </w:r>
      <w:r>
        <w:t xml:space="preserve">, </w:t>
      </w:r>
      <w:r w:rsidR="00E0544E" w:rsidRPr="007818BD">
        <w:t>sans protection même du côté de son intelligence</w:t>
      </w:r>
      <w:r>
        <w:t xml:space="preserve"> ; </w:t>
      </w:r>
      <w:r w:rsidR="00E0544E" w:rsidRPr="007818BD">
        <w:t>la laisser au milieu des saturnales de la d</w:t>
      </w:r>
      <w:r w:rsidR="00E0544E" w:rsidRPr="007818BD">
        <w:t>é</w:t>
      </w:r>
      <w:r w:rsidR="00E0544E" w:rsidRPr="007818BD">
        <w:t>bauche et du meurtre</w:t>
      </w:r>
      <w:r>
        <w:t xml:space="preserve"> ! </w:t>
      </w:r>
      <w:r w:rsidR="00E0544E" w:rsidRPr="007818BD">
        <w:t>Non</w:t>
      </w:r>
      <w:r>
        <w:t xml:space="preserve"> ! </w:t>
      </w:r>
      <w:r w:rsidR="00E0544E" w:rsidRPr="007818BD">
        <w:t>J</w:t>
      </w:r>
      <w:r>
        <w:t>’</w:t>
      </w:r>
      <w:r w:rsidR="00E0544E" w:rsidRPr="007818BD">
        <w:t>ai eu des torts envers elle</w:t>
      </w:r>
      <w:r>
        <w:t xml:space="preserve"> ; </w:t>
      </w:r>
      <w:r w:rsidR="00E0544E" w:rsidRPr="007818BD">
        <w:t>mais</w:t>
      </w:r>
      <w:r>
        <w:t xml:space="preserve">, </w:t>
      </w:r>
      <w:r w:rsidR="00E0544E" w:rsidRPr="007818BD">
        <w:t>quoi qu</w:t>
      </w:r>
      <w:r>
        <w:t>’</w:t>
      </w:r>
      <w:r w:rsidR="00E0544E" w:rsidRPr="007818BD">
        <w:t>il arrive</w:t>
      </w:r>
      <w:r>
        <w:t xml:space="preserve">, </w:t>
      </w:r>
      <w:r w:rsidR="00E0544E" w:rsidRPr="007818BD">
        <w:t>je n</w:t>
      </w:r>
      <w:r>
        <w:t>’</w:t>
      </w:r>
      <w:r w:rsidR="00E0544E" w:rsidRPr="007818BD">
        <w:t>abandonnerai pas lâchement une femme qui</w:t>
      </w:r>
      <w:r>
        <w:t xml:space="preserve">, </w:t>
      </w:r>
      <w:r w:rsidR="00E0544E" w:rsidRPr="007818BD">
        <w:t>avec toutes ses erreurs</w:t>
      </w:r>
      <w:r>
        <w:t xml:space="preserve">, </w:t>
      </w:r>
      <w:r w:rsidR="00E0544E" w:rsidRPr="007818BD">
        <w:t>a confié son sort à mon amour</w:t>
      </w:r>
      <w:r>
        <w:t>.</w:t>
      </w:r>
    </w:p>
    <w:p w14:paraId="74A6B107" w14:textId="77777777" w:rsidR="00E8465A" w:rsidRDefault="00E8465A" w:rsidP="00E0544E">
      <w:r>
        <w:t>— </w:t>
      </w:r>
      <w:r w:rsidR="00E0544E" w:rsidRPr="007818BD">
        <w:t>Tu l</w:t>
      </w:r>
      <w:r>
        <w:t>’</w:t>
      </w:r>
      <w:r w:rsidR="00E0544E" w:rsidRPr="007818BD">
        <w:t>as bien abandonnée à Marseille</w:t>
      </w:r>
      <w:r>
        <w:t>.</w:t>
      </w:r>
    </w:p>
    <w:p w14:paraId="38440C9E" w14:textId="77777777" w:rsidR="00E8465A" w:rsidRDefault="00E8465A" w:rsidP="00E0544E">
      <w:r>
        <w:t>— </w:t>
      </w:r>
      <w:r w:rsidR="00E0544E" w:rsidRPr="007818BD">
        <w:t>Oui</w:t>
      </w:r>
      <w:r>
        <w:t xml:space="preserve"> ; </w:t>
      </w:r>
      <w:r w:rsidR="00E0544E" w:rsidRPr="007818BD">
        <w:t>mais je la laissais en sûreté</w:t>
      </w:r>
      <w:r>
        <w:t xml:space="preserve">, </w:t>
      </w:r>
      <w:r w:rsidR="00E0544E" w:rsidRPr="007818BD">
        <w:t>et je ne croyais pas alors son amour aussi profond et aussi fidèle</w:t>
      </w:r>
      <w:r>
        <w:t xml:space="preserve">. </w:t>
      </w:r>
      <w:r w:rsidR="00E0544E" w:rsidRPr="007818BD">
        <w:t>Je lui laissai de l</w:t>
      </w:r>
      <w:r>
        <w:t>’</w:t>
      </w:r>
      <w:r w:rsidR="00E0544E" w:rsidRPr="007818BD">
        <w:t>or</w:t>
      </w:r>
      <w:r>
        <w:t xml:space="preserve">, </w:t>
      </w:r>
      <w:r w:rsidR="00E0544E" w:rsidRPr="007818BD">
        <w:t>et je crus qu</w:t>
      </w:r>
      <w:r>
        <w:t>’</w:t>
      </w:r>
      <w:r w:rsidR="00E0544E" w:rsidRPr="007818BD">
        <w:t>elle se consolerait aisément</w:t>
      </w:r>
      <w:r>
        <w:t xml:space="preserve"> ; </w:t>
      </w:r>
      <w:r w:rsidR="00E0544E" w:rsidRPr="007818BD">
        <w:t>mais depuis lors</w:t>
      </w:r>
      <w:r>
        <w:t xml:space="preserve">, </w:t>
      </w:r>
      <w:r w:rsidR="00E0544E" w:rsidRPr="007818BD">
        <w:rPr>
          <w:i/>
          <w:iCs/>
        </w:rPr>
        <w:t>nous avons connu ensemble le danger</w:t>
      </w:r>
      <w:r>
        <w:t xml:space="preserve">. </w:t>
      </w:r>
      <w:r w:rsidR="00E0544E" w:rsidRPr="007818BD">
        <w:t>Et l</w:t>
      </w:r>
      <w:r>
        <w:t>’</w:t>
      </w:r>
      <w:r w:rsidR="00E0544E" w:rsidRPr="007818BD">
        <w:t>abandonner seule maintenant à ce danger auquel</w:t>
      </w:r>
      <w:r>
        <w:t xml:space="preserve">, </w:t>
      </w:r>
      <w:r w:rsidR="00E0544E" w:rsidRPr="007818BD">
        <w:t>sans son dévouement pour moi</w:t>
      </w:r>
      <w:r>
        <w:t xml:space="preserve">, </w:t>
      </w:r>
      <w:r w:rsidR="00E0544E" w:rsidRPr="007818BD">
        <w:t>elle n</w:t>
      </w:r>
      <w:r>
        <w:t>’</w:t>
      </w:r>
      <w:r w:rsidR="00E0544E" w:rsidRPr="007818BD">
        <w:t>aurait jamais été exposée</w:t>
      </w:r>
      <w:r>
        <w:t xml:space="preserve"> ! </w:t>
      </w:r>
      <w:r w:rsidR="00E0544E" w:rsidRPr="007818BD">
        <w:t>cela m</w:t>
      </w:r>
      <w:r>
        <w:t>’</w:t>
      </w:r>
      <w:r w:rsidR="00E0544E" w:rsidRPr="007818BD">
        <w:t>est impossible</w:t>
      </w:r>
      <w:r>
        <w:t xml:space="preserve"> ! </w:t>
      </w:r>
      <w:r w:rsidR="00E0544E" w:rsidRPr="007818BD">
        <w:t>Il me vient une idée</w:t>
      </w:r>
      <w:r>
        <w:t xml:space="preserve">. </w:t>
      </w:r>
      <w:r w:rsidR="00E0544E" w:rsidRPr="007818BD">
        <w:t>Ne pourrais-tu dire que tu as une sœur</w:t>
      </w:r>
      <w:r>
        <w:t xml:space="preserve">, </w:t>
      </w:r>
      <w:r w:rsidR="00E0544E" w:rsidRPr="007818BD">
        <w:t>une p</w:t>
      </w:r>
      <w:r w:rsidR="00E0544E" w:rsidRPr="007818BD">
        <w:t>a</w:t>
      </w:r>
      <w:r w:rsidR="00E0544E" w:rsidRPr="007818BD">
        <w:t>rente</w:t>
      </w:r>
      <w:r>
        <w:t xml:space="preserve">, </w:t>
      </w:r>
      <w:r w:rsidR="00E0544E" w:rsidRPr="007818BD">
        <w:t>une amie que tu voudrais sauver</w:t>
      </w:r>
      <w:r>
        <w:t xml:space="preserve"> ? </w:t>
      </w:r>
      <w:r w:rsidR="00E0544E" w:rsidRPr="007818BD">
        <w:t>Ne pouvons-nous pas</w:t>
      </w:r>
      <w:r>
        <w:t xml:space="preserve">, </w:t>
      </w:r>
      <w:r w:rsidR="00E0544E" w:rsidRPr="007818BD">
        <w:t>jusqu</w:t>
      </w:r>
      <w:r>
        <w:t>’</w:t>
      </w:r>
      <w:r w:rsidR="00E0544E" w:rsidRPr="007818BD">
        <w:t>à notre sortie de France</w:t>
      </w:r>
      <w:r>
        <w:t xml:space="preserve">, </w:t>
      </w:r>
      <w:r w:rsidR="00E0544E" w:rsidRPr="007818BD">
        <w:t xml:space="preserve">faire croire à </w:t>
      </w:r>
      <w:proofErr w:type="spellStart"/>
      <w:r w:rsidR="00E0544E" w:rsidRPr="007818BD">
        <w:t>Fillide</w:t>
      </w:r>
      <w:proofErr w:type="spellEnd"/>
      <w:r w:rsidR="00E0544E" w:rsidRPr="007818BD">
        <w:t xml:space="preserve"> que Vi</w:t>
      </w:r>
      <w:r w:rsidR="00E0544E" w:rsidRPr="007818BD">
        <w:t>o</w:t>
      </w:r>
      <w:r w:rsidR="00E0544E" w:rsidRPr="007818BD">
        <w:t>la est une femme à qui tu t</w:t>
      </w:r>
      <w:r>
        <w:t>’</w:t>
      </w:r>
      <w:r w:rsidR="00E0544E" w:rsidRPr="007818BD">
        <w:t>intéresses</w:t>
      </w:r>
      <w:r>
        <w:t xml:space="preserve">, </w:t>
      </w:r>
      <w:r w:rsidR="00E0544E" w:rsidRPr="007818BD">
        <w:t>et à qui je permets</w:t>
      </w:r>
      <w:r>
        <w:t xml:space="preserve">, </w:t>
      </w:r>
      <w:r w:rsidR="00E0544E" w:rsidRPr="007818BD">
        <w:t>à ca</w:t>
      </w:r>
      <w:r w:rsidR="00E0544E" w:rsidRPr="007818BD">
        <w:t>u</w:t>
      </w:r>
      <w:r w:rsidR="00E0544E" w:rsidRPr="007818BD">
        <w:t>se de toi</w:t>
      </w:r>
      <w:r>
        <w:t xml:space="preserve">, </w:t>
      </w:r>
      <w:r w:rsidR="00E0544E" w:rsidRPr="007818BD">
        <w:t>de partager notre fuite</w:t>
      </w:r>
      <w:r>
        <w:t> ?</w:t>
      </w:r>
    </w:p>
    <w:p w14:paraId="4326FBE4" w14:textId="77777777" w:rsidR="00E8465A" w:rsidRDefault="00E8465A" w:rsidP="00E0544E">
      <w:r>
        <w:t>— </w:t>
      </w:r>
      <w:r w:rsidR="00E0544E" w:rsidRPr="007818BD">
        <w:t>Une bonne idée</w:t>
      </w:r>
      <w:r>
        <w:t xml:space="preserve">, </w:t>
      </w:r>
      <w:r w:rsidR="00E0544E" w:rsidRPr="007818BD">
        <w:t>certainement</w:t>
      </w:r>
      <w:r>
        <w:t> !…</w:t>
      </w:r>
    </w:p>
    <w:p w14:paraId="3B415E5B" w14:textId="77777777" w:rsidR="00E8465A" w:rsidRDefault="00E8465A" w:rsidP="00E0544E">
      <w:r>
        <w:t>— </w:t>
      </w:r>
      <w:r w:rsidR="00E0544E" w:rsidRPr="007818BD">
        <w:t xml:space="preserve">Je paraîtrai alors céder aux désirs de </w:t>
      </w:r>
      <w:proofErr w:type="spellStart"/>
      <w:r w:rsidR="00E0544E" w:rsidRPr="007818BD">
        <w:t>Fillide</w:t>
      </w:r>
      <w:proofErr w:type="spellEnd"/>
      <w:r>
        <w:t xml:space="preserve">, </w:t>
      </w:r>
      <w:r w:rsidR="00E0544E" w:rsidRPr="007818BD">
        <w:t>et renoncer à ce projet qui l</w:t>
      </w:r>
      <w:r>
        <w:t>’</w:t>
      </w:r>
      <w:r w:rsidR="00E0544E" w:rsidRPr="007818BD">
        <w:t>exaspère de sauver l</w:t>
      </w:r>
      <w:r>
        <w:t>’</w:t>
      </w:r>
      <w:r w:rsidR="00E0544E" w:rsidRPr="007818BD">
        <w:t>objet innocent de sa jalo</w:t>
      </w:r>
      <w:r w:rsidR="00E0544E" w:rsidRPr="007818BD">
        <w:t>u</w:t>
      </w:r>
      <w:r w:rsidR="00E0544E" w:rsidRPr="007818BD">
        <w:t>sie insensée</w:t>
      </w:r>
      <w:r>
        <w:t xml:space="preserve">. </w:t>
      </w:r>
      <w:r w:rsidR="00E0544E" w:rsidRPr="007818BD">
        <w:t>Et toi</w:t>
      </w:r>
      <w:r>
        <w:t xml:space="preserve">, </w:t>
      </w:r>
      <w:r w:rsidR="00E0544E" w:rsidRPr="007818BD">
        <w:t>pendant ce temps</w:t>
      </w:r>
      <w:r>
        <w:t xml:space="preserve">, </w:t>
      </w:r>
      <w:r w:rsidR="00E0544E" w:rsidRPr="007818BD">
        <w:t xml:space="preserve">tu supplieras </w:t>
      </w:r>
      <w:proofErr w:type="spellStart"/>
      <w:r w:rsidR="00E0544E" w:rsidRPr="007818BD">
        <w:lastRenderedPageBreak/>
        <w:t>Fillide</w:t>
      </w:r>
      <w:proofErr w:type="spellEnd"/>
      <w:r w:rsidR="00E0544E" w:rsidRPr="007818BD">
        <w:t xml:space="preserve"> d</w:t>
      </w:r>
      <w:r>
        <w:t>’</w:t>
      </w:r>
      <w:r w:rsidR="00E0544E" w:rsidRPr="007818BD">
        <w:t>intercéder auprès de moi</w:t>
      </w:r>
      <w:r>
        <w:t xml:space="preserve">, </w:t>
      </w:r>
      <w:r w:rsidR="00E0544E" w:rsidRPr="007818BD">
        <w:t>pour me décider à comprendre dans nos combinaisons la</w:t>
      </w:r>
      <w:r>
        <w:t>…</w:t>
      </w:r>
    </w:p>
    <w:p w14:paraId="4AAD5D38" w14:textId="77777777" w:rsidR="00E8465A" w:rsidRDefault="00E8465A" w:rsidP="00E0544E">
      <w:r>
        <w:t>— </w:t>
      </w:r>
      <w:r w:rsidR="00E0544E" w:rsidRPr="007818BD">
        <w:t>La dame</w:t>
      </w:r>
      <w:r>
        <w:t xml:space="preserve"> (</w:t>
      </w:r>
      <w:r w:rsidR="00E0544E" w:rsidRPr="007818BD">
        <w:t>elle sait que je n</w:t>
      </w:r>
      <w:r>
        <w:t>’</w:t>
      </w:r>
      <w:r w:rsidR="00E0544E" w:rsidRPr="007818BD">
        <w:t>ai pas de sœur</w:t>
      </w:r>
      <w:r>
        <w:t xml:space="preserve">), </w:t>
      </w:r>
      <w:r w:rsidR="00E0544E" w:rsidRPr="007818BD">
        <w:t>qui m</w:t>
      </w:r>
      <w:r>
        <w:t>’</w:t>
      </w:r>
      <w:r w:rsidR="00E0544E" w:rsidRPr="007818BD">
        <w:t>a seco</w:t>
      </w:r>
      <w:r w:rsidR="00E0544E" w:rsidRPr="007818BD">
        <w:t>u</w:t>
      </w:r>
      <w:r w:rsidR="00E0544E" w:rsidRPr="007818BD">
        <w:t>ru généreusement dans ma détresse</w:t>
      </w:r>
      <w:r>
        <w:t xml:space="preserve">. </w:t>
      </w:r>
      <w:r w:rsidR="00E0544E" w:rsidRPr="007818BD">
        <w:t>Oui</w:t>
      </w:r>
      <w:r>
        <w:t xml:space="preserve">, </w:t>
      </w:r>
      <w:r w:rsidR="00E0544E" w:rsidRPr="007818BD">
        <w:t>j</w:t>
      </w:r>
      <w:r>
        <w:t>’</w:t>
      </w:r>
      <w:r w:rsidR="00E0544E" w:rsidRPr="007818BD">
        <w:t>arrangerai cela</w:t>
      </w:r>
      <w:r>
        <w:t xml:space="preserve">, </w:t>
      </w:r>
      <w:r w:rsidR="00E0544E" w:rsidRPr="007818BD">
        <w:t>ne crains rien</w:t>
      </w:r>
      <w:r>
        <w:t xml:space="preserve">. </w:t>
      </w:r>
      <w:r w:rsidR="00E0544E" w:rsidRPr="007818BD">
        <w:t>Un mot encore</w:t>
      </w:r>
      <w:r>
        <w:t xml:space="preserve"> : </w:t>
      </w:r>
      <w:r w:rsidR="00E0544E" w:rsidRPr="007818BD">
        <w:t>qu</w:t>
      </w:r>
      <w:r>
        <w:t>’</w:t>
      </w:r>
      <w:r w:rsidR="00E0544E" w:rsidRPr="007818BD">
        <w:t xml:space="preserve">est devenu ce </w:t>
      </w:r>
      <w:proofErr w:type="spellStart"/>
      <w:r w:rsidR="00E0544E" w:rsidRPr="007818BD">
        <w:t>Zanoni</w:t>
      </w:r>
      <w:proofErr w:type="spellEnd"/>
      <w:r>
        <w:t> ?</w:t>
      </w:r>
    </w:p>
    <w:p w14:paraId="1F1C2157" w14:textId="77777777" w:rsidR="00E8465A" w:rsidRDefault="00E8465A" w:rsidP="00E0544E">
      <w:r>
        <w:t>— </w:t>
      </w:r>
      <w:r w:rsidR="00E0544E" w:rsidRPr="007818BD">
        <w:t>Ne me parle pas de lui</w:t>
      </w:r>
      <w:r>
        <w:t xml:space="preserve"> ; </w:t>
      </w:r>
      <w:r w:rsidR="00E0544E" w:rsidRPr="007818BD">
        <w:t>je l</w:t>
      </w:r>
      <w:r>
        <w:t>’</w:t>
      </w:r>
      <w:r w:rsidR="00E0544E" w:rsidRPr="007818BD">
        <w:t>ignore</w:t>
      </w:r>
      <w:r>
        <w:t>.</w:t>
      </w:r>
    </w:p>
    <w:p w14:paraId="1669039D" w14:textId="77777777" w:rsidR="00E8465A" w:rsidRDefault="00E8465A" w:rsidP="00E0544E">
      <w:r>
        <w:t>— </w:t>
      </w:r>
      <w:r w:rsidR="00E0544E" w:rsidRPr="007818BD">
        <w:t>Aime-t-il toujours cette Viola</w:t>
      </w:r>
      <w:r>
        <w:t> ?</w:t>
      </w:r>
    </w:p>
    <w:p w14:paraId="36110EEF" w14:textId="77777777" w:rsidR="00E8465A" w:rsidRDefault="00E8465A" w:rsidP="00E0544E">
      <w:r>
        <w:t>— </w:t>
      </w:r>
      <w:r w:rsidR="00E0544E" w:rsidRPr="007818BD">
        <w:t>Il semblerait</w:t>
      </w:r>
      <w:r>
        <w:t xml:space="preserve"> ; </w:t>
      </w:r>
      <w:r w:rsidR="00E0544E" w:rsidRPr="007818BD">
        <w:t>elle est sa femme</w:t>
      </w:r>
      <w:r>
        <w:t xml:space="preserve">, </w:t>
      </w:r>
      <w:r w:rsidR="00E0544E" w:rsidRPr="007818BD">
        <w:t>la mère de son enfant</w:t>
      </w:r>
      <w:r>
        <w:t xml:space="preserve"> ; </w:t>
      </w:r>
      <w:r w:rsidR="00E0544E" w:rsidRPr="007818BD">
        <w:t>elle l</w:t>
      </w:r>
      <w:r>
        <w:t>’</w:t>
      </w:r>
      <w:r w:rsidR="00E0544E" w:rsidRPr="007818BD">
        <w:t>a avec elle</w:t>
      </w:r>
      <w:r>
        <w:t>.</w:t>
      </w:r>
    </w:p>
    <w:p w14:paraId="2F742655" w14:textId="77777777" w:rsidR="00E8465A" w:rsidRDefault="00E8465A" w:rsidP="00E0544E">
      <w:r>
        <w:t>— </w:t>
      </w:r>
      <w:r w:rsidR="00E0544E" w:rsidRPr="007818BD">
        <w:t>Femme</w:t>
      </w:r>
      <w:r>
        <w:t xml:space="preserve"> ! </w:t>
      </w:r>
      <w:r w:rsidR="00E0544E" w:rsidRPr="007818BD">
        <w:t>mère</w:t>
      </w:r>
      <w:r>
        <w:t xml:space="preserve"> ! </w:t>
      </w:r>
      <w:r w:rsidR="00E0544E" w:rsidRPr="007818BD">
        <w:t>il l</w:t>
      </w:r>
      <w:r>
        <w:t>’</w:t>
      </w:r>
      <w:r w:rsidR="00E0544E" w:rsidRPr="007818BD">
        <w:t>aime</w:t>
      </w:r>
      <w:r>
        <w:t xml:space="preserve">, </w:t>
      </w:r>
      <w:r w:rsidR="00E0544E" w:rsidRPr="007818BD">
        <w:t xml:space="preserve">ah </w:t>
      </w:r>
      <w:proofErr w:type="spellStart"/>
      <w:r w:rsidR="00E0544E" w:rsidRPr="007818BD">
        <w:t>ah</w:t>
      </w:r>
      <w:proofErr w:type="spellEnd"/>
      <w:r>
        <w:t xml:space="preserve"> !… </w:t>
      </w:r>
      <w:r w:rsidR="00E0544E" w:rsidRPr="007818BD">
        <w:t>et pourquoi</w:t>
      </w:r>
      <w:r>
        <w:t> ?…</w:t>
      </w:r>
    </w:p>
    <w:p w14:paraId="1820A4BF" w14:textId="77777777" w:rsidR="00E8465A" w:rsidRDefault="00E8465A" w:rsidP="00E0544E">
      <w:r>
        <w:t>— </w:t>
      </w:r>
      <w:r w:rsidR="00E0544E" w:rsidRPr="007818BD">
        <w:t>Pas de questions maintenant</w:t>
      </w:r>
      <w:r>
        <w:t xml:space="preserve">. </w:t>
      </w:r>
      <w:r w:rsidR="00E0544E" w:rsidRPr="007818BD">
        <w:t>Je vais préparer Viola au départ</w:t>
      </w:r>
      <w:r>
        <w:t xml:space="preserve"> ; </w:t>
      </w:r>
      <w:r w:rsidR="00E0544E" w:rsidRPr="007818BD">
        <w:t>toi</w:t>
      </w:r>
      <w:r>
        <w:t xml:space="preserve">, </w:t>
      </w:r>
      <w:r w:rsidR="00E0544E" w:rsidRPr="007818BD">
        <w:t>en atte</w:t>
      </w:r>
      <w:r w:rsidR="00E0544E" w:rsidRPr="007818BD">
        <w:t>n</w:t>
      </w:r>
      <w:r w:rsidR="00E0544E" w:rsidRPr="007818BD">
        <w:t>dant</w:t>
      </w:r>
      <w:r>
        <w:t xml:space="preserve">, </w:t>
      </w:r>
      <w:r w:rsidR="00E0544E" w:rsidRPr="007818BD">
        <w:t xml:space="preserve">va rejoindre </w:t>
      </w:r>
      <w:proofErr w:type="spellStart"/>
      <w:r w:rsidR="00E0544E" w:rsidRPr="007818BD">
        <w:t>Fillide</w:t>
      </w:r>
      <w:proofErr w:type="spellEnd"/>
      <w:r>
        <w:t>.</w:t>
      </w:r>
    </w:p>
    <w:p w14:paraId="063ECDDA" w14:textId="77777777" w:rsidR="00E8465A" w:rsidRDefault="00E8465A" w:rsidP="00E0544E">
      <w:r>
        <w:t>— </w:t>
      </w:r>
      <w:r w:rsidR="00E0544E" w:rsidRPr="007818BD">
        <w:t>Mais l</w:t>
      </w:r>
      <w:r>
        <w:t>’</w:t>
      </w:r>
      <w:r w:rsidR="00E0544E" w:rsidRPr="007818BD">
        <w:t>adresse de la Napolitaine</w:t>
      </w:r>
      <w:r>
        <w:t xml:space="preserve"> ? </w:t>
      </w:r>
      <w:r w:rsidR="00E0544E" w:rsidRPr="007818BD">
        <w:t xml:space="preserve">il faut que je la sache si </w:t>
      </w:r>
      <w:proofErr w:type="spellStart"/>
      <w:r w:rsidR="00E0544E" w:rsidRPr="007818BD">
        <w:t>Fillide</w:t>
      </w:r>
      <w:proofErr w:type="spellEnd"/>
      <w:r w:rsidR="00E0544E" w:rsidRPr="007818BD">
        <w:t xml:space="preserve"> la demande</w:t>
      </w:r>
      <w:r>
        <w:t>.</w:t>
      </w:r>
    </w:p>
    <w:p w14:paraId="16B6B934" w14:textId="10800B80" w:rsidR="00E0544E" w:rsidRPr="007818BD" w:rsidRDefault="00E8465A" w:rsidP="00E0544E">
      <w:r>
        <w:t>— </w:t>
      </w:r>
      <w:r w:rsidR="00E0544E" w:rsidRPr="007818BD">
        <w:t>27</w:t>
      </w:r>
      <w:r>
        <w:t xml:space="preserve">, </w:t>
      </w:r>
      <w:r w:rsidR="00E0544E" w:rsidRPr="007818BD">
        <w:t xml:space="preserve">rue </w:t>
      </w:r>
      <w:r>
        <w:t>M. </w:t>
      </w:r>
      <w:r w:rsidR="00E0544E" w:rsidRPr="007818BD">
        <w:t>-T</w:t>
      </w:r>
      <w:r>
        <w:t xml:space="preserve">… </w:t>
      </w:r>
      <w:r w:rsidR="00E0544E" w:rsidRPr="007818BD">
        <w:t>Adieu</w:t>
      </w:r>
      <w:r>
        <w:t>. »</w:t>
      </w:r>
    </w:p>
    <w:p w14:paraId="6E65F158" w14:textId="77777777" w:rsidR="00E8465A" w:rsidRDefault="00E0544E" w:rsidP="00E0544E">
      <w:proofErr w:type="spellStart"/>
      <w:r w:rsidRPr="007818BD">
        <w:t>Glyndon</w:t>
      </w:r>
      <w:proofErr w:type="spellEnd"/>
      <w:r w:rsidRPr="007818BD">
        <w:t xml:space="preserve"> prit son chapeau et quitta la maison à la hâte</w:t>
      </w:r>
      <w:r w:rsidR="00E8465A">
        <w:t xml:space="preserve">. </w:t>
      </w:r>
      <w:r w:rsidRPr="007818BD">
        <w:t>Demeuré seul</w:t>
      </w:r>
      <w:r w:rsidR="00E8465A">
        <w:t xml:space="preserve">, </w:t>
      </w:r>
      <w:r w:rsidRPr="007818BD">
        <w:t>Nicot resta plongé quelque temps dans ses pe</w:t>
      </w:r>
      <w:r w:rsidRPr="007818BD">
        <w:t>n</w:t>
      </w:r>
      <w:r w:rsidRPr="007818BD">
        <w:t>sées</w:t>
      </w:r>
      <w:r w:rsidR="00E8465A">
        <w:t>.</w:t>
      </w:r>
    </w:p>
    <w:p w14:paraId="42F8E488" w14:textId="326BD8B9" w:rsidR="00E0544E" w:rsidRPr="007818BD" w:rsidRDefault="00E8465A" w:rsidP="00E0544E">
      <w:r>
        <w:t>« </w:t>
      </w:r>
      <w:r w:rsidR="00E0544E" w:rsidRPr="007818BD">
        <w:t>Oh</w:t>
      </w:r>
      <w:r>
        <w:t xml:space="preserve"> ! </w:t>
      </w:r>
      <w:r w:rsidR="00E0544E" w:rsidRPr="007818BD">
        <w:t>oh</w:t>
      </w:r>
      <w:r>
        <w:t xml:space="preserve"> ! </w:t>
      </w:r>
      <w:r w:rsidR="00E0544E" w:rsidRPr="007818BD">
        <w:t>se dit-il à lui-même</w:t>
      </w:r>
      <w:r>
        <w:t xml:space="preserve">, </w:t>
      </w:r>
      <w:r w:rsidR="00E0544E" w:rsidRPr="007818BD">
        <w:t>n</w:t>
      </w:r>
      <w:r>
        <w:t>’</w:t>
      </w:r>
      <w:r w:rsidR="00E0544E" w:rsidRPr="007818BD">
        <w:t>y aurait-il pas moyen de profiter de tout ceci</w:t>
      </w:r>
      <w:r>
        <w:t xml:space="preserve"> ? </w:t>
      </w:r>
      <w:r w:rsidR="00E0544E" w:rsidRPr="007818BD">
        <w:t>Ne puis-je me venger de toi</w:t>
      </w:r>
      <w:r>
        <w:t xml:space="preserve">, </w:t>
      </w:r>
      <w:proofErr w:type="spellStart"/>
      <w:r w:rsidR="00E0544E" w:rsidRPr="007818BD">
        <w:t>Zanoni</w:t>
      </w:r>
      <w:proofErr w:type="spellEnd"/>
      <w:r>
        <w:t xml:space="preserve">, </w:t>
      </w:r>
      <w:r w:rsidR="00E0544E" w:rsidRPr="007818BD">
        <w:t>sur ta femme et sur ton enfant</w:t>
      </w:r>
      <w:r>
        <w:t xml:space="preserve">, </w:t>
      </w:r>
      <w:r w:rsidR="00E0544E" w:rsidRPr="007818BD">
        <w:t>comme je l</w:t>
      </w:r>
      <w:r>
        <w:t>’</w:t>
      </w:r>
      <w:r w:rsidR="00E0544E" w:rsidRPr="007818BD">
        <w:t>ai tant de fois juré</w:t>
      </w:r>
      <w:r>
        <w:t xml:space="preserve"> ? </w:t>
      </w:r>
      <w:r w:rsidR="00E0544E" w:rsidRPr="007818BD">
        <w:t>Ne puis-je m</w:t>
      </w:r>
      <w:r>
        <w:t>’</w:t>
      </w:r>
      <w:r w:rsidR="00E0544E" w:rsidRPr="007818BD">
        <w:t>emparer</w:t>
      </w:r>
      <w:r>
        <w:t xml:space="preserve">, </w:t>
      </w:r>
      <w:r w:rsidR="00E0544E" w:rsidRPr="007818BD">
        <w:t>bouillant Anglais</w:t>
      </w:r>
      <w:r>
        <w:t xml:space="preserve">, </w:t>
      </w:r>
      <w:r w:rsidR="00E0544E" w:rsidRPr="007818BD">
        <w:t>de ton or</w:t>
      </w:r>
      <w:r>
        <w:t xml:space="preserve">, </w:t>
      </w:r>
      <w:r w:rsidR="00E0544E" w:rsidRPr="007818BD">
        <w:t>de tes pass</w:t>
      </w:r>
      <w:r w:rsidR="00E0544E" w:rsidRPr="007818BD">
        <w:t>e</w:t>
      </w:r>
      <w:r w:rsidR="00E0544E" w:rsidRPr="007818BD">
        <w:t>ports</w:t>
      </w:r>
      <w:r>
        <w:t xml:space="preserve">, </w:t>
      </w:r>
      <w:r w:rsidR="00E0544E" w:rsidRPr="007818BD">
        <w:t xml:space="preserve">de ta </w:t>
      </w:r>
      <w:proofErr w:type="spellStart"/>
      <w:r w:rsidR="00E0544E" w:rsidRPr="007818BD">
        <w:t>Fillide</w:t>
      </w:r>
      <w:proofErr w:type="spellEnd"/>
      <w:r>
        <w:t xml:space="preserve"> ? </w:t>
      </w:r>
      <w:r w:rsidR="00E0544E" w:rsidRPr="007818BD">
        <w:t>Tu cherches à m</w:t>
      </w:r>
      <w:r>
        <w:t>’</w:t>
      </w:r>
      <w:r w:rsidR="00E0544E" w:rsidRPr="007818BD">
        <w:t>humilier par tes bienfaits odieux</w:t>
      </w:r>
      <w:r>
        <w:t xml:space="preserve">, </w:t>
      </w:r>
      <w:r w:rsidR="00E0544E" w:rsidRPr="007818BD">
        <w:t>tu m</w:t>
      </w:r>
      <w:r>
        <w:t>’</w:t>
      </w:r>
      <w:r w:rsidR="00E0544E" w:rsidRPr="007818BD">
        <w:t>as jeté ton aumône comme à un mendiant</w:t>
      </w:r>
      <w:r>
        <w:t xml:space="preserve">. </w:t>
      </w:r>
      <w:proofErr w:type="spellStart"/>
      <w:r w:rsidR="00E0544E" w:rsidRPr="007818BD">
        <w:t>Fillide</w:t>
      </w:r>
      <w:proofErr w:type="spellEnd"/>
      <w:r>
        <w:t xml:space="preserve">, </w:t>
      </w:r>
      <w:r w:rsidR="00E0544E" w:rsidRPr="007818BD">
        <w:t>je l</w:t>
      </w:r>
      <w:r>
        <w:t>’</w:t>
      </w:r>
      <w:r w:rsidR="00E0544E" w:rsidRPr="007818BD">
        <w:t>aime</w:t>
      </w:r>
      <w:r>
        <w:t xml:space="preserve"> ; </w:t>
      </w:r>
      <w:r w:rsidR="00E0544E" w:rsidRPr="007818BD">
        <w:t>et ton or</w:t>
      </w:r>
      <w:r>
        <w:t xml:space="preserve">, </w:t>
      </w:r>
      <w:r w:rsidR="00E0544E" w:rsidRPr="007818BD">
        <w:t>je l</w:t>
      </w:r>
      <w:r>
        <w:t>’</w:t>
      </w:r>
      <w:r w:rsidR="00E0544E" w:rsidRPr="007818BD">
        <w:t>aime plus encore</w:t>
      </w:r>
      <w:r>
        <w:t xml:space="preserve">. </w:t>
      </w:r>
      <w:r w:rsidR="00E0544E" w:rsidRPr="007818BD">
        <w:t>Marionnettes</w:t>
      </w:r>
      <w:r>
        <w:t xml:space="preserve">, </w:t>
      </w:r>
      <w:r w:rsidR="00E0544E" w:rsidRPr="007818BD">
        <w:t>je tiens vos fils</w:t>
      </w:r>
      <w:r>
        <w:t> ! »</w:t>
      </w:r>
    </w:p>
    <w:p w14:paraId="13B734E0" w14:textId="77777777" w:rsidR="00E8465A" w:rsidRDefault="00E0544E" w:rsidP="00E0544E">
      <w:r w:rsidRPr="007818BD">
        <w:lastRenderedPageBreak/>
        <w:t xml:space="preserve">Il repassa lentement dans la chambre où était encore </w:t>
      </w:r>
      <w:proofErr w:type="spellStart"/>
      <w:r w:rsidRPr="007818BD">
        <w:t>Fill</w:t>
      </w:r>
      <w:r w:rsidRPr="007818BD">
        <w:t>i</w:t>
      </w:r>
      <w:r w:rsidRPr="007818BD">
        <w:t>de</w:t>
      </w:r>
      <w:proofErr w:type="spellEnd"/>
      <w:r w:rsidR="00E8465A">
        <w:t xml:space="preserve">, </w:t>
      </w:r>
      <w:r w:rsidRPr="007818BD">
        <w:t>assise avec une so</w:t>
      </w:r>
      <w:r w:rsidRPr="007818BD">
        <w:t>m</w:t>
      </w:r>
      <w:r w:rsidRPr="007818BD">
        <w:t>bre pensée sur son front</w:t>
      </w:r>
      <w:r w:rsidR="00E8465A">
        <w:t xml:space="preserve">, </w:t>
      </w:r>
      <w:r w:rsidRPr="007818BD">
        <w:t>et des larmes dans ses yeux sombres comme sa pensée</w:t>
      </w:r>
      <w:r w:rsidR="00E8465A">
        <w:t xml:space="preserve">. </w:t>
      </w:r>
      <w:r w:rsidRPr="007818BD">
        <w:t>Elle porta vivement son regard vers la porte au moment où elle s</w:t>
      </w:r>
      <w:r w:rsidR="00E8465A">
        <w:t>’</w:t>
      </w:r>
      <w:r w:rsidRPr="007818BD">
        <w:t>ouvrit</w:t>
      </w:r>
      <w:r w:rsidR="00E8465A">
        <w:t xml:space="preserve"> ; </w:t>
      </w:r>
      <w:r w:rsidRPr="007818BD">
        <w:t>le visage repoussant de Nicot se montra</w:t>
      </w:r>
      <w:r w:rsidR="00E8465A">
        <w:t xml:space="preserve">, </w:t>
      </w:r>
      <w:r w:rsidRPr="007818BD">
        <w:t>elle se détourna avec désappoi</w:t>
      </w:r>
      <w:r w:rsidRPr="007818BD">
        <w:t>n</w:t>
      </w:r>
      <w:r w:rsidRPr="007818BD">
        <w:t>tement et impatience</w:t>
      </w:r>
      <w:r w:rsidR="00E8465A">
        <w:t>.</w:t>
      </w:r>
    </w:p>
    <w:p w14:paraId="645B01D1" w14:textId="77777777" w:rsidR="00E8465A" w:rsidRDefault="00E8465A" w:rsidP="00E0544E">
      <w:r>
        <w:t>« </w:t>
      </w:r>
      <w:proofErr w:type="spellStart"/>
      <w:r w:rsidR="00E0544E" w:rsidRPr="007818BD">
        <w:t>Glyndon</w:t>
      </w:r>
      <w:proofErr w:type="spellEnd"/>
      <w:r w:rsidR="00E0544E" w:rsidRPr="007818BD">
        <w:t xml:space="preserve"> m</w:t>
      </w:r>
      <w:r>
        <w:t>’</w:t>
      </w:r>
      <w:r w:rsidR="00E0544E" w:rsidRPr="007818BD">
        <w:t>a chargé</w:t>
      </w:r>
      <w:r>
        <w:t xml:space="preserve">, </w:t>
      </w:r>
      <w:r w:rsidR="00E0544E" w:rsidRPr="007818BD">
        <w:t>belle Italienne</w:t>
      </w:r>
      <w:r>
        <w:t xml:space="preserve">, </w:t>
      </w:r>
      <w:r w:rsidR="00E0544E" w:rsidRPr="007818BD">
        <w:t>dit le peintre en a</w:t>
      </w:r>
      <w:r w:rsidR="00E0544E" w:rsidRPr="007818BD">
        <w:t>p</w:t>
      </w:r>
      <w:r w:rsidR="00E0544E" w:rsidRPr="007818BD">
        <w:t xml:space="preserve">prochant un siège de celui de </w:t>
      </w:r>
      <w:proofErr w:type="spellStart"/>
      <w:r w:rsidR="00E0544E" w:rsidRPr="007818BD">
        <w:t>Fillide</w:t>
      </w:r>
      <w:proofErr w:type="spellEnd"/>
      <w:r>
        <w:t xml:space="preserve">, </w:t>
      </w:r>
      <w:r w:rsidR="00E0544E" w:rsidRPr="007818BD">
        <w:t>de charmer votre solitude</w:t>
      </w:r>
      <w:r>
        <w:t xml:space="preserve">. </w:t>
      </w:r>
      <w:r w:rsidR="00E0544E" w:rsidRPr="007818BD">
        <w:t>Il n</w:t>
      </w:r>
      <w:r>
        <w:t>’</w:t>
      </w:r>
      <w:r w:rsidR="00E0544E" w:rsidRPr="007818BD">
        <w:t>est pas jaloux du vilain Nicot</w:t>
      </w:r>
      <w:r>
        <w:t xml:space="preserve">, </w:t>
      </w:r>
      <w:r w:rsidR="00E0544E" w:rsidRPr="007818BD">
        <w:t>ha</w:t>
      </w:r>
      <w:r>
        <w:t xml:space="preserve"> ! </w:t>
      </w:r>
      <w:r w:rsidR="00E0544E">
        <w:t>h</w:t>
      </w:r>
      <w:r w:rsidR="00E0544E" w:rsidRPr="007818BD">
        <w:t>a</w:t>
      </w:r>
      <w:r>
        <w:t xml:space="preserve"> ! </w:t>
      </w:r>
      <w:r w:rsidR="00E0544E" w:rsidRPr="007818BD">
        <w:t>et pourtant Nicot t</w:t>
      </w:r>
      <w:r>
        <w:t>’</w:t>
      </w:r>
      <w:r w:rsidR="00E0544E" w:rsidRPr="007818BD">
        <w:t>aimait bien dans des jours plus heureux</w:t>
      </w:r>
      <w:r>
        <w:t xml:space="preserve">… </w:t>
      </w:r>
      <w:r w:rsidR="00E0544E" w:rsidRPr="007818BD">
        <w:t>Mais assez sur ces folies évanouies</w:t>
      </w:r>
      <w:r>
        <w:t>.</w:t>
      </w:r>
    </w:p>
    <w:p w14:paraId="47D61EAE" w14:textId="77777777" w:rsidR="00E8465A" w:rsidRDefault="00E8465A" w:rsidP="00E0544E">
      <w:r>
        <w:t>— </w:t>
      </w:r>
      <w:r w:rsidR="00E0544E" w:rsidRPr="007818BD">
        <w:t>Votre ami a donc quitté la maison</w:t>
      </w:r>
      <w:r>
        <w:t xml:space="preserve"> ? </w:t>
      </w:r>
      <w:r w:rsidR="00E0544E" w:rsidRPr="007818BD">
        <w:t>Où est-il allé</w:t>
      </w:r>
      <w:r>
        <w:t xml:space="preserve"> ? </w:t>
      </w:r>
      <w:r w:rsidR="00E0544E" w:rsidRPr="007818BD">
        <w:t>Vous regardez</w:t>
      </w:r>
      <w:r>
        <w:t xml:space="preserve">, </w:t>
      </w:r>
      <w:r w:rsidR="00E0544E" w:rsidRPr="007818BD">
        <w:t>vous hésitez</w:t>
      </w:r>
      <w:r>
        <w:t xml:space="preserve">, </w:t>
      </w:r>
      <w:r w:rsidR="00E0544E" w:rsidRPr="007818BD">
        <w:t>vous n</w:t>
      </w:r>
      <w:r>
        <w:t>’</w:t>
      </w:r>
      <w:r w:rsidR="00E0544E" w:rsidRPr="007818BD">
        <w:t>osez lever vos yeux sur les miens</w:t>
      </w:r>
      <w:r>
        <w:t xml:space="preserve">. </w:t>
      </w:r>
      <w:r w:rsidR="00E0544E" w:rsidRPr="007818BD">
        <w:t>Parlez</w:t>
      </w:r>
      <w:r>
        <w:t xml:space="preserve">, </w:t>
      </w:r>
      <w:r w:rsidR="00E0544E" w:rsidRPr="007818BD">
        <w:t>je vous conjure</w:t>
      </w:r>
      <w:r>
        <w:t xml:space="preserve"> ; </w:t>
      </w:r>
      <w:r w:rsidR="00E0544E" w:rsidRPr="007818BD">
        <w:t>je le veux</w:t>
      </w:r>
      <w:r>
        <w:t xml:space="preserve">, </w:t>
      </w:r>
      <w:r w:rsidR="00E0544E" w:rsidRPr="007818BD">
        <w:t>parlez</w:t>
      </w:r>
      <w:r>
        <w:t> !</w:t>
      </w:r>
    </w:p>
    <w:p w14:paraId="1A9F02AD" w14:textId="77777777" w:rsidR="00E8465A" w:rsidRDefault="00E8465A" w:rsidP="00E0544E">
      <w:r>
        <w:t>— </w:t>
      </w:r>
      <w:r w:rsidR="00E0544E" w:rsidRPr="007818BD">
        <w:t>Enfant</w:t>
      </w:r>
      <w:r>
        <w:t xml:space="preserve"> ! </w:t>
      </w:r>
      <w:r w:rsidR="00E0544E" w:rsidRPr="007818BD">
        <w:t>que crains-tu donc</w:t>
      </w:r>
      <w:r>
        <w:t> ?</w:t>
      </w:r>
    </w:p>
    <w:p w14:paraId="7F16DE18" w14:textId="77777777" w:rsidR="00E8465A" w:rsidRDefault="00E8465A" w:rsidP="00E0544E">
      <w:r>
        <w:t>— </w:t>
      </w:r>
      <w:r w:rsidR="00E0544E" w:rsidRPr="007818BD">
        <w:t>Craindre</w:t>
      </w:r>
      <w:r>
        <w:t xml:space="preserve"> ! </w:t>
      </w:r>
      <w:r w:rsidR="00E0544E" w:rsidRPr="007818BD">
        <w:t>oui</w:t>
      </w:r>
      <w:r>
        <w:t xml:space="preserve">, </w:t>
      </w:r>
      <w:r w:rsidR="00E0544E" w:rsidRPr="007818BD">
        <w:t>je crains</w:t>
      </w:r>
      <w:r>
        <w:t xml:space="preserve">, </w:t>
      </w:r>
      <w:r w:rsidR="00E0544E" w:rsidRPr="007818BD">
        <w:t>hélas</w:t>
      </w:r>
      <w:r>
        <w:t> ! »</w:t>
      </w:r>
      <w:r w:rsidR="00E0544E" w:rsidRPr="007818BD">
        <w:t xml:space="preserve"> Et son être tout entier parut s</w:t>
      </w:r>
      <w:r>
        <w:t>’</w:t>
      </w:r>
      <w:r w:rsidR="00E0544E" w:rsidRPr="007818BD">
        <w:t>affaisser en r</w:t>
      </w:r>
      <w:r w:rsidR="00E0544E" w:rsidRPr="007818BD">
        <w:t>e</w:t>
      </w:r>
      <w:r w:rsidR="00E0544E" w:rsidRPr="007818BD">
        <w:t>tombant dans le fauteuil</w:t>
      </w:r>
      <w:r>
        <w:t>.</w:t>
      </w:r>
    </w:p>
    <w:p w14:paraId="334B795D" w14:textId="130E0769" w:rsidR="00E8465A" w:rsidRDefault="00E0544E" w:rsidP="00E0544E">
      <w:r w:rsidRPr="007818BD">
        <w:t>Puis</w:t>
      </w:r>
      <w:r w:rsidR="00E8465A">
        <w:t xml:space="preserve">, </w:t>
      </w:r>
      <w:r w:rsidRPr="007818BD">
        <w:t>après un silence</w:t>
      </w:r>
      <w:r w:rsidR="00E8465A">
        <w:t xml:space="preserve">, </w:t>
      </w:r>
      <w:r w:rsidRPr="007818BD">
        <w:t>elle écarta sa longue chevelure qui voilait ses yeux</w:t>
      </w:r>
      <w:r w:rsidR="00E8465A">
        <w:t xml:space="preserve">, </w:t>
      </w:r>
      <w:r w:rsidRPr="007818BD">
        <w:t>et se dressant brusquement</w:t>
      </w:r>
      <w:r w:rsidR="00E8465A">
        <w:t xml:space="preserve">, </w:t>
      </w:r>
      <w:r w:rsidRPr="007818BD">
        <w:t>parcourut la chambre à pas irréguliers</w:t>
      </w:r>
      <w:r w:rsidR="00E8465A">
        <w:t xml:space="preserve">. </w:t>
      </w:r>
      <w:r w:rsidRPr="007818BD">
        <w:t>À la fin</w:t>
      </w:r>
      <w:r w:rsidR="00E8465A">
        <w:t xml:space="preserve">, </w:t>
      </w:r>
      <w:r w:rsidRPr="007818BD">
        <w:t>elle s</w:t>
      </w:r>
      <w:r w:rsidR="00E8465A">
        <w:t>’</w:t>
      </w:r>
      <w:r w:rsidRPr="007818BD">
        <w:t>arrêta en face de Nicot</w:t>
      </w:r>
      <w:r w:rsidR="00E8465A">
        <w:t xml:space="preserve">, </w:t>
      </w:r>
      <w:r w:rsidRPr="007818BD">
        <w:t>posa la main sur son bras</w:t>
      </w:r>
      <w:r w:rsidR="00E8465A">
        <w:t xml:space="preserve">, </w:t>
      </w:r>
      <w:r w:rsidRPr="007818BD">
        <w:t>l</w:t>
      </w:r>
      <w:r w:rsidR="00E8465A">
        <w:t>’</w:t>
      </w:r>
      <w:r w:rsidRPr="007818BD">
        <w:t>entraîna vers une écritoire qu</w:t>
      </w:r>
      <w:r w:rsidR="00E8465A">
        <w:t>’</w:t>
      </w:r>
      <w:r w:rsidRPr="007818BD">
        <w:t>elle ouvrit</w:t>
      </w:r>
      <w:r w:rsidR="00E8465A">
        <w:t xml:space="preserve">, </w:t>
      </w:r>
      <w:r w:rsidRPr="007818BD">
        <w:t>y découvrit une case secrète</w:t>
      </w:r>
      <w:r w:rsidR="00E8465A">
        <w:t xml:space="preserve">, </w:t>
      </w:r>
      <w:r w:rsidRPr="007818BD">
        <w:t>montra l</w:t>
      </w:r>
      <w:r w:rsidR="00E8465A">
        <w:t>’</w:t>
      </w:r>
      <w:r w:rsidRPr="007818BD">
        <w:t>or qu</w:t>
      </w:r>
      <w:r w:rsidR="00E8465A">
        <w:t>’</w:t>
      </w:r>
      <w:r w:rsidRPr="007818BD">
        <w:t>elle cont</w:t>
      </w:r>
      <w:r w:rsidRPr="007818BD">
        <w:t>e</w:t>
      </w:r>
      <w:r w:rsidRPr="007818BD">
        <w:t>nait</w:t>
      </w:r>
      <w:r w:rsidR="00E8465A">
        <w:t xml:space="preserve">, </w:t>
      </w:r>
      <w:r w:rsidRPr="007818BD">
        <w:t>et dit</w:t>
      </w:r>
      <w:r w:rsidR="00E8465A">
        <w:t> :</w:t>
      </w:r>
    </w:p>
    <w:p w14:paraId="730A2A95" w14:textId="2B533CAD" w:rsidR="00E0544E" w:rsidRPr="007818BD" w:rsidRDefault="00E8465A" w:rsidP="00E0544E">
      <w:r>
        <w:t>« </w:t>
      </w:r>
      <w:r w:rsidR="00E0544E" w:rsidRPr="007818BD">
        <w:t>Tu es pauvre</w:t>
      </w:r>
      <w:r>
        <w:t xml:space="preserve">, </w:t>
      </w:r>
      <w:r w:rsidR="00E0544E" w:rsidRPr="007818BD">
        <w:t>tu aimes l</w:t>
      </w:r>
      <w:r>
        <w:t>’</w:t>
      </w:r>
      <w:r w:rsidR="00E0544E" w:rsidRPr="007818BD">
        <w:t>argent</w:t>
      </w:r>
      <w:r>
        <w:t xml:space="preserve"> : </w:t>
      </w:r>
      <w:r w:rsidR="00E0544E" w:rsidRPr="007818BD">
        <w:t>prends ce que tu vo</w:t>
      </w:r>
      <w:r w:rsidR="00E0544E" w:rsidRPr="007818BD">
        <w:t>u</w:t>
      </w:r>
      <w:r w:rsidR="00E0544E" w:rsidRPr="007818BD">
        <w:t>dras</w:t>
      </w:r>
      <w:r>
        <w:t xml:space="preserve">, </w:t>
      </w:r>
      <w:r w:rsidR="00E0544E" w:rsidRPr="007818BD">
        <w:t>mais dis-moi la vér</w:t>
      </w:r>
      <w:r w:rsidR="00E0544E" w:rsidRPr="007818BD">
        <w:t>i</w:t>
      </w:r>
      <w:r w:rsidR="00E0544E" w:rsidRPr="007818BD">
        <w:t>té</w:t>
      </w:r>
      <w:r>
        <w:t xml:space="preserve">. </w:t>
      </w:r>
      <w:r w:rsidR="00E0544E" w:rsidRPr="007818BD">
        <w:t>Qui est cette femme que va voir ton ami</w:t>
      </w:r>
      <w:r>
        <w:t xml:space="preserve">, </w:t>
      </w:r>
      <w:r w:rsidR="00E0544E" w:rsidRPr="007818BD">
        <w:t>l</w:t>
      </w:r>
      <w:r>
        <w:t>’</w:t>
      </w:r>
      <w:r w:rsidR="00E0544E" w:rsidRPr="007818BD">
        <w:t>aime-t-il</w:t>
      </w:r>
      <w:r>
        <w:t> ? »</w:t>
      </w:r>
    </w:p>
    <w:p w14:paraId="2FCEDA05" w14:textId="77777777" w:rsidR="00E8465A" w:rsidRDefault="00E0544E" w:rsidP="00E0544E">
      <w:r w:rsidRPr="007818BD">
        <w:t>Les yeux de Nicot étincelèrent</w:t>
      </w:r>
      <w:r w:rsidR="00E8465A">
        <w:t xml:space="preserve"> : </w:t>
      </w:r>
      <w:r w:rsidRPr="007818BD">
        <w:t>il ouvrit et referma</w:t>
      </w:r>
      <w:r w:rsidR="00E8465A">
        <w:t xml:space="preserve">, </w:t>
      </w:r>
      <w:r w:rsidRPr="007818BD">
        <w:t>refe</w:t>
      </w:r>
      <w:r w:rsidRPr="007818BD">
        <w:t>r</w:t>
      </w:r>
      <w:r w:rsidRPr="007818BD">
        <w:t xml:space="preserve">ma et rouvrit convulsivement les mains en contemplant le </w:t>
      </w:r>
      <w:r w:rsidRPr="007818BD">
        <w:lastRenderedPageBreak/>
        <w:t>tr</w:t>
      </w:r>
      <w:r w:rsidRPr="007818BD">
        <w:t>é</w:t>
      </w:r>
      <w:r w:rsidRPr="007818BD">
        <w:t>sor</w:t>
      </w:r>
      <w:r w:rsidR="00E8465A">
        <w:t xml:space="preserve">. </w:t>
      </w:r>
      <w:r w:rsidRPr="007818BD">
        <w:t>Il résista à regret à la tentation</w:t>
      </w:r>
      <w:r w:rsidR="00E8465A">
        <w:t xml:space="preserve">, </w:t>
      </w:r>
      <w:r w:rsidRPr="007818BD">
        <w:t>et dit avec une amertume affectée</w:t>
      </w:r>
      <w:r w:rsidR="00E8465A">
        <w:t> :</w:t>
      </w:r>
    </w:p>
    <w:p w14:paraId="56B26589" w14:textId="77777777" w:rsidR="00E8465A" w:rsidRDefault="00E8465A" w:rsidP="00E0544E">
      <w:r>
        <w:t>« </w:t>
      </w:r>
      <w:r w:rsidR="00E0544E" w:rsidRPr="007818BD">
        <w:t>Espères-tu me corrompre</w:t>
      </w:r>
      <w:r>
        <w:t xml:space="preserve"> ? </w:t>
      </w:r>
      <w:r w:rsidR="00E0544E" w:rsidRPr="007818BD">
        <w:t>Si tu le peux</w:t>
      </w:r>
      <w:r>
        <w:t xml:space="preserve">, </w:t>
      </w:r>
      <w:r w:rsidR="00E0544E" w:rsidRPr="007818BD">
        <w:t>ce n</w:t>
      </w:r>
      <w:r>
        <w:t>’</w:t>
      </w:r>
      <w:r w:rsidR="00E0544E" w:rsidRPr="007818BD">
        <w:t>est pas avec de l</w:t>
      </w:r>
      <w:r>
        <w:t>’</w:t>
      </w:r>
      <w:r w:rsidR="00E0544E" w:rsidRPr="007818BD">
        <w:t>or</w:t>
      </w:r>
      <w:r>
        <w:t xml:space="preserve">. </w:t>
      </w:r>
      <w:r w:rsidR="00E0544E" w:rsidRPr="007818BD">
        <w:t>Qu</w:t>
      </w:r>
      <w:r>
        <w:t>’</w:t>
      </w:r>
      <w:r w:rsidR="00E0544E" w:rsidRPr="007818BD">
        <w:t>importe qu</w:t>
      </w:r>
      <w:r>
        <w:t>’</w:t>
      </w:r>
      <w:r w:rsidR="00E0544E" w:rsidRPr="007818BD">
        <w:t>il en aime une autre</w:t>
      </w:r>
      <w:r>
        <w:t xml:space="preserve"> ? </w:t>
      </w:r>
      <w:r w:rsidR="00E0544E" w:rsidRPr="007818BD">
        <w:t>qu</w:t>
      </w:r>
      <w:r>
        <w:t>’</w:t>
      </w:r>
      <w:r w:rsidR="00E0544E" w:rsidRPr="007818BD">
        <w:t>importe qu</w:t>
      </w:r>
      <w:r>
        <w:t>’</w:t>
      </w:r>
      <w:r w:rsidR="00E0544E" w:rsidRPr="007818BD">
        <w:t>il te trahisse</w:t>
      </w:r>
      <w:r>
        <w:t xml:space="preserve"> ? </w:t>
      </w:r>
      <w:r w:rsidR="00E0544E" w:rsidRPr="007818BD">
        <w:t>qu</w:t>
      </w:r>
      <w:r>
        <w:t>’</w:t>
      </w:r>
      <w:r w:rsidR="00E0544E" w:rsidRPr="007818BD">
        <w:t>importe que</w:t>
      </w:r>
      <w:r>
        <w:t xml:space="preserve">, </w:t>
      </w:r>
      <w:r w:rsidR="00E0544E" w:rsidRPr="007818BD">
        <w:t>fatigué par tes jalousies</w:t>
      </w:r>
      <w:r>
        <w:t xml:space="preserve">, </w:t>
      </w:r>
      <w:r w:rsidR="00E0544E" w:rsidRPr="007818BD">
        <w:t>il médite</w:t>
      </w:r>
      <w:r>
        <w:t xml:space="preserve">, </w:t>
      </w:r>
      <w:r w:rsidR="00E0544E" w:rsidRPr="007818BD">
        <w:t>dans sa fuite</w:t>
      </w:r>
      <w:r>
        <w:t xml:space="preserve">, </w:t>
      </w:r>
      <w:r w:rsidR="00E0544E" w:rsidRPr="007818BD">
        <w:t>de te laisser ici</w:t>
      </w:r>
      <w:r>
        <w:t xml:space="preserve"> ? </w:t>
      </w:r>
      <w:r w:rsidR="00E0544E" w:rsidRPr="007818BD">
        <w:t>serais-tu plus heureuse de savoir tout cela</w:t>
      </w:r>
      <w:r>
        <w:t> ?</w:t>
      </w:r>
    </w:p>
    <w:p w14:paraId="0CB9F76F" w14:textId="77777777" w:rsidR="00E8465A" w:rsidRDefault="00E8465A" w:rsidP="00E0544E">
      <w:r>
        <w:t>— </w:t>
      </w:r>
      <w:r w:rsidR="00E0544E" w:rsidRPr="007818BD">
        <w:t>Oui</w:t>
      </w:r>
      <w:r>
        <w:t xml:space="preserve">, </w:t>
      </w:r>
      <w:r w:rsidR="00E0544E" w:rsidRPr="007818BD">
        <w:t>s</w:t>
      </w:r>
      <w:r>
        <w:t>’</w:t>
      </w:r>
      <w:r w:rsidR="00E0544E" w:rsidRPr="007818BD">
        <w:t>écria l</w:t>
      </w:r>
      <w:r>
        <w:t>’</w:t>
      </w:r>
      <w:r w:rsidR="00E0544E" w:rsidRPr="007818BD">
        <w:t>Italienne avec rage</w:t>
      </w:r>
      <w:r>
        <w:t xml:space="preserve">, </w:t>
      </w:r>
      <w:r w:rsidR="00E0544E" w:rsidRPr="007818BD">
        <w:t>oui</w:t>
      </w:r>
      <w:r>
        <w:t xml:space="preserve">, </w:t>
      </w:r>
      <w:r w:rsidR="00E0544E" w:rsidRPr="007818BD">
        <w:t>car ce serait du bonheur de haïr et de se venger</w:t>
      </w:r>
      <w:r>
        <w:t xml:space="preserve">. </w:t>
      </w:r>
      <w:r w:rsidR="00E0544E" w:rsidRPr="007818BD">
        <w:t>Oh</w:t>
      </w:r>
      <w:r>
        <w:t xml:space="preserve"> ! </w:t>
      </w:r>
      <w:r w:rsidR="00E0544E" w:rsidRPr="007818BD">
        <w:t>tu ne sais pas combien la haine est douce à ceux qui ont réellement a</w:t>
      </w:r>
      <w:r w:rsidR="00E0544E" w:rsidRPr="007818BD">
        <w:t>i</w:t>
      </w:r>
      <w:r w:rsidR="00E0544E" w:rsidRPr="007818BD">
        <w:t>mé</w:t>
      </w:r>
      <w:r>
        <w:t> !</w:t>
      </w:r>
    </w:p>
    <w:p w14:paraId="6145605A" w14:textId="77777777" w:rsidR="00E8465A" w:rsidRDefault="00E8465A" w:rsidP="00E0544E">
      <w:r>
        <w:t>— </w:t>
      </w:r>
      <w:r w:rsidR="00E0544E" w:rsidRPr="007818BD">
        <w:t>Mais jureras-tu</w:t>
      </w:r>
      <w:r>
        <w:t xml:space="preserve">, </w:t>
      </w:r>
      <w:r w:rsidR="00E0544E" w:rsidRPr="007818BD">
        <w:t>si je te révèle ce secret</w:t>
      </w:r>
      <w:r>
        <w:t xml:space="preserve">, </w:t>
      </w:r>
      <w:r w:rsidR="00E0544E" w:rsidRPr="007818BD">
        <w:t>que tu ne me tr</w:t>
      </w:r>
      <w:r w:rsidR="00E0544E" w:rsidRPr="007818BD">
        <w:t>a</w:t>
      </w:r>
      <w:r w:rsidR="00E0544E" w:rsidRPr="007818BD">
        <w:t>hiras pas</w:t>
      </w:r>
      <w:r>
        <w:t xml:space="preserve">, </w:t>
      </w:r>
      <w:r w:rsidR="00E0544E" w:rsidRPr="007818BD">
        <w:t>que tu ne t</w:t>
      </w:r>
      <w:r>
        <w:t>’</w:t>
      </w:r>
      <w:r w:rsidR="00E0544E" w:rsidRPr="007818BD">
        <w:t>abandonneras pas</w:t>
      </w:r>
      <w:r>
        <w:t xml:space="preserve">, </w:t>
      </w:r>
      <w:r w:rsidR="00E0544E" w:rsidRPr="007818BD">
        <w:t>comme font les fe</w:t>
      </w:r>
      <w:r w:rsidR="00E0544E" w:rsidRPr="007818BD">
        <w:t>m</w:t>
      </w:r>
      <w:r w:rsidR="00E0544E" w:rsidRPr="007818BD">
        <w:t>mes</w:t>
      </w:r>
      <w:r>
        <w:t xml:space="preserve">, </w:t>
      </w:r>
      <w:r w:rsidR="00E0544E" w:rsidRPr="007818BD">
        <w:t>aux larmes et aux reproches quand r</w:t>
      </w:r>
      <w:r w:rsidR="00E0544E" w:rsidRPr="007818BD">
        <w:t>e</w:t>
      </w:r>
      <w:r w:rsidR="00E0544E" w:rsidRPr="007818BD">
        <w:t>viendra celui qui te trompe</w:t>
      </w:r>
      <w:r>
        <w:t> ?</w:t>
      </w:r>
    </w:p>
    <w:p w14:paraId="14A3ADE0" w14:textId="77777777" w:rsidR="00E8465A" w:rsidRDefault="00E8465A" w:rsidP="00E0544E">
      <w:r>
        <w:t>— </w:t>
      </w:r>
      <w:r w:rsidR="00E0544E" w:rsidRPr="007818BD">
        <w:t>Des larmes</w:t>
      </w:r>
      <w:r>
        <w:t xml:space="preserve"> ! </w:t>
      </w:r>
      <w:r w:rsidR="00E0544E" w:rsidRPr="007818BD">
        <w:t>des reproches</w:t>
      </w:r>
      <w:r>
        <w:t xml:space="preserve"> ! </w:t>
      </w:r>
      <w:r w:rsidR="00E0544E" w:rsidRPr="007818BD">
        <w:t>la vengeance se cache sous un sourire</w:t>
      </w:r>
      <w:r>
        <w:t>.</w:t>
      </w:r>
    </w:p>
    <w:p w14:paraId="4928CDC6" w14:textId="3D8E3C14" w:rsidR="00E0544E" w:rsidRPr="007818BD" w:rsidRDefault="00E8465A" w:rsidP="00E0544E">
      <w:r>
        <w:t>— </w:t>
      </w:r>
      <w:r w:rsidR="00E0544E" w:rsidRPr="007818BD">
        <w:t>Tu es une brave créature</w:t>
      </w:r>
      <w:r>
        <w:t xml:space="preserve"> ! </w:t>
      </w:r>
      <w:r w:rsidR="00E0544E" w:rsidRPr="007818BD">
        <w:t>s</w:t>
      </w:r>
      <w:r>
        <w:t>’</w:t>
      </w:r>
      <w:r w:rsidR="00E0544E" w:rsidRPr="007818BD">
        <w:t>écria Nicot</w:t>
      </w:r>
      <w:r>
        <w:t xml:space="preserve">, </w:t>
      </w:r>
      <w:r w:rsidR="00E0544E" w:rsidRPr="007818BD">
        <w:t>presque avec admiration</w:t>
      </w:r>
      <w:r>
        <w:t xml:space="preserve">. </w:t>
      </w:r>
      <w:r w:rsidR="00E0544E" w:rsidRPr="007818BD">
        <w:t>Encore</w:t>
      </w:r>
      <w:r>
        <w:t xml:space="preserve">, </w:t>
      </w:r>
      <w:r w:rsidR="00E0544E" w:rsidRPr="007818BD">
        <w:t>une condition</w:t>
      </w:r>
      <w:r>
        <w:t xml:space="preserve">. </w:t>
      </w:r>
      <w:r w:rsidR="00E0544E" w:rsidRPr="007818BD">
        <w:t>Ton amant a le projet de s</w:t>
      </w:r>
      <w:r>
        <w:t>’</w:t>
      </w:r>
      <w:r w:rsidR="00E0544E" w:rsidRPr="007818BD">
        <w:t>enfuir avec sa nouvelle maîtresse</w:t>
      </w:r>
      <w:r>
        <w:t xml:space="preserve">, </w:t>
      </w:r>
      <w:r w:rsidR="00E0544E" w:rsidRPr="007818BD">
        <w:t>et de t</w:t>
      </w:r>
      <w:r>
        <w:t>’</w:t>
      </w:r>
      <w:r w:rsidR="00E0544E" w:rsidRPr="007818BD">
        <w:t>abandonner à ton sort</w:t>
      </w:r>
      <w:r>
        <w:t xml:space="preserve"> : </w:t>
      </w:r>
      <w:r w:rsidR="00E0544E" w:rsidRPr="007818BD">
        <w:t>si je te le prouve</w:t>
      </w:r>
      <w:r>
        <w:t xml:space="preserve">, </w:t>
      </w:r>
      <w:r w:rsidR="00E0544E" w:rsidRPr="007818BD">
        <w:t>si je te procure les moyens de te venger de ta rivale</w:t>
      </w:r>
      <w:r>
        <w:t xml:space="preserve">, </w:t>
      </w:r>
      <w:r w:rsidR="00E0544E" w:rsidRPr="007818BD">
        <w:t>voudras-tu fuir avec moi</w:t>
      </w:r>
      <w:r>
        <w:t xml:space="preserve"> ? </w:t>
      </w:r>
      <w:r w:rsidR="00E0544E" w:rsidRPr="007818BD">
        <w:t>Je t</w:t>
      </w:r>
      <w:r>
        <w:t>’</w:t>
      </w:r>
      <w:r w:rsidR="00E0544E" w:rsidRPr="007818BD">
        <w:t>aime</w:t>
      </w:r>
      <w:r>
        <w:t xml:space="preserve">, </w:t>
      </w:r>
      <w:r w:rsidR="00E0544E" w:rsidRPr="007818BD">
        <w:t>je t</w:t>
      </w:r>
      <w:r>
        <w:t>’</w:t>
      </w:r>
      <w:r w:rsidR="00E0544E" w:rsidRPr="007818BD">
        <w:t>épouserai</w:t>
      </w:r>
      <w:r>
        <w:t>. »</w:t>
      </w:r>
    </w:p>
    <w:p w14:paraId="77898347" w14:textId="77777777" w:rsidR="00E8465A" w:rsidRDefault="00E0544E" w:rsidP="00E0544E">
      <w:r w:rsidRPr="007818BD">
        <w:t xml:space="preserve">Les yeux de </w:t>
      </w:r>
      <w:proofErr w:type="spellStart"/>
      <w:r w:rsidRPr="007818BD">
        <w:t>Fillide</w:t>
      </w:r>
      <w:proofErr w:type="spellEnd"/>
      <w:r w:rsidRPr="007818BD">
        <w:t xml:space="preserve"> lancèrent des éclairs</w:t>
      </w:r>
      <w:r w:rsidR="00E8465A">
        <w:t xml:space="preserve"> ; </w:t>
      </w:r>
      <w:r w:rsidRPr="007818BD">
        <w:t>elle le regarda avec un dédain inexpr</w:t>
      </w:r>
      <w:r w:rsidRPr="007818BD">
        <w:t>i</w:t>
      </w:r>
      <w:r w:rsidRPr="007818BD">
        <w:t>mable et demeura muette</w:t>
      </w:r>
      <w:r w:rsidR="00E8465A">
        <w:t>.</w:t>
      </w:r>
    </w:p>
    <w:p w14:paraId="11BE64FE" w14:textId="77777777" w:rsidR="00E8465A" w:rsidRDefault="00E0544E" w:rsidP="00E0544E">
      <w:r w:rsidRPr="007818BD">
        <w:t>Nicot comprit qu</w:t>
      </w:r>
      <w:r w:rsidR="00E8465A">
        <w:t>’</w:t>
      </w:r>
      <w:r w:rsidRPr="007818BD">
        <w:t>il s</w:t>
      </w:r>
      <w:r w:rsidR="00E8465A">
        <w:t>’</w:t>
      </w:r>
      <w:r w:rsidRPr="007818BD">
        <w:t>était trop avancé</w:t>
      </w:r>
      <w:r w:rsidR="00E8465A">
        <w:t xml:space="preserve">, </w:t>
      </w:r>
      <w:r w:rsidRPr="007818BD">
        <w:t>et</w:t>
      </w:r>
      <w:r w:rsidR="00E8465A">
        <w:t xml:space="preserve">, </w:t>
      </w:r>
      <w:r w:rsidRPr="007818BD">
        <w:t>avec cette connaissance des éléments mauvais</w:t>
      </w:r>
      <w:r w:rsidR="00E8465A">
        <w:t>-</w:t>
      </w:r>
      <w:r w:rsidRPr="007818BD">
        <w:t>de la nature humaine</w:t>
      </w:r>
      <w:r w:rsidR="00E8465A">
        <w:t xml:space="preserve">, </w:t>
      </w:r>
      <w:r w:rsidRPr="007818BD">
        <w:t>qu</w:t>
      </w:r>
      <w:r w:rsidR="00E8465A">
        <w:t>’</w:t>
      </w:r>
      <w:r w:rsidRPr="007818BD">
        <w:t>il avait puisée dans son propre cœur et dans l</w:t>
      </w:r>
      <w:r w:rsidR="00E8465A">
        <w:t>’</w:t>
      </w:r>
      <w:r w:rsidRPr="007818BD">
        <w:t>habitude du crime</w:t>
      </w:r>
      <w:r w:rsidR="00E8465A">
        <w:t xml:space="preserve">, </w:t>
      </w:r>
      <w:r w:rsidRPr="007818BD">
        <w:t>il résolut de s</w:t>
      </w:r>
      <w:r w:rsidR="00E8465A">
        <w:t>’</w:t>
      </w:r>
      <w:r w:rsidRPr="007818BD">
        <w:t>en rapporter</w:t>
      </w:r>
      <w:r w:rsidR="00E8465A">
        <w:t xml:space="preserve">, </w:t>
      </w:r>
      <w:r w:rsidRPr="007818BD">
        <w:t>pour le reste</w:t>
      </w:r>
      <w:r w:rsidR="00E8465A">
        <w:t xml:space="preserve">, </w:t>
      </w:r>
      <w:r w:rsidRPr="007818BD">
        <w:t xml:space="preserve">aux passions </w:t>
      </w:r>
      <w:r w:rsidRPr="007818BD">
        <w:lastRenderedPageBreak/>
        <w:t xml:space="preserve">de </w:t>
      </w:r>
      <w:proofErr w:type="spellStart"/>
      <w:r w:rsidRPr="007818BD">
        <w:t>Fill</w:t>
      </w:r>
      <w:r w:rsidRPr="007818BD">
        <w:t>i</w:t>
      </w:r>
      <w:r w:rsidRPr="007818BD">
        <w:t>de</w:t>
      </w:r>
      <w:proofErr w:type="spellEnd"/>
      <w:r w:rsidR="00E8465A">
        <w:t xml:space="preserve">, </w:t>
      </w:r>
      <w:r w:rsidRPr="007818BD">
        <w:t>une fois qu</w:t>
      </w:r>
      <w:r w:rsidR="00E8465A">
        <w:t>’</w:t>
      </w:r>
      <w:r w:rsidRPr="007818BD">
        <w:t>il les aurait amenées au point d</w:t>
      </w:r>
      <w:r w:rsidR="00E8465A">
        <w:t>’</w:t>
      </w:r>
      <w:r w:rsidRPr="007818BD">
        <w:t>exaltation où il voulait la faire monter</w:t>
      </w:r>
      <w:r w:rsidR="00E8465A">
        <w:t>.</w:t>
      </w:r>
    </w:p>
    <w:p w14:paraId="1FC033B8" w14:textId="77777777" w:rsidR="00E8465A" w:rsidRDefault="00E8465A" w:rsidP="00E0544E">
      <w:r>
        <w:t>« </w:t>
      </w:r>
      <w:r w:rsidR="00E0544E" w:rsidRPr="007818BD">
        <w:t>Pardonne-moi</w:t>
      </w:r>
      <w:r>
        <w:t xml:space="preserve">, </w:t>
      </w:r>
      <w:r w:rsidR="00E0544E" w:rsidRPr="007818BD">
        <w:t>dit-il</w:t>
      </w:r>
      <w:r>
        <w:t xml:space="preserve"> : </w:t>
      </w:r>
      <w:r w:rsidR="00E0544E" w:rsidRPr="007818BD">
        <w:t>mon amour m</w:t>
      </w:r>
      <w:r>
        <w:t>’</w:t>
      </w:r>
      <w:r w:rsidR="00E0544E" w:rsidRPr="007818BD">
        <w:t>a rendu trop pr</w:t>
      </w:r>
      <w:r w:rsidR="00E0544E" w:rsidRPr="007818BD">
        <w:t>é</w:t>
      </w:r>
      <w:r w:rsidR="00E0544E" w:rsidRPr="007818BD">
        <w:t>somptueux</w:t>
      </w:r>
      <w:r>
        <w:t xml:space="preserve"> ; </w:t>
      </w:r>
      <w:r w:rsidR="00E0544E" w:rsidRPr="007818BD">
        <w:t>et cependant c</w:t>
      </w:r>
      <w:r>
        <w:t>’</w:t>
      </w:r>
      <w:r w:rsidR="00E0544E" w:rsidRPr="007818BD">
        <w:t>est cet amour seul</w:t>
      </w:r>
      <w:r>
        <w:t xml:space="preserve">, </w:t>
      </w:r>
      <w:r w:rsidR="00E0544E" w:rsidRPr="007818BD">
        <w:t>c</w:t>
      </w:r>
      <w:r>
        <w:t>’</w:t>
      </w:r>
      <w:r w:rsidR="00E0544E" w:rsidRPr="007818BD">
        <w:t>est ma symp</w:t>
      </w:r>
      <w:r w:rsidR="00E0544E" w:rsidRPr="007818BD">
        <w:t>a</w:t>
      </w:r>
      <w:r w:rsidR="00E0544E" w:rsidRPr="007818BD">
        <w:t>thie pour toi</w:t>
      </w:r>
      <w:r>
        <w:t xml:space="preserve">, </w:t>
      </w:r>
      <w:r w:rsidR="00E0544E" w:rsidRPr="007818BD">
        <w:t>belle enfant trahie</w:t>
      </w:r>
      <w:r>
        <w:t xml:space="preserve">, </w:t>
      </w:r>
      <w:r w:rsidR="00E0544E" w:rsidRPr="007818BD">
        <w:t>qui peut me d</w:t>
      </w:r>
      <w:r w:rsidR="00E0544E" w:rsidRPr="007818BD">
        <w:t>é</w:t>
      </w:r>
      <w:r w:rsidR="00E0544E" w:rsidRPr="007818BD">
        <w:t>cider à desservir par mes révélations un homme que j</w:t>
      </w:r>
      <w:r>
        <w:t>’</w:t>
      </w:r>
      <w:r w:rsidR="00E0544E" w:rsidRPr="007818BD">
        <w:t>ai considéré</w:t>
      </w:r>
      <w:r>
        <w:t xml:space="preserve">, </w:t>
      </w:r>
      <w:r w:rsidR="00E0544E" w:rsidRPr="007818BD">
        <w:t>comme un frère</w:t>
      </w:r>
      <w:r>
        <w:t xml:space="preserve">. </w:t>
      </w:r>
      <w:r w:rsidR="00E0544E" w:rsidRPr="007818BD">
        <w:t xml:space="preserve">Je puis compter sur ton serment de tout cacher à </w:t>
      </w:r>
      <w:proofErr w:type="spellStart"/>
      <w:r w:rsidR="00E0544E" w:rsidRPr="007818BD">
        <w:t>Gly</w:t>
      </w:r>
      <w:r w:rsidR="00E0544E" w:rsidRPr="007818BD">
        <w:t>n</w:t>
      </w:r>
      <w:r w:rsidR="00E0544E" w:rsidRPr="007818BD">
        <w:t>don</w:t>
      </w:r>
      <w:proofErr w:type="spellEnd"/>
      <w:r>
        <w:t> ?</w:t>
      </w:r>
    </w:p>
    <w:p w14:paraId="54099052" w14:textId="77777777" w:rsidR="00E8465A" w:rsidRDefault="00E8465A" w:rsidP="00E0544E">
      <w:r>
        <w:t>— </w:t>
      </w:r>
      <w:r w:rsidR="00E0544E" w:rsidRPr="007818BD">
        <w:t>Sur mon serment</w:t>
      </w:r>
      <w:r>
        <w:t xml:space="preserve">, </w:t>
      </w:r>
      <w:r w:rsidR="00E0544E" w:rsidRPr="007818BD">
        <w:t>sur mes griefs</w:t>
      </w:r>
      <w:r>
        <w:t xml:space="preserve">, </w:t>
      </w:r>
      <w:r w:rsidR="00E0544E" w:rsidRPr="007818BD">
        <w:t>sur mon sang des mo</w:t>
      </w:r>
      <w:r w:rsidR="00E0544E" w:rsidRPr="007818BD">
        <w:t>n</w:t>
      </w:r>
      <w:r w:rsidR="00E0544E" w:rsidRPr="007818BD">
        <w:t>tagnes calabraises</w:t>
      </w:r>
      <w:r>
        <w:t> !</w:t>
      </w:r>
    </w:p>
    <w:p w14:paraId="4E673EC6" w14:textId="2B8CCFB8" w:rsidR="00E0544E" w:rsidRPr="007818BD" w:rsidRDefault="00E8465A" w:rsidP="00E0544E">
      <w:r>
        <w:t>— </w:t>
      </w:r>
      <w:r w:rsidR="00E0544E" w:rsidRPr="007818BD">
        <w:t>Assez</w:t>
      </w:r>
      <w:r>
        <w:t xml:space="preserve"> ! </w:t>
      </w:r>
      <w:r w:rsidR="00E0544E" w:rsidRPr="007818BD">
        <w:t>apprête-toi à sortir avec moi</w:t>
      </w:r>
      <w:r>
        <w:t> ! »</w:t>
      </w:r>
    </w:p>
    <w:p w14:paraId="2C7554B1" w14:textId="77777777" w:rsidR="00E8465A" w:rsidRDefault="00E0544E" w:rsidP="00E0544E">
      <w:proofErr w:type="spellStart"/>
      <w:r w:rsidRPr="007818BD">
        <w:t>Fillide</w:t>
      </w:r>
      <w:proofErr w:type="spellEnd"/>
      <w:r w:rsidRPr="007818BD">
        <w:t xml:space="preserve"> quitta la chambre</w:t>
      </w:r>
      <w:r w:rsidR="00E8465A">
        <w:t xml:space="preserve">. </w:t>
      </w:r>
      <w:r w:rsidRPr="007818BD">
        <w:t>Les yeux de Nicot s</w:t>
      </w:r>
      <w:r w:rsidR="00E8465A">
        <w:t>’</w:t>
      </w:r>
      <w:r w:rsidRPr="007818BD">
        <w:t>arrêtèrent de nouveau sur l</w:t>
      </w:r>
      <w:r w:rsidR="00E8465A">
        <w:t>’</w:t>
      </w:r>
      <w:r w:rsidRPr="007818BD">
        <w:t>or</w:t>
      </w:r>
      <w:r w:rsidR="00E8465A">
        <w:t xml:space="preserve"> : </w:t>
      </w:r>
      <w:r w:rsidRPr="007818BD">
        <w:t>il y en avait beaucoup</w:t>
      </w:r>
      <w:r w:rsidR="00E8465A">
        <w:t xml:space="preserve">, </w:t>
      </w:r>
      <w:r w:rsidRPr="007818BD">
        <w:t>beaucoup plus qu</w:t>
      </w:r>
      <w:r w:rsidR="00E8465A">
        <w:t>’</w:t>
      </w:r>
      <w:r w:rsidRPr="007818BD">
        <w:t>il n</w:t>
      </w:r>
      <w:r w:rsidR="00E8465A">
        <w:t>’</w:t>
      </w:r>
      <w:r w:rsidRPr="007818BD">
        <w:t>en avait osé espérer</w:t>
      </w:r>
      <w:r w:rsidR="00E8465A">
        <w:t xml:space="preserve"> ; </w:t>
      </w:r>
      <w:r w:rsidRPr="007818BD">
        <w:t>et</w:t>
      </w:r>
      <w:r w:rsidR="00E8465A">
        <w:t xml:space="preserve">, </w:t>
      </w:r>
      <w:r w:rsidRPr="007818BD">
        <w:t>tout en sondant la profondeur de la case et en ouvrant les tiroirs</w:t>
      </w:r>
      <w:r w:rsidR="00E8465A">
        <w:t xml:space="preserve">, </w:t>
      </w:r>
      <w:r w:rsidRPr="007818BD">
        <w:t>il aperçut un paquet de lettres de l</w:t>
      </w:r>
      <w:r w:rsidR="00E8465A">
        <w:t>’</w:t>
      </w:r>
      <w:r w:rsidRPr="007818BD">
        <w:t>écriture bien connue de Camille Desmoulins</w:t>
      </w:r>
      <w:r w:rsidR="00E8465A">
        <w:t xml:space="preserve">. </w:t>
      </w:r>
      <w:r w:rsidRPr="007818BD">
        <w:t>Il s</w:t>
      </w:r>
      <w:r w:rsidR="00E8465A">
        <w:t>’</w:t>
      </w:r>
      <w:r w:rsidRPr="007818BD">
        <w:t>empara du paquet et le décacheta</w:t>
      </w:r>
      <w:r w:rsidR="00E8465A">
        <w:t xml:space="preserve"> : </w:t>
      </w:r>
      <w:r w:rsidRPr="007818BD">
        <w:t>ses yeux brillèrent lorsqu</w:t>
      </w:r>
      <w:r w:rsidR="00E8465A">
        <w:t>’</w:t>
      </w:r>
      <w:r w:rsidRPr="007818BD">
        <w:t>il parcourut le contenu</w:t>
      </w:r>
      <w:r w:rsidR="00E8465A">
        <w:t>, « </w:t>
      </w:r>
      <w:r w:rsidRPr="007818BD">
        <w:t xml:space="preserve">Il y a là de quoi envoyer cinquante </w:t>
      </w:r>
      <w:proofErr w:type="spellStart"/>
      <w:r w:rsidRPr="007818BD">
        <w:t>Glyndon</w:t>
      </w:r>
      <w:proofErr w:type="spellEnd"/>
      <w:r w:rsidRPr="007818BD">
        <w:t xml:space="preserve"> à la gui</w:t>
      </w:r>
      <w:r w:rsidRPr="007818BD">
        <w:t>l</w:t>
      </w:r>
      <w:r w:rsidRPr="007818BD">
        <w:t>lotine</w:t>
      </w:r>
      <w:r w:rsidR="00E8465A">
        <w:t> ! »</w:t>
      </w:r>
      <w:r w:rsidRPr="007818BD">
        <w:t xml:space="preserve"> grommela-t-il</w:t>
      </w:r>
      <w:r w:rsidR="00E8465A">
        <w:t xml:space="preserve">, </w:t>
      </w:r>
      <w:r w:rsidRPr="007818BD">
        <w:t>et il cacha le paquet dans ses vêt</w:t>
      </w:r>
      <w:r w:rsidRPr="007818BD">
        <w:t>e</w:t>
      </w:r>
      <w:r w:rsidRPr="007818BD">
        <w:t>ments</w:t>
      </w:r>
      <w:r w:rsidR="00E8465A">
        <w:t>.</w:t>
      </w:r>
    </w:p>
    <w:p w14:paraId="02029EEE" w14:textId="77777777" w:rsidR="00E8465A" w:rsidRDefault="00E0544E" w:rsidP="00E0544E">
      <w:r w:rsidRPr="007818BD">
        <w:t>Ô artiste</w:t>
      </w:r>
      <w:r w:rsidR="00E8465A">
        <w:t xml:space="preserve"> ! </w:t>
      </w:r>
      <w:r w:rsidRPr="007818BD">
        <w:t>victime du Fantôme</w:t>
      </w:r>
      <w:r w:rsidR="00E8465A">
        <w:t xml:space="preserve"> ! </w:t>
      </w:r>
      <w:r w:rsidRPr="007818BD">
        <w:t>génie égaré</w:t>
      </w:r>
      <w:r w:rsidR="00E8465A">
        <w:t xml:space="preserve">, </w:t>
      </w:r>
      <w:r w:rsidRPr="007818BD">
        <w:t>vois les deux ennemis les plus mo</w:t>
      </w:r>
      <w:r w:rsidRPr="007818BD">
        <w:t>r</w:t>
      </w:r>
      <w:r w:rsidRPr="007818BD">
        <w:t>tels</w:t>
      </w:r>
      <w:r w:rsidR="00E8465A">
        <w:t xml:space="preserve">, </w:t>
      </w:r>
      <w:r w:rsidRPr="007818BD">
        <w:t>le faux idéal qui ne connaît pas Dieu</w:t>
      </w:r>
      <w:r w:rsidR="00E8465A">
        <w:t xml:space="preserve">, </w:t>
      </w:r>
      <w:r w:rsidRPr="007818BD">
        <w:t>et le faux amour qui s</w:t>
      </w:r>
      <w:r w:rsidR="00E8465A">
        <w:t>’</w:t>
      </w:r>
      <w:r w:rsidRPr="007818BD">
        <w:t>embrase et s</w:t>
      </w:r>
      <w:r w:rsidR="00E8465A">
        <w:t>’</w:t>
      </w:r>
      <w:r w:rsidRPr="007818BD">
        <w:t>alimente de la corruption des sens</w:t>
      </w:r>
      <w:r w:rsidR="00E8465A">
        <w:t xml:space="preserve">, </w:t>
      </w:r>
      <w:r w:rsidRPr="007818BD">
        <w:t>et qui n</w:t>
      </w:r>
      <w:r w:rsidR="00E8465A">
        <w:t>’</w:t>
      </w:r>
      <w:r w:rsidRPr="007818BD">
        <w:t>emprunte à l</w:t>
      </w:r>
      <w:r w:rsidR="00E8465A">
        <w:t>’</w:t>
      </w:r>
      <w:r w:rsidRPr="007818BD">
        <w:t>âme aucune clarté rayo</w:t>
      </w:r>
      <w:r w:rsidRPr="007818BD">
        <w:t>n</w:t>
      </w:r>
      <w:r w:rsidRPr="007818BD">
        <w:t>nante</w:t>
      </w:r>
      <w:r w:rsidR="00E8465A">
        <w:t> !</w:t>
      </w:r>
    </w:p>
    <w:p w14:paraId="43E7A370" w14:textId="77777777" w:rsidR="00E8465A" w:rsidRDefault="00E0544E" w:rsidP="00E8465A">
      <w:pPr>
        <w:pStyle w:val="Titre2"/>
        <w:pageBreakBefore/>
      </w:pPr>
      <w:bookmarkStart w:id="73" w:name="_Toc199963122"/>
      <w:r w:rsidRPr="007818BD">
        <w:lastRenderedPageBreak/>
        <w:t>CHAPITRE</w:t>
      </w:r>
      <w:r w:rsidR="00E8465A">
        <w:t xml:space="preserve"> </w:t>
      </w:r>
      <w:r w:rsidRPr="007818BD">
        <w:t>III</w:t>
      </w:r>
      <w:r w:rsidR="00E8465A">
        <w:t>.</w:t>
      </w:r>
      <w:bookmarkEnd w:id="73"/>
    </w:p>
    <w:p w14:paraId="4C0D1144" w14:textId="77777777" w:rsidR="00E8465A" w:rsidRDefault="00E0544E" w:rsidP="00E8465A">
      <w:pPr>
        <w:ind w:firstLine="0"/>
        <w:jc w:val="center"/>
      </w:pPr>
      <w:r w:rsidRPr="007818BD">
        <w:t xml:space="preserve">LETTRE DE </w:t>
      </w:r>
      <w:proofErr w:type="spellStart"/>
      <w:r w:rsidRPr="007818BD">
        <w:t>ZANONI</w:t>
      </w:r>
      <w:proofErr w:type="spellEnd"/>
      <w:r w:rsidRPr="007818BD">
        <w:t xml:space="preserve"> À </w:t>
      </w:r>
      <w:proofErr w:type="spellStart"/>
      <w:r w:rsidRPr="007818BD">
        <w:t>MEJNOUR</w:t>
      </w:r>
      <w:proofErr w:type="spellEnd"/>
      <w:r w:rsidR="00E8465A">
        <w:t>.</w:t>
      </w:r>
    </w:p>
    <w:p w14:paraId="67D18C6B" w14:textId="77777777" w:rsidR="00E8465A" w:rsidRDefault="00E0544E" w:rsidP="00E0544E">
      <w:pPr>
        <w:jc w:val="right"/>
      </w:pPr>
      <w:r w:rsidRPr="007818BD">
        <w:t>Paris</w:t>
      </w:r>
      <w:r w:rsidR="00E8465A">
        <w:t>.</w:t>
      </w:r>
    </w:p>
    <w:p w14:paraId="6C00A7AC" w14:textId="77777777" w:rsidR="00E8465A" w:rsidRDefault="00E0544E" w:rsidP="00E0544E">
      <w:r w:rsidRPr="007818BD">
        <w:t>Te souviens-tu</w:t>
      </w:r>
      <w:r w:rsidR="00E8465A">
        <w:t xml:space="preserve">, </w:t>
      </w:r>
      <w:r w:rsidRPr="007818BD">
        <w:t>dans l</w:t>
      </w:r>
      <w:r w:rsidR="00E8465A">
        <w:t>’</w:t>
      </w:r>
      <w:r w:rsidRPr="007818BD">
        <w:t>antiquité</w:t>
      </w:r>
      <w:r w:rsidR="00E8465A">
        <w:t xml:space="preserve">, </w:t>
      </w:r>
      <w:r w:rsidRPr="007818BD">
        <w:t>lorsque le Beau régnait encore en Grèce</w:t>
      </w:r>
      <w:r w:rsidR="00E8465A">
        <w:t xml:space="preserve">, </w:t>
      </w:r>
      <w:r w:rsidRPr="007818BD">
        <w:t>co</w:t>
      </w:r>
      <w:r w:rsidRPr="007818BD">
        <w:t>m</w:t>
      </w:r>
      <w:r w:rsidRPr="007818BD">
        <w:t>ment toi et moi</w:t>
      </w:r>
      <w:r w:rsidR="00E8465A">
        <w:t xml:space="preserve">, </w:t>
      </w:r>
      <w:r w:rsidRPr="007818BD">
        <w:t>dans le vaste théâtre d</w:t>
      </w:r>
      <w:r w:rsidR="00E8465A">
        <w:t>’</w:t>
      </w:r>
      <w:r w:rsidRPr="007818BD">
        <w:t>Athènes</w:t>
      </w:r>
      <w:r w:rsidR="00E8465A">
        <w:t xml:space="preserve">, </w:t>
      </w:r>
      <w:r w:rsidRPr="007818BD">
        <w:t>nous avons vu naître des poèmes aussi immortels que nous-mêmes</w:t>
      </w:r>
      <w:r w:rsidR="00E8465A">
        <w:t xml:space="preserve"> ? </w:t>
      </w:r>
      <w:r w:rsidRPr="007818BD">
        <w:t>Te souviens-tu du frisson d</w:t>
      </w:r>
      <w:r w:rsidR="00E8465A">
        <w:t>’</w:t>
      </w:r>
      <w:r w:rsidRPr="007818BD">
        <w:t>horreur qui pa</w:t>
      </w:r>
      <w:r w:rsidRPr="007818BD">
        <w:t>r</w:t>
      </w:r>
      <w:r w:rsidRPr="007818BD">
        <w:t>courut cet immense et imposant auditoire</w:t>
      </w:r>
      <w:r w:rsidR="00E8465A">
        <w:t xml:space="preserve">, </w:t>
      </w:r>
      <w:r w:rsidRPr="007818BD">
        <w:t>quand Cassandre</w:t>
      </w:r>
      <w:r w:rsidR="00E8465A">
        <w:t xml:space="preserve">, </w:t>
      </w:r>
      <w:r w:rsidRPr="007818BD">
        <w:t>e</w:t>
      </w:r>
      <w:r w:rsidRPr="007818BD">
        <w:t>f</w:t>
      </w:r>
      <w:r w:rsidRPr="007818BD">
        <w:t>farée</w:t>
      </w:r>
      <w:r w:rsidR="00E8465A">
        <w:t xml:space="preserve">, </w:t>
      </w:r>
      <w:r w:rsidRPr="007818BD">
        <w:t>rompit son silence terrible pour jeter un cri vers son Dieu impitoyable</w:t>
      </w:r>
      <w:r w:rsidR="00E8465A">
        <w:t xml:space="preserve"> ? </w:t>
      </w:r>
      <w:r w:rsidRPr="007818BD">
        <w:t>Avec quel accent lugubre</w:t>
      </w:r>
      <w:r w:rsidR="00E8465A">
        <w:t xml:space="preserve">, </w:t>
      </w:r>
      <w:r w:rsidRPr="007818BD">
        <w:t>à l</w:t>
      </w:r>
      <w:r w:rsidR="00E8465A">
        <w:t>’</w:t>
      </w:r>
      <w:r w:rsidRPr="007818BD">
        <w:t>entrée de la maison d</w:t>
      </w:r>
      <w:r w:rsidR="00E8465A">
        <w:t>’</w:t>
      </w:r>
      <w:r w:rsidRPr="007818BD">
        <w:t>Atrée</w:t>
      </w:r>
      <w:r w:rsidR="00E8465A">
        <w:t xml:space="preserve">, </w:t>
      </w:r>
      <w:r w:rsidRPr="007818BD">
        <w:t>qui devait devenir son tombeau</w:t>
      </w:r>
      <w:r w:rsidR="00E8465A">
        <w:t xml:space="preserve">, </w:t>
      </w:r>
      <w:r w:rsidRPr="007818BD">
        <w:t>retentirent les presse</w:t>
      </w:r>
      <w:r w:rsidRPr="007818BD">
        <w:t>n</w:t>
      </w:r>
      <w:r w:rsidRPr="007818BD">
        <w:t>timents de son malheur</w:t>
      </w:r>
      <w:r w:rsidR="00E8465A">
        <w:t> !</w:t>
      </w:r>
    </w:p>
    <w:p w14:paraId="36DEDB3F" w14:textId="6D04CB85" w:rsidR="00E0544E" w:rsidRPr="007818BD" w:rsidRDefault="00E8465A" w:rsidP="00E0544E">
      <w:r>
        <w:t>« </w:t>
      </w:r>
      <w:r w:rsidR="00E0544E" w:rsidRPr="007818BD">
        <w:t>Demeure abhorrée des cieux</w:t>
      </w:r>
      <w:r>
        <w:t xml:space="preserve"> ! </w:t>
      </w:r>
      <w:r w:rsidR="00E0544E" w:rsidRPr="007818BD">
        <w:t>charnier humain</w:t>
      </w:r>
      <w:r>
        <w:t xml:space="preserve">, </w:t>
      </w:r>
      <w:r w:rsidR="00E0544E" w:rsidRPr="007818BD">
        <w:t>sol soui</w:t>
      </w:r>
      <w:r w:rsidR="00E0544E" w:rsidRPr="007818BD">
        <w:t>l</w:t>
      </w:r>
      <w:r w:rsidR="00E0544E" w:rsidRPr="007818BD">
        <w:t>lé de sang</w:t>
      </w:r>
      <w:r>
        <w:t> ! »</w:t>
      </w:r>
    </w:p>
    <w:p w14:paraId="1E8DBF34" w14:textId="42A6D805" w:rsidR="00E0544E" w:rsidRPr="007818BD" w:rsidRDefault="00E0544E" w:rsidP="00E0544E">
      <w:r w:rsidRPr="007818BD">
        <w:t>Te souviens-tu comment</w:t>
      </w:r>
      <w:r w:rsidR="00E8465A">
        <w:t xml:space="preserve">, </w:t>
      </w:r>
      <w:r w:rsidRPr="007818BD">
        <w:t>au milieu de la terreur muette des milliers de spect</w:t>
      </w:r>
      <w:r w:rsidRPr="007818BD">
        <w:t>a</w:t>
      </w:r>
      <w:r w:rsidRPr="007818BD">
        <w:t>teurs</w:t>
      </w:r>
      <w:r w:rsidR="00E8465A">
        <w:t xml:space="preserve">, </w:t>
      </w:r>
      <w:r w:rsidRPr="007818BD">
        <w:t>je m</w:t>
      </w:r>
      <w:r w:rsidR="00E8465A">
        <w:t>’</w:t>
      </w:r>
      <w:r w:rsidRPr="007818BD">
        <w:t>approchai de toi</w:t>
      </w:r>
      <w:r w:rsidR="00E8465A">
        <w:t xml:space="preserve">, </w:t>
      </w:r>
      <w:r w:rsidRPr="007818BD">
        <w:t>et te dis tout bas</w:t>
      </w:r>
      <w:r w:rsidR="00E8465A">
        <w:t> : « </w:t>
      </w:r>
      <w:r w:rsidRPr="007818BD">
        <w:t>En vérité</w:t>
      </w:r>
      <w:r w:rsidR="00E8465A">
        <w:t xml:space="preserve">, </w:t>
      </w:r>
      <w:r w:rsidRPr="007818BD">
        <w:t>il n</w:t>
      </w:r>
      <w:r w:rsidR="00E8465A">
        <w:t>’</w:t>
      </w:r>
      <w:r w:rsidRPr="007818BD">
        <w:t>est point de prophète égal au poète</w:t>
      </w:r>
      <w:r w:rsidR="00E8465A">
        <w:t xml:space="preserve"> ! </w:t>
      </w:r>
      <w:r w:rsidRPr="007818BD">
        <w:t>Cette scène d</w:t>
      </w:r>
      <w:r w:rsidR="00E8465A">
        <w:t>’</w:t>
      </w:r>
      <w:r w:rsidRPr="007818BD">
        <w:t>horreur imaginaire m</w:t>
      </w:r>
      <w:r w:rsidR="00E8465A">
        <w:t>’</w:t>
      </w:r>
      <w:r w:rsidRPr="007818BD">
        <w:t>apparaît comme un songe qui dessine vaguement dans l</w:t>
      </w:r>
      <w:r w:rsidR="00E8465A">
        <w:t>’</w:t>
      </w:r>
      <w:r w:rsidRPr="007818BD">
        <w:t>ombre de l</w:t>
      </w:r>
      <w:r w:rsidR="00E8465A">
        <w:t>’</w:t>
      </w:r>
      <w:r w:rsidRPr="007818BD">
        <w:t>avenir une destinée se</w:t>
      </w:r>
      <w:r w:rsidRPr="007818BD">
        <w:t>m</w:t>
      </w:r>
      <w:r w:rsidRPr="007818BD">
        <w:t>blable pour moi</w:t>
      </w:r>
      <w:r w:rsidR="00E8465A">
        <w:t>. »</w:t>
      </w:r>
    </w:p>
    <w:p w14:paraId="184197C7" w14:textId="77777777" w:rsidR="00E8465A" w:rsidRDefault="00E0544E" w:rsidP="00E0544E">
      <w:r w:rsidRPr="007818BD">
        <w:t>En entrant dans ce lieu de carnage</w:t>
      </w:r>
      <w:r w:rsidR="00E8465A">
        <w:t xml:space="preserve">, </w:t>
      </w:r>
      <w:r w:rsidRPr="007818BD">
        <w:t>cette scène revient à ma mémoire</w:t>
      </w:r>
      <w:r w:rsidR="00E8465A">
        <w:t xml:space="preserve">, </w:t>
      </w:r>
      <w:r w:rsidRPr="007818BD">
        <w:t>et j</w:t>
      </w:r>
      <w:r w:rsidR="00E8465A">
        <w:t>’</w:t>
      </w:r>
      <w:r w:rsidRPr="007818BD">
        <w:t>écoute la voix de Cassandre qui retentit à mes oreilles</w:t>
      </w:r>
      <w:r w:rsidR="00E8465A">
        <w:t xml:space="preserve">. </w:t>
      </w:r>
      <w:r w:rsidRPr="007818BD">
        <w:t>Un effroi solennel et prophétique m</w:t>
      </w:r>
      <w:r w:rsidR="00E8465A">
        <w:t>’</w:t>
      </w:r>
      <w:r w:rsidRPr="007818BD">
        <w:t>enveloppe</w:t>
      </w:r>
      <w:r w:rsidR="00E8465A">
        <w:t xml:space="preserve">, </w:t>
      </w:r>
      <w:r w:rsidRPr="007818BD">
        <w:t>comme si moi aussi j</w:t>
      </w:r>
      <w:r w:rsidR="00E8465A">
        <w:t>’</w:t>
      </w:r>
      <w:r w:rsidRPr="007818BD">
        <w:t>y devais trouver mon tombeau</w:t>
      </w:r>
      <w:r w:rsidR="00E8465A">
        <w:t xml:space="preserve">, </w:t>
      </w:r>
      <w:r w:rsidRPr="007818BD">
        <w:t xml:space="preserve">comme si </w:t>
      </w:r>
      <w:r w:rsidRPr="007818BD">
        <w:rPr>
          <w:i/>
          <w:iCs/>
        </w:rPr>
        <w:t>le filet des enfers</w:t>
      </w:r>
      <w:r w:rsidRPr="007818BD">
        <w:t xml:space="preserve"> m</w:t>
      </w:r>
      <w:r w:rsidR="00E8465A">
        <w:t>’</w:t>
      </w:r>
      <w:r w:rsidRPr="007818BD">
        <w:t>eût déjà enlacé de son réseau</w:t>
      </w:r>
      <w:r w:rsidR="00E8465A">
        <w:t xml:space="preserve">. </w:t>
      </w:r>
      <w:r w:rsidRPr="007818BD">
        <w:t>Quels sombres amas de vicissitudes et de malheurs sont devenues nos mémoires</w:t>
      </w:r>
      <w:r w:rsidR="00E8465A">
        <w:t xml:space="preserve"> ! </w:t>
      </w:r>
      <w:r w:rsidRPr="007818BD">
        <w:t>Que sont nos vies</w:t>
      </w:r>
      <w:r w:rsidR="00E8465A">
        <w:t xml:space="preserve">, </w:t>
      </w:r>
      <w:r w:rsidRPr="007818BD">
        <w:t>si ce n</w:t>
      </w:r>
      <w:r w:rsidR="00E8465A">
        <w:t>’</w:t>
      </w:r>
      <w:r w:rsidRPr="007818BD">
        <w:t>est l</w:t>
      </w:r>
      <w:r w:rsidR="00E8465A">
        <w:t>’</w:t>
      </w:r>
      <w:r w:rsidRPr="007818BD">
        <w:t>histoire de l</w:t>
      </w:r>
      <w:r w:rsidR="00E8465A">
        <w:t>’</w:t>
      </w:r>
      <w:r w:rsidRPr="007818BD">
        <w:t>impitoyable mort</w:t>
      </w:r>
      <w:r w:rsidR="00E8465A">
        <w:t xml:space="preserve"> ? </w:t>
      </w:r>
      <w:r w:rsidRPr="007818BD">
        <w:t>Il me semble que c</w:t>
      </w:r>
      <w:r w:rsidR="00E8465A">
        <w:t>’</w:t>
      </w:r>
      <w:r w:rsidRPr="007818BD">
        <w:t xml:space="preserve">était hier que je me </w:t>
      </w:r>
      <w:r w:rsidRPr="007818BD">
        <w:lastRenderedPageBreak/>
        <w:t>trouvais dans les rues de cette même cité des Gaules</w:t>
      </w:r>
      <w:r w:rsidR="00E8465A">
        <w:t xml:space="preserve">, </w:t>
      </w:r>
      <w:r w:rsidRPr="007818BD">
        <w:t>tout étincelantes de chevalerie</w:t>
      </w:r>
      <w:r w:rsidR="00E8465A">
        <w:t xml:space="preserve">, </w:t>
      </w:r>
      <w:r w:rsidRPr="007818BD">
        <w:t>de bannières flottantes</w:t>
      </w:r>
      <w:r w:rsidR="00E8465A">
        <w:t xml:space="preserve">, </w:t>
      </w:r>
      <w:r w:rsidRPr="007818BD">
        <w:t>de soie et de plumes</w:t>
      </w:r>
      <w:r w:rsidR="00E8465A">
        <w:t xml:space="preserve">. </w:t>
      </w:r>
      <w:r w:rsidRPr="007818BD">
        <w:t>Louis</w:t>
      </w:r>
      <w:r w:rsidR="00E8465A">
        <w:t xml:space="preserve">, </w:t>
      </w:r>
      <w:r w:rsidRPr="007818BD">
        <w:t>le roi et l</w:t>
      </w:r>
      <w:r w:rsidR="00E8465A">
        <w:t>’</w:t>
      </w:r>
      <w:r w:rsidRPr="007818BD">
        <w:t>amant</w:t>
      </w:r>
      <w:r w:rsidR="00E8465A">
        <w:t xml:space="preserve">, </w:t>
      </w:r>
      <w:r w:rsidRPr="007818BD">
        <w:t>venait de vaincre au carrousel</w:t>
      </w:r>
      <w:r w:rsidR="00E8465A">
        <w:t xml:space="preserve">, </w:t>
      </w:r>
      <w:r w:rsidRPr="007818BD">
        <w:t>et la France tout entière se sentait glorieuse de la gloire de son chef</w:t>
      </w:r>
      <w:r w:rsidR="00E8465A">
        <w:t xml:space="preserve"> ! </w:t>
      </w:r>
      <w:r w:rsidRPr="007818BD">
        <w:t>Maintenant il n</w:t>
      </w:r>
      <w:r w:rsidR="00E8465A">
        <w:t>’</w:t>
      </w:r>
      <w:r w:rsidRPr="007818BD">
        <w:t>y a plus ni trône ni autel</w:t>
      </w:r>
      <w:r w:rsidR="00E8465A">
        <w:t xml:space="preserve"> : </w:t>
      </w:r>
      <w:r w:rsidRPr="007818BD">
        <w:t>et par quoi sont-ils remplacés</w:t>
      </w:r>
      <w:r w:rsidR="00E8465A">
        <w:t xml:space="preserve"> ? </w:t>
      </w:r>
      <w:r w:rsidRPr="007818BD">
        <w:t>Je le vois d</w:t>
      </w:r>
      <w:r w:rsidR="00E8465A">
        <w:t>’</w:t>
      </w:r>
      <w:r w:rsidRPr="007818BD">
        <w:t>ici</w:t>
      </w:r>
      <w:r w:rsidR="00E8465A">
        <w:t xml:space="preserve">. </w:t>
      </w:r>
      <w:r w:rsidRPr="007818BD">
        <w:t>La guillotine</w:t>
      </w:r>
      <w:r w:rsidR="00E8465A">
        <w:t> ! »</w:t>
      </w:r>
      <w:r w:rsidRPr="007818BD">
        <w:t xml:space="preserve"> Il est triste de demeurer debout au milieu des ruines croulantes des cités</w:t>
      </w:r>
      <w:r w:rsidR="00E8465A">
        <w:t xml:space="preserve">, </w:t>
      </w:r>
      <w:r w:rsidRPr="007818BD">
        <w:t>et de voir sortir le serpent et le lézard effarés des débris de Thèbes et de Persépolis</w:t>
      </w:r>
      <w:r w:rsidR="00E8465A">
        <w:t xml:space="preserve"> ; </w:t>
      </w:r>
      <w:r w:rsidRPr="007818BD">
        <w:t>mais plus triste encore de se trouver</w:t>
      </w:r>
      <w:r w:rsidR="00E8465A">
        <w:t xml:space="preserve">, </w:t>
      </w:r>
      <w:r w:rsidRPr="007818BD">
        <w:t>comme moi</w:t>
      </w:r>
      <w:r w:rsidR="00E8465A">
        <w:t xml:space="preserve">, </w:t>
      </w:r>
      <w:r w:rsidRPr="007818BD">
        <w:t>l</w:t>
      </w:r>
      <w:r w:rsidR="00E8465A">
        <w:t>’</w:t>
      </w:r>
      <w:r w:rsidRPr="007818BD">
        <w:t>étranger originaire d</w:t>
      </w:r>
      <w:r w:rsidR="00E8465A">
        <w:t>’</w:t>
      </w:r>
      <w:r w:rsidRPr="007818BD">
        <w:t>empires disparus</w:t>
      </w:r>
      <w:r w:rsidR="00E8465A">
        <w:t xml:space="preserve">, </w:t>
      </w:r>
      <w:r w:rsidRPr="007818BD">
        <w:t>d</w:t>
      </w:r>
      <w:r w:rsidRPr="007818BD">
        <w:t>e</w:t>
      </w:r>
      <w:r w:rsidRPr="007818BD">
        <w:t>bout au milieu des ruines plus hideuses de la justice et de l</w:t>
      </w:r>
      <w:r w:rsidR="00E8465A">
        <w:t>’</w:t>
      </w:r>
      <w:r w:rsidRPr="007818BD">
        <w:t>ordre</w:t>
      </w:r>
      <w:r w:rsidR="00E8465A">
        <w:t xml:space="preserve">, </w:t>
      </w:r>
      <w:r w:rsidRPr="007818BD">
        <w:t>au milieu de l</w:t>
      </w:r>
      <w:r w:rsidR="00E8465A">
        <w:t>’</w:t>
      </w:r>
      <w:r w:rsidRPr="007818BD">
        <w:t>écroulement de l</w:t>
      </w:r>
      <w:r w:rsidR="00E8465A">
        <w:t>’</w:t>
      </w:r>
      <w:r w:rsidRPr="007818BD">
        <w:t>humanité elle-même</w:t>
      </w:r>
      <w:r w:rsidR="00E8465A">
        <w:t xml:space="preserve">. </w:t>
      </w:r>
      <w:r w:rsidRPr="007818BD">
        <w:t>Et pourtant ici</w:t>
      </w:r>
      <w:r w:rsidR="00E8465A">
        <w:t xml:space="preserve">, </w:t>
      </w:r>
      <w:r w:rsidRPr="007818BD">
        <w:t>même ici</w:t>
      </w:r>
      <w:r w:rsidR="00E8465A">
        <w:t xml:space="preserve">, </w:t>
      </w:r>
      <w:r w:rsidRPr="007818BD">
        <w:t>l</w:t>
      </w:r>
      <w:r w:rsidR="00E8465A">
        <w:t>’</w:t>
      </w:r>
      <w:r w:rsidRPr="007818BD">
        <w:t>amour</w:t>
      </w:r>
      <w:r w:rsidR="00E8465A">
        <w:t xml:space="preserve">, </w:t>
      </w:r>
      <w:r w:rsidRPr="007818BD">
        <w:t>qui embellit tout et qui conduit mes pas</w:t>
      </w:r>
      <w:r w:rsidR="00E8465A">
        <w:t xml:space="preserve">, </w:t>
      </w:r>
      <w:r w:rsidRPr="007818BD">
        <w:t>peut marcher avec une inébranlable espérance à travers cette Solitude de mort</w:t>
      </w:r>
      <w:r w:rsidR="00E8465A">
        <w:t xml:space="preserve"> ! </w:t>
      </w:r>
      <w:r w:rsidRPr="007818BD">
        <w:t>C</w:t>
      </w:r>
      <w:r w:rsidR="00E8465A">
        <w:t>’</w:t>
      </w:r>
      <w:r w:rsidRPr="007818BD">
        <w:t>est une passion étrange que celle qui se crée un monde pour elle-même</w:t>
      </w:r>
      <w:r w:rsidR="00E8465A">
        <w:t xml:space="preserve">, </w:t>
      </w:r>
      <w:r w:rsidRPr="007818BD">
        <w:t>qui individualise l</w:t>
      </w:r>
      <w:r w:rsidR="00E8465A">
        <w:t>’</w:t>
      </w:r>
      <w:r w:rsidRPr="007818BD">
        <w:t>unité au milieu de la foule</w:t>
      </w:r>
      <w:r w:rsidR="00E8465A">
        <w:t xml:space="preserve"> ; </w:t>
      </w:r>
      <w:r w:rsidRPr="007818BD">
        <w:t>qui</w:t>
      </w:r>
      <w:r w:rsidR="00E8465A">
        <w:t xml:space="preserve">, </w:t>
      </w:r>
      <w:r w:rsidRPr="007818BD">
        <w:t>à tr</w:t>
      </w:r>
      <w:r w:rsidRPr="007818BD">
        <w:t>a</w:t>
      </w:r>
      <w:r w:rsidRPr="007818BD">
        <w:t>vers tous les changements de ma vie mystérieuse</w:t>
      </w:r>
      <w:r w:rsidR="00E8465A">
        <w:t xml:space="preserve">, </w:t>
      </w:r>
      <w:r w:rsidRPr="007818BD">
        <w:t>survit to</w:t>
      </w:r>
      <w:r w:rsidRPr="007818BD">
        <w:t>u</w:t>
      </w:r>
      <w:r w:rsidRPr="007818BD">
        <w:t>jours</w:t>
      </w:r>
      <w:r w:rsidR="00E8465A">
        <w:t xml:space="preserve">, </w:t>
      </w:r>
      <w:r w:rsidRPr="007818BD">
        <w:t>tandis que l</w:t>
      </w:r>
      <w:r w:rsidR="00E8465A">
        <w:t>’</w:t>
      </w:r>
      <w:r w:rsidRPr="007818BD">
        <w:t>ambition</w:t>
      </w:r>
      <w:r w:rsidR="00E8465A">
        <w:t xml:space="preserve">, </w:t>
      </w:r>
      <w:r w:rsidRPr="007818BD">
        <w:t>la haine</w:t>
      </w:r>
      <w:r w:rsidR="00E8465A">
        <w:t xml:space="preserve">, </w:t>
      </w:r>
      <w:r w:rsidRPr="007818BD">
        <w:t>la colère</w:t>
      </w:r>
      <w:r w:rsidR="00E8465A">
        <w:t xml:space="preserve">, </w:t>
      </w:r>
      <w:r w:rsidRPr="007818BD">
        <w:t>sont mortes</w:t>
      </w:r>
      <w:r w:rsidR="00E8465A">
        <w:t xml:space="preserve">, </w:t>
      </w:r>
      <w:r w:rsidRPr="007818BD">
        <w:t>comme un ange unique et solitaire</w:t>
      </w:r>
      <w:r w:rsidR="00E8465A">
        <w:t xml:space="preserve">, </w:t>
      </w:r>
      <w:r w:rsidRPr="007818BD">
        <w:t>planant sur ses ailes tre</w:t>
      </w:r>
      <w:r w:rsidRPr="007818BD">
        <w:t>m</w:t>
      </w:r>
      <w:r w:rsidRPr="007818BD">
        <w:t>blantes et humaines</w:t>
      </w:r>
      <w:r w:rsidR="00E8465A">
        <w:t xml:space="preserve">, </w:t>
      </w:r>
      <w:r w:rsidRPr="007818BD">
        <w:t>l</w:t>
      </w:r>
      <w:r w:rsidR="00E8465A">
        <w:t>’</w:t>
      </w:r>
      <w:r w:rsidRPr="007818BD">
        <w:t>Espérance et la Crainte</w:t>
      </w:r>
      <w:r w:rsidR="00E8465A">
        <w:t xml:space="preserve">, </w:t>
      </w:r>
      <w:r w:rsidRPr="007818BD">
        <w:t>au-dessus de tout un monde de tombeaux</w:t>
      </w:r>
      <w:r w:rsidR="00E8465A">
        <w:t> !</w:t>
      </w:r>
    </w:p>
    <w:p w14:paraId="6A667676" w14:textId="77777777" w:rsidR="00E8465A" w:rsidRDefault="00E0544E" w:rsidP="00E0544E">
      <w:r w:rsidRPr="007818BD">
        <w:t>Comment se fait-il</w:t>
      </w:r>
      <w:r w:rsidR="00E8465A">
        <w:t xml:space="preserve">, </w:t>
      </w:r>
      <w:proofErr w:type="spellStart"/>
      <w:r w:rsidRPr="007818BD">
        <w:t>Mejnour</w:t>
      </w:r>
      <w:proofErr w:type="spellEnd"/>
      <w:r w:rsidR="00E8465A">
        <w:t xml:space="preserve">, </w:t>
      </w:r>
      <w:r w:rsidRPr="007818BD">
        <w:t>que</w:t>
      </w:r>
      <w:r w:rsidR="00E8465A">
        <w:t xml:space="preserve">, </w:t>
      </w:r>
      <w:r w:rsidRPr="007818BD">
        <w:t>lorsque ma science div</w:t>
      </w:r>
      <w:r w:rsidRPr="007818BD">
        <w:t>i</w:t>
      </w:r>
      <w:r w:rsidRPr="007818BD">
        <w:t>ne m</w:t>
      </w:r>
      <w:r w:rsidR="00E8465A">
        <w:t>’</w:t>
      </w:r>
      <w:r w:rsidRPr="007818BD">
        <w:t>eut abandonné</w:t>
      </w:r>
      <w:r w:rsidR="00E8465A">
        <w:t xml:space="preserve">, </w:t>
      </w:r>
      <w:r w:rsidRPr="007818BD">
        <w:t>lorsque</w:t>
      </w:r>
      <w:r w:rsidR="00E8465A">
        <w:t xml:space="preserve">, </w:t>
      </w:r>
      <w:r w:rsidRPr="007818BD">
        <w:t>pour retrouver Viola</w:t>
      </w:r>
      <w:r w:rsidR="00E8465A">
        <w:t xml:space="preserve">, </w:t>
      </w:r>
      <w:r w:rsidRPr="007818BD">
        <w:t>je ne po</w:t>
      </w:r>
      <w:r w:rsidRPr="007818BD">
        <w:t>u</w:t>
      </w:r>
      <w:r w:rsidRPr="007818BD">
        <w:t>vais plus compter que sur les instincts ordinaires du plus hu</w:t>
      </w:r>
      <w:r w:rsidRPr="007818BD">
        <w:t>m</w:t>
      </w:r>
      <w:r w:rsidRPr="007818BD">
        <w:t>ble des mortels</w:t>
      </w:r>
      <w:r w:rsidR="00E8465A">
        <w:t xml:space="preserve">, </w:t>
      </w:r>
      <w:r w:rsidRPr="007818BD">
        <w:t>comment se fait-il que je ne me sois jamais d</w:t>
      </w:r>
      <w:r w:rsidRPr="007818BD">
        <w:t>é</w:t>
      </w:r>
      <w:r w:rsidRPr="007818BD">
        <w:t>couragé</w:t>
      </w:r>
      <w:r w:rsidR="00E8465A">
        <w:t xml:space="preserve"> ; </w:t>
      </w:r>
      <w:r w:rsidRPr="007818BD">
        <w:t>que</w:t>
      </w:r>
      <w:r w:rsidR="00E8465A">
        <w:t xml:space="preserve">, </w:t>
      </w:r>
      <w:r w:rsidRPr="007818BD">
        <w:t>dans toutes les difficultés</w:t>
      </w:r>
      <w:r w:rsidR="00E8465A">
        <w:t xml:space="preserve">, </w:t>
      </w:r>
      <w:r w:rsidRPr="007818BD">
        <w:t>j</w:t>
      </w:r>
      <w:r w:rsidR="00E8465A">
        <w:t>’</w:t>
      </w:r>
      <w:r w:rsidRPr="007818BD">
        <w:t>aie senti je ne sais quelle invincible conviction que nous nous retrouverions</w:t>
      </w:r>
      <w:r w:rsidR="00E8465A">
        <w:t xml:space="preserve"> ? </w:t>
      </w:r>
      <w:r w:rsidRPr="007818BD">
        <w:t>To</w:t>
      </w:r>
      <w:r w:rsidRPr="007818BD">
        <w:t>u</w:t>
      </w:r>
      <w:r w:rsidRPr="007818BD">
        <w:t>te trace de sa fuite me fut si cruellement dérobée</w:t>
      </w:r>
      <w:r w:rsidR="00E8465A">
        <w:t xml:space="preserve"> ; </w:t>
      </w:r>
      <w:r w:rsidRPr="007818BD">
        <w:t>si subit</w:t>
      </w:r>
      <w:r w:rsidR="00E8465A">
        <w:t xml:space="preserve">, </w:t>
      </w:r>
      <w:r w:rsidRPr="007818BD">
        <w:t>si s</w:t>
      </w:r>
      <w:r w:rsidRPr="007818BD">
        <w:t>e</w:t>
      </w:r>
      <w:r w:rsidRPr="007818BD">
        <w:t>cret avait été son départ</w:t>
      </w:r>
      <w:r w:rsidR="00E8465A">
        <w:t xml:space="preserve">, </w:t>
      </w:r>
      <w:r w:rsidRPr="007818BD">
        <w:t>que les espions</w:t>
      </w:r>
      <w:r w:rsidR="00E8465A">
        <w:t xml:space="preserve">, </w:t>
      </w:r>
      <w:r w:rsidRPr="007818BD">
        <w:t>les autorités de Ven</w:t>
      </w:r>
      <w:r w:rsidRPr="007818BD">
        <w:t>i</w:t>
      </w:r>
      <w:r w:rsidRPr="007818BD">
        <w:t>se</w:t>
      </w:r>
      <w:r w:rsidR="00E8465A">
        <w:t xml:space="preserve">, </w:t>
      </w:r>
      <w:r w:rsidRPr="007818BD">
        <w:t>ne purent me donner aucun renseignement</w:t>
      </w:r>
      <w:r w:rsidR="00E8465A">
        <w:t xml:space="preserve">. </w:t>
      </w:r>
      <w:r w:rsidRPr="007818BD">
        <w:t>Je parcourus en vain toute l</w:t>
      </w:r>
      <w:r w:rsidR="00E8465A">
        <w:t>’</w:t>
      </w:r>
      <w:r w:rsidRPr="007818BD">
        <w:t>Italie</w:t>
      </w:r>
      <w:r w:rsidR="00E8465A">
        <w:t xml:space="preserve">, </w:t>
      </w:r>
      <w:r w:rsidRPr="007818BD">
        <w:t>l</w:t>
      </w:r>
      <w:r w:rsidR="00E8465A">
        <w:t>’</w:t>
      </w:r>
      <w:r w:rsidRPr="007818BD">
        <w:t>asile de sa jeunesse à Naples</w:t>
      </w:r>
      <w:r w:rsidR="00E8465A">
        <w:t xml:space="preserve">, </w:t>
      </w:r>
      <w:r w:rsidRPr="007818BD">
        <w:t>et là</w:t>
      </w:r>
      <w:r w:rsidR="00E8465A">
        <w:t xml:space="preserve">, </w:t>
      </w:r>
      <w:r w:rsidRPr="007818BD">
        <w:t>dans son humble appartement</w:t>
      </w:r>
      <w:r w:rsidR="00E8465A">
        <w:t xml:space="preserve">, </w:t>
      </w:r>
      <w:r w:rsidRPr="007818BD">
        <w:t xml:space="preserve">semblait flotter </w:t>
      </w:r>
      <w:r w:rsidRPr="007818BD">
        <w:lastRenderedPageBreak/>
        <w:t>encore le parfum de sa présence</w:t>
      </w:r>
      <w:r w:rsidR="00E8465A">
        <w:t xml:space="preserve"> ! </w:t>
      </w:r>
      <w:r w:rsidRPr="007818BD">
        <w:t>Tous les secrets les plus sublimes de notre science me firent défaut</w:t>
      </w:r>
      <w:r w:rsidR="00E8465A">
        <w:t xml:space="preserve">, </w:t>
      </w:r>
      <w:r w:rsidRPr="007818BD">
        <w:t>furent impuissants à rendre son âme visible à la mienne</w:t>
      </w:r>
      <w:r w:rsidR="00E8465A">
        <w:t xml:space="preserve"> ; </w:t>
      </w:r>
      <w:r w:rsidRPr="007818BD">
        <w:t>et pourtant</w:t>
      </w:r>
      <w:r w:rsidR="00E8465A">
        <w:t xml:space="preserve">, </w:t>
      </w:r>
      <w:r w:rsidRPr="007818BD">
        <w:t>matin et soir</w:t>
      </w:r>
      <w:r w:rsidR="00E8465A">
        <w:t xml:space="preserve">, </w:t>
      </w:r>
      <w:r w:rsidRPr="007818BD">
        <w:t>ô sage solitaire et sans e</w:t>
      </w:r>
      <w:r w:rsidRPr="007818BD">
        <w:t>n</w:t>
      </w:r>
      <w:r w:rsidRPr="007818BD">
        <w:t>fant</w:t>
      </w:r>
      <w:r w:rsidR="00E8465A">
        <w:t xml:space="preserve"> ! </w:t>
      </w:r>
      <w:r w:rsidRPr="007818BD">
        <w:t>matin et soir</w:t>
      </w:r>
      <w:r w:rsidR="00E8465A">
        <w:t xml:space="preserve">, </w:t>
      </w:r>
      <w:r w:rsidRPr="007818BD">
        <w:t>détaché de moi-même</w:t>
      </w:r>
      <w:r w:rsidR="00E8465A">
        <w:t xml:space="preserve">, </w:t>
      </w:r>
      <w:r w:rsidRPr="007818BD">
        <w:t>je puis entrer en communion</w:t>
      </w:r>
      <w:r w:rsidR="00E8465A">
        <w:t xml:space="preserve">, </w:t>
      </w:r>
      <w:r w:rsidRPr="007818BD">
        <w:t>moi</w:t>
      </w:r>
      <w:r w:rsidR="00E8465A">
        <w:t xml:space="preserve">, </w:t>
      </w:r>
      <w:r w:rsidRPr="007818BD">
        <w:t>avec mon enfant</w:t>
      </w:r>
      <w:r w:rsidR="00E8465A">
        <w:t xml:space="preserve">. </w:t>
      </w:r>
      <w:r w:rsidRPr="007818BD">
        <w:t>Dans ce lien le plus doux</w:t>
      </w:r>
      <w:r w:rsidR="00E8465A">
        <w:t xml:space="preserve">, </w:t>
      </w:r>
      <w:r w:rsidRPr="007818BD">
        <w:t>le plus symbolique</w:t>
      </w:r>
      <w:r w:rsidR="00E8465A">
        <w:t xml:space="preserve">, </w:t>
      </w:r>
      <w:r w:rsidRPr="007818BD">
        <w:t>le plus mystérieux</w:t>
      </w:r>
      <w:r w:rsidR="00E8465A">
        <w:t xml:space="preserve">, </w:t>
      </w:r>
      <w:r w:rsidRPr="007818BD">
        <w:t>la nature elle-même se</w:t>
      </w:r>
      <w:r w:rsidRPr="007818BD">
        <w:t>m</w:t>
      </w:r>
      <w:r w:rsidRPr="007818BD">
        <w:t>ble suppléer à l</w:t>
      </w:r>
      <w:r w:rsidR="00E8465A">
        <w:t>’</w:t>
      </w:r>
      <w:r w:rsidRPr="007818BD">
        <w:t>imperfection de la science</w:t>
      </w:r>
      <w:r w:rsidR="00E8465A">
        <w:t xml:space="preserve">. </w:t>
      </w:r>
      <w:r w:rsidRPr="007818BD">
        <w:t>L</w:t>
      </w:r>
      <w:r w:rsidR="00E8465A">
        <w:t>’</w:t>
      </w:r>
      <w:r w:rsidRPr="007818BD">
        <w:t>espace</w:t>
      </w:r>
      <w:r w:rsidR="00E8465A">
        <w:t xml:space="preserve">, </w:t>
      </w:r>
      <w:r w:rsidRPr="007818BD">
        <w:t>la distance</w:t>
      </w:r>
      <w:r w:rsidR="00E8465A">
        <w:t xml:space="preserve">, </w:t>
      </w:r>
      <w:r w:rsidRPr="007818BD">
        <w:t>ne sauraient séparer l</w:t>
      </w:r>
      <w:r w:rsidR="00E8465A">
        <w:t>’</w:t>
      </w:r>
      <w:r w:rsidRPr="007818BD">
        <w:t>âme vigilante du père du be</w:t>
      </w:r>
      <w:r w:rsidRPr="007818BD">
        <w:t>r</w:t>
      </w:r>
      <w:r w:rsidRPr="007818BD">
        <w:t>ceau de son premier-né</w:t>
      </w:r>
      <w:r w:rsidR="00E8465A">
        <w:t xml:space="preserve"> ! </w:t>
      </w:r>
      <w:r w:rsidRPr="007818BD">
        <w:t>J</w:t>
      </w:r>
      <w:r w:rsidR="00E8465A">
        <w:t>’</w:t>
      </w:r>
      <w:r w:rsidRPr="007818BD">
        <w:t>ignore le lieu qui abrite son repos</w:t>
      </w:r>
      <w:r w:rsidR="00E8465A">
        <w:t xml:space="preserve">. </w:t>
      </w:r>
      <w:r w:rsidRPr="007818BD">
        <w:t>Mes visions ne me dessinent pas le pays où il est</w:t>
      </w:r>
      <w:r w:rsidR="00E8465A">
        <w:t xml:space="preserve"> ; </w:t>
      </w:r>
      <w:r w:rsidRPr="007818BD">
        <w:t>je ne vois que cette frêle pet</w:t>
      </w:r>
      <w:r w:rsidRPr="007818BD">
        <w:t>i</w:t>
      </w:r>
      <w:r w:rsidRPr="007818BD">
        <w:t>te vie</w:t>
      </w:r>
      <w:r w:rsidR="00E8465A">
        <w:t xml:space="preserve">, </w:t>
      </w:r>
      <w:r w:rsidRPr="007818BD">
        <w:t>dont l</w:t>
      </w:r>
      <w:r w:rsidR="00E8465A">
        <w:t>’</w:t>
      </w:r>
      <w:r w:rsidRPr="007818BD">
        <w:t>héritage est e</w:t>
      </w:r>
      <w:r w:rsidRPr="007818BD">
        <w:t>n</w:t>
      </w:r>
      <w:r w:rsidRPr="007818BD">
        <w:t>core l</w:t>
      </w:r>
      <w:r w:rsidR="00E8465A">
        <w:t>’</w:t>
      </w:r>
      <w:r w:rsidRPr="007818BD">
        <w:t>espace tout entier</w:t>
      </w:r>
      <w:r w:rsidR="00E8465A">
        <w:t xml:space="preserve"> ! </w:t>
      </w:r>
      <w:r w:rsidRPr="007818BD">
        <w:t>Car</w:t>
      </w:r>
      <w:r w:rsidR="00E8465A">
        <w:t xml:space="preserve">, </w:t>
      </w:r>
      <w:r w:rsidRPr="007818BD">
        <w:t>pour l</w:t>
      </w:r>
      <w:r w:rsidR="00E8465A">
        <w:t>’</w:t>
      </w:r>
      <w:r w:rsidRPr="007818BD">
        <w:t>enfant</w:t>
      </w:r>
      <w:r w:rsidR="00E8465A">
        <w:t xml:space="preserve">, </w:t>
      </w:r>
      <w:r w:rsidRPr="007818BD">
        <w:t>avant l</w:t>
      </w:r>
      <w:r w:rsidR="00E8465A">
        <w:t>’</w:t>
      </w:r>
      <w:r w:rsidRPr="007818BD">
        <w:t>aurore de la raison</w:t>
      </w:r>
      <w:r w:rsidR="00E8465A">
        <w:t xml:space="preserve">, </w:t>
      </w:r>
      <w:r w:rsidRPr="007818BD">
        <w:t>avant que les passions de l</w:t>
      </w:r>
      <w:r w:rsidR="00E8465A">
        <w:t>’</w:t>
      </w:r>
      <w:r w:rsidRPr="007818BD">
        <w:t>homme puissent corrompre cette essence de vie qu</w:t>
      </w:r>
      <w:r w:rsidR="00E8465A">
        <w:t>’</w:t>
      </w:r>
      <w:r w:rsidRPr="007818BD">
        <w:t>il a puisée à l</w:t>
      </w:r>
      <w:r w:rsidR="00E8465A">
        <w:t>’</w:t>
      </w:r>
      <w:r w:rsidRPr="007818BD">
        <w:t>élément qu</w:t>
      </w:r>
      <w:r w:rsidR="00E8465A">
        <w:t>’</w:t>
      </w:r>
      <w:r w:rsidRPr="007818BD">
        <w:t>il vient de quitter</w:t>
      </w:r>
      <w:r w:rsidR="00E8465A">
        <w:t xml:space="preserve">, </w:t>
      </w:r>
      <w:r w:rsidRPr="007818BD">
        <w:t>il n</w:t>
      </w:r>
      <w:r w:rsidR="00E8465A">
        <w:t>’</w:t>
      </w:r>
      <w:r w:rsidRPr="007818BD">
        <w:t>y a ni patrie</w:t>
      </w:r>
      <w:r w:rsidR="00E8465A">
        <w:t xml:space="preserve">, </w:t>
      </w:r>
      <w:r w:rsidRPr="007818BD">
        <w:t>ni cité natale</w:t>
      </w:r>
      <w:r w:rsidR="00E8465A">
        <w:t xml:space="preserve">, </w:t>
      </w:r>
      <w:r w:rsidRPr="007818BD">
        <w:t>ni langage mortel</w:t>
      </w:r>
      <w:r w:rsidR="00E8465A">
        <w:t xml:space="preserve">. </w:t>
      </w:r>
      <w:r w:rsidRPr="007818BD">
        <w:t>Son âme est encore l</w:t>
      </w:r>
      <w:r w:rsidR="00E8465A">
        <w:t>’</w:t>
      </w:r>
      <w:r w:rsidRPr="007818BD">
        <w:t>habitante de tous les m</w:t>
      </w:r>
      <w:r w:rsidRPr="007818BD">
        <w:t>i</w:t>
      </w:r>
      <w:r w:rsidRPr="007818BD">
        <w:t>lieux et de tous les mondes</w:t>
      </w:r>
      <w:r w:rsidR="00E8465A">
        <w:t xml:space="preserve"> ; </w:t>
      </w:r>
      <w:r w:rsidRPr="007818BD">
        <w:t>et</w:t>
      </w:r>
      <w:r w:rsidR="00E8465A">
        <w:t xml:space="preserve">, </w:t>
      </w:r>
      <w:r w:rsidRPr="007818BD">
        <w:t>dans l</w:t>
      </w:r>
      <w:r w:rsidR="00E8465A">
        <w:t>’</w:t>
      </w:r>
      <w:r w:rsidRPr="007818BD">
        <w:t>espace</w:t>
      </w:r>
      <w:r w:rsidR="00E8465A">
        <w:t xml:space="preserve">, </w:t>
      </w:r>
      <w:r w:rsidRPr="007818BD">
        <w:t>son âme se re</w:t>
      </w:r>
      <w:r w:rsidRPr="007818BD">
        <w:t>n</w:t>
      </w:r>
      <w:r w:rsidRPr="007818BD">
        <w:t>contre avec la mienne</w:t>
      </w:r>
      <w:r w:rsidR="00E8465A">
        <w:t xml:space="preserve"> ; </w:t>
      </w:r>
      <w:r w:rsidRPr="007818BD">
        <w:t>l</w:t>
      </w:r>
      <w:r w:rsidR="00E8465A">
        <w:t>’</w:t>
      </w:r>
      <w:r w:rsidRPr="007818BD">
        <w:t>enfant entre en communion avec le p</w:t>
      </w:r>
      <w:r w:rsidRPr="007818BD">
        <w:t>è</w:t>
      </w:r>
      <w:r w:rsidRPr="007818BD">
        <w:t>re</w:t>
      </w:r>
      <w:r w:rsidR="00E8465A">
        <w:t xml:space="preserve"> ! </w:t>
      </w:r>
      <w:r w:rsidRPr="007818BD">
        <w:t>Amie cruelle qui m</w:t>
      </w:r>
      <w:r w:rsidR="00E8465A">
        <w:t>’</w:t>
      </w:r>
      <w:r w:rsidRPr="007818BD">
        <w:t>as abandonné</w:t>
      </w:r>
      <w:r w:rsidR="00E8465A">
        <w:t xml:space="preserve"> ! </w:t>
      </w:r>
      <w:r w:rsidRPr="007818BD">
        <w:t>toi pour qui j</w:t>
      </w:r>
      <w:r w:rsidR="00E8465A">
        <w:t>’</w:t>
      </w:r>
      <w:r w:rsidRPr="007818BD">
        <w:t>ai renoncé à la sagesse des sphères</w:t>
      </w:r>
      <w:r w:rsidR="00E8465A">
        <w:t xml:space="preserve">, </w:t>
      </w:r>
      <w:r w:rsidRPr="007818BD">
        <w:t>toi qui m</w:t>
      </w:r>
      <w:r w:rsidR="00E8465A">
        <w:t>’</w:t>
      </w:r>
      <w:r w:rsidRPr="007818BD">
        <w:t>as apporté pour dot fatale la faiblesse et les terreurs humaines</w:t>
      </w:r>
      <w:r w:rsidR="00E8465A">
        <w:t xml:space="preserve"> ; </w:t>
      </w:r>
      <w:r w:rsidRPr="007818BD">
        <w:t>as-tu pu penser que cette jeune âme serait moins en sûreté sur la terre</w:t>
      </w:r>
      <w:r w:rsidR="00E8465A">
        <w:t xml:space="preserve">, </w:t>
      </w:r>
      <w:r w:rsidRPr="007818BD">
        <w:t>parce que je la f</w:t>
      </w:r>
      <w:r w:rsidRPr="007818BD">
        <w:t>e</w:t>
      </w:r>
      <w:r w:rsidRPr="007818BD">
        <w:t>rais monter graduellement vers les cieux</w:t>
      </w:r>
      <w:r w:rsidR="00E8465A">
        <w:t xml:space="preserve"> ? </w:t>
      </w:r>
      <w:r w:rsidRPr="007818BD">
        <w:t>As-tu pu penser que j</w:t>
      </w:r>
      <w:r w:rsidR="00E8465A">
        <w:t>’</w:t>
      </w:r>
      <w:r w:rsidRPr="007818BD">
        <w:t>aurais perdu ce qui m</w:t>
      </w:r>
      <w:r w:rsidR="00E8465A">
        <w:t>’</w:t>
      </w:r>
      <w:r w:rsidRPr="007818BD">
        <w:t>est si cher</w:t>
      </w:r>
      <w:r w:rsidR="00E8465A">
        <w:t xml:space="preserve">, </w:t>
      </w:r>
      <w:r w:rsidRPr="007818BD">
        <w:t>ce qui m</w:t>
      </w:r>
      <w:r w:rsidR="00E8465A">
        <w:t>’</w:t>
      </w:r>
      <w:r w:rsidRPr="007818BD">
        <w:t>appartient</w:t>
      </w:r>
      <w:r w:rsidR="00E8465A">
        <w:t xml:space="preserve"> ? </w:t>
      </w:r>
      <w:r w:rsidRPr="007818BD">
        <w:t>Ne s</w:t>
      </w:r>
      <w:r w:rsidRPr="007818BD">
        <w:t>a</w:t>
      </w:r>
      <w:r w:rsidRPr="007818BD">
        <w:t>vais-tu pas que</w:t>
      </w:r>
      <w:r w:rsidR="00E8465A">
        <w:t xml:space="preserve">, </w:t>
      </w:r>
      <w:r w:rsidRPr="007818BD">
        <w:t>dans son regard le plus serein</w:t>
      </w:r>
      <w:r w:rsidR="00E8465A">
        <w:t xml:space="preserve">, </w:t>
      </w:r>
      <w:r w:rsidRPr="007818BD">
        <w:t>la vie que j</w:t>
      </w:r>
      <w:r w:rsidR="00E8465A">
        <w:t>’</w:t>
      </w:r>
      <w:r w:rsidRPr="007818BD">
        <w:t>ai donnée à cet être parlait pour avertir</w:t>
      </w:r>
      <w:r w:rsidR="00E8465A">
        <w:t xml:space="preserve">, </w:t>
      </w:r>
      <w:r w:rsidRPr="007818BD">
        <w:t>pour réprimander la mère qui cherchait à l</w:t>
      </w:r>
      <w:r w:rsidR="00E8465A">
        <w:t>’</w:t>
      </w:r>
      <w:r w:rsidRPr="007818BD">
        <w:t>enfermer dans les ténèbres et les angoisses de sa prison d</w:t>
      </w:r>
      <w:r w:rsidR="00E8465A">
        <w:t>’</w:t>
      </w:r>
      <w:r w:rsidRPr="007818BD">
        <w:t>argile</w:t>
      </w:r>
      <w:r w:rsidR="00E8465A">
        <w:t xml:space="preserve"> ? </w:t>
      </w:r>
      <w:r w:rsidRPr="007818BD">
        <w:t>Ne sentais-tu pas que c</w:t>
      </w:r>
      <w:r w:rsidR="00E8465A">
        <w:t>’</w:t>
      </w:r>
      <w:r w:rsidRPr="007818BD">
        <w:t>était moi qui</w:t>
      </w:r>
      <w:r w:rsidR="00E8465A">
        <w:t xml:space="preserve">, </w:t>
      </w:r>
      <w:r w:rsidRPr="007818BD">
        <w:t>avec la permission des cieux</w:t>
      </w:r>
      <w:r w:rsidR="00E8465A">
        <w:t xml:space="preserve">, </w:t>
      </w:r>
      <w:r w:rsidRPr="007818BD">
        <w:t>le protégeais contre la souffrance et la maladie</w:t>
      </w:r>
      <w:r w:rsidR="00E8465A">
        <w:t xml:space="preserve">, </w:t>
      </w:r>
      <w:r w:rsidRPr="007818BD">
        <w:t>et que</w:t>
      </w:r>
      <w:r w:rsidR="00E8465A">
        <w:t xml:space="preserve">, </w:t>
      </w:r>
      <w:r w:rsidRPr="007818BD">
        <w:t>dans sa beauté merveilleuse</w:t>
      </w:r>
      <w:r w:rsidR="00E8465A">
        <w:t xml:space="preserve">, </w:t>
      </w:r>
      <w:r w:rsidRPr="007818BD">
        <w:t>je bénissais le saint i</w:t>
      </w:r>
      <w:r w:rsidRPr="007818BD">
        <w:t>n</w:t>
      </w:r>
      <w:r w:rsidRPr="007818BD">
        <w:t>termédiaire par lequel mon âme pouvait enfin s</w:t>
      </w:r>
      <w:r w:rsidR="00E8465A">
        <w:t>’</w:t>
      </w:r>
      <w:r w:rsidRPr="007818BD">
        <w:t>entretenir avec la tienne</w:t>
      </w:r>
      <w:r w:rsidR="00E8465A">
        <w:t> !</w:t>
      </w:r>
    </w:p>
    <w:p w14:paraId="38F9E8AA" w14:textId="77777777" w:rsidR="00E8465A" w:rsidRDefault="00E0544E" w:rsidP="00E0544E">
      <w:r w:rsidRPr="007818BD">
        <w:lastRenderedPageBreak/>
        <w:t>Et comment les ai-je suivis jusqu</w:t>
      </w:r>
      <w:r w:rsidR="00E8465A">
        <w:t>’</w:t>
      </w:r>
      <w:r w:rsidRPr="007818BD">
        <w:t>ici</w:t>
      </w:r>
      <w:r w:rsidR="00E8465A">
        <w:t xml:space="preserve"> ? </w:t>
      </w:r>
      <w:r w:rsidRPr="007818BD">
        <w:t>J</w:t>
      </w:r>
      <w:r w:rsidR="00E8465A">
        <w:t>’</w:t>
      </w:r>
      <w:r w:rsidRPr="007818BD">
        <w:t xml:space="preserve">ai appris que ton élève </w:t>
      </w:r>
      <w:proofErr w:type="gramStart"/>
      <w:r w:rsidRPr="007818BD">
        <w:t>avait été</w:t>
      </w:r>
      <w:proofErr w:type="gramEnd"/>
      <w:r w:rsidRPr="007818BD">
        <w:t xml:space="preserve"> à Venise</w:t>
      </w:r>
      <w:r w:rsidR="00E8465A">
        <w:t xml:space="preserve"> ; </w:t>
      </w:r>
      <w:r w:rsidRPr="007818BD">
        <w:t>je ne pouvais retrouver le jeune et doux néophyte de Parthénope dans le signalement d</w:t>
      </w:r>
      <w:r w:rsidR="00E8465A">
        <w:t>’</w:t>
      </w:r>
      <w:r w:rsidRPr="007818BD">
        <w:t>un personnage farouche qui était venu trouver Viola avant sa fuite</w:t>
      </w:r>
      <w:r w:rsidR="00E8465A">
        <w:t xml:space="preserve"> ; </w:t>
      </w:r>
      <w:r w:rsidRPr="007818BD">
        <w:t>mais</w:t>
      </w:r>
      <w:r w:rsidR="00E8465A">
        <w:t xml:space="preserve">, </w:t>
      </w:r>
      <w:r w:rsidRPr="007818BD">
        <w:t xml:space="preserve">quand je cherchai à évoquer devant moi son </w:t>
      </w:r>
      <w:r w:rsidRPr="007818BD">
        <w:rPr>
          <w:i/>
          <w:iCs/>
        </w:rPr>
        <w:t>idée</w:t>
      </w:r>
      <w:r w:rsidR="00E8465A">
        <w:t xml:space="preserve">, </w:t>
      </w:r>
      <w:r w:rsidRPr="007818BD">
        <w:t>elle refusa de m</w:t>
      </w:r>
      <w:r w:rsidR="00E8465A">
        <w:t>’</w:t>
      </w:r>
      <w:r w:rsidRPr="007818BD">
        <w:t>obéir</w:t>
      </w:r>
      <w:r w:rsidR="00E8465A">
        <w:t xml:space="preserve">, </w:t>
      </w:r>
      <w:r w:rsidRPr="007818BD">
        <w:t>et c</w:t>
      </w:r>
      <w:r w:rsidR="00E8465A">
        <w:t>’</w:t>
      </w:r>
      <w:r w:rsidRPr="007818BD">
        <w:t>est alors que je sus que sa destinée était indissol</w:t>
      </w:r>
      <w:r w:rsidRPr="007818BD">
        <w:t>u</w:t>
      </w:r>
      <w:r w:rsidRPr="007818BD">
        <w:t>blement unie à celle de Viola</w:t>
      </w:r>
      <w:r w:rsidR="00E8465A">
        <w:t xml:space="preserve">. </w:t>
      </w:r>
      <w:r w:rsidRPr="007818BD">
        <w:t>Je l</w:t>
      </w:r>
      <w:r w:rsidR="00E8465A">
        <w:t>’</w:t>
      </w:r>
      <w:r w:rsidRPr="007818BD">
        <w:t>ai donc suivi jusqu</w:t>
      </w:r>
      <w:r w:rsidR="00E8465A">
        <w:t>’</w:t>
      </w:r>
      <w:r w:rsidRPr="007818BD">
        <w:t>à ce lieu de malheur</w:t>
      </w:r>
      <w:r w:rsidR="00E8465A">
        <w:t xml:space="preserve"> ; </w:t>
      </w:r>
      <w:r w:rsidRPr="007818BD">
        <w:t>je suis arrivé hier</w:t>
      </w:r>
      <w:r w:rsidR="00E8465A">
        <w:t xml:space="preserve"> ; </w:t>
      </w:r>
      <w:r w:rsidRPr="007818BD">
        <w:t>je ne l</w:t>
      </w:r>
      <w:r w:rsidR="00E8465A">
        <w:t>’</w:t>
      </w:r>
      <w:r w:rsidRPr="007818BD">
        <w:t>ai pas encore découvert</w:t>
      </w:r>
      <w:r w:rsidR="00E8465A">
        <w:t>.</w:t>
      </w:r>
    </w:p>
    <w:p w14:paraId="7E9314EC" w14:textId="77DB73E4" w:rsidR="00E0544E" w:rsidRPr="007818BD" w:rsidRDefault="00E0544E" w:rsidP="00E0544E"/>
    <w:p w14:paraId="7D5F888F" w14:textId="77777777" w:rsidR="00E8465A" w:rsidRDefault="00E0544E" w:rsidP="00E0544E">
      <w:r w:rsidRPr="007818BD">
        <w:t>Je reviens de leurs cours de justice</w:t>
      </w:r>
      <w:r w:rsidR="00E8465A">
        <w:t xml:space="preserve"> : </w:t>
      </w:r>
      <w:r w:rsidRPr="007818BD">
        <w:t>ce sont des antres où ces tigres font compara</w:t>
      </w:r>
      <w:r w:rsidRPr="007818BD">
        <w:t>î</w:t>
      </w:r>
      <w:r w:rsidRPr="007818BD">
        <w:t>tre leur proie</w:t>
      </w:r>
      <w:r w:rsidR="00E8465A">
        <w:t xml:space="preserve">. </w:t>
      </w:r>
      <w:r w:rsidRPr="007818BD">
        <w:t>Je ne trouve pas ceux que je cherche</w:t>
      </w:r>
      <w:r w:rsidR="00E8465A">
        <w:t xml:space="preserve">. </w:t>
      </w:r>
      <w:r w:rsidRPr="007818BD">
        <w:t>Jusqu</w:t>
      </w:r>
      <w:r w:rsidR="00E8465A">
        <w:t>’</w:t>
      </w:r>
      <w:r w:rsidRPr="007818BD">
        <w:t>à présent ils sont sauvés</w:t>
      </w:r>
      <w:r w:rsidR="00E8465A">
        <w:t xml:space="preserve">, </w:t>
      </w:r>
      <w:r w:rsidRPr="007818BD">
        <w:t>mais dans les crimes des mortels je reconnais la sombre et mystérieuse sagesse de l</w:t>
      </w:r>
      <w:r w:rsidR="00E8465A">
        <w:t>’</w:t>
      </w:r>
      <w:r w:rsidRPr="007818BD">
        <w:t>Éternel</w:t>
      </w:r>
      <w:r w:rsidR="00E8465A">
        <w:t xml:space="preserve">. </w:t>
      </w:r>
      <w:proofErr w:type="spellStart"/>
      <w:r w:rsidRPr="007818BD">
        <w:t>Mejnour</w:t>
      </w:r>
      <w:proofErr w:type="spellEnd"/>
      <w:r w:rsidR="00E8465A">
        <w:t xml:space="preserve"> ! </w:t>
      </w:r>
      <w:r w:rsidRPr="007818BD">
        <w:t>Je vois ici</w:t>
      </w:r>
      <w:r w:rsidR="00E8465A">
        <w:t xml:space="preserve">, </w:t>
      </w:r>
      <w:r w:rsidRPr="007818BD">
        <w:t>pour la première fois</w:t>
      </w:r>
      <w:r w:rsidR="00E8465A">
        <w:t xml:space="preserve">, </w:t>
      </w:r>
      <w:r w:rsidRPr="007818BD">
        <w:t>combien la mort est une chose majestueuse et belle</w:t>
      </w:r>
      <w:r w:rsidR="00E8465A">
        <w:t xml:space="preserve">. </w:t>
      </w:r>
      <w:r w:rsidRPr="007818BD">
        <w:t>De quelles vertus s</w:t>
      </w:r>
      <w:r w:rsidRPr="007818BD">
        <w:t>u</w:t>
      </w:r>
      <w:r w:rsidRPr="007818BD">
        <w:t>blimes nous nous sommes privés le jour</w:t>
      </w:r>
      <w:r w:rsidR="00E8465A">
        <w:t xml:space="preserve">, </w:t>
      </w:r>
      <w:r w:rsidRPr="007818BD">
        <w:t>où dans notre soif de la vertu</w:t>
      </w:r>
      <w:r w:rsidR="00E8465A">
        <w:t xml:space="preserve">, </w:t>
      </w:r>
      <w:r w:rsidRPr="007818BD">
        <w:t>nous avons découvert l</w:t>
      </w:r>
      <w:r w:rsidR="00E8465A">
        <w:t>’</w:t>
      </w:r>
      <w:r w:rsidRPr="007818BD">
        <w:t>art par lequel nous pouvons défier la mort</w:t>
      </w:r>
      <w:r w:rsidR="00E8465A">
        <w:t xml:space="preserve">. </w:t>
      </w:r>
      <w:r w:rsidRPr="007818BD">
        <w:t>Lorsque</w:t>
      </w:r>
      <w:r w:rsidR="00E8465A">
        <w:t xml:space="preserve">, </w:t>
      </w:r>
      <w:r w:rsidRPr="007818BD">
        <w:t>dans un de ces climats fortunés où vivre c</w:t>
      </w:r>
      <w:r w:rsidR="00E8465A">
        <w:t>’</w:t>
      </w:r>
      <w:r w:rsidRPr="007818BD">
        <w:t>est jouir</w:t>
      </w:r>
      <w:r w:rsidR="00E8465A">
        <w:t xml:space="preserve">, </w:t>
      </w:r>
      <w:r w:rsidRPr="007818BD">
        <w:t>la tombe e</w:t>
      </w:r>
      <w:r w:rsidRPr="007818BD">
        <w:t>n</w:t>
      </w:r>
      <w:r w:rsidRPr="007818BD">
        <w:t>gloutit la jeunesse et la beauté</w:t>
      </w:r>
      <w:r w:rsidR="00E8465A">
        <w:t xml:space="preserve">, </w:t>
      </w:r>
      <w:r w:rsidRPr="007818BD">
        <w:t>lorsque la mort atteint l</w:t>
      </w:r>
      <w:r w:rsidR="00E8465A">
        <w:t>’</w:t>
      </w:r>
      <w:r w:rsidRPr="007818BD">
        <w:t>homme de science dans ses nobles recherches</w:t>
      </w:r>
      <w:r w:rsidR="00E8465A">
        <w:t xml:space="preserve">, </w:t>
      </w:r>
      <w:r w:rsidRPr="007818BD">
        <w:t>et lui d</w:t>
      </w:r>
      <w:r w:rsidRPr="007818BD">
        <w:t>é</w:t>
      </w:r>
      <w:r w:rsidRPr="007818BD">
        <w:t>robe à jamais la terre enchantée qui se révélait à ses regards</w:t>
      </w:r>
      <w:r w:rsidR="00E8465A">
        <w:t xml:space="preserve"> ; </w:t>
      </w:r>
      <w:r w:rsidRPr="007818BD">
        <w:t>alors il était naturel que la perpétuité de la vie devînt le premier objet de nos études</w:t>
      </w:r>
      <w:r w:rsidR="00E8465A">
        <w:t xml:space="preserve">. </w:t>
      </w:r>
      <w:r w:rsidRPr="007818BD">
        <w:t>Mais ici</w:t>
      </w:r>
      <w:r w:rsidR="00E8465A">
        <w:t xml:space="preserve">, </w:t>
      </w:r>
      <w:r w:rsidRPr="007818BD">
        <w:t>dominant des hauteurs du présent le passé ténébreux</w:t>
      </w:r>
      <w:r w:rsidR="00E8465A">
        <w:t xml:space="preserve">, </w:t>
      </w:r>
      <w:r w:rsidRPr="007818BD">
        <w:t>et pénétrant l</w:t>
      </w:r>
      <w:r w:rsidR="00E8465A">
        <w:t>’</w:t>
      </w:r>
      <w:r w:rsidRPr="007818BD">
        <w:t>avenir radieux et étoilé</w:t>
      </w:r>
      <w:r w:rsidR="00E8465A">
        <w:t xml:space="preserve">, </w:t>
      </w:r>
      <w:r w:rsidRPr="007818BD">
        <w:t>j</w:t>
      </w:r>
      <w:r w:rsidR="00E8465A">
        <w:t>’</w:t>
      </w:r>
      <w:r w:rsidRPr="007818BD">
        <w:t>apprends tout ce que les grands cœurs éprouvent de do</w:t>
      </w:r>
      <w:r w:rsidRPr="007818BD">
        <w:t>u</w:t>
      </w:r>
      <w:r w:rsidRPr="007818BD">
        <w:t>ceur et de gloire à mourir pour ce qu</w:t>
      </w:r>
      <w:r w:rsidR="00E8465A">
        <w:t>’</w:t>
      </w:r>
      <w:r w:rsidRPr="007818BD">
        <w:t>ils aiment</w:t>
      </w:r>
      <w:r w:rsidR="00E8465A">
        <w:t xml:space="preserve">. </w:t>
      </w:r>
      <w:r w:rsidRPr="007818BD">
        <w:t>J</w:t>
      </w:r>
      <w:r w:rsidR="00E8465A">
        <w:t>’</w:t>
      </w:r>
      <w:r w:rsidRPr="007818BD">
        <w:t>ai vu un père se sacr</w:t>
      </w:r>
      <w:r w:rsidRPr="007818BD">
        <w:t>i</w:t>
      </w:r>
      <w:r w:rsidRPr="007818BD">
        <w:t>fier pour son fils</w:t>
      </w:r>
      <w:r w:rsidR="00E8465A">
        <w:t xml:space="preserve"> ; </w:t>
      </w:r>
      <w:r w:rsidRPr="007818BD">
        <w:t>il était sous le coup d</w:t>
      </w:r>
      <w:r w:rsidR="00E8465A">
        <w:t>’</w:t>
      </w:r>
      <w:r w:rsidRPr="007818BD">
        <w:t>accusations que d</w:t>
      </w:r>
      <w:r w:rsidR="00E8465A">
        <w:t>’</w:t>
      </w:r>
      <w:r w:rsidRPr="007818BD">
        <w:t>un mot il aurait pu dissiper</w:t>
      </w:r>
      <w:r w:rsidR="00E8465A">
        <w:t xml:space="preserve"> : </w:t>
      </w:r>
      <w:r w:rsidRPr="007818BD">
        <w:t>on l</w:t>
      </w:r>
      <w:r w:rsidR="00E8465A">
        <w:t>’</w:t>
      </w:r>
      <w:r w:rsidRPr="007818BD">
        <w:t>avait confondu avec son fils</w:t>
      </w:r>
      <w:r w:rsidR="00E8465A">
        <w:t xml:space="preserve">. </w:t>
      </w:r>
      <w:r w:rsidRPr="007818BD">
        <w:t>Avec quelle joie il s</w:t>
      </w:r>
      <w:r w:rsidR="00E8465A">
        <w:t>’</w:t>
      </w:r>
      <w:r w:rsidRPr="007818BD">
        <w:t>empara de cette erreur</w:t>
      </w:r>
      <w:r w:rsidR="00E8465A">
        <w:t xml:space="preserve">, </w:t>
      </w:r>
      <w:r w:rsidRPr="007818BD">
        <w:t>avoua les nobles crimes de valeur et de loyauté que son fils avait en effet commis</w:t>
      </w:r>
      <w:r w:rsidR="00E8465A">
        <w:t xml:space="preserve">, </w:t>
      </w:r>
      <w:r w:rsidRPr="007818BD">
        <w:t xml:space="preserve">et </w:t>
      </w:r>
      <w:r w:rsidRPr="007818BD">
        <w:lastRenderedPageBreak/>
        <w:t>marcha à la mort</w:t>
      </w:r>
      <w:r w:rsidR="00E8465A">
        <w:t xml:space="preserve">, </w:t>
      </w:r>
      <w:r w:rsidRPr="007818BD">
        <w:t>heureux de sauver ainsi une vie qu</w:t>
      </w:r>
      <w:r w:rsidR="00E8465A">
        <w:t>’</w:t>
      </w:r>
      <w:r w:rsidRPr="007818BD">
        <w:t>il n</w:t>
      </w:r>
      <w:r w:rsidR="00E8465A">
        <w:t>’</w:t>
      </w:r>
      <w:r w:rsidRPr="007818BD">
        <w:t>avait pas donnée en vain</w:t>
      </w:r>
      <w:r w:rsidR="00E8465A">
        <w:t xml:space="preserve"> ! </w:t>
      </w:r>
      <w:r w:rsidRPr="007818BD">
        <w:t>J</w:t>
      </w:r>
      <w:r w:rsidR="00E8465A">
        <w:t>’</w:t>
      </w:r>
      <w:r w:rsidRPr="007818BD">
        <w:t>ai vu des femmes jeunes</w:t>
      </w:r>
      <w:r w:rsidR="00E8465A">
        <w:t xml:space="preserve">, </w:t>
      </w:r>
      <w:r w:rsidRPr="007818BD">
        <w:t>délicates</w:t>
      </w:r>
      <w:r w:rsidR="00E8465A">
        <w:t xml:space="preserve">, </w:t>
      </w:r>
      <w:r w:rsidRPr="007818BD">
        <w:t>dans tout l</w:t>
      </w:r>
      <w:r w:rsidR="00E8465A">
        <w:t>’</w:t>
      </w:r>
      <w:r w:rsidRPr="007818BD">
        <w:t>éclat de la beauté</w:t>
      </w:r>
      <w:r w:rsidR="00E8465A">
        <w:t xml:space="preserve"> ; </w:t>
      </w:r>
      <w:r w:rsidRPr="007818BD">
        <w:t>elles s</w:t>
      </w:r>
      <w:r w:rsidR="00E8465A">
        <w:t>’</w:t>
      </w:r>
      <w:r w:rsidRPr="007818BD">
        <w:t>étaient vouées au cloître</w:t>
      </w:r>
      <w:r w:rsidR="00E8465A">
        <w:t xml:space="preserve">. </w:t>
      </w:r>
      <w:r w:rsidRPr="007818BD">
        <w:t>Des mains souillées du sang le plus saint avaient ouvert la grille qui les séparait du mo</w:t>
      </w:r>
      <w:r w:rsidRPr="007818BD">
        <w:t>n</w:t>
      </w:r>
      <w:r w:rsidRPr="007818BD">
        <w:t>de</w:t>
      </w:r>
      <w:r w:rsidR="00E8465A">
        <w:t xml:space="preserve"> ; </w:t>
      </w:r>
      <w:r w:rsidRPr="007818BD">
        <w:t>ou leur avait dit de sortir</w:t>
      </w:r>
      <w:r w:rsidR="00E8465A">
        <w:t xml:space="preserve">, </w:t>
      </w:r>
      <w:r w:rsidRPr="007818BD">
        <w:t>d</w:t>
      </w:r>
      <w:r w:rsidR="00E8465A">
        <w:t>’</w:t>
      </w:r>
      <w:r w:rsidRPr="007818BD">
        <w:t>oublier leurs vœux</w:t>
      </w:r>
      <w:r w:rsidR="00E8465A">
        <w:t xml:space="preserve">, </w:t>
      </w:r>
      <w:r w:rsidRPr="007818BD">
        <w:t>de renier le Dieu que voudraient détrôner ces démons</w:t>
      </w:r>
      <w:r w:rsidR="00E8465A">
        <w:t xml:space="preserve">, </w:t>
      </w:r>
      <w:r w:rsidRPr="007818BD">
        <w:t>de trouver des amants</w:t>
      </w:r>
      <w:r w:rsidR="00E8465A">
        <w:t xml:space="preserve">, </w:t>
      </w:r>
      <w:r w:rsidRPr="007818BD">
        <w:t>des compagnons</w:t>
      </w:r>
      <w:r w:rsidR="00E8465A">
        <w:t xml:space="preserve">, </w:t>
      </w:r>
      <w:r w:rsidRPr="007818BD">
        <w:t>et d</w:t>
      </w:r>
      <w:r w:rsidR="00E8465A">
        <w:t>’</w:t>
      </w:r>
      <w:r w:rsidRPr="007818BD">
        <w:t>être libres</w:t>
      </w:r>
      <w:r w:rsidR="00E8465A">
        <w:t xml:space="preserve"> ; </w:t>
      </w:r>
      <w:r w:rsidRPr="007818BD">
        <w:t>et que</w:t>
      </w:r>
      <w:r w:rsidRPr="007818BD">
        <w:t>l</w:t>
      </w:r>
      <w:r w:rsidRPr="007818BD">
        <w:t>ques-uns de ces jeunes cœurs avaient aimé</w:t>
      </w:r>
      <w:r w:rsidR="00E8465A">
        <w:t xml:space="preserve">, </w:t>
      </w:r>
      <w:r w:rsidRPr="007818BD">
        <w:t>et même</w:t>
      </w:r>
      <w:r w:rsidR="00E8465A">
        <w:t xml:space="preserve">, </w:t>
      </w:r>
      <w:r w:rsidRPr="007818BD">
        <w:t>à travers leurs combats i</w:t>
      </w:r>
      <w:r w:rsidRPr="007818BD">
        <w:t>n</w:t>
      </w:r>
      <w:r w:rsidRPr="007818BD">
        <w:t>térieurs</w:t>
      </w:r>
      <w:r w:rsidR="00E8465A">
        <w:t xml:space="preserve">, </w:t>
      </w:r>
      <w:r w:rsidRPr="007818BD">
        <w:t>aimaient encore</w:t>
      </w:r>
      <w:r w:rsidR="00E8465A">
        <w:t xml:space="preserve">. </w:t>
      </w:r>
      <w:r w:rsidRPr="007818BD">
        <w:t>Renièrent-elles leurs vœux</w:t>
      </w:r>
      <w:r w:rsidR="00E8465A">
        <w:t xml:space="preserve"> ? </w:t>
      </w:r>
      <w:r w:rsidRPr="007818BD">
        <w:t>Abandonnèrent-elles leur foi</w:t>
      </w:r>
      <w:r w:rsidR="00E8465A">
        <w:t xml:space="preserve"> ? </w:t>
      </w:r>
      <w:r w:rsidRPr="007818BD">
        <w:t>L</w:t>
      </w:r>
      <w:r w:rsidR="00E8465A">
        <w:t>’</w:t>
      </w:r>
      <w:r w:rsidRPr="007818BD">
        <w:t xml:space="preserve">amour même </w:t>
      </w:r>
      <w:proofErr w:type="spellStart"/>
      <w:r w:rsidRPr="007818BD">
        <w:t>put-il</w:t>
      </w:r>
      <w:proofErr w:type="spellEnd"/>
      <w:r w:rsidRPr="007818BD">
        <w:t xml:space="preserve"> les faire faiblir</w:t>
      </w:r>
      <w:r w:rsidR="00E8465A">
        <w:t xml:space="preserve"> ? </w:t>
      </w:r>
      <w:proofErr w:type="spellStart"/>
      <w:r w:rsidRPr="007818BD">
        <w:t>Mejnour</w:t>
      </w:r>
      <w:proofErr w:type="spellEnd"/>
      <w:r w:rsidR="00E8465A">
        <w:t xml:space="preserve">, </w:t>
      </w:r>
      <w:r w:rsidRPr="007818BD">
        <w:t>d</w:t>
      </w:r>
      <w:r w:rsidR="00E8465A">
        <w:t>’</w:t>
      </w:r>
      <w:r w:rsidRPr="007818BD">
        <w:t>une voix unanime elles préférèrent mourir</w:t>
      </w:r>
      <w:r w:rsidR="00E8465A">
        <w:t xml:space="preserve"> ! </w:t>
      </w:r>
      <w:r w:rsidRPr="007818BD">
        <w:t>Et d</w:t>
      </w:r>
      <w:r w:rsidR="00E8465A">
        <w:t>’</w:t>
      </w:r>
      <w:r w:rsidRPr="007818BD">
        <w:t>où leur vient ce courage</w:t>
      </w:r>
      <w:r w:rsidR="00E8465A">
        <w:t xml:space="preserve"> ? </w:t>
      </w:r>
      <w:r w:rsidRPr="007818BD">
        <w:t xml:space="preserve">parce que </w:t>
      </w:r>
      <w:r w:rsidRPr="007818BD">
        <w:rPr>
          <w:i/>
          <w:iCs/>
        </w:rPr>
        <w:t>de tels cœurs vivent d</w:t>
      </w:r>
      <w:r w:rsidR="00E8465A">
        <w:rPr>
          <w:i/>
          <w:iCs/>
        </w:rPr>
        <w:t>’</w:t>
      </w:r>
      <w:r w:rsidRPr="007818BD">
        <w:rPr>
          <w:i/>
          <w:iCs/>
        </w:rPr>
        <w:t>une vie plus abstraite et plus sainte que la vie comm</w:t>
      </w:r>
      <w:r w:rsidRPr="007818BD">
        <w:rPr>
          <w:i/>
          <w:iCs/>
        </w:rPr>
        <w:t>u</w:t>
      </w:r>
      <w:r w:rsidRPr="007818BD">
        <w:rPr>
          <w:i/>
          <w:iCs/>
        </w:rPr>
        <w:t>ne</w:t>
      </w:r>
      <w:r w:rsidR="00E8465A">
        <w:rPr>
          <w:i/>
          <w:iCs/>
        </w:rPr>
        <w:t xml:space="preserve">. </w:t>
      </w:r>
      <w:r w:rsidRPr="007818BD">
        <w:rPr>
          <w:i/>
          <w:iCs/>
        </w:rPr>
        <w:t>Mais vivre à jamais sur cette terre</w:t>
      </w:r>
      <w:r w:rsidR="00E8465A">
        <w:rPr>
          <w:i/>
          <w:iCs/>
        </w:rPr>
        <w:t xml:space="preserve">, </w:t>
      </w:r>
      <w:r w:rsidRPr="007818BD">
        <w:rPr>
          <w:i/>
          <w:iCs/>
        </w:rPr>
        <w:t>c</w:t>
      </w:r>
      <w:r w:rsidR="00E8465A">
        <w:rPr>
          <w:i/>
          <w:iCs/>
        </w:rPr>
        <w:t>’</w:t>
      </w:r>
      <w:r w:rsidRPr="007818BD">
        <w:rPr>
          <w:i/>
          <w:iCs/>
        </w:rPr>
        <w:t>est vivre dans un m</w:t>
      </w:r>
      <w:r w:rsidRPr="007818BD">
        <w:rPr>
          <w:i/>
          <w:iCs/>
        </w:rPr>
        <w:t>i</w:t>
      </w:r>
      <w:r w:rsidRPr="007818BD">
        <w:rPr>
          <w:i/>
          <w:iCs/>
        </w:rPr>
        <w:t>lieu qui n</w:t>
      </w:r>
      <w:r w:rsidR="00E8465A">
        <w:rPr>
          <w:i/>
          <w:iCs/>
        </w:rPr>
        <w:t>’</w:t>
      </w:r>
      <w:r w:rsidRPr="007818BD">
        <w:rPr>
          <w:i/>
          <w:iCs/>
        </w:rPr>
        <w:t>est en rien plus divin que nous-mêmes</w:t>
      </w:r>
      <w:r w:rsidR="00E8465A">
        <w:t xml:space="preserve">. </w:t>
      </w:r>
      <w:r w:rsidRPr="007818BD">
        <w:t>Oui</w:t>
      </w:r>
      <w:r w:rsidR="00E8465A">
        <w:t xml:space="preserve">, </w:t>
      </w:r>
      <w:r w:rsidRPr="007818BD">
        <w:t>même au m</w:t>
      </w:r>
      <w:r w:rsidRPr="007818BD">
        <w:t>i</w:t>
      </w:r>
      <w:r w:rsidRPr="007818BD">
        <w:t>lieu de cette boucherie sanglante</w:t>
      </w:r>
      <w:r w:rsidR="00E8465A">
        <w:t xml:space="preserve">, </w:t>
      </w:r>
      <w:r w:rsidRPr="007818BD">
        <w:t>Dieu</w:t>
      </w:r>
      <w:r w:rsidR="00E8465A">
        <w:t xml:space="preserve">, </w:t>
      </w:r>
      <w:r w:rsidRPr="007818BD">
        <w:t>l</w:t>
      </w:r>
      <w:r w:rsidR="00E8465A">
        <w:t>’</w:t>
      </w:r>
      <w:r w:rsidRPr="007818BD">
        <w:t>Immortel</w:t>
      </w:r>
      <w:r w:rsidR="00E8465A">
        <w:t xml:space="preserve">, </w:t>
      </w:r>
      <w:r w:rsidRPr="007818BD">
        <w:t>proclame à l</w:t>
      </w:r>
      <w:r w:rsidR="00E8465A">
        <w:t>’</w:t>
      </w:r>
      <w:r w:rsidRPr="007818BD">
        <w:t>homme et lui man</w:t>
      </w:r>
      <w:r w:rsidRPr="007818BD">
        <w:t>i</w:t>
      </w:r>
      <w:r w:rsidRPr="007818BD">
        <w:t>feste la sainteté de sa servante</w:t>
      </w:r>
      <w:r w:rsidR="00E8465A">
        <w:t xml:space="preserve">, </w:t>
      </w:r>
      <w:r w:rsidRPr="007818BD">
        <w:t>la mort</w:t>
      </w:r>
      <w:r w:rsidR="00E8465A">
        <w:t>.</w:t>
      </w:r>
    </w:p>
    <w:p w14:paraId="0B84B4BC" w14:textId="665F9EE4" w:rsidR="00E0544E" w:rsidRPr="007818BD" w:rsidRDefault="00E0544E" w:rsidP="00E0544E"/>
    <w:p w14:paraId="03D39697" w14:textId="77777777" w:rsidR="00E8465A" w:rsidRDefault="00E0544E" w:rsidP="00E0544E">
      <w:r w:rsidRPr="007818BD">
        <w:t>Une fois encore je t</w:t>
      </w:r>
      <w:r w:rsidR="00E8465A">
        <w:t>’</w:t>
      </w:r>
      <w:r w:rsidRPr="007818BD">
        <w:t>ai revu en esprit</w:t>
      </w:r>
      <w:r w:rsidR="00E8465A">
        <w:t xml:space="preserve"> ; </w:t>
      </w:r>
      <w:r w:rsidRPr="007818BD">
        <w:t>je t</w:t>
      </w:r>
      <w:r w:rsidR="00E8465A">
        <w:t>’</w:t>
      </w:r>
      <w:r w:rsidRPr="007818BD">
        <w:t>ai vu</w:t>
      </w:r>
      <w:r w:rsidR="00E8465A">
        <w:t xml:space="preserve">, </w:t>
      </w:r>
      <w:r w:rsidRPr="007818BD">
        <w:t>je t</w:t>
      </w:r>
      <w:r w:rsidR="00E8465A">
        <w:t>’</w:t>
      </w:r>
      <w:r w:rsidRPr="007818BD">
        <w:t>ai béni</w:t>
      </w:r>
      <w:r w:rsidR="00E8465A">
        <w:t xml:space="preserve">, </w:t>
      </w:r>
      <w:r w:rsidRPr="007818BD">
        <w:t>mon doux enfant</w:t>
      </w:r>
      <w:r w:rsidR="00E8465A">
        <w:t xml:space="preserve"> ! </w:t>
      </w:r>
      <w:r w:rsidRPr="007818BD">
        <w:t>Et toi</w:t>
      </w:r>
      <w:r w:rsidR="00E8465A">
        <w:t xml:space="preserve">, </w:t>
      </w:r>
      <w:r w:rsidRPr="007818BD">
        <w:t>me connais-tu aussi dans tes rêves</w:t>
      </w:r>
      <w:r w:rsidR="00E8465A">
        <w:t xml:space="preserve"> ? </w:t>
      </w:r>
      <w:r w:rsidRPr="007818BD">
        <w:t>Ne sens-tu pas les battements de mon cœur à travers les voiles de ton radieux sommeil</w:t>
      </w:r>
      <w:r w:rsidR="00E8465A">
        <w:t xml:space="preserve"> ? </w:t>
      </w:r>
      <w:r w:rsidRPr="007818BD">
        <w:t>N</w:t>
      </w:r>
      <w:r w:rsidR="00E8465A">
        <w:t>’</w:t>
      </w:r>
      <w:r w:rsidRPr="007818BD">
        <w:t>entends-tu pas les ailes des êtres brillants dont je puis encore t</w:t>
      </w:r>
      <w:r w:rsidR="00E8465A">
        <w:t>’</w:t>
      </w:r>
      <w:r w:rsidRPr="007818BD">
        <w:t>environner pour te protéger</w:t>
      </w:r>
      <w:r w:rsidR="00E8465A">
        <w:t xml:space="preserve">, </w:t>
      </w:r>
      <w:r w:rsidRPr="007818BD">
        <w:t>te nourrir</w:t>
      </w:r>
      <w:r w:rsidR="00E8465A">
        <w:t xml:space="preserve">, </w:t>
      </w:r>
      <w:r w:rsidRPr="007818BD">
        <w:t>te sauver</w:t>
      </w:r>
      <w:r w:rsidR="00E8465A">
        <w:t xml:space="preserve"> ? </w:t>
      </w:r>
      <w:r w:rsidRPr="007818BD">
        <w:t>Et lor</w:t>
      </w:r>
      <w:r w:rsidRPr="007818BD">
        <w:t>s</w:t>
      </w:r>
      <w:r w:rsidRPr="007818BD">
        <w:t>que</w:t>
      </w:r>
      <w:r w:rsidR="00E8465A">
        <w:t xml:space="preserve">, </w:t>
      </w:r>
      <w:r w:rsidRPr="007818BD">
        <w:t>à ton réveil</w:t>
      </w:r>
      <w:r w:rsidR="00E8465A">
        <w:t xml:space="preserve">, </w:t>
      </w:r>
      <w:r w:rsidRPr="007818BD">
        <w:t>le charme s</w:t>
      </w:r>
      <w:r w:rsidR="00E8465A">
        <w:t>’</w:t>
      </w:r>
      <w:r w:rsidRPr="007818BD">
        <w:t>évanouit</w:t>
      </w:r>
      <w:r w:rsidR="00E8465A">
        <w:t xml:space="preserve">, </w:t>
      </w:r>
      <w:r w:rsidRPr="007818BD">
        <w:t>quand tes yeux s</w:t>
      </w:r>
      <w:r w:rsidR="00E8465A">
        <w:t>’</w:t>
      </w:r>
      <w:r w:rsidRPr="007818BD">
        <w:t>ouvrent au jour</w:t>
      </w:r>
      <w:r w:rsidR="00E8465A">
        <w:t xml:space="preserve">, </w:t>
      </w:r>
      <w:r w:rsidRPr="007818BD">
        <w:t>ne me che</w:t>
      </w:r>
      <w:r w:rsidRPr="007818BD">
        <w:t>r</w:t>
      </w:r>
      <w:r w:rsidRPr="007818BD">
        <w:t>chent-ils pas autour de toi</w:t>
      </w:r>
      <w:r w:rsidR="00E8465A">
        <w:t xml:space="preserve">, </w:t>
      </w:r>
      <w:r w:rsidRPr="007818BD">
        <w:t>et ne demandent-ils pas à ta mère</w:t>
      </w:r>
      <w:r w:rsidR="00E8465A">
        <w:t xml:space="preserve">, </w:t>
      </w:r>
      <w:r w:rsidRPr="007818BD">
        <w:t>avec leur muette él</w:t>
      </w:r>
      <w:r w:rsidRPr="007818BD">
        <w:t>o</w:t>
      </w:r>
      <w:r w:rsidRPr="007818BD">
        <w:t>quence</w:t>
      </w:r>
      <w:r w:rsidR="00E8465A">
        <w:t xml:space="preserve">, </w:t>
      </w:r>
      <w:r w:rsidRPr="007818BD">
        <w:t>pourquoi elle t</w:t>
      </w:r>
      <w:r w:rsidR="00E8465A">
        <w:t>’</w:t>
      </w:r>
      <w:r w:rsidRPr="007818BD">
        <w:t>a dérobé ton père</w:t>
      </w:r>
      <w:r w:rsidR="00E8465A">
        <w:t> ?</w:t>
      </w:r>
    </w:p>
    <w:p w14:paraId="54FB476C" w14:textId="77777777" w:rsidR="00E8465A" w:rsidRDefault="00E0544E" w:rsidP="00E0544E">
      <w:r w:rsidRPr="007818BD">
        <w:t>Femme</w:t>
      </w:r>
      <w:r w:rsidR="00E8465A">
        <w:t xml:space="preserve"> ! </w:t>
      </w:r>
      <w:r w:rsidRPr="007818BD">
        <w:t>ne te repens-tu pas</w:t>
      </w:r>
      <w:r w:rsidR="00E8465A">
        <w:t xml:space="preserve"> ? </w:t>
      </w:r>
      <w:r w:rsidRPr="007818BD">
        <w:t>Pour te soustraire à des te</w:t>
      </w:r>
      <w:r w:rsidRPr="007818BD">
        <w:t>r</w:t>
      </w:r>
      <w:r w:rsidRPr="007818BD">
        <w:t>reurs imaginaires</w:t>
      </w:r>
      <w:r w:rsidR="00E8465A">
        <w:t xml:space="preserve">, </w:t>
      </w:r>
      <w:r w:rsidRPr="007818BD">
        <w:t>n</w:t>
      </w:r>
      <w:r w:rsidR="00E8465A">
        <w:t>’</w:t>
      </w:r>
      <w:r w:rsidRPr="007818BD">
        <w:t xml:space="preserve">es-tu pas venue au repaire même de la </w:t>
      </w:r>
      <w:r w:rsidRPr="007818BD">
        <w:lastRenderedPageBreak/>
        <w:t>te</w:t>
      </w:r>
      <w:r w:rsidRPr="007818BD">
        <w:t>r</w:t>
      </w:r>
      <w:r w:rsidRPr="007818BD">
        <w:t>reur</w:t>
      </w:r>
      <w:r w:rsidR="00E8465A">
        <w:t xml:space="preserve">, </w:t>
      </w:r>
      <w:r w:rsidRPr="007818BD">
        <w:t>où siège le Danger visible et incarné</w:t>
      </w:r>
      <w:r w:rsidR="00E8465A">
        <w:t xml:space="preserve"> ? </w:t>
      </w:r>
      <w:r w:rsidRPr="007818BD">
        <w:t>Si seulement nous pouvions nous rencontrer</w:t>
      </w:r>
      <w:r w:rsidR="00E8465A">
        <w:t xml:space="preserve">, </w:t>
      </w:r>
      <w:r w:rsidRPr="007818BD">
        <w:t>ne tomberais-tu pas sur ce cœur que tu as fait souffrir</w:t>
      </w:r>
      <w:r w:rsidR="00E8465A">
        <w:t xml:space="preserve">, </w:t>
      </w:r>
      <w:r w:rsidRPr="007818BD">
        <w:t>et ne sentirais-tu pas</w:t>
      </w:r>
      <w:r w:rsidR="00E8465A">
        <w:t xml:space="preserve">, </w:t>
      </w:r>
      <w:r w:rsidRPr="007818BD">
        <w:t>pauvre créature errante</w:t>
      </w:r>
      <w:r w:rsidR="00E8465A">
        <w:t xml:space="preserve">, </w:t>
      </w:r>
      <w:r w:rsidRPr="007818BD">
        <w:t>comme si tu retrouvais un abri</w:t>
      </w:r>
      <w:r w:rsidR="00E8465A">
        <w:t xml:space="preserve"> ? </w:t>
      </w:r>
      <w:proofErr w:type="spellStart"/>
      <w:r w:rsidRPr="007818BD">
        <w:t>Mejnour</w:t>
      </w:r>
      <w:proofErr w:type="spellEnd"/>
      <w:r w:rsidR="00E8465A">
        <w:t xml:space="preserve"> ! </w:t>
      </w:r>
      <w:r w:rsidRPr="007818BD">
        <w:t>mes recherches sont toujours vaines</w:t>
      </w:r>
      <w:r w:rsidR="00E8465A">
        <w:t xml:space="preserve">. </w:t>
      </w:r>
      <w:r w:rsidRPr="007818BD">
        <w:t>Je me mêle à tous</w:t>
      </w:r>
      <w:r w:rsidR="00E8465A">
        <w:t xml:space="preserve">, </w:t>
      </w:r>
      <w:r w:rsidRPr="007818BD">
        <w:t>aux juges</w:t>
      </w:r>
      <w:r w:rsidR="00E8465A">
        <w:t xml:space="preserve">, </w:t>
      </w:r>
      <w:r w:rsidRPr="007818BD">
        <w:t>aux espions</w:t>
      </w:r>
      <w:r w:rsidR="00E8465A">
        <w:t xml:space="preserve"> : </w:t>
      </w:r>
      <w:r w:rsidRPr="007818BD">
        <w:t>le fil m</w:t>
      </w:r>
      <w:r w:rsidR="00E8465A">
        <w:t>’</w:t>
      </w:r>
      <w:r w:rsidRPr="007818BD">
        <w:t>échappe toujours</w:t>
      </w:r>
      <w:r w:rsidR="00E8465A">
        <w:t xml:space="preserve">. </w:t>
      </w:r>
      <w:r w:rsidRPr="007818BD">
        <w:t>Je sais qu</w:t>
      </w:r>
      <w:r w:rsidR="00E8465A">
        <w:t>’</w:t>
      </w:r>
      <w:r w:rsidRPr="007818BD">
        <w:t>elle est ici</w:t>
      </w:r>
      <w:r w:rsidR="00E8465A">
        <w:t xml:space="preserve">, </w:t>
      </w:r>
      <w:r w:rsidRPr="007818BD">
        <w:t>je ne sais d</w:t>
      </w:r>
      <w:r w:rsidR="00E8465A">
        <w:t>’</w:t>
      </w:r>
      <w:r w:rsidRPr="007818BD">
        <w:t>instinct</w:t>
      </w:r>
      <w:r w:rsidR="00E8465A">
        <w:t xml:space="preserve"> : </w:t>
      </w:r>
      <w:r w:rsidRPr="007818BD">
        <w:t>le souffle de mon enfant me semble plus tiède et plus prochain</w:t>
      </w:r>
      <w:r w:rsidR="00E8465A">
        <w:t>.</w:t>
      </w:r>
    </w:p>
    <w:p w14:paraId="7B9EB7F0" w14:textId="77777777" w:rsidR="00E8465A" w:rsidRDefault="00E0544E" w:rsidP="00E0544E">
      <w:r w:rsidRPr="007818BD">
        <w:t>Quand je passe dans leurs rues</w:t>
      </w:r>
      <w:r w:rsidR="00E8465A">
        <w:t xml:space="preserve">, </w:t>
      </w:r>
      <w:r w:rsidRPr="007818BD">
        <w:t>ils me dardent des regards venimeux</w:t>
      </w:r>
      <w:r w:rsidR="00E8465A">
        <w:t xml:space="preserve">. </w:t>
      </w:r>
      <w:r w:rsidRPr="007818BD">
        <w:t>D</w:t>
      </w:r>
      <w:r w:rsidR="00E8465A">
        <w:t>’</w:t>
      </w:r>
      <w:r w:rsidRPr="007818BD">
        <w:t>un coup d</w:t>
      </w:r>
      <w:r w:rsidR="00E8465A">
        <w:t>’</w:t>
      </w:r>
      <w:r w:rsidRPr="007818BD">
        <w:t>œil je désarme leur malice et je fascine ces basilics</w:t>
      </w:r>
      <w:r w:rsidR="00E8465A">
        <w:t xml:space="preserve">. </w:t>
      </w:r>
      <w:r w:rsidRPr="007818BD">
        <w:t>Partout je découvre la trace</w:t>
      </w:r>
      <w:r w:rsidR="00E8465A">
        <w:t xml:space="preserve">, </w:t>
      </w:r>
      <w:r w:rsidRPr="007818BD">
        <w:t>je sens la présence du Fantôme qui veille sur le seuil</w:t>
      </w:r>
      <w:r w:rsidR="00E8465A">
        <w:t xml:space="preserve">, </w:t>
      </w:r>
      <w:r w:rsidRPr="007818BD">
        <w:t xml:space="preserve">et qui prend pour victimes les âmes qui cherchent à </w:t>
      </w:r>
      <w:r w:rsidRPr="007818BD">
        <w:rPr>
          <w:i/>
          <w:iCs/>
        </w:rPr>
        <w:t>aspirer</w:t>
      </w:r>
      <w:r w:rsidRPr="007818BD">
        <w:t xml:space="preserve"> et ne peuvent que </w:t>
      </w:r>
      <w:r w:rsidRPr="007818BD">
        <w:rPr>
          <w:i/>
          <w:iCs/>
        </w:rPr>
        <w:t>craindre</w:t>
      </w:r>
      <w:r w:rsidR="00E8465A">
        <w:t xml:space="preserve">. </w:t>
      </w:r>
      <w:r w:rsidRPr="007818BD">
        <w:t>Je vois son ombre indécise précéder les hommes de sang et les guider dans leur chemin</w:t>
      </w:r>
      <w:r w:rsidR="00E8465A">
        <w:t xml:space="preserve">. </w:t>
      </w:r>
      <w:r w:rsidRPr="007818BD">
        <w:t>Robespierre a passé près de moi avec son pas furtif</w:t>
      </w:r>
      <w:r w:rsidR="00E8465A">
        <w:t xml:space="preserve">. </w:t>
      </w:r>
      <w:r w:rsidRPr="007818BD">
        <w:t>Ces yeux hideux du spectre lui rongeaient le cœur</w:t>
      </w:r>
      <w:r w:rsidR="00E8465A">
        <w:t xml:space="preserve">. </w:t>
      </w:r>
      <w:r w:rsidRPr="007818BD">
        <w:t>J</w:t>
      </w:r>
      <w:r w:rsidR="00E8465A">
        <w:t>’</w:t>
      </w:r>
      <w:r w:rsidRPr="007818BD">
        <w:t>abaissai mon regard sur leur assemblée</w:t>
      </w:r>
      <w:r w:rsidR="00E8465A">
        <w:t xml:space="preserve">, </w:t>
      </w:r>
      <w:r w:rsidRPr="007818BD">
        <w:t>et là</w:t>
      </w:r>
      <w:r w:rsidR="00E8465A">
        <w:t xml:space="preserve">, </w:t>
      </w:r>
      <w:r w:rsidRPr="007818BD">
        <w:t>accroupi</w:t>
      </w:r>
      <w:r w:rsidR="00E8465A">
        <w:t xml:space="preserve">, </w:t>
      </w:r>
      <w:r w:rsidRPr="007818BD">
        <w:t>je vis le sombre fantôme</w:t>
      </w:r>
      <w:r w:rsidR="00E8465A">
        <w:t xml:space="preserve">. </w:t>
      </w:r>
      <w:r w:rsidRPr="007818BD">
        <w:t>Il a fixé sa demeure dans la cité de la terreur</w:t>
      </w:r>
      <w:r w:rsidR="00E8465A">
        <w:t xml:space="preserve">. </w:t>
      </w:r>
      <w:r w:rsidRPr="007818BD">
        <w:t>Que sont donc</w:t>
      </w:r>
      <w:r w:rsidR="00E8465A">
        <w:t xml:space="preserve">, </w:t>
      </w:r>
      <w:r w:rsidRPr="007818BD">
        <w:t>en vérité</w:t>
      </w:r>
      <w:r w:rsidR="00E8465A">
        <w:t xml:space="preserve">, </w:t>
      </w:r>
      <w:r w:rsidRPr="007818BD">
        <w:t>ces fondateurs prétendus d</w:t>
      </w:r>
      <w:r w:rsidR="00E8465A">
        <w:t>’</w:t>
      </w:r>
      <w:r w:rsidRPr="007818BD">
        <w:t>un monde nouveau</w:t>
      </w:r>
      <w:r w:rsidR="00E8465A">
        <w:t xml:space="preserve"> ? </w:t>
      </w:r>
      <w:r w:rsidRPr="007818BD">
        <w:t>Comme ceux qui ont lutté en vain pour a</w:t>
      </w:r>
      <w:r w:rsidRPr="007818BD">
        <w:t>t</w:t>
      </w:r>
      <w:r w:rsidRPr="007818BD">
        <w:t>teindre notre science sublime</w:t>
      </w:r>
      <w:r w:rsidR="00E8465A">
        <w:t xml:space="preserve">, </w:t>
      </w:r>
      <w:r w:rsidRPr="007818BD">
        <w:t xml:space="preserve">ils ont tenté ce qui est </w:t>
      </w:r>
      <w:proofErr w:type="spellStart"/>
      <w:r w:rsidRPr="007818BD">
        <w:t>au delà</w:t>
      </w:r>
      <w:proofErr w:type="spellEnd"/>
      <w:r w:rsidRPr="007818BD">
        <w:t xml:space="preserve"> de leur pouvoir</w:t>
      </w:r>
      <w:r w:rsidR="00E8465A">
        <w:t xml:space="preserve"> ; </w:t>
      </w:r>
      <w:r w:rsidRPr="007818BD">
        <w:t>ils ont passé</w:t>
      </w:r>
      <w:r w:rsidR="00E8465A">
        <w:t xml:space="preserve">, </w:t>
      </w:r>
      <w:r w:rsidRPr="007818BD">
        <w:t>de cette terre solide d</w:t>
      </w:r>
      <w:r w:rsidR="00E8465A">
        <w:t>’</w:t>
      </w:r>
      <w:r w:rsidRPr="007818BD">
        <w:t>usages et de formes</w:t>
      </w:r>
      <w:r w:rsidR="00E8465A">
        <w:t xml:space="preserve">, </w:t>
      </w:r>
      <w:r w:rsidRPr="007818BD">
        <w:t>dans la terre de l</w:t>
      </w:r>
      <w:r w:rsidR="00E8465A">
        <w:t>’</w:t>
      </w:r>
      <w:r w:rsidRPr="007818BD">
        <w:t>ombre</w:t>
      </w:r>
      <w:r w:rsidR="00E8465A">
        <w:t xml:space="preserve"> : </w:t>
      </w:r>
      <w:r w:rsidRPr="007818BD">
        <w:t>et son hideux ga</w:t>
      </w:r>
      <w:r w:rsidRPr="007818BD">
        <w:t>r</w:t>
      </w:r>
      <w:r w:rsidRPr="007818BD">
        <w:t>dien les a saisis pour sa proie</w:t>
      </w:r>
      <w:r w:rsidR="00E8465A">
        <w:t xml:space="preserve">. </w:t>
      </w:r>
      <w:r w:rsidRPr="007818BD">
        <w:t>J</w:t>
      </w:r>
      <w:r w:rsidR="00E8465A">
        <w:t>’</w:t>
      </w:r>
      <w:r w:rsidRPr="007818BD">
        <w:t>ai sondé l</w:t>
      </w:r>
      <w:r w:rsidR="00E8465A">
        <w:t>’</w:t>
      </w:r>
      <w:r w:rsidRPr="007818BD">
        <w:t>âme frémissante du tyran</w:t>
      </w:r>
      <w:r w:rsidR="00E8465A">
        <w:t xml:space="preserve">, </w:t>
      </w:r>
      <w:r w:rsidRPr="007818BD">
        <w:t>qui passait en tremblant près de moi</w:t>
      </w:r>
      <w:r w:rsidR="00E8465A">
        <w:t xml:space="preserve">. </w:t>
      </w:r>
      <w:r w:rsidRPr="007818BD">
        <w:t>Là</w:t>
      </w:r>
      <w:r w:rsidR="00E8465A">
        <w:t xml:space="preserve">, </w:t>
      </w:r>
      <w:r w:rsidRPr="007818BD">
        <w:t>au milieu des ruines de mille systèmes qui visaient à la vertu</w:t>
      </w:r>
      <w:r w:rsidR="00E8465A">
        <w:t xml:space="preserve">, </w:t>
      </w:r>
      <w:r w:rsidRPr="007818BD">
        <w:t>le crime trônait</w:t>
      </w:r>
      <w:r w:rsidR="00E8465A">
        <w:t xml:space="preserve">, </w:t>
      </w:r>
      <w:r w:rsidRPr="007818BD">
        <w:t>épouva</w:t>
      </w:r>
      <w:r w:rsidRPr="007818BD">
        <w:t>n</w:t>
      </w:r>
      <w:r w:rsidRPr="007818BD">
        <w:t>té de sa désolation</w:t>
      </w:r>
      <w:r w:rsidR="00E8465A">
        <w:t xml:space="preserve">. </w:t>
      </w:r>
      <w:r w:rsidRPr="007818BD">
        <w:t>Et pourtant parmi eux tous</w:t>
      </w:r>
      <w:r w:rsidR="00E8465A">
        <w:t xml:space="preserve">, </w:t>
      </w:r>
      <w:r w:rsidRPr="007818BD">
        <w:t>cet homme est le seul penseur</w:t>
      </w:r>
      <w:r w:rsidR="00E8465A">
        <w:t xml:space="preserve">, </w:t>
      </w:r>
      <w:r w:rsidRPr="007818BD">
        <w:t>le seul Aspirant</w:t>
      </w:r>
      <w:r w:rsidR="00E8465A">
        <w:t xml:space="preserve">. </w:t>
      </w:r>
      <w:r w:rsidRPr="007818BD">
        <w:t>Il prévoit toujours un avenir de paix et de miséricorde qui doit commencer</w:t>
      </w:r>
      <w:r w:rsidR="00E8465A">
        <w:t xml:space="preserve">… </w:t>
      </w:r>
      <w:r w:rsidRPr="007818BD">
        <w:t>quand</w:t>
      </w:r>
      <w:r w:rsidR="00E8465A">
        <w:t xml:space="preserve"> ? </w:t>
      </w:r>
      <w:r w:rsidRPr="007818BD">
        <w:t>quand il aura fait disparaître tous ses e</w:t>
      </w:r>
      <w:r w:rsidRPr="007818BD">
        <w:t>n</w:t>
      </w:r>
      <w:r w:rsidRPr="007818BD">
        <w:t>nemis</w:t>
      </w:r>
      <w:r w:rsidR="00E8465A">
        <w:t xml:space="preserve"> ! </w:t>
      </w:r>
      <w:r w:rsidRPr="007818BD">
        <w:t>Insensé</w:t>
      </w:r>
      <w:r w:rsidR="00E8465A">
        <w:t xml:space="preserve"> ! </w:t>
      </w:r>
      <w:r w:rsidRPr="007818BD">
        <w:t>de chaque goutte de sang naissent des ennemis nouveaux</w:t>
      </w:r>
      <w:r w:rsidR="00E8465A">
        <w:t xml:space="preserve">. </w:t>
      </w:r>
      <w:r w:rsidRPr="007818BD">
        <w:t>Entraîné par le regard de l</w:t>
      </w:r>
      <w:r w:rsidR="00E8465A">
        <w:t>’</w:t>
      </w:r>
      <w:r w:rsidRPr="007818BD">
        <w:t>Ineffable</w:t>
      </w:r>
      <w:r w:rsidR="00E8465A">
        <w:t xml:space="preserve">, </w:t>
      </w:r>
      <w:r w:rsidRPr="007818BD">
        <w:t>il marche à sa perte</w:t>
      </w:r>
      <w:r w:rsidR="00E8465A">
        <w:t>.</w:t>
      </w:r>
    </w:p>
    <w:p w14:paraId="075F0B76" w14:textId="77777777" w:rsidR="00E8465A" w:rsidRDefault="00E0544E" w:rsidP="00E0544E">
      <w:r w:rsidRPr="007818BD">
        <w:lastRenderedPageBreak/>
        <w:t>Viola</w:t>
      </w:r>
      <w:r w:rsidR="00E8465A">
        <w:t xml:space="preserve"> ! </w:t>
      </w:r>
      <w:r w:rsidRPr="007818BD">
        <w:t>ton innocence te protège</w:t>
      </w:r>
      <w:r w:rsidR="00E8465A">
        <w:t xml:space="preserve"> ! </w:t>
      </w:r>
      <w:r w:rsidRPr="007818BD">
        <w:t>Toi que les douces</w:t>
      </w:r>
      <w:r w:rsidR="00E8465A">
        <w:t xml:space="preserve">, </w:t>
      </w:r>
      <w:r w:rsidRPr="007818BD">
        <w:t>les humaines faiblesses de l</w:t>
      </w:r>
      <w:r w:rsidR="00E8465A">
        <w:t>’</w:t>
      </w:r>
      <w:r w:rsidRPr="007818BD">
        <w:t>amour</w:t>
      </w:r>
      <w:r w:rsidR="00E8465A">
        <w:t xml:space="preserve">, </w:t>
      </w:r>
      <w:r w:rsidRPr="007818BD">
        <w:t>excluent même des rêves de la beauté idéale et spirituelle</w:t>
      </w:r>
      <w:r w:rsidR="00E8465A">
        <w:t xml:space="preserve">, </w:t>
      </w:r>
      <w:r w:rsidRPr="007818BD">
        <w:t>en faisant de ton cœur un monde de visions plus belles que n</w:t>
      </w:r>
      <w:r w:rsidR="00E8465A">
        <w:t>’</w:t>
      </w:r>
      <w:r w:rsidRPr="007818BD">
        <w:t>en peut contempler le voyageur qui tr</w:t>
      </w:r>
      <w:r w:rsidRPr="007818BD">
        <w:t>a</w:t>
      </w:r>
      <w:r w:rsidRPr="007818BD">
        <w:t>verse l</w:t>
      </w:r>
      <w:r w:rsidR="00E8465A">
        <w:t>’</w:t>
      </w:r>
      <w:r w:rsidRPr="007818BD">
        <w:t>occident empourpré</w:t>
      </w:r>
      <w:r w:rsidR="00E8465A">
        <w:t xml:space="preserve"> : </w:t>
      </w:r>
      <w:r w:rsidRPr="007818BD">
        <w:t>cette même affection ne t</w:t>
      </w:r>
      <w:r w:rsidR="00E8465A">
        <w:t>’</w:t>
      </w:r>
      <w:r w:rsidRPr="007818BD">
        <w:t>enveloppera-t-elle pas ici d</w:t>
      </w:r>
      <w:r w:rsidR="00E8465A">
        <w:t>’</w:t>
      </w:r>
      <w:r w:rsidRPr="007818BD">
        <w:t>une atmosphère enchantée</w:t>
      </w:r>
      <w:r w:rsidR="00E8465A">
        <w:t xml:space="preserve">, </w:t>
      </w:r>
      <w:r w:rsidRPr="007818BD">
        <w:t>et la terreur n</w:t>
      </w:r>
      <w:r w:rsidR="00E8465A">
        <w:t>’</w:t>
      </w:r>
      <w:r w:rsidRPr="007818BD">
        <w:t>expirera-t-elle pas impuissante</w:t>
      </w:r>
      <w:r w:rsidR="00E8465A">
        <w:t xml:space="preserve">, </w:t>
      </w:r>
      <w:r w:rsidRPr="007818BD">
        <w:t>devant une vie trop innocente même pour la science</w:t>
      </w:r>
      <w:r w:rsidR="00E8465A">
        <w:t> ?…</w:t>
      </w:r>
    </w:p>
    <w:p w14:paraId="7F2FEE9C" w14:textId="77777777" w:rsidR="00E8465A" w:rsidRDefault="00E0544E" w:rsidP="00E8465A">
      <w:pPr>
        <w:pStyle w:val="Titre2"/>
        <w:pageBreakBefore/>
      </w:pPr>
      <w:bookmarkStart w:id="74" w:name="_Toc199963123"/>
      <w:r w:rsidRPr="007818BD">
        <w:lastRenderedPageBreak/>
        <w:t>CHAPITRE</w:t>
      </w:r>
      <w:r w:rsidR="00E8465A">
        <w:t xml:space="preserve"> </w:t>
      </w:r>
      <w:r w:rsidRPr="007818BD">
        <w:t>IV</w:t>
      </w:r>
      <w:r w:rsidR="00E8465A">
        <w:t>.</w:t>
      </w:r>
      <w:bookmarkEnd w:id="74"/>
    </w:p>
    <w:p w14:paraId="2838BB40" w14:textId="3B63D004" w:rsidR="00E0544E" w:rsidRPr="007818BD" w:rsidRDefault="00E0544E" w:rsidP="00E0544E">
      <w:pPr>
        <w:pStyle w:val="NormalRetraitGauche4XIndent0"/>
        <w:spacing w:before="0" w:after="0"/>
        <w:rPr>
          <w:rStyle w:val="Taille-1Caracteres"/>
        </w:rPr>
      </w:pPr>
      <w:r w:rsidRPr="007818BD">
        <w:rPr>
          <w:rStyle w:val="Taille-1Caracteres"/>
        </w:rPr>
        <w:t xml:space="preserve">Ombra più </w:t>
      </w:r>
      <w:proofErr w:type="spellStart"/>
      <w:r w:rsidRPr="007818BD">
        <w:rPr>
          <w:rStyle w:val="Taille-1Caracteres"/>
        </w:rPr>
        <w:t>che</w:t>
      </w:r>
      <w:proofErr w:type="spellEnd"/>
      <w:r w:rsidRPr="007818BD">
        <w:rPr>
          <w:rStyle w:val="Taille-1Caracteres"/>
        </w:rPr>
        <w:t xml:space="preserve"> di </w:t>
      </w:r>
      <w:proofErr w:type="spellStart"/>
      <w:r w:rsidRPr="007818BD">
        <w:rPr>
          <w:rStyle w:val="Taille-1Caracteres"/>
        </w:rPr>
        <w:t>notte</w:t>
      </w:r>
      <w:proofErr w:type="spellEnd"/>
      <w:r w:rsidR="00E8465A">
        <w:rPr>
          <w:rStyle w:val="Taille-1Caracteres"/>
        </w:rPr>
        <w:t xml:space="preserve">, </w:t>
      </w:r>
      <w:r w:rsidRPr="007818BD">
        <w:rPr>
          <w:rStyle w:val="Taille-1Caracteres"/>
        </w:rPr>
        <w:t xml:space="preserve">in </w:t>
      </w:r>
      <w:proofErr w:type="spellStart"/>
      <w:r w:rsidRPr="007818BD">
        <w:rPr>
          <w:rStyle w:val="Taille-1Caracteres"/>
        </w:rPr>
        <w:t>cui</w:t>
      </w:r>
      <w:proofErr w:type="spellEnd"/>
      <w:r w:rsidRPr="007818BD">
        <w:rPr>
          <w:rStyle w:val="Taille-1Caracteres"/>
        </w:rPr>
        <w:t xml:space="preserve"> di </w:t>
      </w:r>
      <w:proofErr w:type="spellStart"/>
      <w:r w:rsidRPr="007818BD">
        <w:rPr>
          <w:rStyle w:val="Taille-1Caracteres"/>
        </w:rPr>
        <w:t>luce</w:t>
      </w:r>
      <w:proofErr w:type="spellEnd"/>
    </w:p>
    <w:p w14:paraId="2D005817" w14:textId="77777777" w:rsidR="00E8465A" w:rsidRDefault="00E0544E" w:rsidP="00E0544E">
      <w:pPr>
        <w:pStyle w:val="NormalRetraitGauche4XIndent0"/>
        <w:spacing w:before="0" w:after="0"/>
        <w:rPr>
          <w:rStyle w:val="Taille-1Caracteres"/>
        </w:rPr>
      </w:pPr>
      <w:proofErr w:type="spellStart"/>
      <w:r w:rsidRPr="007818BD">
        <w:rPr>
          <w:rStyle w:val="Taille-1Caracteres"/>
        </w:rPr>
        <w:t>Raggio</w:t>
      </w:r>
      <w:proofErr w:type="spellEnd"/>
      <w:r w:rsidRPr="007818BD">
        <w:rPr>
          <w:rStyle w:val="Taille-1Caracteres"/>
        </w:rPr>
        <w:t xml:space="preserve"> </w:t>
      </w:r>
      <w:proofErr w:type="spellStart"/>
      <w:r w:rsidRPr="007818BD">
        <w:rPr>
          <w:rStyle w:val="Taille-1Caracteres"/>
        </w:rPr>
        <w:t>misto</w:t>
      </w:r>
      <w:proofErr w:type="spellEnd"/>
      <w:r w:rsidRPr="007818BD">
        <w:rPr>
          <w:rStyle w:val="Taille-1Caracteres"/>
        </w:rPr>
        <w:t xml:space="preserve"> non è</w:t>
      </w:r>
      <w:r w:rsidR="00E8465A">
        <w:rPr>
          <w:rStyle w:val="Taille-1Caracteres"/>
        </w:rPr>
        <w:t> ;</w:t>
      </w:r>
    </w:p>
    <w:p w14:paraId="15E1ADBE" w14:textId="77777777" w:rsidR="00E8465A" w:rsidRDefault="00E8465A" w:rsidP="00E0544E">
      <w:pPr>
        <w:pStyle w:val="NormalRetraitGauche4XIndent0"/>
        <w:spacing w:before="0" w:after="0"/>
        <w:rPr>
          <w:rStyle w:val="Taille-1Caracteres"/>
        </w:rPr>
      </w:pPr>
      <w:r>
        <w:rPr>
          <w:rStyle w:val="Taille-1Caracteres"/>
        </w:rPr>
        <w:t>…………………….</w:t>
      </w:r>
    </w:p>
    <w:p w14:paraId="2217F0AD" w14:textId="01402BEC" w:rsidR="00E0544E" w:rsidRPr="007818BD" w:rsidRDefault="00E0544E" w:rsidP="00E0544E">
      <w:pPr>
        <w:pStyle w:val="NormalRetraitGauche4XIndent0"/>
        <w:spacing w:before="0" w:after="0"/>
        <w:rPr>
          <w:rStyle w:val="Taille-1Caracteres"/>
        </w:rPr>
      </w:pPr>
      <w:proofErr w:type="spellStart"/>
      <w:r w:rsidRPr="007818BD">
        <w:rPr>
          <w:rStyle w:val="Taille-1Caracteres"/>
        </w:rPr>
        <w:t>Nè</w:t>
      </w:r>
      <w:proofErr w:type="spellEnd"/>
      <w:r w:rsidRPr="007818BD">
        <w:rPr>
          <w:rStyle w:val="Taille-1Caracteres"/>
        </w:rPr>
        <w:t xml:space="preserve"> più il </w:t>
      </w:r>
      <w:proofErr w:type="spellStart"/>
      <w:r w:rsidRPr="007818BD">
        <w:rPr>
          <w:rStyle w:val="Taille-1Caracteres"/>
        </w:rPr>
        <w:t>palagio</w:t>
      </w:r>
      <w:proofErr w:type="spellEnd"/>
      <w:r w:rsidRPr="007818BD">
        <w:rPr>
          <w:rStyle w:val="Taille-1Caracteres"/>
        </w:rPr>
        <w:t xml:space="preserve"> </w:t>
      </w:r>
      <w:proofErr w:type="spellStart"/>
      <w:r w:rsidRPr="007818BD">
        <w:rPr>
          <w:rStyle w:val="Taille-1Caracteres"/>
        </w:rPr>
        <w:t>appar</w:t>
      </w:r>
      <w:proofErr w:type="spellEnd"/>
      <w:r w:rsidR="00E8465A">
        <w:rPr>
          <w:rStyle w:val="Taille-1Caracteres"/>
        </w:rPr>
        <w:t xml:space="preserve">, </w:t>
      </w:r>
      <w:proofErr w:type="spellStart"/>
      <w:r w:rsidRPr="007818BD">
        <w:rPr>
          <w:rStyle w:val="Taille-1Caracteres"/>
        </w:rPr>
        <w:t>nè</w:t>
      </w:r>
      <w:proofErr w:type="spellEnd"/>
      <w:r w:rsidRPr="007818BD">
        <w:rPr>
          <w:rStyle w:val="Taille-1Caracteres"/>
        </w:rPr>
        <w:t xml:space="preserve"> più le sue</w:t>
      </w:r>
    </w:p>
    <w:p w14:paraId="6A766D3B" w14:textId="77777777" w:rsidR="00E8465A" w:rsidRDefault="00E0544E" w:rsidP="00E0544E">
      <w:pPr>
        <w:pStyle w:val="NormalRetraitGauche4XIndent0"/>
        <w:spacing w:before="0" w:after="0"/>
        <w:rPr>
          <w:rStyle w:val="Taille-1Caracteres"/>
        </w:rPr>
      </w:pPr>
      <w:proofErr w:type="spellStart"/>
      <w:r w:rsidRPr="007818BD">
        <w:rPr>
          <w:rStyle w:val="Taille-1Caracteres"/>
        </w:rPr>
        <w:t>Vestigia</w:t>
      </w:r>
      <w:proofErr w:type="spellEnd"/>
      <w:r w:rsidR="00E8465A">
        <w:rPr>
          <w:rStyle w:val="Taille-1Caracteres"/>
        </w:rPr>
        <w:t xml:space="preserve"> ; </w:t>
      </w:r>
      <w:proofErr w:type="spellStart"/>
      <w:r w:rsidRPr="007818BD">
        <w:rPr>
          <w:rStyle w:val="Taille-1Caracteres"/>
        </w:rPr>
        <w:t>nè</w:t>
      </w:r>
      <w:proofErr w:type="spellEnd"/>
      <w:r w:rsidRPr="007818BD">
        <w:rPr>
          <w:rStyle w:val="Taille-1Caracteres"/>
        </w:rPr>
        <w:t xml:space="preserve"> </w:t>
      </w:r>
      <w:proofErr w:type="spellStart"/>
      <w:r w:rsidRPr="007818BD">
        <w:rPr>
          <w:rStyle w:val="Taille-1Caracteres"/>
        </w:rPr>
        <w:t>dir</w:t>
      </w:r>
      <w:proofErr w:type="spellEnd"/>
      <w:r w:rsidRPr="007818BD">
        <w:rPr>
          <w:rStyle w:val="Taille-1Caracteres"/>
        </w:rPr>
        <w:t xml:space="preserve"> </w:t>
      </w:r>
      <w:proofErr w:type="spellStart"/>
      <w:r w:rsidRPr="007818BD">
        <w:rPr>
          <w:rStyle w:val="Taille-1Caracteres"/>
        </w:rPr>
        <w:t>puossi</w:t>
      </w:r>
      <w:proofErr w:type="spellEnd"/>
      <w:r w:rsidR="00E8465A">
        <w:rPr>
          <w:rStyle w:val="Taille-1Caracteres"/>
        </w:rPr>
        <w:t xml:space="preserve">, </w:t>
      </w:r>
      <w:proofErr w:type="spellStart"/>
      <w:r w:rsidRPr="007818BD">
        <w:rPr>
          <w:rStyle w:val="Taille-1Caracteres"/>
        </w:rPr>
        <w:t>egli</w:t>
      </w:r>
      <w:proofErr w:type="spellEnd"/>
      <w:r w:rsidRPr="007818BD">
        <w:rPr>
          <w:rStyle w:val="Taille-1Caracteres"/>
        </w:rPr>
        <w:t xml:space="preserve"> que </w:t>
      </w:r>
      <w:proofErr w:type="spellStart"/>
      <w:r w:rsidRPr="007818BD">
        <w:rPr>
          <w:rStyle w:val="Taille-1Caracteres"/>
        </w:rPr>
        <w:t>fue</w:t>
      </w:r>
      <w:proofErr w:type="spellEnd"/>
      <w:r w:rsidRPr="007818BD">
        <w:rPr>
          <w:rStyle w:val="Appelnotedebasdep"/>
          <w:szCs w:val="28"/>
        </w:rPr>
        <w:footnoteReference w:id="56"/>
      </w:r>
      <w:r w:rsidR="00E8465A">
        <w:rPr>
          <w:rStyle w:val="Taille-1Caracteres"/>
        </w:rPr>
        <w:t>.</w:t>
      </w:r>
    </w:p>
    <w:p w14:paraId="41B79FF0" w14:textId="31216D9A" w:rsidR="00E8465A" w:rsidRDefault="00E8465A" w:rsidP="00E0544E">
      <w:pPr>
        <w:jc w:val="right"/>
        <w:rPr>
          <w:rStyle w:val="Taille-1Caracteres"/>
        </w:rPr>
      </w:pPr>
      <w:r>
        <w:rPr>
          <w:rStyle w:val="Taille-1Caracteres"/>
        </w:rPr>
        <w:t>(</w:t>
      </w:r>
      <w:proofErr w:type="spellStart"/>
      <w:r w:rsidR="00E0544E" w:rsidRPr="007818BD">
        <w:rPr>
          <w:rStyle w:val="Taille-1Caracteres"/>
          <w:i/>
        </w:rPr>
        <w:t>Gerus</w:t>
      </w:r>
      <w:proofErr w:type="spellEnd"/>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XVI</w:t>
      </w:r>
      <w:r>
        <w:rPr>
          <w:rStyle w:val="Taille-1Caracteres"/>
        </w:rPr>
        <w:t xml:space="preserve">, </w:t>
      </w:r>
      <w:r w:rsidR="00E0544E" w:rsidRPr="007818BD">
        <w:rPr>
          <w:rStyle w:val="Taille-1Caracteres"/>
        </w:rPr>
        <w:t>69</w:t>
      </w:r>
      <w:r>
        <w:rPr>
          <w:rStyle w:val="Taille-1Caracteres"/>
        </w:rPr>
        <w:t>.)</w:t>
      </w:r>
    </w:p>
    <w:p w14:paraId="0347FA46" w14:textId="77777777" w:rsidR="00E8465A" w:rsidRDefault="00E0544E" w:rsidP="00E0544E">
      <w:r w:rsidRPr="007818BD">
        <w:t>Les clubs sont bruyants et la violence s</w:t>
      </w:r>
      <w:r w:rsidR="00E8465A">
        <w:t>’</w:t>
      </w:r>
      <w:r w:rsidRPr="007818BD">
        <w:t>y déchaîne en cl</w:t>
      </w:r>
      <w:r w:rsidRPr="007818BD">
        <w:t>a</w:t>
      </w:r>
      <w:r w:rsidRPr="007818BD">
        <w:t>meurs joyeuses</w:t>
      </w:r>
      <w:r w:rsidR="00E8465A">
        <w:t xml:space="preserve"> ; </w:t>
      </w:r>
      <w:r w:rsidRPr="007818BD">
        <w:t>le noir Henriot vole çà et là</w:t>
      </w:r>
      <w:r w:rsidR="00E8465A">
        <w:t xml:space="preserve">, </w:t>
      </w:r>
      <w:r w:rsidRPr="007818BD">
        <w:t>murmurant à ses bandes armées</w:t>
      </w:r>
      <w:r w:rsidR="00E8465A">
        <w:t> : « </w:t>
      </w:r>
      <w:r w:rsidRPr="007818BD">
        <w:t>Robespierre</w:t>
      </w:r>
      <w:r w:rsidR="00E8465A">
        <w:t xml:space="preserve">, </w:t>
      </w:r>
      <w:r w:rsidRPr="007818BD">
        <w:t>votre bien-aimé</w:t>
      </w:r>
      <w:r w:rsidR="00E8465A">
        <w:t xml:space="preserve">, </w:t>
      </w:r>
      <w:r w:rsidRPr="007818BD">
        <w:t>est en da</w:t>
      </w:r>
      <w:r w:rsidRPr="007818BD">
        <w:t>n</w:t>
      </w:r>
      <w:r w:rsidRPr="007818BD">
        <w:t>ger</w:t>
      </w:r>
      <w:r w:rsidR="00E8465A">
        <w:t>. »</w:t>
      </w:r>
      <w:r w:rsidRPr="007818BD">
        <w:t xml:space="preserve"> Robespierre dissimule à peine son inquiétude sous sa démarche théâtrale</w:t>
      </w:r>
      <w:r w:rsidR="00E8465A">
        <w:t xml:space="preserve"> ; </w:t>
      </w:r>
      <w:r w:rsidRPr="007818BD">
        <w:t>chaque heure grossit la liste de ses vict</w:t>
      </w:r>
      <w:r w:rsidRPr="007818BD">
        <w:t>i</w:t>
      </w:r>
      <w:r w:rsidRPr="007818BD">
        <w:t>mes</w:t>
      </w:r>
      <w:r w:rsidR="00E8465A">
        <w:t xml:space="preserve">. </w:t>
      </w:r>
      <w:r w:rsidRPr="007818BD">
        <w:t>Tallien</w:t>
      </w:r>
      <w:r w:rsidR="00E8465A">
        <w:t xml:space="preserve">, </w:t>
      </w:r>
      <w:r w:rsidRPr="007818BD">
        <w:t xml:space="preserve">le </w:t>
      </w:r>
      <w:proofErr w:type="spellStart"/>
      <w:r w:rsidRPr="007818BD">
        <w:t>Macduff</w:t>
      </w:r>
      <w:proofErr w:type="spellEnd"/>
      <w:r w:rsidRPr="007818BD">
        <w:t xml:space="preserve"> de ce Macbeth horrible</w:t>
      </w:r>
      <w:r w:rsidR="00E8465A">
        <w:t xml:space="preserve">, </w:t>
      </w:r>
      <w:r w:rsidRPr="007818BD">
        <w:t>inspire secr</w:t>
      </w:r>
      <w:r w:rsidRPr="007818BD">
        <w:t>è</w:t>
      </w:r>
      <w:r w:rsidRPr="007818BD">
        <w:t>tement le courage à ses pâles conspirateurs</w:t>
      </w:r>
      <w:r w:rsidR="00E8465A">
        <w:t xml:space="preserve">. </w:t>
      </w:r>
      <w:r w:rsidRPr="007818BD">
        <w:t>Dans les rues</w:t>
      </w:r>
      <w:r w:rsidR="00E8465A">
        <w:t xml:space="preserve">, </w:t>
      </w:r>
      <w:r w:rsidRPr="007818BD">
        <w:t>les tombereaux roulent lourdement</w:t>
      </w:r>
      <w:r w:rsidR="00E8465A">
        <w:t xml:space="preserve">. </w:t>
      </w:r>
      <w:r w:rsidRPr="007818BD">
        <w:t>Les boutiques sont fermées</w:t>
      </w:r>
      <w:r w:rsidR="00E8465A">
        <w:t xml:space="preserve"> ; </w:t>
      </w:r>
      <w:r w:rsidRPr="007818BD">
        <w:t>le peuple est gorgé de sang pour aujourd</w:t>
      </w:r>
      <w:r w:rsidR="00E8465A">
        <w:t>’</w:t>
      </w:r>
      <w:r w:rsidRPr="007818BD">
        <w:t>hui</w:t>
      </w:r>
      <w:r w:rsidR="00E8465A">
        <w:t xml:space="preserve">, </w:t>
      </w:r>
      <w:r w:rsidRPr="007818BD">
        <w:t>il n</w:t>
      </w:r>
      <w:r w:rsidR="00E8465A">
        <w:t>’</w:t>
      </w:r>
      <w:r w:rsidRPr="007818BD">
        <w:t>en veut plus</w:t>
      </w:r>
      <w:r w:rsidR="00E8465A">
        <w:t xml:space="preserve">. </w:t>
      </w:r>
      <w:r w:rsidRPr="007818BD">
        <w:t>Et</w:t>
      </w:r>
      <w:r w:rsidR="00E8465A">
        <w:t xml:space="preserve">, </w:t>
      </w:r>
      <w:r w:rsidRPr="007818BD">
        <w:t>nuit après nuit</w:t>
      </w:r>
      <w:r w:rsidR="00E8465A">
        <w:t xml:space="preserve">, </w:t>
      </w:r>
      <w:r w:rsidRPr="007818BD">
        <w:t>aux quatre-vingts spectacles se pressent les e</w:t>
      </w:r>
      <w:r w:rsidRPr="007818BD">
        <w:t>n</w:t>
      </w:r>
      <w:r w:rsidRPr="007818BD">
        <w:t>fants de la Révolution</w:t>
      </w:r>
      <w:r w:rsidR="00E8465A">
        <w:t xml:space="preserve">, </w:t>
      </w:r>
      <w:r w:rsidRPr="007818BD">
        <w:t>pour rire aux quolibets de la comédie et pleurer de douces larmes sur des maux imaginaires</w:t>
      </w:r>
      <w:r w:rsidR="00E8465A">
        <w:t>.</w:t>
      </w:r>
    </w:p>
    <w:p w14:paraId="20A35207" w14:textId="77777777" w:rsidR="00E8465A" w:rsidRDefault="00E0544E" w:rsidP="00E0544E">
      <w:r w:rsidRPr="007818BD">
        <w:t>Dans une petite chambre</w:t>
      </w:r>
      <w:r w:rsidR="00E8465A">
        <w:t xml:space="preserve">, </w:t>
      </w:r>
      <w:r w:rsidRPr="007818BD">
        <w:t>au cœur même de l</w:t>
      </w:r>
      <w:r w:rsidR="00E8465A">
        <w:t>’</w:t>
      </w:r>
      <w:r w:rsidRPr="007818BD">
        <w:t>immense c</w:t>
      </w:r>
      <w:r w:rsidRPr="007818BD">
        <w:t>i</w:t>
      </w:r>
      <w:r w:rsidRPr="007818BD">
        <w:t>té</w:t>
      </w:r>
      <w:r w:rsidR="00E8465A">
        <w:t xml:space="preserve">, </w:t>
      </w:r>
      <w:r w:rsidRPr="007818BD">
        <w:t>est assise la mère veillant sur son enfant</w:t>
      </w:r>
      <w:r w:rsidR="00E8465A">
        <w:t xml:space="preserve">. </w:t>
      </w:r>
      <w:r w:rsidRPr="007818BD">
        <w:t>C</w:t>
      </w:r>
      <w:r w:rsidR="00E8465A">
        <w:t>’</w:t>
      </w:r>
      <w:r w:rsidRPr="007818BD">
        <w:t>est une journée calme et sereine</w:t>
      </w:r>
      <w:r w:rsidR="00E8465A">
        <w:t xml:space="preserve">. </w:t>
      </w:r>
      <w:r w:rsidRPr="007818BD">
        <w:t>Les rayons du soleil</w:t>
      </w:r>
      <w:r w:rsidR="00E8465A">
        <w:t xml:space="preserve">, </w:t>
      </w:r>
      <w:r w:rsidRPr="007818BD">
        <w:t xml:space="preserve">brisés par les toits </w:t>
      </w:r>
      <w:r w:rsidRPr="007818BD">
        <w:lastRenderedPageBreak/>
        <w:t>élevés de la rue étroite</w:t>
      </w:r>
      <w:r w:rsidR="00E8465A">
        <w:t xml:space="preserve">, </w:t>
      </w:r>
      <w:r w:rsidRPr="007818BD">
        <w:t>viennent encore jusqu</w:t>
      </w:r>
      <w:r w:rsidR="00E8465A">
        <w:t>’</w:t>
      </w:r>
      <w:r w:rsidRPr="007818BD">
        <w:t>à la fenêtre ouverte</w:t>
      </w:r>
      <w:r w:rsidR="00E8465A">
        <w:t xml:space="preserve"> ; </w:t>
      </w:r>
      <w:r w:rsidRPr="007818BD">
        <w:t>le soleil</w:t>
      </w:r>
      <w:r w:rsidR="00E8465A">
        <w:t xml:space="preserve">, </w:t>
      </w:r>
      <w:r w:rsidRPr="007818BD">
        <w:t>compagnon impartial de l</w:t>
      </w:r>
      <w:r w:rsidR="00E8465A">
        <w:t>’</w:t>
      </w:r>
      <w:r w:rsidRPr="007818BD">
        <w:t>air</w:t>
      </w:r>
      <w:r w:rsidR="00E8465A">
        <w:t xml:space="preserve">, </w:t>
      </w:r>
      <w:r w:rsidRPr="007818BD">
        <w:t>également joyeux dans le temple et dans la prison</w:t>
      </w:r>
      <w:r w:rsidR="00E8465A">
        <w:t xml:space="preserve">, </w:t>
      </w:r>
      <w:r w:rsidRPr="007818BD">
        <w:t>dans le salon et dans la mansarde</w:t>
      </w:r>
      <w:r w:rsidR="00E8465A">
        <w:t xml:space="preserve">, </w:t>
      </w:r>
      <w:r w:rsidRPr="007818BD">
        <w:t>d</w:t>
      </w:r>
      <w:r w:rsidRPr="007818BD">
        <w:t>o</w:t>
      </w:r>
      <w:r w:rsidRPr="007818BD">
        <w:t>ré et enjoué</w:t>
      </w:r>
      <w:r w:rsidR="00E8465A">
        <w:t xml:space="preserve">, </w:t>
      </w:r>
      <w:r w:rsidRPr="007818BD">
        <w:t>soit qu</w:t>
      </w:r>
      <w:r w:rsidR="00E8465A">
        <w:t>’</w:t>
      </w:r>
      <w:r w:rsidRPr="007818BD">
        <w:t xml:space="preserve">il </w:t>
      </w:r>
      <w:proofErr w:type="spellStart"/>
      <w:r w:rsidRPr="007818BD">
        <w:t>sourie</w:t>
      </w:r>
      <w:proofErr w:type="spellEnd"/>
      <w:r w:rsidRPr="007818BD">
        <w:t xml:space="preserve"> à la première heure de la vie nai</w:t>
      </w:r>
      <w:r w:rsidRPr="007818BD">
        <w:t>s</w:t>
      </w:r>
      <w:r w:rsidRPr="007818BD">
        <w:t>sante</w:t>
      </w:r>
      <w:r w:rsidR="00E8465A">
        <w:t xml:space="preserve">, </w:t>
      </w:r>
      <w:r w:rsidRPr="007818BD">
        <w:t>soit qu</w:t>
      </w:r>
      <w:r w:rsidR="00E8465A">
        <w:t>’</w:t>
      </w:r>
      <w:r w:rsidRPr="007818BD">
        <w:t>il tremble sur l</w:t>
      </w:r>
      <w:r w:rsidR="00E8465A">
        <w:t>’</w:t>
      </w:r>
      <w:r w:rsidRPr="007818BD">
        <w:t>agonie et la terreur de l</w:t>
      </w:r>
      <w:r w:rsidR="00E8465A">
        <w:t>’</w:t>
      </w:r>
      <w:r w:rsidRPr="007818BD">
        <w:t>heure s</w:t>
      </w:r>
      <w:r w:rsidRPr="007818BD">
        <w:t>u</w:t>
      </w:r>
      <w:r w:rsidRPr="007818BD">
        <w:t>prême</w:t>
      </w:r>
      <w:r w:rsidR="00E8465A">
        <w:t xml:space="preserve"> ! </w:t>
      </w:r>
      <w:r w:rsidRPr="007818BD">
        <w:t>L</w:t>
      </w:r>
      <w:r w:rsidR="00E8465A">
        <w:t>’</w:t>
      </w:r>
      <w:r w:rsidRPr="007818BD">
        <w:t>enfant</w:t>
      </w:r>
      <w:r w:rsidR="00E8465A">
        <w:t xml:space="preserve">, </w:t>
      </w:r>
      <w:r w:rsidRPr="007818BD">
        <w:t>couché aux pieds de Viola</w:t>
      </w:r>
      <w:r w:rsidR="00E8465A">
        <w:t xml:space="preserve">, </w:t>
      </w:r>
      <w:r w:rsidRPr="007818BD">
        <w:t>étendit ses petites mains potelées comme pour saisir les atomes brillants qui tou</w:t>
      </w:r>
      <w:r w:rsidRPr="007818BD">
        <w:t>r</w:t>
      </w:r>
      <w:r w:rsidRPr="007818BD">
        <w:t>billonnaient au rayon du soleil</w:t>
      </w:r>
      <w:r w:rsidR="00E8465A">
        <w:t xml:space="preserve">. </w:t>
      </w:r>
      <w:r w:rsidRPr="007818BD">
        <w:t>La mère se détou</w:t>
      </w:r>
      <w:r w:rsidRPr="007818BD">
        <w:t>r</w:t>
      </w:r>
      <w:r w:rsidRPr="007818BD">
        <w:t>na de ce foyer d</w:t>
      </w:r>
      <w:r w:rsidR="00E8465A">
        <w:t>’</w:t>
      </w:r>
      <w:r w:rsidRPr="007818BD">
        <w:t>éblouissements</w:t>
      </w:r>
      <w:r w:rsidR="00E8465A">
        <w:t xml:space="preserve"> ; </w:t>
      </w:r>
      <w:r w:rsidRPr="007818BD">
        <w:t>tant de lumière joyeuse ne faisait que l</w:t>
      </w:r>
      <w:r w:rsidR="00E8465A">
        <w:t>’</w:t>
      </w:r>
      <w:r w:rsidRPr="007818BD">
        <w:t>attrister d</w:t>
      </w:r>
      <w:r w:rsidRPr="007818BD">
        <w:t>a</w:t>
      </w:r>
      <w:r w:rsidRPr="007818BD">
        <w:t>vantage</w:t>
      </w:r>
      <w:r w:rsidR="00E8465A">
        <w:t xml:space="preserve">. </w:t>
      </w:r>
      <w:r w:rsidRPr="007818BD">
        <w:t>Elle poussa un profond soupir</w:t>
      </w:r>
      <w:r w:rsidR="00E8465A">
        <w:t>.</w:t>
      </w:r>
    </w:p>
    <w:p w14:paraId="5D17DF0E" w14:textId="04638BC9" w:rsidR="00E8465A" w:rsidRDefault="00E0544E" w:rsidP="00E0544E">
      <w:r w:rsidRPr="007818BD">
        <w:t>Est-ce bien là la même Viola qui s</w:t>
      </w:r>
      <w:r w:rsidR="00E8465A">
        <w:t>’</w:t>
      </w:r>
      <w:r w:rsidRPr="007818BD">
        <w:t>épanouissait</w:t>
      </w:r>
      <w:r w:rsidR="00E8465A">
        <w:t xml:space="preserve">, </w:t>
      </w:r>
      <w:r w:rsidRPr="007818BD">
        <w:t>plus belle que l</w:t>
      </w:r>
      <w:r w:rsidR="00E8465A">
        <w:t>’</w:t>
      </w:r>
      <w:r w:rsidRPr="007818BD">
        <w:t>I</w:t>
      </w:r>
      <w:r>
        <w:t>t</w:t>
      </w:r>
      <w:r w:rsidRPr="007818BD">
        <w:t>alie elle-même</w:t>
      </w:r>
      <w:r w:rsidR="00E8465A">
        <w:t xml:space="preserve">, </w:t>
      </w:r>
      <w:r w:rsidRPr="007818BD">
        <w:t>sous le ciel de la Grèce</w:t>
      </w:r>
      <w:r w:rsidR="00E8465A">
        <w:t xml:space="preserve"> ? </w:t>
      </w:r>
      <w:r w:rsidRPr="007818BD">
        <w:t>Comme elle est changée</w:t>
      </w:r>
      <w:r w:rsidR="00E8465A">
        <w:t xml:space="preserve"> ! </w:t>
      </w:r>
      <w:r w:rsidRPr="007818BD">
        <w:t>Comme elle est pâle et usée</w:t>
      </w:r>
      <w:r w:rsidR="00E8465A">
        <w:t xml:space="preserve"> ! </w:t>
      </w:r>
      <w:r w:rsidRPr="007818BD">
        <w:t>Elle était assise là</w:t>
      </w:r>
      <w:r w:rsidR="00E8465A">
        <w:t xml:space="preserve">, </w:t>
      </w:r>
      <w:r w:rsidRPr="007818BD">
        <w:t>di</w:t>
      </w:r>
      <w:r w:rsidRPr="007818BD">
        <w:t>s</w:t>
      </w:r>
      <w:r w:rsidRPr="007818BD">
        <w:t>traite</w:t>
      </w:r>
      <w:r w:rsidR="00E8465A">
        <w:t xml:space="preserve">, </w:t>
      </w:r>
      <w:r w:rsidRPr="007818BD">
        <w:t>les bras retombant sur ses genoux</w:t>
      </w:r>
      <w:r w:rsidR="00E8465A">
        <w:t xml:space="preserve"> ; </w:t>
      </w:r>
      <w:r w:rsidRPr="007818BD">
        <w:t>le sourire</w:t>
      </w:r>
      <w:r w:rsidR="00E8465A">
        <w:t xml:space="preserve">, </w:t>
      </w:r>
      <w:r w:rsidRPr="007818BD">
        <w:t>naguère fam</w:t>
      </w:r>
      <w:r w:rsidRPr="007818BD">
        <w:t>i</w:t>
      </w:r>
      <w:r w:rsidRPr="007818BD">
        <w:t>lier à ses lèvres</w:t>
      </w:r>
      <w:r w:rsidR="00E8465A">
        <w:t xml:space="preserve">, </w:t>
      </w:r>
      <w:r w:rsidRPr="007818BD">
        <w:t>s</w:t>
      </w:r>
      <w:r w:rsidR="00E8465A">
        <w:t>’</w:t>
      </w:r>
      <w:r w:rsidRPr="007818BD">
        <w:t>était effacé</w:t>
      </w:r>
      <w:r w:rsidR="00E8465A">
        <w:t xml:space="preserve">. </w:t>
      </w:r>
      <w:r w:rsidRPr="007818BD">
        <w:t>Un abattement morne et lourd</w:t>
      </w:r>
      <w:r w:rsidR="00E8465A">
        <w:t xml:space="preserve">, </w:t>
      </w:r>
      <w:r w:rsidRPr="007818BD">
        <w:t>comme si la vie de la vie n</w:t>
      </w:r>
      <w:r w:rsidR="00E8465A">
        <w:t>’</w:t>
      </w:r>
      <w:r w:rsidRPr="007818BD">
        <w:t>existait pas</w:t>
      </w:r>
      <w:r w:rsidR="00E8465A">
        <w:t xml:space="preserve">, </w:t>
      </w:r>
      <w:r w:rsidRPr="007818BD">
        <w:t>semblait peser sur sa jeunesse</w:t>
      </w:r>
      <w:r w:rsidR="00E8465A">
        <w:t xml:space="preserve">, </w:t>
      </w:r>
      <w:r w:rsidRPr="007818BD">
        <w:t>et lui rendre à charge cet heureux soleil</w:t>
      </w:r>
      <w:r w:rsidR="00E8465A">
        <w:t xml:space="preserve">. </w:t>
      </w:r>
      <w:r w:rsidRPr="007818BD">
        <w:t>À vrai dire</w:t>
      </w:r>
      <w:r w:rsidR="00E8465A">
        <w:t xml:space="preserve">, </w:t>
      </w:r>
      <w:r w:rsidRPr="007818BD">
        <w:t>son existence s</w:t>
      </w:r>
      <w:r w:rsidR="00E8465A">
        <w:t>’</w:t>
      </w:r>
      <w:r w:rsidRPr="007818BD">
        <w:t>était lentement tarie</w:t>
      </w:r>
      <w:r w:rsidR="00E8465A">
        <w:t xml:space="preserve">, </w:t>
      </w:r>
      <w:r w:rsidRPr="007818BD">
        <w:t>du jour où</w:t>
      </w:r>
      <w:r w:rsidR="00E8465A">
        <w:t xml:space="preserve">, </w:t>
      </w:r>
      <w:r w:rsidRPr="007818BD">
        <w:t>comme un tri</w:t>
      </w:r>
      <w:r w:rsidRPr="007818BD">
        <w:t>s</w:t>
      </w:r>
      <w:r w:rsidRPr="007818BD">
        <w:t>te rui</w:t>
      </w:r>
      <w:r w:rsidRPr="007818BD">
        <w:t>s</w:t>
      </w:r>
      <w:r w:rsidRPr="007818BD">
        <w:t>seau</w:t>
      </w:r>
      <w:r w:rsidR="00E8465A">
        <w:t xml:space="preserve">, </w:t>
      </w:r>
      <w:r w:rsidRPr="007818BD">
        <w:t>elle s</w:t>
      </w:r>
      <w:r w:rsidR="00E8465A">
        <w:t>’</w:t>
      </w:r>
      <w:r w:rsidRPr="007818BD">
        <w:t>était séparée de la source qui l</w:t>
      </w:r>
      <w:r w:rsidR="00E8465A">
        <w:t>’</w:t>
      </w:r>
      <w:r w:rsidRPr="007818BD">
        <w:t>alimentait</w:t>
      </w:r>
      <w:r w:rsidR="00E8465A">
        <w:t xml:space="preserve">. </w:t>
      </w:r>
      <w:r w:rsidRPr="007818BD">
        <w:t>L</w:t>
      </w:r>
      <w:r w:rsidR="00E8465A">
        <w:t>’</w:t>
      </w:r>
      <w:r w:rsidRPr="007818BD">
        <w:t>enthousiasme soudain et la crainte de la superstition qui l</w:t>
      </w:r>
      <w:r w:rsidR="00E8465A">
        <w:t>’</w:t>
      </w:r>
      <w:r w:rsidRPr="007818BD">
        <w:t>avait</w:t>
      </w:r>
      <w:r w:rsidR="00E8465A">
        <w:t xml:space="preserve">, </w:t>
      </w:r>
      <w:r w:rsidRPr="007818BD">
        <w:t>comme dans un rêve dont elle avait à peine con</w:t>
      </w:r>
      <w:r w:rsidRPr="007818BD">
        <w:t>s</w:t>
      </w:r>
      <w:r w:rsidRPr="007818BD">
        <w:t>cience</w:t>
      </w:r>
      <w:r w:rsidR="00E8465A">
        <w:t xml:space="preserve">, </w:t>
      </w:r>
      <w:r w:rsidRPr="007818BD">
        <w:t xml:space="preserve">décidée à fuir loin de </w:t>
      </w:r>
      <w:proofErr w:type="spellStart"/>
      <w:r w:rsidRPr="007818BD">
        <w:t>Zanoni</w:t>
      </w:r>
      <w:proofErr w:type="spellEnd"/>
      <w:r w:rsidR="00E8465A">
        <w:t xml:space="preserve">, </w:t>
      </w:r>
      <w:r w:rsidRPr="007818BD">
        <w:t>cette exaltation soudaine s</w:t>
      </w:r>
      <w:r w:rsidR="00E8465A">
        <w:t>’</w:t>
      </w:r>
      <w:r w:rsidRPr="007818BD">
        <w:t>était évanouie du moment où elle s</w:t>
      </w:r>
      <w:r w:rsidR="00E8465A">
        <w:t>’</w:t>
      </w:r>
      <w:r w:rsidRPr="007818BD">
        <w:t>était trouvée sur une terre étra</w:t>
      </w:r>
      <w:r w:rsidRPr="007818BD">
        <w:t>n</w:t>
      </w:r>
      <w:r w:rsidRPr="007818BD">
        <w:t>gère</w:t>
      </w:r>
      <w:r w:rsidR="00E8465A">
        <w:t xml:space="preserve">. </w:t>
      </w:r>
      <w:r w:rsidRPr="007818BD">
        <w:t>C</w:t>
      </w:r>
      <w:r w:rsidR="00E8465A">
        <w:t>’</w:t>
      </w:r>
      <w:r w:rsidRPr="007818BD">
        <w:t>est alors</w:t>
      </w:r>
      <w:r w:rsidR="00E8465A">
        <w:t xml:space="preserve">… </w:t>
      </w:r>
      <w:r w:rsidRPr="007818BD">
        <w:t>c</w:t>
      </w:r>
      <w:r w:rsidR="00E8465A">
        <w:t>’</w:t>
      </w:r>
      <w:r w:rsidRPr="007818BD">
        <w:t>est là qu</w:t>
      </w:r>
      <w:r w:rsidR="00E8465A">
        <w:t>’</w:t>
      </w:r>
      <w:r w:rsidRPr="007818BD">
        <w:t>elle sentit que sa vie entière vivait dans ce sourire qu</w:t>
      </w:r>
      <w:r w:rsidR="00E8465A">
        <w:t>’</w:t>
      </w:r>
      <w:r w:rsidRPr="007818BD">
        <w:t>elle avait à jamais abandonné</w:t>
      </w:r>
      <w:r w:rsidR="00E8465A">
        <w:t xml:space="preserve">. </w:t>
      </w:r>
      <w:r w:rsidRPr="007818BD">
        <w:t>Elle ne se r</w:t>
      </w:r>
      <w:r w:rsidRPr="007818BD">
        <w:t>e</w:t>
      </w:r>
      <w:r w:rsidRPr="007818BD">
        <w:t>pentait pas</w:t>
      </w:r>
      <w:r w:rsidR="00E8465A">
        <w:t xml:space="preserve"> : </w:t>
      </w:r>
      <w:r w:rsidRPr="007818BD">
        <w:t>elle n</w:t>
      </w:r>
      <w:r w:rsidR="00E8465A">
        <w:t>’</w:t>
      </w:r>
      <w:r w:rsidRPr="007818BD">
        <w:t>aurait pas voulu rappeler et rétracter l</w:t>
      </w:r>
      <w:r w:rsidR="00E8465A">
        <w:t>’</w:t>
      </w:r>
      <w:r w:rsidRPr="007818BD">
        <w:t>inspiration qui l</w:t>
      </w:r>
      <w:r w:rsidR="00E8465A">
        <w:t>’</w:t>
      </w:r>
      <w:r w:rsidRPr="007818BD">
        <w:t>avait poussée à fuir</w:t>
      </w:r>
      <w:r w:rsidR="00E8465A">
        <w:t xml:space="preserve">. </w:t>
      </w:r>
      <w:r w:rsidRPr="007818BD">
        <w:t>L</w:t>
      </w:r>
      <w:r w:rsidR="00E8465A">
        <w:t>’</w:t>
      </w:r>
      <w:r w:rsidRPr="007818BD">
        <w:t>enthousiasme s</w:t>
      </w:r>
      <w:r w:rsidR="00E8465A">
        <w:t>’</w:t>
      </w:r>
      <w:r w:rsidRPr="007818BD">
        <w:t>était éteint</w:t>
      </w:r>
      <w:r w:rsidR="00E8465A">
        <w:t xml:space="preserve">, </w:t>
      </w:r>
      <w:r w:rsidRPr="007818BD">
        <w:t>la superstition restait encore</w:t>
      </w:r>
      <w:r w:rsidR="00E8465A">
        <w:t xml:space="preserve"> ; </w:t>
      </w:r>
      <w:r w:rsidRPr="007818BD">
        <w:t>elle croyait encore avoir sauvé son enfant de cette magie sombre et coupable sur laquelle les traditions de tout pays sont prodigues</w:t>
      </w:r>
      <w:r w:rsidR="00E8465A">
        <w:t xml:space="preserve">, </w:t>
      </w:r>
      <w:r w:rsidRPr="007818BD">
        <w:t>mais qui</w:t>
      </w:r>
      <w:r w:rsidR="00E8465A">
        <w:t>-</w:t>
      </w:r>
      <w:r w:rsidRPr="007818BD">
        <w:t>nulle part ne trouve autant de crédit et n</w:t>
      </w:r>
      <w:r w:rsidR="00E8465A">
        <w:t>’</w:t>
      </w:r>
      <w:r w:rsidRPr="007818BD">
        <w:t>excite autant d</w:t>
      </w:r>
      <w:r w:rsidR="00E8465A">
        <w:t>’</w:t>
      </w:r>
      <w:r w:rsidRPr="007818BD">
        <w:t>effroi que dans l</w:t>
      </w:r>
      <w:r w:rsidR="00E8465A">
        <w:t>’</w:t>
      </w:r>
      <w:r w:rsidRPr="007818BD">
        <w:t>Italie méridionale</w:t>
      </w:r>
      <w:r w:rsidR="00E8465A">
        <w:t xml:space="preserve">. </w:t>
      </w:r>
      <w:r w:rsidRPr="007818BD">
        <w:t xml:space="preserve">Cette </w:t>
      </w:r>
      <w:r w:rsidRPr="007818BD">
        <w:lastRenderedPageBreak/>
        <w:t xml:space="preserve">impression fut confirmée par la conversation mystérieuse de </w:t>
      </w:r>
      <w:proofErr w:type="spellStart"/>
      <w:r w:rsidRPr="007818BD">
        <w:t>Glyndon</w:t>
      </w:r>
      <w:proofErr w:type="spellEnd"/>
      <w:r w:rsidR="00E8465A">
        <w:t xml:space="preserve">, </w:t>
      </w:r>
      <w:r w:rsidRPr="007818BD">
        <w:t>et par ce qu</w:t>
      </w:r>
      <w:r w:rsidR="00E8465A">
        <w:t>’</w:t>
      </w:r>
      <w:r w:rsidRPr="007818BD">
        <w:t>elle savait e</w:t>
      </w:r>
      <w:r w:rsidRPr="007818BD">
        <w:t>l</w:t>
      </w:r>
      <w:r w:rsidRPr="007818BD">
        <w:t>le-même du changement terrible qui était survenu à un homme qui se donnait comme victime des enchantements</w:t>
      </w:r>
      <w:r w:rsidR="00E8465A">
        <w:t xml:space="preserve">. </w:t>
      </w:r>
      <w:r w:rsidRPr="007818BD">
        <w:t>Elle ne se repentait donc pas</w:t>
      </w:r>
      <w:r w:rsidR="00E8465A">
        <w:t xml:space="preserve">, </w:t>
      </w:r>
      <w:r w:rsidRPr="007818BD">
        <w:t>mais sa volonté même semblait anéantie</w:t>
      </w:r>
      <w:r w:rsidR="00E8465A">
        <w:t>.</w:t>
      </w:r>
    </w:p>
    <w:p w14:paraId="50D5C4E3" w14:textId="4F5B980C" w:rsidR="00E0544E" w:rsidRPr="007818BD" w:rsidRDefault="00E0544E" w:rsidP="00E0544E">
      <w:r w:rsidRPr="007818BD">
        <w:t>À leur arrivée à Paris</w:t>
      </w:r>
      <w:r w:rsidR="00E8465A">
        <w:t xml:space="preserve">, </w:t>
      </w:r>
      <w:r w:rsidRPr="007818BD">
        <w:t>Viola ne vit plus sa compagne</w:t>
      </w:r>
      <w:r w:rsidR="00E8465A">
        <w:t xml:space="preserve">, </w:t>
      </w:r>
      <w:r w:rsidRPr="007818BD">
        <w:t>la f</w:t>
      </w:r>
      <w:r w:rsidRPr="007818BD">
        <w:t>i</w:t>
      </w:r>
      <w:r w:rsidRPr="007818BD">
        <w:t>dèle épouse</w:t>
      </w:r>
      <w:r w:rsidR="00E8465A">
        <w:t xml:space="preserve">. </w:t>
      </w:r>
      <w:r w:rsidRPr="007818BD">
        <w:t>Avant que trois semaines se fussent écoulées</w:t>
      </w:r>
      <w:r w:rsidR="00E8465A">
        <w:t xml:space="preserve">, </w:t>
      </w:r>
      <w:r w:rsidRPr="007818BD">
        <w:t>mari et femme avaient cessé de vivre</w:t>
      </w:r>
      <w:r w:rsidR="00E8465A">
        <w:t xml:space="preserve">. </w:t>
      </w:r>
      <w:r w:rsidRPr="007818BD">
        <w:t>Et maintenant</w:t>
      </w:r>
      <w:r w:rsidR="00E8465A">
        <w:t xml:space="preserve">, </w:t>
      </w:r>
      <w:r w:rsidRPr="007818BD">
        <w:t>pour la premi</w:t>
      </w:r>
      <w:r w:rsidRPr="007818BD">
        <w:t>è</w:t>
      </w:r>
      <w:r w:rsidRPr="007818BD">
        <w:t>re fois</w:t>
      </w:r>
      <w:r w:rsidR="00E8465A">
        <w:t xml:space="preserve">, </w:t>
      </w:r>
      <w:r w:rsidRPr="007818BD">
        <w:t>les pénibles détails de la vie banale et journalière de ce</w:t>
      </w:r>
      <w:r w:rsidRPr="007818BD">
        <w:t>t</w:t>
      </w:r>
      <w:r w:rsidRPr="007818BD">
        <w:t>te rude terre s</w:t>
      </w:r>
      <w:r w:rsidR="00E8465A">
        <w:t>’</w:t>
      </w:r>
      <w:r w:rsidRPr="007818BD">
        <w:t>imposèrent à la belle Napolitaine</w:t>
      </w:r>
      <w:r w:rsidR="00E8465A">
        <w:t xml:space="preserve">. </w:t>
      </w:r>
      <w:r w:rsidRPr="007818BD">
        <w:t>Sa profession</w:t>
      </w:r>
      <w:r w:rsidR="00E8465A">
        <w:t xml:space="preserve">, </w:t>
      </w:r>
      <w:r w:rsidRPr="007818BD">
        <w:t>qui donne une voix et une forme à la poésie</w:t>
      </w:r>
      <w:r w:rsidR="00E8465A">
        <w:t xml:space="preserve">, </w:t>
      </w:r>
      <w:r w:rsidRPr="007818BD">
        <w:t>et à l</w:t>
      </w:r>
      <w:r w:rsidR="00E8465A">
        <w:t>’</w:t>
      </w:r>
      <w:r w:rsidRPr="007818BD">
        <w:t>harmonie</w:t>
      </w:r>
      <w:r w:rsidR="00E8465A">
        <w:t xml:space="preserve">, </w:t>
      </w:r>
      <w:r w:rsidRPr="007818BD">
        <w:t>le milieu artistique et idéal dans lequel s</w:t>
      </w:r>
      <w:r w:rsidR="00E8465A">
        <w:t>’</w:t>
      </w:r>
      <w:r w:rsidRPr="007818BD">
        <w:t>étaient passés ses pr</w:t>
      </w:r>
      <w:r w:rsidRPr="007818BD">
        <w:t>e</w:t>
      </w:r>
      <w:r w:rsidRPr="007818BD">
        <w:t>mières années</w:t>
      </w:r>
      <w:r w:rsidR="00E8465A">
        <w:t xml:space="preserve">, </w:t>
      </w:r>
      <w:r w:rsidRPr="007818BD">
        <w:t>nourrit</w:t>
      </w:r>
      <w:r w:rsidR="00E8465A">
        <w:t xml:space="preserve">, </w:t>
      </w:r>
      <w:r w:rsidRPr="007818BD">
        <w:t>tant que cela dure</w:t>
      </w:r>
      <w:r w:rsidR="00E8465A">
        <w:t xml:space="preserve">, </w:t>
      </w:r>
      <w:r w:rsidRPr="007818BD">
        <w:t>une surexcitation qui élève une telle vie au-dessus du niveau d</w:t>
      </w:r>
      <w:r w:rsidR="00E8465A">
        <w:t>’</w:t>
      </w:r>
      <w:r w:rsidRPr="007818BD">
        <w:t>un métier mercenaire</w:t>
      </w:r>
      <w:r w:rsidR="00E8465A">
        <w:t xml:space="preserve">. </w:t>
      </w:r>
      <w:r w:rsidRPr="007818BD">
        <w:t>Sur la limite des deux existences</w:t>
      </w:r>
      <w:r w:rsidR="00E8465A">
        <w:t xml:space="preserve">, </w:t>
      </w:r>
      <w:r w:rsidRPr="007818BD">
        <w:t>du réel et de l</w:t>
      </w:r>
      <w:r w:rsidR="00E8465A">
        <w:t>’</w:t>
      </w:r>
      <w:r w:rsidRPr="007818BD">
        <w:t>idéal</w:t>
      </w:r>
      <w:r w:rsidR="00E8465A">
        <w:t xml:space="preserve">, </w:t>
      </w:r>
      <w:r w:rsidRPr="007818BD">
        <w:t>se trouve la vie de la musique et du théâtre</w:t>
      </w:r>
      <w:r w:rsidR="00E8465A">
        <w:t xml:space="preserve">. </w:t>
      </w:r>
      <w:r w:rsidRPr="007818BD">
        <w:t>Mais cette vie était perdue à jamais pour celle qui avait été l</w:t>
      </w:r>
      <w:r w:rsidR="00E8465A">
        <w:t>’</w:t>
      </w:r>
      <w:r w:rsidRPr="007818BD">
        <w:t>idole des yeux et des oreilles de tout Naples</w:t>
      </w:r>
      <w:r w:rsidR="00E8465A">
        <w:t xml:space="preserve">. </w:t>
      </w:r>
      <w:r w:rsidRPr="007818BD">
        <w:t>Élevé jusqu</w:t>
      </w:r>
      <w:r w:rsidR="00E8465A">
        <w:t>’</w:t>
      </w:r>
      <w:r w:rsidRPr="007818BD">
        <w:t>aux régions sublimes de l</w:t>
      </w:r>
      <w:r w:rsidR="00E8465A">
        <w:t>’</w:t>
      </w:r>
      <w:r w:rsidRPr="007818BD">
        <w:t>amour pa</w:t>
      </w:r>
      <w:r w:rsidRPr="007818BD">
        <w:t>s</w:t>
      </w:r>
      <w:r w:rsidRPr="007818BD">
        <w:t>sionné</w:t>
      </w:r>
      <w:r w:rsidR="00E8465A">
        <w:t xml:space="preserve">, </w:t>
      </w:r>
      <w:r w:rsidRPr="007818BD">
        <w:t>le génie de la fi</w:t>
      </w:r>
      <w:r w:rsidRPr="007818BD">
        <w:t>c</w:t>
      </w:r>
      <w:r w:rsidRPr="007818BD">
        <w:t>tion qui représente et traduit la pensée d</w:t>
      </w:r>
      <w:r w:rsidR="00E8465A">
        <w:t>’</w:t>
      </w:r>
      <w:r w:rsidRPr="007818BD">
        <w:t>autrui semblait uni au génie qui est lui-même la source de toute pensée</w:t>
      </w:r>
      <w:r w:rsidR="00E8465A">
        <w:t xml:space="preserve">. </w:t>
      </w:r>
      <w:r w:rsidRPr="007818BD">
        <w:t>La plus grande infidélité qu</w:t>
      </w:r>
      <w:r w:rsidR="00E8465A">
        <w:t>’</w:t>
      </w:r>
      <w:r w:rsidRPr="007818BD">
        <w:t>elle eût pu commettre envers celui qu</w:t>
      </w:r>
      <w:r w:rsidR="00E8465A">
        <w:t>’</w:t>
      </w:r>
      <w:r w:rsidRPr="007818BD">
        <w:t>elle avait perdu</w:t>
      </w:r>
      <w:r w:rsidR="00E8465A">
        <w:t xml:space="preserve">, </w:t>
      </w:r>
      <w:r w:rsidRPr="007818BD">
        <w:t>eût été de s</w:t>
      </w:r>
      <w:r w:rsidR="00E8465A">
        <w:t>’</w:t>
      </w:r>
      <w:r w:rsidRPr="007818BD">
        <w:t>abaisser de nouveau à vivre des applaudissements des autres</w:t>
      </w:r>
      <w:r w:rsidR="00E8465A">
        <w:t xml:space="preserve"> ; </w:t>
      </w:r>
      <w:r w:rsidRPr="007818BD">
        <w:t>et c</w:t>
      </w:r>
      <w:r w:rsidR="00E8465A">
        <w:t>’</w:t>
      </w:r>
      <w:r w:rsidRPr="007818BD">
        <w:t>est ainsi que</w:t>
      </w:r>
      <w:r w:rsidR="00E8465A">
        <w:t xml:space="preserve">, </w:t>
      </w:r>
      <w:r w:rsidRPr="007818BD">
        <w:t>ne voulant pas accepter l</w:t>
      </w:r>
      <w:r w:rsidR="00E8465A">
        <w:t>’</w:t>
      </w:r>
      <w:r w:rsidRPr="007818BD">
        <w:t xml:space="preserve">aumône de </w:t>
      </w:r>
      <w:proofErr w:type="spellStart"/>
      <w:r w:rsidRPr="007818BD">
        <w:t>Glyndon</w:t>
      </w:r>
      <w:proofErr w:type="spellEnd"/>
      <w:r w:rsidR="00E8465A">
        <w:t xml:space="preserve">, </w:t>
      </w:r>
      <w:r w:rsidRPr="007818BD">
        <w:t>recourant aux arts les plus vulgaires</w:t>
      </w:r>
      <w:r w:rsidR="00E8465A">
        <w:t xml:space="preserve">, </w:t>
      </w:r>
      <w:r w:rsidRPr="007818BD">
        <w:t>à la plus humble industrie que connaisse son sexe</w:t>
      </w:r>
      <w:r w:rsidR="00E8465A">
        <w:t xml:space="preserve">, </w:t>
      </w:r>
      <w:r w:rsidRPr="007818BD">
        <w:t>seule et invisible</w:t>
      </w:r>
      <w:r w:rsidR="00E8465A">
        <w:t xml:space="preserve">, </w:t>
      </w:r>
      <w:r w:rsidRPr="007818BD">
        <w:t xml:space="preserve">elle qui avait reposé sur le cœur de </w:t>
      </w:r>
      <w:proofErr w:type="spellStart"/>
      <w:r w:rsidRPr="007818BD">
        <w:t>Z</w:t>
      </w:r>
      <w:r w:rsidRPr="007818BD">
        <w:t>a</w:t>
      </w:r>
      <w:r w:rsidRPr="007818BD">
        <w:t>noni</w:t>
      </w:r>
      <w:proofErr w:type="spellEnd"/>
      <w:r w:rsidR="00E8465A">
        <w:t xml:space="preserve">, </w:t>
      </w:r>
      <w:r w:rsidRPr="007818BD">
        <w:t>elle trouva un abri pour leur enfant</w:t>
      </w:r>
      <w:r w:rsidR="00E8465A">
        <w:t xml:space="preserve">. </w:t>
      </w:r>
      <w:r w:rsidRPr="007818BD">
        <w:t>Comme le dit le noble vers qui figure en tête de ce chapitre</w:t>
      </w:r>
      <w:r w:rsidR="00E8465A">
        <w:t>, « </w:t>
      </w:r>
      <w:r w:rsidRPr="007818BD">
        <w:t>Armide elle-même avait détruit son palais enchanté</w:t>
      </w:r>
      <w:r w:rsidR="00E8465A">
        <w:t xml:space="preserve"> ; </w:t>
      </w:r>
      <w:r w:rsidRPr="007818BD">
        <w:t>pas une trace de cette deme</w:t>
      </w:r>
      <w:r w:rsidRPr="007818BD">
        <w:t>u</w:t>
      </w:r>
      <w:r w:rsidRPr="007818BD">
        <w:t>re</w:t>
      </w:r>
      <w:r w:rsidR="00E8465A">
        <w:t xml:space="preserve">, </w:t>
      </w:r>
      <w:r w:rsidRPr="007818BD">
        <w:t>élevée autrefois par la poésie et l</w:t>
      </w:r>
      <w:r w:rsidR="00E8465A">
        <w:t>’</w:t>
      </w:r>
      <w:r w:rsidRPr="007818BD">
        <w:t>amour</w:t>
      </w:r>
      <w:r w:rsidR="00E8465A">
        <w:t xml:space="preserve">, </w:t>
      </w:r>
      <w:r w:rsidRPr="007818BD">
        <w:t>ne restait pour dire</w:t>
      </w:r>
      <w:r w:rsidR="00E8465A">
        <w:t> : « </w:t>
      </w:r>
      <w:r w:rsidRPr="007818BD">
        <w:t>C</w:t>
      </w:r>
      <w:r w:rsidR="00E8465A">
        <w:t>’</w:t>
      </w:r>
      <w:r w:rsidRPr="007818BD">
        <w:t>était là</w:t>
      </w:r>
      <w:r w:rsidR="00E8465A">
        <w:t>. »</w:t>
      </w:r>
    </w:p>
    <w:p w14:paraId="400255BC" w14:textId="77777777" w:rsidR="00E8465A" w:rsidRDefault="00E0544E" w:rsidP="00E0544E">
      <w:r w:rsidRPr="007818BD">
        <w:lastRenderedPageBreak/>
        <w:t>Et l</w:t>
      </w:r>
      <w:r w:rsidR="00E8465A">
        <w:t>’</w:t>
      </w:r>
      <w:r w:rsidRPr="007818BD">
        <w:t>enfant vengea le père</w:t>
      </w:r>
      <w:r w:rsidR="00E8465A">
        <w:t xml:space="preserve"> : </w:t>
      </w:r>
      <w:r w:rsidRPr="007818BD">
        <w:t>il prospéra</w:t>
      </w:r>
      <w:r w:rsidR="00E8465A">
        <w:t xml:space="preserve">, </w:t>
      </w:r>
      <w:r w:rsidRPr="007818BD">
        <w:t>il grandit</w:t>
      </w:r>
      <w:r w:rsidR="00E8465A">
        <w:t xml:space="preserve">, </w:t>
      </w:r>
      <w:r w:rsidRPr="007818BD">
        <w:t>il se fort</w:t>
      </w:r>
      <w:r w:rsidRPr="007818BD">
        <w:t>i</w:t>
      </w:r>
      <w:r w:rsidRPr="007818BD">
        <w:t>fia au grand jour de la vie</w:t>
      </w:r>
      <w:r w:rsidR="00E8465A">
        <w:t xml:space="preserve">. </w:t>
      </w:r>
      <w:r w:rsidRPr="007818BD">
        <w:t>Il paraissait protégé et préservé par une autre influence que celle de sa mère</w:t>
      </w:r>
      <w:r w:rsidR="00E8465A">
        <w:t xml:space="preserve">. </w:t>
      </w:r>
      <w:r w:rsidRPr="007818BD">
        <w:t>Dans son sommeil</w:t>
      </w:r>
      <w:r w:rsidR="00E8465A">
        <w:t xml:space="preserve">, </w:t>
      </w:r>
      <w:r w:rsidRPr="007818BD">
        <w:t>il y avait quelque chose de si profond</w:t>
      </w:r>
      <w:r w:rsidR="00E8465A">
        <w:t xml:space="preserve">, </w:t>
      </w:r>
      <w:r w:rsidRPr="007818BD">
        <w:t>de si rigide</w:t>
      </w:r>
      <w:r w:rsidR="00E8465A">
        <w:t xml:space="preserve">, </w:t>
      </w:r>
      <w:r w:rsidRPr="007818BD">
        <w:t>qu</w:t>
      </w:r>
      <w:r w:rsidR="00E8465A">
        <w:t>’</w:t>
      </w:r>
      <w:r w:rsidRPr="007818BD">
        <w:t>un coup de tonnerre n</w:t>
      </w:r>
      <w:r w:rsidR="00E8465A">
        <w:t>’</w:t>
      </w:r>
      <w:r w:rsidRPr="007818BD">
        <w:t>aurait pu le rompre</w:t>
      </w:r>
      <w:r w:rsidR="00E8465A">
        <w:t xml:space="preserve"> : </w:t>
      </w:r>
      <w:r w:rsidRPr="007818BD">
        <w:t>et</w:t>
      </w:r>
      <w:r w:rsidR="00E8465A">
        <w:t xml:space="preserve">, </w:t>
      </w:r>
      <w:r w:rsidRPr="007818BD">
        <w:t>dans ce sommeil</w:t>
      </w:r>
      <w:r w:rsidR="00E8465A">
        <w:t xml:space="preserve">, </w:t>
      </w:r>
      <w:r w:rsidRPr="007818BD">
        <w:t>il agitait ses petits bras comme pour embrasser l</w:t>
      </w:r>
      <w:r w:rsidR="00E8465A">
        <w:t>’</w:t>
      </w:r>
      <w:r w:rsidRPr="007818BD">
        <w:t>espace</w:t>
      </w:r>
      <w:r w:rsidR="00E8465A">
        <w:t xml:space="preserve"> ; </w:t>
      </w:r>
      <w:r w:rsidRPr="007818BD">
        <w:t>souvent ses l</w:t>
      </w:r>
      <w:r w:rsidRPr="007818BD">
        <w:t>è</w:t>
      </w:r>
      <w:r w:rsidRPr="007818BD">
        <w:t>vres murmuraient des sons inarticulés d</w:t>
      </w:r>
      <w:r w:rsidR="00E8465A">
        <w:t>’</w:t>
      </w:r>
      <w:r w:rsidRPr="007818BD">
        <w:t>affection indistincte</w:t>
      </w:r>
      <w:r w:rsidR="00E8465A">
        <w:t xml:space="preserve">, </w:t>
      </w:r>
      <w:r w:rsidRPr="007818BD">
        <w:rPr>
          <w:i/>
          <w:iCs/>
        </w:rPr>
        <w:t>non pour elle</w:t>
      </w:r>
      <w:r w:rsidR="00E8465A">
        <w:t xml:space="preserve">, </w:t>
      </w:r>
      <w:r w:rsidRPr="007818BD">
        <w:t>et pendant tout ce temps il y avait sur ses joues une teinte d</w:t>
      </w:r>
      <w:r w:rsidR="00E8465A">
        <w:t>’</w:t>
      </w:r>
      <w:r w:rsidRPr="007818BD">
        <w:t>une fraîcheur si céleste</w:t>
      </w:r>
      <w:r w:rsidR="00E8465A">
        <w:t xml:space="preserve"> ! </w:t>
      </w:r>
      <w:r w:rsidRPr="007818BD">
        <w:t>sur ses lèvres un sourire d</w:t>
      </w:r>
      <w:r w:rsidR="00E8465A">
        <w:t>’</w:t>
      </w:r>
      <w:r w:rsidRPr="007818BD">
        <w:t>une joie si mystérie</w:t>
      </w:r>
      <w:r w:rsidRPr="007818BD">
        <w:t>u</w:t>
      </w:r>
      <w:r w:rsidRPr="007818BD">
        <w:t>se</w:t>
      </w:r>
      <w:r w:rsidR="00E8465A">
        <w:t xml:space="preserve"> ! </w:t>
      </w:r>
      <w:r w:rsidRPr="007818BD">
        <w:t>Puis</w:t>
      </w:r>
      <w:r w:rsidR="00E8465A">
        <w:t xml:space="preserve">, </w:t>
      </w:r>
      <w:r w:rsidRPr="007818BD">
        <w:t>à son réveil</w:t>
      </w:r>
      <w:r w:rsidR="00E8465A">
        <w:t xml:space="preserve">, </w:t>
      </w:r>
      <w:r w:rsidRPr="007818BD">
        <w:t>ce n</w:t>
      </w:r>
      <w:r w:rsidR="00E8465A">
        <w:t>’</w:t>
      </w:r>
      <w:r w:rsidRPr="007818BD">
        <w:t>était pas vers elle que ses yeux se tournaient d</w:t>
      </w:r>
      <w:r w:rsidR="00E8465A">
        <w:t>’</w:t>
      </w:r>
      <w:r w:rsidRPr="007818BD">
        <w:t>abord</w:t>
      </w:r>
      <w:r w:rsidR="00E8465A">
        <w:t xml:space="preserve">, </w:t>
      </w:r>
      <w:r w:rsidRPr="007818BD">
        <w:t>attentifs</w:t>
      </w:r>
      <w:r w:rsidR="00E8465A">
        <w:t xml:space="preserve">, </w:t>
      </w:r>
      <w:r w:rsidRPr="007818BD">
        <w:t>fixes</w:t>
      </w:r>
      <w:r w:rsidR="00E8465A">
        <w:t xml:space="preserve">, </w:t>
      </w:r>
      <w:r w:rsidRPr="007818BD">
        <w:t>pe</w:t>
      </w:r>
      <w:r w:rsidRPr="007818BD">
        <w:t>r</w:t>
      </w:r>
      <w:r w:rsidRPr="007818BD">
        <w:t>çants</w:t>
      </w:r>
      <w:r w:rsidR="00E8465A">
        <w:t xml:space="preserve"> ; </w:t>
      </w:r>
      <w:r w:rsidRPr="007818BD">
        <w:t>ils parcouraient l</w:t>
      </w:r>
      <w:r w:rsidR="00E8465A">
        <w:t>’</w:t>
      </w:r>
      <w:r w:rsidRPr="007818BD">
        <w:t>espace</w:t>
      </w:r>
      <w:r w:rsidR="00E8465A">
        <w:t xml:space="preserve">, </w:t>
      </w:r>
      <w:r w:rsidRPr="007818BD">
        <w:t>pour arrêter à la fin sur son p</w:t>
      </w:r>
      <w:r w:rsidRPr="007818BD">
        <w:t>â</w:t>
      </w:r>
      <w:r w:rsidRPr="007818BD">
        <w:t>le v</w:t>
      </w:r>
      <w:r w:rsidRPr="007818BD">
        <w:t>i</w:t>
      </w:r>
      <w:r w:rsidRPr="007818BD">
        <w:t>sage un regard de triste et silencieux reproche</w:t>
      </w:r>
      <w:r w:rsidR="00E8465A">
        <w:t>.</w:t>
      </w:r>
    </w:p>
    <w:p w14:paraId="76367297" w14:textId="77777777" w:rsidR="00E8465A" w:rsidRDefault="00E0544E" w:rsidP="00E0544E">
      <w:r w:rsidRPr="007818BD">
        <w:t>Jamais jusqu</w:t>
      </w:r>
      <w:r w:rsidR="00E8465A">
        <w:t>’</w:t>
      </w:r>
      <w:r w:rsidRPr="007818BD">
        <w:t>alors Viola n</w:t>
      </w:r>
      <w:r w:rsidR="00E8465A">
        <w:t>’</w:t>
      </w:r>
      <w:r w:rsidRPr="007818BD">
        <w:t xml:space="preserve">avait senti toute la puissance de son amour pour </w:t>
      </w:r>
      <w:proofErr w:type="spellStart"/>
      <w:r w:rsidRPr="007818BD">
        <w:t>Zanoni</w:t>
      </w:r>
      <w:proofErr w:type="spellEnd"/>
      <w:r w:rsidR="00E8465A">
        <w:t xml:space="preserve"> ; </w:t>
      </w:r>
      <w:r w:rsidRPr="007818BD">
        <w:t>jamais elle n</w:t>
      </w:r>
      <w:r w:rsidR="00E8465A">
        <w:t>’</w:t>
      </w:r>
      <w:r w:rsidRPr="007818BD">
        <w:t>avait si bien compris combien la pensée</w:t>
      </w:r>
      <w:r w:rsidR="00E8465A">
        <w:t xml:space="preserve">, </w:t>
      </w:r>
      <w:r w:rsidRPr="007818BD">
        <w:t>le sentiment</w:t>
      </w:r>
      <w:r w:rsidR="00E8465A">
        <w:t xml:space="preserve">, </w:t>
      </w:r>
      <w:r w:rsidRPr="007818BD">
        <w:t>le cœur</w:t>
      </w:r>
      <w:r w:rsidR="00E8465A">
        <w:t xml:space="preserve">, </w:t>
      </w:r>
      <w:r w:rsidRPr="007818BD">
        <w:t>l</w:t>
      </w:r>
      <w:r w:rsidR="00E8465A">
        <w:t>’</w:t>
      </w:r>
      <w:r w:rsidRPr="007818BD">
        <w:t>âme</w:t>
      </w:r>
      <w:r w:rsidR="00E8465A">
        <w:t xml:space="preserve">, </w:t>
      </w:r>
      <w:r w:rsidRPr="007818BD">
        <w:t>la vie</w:t>
      </w:r>
      <w:r w:rsidR="00E8465A">
        <w:t xml:space="preserve">, </w:t>
      </w:r>
      <w:r w:rsidRPr="007818BD">
        <w:t>tout était éteint et anéanti par l</w:t>
      </w:r>
      <w:r w:rsidR="00E8465A">
        <w:t>’</w:t>
      </w:r>
      <w:r w:rsidRPr="007818BD">
        <w:t>absence de celui à qui elle s</w:t>
      </w:r>
      <w:r w:rsidR="00E8465A">
        <w:t>’</w:t>
      </w:r>
      <w:r w:rsidRPr="007818BD">
        <w:t>était donnée</w:t>
      </w:r>
      <w:r w:rsidR="00E8465A">
        <w:t xml:space="preserve">. </w:t>
      </w:r>
      <w:r w:rsidRPr="007818BD">
        <w:t>Elle n</w:t>
      </w:r>
      <w:r w:rsidR="00E8465A">
        <w:t>’</w:t>
      </w:r>
      <w:r w:rsidRPr="007818BD">
        <w:t>entendait pas les rugissements de la tempête qui l</w:t>
      </w:r>
      <w:r w:rsidR="00E8465A">
        <w:t>’</w:t>
      </w:r>
      <w:r w:rsidRPr="007818BD">
        <w:t>environnait</w:t>
      </w:r>
      <w:r w:rsidR="00E8465A">
        <w:t xml:space="preserve"> ; </w:t>
      </w:r>
      <w:r w:rsidRPr="007818BD">
        <w:t>elle ne se sentait pas confondue parmi ces mi</w:t>
      </w:r>
      <w:r w:rsidRPr="007818BD">
        <w:t>l</w:t>
      </w:r>
      <w:r w:rsidRPr="007818BD">
        <w:t>lions d</w:t>
      </w:r>
      <w:r w:rsidR="00E8465A">
        <w:t>’</w:t>
      </w:r>
      <w:r w:rsidRPr="007818BD">
        <w:t>existences orageuses qui dans chaque heure conce</w:t>
      </w:r>
      <w:r w:rsidRPr="007818BD">
        <w:t>n</w:t>
      </w:r>
      <w:r w:rsidRPr="007818BD">
        <w:t>traient des années d</w:t>
      </w:r>
      <w:r w:rsidR="00E8465A">
        <w:t>’</w:t>
      </w:r>
      <w:r w:rsidRPr="007818BD">
        <w:t>émotions</w:t>
      </w:r>
      <w:r w:rsidR="00E8465A">
        <w:t xml:space="preserve">. </w:t>
      </w:r>
      <w:r w:rsidRPr="007818BD">
        <w:t>Ce n</w:t>
      </w:r>
      <w:r w:rsidR="00E8465A">
        <w:t>’</w:t>
      </w:r>
      <w:r w:rsidRPr="007818BD">
        <w:t>était que lorsque</w:t>
      </w:r>
      <w:r w:rsidR="00E8465A">
        <w:t xml:space="preserve">, </w:t>
      </w:r>
      <w:r w:rsidRPr="007818BD">
        <w:t>jour après jour</w:t>
      </w:r>
      <w:r w:rsidR="00E8465A">
        <w:t xml:space="preserve">, </w:t>
      </w:r>
      <w:r w:rsidRPr="007818BD">
        <w:t>pâle</w:t>
      </w:r>
      <w:r w:rsidR="00E8465A">
        <w:t xml:space="preserve">, </w:t>
      </w:r>
      <w:r w:rsidRPr="007818BD">
        <w:t>épuisé</w:t>
      </w:r>
      <w:r w:rsidR="00E8465A">
        <w:t xml:space="preserve">, </w:t>
      </w:r>
      <w:r w:rsidRPr="007818BD">
        <w:t>et semblable à un fantôme</w:t>
      </w:r>
      <w:r w:rsidR="00E8465A">
        <w:t xml:space="preserve">, </w:t>
      </w:r>
      <w:proofErr w:type="spellStart"/>
      <w:r w:rsidRPr="007818BD">
        <w:t>Glyndon</w:t>
      </w:r>
      <w:proofErr w:type="spellEnd"/>
      <w:r w:rsidRPr="007818BD">
        <w:t xml:space="preserve"> se gli</w:t>
      </w:r>
      <w:r w:rsidRPr="007818BD">
        <w:t>s</w:t>
      </w:r>
      <w:r w:rsidRPr="007818BD">
        <w:t>sait auprès d</w:t>
      </w:r>
      <w:r w:rsidR="00E8465A">
        <w:t>’</w:t>
      </w:r>
      <w:r w:rsidRPr="007818BD">
        <w:t>elle à la dérobée</w:t>
      </w:r>
      <w:r w:rsidR="00E8465A">
        <w:t xml:space="preserve"> ; </w:t>
      </w:r>
      <w:r w:rsidRPr="007818BD">
        <w:t>ce n</w:t>
      </w:r>
      <w:r w:rsidR="00E8465A">
        <w:t>’</w:t>
      </w:r>
      <w:r w:rsidRPr="007818BD">
        <w:t>était qu</w:t>
      </w:r>
      <w:r w:rsidR="00E8465A">
        <w:t>’</w:t>
      </w:r>
      <w:r w:rsidRPr="007818BD">
        <w:t>en ces moments que la belle enfant de l</w:t>
      </w:r>
      <w:r w:rsidR="00E8465A">
        <w:t>’</w:t>
      </w:r>
      <w:r w:rsidRPr="007818BD">
        <w:t>insouciante Italie comprenait co</w:t>
      </w:r>
      <w:r w:rsidRPr="007818BD">
        <w:t>m</w:t>
      </w:r>
      <w:r w:rsidRPr="007818BD">
        <w:t>bien était lourd et épidémique l</w:t>
      </w:r>
      <w:r w:rsidR="00E8465A">
        <w:t>’</w:t>
      </w:r>
      <w:r w:rsidRPr="007818BD">
        <w:t>air de mort qui l</w:t>
      </w:r>
      <w:r w:rsidR="00E8465A">
        <w:t>’</w:t>
      </w:r>
      <w:r w:rsidRPr="007818BD">
        <w:t>enveloppait</w:t>
      </w:r>
      <w:r w:rsidR="00E8465A">
        <w:t xml:space="preserve">. </w:t>
      </w:r>
      <w:r w:rsidRPr="007818BD">
        <w:t>Sublime dans son impassibilité</w:t>
      </w:r>
      <w:r w:rsidR="00E8465A">
        <w:t xml:space="preserve">, </w:t>
      </w:r>
      <w:r w:rsidRPr="007818BD">
        <w:t>dans sa vie machinale</w:t>
      </w:r>
      <w:r w:rsidR="00E8465A">
        <w:t xml:space="preserve">, </w:t>
      </w:r>
      <w:r w:rsidRPr="007818BD">
        <w:t>elle demeurait sans crainte</w:t>
      </w:r>
      <w:r w:rsidR="00E8465A">
        <w:t xml:space="preserve">, </w:t>
      </w:r>
      <w:r w:rsidRPr="007818BD">
        <w:t>assise dans la fosse des bêtes de proie</w:t>
      </w:r>
      <w:r w:rsidR="00E8465A">
        <w:t>.</w:t>
      </w:r>
    </w:p>
    <w:p w14:paraId="4FFE6525" w14:textId="77777777" w:rsidR="00E8465A" w:rsidRDefault="00E0544E" w:rsidP="00E0544E">
      <w:r w:rsidRPr="007818BD">
        <w:t>La porte s</w:t>
      </w:r>
      <w:r w:rsidR="00E8465A">
        <w:t>’</w:t>
      </w:r>
      <w:r w:rsidRPr="007818BD">
        <w:t>ouvrit brusquement</w:t>
      </w:r>
      <w:r w:rsidR="00E8465A">
        <w:t xml:space="preserve"> : </w:t>
      </w:r>
      <w:proofErr w:type="spellStart"/>
      <w:r w:rsidRPr="007818BD">
        <w:t>Glyndon</w:t>
      </w:r>
      <w:proofErr w:type="spellEnd"/>
      <w:r w:rsidRPr="007818BD">
        <w:t xml:space="preserve"> entra</w:t>
      </w:r>
      <w:r w:rsidR="00E8465A">
        <w:t xml:space="preserve">. </w:t>
      </w:r>
      <w:r w:rsidRPr="007818BD">
        <w:t>Il parai</w:t>
      </w:r>
      <w:r w:rsidRPr="007818BD">
        <w:t>s</w:t>
      </w:r>
      <w:r w:rsidRPr="007818BD">
        <w:t>sait plus agité que de co</w:t>
      </w:r>
      <w:r w:rsidRPr="007818BD">
        <w:t>u</w:t>
      </w:r>
      <w:r w:rsidRPr="007818BD">
        <w:t>tume</w:t>
      </w:r>
      <w:r w:rsidR="00E8465A">
        <w:t>.</w:t>
      </w:r>
    </w:p>
    <w:p w14:paraId="295CD3F0" w14:textId="77777777" w:rsidR="00E8465A" w:rsidRDefault="00E8465A" w:rsidP="00E0544E">
      <w:r>
        <w:lastRenderedPageBreak/>
        <w:t>« </w:t>
      </w:r>
      <w:r w:rsidR="00E0544E" w:rsidRPr="007818BD">
        <w:t>Vous</w:t>
      </w:r>
      <w:r>
        <w:t xml:space="preserve">, </w:t>
      </w:r>
      <w:r w:rsidR="00E0544E" w:rsidRPr="007818BD">
        <w:t>Clarence</w:t>
      </w:r>
      <w:r>
        <w:t xml:space="preserve"> ! </w:t>
      </w:r>
      <w:r w:rsidR="00E0544E" w:rsidRPr="007818BD">
        <w:t>dit-elle de son ton de voix doux et fa</w:t>
      </w:r>
      <w:r w:rsidR="00E0544E" w:rsidRPr="007818BD">
        <w:t>i</w:t>
      </w:r>
      <w:r w:rsidR="00E0544E" w:rsidRPr="007818BD">
        <w:t>ble</w:t>
      </w:r>
      <w:r>
        <w:t xml:space="preserve"> ; </w:t>
      </w:r>
      <w:r w:rsidR="00E0544E" w:rsidRPr="007818BD">
        <w:t>je ne vous espérais pas sitôt</w:t>
      </w:r>
      <w:r>
        <w:t>.</w:t>
      </w:r>
    </w:p>
    <w:p w14:paraId="26AF964A" w14:textId="77777777" w:rsidR="00E8465A" w:rsidRDefault="00E8465A" w:rsidP="00E0544E">
      <w:r>
        <w:t>— </w:t>
      </w:r>
      <w:r w:rsidR="00E0544E" w:rsidRPr="007818BD">
        <w:t>Qui peut compter sur les heures à Paris</w:t>
      </w:r>
      <w:r>
        <w:t xml:space="preserve"> ? </w:t>
      </w:r>
      <w:r w:rsidR="00E0544E" w:rsidRPr="007818BD">
        <w:t xml:space="preserve">demanda </w:t>
      </w:r>
      <w:proofErr w:type="spellStart"/>
      <w:r w:rsidR="00E0544E" w:rsidRPr="007818BD">
        <w:t>Gly</w:t>
      </w:r>
      <w:r w:rsidR="00E0544E" w:rsidRPr="007818BD">
        <w:t>n</w:t>
      </w:r>
      <w:r w:rsidR="00E0544E" w:rsidRPr="007818BD">
        <w:t>don</w:t>
      </w:r>
      <w:proofErr w:type="spellEnd"/>
      <w:r w:rsidR="00E0544E" w:rsidRPr="007818BD">
        <w:t xml:space="preserve"> avec un sourire e</w:t>
      </w:r>
      <w:r w:rsidR="00E0544E" w:rsidRPr="007818BD">
        <w:t>f</w:t>
      </w:r>
      <w:r w:rsidR="00E0544E" w:rsidRPr="007818BD">
        <w:t>frayant</w:t>
      </w:r>
      <w:r>
        <w:t xml:space="preserve">. </w:t>
      </w:r>
      <w:r w:rsidR="00E0544E" w:rsidRPr="007818BD">
        <w:t>N</w:t>
      </w:r>
      <w:r>
        <w:t>’</w:t>
      </w:r>
      <w:r w:rsidR="00E0544E" w:rsidRPr="007818BD">
        <w:t>est-ce pas assez que je sois ici</w:t>
      </w:r>
      <w:r>
        <w:t xml:space="preserve"> ? </w:t>
      </w:r>
      <w:r w:rsidR="00E0544E" w:rsidRPr="007818BD">
        <w:t>Votre impassibilité au milieu de ces do</w:t>
      </w:r>
      <w:r w:rsidR="00E0544E" w:rsidRPr="007818BD">
        <w:t>u</w:t>
      </w:r>
      <w:r w:rsidR="00E0544E" w:rsidRPr="007818BD">
        <w:t>leurs m</w:t>
      </w:r>
      <w:r>
        <w:t>’</w:t>
      </w:r>
      <w:r w:rsidR="00E0544E" w:rsidRPr="007818BD">
        <w:t>épouvante</w:t>
      </w:r>
      <w:r>
        <w:t xml:space="preserve">. </w:t>
      </w:r>
      <w:r w:rsidR="00E0544E" w:rsidRPr="007818BD">
        <w:t>Vous me dites avec calme</w:t>
      </w:r>
      <w:r>
        <w:t xml:space="preserve"> : </w:t>
      </w:r>
      <w:r w:rsidR="00E0544E" w:rsidRPr="007818BD">
        <w:rPr>
          <w:i/>
          <w:iCs/>
        </w:rPr>
        <w:t>Adieu</w:t>
      </w:r>
      <w:r>
        <w:t xml:space="preserve"> ! </w:t>
      </w:r>
      <w:r w:rsidR="00E0544E" w:rsidRPr="007818BD">
        <w:t>vous me dites tranquill</w:t>
      </w:r>
      <w:r w:rsidR="00E0544E" w:rsidRPr="007818BD">
        <w:t>e</w:t>
      </w:r>
      <w:r w:rsidR="00E0544E" w:rsidRPr="007818BD">
        <w:t>ment</w:t>
      </w:r>
      <w:r>
        <w:t xml:space="preserve"> : </w:t>
      </w:r>
      <w:r w:rsidR="00E0544E" w:rsidRPr="007818BD">
        <w:rPr>
          <w:i/>
          <w:iCs/>
        </w:rPr>
        <w:t>Bonjour</w:t>
      </w:r>
      <w:r>
        <w:t xml:space="preserve"> ! </w:t>
      </w:r>
      <w:r w:rsidR="00E0544E" w:rsidRPr="007818BD">
        <w:t>comme si chaque coin ne cachait pas un e</w:t>
      </w:r>
      <w:r w:rsidR="00E0544E" w:rsidRPr="007818BD">
        <w:t>s</w:t>
      </w:r>
      <w:r w:rsidR="00E0544E" w:rsidRPr="007818BD">
        <w:t>pion</w:t>
      </w:r>
      <w:r>
        <w:t xml:space="preserve">, </w:t>
      </w:r>
      <w:r w:rsidR="00E0544E" w:rsidRPr="007818BD">
        <w:t>comme si chaque jour ne comptait pas un massacre</w:t>
      </w:r>
      <w:r>
        <w:t>.</w:t>
      </w:r>
    </w:p>
    <w:p w14:paraId="53EBBA65" w14:textId="693B6571" w:rsidR="00E0544E" w:rsidRPr="007818BD" w:rsidRDefault="00E8465A" w:rsidP="00E0544E">
      <w:r>
        <w:t>— </w:t>
      </w:r>
      <w:r w:rsidR="00E0544E" w:rsidRPr="007818BD">
        <w:t>Pardonnez-moi</w:t>
      </w:r>
      <w:r>
        <w:t xml:space="preserve"> ; </w:t>
      </w:r>
      <w:r w:rsidR="00E0544E" w:rsidRPr="007818BD">
        <w:t>mais mon monde à moi est tout entier dans ces murs</w:t>
      </w:r>
      <w:r>
        <w:t xml:space="preserve">. </w:t>
      </w:r>
      <w:r w:rsidR="00E0544E" w:rsidRPr="007818BD">
        <w:t>Je puis à peine croire tous les récits que vous me faites</w:t>
      </w:r>
      <w:r>
        <w:t xml:space="preserve">. </w:t>
      </w:r>
      <w:r w:rsidR="00E0544E" w:rsidRPr="007818BD">
        <w:t>Tout ici</w:t>
      </w:r>
      <w:r>
        <w:t xml:space="preserve">, </w:t>
      </w:r>
      <w:r w:rsidR="00E0544E" w:rsidRPr="007818BD">
        <w:t>excepté ce petit être</w:t>
      </w:r>
      <w:r>
        <w:t xml:space="preserve"> (</w:t>
      </w:r>
      <w:r w:rsidR="00E0544E" w:rsidRPr="007818BD">
        <w:t>et elle désigna son enfant</w:t>
      </w:r>
      <w:r>
        <w:t xml:space="preserve">), </w:t>
      </w:r>
      <w:r w:rsidR="00E0544E" w:rsidRPr="007818BD">
        <w:t>semble déjà si mort que</w:t>
      </w:r>
      <w:r>
        <w:t xml:space="preserve">, </w:t>
      </w:r>
      <w:r w:rsidR="00E0544E" w:rsidRPr="007818BD">
        <w:t>même dans la tombe</w:t>
      </w:r>
      <w:r>
        <w:t xml:space="preserve">, </w:t>
      </w:r>
      <w:r w:rsidR="00E0544E" w:rsidRPr="007818BD">
        <w:t>on ne saurait guère être plus indifférent aux crimes du dehors</w:t>
      </w:r>
      <w:r>
        <w:t>. »</w:t>
      </w:r>
    </w:p>
    <w:p w14:paraId="69F35973" w14:textId="77777777" w:rsidR="00E8465A" w:rsidRDefault="00E0544E" w:rsidP="00E0544E">
      <w:proofErr w:type="spellStart"/>
      <w:r w:rsidRPr="007818BD">
        <w:t>Glyndon</w:t>
      </w:r>
      <w:proofErr w:type="spellEnd"/>
      <w:r w:rsidRPr="007818BD">
        <w:t xml:space="preserve"> demeura quelques instants silencieux</w:t>
      </w:r>
      <w:r w:rsidR="00E8465A">
        <w:t xml:space="preserve"> ; </w:t>
      </w:r>
      <w:r w:rsidRPr="007818BD">
        <w:t>il conte</w:t>
      </w:r>
      <w:r w:rsidRPr="007818BD">
        <w:t>m</w:t>
      </w:r>
      <w:r w:rsidRPr="007818BD">
        <w:t>pla avec des sentiments divers ce visage</w:t>
      </w:r>
      <w:r w:rsidR="00E8465A">
        <w:t xml:space="preserve">, </w:t>
      </w:r>
      <w:r w:rsidRPr="007818BD">
        <w:t>toute cette personne si jeune encore</w:t>
      </w:r>
      <w:r w:rsidR="00E8465A">
        <w:t xml:space="preserve">, </w:t>
      </w:r>
      <w:r w:rsidRPr="007818BD">
        <w:t>et déjà si ensevelie dans le plus triste de tous les repos</w:t>
      </w:r>
      <w:r w:rsidR="00E8465A">
        <w:t xml:space="preserve">, </w:t>
      </w:r>
      <w:r w:rsidRPr="007818BD">
        <w:t>celui d</w:t>
      </w:r>
      <w:r w:rsidR="00E8465A">
        <w:t>’</w:t>
      </w:r>
      <w:r w:rsidRPr="007818BD">
        <w:t>un cœur qui se sent vieillir</w:t>
      </w:r>
      <w:r w:rsidR="00E8465A">
        <w:t>.</w:t>
      </w:r>
    </w:p>
    <w:p w14:paraId="2E4066B0" w14:textId="77777777" w:rsidR="00E8465A" w:rsidRDefault="00E8465A" w:rsidP="00E0544E">
      <w:r>
        <w:t>« </w:t>
      </w:r>
      <w:r w:rsidR="00E0544E" w:rsidRPr="007818BD">
        <w:t>Viola</w:t>
      </w:r>
      <w:r>
        <w:t xml:space="preserve"> ! </w:t>
      </w:r>
      <w:r w:rsidR="00E0544E" w:rsidRPr="007818BD">
        <w:t>dit-il enfin d</w:t>
      </w:r>
      <w:r>
        <w:t>’</w:t>
      </w:r>
      <w:r w:rsidR="00E0544E" w:rsidRPr="007818BD">
        <w:t>une voix qui trahissait une émotion mal contenue</w:t>
      </w:r>
      <w:r>
        <w:t xml:space="preserve">, </w:t>
      </w:r>
      <w:r w:rsidR="00E0544E" w:rsidRPr="007818BD">
        <w:t>est-ce ainsi que j</w:t>
      </w:r>
      <w:r>
        <w:t>’</w:t>
      </w:r>
      <w:r w:rsidR="00E0544E" w:rsidRPr="007818BD">
        <w:t>espérais vous voir</w:t>
      </w:r>
      <w:r>
        <w:t xml:space="preserve"> ? </w:t>
      </w:r>
      <w:r w:rsidR="00E0544E" w:rsidRPr="007818BD">
        <w:t>Est-ce là ce que j</w:t>
      </w:r>
      <w:r>
        <w:t>’</w:t>
      </w:r>
      <w:r w:rsidR="00E0544E" w:rsidRPr="007818BD">
        <w:t>espérais sentir auprès de vous et pour vous</w:t>
      </w:r>
      <w:r>
        <w:t xml:space="preserve">, </w:t>
      </w:r>
      <w:r w:rsidR="00E0544E" w:rsidRPr="007818BD">
        <w:t>quand</w:t>
      </w:r>
      <w:r>
        <w:t xml:space="preserve">, </w:t>
      </w:r>
      <w:r w:rsidR="00E0544E" w:rsidRPr="007818BD">
        <w:t>pour la première fois</w:t>
      </w:r>
      <w:r>
        <w:t xml:space="preserve">, </w:t>
      </w:r>
      <w:r w:rsidR="00E0544E" w:rsidRPr="007818BD">
        <w:t>nous nous rencontrâmes au milieu des scènes riantes de Naples</w:t>
      </w:r>
      <w:r>
        <w:t xml:space="preserve"> ? </w:t>
      </w:r>
      <w:r w:rsidR="00E0544E" w:rsidRPr="007818BD">
        <w:t>Pourquoi avoir alors repoussé mon amour</w:t>
      </w:r>
      <w:r>
        <w:t xml:space="preserve"> ? </w:t>
      </w:r>
      <w:r w:rsidR="00E0544E" w:rsidRPr="007818BD">
        <w:t>ou pourquoi n</w:t>
      </w:r>
      <w:r>
        <w:t>’</w:t>
      </w:r>
      <w:r w:rsidR="00E0544E" w:rsidRPr="007818BD">
        <w:t>était-il pas digne de vous</w:t>
      </w:r>
      <w:r>
        <w:t xml:space="preserve"> ? </w:t>
      </w:r>
      <w:r w:rsidR="00E0544E" w:rsidRPr="007818BD">
        <w:t>N</w:t>
      </w:r>
      <w:r>
        <w:t>’</w:t>
      </w:r>
      <w:r w:rsidR="00E0544E" w:rsidRPr="007818BD">
        <w:t>ayez pas peur</w:t>
      </w:r>
      <w:r>
        <w:t xml:space="preserve">, </w:t>
      </w:r>
      <w:r w:rsidR="00E0544E" w:rsidRPr="007818BD">
        <w:t>lai</w:t>
      </w:r>
      <w:r w:rsidR="00E0544E" w:rsidRPr="007818BD">
        <w:t>s</w:t>
      </w:r>
      <w:r w:rsidR="00E0544E" w:rsidRPr="007818BD">
        <w:t>sez ma main toucher la vôtre</w:t>
      </w:r>
      <w:r>
        <w:t xml:space="preserve"> ! </w:t>
      </w:r>
      <w:r w:rsidR="00E0544E" w:rsidRPr="007818BD">
        <w:t>Jamais plus pour moi ne peut r</w:t>
      </w:r>
      <w:r w:rsidR="00E0544E" w:rsidRPr="007818BD">
        <w:t>e</w:t>
      </w:r>
      <w:r w:rsidR="00E0544E" w:rsidRPr="007818BD">
        <w:t>venir émotion aussi délicieuse que celle de cet amour de ma je</w:t>
      </w:r>
      <w:r w:rsidR="00E0544E" w:rsidRPr="007818BD">
        <w:t>u</w:t>
      </w:r>
      <w:r w:rsidR="00E0544E" w:rsidRPr="007818BD">
        <w:t>nesse</w:t>
      </w:r>
      <w:r>
        <w:t xml:space="preserve">. </w:t>
      </w:r>
      <w:r w:rsidR="00E0544E" w:rsidRPr="007818BD">
        <w:t>Je ne sens pour vous que ce que sentirait un frère pour une sœur jeune et is</w:t>
      </w:r>
      <w:r w:rsidR="00E0544E" w:rsidRPr="007818BD">
        <w:t>o</w:t>
      </w:r>
      <w:r w:rsidR="00E0544E" w:rsidRPr="007818BD">
        <w:t>lée</w:t>
      </w:r>
      <w:r>
        <w:t xml:space="preserve">. </w:t>
      </w:r>
      <w:r w:rsidR="00E0544E" w:rsidRPr="007818BD">
        <w:t>Avec vous</w:t>
      </w:r>
      <w:r>
        <w:t xml:space="preserve">, </w:t>
      </w:r>
      <w:r w:rsidR="00E0544E" w:rsidRPr="007818BD">
        <w:t>en votre présence</w:t>
      </w:r>
      <w:r>
        <w:t xml:space="preserve">, </w:t>
      </w:r>
      <w:r w:rsidR="00E0544E" w:rsidRPr="007818BD">
        <w:t>si triste qu</w:t>
      </w:r>
      <w:r>
        <w:t>’</w:t>
      </w:r>
      <w:r w:rsidR="00E0544E" w:rsidRPr="007818BD">
        <w:t>elle soit</w:t>
      </w:r>
      <w:r>
        <w:t xml:space="preserve">, </w:t>
      </w:r>
      <w:r w:rsidR="00E0544E" w:rsidRPr="007818BD">
        <w:t>il me semble respirer encore l</w:t>
      </w:r>
      <w:r>
        <w:t>’</w:t>
      </w:r>
      <w:r w:rsidR="00E0544E" w:rsidRPr="007818BD">
        <w:t>air le plus pur de ma vie passée</w:t>
      </w:r>
      <w:r>
        <w:t xml:space="preserve">. </w:t>
      </w:r>
      <w:r w:rsidR="00E0544E" w:rsidRPr="007818BD">
        <w:t>Ce n</w:t>
      </w:r>
      <w:r>
        <w:t>’</w:t>
      </w:r>
      <w:r w:rsidR="00E0544E" w:rsidRPr="007818BD">
        <w:t>est qu</w:t>
      </w:r>
      <w:r>
        <w:t>’</w:t>
      </w:r>
      <w:r w:rsidR="00E0544E" w:rsidRPr="007818BD">
        <w:t>ici que le hideux fantôme cesse de me poursuivre</w:t>
      </w:r>
      <w:r>
        <w:t xml:space="preserve">, </w:t>
      </w:r>
      <w:r w:rsidR="00E0544E" w:rsidRPr="007818BD">
        <w:t xml:space="preserve">excepté quand je le </w:t>
      </w:r>
      <w:r w:rsidR="00E0544E" w:rsidRPr="007818BD">
        <w:lastRenderedPageBreak/>
        <w:t>retrouve au milieu des scènes orageuses de la tempête du sang</w:t>
      </w:r>
      <w:r>
        <w:t xml:space="preserve">. </w:t>
      </w:r>
      <w:r w:rsidR="00E0544E" w:rsidRPr="007818BD">
        <w:t>J</w:t>
      </w:r>
      <w:r>
        <w:t>’</w:t>
      </w:r>
      <w:r w:rsidR="00E0544E" w:rsidRPr="007818BD">
        <w:t>oublie jusqu</w:t>
      </w:r>
      <w:r>
        <w:t>’</w:t>
      </w:r>
      <w:r w:rsidR="00E0544E" w:rsidRPr="007818BD">
        <w:t>à la mort qui marche sur mes pas et me suit comme mon o</w:t>
      </w:r>
      <w:r w:rsidR="00E0544E" w:rsidRPr="007818BD">
        <w:t>m</w:t>
      </w:r>
      <w:r w:rsidR="00E0544E" w:rsidRPr="007818BD">
        <w:t>bre</w:t>
      </w:r>
      <w:r>
        <w:t xml:space="preserve">. </w:t>
      </w:r>
      <w:r w:rsidR="00E0544E" w:rsidRPr="007818BD">
        <w:t>Mais des jours meilleurs nous sont peut-être encore</w:t>
      </w:r>
      <w:r>
        <w:t xml:space="preserve">, </w:t>
      </w:r>
      <w:r w:rsidR="00E0544E" w:rsidRPr="007818BD">
        <w:t>réservés</w:t>
      </w:r>
      <w:r>
        <w:t xml:space="preserve">. </w:t>
      </w:r>
      <w:r w:rsidR="00E0544E" w:rsidRPr="007818BD">
        <w:t>Viola</w:t>
      </w:r>
      <w:r>
        <w:t xml:space="preserve">, </w:t>
      </w:r>
      <w:r w:rsidR="00E0544E" w:rsidRPr="007818BD">
        <w:t>je comme</w:t>
      </w:r>
      <w:r w:rsidR="00E0544E" w:rsidRPr="007818BD">
        <w:t>n</w:t>
      </w:r>
      <w:r w:rsidR="00E0544E" w:rsidRPr="007818BD">
        <w:t>ce enfin à démêler</w:t>
      </w:r>
      <w:r>
        <w:t xml:space="preserve">, </w:t>
      </w:r>
      <w:r w:rsidR="00E0544E" w:rsidRPr="007818BD">
        <w:t>mais vaguement encore</w:t>
      </w:r>
      <w:r>
        <w:t xml:space="preserve">, </w:t>
      </w:r>
      <w:r w:rsidR="00E0544E" w:rsidRPr="007818BD">
        <w:t>le secret de déjouer</w:t>
      </w:r>
      <w:r>
        <w:t xml:space="preserve">, </w:t>
      </w:r>
      <w:r w:rsidR="00E0544E" w:rsidRPr="007818BD">
        <w:t>de vaincre le Fant</w:t>
      </w:r>
      <w:r w:rsidR="00E0544E" w:rsidRPr="007818BD">
        <w:t>ô</w:t>
      </w:r>
      <w:r w:rsidR="00E0544E" w:rsidRPr="007818BD">
        <w:t>me qui a maudit ma vie</w:t>
      </w:r>
      <w:r>
        <w:t xml:space="preserve">. </w:t>
      </w:r>
      <w:r w:rsidR="00E0544E" w:rsidRPr="007818BD">
        <w:t>C</w:t>
      </w:r>
      <w:r>
        <w:t>’</w:t>
      </w:r>
      <w:r w:rsidR="00E0544E" w:rsidRPr="007818BD">
        <w:t>est de le braver</w:t>
      </w:r>
      <w:r>
        <w:t xml:space="preserve">, </w:t>
      </w:r>
      <w:r w:rsidR="00E0544E" w:rsidRPr="007818BD">
        <w:t>de le défier</w:t>
      </w:r>
      <w:r>
        <w:t xml:space="preserve">. </w:t>
      </w:r>
      <w:r w:rsidR="00E0544E" w:rsidRPr="007818BD">
        <w:t>Je vous l</w:t>
      </w:r>
      <w:r>
        <w:t>’</w:t>
      </w:r>
      <w:r w:rsidR="00E0544E" w:rsidRPr="007818BD">
        <w:t>ai dit</w:t>
      </w:r>
      <w:r>
        <w:t xml:space="preserve">, </w:t>
      </w:r>
      <w:r w:rsidR="00E0544E" w:rsidRPr="007818BD">
        <w:t>dans les excès</w:t>
      </w:r>
      <w:r>
        <w:t xml:space="preserve">, </w:t>
      </w:r>
      <w:r w:rsidR="00E0544E" w:rsidRPr="007818BD">
        <w:t>dans la diss</w:t>
      </w:r>
      <w:r w:rsidR="00E0544E" w:rsidRPr="007818BD">
        <w:t>i</w:t>
      </w:r>
      <w:r w:rsidR="00E0544E" w:rsidRPr="007818BD">
        <w:t>pation</w:t>
      </w:r>
      <w:r>
        <w:t xml:space="preserve">, </w:t>
      </w:r>
      <w:r w:rsidR="00E0544E" w:rsidRPr="007818BD">
        <w:t>il ne me poursuit pas</w:t>
      </w:r>
      <w:r>
        <w:t xml:space="preserve"> ; </w:t>
      </w:r>
      <w:r w:rsidR="00E0544E" w:rsidRPr="007818BD">
        <w:t>je puis comprendre maintenant cette so</w:t>
      </w:r>
      <w:r w:rsidR="00E0544E" w:rsidRPr="007818BD">
        <w:t>m</w:t>
      </w:r>
      <w:r w:rsidR="00E0544E" w:rsidRPr="007818BD">
        <w:t xml:space="preserve">bre menace de </w:t>
      </w:r>
      <w:proofErr w:type="spellStart"/>
      <w:r w:rsidR="00E0544E" w:rsidRPr="007818BD">
        <w:t>Mejnour</w:t>
      </w:r>
      <w:proofErr w:type="spellEnd"/>
      <w:r>
        <w:t xml:space="preserve">, </w:t>
      </w:r>
      <w:r w:rsidR="00E0544E" w:rsidRPr="007818BD">
        <w:rPr>
          <w:i/>
          <w:iCs/>
        </w:rPr>
        <w:t>que le spectre est redoutable</w:t>
      </w:r>
      <w:r>
        <w:rPr>
          <w:i/>
          <w:iCs/>
        </w:rPr>
        <w:t xml:space="preserve">, </w:t>
      </w:r>
      <w:r w:rsidR="00E0544E" w:rsidRPr="007818BD">
        <w:rPr>
          <w:i/>
          <w:iCs/>
        </w:rPr>
        <w:t>surtout quand il est invisible</w:t>
      </w:r>
      <w:r>
        <w:rPr>
          <w:i/>
          <w:iCs/>
        </w:rPr>
        <w:t xml:space="preserve">. </w:t>
      </w:r>
      <w:r w:rsidR="00E0544E" w:rsidRPr="007818BD">
        <w:t>À l</w:t>
      </w:r>
      <w:r>
        <w:t>’</w:t>
      </w:r>
      <w:r w:rsidR="00E0544E" w:rsidRPr="007818BD">
        <w:t>heure des résolutions calmes et vertueuses</w:t>
      </w:r>
      <w:r>
        <w:t xml:space="preserve">, </w:t>
      </w:r>
      <w:r w:rsidR="00E0544E" w:rsidRPr="007818BD">
        <w:t>il apparaît</w:t>
      </w:r>
      <w:r>
        <w:t xml:space="preserve">. </w:t>
      </w:r>
      <w:r w:rsidR="00E0544E" w:rsidRPr="007818BD">
        <w:t>Oui</w:t>
      </w:r>
      <w:r>
        <w:t xml:space="preserve">, </w:t>
      </w:r>
      <w:r w:rsidR="00E0544E" w:rsidRPr="007818BD">
        <w:t>je le vois à présent</w:t>
      </w:r>
      <w:r>
        <w:t xml:space="preserve">, </w:t>
      </w:r>
      <w:r w:rsidR="00E0544E" w:rsidRPr="007818BD">
        <w:t>là</w:t>
      </w:r>
      <w:r>
        <w:t xml:space="preserve">, </w:t>
      </w:r>
      <w:r w:rsidR="00E0544E" w:rsidRPr="007818BD">
        <w:t>là</w:t>
      </w:r>
      <w:r>
        <w:t xml:space="preserve">, </w:t>
      </w:r>
      <w:r w:rsidR="00E0544E" w:rsidRPr="007818BD">
        <w:t>avec son regard livide</w:t>
      </w:r>
      <w:r>
        <w:t> ! »</w:t>
      </w:r>
      <w:r w:rsidR="00E0544E" w:rsidRPr="007818BD">
        <w:t xml:space="preserve"> Et la sueur perla sur son front</w:t>
      </w:r>
      <w:r>
        <w:t>.</w:t>
      </w:r>
    </w:p>
    <w:p w14:paraId="35B36CCB" w14:textId="37BB79E7" w:rsidR="00E0544E" w:rsidRPr="007818BD" w:rsidRDefault="00E8465A" w:rsidP="00E0544E">
      <w:r>
        <w:t>« </w:t>
      </w:r>
      <w:r w:rsidR="00E0544E" w:rsidRPr="007818BD">
        <w:t>Mais je ne veux plus qu</w:t>
      </w:r>
      <w:r>
        <w:t>’</w:t>
      </w:r>
      <w:r w:rsidR="00E0544E" w:rsidRPr="007818BD">
        <w:t>il me détourne de cette résol</w:t>
      </w:r>
      <w:r w:rsidR="00E0544E" w:rsidRPr="007818BD">
        <w:t>u</w:t>
      </w:r>
      <w:r w:rsidR="00E0544E" w:rsidRPr="007818BD">
        <w:t>tion</w:t>
      </w:r>
      <w:r>
        <w:t xml:space="preserve"> : </w:t>
      </w:r>
      <w:r w:rsidR="00E0544E" w:rsidRPr="007818BD">
        <w:t>je le regarde en face</w:t>
      </w:r>
      <w:r>
        <w:t xml:space="preserve">, </w:t>
      </w:r>
      <w:r w:rsidR="00E0544E" w:rsidRPr="007818BD">
        <w:t>et graduellement il s</w:t>
      </w:r>
      <w:r>
        <w:t>’</w:t>
      </w:r>
      <w:r w:rsidR="00E0544E" w:rsidRPr="007818BD">
        <w:t>efface dans l</w:t>
      </w:r>
      <w:r>
        <w:t>’</w:t>
      </w:r>
      <w:r w:rsidR="00E0544E" w:rsidRPr="007818BD">
        <w:t>ombre</w:t>
      </w:r>
      <w:r>
        <w:t>. »</w:t>
      </w:r>
    </w:p>
    <w:p w14:paraId="412BAA0D" w14:textId="77777777" w:rsidR="00E8465A" w:rsidRDefault="00E0544E" w:rsidP="00E0544E">
      <w:r w:rsidRPr="007818BD">
        <w:t>Il s</w:t>
      </w:r>
      <w:r w:rsidR="00E8465A">
        <w:t>’</w:t>
      </w:r>
      <w:r w:rsidRPr="007818BD">
        <w:t>arrêta</w:t>
      </w:r>
      <w:r w:rsidR="00E8465A">
        <w:t xml:space="preserve"> : </w:t>
      </w:r>
      <w:r w:rsidRPr="007818BD">
        <w:t>ses yeux se fixèrent avec une joie effrayante sur l</w:t>
      </w:r>
      <w:r w:rsidR="00E8465A">
        <w:t>’</w:t>
      </w:r>
      <w:r w:rsidRPr="007818BD">
        <w:t>espace lumineux</w:t>
      </w:r>
      <w:r w:rsidR="00E8465A">
        <w:t xml:space="preserve"> ; </w:t>
      </w:r>
      <w:r w:rsidRPr="007818BD">
        <w:t>puis</w:t>
      </w:r>
      <w:r w:rsidR="00E8465A">
        <w:t xml:space="preserve">, </w:t>
      </w:r>
      <w:r w:rsidRPr="007818BD">
        <w:t>avec un lourd et profond soupir</w:t>
      </w:r>
      <w:r w:rsidR="00E8465A">
        <w:t xml:space="preserve">, </w:t>
      </w:r>
      <w:r w:rsidRPr="007818BD">
        <w:t>il ajouta</w:t>
      </w:r>
      <w:r w:rsidR="00E8465A">
        <w:t> :</w:t>
      </w:r>
    </w:p>
    <w:p w14:paraId="5F0B0231" w14:textId="77777777" w:rsidR="00E8465A" w:rsidRDefault="00E8465A" w:rsidP="00E0544E">
      <w:r>
        <w:t>« </w:t>
      </w:r>
      <w:r w:rsidR="00E0544E" w:rsidRPr="007818BD">
        <w:t>Viola j</w:t>
      </w:r>
      <w:r>
        <w:t>’</w:t>
      </w:r>
      <w:r w:rsidR="00E0544E" w:rsidRPr="007818BD">
        <w:t>ai trouvé le moyen de fuir</w:t>
      </w:r>
      <w:r>
        <w:t xml:space="preserve">. </w:t>
      </w:r>
      <w:r w:rsidR="00E0544E" w:rsidRPr="007818BD">
        <w:t>Nous quitterons cette ville</w:t>
      </w:r>
      <w:r>
        <w:t xml:space="preserve"> ; </w:t>
      </w:r>
      <w:r w:rsidR="00E0544E" w:rsidRPr="007818BD">
        <w:t>nous essayerons dans quelque autre pays de nous cons</w:t>
      </w:r>
      <w:r w:rsidR="00E0544E" w:rsidRPr="007818BD">
        <w:t>o</w:t>
      </w:r>
      <w:r w:rsidR="00E0544E" w:rsidRPr="007818BD">
        <w:t>ler mutuellement et d</w:t>
      </w:r>
      <w:r>
        <w:t>’</w:t>
      </w:r>
      <w:r w:rsidR="00E0544E" w:rsidRPr="007818BD">
        <w:t>oublier le passé</w:t>
      </w:r>
      <w:r>
        <w:t>.</w:t>
      </w:r>
    </w:p>
    <w:p w14:paraId="2FB47AAE" w14:textId="77777777" w:rsidR="00E8465A" w:rsidRDefault="00E8465A" w:rsidP="00E0544E">
      <w:r>
        <w:t>— </w:t>
      </w:r>
      <w:r w:rsidR="00E0544E" w:rsidRPr="007818BD">
        <w:t>Non</w:t>
      </w:r>
      <w:r>
        <w:t xml:space="preserve">, </w:t>
      </w:r>
      <w:r w:rsidR="00E0544E" w:rsidRPr="007818BD">
        <w:t>dit Viola avec calme</w:t>
      </w:r>
      <w:r>
        <w:t xml:space="preserve">, </w:t>
      </w:r>
      <w:r w:rsidR="00E0544E" w:rsidRPr="007818BD">
        <w:t>je ne désire plus bouger que pour être emportée au lieu de mon dernier repos</w:t>
      </w:r>
      <w:r>
        <w:t xml:space="preserve">. </w:t>
      </w:r>
      <w:r w:rsidR="00E0544E" w:rsidRPr="007818BD">
        <w:t>J</w:t>
      </w:r>
      <w:r>
        <w:t>’</w:t>
      </w:r>
      <w:r w:rsidR="00E0544E" w:rsidRPr="007818BD">
        <w:t>ai rêvé de lui</w:t>
      </w:r>
      <w:r>
        <w:t xml:space="preserve">, </w:t>
      </w:r>
      <w:r w:rsidR="00E0544E" w:rsidRPr="007818BD">
        <w:t>Clarence</w:t>
      </w:r>
      <w:r>
        <w:t xml:space="preserve">, </w:t>
      </w:r>
      <w:r w:rsidR="00E0544E" w:rsidRPr="007818BD">
        <w:t>la nuit dernière</w:t>
      </w:r>
      <w:r>
        <w:t xml:space="preserve">, </w:t>
      </w:r>
      <w:r w:rsidR="00E0544E" w:rsidRPr="007818BD">
        <w:t>rêvé de lui pour la première fois depuis notre séparation</w:t>
      </w:r>
      <w:r>
        <w:t xml:space="preserve"> ; </w:t>
      </w:r>
      <w:r w:rsidR="00E0544E" w:rsidRPr="007818BD">
        <w:t>et</w:t>
      </w:r>
      <w:r>
        <w:t xml:space="preserve">… </w:t>
      </w:r>
      <w:r w:rsidR="00E0544E" w:rsidRPr="007818BD">
        <w:t>ne souriez pas</w:t>
      </w:r>
      <w:r>
        <w:t xml:space="preserve"> ! </w:t>
      </w:r>
      <w:r w:rsidR="00E0544E" w:rsidRPr="007818BD">
        <w:t>il m</w:t>
      </w:r>
      <w:r>
        <w:t>’</w:t>
      </w:r>
      <w:r w:rsidR="00E0544E" w:rsidRPr="007818BD">
        <w:t>a semblé qu</w:t>
      </w:r>
      <w:r>
        <w:t>’</w:t>
      </w:r>
      <w:r w:rsidR="00E0544E" w:rsidRPr="007818BD">
        <w:t>il pardonnait à la fugitive</w:t>
      </w:r>
      <w:r>
        <w:t xml:space="preserve">, </w:t>
      </w:r>
      <w:r w:rsidR="00E0544E" w:rsidRPr="007818BD">
        <w:t>et m</w:t>
      </w:r>
      <w:r>
        <w:t>’</w:t>
      </w:r>
      <w:r w:rsidR="00E0544E" w:rsidRPr="007818BD">
        <w:t>appelait</w:t>
      </w:r>
      <w:r>
        <w:t xml:space="preserve"> : </w:t>
      </w:r>
      <w:r w:rsidR="00E0544E" w:rsidRPr="007818BD">
        <w:rPr>
          <w:i/>
          <w:iCs/>
        </w:rPr>
        <w:t>Ma femme</w:t>
      </w:r>
      <w:r>
        <w:t xml:space="preserve"> ! </w:t>
      </w:r>
      <w:r w:rsidR="00E0544E" w:rsidRPr="007818BD">
        <w:t>Ce rêve sanctifie cette chambre</w:t>
      </w:r>
      <w:r>
        <w:t xml:space="preserve"> : </w:t>
      </w:r>
      <w:r w:rsidR="00E0544E" w:rsidRPr="007818BD">
        <w:t>Peut-être viendra-t-il encore me visiter avant que je meure</w:t>
      </w:r>
      <w:r>
        <w:t>.</w:t>
      </w:r>
    </w:p>
    <w:p w14:paraId="786024CE" w14:textId="77777777" w:rsidR="00E8465A" w:rsidRDefault="00E8465A" w:rsidP="00E0544E">
      <w:r>
        <w:lastRenderedPageBreak/>
        <w:t>— </w:t>
      </w:r>
      <w:r w:rsidR="00E0544E" w:rsidRPr="007818BD">
        <w:t>Ne parlez pas de lui</w:t>
      </w:r>
      <w:r>
        <w:t xml:space="preserve">, </w:t>
      </w:r>
      <w:r w:rsidR="00E0544E" w:rsidRPr="007818BD">
        <w:t>de ce démon</w:t>
      </w:r>
      <w:r>
        <w:t xml:space="preserve">, </w:t>
      </w:r>
      <w:r w:rsidR="00E0544E" w:rsidRPr="007818BD">
        <w:t>s</w:t>
      </w:r>
      <w:r>
        <w:t>’</w:t>
      </w:r>
      <w:r w:rsidR="00E0544E" w:rsidRPr="007818BD">
        <w:t xml:space="preserve">écria </w:t>
      </w:r>
      <w:proofErr w:type="spellStart"/>
      <w:r w:rsidR="00E0544E" w:rsidRPr="007818BD">
        <w:t>Glyndon</w:t>
      </w:r>
      <w:proofErr w:type="spellEnd"/>
      <w:r w:rsidR="00E0544E" w:rsidRPr="007818BD">
        <w:t xml:space="preserve"> en frappant du pied avec emportement</w:t>
      </w:r>
      <w:r>
        <w:t xml:space="preserve">. </w:t>
      </w:r>
      <w:r w:rsidR="00E0544E" w:rsidRPr="007818BD">
        <w:t>Le ciel soit béni de toutes les circonstances qui vous ont arrachée à lui</w:t>
      </w:r>
      <w:r>
        <w:t> !</w:t>
      </w:r>
    </w:p>
    <w:p w14:paraId="563CE2FC" w14:textId="77777777" w:rsidR="00E8465A" w:rsidRDefault="00E8465A" w:rsidP="00E0544E">
      <w:r>
        <w:t>— </w:t>
      </w:r>
      <w:r w:rsidR="00E0544E" w:rsidRPr="007818BD">
        <w:t>Silence</w:t>
      </w:r>
      <w:r>
        <w:t> ! »</w:t>
      </w:r>
      <w:r w:rsidR="00E0544E" w:rsidRPr="007818BD">
        <w:t xml:space="preserve"> dit gravement Viola</w:t>
      </w:r>
      <w:r>
        <w:t>.</w:t>
      </w:r>
    </w:p>
    <w:p w14:paraId="4654840F" w14:textId="77777777" w:rsidR="00E8465A" w:rsidRDefault="00E0544E" w:rsidP="00E0544E">
      <w:r w:rsidRPr="007818BD">
        <w:t>Elle allait continuer</w:t>
      </w:r>
      <w:r w:rsidR="00E8465A">
        <w:t xml:space="preserve"> : </w:t>
      </w:r>
      <w:r w:rsidRPr="007818BD">
        <w:t>ses yeux s</w:t>
      </w:r>
      <w:r w:rsidR="00E8465A">
        <w:t>’</w:t>
      </w:r>
      <w:r w:rsidRPr="007818BD">
        <w:t>arrêtèrent sur l</w:t>
      </w:r>
      <w:r w:rsidR="00E8465A">
        <w:t>’</w:t>
      </w:r>
      <w:r w:rsidRPr="007818BD">
        <w:t>enfant</w:t>
      </w:r>
      <w:r w:rsidR="00E8465A">
        <w:t xml:space="preserve">. </w:t>
      </w:r>
      <w:r w:rsidRPr="007818BD">
        <w:t>Il était debout au centre même de cette colonne oblique de lumi</w:t>
      </w:r>
      <w:r w:rsidRPr="007818BD">
        <w:t>è</w:t>
      </w:r>
      <w:r w:rsidRPr="007818BD">
        <w:t>re dont le soleil inondait la chambre</w:t>
      </w:r>
      <w:r w:rsidR="00E8465A">
        <w:t xml:space="preserve"> ; </w:t>
      </w:r>
      <w:r w:rsidRPr="007818BD">
        <w:t>les rayons semblaient l</w:t>
      </w:r>
      <w:r w:rsidR="00E8465A">
        <w:t>’</w:t>
      </w:r>
      <w:r w:rsidRPr="007818BD">
        <w:t>environner comme une auréole</w:t>
      </w:r>
      <w:r w:rsidR="00E8465A">
        <w:t xml:space="preserve">, </w:t>
      </w:r>
      <w:r w:rsidRPr="007818BD">
        <w:t>et poser une couronne sur l</w:t>
      </w:r>
      <w:r w:rsidR="00E8465A">
        <w:t>’</w:t>
      </w:r>
      <w:r w:rsidRPr="007818BD">
        <w:t>or éclatant de ses cheveux</w:t>
      </w:r>
      <w:r w:rsidR="00E8465A">
        <w:t xml:space="preserve">. </w:t>
      </w:r>
      <w:r w:rsidRPr="007818BD">
        <w:t>Il y avait</w:t>
      </w:r>
      <w:r w:rsidR="00E8465A">
        <w:t xml:space="preserve">, </w:t>
      </w:r>
      <w:r w:rsidRPr="007818BD">
        <w:t>dans cette petite créature si exquise de formes</w:t>
      </w:r>
      <w:r w:rsidR="00E8465A">
        <w:t xml:space="preserve">, </w:t>
      </w:r>
      <w:r w:rsidRPr="007818BD">
        <w:t>dans ses yeux</w:t>
      </w:r>
      <w:r w:rsidR="00E8465A">
        <w:t xml:space="preserve">, </w:t>
      </w:r>
      <w:r w:rsidRPr="007818BD">
        <w:t>grands</w:t>
      </w:r>
      <w:r w:rsidR="00E8465A">
        <w:t xml:space="preserve">, </w:t>
      </w:r>
      <w:r w:rsidRPr="007818BD">
        <w:t>calmes et sereins</w:t>
      </w:r>
      <w:r w:rsidR="00E8465A">
        <w:t xml:space="preserve">, </w:t>
      </w:r>
      <w:r w:rsidRPr="007818BD">
        <w:t>quelque chose qui inspirait le respect</w:t>
      </w:r>
      <w:r w:rsidR="00E8465A">
        <w:t xml:space="preserve">, </w:t>
      </w:r>
      <w:r w:rsidRPr="007818BD">
        <w:t>tout en faisant battre le cœur de Viola d</w:t>
      </w:r>
      <w:r w:rsidR="00E8465A">
        <w:t>’</w:t>
      </w:r>
      <w:r w:rsidRPr="007818BD">
        <w:t>un mouvement d</w:t>
      </w:r>
      <w:r w:rsidR="00E8465A">
        <w:t>’</w:t>
      </w:r>
      <w:r w:rsidRPr="007818BD">
        <w:t>orgueil maternel</w:t>
      </w:r>
      <w:r w:rsidR="00E8465A">
        <w:t xml:space="preserve">. </w:t>
      </w:r>
      <w:r w:rsidRPr="007818BD">
        <w:t>Aux derni</w:t>
      </w:r>
      <w:r w:rsidRPr="007818BD">
        <w:t>è</w:t>
      </w:r>
      <w:r w:rsidRPr="007818BD">
        <w:t xml:space="preserve">res paroles de </w:t>
      </w:r>
      <w:proofErr w:type="spellStart"/>
      <w:r w:rsidRPr="007818BD">
        <w:t>Glyndon</w:t>
      </w:r>
      <w:proofErr w:type="spellEnd"/>
      <w:r w:rsidR="00E8465A">
        <w:t xml:space="preserve">, </w:t>
      </w:r>
      <w:r w:rsidRPr="007818BD">
        <w:t>l</w:t>
      </w:r>
      <w:r w:rsidR="00E8465A">
        <w:t>’</w:t>
      </w:r>
      <w:r w:rsidRPr="007818BD">
        <w:t>enfant leva sur lui un regard qui se</w:t>
      </w:r>
      <w:r w:rsidRPr="007818BD">
        <w:t>m</w:t>
      </w:r>
      <w:r w:rsidRPr="007818BD">
        <w:t>blait presque du dédain</w:t>
      </w:r>
      <w:r w:rsidR="00E8465A">
        <w:t xml:space="preserve"> ; </w:t>
      </w:r>
      <w:r w:rsidRPr="007818BD">
        <w:t>Viola le comprit au moins comme une défense de l</w:t>
      </w:r>
      <w:r w:rsidR="00E8465A">
        <w:t>’</w:t>
      </w:r>
      <w:r w:rsidRPr="007818BD">
        <w:t>absent</w:t>
      </w:r>
      <w:r w:rsidR="00E8465A">
        <w:t xml:space="preserve">, </w:t>
      </w:r>
      <w:r w:rsidRPr="007818BD">
        <w:t>plus efficace que celle qu</w:t>
      </w:r>
      <w:r w:rsidR="00E8465A">
        <w:t>’</w:t>
      </w:r>
      <w:r w:rsidRPr="007818BD">
        <w:t>elle aurait pu fo</w:t>
      </w:r>
      <w:r w:rsidRPr="007818BD">
        <w:t>r</w:t>
      </w:r>
      <w:r w:rsidRPr="007818BD">
        <w:t>muler elle-même de ses lèvres</w:t>
      </w:r>
      <w:r w:rsidR="00E8465A">
        <w:t>.</w:t>
      </w:r>
    </w:p>
    <w:p w14:paraId="4816962C" w14:textId="77777777" w:rsidR="00E8465A" w:rsidRDefault="00E0544E" w:rsidP="00E0544E">
      <w:proofErr w:type="spellStart"/>
      <w:r w:rsidRPr="007818BD">
        <w:t>Glyndon</w:t>
      </w:r>
      <w:proofErr w:type="spellEnd"/>
      <w:r w:rsidRPr="007818BD">
        <w:t xml:space="preserve"> rompit le silence</w:t>
      </w:r>
      <w:r w:rsidR="00E8465A">
        <w:t>.</w:t>
      </w:r>
    </w:p>
    <w:p w14:paraId="078FDFE5" w14:textId="77777777" w:rsidR="00E8465A" w:rsidRDefault="00E8465A" w:rsidP="00E0544E">
      <w:r>
        <w:t>« </w:t>
      </w:r>
      <w:r w:rsidR="00E0544E" w:rsidRPr="007818BD">
        <w:t>Vous voudriez rester</w:t>
      </w:r>
      <w:r>
        <w:t xml:space="preserve"> ! </w:t>
      </w:r>
      <w:r w:rsidR="00E0544E" w:rsidRPr="007818BD">
        <w:t>Pourquoi</w:t>
      </w:r>
      <w:r>
        <w:t xml:space="preserve"> ? </w:t>
      </w:r>
      <w:r w:rsidR="00E0544E" w:rsidRPr="007818BD">
        <w:t>Pour trahir le devoir d</w:t>
      </w:r>
      <w:r>
        <w:t>’</w:t>
      </w:r>
      <w:r w:rsidR="00E0544E" w:rsidRPr="007818BD">
        <w:t>une mère</w:t>
      </w:r>
      <w:r>
        <w:t xml:space="preserve"> ? </w:t>
      </w:r>
      <w:r w:rsidR="00E0544E" w:rsidRPr="007818BD">
        <w:t>S</w:t>
      </w:r>
      <w:r>
        <w:t>’</w:t>
      </w:r>
      <w:r w:rsidR="00E0544E" w:rsidRPr="007818BD">
        <w:t>il vous arrive malheur ici</w:t>
      </w:r>
      <w:r>
        <w:t xml:space="preserve">, </w:t>
      </w:r>
      <w:r w:rsidR="00E0544E" w:rsidRPr="007818BD">
        <w:t>que devient votre e</w:t>
      </w:r>
      <w:r w:rsidR="00E0544E" w:rsidRPr="007818BD">
        <w:t>n</w:t>
      </w:r>
      <w:r w:rsidR="00E0544E" w:rsidRPr="007818BD">
        <w:t>fant</w:t>
      </w:r>
      <w:r>
        <w:t xml:space="preserve"> ? </w:t>
      </w:r>
      <w:r w:rsidR="00E0544E" w:rsidRPr="007818BD">
        <w:t>Pauvre orphelin</w:t>
      </w:r>
      <w:r>
        <w:t xml:space="preserve"> ! </w:t>
      </w:r>
      <w:r w:rsidR="00E0544E" w:rsidRPr="007818BD">
        <w:t>Voulez-vous qu</w:t>
      </w:r>
      <w:r>
        <w:t>’</w:t>
      </w:r>
      <w:r w:rsidR="00E0544E" w:rsidRPr="007818BD">
        <w:t>il soit élevé dans un pays qui a profané et renié votre religion</w:t>
      </w:r>
      <w:r>
        <w:t xml:space="preserve">, </w:t>
      </w:r>
      <w:r w:rsidR="00E0544E" w:rsidRPr="007818BD">
        <w:t>et où la charité h</w:t>
      </w:r>
      <w:r w:rsidR="00E0544E" w:rsidRPr="007818BD">
        <w:t>u</w:t>
      </w:r>
      <w:r w:rsidR="00E0544E" w:rsidRPr="007818BD">
        <w:t>maine n</w:t>
      </w:r>
      <w:r>
        <w:t>’</w:t>
      </w:r>
      <w:r w:rsidR="00E0544E" w:rsidRPr="007818BD">
        <w:t>existe plus</w:t>
      </w:r>
      <w:r>
        <w:t xml:space="preserve"> ? </w:t>
      </w:r>
      <w:r w:rsidR="00E0544E" w:rsidRPr="007818BD">
        <w:t>Oui</w:t>
      </w:r>
      <w:r>
        <w:t xml:space="preserve"> ! </w:t>
      </w:r>
      <w:r w:rsidR="00E0544E" w:rsidRPr="007818BD">
        <w:t>pleurez</w:t>
      </w:r>
      <w:r>
        <w:t xml:space="preserve">, </w:t>
      </w:r>
      <w:r w:rsidR="00E0544E" w:rsidRPr="007818BD">
        <w:t>pressez-le contre votre cœur</w:t>
      </w:r>
      <w:r>
        <w:t xml:space="preserve"> ; </w:t>
      </w:r>
      <w:r w:rsidR="00E0544E" w:rsidRPr="007818BD">
        <w:t>mais les larmes sont i</w:t>
      </w:r>
      <w:r w:rsidR="00E0544E" w:rsidRPr="007818BD">
        <w:t>m</w:t>
      </w:r>
      <w:r w:rsidR="00E0544E" w:rsidRPr="007818BD">
        <w:t>puissantes à protéger et à sauver</w:t>
      </w:r>
      <w:r>
        <w:t>.</w:t>
      </w:r>
    </w:p>
    <w:p w14:paraId="7BDC9A47" w14:textId="77777777" w:rsidR="00E8465A" w:rsidRDefault="00E8465A" w:rsidP="00E0544E">
      <w:r>
        <w:t>— </w:t>
      </w:r>
      <w:r w:rsidR="00E0544E" w:rsidRPr="007818BD">
        <w:t>Vous l</w:t>
      </w:r>
      <w:r>
        <w:t>’</w:t>
      </w:r>
      <w:r w:rsidR="00E0544E" w:rsidRPr="007818BD">
        <w:t>emportez</w:t>
      </w:r>
      <w:r>
        <w:t xml:space="preserve"> ! </w:t>
      </w:r>
      <w:r w:rsidR="00E0544E" w:rsidRPr="007818BD">
        <w:t>Mon ami</w:t>
      </w:r>
      <w:r>
        <w:t xml:space="preserve">, </w:t>
      </w:r>
      <w:r w:rsidR="00E0544E" w:rsidRPr="007818BD">
        <w:t>je fuirai avec vous</w:t>
      </w:r>
      <w:r>
        <w:t> !</w:t>
      </w:r>
    </w:p>
    <w:p w14:paraId="445D1CEB" w14:textId="358CF696" w:rsidR="00E0544E" w:rsidRPr="007818BD" w:rsidRDefault="00E8465A" w:rsidP="00E0544E">
      <w:r>
        <w:t>— </w:t>
      </w:r>
      <w:r w:rsidR="00E0544E" w:rsidRPr="007818BD">
        <w:t>Soyez prête demain soir</w:t>
      </w:r>
      <w:r>
        <w:t xml:space="preserve"> : </w:t>
      </w:r>
      <w:r w:rsidR="00E0544E" w:rsidRPr="007818BD">
        <w:t>je vous apporterai les déguis</w:t>
      </w:r>
      <w:r w:rsidR="00E0544E" w:rsidRPr="007818BD">
        <w:t>e</w:t>
      </w:r>
      <w:r w:rsidR="00E0544E" w:rsidRPr="007818BD">
        <w:t>ments nécessaires</w:t>
      </w:r>
      <w:r>
        <w:t>. »</w:t>
      </w:r>
    </w:p>
    <w:p w14:paraId="75E58BC8" w14:textId="77777777" w:rsidR="00E8465A" w:rsidRDefault="00E0544E" w:rsidP="00E0544E">
      <w:proofErr w:type="spellStart"/>
      <w:r w:rsidRPr="007818BD">
        <w:t>Glyndon</w:t>
      </w:r>
      <w:proofErr w:type="spellEnd"/>
      <w:r w:rsidRPr="007818BD">
        <w:t xml:space="preserve"> esquissa ensuite rapidement le chemin qu</w:t>
      </w:r>
      <w:r w:rsidR="00E8465A">
        <w:t>’</w:t>
      </w:r>
      <w:r w:rsidRPr="007818BD">
        <w:t>ils d</w:t>
      </w:r>
      <w:r w:rsidRPr="007818BD">
        <w:t>e</w:t>
      </w:r>
      <w:r w:rsidRPr="007818BD">
        <w:t>vaient prendre et la fable qu</w:t>
      </w:r>
      <w:r w:rsidR="00E8465A">
        <w:t>’</w:t>
      </w:r>
      <w:r w:rsidRPr="007818BD">
        <w:t xml:space="preserve">il faudrait inventer pour </w:t>
      </w:r>
      <w:r w:rsidRPr="007818BD">
        <w:lastRenderedPageBreak/>
        <w:t>s</w:t>
      </w:r>
      <w:r w:rsidR="00E8465A">
        <w:t>’</w:t>
      </w:r>
      <w:r w:rsidRPr="007818BD">
        <w:t>échapper</w:t>
      </w:r>
      <w:r w:rsidR="00E8465A">
        <w:t xml:space="preserve">. </w:t>
      </w:r>
      <w:r w:rsidRPr="007818BD">
        <w:t>Viola écouta presque sans comprendre</w:t>
      </w:r>
      <w:r w:rsidR="00E8465A">
        <w:t xml:space="preserve"> ; </w:t>
      </w:r>
      <w:r w:rsidRPr="007818BD">
        <w:t>il pressa sa main contre son cœur et disparut</w:t>
      </w:r>
      <w:r w:rsidR="00E8465A">
        <w:t>.</w:t>
      </w:r>
    </w:p>
    <w:p w14:paraId="1441FD3F" w14:textId="77777777" w:rsidR="00E8465A" w:rsidRDefault="00E0544E" w:rsidP="00E8465A">
      <w:pPr>
        <w:pStyle w:val="Titre2"/>
        <w:pageBreakBefore/>
      </w:pPr>
      <w:bookmarkStart w:id="75" w:name="_Toc199963124"/>
      <w:r w:rsidRPr="007818BD">
        <w:lastRenderedPageBreak/>
        <w:t>CHAPITRE</w:t>
      </w:r>
      <w:r w:rsidR="00E8465A">
        <w:t xml:space="preserve"> </w:t>
      </w:r>
      <w:r w:rsidRPr="007818BD">
        <w:t>V</w:t>
      </w:r>
      <w:r w:rsidR="00E8465A">
        <w:t>.</w:t>
      </w:r>
      <w:bookmarkEnd w:id="75"/>
    </w:p>
    <w:p w14:paraId="1D81012F" w14:textId="77777777" w:rsidR="00E8465A" w:rsidRDefault="00E0544E" w:rsidP="00E0544E">
      <w:pPr>
        <w:pStyle w:val="NormalRetraitGauche4XIndent0"/>
        <w:spacing w:before="0" w:after="0"/>
        <w:rPr>
          <w:rStyle w:val="Taille-1Caracteres"/>
        </w:rPr>
      </w:pPr>
      <w:r w:rsidRPr="007818BD">
        <w:rPr>
          <w:rStyle w:val="Taille-1Caracteres"/>
        </w:rPr>
        <w:t xml:space="preserve">Van </w:t>
      </w:r>
      <w:proofErr w:type="spellStart"/>
      <w:r w:rsidRPr="007818BD">
        <w:rPr>
          <w:rStyle w:val="Taille-1Caracteres"/>
        </w:rPr>
        <w:t>seco</w:t>
      </w:r>
      <w:proofErr w:type="spellEnd"/>
      <w:r w:rsidRPr="007818BD">
        <w:rPr>
          <w:rStyle w:val="Taille-1Caracteres"/>
        </w:rPr>
        <w:t xml:space="preserve"> pur </w:t>
      </w:r>
      <w:proofErr w:type="spellStart"/>
      <w:r w:rsidRPr="007818BD">
        <w:rPr>
          <w:rStyle w:val="Taille-1Caracteres"/>
        </w:rPr>
        <w:t>anco</w:t>
      </w:r>
      <w:proofErr w:type="spellEnd"/>
      <w:r w:rsidR="00E8465A">
        <w:rPr>
          <w:rStyle w:val="Taille-1Caracteres"/>
        </w:rPr>
        <w:t>,</w:t>
      </w:r>
    </w:p>
    <w:p w14:paraId="0792B8FA" w14:textId="77777777" w:rsidR="00E8465A" w:rsidRDefault="00E0544E" w:rsidP="00E0544E">
      <w:pPr>
        <w:pStyle w:val="NormalRetraitGauche4XIndent0"/>
        <w:spacing w:before="0" w:after="0"/>
        <w:rPr>
          <w:rStyle w:val="Taille-1Caracteres"/>
        </w:rPr>
      </w:pPr>
      <w:proofErr w:type="spellStart"/>
      <w:r w:rsidRPr="007818BD">
        <w:rPr>
          <w:rStyle w:val="Taille-1Caracteres"/>
        </w:rPr>
        <w:t>Solegno</w:t>
      </w:r>
      <w:proofErr w:type="spellEnd"/>
      <w:r w:rsidRPr="007818BD">
        <w:rPr>
          <w:rStyle w:val="Taille-1Caracteres"/>
        </w:rPr>
        <w:t xml:space="preserve"> </w:t>
      </w:r>
      <w:proofErr w:type="spellStart"/>
      <w:r w:rsidRPr="007818BD">
        <w:rPr>
          <w:rStyle w:val="Taille-1Caracteres"/>
        </w:rPr>
        <w:t>ed</w:t>
      </w:r>
      <w:proofErr w:type="spellEnd"/>
      <w:r w:rsidRPr="007818BD">
        <w:rPr>
          <w:rStyle w:val="Taille-1Caracteres"/>
        </w:rPr>
        <w:t xml:space="preserve"> </w:t>
      </w:r>
      <w:proofErr w:type="spellStart"/>
      <w:r w:rsidRPr="007818BD">
        <w:rPr>
          <w:rStyle w:val="Taille-1Caracteres"/>
        </w:rPr>
        <w:t>amor</w:t>
      </w:r>
      <w:proofErr w:type="spellEnd"/>
      <w:r w:rsidR="00E8465A">
        <w:rPr>
          <w:rStyle w:val="Taille-1Caracteres"/>
        </w:rPr>
        <w:t xml:space="preserve">, </w:t>
      </w:r>
      <w:r w:rsidRPr="007818BD">
        <w:rPr>
          <w:rStyle w:val="Taille-1Caracteres"/>
        </w:rPr>
        <w:t xml:space="preserve">quasi due </w:t>
      </w:r>
      <w:proofErr w:type="spellStart"/>
      <w:r w:rsidRPr="007818BD">
        <w:rPr>
          <w:rStyle w:val="Taille-1Caracteres"/>
        </w:rPr>
        <w:t>Veltri</w:t>
      </w:r>
      <w:proofErr w:type="spellEnd"/>
      <w:r w:rsidRPr="007818BD">
        <w:rPr>
          <w:rStyle w:val="Taille-1Caracteres"/>
        </w:rPr>
        <w:t xml:space="preserve"> al </w:t>
      </w:r>
      <w:proofErr w:type="spellStart"/>
      <w:r w:rsidRPr="007818BD">
        <w:rPr>
          <w:rStyle w:val="Taille-1Caracteres"/>
        </w:rPr>
        <w:t>fia</w:t>
      </w:r>
      <w:r w:rsidRPr="007818BD">
        <w:rPr>
          <w:rStyle w:val="Taille-1Caracteres"/>
        </w:rPr>
        <w:t>n</w:t>
      </w:r>
      <w:r w:rsidRPr="007818BD">
        <w:rPr>
          <w:rStyle w:val="Taille-1Caracteres"/>
        </w:rPr>
        <w:t>co</w:t>
      </w:r>
      <w:proofErr w:type="spellEnd"/>
      <w:r w:rsidRPr="007818BD">
        <w:rPr>
          <w:rStyle w:val="Appelnotedebasdep"/>
          <w:szCs w:val="28"/>
        </w:rPr>
        <w:footnoteReference w:id="57"/>
      </w:r>
      <w:r w:rsidR="00E8465A">
        <w:rPr>
          <w:rStyle w:val="Taille-1Caracteres"/>
        </w:rPr>
        <w:t>.</w:t>
      </w:r>
    </w:p>
    <w:p w14:paraId="5C0208F7" w14:textId="5C496ACA" w:rsidR="00E8465A" w:rsidRDefault="00E8465A" w:rsidP="00E0544E">
      <w:pPr>
        <w:jc w:val="right"/>
        <w:rPr>
          <w:rStyle w:val="Taille-1Caracteres"/>
        </w:rPr>
      </w:pPr>
      <w:r>
        <w:rPr>
          <w:rStyle w:val="Taille-1Caracteres"/>
        </w:rPr>
        <w:t>(</w:t>
      </w:r>
      <w:proofErr w:type="spellStart"/>
      <w:r w:rsidR="00E0544E" w:rsidRPr="007818BD">
        <w:rPr>
          <w:rStyle w:val="Taille-1Caracteres"/>
          <w:i/>
        </w:rPr>
        <w:t>Gerus</w:t>
      </w:r>
      <w:proofErr w:type="spellEnd"/>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XX</w:t>
      </w:r>
      <w:r>
        <w:rPr>
          <w:rStyle w:val="Taille-1Caracteres"/>
        </w:rPr>
        <w:t xml:space="preserve">, </w:t>
      </w:r>
      <w:r w:rsidR="00E0544E" w:rsidRPr="007818BD">
        <w:rPr>
          <w:rStyle w:val="Taille-1Caracteres"/>
        </w:rPr>
        <w:t>117</w:t>
      </w:r>
      <w:r>
        <w:rPr>
          <w:rStyle w:val="Taille-1Caracteres"/>
        </w:rPr>
        <w:t>.)</w:t>
      </w:r>
    </w:p>
    <w:p w14:paraId="1C4898C7" w14:textId="77777777" w:rsidR="00E8465A" w:rsidRDefault="00E0544E" w:rsidP="00E0544E">
      <w:proofErr w:type="spellStart"/>
      <w:r w:rsidRPr="007818BD">
        <w:t>Glyndon</w:t>
      </w:r>
      <w:proofErr w:type="spellEnd"/>
      <w:r w:rsidR="00E8465A">
        <w:t xml:space="preserve">, </w:t>
      </w:r>
      <w:r w:rsidRPr="007818BD">
        <w:t>en s</w:t>
      </w:r>
      <w:r w:rsidR="00E8465A">
        <w:t>’</w:t>
      </w:r>
      <w:r w:rsidRPr="007818BD">
        <w:t>éloignant de la maison</w:t>
      </w:r>
      <w:r>
        <w:t xml:space="preserve"> </w:t>
      </w:r>
      <w:r w:rsidRPr="007818BD">
        <w:t>n</w:t>
      </w:r>
      <w:r w:rsidR="00E8465A">
        <w:t>’</w:t>
      </w:r>
      <w:r w:rsidRPr="007818BD">
        <w:t>aperçut pas deux formes humaines blotties derrière l</w:t>
      </w:r>
      <w:r w:rsidR="00E8465A">
        <w:t>’</w:t>
      </w:r>
      <w:r w:rsidRPr="007818BD">
        <w:t>angle du mur</w:t>
      </w:r>
      <w:r w:rsidR="00E8465A">
        <w:t xml:space="preserve"> : </w:t>
      </w:r>
      <w:r w:rsidRPr="007818BD">
        <w:t>il vit toujours le spectre marchant auprès de lui</w:t>
      </w:r>
      <w:r w:rsidR="00E8465A">
        <w:t xml:space="preserve"> ; </w:t>
      </w:r>
      <w:r w:rsidRPr="007818BD">
        <w:t>mais il ne distingua pas le regard plus fatal de l</w:t>
      </w:r>
      <w:r w:rsidR="00E8465A">
        <w:t>’</w:t>
      </w:r>
      <w:r w:rsidRPr="007818BD">
        <w:t>envie humaine et de la jalousie féminine qui le suivaient dans sa retraite</w:t>
      </w:r>
      <w:r w:rsidR="00E8465A">
        <w:t>.</w:t>
      </w:r>
    </w:p>
    <w:p w14:paraId="006F2AC6" w14:textId="77777777" w:rsidR="00E8465A" w:rsidRDefault="00E0544E" w:rsidP="00E0544E">
      <w:r w:rsidRPr="007818BD">
        <w:t>Nicot s</w:t>
      </w:r>
      <w:r w:rsidR="00E8465A">
        <w:t>’</w:t>
      </w:r>
      <w:r w:rsidRPr="007818BD">
        <w:t>avança vers la maison</w:t>
      </w:r>
      <w:r w:rsidR="00E8465A">
        <w:t xml:space="preserve">. </w:t>
      </w:r>
      <w:proofErr w:type="spellStart"/>
      <w:r w:rsidRPr="007818BD">
        <w:t>Fillide</w:t>
      </w:r>
      <w:proofErr w:type="spellEnd"/>
      <w:r w:rsidRPr="007818BD">
        <w:t xml:space="preserve"> le suivit en silence</w:t>
      </w:r>
      <w:r w:rsidR="00E8465A">
        <w:t xml:space="preserve">. </w:t>
      </w:r>
      <w:r w:rsidRPr="007818BD">
        <w:t>Le peintre</w:t>
      </w:r>
      <w:r w:rsidR="00E8465A">
        <w:t xml:space="preserve">, </w:t>
      </w:r>
      <w:r w:rsidRPr="007818BD">
        <w:t>sans-culotte expérimenté</w:t>
      </w:r>
      <w:r w:rsidR="00E8465A">
        <w:t xml:space="preserve">, </w:t>
      </w:r>
      <w:r w:rsidRPr="007818BD">
        <w:t>savait quelle langue parler au portier</w:t>
      </w:r>
      <w:r w:rsidR="00E8465A">
        <w:t xml:space="preserve">. </w:t>
      </w:r>
      <w:r w:rsidRPr="007818BD">
        <w:t>Il lui fit signe du bord de sa loge</w:t>
      </w:r>
      <w:r w:rsidR="00E8465A">
        <w:t> :</w:t>
      </w:r>
    </w:p>
    <w:p w14:paraId="03CADA1D" w14:textId="77777777" w:rsidR="00E8465A" w:rsidRDefault="00E8465A" w:rsidP="00E0544E">
      <w:r>
        <w:t>« </w:t>
      </w:r>
      <w:r w:rsidR="00E0544E" w:rsidRPr="007818BD">
        <w:t>Qu</w:t>
      </w:r>
      <w:r>
        <w:t>’</w:t>
      </w:r>
      <w:r w:rsidR="00E0544E" w:rsidRPr="007818BD">
        <w:t>est-ce à dire</w:t>
      </w:r>
      <w:r>
        <w:t xml:space="preserve">, </w:t>
      </w:r>
      <w:r w:rsidR="00E0544E" w:rsidRPr="007818BD">
        <w:t>citoyen</w:t>
      </w:r>
      <w:r>
        <w:t xml:space="preserve"> ? </w:t>
      </w:r>
      <w:r w:rsidR="00E0544E" w:rsidRPr="007818BD">
        <w:t>il y a des suspects chez toi</w:t>
      </w:r>
      <w:r>
        <w:t> ?</w:t>
      </w:r>
    </w:p>
    <w:p w14:paraId="597A7F11" w14:textId="77777777" w:rsidR="00E8465A" w:rsidRDefault="00E8465A" w:rsidP="00E0544E">
      <w:r>
        <w:t>— </w:t>
      </w:r>
      <w:r w:rsidR="00E0544E" w:rsidRPr="007818BD">
        <w:t>Citoyen</w:t>
      </w:r>
      <w:r>
        <w:t xml:space="preserve">, </w:t>
      </w:r>
      <w:r w:rsidR="00E0544E" w:rsidRPr="007818BD">
        <w:t>vous m</w:t>
      </w:r>
      <w:r>
        <w:t>’</w:t>
      </w:r>
      <w:r w:rsidR="00E0544E" w:rsidRPr="007818BD">
        <w:t>effrayez</w:t>
      </w:r>
      <w:r>
        <w:t xml:space="preserve"> ! </w:t>
      </w:r>
      <w:r w:rsidR="00E0544E" w:rsidRPr="007818BD">
        <w:t>qui est-il</w:t>
      </w:r>
      <w:r>
        <w:t> ?</w:t>
      </w:r>
    </w:p>
    <w:p w14:paraId="29E299D3" w14:textId="77777777" w:rsidR="00E8465A" w:rsidRDefault="00E8465A" w:rsidP="00E0544E">
      <w:r>
        <w:t>— </w:t>
      </w:r>
      <w:r w:rsidR="00E0544E" w:rsidRPr="007818BD">
        <w:t>Il ne s</w:t>
      </w:r>
      <w:r>
        <w:t>’</w:t>
      </w:r>
      <w:r w:rsidR="00E0544E" w:rsidRPr="007818BD">
        <w:t>agit pas d</w:t>
      </w:r>
      <w:r>
        <w:t>’</w:t>
      </w:r>
      <w:r w:rsidR="00E0544E" w:rsidRPr="007818BD">
        <w:t>un homme</w:t>
      </w:r>
      <w:r>
        <w:t xml:space="preserve"> : </w:t>
      </w:r>
      <w:r w:rsidR="00E0544E" w:rsidRPr="007818BD">
        <w:t>une femme</w:t>
      </w:r>
      <w:r>
        <w:t xml:space="preserve">, </w:t>
      </w:r>
      <w:r w:rsidR="00E0544E" w:rsidRPr="007818BD">
        <w:t>une réfugiée italienne loge ici</w:t>
      </w:r>
      <w:r>
        <w:t>.</w:t>
      </w:r>
    </w:p>
    <w:p w14:paraId="69388978" w14:textId="77777777" w:rsidR="00E8465A" w:rsidRDefault="00E8465A" w:rsidP="00E0544E">
      <w:r>
        <w:t>— </w:t>
      </w:r>
      <w:r w:rsidR="00E0544E" w:rsidRPr="007818BD">
        <w:t>Oui</w:t>
      </w:r>
      <w:r>
        <w:t xml:space="preserve">, </w:t>
      </w:r>
      <w:r w:rsidR="00E0544E" w:rsidRPr="007818BD">
        <w:t>au troisième</w:t>
      </w:r>
      <w:r>
        <w:t xml:space="preserve">, </w:t>
      </w:r>
      <w:r w:rsidR="00E0544E" w:rsidRPr="007818BD">
        <w:t>porte à gauche</w:t>
      </w:r>
      <w:r>
        <w:t xml:space="preserve">. </w:t>
      </w:r>
      <w:r w:rsidR="00E0544E" w:rsidRPr="007818BD">
        <w:t>Mais que savez-vous contre elle</w:t>
      </w:r>
      <w:r>
        <w:t xml:space="preserve"> ? </w:t>
      </w:r>
      <w:r w:rsidR="00E0544E" w:rsidRPr="007818BD">
        <w:t xml:space="preserve">elle ne </w:t>
      </w:r>
      <w:proofErr w:type="spellStart"/>
      <w:r w:rsidR="00E0544E" w:rsidRPr="007818BD">
        <w:t>peut-être</w:t>
      </w:r>
      <w:proofErr w:type="spellEnd"/>
      <w:r w:rsidR="00E0544E" w:rsidRPr="007818BD">
        <w:t xml:space="preserve"> dangereuse</w:t>
      </w:r>
      <w:r>
        <w:t xml:space="preserve">, </w:t>
      </w:r>
      <w:r w:rsidR="00E0544E" w:rsidRPr="007818BD">
        <w:t>pauvre fille</w:t>
      </w:r>
      <w:r>
        <w:t> !</w:t>
      </w:r>
    </w:p>
    <w:p w14:paraId="1D740399" w14:textId="77777777" w:rsidR="00E8465A" w:rsidRDefault="00E8465A" w:rsidP="00E0544E">
      <w:r>
        <w:t>— </w:t>
      </w:r>
      <w:r w:rsidR="00E0544E" w:rsidRPr="007818BD">
        <w:t>Prends garde</w:t>
      </w:r>
      <w:r>
        <w:t xml:space="preserve">, </w:t>
      </w:r>
      <w:r w:rsidR="00E0544E" w:rsidRPr="007818BD">
        <w:t>citoyen</w:t>
      </w:r>
      <w:r>
        <w:t xml:space="preserve"> ! </w:t>
      </w:r>
      <w:r w:rsidR="00E0544E" w:rsidRPr="007818BD">
        <w:t>Oses-tu la plaindre</w:t>
      </w:r>
      <w:r>
        <w:t> ?</w:t>
      </w:r>
    </w:p>
    <w:p w14:paraId="46954DB4" w14:textId="77777777" w:rsidR="00E8465A" w:rsidRDefault="00E8465A" w:rsidP="00E0544E">
      <w:r>
        <w:t>— </w:t>
      </w:r>
      <w:r w:rsidR="00E0544E" w:rsidRPr="007818BD">
        <w:t>Moi</w:t>
      </w:r>
      <w:r>
        <w:t xml:space="preserve">, </w:t>
      </w:r>
      <w:r w:rsidR="00E0544E" w:rsidRPr="007818BD">
        <w:t>non</w:t>
      </w:r>
      <w:r>
        <w:t xml:space="preserve"> ! </w:t>
      </w:r>
      <w:r w:rsidR="00E0544E" w:rsidRPr="007818BD">
        <w:t>non sans doute</w:t>
      </w:r>
      <w:r>
        <w:t xml:space="preserve"> ; </w:t>
      </w:r>
      <w:r w:rsidR="00E0544E" w:rsidRPr="007818BD">
        <w:t>mais</w:t>
      </w:r>
      <w:r>
        <w:t>…</w:t>
      </w:r>
    </w:p>
    <w:p w14:paraId="7B2DF6E0" w14:textId="77777777" w:rsidR="00E8465A" w:rsidRDefault="00E8465A" w:rsidP="00E0544E">
      <w:r>
        <w:t>— </w:t>
      </w:r>
      <w:r w:rsidR="00E0544E" w:rsidRPr="007818BD">
        <w:t>Parle</w:t>
      </w:r>
      <w:r>
        <w:t xml:space="preserve">. </w:t>
      </w:r>
      <w:r w:rsidR="00E0544E" w:rsidRPr="007818BD">
        <w:t>Qui vient la voir</w:t>
      </w:r>
      <w:r>
        <w:t> ?</w:t>
      </w:r>
    </w:p>
    <w:p w14:paraId="1544C722" w14:textId="77777777" w:rsidR="00E8465A" w:rsidRDefault="00E8465A" w:rsidP="00E0544E">
      <w:r>
        <w:lastRenderedPageBreak/>
        <w:t>— </w:t>
      </w:r>
      <w:r w:rsidR="00E0544E" w:rsidRPr="007818BD">
        <w:t>Personne</w:t>
      </w:r>
      <w:r>
        <w:t xml:space="preserve">, </w:t>
      </w:r>
      <w:r w:rsidR="00E0544E" w:rsidRPr="007818BD">
        <w:t>sauf un Anglais</w:t>
      </w:r>
      <w:r>
        <w:t>.</w:t>
      </w:r>
    </w:p>
    <w:p w14:paraId="0BCF853A" w14:textId="77777777" w:rsidR="00E8465A" w:rsidRDefault="00E8465A" w:rsidP="00E0544E">
      <w:r>
        <w:t>— </w:t>
      </w:r>
      <w:r w:rsidR="00E0544E" w:rsidRPr="007818BD">
        <w:t>Justement</w:t>
      </w:r>
      <w:r>
        <w:t xml:space="preserve"> ! </w:t>
      </w:r>
      <w:r w:rsidR="00E0544E" w:rsidRPr="007818BD">
        <w:t>un Anglais</w:t>
      </w:r>
      <w:r>
        <w:t xml:space="preserve">, </w:t>
      </w:r>
      <w:r w:rsidR="00E0544E" w:rsidRPr="007818BD">
        <w:t>un espion de Pitt et Cobourg</w:t>
      </w:r>
      <w:r>
        <w:t> !</w:t>
      </w:r>
    </w:p>
    <w:p w14:paraId="581E4828" w14:textId="77777777" w:rsidR="00E8465A" w:rsidRDefault="00E8465A" w:rsidP="00E0544E">
      <w:r>
        <w:t>— </w:t>
      </w:r>
      <w:r w:rsidR="00E0544E" w:rsidRPr="007818BD">
        <w:t>Juste ciel</w:t>
      </w:r>
      <w:r>
        <w:t xml:space="preserve"> ! </w:t>
      </w:r>
      <w:r w:rsidR="00E0544E" w:rsidRPr="007818BD">
        <w:t>Est-ce possible</w:t>
      </w:r>
      <w:r>
        <w:t> ?</w:t>
      </w:r>
    </w:p>
    <w:p w14:paraId="7F9EB1EE" w14:textId="77777777" w:rsidR="00E8465A" w:rsidRDefault="00E8465A" w:rsidP="00E0544E">
      <w:r>
        <w:t>— </w:t>
      </w:r>
      <w:r w:rsidR="00E0544E" w:rsidRPr="007818BD">
        <w:t xml:space="preserve">Tu as dit </w:t>
      </w:r>
      <w:r w:rsidR="00E0544E" w:rsidRPr="007818BD">
        <w:rPr>
          <w:i/>
          <w:iCs/>
        </w:rPr>
        <w:t>ciel</w:t>
      </w:r>
      <w:r>
        <w:t xml:space="preserve"> ! </w:t>
      </w:r>
      <w:r w:rsidR="00E0544E" w:rsidRPr="007818BD">
        <w:t>Tu es un aristocrate</w:t>
      </w:r>
      <w:r>
        <w:t>.</w:t>
      </w:r>
    </w:p>
    <w:p w14:paraId="20EE5F94" w14:textId="77777777" w:rsidR="00E8465A" w:rsidRDefault="00E8465A" w:rsidP="00E0544E">
      <w:r>
        <w:t>— </w:t>
      </w:r>
      <w:r w:rsidR="00E0544E" w:rsidRPr="007818BD">
        <w:t>Oh mon Dieu</w:t>
      </w:r>
      <w:r>
        <w:t xml:space="preserve"> !… </w:t>
      </w:r>
      <w:r w:rsidR="00E0544E" w:rsidRPr="007818BD">
        <w:t>c</w:t>
      </w:r>
      <w:r>
        <w:t>’</w:t>
      </w:r>
      <w:r w:rsidR="00E0544E" w:rsidRPr="007818BD">
        <w:t>est-à-dire</w:t>
      </w:r>
      <w:r>
        <w:t xml:space="preserve">… </w:t>
      </w:r>
      <w:r w:rsidR="00E0544E" w:rsidRPr="007818BD">
        <w:t>c</w:t>
      </w:r>
      <w:r>
        <w:t>’</w:t>
      </w:r>
      <w:r w:rsidR="00E0544E" w:rsidRPr="007818BD">
        <w:t>est une vieille habitude</w:t>
      </w:r>
      <w:r>
        <w:t xml:space="preserve"> ; </w:t>
      </w:r>
      <w:r w:rsidR="00E0544E" w:rsidRPr="007818BD">
        <w:t>cela m</w:t>
      </w:r>
      <w:r>
        <w:t>’</w:t>
      </w:r>
      <w:r w:rsidR="00E0544E" w:rsidRPr="007818BD">
        <w:t>a échappé par mégarde</w:t>
      </w:r>
      <w:r>
        <w:t> !</w:t>
      </w:r>
    </w:p>
    <w:p w14:paraId="5E257CAA" w14:textId="77777777" w:rsidR="00E8465A" w:rsidRDefault="00E8465A" w:rsidP="00E0544E">
      <w:r>
        <w:t>— </w:t>
      </w:r>
      <w:r w:rsidR="00E0544E" w:rsidRPr="007818BD">
        <w:t>Cet Anglais vient-il souvent</w:t>
      </w:r>
      <w:r>
        <w:t> ?</w:t>
      </w:r>
    </w:p>
    <w:p w14:paraId="0AC14034" w14:textId="73D56F8D" w:rsidR="00E0544E" w:rsidRPr="007818BD" w:rsidRDefault="00E8465A" w:rsidP="00E0544E">
      <w:r>
        <w:t>— </w:t>
      </w:r>
      <w:r w:rsidR="00E0544E" w:rsidRPr="007818BD">
        <w:t>Tous les jours</w:t>
      </w:r>
      <w:r>
        <w:t>. »</w:t>
      </w:r>
    </w:p>
    <w:p w14:paraId="48C8CF4D" w14:textId="77777777" w:rsidR="00E8465A" w:rsidRDefault="00E0544E" w:rsidP="00E0544E">
      <w:proofErr w:type="spellStart"/>
      <w:r w:rsidRPr="007818BD">
        <w:t>Fillide</w:t>
      </w:r>
      <w:proofErr w:type="spellEnd"/>
      <w:r w:rsidRPr="007818BD">
        <w:t xml:space="preserve"> poussa un cri</w:t>
      </w:r>
      <w:r w:rsidR="00E8465A">
        <w:t>.</w:t>
      </w:r>
    </w:p>
    <w:p w14:paraId="6749117A" w14:textId="77777777" w:rsidR="00E8465A" w:rsidRDefault="00E8465A" w:rsidP="00E0544E">
      <w:r>
        <w:t>« </w:t>
      </w:r>
      <w:r w:rsidR="00E0544E" w:rsidRPr="007818BD">
        <w:t>Elle ne sort jamais</w:t>
      </w:r>
      <w:r>
        <w:t xml:space="preserve">, </w:t>
      </w:r>
      <w:r w:rsidR="00E0544E" w:rsidRPr="007818BD">
        <w:t>reprit le portier</w:t>
      </w:r>
      <w:r>
        <w:t xml:space="preserve">. </w:t>
      </w:r>
      <w:r w:rsidR="00E0544E" w:rsidRPr="007818BD">
        <w:t>Elle ne s</w:t>
      </w:r>
      <w:r>
        <w:t>’</w:t>
      </w:r>
      <w:r w:rsidR="00E0544E" w:rsidRPr="007818BD">
        <w:t>occupe que de son travail et de son enfant</w:t>
      </w:r>
      <w:r>
        <w:t>.</w:t>
      </w:r>
    </w:p>
    <w:p w14:paraId="637A9236" w14:textId="5AC589EC" w:rsidR="00E0544E" w:rsidRPr="007818BD" w:rsidRDefault="00E8465A" w:rsidP="00E0544E">
      <w:r>
        <w:t>— </w:t>
      </w:r>
      <w:r w:rsidR="00E0544E" w:rsidRPr="007818BD">
        <w:t>Son enfant</w:t>
      </w:r>
      <w:r>
        <w:t> ! »</w:t>
      </w:r>
    </w:p>
    <w:p w14:paraId="5005CAC9" w14:textId="77777777" w:rsidR="00E8465A" w:rsidRDefault="00E0544E" w:rsidP="00E0544E">
      <w:proofErr w:type="spellStart"/>
      <w:r w:rsidRPr="007818BD">
        <w:t>Fillide</w:t>
      </w:r>
      <w:proofErr w:type="spellEnd"/>
      <w:r w:rsidRPr="007818BD">
        <w:t xml:space="preserve"> s</w:t>
      </w:r>
      <w:r w:rsidR="00E8465A">
        <w:t>’</w:t>
      </w:r>
      <w:r w:rsidRPr="007818BD">
        <w:t>élança d</w:t>
      </w:r>
      <w:r w:rsidR="00E8465A">
        <w:t>’</w:t>
      </w:r>
      <w:r w:rsidRPr="007818BD">
        <w:t>un bond que Nicot essaya en vain de contenir</w:t>
      </w:r>
      <w:r w:rsidR="00E8465A">
        <w:t xml:space="preserve">. </w:t>
      </w:r>
      <w:r w:rsidRPr="007818BD">
        <w:t>Elle vola au haut de l</w:t>
      </w:r>
      <w:r w:rsidR="00E8465A">
        <w:t>’</w:t>
      </w:r>
      <w:r w:rsidRPr="007818BD">
        <w:t>escalier</w:t>
      </w:r>
      <w:r w:rsidR="00E8465A">
        <w:t xml:space="preserve">, </w:t>
      </w:r>
      <w:r w:rsidRPr="007818BD">
        <w:t>et ne s</w:t>
      </w:r>
      <w:r w:rsidR="00E8465A">
        <w:t>’</w:t>
      </w:r>
      <w:r w:rsidRPr="007818BD">
        <w:t>arrêta qu</w:t>
      </w:r>
      <w:r w:rsidR="00E8465A">
        <w:t>’</w:t>
      </w:r>
      <w:r w:rsidRPr="007818BD">
        <w:t>après avoir atteint la porte indiquée par le concierge</w:t>
      </w:r>
      <w:r w:rsidR="00E8465A">
        <w:t xml:space="preserve"> : </w:t>
      </w:r>
      <w:r w:rsidRPr="007818BD">
        <w:t>elle était entr</w:t>
      </w:r>
      <w:r w:rsidR="00E8465A">
        <w:t>’</w:t>
      </w:r>
      <w:r w:rsidRPr="007818BD">
        <w:t>ouverte</w:t>
      </w:r>
      <w:r w:rsidR="00E8465A">
        <w:t xml:space="preserve"> ; </w:t>
      </w:r>
      <w:proofErr w:type="spellStart"/>
      <w:r w:rsidRPr="007818BD">
        <w:t>Fillide</w:t>
      </w:r>
      <w:proofErr w:type="spellEnd"/>
      <w:r w:rsidRPr="007818BD">
        <w:t xml:space="preserve"> entra</w:t>
      </w:r>
      <w:r w:rsidR="00E8465A">
        <w:t xml:space="preserve">, </w:t>
      </w:r>
      <w:r w:rsidRPr="007818BD">
        <w:t>et debout sur le seuil elle vit ces traits si beaux encore</w:t>
      </w:r>
      <w:r w:rsidR="00E8465A">
        <w:t xml:space="preserve">. </w:t>
      </w:r>
      <w:r w:rsidRPr="007818BD">
        <w:t>À cette vue</w:t>
      </w:r>
      <w:r w:rsidR="00E8465A">
        <w:t xml:space="preserve">, </w:t>
      </w:r>
      <w:r w:rsidRPr="007818BD">
        <w:t>sa dernière espérance s</w:t>
      </w:r>
      <w:r w:rsidR="00E8465A">
        <w:t>’</w:t>
      </w:r>
      <w:r w:rsidRPr="007818BD">
        <w:t>évanouit</w:t>
      </w:r>
      <w:r w:rsidR="00E8465A">
        <w:t xml:space="preserve">. </w:t>
      </w:r>
      <w:r w:rsidRPr="007818BD">
        <w:t>Et cet enfant sur lequel se pe</w:t>
      </w:r>
      <w:r w:rsidRPr="007818BD">
        <w:t>n</w:t>
      </w:r>
      <w:r w:rsidRPr="007818BD">
        <w:t>chait la mère</w:t>
      </w:r>
      <w:r w:rsidR="00E8465A">
        <w:t xml:space="preserve"> ! </w:t>
      </w:r>
      <w:r w:rsidRPr="007818BD">
        <w:t>elle n</w:t>
      </w:r>
      <w:r w:rsidR="00E8465A">
        <w:t>’</w:t>
      </w:r>
      <w:r w:rsidRPr="007818BD">
        <w:t>avait jamais été mère</w:t>
      </w:r>
      <w:r w:rsidR="00E8465A">
        <w:t xml:space="preserve">, </w:t>
      </w:r>
      <w:r w:rsidRPr="007818BD">
        <w:t>elle</w:t>
      </w:r>
      <w:r w:rsidR="00E8465A">
        <w:t xml:space="preserve"> ! </w:t>
      </w:r>
      <w:r w:rsidRPr="007818BD">
        <w:t>Elle ne laissa pas échapper un cri</w:t>
      </w:r>
      <w:r w:rsidR="00E8465A">
        <w:t xml:space="preserve"> : </w:t>
      </w:r>
      <w:r w:rsidRPr="007818BD">
        <w:t>les Furies travaillaient son cœur en silence</w:t>
      </w:r>
      <w:r w:rsidR="00E8465A">
        <w:t xml:space="preserve">. </w:t>
      </w:r>
      <w:r w:rsidRPr="007818BD">
        <w:t>Viola se retourna et l</w:t>
      </w:r>
      <w:r w:rsidR="00E8465A">
        <w:t>’</w:t>
      </w:r>
      <w:r w:rsidRPr="007818BD">
        <w:t>aperçut</w:t>
      </w:r>
      <w:r w:rsidR="00E8465A">
        <w:t xml:space="preserve"> : </w:t>
      </w:r>
      <w:r w:rsidRPr="007818BD">
        <w:t>effrayée de cette étrange apparition</w:t>
      </w:r>
      <w:r w:rsidR="00E8465A">
        <w:t xml:space="preserve">, </w:t>
      </w:r>
      <w:r w:rsidRPr="007818BD">
        <w:t>de ces traits qui respiraient le mépris et une haine mortelle</w:t>
      </w:r>
      <w:r w:rsidR="00E8465A">
        <w:t xml:space="preserve">, </w:t>
      </w:r>
      <w:r w:rsidRPr="007818BD">
        <w:t>elle poussa un cri et pressa l</w:t>
      </w:r>
      <w:r w:rsidR="00E8465A">
        <w:t>’</w:t>
      </w:r>
      <w:r w:rsidRPr="007818BD">
        <w:t>enfant contre son sein</w:t>
      </w:r>
      <w:r w:rsidR="00E8465A">
        <w:t xml:space="preserve">. </w:t>
      </w:r>
      <w:r w:rsidRPr="007818BD">
        <w:t>L</w:t>
      </w:r>
      <w:r w:rsidR="00E8465A">
        <w:t>’</w:t>
      </w:r>
      <w:r w:rsidRPr="007818BD">
        <w:t>Italienne éclata d</w:t>
      </w:r>
      <w:r w:rsidR="00E8465A">
        <w:t>’</w:t>
      </w:r>
      <w:r w:rsidRPr="007818BD">
        <w:t>un rire h</w:t>
      </w:r>
      <w:r w:rsidRPr="007818BD">
        <w:t>i</w:t>
      </w:r>
      <w:r w:rsidRPr="007818BD">
        <w:t>deux</w:t>
      </w:r>
      <w:r w:rsidR="00E8465A">
        <w:t xml:space="preserve">, </w:t>
      </w:r>
      <w:r w:rsidRPr="007818BD">
        <w:t>se retourna</w:t>
      </w:r>
      <w:r w:rsidR="00E8465A">
        <w:t xml:space="preserve">, </w:t>
      </w:r>
      <w:r w:rsidRPr="007818BD">
        <w:t>descendit</w:t>
      </w:r>
      <w:r w:rsidR="00E8465A">
        <w:t xml:space="preserve">, </w:t>
      </w:r>
      <w:r w:rsidRPr="007818BD">
        <w:t>rejoignit Nicot qui parlait encore au portier effrayé</w:t>
      </w:r>
      <w:r w:rsidR="00E8465A">
        <w:t xml:space="preserve">, </w:t>
      </w:r>
      <w:r w:rsidRPr="007818BD">
        <w:t>et l</w:t>
      </w:r>
      <w:r w:rsidR="00E8465A">
        <w:t>’</w:t>
      </w:r>
      <w:r w:rsidRPr="007818BD">
        <w:t>entraîna loin de la maison</w:t>
      </w:r>
      <w:r w:rsidR="00E8465A">
        <w:t xml:space="preserve">. </w:t>
      </w:r>
      <w:r w:rsidRPr="007818BD">
        <w:t>Arrivée au m</w:t>
      </w:r>
      <w:r w:rsidRPr="007818BD">
        <w:t>i</w:t>
      </w:r>
      <w:r w:rsidRPr="007818BD">
        <w:t>lieu de la rue</w:t>
      </w:r>
      <w:r w:rsidR="00E8465A">
        <w:t xml:space="preserve">, </w:t>
      </w:r>
      <w:r w:rsidRPr="007818BD">
        <w:t>elle s</w:t>
      </w:r>
      <w:r w:rsidR="00E8465A">
        <w:t>’</w:t>
      </w:r>
      <w:r w:rsidRPr="007818BD">
        <w:t>arrêta brusquement</w:t>
      </w:r>
      <w:r w:rsidR="00E8465A">
        <w:t xml:space="preserve">, </w:t>
      </w:r>
      <w:r w:rsidRPr="007818BD">
        <w:t>et dit</w:t>
      </w:r>
      <w:r w:rsidR="00E8465A">
        <w:t> :</w:t>
      </w:r>
    </w:p>
    <w:p w14:paraId="2DB45FA9" w14:textId="77777777" w:rsidR="00E8465A" w:rsidRDefault="00E8465A" w:rsidP="00E0544E">
      <w:r>
        <w:lastRenderedPageBreak/>
        <w:t>« </w:t>
      </w:r>
      <w:r w:rsidR="00E0544E" w:rsidRPr="007818BD">
        <w:t>Venge-moi</w:t>
      </w:r>
      <w:r>
        <w:t xml:space="preserve">, </w:t>
      </w:r>
      <w:r w:rsidR="00E0544E" w:rsidRPr="007818BD">
        <w:t>et fais ton prix</w:t>
      </w:r>
      <w:r>
        <w:t>.</w:t>
      </w:r>
    </w:p>
    <w:p w14:paraId="0F278DB3" w14:textId="77777777" w:rsidR="00E8465A" w:rsidRDefault="00E8465A" w:rsidP="00E0544E">
      <w:r>
        <w:t>— </w:t>
      </w:r>
      <w:r w:rsidR="00E0544E" w:rsidRPr="007818BD">
        <w:t>Mon prix</w:t>
      </w:r>
      <w:r>
        <w:t xml:space="preserve">, </w:t>
      </w:r>
      <w:r w:rsidR="00E0544E" w:rsidRPr="007818BD">
        <w:t>belle Italienne</w:t>
      </w:r>
      <w:r>
        <w:t xml:space="preserve"> ? </w:t>
      </w:r>
      <w:r w:rsidR="00E0544E" w:rsidRPr="007818BD">
        <w:t>c</w:t>
      </w:r>
      <w:r>
        <w:t>’</w:t>
      </w:r>
      <w:r w:rsidR="00E0544E" w:rsidRPr="007818BD">
        <w:t>est la permission de t</w:t>
      </w:r>
      <w:r>
        <w:t>’</w:t>
      </w:r>
      <w:r w:rsidR="00E0544E" w:rsidRPr="007818BD">
        <w:t>aimer</w:t>
      </w:r>
      <w:r>
        <w:t xml:space="preserve">. </w:t>
      </w:r>
      <w:r w:rsidR="00E0544E" w:rsidRPr="007818BD">
        <w:t>Tu fuiras avec moi demain soir</w:t>
      </w:r>
      <w:r>
        <w:t xml:space="preserve"> ; </w:t>
      </w:r>
      <w:r w:rsidR="00E0544E" w:rsidRPr="007818BD">
        <w:t>tu te procureras les passeports et le plan</w:t>
      </w:r>
      <w:r>
        <w:t>.</w:t>
      </w:r>
    </w:p>
    <w:p w14:paraId="21671678" w14:textId="77777777" w:rsidR="00E8465A" w:rsidRDefault="00E8465A" w:rsidP="00E0544E">
      <w:r>
        <w:t>— </w:t>
      </w:r>
      <w:r w:rsidR="00E0544E" w:rsidRPr="007818BD">
        <w:t>Et eux</w:t>
      </w:r>
      <w:r>
        <w:t> ?…</w:t>
      </w:r>
    </w:p>
    <w:p w14:paraId="46962C96" w14:textId="77777777" w:rsidR="00E8465A" w:rsidRDefault="00E8465A" w:rsidP="00E0544E">
      <w:r>
        <w:t>— </w:t>
      </w:r>
      <w:r w:rsidR="00E0544E" w:rsidRPr="007818BD">
        <w:t>D</w:t>
      </w:r>
      <w:r>
        <w:t>’</w:t>
      </w:r>
      <w:r w:rsidR="00E0544E" w:rsidRPr="007818BD">
        <w:t>ici là ils auront un abri à la Conciergerie</w:t>
      </w:r>
      <w:r>
        <w:t xml:space="preserve">. </w:t>
      </w:r>
      <w:r w:rsidR="00E0544E" w:rsidRPr="007818BD">
        <w:t>La guillotine te vengera</w:t>
      </w:r>
      <w:r>
        <w:t>.</w:t>
      </w:r>
    </w:p>
    <w:p w14:paraId="517B7931" w14:textId="54EEDBB6" w:rsidR="00E8465A" w:rsidRDefault="00E8465A" w:rsidP="00E0544E">
      <w:r>
        <w:t>— </w:t>
      </w:r>
      <w:r w:rsidR="00E0544E" w:rsidRPr="007818BD">
        <w:t>Fais cela</w:t>
      </w:r>
      <w:r>
        <w:t xml:space="preserve">, </w:t>
      </w:r>
      <w:r w:rsidR="00E0544E" w:rsidRPr="007818BD">
        <w:t xml:space="preserve">dit </w:t>
      </w:r>
      <w:proofErr w:type="spellStart"/>
      <w:r w:rsidR="00E0544E" w:rsidRPr="007818BD">
        <w:t>Fillide</w:t>
      </w:r>
      <w:proofErr w:type="spellEnd"/>
      <w:r w:rsidR="00E0544E" w:rsidRPr="007818BD">
        <w:t xml:space="preserve"> avec résolution</w:t>
      </w:r>
      <w:r>
        <w:t xml:space="preserve">, </w:t>
      </w:r>
      <w:r w:rsidR="00E0544E" w:rsidRPr="007818BD">
        <w:t>et je me rends</w:t>
      </w:r>
      <w:r>
        <w:t>. »</w:t>
      </w:r>
      <w:r w:rsidR="00E0544E" w:rsidRPr="007818BD">
        <w:t xml:space="preserve"> Ils ne parlèrent plus jusqu</w:t>
      </w:r>
      <w:r>
        <w:t>’</w:t>
      </w:r>
      <w:r w:rsidR="00E0544E">
        <w:t>à</w:t>
      </w:r>
      <w:r w:rsidR="00E0544E" w:rsidRPr="007818BD">
        <w:t xml:space="preserve"> ce qu</w:t>
      </w:r>
      <w:r>
        <w:t>’</w:t>
      </w:r>
      <w:r w:rsidR="00E0544E" w:rsidRPr="007818BD">
        <w:t>ils eurent regagné la maison</w:t>
      </w:r>
      <w:r>
        <w:t xml:space="preserve"> ; </w:t>
      </w:r>
      <w:r w:rsidR="00E0544E" w:rsidRPr="007818BD">
        <w:t>mais alors</w:t>
      </w:r>
      <w:r>
        <w:t xml:space="preserve">, </w:t>
      </w:r>
      <w:r w:rsidR="00E0544E" w:rsidRPr="007818BD">
        <w:t xml:space="preserve">quand </w:t>
      </w:r>
      <w:proofErr w:type="spellStart"/>
      <w:r w:rsidR="00E0544E" w:rsidRPr="007818BD">
        <w:t>Fillide</w:t>
      </w:r>
      <w:proofErr w:type="spellEnd"/>
      <w:r>
        <w:t xml:space="preserve">, </w:t>
      </w:r>
      <w:r w:rsidR="00E0544E" w:rsidRPr="007818BD">
        <w:t>levant les yeux vers le morne édifice</w:t>
      </w:r>
      <w:r>
        <w:t xml:space="preserve">, </w:t>
      </w:r>
      <w:r w:rsidR="00E0544E" w:rsidRPr="007818BD">
        <w:t>aperçut les fenêtres de cette chambre que sa foi dans l</w:t>
      </w:r>
      <w:r>
        <w:t>’</w:t>
      </w:r>
      <w:r w:rsidR="00E0544E" w:rsidRPr="007818BD">
        <w:t xml:space="preserve">amour de </w:t>
      </w:r>
      <w:proofErr w:type="spellStart"/>
      <w:r w:rsidR="00E0544E" w:rsidRPr="007818BD">
        <w:t>Glyndon</w:t>
      </w:r>
      <w:proofErr w:type="spellEnd"/>
      <w:r w:rsidR="00E0544E" w:rsidRPr="007818BD">
        <w:t xml:space="preserve"> avait </w:t>
      </w:r>
      <w:proofErr w:type="spellStart"/>
      <w:r w:rsidR="00E0544E" w:rsidRPr="007818BD">
        <w:t>rendue</w:t>
      </w:r>
      <w:proofErr w:type="spellEnd"/>
      <w:r w:rsidR="00E0544E" w:rsidRPr="007818BD">
        <w:t xml:space="preserve"> un paradis</w:t>
      </w:r>
      <w:r>
        <w:t xml:space="preserve">, </w:t>
      </w:r>
      <w:r w:rsidR="00E0544E" w:rsidRPr="007818BD">
        <w:t>alors le cœur de la tigresse s</w:t>
      </w:r>
      <w:r>
        <w:t>’</w:t>
      </w:r>
      <w:r w:rsidR="00E0544E" w:rsidRPr="007818BD">
        <w:t>amollit</w:t>
      </w:r>
      <w:r>
        <w:t xml:space="preserve"> ; </w:t>
      </w:r>
      <w:r w:rsidR="00E0544E" w:rsidRPr="007818BD">
        <w:t>quelque chose de la femme revint envahir sa nature</w:t>
      </w:r>
      <w:r>
        <w:t xml:space="preserve">, </w:t>
      </w:r>
      <w:r w:rsidR="00E0544E" w:rsidRPr="007818BD">
        <w:t>toute sombre et sauvage qu</w:t>
      </w:r>
      <w:r>
        <w:t>’</w:t>
      </w:r>
      <w:r w:rsidR="00E0544E" w:rsidRPr="007818BD">
        <w:t>elle était</w:t>
      </w:r>
      <w:r>
        <w:t xml:space="preserve">. </w:t>
      </w:r>
      <w:r w:rsidR="00E0544E" w:rsidRPr="007818BD">
        <w:t>Elle pressa convulsiv</w:t>
      </w:r>
      <w:r w:rsidR="00E0544E" w:rsidRPr="007818BD">
        <w:t>e</w:t>
      </w:r>
      <w:r w:rsidR="00E0544E" w:rsidRPr="007818BD">
        <w:t>ment le bras sur lequel elle s</w:t>
      </w:r>
      <w:r>
        <w:t>’</w:t>
      </w:r>
      <w:r w:rsidR="00E0544E" w:rsidRPr="007818BD">
        <w:t>appuyait</w:t>
      </w:r>
      <w:r>
        <w:t xml:space="preserve">, </w:t>
      </w:r>
      <w:r w:rsidR="00E0544E" w:rsidRPr="007818BD">
        <w:t>et s</w:t>
      </w:r>
      <w:r>
        <w:t>’</w:t>
      </w:r>
      <w:r w:rsidR="00E0544E" w:rsidRPr="007818BD">
        <w:t>écria</w:t>
      </w:r>
      <w:r>
        <w:t> :</w:t>
      </w:r>
    </w:p>
    <w:p w14:paraId="5AB4AB7D" w14:textId="77777777" w:rsidR="00E8465A" w:rsidRDefault="00E8465A" w:rsidP="00E0544E">
      <w:r>
        <w:t>— « </w:t>
      </w:r>
      <w:r w:rsidR="00E0544E" w:rsidRPr="007818BD">
        <w:t>Non</w:t>
      </w:r>
      <w:r>
        <w:t xml:space="preserve">, </w:t>
      </w:r>
      <w:r w:rsidR="00E0544E" w:rsidRPr="007818BD">
        <w:t>non</w:t>
      </w:r>
      <w:r>
        <w:t xml:space="preserve"> ! </w:t>
      </w:r>
      <w:r w:rsidR="00E0544E" w:rsidRPr="007818BD">
        <w:t>pas lui</w:t>
      </w:r>
      <w:r>
        <w:t xml:space="preserve"> : </w:t>
      </w:r>
      <w:r w:rsidR="00E0544E" w:rsidRPr="007818BD">
        <w:t>dénonce-la</w:t>
      </w:r>
      <w:r>
        <w:t xml:space="preserve">, </w:t>
      </w:r>
      <w:r w:rsidR="00E0544E" w:rsidRPr="007818BD">
        <w:t>qu</w:t>
      </w:r>
      <w:r>
        <w:t>’</w:t>
      </w:r>
      <w:r w:rsidR="00E0544E" w:rsidRPr="007818BD">
        <w:t>elle périsse</w:t>
      </w:r>
      <w:r>
        <w:t xml:space="preserve"> ; </w:t>
      </w:r>
      <w:r w:rsidR="00E0544E" w:rsidRPr="007818BD">
        <w:t>mais lui</w:t>
      </w:r>
      <w:r>
        <w:t xml:space="preserve">, </w:t>
      </w:r>
      <w:r w:rsidR="00E0544E" w:rsidRPr="007818BD">
        <w:t>j</w:t>
      </w:r>
      <w:r>
        <w:t>’</w:t>
      </w:r>
      <w:r w:rsidR="00E0544E" w:rsidRPr="007818BD">
        <w:t>ai dormi sur son cœur</w:t>
      </w:r>
      <w:r>
        <w:t xml:space="preserve"> : </w:t>
      </w:r>
      <w:r w:rsidR="00E0544E" w:rsidRPr="007818BD">
        <w:t>pas lui</w:t>
      </w:r>
      <w:r>
        <w:t> !</w:t>
      </w:r>
    </w:p>
    <w:p w14:paraId="34C07F00" w14:textId="08E52B24" w:rsidR="00E0544E" w:rsidRPr="007818BD" w:rsidRDefault="00E8465A" w:rsidP="00E0544E">
      <w:r>
        <w:t>— </w:t>
      </w:r>
      <w:r w:rsidR="00E0544E" w:rsidRPr="007818BD">
        <w:t>Ce sera comme tu voudras</w:t>
      </w:r>
      <w:r>
        <w:t xml:space="preserve">, </w:t>
      </w:r>
      <w:r w:rsidR="00E0544E" w:rsidRPr="007818BD">
        <w:t>dit Nicot avec un ricanement satanique</w:t>
      </w:r>
      <w:r>
        <w:t xml:space="preserve">, </w:t>
      </w:r>
      <w:r w:rsidR="00E0544E" w:rsidRPr="007818BD">
        <w:t>mais il faut provisoirement qu</w:t>
      </w:r>
      <w:r>
        <w:t>’</w:t>
      </w:r>
      <w:r w:rsidR="00E0544E" w:rsidRPr="007818BD">
        <w:t>il soit arrêté</w:t>
      </w:r>
      <w:r>
        <w:t xml:space="preserve">. </w:t>
      </w:r>
      <w:r w:rsidR="00E0544E" w:rsidRPr="007818BD">
        <w:t>Aucun mal ne lui arrivera</w:t>
      </w:r>
      <w:r>
        <w:t xml:space="preserve">, </w:t>
      </w:r>
      <w:r w:rsidR="00E0544E" w:rsidRPr="007818BD">
        <w:t>aucun accusateur ne par</w:t>
      </w:r>
      <w:r w:rsidR="00E0544E" w:rsidRPr="007818BD">
        <w:t>a</w:t>
      </w:r>
      <w:r w:rsidR="00E0544E" w:rsidRPr="007818BD">
        <w:t>îtra</w:t>
      </w:r>
      <w:r>
        <w:t xml:space="preserve">. </w:t>
      </w:r>
      <w:r w:rsidR="00E0544E" w:rsidRPr="007818BD">
        <w:t>Mais elle</w:t>
      </w:r>
      <w:r>
        <w:t xml:space="preserve">, </w:t>
      </w:r>
      <w:r w:rsidR="00E0544E" w:rsidRPr="007818BD">
        <w:t>ne veux-tu pas avoir pitié d</w:t>
      </w:r>
      <w:r>
        <w:t>’</w:t>
      </w:r>
      <w:r w:rsidR="00E0544E" w:rsidRPr="007818BD">
        <w:t>elle</w:t>
      </w:r>
      <w:r>
        <w:t> ? »</w:t>
      </w:r>
    </w:p>
    <w:p w14:paraId="57E5E8F8" w14:textId="77777777" w:rsidR="00E8465A" w:rsidRDefault="00E0544E" w:rsidP="00E0544E">
      <w:proofErr w:type="spellStart"/>
      <w:r w:rsidRPr="007818BD">
        <w:t>Fillide</w:t>
      </w:r>
      <w:proofErr w:type="spellEnd"/>
      <w:r w:rsidRPr="007818BD">
        <w:t xml:space="preserve"> leva les yeux vers lui</w:t>
      </w:r>
      <w:r w:rsidR="00E8465A">
        <w:t xml:space="preserve">. </w:t>
      </w:r>
      <w:r w:rsidRPr="007818BD">
        <w:t>Leur sombre regard répondit assez clairement</w:t>
      </w:r>
      <w:r w:rsidR="00E8465A">
        <w:t>.</w:t>
      </w:r>
    </w:p>
    <w:p w14:paraId="053D6F59" w14:textId="77777777" w:rsidR="00E8465A" w:rsidRDefault="00E0544E" w:rsidP="00E8465A">
      <w:pPr>
        <w:pStyle w:val="Titre2"/>
        <w:pageBreakBefore/>
      </w:pPr>
      <w:bookmarkStart w:id="76" w:name="_Toc199963125"/>
      <w:r w:rsidRPr="007818BD">
        <w:lastRenderedPageBreak/>
        <w:t>CHAPITRE</w:t>
      </w:r>
      <w:r w:rsidR="00E8465A">
        <w:t xml:space="preserve"> </w:t>
      </w:r>
      <w:r w:rsidRPr="007818BD">
        <w:t>VI</w:t>
      </w:r>
      <w:r w:rsidR="00E8465A">
        <w:t>.</w:t>
      </w:r>
      <w:bookmarkEnd w:id="76"/>
    </w:p>
    <w:p w14:paraId="52EBAC2C" w14:textId="7F19361A" w:rsidR="00E0544E" w:rsidRPr="007818BD" w:rsidRDefault="00E0544E" w:rsidP="00E0544E">
      <w:pPr>
        <w:pStyle w:val="NormalRetraitGauche4XIndent0"/>
        <w:spacing w:before="0" w:after="0"/>
        <w:rPr>
          <w:rStyle w:val="Taille-1Caracteres"/>
        </w:rPr>
      </w:pPr>
      <w:r w:rsidRPr="007818BD">
        <w:rPr>
          <w:rStyle w:val="Taille-1Caracteres"/>
        </w:rPr>
        <w:t xml:space="preserve">In </w:t>
      </w:r>
      <w:proofErr w:type="spellStart"/>
      <w:r w:rsidRPr="007818BD">
        <w:rPr>
          <w:rStyle w:val="Taille-1Caracteres"/>
        </w:rPr>
        <w:t>poppa</w:t>
      </w:r>
      <w:proofErr w:type="spellEnd"/>
      <w:r w:rsidRPr="007818BD">
        <w:rPr>
          <w:rStyle w:val="Taille-1Caracteres"/>
        </w:rPr>
        <w:t xml:space="preserve"> </w:t>
      </w:r>
      <w:proofErr w:type="spellStart"/>
      <w:r w:rsidRPr="007818BD">
        <w:rPr>
          <w:rStyle w:val="Taille-1Caracteres"/>
        </w:rPr>
        <w:t>quella</w:t>
      </w:r>
      <w:proofErr w:type="spellEnd"/>
    </w:p>
    <w:p w14:paraId="7CB456F7" w14:textId="77777777" w:rsidR="00E8465A" w:rsidRDefault="00E0544E" w:rsidP="00E0544E">
      <w:pPr>
        <w:pStyle w:val="NormalRetraitGauche4XIndent0"/>
        <w:spacing w:before="0" w:after="0"/>
        <w:rPr>
          <w:rStyle w:val="Taille-1Caracteres"/>
        </w:rPr>
      </w:pPr>
      <w:r w:rsidRPr="007818BD">
        <w:rPr>
          <w:rStyle w:val="Taille-1Caracteres"/>
        </w:rPr>
        <w:t xml:space="preserve">Che </w:t>
      </w:r>
      <w:proofErr w:type="spellStart"/>
      <w:r w:rsidRPr="007818BD">
        <w:rPr>
          <w:rStyle w:val="Taille-1Caracteres"/>
        </w:rPr>
        <w:t>guidar</w:t>
      </w:r>
      <w:proofErr w:type="spellEnd"/>
      <w:r w:rsidRPr="007818BD">
        <w:rPr>
          <w:rStyle w:val="Taille-1Caracteres"/>
        </w:rPr>
        <w:t xml:space="preserve"> </w:t>
      </w:r>
      <w:proofErr w:type="spellStart"/>
      <w:r w:rsidRPr="007818BD">
        <w:rPr>
          <w:rStyle w:val="Taille-1Caracteres"/>
        </w:rPr>
        <w:t>gli</w:t>
      </w:r>
      <w:proofErr w:type="spellEnd"/>
      <w:r w:rsidRPr="007818BD">
        <w:rPr>
          <w:rStyle w:val="Taille-1Caracteres"/>
        </w:rPr>
        <w:t xml:space="preserve"> </w:t>
      </w:r>
      <w:proofErr w:type="spellStart"/>
      <w:r w:rsidRPr="007818BD">
        <w:rPr>
          <w:rStyle w:val="Taille-1Caracteres"/>
        </w:rPr>
        <w:t>dovea</w:t>
      </w:r>
      <w:proofErr w:type="spellEnd"/>
      <w:r w:rsidR="00E8465A">
        <w:rPr>
          <w:rStyle w:val="Taille-1Caracteres"/>
        </w:rPr>
        <w:t xml:space="preserve">, </w:t>
      </w:r>
      <w:r w:rsidRPr="007818BD">
        <w:rPr>
          <w:rStyle w:val="Taille-1Caracteres"/>
        </w:rPr>
        <w:t xml:space="preserve">fatal </w:t>
      </w:r>
      <w:proofErr w:type="spellStart"/>
      <w:r w:rsidRPr="007818BD">
        <w:rPr>
          <w:rStyle w:val="Taille-1Caracteres"/>
        </w:rPr>
        <w:t>Donsella</w:t>
      </w:r>
      <w:proofErr w:type="spellEnd"/>
      <w:r w:rsidRPr="007818BD">
        <w:rPr>
          <w:rStyle w:val="Appelnotedebasdep"/>
          <w:szCs w:val="28"/>
        </w:rPr>
        <w:footnoteReference w:id="58"/>
      </w:r>
      <w:r w:rsidR="00E8465A">
        <w:rPr>
          <w:rStyle w:val="Taille-1Caracteres"/>
        </w:rPr>
        <w:t>.</w:t>
      </w:r>
    </w:p>
    <w:p w14:paraId="7B009638" w14:textId="22CF1062" w:rsidR="00E8465A" w:rsidRDefault="00E8465A" w:rsidP="00E0544E">
      <w:pPr>
        <w:jc w:val="right"/>
        <w:rPr>
          <w:rStyle w:val="Taille-1Caracteres"/>
        </w:rPr>
      </w:pPr>
      <w:r>
        <w:rPr>
          <w:rStyle w:val="Taille-1Caracteres"/>
        </w:rPr>
        <w:t>(</w:t>
      </w:r>
      <w:proofErr w:type="spellStart"/>
      <w:r w:rsidR="00E0544E" w:rsidRPr="007818BD">
        <w:rPr>
          <w:rStyle w:val="Taille-1Caracteres"/>
          <w:i/>
        </w:rPr>
        <w:t>Gerus</w:t>
      </w:r>
      <w:proofErr w:type="spellEnd"/>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XV</w:t>
      </w:r>
      <w:r>
        <w:rPr>
          <w:rStyle w:val="Taille-1Caracteres"/>
        </w:rPr>
        <w:t xml:space="preserve">, </w:t>
      </w:r>
      <w:r w:rsidR="00E0544E" w:rsidRPr="007818BD">
        <w:rPr>
          <w:rStyle w:val="Taille-1Caracteres"/>
        </w:rPr>
        <w:t>3</w:t>
      </w:r>
      <w:r>
        <w:rPr>
          <w:rStyle w:val="Taille-1Caracteres"/>
        </w:rPr>
        <w:t>.)</w:t>
      </w:r>
    </w:p>
    <w:p w14:paraId="0C1259AD" w14:textId="77777777" w:rsidR="00E8465A" w:rsidRDefault="00E0544E" w:rsidP="00E0544E">
      <w:r w:rsidRPr="007818BD">
        <w:t>L</w:t>
      </w:r>
      <w:r w:rsidR="00E8465A">
        <w:t>’</w:t>
      </w:r>
      <w:r w:rsidRPr="007818BD">
        <w:t>Italienne n</w:t>
      </w:r>
      <w:r w:rsidR="00E8465A">
        <w:t>’</w:t>
      </w:r>
      <w:r w:rsidRPr="007818BD">
        <w:t>avait pas exagéré ce talent de dissimulation qui est l</w:t>
      </w:r>
      <w:r w:rsidR="00E8465A">
        <w:t>’</w:t>
      </w:r>
      <w:r w:rsidRPr="007818BD">
        <w:t>apanage prove</w:t>
      </w:r>
      <w:r w:rsidRPr="007818BD">
        <w:t>r</w:t>
      </w:r>
      <w:r w:rsidRPr="007818BD">
        <w:t>bial de sa nation et de son sexe</w:t>
      </w:r>
      <w:r w:rsidR="00E8465A">
        <w:t xml:space="preserve">. </w:t>
      </w:r>
      <w:r w:rsidRPr="007818BD">
        <w:t>Pas une parole</w:t>
      </w:r>
      <w:r w:rsidR="00E8465A">
        <w:t xml:space="preserve">, </w:t>
      </w:r>
      <w:r w:rsidRPr="007818BD">
        <w:t xml:space="preserve">pas un regard ne révéla ce jour-là à </w:t>
      </w:r>
      <w:proofErr w:type="spellStart"/>
      <w:r w:rsidRPr="007818BD">
        <w:t>Glyndon</w:t>
      </w:r>
      <w:proofErr w:type="spellEnd"/>
      <w:r w:rsidRPr="007818BD">
        <w:t xml:space="preserve"> le chang</w:t>
      </w:r>
      <w:r w:rsidRPr="007818BD">
        <w:t>e</w:t>
      </w:r>
      <w:r w:rsidRPr="007818BD">
        <w:t>ment fatal qui avait converti son dévouement en haine</w:t>
      </w:r>
      <w:r w:rsidR="00E8465A">
        <w:t xml:space="preserve">. </w:t>
      </w:r>
      <w:r w:rsidRPr="007818BD">
        <w:t>Lui-même</w:t>
      </w:r>
      <w:r w:rsidR="00E8465A">
        <w:t xml:space="preserve">, </w:t>
      </w:r>
      <w:r w:rsidRPr="007818BD">
        <w:t>il est vrai</w:t>
      </w:r>
      <w:r w:rsidR="00E8465A">
        <w:t xml:space="preserve">, </w:t>
      </w:r>
      <w:r w:rsidRPr="007818BD">
        <w:t>absorbé dans ses projets et dans ses réflexions sur son étrange destinée</w:t>
      </w:r>
      <w:r w:rsidR="00E8465A">
        <w:t xml:space="preserve">, </w:t>
      </w:r>
      <w:r w:rsidRPr="007818BD">
        <w:t>ne pouvait être un observateur bien perspicace</w:t>
      </w:r>
      <w:r w:rsidR="00E8465A">
        <w:t xml:space="preserve">. </w:t>
      </w:r>
      <w:r w:rsidRPr="007818BD">
        <w:t xml:space="preserve">Mais la manière de </w:t>
      </w:r>
      <w:proofErr w:type="spellStart"/>
      <w:r w:rsidRPr="007818BD">
        <w:t>Fillide</w:t>
      </w:r>
      <w:proofErr w:type="spellEnd"/>
      <w:r w:rsidR="00E8465A">
        <w:t xml:space="preserve">, </w:t>
      </w:r>
      <w:r w:rsidRPr="007818BD">
        <w:t>plus douce et plus cont</w:t>
      </w:r>
      <w:r w:rsidRPr="007818BD">
        <w:t>e</w:t>
      </w:r>
      <w:r w:rsidRPr="007818BD">
        <w:t>nue que d</w:t>
      </w:r>
      <w:r w:rsidR="00E8465A">
        <w:t>’</w:t>
      </w:r>
      <w:r w:rsidRPr="007818BD">
        <w:t>ordinaire</w:t>
      </w:r>
      <w:r w:rsidR="00E8465A">
        <w:t xml:space="preserve">, </w:t>
      </w:r>
      <w:r w:rsidRPr="007818BD">
        <w:t>produisit vers le soir</w:t>
      </w:r>
      <w:r w:rsidR="00E8465A">
        <w:t xml:space="preserve">, </w:t>
      </w:r>
      <w:r w:rsidRPr="007818BD">
        <w:t>sur les méditations de l</w:t>
      </w:r>
      <w:r w:rsidR="00E8465A">
        <w:t>’</w:t>
      </w:r>
      <w:r w:rsidRPr="007818BD">
        <w:t>Anglais</w:t>
      </w:r>
      <w:r w:rsidR="00E8465A">
        <w:t xml:space="preserve">, </w:t>
      </w:r>
      <w:r w:rsidRPr="007818BD">
        <w:t>un effet tranquillisant</w:t>
      </w:r>
      <w:r w:rsidR="00E8465A">
        <w:t xml:space="preserve">, </w:t>
      </w:r>
      <w:r w:rsidRPr="007818BD">
        <w:t>et il commença alors à lui parler de l</w:t>
      </w:r>
      <w:r w:rsidR="00E8465A">
        <w:t>’</w:t>
      </w:r>
      <w:r w:rsidRPr="007818BD">
        <w:t>espérance certaine de fuir et d</w:t>
      </w:r>
      <w:r w:rsidR="00E8465A">
        <w:t>’</w:t>
      </w:r>
      <w:r w:rsidRPr="007818BD">
        <w:t>un avenir qui les a</w:t>
      </w:r>
      <w:r w:rsidRPr="007818BD">
        <w:t>t</w:t>
      </w:r>
      <w:r w:rsidRPr="007818BD">
        <w:t>tendrait dans une terre moins maudite</w:t>
      </w:r>
      <w:r w:rsidR="00E8465A">
        <w:t>.</w:t>
      </w:r>
    </w:p>
    <w:p w14:paraId="2373C681" w14:textId="77777777" w:rsidR="00E8465A" w:rsidRDefault="00E8465A" w:rsidP="00E0544E">
      <w:r>
        <w:t>« </w:t>
      </w:r>
      <w:r w:rsidR="00E0544E" w:rsidRPr="007818BD">
        <w:t>Et ta belle amie</w:t>
      </w:r>
      <w:r>
        <w:t xml:space="preserve">, </w:t>
      </w:r>
      <w:r w:rsidR="00E0544E" w:rsidRPr="007818BD">
        <w:t xml:space="preserve">dit </w:t>
      </w:r>
      <w:proofErr w:type="spellStart"/>
      <w:r w:rsidR="00E0544E" w:rsidRPr="007818BD">
        <w:t>Fillide</w:t>
      </w:r>
      <w:proofErr w:type="spellEnd"/>
      <w:r w:rsidR="00E0544E" w:rsidRPr="007818BD">
        <w:t xml:space="preserve"> en détournant les yeux</w:t>
      </w:r>
      <w:r>
        <w:t xml:space="preserve">, </w:t>
      </w:r>
      <w:r w:rsidR="00E0544E" w:rsidRPr="007818BD">
        <w:t>avec un sourire perfide</w:t>
      </w:r>
      <w:r>
        <w:t xml:space="preserve">… </w:t>
      </w:r>
      <w:r w:rsidR="00E0544E" w:rsidRPr="007818BD">
        <w:t>celle qui devait nous accompagner</w:t>
      </w:r>
      <w:r>
        <w:t xml:space="preserve"> ? </w:t>
      </w:r>
      <w:r w:rsidR="00E0544E" w:rsidRPr="007818BD">
        <w:t>Tu r</w:t>
      </w:r>
      <w:r w:rsidR="00E0544E" w:rsidRPr="007818BD">
        <w:t>e</w:t>
      </w:r>
      <w:r w:rsidR="00E0544E" w:rsidRPr="007818BD">
        <w:t>nonces à elle</w:t>
      </w:r>
      <w:r>
        <w:t xml:space="preserve">, </w:t>
      </w:r>
      <w:r w:rsidR="00E0544E" w:rsidRPr="007818BD">
        <w:t>me dit Nicot</w:t>
      </w:r>
      <w:r>
        <w:t xml:space="preserve">, </w:t>
      </w:r>
      <w:r w:rsidR="00E0544E" w:rsidRPr="007818BD">
        <w:t>en faveur de que</w:t>
      </w:r>
      <w:r w:rsidR="00E0544E" w:rsidRPr="007818BD">
        <w:t>l</w:t>
      </w:r>
      <w:r w:rsidR="00E0544E" w:rsidRPr="007818BD">
        <w:t>qu</w:t>
      </w:r>
      <w:r>
        <w:t>’</w:t>
      </w:r>
      <w:r w:rsidR="00E0544E" w:rsidRPr="007818BD">
        <w:t>un à qui il s</w:t>
      </w:r>
      <w:r>
        <w:t>’</w:t>
      </w:r>
      <w:r w:rsidR="00E0544E" w:rsidRPr="007818BD">
        <w:t>intéresse</w:t>
      </w:r>
      <w:r>
        <w:t xml:space="preserve">. </w:t>
      </w:r>
      <w:r w:rsidR="00E0544E" w:rsidRPr="007818BD">
        <w:t>Serait-ce vrai</w:t>
      </w:r>
      <w:r>
        <w:t> ?</w:t>
      </w:r>
    </w:p>
    <w:p w14:paraId="42AA7AA1" w14:textId="77777777" w:rsidR="00E8465A" w:rsidRDefault="00E8465A" w:rsidP="00E0544E">
      <w:r>
        <w:t>— </w:t>
      </w:r>
      <w:r w:rsidR="00E0544E" w:rsidRPr="007818BD">
        <w:t>Ah</w:t>
      </w:r>
      <w:r>
        <w:t xml:space="preserve"> ! </w:t>
      </w:r>
      <w:r w:rsidR="00E0544E" w:rsidRPr="007818BD">
        <w:t>il t</w:t>
      </w:r>
      <w:r>
        <w:t>’</w:t>
      </w:r>
      <w:r w:rsidR="00E0544E" w:rsidRPr="007818BD">
        <w:t>a dit cela</w:t>
      </w:r>
      <w:r>
        <w:t xml:space="preserve">, </w:t>
      </w:r>
      <w:r w:rsidR="00E0544E" w:rsidRPr="007818BD">
        <w:t xml:space="preserve">dit </w:t>
      </w:r>
      <w:proofErr w:type="spellStart"/>
      <w:r w:rsidR="00E0544E" w:rsidRPr="007818BD">
        <w:t>Glyndon</w:t>
      </w:r>
      <w:proofErr w:type="spellEnd"/>
      <w:r w:rsidR="00E0544E" w:rsidRPr="007818BD">
        <w:t xml:space="preserve"> sans répondre</w:t>
      </w:r>
      <w:r>
        <w:t xml:space="preserve">. </w:t>
      </w:r>
      <w:r w:rsidR="00E0544E" w:rsidRPr="007818BD">
        <w:t>Eh bien</w:t>
      </w:r>
      <w:r>
        <w:t xml:space="preserve"> ! </w:t>
      </w:r>
      <w:r w:rsidR="00E0544E" w:rsidRPr="007818BD">
        <w:t>ce changement te plaît-il</w:t>
      </w:r>
      <w:r>
        <w:t> ?</w:t>
      </w:r>
    </w:p>
    <w:p w14:paraId="2BDB435B" w14:textId="77777777" w:rsidR="00E8465A" w:rsidRDefault="00E8465A" w:rsidP="00E0544E">
      <w:r>
        <w:t>— </w:t>
      </w:r>
      <w:r w:rsidR="00E0544E" w:rsidRPr="007818BD">
        <w:t>Traître</w:t>
      </w:r>
      <w:r>
        <w:t> ! »</w:t>
      </w:r>
      <w:r w:rsidR="00E0544E" w:rsidRPr="007818BD">
        <w:t xml:space="preserve"> murmura </w:t>
      </w:r>
      <w:proofErr w:type="spellStart"/>
      <w:r w:rsidR="00E0544E" w:rsidRPr="007818BD">
        <w:t>Fillide</w:t>
      </w:r>
      <w:proofErr w:type="spellEnd"/>
      <w:r>
        <w:t>.</w:t>
      </w:r>
    </w:p>
    <w:p w14:paraId="2E1FD860" w14:textId="77777777" w:rsidR="00E8465A" w:rsidRDefault="00E0544E" w:rsidP="00E0544E">
      <w:r w:rsidRPr="007818BD">
        <w:lastRenderedPageBreak/>
        <w:t>Elle se leva brusquement</w:t>
      </w:r>
      <w:r w:rsidR="00E8465A">
        <w:t xml:space="preserve">, </w:t>
      </w:r>
      <w:r w:rsidRPr="007818BD">
        <w:t>s</w:t>
      </w:r>
      <w:r w:rsidR="00E8465A">
        <w:t>’</w:t>
      </w:r>
      <w:r w:rsidRPr="007818BD">
        <w:t>approcha de lui</w:t>
      </w:r>
      <w:r w:rsidR="00E8465A">
        <w:t xml:space="preserve">, </w:t>
      </w:r>
      <w:r w:rsidRPr="007818BD">
        <w:t>releva sur son front ses longs cheveux d</w:t>
      </w:r>
      <w:r w:rsidR="00E8465A">
        <w:t>’</w:t>
      </w:r>
      <w:r w:rsidRPr="007818BD">
        <w:t>une main caressante</w:t>
      </w:r>
      <w:r w:rsidR="00E8465A">
        <w:t xml:space="preserve">, </w:t>
      </w:r>
      <w:r w:rsidRPr="007818BD">
        <w:t>et y colla convu</w:t>
      </w:r>
      <w:r w:rsidRPr="007818BD">
        <w:t>l</w:t>
      </w:r>
      <w:r w:rsidRPr="007818BD">
        <w:t>sivement ses lèvres</w:t>
      </w:r>
      <w:r w:rsidR="00E8465A">
        <w:t>.</w:t>
      </w:r>
    </w:p>
    <w:p w14:paraId="45E2F240" w14:textId="15B3CF2E" w:rsidR="00E0544E" w:rsidRPr="007818BD" w:rsidRDefault="00E8465A" w:rsidP="00E0544E">
      <w:r>
        <w:t>« </w:t>
      </w:r>
      <w:r w:rsidR="00E0544E" w:rsidRPr="007818BD">
        <w:t>Cette tête est trop belle pour le bourreau</w:t>
      </w:r>
      <w:r>
        <w:t>, »</w:t>
      </w:r>
      <w:r w:rsidR="00E0544E" w:rsidRPr="007818BD">
        <w:t xml:space="preserve"> dit-elle avec un léger sourire</w:t>
      </w:r>
      <w:r>
        <w:t xml:space="preserve"> ; </w:t>
      </w:r>
      <w:r w:rsidR="00E0544E" w:rsidRPr="007818BD">
        <w:t>puis elle s</w:t>
      </w:r>
      <w:r>
        <w:t>’</w:t>
      </w:r>
      <w:r w:rsidR="00E0544E" w:rsidRPr="007818BD">
        <w:t>éloigna et parut occupée des prép</w:t>
      </w:r>
      <w:r w:rsidR="00E0544E" w:rsidRPr="007818BD">
        <w:t>a</w:t>
      </w:r>
      <w:r w:rsidR="00E0544E" w:rsidRPr="007818BD">
        <w:t>ratifs du départ</w:t>
      </w:r>
      <w:r>
        <w:t>. »</w:t>
      </w:r>
    </w:p>
    <w:p w14:paraId="5F065251" w14:textId="77777777" w:rsidR="00E8465A" w:rsidRDefault="00E0544E" w:rsidP="00E0544E">
      <w:r w:rsidRPr="007818BD">
        <w:t>Le lendemain</w:t>
      </w:r>
      <w:r w:rsidR="00E8465A">
        <w:t xml:space="preserve">, </w:t>
      </w:r>
      <w:r w:rsidRPr="007818BD">
        <w:t>à son lever</w:t>
      </w:r>
      <w:r w:rsidR="00E8465A">
        <w:t xml:space="preserve">, </w:t>
      </w:r>
      <w:proofErr w:type="spellStart"/>
      <w:r w:rsidRPr="007818BD">
        <w:t>Glyndon</w:t>
      </w:r>
      <w:proofErr w:type="spellEnd"/>
      <w:r w:rsidRPr="007818BD">
        <w:t xml:space="preserve"> ne vit pas l</w:t>
      </w:r>
      <w:r w:rsidR="00E8465A">
        <w:t>’</w:t>
      </w:r>
      <w:r w:rsidRPr="007818BD">
        <w:t>Italienne</w:t>
      </w:r>
      <w:r w:rsidR="00E8465A">
        <w:t xml:space="preserve"> ; </w:t>
      </w:r>
      <w:r w:rsidRPr="007818BD">
        <w:t>elle était encore absente quand il quitta la maison</w:t>
      </w:r>
      <w:r w:rsidR="00E8465A">
        <w:t xml:space="preserve">. </w:t>
      </w:r>
      <w:r w:rsidRPr="007818BD">
        <w:t>Il était n</w:t>
      </w:r>
      <w:r w:rsidRPr="007818BD">
        <w:t>é</w:t>
      </w:r>
      <w:r w:rsidRPr="007818BD">
        <w:t>cessaire qu</w:t>
      </w:r>
      <w:r w:rsidR="00E8465A">
        <w:t>’</w:t>
      </w:r>
      <w:r w:rsidRPr="007818BD">
        <w:t>il revît encore une fois C</w:t>
      </w:r>
      <w:r w:rsidR="00E8465A">
        <w:t xml:space="preserve">… </w:t>
      </w:r>
      <w:r w:rsidRPr="007818BD">
        <w:t>avant son départ</w:t>
      </w:r>
      <w:r w:rsidR="00E8465A">
        <w:t xml:space="preserve">, </w:t>
      </w:r>
      <w:r w:rsidRPr="007818BD">
        <w:t>non-seulement pour tout régler afin que Nicot les accompagnât dans leur fuite</w:t>
      </w:r>
      <w:r w:rsidR="00E8465A">
        <w:t xml:space="preserve">, </w:t>
      </w:r>
      <w:r w:rsidRPr="007818BD">
        <w:t>mais aussi de crainte qu</w:t>
      </w:r>
      <w:r w:rsidR="00E8465A">
        <w:t>’</w:t>
      </w:r>
      <w:r w:rsidRPr="007818BD">
        <w:t>il ne s</w:t>
      </w:r>
      <w:r w:rsidR="00E8465A">
        <w:t>’</w:t>
      </w:r>
      <w:r w:rsidRPr="007818BD">
        <w:t>élevât quelque sou</w:t>
      </w:r>
      <w:r w:rsidRPr="007818BD">
        <w:t>p</w:t>
      </w:r>
      <w:r w:rsidRPr="007818BD">
        <w:t>çon qui pût déjouer ou co</w:t>
      </w:r>
      <w:r w:rsidRPr="007818BD">
        <w:t>m</w:t>
      </w:r>
      <w:r w:rsidRPr="007818BD">
        <w:t>promettre ses combinaisons</w:t>
      </w:r>
      <w:r w:rsidR="00E8465A">
        <w:t>.</w:t>
      </w:r>
    </w:p>
    <w:p w14:paraId="1F9D91D5" w14:textId="38E17319" w:rsidR="00E8465A" w:rsidRDefault="00E0544E" w:rsidP="00E0544E">
      <w:r w:rsidRPr="007818BD">
        <w:t>C</w:t>
      </w:r>
      <w:r w:rsidR="00E8465A">
        <w:t xml:space="preserve">… </w:t>
      </w:r>
      <w:r w:rsidRPr="007818BD">
        <w:t>n</w:t>
      </w:r>
      <w:r w:rsidR="00E8465A">
        <w:t>’</w:t>
      </w:r>
      <w:r w:rsidRPr="007818BD">
        <w:t>était pas de la coterie de Robespierre</w:t>
      </w:r>
      <w:r w:rsidR="00E8465A">
        <w:t xml:space="preserve"> ; </w:t>
      </w:r>
      <w:r w:rsidRPr="007818BD">
        <w:t>il lui était m</w:t>
      </w:r>
      <w:r w:rsidRPr="007818BD">
        <w:t>ê</w:t>
      </w:r>
      <w:r w:rsidRPr="007818BD">
        <w:t>me secrètement hostile</w:t>
      </w:r>
      <w:r w:rsidR="00E8465A">
        <w:t xml:space="preserve"> ; </w:t>
      </w:r>
      <w:r w:rsidRPr="007818BD">
        <w:t>mais il avait su ménager les bonnes grâces de chaque faction qui tour à tour arrivait au pouvoir</w:t>
      </w:r>
      <w:r w:rsidR="00E8465A">
        <w:t xml:space="preserve">. </w:t>
      </w:r>
      <w:r w:rsidRPr="007818BD">
        <w:t>So</w:t>
      </w:r>
      <w:r w:rsidRPr="007818BD">
        <w:t>r</w:t>
      </w:r>
      <w:r w:rsidRPr="007818BD">
        <w:t>ti de la lie de la populace</w:t>
      </w:r>
      <w:r w:rsidR="00E8465A">
        <w:t xml:space="preserve">, </w:t>
      </w:r>
      <w:r w:rsidRPr="007818BD">
        <w:t>il possédait cependant cette affabilité enjouée qu</w:t>
      </w:r>
      <w:r w:rsidR="00E8465A">
        <w:t>’</w:t>
      </w:r>
      <w:r w:rsidRPr="007818BD">
        <w:t>on trouve indifféremment dans toutes les classes en France</w:t>
      </w:r>
      <w:r w:rsidR="00E8465A">
        <w:t xml:space="preserve"> ; </w:t>
      </w:r>
      <w:r w:rsidRPr="007818BD">
        <w:t>il était parvenu à s</w:t>
      </w:r>
      <w:r w:rsidR="00E8465A">
        <w:t>’</w:t>
      </w:r>
      <w:r w:rsidRPr="007818BD">
        <w:t>enrichir</w:t>
      </w:r>
      <w:r w:rsidR="00E8465A">
        <w:t xml:space="preserve">, </w:t>
      </w:r>
      <w:r w:rsidRPr="007818BD">
        <w:t>nul ne savait par quels moyens</w:t>
      </w:r>
      <w:r w:rsidR="00E8465A">
        <w:t xml:space="preserve">, </w:t>
      </w:r>
      <w:r w:rsidRPr="007818BD">
        <w:t>dans le cours de sa rapide carrière</w:t>
      </w:r>
      <w:r w:rsidR="00E8465A">
        <w:t xml:space="preserve">. </w:t>
      </w:r>
      <w:r w:rsidRPr="007818BD">
        <w:t>Il était enfin devenu un des propriétaires les plus riches de Paris</w:t>
      </w:r>
      <w:r w:rsidR="00E8465A">
        <w:t xml:space="preserve">, </w:t>
      </w:r>
      <w:r w:rsidRPr="007818BD">
        <w:t>et à cette époque tenait une maison splendide et hospitalière</w:t>
      </w:r>
      <w:r w:rsidR="00E8465A">
        <w:t xml:space="preserve">. </w:t>
      </w:r>
      <w:r w:rsidRPr="007818BD">
        <w:t>Il était un de ceux que</w:t>
      </w:r>
      <w:r w:rsidR="00E8465A">
        <w:t xml:space="preserve">, </w:t>
      </w:r>
      <w:r w:rsidRPr="007818BD">
        <w:t>pour diverses raisons</w:t>
      </w:r>
      <w:r w:rsidR="00E8465A">
        <w:t xml:space="preserve">, </w:t>
      </w:r>
      <w:r w:rsidRPr="007818BD">
        <w:t>Robespierre daignait protéger</w:t>
      </w:r>
      <w:r w:rsidR="00E8465A">
        <w:t xml:space="preserve"> ; </w:t>
      </w:r>
      <w:r w:rsidRPr="007818BD">
        <w:t>et souvent il avait sauvé les proscrits et les suspects en leur proc</w:t>
      </w:r>
      <w:r w:rsidRPr="007818BD">
        <w:t>u</w:t>
      </w:r>
      <w:r w:rsidRPr="007818BD">
        <w:t xml:space="preserve">rant des </w:t>
      </w:r>
      <w:proofErr w:type="spellStart"/>
      <w:r w:rsidRPr="007818BD">
        <w:t>passe-ports</w:t>
      </w:r>
      <w:proofErr w:type="spellEnd"/>
      <w:r w:rsidRPr="007818BD">
        <w:t xml:space="preserve"> sous des noms supposés</w:t>
      </w:r>
      <w:r w:rsidR="00E8465A">
        <w:t xml:space="preserve">, </w:t>
      </w:r>
      <w:r w:rsidRPr="007818BD">
        <w:t>et en facilitant leur fuite</w:t>
      </w:r>
      <w:r w:rsidR="00E8465A">
        <w:t xml:space="preserve"> : </w:t>
      </w:r>
      <w:r w:rsidRPr="007818BD">
        <w:t>mais C</w:t>
      </w:r>
      <w:r w:rsidR="00E8465A">
        <w:t xml:space="preserve">… </w:t>
      </w:r>
      <w:r w:rsidRPr="007818BD">
        <w:t>était un homme qui ne se donnait tant de peine que pour les riches</w:t>
      </w:r>
      <w:r w:rsidR="00E8465A">
        <w:t xml:space="preserve">. </w:t>
      </w:r>
      <w:r w:rsidRPr="007818BD">
        <w:rPr>
          <w:i/>
          <w:iCs/>
        </w:rPr>
        <w:t>L</w:t>
      </w:r>
      <w:r w:rsidR="00E8465A">
        <w:rPr>
          <w:i/>
          <w:iCs/>
        </w:rPr>
        <w:t>’</w:t>
      </w:r>
      <w:r w:rsidRPr="007818BD">
        <w:rPr>
          <w:i/>
          <w:iCs/>
        </w:rPr>
        <w:t>incorruptible Maximilien</w:t>
      </w:r>
      <w:r w:rsidR="00E8465A">
        <w:rPr>
          <w:i/>
          <w:iCs/>
        </w:rPr>
        <w:t xml:space="preserve">, </w:t>
      </w:r>
      <w:r w:rsidRPr="007818BD">
        <w:t>à qui ne manquait pas la pénétration nécessaire à tout tyran</w:t>
      </w:r>
      <w:r w:rsidR="00E8465A">
        <w:t xml:space="preserve">, </w:t>
      </w:r>
      <w:r w:rsidRPr="007818BD">
        <w:t>voyait sans doute au fond de toutes ces manœuvres</w:t>
      </w:r>
      <w:r w:rsidR="00E8465A">
        <w:t xml:space="preserve">, </w:t>
      </w:r>
      <w:r w:rsidRPr="007818BD">
        <w:t>et démêlait la cupidité sous le manteau de charité dont elle se couvrait</w:t>
      </w:r>
      <w:r w:rsidR="00E8465A">
        <w:t xml:space="preserve">. </w:t>
      </w:r>
      <w:r w:rsidRPr="007818BD">
        <w:t xml:space="preserve">Mais il faut se rappeler que souvent Robespierre fermait volontiers les yeux sur </w:t>
      </w:r>
      <w:r w:rsidRPr="007818BD">
        <w:lastRenderedPageBreak/>
        <w:t>certains vices</w:t>
      </w:r>
      <w:r w:rsidR="00E8465A">
        <w:t xml:space="preserve">, </w:t>
      </w:r>
      <w:r w:rsidRPr="007818BD">
        <w:t>les encourageait même dans les hommes qu</w:t>
      </w:r>
      <w:r w:rsidR="00E8465A">
        <w:t>’</w:t>
      </w:r>
      <w:r w:rsidRPr="007818BD">
        <w:t>il voulait perdre surtout quand ces vices pouvaient les déconsid</w:t>
      </w:r>
      <w:r w:rsidRPr="007818BD">
        <w:t>é</w:t>
      </w:r>
      <w:r w:rsidRPr="007818BD">
        <w:t>rer aux yeux du public</w:t>
      </w:r>
      <w:r w:rsidR="00E8465A">
        <w:t xml:space="preserve">, </w:t>
      </w:r>
      <w:r w:rsidRPr="007818BD">
        <w:t>et contraster avec sa propre et irrépr</w:t>
      </w:r>
      <w:r w:rsidRPr="007818BD">
        <w:t>o</w:t>
      </w:r>
      <w:r w:rsidRPr="007818BD">
        <w:t>chable intégrité</w:t>
      </w:r>
      <w:r w:rsidR="00E8465A">
        <w:t xml:space="preserve">. </w:t>
      </w:r>
      <w:r w:rsidRPr="007818BD">
        <w:t>Aussi</w:t>
      </w:r>
      <w:r w:rsidR="00E8465A">
        <w:t xml:space="preserve">, </w:t>
      </w:r>
      <w:r w:rsidRPr="007818BD">
        <w:t>plus d</w:t>
      </w:r>
      <w:r w:rsidR="00E8465A">
        <w:t>’</w:t>
      </w:r>
      <w:r w:rsidRPr="007818BD">
        <w:t>une fois sans doute il sourit int</w:t>
      </w:r>
      <w:r w:rsidRPr="007818BD">
        <w:t>é</w:t>
      </w:r>
      <w:r w:rsidRPr="007818BD">
        <w:t>rieurement de l</w:t>
      </w:r>
      <w:r w:rsidR="00E8465A">
        <w:t>’</w:t>
      </w:r>
      <w:r w:rsidRPr="007818BD">
        <w:t>hôtel somptueux et de la rapacité cupide du d</w:t>
      </w:r>
      <w:r w:rsidRPr="007818BD">
        <w:t>i</w:t>
      </w:r>
      <w:r w:rsidRPr="007818BD">
        <w:t xml:space="preserve">gne citoyen </w:t>
      </w:r>
      <w:r>
        <w:t>C</w:t>
      </w:r>
      <w:r w:rsidR="00E8465A">
        <w:t>…</w:t>
      </w:r>
    </w:p>
    <w:p w14:paraId="7038FB1D" w14:textId="77777777" w:rsidR="00E8465A" w:rsidRDefault="00E0544E" w:rsidP="00E0544E">
      <w:r w:rsidRPr="007818BD">
        <w:t>C</w:t>
      </w:r>
      <w:r w:rsidR="00E8465A">
        <w:t>’</w:t>
      </w:r>
      <w:r w:rsidRPr="007818BD">
        <w:t xml:space="preserve">est donc vers ce personnage que </w:t>
      </w:r>
      <w:proofErr w:type="spellStart"/>
      <w:r w:rsidRPr="007818BD">
        <w:t>Glyndon</w:t>
      </w:r>
      <w:proofErr w:type="spellEnd"/>
      <w:r w:rsidRPr="007818BD">
        <w:t xml:space="preserve"> se dirigea d</w:t>
      </w:r>
      <w:r w:rsidR="00E8465A">
        <w:t>’</w:t>
      </w:r>
      <w:r w:rsidRPr="007818BD">
        <w:t>un pas rêveur</w:t>
      </w:r>
      <w:r w:rsidR="00E8465A">
        <w:t xml:space="preserve">. </w:t>
      </w:r>
      <w:r w:rsidRPr="007818BD">
        <w:t>Il avait dit vrai quand il avait appris à Viola qu</w:t>
      </w:r>
      <w:r w:rsidR="00E8465A">
        <w:t>’</w:t>
      </w:r>
      <w:r w:rsidRPr="007818BD">
        <w:t>en résistant au spectre il avait affaibli ce que son influence avait de terrible</w:t>
      </w:r>
      <w:r w:rsidR="00E8465A">
        <w:t xml:space="preserve">. </w:t>
      </w:r>
      <w:r w:rsidRPr="007818BD">
        <w:t>Le temps était à la fin venu où</w:t>
      </w:r>
      <w:r w:rsidR="00E8465A">
        <w:t xml:space="preserve">, </w:t>
      </w:r>
      <w:r w:rsidRPr="007818BD">
        <w:t>voyant face à face le vice et le crime dans leur aspect le plus hideux</w:t>
      </w:r>
      <w:r w:rsidR="00E8465A">
        <w:t xml:space="preserve">, </w:t>
      </w:r>
      <w:r w:rsidRPr="007818BD">
        <w:t>et sur un si vaste théâtre</w:t>
      </w:r>
      <w:r w:rsidR="00E8465A">
        <w:t xml:space="preserve">, </w:t>
      </w:r>
      <w:r w:rsidRPr="007818BD">
        <w:t>il avait trouvé que le vice et le crime ont des horreurs plus mortelles que les yeux d</w:t>
      </w:r>
      <w:r w:rsidR="00E8465A">
        <w:t>’</w:t>
      </w:r>
      <w:r w:rsidRPr="007818BD">
        <w:t>un fantôme créé par la peur</w:t>
      </w:r>
      <w:r w:rsidR="00E8465A">
        <w:t xml:space="preserve">. </w:t>
      </w:r>
      <w:r w:rsidRPr="007818BD">
        <w:t>Sa noblesse naturelle commençait à lui revenir</w:t>
      </w:r>
      <w:r w:rsidR="00E8465A">
        <w:t xml:space="preserve"> ; </w:t>
      </w:r>
      <w:r w:rsidRPr="007818BD">
        <w:t>tout en longeant les rues</w:t>
      </w:r>
      <w:r w:rsidR="00E8465A">
        <w:t xml:space="preserve">, </w:t>
      </w:r>
      <w:r w:rsidRPr="007818BD">
        <w:t>il roulait dans son esprit des projets de repentir et de réforme</w:t>
      </w:r>
      <w:r w:rsidR="00E8465A">
        <w:t xml:space="preserve">. </w:t>
      </w:r>
      <w:r w:rsidRPr="007818BD">
        <w:t>Il alla jusqu</w:t>
      </w:r>
      <w:r w:rsidR="00E8465A">
        <w:t>’</w:t>
      </w:r>
      <w:r w:rsidRPr="007818BD">
        <w:t>à méditer</w:t>
      </w:r>
      <w:r w:rsidR="00E8465A">
        <w:t xml:space="preserve">, </w:t>
      </w:r>
      <w:r w:rsidRPr="007818BD">
        <w:t>comme un juste retour du d</w:t>
      </w:r>
      <w:r w:rsidRPr="007818BD">
        <w:t>é</w:t>
      </w:r>
      <w:r w:rsidRPr="007818BD">
        <w:t xml:space="preserve">vouement de </w:t>
      </w:r>
      <w:proofErr w:type="spellStart"/>
      <w:r w:rsidRPr="007818BD">
        <w:t>Fillide</w:t>
      </w:r>
      <w:proofErr w:type="spellEnd"/>
      <w:r w:rsidR="00E8465A">
        <w:t xml:space="preserve">, </w:t>
      </w:r>
      <w:r w:rsidRPr="007818BD">
        <w:t>le sacrifice de toutes les objections de nai</w:t>
      </w:r>
      <w:r w:rsidRPr="007818BD">
        <w:t>s</w:t>
      </w:r>
      <w:r w:rsidRPr="007818BD">
        <w:t>sance et d</w:t>
      </w:r>
      <w:r w:rsidR="00E8465A">
        <w:t>’</w:t>
      </w:r>
      <w:r w:rsidRPr="007818BD">
        <w:t>éducation</w:t>
      </w:r>
      <w:r w:rsidR="00E8465A">
        <w:t xml:space="preserve">. </w:t>
      </w:r>
      <w:r w:rsidRPr="007818BD">
        <w:t>Il réparerait les torts qu</w:t>
      </w:r>
      <w:r w:rsidR="00E8465A">
        <w:t>’</w:t>
      </w:r>
      <w:r w:rsidRPr="007818BD">
        <w:t>il avait eus envers elle</w:t>
      </w:r>
      <w:r w:rsidR="00E8465A">
        <w:t xml:space="preserve">, </w:t>
      </w:r>
      <w:r w:rsidRPr="007818BD">
        <w:t>en s</w:t>
      </w:r>
      <w:r w:rsidR="00E8465A">
        <w:t>’</w:t>
      </w:r>
      <w:r w:rsidRPr="007818BD">
        <w:t>immolant lui-même par son mariage avec une femme qui était si peu faite pour lui</w:t>
      </w:r>
      <w:r w:rsidR="00E8465A">
        <w:t xml:space="preserve">. </w:t>
      </w:r>
      <w:r w:rsidRPr="007818BD">
        <w:t>Lui qui autrefois s</w:t>
      </w:r>
      <w:r w:rsidR="00E8465A">
        <w:t>’</w:t>
      </w:r>
      <w:r w:rsidRPr="007818BD">
        <w:t>était révolté à l</w:t>
      </w:r>
      <w:r w:rsidR="00E8465A">
        <w:t>’</w:t>
      </w:r>
      <w:r w:rsidRPr="007818BD">
        <w:t>idée d</w:t>
      </w:r>
      <w:r w:rsidR="00E8465A">
        <w:t>’</w:t>
      </w:r>
      <w:r w:rsidRPr="007818BD">
        <w:t>un mariage avec la noble et douce Viola</w:t>
      </w:r>
      <w:r w:rsidR="00E8465A">
        <w:t xml:space="preserve">, </w:t>
      </w:r>
      <w:r w:rsidRPr="007818BD">
        <w:t>il avait appris</w:t>
      </w:r>
      <w:r w:rsidR="00E8465A">
        <w:t xml:space="preserve">, </w:t>
      </w:r>
      <w:r w:rsidRPr="007818BD">
        <w:t>dans ce monde criminel</w:t>
      </w:r>
      <w:r w:rsidR="00E8465A">
        <w:t xml:space="preserve">, </w:t>
      </w:r>
      <w:r w:rsidRPr="007818BD">
        <w:t>que le juste est le juste</w:t>
      </w:r>
      <w:r w:rsidR="00E8465A">
        <w:t xml:space="preserve">, </w:t>
      </w:r>
      <w:r w:rsidRPr="007818BD">
        <w:t>et que le ciel n</w:t>
      </w:r>
      <w:r w:rsidR="00E8465A">
        <w:t>’</w:t>
      </w:r>
      <w:r w:rsidRPr="007818BD">
        <w:t>avait pas destiné un sexe à être la victime de l</w:t>
      </w:r>
      <w:r w:rsidR="00E8465A">
        <w:t>’</w:t>
      </w:r>
      <w:r w:rsidRPr="007818BD">
        <w:t>autre</w:t>
      </w:r>
      <w:r w:rsidR="00E8465A">
        <w:t xml:space="preserve">. </w:t>
      </w:r>
      <w:r w:rsidRPr="007818BD">
        <w:t>Ses je</w:t>
      </w:r>
      <w:r w:rsidRPr="007818BD">
        <w:t>u</w:t>
      </w:r>
      <w:r w:rsidRPr="007818BD">
        <w:t>nes visions du beau et du bon surgissaient de nouveau devant lui</w:t>
      </w:r>
      <w:r w:rsidR="00E8465A">
        <w:t xml:space="preserve">, </w:t>
      </w:r>
      <w:r w:rsidRPr="007818BD">
        <w:t>et sur les eaux amères et troublées de son âme le sourire de la vertu renaissante jetait un doux et pur rayon</w:t>
      </w:r>
      <w:r w:rsidR="00E8465A">
        <w:t xml:space="preserve">. </w:t>
      </w:r>
      <w:r w:rsidRPr="007818BD">
        <w:t>Jamais peut-être son Cœur ne s</w:t>
      </w:r>
      <w:r w:rsidR="00E8465A">
        <w:t>’</w:t>
      </w:r>
      <w:r w:rsidRPr="007818BD">
        <w:t>était senti si élevé</w:t>
      </w:r>
      <w:r w:rsidR="00E8465A">
        <w:t xml:space="preserve">, </w:t>
      </w:r>
      <w:r w:rsidRPr="007818BD">
        <w:t>ni moins égoïste</w:t>
      </w:r>
      <w:r w:rsidR="00E8465A">
        <w:t>.</w:t>
      </w:r>
    </w:p>
    <w:p w14:paraId="770AE9F9" w14:textId="77777777" w:rsidR="00E8465A" w:rsidRDefault="00E0544E" w:rsidP="00E0544E">
      <w:r w:rsidRPr="007818BD">
        <w:t>Cependant Jean Nicot</w:t>
      </w:r>
      <w:r w:rsidR="00E8465A">
        <w:t xml:space="preserve">, </w:t>
      </w:r>
      <w:r w:rsidRPr="007818BD">
        <w:t>absorbé</w:t>
      </w:r>
      <w:r w:rsidR="00E8465A">
        <w:t xml:space="preserve">, </w:t>
      </w:r>
      <w:r w:rsidRPr="007818BD">
        <w:t>lui aussi</w:t>
      </w:r>
      <w:r w:rsidR="00E8465A">
        <w:t xml:space="preserve">, </w:t>
      </w:r>
      <w:r w:rsidRPr="007818BD">
        <w:t>dans ses rêves d</w:t>
      </w:r>
      <w:r w:rsidR="00E8465A">
        <w:t>’</w:t>
      </w:r>
      <w:r w:rsidRPr="007818BD">
        <w:t>avenir</w:t>
      </w:r>
      <w:r w:rsidR="00E8465A">
        <w:t xml:space="preserve">, </w:t>
      </w:r>
      <w:r w:rsidRPr="007818BD">
        <w:t>et disposant d</w:t>
      </w:r>
      <w:r w:rsidRPr="007818BD">
        <w:t>é</w:t>
      </w:r>
      <w:r w:rsidRPr="007818BD">
        <w:t>jà par la pensée</w:t>
      </w:r>
      <w:r w:rsidR="00E8465A">
        <w:t xml:space="preserve">, </w:t>
      </w:r>
      <w:r w:rsidRPr="007818BD">
        <w:t>selon les combinaisons les plus avantageuses</w:t>
      </w:r>
      <w:r w:rsidR="00E8465A">
        <w:t xml:space="preserve">, </w:t>
      </w:r>
      <w:r w:rsidRPr="007818BD">
        <w:t>de l</w:t>
      </w:r>
      <w:r w:rsidR="00E8465A">
        <w:t>’</w:t>
      </w:r>
      <w:r w:rsidRPr="007818BD">
        <w:t>or de cet ami qu</w:t>
      </w:r>
      <w:r w:rsidR="00E8465A">
        <w:t>’</w:t>
      </w:r>
      <w:r w:rsidRPr="007818BD">
        <w:t>il allait trahir</w:t>
      </w:r>
      <w:r w:rsidR="00E8465A">
        <w:t xml:space="preserve">, </w:t>
      </w:r>
      <w:r w:rsidRPr="007818BD">
        <w:t>se d</w:t>
      </w:r>
      <w:r w:rsidRPr="007818BD">
        <w:t>i</w:t>
      </w:r>
      <w:r w:rsidRPr="007818BD">
        <w:t xml:space="preserve">rigea vers la maison que Robespierre honorait de sa </w:t>
      </w:r>
      <w:r w:rsidRPr="007818BD">
        <w:lastRenderedPageBreak/>
        <w:t>présence</w:t>
      </w:r>
      <w:r w:rsidR="00E8465A">
        <w:t xml:space="preserve">. </w:t>
      </w:r>
      <w:r w:rsidRPr="007818BD">
        <w:t xml:space="preserve">Il ne songeait nullement à se rendre à la prière de </w:t>
      </w:r>
      <w:proofErr w:type="spellStart"/>
      <w:r w:rsidRPr="007818BD">
        <w:t>Fillide</w:t>
      </w:r>
      <w:proofErr w:type="spellEnd"/>
      <w:r w:rsidRPr="007818BD">
        <w:t xml:space="preserve"> en épa</w:t>
      </w:r>
      <w:r w:rsidRPr="007818BD">
        <w:t>r</w:t>
      </w:r>
      <w:r w:rsidRPr="007818BD">
        <w:t xml:space="preserve">gnant la vie de </w:t>
      </w:r>
      <w:proofErr w:type="spellStart"/>
      <w:r w:rsidRPr="007818BD">
        <w:t>Glyndon</w:t>
      </w:r>
      <w:proofErr w:type="spellEnd"/>
      <w:r w:rsidR="00E8465A">
        <w:t xml:space="preserve">. </w:t>
      </w:r>
      <w:r w:rsidRPr="007818BD">
        <w:t>Il pensait avec Barrère qu</w:t>
      </w:r>
      <w:r w:rsidR="00E8465A">
        <w:t>’</w:t>
      </w:r>
      <w:r w:rsidRPr="007818BD">
        <w:t>il n</w:t>
      </w:r>
      <w:r w:rsidR="00E8465A">
        <w:t>’</w:t>
      </w:r>
      <w:r w:rsidRPr="007818BD">
        <w:t>y a que les morts qui ne reviennent pas</w:t>
      </w:r>
      <w:r w:rsidR="00E8465A">
        <w:t xml:space="preserve">. </w:t>
      </w:r>
      <w:r w:rsidRPr="007818BD">
        <w:t>Chez tous les hommes qui se sont dévoués à quelque étude où à quelque art avec assez de persév</w:t>
      </w:r>
      <w:r w:rsidRPr="007818BD">
        <w:t>é</w:t>
      </w:r>
      <w:r w:rsidRPr="007818BD">
        <w:t>rance pour atteindre à un certain degré de talent</w:t>
      </w:r>
      <w:r w:rsidR="00E8465A">
        <w:t xml:space="preserve">, </w:t>
      </w:r>
      <w:r w:rsidRPr="007818BD">
        <w:t>il faut nécessairement un fonds d</w:t>
      </w:r>
      <w:r w:rsidR="00E8465A">
        <w:t>’</w:t>
      </w:r>
      <w:r w:rsidRPr="007818BD">
        <w:t>énergie infiniment supérieur à celle du vulgaire</w:t>
      </w:r>
      <w:r w:rsidR="00E8465A">
        <w:t xml:space="preserve">. </w:t>
      </w:r>
      <w:r w:rsidRPr="007818BD">
        <w:t>Cette énergie se concentre d</w:t>
      </w:r>
      <w:r w:rsidR="00E8465A">
        <w:t>’</w:t>
      </w:r>
      <w:r w:rsidRPr="007818BD">
        <w:t>ordinaire sur l</w:t>
      </w:r>
      <w:r w:rsidR="00E8465A">
        <w:t>’</w:t>
      </w:r>
      <w:r w:rsidRPr="007818BD">
        <w:t>objet de leurs études habituelles</w:t>
      </w:r>
      <w:r w:rsidR="00E8465A">
        <w:t xml:space="preserve">, </w:t>
      </w:r>
      <w:r w:rsidRPr="007818BD">
        <w:t>et les laisse</w:t>
      </w:r>
      <w:r w:rsidR="00E8465A">
        <w:t xml:space="preserve">, </w:t>
      </w:r>
      <w:r w:rsidRPr="007818BD">
        <w:t>par conséquent</w:t>
      </w:r>
      <w:r w:rsidR="00E8465A">
        <w:t xml:space="preserve">, </w:t>
      </w:r>
      <w:r w:rsidRPr="007818BD">
        <w:t>indiff</w:t>
      </w:r>
      <w:r w:rsidRPr="007818BD">
        <w:t>é</w:t>
      </w:r>
      <w:r w:rsidRPr="007818BD">
        <w:t>rents à ce qui préoccupe les autres</w:t>
      </w:r>
      <w:r w:rsidR="00E8465A">
        <w:t xml:space="preserve">. </w:t>
      </w:r>
      <w:r w:rsidRPr="007818BD">
        <w:t>Mais</w:t>
      </w:r>
      <w:r w:rsidR="00E8465A">
        <w:t xml:space="preserve">, </w:t>
      </w:r>
      <w:r w:rsidRPr="007818BD">
        <w:t>lorsque toute carrière est fermée à leur aptitude spéciale</w:t>
      </w:r>
      <w:r w:rsidR="00E8465A">
        <w:t xml:space="preserve">, </w:t>
      </w:r>
      <w:r w:rsidRPr="007818BD">
        <w:t>lorsque le courant ne trouve pas sa pente légitime</w:t>
      </w:r>
      <w:r w:rsidR="00E8465A">
        <w:t xml:space="preserve">, </w:t>
      </w:r>
      <w:r w:rsidRPr="007818BD">
        <w:t>cette énergie stimulée et irritée s</w:t>
      </w:r>
      <w:r w:rsidR="00E8465A">
        <w:t>’</w:t>
      </w:r>
      <w:r w:rsidRPr="007818BD">
        <w:t>empare de l</w:t>
      </w:r>
      <w:r w:rsidR="00E8465A">
        <w:t>’</w:t>
      </w:r>
      <w:r w:rsidRPr="007818BD">
        <w:t>être tout entier</w:t>
      </w:r>
      <w:r w:rsidR="00E8465A">
        <w:t xml:space="preserve">, </w:t>
      </w:r>
      <w:r w:rsidRPr="007818BD">
        <w:t>et</w:t>
      </w:r>
      <w:r w:rsidR="00E8465A">
        <w:t xml:space="preserve">, </w:t>
      </w:r>
      <w:r w:rsidRPr="007818BD">
        <w:t>si elle ne se dépense pas en projets v</w:t>
      </w:r>
      <w:r w:rsidRPr="007818BD">
        <w:t>a</w:t>
      </w:r>
      <w:r w:rsidRPr="007818BD">
        <w:t>riés</w:t>
      </w:r>
      <w:r w:rsidR="00E8465A">
        <w:t xml:space="preserve">, </w:t>
      </w:r>
      <w:r w:rsidRPr="007818BD">
        <w:t>si elle n</w:t>
      </w:r>
      <w:r w:rsidR="00E8465A">
        <w:t>’</w:t>
      </w:r>
      <w:r w:rsidRPr="007818BD">
        <w:t>est point purifiée par la conscience et par de sol</w:t>
      </w:r>
      <w:r w:rsidRPr="007818BD">
        <w:t>i</w:t>
      </w:r>
      <w:r w:rsidRPr="007818BD">
        <w:t>des principes moraux</w:t>
      </w:r>
      <w:r w:rsidR="00E8465A">
        <w:t xml:space="preserve">, </w:t>
      </w:r>
      <w:r w:rsidRPr="007818BD">
        <w:t>elle devient pour le système social un élément dangereux et destructif</w:t>
      </w:r>
      <w:r w:rsidR="00E8465A">
        <w:t xml:space="preserve">, </w:t>
      </w:r>
      <w:r w:rsidRPr="007818BD">
        <w:t>par son développement irrég</w:t>
      </w:r>
      <w:r w:rsidRPr="007818BD">
        <w:t>u</w:t>
      </w:r>
      <w:r w:rsidRPr="007818BD">
        <w:t>lier et désordonné</w:t>
      </w:r>
      <w:r w:rsidR="00E8465A">
        <w:t xml:space="preserve">. </w:t>
      </w:r>
      <w:r w:rsidRPr="007818BD">
        <w:t>Voilà ce qui</w:t>
      </w:r>
      <w:r w:rsidR="00E8465A">
        <w:t xml:space="preserve">, </w:t>
      </w:r>
      <w:r w:rsidRPr="007818BD">
        <w:t>dans toutes les monarchies</w:t>
      </w:r>
      <w:r w:rsidR="00E8465A">
        <w:t xml:space="preserve">, </w:t>
      </w:r>
      <w:r w:rsidRPr="007818BD">
        <w:t>et même dans tous les gouvernements bien organisés</w:t>
      </w:r>
      <w:r w:rsidR="00E8465A">
        <w:t xml:space="preserve">, </w:t>
      </w:r>
      <w:r w:rsidRPr="007818BD">
        <w:t>explique le soin particulier avec lequel on ouvre des débouchés à tous les arts et à toutes les sciences</w:t>
      </w:r>
      <w:r w:rsidR="00E8465A">
        <w:t xml:space="preserve"> ; </w:t>
      </w:r>
      <w:r w:rsidRPr="007818BD">
        <w:t>voilà la raison de la considération dont jouissent les artistes et les savants</w:t>
      </w:r>
      <w:r w:rsidR="00E8465A">
        <w:t xml:space="preserve">, </w:t>
      </w:r>
      <w:r w:rsidRPr="007818BD">
        <w:t>et des honneurs que leur rendent les hommes d</w:t>
      </w:r>
      <w:r w:rsidR="00E8465A">
        <w:t>’</w:t>
      </w:r>
      <w:r w:rsidRPr="007818BD">
        <w:t>État prudents et avisés qui</w:t>
      </w:r>
      <w:r w:rsidR="00E8465A">
        <w:t xml:space="preserve">, </w:t>
      </w:r>
      <w:r w:rsidRPr="007818BD">
        <w:t>perso</w:t>
      </w:r>
      <w:r w:rsidRPr="007818BD">
        <w:t>n</w:t>
      </w:r>
      <w:r w:rsidRPr="007818BD">
        <w:t>nellement peut-être</w:t>
      </w:r>
      <w:r w:rsidR="00E8465A">
        <w:t xml:space="preserve">, </w:t>
      </w:r>
      <w:r w:rsidRPr="007818BD">
        <w:t>ne voient dans un tableau qu</w:t>
      </w:r>
      <w:r w:rsidR="00E8465A">
        <w:t>’</w:t>
      </w:r>
      <w:r w:rsidRPr="007818BD">
        <w:t>une toile co</w:t>
      </w:r>
      <w:r w:rsidRPr="007818BD">
        <w:t>u</w:t>
      </w:r>
      <w:r w:rsidRPr="007818BD">
        <w:t>verte de couleurs</w:t>
      </w:r>
      <w:r w:rsidR="00E8465A">
        <w:t xml:space="preserve">, </w:t>
      </w:r>
      <w:r w:rsidRPr="007818BD">
        <w:t>dans un problème qu</w:t>
      </w:r>
      <w:r w:rsidR="00E8465A">
        <w:t>’</w:t>
      </w:r>
      <w:r w:rsidRPr="007818BD">
        <w:t>un casse-tête ingénieux</w:t>
      </w:r>
      <w:r w:rsidR="00E8465A">
        <w:t xml:space="preserve">. </w:t>
      </w:r>
      <w:r w:rsidRPr="007818BD">
        <w:t>Jamais un État n</w:t>
      </w:r>
      <w:r w:rsidR="00E8465A">
        <w:t>’</w:t>
      </w:r>
      <w:r w:rsidRPr="007818BD">
        <w:t>est plus en danger que lorsque le talent qui d</w:t>
      </w:r>
      <w:r w:rsidRPr="007818BD">
        <w:t>e</w:t>
      </w:r>
      <w:r w:rsidRPr="007818BD">
        <w:t>vrait être consacré à la paix n</w:t>
      </w:r>
      <w:r w:rsidR="00E8465A">
        <w:t>’</w:t>
      </w:r>
      <w:r w:rsidRPr="007818BD">
        <w:t>a d</w:t>
      </w:r>
      <w:r w:rsidR="00E8465A">
        <w:t>’</w:t>
      </w:r>
      <w:r w:rsidRPr="007818BD">
        <w:t>autre occupation que les crit</w:t>
      </w:r>
      <w:r w:rsidRPr="007818BD">
        <w:t>i</w:t>
      </w:r>
      <w:r w:rsidRPr="007818BD">
        <w:t>ques politiques ou l</w:t>
      </w:r>
      <w:r w:rsidR="00E8465A">
        <w:t>’</w:t>
      </w:r>
      <w:r w:rsidRPr="007818BD">
        <w:t>avancement personnel</w:t>
      </w:r>
      <w:r w:rsidR="00E8465A">
        <w:t xml:space="preserve">. </w:t>
      </w:r>
      <w:r w:rsidRPr="007818BD">
        <w:t>Le talent sans considération</w:t>
      </w:r>
      <w:r w:rsidR="00E8465A">
        <w:t xml:space="preserve">, </w:t>
      </w:r>
      <w:r w:rsidRPr="007818BD">
        <w:t>c</w:t>
      </w:r>
      <w:r w:rsidR="00E8465A">
        <w:t>’</w:t>
      </w:r>
      <w:r w:rsidRPr="007818BD">
        <w:t>est le talent en guerre avec la société</w:t>
      </w:r>
      <w:r w:rsidR="00E8465A">
        <w:t xml:space="preserve"> ; </w:t>
      </w:r>
      <w:r w:rsidRPr="007818BD">
        <w:t>et on peut remarquer en passant que la catégorie des comédiens</w:t>
      </w:r>
      <w:r w:rsidR="00E8465A">
        <w:t xml:space="preserve">, </w:t>
      </w:r>
      <w:r w:rsidRPr="007818BD">
        <w:t>qui avait été de toutes la plus méprisée par l</w:t>
      </w:r>
      <w:r w:rsidR="00E8465A">
        <w:t>’</w:t>
      </w:r>
      <w:r w:rsidRPr="007818BD">
        <w:t>opinion publique dans l</w:t>
      </w:r>
      <w:r w:rsidR="00E8465A">
        <w:t>’</w:t>
      </w:r>
      <w:r w:rsidRPr="007818BD">
        <w:t>ancien régime</w:t>
      </w:r>
      <w:r w:rsidR="00E8465A">
        <w:t xml:space="preserve">, </w:t>
      </w:r>
      <w:r w:rsidRPr="007818BD">
        <w:t>dont les restes mêmes avaient été privés de la sépulture chrétienne</w:t>
      </w:r>
      <w:r w:rsidR="00E8465A">
        <w:t xml:space="preserve">, </w:t>
      </w:r>
      <w:r w:rsidRPr="007818BD">
        <w:t>se montraient plus que tous les autres</w:t>
      </w:r>
      <w:r w:rsidR="00E8465A">
        <w:t xml:space="preserve"> (</w:t>
      </w:r>
      <w:r w:rsidRPr="007818BD">
        <w:t>sauf quelques exceptions prises dans la troupe de la cour</w:t>
      </w:r>
      <w:r w:rsidR="00E8465A">
        <w:t xml:space="preserve">) </w:t>
      </w:r>
      <w:r w:rsidRPr="007818BD">
        <w:lastRenderedPageBreak/>
        <w:t>imp</w:t>
      </w:r>
      <w:r w:rsidRPr="007818BD">
        <w:t>i</w:t>
      </w:r>
      <w:r w:rsidRPr="007818BD">
        <w:t>toyables et vindicatifs au milieu des énergumènes révolutio</w:t>
      </w:r>
      <w:r w:rsidRPr="007818BD">
        <w:t>n</w:t>
      </w:r>
      <w:r w:rsidRPr="007818BD">
        <w:t>naires</w:t>
      </w:r>
      <w:r w:rsidR="00E8465A">
        <w:t xml:space="preserve">. </w:t>
      </w:r>
      <w:r w:rsidRPr="007818BD">
        <w:t>Le féroce Collot d</w:t>
      </w:r>
      <w:r w:rsidR="00E8465A">
        <w:t>’</w:t>
      </w:r>
      <w:proofErr w:type="spellStart"/>
      <w:r w:rsidRPr="007818BD">
        <w:t>Herbois</w:t>
      </w:r>
      <w:proofErr w:type="spellEnd"/>
      <w:r w:rsidR="00E8465A">
        <w:t xml:space="preserve">, </w:t>
      </w:r>
      <w:r w:rsidRPr="007818BD">
        <w:rPr>
          <w:i/>
          <w:iCs/>
        </w:rPr>
        <w:t>mauvais comédien</w:t>
      </w:r>
      <w:r w:rsidR="00E8465A">
        <w:t xml:space="preserve">, </w:t>
      </w:r>
      <w:r w:rsidRPr="007818BD">
        <w:t>incarnait en lui les griefs et la vengeance d</w:t>
      </w:r>
      <w:r w:rsidR="00E8465A">
        <w:t>’</w:t>
      </w:r>
      <w:r w:rsidRPr="007818BD">
        <w:t>une classe tout entière</w:t>
      </w:r>
      <w:r w:rsidR="00E8465A">
        <w:t>.</w:t>
      </w:r>
    </w:p>
    <w:p w14:paraId="4EEC1CB3" w14:textId="77777777" w:rsidR="00E8465A" w:rsidRDefault="00E0544E" w:rsidP="00E0544E">
      <w:r w:rsidRPr="007818BD">
        <w:t>Or</w:t>
      </w:r>
      <w:r w:rsidR="00E8465A">
        <w:t xml:space="preserve">, </w:t>
      </w:r>
      <w:r w:rsidRPr="007818BD">
        <w:t>l</w:t>
      </w:r>
      <w:r w:rsidR="00E8465A">
        <w:t>’</w:t>
      </w:r>
      <w:r w:rsidRPr="007818BD">
        <w:t>énergie de Jean Nicot n</w:t>
      </w:r>
      <w:r w:rsidR="00E8465A">
        <w:t>’</w:t>
      </w:r>
      <w:r w:rsidRPr="007818BD">
        <w:t>avait pas été suffisamment d</w:t>
      </w:r>
      <w:r w:rsidRPr="007818BD">
        <w:t>i</w:t>
      </w:r>
      <w:r w:rsidRPr="007818BD">
        <w:t>rigée vers l</w:t>
      </w:r>
      <w:r w:rsidR="00E8465A">
        <w:t>’</w:t>
      </w:r>
      <w:r w:rsidRPr="007818BD">
        <w:t>art qui constituait sa profession</w:t>
      </w:r>
      <w:r w:rsidR="00E8465A">
        <w:t xml:space="preserve">. </w:t>
      </w:r>
      <w:r w:rsidRPr="007818BD">
        <w:t>Même dans sa pr</w:t>
      </w:r>
      <w:r w:rsidRPr="007818BD">
        <w:t>e</w:t>
      </w:r>
      <w:r w:rsidRPr="007818BD">
        <w:t>mière jeunesse</w:t>
      </w:r>
      <w:r w:rsidR="00E8465A">
        <w:t xml:space="preserve">, </w:t>
      </w:r>
      <w:r w:rsidRPr="007818BD">
        <w:t>les discussions politiques de son maître David l</w:t>
      </w:r>
      <w:r w:rsidR="00E8465A">
        <w:t>’</w:t>
      </w:r>
      <w:r w:rsidRPr="007818BD">
        <w:t>avaient distrait des travaux plus paisibles et aussi plus e</w:t>
      </w:r>
      <w:r w:rsidRPr="007818BD">
        <w:t>n</w:t>
      </w:r>
      <w:r w:rsidRPr="007818BD">
        <w:t>nuyeux du chevalet</w:t>
      </w:r>
      <w:r w:rsidR="00E8465A">
        <w:t xml:space="preserve">. </w:t>
      </w:r>
      <w:r w:rsidRPr="007818BD">
        <w:t>La difformité de sa personne avait aigri son âme</w:t>
      </w:r>
      <w:r w:rsidR="00E8465A">
        <w:t xml:space="preserve"> : </w:t>
      </w:r>
      <w:r w:rsidRPr="007818BD">
        <w:t>l</w:t>
      </w:r>
      <w:r w:rsidR="00E8465A">
        <w:t>’</w:t>
      </w:r>
      <w:r w:rsidRPr="007818BD">
        <w:t>athéisme de son bie</w:t>
      </w:r>
      <w:r w:rsidRPr="007818BD">
        <w:t>n</w:t>
      </w:r>
      <w:r w:rsidRPr="007818BD">
        <w:t>faiteur avait amorti sa conscience</w:t>
      </w:r>
      <w:r w:rsidR="00E8465A">
        <w:t xml:space="preserve">. </w:t>
      </w:r>
      <w:r w:rsidRPr="007818BD">
        <w:t>Car</w:t>
      </w:r>
      <w:r w:rsidR="00E8465A">
        <w:t xml:space="preserve">, </w:t>
      </w:r>
      <w:r w:rsidRPr="007818BD">
        <w:t>c</w:t>
      </w:r>
      <w:r w:rsidR="00E8465A">
        <w:t>’</w:t>
      </w:r>
      <w:r w:rsidRPr="007818BD">
        <w:t>est un des bienfaits de la religion et</w:t>
      </w:r>
      <w:r w:rsidR="00E8465A">
        <w:t xml:space="preserve">, </w:t>
      </w:r>
      <w:r w:rsidRPr="007818BD">
        <w:t>plus que toutes les autres</w:t>
      </w:r>
      <w:r w:rsidR="00E8465A">
        <w:t xml:space="preserve">, </w:t>
      </w:r>
      <w:r w:rsidRPr="007818BD">
        <w:t>de la religion de la Croix</w:t>
      </w:r>
      <w:r w:rsidR="00E8465A">
        <w:t xml:space="preserve">, </w:t>
      </w:r>
      <w:r w:rsidRPr="007818BD">
        <w:t>que d</w:t>
      </w:r>
      <w:r w:rsidR="00E8465A">
        <w:t>’</w:t>
      </w:r>
      <w:r w:rsidRPr="007818BD">
        <w:t xml:space="preserve">élever la </w:t>
      </w:r>
      <w:r w:rsidRPr="007818BD">
        <w:rPr>
          <w:rStyle w:val="Taille-1Caracteres"/>
        </w:rPr>
        <w:t>PATIENCE</w:t>
      </w:r>
      <w:r w:rsidRPr="007818BD">
        <w:t xml:space="preserve"> au rang d</w:t>
      </w:r>
      <w:r w:rsidR="00E8465A">
        <w:t>’</w:t>
      </w:r>
      <w:r w:rsidRPr="007818BD">
        <w:t>une vertu</w:t>
      </w:r>
      <w:r w:rsidR="00E8465A">
        <w:t xml:space="preserve">, </w:t>
      </w:r>
      <w:r w:rsidRPr="007818BD">
        <w:t>la vertu de l</w:t>
      </w:r>
      <w:r w:rsidR="00E8465A">
        <w:t>’</w:t>
      </w:r>
      <w:r w:rsidRPr="007818BD">
        <w:t>espérance</w:t>
      </w:r>
      <w:r w:rsidR="00E8465A">
        <w:t xml:space="preserve">. </w:t>
      </w:r>
      <w:r w:rsidRPr="007818BD">
        <w:t>Enlevez le dogme d</w:t>
      </w:r>
      <w:r w:rsidR="00E8465A">
        <w:t>’</w:t>
      </w:r>
      <w:r w:rsidRPr="007818BD">
        <w:t>une vie à venir</w:t>
      </w:r>
      <w:r w:rsidR="00E8465A">
        <w:t xml:space="preserve">, </w:t>
      </w:r>
      <w:r w:rsidRPr="007818BD">
        <w:t>de peines et de récompenses dans un autre monde</w:t>
      </w:r>
      <w:r w:rsidR="00E8465A">
        <w:t xml:space="preserve">, </w:t>
      </w:r>
      <w:r w:rsidRPr="007818BD">
        <w:t>du sourire que laisse tomber un père sur nos souffra</w:t>
      </w:r>
      <w:r w:rsidRPr="007818BD">
        <w:t>n</w:t>
      </w:r>
      <w:r w:rsidRPr="007818BD">
        <w:t>ces et nos épreuves ici-bas</w:t>
      </w:r>
      <w:r w:rsidR="00E8465A">
        <w:t xml:space="preserve">, </w:t>
      </w:r>
      <w:r w:rsidRPr="007818BD">
        <w:t>et que devient la patience</w:t>
      </w:r>
      <w:r w:rsidR="00E8465A">
        <w:t xml:space="preserve"> ? </w:t>
      </w:r>
      <w:r w:rsidRPr="007818BD">
        <w:t>Mais sans patience</w:t>
      </w:r>
      <w:r w:rsidR="00E8465A">
        <w:t xml:space="preserve">, </w:t>
      </w:r>
      <w:r w:rsidRPr="007818BD">
        <w:t>qu</w:t>
      </w:r>
      <w:r w:rsidR="00E8465A">
        <w:t>’</w:t>
      </w:r>
      <w:r w:rsidRPr="007818BD">
        <w:t>est-ce que l</w:t>
      </w:r>
      <w:r w:rsidR="00E8465A">
        <w:t>’</w:t>
      </w:r>
      <w:r w:rsidRPr="007818BD">
        <w:t>homme</w:t>
      </w:r>
      <w:r w:rsidR="00E8465A">
        <w:t xml:space="preserve"> ? </w:t>
      </w:r>
      <w:r w:rsidRPr="007818BD">
        <w:t>et qu</w:t>
      </w:r>
      <w:r w:rsidR="00E8465A">
        <w:t>’</w:t>
      </w:r>
      <w:r w:rsidRPr="007818BD">
        <w:t>est-ce qu</w:t>
      </w:r>
      <w:r w:rsidR="00E8465A">
        <w:t>’</w:t>
      </w:r>
      <w:r w:rsidRPr="007818BD">
        <w:t>un pe</w:t>
      </w:r>
      <w:r w:rsidRPr="007818BD">
        <w:t>u</w:t>
      </w:r>
      <w:r w:rsidRPr="007818BD">
        <w:t>ple</w:t>
      </w:r>
      <w:r w:rsidR="00E8465A">
        <w:t xml:space="preserve"> ? </w:t>
      </w:r>
      <w:r w:rsidRPr="007818BD">
        <w:t>Sans patience il n</w:t>
      </w:r>
      <w:r w:rsidR="00E8465A">
        <w:t>’</w:t>
      </w:r>
      <w:r w:rsidRPr="007818BD">
        <w:t>y a pas d</w:t>
      </w:r>
      <w:r w:rsidR="00E8465A">
        <w:t>’</w:t>
      </w:r>
      <w:r w:rsidRPr="007818BD">
        <w:t>élévation possible dans l</w:t>
      </w:r>
      <w:r w:rsidR="00E8465A">
        <w:t>’</w:t>
      </w:r>
      <w:r w:rsidRPr="007818BD">
        <w:t>art</w:t>
      </w:r>
      <w:r w:rsidR="00E8465A">
        <w:t xml:space="preserve"> ; </w:t>
      </w:r>
      <w:r w:rsidRPr="007818BD">
        <w:t>sans patience</w:t>
      </w:r>
      <w:r w:rsidR="00E8465A">
        <w:t xml:space="preserve">, </w:t>
      </w:r>
      <w:r w:rsidRPr="007818BD">
        <w:t>il n</w:t>
      </w:r>
      <w:r w:rsidR="00E8465A">
        <w:t>’</w:t>
      </w:r>
      <w:r w:rsidRPr="007818BD">
        <w:t>y a pas de perfection possible dans la liberté</w:t>
      </w:r>
      <w:r w:rsidR="00E8465A">
        <w:t xml:space="preserve"> ! </w:t>
      </w:r>
      <w:r w:rsidRPr="007818BD">
        <w:t>Par des convulsions désordonnées</w:t>
      </w:r>
      <w:r w:rsidR="00E8465A">
        <w:t xml:space="preserve">, </w:t>
      </w:r>
      <w:r w:rsidRPr="007818BD">
        <w:t>par des luttes impétue</w:t>
      </w:r>
      <w:r w:rsidRPr="007818BD">
        <w:t>u</w:t>
      </w:r>
      <w:r w:rsidRPr="007818BD">
        <w:t>ses et sans but</w:t>
      </w:r>
      <w:r w:rsidR="00E8465A">
        <w:t xml:space="preserve">, </w:t>
      </w:r>
      <w:r w:rsidRPr="007818BD">
        <w:t>l</w:t>
      </w:r>
      <w:r w:rsidR="00E8465A">
        <w:t>’</w:t>
      </w:r>
      <w:r w:rsidRPr="007818BD">
        <w:t>intelligence cherche à s</w:t>
      </w:r>
      <w:r w:rsidR="00E8465A">
        <w:t>’</w:t>
      </w:r>
      <w:r w:rsidRPr="007818BD">
        <w:t>élever au-dessus du b</w:t>
      </w:r>
      <w:r w:rsidRPr="007818BD">
        <w:t>e</w:t>
      </w:r>
      <w:r w:rsidRPr="007818BD">
        <w:t>soin</w:t>
      </w:r>
      <w:r w:rsidR="00E8465A">
        <w:t xml:space="preserve">, </w:t>
      </w:r>
      <w:r w:rsidRPr="007818BD">
        <w:t>et une nation cherche à prendre d</w:t>
      </w:r>
      <w:r w:rsidR="00E8465A">
        <w:t>’</w:t>
      </w:r>
      <w:r w:rsidRPr="007818BD">
        <w:t>assaut la liberté</w:t>
      </w:r>
      <w:r w:rsidR="00E8465A">
        <w:t xml:space="preserve">. </w:t>
      </w:r>
      <w:r w:rsidRPr="007818BD">
        <w:t>Malheur</w:t>
      </w:r>
      <w:r w:rsidR="00E8465A">
        <w:t xml:space="preserve">, </w:t>
      </w:r>
      <w:r w:rsidRPr="007818BD">
        <w:t>malheur à toutes deux</w:t>
      </w:r>
      <w:r w:rsidR="00E8465A">
        <w:t xml:space="preserve">, </w:t>
      </w:r>
      <w:r w:rsidRPr="007818BD">
        <w:t>quand elles se débattent ainsi sans d</w:t>
      </w:r>
      <w:r w:rsidRPr="007818BD">
        <w:t>é</w:t>
      </w:r>
      <w:r w:rsidRPr="007818BD">
        <w:t>fense</w:t>
      </w:r>
      <w:r w:rsidR="00E8465A">
        <w:t xml:space="preserve">, </w:t>
      </w:r>
      <w:r w:rsidRPr="007818BD">
        <w:t>sans guide</w:t>
      </w:r>
      <w:r w:rsidR="00E8465A">
        <w:t xml:space="preserve">, </w:t>
      </w:r>
      <w:r w:rsidRPr="007818BD">
        <w:t>sans patience</w:t>
      </w:r>
      <w:r w:rsidR="00E8465A">
        <w:t> !</w:t>
      </w:r>
    </w:p>
    <w:p w14:paraId="06F71C4B" w14:textId="77777777" w:rsidR="00E8465A" w:rsidRDefault="00E0544E" w:rsidP="00E0544E">
      <w:r w:rsidRPr="007818BD">
        <w:t>Nicot</w:t>
      </w:r>
      <w:r w:rsidR="00E8465A">
        <w:t xml:space="preserve">, </w:t>
      </w:r>
      <w:r w:rsidRPr="007818BD">
        <w:t>tout enfant</w:t>
      </w:r>
      <w:r w:rsidR="00E8465A">
        <w:t xml:space="preserve">, </w:t>
      </w:r>
      <w:r w:rsidRPr="007818BD">
        <w:t>avait une nature perverse</w:t>
      </w:r>
      <w:r w:rsidR="00E8465A">
        <w:t xml:space="preserve">. </w:t>
      </w:r>
      <w:r w:rsidRPr="007818BD">
        <w:t>Dans la pl</w:t>
      </w:r>
      <w:r w:rsidRPr="007818BD">
        <w:t>u</w:t>
      </w:r>
      <w:r w:rsidRPr="007818BD">
        <w:t>part des criminels</w:t>
      </w:r>
      <w:r w:rsidR="00E8465A">
        <w:t xml:space="preserve">, </w:t>
      </w:r>
      <w:r w:rsidRPr="007818BD">
        <w:t>si désespérés qu</w:t>
      </w:r>
      <w:r w:rsidR="00E8465A">
        <w:t>’</w:t>
      </w:r>
      <w:r w:rsidRPr="007818BD">
        <w:t>ils soient</w:t>
      </w:r>
      <w:r w:rsidR="00E8465A">
        <w:t xml:space="preserve">, </w:t>
      </w:r>
      <w:r w:rsidRPr="007818BD">
        <w:t>on trouve des ve</w:t>
      </w:r>
      <w:r w:rsidRPr="007818BD">
        <w:t>s</w:t>
      </w:r>
      <w:r w:rsidRPr="007818BD">
        <w:t>tiges d</w:t>
      </w:r>
      <w:r w:rsidR="00E8465A">
        <w:t>’</w:t>
      </w:r>
      <w:r w:rsidRPr="007818BD">
        <w:t>humanité</w:t>
      </w:r>
      <w:r w:rsidR="00E8465A">
        <w:t xml:space="preserve">, </w:t>
      </w:r>
      <w:r w:rsidRPr="007818BD">
        <w:t>quelques actes de vertu</w:t>
      </w:r>
      <w:r w:rsidR="00E8465A">
        <w:t xml:space="preserve"> ; </w:t>
      </w:r>
      <w:r w:rsidRPr="007818BD">
        <w:t>et le peintre vérid</w:t>
      </w:r>
      <w:r w:rsidRPr="007818BD">
        <w:t>i</w:t>
      </w:r>
      <w:r w:rsidRPr="007818BD">
        <w:t>que de l</w:t>
      </w:r>
      <w:r w:rsidR="00E8465A">
        <w:t>’</w:t>
      </w:r>
      <w:r w:rsidRPr="007818BD">
        <w:t>âme humaine s</w:t>
      </w:r>
      <w:r w:rsidR="00E8465A">
        <w:t>’</w:t>
      </w:r>
      <w:r w:rsidRPr="007818BD">
        <w:t>expose souvent aux railleries des ma</w:t>
      </w:r>
      <w:r w:rsidRPr="007818BD">
        <w:t>u</w:t>
      </w:r>
      <w:r w:rsidRPr="007818BD">
        <w:t>vais cœurs</w:t>
      </w:r>
      <w:r w:rsidR="00E8465A">
        <w:t xml:space="preserve">, </w:t>
      </w:r>
      <w:r w:rsidRPr="007818BD">
        <w:t>aux critiques stupides des intelligences bornées</w:t>
      </w:r>
      <w:r w:rsidR="00E8465A">
        <w:t xml:space="preserve">, </w:t>
      </w:r>
      <w:r w:rsidRPr="007818BD">
        <w:t>en montrant que le métal le plus vil contient quelques parcelles d</w:t>
      </w:r>
      <w:r w:rsidR="00E8465A">
        <w:t>’</w:t>
      </w:r>
      <w:r w:rsidRPr="007818BD">
        <w:t>or</w:t>
      </w:r>
      <w:r w:rsidR="00E8465A">
        <w:t xml:space="preserve">, </w:t>
      </w:r>
      <w:r w:rsidRPr="007818BD">
        <w:t>et que l</w:t>
      </w:r>
      <w:r w:rsidR="00E8465A">
        <w:t>’</w:t>
      </w:r>
      <w:r w:rsidRPr="007818BD">
        <w:t xml:space="preserve">alliage le plus précieux qui </w:t>
      </w:r>
      <w:r w:rsidRPr="007818BD">
        <w:lastRenderedPageBreak/>
        <w:t>porte le coin de la nat</w:t>
      </w:r>
      <w:r w:rsidRPr="007818BD">
        <w:t>u</w:t>
      </w:r>
      <w:r w:rsidRPr="007818BD">
        <w:t>re</w:t>
      </w:r>
      <w:r w:rsidR="00E8465A">
        <w:t xml:space="preserve">, </w:t>
      </w:r>
      <w:r w:rsidRPr="007818BD">
        <w:t>renferme des éléments moins purs</w:t>
      </w:r>
      <w:r w:rsidR="00E8465A">
        <w:t xml:space="preserve"> ; </w:t>
      </w:r>
      <w:r w:rsidRPr="007818BD">
        <w:t>mais il est des exce</w:t>
      </w:r>
      <w:r w:rsidRPr="007818BD">
        <w:t>p</w:t>
      </w:r>
      <w:r w:rsidRPr="007818BD">
        <w:t>tions</w:t>
      </w:r>
      <w:r w:rsidR="00E8465A">
        <w:t xml:space="preserve">, </w:t>
      </w:r>
      <w:r w:rsidRPr="007818BD">
        <w:t>peu nombreuses il est vrai</w:t>
      </w:r>
      <w:r w:rsidR="00E8465A">
        <w:t xml:space="preserve">, </w:t>
      </w:r>
      <w:r w:rsidRPr="007818BD">
        <w:t>à cette règle générale</w:t>
      </w:r>
      <w:r w:rsidR="00E8465A">
        <w:t xml:space="preserve">, </w:t>
      </w:r>
      <w:r w:rsidRPr="007818BD">
        <w:t>quand la conscience est irrévocablement morte</w:t>
      </w:r>
      <w:r w:rsidR="00E8465A">
        <w:t xml:space="preserve">, </w:t>
      </w:r>
      <w:r w:rsidRPr="007818BD">
        <w:t>et quand le bien et le mal sont indifférents</w:t>
      </w:r>
      <w:r w:rsidR="00E8465A">
        <w:t xml:space="preserve">, </w:t>
      </w:r>
      <w:r w:rsidRPr="007818BD">
        <w:t>si ce n</w:t>
      </w:r>
      <w:r w:rsidR="00E8465A">
        <w:t>’</w:t>
      </w:r>
      <w:r w:rsidRPr="007818BD">
        <w:t>est comme moyens d</w:t>
      </w:r>
      <w:r w:rsidR="00E8465A">
        <w:t>’</w:t>
      </w:r>
      <w:r w:rsidRPr="007818BD">
        <w:t>atteindre quelque but égoïste</w:t>
      </w:r>
      <w:r w:rsidR="00E8465A">
        <w:t>.</w:t>
      </w:r>
    </w:p>
    <w:p w14:paraId="49D01209" w14:textId="77777777" w:rsidR="00E8465A" w:rsidRDefault="00E0544E" w:rsidP="00E0544E">
      <w:r w:rsidRPr="007818BD">
        <w:t>Il en était ainsi du protégé de l</w:t>
      </w:r>
      <w:r w:rsidR="00E8465A">
        <w:t>’</w:t>
      </w:r>
      <w:r w:rsidRPr="007818BD">
        <w:t>athée</w:t>
      </w:r>
      <w:r w:rsidR="00E8465A">
        <w:t xml:space="preserve">. </w:t>
      </w:r>
      <w:r w:rsidRPr="007818BD">
        <w:t>L</w:t>
      </w:r>
      <w:r w:rsidR="00E8465A">
        <w:t>’</w:t>
      </w:r>
      <w:r w:rsidRPr="007818BD">
        <w:t>envie et la haine remplissaient son être tout entier</w:t>
      </w:r>
      <w:r w:rsidR="00E8465A">
        <w:t xml:space="preserve">, </w:t>
      </w:r>
      <w:r w:rsidRPr="007818BD">
        <w:t>et la conscience de son talent réel ne le portait qu</w:t>
      </w:r>
      <w:r w:rsidR="00E8465A">
        <w:t>’</w:t>
      </w:r>
      <w:r w:rsidRPr="007818BD">
        <w:t>à maudire plus amèrement tous ceux qui passaient au grand soleil auprès de lui avec un extérieur plus f</w:t>
      </w:r>
      <w:r w:rsidRPr="007818BD">
        <w:t>a</w:t>
      </w:r>
      <w:r w:rsidRPr="007818BD">
        <w:t>vorisé ou un sort plus heureux</w:t>
      </w:r>
      <w:r w:rsidR="00E8465A">
        <w:t xml:space="preserve">. </w:t>
      </w:r>
      <w:r w:rsidRPr="007818BD">
        <w:t>Mais tout monstre qu</w:t>
      </w:r>
      <w:r w:rsidR="00E8465A">
        <w:t>’</w:t>
      </w:r>
      <w:r w:rsidRPr="007818BD">
        <w:t>il était d</w:t>
      </w:r>
      <w:r w:rsidRPr="007818BD">
        <w:t>é</w:t>
      </w:r>
      <w:r w:rsidRPr="007818BD">
        <w:t>jà quand</w:t>
      </w:r>
      <w:r w:rsidR="00E8465A">
        <w:t xml:space="preserve">, </w:t>
      </w:r>
      <w:r w:rsidRPr="007818BD">
        <w:t>de ses doigts meurtriers</w:t>
      </w:r>
      <w:r w:rsidR="00E8465A">
        <w:t xml:space="preserve">, </w:t>
      </w:r>
      <w:r w:rsidRPr="007818BD">
        <w:t>il étreignait la gorge de son bienfaiteur</w:t>
      </w:r>
      <w:r w:rsidR="00E8465A">
        <w:t xml:space="preserve">, </w:t>
      </w:r>
      <w:r w:rsidRPr="007818BD">
        <w:t>le temps et fermentation de toutes les mauvaises passions</w:t>
      </w:r>
      <w:r w:rsidR="00E8465A">
        <w:t xml:space="preserve">, </w:t>
      </w:r>
      <w:r w:rsidRPr="007818BD">
        <w:t>le règne du sang</w:t>
      </w:r>
      <w:r w:rsidR="00E8465A">
        <w:t xml:space="preserve">, </w:t>
      </w:r>
      <w:r w:rsidRPr="007818BD">
        <w:t>avaient creusé dans l</w:t>
      </w:r>
      <w:r w:rsidR="00E8465A">
        <w:t>’</w:t>
      </w:r>
      <w:r w:rsidRPr="007818BD">
        <w:t>enfer de son cœur un enfer plus profond encore</w:t>
      </w:r>
      <w:r w:rsidR="00E8465A">
        <w:t xml:space="preserve">. </w:t>
      </w:r>
      <w:r w:rsidRPr="007818BD">
        <w:t>Incapable de cultiver sa profession</w:t>
      </w:r>
      <w:r w:rsidR="00E8465A">
        <w:t xml:space="preserve"> (</w:t>
      </w:r>
      <w:r w:rsidRPr="007818BD">
        <w:t>car lors même qu</w:t>
      </w:r>
      <w:r w:rsidR="00E8465A">
        <w:t>’</w:t>
      </w:r>
      <w:r w:rsidRPr="007818BD">
        <w:t>il eût osé attirer l</w:t>
      </w:r>
      <w:r w:rsidR="00E8465A">
        <w:t>’</w:t>
      </w:r>
      <w:r w:rsidRPr="007818BD">
        <w:t>éclat sur son nom</w:t>
      </w:r>
      <w:r w:rsidR="00E8465A">
        <w:t xml:space="preserve">, </w:t>
      </w:r>
      <w:r w:rsidRPr="007818BD">
        <w:t>les révolutions ne sont pas un temps favorable aux pei</w:t>
      </w:r>
      <w:r w:rsidRPr="007818BD">
        <w:t>n</w:t>
      </w:r>
      <w:r w:rsidRPr="007818BD">
        <w:t>tres</w:t>
      </w:r>
      <w:r w:rsidR="00E8465A">
        <w:t xml:space="preserve">, </w:t>
      </w:r>
      <w:r w:rsidRPr="007818BD">
        <w:t>et personne</w:t>
      </w:r>
      <w:r w:rsidR="00E8465A">
        <w:t xml:space="preserve">, </w:t>
      </w:r>
      <w:r w:rsidRPr="007818BD">
        <w:t>pas même le plus riche et le plus fier genti</w:t>
      </w:r>
      <w:r w:rsidRPr="007818BD">
        <w:t>l</w:t>
      </w:r>
      <w:r w:rsidRPr="007818BD">
        <w:t>homme du pays</w:t>
      </w:r>
      <w:r w:rsidR="00E8465A">
        <w:t xml:space="preserve">, </w:t>
      </w:r>
      <w:r w:rsidRPr="007818BD">
        <w:t>n</w:t>
      </w:r>
      <w:r w:rsidR="00E8465A">
        <w:t>’</w:t>
      </w:r>
      <w:r w:rsidRPr="007818BD">
        <w:t>est aussi intéressé à l</w:t>
      </w:r>
      <w:r w:rsidR="00E8465A">
        <w:t>’</w:t>
      </w:r>
      <w:r w:rsidRPr="007818BD">
        <w:t>ordre et à la paix</w:t>
      </w:r>
      <w:r w:rsidR="00E8465A">
        <w:t xml:space="preserve">, </w:t>
      </w:r>
      <w:r w:rsidRPr="007818BD">
        <w:t>nul n</w:t>
      </w:r>
      <w:r w:rsidR="00E8465A">
        <w:t>’</w:t>
      </w:r>
      <w:r w:rsidRPr="007818BD">
        <w:t>a plus besoin que la société soit calme et heureuse que le poète et l</w:t>
      </w:r>
      <w:r w:rsidR="00E8465A">
        <w:t>’</w:t>
      </w:r>
      <w:r w:rsidRPr="007818BD">
        <w:t>artiste</w:t>
      </w:r>
      <w:r w:rsidR="00E8465A">
        <w:t xml:space="preserve">), </w:t>
      </w:r>
      <w:r w:rsidRPr="007818BD">
        <w:t>toute son intelligence inquiète</w:t>
      </w:r>
      <w:r w:rsidR="00E8465A">
        <w:t xml:space="preserve">, </w:t>
      </w:r>
      <w:r w:rsidRPr="007818BD">
        <w:t>sans appui et sans guide</w:t>
      </w:r>
      <w:r w:rsidR="00E8465A">
        <w:t xml:space="preserve">, </w:t>
      </w:r>
      <w:r w:rsidRPr="007818BD">
        <w:t>était livrée au spectacle et à l</w:t>
      </w:r>
      <w:r w:rsidR="00E8465A">
        <w:t>’</w:t>
      </w:r>
      <w:r w:rsidRPr="007818BD">
        <w:t>étude des scènes crimine</w:t>
      </w:r>
      <w:r w:rsidRPr="007818BD">
        <w:t>l</w:t>
      </w:r>
      <w:r w:rsidRPr="007818BD">
        <w:t>les</w:t>
      </w:r>
      <w:r w:rsidR="00E8465A">
        <w:t xml:space="preserve">, </w:t>
      </w:r>
      <w:r w:rsidRPr="007818BD">
        <w:t>avec lesquelles elle sympathisait le plus volontiers</w:t>
      </w:r>
      <w:r w:rsidR="00E8465A">
        <w:t xml:space="preserve">. </w:t>
      </w:r>
      <w:r w:rsidRPr="007818BD">
        <w:t>D</w:t>
      </w:r>
      <w:r w:rsidR="00E8465A">
        <w:t>’</w:t>
      </w:r>
      <w:r w:rsidRPr="007818BD">
        <w:t>avenir</w:t>
      </w:r>
      <w:r w:rsidR="00E8465A">
        <w:t xml:space="preserve">, </w:t>
      </w:r>
      <w:r w:rsidRPr="007818BD">
        <w:t>il n</w:t>
      </w:r>
      <w:r w:rsidR="00E8465A">
        <w:t>’</w:t>
      </w:r>
      <w:r w:rsidRPr="007818BD">
        <w:t>en avait que dans cette vie</w:t>
      </w:r>
      <w:r w:rsidR="00E8465A">
        <w:t xml:space="preserve"> ; </w:t>
      </w:r>
      <w:r w:rsidRPr="007818BD">
        <w:t>et comment dans cette vie les hommes puissants qui l</w:t>
      </w:r>
      <w:r w:rsidR="00E8465A">
        <w:t>’</w:t>
      </w:r>
      <w:r w:rsidRPr="007818BD">
        <w:t>environnaient</w:t>
      </w:r>
      <w:r w:rsidR="00E8465A">
        <w:t xml:space="preserve">, </w:t>
      </w:r>
      <w:r w:rsidRPr="007818BD">
        <w:t>les grands athlètes qui se disputaient le pouvoir</w:t>
      </w:r>
      <w:r w:rsidR="00E8465A">
        <w:t xml:space="preserve">, </w:t>
      </w:r>
      <w:r w:rsidRPr="007818BD">
        <w:t>avaient-ils grandi et prospéré</w:t>
      </w:r>
      <w:r w:rsidR="00E8465A">
        <w:t xml:space="preserve"> ? </w:t>
      </w:r>
      <w:r w:rsidRPr="007818BD">
        <w:t>Tout ce qui était bon</w:t>
      </w:r>
      <w:r w:rsidR="00E8465A">
        <w:t xml:space="preserve">, </w:t>
      </w:r>
      <w:r w:rsidRPr="007818BD">
        <w:t>pur</w:t>
      </w:r>
      <w:r w:rsidR="00E8465A">
        <w:t xml:space="preserve">, </w:t>
      </w:r>
      <w:r w:rsidRPr="007818BD">
        <w:t>désintéressé</w:t>
      </w:r>
      <w:r w:rsidR="00E8465A">
        <w:t xml:space="preserve">, </w:t>
      </w:r>
      <w:r w:rsidRPr="007818BD">
        <w:t>parmi les royalistes comme parmi les républicains</w:t>
      </w:r>
      <w:r w:rsidR="00E8465A">
        <w:t xml:space="preserve">, </w:t>
      </w:r>
      <w:r w:rsidRPr="007818BD">
        <w:t>emportés à l</w:t>
      </w:r>
      <w:r w:rsidR="00E8465A">
        <w:t>’</w:t>
      </w:r>
      <w:r w:rsidRPr="007818BD">
        <w:t>échafaud</w:t>
      </w:r>
      <w:r w:rsidR="00E8465A">
        <w:t xml:space="preserve">, </w:t>
      </w:r>
      <w:r w:rsidRPr="007818BD">
        <w:t>et les bourreaux demeurés seuls dans la pompe et la pourpre de leurs vict</w:t>
      </w:r>
      <w:r w:rsidRPr="007818BD">
        <w:t>i</w:t>
      </w:r>
      <w:r w:rsidRPr="007818BD">
        <w:t>mes</w:t>
      </w:r>
      <w:r w:rsidR="00E8465A">
        <w:t xml:space="preserve"> !… </w:t>
      </w:r>
      <w:r w:rsidRPr="007818BD">
        <w:t>Des indigents plus nobles que Jean Nicot auraient d</w:t>
      </w:r>
      <w:r w:rsidRPr="007818BD">
        <w:t>é</w:t>
      </w:r>
      <w:r w:rsidRPr="007818BD">
        <w:t>sespéré</w:t>
      </w:r>
      <w:r w:rsidR="00E8465A">
        <w:t xml:space="preserve">, </w:t>
      </w:r>
      <w:r w:rsidRPr="007818BD">
        <w:t>et la pauvreté se serait levée en bandes hâves et livides pour couper la gorge à la richesse</w:t>
      </w:r>
      <w:r w:rsidR="00E8465A">
        <w:t xml:space="preserve">, </w:t>
      </w:r>
      <w:r w:rsidRPr="007818BD">
        <w:t>et ensuite se déchirer elle-même lambeaux par lambeaux</w:t>
      </w:r>
      <w:r w:rsidR="00E8465A">
        <w:t xml:space="preserve">, </w:t>
      </w:r>
      <w:r w:rsidRPr="007818BD">
        <w:t>si la patience</w:t>
      </w:r>
      <w:r w:rsidR="00E8465A">
        <w:t xml:space="preserve">, </w:t>
      </w:r>
      <w:r w:rsidRPr="007818BD">
        <w:t xml:space="preserve">cet </w:t>
      </w:r>
      <w:r w:rsidRPr="007818BD">
        <w:lastRenderedPageBreak/>
        <w:t>ange de la pauvreté</w:t>
      </w:r>
      <w:r w:rsidR="00E8465A">
        <w:t xml:space="preserve">, </w:t>
      </w:r>
      <w:r w:rsidRPr="007818BD">
        <w:t>ne s</w:t>
      </w:r>
      <w:r w:rsidR="00E8465A">
        <w:t>’</w:t>
      </w:r>
      <w:r w:rsidRPr="007818BD">
        <w:t>était point assise à ses côtés</w:t>
      </w:r>
      <w:r w:rsidR="00E8465A">
        <w:t xml:space="preserve">, </w:t>
      </w:r>
      <w:r w:rsidRPr="007818BD">
        <w:t>montrant d</w:t>
      </w:r>
      <w:r w:rsidR="00E8465A">
        <w:t>’</w:t>
      </w:r>
      <w:r w:rsidRPr="007818BD">
        <w:t>un doigt solennel la vie à venir</w:t>
      </w:r>
      <w:r w:rsidR="00E8465A">
        <w:t xml:space="preserve">. </w:t>
      </w:r>
      <w:r w:rsidRPr="007818BD">
        <w:t>Et mai</w:t>
      </w:r>
      <w:r w:rsidRPr="007818BD">
        <w:t>n</w:t>
      </w:r>
      <w:r w:rsidRPr="007818BD">
        <w:t>tenant</w:t>
      </w:r>
      <w:r w:rsidR="00E8465A">
        <w:t xml:space="preserve">, </w:t>
      </w:r>
      <w:r w:rsidRPr="007818BD">
        <w:t>tout en approchant de la maison du dictateur</w:t>
      </w:r>
      <w:r w:rsidR="00E8465A">
        <w:t xml:space="preserve">, </w:t>
      </w:r>
      <w:r w:rsidRPr="007818BD">
        <w:t>Nicot commença à projeter un amend</w:t>
      </w:r>
      <w:r w:rsidRPr="007818BD">
        <w:t>e</w:t>
      </w:r>
      <w:r w:rsidRPr="007818BD">
        <w:t>ment aux plans de la veille</w:t>
      </w:r>
      <w:r w:rsidR="00E8465A">
        <w:t xml:space="preserve"> ; </w:t>
      </w:r>
      <w:r w:rsidRPr="007818BD">
        <w:t>non pas qu</w:t>
      </w:r>
      <w:r w:rsidR="00E8465A">
        <w:t>’</w:t>
      </w:r>
      <w:r w:rsidRPr="007818BD">
        <w:t>il hésitât dans sa résol</w:t>
      </w:r>
      <w:r w:rsidRPr="007818BD">
        <w:t>u</w:t>
      </w:r>
      <w:r w:rsidRPr="007818BD">
        <w:t>tion de d</w:t>
      </w:r>
      <w:r w:rsidRPr="007818BD">
        <w:t>é</w:t>
      </w:r>
      <w:r w:rsidRPr="007818BD">
        <w:t xml:space="preserve">noncer </w:t>
      </w:r>
      <w:proofErr w:type="spellStart"/>
      <w:r w:rsidRPr="007818BD">
        <w:t>Glyndon</w:t>
      </w:r>
      <w:proofErr w:type="spellEnd"/>
      <w:r w:rsidRPr="007818BD">
        <w:t xml:space="preserve"> et de perdre Viola avec lui comme sa complice</w:t>
      </w:r>
      <w:r w:rsidR="00E8465A">
        <w:t xml:space="preserve">, </w:t>
      </w:r>
      <w:r w:rsidRPr="007818BD">
        <w:t>non</w:t>
      </w:r>
      <w:r w:rsidR="00E8465A">
        <w:t xml:space="preserve"> ! </w:t>
      </w:r>
      <w:r w:rsidRPr="007818BD">
        <w:t>de ce côté</w:t>
      </w:r>
      <w:r w:rsidR="00E8465A">
        <w:t xml:space="preserve">, </w:t>
      </w:r>
      <w:r w:rsidRPr="007818BD">
        <w:t>il était résolu</w:t>
      </w:r>
      <w:r w:rsidR="00E8465A">
        <w:t xml:space="preserve">, </w:t>
      </w:r>
      <w:r w:rsidRPr="007818BD">
        <w:t>car il les haïssait tous deux</w:t>
      </w:r>
      <w:r w:rsidR="00E8465A">
        <w:t xml:space="preserve">, </w:t>
      </w:r>
      <w:r w:rsidRPr="007818BD">
        <w:t>sans parler de son grief ancien</w:t>
      </w:r>
      <w:r w:rsidR="00E8465A">
        <w:t xml:space="preserve">, </w:t>
      </w:r>
      <w:r w:rsidRPr="007818BD">
        <w:t>mais toujours vivace</w:t>
      </w:r>
      <w:r w:rsidR="00E8465A">
        <w:t xml:space="preserve">, </w:t>
      </w:r>
      <w:r w:rsidRPr="007818BD">
        <w:t xml:space="preserve">contre </w:t>
      </w:r>
      <w:proofErr w:type="spellStart"/>
      <w:r w:rsidRPr="007818BD">
        <w:t>Zanoni</w:t>
      </w:r>
      <w:proofErr w:type="spellEnd"/>
      <w:r w:rsidR="00E8465A">
        <w:t xml:space="preserve">. </w:t>
      </w:r>
      <w:r w:rsidRPr="007818BD">
        <w:t>Viola l</w:t>
      </w:r>
      <w:r w:rsidR="00E8465A">
        <w:t>’</w:t>
      </w:r>
      <w:r w:rsidRPr="007818BD">
        <w:t>avait dédaigné</w:t>
      </w:r>
      <w:r w:rsidR="00E8465A">
        <w:t xml:space="preserve"> ; </w:t>
      </w:r>
      <w:proofErr w:type="spellStart"/>
      <w:r w:rsidRPr="007818BD">
        <w:t>Glyndon</w:t>
      </w:r>
      <w:proofErr w:type="spellEnd"/>
      <w:r w:rsidRPr="007818BD">
        <w:t xml:space="preserve"> lui avait rendu service</w:t>
      </w:r>
      <w:r w:rsidR="00E8465A">
        <w:t xml:space="preserve">, </w:t>
      </w:r>
      <w:r w:rsidRPr="007818BD">
        <w:t>et la pensée de la reconnaissance lui pesait autant que le souvenir de l</w:t>
      </w:r>
      <w:r w:rsidR="00E8465A">
        <w:t>’</w:t>
      </w:r>
      <w:r w:rsidRPr="007818BD">
        <w:t>insulte</w:t>
      </w:r>
      <w:r w:rsidR="00E8465A">
        <w:t>.</w:t>
      </w:r>
    </w:p>
    <w:p w14:paraId="0D9888A3" w14:textId="77777777" w:rsidR="00E8465A" w:rsidRDefault="00E0544E" w:rsidP="00E0544E">
      <w:r w:rsidRPr="007818BD">
        <w:t>Mais pourquoi maintenant s</w:t>
      </w:r>
      <w:r w:rsidR="00E8465A">
        <w:t>’</w:t>
      </w:r>
      <w:r w:rsidRPr="007818BD">
        <w:t>éloigner de la France</w:t>
      </w:r>
      <w:r w:rsidR="00E8465A">
        <w:t xml:space="preserve"> ? </w:t>
      </w:r>
      <w:r w:rsidRPr="007818BD">
        <w:t>Il po</w:t>
      </w:r>
      <w:r w:rsidRPr="007818BD">
        <w:t>u</w:t>
      </w:r>
      <w:r w:rsidRPr="007818BD">
        <w:t>vait s</w:t>
      </w:r>
      <w:r w:rsidR="00E8465A">
        <w:t>’</w:t>
      </w:r>
      <w:r w:rsidRPr="007818BD">
        <w:t>emparer de l</w:t>
      </w:r>
      <w:r w:rsidR="00E8465A">
        <w:t>’</w:t>
      </w:r>
      <w:r w:rsidRPr="007818BD">
        <w:t xml:space="preserve">or de </w:t>
      </w:r>
      <w:proofErr w:type="spellStart"/>
      <w:r w:rsidRPr="007818BD">
        <w:t>Glyndon</w:t>
      </w:r>
      <w:proofErr w:type="spellEnd"/>
      <w:r w:rsidR="00E8465A">
        <w:t xml:space="preserve">, </w:t>
      </w:r>
      <w:r w:rsidRPr="007818BD">
        <w:t>et il ne doutait pas qu</w:t>
      </w:r>
      <w:r w:rsidR="00E8465A">
        <w:t>’</w:t>
      </w:r>
      <w:r w:rsidRPr="007818BD">
        <w:t>il ne pût</w:t>
      </w:r>
      <w:r w:rsidR="00E8465A">
        <w:t xml:space="preserve">, </w:t>
      </w:r>
      <w:r w:rsidRPr="007818BD">
        <w:t>par la colère et par la jalousie</w:t>
      </w:r>
      <w:r w:rsidR="00E8465A">
        <w:t xml:space="preserve">, </w:t>
      </w:r>
      <w:r>
        <w:t xml:space="preserve">dominer </w:t>
      </w:r>
      <w:proofErr w:type="spellStart"/>
      <w:r>
        <w:t>Fil</w:t>
      </w:r>
      <w:r w:rsidRPr="007818BD">
        <w:t>lide</w:t>
      </w:r>
      <w:proofErr w:type="spellEnd"/>
      <w:r w:rsidRPr="007818BD">
        <w:t xml:space="preserve"> au point de la faire consentir à tout ce qu</w:t>
      </w:r>
      <w:r w:rsidR="00E8465A">
        <w:t>’</w:t>
      </w:r>
      <w:r w:rsidRPr="007818BD">
        <w:t>il proposerait</w:t>
      </w:r>
      <w:r w:rsidR="00E8465A">
        <w:t xml:space="preserve">. </w:t>
      </w:r>
      <w:r w:rsidRPr="007818BD">
        <w:t>Les papiers qu</w:t>
      </w:r>
      <w:r w:rsidR="00E8465A">
        <w:t>’</w:t>
      </w:r>
      <w:r w:rsidRPr="007818BD">
        <w:t>il avait dérobés</w:t>
      </w:r>
      <w:r w:rsidR="00E8465A">
        <w:t xml:space="preserve"> (</w:t>
      </w:r>
      <w:r w:rsidRPr="007818BD">
        <w:t xml:space="preserve">la correspondance de Desmoulins avec </w:t>
      </w:r>
      <w:proofErr w:type="spellStart"/>
      <w:r w:rsidRPr="007818BD">
        <w:t>Glyndon</w:t>
      </w:r>
      <w:proofErr w:type="spellEnd"/>
      <w:r w:rsidR="00E8465A">
        <w:t xml:space="preserve">), </w:t>
      </w:r>
      <w:r w:rsidRPr="007818BD">
        <w:t>tout en assurant la perte de ce dernier</w:t>
      </w:r>
      <w:r w:rsidR="00E8465A">
        <w:t xml:space="preserve">, </w:t>
      </w:r>
      <w:r w:rsidRPr="007818BD">
        <w:t>pouvaient être inappr</w:t>
      </w:r>
      <w:r w:rsidRPr="007818BD">
        <w:t>é</w:t>
      </w:r>
      <w:r w:rsidRPr="007818BD">
        <w:t>ciables pour Robespierre</w:t>
      </w:r>
      <w:r w:rsidR="00E8465A">
        <w:t xml:space="preserve"> ; </w:t>
      </w:r>
      <w:r w:rsidRPr="007818BD">
        <w:t>ils pouvaient décider le tyran à o</w:t>
      </w:r>
      <w:r w:rsidRPr="007818BD">
        <w:t>u</w:t>
      </w:r>
      <w:r w:rsidRPr="007818BD">
        <w:t>blier ses vieilles liaisons avec Hébert</w:t>
      </w:r>
      <w:r w:rsidR="00E8465A">
        <w:t xml:space="preserve">, </w:t>
      </w:r>
      <w:r w:rsidRPr="007818BD">
        <w:t>et l</w:t>
      </w:r>
      <w:r w:rsidR="00E8465A">
        <w:t>’</w:t>
      </w:r>
      <w:r w:rsidRPr="007818BD">
        <w:t>enrôler parmi les alliés et les instruments du roi de la terreur</w:t>
      </w:r>
      <w:r w:rsidR="00E8465A">
        <w:t xml:space="preserve">. </w:t>
      </w:r>
      <w:r w:rsidRPr="007818BD">
        <w:t>Des perspectives d</w:t>
      </w:r>
      <w:r w:rsidR="00E8465A">
        <w:t>’</w:t>
      </w:r>
      <w:r w:rsidRPr="007818BD">
        <w:t>avancement</w:t>
      </w:r>
      <w:r w:rsidR="00E8465A">
        <w:t xml:space="preserve">, </w:t>
      </w:r>
      <w:r w:rsidRPr="007818BD">
        <w:t>d</w:t>
      </w:r>
      <w:r w:rsidR="00E8465A">
        <w:t>’</w:t>
      </w:r>
      <w:r w:rsidRPr="007818BD">
        <w:t>opulence</w:t>
      </w:r>
      <w:r w:rsidR="00E8465A">
        <w:t xml:space="preserve">, </w:t>
      </w:r>
      <w:r w:rsidRPr="007818BD">
        <w:t>d</w:t>
      </w:r>
      <w:r w:rsidR="00E8465A">
        <w:t>’</w:t>
      </w:r>
      <w:r w:rsidRPr="007818BD">
        <w:t>avenir</w:t>
      </w:r>
      <w:r w:rsidR="00E8465A">
        <w:t xml:space="preserve">, </w:t>
      </w:r>
      <w:r w:rsidRPr="007818BD">
        <w:t>s</w:t>
      </w:r>
      <w:r w:rsidR="00E8465A">
        <w:t>’</w:t>
      </w:r>
      <w:r w:rsidRPr="007818BD">
        <w:t>ouvrent de nouveau d</w:t>
      </w:r>
      <w:r w:rsidRPr="007818BD">
        <w:t>e</w:t>
      </w:r>
      <w:r w:rsidRPr="007818BD">
        <w:t>vant lui</w:t>
      </w:r>
      <w:r w:rsidR="00E8465A">
        <w:t xml:space="preserve">. </w:t>
      </w:r>
      <w:r w:rsidRPr="007818BD">
        <w:t>Cette correspondance</w:t>
      </w:r>
      <w:r w:rsidR="00E8465A">
        <w:t xml:space="preserve">, </w:t>
      </w:r>
      <w:r w:rsidRPr="007818BD">
        <w:t>datée de peu de jours avant la mort de Camille Desmoulins</w:t>
      </w:r>
      <w:r w:rsidR="00E8465A">
        <w:t xml:space="preserve">, </w:t>
      </w:r>
      <w:r w:rsidRPr="007818BD">
        <w:t>était écrite avec cette imprudence inso</w:t>
      </w:r>
      <w:r w:rsidRPr="007818BD">
        <w:t>u</w:t>
      </w:r>
      <w:r w:rsidRPr="007818BD">
        <w:t>ciante et hardie qui caractérisait l</w:t>
      </w:r>
      <w:r w:rsidR="00E8465A">
        <w:t>’</w:t>
      </w:r>
      <w:r w:rsidRPr="007818BD">
        <w:t>enfant gâté de Danton</w:t>
      </w:r>
      <w:r w:rsidR="00E8465A">
        <w:t xml:space="preserve">. </w:t>
      </w:r>
      <w:r w:rsidRPr="007818BD">
        <w:t>Elle parlait ouvertement de desseins hostiles à Robespierre</w:t>
      </w:r>
      <w:r w:rsidR="00E8465A">
        <w:t xml:space="preserve"> ; </w:t>
      </w:r>
      <w:r w:rsidRPr="007818BD">
        <w:t>elle désignait des conjurés contre lesquels le tyran ne demandait qu</w:t>
      </w:r>
      <w:r w:rsidR="00E8465A">
        <w:t>’</w:t>
      </w:r>
      <w:r w:rsidRPr="007818BD">
        <w:t>un prétexte pour les écraser</w:t>
      </w:r>
      <w:r w:rsidR="00E8465A">
        <w:t xml:space="preserve">. </w:t>
      </w:r>
      <w:r w:rsidRPr="007818BD">
        <w:t>C</w:t>
      </w:r>
      <w:r w:rsidR="00E8465A">
        <w:t>’</w:t>
      </w:r>
      <w:r w:rsidRPr="007818BD">
        <w:t>était un nouvel instrument de mort entre les mains de ce pourvoyeur de la mort</w:t>
      </w:r>
      <w:r w:rsidR="00E8465A">
        <w:t xml:space="preserve">. </w:t>
      </w:r>
      <w:r w:rsidRPr="007818BD">
        <w:t>Quel don plus précieux pouvait-il offrir à Maximilien l</w:t>
      </w:r>
      <w:r w:rsidR="00E8465A">
        <w:t>’</w:t>
      </w:r>
      <w:r w:rsidRPr="007818BD">
        <w:t>incorruptible</w:t>
      </w:r>
      <w:r w:rsidR="00E8465A">
        <w:t> ?</w:t>
      </w:r>
    </w:p>
    <w:p w14:paraId="3B0A85EC" w14:textId="77777777" w:rsidR="00E8465A" w:rsidRDefault="00E0544E" w:rsidP="00E0544E">
      <w:r w:rsidRPr="007818BD">
        <w:t>Bercé de ces pensées</w:t>
      </w:r>
      <w:r w:rsidR="00E8465A">
        <w:t xml:space="preserve">, </w:t>
      </w:r>
      <w:r w:rsidRPr="007818BD">
        <w:t>il arriva enfin à la porte du citoyen Dupleix</w:t>
      </w:r>
      <w:r w:rsidR="00E8465A">
        <w:t xml:space="preserve">. </w:t>
      </w:r>
      <w:r w:rsidRPr="007818BD">
        <w:t>Autour du seuil étaient groupés dans une admirable confusion huit ou dix vigoureux jacobins</w:t>
      </w:r>
      <w:r w:rsidR="00E8465A">
        <w:t xml:space="preserve">, </w:t>
      </w:r>
      <w:r w:rsidRPr="007818BD">
        <w:t xml:space="preserve">gardes volontaires </w:t>
      </w:r>
      <w:r w:rsidRPr="007818BD">
        <w:lastRenderedPageBreak/>
        <w:t>de Robespierre</w:t>
      </w:r>
      <w:r w:rsidR="00E8465A">
        <w:t xml:space="preserve"> ; </w:t>
      </w:r>
      <w:r w:rsidRPr="007818BD">
        <w:t>grands gaillards</w:t>
      </w:r>
      <w:r w:rsidR="00E8465A">
        <w:t xml:space="preserve">, </w:t>
      </w:r>
      <w:r w:rsidRPr="007818BD">
        <w:t>bien armés</w:t>
      </w:r>
      <w:r w:rsidR="00E8465A">
        <w:t xml:space="preserve">, </w:t>
      </w:r>
      <w:r w:rsidRPr="007818BD">
        <w:t>avec cette insolence du pouvoir qui reflète le pouvoir</w:t>
      </w:r>
      <w:r w:rsidR="00E8465A">
        <w:t xml:space="preserve">, </w:t>
      </w:r>
      <w:r w:rsidRPr="007818BD">
        <w:t>et mêlés à des femmes jeunes</w:t>
      </w:r>
      <w:r w:rsidR="00E8465A">
        <w:t xml:space="preserve">, </w:t>
      </w:r>
      <w:r w:rsidRPr="007818BD">
        <w:t>belles</w:t>
      </w:r>
      <w:r w:rsidR="00E8465A">
        <w:t xml:space="preserve">, </w:t>
      </w:r>
      <w:r w:rsidRPr="007818BD">
        <w:t>vêtues avec recherche</w:t>
      </w:r>
      <w:r w:rsidR="00E8465A">
        <w:t xml:space="preserve">, </w:t>
      </w:r>
      <w:r w:rsidRPr="007818BD">
        <w:t>qui étaient venues s</w:t>
      </w:r>
      <w:r w:rsidR="00E8465A">
        <w:t>’</w:t>
      </w:r>
      <w:r w:rsidRPr="007818BD">
        <w:t>informer te</w:t>
      </w:r>
      <w:r w:rsidRPr="007818BD">
        <w:t>n</w:t>
      </w:r>
      <w:r w:rsidRPr="007818BD">
        <w:t>drement des nouvelles de Robespierre</w:t>
      </w:r>
      <w:r w:rsidR="00E8465A">
        <w:t xml:space="preserve">, </w:t>
      </w:r>
      <w:r w:rsidRPr="007818BD">
        <w:t>au bruit qui avait couru qu</w:t>
      </w:r>
      <w:r w:rsidR="00E8465A">
        <w:t>’</w:t>
      </w:r>
      <w:r w:rsidRPr="007818BD">
        <w:t>il avait eu un débordement de bile</w:t>
      </w:r>
      <w:r w:rsidR="00E8465A">
        <w:t xml:space="preserve"> : </w:t>
      </w:r>
      <w:r w:rsidRPr="007818BD">
        <w:t>car Robespierre</w:t>
      </w:r>
      <w:r w:rsidR="00E8465A">
        <w:t xml:space="preserve">, </w:t>
      </w:r>
      <w:r w:rsidRPr="007818BD">
        <w:t>chose étrange</w:t>
      </w:r>
      <w:r w:rsidR="00E8465A">
        <w:t xml:space="preserve">, </w:t>
      </w:r>
      <w:r w:rsidRPr="007818BD">
        <w:t>était l</w:t>
      </w:r>
      <w:r w:rsidR="00E8465A">
        <w:t>’</w:t>
      </w:r>
      <w:r w:rsidRPr="007818BD">
        <w:t>idole des femmes</w:t>
      </w:r>
      <w:r w:rsidR="00E8465A">
        <w:t>.</w:t>
      </w:r>
    </w:p>
    <w:p w14:paraId="7DDCC5BA" w14:textId="77777777" w:rsidR="00E8465A" w:rsidRDefault="00E0544E" w:rsidP="00E0544E">
      <w:r w:rsidRPr="007818BD">
        <w:t>Ce cortège stationnait en dehors et occupait tout l</w:t>
      </w:r>
      <w:r w:rsidR="00E8465A">
        <w:t>’</w:t>
      </w:r>
      <w:r w:rsidRPr="007818BD">
        <w:t>escalier jusqu</w:t>
      </w:r>
      <w:r w:rsidR="00E8465A">
        <w:t>’</w:t>
      </w:r>
      <w:r w:rsidRPr="007818BD">
        <w:t>au palier</w:t>
      </w:r>
      <w:r w:rsidR="00E8465A">
        <w:t xml:space="preserve">, </w:t>
      </w:r>
      <w:r w:rsidRPr="007818BD">
        <w:t>car l</w:t>
      </w:r>
      <w:r w:rsidR="00E8465A">
        <w:t>’</w:t>
      </w:r>
      <w:r w:rsidRPr="007818BD">
        <w:t>appartement de Robespierre n</w:t>
      </w:r>
      <w:r w:rsidR="00E8465A">
        <w:t>’</w:t>
      </w:r>
      <w:r w:rsidRPr="007818BD">
        <w:t>était pas a</w:t>
      </w:r>
      <w:r w:rsidRPr="007818BD">
        <w:t>s</w:t>
      </w:r>
      <w:r w:rsidRPr="007818BD">
        <w:t>sez spacieux pour fournir des antichambres à des levers aussi nombreux et aussi mélangés</w:t>
      </w:r>
      <w:r w:rsidR="00E8465A">
        <w:t xml:space="preserve">. </w:t>
      </w:r>
      <w:r w:rsidRPr="007818BD">
        <w:t>Nicot se fraya un chemin à tr</w:t>
      </w:r>
      <w:r w:rsidRPr="007818BD">
        <w:t>a</w:t>
      </w:r>
      <w:r w:rsidRPr="007818BD">
        <w:t>vers cette foule</w:t>
      </w:r>
      <w:r w:rsidR="00E8465A">
        <w:t xml:space="preserve">, </w:t>
      </w:r>
      <w:r w:rsidRPr="007818BD">
        <w:t>et les expressions qui venaient bercer ses oreilles n</w:t>
      </w:r>
      <w:r w:rsidR="00E8465A">
        <w:t>’</w:t>
      </w:r>
      <w:r w:rsidRPr="007818BD">
        <w:t>étaient ni amic</w:t>
      </w:r>
      <w:r w:rsidRPr="007818BD">
        <w:t>a</w:t>
      </w:r>
      <w:r w:rsidRPr="007818BD">
        <w:t>les ni flatteuses</w:t>
      </w:r>
      <w:r w:rsidR="00E8465A">
        <w:t>.</w:t>
      </w:r>
    </w:p>
    <w:p w14:paraId="5410773F" w14:textId="77777777" w:rsidR="00E8465A" w:rsidRDefault="00E8465A" w:rsidP="00E0544E">
      <w:r>
        <w:t>« </w:t>
      </w:r>
      <w:r w:rsidR="00E0544E" w:rsidRPr="007818BD">
        <w:t>Ah</w:t>
      </w:r>
      <w:r>
        <w:t xml:space="preserve"> ! </w:t>
      </w:r>
      <w:r w:rsidR="00E0544E" w:rsidRPr="007818BD">
        <w:t>le joli polichinelle</w:t>
      </w:r>
      <w:r>
        <w:t xml:space="preserve"> ! </w:t>
      </w:r>
      <w:r w:rsidR="00E0544E" w:rsidRPr="007818BD">
        <w:t>dit une citoyenne assez propre</w:t>
      </w:r>
      <w:r w:rsidR="00E0544E" w:rsidRPr="007818BD">
        <w:t>t</w:t>
      </w:r>
      <w:r w:rsidR="00E0544E" w:rsidRPr="007818BD">
        <w:t>te</w:t>
      </w:r>
      <w:r>
        <w:t xml:space="preserve">, </w:t>
      </w:r>
      <w:r w:rsidR="00E0544E" w:rsidRPr="007818BD">
        <w:t>dont la robe avait été singulièrement froissée par les coudes anguleux et indiscrets du nouveau venu</w:t>
      </w:r>
      <w:r>
        <w:t xml:space="preserve">. </w:t>
      </w:r>
      <w:r w:rsidR="00E0544E" w:rsidRPr="007818BD">
        <w:t>Mais peut-on s</w:t>
      </w:r>
      <w:r>
        <w:t>’</w:t>
      </w:r>
      <w:r w:rsidR="00E0544E" w:rsidRPr="007818BD">
        <w:t>attendre à de la politesse de la part d</w:t>
      </w:r>
      <w:r>
        <w:t>’</w:t>
      </w:r>
      <w:r w:rsidR="00E0544E" w:rsidRPr="007818BD">
        <w:t>un tel épouvantail</w:t>
      </w:r>
      <w:r>
        <w:t> ?</w:t>
      </w:r>
    </w:p>
    <w:p w14:paraId="33B55A5B" w14:textId="77777777" w:rsidR="00E8465A" w:rsidRDefault="00E8465A" w:rsidP="00E0544E">
      <w:r>
        <w:t>— </w:t>
      </w:r>
      <w:r w:rsidR="00E0544E" w:rsidRPr="007818BD">
        <w:t>Citoyen</w:t>
      </w:r>
      <w:r>
        <w:t xml:space="preserve">, </w:t>
      </w:r>
      <w:r w:rsidR="00E0544E" w:rsidRPr="007818BD">
        <w:t>je demande la permission de t</w:t>
      </w:r>
      <w:r>
        <w:t>’</w:t>
      </w:r>
      <w:r w:rsidR="00E0544E" w:rsidRPr="007818BD">
        <w:t>avertir que tu me marches sur les pieds</w:t>
      </w:r>
      <w:r>
        <w:t xml:space="preserve"> ; </w:t>
      </w:r>
      <w:r w:rsidR="00E0544E" w:rsidRPr="007818BD">
        <w:t>mais maintenant que je regarde les tiens</w:t>
      </w:r>
      <w:r>
        <w:t xml:space="preserve">, </w:t>
      </w:r>
      <w:r w:rsidR="00E0544E" w:rsidRPr="007818BD">
        <w:t>je vois que la salle n</w:t>
      </w:r>
      <w:r>
        <w:t>’</w:t>
      </w:r>
      <w:r w:rsidR="00E0544E" w:rsidRPr="007818BD">
        <w:t>est pas assez grande pour les contenir</w:t>
      </w:r>
      <w:r>
        <w:t>.</w:t>
      </w:r>
    </w:p>
    <w:p w14:paraId="01CD449B" w14:textId="77777777" w:rsidR="00E8465A" w:rsidRDefault="00E8465A" w:rsidP="00E0544E">
      <w:r>
        <w:t>— </w:t>
      </w:r>
      <w:r w:rsidR="00E0544E" w:rsidRPr="007818BD">
        <w:t>Oh</w:t>
      </w:r>
      <w:r>
        <w:t xml:space="preserve"> ! </w:t>
      </w:r>
      <w:r w:rsidR="00E0544E" w:rsidRPr="007818BD">
        <w:t>citoyen Nicot</w:t>
      </w:r>
      <w:r>
        <w:t xml:space="preserve">, </w:t>
      </w:r>
      <w:r w:rsidR="00E0544E" w:rsidRPr="007818BD">
        <w:t>s</w:t>
      </w:r>
      <w:r>
        <w:t>’</w:t>
      </w:r>
      <w:r w:rsidR="00E0544E" w:rsidRPr="007818BD">
        <w:t>écria un jacobin en prenant avec son formidable bâton la position du port d</w:t>
      </w:r>
      <w:r>
        <w:t>’</w:t>
      </w:r>
      <w:r w:rsidR="00E0544E" w:rsidRPr="007818BD">
        <w:t>armes</w:t>
      </w:r>
      <w:r>
        <w:t xml:space="preserve"> ; </w:t>
      </w:r>
      <w:r w:rsidR="00E0544E" w:rsidRPr="007818BD">
        <w:t>et qu</w:t>
      </w:r>
      <w:r>
        <w:t>’</w:t>
      </w:r>
      <w:r w:rsidR="00E0544E" w:rsidRPr="007818BD">
        <w:t>est-ce qui t</w:t>
      </w:r>
      <w:r>
        <w:t>’</w:t>
      </w:r>
      <w:r w:rsidR="00E0544E" w:rsidRPr="007818BD">
        <w:t>amène ici</w:t>
      </w:r>
      <w:r>
        <w:t xml:space="preserve"> ? </w:t>
      </w:r>
      <w:r w:rsidR="00E0544E" w:rsidRPr="007818BD">
        <w:t>Penses-tu que les crimes d</w:t>
      </w:r>
      <w:r>
        <w:t>’</w:t>
      </w:r>
      <w:r w:rsidR="00E0544E" w:rsidRPr="007818BD">
        <w:t>Hébert soient déjà o</w:t>
      </w:r>
      <w:r w:rsidR="00E0544E" w:rsidRPr="007818BD">
        <w:t>u</w:t>
      </w:r>
      <w:r w:rsidR="00E0544E" w:rsidRPr="007818BD">
        <w:t>bliés</w:t>
      </w:r>
      <w:r>
        <w:t xml:space="preserve"> ? </w:t>
      </w:r>
      <w:r w:rsidR="00E0544E" w:rsidRPr="007818BD">
        <w:t>Disparais</w:t>
      </w:r>
      <w:r>
        <w:t xml:space="preserve">, </w:t>
      </w:r>
      <w:r w:rsidR="00E0544E" w:rsidRPr="007818BD">
        <w:t>plaisanterie de la nature</w:t>
      </w:r>
      <w:r>
        <w:t xml:space="preserve">, </w:t>
      </w:r>
      <w:r w:rsidR="00E0544E" w:rsidRPr="007818BD">
        <w:t>et rends grâce à l</w:t>
      </w:r>
      <w:r>
        <w:t>’</w:t>
      </w:r>
      <w:r w:rsidR="00E0544E" w:rsidRPr="007818BD">
        <w:t>Être suprême de ce qu</w:t>
      </w:r>
      <w:r>
        <w:t>’</w:t>
      </w:r>
      <w:r w:rsidR="00E0544E" w:rsidRPr="007818BD">
        <w:t>il t</w:t>
      </w:r>
      <w:r>
        <w:t>’</w:t>
      </w:r>
      <w:r w:rsidR="00E0544E" w:rsidRPr="007818BD">
        <w:t>a fait assez insignifiant pour être o</w:t>
      </w:r>
      <w:r w:rsidR="00E0544E" w:rsidRPr="007818BD">
        <w:t>u</w:t>
      </w:r>
      <w:r w:rsidR="00E0544E" w:rsidRPr="007818BD">
        <w:t>blié</w:t>
      </w:r>
      <w:r>
        <w:t>.</w:t>
      </w:r>
    </w:p>
    <w:p w14:paraId="7DF54B7E" w14:textId="77777777" w:rsidR="00E8465A" w:rsidRDefault="00E8465A" w:rsidP="00E0544E">
      <w:r>
        <w:t>— </w:t>
      </w:r>
      <w:r w:rsidR="00E0544E" w:rsidRPr="007818BD">
        <w:t>Voilà une figure qui ferait bien à la fenêtre nationale</w:t>
      </w:r>
      <w:r>
        <w:t xml:space="preserve">, </w:t>
      </w:r>
      <w:r w:rsidR="00E0544E" w:rsidRPr="007818BD">
        <w:t>dit la femme dont la robe avait été froissée par le peintre</w:t>
      </w:r>
      <w:r>
        <w:t>.</w:t>
      </w:r>
    </w:p>
    <w:p w14:paraId="62489B9F" w14:textId="3ACDA30F" w:rsidR="00E0544E" w:rsidRPr="007818BD" w:rsidRDefault="00E8465A" w:rsidP="00E0544E">
      <w:r>
        <w:t>— </w:t>
      </w:r>
      <w:r w:rsidR="00E0544E" w:rsidRPr="007818BD">
        <w:t>Citoyens</w:t>
      </w:r>
      <w:r>
        <w:t xml:space="preserve">, </w:t>
      </w:r>
      <w:r w:rsidR="00E0544E" w:rsidRPr="007818BD">
        <w:t>dit Nicot blanc de colère</w:t>
      </w:r>
      <w:r>
        <w:t xml:space="preserve">, </w:t>
      </w:r>
      <w:r w:rsidR="00E0544E" w:rsidRPr="007818BD">
        <w:t>mais se contenant de telle façon que ses p</w:t>
      </w:r>
      <w:r w:rsidR="00E0544E" w:rsidRPr="007818BD">
        <w:t>a</w:t>
      </w:r>
      <w:r w:rsidR="00E0544E" w:rsidRPr="007818BD">
        <w:t xml:space="preserve">roles semblaient sortir à travers ses </w:t>
      </w:r>
      <w:r w:rsidR="00E0544E" w:rsidRPr="007818BD">
        <w:lastRenderedPageBreak/>
        <w:t>dents serrées</w:t>
      </w:r>
      <w:r>
        <w:t xml:space="preserve"> ; </w:t>
      </w:r>
      <w:r w:rsidR="00E0544E" w:rsidRPr="007818BD">
        <w:t>j</w:t>
      </w:r>
      <w:r>
        <w:t>’</w:t>
      </w:r>
      <w:r w:rsidR="00E0544E" w:rsidRPr="007818BD">
        <w:t>ai l</w:t>
      </w:r>
      <w:r>
        <w:t>’</w:t>
      </w:r>
      <w:r w:rsidR="00E0544E" w:rsidRPr="007818BD">
        <w:t>honneur de vous dire que je viens parler au repr</w:t>
      </w:r>
      <w:r w:rsidR="00E0544E" w:rsidRPr="007818BD">
        <w:t>é</w:t>
      </w:r>
      <w:r w:rsidR="00E0544E" w:rsidRPr="007818BD">
        <w:t>sentant d</w:t>
      </w:r>
      <w:r>
        <w:t>’</w:t>
      </w:r>
      <w:r w:rsidR="00E0544E" w:rsidRPr="007818BD">
        <w:t>affaires qui sont de la plus grande importance pour le peuple et pour lui-même</w:t>
      </w:r>
      <w:r>
        <w:t xml:space="preserve"> ; </w:t>
      </w:r>
      <w:r w:rsidR="00E0544E" w:rsidRPr="007818BD">
        <w:t>et</w:t>
      </w:r>
      <w:r>
        <w:t xml:space="preserve"> (</w:t>
      </w:r>
      <w:r w:rsidR="00E0544E" w:rsidRPr="007818BD">
        <w:t>ajouta-t-il lentement en prom</w:t>
      </w:r>
      <w:r w:rsidR="00E0544E" w:rsidRPr="007818BD">
        <w:t>e</w:t>
      </w:r>
      <w:r w:rsidR="00E0544E" w:rsidRPr="007818BD">
        <w:t>nant un regard méchant autour de lui</w:t>
      </w:r>
      <w:r>
        <w:t xml:space="preserve">) </w:t>
      </w:r>
      <w:r w:rsidR="00E0544E" w:rsidRPr="007818BD">
        <w:t>j</w:t>
      </w:r>
      <w:r>
        <w:t>’</w:t>
      </w:r>
      <w:r w:rsidR="00E0544E" w:rsidRPr="007818BD">
        <w:t>invoquerai le témoign</w:t>
      </w:r>
      <w:r w:rsidR="00E0544E" w:rsidRPr="007818BD">
        <w:t>a</w:t>
      </w:r>
      <w:r w:rsidR="00E0544E" w:rsidRPr="007818BD">
        <w:t>ge de tous les bons citoyens</w:t>
      </w:r>
      <w:r>
        <w:t xml:space="preserve">, </w:t>
      </w:r>
      <w:r w:rsidR="00E0544E" w:rsidRPr="007818BD">
        <w:t>quand je me plaindrai à Robespie</w:t>
      </w:r>
      <w:r w:rsidR="00E0544E" w:rsidRPr="007818BD">
        <w:t>r</w:t>
      </w:r>
      <w:r w:rsidR="00E0544E" w:rsidRPr="007818BD">
        <w:t>re de l</w:t>
      </w:r>
      <w:r>
        <w:t>’</w:t>
      </w:r>
      <w:r w:rsidR="00E0544E" w:rsidRPr="007818BD">
        <w:t>accueil que j</w:t>
      </w:r>
      <w:r>
        <w:t>’</w:t>
      </w:r>
      <w:r w:rsidR="00E0544E" w:rsidRPr="007818BD">
        <w:t>ai reçu de quelques-uns d</w:t>
      </w:r>
      <w:r>
        <w:t>’</w:t>
      </w:r>
      <w:r w:rsidR="00E0544E" w:rsidRPr="007818BD">
        <w:t>entre vous</w:t>
      </w:r>
      <w:r>
        <w:t>. »</w:t>
      </w:r>
    </w:p>
    <w:p w14:paraId="22C53859" w14:textId="77777777" w:rsidR="00E8465A" w:rsidRDefault="00E0544E" w:rsidP="00E0544E">
      <w:r w:rsidRPr="007818BD">
        <w:t>Il y avait dans le regard et dans la voix de Nicot une m</w:t>
      </w:r>
      <w:r w:rsidRPr="007818BD">
        <w:t>é</w:t>
      </w:r>
      <w:r w:rsidRPr="007818BD">
        <w:t>chanceté si profonde et si concentrée</w:t>
      </w:r>
      <w:r w:rsidR="00E8465A">
        <w:t xml:space="preserve">, </w:t>
      </w:r>
      <w:r w:rsidRPr="007818BD">
        <w:t>que les oisifs cédèrent le terrain</w:t>
      </w:r>
      <w:r w:rsidR="00E8465A">
        <w:t xml:space="preserve">, </w:t>
      </w:r>
      <w:r w:rsidRPr="007818BD">
        <w:t>et</w:t>
      </w:r>
      <w:r w:rsidR="00E8465A">
        <w:t xml:space="preserve">, </w:t>
      </w:r>
      <w:r w:rsidRPr="007818BD">
        <w:t>en se rappelant les vicissitudes soudaines de la vie révolutionnaire</w:t>
      </w:r>
      <w:r w:rsidR="00E8465A">
        <w:t xml:space="preserve">, </w:t>
      </w:r>
      <w:r w:rsidRPr="007818BD">
        <w:t>plusieurs voix s</w:t>
      </w:r>
      <w:r w:rsidR="00E8465A">
        <w:t>’</w:t>
      </w:r>
      <w:r w:rsidRPr="007818BD">
        <w:t>élevèrent pour assurer au pei</w:t>
      </w:r>
      <w:r w:rsidRPr="007818BD">
        <w:t>n</w:t>
      </w:r>
      <w:r w:rsidRPr="007818BD">
        <w:t>tre sale et déguenillé que rien n</w:t>
      </w:r>
      <w:r w:rsidR="00E8465A">
        <w:t>’</w:t>
      </w:r>
      <w:r w:rsidRPr="007818BD">
        <w:t>était plus loin de leur pensée que de vouloir offenser un c</w:t>
      </w:r>
      <w:r w:rsidRPr="007818BD">
        <w:t>i</w:t>
      </w:r>
      <w:r w:rsidRPr="007818BD">
        <w:t xml:space="preserve">toyen dont </w:t>
      </w:r>
      <w:proofErr w:type="gramStart"/>
      <w:r w:rsidRPr="007818BD">
        <w:t>l</w:t>
      </w:r>
      <w:r w:rsidR="00E8465A">
        <w:t>’</w:t>
      </w:r>
      <w:r w:rsidRPr="007818BD">
        <w:t>apparence extérieure</w:t>
      </w:r>
      <w:proofErr w:type="gramEnd"/>
      <w:r w:rsidRPr="007818BD">
        <w:t xml:space="preserve"> attestait un sans-culottisme exemplaire</w:t>
      </w:r>
      <w:r w:rsidR="00E8465A">
        <w:t xml:space="preserve">. </w:t>
      </w:r>
      <w:r w:rsidRPr="007818BD">
        <w:t>Nicot r</w:t>
      </w:r>
      <w:r w:rsidRPr="007818BD">
        <w:t>e</w:t>
      </w:r>
      <w:r w:rsidRPr="007818BD">
        <w:t>çut ces excuses dans un morne silence</w:t>
      </w:r>
      <w:r w:rsidR="00E8465A">
        <w:t xml:space="preserve"> ; </w:t>
      </w:r>
      <w:r w:rsidRPr="007818BD">
        <w:t>et</w:t>
      </w:r>
      <w:r w:rsidR="00E8465A">
        <w:t xml:space="preserve">, </w:t>
      </w:r>
      <w:r w:rsidRPr="007818BD">
        <w:t>se croisant les bras</w:t>
      </w:r>
      <w:r w:rsidR="00E8465A">
        <w:t xml:space="preserve">, </w:t>
      </w:r>
      <w:r w:rsidRPr="007818BD">
        <w:t>il s</w:t>
      </w:r>
      <w:r w:rsidR="00E8465A">
        <w:t>’</w:t>
      </w:r>
      <w:r w:rsidRPr="007818BD">
        <w:t>appuya contre le mur</w:t>
      </w:r>
      <w:r w:rsidR="00E8465A">
        <w:t xml:space="preserve">, </w:t>
      </w:r>
      <w:r w:rsidRPr="007818BD">
        <w:t>attendant avec une sombre patience qu</w:t>
      </w:r>
      <w:r w:rsidR="00E8465A">
        <w:t>’</w:t>
      </w:r>
      <w:r w:rsidRPr="007818BD">
        <w:t>on le fît entrer</w:t>
      </w:r>
      <w:r w:rsidR="00E8465A">
        <w:t>.</w:t>
      </w:r>
    </w:p>
    <w:p w14:paraId="01BD61A4" w14:textId="77777777" w:rsidR="00E8465A" w:rsidRDefault="00E0544E" w:rsidP="00E0544E">
      <w:r w:rsidRPr="007818BD">
        <w:t>Les oisifs conversèrent entre eux par groupes de deux ou trois interlocuteurs</w:t>
      </w:r>
      <w:r w:rsidR="00E8465A">
        <w:t xml:space="preserve">, </w:t>
      </w:r>
      <w:r w:rsidRPr="007818BD">
        <w:t>et</w:t>
      </w:r>
      <w:r w:rsidR="00E8465A">
        <w:t xml:space="preserve">, </w:t>
      </w:r>
      <w:r w:rsidRPr="007818BD">
        <w:t>à travers le murmure confus des voix</w:t>
      </w:r>
      <w:r w:rsidR="00E8465A">
        <w:t xml:space="preserve">, </w:t>
      </w:r>
      <w:r w:rsidRPr="007818BD">
        <w:t>retentit le sifflet clair</w:t>
      </w:r>
      <w:r w:rsidR="00E8465A">
        <w:t xml:space="preserve">, </w:t>
      </w:r>
      <w:r w:rsidRPr="007818BD">
        <w:t>sonore et insouciant</w:t>
      </w:r>
      <w:r w:rsidR="00E8465A">
        <w:t xml:space="preserve">, </w:t>
      </w:r>
      <w:r w:rsidRPr="007818BD">
        <w:t>du grand jacobin qui montait la garde à la porte</w:t>
      </w:r>
      <w:r w:rsidR="00E8465A">
        <w:t xml:space="preserve">. </w:t>
      </w:r>
      <w:r w:rsidRPr="007818BD">
        <w:t>Près de Nicot</w:t>
      </w:r>
      <w:r w:rsidR="00E8465A">
        <w:t xml:space="preserve">, </w:t>
      </w:r>
      <w:r w:rsidRPr="007818BD">
        <w:t>une vieille femme et une jeune fille parlaient à voix basse</w:t>
      </w:r>
      <w:r w:rsidR="00E8465A">
        <w:t xml:space="preserve">, </w:t>
      </w:r>
      <w:r w:rsidRPr="007818BD">
        <w:t>et le peintre athée ne put se défendre de sourire en entendant leur conversation</w:t>
      </w:r>
      <w:r w:rsidR="00E8465A">
        <w:t>.</w:t>
      </w:r>
    </w:p>
    <w:p w14:paraId="0C89203C" w14:textId="77777777" w:rsidR="00E8465A" w:rsidRDefault="00E8465A" w:rsidP="00E0544E">
      <w:r>
        <w:t>« </w:t>
      </w:r>
      <w:r w:rsidR="00E0544E" w:rsidRPr="007818BD">
        <w:t>Je t</w:t>
      </w:r>
      <w:r>
        <w:t>’</w:t>
      </w:r>
      <w:r w:rsidR="00E0544E" w:rsidRPr="007818BD">
        <w:t>assure</w:t>
      </w:r>
      <w:r>
        <w:t xml:space="preserve">, </w:t>
      </w:r>
      <w:r w:rsidR="00E0544E" w:rsidRPr="007818BD">
        <w:t>ma chère</w:t>
      </w:r>
      <w:r>
        <w:t xml:space="preserve">, </w:t>
      </w:r>
      <w:r w:rsidR="00E0544E" w:rsidRPr="007818BD">
        <w:t>dit la matrone en branlant myst</w:t>
      </w:r>
      <w:r w:rsidR="00E0544E" w:rsidRPr="007818BD">
        <w:t>é</w:t>
      </w:r>
      <w:r w:rsidR="00E0544E" w:rsidRPr="007818BD">
        <w:t>rieusement la tête</w:t>
      </w:r>
      <w:r>
        <w:t xml:space="preserve">, </w:t>
      </w:r>
      <w:r w:rsidR="00E0544E" w:rsidRPr="007818BD">
        <w:t>que la divine Catherine Théot</w:t>
      </w:r>
      <w:r>
        <w:t xml:space="preserve">, </w:t>
      </w:r>
      <w:r w:rsidR="00E0544E" w:rsidRPr="007818BD">
        <w:t>que les impies persécutent aujourd</w:t>
      </w:r>
      <w:r>
        <w:t>’</w:t>
      </w:r>
      <w:r w:rsidR="00E0544E" w:rsidRPr="007818BD">
        <w:t>hui</w:t>
      </w:r>
      <w:r>
        <w:t xml:space="preserve">, </w:t>
      </w:r>
      <w:r w:rsidR="00E0544E" w:rsidRPr="007818BD">
        <w:t>est réellement insp</w:t>
      </w:r>
      <w:r w:rsidR="00E0544E" w:rsidRPr="007818BD">
        <w:t>i</w:t>
      </w:r>
      <w:r w:rsidR="00E0544E" w:rsidRPr="007818BD">
        <w:t>rée</w:t>
      </w:r>
      <w:r>
        <w:t xml:space="preserve">. </w:t>
      </w:r>
      <w:r w:rsidR="00E0544E" w:rsidRPr="007818BD">
        <w:t>Il ne peut y avoir aucun doute que les élus</w:t>
      </w:r>
      <w:r>
        <w:t xml:space="preserve">, </w:t>
      </w:r>
      <w:r w:rsidR="00E0544E" w:rsidRPr="007818BD">
        <w:t>dont le révérend Gerle et le ve</w:t>
      </w:r>
      <w:r w:rsidR="00E0544E" w:rsidRPr="007818BD">
        <w:t>r</w:t>
      </w:r>
      <w:r w:rsidR="00E0544E" w:rsidRPr="007818BD">
        <w:t>tueux Robespierre sont destinés à être les deux grands proph</w:t>
      </w:r>
      <w:r w:rsidR="00E0544E" w:rsidRPr="007818BD">
        <w:t>è</w:t>
      </w:r>
      <w:r w:rsidR="00E0544E" w:rsidRPr="007818BD">
        <w:t>tes</w:t>
      </w:r>
      <w:r>
        <w:t xml:space="preserve">, </w:t>
      </w:r>
      <w:r w:rsidR="00E0544E" w:rsidRPr="007818BD">
        <w:t xml:space="preserve">ne jouissent ici de la vie éternelle et </w:t>
      </w:r>
      <w:r w:rsidR="00E0544E" w:rsidRPr="007818BD">
        <w:lastRenderedPageBreak/>
        <w:t>n</w:t>
      </w:r>
      <w:r>
        <w:t>’</w:t>
      </w:r>
      <w:r w:rsidR="00E0544E" w:rsidRPr="007818BD">
        <w:t>exterminent tous leurs ennemis</w:t>
      </w:r>
      <w:r>
        <w:t xml:space="preserve">. </w:t>
      </w:r>
      <w:r w:rsidR="00E0544E" w:rsidRPr="007818BD">
        <w:t>Il n</w:t>
      </w:r>
      <w:r>
        <w:t>’</w:t>
      </w:r>
      <w:r w:rsidR="00E0544E" w:rsidRPr="007818BD">
        <w:t>y a aucun doute à cela</w:t>
      </w:r>
      <w:r>
        <w:t xml:space="preserve">, </w:t>
      </w:r>
      <w:r w:rsidR="00E0544E" w:rsidRPr="007818BD">
        <w:t>pas le moindre</w:t>
      </w:r>
      <w:r>
        <w:t>.</w:t>
      </w:r>
    </w:p>
    <w:p w14:paraId="1FFE6B4B" w14:textId="77777777" w:rsidR="00E8465A" w:rsidRDefault="00E8465A" w:rsidP="00E0544E">
      <w:r>
        <w:t>— </w:t>
      </w:r>
      <w:r w:rsidR="00E0544E" w:rsidRPr="007818BD">
        <w:t>Quel bonheur</w:t>
      </w:r>
      <w:r>
        <w:t xml:space="preserve"> ! </w:t>
      </w:r>
      <w:r w:rsidR="00E0544E" w:rsidRPr="007818BD">
        <w:t>dit la jeune fille</w:t>
      </w:r>
      <w:r>
        <w:t xml:space="preserve"> ; </w:t>
      </w:r>
      <w:r w:rsidR="00E0544E" w:rsidRPr="007818BD">
        <w:t>ce cher Robespierre</w:t>
      </w:r>
      <w:r>
        <w:t xml:space="preserve"> ! </w:t>
      </w:r>
      <w:r w:rsidR="00E0544E" w:rsidRPr="007818BD">
        <w:t>il ne paraît pourtant pas vouloir vivre longtemps</w:t>
      </w:r>
      <w:r>
        <w:t>.</w:t>
      </w:r>
    </w:p>
    <w:p w14:paraId="2F9C292D" w14:textId="03A65B04" w:rsidR="00E0544E" w:rsidRPr="007818BD" w:rsidRDefault="00E8465A" w:rsidP="00E0544E">
      <w:r>
        <w:t>— </w:t>
      </w:r>
      <w:r w:rsidR="00E0544E" w:rsidRPr="007818BD">
        <w:t>Le miracle n</w:t>
      </w:r>
      <w:r>
        <w:t>’</w:t>
      </w:r>
      <w:r w:rsidR="00E0544E" w:rsidRPr="007818BD">
        <w:t>en sera que plus grand</w:t>
      </w:r>
      <w:r>
        <w:t xml:space="preserve">, </w:t>
      </w:r>
      <w:r w:rsidR="00E0544E" w:rsidRPr="007818BD">
        <w:t>dit la vieille</w:t>
      </w:r>
      <w:r>
        <w:t xml:space="preserve">. </w:t>
      </w:r>
      <w:r w:rsidR="00E0544E" w:rsidRPr="007818BD">
        <w:t>J</w:t>
      </w:r>
      <w:r>
        <w:t>’</w:t>
      </w:r>
      <w:r w:rsidR="00E0544E" w:rsidRPr="007818BD">
        <w:t>ai maintenant quatre-vingt-un ans</w:t>
      </w:r>
      <w:r>
        <w:t xml:space="preserve">, </w:t>
      </w:r>
      <w:r w:rsidR="00E0544E" w:rsidRPr="007818BD">
        <w:t>et je ne me sens pas vieillie d</w:t>
      </w:r>
      <w:r>
        <w:t>’</w:t>
      </w:r>
      <w:r w:rsidR="00E0544E" w:rsidRPr="007818BD">
        <w:t>un jour depuis que Catherine Théot m</w:t>
      </w:r>
      <w:r>
        <w:t>’</w:t>
      </w:r>
      <w:r w:rsidR="00E0544E" w:rsidRPr="007818BD">
        <w:t>a promis que je serais au nombre des élus</w:t>
      </w:r>
      <w:r>
        <w:t>. »</w:t>
      </w:r>
    </w:p>
    <w:p w14:paraId="495E3C54" w14:textId="77777777" w:rsidR="00E8465A" w:rsidRDefault="00E0544E" w:rsidP="00E0544E">
      <w:r w:rsidRPr="007818BD">
        <w:t>À ce moment</w:t>
      </w:r>
      <w:r w:rsidR="00E8465A">
        <w:t xml:space="preserve">, </w:t>
      </w:r>
      <w:r w:rsidRPr="007818BD">
        <w:t>les deux femmes furent coudoyées par que</w:t>
      </w:r>
      <w:r w:rsidRPr="007818BD">
        <w:t>l</w:t>
      </w:r>
      <w:r w:rsidRPr="007818BD">
        <w:t>ques nouveaux venus qui parlèrent à voix haute et animée</w:t>
      </w:r>
      <w:r w:rsidR="00E8465A">
        <w:t>.</w:t>
      </w:r>
    </w:p>
    <w:p w14:paraId="298C5464" w14:textId="77777777" w:rsidR="00E8465A" w:rsidRDefault="00E8465A" w:rsidP="00E0544E">
      <w:r>
        <w:t>« </w:t>
      </w:r>
      <w:r w:rsidR="00E0544E" w:rsidRPr="007818BD">
        <w:t>Oui</w:t>
      </w:r>
      <w:r>
        <w:t xml:space="preserve">, </w:t>
      </w:r>
      <w:r w:rsidR="00E0544E" w:rsidRPr="007818BD">
        <w:t>s</w:t>
      </w:r>
      <w:r>
        <w:t>’</w:t>
      </w:r>
      <w:r w:rsidR="00E0544E" w:rsidRPr="007818BD">
        <w:t>écria un colosse dont le costume annonçait un boucher</w:t>
      </w:r>
      <w:r>
        <w:t xml:space="preserve">, </w:t>
      </w:r>
      <w:r w:rsidR="00E0544E" w:rsidRPr="007818BD">
        <w:t>les bras nus et la tête coiffée d</w:t>
      </w:r>
      <w:r>
        <w:t>’</w:t>
      </w:r>
      <w:r w:rsidR="00E0544E" w:rsidRPr="007818BD">
        <w:t>un bonnet de la liberté</w:t>
      </w:r>
      <w:r>
        <w:t xml:space="preserve">, </w:t>
      </w:r>
      <w:r w:rsidR="00E0544E" w:rsidRPr="007818BD">
        <w:t>je suis venu avertir Robespierre</w:t>
      </w:r>
      <w:r>
        <w:t xml:space="preserve">. </w:t>
      </w:r>
      <w:r w:rsidR="00E0544E" w:rsidRPr="007818BD">
        <w:t>On lui tend un piège</w:t>
      </w:r>
      <w:r>
        <w:t xml:space="preserve"> ; </w:t>
      </w:r>
      <w:r w:rsidR="00E0544E" w:rsidRPr="007818BD">
        <w:t>on lui o</w:t>
      </w:r>
      <w:r w:rsidR="00E0544E" w:rsidRPr="007818BD">
        <w:t>f</w:t>
      </w:r>
      <w:r w:rsidR="00E0544E" w:rsidRPr="007818BD">
        <w:t>fre le Palais-National</w:t>
      </w:r>
      <w:r>
        <w:t xml:space="preserve">. </w:t>
      </w:r>
      <w:r w:rsidR="00E0544E" w:rsidRPr="007818BD">
        <w:t>On ne peut être ami du peuple et habiter un p</w:t>
      </w:r>
      <w:r w:rsidR="00E0544E" w:rsidRPr="007818BD">
        <w:t>a</w:t>
      </w:r>
      <w:r w:rsidR="00E0544E" w:rsidRPr="007818BD">
        <w:t>lais</w:t>
      </w:r>
      <w:r>
        <w:t>.</w:t>
      </w:r>
    </w:p>
    <w:p w14:paraId="7A3F9B6C" w14:textId="3F3D30F7" w:rsidR="00E0544E" w:rsidRPr="007818BD" w:rsidRDefault="00E8465A" w:rsidP="00E0544E">
      <w:r>
        <w:t>— </w:t>
      </w:r>
      <w:r w:rsidR="00E0544E" w:rsidRPr="007818BD">
        <w:t>Non</w:t>
      </w:r>
      <w:r>
        <w:t xml:space="preserve">, </w:t>
      </w:r>
      <w:r w:rsidR="00E0544E" w:rsidRPr="007818BD">
        <w:t>vraiment</w:t>
      </w:r>
      <w:r>
        <w:t xml:space="preserve">, </w:t>
      </w:r>
      <w:r w:rsidR="00E0544E" w:rsidRPr="007818BD">
        <w:t>dit un cordonnier</w:t>
      </w:r>
      <w:r>
        <w:t xml:space="preserve"> ; </w:t>
      </w:r>
      <w:r w:rsidR="00E0544E" w:rsidRPr="007818BD">
        <w:t>je l</w:t>
      </w:r>
      <w:r>
        <w:t>’</w:t>
      </w:r>
      <w:r w:rsidR="00E0544E" w:rsidRPr="007818BD">
        <w:t>aime bien mieux dans son petit log</w:t>
      </w:r>
      <w:r w:rsidR="00E0544E" w:rsidRPr="007818BD">
        <w:t>e</w:t>
      </w:r>
      <w:r w:rsidR="00E0544E" w:rsidRPr="007818BD">
        <w:t>ment</w:t>
      </w:r>
      <w:r>
        <w:t xml:space="preserve">, </w:t>
      </w:r>
      <w:r w:rsidR="00E0544E" w:rsidRPr="007818BD">
        <w:t>chez le menuisier</w:t>
      </w:r>
      <w:r>
        <w:t xml:space="preserve"> ; </w:t>
      </w:r>
      <w:r w:rsidR="00E0544E" w:rsidRPr="007818BD">
        <w:t>il a l</w:t>
      </w:r>
      <w:r>
        <w:t>’</w:t>
      </w:r>
      <w:r w:rsidR="00E0544E" w:rsidRPr="007818BD">
        <w:t>air d</w:t>
      </w:r>
      <w:r>
        <w:t>’</w:t>
      </w:r>
      <w:r w:rsidR="00E0544E" w:rsidRPr="007818BD">
        <w:t>être un de nous</w:t>
      </w:r>
      <w:r>
        <w:t>. »</w:t>
      </w:r>
    </w:p>
    <w:p w14:paraId="7737E28E" w14:textId="77777777" w:rsidR="00E8465A" w:rsidRDefault="00E0544E" w:rsidP="00E0544E">
      <w:r w:rsidRPr="007818BD">
        <w:t>Encore un mouvement dans la foule</w:t>
      </w:r>
      <w:r w:rsidR="00E8465A">
        <w:t xml:space="preserve">, </w:t>
      </w:r>
      <w:r w:rsidRPr="007818BD">
        <w:t>et un groupe nouveau vint monter jusqu</w:t>
      </w:r>
      <w:r w:rsidR="00E8465A">
        <w:t>’</w:t>
      </w:r>
      <w:r w:rsidRPr="007818BD">
        <w:t>à Nicot</w:t>
      </w:r>
      <w:r w:rsidR="00E8465A">
        <w:t xml:space="preserve">. </w:t>
      </w:r>
      <w:r w:rsidRPr="007818BD">
        <w:t>Ces derniers bavardèrent plus rap</w:t>
      </w:r>
      <w:r w:rsidRPr="007818BD">
        <w:t>i</w:t>
      </w:r>
      <w:r w:rsidRPr="007818BD">
        <w:t>dement et avec plus d</w:t>
      </w:r>
      <w:r w:rsidR="00E8465A">
        <w:t>’</w:t>
      </w:r>
      <w:r w:rsidRPr="007818BD">
        <w:t>ardeur que les autres</w:t>
      </w:r>
      <w:r w:rsidR="00E8465A">
        <w:t>. « </w:t>
      </w:r>
      <w:r w:rsidRPr="007818BD">
        <w:t>Mais mon plan est</w:t>
      </w:r>
      <w:r w:rsidR="00E8465A">
        <w:t>…</w:t>
      </w:r>
    </w:p>
    <w:p w14:paraId="0581EF8D" w14:textId="77777777" w:rsidR="00E8465A" w:rsidRDefault="00E8465A" w:rsidP="00E0544E">
      <w:r>
        <w:t>— </w:t>
      </w:r>
      <w:r w:rsidR="00E0544E" w:rsidRPr="007818BD">
        <w:t>Au diable ton plan</w:t>
      </w:r>
      <w:r>
        <w:t xml:space="preserve"> ! </w:t>
      </w:r>
      <w:r w:rsidR="00E0544E" w:rsidRPr="007818BD">
        <w:t>Je te dis que mon projet</w:t>
      </w:r>
      <w:r>
        <w:t>…</w:t>
      </w:r>
    </w:p>
    <w:p w14:paraId="0D0DF374" w14:textId="77777777" w:rsidR="00E8465A" w:rsidRDefault="00E8465A" w:rsidP="00E0544E">
      <w:r>
        <w:t>— </w:t>
      </w:r>
      <w:proofErr w:type="spellStart"/>
      <w:r w:rsidR="00E0544E" w:rsidRPr="007818BD">
        <w:t>Bast</w:t>
      </w:r>
      <w:proofErr w:type="spellEnd"/>
      <w:r>
        <w:t xml:space="preserve"> ! </w:t>
      </w:r>
      <w:r w:rsidR="00E0544E" w:rsidRPr="007818BD">
        <w:t>s</w:t>
      </w:r>
      <w:r>
        <w:t>’</w:t>
      </w:r>
      <w:r w:rsidR="00E0544E" w:rsidRPr="007818BD">
        <w:t>écria un troisième</w:t>
      </w:r>
      <w:r>
        <w:t xml:space="preserve">, </w:t>
      </w:r>
      <w:r w:rsidR="00E0544E" w:rsidRPr="007818BD">
        <w:t>quand Robespierre compre</w:t>
      </w:r>
      <w:r w:rsidR="00E0544E" w:rsidRPr="007818BD">
        <w:t>n</w:t>
      </w:r>
      <w:r w:rsidR="00E0544E" w:rsidRPr="007818BD">
        <w:t>dra ma nouvelle méth</w:t>
      </w:r>
      <w:r w:rsidR="00E0544E" w:rsidRPr="007818BD">
        <w:t>o</w:t>
      </w:r>
      <w:r w:rsidR="00E0544E" w:rsidRPr="007818BD">
        <w:t>de de fabriquer de la poudre</w:t>
      </w:r>
      <w:r>
        <w:t xml:space="preserve">, </w:t>
      </w:r>
      <w:r w:rsidR="00E0544E" w:rsidRPr="007818BD">
        <w:t>les ennemis de la France</w:t>
      </w:r>
      <w:r>
        <w:t>…</w:t>
      </w:r>
    </w:p>
    <w:p w14:paraId="46234437" w14:textId="77777777" w:rsidR="00E8465A" w:rsidRDefault="00E8465A" w:rsidP="00E0544E">
      <w:r>
        <w:lastRenderedPageBreak/>
        <w:t>— </w:t>
      </w:r>
      <w:r w:rsidR="00E0544E" w:rsidRPr="007818BD">
        <w:t>Bah</w:t>
      </w:r>
      <w:r>
        <w:t xml:space="preserve"> ! </w:t>
      </w:r>
      <w:r w:rsidR="00E0544E" w:rsidRPr="007818BD">
        <w:t xml:space="preserve">qui </w:t>
      </w:r>
      <w:proofErr w:type="gramStart"/>
      <w:r w:rsidR="00E0544E" w:rsidRPr="007818BD">
        <w:t>a peur des</w:t>
      </w:r>
      <w:proofErr w:type="gramEnd"/>
      <w:r w:rsidR="00E0544E" w:rsidRPr="007818BD">
        <w:t xml:space="preserve"> ennemis étrangers</w:t>
      </w:r>
      <w:r>
        <w:t xml:space="preserve"> ? </w:t>
      </w:r>
      <w:r w:rsidR="00E0544E" w:rsidRPr="007818BD">
        <w:t>interrompit un quatrième</w:t>
      </w:r>
      <w:r>
        <w:t xml:space="preserve">. </w:t>
      </w:r>
      <w:r w:rsidR="00E0544E" w:rsidRPr="007818BD">
        <w:t>Les enn</w:t>
      </w:r>
      <w:r w:rsidR="00E0544E" w:rsidRPr="007818BD">
        <w:t>e</w:t>
      </w:r>
      <w:r w:rsidR="00E0544E" w:rsidRPr="007818BD">
        <w:t>mis les plus à craindre sont ici</w:t>
      </w:r>
      <w:r>
        <w:t xml:space="preserve">. </w:t>
      </w:r>
      <w:r w:rsidR="00E0544E" w:rsidRPr="007818BD">
        <w:t>Ma nouvelle guillotine enlève cinquante têtes d</w:t>
      </w:r>
      <w:r>
        <w:t>’</w:t>
      </w:r>
      <w:r w:rsidR="00E0544E" w:rsidRPr="007818BD">
        <w:t>un coup</w:t>
      </w:r>
      <w:r>
        <w:t>.</w:t>
      </w:r>
    </w:p>
    <w:p w14:paraId="6BD8F54D" w14:textId="77777777" w:rsidR="00E8465A" w:rsidRDefault="00E8465A" w:rsidP="00E0544E">
      <w:r>
        <w:t>— </w:t>
      </w:r>
      <w:r w:rsidR="00E0544E" w:rsidRPr="007818BD">
        <w:t>En vertu de ma nouvelle constitution</w:t>
      </w:r>
      <w:r>
        <w:t xml:space="preserve"> ! </w:t>
      </w:r>
      <w:r w:rsidR="00E0544E" w:rsidRPr="007818BD">
        <w:t>s</w:t>
      </w:r>
      <w:r>
        <w:t>’</w:t>
      </w:r>
      <w:r w:rsidR="00E0544E" w:rsidRPr="007818BD">
        <w:t>écria un ci</w:t>
      </w:r>
      <w:r w:rsidR="00E0544E" w:rsidRPr="007818BD">
        <w:t>n</w:t>
      </w:r>
      <w:r w:rsidR="00E0544E" w:rsidRPr="007818BD">
        <w:t>quième</w:t>
      </w:r>
      <w:r>
        <w:t>.</w:t>
      </w:r>
    </w:p>
    <w:p w14:paraId="3ABEE599" w14:textId="77777777" w:rsidR="00E8465A" w:rsidRDefault="00E8465A" w:rsidP="00E0544E">
      <w:r>
        <w:t>— </w:t>
      </w:r>
      <w:r w:rsidR="00E0544E" w:rsidRPr="007818BD">
        <w:t>Ma nouvelle religion</w:t>
      </w:r>
      <w:r>
        <w:t xml:space="preserve">, </w:t>
      </w:r>
      <w:r w:rsidR="00E0544E" w:rsidRPr="007818BD">
        <w:t>citoyen</w:t>
      </w:r>
      <w:r>
        <w:t xml:space="preserve"> !… </w:t>
      </w:r>
      <w:r w:rsidR="00E0544E" w:rsidRPr="007818BD">
        <w:t>murmura un sixième avec complaisance</w:t>
      </w:r>
      <w:r>
        <w:t>.</w:t>
      </w:r>
    </w:p>
    <w:p w14:paraId="2FCFE1F6" w14:textId="77777777" w:rsidR="00E8465A" w:rsidRDefault="00E8465A" w:rsidP="00E0544E">
      <w:r>
        <w:t>— </w:t>
      </w:r>
      <w:r w:rsidR="00E0544E" w:rsidRPr="007818BD">
        <w:t>Silence donc</w:t>
      </w:r>
      <w:r>
        <w:t> !… »</w:t>
      </w:r>
      <w:r w:rsidR="00E0544E" w:rsidRPr="007818BD">
        <w:t xml:space="preserve"> hurla le jacobin</w:t>
      </w:r>
      <w:r>
        <w:t xml:space="preserve">, </w:t>
      </w:r>
      <w:r w:rsidR="00E0544E" w:rsidRPr="007818BD">
        <w:t>et il appuya son i</w:t>
      </w:r>
      <w:r w:rsidR="00E0544E" w:rsidRPr="007818BD">
        <w:t>n</w:t>
      </w:r>
      <w:r w:rsidR="00E0544E" w:rsidRPr="007818BD">
        <w:t>jonction du juron le plus formidable de son répertoire guerrier et patriotique</w:t>
      </w:r>
      <w:r>
        <w:t>.</w:t>
      </w:r>
    </w:p>
    <w:p w14:paraId="3CCE8784" w14:textId="77777777" w:rsidR="00E8465A" w:rsidRDefault="00E0544E" w:rsidP="00E0544E">
      <w:r w:rsidRPr="007818BD">
        <w:t>Et la foule se sépara tout à coup pour laisser passer un nouveau venu</w:t>
      </w:r>
      <w:r w:rsidR="00E8465A">
        <w:t xml:space="preserve">. </w:t>
      </w:r>
      <w:r w:rsidRPr="007818BD">
        <w:t>Il était bo</w:t>
      </w:r>
      <w:r w:rsidRPr="007818BD">
        <w:t>u</w:t>
      </w:r>
      <w:r w:rsidRPr="007818BD">
        <w:t>tonné jusqu</w:t>
      </w:r>
      <w:r w:rsidR="00E8465A">
        <w:t>’</w:t>
      </w:r>
      <w:r w:rsidRPr="007818BD">
        <w:t>au menton</w:t>
      </w:r>
      <w:r w:rsidR="00E8465A">
        <w:t xml:space="preserve"> ; </w:t>
      </w:r>
      <w:r w:rsidRPr="007818BD">
        <w:t>il traînait un sabre à ses talons</w:t>
      </w:r>
      <w:r w:rsidR="00E8465A">
        <w:t xml:space="preserve"> ; </w:t>
      </w:r>
      <w:r w:rsidRPr="007818BD">
        <w:t>ses bottes étaient ornées d</w:t>
      </w:r>
      <w:r w:rsidR="00E8465A">
        <w:t>’</w:t>
      </w:r>
      <w:r w:rsidRPr="007818BD">
        <w:t>éperons</w:t>
      </w:r>
      <w:r w:rsidR="00E8465A">
        <w:t xml:space="preserve"> ; </w:t>
      </w:r>
      <w:r w:rsidRPr="007818BD">
        <w:t>ses joues bouffies et pourpres d</w:t>
      </w:r>
      <w:r w:rsidR="00E8465A">
        <w:t>’</w:t>
      </w:r>
      <w:r w:rsidRPr="007818BD">
        <w:t>intempérance</w:t>
      </w:r>
      <w:r w:rsidR="00E8465A">
        <w:t xml:space="preserve"> ; </w:t>
      </w:r>
      <w:r w:rsidRPr="007818BD">
        <w:t>ses yeux morts et féroces à la fois comme ceux d</w:t>
      </w:r>
      <w:r w:rsidR="00E8465A">
        <w:t>’</w:t>
      </w:r>
      <w:r w:rsidRPr="007818BD">
        <w:t>un vautour</w:t>
      </w:r>
      <w:r w:rsidR="00E8465A">
        <w:t xml:space="preserve">. </w:t>
      </w:r>
      <w:r w:rsidRPr="007818BD">
        <w:t>Il descendit l</w:t>
      </w:r>
      <w:r w:rsidR="00E8465A">
        <w:t>’</w:t>
      </w:r>
      <w:r w:rsidRPr="007818BD">
        <w:t>escalier</w:t>
      </w:r>
      <w:r w:rsidR="00E8465A">
        <w:t xml:space="preserve">. </w:t>
      </w:r>
      <w:r w:rsidRPr="007818BD">
        <w:t>Il se fit un silence général</w:t>
      </w:r>
      <w:r w:rsidR="00E8465A">
        <w:t xml:space="preserve">, </w:t>
      </w:r>
      <w:r w:rsidRPr="007818BD">
        <w:t>et tous pâlirent en faisant place à l</w:t>
      </w:r>
      <w:r w:rsidR="00E8465A">
        <w:t>’</w:t>
      </w:r>
      <w:r w:rsidRPr="007818BD">
        <w:t>impitoyable Henriot</w:t>
      </w:r>
      <w:r w:rsidR="00E8465A">
        <w:t xml:space="preserve">. </w:t>
      </w:r>
      <w:r w:rsidRPr="007818BD">
        <w:t>Ce favori sombre et inflexible du tyran avait à peine traversé d</w:t>
      </w:r>
      <w:r w:rsidR="00E8465A">
        <w:t>’</w:t>
      </w:r>
      <w:r w:rsidRPr="007818BD">
        <w:t>un pas théâtral la cohue</w:t>
      </w:r>
      <w:r w:rsidR="00E8465A">
        <w:t xml:space="preserve">, </w:t>
      </w:r>
      <w:r w:rsidRPr="007818BD">
        <w:t>qu</w:t>
      </w:r>
      <w:r w:rsidR="00E8465A">
        <w:t>’</w:t>
      </w:r>
      <w:r w:rsidRPr="007818BD">
        <w:t>un mouvement nouveau de respect</w:t>
      </w:r>
      <w:r w:rsidR="00E8465A">
        <w:t xml:space="preserve">, </w:t>
      </w:r>
      <w:r w:rsidRPr="007818BD">
        <w:t>d</w:t>
      </w:r>
      <w:r w:rsidR="00E8465A">
        <w:t>’</w:t>
      </w:r>
      <w:r w:rsidRPr="007818BD">
        <w:t>agitation</w:t>
      </w:r>
      <w:r w:rsidR="00E8465A">
        <w:t xml:space="preserve">, </w:t>
      </w:r>
      <w:r w:rsidRPr="007818BD">
        <w:t>de crainte</w:t>
      </w:r>
      <w:r w:rsidR="00E8465A">
        <w:t xml:space="preserve">, </w:t>
      </w:r>
      <w:r w:rsidRPr="007818BD">
        <w:t>passa sur la foule grossie</w:t>
      </w:r>
      <w:r w:rsidR="00E8465A">
        <w:t xml:space="preserve">, </w:t>
      </w:r>
      <w:r w:rsidRPr="007818BD">
        <w:t>au moment où se faufila</w:t>
      </w:r>
      <w:r w:rsidR="00E8465A">
        <w:t xml:space="preserve">, </w:t>
      </w:r>
      <w:r w:rsidRPr="007818BD">
        <w:t>silencieux comme une ombre</w:t>
      </w:r>
      <w:r w:rsidR="00E8465A">
        <w:t xml:space="preserve">, </w:t>
      </w:r>
      <w:r w:rsidRPr="007818BD">
        <w:t>un citoyen souriant</w:t>
      </w:r>
      <w:r w:rsidR="00E8465A">
        <w:t xml:space="preserve">, </w:t>
      </w:r>
      <w:r w:rsidRPr="007818BD">
        <w:t>sobre</w:t>
      </w:r>
      <w:r w:rsidR="00E8465A">
        <w:t xml:space="preserve">, </w:t>
      </w:r>
      <w:r w:rsidRPr="007818BD">
        <w:t>vêtu simplement</w:t>
      </w:r>
      <w:r w:rsidR="00E8465A">
        <w:t xml:space="preserve">, </w:t>
      </w:r>
      <w:r w:rsidRPr="007818BD">
        <w:t>mais pr</w:t>
      </w:r>
      <w:r w:rsidRPr="007818BD">
        <w:t>o</w:t>
      </w:r>
      <w:r w:rsidRPr="007818BD">
        <w:t>prement</w:t>
      </w:r>
      <w:r w:rsidR="00E8465A">
        <w:t xml:space="preserve">, </w:t>
      </w:r>
      <w:r w:rsidRPr="007818BD">
        <w:t>portant les yeux humblement baissés</w:t>
      </w:r>
      <w:r w:rsidR="00E8465A">
        <w:t xml:space="preserve">. </w:t>
      </w:r>
      <w:r w:rsidRPr="007818BD">
        <w:t>Le poète pastoral le plus gracieux n</w:t>
      </w:r>
      <w:r w:rsidR="00E8465A">
        <w:t>’</w:t>
      </w:r>
      <w:r w:rsidRPr="007818BD">
        <w:t xml:space="preserve">eût pas prêté à </w:t>
      </w:r>
      <w:proofErr w:type="spellStart"/>
      <w:r w:rsidRPr="007818BD">
        <w:t>Thyrsis</w:t>
      </w:r>
      <w:proofErr w:type="spellEnd"/>
      <w:r w:rsidRPr="007818BD">
        <w:t xml:space="preserve"> ou à Corydon un visage plus doux</w:t>
      </w:r>
      <w:r w:rsidR="00E8465A">
        <w:t xml:space="preserve">, </w:t>
      </w:r>
      <w:r w:rsidRPr="007818BD">
        <w:t>plus placide</w:t>
      </w:r>
      <w:r w:rsidR="00E8465A">
        <w:t xml:space="preserve">. </w:t>
      </w:r>
      <w:r w:rsidRPr="007818BD">
        <w:t>Pourquoi donc la foule recule-t-elle effrayée</w:t>
      </w:r>
      <w:r w:rsidR="00E8465A">
        <w:t xml:space="preserve"> ? </w:t>
      </w:r>
      <w:r w:rsidRPr="007818BD">
        <w:t>Comme un furet se glisse dans la garenne</w:t>
      </w:r>
      <w:r w:rsidR="00E8465A">
        <w:t xml:space="preserve">, </w:t>
      </w:r>
      <w:r w:rsidRPr="007818BD">
        <w:t>ainsi s</w:t>
      </w:r>
      <w:r w:rsidR="00E8465A">
        <w:t>’</w:t>
      </w:r>
      <w:r w:rsidRPr="007818BD">
        <w:t>insinua ce personnage effilé à travers les individus plus ma</w:t>
      </w:r>
      <w:r w:rsidRPr="007818BD">
        <w:t>s</w:t>
      </w:r>
      <w:r w:rsidRPr="007818BD">
        <w:t>sifs et plus grossiers qui se serrèrent les uns contre les autres à son passage</w:t>
      </w:r>
      <w:r w:rsidR="00E8465A">
        <w:t xml:space="preserve">. </w:t>
      </w:r>
      <w:r w:rsidRPr="007818BD">
        <w:t>Il fit signe de son œil furtif</w:t>
      </w:r>
      <w:r w:rsidR="00E8465A">
        <w:t xml:space="preserve"> : </w:t>
      </w:r>
      <w:r w:rsidRPr="007818BD">
        <w:t>le j</w:t>
      </w:r>
      <w:r w:rsidRPr="007818BD">
        <w:t>a</w:t>
      </w:r>
      <w:r w:rsidRPr="007818BD">
        <w:t>cobin laissa le chemin libre</w:t>
      </w:r>
      <w:r w:rsidR="00E8465A">
        <w:t xml:space="preserve">, </w:t>
      </w:r>
      <w:r w:rsidRPr="007818BD">
        <w:t>sans question</w:t>
      </w:r>
      <w:r w:rsidR="00E8465A">
        <w:t xml:space="preserve">, </w:t>
      </w:r>
      <w:r w:rsidRPr="007818BD">
        <w:t>sans observation</w:t>
      </w:r>
      <w:r w:rsidR="00E8465A">
        <w:t xml:space="preserve">. </w:t>
      </w:r>
      <w:r w:rsidRPr="007818BD">
        <w:t>Il s</w:t>
      </w:r>
      <w:r w:rsidR="00E8465A">
        <w:t>’</w:t>
      </w:r>
      <w:r w:rsidRPr="007818BD">
        <w:t>avança ju</w:t>
      </w:r>
      <w:r w:rsidRPr="007818BD">
        <w:t>s</w:t>
      </w:r>
      <w:r w:rsidRPr="007818BD">
        <w:t>qu</w:t>
      </w:r>
      <w:r w:rsidR="00E8465A">
        <w:t>’</w:t>
      </w:r>
      <w:r w:rsidRPr="007818BD">
        <w:t>à l</w:t>
      </w:r>
      <w:r w:rsidR="00E8465A">
        <w:t>’</w:t>
      </w:r>
      <w:r w:rsidRPr="007818BD">
        <w:t>appartement du tyran</w:t>
      </w:r>
      <w:r w:rsidR="00E8465A">
        <w:t xml:space="preserve">, </w:t>
      </w:r>
      <w:r w:rsidRPr="007818BD">
        <w:t>et nous y pénétrerons avec lui</w:t>
      </w:r>
      <w:r w:rsidR="00E8465A">
        <w:t>.</w:t>
      </w:r>
    </w:p>
    <w:p w14:paraId="636A9FC1" w14:textId="77777777" w:rsidR="00E8465A" w:rsidRDefault="00E0544E" w:rsidP="00E8465A">
      <w:pPr>
        <w:pStyle w:val="Titre2"/>
        <w:pageBreakBefore/>
      </w:pPr>
      <w:bookmarkStart w:id="77" w:name="_Toc199963126"/>
      <w:r w:rsidRPr="007818BD">
        <w:lastRenderedPageBreak/>
        <w:t>CHAPITRE</w:t>
      </w:r>
      <w:r w:rsidR="00E8465A">
        <w:t xml:space="preserve"> </w:t>
      </w:r>
      <w:r w:rsidRPr="007818BD">
        <w:t>VII</w:t>
      </w:r>
      <w:r w:rsidR="00E8465A">
        <w:t>.</w:t>
      </w:r>
      <w:bookmarkEnd w:id="77"/>
    </w:p>
    <w:p w14:paraId="1EB28D48" w14:textId="77777777" w:rsidR="00E8465A" w:rsidRDefault="00E8465A" w:rsidP="00E0544E">
      <w:pPr>
        <w:pStyle w:val="NormalRetraitGauche4XIndent0"/>
        <w:spacing w:before="0" w:after="0"/>
        <w:rPr>
          <w:rStyle w:val="Taille-1Caracteres"/>
        </w:rPr>
      </w:pPr>
      <w:r>
        <w:rPr>
          <w:rStyle w:val="Taille-1Caracteres"/>
        </w:rPr>
        <w:t>« </w:t>
      </w:r>
      <w:proofErr w:type="spellStart"/>
      <w:r w:rsidR="00E0544E" w:rsidRPr="007818BD">
        <w:rPr>
          <w:rStyle w:val="Taille-1Caracteres"/>
        </w:rPr>
        <w:t>Constitutum</w:t>
      </w:r>
      <w:proofErr w:type="spellEnd"/>
      <w:r w:rsidR="00E0544E" w:rsidRPr="007818BD">
        <w:rPr>
          <w:rStyle w:val="Taille-1Caracteres"/>
        </w:rPr>
        <w:t xml:space="preserve"> est ut si </w:t>
      </w:r>
      <w:proofErr w:type="spellStart"/>
      <w:r w:rsidR="00E0544E" w:rsidRPr="007818BD">
        <w:rPr>
          <w:rStyle w:val="Taille-1Caracteres"/>
        </w:rPr>
        <w:t>quis</w:t>
      </w:r>
      <w:proofErr w:type="spellEnd"/>
      <w:r w:rsidR="00E0544E" w:rsidRPr="007818BD">
        <w:rPr>
          <w:rStyle w:val="Taille-1Caracteres"/>
        </w:rPr>
        <w:t xml:space="preserve"> </w:t>
      </w:r>
      <w:proofErr w:type="spellStart"/>
      <w:r w:rsidR="00E0544E" w:rsidRPr="007818BD">
        <w:rPr>
          <w:rStyle w:val="Taille-1Caracteres"/>
        </w:rPr>
        <w:t>eum</w:t>
      </w:r>
      <w:proofErr w:type="spellEnd"/>
      <w:r w:rsidR="00E0544E" w:rsidRPr="007818BD">
        <w:rPr>
          <w:rStyle w:val="Taille-1Caracteres"/>
        </w:rPr>
        <w:t xml:space="preserve"> hominem </w:t>
      </w:r>
      <w:proofErr w:type="spellStart"/>
      <w:r w:rsidR="00E0544E" w:rsidRPr="007818BD">
        <w:rPr>
          <w:rStyle w:val="Taille-1Caracteres"/>
        </w:rPr>
        <w:t>dixisset</w:t>
      </w:r>
      <w:proofErr w:type="spellEnd"/>
      <w:r w:rsidR="00E0544E" w:rsidRPr="007818BD">
        <w:rPr>
          <w:rStyle w:val="Taille-1Caracteres"/>
        </w:rPr>
        <w:t xml:space="preserve"> fuisse</w:t>
      </w:r>
      <w:r>
        <w:rPr>
          <w:rStyle w:val="Taille-1Caracteres"/>
        </w:rPr>
        <w:t xml:space="preserve">, </w:t>
      </w:r>
      <w:proofErr w:type="spellStart"/>
      <w:r w:rsidR="00E0544E" w:rsidRPr="007818BD">
        <w:rPr>
          <w:rStyle w:val="Taille-1Caracteres"/>
        </w:rPr>
        <w:t>capitalem</w:t>
      </w:r>
      <w:proofErr w:type="spellEnd"/>
      <w:r w:rsidR="00E0544E" w:rsidRPr="007818BD">
        <w:rPr>
          <w:rStyle w:val="Taille-1Caracteres"/>
        </w:rPr>
        <w:t xml:space="preserve"> </w:t>
      </w:r>
      <w:proofErr w:type="spellStart"/>
      <w:r w:rsidR="00E0544E" w:rsidRPr="007818BD">
        <w:rPr>
          <w:rStyle w:val="Taille-1Caracteres"/>
        </w:rPr>
        <w:t>penderet</w:t>
      </w:r>
      <w:proofErr w:type="spellEnd"/>
      <w:r w:rsidR="00E0544E" w:rsidRPr="007818BD">
        <w:rPr>
          <w:rStyle w:val="Taille-1Caracteres"/>
        </w:rPr>
        <w:t xml:space="preserve"> </w:t>
      </w:r>
      <w:proofErr w:type="spellStart"/>
      <w:r w:rsidR="00E0544E" w:rsidRPr="007818BD">
        <w:rPr>
          <w:rStyle w:val="Taille-1Caracteres"/>
        </w:rPr>
        <w:t>pœnam</w:t>
      </w:r>
      <w:proofErr w:type="spellEnd"/>
      <w:r w:rsidR="00E0544E" w:rsidRPr="007818BD">
        <w:rPr>
          <w:rStyle w:val="Appelnotedebasdep"/>
          <w:szCs w:val="28"/>
        </w:rPr>
        <w:footnoteReference w:id="59"/>
      </w:r>
      <w:r>
        <w:rPr>
          <w:rStyle w:val="Taille-1Caracteres"/>
        </w:rPr>
        <w:t>. »</w:t>
      </w:r>
    </w:p>
    <w:p w14:paraId="18955230" w14:textId="2D7939FE" w:rsidR="00E8465A" w:rsidRDefault="00E8465A" w:rsidP="00E0544E">
      <w:pPr>
        <w:jc w:val="right"/>
        <w:rPr>
          <w:rStyle w:val="Taille-1Caracteres"/>
        </w:rPr>
      </w:pPr>
      <w:r>
        <w:rPr>
          <w:rStyle w:val="Taille-1Caracteres"/>
        </w:rPr>
        <w:t>(</w:t>
      </w:r>
      <w:r w:rsidR="00E0544E" w:rsidRPr="007818BD">
        <w:rPr>
          <w:rStyle w:val="Taille-1Caracteres"/>
        </w:rPr>
        <w:t>S</w:t>
      </w:r>
      <w:r>
        <w:rPr>
          <w:rStyle w:val="Taille-1Caracteres"/>
        </w:rPr>
        <w:t xml:space="preserve">. </w:t>
      </w:r>
      <w:r w:rsidR="00E0544E" w:rsidRPr="007818BD">
        <w:rPr>
          <w:rStyle w:val="Taille-1Caracteres"/>
        </w:rPr>
        <w:t>AUG</w:t>
      </w:r>
      <w:r>
        <w:rPr>
          <w:rStyle w:val="Taille-1Caracteres"/>
        </w:rPr>
        <w:t xml:space="preserve">., </w:t>
      </w:r>
      <w:r w:rsidR="00E0544E" w:rsidRPr="007818BD">
        <w:rPr>
          <w:rStyle w:val="Taille-1Caracteres"/>
          <w:i/>
        </w:rPr>
        <w:t>Sur le Dieu Sér</w:t>
      </w:r>
      <w:r w:rsidR="00E0544E" w:rsidRPr="007818BD">
        <w:rPr>
          <w:rStyle w:val="Taille-1Caracteres"/>
          <w:i/>
        </w:rPr>
        <w:t>a</w:t>
      </w:r>
      <w:r w:rsidR="00E0544E" w:rsidRPr="007818BD">
        <w:rPr>
          <w:rStyle w:val="Taille-1Caracteres"/>
          <w:i/>
        </w:rPr>
        <w:t>pis</w:t>
      </w:r>
      <w:r>
        <w:rPr>
          <w:rStyle w:val="Taille-1Caracteres"/>
        </w:rPr>
        <w:t>.)</w:t>
      </w:r>
    </w:p>
    <w:p w14:paraId="2025805E" w14:textId="77777777" w:rsidR="00E8465A" w:rsidRDefault="00E0544E" w:rsidP="00E0544E">
      <w:r w:rsidRPr="007818BD">
        <w:t>Robespierre était languissamment étendu dans un fauteuil</w:t>
      </w:r>
      <w:r w:rsidR="00E8465A">
        <w:t xml:space="preserve">, </w:t>
      </w:r>
      <w:r w:rsidRPr="007818BD">
        <w:t>son visage cadavéreux plus fatigué que d</w:t>
      </w:r>
      <w:r w:rsidR="00E8465A">
        <w:t>’</w:t>
      </w:r>
      <w:r w:rsidRPr="007818BD">
        <w:t>ordinaire</w:t>
      </w:r>
      <w:r w:rsidR="00E8465A">
        <w:t xml:space="preserve">. </w:t>
      </w:r>
      <w:r w:rsidRPr="007818BD">
        <w:t>Lui</w:t>
      </w:r>
      <w:r w:rsidR="00E8465A">
        <w:t xml:space="preserve">, </w:t>
      </w:r>
      <w:r w:rsidRPr="007818BD">
        <w:t>à qui Catherine Théot avait promis l</w:t>
      </w:r>
      <w:r w:rsidR="00E8465A">
        <w:t>’</w:t>
      </w:r>
      <w:r w:rsidRPr="007818BD">
        <w:t>immortalité</w:t>
      </w:r>
      <w:r w:rsidR="00E8465A">
        <w:t xml:space="preserve">, </w:t>
      </w:r>
      <w:r w:rsidRPr="007818BD">
        <w:t>semblait sur le bord de la tombe</w:t>
      </w:r>
      <w:r w:rsidR="00E8465A">
        <w:t xml:space="preserve">. </w:t>
      </w:r>
      <w:r w:rsidRPr="007818BD">
        <w:t>Sur la table devant lui était une corbeille d</w:t>
      </w:r>
      <w:r w:rsidR="00E8465A">
        <w:t>’</w:t>
      </w:r>
      <w:r w:rsidRPr="007818BD">
        <w:t>oranges</w:t>
      </w:r>
      <w:r w:rsidR="00E8465A">
        <w:t xml:space="preserve"> ; </w:t>
      </w:r>
      <w:r w:rsidRPr="007818BD">
        <w:t>seul remède</w:t>
      </w:r>
      <w:r w:rsidR="00E8465A">
        <w:t xml:space="preserve">, </w:t>
      </w:r>
      <w:r w:rsidRPr="007818BD">
        <w:t>dit-on</w:t>
      </w:r>
      <w:r w:rsidR="00E8465A">
        <w:t xml:space="preserve">, </w:t>
      </w:r>
      <w:r w:rsidRPr="007818BD">
        <w:t>par lequel il pût neutraliser la violence de la bile qui débordait dans son tempérament</w:t>
      </w:r>
      <w:r w:rsidR="00E8465A">
        <w:t xml:space="preserve"> ; </w:t>
      </w:r>
      <w:r w:rsidRPr="007818BD">
        <w:t>et une vieille femme</w:t>
      </w:r>
      <w:r w:rsidR="00E8465A">
        <w:t xml:space="preserve">, </w:t>
      </w:r>
      <w:r w:rsidRPr="007818BD">
        <w:t>d</w:t>
      </w:r>
      <w:r w:rsidR="00E8465A">
        <w:t>’</w:t>
      </w:r>
      <w:r w:rsidRPr="007818BD">
        <w:t>une mise riche</w:t>
      </w:r>
      <w:r w:rsidR="00E8465A">
        <w:t xml:space="preserve">, </w:t>
      </w:r>
      <w:r w:rsidRPr="007818BD">
        <w:t>mais affectée</w:t>
      </w:r>
      <w:r w:rsidR="00E8465A">
        <w:t xml:space="preserve"> (</w:t>
      </w:r>
      <w:r w:rsidRPr="007818BD">
        <w:t>c</w:t>
      </w:r>
      <w:r w:rsidR="00E8465A">
        <w:t>’</w:t>
      </w:r>
      <w:r w:rsidRPr="007818BD">
        <w:t>était une vieille marquise de l</w:t>
      </w:r>
      <w:r w:rsidR="00E8465A">
        <w:t>’</w:t>
      </w:r>
      <w:r w:rsidRPr="007818BD">
        <w:t>ancien régime</w:t>
      </w:r>
      <w:r w:rsidR="00E8465A">
        <w:t xml:space="preserve">), </w:t>
      </w:r>
      <w:r w:rsidRPr="007818BD">
        <w:t>pelait</w:t>
      </w:r>
      <w:r w:rsidR="00E8465A">
        <w:t xml:space="preserve">, </w:t>
      </w:r>
      <w:r w:rsidRPr="007818BD">
        <w:t>de ses doigts surchargés de bagues</w:t>
      </w:r>
      <w:r w:rsidR="00E8465A">
        <w:t xml:space="preserve">, </w:t>
      </w:r>
      <w:r w:rsidRPr="007818BD">
        <w:t>les fruits de l</w:t>
      </w:r>
      <w:r w:rsidR="00E8465A">
        <w:t>’</w:t>
      </w:r>
      <w:r w:rsidRPr="007818BD">
        <w:t>Hespérie pour ce dragon valétudinaire</w:t>
      </w:r>
      <w:r w:rsidR="00E8465A">
        <w:t xml:space="preserve">. </w:t>
      </w:r>
      <w:r w:rsidRPr="007818BD">
        <w:t>Je l</w:t>
      </w:r>
      <w:r w:rsidR="00E8465A">
        <w:t>’</w:t>
      </w:r>
      <w:r w:rsidRPr="007818BD">
        <w:t>ai déjà dit</w:t>
      </w:r>
      <w:r w:rsidR="00E8465A">
        <w:t xml:space="preserve">, </w:t>
      </w:r>
      <w:r w:rsidRPr="007818BD">
        <w:t>Robespierre était l</w:t>
      </w:r>
      <w:r w:rsidR="00E8465A">
        <w:t>’</w:t>
      </w:r>
      <w:r w:rsidRPr="007818BD">
        <w:t>idole des femmes</w:t>
      </w:r>
      <w:r w:rsidR="00E8465A">
        <w:t xml:space="preserve"> : </w:t>
      </w:r>
      <w:r w:rsidRPr="007818BD">
        <w:t>chose étra</w:t>
      </w:r>
      <w:r w:rsidRPr="007818BD">
        <w:t>n</w:t>
      </w:r>
      <w:r w:rsidRPr="007818BD">
        <w:t>ge</w:t>
      </w:r>
      <w:r w:rsidR="00E8465A">
        <w:t xml:space="preserve">, </w:t>
      </w:r>
      <w:r w:rsidRPr="007818BD">
        <w:t>sans doute</w:t>
      </w:r>
      <w:r w:rsidR="00E8465A">
        <w:t xml:space="preserve"> ; </w:t>
      </w:r>
      <w:r w:rsidRPr="007818BD">
        <w:t>mais il ne faut pas oublier ce qu</w:t>
      </w:r>
      <w:r w:rsidR="00E8465A">
        <w:t>’</w:t>
      </w:r>
      <w:r w:rsidRPr="007818BD">
        <w:t>était alors l</w:t>
      </w:r>
      <w:r w:rsidR="00E8465A">
        <w:t>’</w:t>
      </w:r>
      <w:r w:rsidRPr="007818BD">
        <w:t>esprit même des femmes en France</w:t>
      </w:r>
      <w:r w:rsidR="00E8465A">
        <w:t xml:space="preserve">. </w:t>
      </w:r>
      <w:r w:rsidRPr="007818BD">
        <w:t>La vieille marquise qui</w:t>
      </w:r>
      <w:r w:rsidR="00E8465A">
        <w:t xml:space="preserve">, </w:t>
      </w:r>
      <w:r w:rsidRPr="007818BD">
        <w:t>comme Catherine Théot</w:t>
      </w:r>
      <w:r w:rsidR="00E8465A">
        <w:t xml:space="preserve">, </w:t>
      </w:r>
      <w:r w:rsidRPr="007818BD">
        <w:t>l</w:t>
      </w:r>
      <w:r w:rsidR="00E8465A">
        <w:t>’</w:t>
      </w:r>
      <w:r w:rsidRPr="007818BD">
        <w:t xml:space="preserve">appelait </w:t>
      </w:r>
      <w:r w:rsidRPr="007818BD">
        <w:rPr>
          <w:i/>
          <w:iCs/>
        </w:rPr>
        <w:t>son fils</w:t>
      </w:r>
      <w:r w:rsidR="00E8465A">
        <w:rPr>
          <w:i/>
          <w:iCs/>
        </w:rPr>
        <w:t xml:space="preserve">, </w:t>
      </w:r>
      <w:r w:rsidRPr="007818BD">
        <w:t>semblait réellement l</w:t>
      </w:r>
      <w:r w:rsidR="00E8465A">
        <w:t>’</w:t>
      </w:r>
      <w:r w:rsidRPr="007818BD">
        <w:t>aimer de tout le pieux désintéressement d</w:t>
      </w:r>
      <w:r w:rsidR="00E8465A">
        <w:t>’</w:t>
      </w:r>
      <w:r w:rsidRPr="007818BD">
        <w:t>une mère</w:t>
      </w:r>
      <w:r w:rsidR="00E8465A">
        <w:t xml:space="preserve">, </w:t>
      </w:r>
      <w:r w:rsidRPr="007818BD">
        <w:t>et</w:t>
      </w:r>
      <w:r w:rsidR="00E8465A">
        <w:t xml:space="preserve">, </w:t>
      </w:r>
      <w:r w:rsidRPr="007818BD">
        <w:t>pe</w:t>
      </w:r>
      <w:r w:rsidRPr="007818BD">
        <w:t>n</w:t>
      </w:r>
      <w:r w:rsidRPr="007818BD">
        <w:t>dant qu</w:t>
      </w:r>
      <w:r w:rsidR="00E8465A">
        <w:t>’</w:t>
      </w:r>
      <w:r w:rsidRPr="007818BD">
        <w:t>elle préparait les oranges et qu</w:t>
      </w:r>
      <w:r w:rsidR="00E8465A">
        <w:t>’</w:t>
      </w:r>
      <w:r w:rsidRPr="007818BD">
        <w:t>elle le comblait des d</w:t>
      </w:r>
      <w:r w:rsidRPr="007818BD">
        <w:t>é</w:t>
      </w:r>
      <w:r w:rsidRPr="007818BD">
        <w:t>monstrations les plus tendres et les plus caressantes</w:t>
      </w:r>
      <w:r w:rsidR="00E8465A">
        <w:t xml:space="preserve">, </w:t>
      </w:r>
      <w:r w:rsidRPr="007818BD">
        <w:t>le fantôme livide d</w:t>
      </w:r>
      <w:r w:rsidR="00E8465A">
        <w:t>’</w:t>
      </w:r>
      <w:r w:rsidRPr="007818BD">
        <w:t>un sourire venait se jouer sur les lèvres amaigries du grand citoyen</w:t>
      </w:r>
      <w:r w:rsidR="00E8465A">
        <w:t xml:space="preserve">. </w:t>
      </w:r>
      <w:r w:rsidRPr="007818BD">
        <w:t>À quelque distance</w:t>
      </w:r>
      <w:r w:rsidR="00E8465A">
        <w:t xml:space="preserve">, </w:t>
      </w:r>
      <w:proofErr w:type="spellStart"/>
      <w:r w:rsidRPr="007818BD">
        <w:t>Payan</w:t>
      </w:r>
      <w:proofErr w:type="spellEnd"/>
      <w:r w:rsidRPr="007818BD">
        <w:t xml:space="preserve"> et Couthon</w:t>
      </w:r>
      <w:r w:rsidR="00E8465A">
        <w:t xml:space="preserve">, </w:t>
      </w:r>
      <w:r w:rsidRPr="007818BD">
        <w:t>assis à une autre table</w:t>
      </w:r>
      <w:r w:rsidR="00E8465A">
        <w:t xml:space="preserve">, </w:t>
      </w:r>
      <w:r w:rsidRPr="007818BD">
        <w:t>écrivaient rapidement et s</w:t>
      </w:r>
      <w:r w:rsidR="00E8465A">
        <w:t>’</w:t>
      </w:r>
      <w:r w:rsidRPr="007818BD">
        <w:t>arrêtaient de temps en temps pour se consulter à voix basse</w:t>
      </w:r>
      <w:r w:rsidR="00E8465A">
        <w:t>.</w:t>
      </w:r>
    </w:p>
    <w:p w14:paraId="5F365C4A" w14:textId="77777777" w:rsidR="00E8465A" w:rsidRDefault="00E0544E" w:rsidP="00E0544E">
      <w:r w:rsidRPr="007818BD">
        <w:lastRenderedPageBreak/>
        <w:t>Tout à coup un des jacobins ouvrit la porte et</w:t>
      </w:r>
      <w:r w:rsidR="00E8465A">
        <w:t xml:space="preserve">, </w:t>
      </w:r>
      <w:r w:rsidRPr="007818BD">
        <w:t>s</w:t>
      </w:r>
      <w:r w:rsidR="00E8465A">
        <w:t>’</w:t>
      </w:r>
      <w:r w:rsidRPr="007818BD">
        <w:t>approchant de Robespierre</w:t>
      </w:r>
      <w:r w:rsidR="00E8465A">
        <w:t xml:space="preserve">, </w:t>
      </w:r>
      <w:r w:rsidRPr="007818BD">
        <w:t>lui dit tout bas le nom de Guérin</w:t>
      </w:r>
      <w:r w:rsidR="00E8465A">
        <w:t xml:space="preserve">. </w:t>
      </w:r>
      <w:r w:rsidRPr="007818BD">
        <w:t>À ce mot</w:t>
      </w:r>
      <w:r w:rsidR="00E8465A">
        <w:t xml:space="preserve">, </w:t>
      </w:r>
      <w:r w:rsidRPr="007818BD">
        <w:t>le malade se redressa comme s</w:t>
      </w:r>
      <w:r w:rsidR="00E8465A">
        <w:t>’</w:t>
      </w:r>
      <w:r w:rsidRPr="007818BD">
        <w:t>il y avait eu une vie nouvelle dans ce nom magique</w:t>
      </w:r>
      <w:r w:rsidR="00E8465A">
        <w:t>.</w:t>
      </w:r>
    </w:p>
    <w:p w14:paraId="0A3CDE0D" w14:textId="77777777" w:rsidR="00E8465A" w:rsidRDefault="00E8465A" w:rsidP="00E0544E">
      <w:r>
        <w:t>« </w:t>
      </w:r>
      <w:r w:rsidR="00E0544E" w:rsidRPr="007818BD">
        <w:t>Ma bonne amie</w:t>
      </w:r>
      <w:r>
        <w:t xml:space="preserve">, </w:t>
      </w:r>
      <w:r w:rsidR="00E0544E" w:rsidRPr="007818BD">
        <w:t>dit-il à la marquise</w:t>
      </w:r>
      <w:r>
        <w:t xml:space="preserve">, </w:t>
      </w:r>
      <w:r w:rsidR="00E0544E" w:rsidRPr="007818BD">
        <w:t>pardonne-moi</w:t>
      </w:r>
      <w:r>
        <w:t xml:space="preserve"> ; </w:t>
      </w:r>
      <w:r w:rsidR="00E0544E" w:rsidRPr="007818BD">
        <w:t>il faut que je renonce pour le moment à tes bons soins</w:t>
      </w:r>
      <w:r>
        <w:t xml:space="preserve">. </w:t>
      </w:r>
      <w:r w:rsidR="00E0544E" w:rsidRPr="007818BD">
        <w:t>La France me réclame</w:t>
      </w:r>
      <w:r>
        <w:t xml:space="preserve">. </w:t>
      </w:r>
      <w:r w:rsidR="00E0544E" w:rsidRPr="007818BD">
        <w:t>Je ne suis plus malade quand il s</w:t>
      </w:r>
      <w:r>
        <w:t>’</w:t>
      </w:r>
      <w:r w:rsidR="00E0544E" w:rsidRPr="007818BD">
        <w:t>agit de servir la patrie</w:t>
      </w:r>
      <w:r>
        <w:t> !</w:t>
      </w:r>
    </w:p>
    <w:p w14:paraId="39D1BA25" w14:textId="77777777" w:rsidR="00E8465A" w:rsidRDefault="00E8465A" w:rsidP="00E0544E">
      <w:r>
        <w:t>— </w:t>
      </w:r>
      <w:r w:rsidR="00E0544E" w:rsidRPr="007818BD">
        <w:t>Quel ange</w:t>
      </w:r>
      <w:r>
        <w:t> ! »</w:t>
      </w:r>
      <w:r w:rsidR="00E0544E" w:rsidRPr="007818BD">
        <w:t xml:space="preserve"> murmura la vieille coquette en levant les yeux au ciel</w:t>
      </w:r>
      <w:r>
        <w:t>.</w:t>
      </w:r>
    </w:p>
    <w:p w14:paraId="2DCCD650" w14:textId="77777777" w:rsidR="00E8465A" w:rsidRDefault="00E0544E" w:rsidP="00E0544E">
      <w:r w:rsidRPr="007818BD">
        <w:t>Robespierre fit un geste d</w:t>
      </w:r>
      <w:r w:rsidR="00E8465A">
        <w:t>’</w:t>
      </w:r>
      <w:r w:rsidRPr="007818BD">
        <w:t>impatience</w:t>
      </w:r>
      <w:r w:rsidR="00E8465A">
        <w:t xml:space="preserve">. </w:t>
      </w:r>
      <w:r w:rsidRPr="007818BD">
        <w:t>La vieille</w:t>
      </w:r>
      <w:r w:rsidR="00E8465A">
        <w:t xml:space="preserve">, </w:t>
      </w:r>
      <w:r w:rsidRPr="007818BD">
        <w:t>avec un soupir</w:t>
      </w:r>
      <w:r w:rsidR="00E8465A">
        <w:t xml:space="preserve">, </w:t>
      </w:r>
      <w:r w:rsidRPr="007818BD">
        <w:t>caressa sa joue pâle</w:t>
      </w:r>
      <w:r w:rsidR="00E8465A">
        <w:t xml:space="preserve">, </w:t>
      </w:r>
      <w:r w:rsidRPr="007818BD">
        <w:t>lui baisa le front et se retira avec soumission</w:t>
      </w:r>
      <w:r w:rsidR="00E8465A">
        <w:t xml:space="preserve">. </w:t>
      </w:r>
      <w:r w:rsidRPr="007818BD">
        <w:t>L</w:t>
      </w:r>
      <w:r w:rsidR="00E8465A">
        <w:t>’</w:t>
      </w:r>
      <w:r w:rsidRPr="007818BD">
        <w:t>instant d</w:t>
      </w:r>
      <w:r w:rsidR="00E8465A">
        <w:t>’</w:t>
      </w:r>
      <w:r w:rsidRPr="007818BD">
        <w:t>après</w:t>
      </w:r>
      <w:r w:rsidR="00E8465A">
        <w:t xml:space="preserve">, </w:t>
      </w:r>
      <w:r w:rsidRPr="007818BD">
        <w:t>l</w:t>
      </w:r>
      <w:r w:rsidR="00E8465A">
        <w:t>’</w:t>
      </w:r>
      <w:r w:rsidRPr="007818BD">
        <w:t>homme svelte</w:t>
      </w:r>
      <w:r w:rsidR="00E8465A">
        <w:t xml:space="preserve">, </w:t>
      </w:r>
      <w:r w:rsidRPr="007818BD">
        <w:t>souriant et so</w:t>
      </w:r>
      <w:r w:rsidRPr="007818BD">
        <w:t>u</w:t>
      </w:r>
      <w:r w:rsidRPr="007818BD">
        <w:t>ple</w:t>
      </w:r>
      <w:r w:rsidR="00E8465A">
        <w:t xml:space="preserve">, </w:t>
      </w:r>
      <w:r w:rsidRPr="007818BD">
        <w:t>dont nous avons parlé naguère</w:t>
      </w:r>
      <w:r w:rsidR="00E8465A">
        <w:t xml:space="preserve">, </w:t>
      </w:r>
      <w:r w:rsidRPr="007818BD">
        <w:t>s</w:t>
      </w:r>
      <w:r w:rsidR="00E8465A">
        <w:t>’</w:t>
      </w:r>
      <w:r w:rsidRPr="007818BD">
        <w:t>inclinait humblement d</w:t>
      </w:r>
      <w:r w:rsidRPr="007818BD">
        <w:t>e</w:t>
      </w:r>
      <w:r w:rsidRPr="007818BD">
        <w:t>vant le tyran</w:t>
      </w:r>
      <w:r w:rsidR="00E8465A">
        <w:t xml:space="preserve">. </w:t>
      </w:r>
      <w:r w:rsidRPr="007818BD">
        <w:t>Robespierre devait bien un bon accueil à un des agents les plus précieux et les plus subtils de sa puissance</w:t>
      </w:r>
      <w:r w:rsidR="00E8465A">
        <w:t xml:space="preserve"> ; </w:t>
      </w:r>
      <w:r w:rsidRPr="007818BD">
        <w:t>à un de ceux sur qui il comptait plus que</w:t>
      </w:r>
      <w:r w:rsidR="00E8465A">
        <w:t xml:space="preserve">, </w:t>
      </w:r>
      <w:r w:rsidRPr="007818BD">
        <w:t>sur les clubs des jacobins</w:t>
      </w:r>
      <w:r w:rsidR="00E8465A">
        <w:t xml:space="preserve">, </w:t>
      </w:r>
      <w:r w:rsidRPr="007818BD">
        <w:t>les langues de ses orateurs ou les baïonnettes de ses armées</w:t>
      </w:r>
      <w:r w:rsidR="00E8465A">
        <w:t xml:space="preserve"> ; </w:t>
      </w:r>
      <w:r w:rsidRPr="007818BD">
        <w:t>à Guérin</w:t>
      </w:r>
      <w:r w:rsidR="00E8465A">
        <w:t xml:space="preserve">, </w:t>
      </w:r>
      <w:r w:rsidRPr="007818BD">
        <w:t xml:space="preserve">le plus illustre de ses </w:t>
      </w:r>
      <w:r w:rsidRPr="007818BD">
        <w:rPr>
          <w:i/>
          <w:iCs/>
        </w:rPr>
        <w:t>écouteurs</w:t>
      </w:r>
      <w:r w:rsidR="00E8465A">
        <w:t xml:space="preserve">, </w:t>
      </w:r>
      <w:r w:rsidRPr="007818BD">
        <w:t>l</w:t>
      </w:r>
      <w:r w:rsidR="00E8465A">
        <w:t>’</w:t>
      </w:r>
      <w:r w:rsidRPr="007818BD">
        <w:t>espion actif</w:t>
      </w:r>
      <w:r w:rsidR="00E8465A">
        <w:t xml:space="preserve">, </w:t>
      </w:r>
      <w:r w:rsidRPr="007818BD">
        <w:t>pén</w:t>
      </w:r>
      <w:r w:rsidRPr="007818BD">
        <w:t>é</w:t>
      </w:r>
      <w:r w:rsidRPr="007818BD">
        <w:t>trant</w:t>
      </w:r>
      <w:r w:rsidR="00E8465A">
        <w:t xml:space="preserve">, </w:t>
      </w:r>
      <w:r w:rsidRPr="007818BD">
        <w:t>universel</w:t>
      </w:r>
      <w:r w:rsidR="00E8465A">
        <w:t xml:space="preserve">, </w:t>
      </w:r>
      <w:r w:rsidRPr="007818BD">
        <w:t>omniprésent</w:t>
      </w:r>
      <w:r w:rsidR="00E8465A">
        <w:t xml:space="preserve">, </w:t>
      </w:r>
      <w:r w:rsidRPr="007818BD">
        <w:t>qui glissait comme un rayon de lumière par les moindre interstices</w:t>
      </w:r>
      <w:r w:rsidR="00E8465A">
        <w:t xml:space="preserve">, </w:t>
      </w:r>
      <w:r w:rsidRPr="007818BD">
        <w:t>et lui apportait des rense</w:t>
      </w:r>
      <w:r w:rsidRPr="007818BD">
        <w:t>i</w:t>
      </w:r>
      <w:r w:rsidRPr="007818BD">
        <w:t>gnements non-seulement sur les actes</w:t>
      </w:r>
      <w:r w:rsidR="00E8465A">
        <w:t xml:space="preserve">, </w:t>
      </w:r>
      <w:r w:rsidRPr="007818BD">
        <w:t>mais aussi sur les cœurs des hommes</w:t>
      </w:r>
      <w:r w:rsidR="00E8465A">
        <w:t>.</w:t>
      </w:r>
    </w:p>
    <w:p w14:paraId="7A4190D0" w14:textId="77777777" w:rsidR="00E8465A" w:rsidRDefault="00E8465A" w:rsidP="00E0544E">
      <w:r>
        <w:t>« </w:t>
      </w:r>
      <w:r w:rsidR="00E0544E" w:rsidRPr="007818BD">
        <w:t>Eh bien</w:t>
      </w:r>
      <w:r>
        <w:t xml:space="preserve"> ! </w:t>
      </w:r>
      <w:r w:rsidR="00E0544E" w:rsidRPr="007818BD">
        <w:t>citoyen</w:t>
      </w:r>
      <w:r>
        <w:t xml:space="preserve">, </w:t>
      </w:r>
      <w:r w:rsidR="00E0544E" w:rsidRPr="007818BD">
        <w:t>et Tallien</w:t>
      </w:r>
      <w:r>
        <w:t> ?</w:t>
      </w:r>
    </w:p>
    <w:p w14:paraId="5EE8CE5C" w14:textId="77777777" w:rsidR="00E8465A" w:rsidRDefault="00E8465A" w:rsidP="00E0544E">
      <w:r>
        <w:t>— </w:t>
      </w:r>
      <w:r w:rsidR="00E0544E" w:rsidRPr="007818BD">
        <w:t>Il est sorti ce matin</w:t>
      </w:r>
      <w:r>
        <w:t xml:space="preserve">, </w:t>
      </w:r>
      <w:r w:rsidR="00E0544E" w:rsidRPr="007818BD">
        <w:t>à huit heures dix minutes</w:t>
      </w:r>
      <w:r>
        <w:t>.</w:t>
      </w:r>
    </w:p>
    <w:p w14:paraId="020ECBE6" w14:textId="77777777" w:rsidR="00E8465A" w:rsidRDefault="00E8465A" w:rsidP="00E0544E">
      <w:r>
        <w:t>— </w:t>
      </w:r>
      <w:r w:rsidR="00E0544E" w:rsidRPr="007818BD">
        <w:t>Ah</w:t>
      </w:r>
      <w:r>
        <w:t xml:space="preserve"> ! </w:t>
      </w:r>
      <w:r w:rsidR="00E0544E" w:rsidRPr="007818BD">
        <w:t>de si bonne heure</w:t>
      </w:r>
      <w:r>
        <w:t> !</w:t>
      </w:r>
    </w:p>
    <w:p w14:paraId="7AF7DC1A" w14:textId="1DB97EA8" w:rsidR="00E8465A" w:rsidRDefault="00E8465A" w:rsidP="00E0544E">
      <w:r>
        <w:t>— </w:t>
      </w:r>
      <w:r w:rsidR="00E0544E" w:rsidRPr="007818BD">
        <w:t>Il a pris l</w:t>
      </w:r>
      <w:r w:rsidR="00E0544E">
        <w:t>a</w:t>
      </w:r>
      <w:r w:rsidR="00E0544E" w:rsidRPr="007818BD">
        <w:t xml:space="preserve"> rue des Quatre-Fils</w:t>
      </w:r>
      <w:r>
        <w:t xml:space="preserve">, </w:t>
      </w:r>
      <w:r w:rsidR="00E0544E" w:rsidRPr="007818BD">
        <w:t>la rue du Temple</w:t>
      </w:r>
      <w:r>
        <w:t xml:space="preserve">, </w:t>
      </w:r>
      <w:r w:rsidR="00E0544E" w:rsidRPr="007818BD">
        <w:t>la rue de la Réunion au M</w:t>
      </w:r>
      <w:r w:rsidR="00E0544E" w:rsidRPr="007818BD">
        <w:t>a</w:t>
      </w:r>
      <w:r w:rsidR="00E0544E" w:rsidRPr="007818BD">
        <w:t>rais</w:t>
      </w:r>
      <w:r>
        <w:t xml:space="preserve">, </w:t>
      </w:r>
      <w:r w:rsidR="00E0544E" w:rsidRPr="007818BD">
        <w:t>la rue Martin</w:t>
      </w:r>
      <w:r>
        <w:t xml:space="preserve"> ; </w:t>
      </w:r>
      <w:r w:rsidR="00E0544E" w:rsidRPr="007818BD">
        <w:t>rien de remarquable</w:t>
      </w:r>
      <w:r>
        <w:t xml:space="preserve">, </w:t>
      </w:r>
      <w:r w:rsidR="00E0544E" w:rsidRPr="007818BD">
        <w:t>si ce n</w:t>
      </w:r>
      <w:r>
        <w:t>’</w:t>
      </w:r>
      <w:r w:rsidR="00E0544E" w:rsidRPr="007818BD">
        <w:t>est que</w:t>
      </w:r>
      <w:r>
        <w:t>…</w:t>
      </w:r>
    </w:p>
    <w:p w14:paraId="1FA78A8B" w14:textId="77777777" w:rsidR="00E8465A" w:rsidRDefault="00E8465A" w:rsidP="00E0544E">
      <w:r>
        <w:lastRenderedPageBreak/>
        <w:t>— </w:t>
      </w:r>
      <w:r w:rsidR="00E0544E" w:rsidRPr="007818BD">
        <w:t>Que</w:t>
      </w:r>
      <w:r>
        <w:t xml:space="preserve">, </w:t>
      </w:r>
      <w:r w:rsidR="00E0544E" w:rsidRPr="007818BD">
        <w:t>quoi</w:t>
      </w:r>
      <w:r>
        <w:t> ?</w:t>
      </w:r>
    </w:p>
    <w:p w14:paraId="73D4503C" w14:textId="77777777" w:rsidR="00E8465A" w:rsidRDefault="00E8465A" w:rsidP="00E0544E">
      <w:r>
        <w:t>— </w:t>
      </w:r>
      <w:r w:rsidR="00E0544E" w:rsidRPr="007818BD">
        <w:t>Il s</w:t>
      </w:r>
      <w:r>
        <w:t>’</w:t>
      </w:r>
      <w:r w:rsidR="00E0544E" w:rsidRPr="007818BD">
        <w:t>est amusé à marchander des livres à un étalage de bouquiniste</w:t>
      </w:r>
      <w:r>
        <w:t>.</w:t>
      </w:r>
    </w:p>
    <w:p w14:paraId="165E694D" w14:textId="77777777" w:rsidR="00E8465A" w:rsidRDefault="00E8465A" w:rsidP="00E0544E">
      <w:r>
        <w:t>— </w:t>
      </w:r>
      <w:r w:rsidR="00E0544E" w:rsidRPr="007818BD">
        <w:t>Des livres</w:t>
      </w:r>
      <w:r>
        <w:t xml:space="preserve"> ! </w:t>
      </w:r>
      <w:r w:rsidR="00E0544E" w:rsidRPr="007818BD">
        <w:t>Ah</w:t>
      </w:r>
      <w:r>
        <w:t xml:space="preserve"> ! </w:t>
      </w:r>
      <w:r w:rsidR="00E0544E" w:rsidRPr="007818BD">
        <w:t>le charlatan</w:t>
      </w:r>
      <w:r>
        <w:t xml:space="preserve"> ! </w:t>
      </w:r>
      <w:r w:rsidR="00E0544E" w:rsidRPr="007818BD">
        <w:t>Il voudrait couvrir ses i</w:t>
      </w:r>
      <w:r w:rsidR="00E0544E" w:rsidRPr="007818BD">
        <w:t>n</w:t>
      </w:r>
      <w:r w:rsidR="00E0544E" w:rsidRPr="007818BD">
        <w:t>trigues du manteau de la science</w:t>
      </w:r>
      <w:r>
        <w:t xml:space="preserve">. </w:t>
      </w:r>
      <w:r w:rsidR="00E0544E" w:rsidRPr="007818BD">
        <w:t>C</w:t>
      </w:r>
      <w:r>
        <w:t>’</w:t>
      </w:r>
      <w:r w:rsidR="00E0544E" w:rsidRPr="007818BD">
        <w:t>est bien</w:t>
      </w:r>
      <w:r>
        <w:t>.</w:t>
      </w:r>
    </w:p>
    <w:p w14:paraId="2943290F" w14:textId="77777777" w:rsidR="00E8465A" w:rsidRDefault="00E8465A" w:rsidP="00E0544E">
      <w:r>
        <w:t>— </w:t>
      </w:r>
      <w:r w:rsidR="00E0544E" w:rsidRPr="007818BD">
        <w:t>Enfin</w:t>
      </w:r>
      <w:r>
        <w:t xml:space="preserve">, </w:t>
      </w:r>
      <w:r w:rsidR="00E0544E" w:rsidRPr="007818BD">
        <w:t>rue des Fossés-Montmartre</w:t>
      </w:r>
      <w:r>
        <w:t xml:space="preserve">, </w:t>
      </w:r>
      <w:r w:rsidR="00E0544E" w:rsidRPr="007818BD">
        <w:t>il fut accosté par un particulier en redingote bleue</w:t>
      </w:r>
      <w:r>
        <w:t xml:space="preserve">, </w:t>
      </w:r>
      <w:r w:rsidR="00E0544E" w:rsidRPr="007818BD">
        <w:t>inconnu</w:t>
      </w:r>
      <w:r>
        <w:t xml:space="preserve">. </w:t>
      </w:r>
      <w:r w:rsidR="00E0544E" w:rsidRPr="007818BD">
        <w:t>Ils se promenèrent quelque temps ensemble dans la rue</w:t>
      </w:r>
      <w:r>
        <w:t xml:space="preserve">, </w:t>
      </w:r>
      <w:r w:rsidR="00E0544E" w:rsidRPr="007818BD">
        <w:t>et furent rejoints par L</w:t>
      </w:r>
      <w:r w:rsidR="00E0544E" w:rsidRPr="007818BD">
        <w:t>e</w:t>
      </w:r>
      <w:r w:rsidR="00E0544E" w:rsidRPr="007818BD">
        <w:t>gendre</w:t>
      </w:r>
      <w:r>
        <w:t>.</w:t>
      </w:r>
    </w:p>
    <w:p w14:paraId="3DD19F7F" w14:textId="77777777" w:rsidR="00E8465A" w:rsidRDefault="00E8465A" w:rsidP="00E0544E">
      <w:r>
        <w:t>— </w:t>
      </w:r>
      <w:r w:rsidR="00E0544E" w:rsidRPr="007818BD">
        <w:t>Legendre</w:t>
      </w:r>
      <w:r>
        <w:t xml:space="preserve"> ?… </w:t>
      </w:r>
      <w:r w:rsidR="00E0544E" w:rsidRPr="007818BD">
        <w:t>Approche</w:t>
      </w:r>
      <w:r>
        <w:t xml:space="preserve">, </w:t>
      </w:r>
      <w:proofErr w:type="spellStart"/>
      <w:r w:rsidR="00E0544E" w:rsidRPr="007818BD">
        <w:t>Payan</w:t>
      </w:r>
      <w:proofErr w:type="spellEnd"/>
      <w:r>
        <w:t xml:space="preserve">. </w:t>
      </w:r>
      <w:r w:rsidR="00E0544E" w:rsidRPr="007818BD">
        <w:t>Tu entends bien</w:t>
      </w:r>
      <w:r>
        <w:t xml:space="preserve"> ? </w:t>
      </w:r>
      <w:r w:rsidR="00E0544E" w:rsidRPr="007818BD">
        <w:t>Lege</w:t>
      </w:r>
      <w:r w:rsidR="00E0544E" w:rsidRPr="007818BD">
        <w:t>n</w:t>
      </w:r>
      <w:r w:rsidR="00E0544E" w:rsidRPr="007818BD">
        <w:t>dre</w:t>
      </w:r>
      <w:r>
        <w:t> !</w:t>
      </w:r>
    </w:p>
    <w:p w14:paraId="1E7EF87C" w14:textId="77777777" w:rsidR="00E8465A" w:rsidRDefault="00E8465A" w:rsidP="00E0544E">
      <w:r>
        <w:t>— </w:t>
      </w:r>
      <w:r w:rsidR="00E0544E" w:rsidRPr="007818BD">
        <w:t>J</w:t>
      </w:r>
      <w:r>
        <w:t>’</w:t>
      </w:r>
      <w:r w:rsidR="00E0544E" w:rsidRPr="007818BD">
        <w:t>entrai chez une fruitière et je payai des petites filles pour qu</w:t>
      </w:r>
      <w:r>
        <w:t>’</w:t>
      </w:r>
      <w:r w:rsidR="00E0544E" w:rsidRPr="007818BD">
        <w:t>elles allassent jouer au volant</w:t>
      </w:r>
      <w:r>
        <w:t xml:space="preserve">, </w:t>
      </w:r>
      <w:r w:rsidR="00E0544E" w:rsidRPr="007818BD">
        <w:t>à portée d</w:t>
      </w:r>
      <w:r>
        <w:t>’</w:t>
      </w:r>
      <w:r w:rsidR="00E0544E" w:rsidRPr="007818BD">
        <w:t>entendre</w:t>
      </w:r>
      <w:r>
        <w:t xml:space="preserve">. </w:t>
      </w:r>
      <w:r w:rsidR="00E0544E" w:rsidRPr="007818BD">
        <w:t>E</w:t>
      </w:r>
      <w:r w:rsidR="00E0544E" w:rsidRPr="007818BD">
        <w:t>l</w:t>
      </w:r>
      <w:r w:rsidR="00E0544E" w:rsidRPr="007818BD">
        <w:t>les entendirent Legendre dire</w:t>
      </w:r>
      <w:r>
        <w:t> : « </w:t>
      </w:r>
      <w:r w:rsidR="00E0544E" w:rsidRPr="007818BD">
        <w:t>Je crois que son pouvoir s</w:t>
      </w:r>
      <w:r>
        <w:t>’</w:t>
      </w:r>
      <w:r w:rsidR="00E0544E" w:rsidRPr="007818BD">
        <w:t>use</w:t>
      </w:r>
      <w:r>
        <w:t>, »</w:t>
      </w:r>
      <w:r w:rsidR="00E0544E" w:rsidRPr="007818BD">
        <w:t xml:space="preserve"> Et Tallien ajouta</w:t>
      </w:r>
      <w:r>
        <w:t> : « </w:t>
      </w:r>
      <w:r w:rsidR="00E0544E" w:rsidRPr="007818BD">
        <w:t>Oui</w:t>
      </w:r>
      <w:r>
        <w:t xml:space="preserve">, </w:t>
      </w:r>
      <w:r w:rsidR="00E0544E" w:rsidRPr="007818BD">
        <w:t>et lui aussi s</w:t>
      </w:r>
      <w:r>
        <w:t>’</w:t>
      </w:r>
      <w:r w:rsidR="00E0544E" w:rsidRPr="007818BD">
        <w:t>use</w:t>
      </w:r>
      <w:r>
        <w:t xml:space="preserve">. </w:t>
      </w:r>
      <w:r w:rsidR="00E0544E" w:rsidRPr="007818BD">
        <w:t>Je ne lui donne pas trois mois à vivre</w:t>
      </w:r>
      <w:r>
        <w:t>. »</w:t>
      </w:r>
      <w:r w:rsidR="00E0544E" w:rsidRPr="007818BD">
        <w:t xml:space="preserve"> Je ne sais pas</w:t>
      </w:r>
      <w:r>
        <w:t xml:space="preserve">, </w:t>
      </w:r>
      <w:r w:rsidR="00E0544E" w:rsidRPr="007818BD">
        <w:t>citoyen</w:t>
      </w:r>
      <w:r>
        <w:t xml:space="preserve">, </w:t>
      </w:r>
      <w:r w:rsidR="00E0544E" w:rsidRPr="007818BD">
        <w:t>si c</w:t>
      </w:r>
      <w:r>
        <w:t>’</w:t>
      </w:r>
      <w:r w:rsidR="00E0544E" w:rsidRPr="007818BD">
        <w:t>est de toi qu</w:t>
      </w:r>
      <w:r>
        <w:t>’</w:t>
      </w:r>
      <w:r w:rsidR="00E0544E" w:rsidRPr="007818BD">
        <w:t>ils parlaient</w:t>
      </w:r>
      <w:r>
        <w:t>.</w:t>
      </w:r>
    </w:p>
    <w:p w14:paraId="54BF7AC5" w14:textId="77777777" w:rsidR="00E8465A" w:rsidRDefault="00E8465A" w:rsidP="00E0544E">
      <w:r>
        <w:t>— </w:t>
      </w:r>
      <w:r w:rsidR="00E0544E" w:rsidRPr="007818BD">
        <w:t>Ni moi</w:t>
      </w:r>
      <w:r>
        <w:t xml:space="preserve">, </w:t>
      </w:r>
      <w:r w:rsidR="00E0544E" w:rsidRPr="007818BD">
        <w:t>citoyen</w:t>
      </w:r>
      <w:r>
        <w:t xml:space="preserve">, </w:t>
      </w:r>
      <w:r w:rsidR="00E0544E" w:rsidRPr="007818BD">
        <w:t>répondit Robespierre avec un sourire s</w:t>
      </w:r>
      <w:r w:rsidR="00E0544E" w:rsidRPr="007818BD">
        <w:t>i</w:t>
      </w:r>
      <w:r w:rsidR="00E0544E" w:rsidRPr="007818BD">
        <w:t>nistre</w:t>
      </w:r>
      <w:r>
        <w:t xml:space="preserve">, </w:t>
      </w:r>
      <w:r w:rsidR="00E0544E" w:rsidRPr="007818BD">
        <w:t>auquel succéda une expression de sombre préoccupation</w:t>
      </w:r>
      <w:r>
        <w:t xml:space="preserve">. </w:t>
      </w:r>
      <w:r w:rsidR="00E0544E" w:rsidRPr="007818BD">
        <w:t>Mais</w:t>
      </w:r>
      <w:r>
        <w:t xml:space="preserve">, </w:t>
      </w:r>
      <w:r w:rsidR="00E0544E" w:rsidRPr="007818BD">
        <w:t>reprit-il tout bas</w:t>
      </w:r>
      <w:r>
        <w:t xml:space="preserve">, </w:t>
      </w:r>
      <w:r w:rsidR="00E0544E" w:rsidRPr="007818BD">
        <w:t>je suis jeune enc</w:t>
      </w:r>
      <w:r w:rsidR="00E0544E" w:rsidRPr="007818BD">
        <w:t>o</w:t>
      </w:r>
      <w:r w:rsidR="00E0544E" w:rsidRPr="007818BD">
        <w:t>re</w:t>
      </w:r>
      <w:r>
        <w:t xml:space="preserve">, </w:t>
      </w:r>
      <w:r w:rsidR="00E0544E" w:rsidRPr="007818BD">
        <w:t>dans la force de l</w:t>
      </w:r>
      <w:r>
        <w:t>’</w:t>
      </w:r>
      <w:r w:rsidR="00E0544E" w:rsidRPr="007818BD">
        <w:t>âge</w:t>
      </w:r>
      <w:r>
        <w:t xml:space="preserve"> ; </w:t>
      </w:r>
      <w:r w:rsidR="00E0544E" w:rsidRPr="007818BD">
        <w:t>je ne fais pas d</w:t>
      </w:r>
      <w:r>
        <w:t>’</w:t>
      </w:r>
      <w:r w:rsidR="00E0544E" w:rsidRPr="007818BD">
        <w:t>excès</w:t>
      </w:r>
      <w:r>
        <w:t xml:space="preserve">. </w:t>
      </w:r>
      <w:r w:rsidR="00E0544E" w:rsidRPr="007818BD">
        <w:t>Non</w:t>
      </w:r>
      <w:r>
        <w:t xml:space="preserve">, </w:t>
      </w:r>
      <w:r w:rsidR="00E0544E" w:rsidRPr="007818BD">
        <w:t>ma constitution est saine et vigoureuse</w:t>
      </w:r>
      <w:r>
        <w:t xml:space="preserve">. </w:t>
      </w:r>
      <w:r w:rsidR="00E0544E" w:rsidRPr="007818BD">
        <w:t>Que sais-tu encore de Tallien</w:t>
      </w:r>
      <w:r>
        <w:t> ?</w:t>
      </w:r>
    </w:p>
    <w:p w14:paraId="2FCA628D" w14:textId="77777777" w:rsidR="00E8465A" w:rsidRDefault="00E8465A" w:rsidP="00E0544E">
      <w:r>
        <w:t>— </w:t>
      </w:r>
      <w:r w:rsidR="00E0544E" w:rsidRPr="007818BD">
        <w:t>La femme qu</w:t>
      </w:r>
      <w:r>
        <w:t>’</w:t>
      </w:r>
      <w:r w:rsidR="00E0544E" w:rsidRPr="007818BD">
        <w:t>il aime</w:t>
      </w:r>
      <w:r>
        <w:t xml:space="preserve">, </w:t>
      </w:r>
      <w:r w:rsidR="00E0544E" w:rsidRPr="007818BD">
        <w:t xml:space="preserve">Thérèse de </w:t>
      </w:r>
      <w:proofErr w:type="spellStart"/>
      <w:r w:rsidR="00E0544E" w:rsidRPr="007818BD">
        <w:t>Fontenai</w:t>
      </w:r>
      <w:proofErr w:type="spellEnd"/>
      <w:r>
        <w:t xml:space="preserve">, </w:t>
      </w:r>
      <w:r w:rsidR="00E0544E" w:rsidRPr="007818BD">
        <w:t>qui est en pr</w:t>
      </w:r>
      <w:r w:rsidR="00E0544E" w:rsidRPr="007818BD">
        <w:t>i</w:t>
      </w:r>
      <w:r w:rsidR="00E0544E" w:rsidRPr="007818BD">
        <w:t>son</w:t>
      </w:r>
      <w:r>
        <w:t xml:space="preserve">, </w:t>
      </w:r>
      <w:r w:rsidR="00E0544E" w:rsidRPr="007818BD">
        <w:t>continue à correspondre avec lui</w:t>
      </w:r>
      <w:r>
        <w:t xml:space="preserve"> ; </w:t>
      </w:r>
      <w:r w:rsidR="00E0544E" w:rsidRPr="007818BD">
        <w:t>elle le pousse à la sa</w:t>
      </w:r>
      <w:r w:rsidR="00E0544E" w:rsidRPr="007818BD">
        <w:t>u</w:t>
      </w:r>
      <w:r w:rsidR="00E0544E" w:rsidRPr="007818BD">
        <w:t>ver</w:t>
      </w:r>
      <w:r>
        <w:t xml:space="preserve"> ; </w:t>
      </w:r>
      <w:r w:rsidR="00E0544E" w:rsidRPr="007818BD">
        <w:t>voilà ce que mes agents ont pu entendre</w:t>
      </w:r>
      <w:r>
        <w:t xml:space="preserve">. </w:t>
      </w:r>
      <w:r w:rsidR="00E0544E" w:rsidRPr="007818BD">
        <w:t>C</w:t>
      </w:r>
      <w:r>
        <w:t>’</w:t>
      </w:r>
      <w:r w:rsidR="00E0544E" w:rsidRPr="007818BD">
        <w:t>est son dome</w:t>
      </w:r>
      <w:r w:rsidR="00E0544E" w:rsidRPr="007818BD">
        <w:t>s</w:t>
      </w:r>
      <w:r w:rsidR="00E0544E" w:rsidRPr="007818BD">
        <w:t>tique qui le fait correspondre avec la prisonnière</w:t>
      </w:r>
      <w:r>
        <w:t>.</w:t>
      </w:r>
    </w:p>
    <w:p w14:paraId="5DAF8DC8" w14:textId="50D5A93D" w:rsidR="00E0544E" w:rsidRPr="007818BD" w:rsidRDefault="00E8465A" w:rsidP="00E0544E">
      <w:r>
        <w:t>— </w:t>
      </w:r>
      <w:r w:rsidR="00E0544E" w:rsidRPr="007818BD">
        <w:t>Fort bien</w:t>
      </w:r>
      <w:r>
        <w:t xml:space="preserve"> ! </w:t>
      </w:r>
      <w:r w:rsidR="00E0544E" w:rsidRPr="007818BD">
        <w:t>Ce serviteur-là sera arrêté en pleine rue</w:t>
      </w:r>
      <w:r>
        <w:t xml:space="preserve">. </w:t>
      </w:r>
      <w:r w:rsidR="00E0544E" w:rsidRPr="007818BD">
        <w:t>Le règne de la terreur n</w:t>
      </w:r>
      <w:r>
        <w:t>’</w:t>
      </w:r>
      <w:r w:rsidR="00E0544E" w:rsidRPr="007818BD">
        <w:t>est pas encore fini</w:t>
      </w:r>
      <w:r>
        <w:t xml:space="preserve">. </w:t>
      </w:r>
      <w:r w:rsidR="00E0544E" w:rsidRPr="007818BD">
        <w:t>Avec les lettres qu</w:t>
      </w:r>
      <w:r>
        <w:t>’</w:t>
      </w:r>
      <w:r w:rsidR="00E0544E" w:rsidRPr="007818BD">
        <w:t xml:space="preserve">on </w:t>
      </w:r>
      <w:r w:rsidR="00E0544E" w:rsidRPr="007818BD">
        <w:lastRenderedPageBreak/>
        <w:t>saisira sur lui</w:t>
      </w:r>
      <w:r>
        <w:t xml:space="preserve">, </w:t>
      </w:r>
      <w:r w:rsidR="00E0544E" w:rsidRPr="007818BD">
        <w:t>j</w:t>
      </w:r>
      <w:r>
        <w:t>’</w:t>
      </w:r>
      <w:r w:rsidR="00E0544E" w:rsidRPr="007818BD">
        <w:t>arracherai Tallien de son banc à la Conve</w:t>
      </w:r>
      <w:r w:rsidR="00E0544E" w:rsidRPr="007818BD">
        <w:t>n</w:t>
      </w:r>
      <w:r w:rsidR="00E0544E" w:rsidRPr="007818BD">
        <w:t>tion</w:t>
      </w:r>
      <w:r>
        <w:t>. »</w:t>
      </w:r>
    </w:p>
    <w:p w14:paraId="0E2CCC89" w14:textId="77777777" w:rsidR="00E8465A" w:rsidRDefault="00E0544E" w:rsidP="00E0544E">
      <w:r w:rsidRPr="007818BD">
        <w:t>Robespierre se leva</w:t>
      </w:r>
      <w:r w:rsidR="00E8465A">
        <w:t xml:space="preserve">, </w:t>
      </w:r>
      <w:r w:rsidRPr="007818BD">
        <w:t>parcourut pendant quelques instants la chambre en long et en large</w:t>
      </w:r>
      <w:r w:rsidR="00E8465A">
        <w:t xml:space="preserve">, </w:t>
      </w:r>
      <w:r w:rsidRPr="007818BD">
        <w:t>ouvrit la porte</w:t>
      </w:r>
      <w:r w:rsidR="00E8465A">
        <w:t xml:space="preserve">, </w:t>
      </w:r>
      <w:r w:rsidRPr="007818BD">
        <w:t>et appela un des jacobins</w:t>
      </w:r>
      <w:r w:rsidR="00E8465A">
        <w:t xml:space="preserve"> : </w:t>
      </w:r>
      <w:r w:rsidRPr="007818BD">
        <w:t>il le chargea de surveiller</w:t>
      </w:r>
      <w:r w:rsidR="00E8465A">
        <w:t xml:space="preserve">, </w:t>
      </w:r>
      <w:r w:rsidRPr="007818BD">
        <w:t>d</w:t>
      </w:r>
      <w:r w:rsidR="00E8465A">
        <w:t>’</w:t>
      </w:r>
      <w:r w:rsidRPr="007818BD">
        <w:t>arrêter le domestique de Tallien</w:t>
      </w:r>
      <w:r w:rsidR="00E8465A">
        <w:t xml:space="preserve">, </w:t>
      </w:r>
      <w:r w:rsidRPr="007818BD">
        <w:t>puis se laissa retomber dans un fauteuil</w:t>
      </w:r>
      <w:r w:rsidR="00E8465A">
        <w:t xml:space="preserve">. </w:t>
      </w:r>
      <w:r w:rsidRPr="007818BD">
        <w:t>Quand le jac</w:t>
      </w:r>
      <w:r w:rsidRPr="007818BD">
        <w:t>o</w:t>
      </w:r>
      <w:r w:rsidRPr="007818BD">
        <w:t>bin fut parti</w:t>
      </w:r>
      <w:r w:rsidR="00E8465A">
        <w:t xml:space="preserve">, </w:t>
      </w:r>
      <w:r w:rsidRPr="007818BD">
        <w:t>Guérin dit à voix basse</w:t>
      </w:r>
      <w:r w:rsidR="00E8465A">
        <w:t> :</w:t>
      </w:r>
    </w:p>
    <w:p w14:paraId="4A9F2C7D" w14:textId="77777777" w:rsidR="00E8465A" w:rsidRDefault="00E8465A" w:rsidP="00E0544E">
      <w:r>
        <w:t>« </w:t>
      </w:r>
      <w:r w:rsidR="00E0544E" w:rsidRPr="007818BD">
        <w:t>N</w:t>
      </w:r>
      <w:r>
        <w:t>’</w:t>
      </w:r>
      <w:r w:rsidR="00E0544E" w:rsidRPr="007818BD">
        <w:t>est-ce pas là le citoyen Aristide</w:t>
      </w:r>
      <w:r>
        <w:t> ?</w:t>
      </w:r>
    </w:p>
    <w:p w14:paraId="11FB2EC1" w14:textId="77777777" w:rsidR="00E8465A" w:rsidRDefault="00E8465A" w:rsidP="00E0544E">
      <w:r>
        <w:t>— </w:t>
      </w:r>
      <w:r w:rsidR="00E0544E" w:rsidRPr="007818BD">
        <w:t>Oui</w:t>
      </w:r>
      <w:r>
        <w:t xml:space="preserve"> ; </w:t>
      </w:r>
      <w:r w:rsidR="00E0544E" w:rsidRPr="007818BD">
        <w:t>un brave patriote</w:t>
      </w:r>
      <w:r>
        <w:t xml:space="preserve"> ! </w:t>
      </w:r>
      <w:r w:rsidR="00E0544E" w:rsidRPr="007818BD">
        <w:t>Je voudrais seulement qu</w:t>
      </w:r>
      <w:r>
        <w:t>’</w:t>
      </w:r>
      <w:r w:rsidR="00E0544E" w:rsidRPr="007818BD">
        <w:t>il se lavât un peu plus et jurât un peu moins</w:t>
      </w:r>
      <w:r>
        <w:t>.</w:t>
      </w:r>
    </w:p>
    <w:p w14:paraId="0B8FEAEC" w14:textId="77777777" w:rsidR="00E8465A" w:rsidRDefault="00E8465A" w:rsidP="00E0544E">
      <w:r>
        <w:t>— </w:t>
      </w:r>
      <w:r w:rsidR="00E0544E" w:rsidRPr="007818BD">
        <w:t>N</w:t>
      </w:r>
      <w:r>
        <w:t>’</w:t>
      </w:r>
      <w:r w:rsidR="00E0544E" w:rsidRPr="007818BD">
        <w:t>as-tu pas fait guillotiner son frère</w:t>
      </w:r>
      <w:r>
        <w:t> ?</w:t>
      </w:r>
    </w:p>
    <w:p w14:paraId="094D3F39" w14:textId="77777777" w:rsidR="00E8465A" w:rsidRDefault="00E8465A" w:rsidP="00E0544E">
      <w:r>
        <w:t>— </w:t>
      </w:r>
      <w:r w:rsidR="00E0544E" w:rsidRPr="007818BD">
        <w:t>Oui</w:t>
      </w:r>
      <w:r>
        <w:t xml:space="preserve">, </w:t>
      </w:r>
      <w:r w:rsidR="00E0544E" w:rsidRPr="007818BD">
        <w:t>sur la dénonciation d</w:t>
      </w:r>
      <w:r>
        <w:t>’</w:t>
      </w:r>
      <w:r w:rsidR="00E0544E" w:rsidRPr="007818BD">
        <w:t>Aristide</w:t>
      </w:r>
      <w:r>
        <w:t>.</w:t>
      </w:r>
    </w:p>
    <w:p w14:paraId="6E0F266B" w14:textId="77777777" w:rsidR="00E8465A" w:rsidRDefault="00E8465A" w:rsidP="00E0544E">
      <w:r>
        <w:t>— </w:t>
      </w:r>
      <w:r w:rsidR="00E0544E" w:rsidRPr="007818BD">
        <w:t>Pourtant</w:t>
      </w:r>
      <w:r>
        <w:t xml:space="preserve">, </w:t>
      </w:r>
      <w:r w:rsidR="00E0544E" w:rsidRPr="007818BD">
        <w:t>n</w:t>
      </w:r>
      <w:r>
        <w:t>’</w:t>
      </w:r>
      <w:r w:rsidR="00E0544E" w:rsidRPr="007818BD">
        <w:t>y a-t-il rien à craindre pour toi</w:t>
      </w:r>
      <w:r>
        <w:t xml:space="preserve">, </w:t>
      </w:r>
      <w:r w:rsidR="00E0544E" w:rsidRPr="007818BD">
        <w:t>avec un tel entourage</w:t>
      </w:r>
      <w:r>
        <w:t> ?</w:t>
      </w:r>
    </w:p>
    <w:p w14:paraId="1AA56055" w14:textId="737F19D6" w:rsidR="00E0544E" w:rsidRPr="007818BD" w:rsidRDefault="00E8465A" w:rsidP="00E0544E">
      <w:r>
        <w:t>— </w:t>
      </w:r>
      <w:r w:rsidR="00E0544E" w:rsidRPr="007818BD">
        <w:t>Hum</w:t>
      </w:r>
      <w:r>
        <w:t xml:space="preserve"> ! </w:t>
      </w:r>
      <w:r w:rsidR="00E0544E" w:rsidRPr="007818BD">
        <w:t>Tu as peut-être raison</w:t>
      </w:r>
      <w:r>
        <w:t>. »</w:t>
      </w:r>
    </w:p>
    <w:p w14:paraId="341BE5B9" w14:textId="77777777" w:rsidR="00E8465A" w:rsidRDefault="00E0544E" w:rsidP="00E0544E">
      <w:r w:rsidRPr="007818BD">
        <w:t>Et Robespierre tira de sa poche des tablettes sur lesquelles il écrivit quelques mots</w:t>
      </w:r>
      <w:r w:rsidR="00E8465A">
        <w:t xml:space="preserve"> ; </w:t>
      </w:r>
      <w:r w:rsidRPr="007818BD">
        <w:t>puis il reprit</w:t>
      </w:r>
      <w:r w:rsidR="00E8465A">
        <w:t> : « </w:t>
      </w:r>
      <w:r w:rsidRPr="007818BD">
        <w:t>Quoi encore sur Ta</w:t>
      </w:r>
      <w:r w:rsidRPr="007818BD">
        <w:t>l</w:t>
      </w:r>
      <w:r w:rsidRPr="007818BD">
        <w:t>lien</w:t>
      </w:r>
      <w:r w:rsidR="00E8465A">
        <w:t> ?</w:t>
      </w:r>
    </w:p>
    <w:p w14:paraId="5A7EFE93" w14:textId="77777777" w:rsidR="00E8465A" w:rsidRDefault="00E8465A" w:rsidP="00E0544E">
      <w:r>
        <w:t>— </w:t>
      </w:r>
      <w:r w:rsidR="00E0544E" w:rsidRPr="007818BD">
        <w:t>Rien</w:t>
      </w:r>
      <w:r>
        <w:t xml:space="preserve">. </w:t>
      </w:r>
      <w:r w:rsidR="00E0544E" w:rsidRPr="007818BD">
        <w:t>Lui</w:t>
      </w:r>
      <w:r>
        <w:t xml:space="preserve">, </w:t>
      </w:r>
      <w:r w:rsidR="00E0544E" w:rsidRPr="007818BD">
        <w:t>Legendre et l</w:t>
      </w:r>
      <w:r>
        <w:t>’</w:t>
      </w:r>
      <w:r w:rsidR="00E0544E" w:rsidRPr="007818BD">
        <w:t>inconnu allèrent ensemble au jardin Égalité</w:t>
      </w:r>
      <w:r>
        <w:t xml:space="preserve">, </w:t>
      </w:r>
      <w:r w:rsidR="00E0544E" w:rsidRPr="007818BD">
        <w:t>et là se s</w:t>
      </w:r>
      <w:r w:rsidR="00E0544E" w:rsidRPr="007818BD">
        <w:t>é</w:t>
      </w:r>
      <w:r w:rsidR="00E0544E" w:rsidRPr="007818BD">
        <w:t>parèrent</w:t>
      </w:r>
      <w:r>
        <w:t xml:space="preserve">. </w:t>
      </w:r>
      <w:r w:rsidR="00E0544E" w:rsidRPr="007818BD">
        <w:t>J</w:t>
      </w:r>
      <w:r>
        <w:t>’</w:t>
      </w:r>
      <w:r w:rsidR="00E0544E" w:rsidRPr="007818BD">
        <w:t>ai vu Tallien rentrer chez lui</w:t>
      </w:r>
      <w:r>
        <w:t xml:space="preserve"> : </w:t>
      </w:r>
      <w:r w:rsidR="00E0544E" w:rsidRPr="007818BD">
        <w:t>mais j</w:t>
      </w:r>
      <w:r>
        <w:t>’</w:t>
      </w:r>
      <w:r w:rsidR="00E0544E" w:rsidRPr="007818BD">
        <w:t>ai d</w:t>
      </w:r>
      <w:r>
        <w:t>’</w:t>
      </w:r>
      <w:r w:rsidR="00E0544E" w:rsidRPr="007818BD">
        <w:t>autres nouvelles</w:t>
      </w:r>
      <w:r>
        <w:t xml:space="preserve">. </w:t>
      </w:r>
      <w:r w:rsidR="00E0544E" w:rsidRPr="007818BD">
        <w:t>Tu m</w:t>
      </w:r>
      <w:r>
        <w:t>’</w:t>
      </w:r>
      <w:r w:rsidR="00E0544E" w:rsidRPr="007818BD">
        <w:t>as chargé de rechercher les auteurs des lettres anonymes qui te menacent</w:t>
      </w:r>
      <w:r>
        <w:t> ?</w:t>
      </w:r>
    </w:p>
    <w:p w14:paraId="2C93DCA3" w14:textId="2D48BCC8" w:rsidR="00E0544E" w:rsidRPr="007818BD" w:rsidRDefault="00E8465A" w:rsidP="00E0544E">
      <w:r>
        <w:t>— </w:t>
      </w:r>
      <w:r w:rsidR="00E0544E" w:rsidRPr="007818BD">
        <w:t>Les as-tu découverts</w:t>
      </w:r>
      <w:r>
        <w:t xml:space="preserve">, </w:t>
      </w:r>
      <w:r w:rsidR="00E0544E" w:rsidRPr="007818BD">
        <w:t>Guérin</w:t>
      </w:r>
      <w:r>
        <w:t xml:space="preserve"> ? </w:t>
      </w:r>
      <w:r w:rsidR="00E0544E" w:rsidRPr="007818BD">
        <w:t>Dis</w:t>
      </w:r>
      <w:r>
        <w:t xml:space="preserve"> ! </w:t>
      </w:r>
      <w:r w:rsidR="00E0544E" w:rsidRPr="007818BD">
        <w:t>dis</w:t>
      </w:r>
      <w:r>
        <w:t> ! »</w:t>
      </w:r>
    </w:p>
    <w:p w14:paraId="77BC0C2A" w14:textId="77777777" w:rsidR="00E8465A" w:rsidRDefault="00E0544E" w:rsidP="00E0544E">
      <w:r w:rsidRPr="007818BD">
        <w:t>Et tout en parlant</w:t>
      </w:r>
      <w:r w:rsidR="00E8465A">
        <w:t xml:space="preserve">, </w:t>
      </w:r>
      <w:r w:rsidRPr="007818BD">
        <w:t>le tyran ouvrait et refermait les deux mains</w:t>
      </w:r>
      <w:r w:rsidR="00E8465A">
        <w:t xml:space="preserve">, </w:t>
      </w:r>
      <w:r w:rsidRPr="007818BD">
        <w:t>comme s</w:t>
      </w:r>
      <w:r w:rsidR="00E8465A">
        <w:t>’</w:t>
      </w:r>
      <w:r w:rsidRPr="007818BD">
        <w:t>il tenait déjà entre ses serres la vie des auteurs</w:t>
      </w:r>
      <w:r w:rsidR="00E8465A">
        <w:t xml:space="preserve"> ; </w:t>
      </w:r>
      <w:r w:rsidRPr="007818BD">
        <w:t xml:space="preserve">et ses traits étaient contractés par une de ces </w:t>
      </w:r>
      <w:r w:rsidRPr="007818BD">
        <w:lastRenderedPageBreak/>
        <w:t>contorsions spa</w:t>
      </w:r>
      <w:r w:rsidRPr="007818BD">
        <w:t>s</w:t>
      </w:r>
      <w:r w:rsidRPr="007818BD">
        <w:t>modiques auxquelles il était sujet et qui paraissaient épilept</w:t>
      </w:r>
      <w:r w:rsidRPr="007818BD">
        <w:t>i</w:t>
      </w:r>
      <w:r w:rsidRPr="007818BD">
        <w:t>ques</w:t>
      </w:r>
      <w:r w:rsidR="00E8465A">
        <w:t>.</w:t>
      </w:r>
    </w:p>
    <w:p w14:paraId="171AEA58" w14:textId="77777777" w:rsidR="00E8465A" w:rsidRDefault="00E8465A" w:rsidP="00E0544E">
      <w:r>
        <w:t>« </w:t>
      </w:r>
      <w:r w:rsidR="00E0544E" w:rsidRPr="007818BD">
        <w:t>Citoyen</w:t>
      </w:r>
      <w:r>
        <w:t xml:space="preserve"> ! </w:t>
      </w:r>
      <w:r w:rsidR="00E0544E" w:rsidRPr="007818BD">
        <w:t>je crois en tenir un</w:t>
      </w:r>
      <w:r>
        <w:t xml:space="preserve">. </w:t>
      </w:r>
      <w:r w:rsidR="00E0544E" w:rsidRPr="007818BD">
        <w:t>Tu dois savoir que parmi les mécontents est le peintre Nicot</w:t>
      </w:r>
      <w:r>
        <w:t> ?</w:t>
      </w:r>
    </w:p>
    <w:p w14:paraId="630444A1" w14:textId="77777777" w:rsidR="00E8465A" w:rsidRDefault="00E8465A" w:rsidP="00E0544E">
      <w:r>
        <w:t>— </w:t>
      </w:r>
      <w:r w:rsidR="00E0544E" w:rsidRPr="007818BD">
        <w:t>Attends</w:t>
      </w:r>
      <w:r>
        <w:t xml:space="preserve">, </w:t>
      </w:r>
      <w:r w:rsidR="00E0544E" w:rsidRPr="007818BD">
        <w:t>attends</w:t>
      </w:r>
      <w:r>
        <w:t> ! »</w:t>
      </w:r>
      <w:r w:rsidR="00E0544E" w:rsidRPr="007818BD">
        <w:t xml:space="preserve"> dit Robespierre en ouvrant un livre manuscrit relié en m</w:t>
      </w:r>
      <w:r w:rsidR="00E0544E" w:rsidRPr="007818BD">
        <w:t>a</w:t>
      </w:r>
      <w:r w:rsidR="00E0544E" w:rsidRPr="007818BD">
        <w:t>roquin rouge</w:t>
      </w:r>
      <w:r>
        <w:t xml:space="preserve"> (</w:t>
      </w:r>
      <w:r w:rsidR="00E0544E" w:rsidRPr="007818BD">
        <w:t>car Robespierre était précis et méthodique</w:t>
      </w:r>
      <w:r>
        <w:t xml:space="preserve">, </w:t>
      </w:r>
      <w:r w:rsidR="00E0544E" w:rsidRPr="007818BD">
        <w:t>même dans ses listes fat</w:t>
      </w:r>
      <w:r w:rsidR="00E0544E" w:rsidRPr="007818BD">
        <w:t>a</w:t>
      </w:r>
      <w:r w:rsidR="00E0544E" w:rsidRPr="007818BD">
        <w:t>les</w:t>
      </w:r>
      <w:r>
        <w:t>).</w:t>
      </w:r>
    </w:p>
    <w:p w14:paraId="178D4308" w14:textId="77777777" w:rsidR="00E8465A" w:rsidRDefault="00E0544E" w:rsidP="00E0544E">
      <w:r w:rsidRPr="007818BD">
        <w:t>Il consulta une table alphabétique</w:t>
      </w:r>
      <w:r w:rsidR="00E8465A">
        <w:t>.</w:t>
      </w:r>
    </w:p>
    <w:p w14:paraId="47250DD2" w14:textId="6C588315" w:rsidR="00E8465A" w:rsidRDefault="00E8465A" w:rsidP="00E0544E">
      <w:r>
        <w:t>« </w:t>
      </w:r>
      <w:r w:rsidR="00E0544E" w:rsidRPr="007818BD">
        <w:t>Nicot</w:t>
      </w:r>
      <w:r>
        <w:t xml:space="preserve"> ! </w:t>
      </w:r>
      <w:r w:rsidR="00E0544E" w:rsidRPr="007818BD">
        <w:t>Le voici</w:t>
      </w:r>
      <w:r>
        <w:t xml:space="preserve">. </w:t>
      </w:r>
      <w:r w:rsidR="00E0544E" w:rsidRPr="007818BD">
        <w:rPr>
          <w:i/>
          <w:iCs/>
        </w:rPr>
        <w:t>Athée</w:t>
      </w:r>
      <w:r>
        <w:t xml:space="preserve">, </w:t>
      </w:r>
      <w:r w:rsidR="00E0544E" w:rsidRPr="007818BD">
        <w:rPr>
          <w:i/>
          <w:iCs/>
        </w:rPr>
        <w:t>sans-culotte</w:t>
      </w:r>
      <w:r>
        <w:t xml:space="preserve"> (</w:t>
      </w:r>
      <w:r w:rsidR="00E0544E" w:rsidRPr="007818BD">
        <w:t>je hais la mauvaise tenue</w:t>
      </w:r>
      <w:r>
        <w:t xml:space="preserve">), </w:t>
      </w:r>
      <w:r w:rsidR="00E0544E" w:rsidRPr="007818BD">
        <w:rPr>
          <w:i/>
          <w:iCs/>
        </w:rPr>
        <w:t>ami de Hébert</w:t>
      </w:r>
      <w:r>
        <w:t xml:space="preserve">. </w:t>
      </w:r>
      <w:r w:rsidR="00E0544E" w:rsidRPr="007818BD">
        <w:rPr>
          <w:i/>
          <w:iCs/>
        </w:rPr>
        <w:t>Ah</w:t>
      </w:r>
      <w:r>
        <w:rPr>
          <w:i/>
          <w:iCs/>
        </w:rPr>
        <w:t xml:space="preserve"> ! </w:t>
      </w:r>
      <w:r w:rsidR="00E0544E" w:rsidRPr="007818BD">
        <w:rPr>
          <w:i/>
          <w:iCs/>
        </w:rPr>
        <w:t>ah</w:t>
      </w:r>
      <w:r>
        <w:t xml:space="preserve"> ! </w:t>
      </w:r>
      <w:r w:rsidRPr="007818BD">
        <w:t>N</w:t>
      </w:r>
      <w:r>
        <w:t>.</w:t>
      </w:r>
      <w:r w:rsidRPr="007818BD">
        <w:t>B</w:t>
      </w:r>
      <w:r>
        <w:t xml:space="preserve">. </w:t>
      </w:r>
      <w:r w:rsidR="00E0544E" w:rsidRPr="007818BD">
        <w:rPr>
          <w:i/>
          <w:iCs/>
        </w:rPr>
        <w:t>René Dumas connaît tous les détails de sa jeunesse et de ses crimes</w:t>
      </w:r>
      <w:r>
        <w:t xml:space="preserve">… </w:t>
      </w:r>
      <w:r w:rsidR="00E0544E" w:rsidRPr="007818BD">
        <w:t>Continue</w:t>
      </w:r>
      <w:r>
        <w:t>.</w:t>
      </w:r>
    </w:p>
    <w:p w14:paraId="33DF5015" w14:textId="21514DDE" w:rsidR="00E0544E" w:rsidRPr="007818BD" w:rsidRDefault="00E8465A" w:rsidP="00E0544E">
      <w:r>
        <w:t>— </w:t>
      </w:r>
      <w:r w:rsidR="00E0544E" w:rsidRPr="007818BD">
        <w:t>Ce Nicot a été soupçonné d</w:t>
      </w:r>
      <w:r>
        <w:t>’</w:t>
      </w:r>
      <w:r w:rsidR="00E0544E" w:rsidRPr="007818BD">
        <w:t>avoir fait circuler des pa</w:t>
      </w:r>
      <w:r w:rsidR="00E0544E" w:rsidRPr="007818BD">
        <w:t>m</w:t>
      </w:r>
      <w:r w:rsidR="00E0544E" w:rsidRPr="007818BD">
        <w:t xml:space="preserve">phlets et des écrits contre toi et contre le </w:t>
      </w:r>
      <w:r w:rsidR="00E0544E" w:rsidRPr="007818BD">
        <w:rPr>
          <w:i/>
          <w:iCs/>
        </w:rPr>
        <w:t>Comité</w:t>
      </w:r>
      <w:r>
        <w:t xml:space="preserve">. </w:t>
      </w:r>
      <w:r w:rsidR="00E0544E" w:rsidRPr="007818BD">
        <w:t>Hier soir</w:t>
      </w:r>
      <w:r>
        <w:t xml:space="preserve">, </w:t>
      </w:r>
      <w:r w:rsidR="00E0544E" w:rsidRPr="007818BD">
        <w:t>pendant qu</w:t>
      </w:r>
      <w:r>
        <w:t>’</w:t>
      </w:r>
      <w:r w:rsidR="00E0544E" w:rsidRPr="007818BD">
        <w:t>il était sorti</w:t>
      </w:r>
      <w:r>
        <w:t xml:space="preserve">, </w:t>
      </w:r>
      <w:r w:rsidR="00E0544E" w:rsidRPr="007818BD">
        <w:t>son portier me fit entrer dans son a</w:t>
      </w:r>
      <w:r w:rsidR="00E0544E" w:rsidRPr="007818BD">
        <w:t>p</w:t>
      </w:r>
      <w:r w:rsidR="00E0544E" w:rsidRPr="007818BD">
        <w:t>partement</w:t>
      </w:r>
      <w:r>
        <w:t xml:space="preserve">, </w:t>
      </w:r>
      <w:r w:rsidR="00E0544E" w:rsidRPr="007818BD">
        <w:t>rue Beaurepaire</w:t>
      </w:r>
      <w:r>
        <w:t xml:space="preserve">. </w:t>
      </w:r>
      <w:r w:rsidR="00E0544E" w:rsidRPr="007818BD">
        <w:t>Avec mon passe-partout j</w:t>
      </w:r>
      <w:r>
        <w:t>’</w:t>
      </w:r>
      <w:r w:rsidR="00E0544E" w:rsidRPr="007818BD">
        <w:t>ouvris son pupitre</w:t>
      </w:r>
      <w:r>
        <w:t xml:space="preserve">. </w:t>
      </w:r>
      <w:r w:rsidR="00E0544E" w:rsidRPr="007818BD">
        <w:t>J</w:t>
      </w:r>
      <w:r>
        <w:t>’</w:t>
      </w:r>
      <w:r w:rsidR="00E0544E" w:rsidRPr="007818BD">
        <w:t>y trouvai un portrait de toi à la guillotine</w:t>
      </w:r>
      <w:r>
        <w:t xml:space="preserve">, </w:t>
      </w:r>
      <w:r w:rsidR="00E0544E" w:rsidRPr="007818BD">
        <w:t>avec cette inscription</w:t>
      </w:r>
      <w:r>
        <w:t xml:space="preserve"> : </w:t>
      </w:r>
      <w:r w:rsidR="00E0544E" w:rsidRPr="007818BD">
        <w:rPr>
          <w:i/>
          <w:iCs/>
        </w:rPr>
        <w:t>Bourreau de ton pays</w:t>
      </w:r>
      <w:r>
        <w:rPr>
          <w:i/>
          <w:iCs/>
        </w:rPr>
        <w:t xml:space="preserve">, </w:t>
      </w:r>
      <w:r w:rsidR="00E0544E" w:rsidRPr="007818BD">
        <w:rPr>
          <w:i/>
          <w:iCs/>
        </w:rPr>
        <w:t>lis l</w:t>
      </w:r>
      <w:r>
        <w:rPr>
          <w:i/>
          <w:iCs/>
        </w:rPr>
        <w:t>’</w:t>
      </w:r>
      <w:r w:rsidR="00E0544E" w:rsidRPr="007818BD">
        <w:rPr>
          <w:i/>
          <w:iCs/>
        </w:rPr>
        <w:t>arrêt de ton ch</w:t>
      </w:r>
      <w:r w:rsidR="00E0544E" w:rsidRPr="007818BD">
        <w:rPr>
          <w:i/>
          <w:iCs/>
        </w:rPr>
        <w:t>â</w:t>
      </w:r>
      <w:r w:rsidR="00E0544E" w:rsidRPr="007818BD">
        <w:rPr>
          <w:i/>
          <w:iCs/>
        </w:rPr>
        <w:t>timent</w:t>
      </w:r>
      <w:r>
        <w:t xml:space="preserve"> ! </w:t>
      </w:r>
      <w:r w:rsidR="00E0544E" w:rsidRPr="007818BD">
        <w:t>Je comparai l</w:t>
      </w:r>
      <w:r>
        <w:t>’</w:t>
      </w:r>
      <w:r w:rsidR="00E0544E" w:rsidRPr="007818BD">
        <w:t>écriture avec celle de divers fra</w:t>
      </w:r>
      <w:r w:rsidR="00E0544E" w:rsidRPr="007818BD">
        <w:t>g</w:t>
      </w:r>
      <w:r w:rsidR="00E0544E" w:rsidRPr="007818BD">
        <w:t>ments de lettres que tu m</w:t>
      </w:r>
      <w:r>
        <w:t>’</w:t>
      </w:r>
      <w:r w:rsidR="00E0544E" w:rsidRPr="007818BD">
        <w:t>as donnés</w:t>
      </w:r>
      <w:r>
        <w:t xml:space="preserve"> : </w:t>
      </w:r>
      <w:r w:rsidR="00E0544E" w:rsidRPr="007818BD">
        <w:t>elle est identique</w:t>
      </w:r>
      <w:r>
        <w:t xml:space="preserve">. </w:t>
      </w:r>
      <w:r w:rsidR="00E0544E" w:rsidRPr="007818BD">
        <w:t>Vois</w:t>
      </w:r>
      <w:r>
        <w:t xml:space="preserve"> ! </w:t>
      </w:r>
      <w:r w:rsidR="00E0544E" w:rsidRPr="007818BD">
        <w:t>j</w:t>
      </w:r>
      <w:r>
        <w:t>’</w:t>
      </w:r>
      <w:r w:rsidR="00E0544E" w:rsidRPr="007818BD">
        <w:t>ai arraché l</w:t>
      </w:r>
      <w:r>
        <w:t>’</w:t>
      </w:r>
      <w:r w:rsidR="00E0544E" w:rsidRPr="007818BD">
        <w:t>inscription</w:t>
      </w:r>
      <w:r>
        <w:t>. »</w:t>
      </w:r>
    </w:p>
    <w:p w14:paraId="7A12EB1F" w14:textId="77777777" w:rsidR="00E8465A" w:rsidRDefault="00E0544E" w:rsidP="00E0544E">
      <w:r w:rsidRPr="007818BD">
        <w:t>Robespierre regarda</w:t>
      </w:r>
      <w:r w:rsidR="00E8465A">
        <w:t xml:space="preserve">, </w:t>
      </w:r>
      <w:r w:rsidRPr="007818BD">
        <w:t>sourit</w:t>
      </w:r>
      <w:r w:rsidR="00E8465A">
        <w:t xml:space="preserve">, </w:t>
      </w:r>
      <w:r w:rsidRPr="007818BD">
        <w:t>et</w:t>
      </w:r>
      <w:r w:rsidR="00E8465A">
        <w:t xml:space="preserve">, </w:t>
      </w:r>
      <w:r w:rsidRPr="007818BD">
        <w:t>comme si sa vengeance était déjà satisfaite</w:t>
      </w:r>
      <w:r w:rsidR="00E8465A">
        <w:t xml:space="preserve">, </w:t>
      </w:r>
      <w:r w:rsidRPr="007818BD">
        <w:t>se jeta dans son fauteuil</w:t>
      </w:r>
      <w:r w:rsidR="00E8465A">
        <w:t>.</w:t>
      </w:r>
    </w:p>
    <w:p w14:paraId="31234039" w14:textId="77777777" w:rsidR="00E8465A" w:rsidRDefault="00E8465A" w:rsidP="00E0544E">
      <w:r>
        <w:t>« </w:t>
      </w:r>
      <w:r w:rsidR="00E0544E" w:rsidRPr="007818BD">
        <w:t>C</w:t>
      </w:r>
      <w:r>
        <w:t>’</w:t>
      </w:r>
      <w:r w:rsidR="00E0544E" w:rsidRPr="007818BD">
        <w:t>est bien</w:t>
      </w:r>
      <w:r>
        <w:t xml:space="preserve"> ; </w:t>
      </w:r>
      <w:r w:rsidR="00E0544E" w:rsidRPr="007818BD">
        <w:t>je craignais que ce ne fût quelque ennemi plus dangereux</w:t>
      </w:r>
      <w:r>
        <w:t xml:space="preserve"> : </w:t>
      </w:r>
      <w:r w:rsidR="00E0544E" w:rsidRPr="007818BD">
        <w:t>qu</w:t>
      </w:r>
      <w:r>
        <w:t>’</w:t>
      </w:r>
      <w:r w:rsidR="00E0544E" w:rsidRPr="007818BD">
        <w:t>on l</w:t>
      </w:r>
      <w:r>
        <w:t>’</w:t>
      </w:r>
      <w:r w:rsidR="00E0544E" w:rsidRPr="007818BD">
        <w:t>arrête sur le-champ</w:t>
      </w:r>
      <w:r>
        <w:t>.</w:t>
      </w:r>
    </w:p>
    <w:p w14:paraId="7A4A796A" w14:textId="77777777" w:rsidR="00E8465A" w:rsidRDefault="00E8465A" w:rsidP="00E0544E">
      <w:r>
        <w:t>— </w:t>
      </w:r>
      <w:r w:rsidR="00E0544E" w:rsidRPr="007818BD">
        <w:t>Il attend en bas</w:t>
      </w:r>
      <w:r>
        <w:t xml:space="preserve"> : </w:t>
      </w:r>
      <w:r w:rsidR="00E0544E" w:rsidRPr="007818BD">
        <w:t>je l</w:t>
      </w:r>
      <w:r>
        <w:t>’</w:t>
      </w:r>
      <w:r w:rsidR="00E0544E" w:rsidRPr="007818BD">
        <w:t>ai coudoyé en montant</w:t>
      </w:r>
      <w:r>
        <w:t>.</w:t>
      </w:r>
    </w:p>
    <w:p w14:paraId="2C7CD84D" w14:textId="3063A8AB" w:rsidR="00E0544E" w:rsidRPr="007818BD" w:rsidRDefault="00E8465A" w:rsidP="00E0544E">
      <w:r>
        <w:t>— </w:t>
      </w:r>
      <w:r w:rsidR="00E0544E" w:rsidRPr="007818BD">
        <w:t>Vraiment</w:t>
      </w:r>
      <w:r>
        <w:t xml:space="preserve"> ? </w:t>
      </w:r>
      <w:r w:rsidR="00E0544E" w:rsidRPr="007818BD">
        <w:t>Fais-le monter</w:t>
      </w:r>
      <w:r>
        <w:t xml:space="preserve">. </w:t>
      </w:r>
      <w:r w:rsidR="00E0544E" w:rsidRPr="007818BD">
        <w:t>Attends</w:t>
      </w:r>
      <w:r>
        <w:t xml:space="preserve">, </w:t>
      </w:r>
      <w:r w:rsidR="00E0544E" w:rsidRPr="007818BD">
        <w:t>attends</w:t>
      </w:r>
      <w:r>
        <w:t xml:space="preserve"> ! </w:t>
      </w:r>
      <w:r w:rsidR="00E0544E" w:rsidRPr="007818BD">
        <w:t>Guérin</w:t>
      </w:r>
      <w:r>
        <w:t xml:space="preserve">, </w:t>
      </w:r>
      <w:r w:rsidR="00E0544E" w:rsidRPr="007818BD">
        <w:t>r</w:t>
      </w:r>
      <w:r w:rsidR="00E0544E" w:rsidRPr="007818BD">
        <w:t>e</w:t>
      </w:r>
      <w:r w:rsidR="00E0544E" w:rsidRPr="007818BD">
        <w:t>tire-toi dans l</w:t>
      </w:r>
      <w:r>
        <w:t>’</w:t>
      </w:r>
      <w:r w:rsidR="00E0544E" w:rsidRPr="007818BD">
        <w:t>autre pi</w:t>
      </w:r>
      <w:r w:rsidR="00E0544E" w:rsidRPr="007818BD">
        <w:t>è</w:t>
      </w:r>
      <w:r w:rsidR="00E0544E" w:rsidRPr="007818BD">
        <w:t>ce jusqu</w:t>
      </w:r>
      <w:r>
        <w:t>’</w:t>
      </w:r>
      <w:r w:rsidR="00E0544E" w:rsidRPr="007818BD">
        <w:t>à ce que je t</w:t>
      </w:r>
      <w:r>
        <w:t>’</w:t>
      </w:r>
      <w:r w:rsidR="00E0544E" w:rsidRPr="007818BD">
        <w:t>appelle</w:t>
      </w:r>
      <w:r>
        <w:t xml:space="preserve">. </w:t>
      </w:r>
      <w:r w:rsidR="00E0544E" w:rsidRPr="007818BD">
        <w:t xml:space="preserve">Mon </w:t>
      </w:r>
      <w:r w:rsidR="00E0544E" w:rsidRPr="007818BD">
        <w:lastRenderedPageBreak/>
        <w:t xml:space="preserve">cher </w:t>
      </w:r>
      <w:proofErr w:type="spellStart"/>
      <w:r w:rsidR="00E0544E" w:rsidRPr="007818BD">
        <w:t>Payan</w:t>
      </w:r>
      <w:proofErr w:type="spellEnd"/>
      <w:r>
        <w:t xml:space="preserve">, </w:t>
      </w:r>
      <w:r w:rsidR="00E0544E" w:rsidRPr="007818BD">
        <w:t>assure-toi que ce Nicot ne cache point d</w:t>
      </w:r>
      <w:r>
        <w:t>’</w:t>
      </w:r>
      <w:r w:rsidR="00E0544E" w:rsidRPr="007818BD">
        <w:t>armes sur lui</w:t>
      </w:r>
      <w:r>
        <w:t>. »</w:t>
      </w:r>
    </w:p>
    <w:p w14:paraId="05760D7E" w14:textId="77777777" w:rsidR="00E8465A" w:rsidRDefault="00E0544E" w:rsidP="00E0544E">
      <w:proofErr w:type="spellStart"/>
      <w:r w:rsidRPr="007818BD">
        <w:t>Payan</w:t>
      </w:r>
      <w:proofErr w:type="spellEnd"/>
      <w:r w:rsidR="00E8465A">
        <w:t xml:space="preserve">, </w:t>
      </w:r>
      <w:r w:rsidRPr="007818BD">
        <w:t>qui était aussi brave que Robespierre était lâche</w:t>
      </w:r>
      <w:r w:rsidR="00E8465A">
        <w:t xml:space="preserve">, </w:t>
      </w:r>
      <w:r w:rsidRPr="007818BD">
        <w:t>réprima le sourire de d</w:t>
      </w:r>
      <w:r w:rsidRPr="007818BD">
        <w:t>é</w:t>
      </w:r>
      <w:r w:rsidRPr="007818BD">
        <w:t>dain qui faisait trembler sa lèvre</w:t>
      </w:r>
      <w:r w:rsidR="00E8465A">
        <w:t xml:space="preserve">, </w:t>
      </w:r>
      <w:r w:rsidRPr="007818BD">
        <w:t>et quitta la chambre</w:t>
      </w:r>
      <w:r w:rsidR="00E8465A">
        <w:t>.</w:t>
      </w:r>
    </w:p>
    <w:p w14:paraId="47927A78" w14:textId="77777777" w:rsidR="00E8465A" w:rsidRDefault="00E0544E" w:rsidP="00E0544E">
      <w:r w:rsidRPr="007818BD">
        <w:t>Cependant Robespierre</w:t>
      </w:r>
      <w:r w:rsidR="00E8465A">
        <w:t xml:space="preserve">, </w:t>
      </w:r>
      <w:r w:rsidRPr="007818BD">
        <w:t>la tête penchée sur sa poitrine</w:t>
      </w:r>
      <w:r w:rsidR="00E8465A">
        <w:t xml:space="preserve">, </w:t>
      </w:r>
      <w:r w:rsidRPr="007818BD">
        <w:t>semblait plongé dans une méditation profonde</w:t>
      </w:r>
      <w:r w:rsidR="00E8465A">
        <w:t>.</w:t>
      </w:r>
    </w:p>
    <w:p w14:paraId="644207A9" w14:textId="77777777" w:rsidR="00E8465A" w:rsidRDefault="00E8465A" w:rsidP="00E0544E">
      <w:r>
        <w:t>« </w:t>
      </w:r>
      <w:r w:rsidR="00E0544E" w:rsidRPr="007818BD">
        <w:t>La vie est bien triste</w:t>
      </w:r>
      <w:r>
        <w:t xml:space="preserve">, </w:t>
      </w:r>
      <w:r w:rsidR="00E0544E" w:rsidRPr="007818BD">
        <w:t>Couthon</w:t>
      </w:r>
      <w:r>
        <w:t xml:space="preserve">, </w:t>
      </w:r>
      <w:r w:rsidR="00E0544E" w:rsidRPr="007818BD">
        <w:t>dit-il tout à coup</w:t>
      </w:r>
      <w:r>
        <w:t>.</w:t>
      </w:r>
    </w:p>
    <w:p w14:paraId="53B5BB2F" w14:textId="77777777" w:rsidR="00E8465A" w:rsidRDefault="00E8465A" w:rsidP="00E0544E">
      <w:r>
        <w:t>— </w:t>
      </w:r>
      <w:r w:rsidR="00E0544E" w:rsidRPr="007818BD">
        <w:t>Ne t</w:t>
      </w:r>
      <w:r>
        <w:t>’</w:t>
      </w:r>
      <w:r w:rsidR="00E0544E" w:rsidRPr="007818BD">
        <w:t>en déplaise</w:t>
      </w:r>
      <w:r>
        <w:t xml:space="preserve">, </w:t>
      </w:r>
      <w:r w:rsidR="00E0544E" w:rsidRPr="007818BD">
        <w:t>citoyen</w:t>
      </w:r>
      <w:r>
        <w:t xml:space="preserve">, </w:t>
      </w:r>
      <w:r w:rsidR="00E0544E" w:rsidRPr="007818BD">
        <w:t>la mort me paraît plus triste e</w:t>
      </w:r>
      <w:r w:rsidR="00E0544E" w:rsidRPr="007818BD">
        <w:t>n</w:t>
      </w:r>
      <w:r w:rsidR="00E0544E" w:rsidRPr="007818BD">
        <w:t>core</w:t>
      </w:r>
      <w:r>
        <w:t>, »</w:t>
      </w:r>
      <w:r w:rsidR="00E0544E" w:rsidRPr="007818BD">
        <w:t xml:space="preserve"> reprit doucement le philanthrope</w:t>
      </w:r>
      <w:r>
        <w:t>.</w:t>
      </w:r>
    </w:p>
    <w:p w14:paraId="4DC17809" w14:textId="77777777" w:rsidR="00E8465A" w:rsidRDefault="00E0544E" w:rsidP="00E0544E">
      <w:r w:rsidRPr="007818BD">
        <w:t>Sans répondre</w:t>
      </w:r>
      <w:r w:rsidR="00E8465A">
        <w:t xml:space="preserve">, </w:t>
      </w:r>
      <w:r w:rsidRPr="007818BD">
        <w:t>Robespierre tira de son portefeuille la si</w:t>
      </w:r>
      <w:r w:rsidRPr="007818BD">
        <w:t>n</w:t>
      </w:r>
      <w:r w:rsidRPr="007818BD">
        <w:t>gulière lettre qu</w:t>
      </w:r>
      <w:r w:rsidR="00E8465A">
        <w:t>’</w:t>
      </w:r>
      <w:r w:rsidRPr="007818BD">
        <w:t>on r</w:t>
      </w:r>
      <w:r w:rsidRPr="007818BD">
        <w:t>e</w:t>
      </w:r>
      <w:r w:rsidRPr="007818BD">
        <w:t>trouva plus tard dans ses papiers</w:t>
      </w:r>
      <w:r w:rsidR="00E8465A">
        <w:t xml:space="preserve">, </w:t>
      </w:r>
      <w:r w:rsidRPr="007818BD">
        <w:t>et qui</w:t>
      </w:r>
      <w:r w:rsidR="00E8465A">
        <w:t xml:space="preserve">, </w:t>
      </w:r>
      <w:r w:rsidRPr="007818BD">
        <w:t>dans la collection imprimée</w:t>
      </w:r>
      <w:r w:rsidR="00E8465A">
        <w:t xml:space="preserve">, </w:t>
      </w:r>
      <w:r w:rsidRPr="007818BD">
        <w:t xml:space="preserve">porte le </w:t>
      </w:r>
      <w:proofErr w:type="spellStart"/>
      <w:r w:rsidRPr="007818BD">
        <w:t>n°LXI</w:t>
      </w:r>
      <w:proofErr w:type="spellEnd"/>
      <w:r w:rsidR="00E8465A">
        <w:t>.</w:t>
      </w:r>
    </w:p>
    <w:p w14:paraId="74CC4888" w14:textId="77777777" w:rsidR="00E8465A" w:rsidRDefault="00E0544E" w:rsidP="00E0544E">
      <w:r w:rsidRPr="007818BD">
        <w:t>Elle commençait ainsi</w:t>
      </w:r>
      <w:r w:rsidR="00E8465A">
        <w:t> :</w:t>
      </w:r>
    </w:p>
    <w:p w14:paraId="2123FAF6" w14:textId="1226C7D1" w:rsidR="00E0544E" w:rsidRPr="007818BD" w:rsidRDefault="00E8465A" w:rsidP="00E0544E">
      <w:r>
        <w:t>« </w:t>
      </w:r>
      <w:r w:rsidR="00E0544E" w:rsidRPr="007818BD">
        <w:t>Vous êtes sans doute inquiet de n</w:t>
      </w:r>
      <w:r>
        <w:t>’</w:t>
      </w:r>
      <w:r w:rsidR="00E0544E" w:rsidRPr="007818BD">
        <w:t>avoir pas plus tôt reçu de mes nouvelles</w:t>
      </w:r>
      <w:r>
        <w:t xml:space="preserve">. </w:t>
      </w:r>
      <w:r w:rsidR="00E0544E" w:rsidRPr="007818BD">
        <w:t>Ne vous tourmentez pas</w:t>
      </w:r>
      <w:r>
        <w:t xml:space="preserve"> : </w:t>
      </w:r>
      <w:r w:rsidR="00E0544E" w:rsidRPr="007818BD">
        <w:t>vous savez que je ne dois répondre que par notre courrier ordinaire</w:t>
      </w:r>
      <w:r>
        <w:t xml:space="preserve"> ; </w:t>
      </w:r>
      <w:r w:rsidR="00E0544E" w:rsidRPr="007818BD">
        <w:t>il a été inte</w:t>
      </w:r>
      <w:r w:rsidR="00E0544E" w:rsidRPr="007818BD">
        <w:t>r</w:t>
      </w:r>
      <w:r w:rsidR="00E0544E" w:rsidRPr="007818BD">
        <w:t>rompu dans sa dernière course</w:t>
      </w:r>
      <w:r>
        <w:t xml:space="preserve">, </w:t>
      </w:r>
      <w:r w:rsidR="00E0544E" w:rsidRPr="007818BD">
        <w:t>et c</w:t>
      </w:r>
      <w:r>
        <w:t>’</w:t>
      </w:r>
      <w:r w:rsidR="00E0544E" w:rsidRPr="007818BD">
        <w:t>est là la cause de ce retard</w:t>
      </w:r>
      <w:r>
        <w:t xml:space="preserve">. </w:t>
      </w:r>
      <w:r w:rsidR="00E0544E" w:rsidRPr="007818BD">
        <w:t>Quand vous recevrez ces lignes</w:t>
      </w:r>
      <w:r>
        <w:t xml:space="preserve">, </w:t>
      </w:r>
      <w:r w:rsidR="00E0544E" w:rsidRPr="007818BD">
        <w:t>hâtez-vous de fuir du théâtre où vous allez pour la dernière fois paraître et disparaître</w:t>
      </w:r>
      <w:r>
        <w:t xml:space="preserve">. </w:t>
      </w:r>
      <w:r w:rsidR="00E0544E" w:rsidRPr="007818BD">
        <w:t>Il serait inutile de vous rappeler toutes les ra</w:t>
      </w:r>
      <w:r w:rsidR="00E0544E" w:rsidRPr="007818BD">
        <w:t>i</w:t>
      </w:r>
      <w:r w:rsidR="00E0544E" w:rsidRPr="007818BD">
        <w:t>sons qui vous exposent au péril</w:t>
      </w:r>
      <w:r>
        <w:t xml:space="preserve">. </w:t>
      </w:r>
      <w:r w:rsidR="00E0544E" w:rsidRPr="007818BD">
        <w:t>Le dernier pas qui devrait vous placer sur le fauteuil de la présidence vous conduira à l</w:t>
      </w:r>
      <w:r>
        <w:t>’</w:t>
      </w:r>
      <w:r w:rsidR="00E0544E" w:rsidRPr="007818BD">
        <w:t>échafaud</w:t>
      </w:r>
      <w:r>
        <w:t xml:space="preserve">, </w:t>
      </w:r>
      <w:r w:rsidR="00E0544E" w:rsidRPr="007818BD">
        <w:t>et la foule vous crachera au visage</w:t>
      </w:r>
      <w:r>
        <w:t xml:space="preserve">, </w:t>
      </w:r>
      <w:r w:rsidR="00E0544E" w:rsidRPr="007818BD">
        <w:t>comme elle l</w:t>
      </w:r>
      <w:r>
        <w:t>’</w:t>
      </w:r>
      <w:r w:rsidR="00E0544E" w:rsidRPr="007818BD">
        <w:t>a fait au visage de ceux que vous avez j</w:t>
      </w:r>
      <w:r w:rsidR="00E0544E" w:rsidRPr="007818BD">
        <w:t>u</w:t>
      </w:r>
      <w:r w:rsidR="00E0544E" w:rsidRPr="007818BD">
        <w:t>gés</w:t>
      </w:r>
      <w:r>
        <w:t xml:space="preserve">. </w:t>
      </w:r>
      <w:r w:rsidR="00E0544E" w:rsidRPr="007818BD">
        <w:t>Puis donc que vous avez accumulé ici des trésors suffisants pour vivre</w:t>
      </w:r>
      <w:r>
        <w:t xml:space="preserve">, </w:t>
      </w:r>
      <w:r w:rsidR="00E0544E" w:rsidRPr="007818BD">
        <w:t>je vous attends avec grande impatience pour rire avec vous du rôle que vous avez joué dans les agitations d</w:t>
      </w:r>
      <w:r>
        <w:t>’</w:t>
      </w:r>
      <w:r w:rsidR="00E0544E" w:rsidRPr="007818BD">
        <w:t>un peuple aussi crédule qu</w:t>
      </w:r>
      <w:r>
        <w:t>’</w:t>
      </w:r>
      <w:r w:rsidR="00E0544E" w:rsidRPr="007818BD">
        <w:t xml:space="preserve">avide de </w:t>
      </w:r>
      <w:r w:rsidR="00E0544E" w:rsidRPr="007818BD">
        <w:lastRenderedPageBreak/>
        <w:t>nouveauté</w:t>
      </w:r>
      <w:r>
        <w:t xml:space="preserve">. </w:t>
      </w:r>
      <w:r w:rsidR="00E0544E" w:rsidRPr="007818BD">
        <w:t>Prenez le parti convenu entre nous</w:t>
      </w:r>
      <w:r>
        <w:t xml:space="preserve"> : </w:t>
      </w:r>
      <w:r w:rsidR="00E0544E" w:rsidRPr="007818BD">
        <w:t>tout est préparé</w:t>
      </w:r>
      <w:r>
        <w:t xml:space="preserve">. </w:t>
      </w:r>
      <w:r w:rsidR="00E0544E" w:rsidRPr="007818BD">
        <w:t>Je ferme</w:t>
      </w:r>
      <w:r>
        <w:t xml:space="preserve"> ; </w:t>
      </w:r>
      <w:r w:rsidR="00E0544E" w:rsidRPr="007818BD">
        <w:t>notre courrier part</w:t>
      </w:r>
      <w:r>
        <w:t xml:space="preserve">. </w:t>
      </w:r>
      <w:r w:rsidR="00E0544E" w:rsidRPr="007818BD">
        <w:t>J</w:t>
      </w:r>
      <w:r>
        <w:t>’</w:t>
      </w:r>
      <w:r w:rsidR="00E0544E" w:rsidRPr="007818BD">
        <w:t>attends votre réponse</w:t>
      </w:r>
      <w:r>
        <w:t>. »</w:t>
      </w:r>
    </w:p>
    <w:p w14:paraId="26934A4D" w14:textId="77777777" w:rsidR="00E8465A" w:rsidRDefault="00E0544E" w:rsidP="00E0544E">
      <w:r w:rsidRPr="007818BD">
        <w:t>Lentement et d</w:t>
      </w:r>
      <w:r w:rsidR="00E8465A">
        <w:t>’</w:t>
      </w:r>
      <w:r w:rsidRPr="007818BD">
        <w:t>un air rêveur le dictateur lut le contenu de cette lettre</w:t>
      </w:r>
      <w:r w:rsidR="00E8465A">
        <w:t>.</w:t>
      </w:r>
    </w:p>
    <w:p w14:paraId="72852875" w14:textId="5C077EAB" w:rsidR="00E0544E" w:rsidRPr="007818BD" w:rsidRDefault="00E8465A" w:rsidP="00E0544E">
      <w:r>
        <w:t>« </w:t>
      </w:r>
      <w:r w:rsidR="00E0544E" w:rsidRPr="007818BD">
        <w:t>Non</w:t>
      </w:r>
      <w:r>
        <w:t xml:space="preserve"> ! </w:t>
      </w:r>
      <w:r w:rsidR="00E0544E" w:rsidRPr="007818BD">
        <w:t>se dit-il à lui-même</w:t>
      </w:r>
      <w:r>
        <w:t xml:space="preserve">, </w:t>
      </w:r>
      <w:r w:rsidR="00E0544E" w:rsidRPr="007818BD">
        <w:t>non</w:t>
      </w:r>
      <w:r>
        <w:t xml:space="preserve"> ! </w:t>
      </w:r>
      <w:r w:rsidR="00E0544E" w:rsidRPr="007818BD">
        <w:t>celui qui a une fois goûté le pouvoir ne peut plus jouir du repos</w:t>
      </w:r>
      <w:r>
        <w:t xml:space="preserve">. </w:t>
      </w:r>
      <w:r w:rsidR="00E0544E" w:rsidRPr="007818BD">
        <w:t>Danton</w:t>
      </w:r>
      <w:r>
        <w:t xml:space="preserve"> ! </w:t>
      </w:r>
      <w:r w:rsidR="00E0544E" w:rsidRPr="007818BD">
        <w:t>Danton</w:t>
      </w:r>
      <w:r>
        <w:t xml:space="preserve"> ! </w:t>
      </w:r>
      <w:r w:rsidR="00E0544E" w:rsidRPr="007818BD">
        <w:t>tu avais pourtant raison</w:t>
      </w:r>
      <w:r>
        <w:t xml:space="preserve"> ; </w:t>
      </w:r>
      <w:r w:rsidR="00E0544E" w:rsidRPr="007818BD">
        <w:t>il vaudrait mieux être un pauvre pêcheur que de gouverner les hommes</w:t>
      </w:r>
      <w:r>
        <w:t>. »</w:t>
      </w:r>
    </w:p>
    <w:p w14:paraId="4E2977EF" w14:textId="77777777" w:rsidR="00E8465A" w:rsidRDefault="00E0544E" w:rsidP="00E0544E">
      <w:r w:rsidRPr="007818BD">
        <w:t>La porte s</w:t>
      </w:r>
      <w:r w:rsidR="00E8465A">
        <w:t>’</w:t>
      </w:r>
      <w:r w:rsidRPr="007818BD">
        <w:t>ouvrit</w:t>
      </w:r>
      <w:r w:rsidR="00E8465A">
        <w:t xml:space="preserve">, </w:t>
      </w:r>
      <w:proofErr w:type="spellStart"/>
      <w:r w:rsidRPr="007818BD">
        <w:t>Payan</w:t>
      </w:r>
      <w:proofErr w:type="spellEnd"/>
      <w:r w:rsidRPr="007818BD">
        <w:t xml:space="preserve"> reparut</w:t>
      </w:r>
      <w:r w:rsidR="00E8465A">
        <w:t xml:space="preserve">, </w:t>
      </w:r>
      <w:r w:rsidRPr="007818BD">
        <w:t>et dit tout bas à Robe</w:t>
      </w:r>
      <w:r w:rsidRPr="007818BD">
        <w:t>s</w:t>
      </w:r>
      <w:r w:rsidRPr="007818BD">
        <w:t>pierre</w:t>
      </w:r>
      <w:r w:rsidR="00E8465A">
        <w:t> :</w:t>
      </w:r>
    </w:p>
    <w:p w14:paraId="0C2DDC67" w14:textId="7B964030" w:rsidR="00E0544E" w:rsidRPr="007818BD" w:rsidRDefault="00E8465A" w:rsidP="00E0544E">
      <w:r>
        <w:t>« </w:t>
      </w:r>
      <w:r w:rsidR="00E0544E" w:rsidRPr="007818BD">
        <w:t>Nul danger</w:t>
      </w:r>
      <w:r>
        <w:t xml:space="preserve"> ! </w:t>
      </w:r>
      <w:r w:rsidR="00E0544E" w:rsidRPr="007818BD">
        <w:t>Tu peux voir l</w:t>
      </w:r>
      <w:r>
        <w:t>’</w:t>
      </w:r>
      <w:r w:rsidR="00E0544E" w:rsidRPr="007818BD">
        <w:t>homme</w:t>
      </w:r>
      <w:r>
        <w:t>. »</w:t>
      </w:r>
    </w:p>
    <w:p w14:paraId="79BE7953" w14:textId="77777777" w:rsidR="00E8465A" w:rsidRDefault="00E0544E" w:rsidP="00E0544E">
      <w:r w:rsidRPr="007818BD">
        <w:t>Le dictateur se rassura</w:t>
      </w:r>
      <w:r w:rsidR="00E8465A">
        <w:t xml:space="preserve">, </w:t>
      </w:r>
      <w:r w:rsidRPr="007818BD">
        <w:t>donna ordre à son jacobin d</w:t>
      </w:r>
      <w:r w:rsidR="00E8465A">
        <w:t>’</w:t>
      </w:r>
      <w:r w:rsidRPr="007818BD">
        <w:t>introduire Nicot</w:t>
      </w:r>
      <w:r w:rsidR="00E8465A">
        <w:t xml:space="preserve">. </w:t>
      </w:r>
      <w:r w:rsidRPr="007818BD">
        <w:t>Le peintre entra avec une expression de ca</w:t>
      </w:r>
      <w:r w:rsidRPr="007818BD">
        <w:t>l</w:t>
      </w:r>
      <w:r w:rsidRPr="007818BD">
        <w:t>me sur ses traits difformes</w:t>
      </w:r>
      <w:r w:rsidR="00E8465A">
        <w:t xml:space="preserve">, </w:t>
      </w:r>
      <w:r w:rsidRPr="007818BD">
        <w:t>et se tint droit devant Robespierre</w:t>
      </w:r>
      <w:r w:rsidR="00E8465A">
        <w:t xml:space="preserve">, </w:t>
      </w:r>
      <w:r w:rsidRPr="007818BD">
        <w:t>qui l</w:t>
      </w:r>
      <w:r w:rsidR="00E8465A">
        <w:t>’</w:t>
      </w:r>
      <w:r w:rsidRPr="007818BD">
        <w:t>examina d</w:t>
      </w:r>
      <w:r w:rsidR="00E8465A">
        <w:t>’</w:t>
      </w:r>
      <w:r w:rsidRPr="007818BD">
        <w:t>un regard oblique</w:t>
      </w:r>
      <w:r w:rsidR="00E8465A">
        <w:t>.</w:t>
      </w:r>
    </w:p>
    <w:p w14:paraId="33760CDD" w14:textId="77777777" w:rsidR="00E8465A" w:rsidRDefault="00E0544E" w:rsidP="00E0544E">
      <w:r w:rsidRPr="007818BD">
        <w:t>Il est remarquable que les principaux personnages de la Révolution étaient d</w:t>
      </w:r>
      <w:r w:rsidR="00E8465A">
        <w:t>’</w:t>
      </w:r>
      <w:r w:rsidRPr="007818BD">
        <w:t>une laideur prodigieuse</w:t>
      </w:r>
      <w:r w:rsidR="00E8465A">
        <w:t xml:space="preserve">, </w:t>
      </w:r>
      <w:r w:rsidRPr="007818BD">
        <w:t>depuis les rudes colosses de Mirabeau et de Danton</w:t>
      </w:r>
      <w:r w:rsidR="00E8465A">
        <w:t xml:space="preserve">, </w:t>
      </w:r>
      <w:r w:rsidRPr="007818BD">
        <w:t>depuis la férocité hideuse de David et de Simon</w:t>
      </w:r>
      <w:r w:rsidR="00E8465A">
        <w:t xml:space="preserve">, </w:t>
      </w:r>
      <w:r w:rsidRPr="007818BD">
        <w:t>jusqu</w:t>
      </w:r>
      <w:r w:rsidR="00E8465A">
        <w:t>’</w:t>
      </w:r>
      <w:r w:rsidRPr="007818BD">
        <w:t>à l</w:t>
      </w:r>
      <w:r w:rsidR="00E8465A">
        <w:t>’</w:t>
      </w:r>
      <w:r w:rsidRPr="007818BD">
        <w:t>apparence repoussante et dégo</w:t>
      </w:r>
      <w:r w:rsidRPr="007818BD">
        <w:t>û</w:t>
      </w:r>
      <w:r w:rsidRPr="007818BD">
        <w:t xml:space="preserve">tante de Marat et la bilieuse </w:t>
      </w:r>
      <w:r w:rsidRPr="007818BD">
        <w:rPr>
          <w:i/>
          <w:iCs/>
        </w:rPr>
        <w:t>platitude</w:t>
      </w:r>
      <w:r w:rsidRPr="007818BD">
        <w:t xml:space="preserve"> des traits de Robespierre</w:t>
      </w:r>
      <w:r w:rsidR="00E8465A">
        <w:t xml:space="preserve">. </w:t>
      </w:r>
      <w:r w:rsidRPr="007818BD">
        <w:t>Seulement ce dernier</w:t>
      </w:r>
      <w:r w:rsidR="00E8465A">
        <w:t xml:space="preserve">, </w:t>
      </w:r>
      <w:r w:rsidRPr="007818BD">
        <w:t>qui ressemblait</w:t>
      </w:r>
      <w:r w:rsidR="00E8465A">
        <w:t xml:space="preserve">, </w:t>
      </w:r>
      <w:r w:rsidRPr="007818BD">
        <w:t>dit-on</w:t>
      </w:r>
      <w:r w:rsidR="00E8465A">
        <w:t xml:space="preserve">, </w:t>
      </w:r>
      <w:r w:rsidRPr="007818BD">
        <w:t>à un chat</w:t>
      </w:r>
      <w:r w:rsidR="00E8465A">
        <w:t xml:space="preserve">, </w:t>
      </w:r>
      <w:r w:rsidRPr="007818BD">
        <w:t>avait aussi du chat la propreté</w:t>
      </w:r>
      <w:r w:rsidR="00E8465A">
        <w:t xml:space="preserve"> : </w:t>
      </w:r>
      <w:r w:rsidRPr="007818BD">
        <w:t>sa mise irréprochable</w:t>
      </w:r>
      <w:r w:rsidR="00E8465A">
        <w:t xml:space="preserve">, </w:t>
      </w:r>
      <w:r w:rsidRPr="007818BD">
        <w:t>son visage so</w:t>
      </w:r>
      <w:r w:rsidRPr="007818BD">
        <w:t>i</w:t>
      </w:r>
      <w:r w:rsidRPr="007818BD">
        <w:t>gneusement rasé</w:t>
      </w:r>
      <w:r w:rsidR="00E8465A">
        <w:t xml:space="preserve">, </w:t>
      </w:r>
      <w:r w:rsidRPr="007818BD">
        <w:t>la blancheur féminine de ses mains effilées</w:t>
      </w:r>
      <w:r w:rsidR="00E8465A">
        <w:t xml:space="preserve">, </w:t>
      </w:r>
      <w:r w:rsidRPr="007818BD">
        <w:t>faisaient encore mieux ressortir la férocité désordonnée que trahissaient la tenue et l</w:t>
      </w:r>
      <w:r w:rsidR="00E8465A">
        <w:t>’</w:t>
      </w:r>
      <w:r w:rsidRPr="007818BD">
        <w:t>aspect du peintre sans-culotte</w:t>
      </w:r>
      <w:r w:rsidR="00E8465A">
        <w:t>.</w:t>
      </w:r>
    </w:p>
    <w:p w14:paraId="4DE41B08" w14:textId="77777777" w:rsidR="00E8465A" w:rsidRDefault="00E8465A" w:rsidP="00E0544E">
      <w:r>
        <w:t>« </w:t>
      </w:r>
      <w:r w:rsidR="00E0544E" w:rsidRPr="007818BD">
        <w:t>Ainsi donc</w:t>
      </w:r>
      <w:r>
        <w:t xml:space="preserve">, </w:t>
      </w:r>
      <w:r w:rsidR="00E0544E" w:rsidRPr="007818BD">
        <w:t>citoyen</w:t>
      </w:r>
      <w:r>
        <w:t xml:space="preserve">, </w:t>
      </w:r>
      <w:r w:rsidR="00E0544E" w:rsidRPr="007818BD">
        <w:t>dit Robespierre</w:t>
      </w:r>
      <w:r>
        <w:t xml:space="preserve">, </w:t>
      </w:r>
      <w:r w:rsidR="00E0544E" w:rsidRPr="007818BD">
        <w:t>tu veux me parler</w:t>
      </w:r>
      <w:r>
        <w:t xml:space="preserve">. </w:t>
      </w:r>
      <w:r w:rsidR="00E0544E" w:rsidRPr="007818BD">
        <w:t xml:space="preserve">Je sais que ton mérite et ton patriotisme ont été trop </w:t>
      </w:r>
      <w:r w:rsidR="00E0544E" w:rsidRPr="007818BD">
        <w:lastRenderedPageBreak/>
        <w:t>longtemps méconnus</w:t>
      </w:r>
      <w:r>
        <w:t xml:space="preserve">. </w:t>
      </w:r>
      <w:r w:rsidR="00E0544E" w:rsidRPr="007818BD">
        <w:t>Tu viens solliciter quelque emploi convenable</w:t>
      </w:r>
      <w:r>
        <w:t xml:space="preserve"> : </w:t>
      </w:r>
      <w:r w:rsidR="00E0544E" w:rsidRPr="007818BD">
        <w:t>ne crains rien</w:t>
      </w:r>
      <w:r>
        <w:t xml:space="preserve">, </w:t>
      </w:r>
      <w:r w:rsidR="00E0544E" w:rsidRPr="007818BD">
        <w:t>parle</w:t>
      </w:r>
      <w:r>
        <w:t>.</w:t>
      </w:r>
    </w:p>
    <w:p w14:paraId="2363239B" w14:textId="52D84536" w:rsidR="00E0544E" w:rsidRPr="007818BD" w:rsidRDefault="00E8465A" w:rsidP="00E0544E">
      <w:r>
        <w:t>— </w:t>
      </w:r>
      <w:r w:rsidR="00E0544E" w:rsidRPr="007818BD">
        <w:t>Vertueux Robespierre</w:t>
      </w:r>
      <w:r>
        <w:t xml:space="preserve">, </w:t>
      </w:r>
      <w:r w:rsidR="00E0544E" w:rsidRPr="007818BD">
        <w:t>toi qui éclaires le monde</w:t>
      </w:r>
      <w:r>
        <w:t xml:space="preserve">, </w:t>
      </w:r>
      <w:r w:rsidR="00E0544E" w:rsidRPr="007818BD">
        <w:t>je ne viens pas demander une faveur</w:t>
      </w:r>
      <w:r>
        <w:t xml:space="preserve">, </w:t>
      </w:r>
      <w:r w:rsidR="00E0544E" w:rsidRPr="007818BD">
        <w:t>mais rendre un service à la p</w:t>
      </w:r>
      <w:r w:rsidR="00E0544E" w:rsidRPr="007818BD">
        <w:t>a</w:t>
      </w:r>
      <w:r w:rsidR="00E0544E" w:rsidRPr="007818BD">
        <w:t>trie</w:t>
      </w:r>
      <w:r>
        <w:t xml:space="preserve">. </w:t>
      </w:r>
      <w:r w:rsidR="00E0544E" w:rsidRPr="007818BD">
        <w:t>J</w:t>
      </w:r>
      <w:r>
        <w:t>’</w:t>
      </w:r>
      <w:r w:rsidR="00E0544E" w:rsidRPr="007818BD">
        <w:t>ai découvert une correspondance qui i</w:t>
      </w:r>
      <w:r w:rsidR="00E0544E" w:rsidRPr="007818BD">
        <w:t>n</w:t>
      </w:r>
      <w:r w:rsidR="00E0544E" w:rsidRPr="007818BD">
        <w:t>dique un complot dont plusieurs complices sont encore à l</w:t>
      </w:r>
      <w:r>
        <w:t>’</w:t>
      </w:r>
      <w:r w:rsidR="00E0544E" w:rsidRPr="007818BD">
        <w:t>abri du soupçon</w:t>
      </w:r>
      <w:r>
        <w:t>. »</w:t>
      </w:r>
    </w:p>
    <w:p w14:paraId="3C2D87E0" w14:textId="77777777" w:rsidR="00E8465A" w:rsidRDefault="00E0544E" w:rsidP="00E0544E">
      <w:r w:rsidRPr="007818BD">
        <w:t>Il plaça les papiers sur la table</w:t>
      </w:r>
      <w:r w:rsidR="00E8465A">
        <w:t xml:space="preserve">. </w:t>
      </w:r>
      <w:r w:rsidRPr="007818BD">
        <w:t>Robespierre s</w:t>
      </w:r>
      <w:r w:rsidR="00E8465A">
        <w:t>’</w:t>
      </w:r>
      <w:r w:rsidRPr="007818BD">
        <w:t>en empara et les parcourut rapidement d</w:t>
      </w:r>
      <w:r w:rsidR="00E8465A">
        <w:t>’</w:t>
      </w:r>
      <w:r w:rsidRPr="007818BD">
        <w:t>un œil avide</w:t>
      </w:r>
      <w:r w:rsidR="00E8465A">
        <w:t>.</w:t>
      </w:r>
    </w:p>
    <w:p w14:paraId="73AB543F" w14:textId="77777777" w:rsidR="00E8465A" w:rsidRDefault="00E8465A" w:rsidP="00E0544E">
      <w:r>
        <w:t>« </w:t>
      </w:r>
      <w:r w:rsidR="00E0544E" w:rsidRPr="007818BD">
        <w:t>Bon</w:t>
      </w:r>
      <w:r>
        <w:t xml:space="preserve">, </w:t>
      </w:r>
      <w:r w:rsidR="00E0544E" w:rsidRPr="007818BD">
        <w:t>bon</w:t>
      </w:r>
      <w:r>
        <w:t xml:space="preserve"> ! </w:t>
      </w:r>
      <w:r w:rsidR="00E0544E" w:rsidRPr="007818BD">
        <w:t>se dit-il à lui-même</w:t>
      </w:r>
      <w:r>
        <w:t xml:space="preserve"> ; </w:t>
      </w:r>
      <w:r w:rsidR="00E0544E" w:rsidRPr="007818BD">
        <w:t>voilà tout ce que je vo</w:t>
      </w:r>
      <w:r w:rsidR="00E0544E" w:rsidRPr="007818BD">
        <w:t>u</w:t>
      </w:r>
      <w:r w:rsidR="00E0544E" w:rsidRPr="007818BD">
        <w:t>lais</w:t>
      </w:r>
      <w:r>
        <w:t xml:space="preserve">. </w:t>
      </w:r>
      <w:r w:rsidR="00E0544E" w:rsidRPr="007818BD">
        <w:t>Barrère</w:t>
      </w:r>
      <w:r>
        <w:t xml:space="preserve">, </w:t>
      </w:r>
      <w:r w:rsidR="00E0544E" w:rsidRPr="007818BD">
        <w:t>Legendre</w:t>
      </w:r>
      <w:r>
        <w:t xml:space="preserve"> ! </w:t>
      </w:r>
      <w:r w:rsidR="00E0544E" w:rsidRPr="007818BD">
        <w:t>Je les tiens</w:t>
      </w:r>
      <w:r>
        <w:t xml:space="preserve">, </w:t>
      </w:r>
      <w:r w:rsidR="00E0544E" w:rsidRPr="007818BD">
        <w:t>Camille Desmoulins n</w:t>
      </w:r>
      <w:r>
        <w:t>’</w:t>
      </w:r>
      <w:r w:rsidR="00E0544E" w:rsidRPr="007818BD">
        <w:t>était que leur dupe</w:t>
      </w:r>
      <w:r>
        <w:t xml:space="preserve">. </w:t>
      </w:r>
      <w:r w:rsidR="00E0544E" w:rsidRPr="007818BD">
        <w:t>Je l</w:t>
      </w:r>
      <w:r>
        <w:t>’</w:t>
      </w:r>
      <w:r w:rsidR="00E0544E" w:rsidRPr="007818BD">
        <w:t>aimais</w:t>
      </w:r>
      <w:r>
        <w:t xml:space="preserve"> ; </w:t>
      </w:r>
      <w:r w:rsidR="00E0544E" w:rsidRPr="007818BD">
        <w:t>mais eux</w:t>
      </w:r>
      <w:r>
        <w:t xml:space="preserve">, </w:t>
      </w:r>
      <w:r w:rsidR="00E0544E" w:rsidRPr="007818BD">
        <w:t>je ne les ai jamais aimés</w:t>
      </w:r>
      <w:r>
        <w:t xml:space="preserve">. </w:t>
      </w:r>
      <w:r w:rsidR="00E0544E" w:rsidRPr="007818BD">
        <w:t>Merci</w:t>
      </w:r>
      <w:r>
        <w:t xml:space="preserve">, </w:t>
      </w:r>
      <w:r w:rsidR="00E0544E" w:rsidRPr="007818BD">
        <w:t>citoyen Nicot</w:t>
      </w:r>
      <w:r>
        <w:t xml:space="preserve">. </w:t>
      </w:r>
      <w:r w:rsidR="00E0544E" w:rsidRPr="007818BD">
        <w:t>Je vois que ces lettres sont adressées à un Anglais</w:t>
      </w:r>
      <w:r>
        <w:t xml:space="preserve">. </w:t>
      </w:r>
      <w:r w:rsidR="00E0544E" w:rsidRPr="007818BD">
        <w:t>Quel est le Français qui ne doive se méfier de ces loups anglais déguisés en agneaux</w:t>
      </w:r>
      <w:r>
        <w:t xml:space="preserve"> ? </w:t>
      </w:r>
      <w:r w:rsidR="00E0544E" w:rsidRPr="007818BD">
        <w:t>La France n</w:t>
      </w:r>
      <w:r>
        <w:t>’</w:t>
      </w:r>
      <w:r w:rsidR="00E0544E" w:rsidRPr="007818BD">
        <w:t>a plus que faire de c</w:t>
      </w:r>
      <w:r w:rsidR="00E0544E" w:rsidRPr="007818BD">
        <w:t>i</w:t>
      </w:r>
      <w:r w:rsidR="00E0544E" w:rsidRPr="007818BD">
        <w:t>toyens du monde</w:t>
      </w:r>
      <w:r>
        <w:t xml:space="preserve"> : </w:t>
      </w:r>
      <w:r w:rsidR="00E0544E" w:rsidRPr="007818BD">
        <w:t xml:space="preserve">cette farce-là a fini avec </w:t>
      </w:r>
      <w:proofErr w:type="spellStart"/>
      <w:r w:rsidR="00E0544E" w:rsidRPr="007818BD">
        <w:t>Anacharsis</w:t>
      </w:r>
      <w:proofErr w:type="spellEnd"/>
      <w:r w:rsidR="00E0544E" w:rsidRPr="007818BD">
        <w:t xml:space="preserve"> </w:t>
      </w:r>
      <w:proofErr w:type="spellStart"/>
      <w:r w:rsidR="00E0544E" w:rsidRPr="007818BD">
        <w:t>Clootz</w:t>
      </w:r>
      <w:proofErr w:type="spellEnd"/>
      <w:r>
        <w:t xml:space="preserve">. </w:t>
      </w:r>
      <w:r w:rsidR="00E0544E" w:rsidRPr="007818BD">
        <w:t>Je te demande pardon</w:t>
      </w:r>
      <w:r>
        <w:t xml:space="preserve">, </w:t>
      </w:r>
      <w:r w:rsidR="00E0544E" w:rsidRPr="007818BD">
        <w:t>citoyen Nicot</w:t>
      </w:r>
      <w:r>
        <w:t xml:space="preserve"> ; </w:t>
      </w:r>
      <w:r w:rsidR="00E0544E" w:rsidRPr="007818BD">
        <w:t xml:space="preserve">mais </w:t>
      </w:r>
      <w:proofErr w:type="spellStart"/>
      <w:r w:rsidR="00E0544E" w:rsidRPr="007818BD">
        <w:t>Clootz</w:t>
      </w:r>
      <w:proofErr w:type="spellEnd"/>
      <w:r w:rsidR="00E0544E" w:rsidRPr="007818BD">
        <w:t xml:space="preserve"> et Hébert étaient tes amis</w:t>
      </w:r>
      <w:r>
        <w:t> ?</w:t>
      </w:r>
    </w:p>
    <w:p w14:paraId="3E75887C" w14:textId="77777777" w:rsidR="00E8465A" w:rsidRDefault="00E8465A" w:rsidP="00E0544E">
      <w:r>
        <w:t>— </w:t>
      </w:r>
      <w:r w:rsidR="00E0544E" w:rsidRPr="007818BD">
        <w:t>Hélas</w:t>
      </w:r>
      <w:r>
        <w:t xml:space="preserve"> ! </w:t>
      </w:r>
      <w:r w:rsidR="00E0544E" w:rsidRPr="007818BD">
        <w:t>dit Nicot comme pour s</w:t>
      </w:r>
      <w:r>
        <w:t>’</w:t>
      </w:r>
      <w:r w:rsidR="00E0544E" w:rsidRPr="007818BD">
        <w:t>excuser</w:t>
      </w:r>
      <w:r>
        <w:t xml:space="preserve">, </w:t>
      </w:r>
      <w:r w:rsidR="00E0544E" w:rsidRPr="007818BD">
        <w:t>nous pouvons tous nous tromper</w:t>
      </w:r>
      <w:r>
        <w:t xml:space="preserve">. </w:t>
      </w:r>
      <w:r w:rsidR="00E0544E" w:rsidRPr="007818BD">
        <w:t>J</w:t>
      </w:r>
      <w:r>
        <w:t>’</w:t>
      </w:r>
      <w:r w:rsidR="00E0544E" w:rsidRPr="007818BD">
        <w:t>ai cessé de les estimer quand tu t</w:t>
      </w:r>
      <w:r>
        <w:t>’</w:t>
      </w:r>
      <w:r w:rsidR="00E0544E" w:rsidRPr="007818BD">
        <w:t>es décl</w:t>
      </w:r>
      <w:r w:rsidR="00E0544E" w:rsidRPr="007818BD">
        <w:t>a</w:t>
      </w:r>
      <w:r w:rsidR="00E0544E" w:rsidRPr="007818BD">
        <w:t>ré contre eux</w:t>
      </w:r>
      <w:r>
        <w:t xml:space="preserve"> ; </w:t>
      </w:r>
      <w:r w:rsidR="00E0544E" w:rsidRPr="007818BD">
        <w:t>car je désavoue plus volontiers mon jugement que ta justice</w:t>
      </w:r>
      <w:r>
        <w:t>.</w:t>
      </w:r>
    </w:p>
    <w:p w14:paraId="65C34979" w14:textId="77777777" w:rsidR="00E8465A" w:rsidRDefault="00E8465A" w:rsidP="00E0544E">
      <w:r>
        <w:t>— </w:t>
      </w:r>
      <w:r w:rsidR="00E0544E" w:rsidRPr="007818BD">
        <w:t>Oui</w:t>
      </w:r>
      <w:r>
        <w:t xml:space="preserve">, </w:t>
      </w:r>
      <w:r w:rsidR="00E0544E" w:rsidRPr="007818BD">
        <w:t>la justice</w:t>
      </w:r>
      <w:r>
        <w:t xml:space="preserve"> ; </w:t>
      </w:r>
      <w:r w:rsidR="00E0544E" w:rsidRPr="007818BD">
        <w:t>je me pique de justice</w:t>
      </w:r>
      <w:r>
        <w:t xml:space="preserve">-: </w:t>
      </w:r>
      <w:r w:rsidR="00E0544E" w:rsidRPr="007818BD">
        <w:t>c</w:t>
      </w:r>
      <w:r>
        <w:t>’</w:t>
      </w:r>
      <w:r w:rsidR="00E0544E" w:rsidRPr="007818BD">
        <w:t>est la seule ve</w:t>
      </w:r>
      <w:r w:rsidR="00E0544E" w:rsidRPr="007818BD">
        <w:t>r</w:t>
      </w:r>
      <w:r w:rsidR="00E0544E" w:rsidRPr="007818BD">
        <w:t>tu à laquelle je prétende</w:t>
      </w:r>
      <w:r>
        <w:t>, »</w:t>
      </w:r>
      <w:r w:rsidR="00E0544E" w:rsidRPr="007818BD">
        <w:t xml:space="preserve"> dit doucereusement Robespierre</w:t>
      </w:r>
      <w:r>
        <w:t xml:space="preserve"> ; </w:t>
      </w:r>
      <w:r w:rsidR="00E0544E" w:rsidRPr="007818BD">
        <w:t>et</w:t>
      </w:r>
      <w:r>
        <w:t xml:space="preserve">, </w:t>
      </w:r>
      <w:r w:rsidR="00E0544E" w:rsidRPr="007818BD">
        <w:t>même à cette heure critique de vastes projets</w:t>
      </w:r>
      <w:r>
        <w:t xml:space="preserve">, </w:t>
      </w:r>
      <w:r w:rsidR="00E0544E" w:rsidRPr="007818BD">
        <w:t>de dangers imm</w:t>
      </w:r>
      <w:r w:rsidR="00E0544E" w:rsidRPr="007818BD">
        <w:t>i</w:t>
      </w:r>
      <w:r w:rsidR="00E0544E" w:rsidRPr="007818BD">
        <w:t>nents</w:t>
      </w:r>
      <w:r>
        <w:t xml:space="preserve">, </w:t>
      </w:r>
      <w:r w:rsidR="00E0544E" w:rsidRPr="007818BD">
        <w:t>de vengeances préméditées</w:t>
      </w:r>
      <w:r>
        <w:t xml:space="preserve">, </w:t>
      </w:r>
      <w:r w:rsidR="00E0544E" w:rsidRPr="007818BD">
        <w:t xml:space="preserve">sa nature féline ne put </w:t>
      </w:r>
      <w:proofErr w:type="spellStart"/>
      <w:r w:rsidR="00E0544E" w:rsidRPr="007818BD">
        <w:t>rési</w:t>
      </w:r>
      <w:r w:rsidR="00E0544E" w:rsidRPr="007818BD">
        <w:t>s</w:t>
      </w:r>
      <w:r w:rsidR="00E0544E" w:rsidRPr="007818BD">
        <w:t>ter</w:t>
      </w:r>
      <w:r>
        <w:t>-</w:t>
      </w:r>
      <w:r w:rsidR="00E0544E" w:rsidRPr="007818BD">
        <w:t>à</w:t>
      </w:r>
      <w:proofErr w:type="spellEnd"/>
      <w:r w:rsidR="00E0544E" w:rsidRPr="007818BD">
        <w:t xml:space="preserve"> la jouissance qu</w:t>
      </w:r>
      <w:r>
        <w:t>’</w:t>
      </w:r>
      <w:r w:rsidR="00E0544E" w:rsidRPr="007818BD">
        <w:t>il éprouvait à jouer avec une seule et ob</w:t>
      </w:r>
      <w:r w:rsidR="00E0544E" w:rsidRPr="007818BD">
        <w:t>s</w:t>
      </w:r>
      <w:r w:rsidR="00E0544E" w:rsidRPr="007818BD">
        <w:t>cure victime</w:t>
      </w:r>
      <w:r>
        <w:t>. « </w:t>
      </w:r>
      <w:r w:rsidR="00E0544E" w:rsidRPr="007818BD">
        <w:t>Enfin</w:t>
      </w:r>
      <w:r>
        <w:t xml:space="preserve">, </w:t>
      </w:r>
      <w:r w:rsidR="00E0544E" w:rsidRPr="007818BD">
        <w:t>mon bon Nicot</w:t>
      </w:r>
      <w:r>
        <w:t xml:space="preserve">, </w:t>
      </w:r>
      <w:r w:rsidR="00E0544E" w:rsidRPr="007818BD">
        <w:t>reprit-il</w:t>
      </w:r>
      <w:r>
        <w:t xml:space="preserve">, </w:t>
      </w:r>
      <w:r w:rsidR="00E0544E" w:rsidRPr="007818BD">
        <w:t>ma justice ne fermera plus les yeux sur tes services</w:t>
      </w:r>
      <w:r>
        <w:t xml:space="preserve">. </w:t>
      </w:r>
      <w:r w:rsidR="00E0544E" w:rsidRPr="007818BD">
        <w:t xml:space="preserve">Tu Connais ce </w:t>
      </w:r>
      <w:proofErr w:type="spellStart"/>
      <w:r w:rsidR="00E0544E" w:rsidRPr="007818BD">
        <w:t>Glyndon</w:t>
      </w:r>
      <w:proofErr w:type="spellEnd"/>
      <w:r>
        <w:t> ?</w:t>
      </w:r>
    </w:p>
    <w:p w14:paraId="1D011494" w14:textId="77777777" w:rsidR="00E8465A" w:rsidRDefault="00E8465A" w:rsidP="00E0544E">
      <w:r>
        <w:lastRenderedPageBreak/>
        <w:t>— </w:t>
      </w:r>
      <w:r w:rsidR="00E0544E" w:rsidRPr="007818BD">
        <w:t>Intimement</w:t>
      </w:r>
      <w:r>
        <w:t xml:space="preserve">. </w:t>
      </w:r>
      <w:r w:rsidR="00E0544E" w:rsidRPr="007818BD">
        <w:t>Il était</w:t>
      </w:r>
      <w:r>
        <w:t>-</w:t>
      </w:r>
      <w:r w:rsidR="00E0544E" w:rsidRPr="007818BD">
        <w:t>mon ami</w:t>
      </w:r>
      <w:r>
        <w:t xml:space="preserve">, </w:t>
      </w:r>
      <w:r w:rsidR="00E0544E" w:rsidRPr="007818BD">
        <w:t>mais je livrerais mon frère lui-même pour le salut de la patrie</w:t>
      </w:r>
      <w:r>
        <w:t xml:space="preserve">. </w:t>
      </w:r>
      <w:r w:rsidR="00E0544E" w:rsidRPr="007818BD">
        <w:t>Je ne rougis pas de conv</w:t>
      </w:r>
      <w:r w:rsidR="00E0544E" w:rsidRPr="007818BD">
        <w:t>e</w:t>
      </w:r>
      <w:r w:rsidR="00E0544E" w:rsidRPr="007818BD">
        <w:t>nir que j</w:t>
      </w:r>
      <w:r>
        <w:t>’</w:t>
      </w:r>
      <w:r w:rsidR="00E0544E" w:rsidRPr="007818BD">
        <w:t>ai quelques obligations à cet ho</w:t>
      </w:r>
      <w:r w:rsidR="00E0544E" w:rsidRPr="007818BD">
        <w:t>m</w:t>
      </w:r>
      <w:r w:rsidR="00E0544E" w:rsidRPr="007818BD">
        <w:t>me</w:t>
      </w:r>
      <w:r>
        <w:t>.</w:t>
      </w:r>
    </w:p>
    <w:p w14:paraId="263F7999" w14:textId="77777777" w:rsidR="00E8465A" w:rsidRDefault="00E8465A" w:rsidP="00E0544E">
      <w:r>
        <w:t>— </w:t>
      </w:r>
      <w:r w:rsidR="00E0544E" w:rsidRPr="007818BD">
        <w:t>Oui-da</w:t>
      </w:r>
      <w:r>
        <w:t xml:space="preserve"> ! </w:t>
      </w:r>
      <w:r w:rsidR="00E0544E" w:rsidRPr="007818BD">
        <w:t>et tu professes bravement et honnêtement cette doctrine</w:t>
      </w:r>
      <w:r>
        <w:t xml:space="preserve">, </w:t>
      </w:r>
      <w:r w:rsidR="00E0544E" w:rsidRPr="007818BD">
        <w:t>que du moment qu</w:t>
      </w:r>
      <w:r>
        <w:t>’</w:t>
      </w:r>
      <w:r w:rsidR="00E0544E" w:rsidRPr="007818BD">
        <w:t>un homme menace ma vie</w:t>
      </w:r>
      <w:r>
        <w:t xml:space="preserve">, </w:t>
      </w:r>
      <w:r w:rsidR="00E0544E" w:rsidRPr="007818BD">
        <w:t>toutes les considérations personnelles doivent être oubliées</w:t>
      </w:r>
      <w:r>
        <w:t>.</w:t>
      </w:r>
    </w:p>
    <w:p w14:paraId="6CCC66B6" w14:textId="77777777" w:rsidR="00E8465A" w:rsidRDefault="00E8465A" w:rsidP="00E0544E">
      <w:r>
        <w:t>— </w:t>
      </w:r>
      <w:r w:rsidR="00E0544E" w:rsidRPr="007818BD">
        <w:t>Toutes</w:t>
      </w:r>
      <w:r>
        <w:t>.</w:t>
      </w:r>
    </w:p>
    <w:p w14:paraId="22228536" w14:textId="6C289AED" w:rsidR="00E0544E" w:rsidRPr="007818BD" w:rsidRDefault="00E8465A" w:rsidP="00E0544E">
      <w:r>
        <w:t>— </w:t>
      </w:r>
      <w:r w:rsidR="00E0544E" w:rsidRPr="007818BD">
        <w:t>C</w:t>
      </w:r>
      <w:r>
        <w:t>’</w:t>
      </w:r>
      <w:r w:rsidR="00E0544E" w:rsidRPr="007818BD">
        <w:t>est d</w:t>
      </w:r>
      <w:r>
        <w:t>’</w:t>
      </w:r>
      <w:r w:rsidR="00E0544E" w:rsidRPr="007818BD">
        <w:t>un bon citoyen</w:t>
      </w:r>
      <w:r>
        <w:t xml:space="preserve">, </w:t>
      </w:r>
      <w:r w:rsidR="00E0544E" w:rsidRPr="007818BD">
        <w:t>honnête Nicot</w:t>
      </w:r>
      <w:r>
        <w:t xml:space="preserve"> ; </w:t>
      </w:r>
      <w:r w:rsidR="00E0544E" w:rsidRPr="007818BD">
        <w:t>fais-moi le plaisir d</w:t>
      </w:r>
      <w:r>
        <w:t>’</w:t>
      </w:r>
      <w:r w:rsidR="00E0544E" w:rsidRPr="007818BD">
        <w:t>écrire l</w:t>
      </w:r>
      <w:r>
        <w:t>’</w:t>
      </w:r>
      <w:r w:rsidR="00E0544E" w:rsidRPr="007818BD">
        <w:t xml:space="preserve">adresse de ce </w:t>
      </w:r>
      <w:proofErr w:type="spellStart"/>
      <w:r w:rsidR="00E0544E" w:rsidRPr="007818BD">
        <w:t>Glyndon</w:t>
      </w:r>
      <w:proofErr w:type="spellEnd"/>
      <w:r>
        <w:t>. »</w:t>
      </w:r>
    </w:p>
    <w:p w14:paraId="60F41F04" w14:textId="77777777" w:rsidR="00E8465A" w:rsidRDefault="00E0544E" w:rsidP="00E0544E">
      <w:r w:rsidRPr="007818BD">
        <w:t>Nicot se pencha sur la table</w:t>
      </w:r>
      <w:r w:rsidR="00E8465A">
        <w:t xml:space="preserve">. </w:t>
      </w:r>
      <w:r w:rsidRPr="007818BD">
        <w:t>Tout à coup</w:t>
      </w:r>
      <w:r w:rsidR="00E8465A">
        <w:t xml:space="preserve">, </w:t>
      </w:r>
      <w:r w:rsidRPr="007818BD">
        <w:t>quand il tenait déjà la plume entre ses doigts</w:t>
      </w:r>
      <w:r w:rsidR="00E8465A">
        <w:t xml:space="preserve">, </w:t>
      </w:r>
      <w:r w:rsidRPr="007818BD">
        <w:t>une pensée le traversa</w:t>
      </w:r>
      <w:r w:rsidR="00E8465A">
        <w:t xml:space="preserve"> ; </w:t>
      </w:r>
      <w:r w:rsidRPr="007818BD">
        <w:t>il s</w:t>
      </w:r>
      <w:r w:rsidR="00E8465A">
        <w:t>’</w:t>
      </w:r>
      <w:r w:rsidRPr="007818BD">
        <w:t>arrêta embarrassé et confus</w:t>
      </w:r>
      <w:r w:rsidR="00E8465A">
        <w:t>.</w:t>
      </w:r>
    </w:p>
    <w:p w14:paraId="0C4513CF" w14:textId="788D549E" w:rsidR="00E0544E" w:rsidRPr="007818BD" w:rsidRDefault="00E8465A" w:rsidP="00E0544E">
      <w:r>
        <w:t>« </w:t>
      </w:r>
      <w:r w:rsidR="00E0544E" w:rsidRPr="007818BD">
        <w:t>Écris donc</w:t>
      </w:r>
      <w:r>
        <w:t xml:space="preserve">, </w:t>
      </w:r>
      <w:r w:rsidR="00E0544E" w:rsidRPr="007818BD">
        <w:t>bon Nicot</w:t>
      </w:r>
      <w:r>
        <w:t>. »</w:t>
      </w:r>
    </w:p>
    <w:p w14:paraId="6DE07BC6" w14:textId="77777777" w:rsidR="00E8465A" w:rsidRDefault="00E0544E" w:rsidP="00E0544E">
      <w:r w:rsidRPr="007818BD">
        <w:t>Le peintre obéit lentement</w:t>
      </w:r>
      <w:r w:rsidR="00E8465A">
        <w:t>.</w:t>
      </w:r>
    </w:p>
    <w:p w14:paraId="0F617032" w14:textId="77777777" w:rsidR="00E8465A" w:rsidRDefault="00E8465A" w:rsidP="00E0544E">
      <w:r>
        <w:t>« </w:t>
      </w:r>
      <w:r w:rsidR="00E0544E" w:rsidRPr="007818BD">
        <w:t xml:space="preserve">Quels sont les compagnons ordinaires de </w:t>
      </w:r>
      <w:proofErr w:type="spellStart"/>
      <w:r w:rsidR="00E0544E" w:rsidRPr="007818BD">
        <w:t>Glyndon</w:t>
      </w:r>
      <w:proofErr w:type="spellEnd"/>
      <w:r>
        <w:t> ?</w:t>
      </w:r>
    </w:p>
    <w:p w14:paraId="038D86C8" w14:textId="77777777" w:rsidR="00E8465A" w:rsidRDefault="00E8465A" w:rsidP="00E0544E">
      <w:r>
        <w:t>— </w:t>
      </w:r>
      <w:r w:rsidR="00E0544E" w:rsidRPr="007818BD">
        <w:t>C</w:t>
      </w:r>
      <w:r>
        <w:t>’</w:t>
      </w:r>
      <w:r w:rsidR="00E0544E" w:rsidRPr="007818BD">
        <w:t>est sur ce sujet que je voulais te parler</w:t>
      </w:r>
      <w:r>
        <w:t xml:space="preserve">, </w:t>
      </w:r>
      <w:r w:rsidR="00E0544E" w:rsidRPr="007818BD">
        <w:t>représentant</w:t>
      </w:r>
      <w:r>
        <w:t xml:space="preserve">, </w:t>
      </w:r>
      <w:r w:rsidR="00E0544E" w:rsidRPr="007818BD">
        <w:t>dit Nicot</w:t>
      </w:r>
      <w:r>
        <w:t xml:space="preserve">. </w:t>
      </w:r>
      <w:r w:rsidR="00E0544E" w:rsidRPr="007818BD">
        <w:t>Tous les jours il va chez une femme</w:t>
      </w:r>
      <w:r>
        <w:t xml:space="preserve">, </w:t>
      </w:r>
      <w:r w:rsidR="00E0544E" w:rsidRPr="007818BD">
        <w:t>une étrangère qui connaît tous ses secrets</w:t>
      </w:r>
      <w:r>
        <w:t xml:space="preserve"> ; </w:t>
      </w:r>
      <w:r w:rsidR="00E0544E" w:rsidRPr="007818BD">
        <w:t>elle feint d</w:t>
      </w:r>
      <w:r>
        <w:t>’</w:t>
      </w:r>
      <w:r w:rsidR="00E0544E" w:rsidRPr="007818BD">
        <w:t>être pauvre et de faire su</w:t>
      </w:r>
      <w:r w:rsidR="00E0544E" w:rsidRPr="007818BD">
        <w:t>b</w:t>
      </w:r>
      <w:r w:rsidR="00E0544E" w:rsidRPr="007818BD">
        <w:t>sister son enfant par son travail</w:t>
      </w:r>
      <w:r>
        <w:t xml:space="preserve">. </w:t>
      </w:r>
      <w:r w:rsidR="00E0544E" w:rsidRPr="007818BD">
        <w:t>C</w:t>
      </w:r>
      <w:r>
        <w:t>’</w:t>
      </w:r>
      <w:r w:rsidR="00E0544E" w:rsidRPr="007818BD">
        <w:t>est la femme d</w:t>
      </w:r>
      <w:r>
        <w:t>’</w:t>
      </w:r>
      <w:r w:rsidR="00E0544E" w:rsidRPr="007818BD">
        <w:t>un Italien immensément riche</w:t>
      </w:r>
      <w:r>
        <w:t xml:space="preserve">, </w:t>
      </w:r>
      <w:r w:rsidR="00E0544E" w:rsidRPr="007818BD">
        <w:t>et il est hors de doute qu</w:t>
      </w:r>
      <w:r>
        <w:t>’</w:t>
      </w:r>
      <w:r w:rsidR="00E0544E" w:rsidRPr="007818BD">
        <w:t>elle a des sommes énormes qu</w:t>
      </w:r>
      <w:r>
        <w:t>’</w:t>
      </w:r>
      <w:r w:rsidR="00E0544E" w:rsidRPr="007818BD">
        <w:t>elle d</w:t>
      </w:r>
      <w:r w:rsidR="00E0544E" w:rsidRPr="007818BD">
        <w:t>é</w:t>
      </w:r>
      <w:r w:rsidR="00E0544E" w:rsidRPr="007818BD">
        <w:t>pense à corrompre les citoyens</w:t>
      </w:r>
      <w:r>
        <w:t xml:space="preserve">. </w:t>
      </w:r>
      <w:r w:rsidR="00E0544E" w:rsidRPr="007818BD">
        <w:t>Elle devrait être arrêtée</w:t>
      </w:r>
      <w:r>
        <w:t>.</w:t>
      </w:r>
    </w:p>
    <w:p w14:paraId="0DB3CCB6" w14:textId="77777777" w:rsidR="00E8465A" w:rsidRDefault="00E8465A" w:rsidP="00E0544E">
      <w:r>
        <w:t>— </w:t>
      </w:r>
      <w:r w:rsidR="00E0544E" w:rsidRPr="007818BD">
        <w:t>Écris aussi son nom</w:t>
      </w:r>
      <w:r>
        <w:t>.</w:t>
      </w:r>
    </w:p>
    <w:p w14:paraId="1A83241C" w14:textId="77777777" w:rsidR="00E8465A" w:rsidRDefault="00E8465A" w:rsidP="00E0544E">
      <w:r>
        <w:t>— </w:t>
      </w:r>
      <w:r w:rsidR="00E0544E" w:rsidRPr="007818BD">
        <w:t>Mais il n</w:t>
      </w:r>
      <w:r>
        <w:t>’</w:t>
      </w:r>
      <w:r w:rsidR="00E0544E" w:rsidRPr="007818BD">
        <w:t>y a pas de temps à perdre</w:t>
      </w:r>
      <w:r>
        <w:t xml:space="preserve">, </w:t>
      </w:r>
      <w:r w:rsidR="00E0544E" w:rsidRPr="007818BD">
        <w:t>car je sais que tous deux ont le projet de quitter Paris cette nuit même</w:t>
      </w:r>
      <w:r>
        <w:t>.</w:t>
      </w:r>
    </w:p>
    <w:p w14:paraId="137865EA" w14:textId="45C10FAC" w:rsidR="00E0544E" w:rsidRPr="007818BD" w:rsidRDefault="00E8465A" w:rsidP="00E0544E">
      <w:r>
        <w:t>— </w:t>
      </w:r>
      <w:r w:rsidR="00E0544E" w:rsidRPr="007818BD">
        <w:t>Notre gouvernement est prompt</w:t>
      </w:r>
      <w:r>
        <w:t xml:space="preserve"> ; </w:t>
      </w:r>
      <w:r w:rsidR="00E0544E" w:rsidRPr="007818BD">
        <w:t>bon Nicot</w:t>
      </w:r>
      <w:r>
        <w:t xml:space="preserve">, </w:t>
      </w:r>
      <w:r w:rsidR="00E0544E" w:rsidRPr="007818BD">
        <w:t>ne crains rien</w:t>
      </w:r>
      <w:r>
        <w:t xml:space="preserve">. </w:t>
      </w:r>
      <w:r w:rsidR="00E0544E" w:rsidRPr="007818BD">
        <w:t>Hum</w:t>
      </w:r>
      <w:r>
        <w:t xml:space="preserve"> ! </w:t>
      </w:r>
      <w:r w:rsidR="00E0544E" w:rsidRPr="007818BD">
        <w:t>hum</w:t>
      </w:r>
      <w:r>
        <w:t> ! »</w:t>
      </w:r>
    </w:p>
    <w:p w14:paraId="738CA78C" w14:textId="77777777" w:rsidR="00E8465A" w:rsidRDefault="00E0544E" w:rsidP="00E0544E">
      <w:r w:rsidRPr="007818BD">
        <w:lastRenderedPageBreak/>
        <w:t>Robespierre prit le papier sur lequel Nicot venait d</w:t>
      </w:r>
      <w:r w:rsidR="00E8465A">
        <w:t>’</w:t>
      </w:r>
      <w:r w:rsidRPr="007818BD">
        <w:t>écrire</w:t>
      </w:r>
      <w:r w:rsidR="00E8465A">
        <w:t xml:space="preserve">, </w:t>
      </w:r>
      <w:r w:rsidRPr="007818BD">
        <w:t>Rapprocha de ses yeux</w:t>
      </w:r>
      <w:r w:rsidR="00E8465A">
        <w:t xml:space="preserve">, </w:t>
      </w:r>
      <w:r w:rsidRPr="007818BD">
        <w:t>car il avait la vue courte</w:t>
      </w:r>
      <w:r w:rsidR="00E8465A">
        <w:t xml:space="preserve">, </w:t>
      </w:r>
      <w:r w:rsidRPr="007818BD">
        <w:t>et dit avec un sourire</w:t>
      </w:r>
      <w:r w:rsidR="00E8465A">
        <w:t> :</w:t>
      </w:r>
    </w:p>
    <w:p w14:paraId="2AB9ED1E" w14:textId="77777777" w:rsidR="00E8465A" w:rsidRDefault="00E8465A" w:rsidP="00E0544E">
      <w:r>
        <w:t>« </w:t>
      </w:r>
      <w:r w:rsidR="00E0544E" w:rsidRPr="007818BD">
        <w:t>As-tu toujours la même écriture</w:t>
      </w:r>
      <w:r>
        <w:t xml:space="preserve">, </w:t>
      </w:r>
      <w:r w:rsidR="00E0544E" w:rsidRPr="007818BD">
        <w:t>citoyen</w:t>
      </w:r>
      <w:r>
        <w:t xml:space="preserve"> ? </w:t>
      </w:r>
      <w:r w:rsidR="00E0544E" w:rsidRPr="007818BD">
        <w:t>Celle-ci me paraît déguisée</w:t>
      </w:r>
      <w:r>
        <w:t>.</w:t>
      </w:r>
    </w:p>
    <w:p w14:paraId="229D5DD2" w14:textId="77777777" w:rsidR="00E8465A" w:rsidRDefault="00E8465A" w:rsidP="00E0544E">
      <w:r>
        <w:t>— </w:t>
      </w:r>
      <w:r w:rsidR="00E0544E" w:rsidRPr="007818BD">
        <w:t>Je ne voudrais pas qu</w:t>
      </w:r>
      <w:r>
        <w:t>’</w:t>
      </w:r>
      <w:r w:rsidR="00E0544E" w:rsidRPr="007818BD">
        <w:t>ils sussent que c</w:t>
      </w:r>
      <w:r>
        <w:t>’</w:t>
      </w:r>
      <w:r w:rsidR="00E0544E" w:rsidRPr="007818BD">
        <w:t>est moi qui les ai dénoncés</w:t>
      </w:r>
      <w:r>
        <w:t xml:space="preserve">, </w:t>
      </w:r>
      <w:r w:rsidR="00E0544E" w:rsidRPr="007818BD">
        <w:t>citoyen r</w:t>
      </w:r>
      <w:r w:rsidR="00E0544E" w:rsidRPr="007818BD">
        <w:t>e</w:t>
      </w:r>
      <w:r w:rsidR="00E0544E" w:rsidRPr="007818BD">
        <w:t>présentant</w:t>
      </w:r>
      <w:r>
        <w:t> !</w:t>
      </w:r>
    </w:p>
    <w:p w14:paraId="4D30ACBC" w14:textId="39CA57F6" w:rsidR="00E0544E" w:rsidRPr="007818BD" w:rsidRDefault="00E8465A" w:rsidP="00E0544E">
      <w:r>
        <w:t>— </w:t>
      </w:r>
      <w:r w:rsidR="00E0544E" w:rsidRPr="007818BD">
        <w:t>Très-bien</w:t>
      </w:r>
      <w:r>
        <w:t xml:space="preserve"> ! </w:t>
      </w:r>
      <w:r w:rsidR="00E0544E" w:rsidRPr="007818BD">
        <w:t>très-bien</w:t>
      </w:r>
      <w:r>
        <w:t xml:space="preserve"> ! </w:t>
      </w:r>
      <w:r w:rsidR="00E0544E" w:rsidRPr="007818BD">
        <w:t>ta vertu aura sa récompense</w:t>
      </w:r>
      <w:r>
        <w:t xml:space="preserve"> ; </w:t>
      </w:r>
      <w:r w:rsidR="00E0544E" w:rsidRPr="007818BD">
        <w:t>compte sur moi</w:t>
      </w:r>
      <w:r>
        <w:t xml:space="preserve">. </w:t>
      </w:r>
      <w:r w:rsidR="00E0544E" w:rsidRPr="007818BD">
        <w:t>Salut et fraternité</w:t>
      </w:r>
      <w:r>
        <w:t>. »</w:t>
      </w:r>
    </w:p>
    <w:p w14:paraId="4C38568A" w14:textId="77777777" w:rsidR="00E8465A" w:rsidRDefault="00E0544E" w:rsidP="00E0544E">
      <w:r w:rsidRPr="007818BD">
        <w:t>Il se leva à demi</w:t>
      </w:r>
      <w:r w:rsidR="00E8465A">
        <w:t xml:space="preserve">, </w:t>
      </w:r>
      <w:r w:rsidRPr="007818BD">
        <w:t>Nicot se retira</w:t>
      </w:r>
      <w:r w:rsidR="00E8465A">
        <w:t>.</w:t>
      </w:r>
    </w:p>
    <w:p w14:paraId="0B5A252A" w14:textId="77777777" w:rsidR="00E8465A" w:rsidRDefault="00E8465A" w:rsidP="00E0544E">
      <w:r>
        <w:t>« </w:t>
      </w:r>
      <w:r w:rsidR="00E0544E" w:rsidRPr="007818BD">
        <w:t>Holà</w:t>
      </w:r>
      <w:r>
        <w:t xml:space="preserve"> ! </w:t>
      </w:r>
      <w:r w:rsidR="00E0544E" w:rsidRPr="007818BD">
        <w:t>quelqu</w:t>
      </w:r>
      <w:r>
        <w:t>’</w:t>
      </w:r>
      <w:r w:rsidR="00E0544E" w:rsidRPr="007818BD">
        <w:t>un</w:t>
      </w:r>
      <w:r>
        <w:t> ! »</w:t>
      </w:r>
      <w:r w:rsidR="00E0544E" w:rsidRPr="007818BD">
        <w:t xml:space="preserve"> s</w:t>
      </w:r>
      <w:r>
        <w:t>’</w:t>
      </w:r>
      <w:r w:rsidR="00E0544E" w:rsidRPr="007818BD">
        <w:t>écria le dictateur en agitant sa so</w:t>
      </w:r>
      <w:r w:rsidR="00E0544E" w:rsidRPr="007818BD">
        <w:t>n</w:t>
      </w:r>
      <w:r w:rsidR="00E0544E" w:rsidRPr="007818BD">
        <w:t>nette</w:t>
      </w:r>
      <w:r>
        <w:t>.</w:t>
      </w:r>
    </w:p>
    <w:p w14:paraId="5714775C" w14:textId="77777777" w:rsidR="00E8465A" w:rsidRDefault="00E0544E" w:rsidP="00E0544E">
      <w:r w:rsidRPr="007818BD">
        <w:t>Le fidèle jacobin parut</w:t>
      </w:r>
      <w:r w:rsidR="00E8465A">
        <w:t>.</w:t>
      </w:r>
    </w:p>
    <w:p w14:paraId="66D0B859" w14:textId="1C507E92" w:rsidR="00E0544E" w:rsidRPr="007818BD" w:rsidRDefault="00E8465A" w:rsidP="00E0544E">
      <w:r>
        <w:t>« </w:t>
      </w:r>
      <w:r w:rsidR="00E0544E" w:rsidRPr="007818BD">
        <w:t>Suis cet homme</w:t>
      </w:r>
      <w:r>
        <w:t xml:space="preserve">, </w:t>
      </w:r>
      <w:r w:rsidR="00E0544E" w:rsidRPr="007818BD">
        <w:t>le citoyen Jean Nicot</w:t>
      </w:r>
      <w:r>
        <w:t xml:space="preserve">. </w:t>
      </w:r>
      <w:r w:rsidR="00E0544E" w:rsidRPr="007818BD">
        <w:t>Dès qu</w:t>
      </w:r>
      <w:r>
        <w:t>’</w:t>
      </w:r>
      <w:r w:rsidR="00E0544E" w:rsidRPr="007818BD">
        <w:t>il aura d</w:t>
      </w:r>
      <w:r w:rsidR="00E0544E" w:rsidRPr="007818BD">
        <w:t>é</w:t>
      </w:r>
      <w:r w:rsidR="00E0544E" w:rsidRPr="007818BD">
        <w:t>passé la porte</w:t>
      </w:r>
      <w:r>
        <w:t xml:space="preserve">, </w:t>
      </w:r>
      <w:r w:rsidR="00E0544E" w:rsidRPr="007818BD">
        <w:t>arrête-le</w:t>
      </w:r>
      <w:r>
        <w:t xml:space="preserve">. </w:t>
      </w:r>
      <w:r w:rsidR="00E0544E" w:rsidRPr="007818BD">
        <w:t>À la Conciergerie</w:t>
      </w:r>
      <w:r>
        <w:t xml:space="preserve">. </w:t>
      </w:r>
      <w:r w:rsidR="00E0544E" w:rsidRPr="007818BD">
        <w:t>Attends</w:t>
      </w:r>
      <w:r>
        <w:t xml:space="preserve"> ! </w:t>
      </w:r>
      <w:r w:rsidR="00E0544E" w:rsidRPr="007818BD">
        <w:t>Pas d</w:t>
      </w:r>
      <w:r>
        <w:t>’</w:t>
      </w:r>
      <w:r w:rsidR="00E0544E" w:rsidRPr="007818BD">
        <w:t>illégalité</w:t>
      </w:r>
      <w:r>
        <w:t xml:space="preserve">. </w:t>
      </w:r>
      <w:r w:rsidR="00E0544E" w:rsidRPr="007818BD">
        <w:t>Voici le mandat</w:t>
      </w:r>
      <w:r>
        <w:t xml:space="preserve">. </w:t>
      </w:r>
      <w:r w:rsidR="00E0544E" w:rsidRPr="007818BD">
        <w:t>L</w:t>
      </w:r>
      <w:r>
        <w:t>’</w:t>
      </w:r>
      <w:r w:rsidR="00E0544E" w:rsidRPr="007818BD">
        <w:t>accusateur public aura mes in</w:t>
      </w:r>
      <w:r w:rsidR="00E0544E" w:rsidRPr="007818BD">
        <w:t>s</w:t>
      </w:r>
      <w:r w:rsidR="00E0544E" w:rsidRPr="007818BD">
        <w:t>tructions</w:t>
      </w:r>
      <w:r>
        <w:t xml:space="preserve">. </w:t>
      </w:r>
      <w:r w:rsidR="00E0544E" w:rsidRPr="007818BD">
        <w:t>Va vite</w:t>
      </w:r>
      <w:r>
        <w:t> ! »</w:t>
      </w:r>
    </w:p>
    <w:p w14:paraId="3004526C" w14:textId="77777777" w:rsidR="00E8465A" w:rsidRDefault="00E0544E" w:rsidP="00E0544E">
      <w:r w:rsidRPr="007818BD">
        <w:t>Le jacobin disparut</w:t>
      </w:r>
      <w:r w:rsidR="00E8465A">
        <w:t xml:space="preserve">. </w:t>
      </w:r>
      <w:r w:rsidRPr="007818BD">
        <w:t>Toutes traces de maladie</w:t>
      </w:r>
      <w:r w:rsidR="00E8465A">
        <w:t xml:space="preserve">, </w:t>
      </w:r>
      <w:r w:rsidRPr="007818BD">
        <w:t>d</w:t>
      </w:r>
      <w:r w:rsidR="00E8465A">
        <w:t>’</w:t>
      </w:r>
      <w:r w:rsidRPr="007818BD">
        <w:t>infirmité</w:t>
      </w:r>
      <w:r w:rsidR="00E8465A">
        <w:t xml:space="preserve">, </w:t>
      </w:r>
      <w:r w:rsidRPr="007818BD">
        <w:t>de faiblesse</w:t>
      </w:r>
      <w:r w:rsidR="00E8465A">
        <w:t xml:space="preserve">, </w:t>
      </w:r>
      <w:r w:rsidRPr="007818BD">
        <w:t>s</w:t>
      </w:r>
      <w:r w:rsidR="00E8465A">
        <w:t>’</w:t>
      </w:r>
      <w:r w:rsidRPr="007818BD">
        <w:t>étaient effacées chez Robespierre</w:t>
      </w:r>
      <w:r w:rsidR="00E8465A">
        <w:t xml:space="preserve">. </w:t>
      </w:r>
      <w:r w:rsidRPr="007818BD">
        <w:t>Il se releva droit sur ses pieds avec une contraction convu</w:t>
      </w:r>
      <w:r w:rsidRPr="007818BD">
        <w:t>l</w:t>
      </w:r>
      <w:r w:rsidRPr="007818BD">
        <w:t>sive de ses traits</w:t>
      </w:r>
      <w:r w:rsidR="00E8465A">
        <w:t xml:space="preserve">, </w:t>
      </w:r>
      <w:r w:rsidRPr="007818BD">
        <w:t>et les bras croisés</w:t>
      </w:r>
      <w:r w:rsidR="00E8465A">
        <w:t> :</w:t>
      </w:r>
    </w:p>
    <w:p w14:paraId="73A84C89" w14:textId="4733F9D6" w:rsidR="00E0544E" w:rsidRPr="007818BD" w:rsidRDefault="00E8465A" w:rsidP="00E0544E">
      <w:r>
        <w:t>« </w:t>
      </w:r>
      <w:r w:rsidR="00E0544E" w:rsidRPr="007818BD">
        <w:t>Holà</w:t>
      </w:r>
      <w:r>
        <w:t xml:space="preserve"> ! </w:t>
      </w:r>
      <w:r w:rsidR="00E0544E" w:rsidRPr="007818BD">
        <w:t>Guérin</w:t>
      </w:r>
      <w:r>
        <w:t> ! »</w:t>
      </w:r>
    </w:p>
    <w:p w14:paraId="52C13587" w14:textId="77777777" w:rsidR="00E8465A" w:rsidRDefault="00E0544E" w:rsidP="00E0544E">
      <w:r w:rsidRPr="007818BD">
        <w:t>L</w:t>
      </w:r>
      <w:r w:rsidR="00E8465A">
        <w:t>’</w:t>
      </w:r>
      <w:r w:rsidRPr="007818BD">
        <w:t>espion se présenta</w:t>
      </w:r>
      <w:r w:rsidR="00E8465A">
        <w:t>.</w:t>
      </w:r>
    </w:p>
    <w:p w14:paraId="07241A9B" w14:textId="77777777" w:rsidR="00E8465A" w:rsidRDefault="00E8465A" w:rsidP="00E0544E">
      <w:r>
        <w:t>« </w:t>
      </w:r>
      <w:r w:rsidR="00E0544E" w:rsidRPr="007818BD">
        <w:t>Prends ces adresses</w:t>
      </w:r>
      <w:r>
        <w:t xml:space="preserve">. </w:t>
      </w:r>
      <w:r w:rsidR="00E0544E" w:rsidRPr="007818BD">
        <w:t>Il faut qu</w:t>
      </w:r>
      <w:r>
        <w:t>’</w:t>
      </w:r>
      <w:r w:rsidR="00E0544E" w:rsidRPr="007818BD">
        <w:t>avant une heure cet A</w:t>
      </w:r>
      <w:r w:rsidR="00E0544E" w:rsidRPr="007818BD">
        <w:t>n</w:t>
      </w:r>
      <w:r w:rsidR="00E0544E" w:rsidRPr="007818BD">
        <w:t>glais et cette femme soient en prison</w:t>
      </w:r>
      <w:r>
        <w:t xml:space="preserve"> ; </w:t>
      </w:r>
      <w:r w:rsidR="00E0544E" w:rsidRPr="007818BD">
        <w:t>leurs révélations me do</w:t>
      </w:r>
      <w:r w:rsidR="00E0544E" w:rsidRPr="007818BD">
        <w:t>n</w:t>
      </w:r>
      <w:r w:rsidR="00E0544E" w:rsidRPr="007818BD">
        <w:t>neront des armes contre des ennemis plus importants</w:t>
      </w:r>
      <w:r>
        <w:t xml:space="preserve">. </w:t>
      </w:r>
      <w:r w:rsidR="00E0544E" w:rsidRPr="007818BD">
        <w:t>Il faut qu</w:t>
      </w:r>
      <w:r>
        <w:t>’</w:t>
      </w:r>
      <w:r w:rsidR="00E0544E" w:rsidRPr="007818BD">
        <w:t>ils meurent</w:t>
      </w:r>
      <w:r>
        <w:t xml:space="preserve">. </w:t>
      </w:r>
      <w:r w:rsidR="00E0544E" w:rsidRPr="007818BD">
        <w:t>Ils périront avec les autres</w:t>
      </w:r>
      <w:r>
        <w:t xml:space="preserve">, </w:t>
      </w:r>
      <w:r w:rsidR="00E0544E" w:rsidRPr="007818BD">
        <w:t>le 10</w:t>
      </w:r>
      <w:r>
        <w:t xml:space="preserve">… </w:t>
      </w:r>
      <w:r w:rsidR="00E0544E" w:rsidRPr="007818BD">
        <w:t xml:space="preserve">dans </w:t>
      </w:r>
      <w:r w:rsidR="00E0544E" w:rsidRPr="007818BD">
        <w:lastRenderedPageBreak/>
        <w:t>trois jours d</w:t>
      </w:r>
      <w:r>
        <w:t>’</w:t>
      </w:r>
      <w:r w:rsidR="00E0544E" w:rsidRPr="007818BD">
        <w:t>ici</w:t>
      </w:r>
      <w:r>
        <w:t xml:space="preserve">. </w:t>
      </w:r>
      <w:r w:rsidR="00E0544E" w:rsidRPr="007818BD">
        <w:t>Tiens</w:t>
      </w:r>
      <w:r>
        <w:t xml:space="preserve"> (</w:t>
      </w:r>
      <w:r w:rsidR="00E0544E" w:rsidRPr="007818BD">
        <w:t>et il écrivit quelques mots à la hâte</w:t>
      </w:r>
      <w:r>
        <w:t xml:space="preserve">) ! </w:t>
      </w:r>
      <w:r w:rsidR="00E0544E" w:rsidRPr="007818BD">
        <w:t>voilà aussi ton mandat</w:t>
      </w:r>
      <w:r>
        <w:t xml:space="preserve"> ! </w:t>
      </w:r>
      <w:r w:rsidR="00E0544E" w:rsidRPr="007818BD">
        <w:t>Pars</w:t>
      </w:r>
      <w:r>
        <w:t> !</w:t>
      </w:r>
    </w:p>
    <w:p w14:paraId="688C6B48" w14:textId="592F5030" w:rsidR="00E0544E" w:rsidRPr="007818BD" w:rsidRDefault="00E8465A" w:rsidP="00E0544E">
      <w:r>
        <w:t>« </w:t>
      </w:r>
      <w:r w:rsidR="00E0544E" w:rsidRPr="007818BD">
        <w:t>Et maintenant</w:t>
      </w:r>
      <w:r>
        <w:t xml:space="preserve">, </w:t>
      </w:r>
      <w:r w:rsidR="00E0544E" w:rsidRPr="007818BD">
        <w:t>Couthon</w:t>
      </w:r>
      <w:r>
        <w:t xml:space="preserve">, </w:t>
      </w:r>
      <w:proofErr w:type="spellStart"/>
      <w:r w:rsidR="00E0544E" w:rsidRPr="007818BD">
        <w:t>Payan</w:t>
      </w:r>
      <w:proofErr w:type="spellEnd"/>
      <w:r>
        <w:t xml:space="preserve">, </w:t>
      </w:r>
      <w:r w:rsidR="00E0544E" w:rsidRPr="007818BD">
        <w:t>nous ne temporiserons plus avec Tallien et sa bande</w:t>
      </w:r>
      <w:r>
        <w:t xml:space="preserve">. </w:t>
      </w:r>
      <w:r w:rsidR="00E0544E" w:rsidRPr="007818BD">
        <w:t>Je sais que la Convention ne veut pas assister à la fête du 10</w:t>
      </w:r>
      <w:r>
        <w:t xml:space="preserve">. </w:t>
      </w:r>
      <w:r w:rsidR="00E0544E" w:rsidRPr="007818BD">
        <w:t>Il faut nous en rapporter au glaive de la loi</w:t>
      </w:r>
      <w:r>
        <w:t xml:space="preserve">. </w:t>
      </w:r>
      <w:r w:rsidR="00E0544E" w:rsidRPr="007818BD">
        <w:t>Je vais recueillir mes pensées</w:t>
      </w:r>
      <w:r>
        <w:t xml:space="preserve">, </w:t>
      </w:r>
      <w:r w:rsidR="00E0544E" w:rsidRPr="007818BD">
        <w:t>préparer ma harangue</w:t>
      </w:r>
      <w:r>
        <w:t xml:space="preserve">. </w:t>
      </w:r>
      <w:r w:rsidR="00E0544E" w:rsidRPr="007818BD">
        <w:t>Demain</w:t>
      </w:r>
      <w:r>
        <w:t xml:space="preserve">, </w:t>
      </w:r>
      <w:r w:rsidR="00E0544E" w:rsidRPr="007818BD">
        <w:t>je reparaîtrai à la Convention</w:t>
      </w:r>
      <w:r>
        <w:t xml:space="preserve"> : </w:t>
      </w:r>
      <w:r w:rsidR="00E0544E" w:rsidRPr="007818BD">
        <w:t>demain</w:t>
      </w:r>
      <w:r>
        <w:t xml:space="preserve">, </w:t>
      </w:r>
      <w:r w:rsidR="00E0544E" w:rsidRPr="007818BD">
        <w:t>le brave Saint-Just</w:t>
      </w:r>
      <w:r>
        <w:t xml:space="preserve">, </w:t>
      </w:r>
      <w:r w:rsidR="00E0544E" w:rsidRPr="007818BD">
        <w:t>de retour de nos armées victorieuses</w:t>
      </w:r>
      <w:r>
        <w:t xml:space="preserve">, </w:t>
      </w:r>
      <w:r w:rsidR="00E0544E" w:rsidRPr="007818BD">
        <w:t>s</w:t>
      </w:r>
      <w:r>
        <w:t>’</w:t>
      </w:r>
      <w:r w:rsidR="00E0544E" w:rsidRPr="007818BD">
        <w:t>unit à nous</w:t>
      </w:r>
      <w:r>
        <w:t xml:space="preserve"> ; </w:t>
      </w:r>
      <w:r w:rsidR="00E0544E" w:rsidRPr="007818BD">
        <w:t>d</w:t>
      </w:r>
      <w:r w:rsidR="00E0544E" w:rsidRPr="007818BD">
        <w:t>e</w:t>
      </w:r>
      <w:r w:rsidR="00E0544E" w:rsidRPr="007818BD">
        <w:t>main</w:t>
      </w:r>
      <w:r>
        <w:t xml:space="preserve">, </w:t>
      </w:r>
      <w:r w:rsidR="00E0544E" w:rsidRPr="007818BD">
        <w:t>du haut de la tribune</w:t>
      </w:r>
      <w:r>
        <w:t xml:space="preserve">, </w:t>
      </w:r>
      <w:r w:rsidR="00E0544E" w:rsidRPr="007818BD">
        <w:t>je lancerai la fo</w:t>
      </w:r>
      <w:r w:rsidR="00E0544E" w:rsidRPr="007818BD">
        <w:t>u</w:t>
      </w:r>
      <w:r w:rsidR="00E0544E" w:rsidRPr="007818BD">
        <w:t>dre sur les ennemis secrets de la France</w:t>
      </w:r>
      <w:r>
        <w:t xml:space="preserve"> ; </w:t>
      </w:r>
      <w:r w:rsidR="00E0544E" w:rsidRPr="007818BD">
        <w:t>demain</w:t>
      </w:r>
      <w:r>
        <w:t xml:space="preserve">, </w:t>
      </w:r>
      <w:r w:rsidR="00E0544E" w:rsidRPr="007818BD">
        <w:t>je demanderai</w:t>
      </w:r>
      <w:r>
        <w:t xml:space="preserve">, </w:t>
      </w:r>
      <w:r w:rsidR="00E0544E" w:rsidRPr="007818BD">
        <w:t>à la face du pays</w:t>
      </w:r>
      <w:r>
        <w:t xml:space="preserve">, </w:t>
      </w:r>
      <w:r w:rsidR="00E0544E" w:rsidRPr="007818BD">
        <w:t>les têtes des conspirateurs</w:t>
      </w:r>
      <w:r>
        <w:t>. »</w:t>
      </w:r>
    </w:p>
    <w:p w14:paraId="75D0A99A" w14:textId="77777777" w:rsidR="00E8465A" w:rsidRDefault="00E0544E" w:rsidP="00E8465A">
      <w:pPr>
        <w:pStyle w:val="Titre2"/>
        <w:pageBreakBefore/>
      </w:pPr>
      <w:bookmarkStart w:id="78" w:name="_Toc199963127"/>
      <w:r w:rsidRPr="007818BD">
        <w:lastRenderedPageBreak/>
        <w:t>CHAPITRE</w:t>
      </w:r>
      <w:r w:rsidR="00E8465A">
        <w:t xml:space="preserve"> </w:t>
      </w:r>
      <w:r w:rsidRPr="007818BD">
        <w:t>VIII</w:t>
      </w:r>
      <w:r w:rsidR="00E8465A">
        <w:t>.</w:t>
      </w:r>
      <w:bookmarkEnd w:id="78"/>
    </w:p>
    <w:p w14:paraId="11B871AB" w14:textId="77777777" w:rsidR="00E8465A" w:rsidRDefault="00E0544E" w:rsidP="00E0544E">
      <w:pPr>
        <w:pStyle w:val="NormalRetraitGauche4XIndent0"/>
        <w:spacing w:before="0" w:after="0"/>
        <w:rPr>
          <w:rStyle w:val="Taille-1Caracteres"/>
        </w:rPr>
      </w:pPr>
      <w:r w:rsidRPr="007818BD">
        <w:rPr>
          <w:rStyle w:val="Taille-1Caracteres"/>
        </w:rPr>
        <w:t>Le glaive est contre toi tourné de toutes parts</w:t>
      </w:r>
      <w:r w:rsidR="00E8465A">
        <w:rPr>
          <w:rStyle w:val="Taille-1Caracteres"/>
        </w:rPr>
        <w:t>.</w:t>
      </w:r>
    </w:p>
    <w:p w14:paraId="0EF20AD5" w14:textId="42E2CBFD" w:rsidR="00E8465A" w:rsidRDefault="00E8465A" w:rsidP="00E0544E">
      <w:pPr>
        <w:jc w:val="right"/>
        <w:rPr>
          <w:rStyle w:val="Taille-1Caracteres"/>
        </w:rPr>
      </w:pPr>
      <w:r>
        <w:rPr>
          <w:rStyle w:val="Taille-1Caracteres"/>
        </w:rPr>
        <w:t>(</w:t>
      </w:r>
      <w:r w:rsidR="00E0544E" w:rsidRPr="007818BD">
        <w:rPr>
          <w:rStyle w:val="Taille-1Caracteres"/>
        </w:rPr>
        <w:t>LA HARPE</w:t>
      </w:r>
      <w:r>
        <w:rPr>
          <w:rStyle w:val="Taille-1Caracteres"/>
        </w:rPr>
        <w:t xml:space="preserve">, </w:t>
      </w:r>
      <w:r w:rsidR="00E0544E" w:rsidRPr="007818BD">
        <w:rPr>
          <w:rStyle w:val="Taille-1Caracteres"/>
          <w:i/>
        </w:rPr>
        <w:t>Jeanne de Naples</w:t>
      </w:r>
      <w:r>
        <w:rPr>
          <w:rStyle w:val="Taille-1Caracteres"/>
        </w:rPr>
        <w:t>.)</w:t>
      </w:r>
    </w:p>
    <w:p w14:paraId="42446AE0" w14:textId="037DDF74" w:rsidR="00E0544E" w:rsidRPr="007818BD" w:rsidRDefault="00E0544E" w:rsidP="00E0544E">
      <w:r w:rsidRPr="007818BD">
        <w:t xml:space="preserve">Cependant </w:t>
      </w:r>
      <w:proofErr w:type="spellStart"/>
      <w:r w:rsidRPr="007818BD">
        <w:t>Glyndon</w:t>
      </w:r>
      <w:proofErr w:type="spellEnd"/>
      <w:r w:rsidR="00E8465A">
        <w:t xml:space="preserve">, </w:t>
      </w:r>
      <w:r w:rsidRPr="007818BD">
        <w:t>après une entrevue de quelque durée avec C</w:t>
      </w:r>
      <w:r w:rsidR="00E8465A">
        <w:t xml:space="preserve">…, </w:t>
      </w:r>
      <w:r w:rsidRPr="007818BD">
        <w:t>pendant l</w:t>
      </w:r>
      <w:r w:rsidRPr="007818BD">
        <w:t>a</w:t>
      </w:r>
      <w:r w:rsidRPr="007818BD">
        <w:t>quelle on fit les derniers arrangements pour le départ</w:t>
      </w:r>
      <w:r w:rsidR="00E8465A">
        <w:t xml:space="preserve">, </w:t>
      </w:r>
      <w:r w:rsidRPr="007818BD">
        <w:t>plein d</w:t>
      </w:r>
      <w:r w:rsidR="00E8465A">
        <w:t>’</w:t>
      </w:r>
      <w:r w:rsidRPr="007818BD">
        <w:t>espérance dans ses plans</w:t>
      </w:r>
      <w:r w:rsidR="00E8465A">
        <w:t xml:space="preserve">, </w:t>
      </w:r>
      <w:r w:rsidRPr="007818BD">
        <w:t>et ne voyant aucun obstacle qui pût les entraver</w:t>
      </w:r>
      <w:r w:rsidR="00E8465A">
        <w:t xml:space="preserve">, </w:t>
      </w:r>
      <w:r w:rsidRPr="007818BD">
        <w:t>se dirigea de nouveau vers la ma</w:t>
      </w:r>
      <w:r w:rsidRPr="007818BD">
        <w:t>i</w:t>
      </w:r>
      <w:r w:rsidRPr="007818BD">
        <w:t xml:space="preserve">son de </w:t>
      </w:r>
      <w:proofErr w:type="spellStart"/>
      <w:r w:rsidRPr="007818BD">
        <w:t>Fillide</w:t>
      </w:r>
      <w:proofErr w:type="spellEnd"/>
      <w:r w:rsidR="00E8465A">
        <w:t xml:space="preserve">. </w:t>
      </w:r>
      <w:r w:rsidRPr="007818BD">
        <w:t>Tout à coup</w:t>
      </w:r>
      <w:r w:rsidR="00E8465A">
        <w:t xml:space="preserve">, </w:t>
      </w:r>
      <w:r w:rsidRPr="007818BD">
        <w:t>au milieu de ses pensées</w:t>
      </w:r>
      <w:r w:rsidR="00E8465A">
        <w:t xml:space="preserve">, </w:t>
      </w:r>
      <w:r w:rsidRPr="007818BD">
        <w:t>il crut e</w:t>
      </w:r>
      <w:r w:rsidRPr="007818BD">
        <w:t>n</w:t>
      </w:r>
      <w:r w:rsidRPr="007818BD">
        <w:t>tendre une voix qui ne lui était que trop terriblement familière</w:t>
      </w:r>
      <w:r w:rsidR="00E8465A">
        <w:t xml:space="preserve">, </w:t>
      </w:r>
      <w:r w:rsidRPr="007818BD">
        <w:t>qui lui murmurait à l</w:t>
      </w:r>
      <w:r w:rsidR="00E8465A">
        <w:t>’</w:t>
      </w:r>
      <w:r w:rsidRPr="007818BD">
        <w:t>oreille</w:t>
      </w:r>
      <w:r w:rsidR="00E8465A">
        <w:t> : « </w:t>
      </w:r>
      <w:r w:rsidRPr="007818BD">
        <w:t>Eh quoi</w:t>
      </w:r>
      <w:r w:rsidR="00E8465A">
        <w:t xml:space="preserve"> ! </w:t>
      </w:r>
      <w:r w:rsidRPr="007818BD">
        <w:t>tu voudrais me défier et m</w:t>
      </w:r>
      <w:r w:rsidR="00E8465A">
        <w:t>’</w:t>
      </w:r>
      <w:r w:rsidRPr="007818BD">
        <w:t>échapper</w:t>
      </w:r>
      <w:r w:rsidR="00E8465A">
        <w:t xml:space="preserve"> ; </w:t>
      </w:r>
      <w:r w:rsidRPr="007818BD">
        <w:t>tu voudrais retourner à la vertu et au bonheur</w:t>
      </w:r>
      <w:r w:rsidR="00E8465A">
        <w:t xml:space="preserve"> ! </w:t>
      </w:r>
      <w:r w:rsidRPr="007818BD">
        <w:t>C</w:t>
      </w:r>
      <w:r w:rsidR="00E8465A">
        <w:t>’</w:t>
      </w:r>
      <w:r w:rsidRPr="007818BD">
        <w:t>est en vain</w:t>
      </w:r>
      <w:r w:rsidR="00E8465A">
        <w:t xml:space="preserve"> ; </w:t>
      </w:r>
      <w:r w:rsidRPr="007818BD">
        <w:t>il est trop tard</w:t>
      </w:r>
      <w:r w:rsidR="00E8465A">
        <w:t xml:space="preserve">. </w:t>
      </w:r>
      <w:r w:rsidRPr="007818BD">
        <w:t>Non</w:t>
      </w:r>
      <w:r w:rsidR="00E8465A">
        <w:t xml:space="preserve"> ! </w:t>
      </w:r>
      <w:r w:rsidRPr="007818BD">
        <w:t>ce n</w:t>
      </w:r>
      <w:r w:rsidR="00E8465A">
        <w:t>’</w:t>
      </w:r>
      <w:r w:rsidRPr="007818BD">
        <w:t>est plus moi qui te poursuivrai</w:t>
      </w:r>
      <w:r w:rsidR="00E8465A">
        <w:t xml:space="preserve"> ; </w:t>
      </w:r>
      <w:r w:rsidRPr="007818BD">
        <w:t>des pas h</w:t>
      </w:r>
      <w:r w:rsidRPr="007818BD">
        <w:t>u</w:t>
      </w:r>
      <w:r w:rsidRPr="007818BD">
        <w:t>mains</w:t>
      </w:r>
      <w:r w:rsidR="00E8465A">
        <w:t xml:space="preserve">, </w:t>
      </w:r>
      <w:r w:rsidRPr="007818BD">
        <w:t>non moins inexorables</w:t>
      </w:r>
      <w:r w:rsidR="00E8465A">
        <w:t xml:space="preserve">, </w:t>
      </w:r>
      <w:r w:rsidRPr="007818BD">
        <w:t>s</w:t>
      </w:r>
      <w:r w:rsidR="00E8465A">
        <w:t>’</w:t>
      </w:r>
      <w:r w:rsidRPr="007818BD">
        <w:t>acharnent maintenant après toi</w:t>
      </w:r>
      <w:r w:rsidR="00E8465A">
        <w:t xml:space="preserve">. </w:t>
      </w:r>
      <w:r w:rsidRPr="007818BD">
        <w:t>Pour moi</w:t>
      </w:r>
      <w:r w:rsidR="00E8465A">
        <w:t xml:space="preserve">, </w:t>
      </w:r>
      <w:r w:rsidRPr="007818BD">
        <w:t>tu ne me reverras que dans la prison</w:t>
      </w:r>
      <w:r w:rsidR="00E8465A">
        <w:t xml:space="preserve">, </w:t>
      </w:r>
      <w:r w:rsidRPr="007818BD">
        <w:t>à minuit</w:t>
      </w:r>
      <w:r w:rsidR="00E8465A">
        <w:t xml:space="preserve">, </w:t>
      </w:r>
      <w:r w:rsidRPr="007818BD">
        <w:t>au dernier jour de ta vie</w:t>
      </w:r>
      <w:r w:rsidR="00E8465A">
        <w:t>. »</w:t>
      </w:r>
    </w:p>
    <w:p w14:paraId="7F5C6B0B" w14:textId="77777777" w:rsidR="00E8465A" w:rsidRDefault="00E0544E" w:rsidP="00E0544E">
      <w:r w:rsidRPr="007818BD">
        <w:t xml:space="preserve">Et </w:t>
      </w:r>
      <w:proofErr w:type="spellStart"/>
      <w:r w:rsidRPr="007818BD">
        <w:t>Glyndon</w:t>
      </w:r>
      <w:proofErr w:type="spellEnd"/>
      <w:r w:rsidRPr="007818BD">
        <w:t xml:space="preserve"> tourna machinalement la tête</w:t>
      </w:r>
      <w:r w:rsidR="00E8465A">
        <w:t xml:space="preserve">, </w:t>
      </w:r>
      <w:r w:rsidRPr="007818BD">
        <w:t>et vit derrière lui se glisser à la dérobée un homme qu</w:t>
      </w:r>
      <w:r w:rsidR="00E8465A">
        <w:t>’</w:t>
      </w:r>
      <w:r w:rsidRPr="007818BD">
        <w:t>il avait déjà vu</w:t>
      </w:r>
      <w:r w:rsidR="00E8465A">
        <w:t xml:space="preserve">, </w:t>
      </w:r>
      <w:r w:rsidRPr="007818BD">
        <w:t>sans le r</w:t>
      </w:r>
      <w:r w:rsidRPr="007818BD">
        <w:t>e</w:t>
      </w:r>
      <w:r w:rsidRPr="007818BD">
        <w:t>marquer d</w:t>
      </w:r>
      <w:r w:rsidR="00E8465A">
        <w:t>’</w:t>
      </w:r>
      <w:r w:rsidRPr="007818BD">
        <w:t>une manière particulière</w:t>
      </w:r>
      <w:r w:rsidR="00E8465A">
        <w:t xml:space="preserve">. </w:t>
      </w:r>
      <w:r w:rsidRPr="007818BD">
        <w:t>Aussitôt et instinctiv</w:t>
      </w:r>
      <w:r w:rsidRPr="007818BD">
        <w:t>e</w:t>
      </w:r>
      <w:r w:rsidRPr="007818BD">
        <w:t>ment</w:t>
      </w:r>
      <w:r w:rsidR="00E8465A">
        <w:t xml:space="preserve">, </w:t>
      </w:r>
      <w:r w:rsidRPr="007818BD">
        <w:t>il comprit qu</w:t>
      </w:r>
      <w:r w:rsidR="00E8465A">
        <w:t>’</w:t>
      </w:r>
      <w:r w:rsidRPr="007818BD">
        <w:t>il était suivi et surveillé</w:t>
      </w:r>
      <w:r w:rsidR="00E8465A">
        <w:t xml:space="preserve">. </w:t>
      </w:r>
      <w:r w:rsidRPr="007818BD">
        <w:t>La rue dans laquelle il passait était obscure et déserte</w:t>
      </w:r>
      <w:r w:rsidR="00E8465A">
        <w:t xml:space="preserve">, </w:t>
      </w:r>
      <w:r w:rsidRPr="007818BD">
        <w:t>car la chaleur du jour était i</w:t>
      </w:r>
      <w:r w:rsidRPr="007818BD">
        <w:t>n</w:t>
      </w:r>
      <w:r w:rsidRPr="007818BD">
        <w:t>tense</w:t>
      </w:r>
      <w:r w:rsidR="00E8465A">
        <w:t xml:space="preserve">, </w:t>
      </w:r>
      <w:r w:rsidRPr="007818BD">
        <w:t>et c</w:t>
      </w:r>
      <w:r w:rsidR="00E8465A">
        <w:t>’</w:t>
      </w:r>
      <w:r w:rsidRPr="007818BD">
        <w:t>était une heure où peu de personnes étaient dehors</w:t>
      </w:r>
      <w:r w:rsidR="00E8465A">
        <w:t xml:space="preserve">, </w:t>
      </w:r>
      <w:r w:rsidRPr="007818BD">
        <w:t>soit pour leurs affaires</w:t>
      </w:r>
      <w:r w:rsidR="00E8465A">
        <w:t xml:space="preserve">, </w:t>
      </w:r>
      <w:r w:rsidRPr="007818BD">
        <w:t>soit pour leur plaisir</w:t>
      </w:r>
      <w:r w:rsidR="00E8465A">
        <w:t xml:space="preserve">. </w:t>
      </w:r>
      <w:r w:rsidRPr="007818BD">
        <w:t>Malgré tout son courage</w:t>
      </w:r>
      <w:r w:rsidR="00E8465A">
        <w:t xml:space="preserve">, </w:t>
      </w:r>
      <w:r w:rsidRPr="007818BD">
        <w:t>un frisson glacial lui traversa le cœur</w:t>
      </w:r>
      <w:r w:rsidR="00E8465A">
        <w:t xml:space="preserve">. </w:t>
      </w:r>
      <w:r w:rsidRPr="007818BD">
        <w:t>Il connaissait trop bien le terrible système qui régnait alors à Paris pour ne pas comprendre tout son danger</w:t>
      </w:r>
      <w:r w:rsidR="00E8465A">
        <w:t xml:space="preserve">. </w:t>
      </w:r>
      <w:r w:rsidRPr="007818BD">
        <w:t>Ce qu</w:t>
      </w:r>
      <w:r w:rsidR="00E8465A">
        <w:t>’</w:t>
      </w:r>
      <w:r w:rsidRPr="007818BD">
        <w:t>est pour la victime de la peste la vue de la première pustule fatale</w:t>
      </w:r>
      <w:r w:rsidR="00E8465A">
        <w:t xml:space="preserve">, </w:t>
      </w:r>
      <w:r w:rsidRPr="007818BD">
        <w:t>telle fut pour la vict</w:t>
      </w:r>
      <w:r w:rsidRPr="007818BD">
        <w:t>i</w:t>
      </w:r>
      <w:r w:rsidRPr="007818BD">
        <w:t>me de la Révolution la vue de l</w:t>
      </w:r>
      <w:r w:rsidR="00E8465A">
        <w:t>’</w:t>
      </w:r>
      <w:r w:rsidRPr="007818BD">
        <w:t>espion mystérieux</w:t>
      </w:r>
      <w:r w:rsidR="00E8465A">
        <w:t xml:space="preserve">. </w:t>
      </w:r>
      <w:r w:rsidRPr="007818BD">
        <w:t>La survei</w:t>
      </w:r>
      <w:r w:rsidRPr="007818BD">
        <w:t>l</w:t>
      </w:r>
      <w:r w:rsidRPr="007818BD">
        <w:t>lance</w:t>
      </w:r>
      <w:r w:rsidR="00E8465A">
        <w:t xml:space="preserve">, </w:t>
      </w:r>
      <w:r w:rsidRPr="007818BD">
        <w:t>l</w:t>
      </w:r>
      <w:r w:rsidR="00E8465A">
        <w:t>’</w:t>
      </w:r>
      <w:r w:rsidRPr="007818BD">
        <w:t>arrestation</w:t>
      </w:r>
      <w:r w:rsidR="00E8465A">
        <w:t xml:space="preserve">, </w:t>
      </w:r>
      <w:r w:rsidRPr="007818BD">
        <w:t>le jugement</w:t>
      </w:r>
      <w:r w:rsidR="00E8465A">
        <w:t xml:space="preserve">, </w:t>
      </w:r>
      <w:r w:rsidRPr="007818BD">
        <w:t>la guillotine</w:t>
      </w:r>
      <w:r w:rsidR="00E8465A">
        <w:t xml:space="preserve"> ; </w:t>
      </w:r>
      <w:r w:rsidRPr="007818BD">
        <w:t xml:space="preserve">tels étaient les pas rapides et certains de ce </w:t>
      </w:r>
      <w:r w:rsidRPr="007818BD">
        <w:lastRenderedPageBreak/>
        <w:t>monstre que les anarchistes app</w:t>
      </w:r>
      <w:r w:rsidRPr="007818BD">
        <w:t>e</w:t>
      </w:r>
      <w:r w:rsidRPr="007818BD">
        <w:t>laient la Loi</w:t>
      </w:r>
      <w:r w:rsidR="00E8465A">
        <w:t xml:space="preserve"> ! </w:t>
      </w:r>
      <w:r w:rsidRPr="007818BD">
        <w:t>Sa respiration s</w:t>
      </w:r>
      <w:r w:rsidR="00E8465A">
        <w:t>’</w:t>
      </w:r>
      <w:r w:rsidRPr="007818BD">
        <w:t>accéléra</w:t>
      </w:r>
      <w:r w:rsidR="00E8465A">
        <w:t xml:space="preserve">, </w:t>
      </w:r>
      <w:r w:rsidRPr="007818BD">
        <w:t>il entendit distinctement battre son cœur</w:t>
      </w:r>
      <w:r w:rsidR="00E8465A">
        <w:t xml:space="preserve">. </w:t>
      </w:r>
      <w:r w:rsidRPr="007818BD">
        <w:t>Il s</w:t>
      </w:r>
      <w:r w:rsidR="00E8465A">
        <w:t>’</w:t>
      </w:r>
      <w:r w:rsidRPr="007818BD">
        <w:t>arrêta</w:t>
      </w:r>
      <w:r w:rsidR="00E8465A">
        <w:t xml:space="preserve">, </w:t>
      </w:r>
      <w:r w:rsidRPr="007818BD">
        <w:t>immobile</w:t>
      </w:r>
      <w:r w:rsidR="00E8465A">
        <w:t xml:space="preserve">, </w:t>
      </w:r>
      <w:r w:rsidRPr="007818BD">
        <w:t>à regarder l</w:t>
      </w:r>
      <w:r w:rsidR="00E8465A">
        <w:t>’</w:t>
      </w:r>
      <w:r w:rsidRPr="007818BD">
        <w:t>ombre</w:t>
      </w:r>
      <w:r w:rsidR="00E8465A">
        <w:t xml:space="preserve">, </w:t>
      </w:r>
      <w:r w:rsidRPr="007818BD">
        <w:t>qui s</w:t>
      </w:r>
      <w:r w:rsidR="00E8465A">
        <w:t>’</w:t>
      </w:r>
      <w:r w:rsidRPr="007818BD">
        <w:t>arrêta aussi derrière lui</w:t>
      </w:r>
      <w:r w:rsidR="00E8465A">
        <w:t xml:space="preserve">. </w:t>
      </w:r>
      <w:r w:rsidRPr="007818BD">
        <w:t>Bientôt la certitude que l</w:t>
      </w:r>
      <w:r w:rsidR="00E8465A">
        <w:t>’</w:t>
      </w:r>
      <w:r w:rsidRPr="007818BD">
        <w:t>espion était seul</w:t>
      </w:r>
      <w:r w:rsidR="00E8465A">
        <w:t xml:space="preserve">, </w:t>
      </w:r>
      <w:r w:rsidRPr="007818BD">
        <w:t>et la tranquillité de la rue ranimèrent son courage</w:t>
      </w:r>
      <w:r w:rsidR="00E8465A">
        <w:t xml:space="preserve"> ; </w:t>
      </w:r>
      <w:r w:rsidRPr="007818BD">
        <w:t>il s</w:t>
      </w:r>
      <w:r w:rsidR="00E8465A">
        <w:t>’</w:t>
      </w:r>
      <w:r w:rsidRPr="007818BD">
        <w:t>avança vers celui qui le suivait</w:t>
      </w:r>
      <w:r w:rsidR="00E8465A">
        <w:t xml:space="preserve">, </w:t>
      </w:r>
      <w:r w:rsidRPr="007818BD">
        <w:t>et qui recula de son côté à m</w:t>
      </w:r>
      <w:r w:rsidRPr="007818BD">
        <w:t>e</w:t>
      </w:r>
      <w:r w:rsidRPr="007818BD">
        <w:t>sure qu</w:t>
      </w:r>
      <w:r w:rsidR="00E8465A">
        <w:t>’</w:t>
      </w:r>
      <w:r w:rsidRPr="007818BD">
        <w:t>il s</w:t>
      </w:r>
      <w:r w:rsidR="00E8465A">
        <w:t>’</w:t>
      </w:r>
      <w:r w:rsidRPr="007818BD">
        <w:t>avançait</w:t>
      </w:r>
      <w:r w:rsidR="00E8465A">
        <w:t>.</w:t>
      </w:r>
    </w:p>
    <w:p w14:paraId="2B0A0DBE" w14:textId="77777777" w:rsidR="00E8465A" w:rsidRDefault="00E8465A" w:rsidP="00E0544E">
      <w:r>
        <w:t>« </w:t>
      </w:r>
      <w:r w:rsidR="00E0544E" w:rsidRPr="007818BD">
        <w:t>Citoyen</w:t>
      </w:r>
      <w:r>
        <w:t xml:space="preserve">, </w:t>
      </w:r>
      <w:r w:rsidR="00E0544E" w:rsidRPr="007818BD">
        <w:t>tu m</w:t>
      </w:r>
      <w:r>
        <w:t>’</w:t>
      </w:r>
      <w:r w:rsidR="00E0544E" w:rsidRPr="007818BD">
        <w:t>as suivi</w:t>
      </w:r>
      <w:r>
        <w:t xml:space="preserve">, </w:t>
      </w:r>
      <w:r w:rsidR="00E0544E" w:rsidRPr="007818BD">
        <w:t>dit-il</w:t>
      </w:r>
      <w:r>
        <w:t xml:space="preserve"> ; </w:t>
      </w:r>
      <w:r w:rsidR="00E0544E" w:rsidRPr="007818BD">
        <w:t xml:space="preserve">que </w:t>
      </w:r>
      <w:proofErr w:type="spellStart"/>
      <w:r w:rsidR="00E0544E" w:rsidRPr="007818BD">
        <w:t>me</w:t>
      </w:r>
      <w:proofErr w:type="spellEnd"/>
      <w:r w:rsidR="00E0544E" w:rsidRPr="007818BD">
        <w:t xml:space="preserve"> veux-tu</w:t>
      </w:r>
      <w:r>
        <w:t> ?</w:t>
      </w:r>
    </w:p>
    <w:p w14:paraId="02366D5A" w14:textId="77777777" w:rsidR="00E8465A" w:rsidRDefault="00E8465A" w:rsidP="00E0544E">
      <w:r>
        <w:t>— </w:t>
      </w:r>
      <w:r w:rsidR="00E0544E" w:rsidRPr="007818BD">
        <w:t>Assurément</w:t>
      </w:r>
      <w:r>
        <w:t xml:space="preserve">, </w:t>
      </w:r>
      <w:r w:rsidR="00E0544E" w:rsidRPr="007818BD">
        <w:t>répondit l</w:t>
      </w:r>
      <w:r>
        <w:t>’</w:t>
      </w:r>
      <w:r w:rsidR="00E0544E" w:rsidRPr="007818BD">
        <w:t>homme avec un sourire affable</w:t>
      </w:r>
      <w:r>
        <w:t xml:space="preserve">, </w:t>
      </w:r>
      <w:r w:rsidR="00E0544E" w:rsidRPr="007818BD">
        <w:t>les rues sont assez la</w:t>
      </w:r>
      <w:r w:rsidR="00E0544E" w:rsidRPr="007818BD">
        <w:t>r</w:t>
      </w:r>
      <w:r w:rsidR="00E0544E" w:rsidRPr="007818BD">
        <w:t>ges pour tous deux</w:t>
      </w:r>
      <w:r>
        <w:t xml:space="preserve"> ; </w:t>
      </w:r>
      <w:r w:rsidR="00E0544E" w:rsidRPr="007818BD">
        <w:t>tu n</w:t>
      </w:r>
      <w:r>
        <w:t>’</w:t>
      </w:r>
      <w:r w:rsidR="00E0544E" w:rsidRPr="007818BD">
        <w:t>es pas assez mauvais républicain pour vouloir accaparer à toi seul tout P</w:t>
      </w:r>
      <w:r w:rsidR="00E0544E" w:rsidRPr="007818BD">
        <w:t>a</w:t>
      </w:r>
      <w:r w:rsidR="00E0544E" w:rsidRPr="007818BD">
        <w:t>ris</w:t>
      </w:r>
      <w:r>
        <w:t> ?</w:t>
      </w:r>
    </w:p>
    <w:p w14:paraId="5E37DC3C" w14:textId="3BBDFA41" w:rsidR="00E0544E" w:rsidRPr="007818BD" w:rsidRDefault="00E8465A" w:rsidP="00E0544E">
      <w:r>
        <w:t>— </w:t>
      </w:r>
      <w:r w:rsidR="00E0544E" w:rsidRPr="007818BD">
        <w:t>Va devant</w:t>
      </w:r>
      <w:r>
        <w:t xml:space="preserve">, </w:t>
      </w:r>
      <w:r w:rsidR="00E0544E" w:rsidRPr="007818BD">
        <w:t>alors</w:t>
      </w:r>
      <w:r>
        <w:t xml:space="preserve"> ; </w:t>
      </w:r>
      <w:r w:rsidR="00E0544E" w:rsidRPr="007818BD">
        <w:t>je te cède le pas</w:t>
      </w:r>
      <w:r>
        <w:t>. »</w:t>
      </w:r>
    </w:p>
    <w:p w14:paraId="16417F46" w14:textId="77777777" w:rsidR="00E8465A" w:rsidRDefault="00E0544E" w:rsidP="00E0544E">
      <w:r w:rsidRPr="007818BD">
        <w:t>L</w:t>
      </w:r>
      <w:r w:rsidR="00E8465A">
        <w:t>’</w:t>
      </w:r>
      <w:r w:rsidRPr="007818BD">
        <w:t>homme s</w:t>
      </w:r>
      <w:r w:rsidR="00E8465A">
        <w:t>’</w:t>
      </w:r>
      <w:r w:rsidRPr="007818BD">
        <w:t>inclina</w:t>
      </w:r>
      <w:r w:rsidR="00E8465A">
        <w:t xml:space="preserve">, </w:t>
      </w:r>
      <w:r w:rsidRPr="007818BD">
        <w:t>retira poliment son chapeau</w:t>
      </w:r>
      <w:r w:rsidR="00E8465A">
        <w:t xml:space="preserve">, </w:t>
      </w:r>
      <w:r w:rsidRPr="007818BD">
        <w:t>et passa en avant</w:t>
      </w:r>
      <w:r w:rsidR="00E8465A">
        <w:t xml:space="preserve">. </w:t>
      </w:r>
      <w:r w:rsidRPr="007818BD">
        <w:t>Le moment d</w:t>
      </w:r>
      <w:r w:rsidR="00E8465A">
        <w:t>’</w:t>
      </w:r>
      <w:r w:rsidRPr="007818BD">
        <w:t>après</w:t>
      </w:r>
      <w:r w:rsidR="00E8465A">
        <w:t xml:space="preserve">, </w:t>
      </w:r>
      <w:proofErr w:type="spellStart"/>
      <w:r w:rsidRPr="007818BD">
        <w:t>Glyndon</w:t>
      </w:r>
      <w:proofErr w:type="spellEnd"/>
      <w:r w:rsidRPr="007818BD">
        <w:t xml:space="preserve"> s</w:t>
      </w:r>
      <w:r w:rsidR="00E8465A">
        <w:t>’</w:t>
      </w:r>
      <w:r w:rsidRPr="007818BD">
        <w:t>enfonça dans une rue</w:t>
      </w:r>
      <w:r w:rsidRPr="007818BD">
        <w:t>l</w:t>
      </w:r>
      <w:r w:rsidRPr="007818BD">
        <w:t>le sinueuse</w:t>
      </w:r>
      <w:r w:rsidR="00E8465A">
        <w:t xml:space="preserve">, </w:t>
      </w:r>
      <w:r w:rsidRPr="007818BD">
        <w:t>et marcha rapidement à travers un labyrinthe de rues</w:t>
      </w:r>
      <w:r w:rsidR="00E8465A">
        <w:t xml:space="preserve">, </w:t>
      </w:r>
      <w:r w:rsidRPr="007818BD">
        <w:t>de passages et d</w:t>
      </w:r>
      <w:r w:rsidR="00E8465A">
        <w:t>’</w:t>
      </w:r>
      <w:r w:rsidRPr="007818BD">
        <w:t>allées</w:t>
      </w:r>
      <w:r w:rsidR="00E8465A">
        <w:t xml:space="preserve">. </w:t>
      </w:r>
      <w:r w:rsidRPr="007818BD">
        <w:t>Peu à peu il se recueillit</w:t>
      </w:r>
      <w:r w:rsidR="00E8465A">
        <w:t xml:space="preserve">, </w:t>
      </w:r>
      <w:r w:rsidRPr="007818BD">
        <w:t>se calma</w:t>
      </w:r>
      <w:r w:rsidR="00E8465A">
        <w:t xml:space="preserve">, </w:t>
      </w:r>
      <w:r w:rsidRPr="007818BD">
        <w:t>et</w:t>
      </w:r>
      <w:r w:rsidR="00E8465A">
        <w:t xml:space="preserve">, </w:t>
      </w:r>
      <w:r w:rsidRPr="007818BD">
        <w:t>regardant derrière lui</w:t>
      </w:r>
      <w:r w:rsidR="00E8465A">
        <w:t xml:space="preserve">, </w:t>
      </w:r>
      <w:r w:rsidRPr="007818BD">
        <w:t>il s</w:t>
      </w:r>
      <w:r w:rsidR="00E8465A">
        <w:t>’</w:t>
      </w:r>
      <w:r w:rsidRPr="007818BD">
        <w:t>imagina avoir dérouté son espion</w:t>
      </w:r>
      <w:r w:rsidR="00E8465A">
        <w:t xml:space="preserve"> ; </w:t>
      </w:r>
      <w:r w:rsidRPr="007818BD">
        <w:t>alors</w:t>
      </w:r>
      <w:r w:rsidR="00E8465A">
        <w:t xml:space="preserve">, </w:t>
      </w:r>
      <w:r w:rsidRPr="007818BD">
        <w:t>par une voie d</w:t>
      </w:r>
      <w:r w:rsidRPr="007818BD">
        <w:t>é</w:t>
      </w:r>
      <w:r w:rsidRPr="007818BD">
        <w:t>tournée</w:t>
      </w:r>
      <w:r w:rsidR="00E8465A">
        <w:t xml:space="preserve">, </w:t>
      </w:r>
      <w:r w:rsidRPr="007818BD">
        <w:t>il reprit le chemin de la maison</w:t>
      </w:r>
      <w:r w:rsidR="00E8465A">
        <w:t xml:space="preserve">. </w:t>
      </w:r>
      <w:r w:rsidRPr="007818BD">
        <w:t>En débouchant dans une des rues les plus spacieuses</w:t>
      </w:r>
      <w:r w:rsidR="00E8465A">
        <w:t xml:space="preserve">, </w:t>
      </w:r>
      <w:r w:rsidRPr="007818BD">
        <w:t>un pa</w:t>
      </w:r>
      <w:r w:rsidRPr="007818BD">
        <w:t>s</w:t>
      </w:r>
      <w:r w:rsidRPr="007818BD">
        <w:t>sant</w:t>
      </w:r>
      <w:r w:rsidR="00E8465A">
        <w:t xml:space="preserve">, </w:t>
      </w:r>
      <w:r w:rsidRPr="007818BD">
        <w:t>enveloppé d</w:t>
      </w:r>
      <w:r w:rsidR="00E8465A">
        <w:t>’</w:t>
      </w:r>
      <w:r w:rsidRPr="007818BD">
        <w:t>un manteau</w:t>
      </w:r>
      <w:r w:rsidR="00E8465A">
        <w:t xml:space="preserve">, </w:t>
      </w:r>
      <w:r w:rsidRPr="007818BD">
        <w:t>glissa si rapidement auprès de lui qu</w:t>
      </w:r>
      <w:r w:rsidR="00E8465A">
        <w:t>’</w:t>
      </w:r>
      <w:r w:rsidRPr="007818BD">
        <w:t>il ne put distinguer ses traits</w:t>
      </w:r>
      <w:r w:rsidR="00E8465A">
        <w:t xml:space="preserve">. </w:t>
      </w:r>
      <w:r w:rsidRPr="007818BD">
        <w:t>Le passant lui dit à voix basse</w:t>
      </w:r>
      <w:r w:rsidR="00E8465A">
        <w:t> :…</w:t>
      </w:r>
    </w:p>
    <w:p w14:paraId="1050BBD3" w14:textId="7D0DD216" w:rsidR="00E0544E" w:rsidRPr="007818BD" w:rsidRDefault="00E8465A" w:rsidP="00E0544E">
      <w:r>
        <w:t>« </w:t>
      </w:r>
      <w:r w:rsidR="00E0544E" w:rsidRPr="007818BD">
        <w:t xml:space="preserve">Clarence </w:t>
      </w:r>
      <w:proofErr w:type="spellStart"/>
      <w:r w:rsidR="00E0544E" w:rsidRPr="007818BD">
        <w:t>Glyndon</w:t>
      </w:r>
      <w:proofErr w:type="spellEnd"/>
      <w:r>
        <w:t xml:space="preserve"> ! </w:t>
      </w:r>
      <w:r w:rsidR="00E0544E" w:rsidRPr="007818BD">
        <w:t>on vous guette</w:t>
      </w:r>
      <w:r>
        <w:t xml:space="preserve"> ; </w:t>
      </w:r>
      <w:r w:rsidR="00E0544E" w:rsidRPr="007818BD">
        <w:t>suivez-moi</w:t>
      </w:r>
      <w:r>
        <w:t>… »</w:t>
      </w:r>
    </w:p>
    <w:p w14:paraId="77CC49E2" w14:textId="77777777" w:rsidR="00E8465A" w:rsidRDefault="00E0544E" w:rsidP="00E0544E">
      <w:r w:rsidRPr="007818BD">
        <w:t>Puis il marcha vivement devant lui</w:t>
      </w:r>
      <w:r w:rsidR="00E8465A">
        <w:t xml:space="preserve">. </w:t>
      </w:r>
      <w:r w:rsidRPr="007818BD">
        <w:t>Clarence se retourna</w:t>
      </w:r>
      <w:r w:rsidR="00E8465A">
        <w:t xml:space="preserve">, </w:t>
      </w:r>
      <w:r w:rsidRPr="007818BD">
        <w:t>et vit encore sur ses talons</w:t>
      </w:r>
      <w:r w:rsidR="00E8465A">
        <w:t xml:space="preserve">, </w:t>
      </w:r>
      <w:r w:rsidRPr="007818BD">
        <w:t>avec le même sourire servile sur le v</w:t>
      </w:r>
      <w:r w:rsidRPr="007818BD">
        <w:t>i</w:t>
      </w:r>
      <w:r w:rsidRPr="007818BD">
        <w:t>sage</w:t>
      </w:r>
      <w:r w:rsidR="00E8465A">
        <w:t xml:space="preserve">, </w:t>
      </w:r>
      <w:r w:rsidRPr="007818BD">
        <w:t>le personnage auquel il croyait avoir échappé</w:t>
      </w:r>
      <w:r w:rsidR="00E8465A">
        <w:t xml:space="preserve">. </w:t>
      </w:r>
      <w:r w:rsidRPr="007818BD">
        <w:t>Il oublia l</w:t>
      </w:r>
      <w:r w:rsidR="00E8465A">
        <w:t>’</w:t>
      </w:r>
      <w:r w:rsidRPr="007818BD">
        <w:t>injonction que lui avait faite l</w:t>
      </w:r>
      <w:r w:rsidR="00E8465A">
        <w:t>’</w:t>
      </w:r>
      <w:r w:rsidRPr="007818BD">
        <w:t>étranger de le suivre</w:t>
      </w:r>
      <w:r w:rsidR="00E8465A">
        <w:t xml:space="preserve">, </w:t>
      </w:r>
      <w:r w:rsidRPr="007818BD">
        <w:t>et</w:t>
      </w:r>
      <w:r w:rsidR="00E8465A">
        <w:t xml:space="preserve">, </w:t>
      </w:r>
      <w:r w:rsidRPr="007818BD">
        <w:t>aperc</w:t>
      </w:r>
      <w:r w:rsidRPr="007818BD">
        <w:t>e</w:t>
      </w:r>
      <w:r w:rsidRPr="007818BD">
        <w:t>vant tout près une foule arrêtée devant un étalage de caricat</w:t>
      </w:r>
      <w:r w:rsidRPr="007818BD">
        <w:t>u</w:t>
      </w:r>
      <w:r w:rsidRPr="007818BD">
        <w:t>res</w:t>
      </w:r>
      <w:r w:rsidR="00E8465A">
        <w:t xml:space="preserve">, </w:t>
      </w:r>
      <w:r w:rsidRPr="007818BD">
        <w:t>il plongea au milieu du groupe</w:t>
      </w:r>
      <w:r w:rsidR="00E8465A">
        <w:t xml:space="preserve">, </w:t>
      </w:r>
      <w:r w:rsidRPr="007818BD">
        <w:t>gagna une rue voisine</w:t>
      </w:r>
      <w:r w:rsidR="00E8465A">
        <w:t xml:space="preserve">, </w:t>
      </w:r>
      <w:r w:rsidRPr="007818BD">
        <w:t>changea de direction</w:t>
      </w:r>
      <w:r w:rsidR="00E8465A">
        <w:t xml:space="preserve">, </w:t>
      </w:r>
      <w:r w:rsidRPr="007818BD">
        <w:t>et</w:t>
      </w:r>
      <w:r w:rsidR="00E8465A">
        <w:t xml:space="preserve">, </w:t>
      </w:r>
      <w:r w:rsidRPr="007818BD">
        <w:t xml:space="preserve">après une course longue et </w:t>
      </w:r>
      <w:r w:rsidRPr="007818BD">
        <w:lastRenderedPageBreak/>
        <w:t>rapide</w:t>
      </w:r>
      <w:r w:rsidR="00E8465A">
        <w:t xml:space="preserve">, </w:t>
      </w:r>
      <w:r w:rsidRPr="007818BD">
        <w:t>a</w:t>
      </w:r>
      <w:r w:rsidRPr="007818BD">
        <w:t>r</w:t>
      </w:r>
      <w:r w:rsidRPr="007818BD">
        <w:t>riva</w:t>
      </w:r>
      <w:r w:rsidR="00E8465A">
        <w:t xml:space="preserve">, </w:t>
      </w:r>
      <w:r w:rsidRPr="007818BD">
        <w:t>sans avoir revu l</w:t>
      </w:r>
      <w:r w:rsidR="00E8465A">
        <w:t>’</w:t>
      </w:r>
      <w:r w:rsidRPr="007818BD">
        <w:t>espion</w:t>
      </w:r>
      <w:r w:rsidR="00E8465A">
        <w:t xml:space="preserve">, </w:t>
      </w:r>
      <w:r w:rsidRPr="007818BD">
        <w:t>dans un quartier retiré de la ville</w:t>
      </w:r>
      <w:r w:rsidR="00E8465A">
        <w:t xml:space="preserve">. </w:t>
      </w:r>
      <w:r w:rsidRPr="007818BD">
        <w:t>Là</w:t>
      </w:r>
      <w:r w:rsidR="00E8465A">
        <w:t xml:space="preserve">, </w:t>
      </w:r>
      <w:r w:rsidRPr="007818BD">
        <w:t>tout semblait si serein et si calme</w:t>
      </w:r>
      <w:r w:rsidR="00E8465A">
        <w:t xml:space="preserve">, </w:t>
      </w:r>
      <w:r w:rsidRPr="007818BD">
        <w:t>que son œil d</w:t>
      </w:r>
      <w:r w:rsidR="00E8465A">
        <w:t>’</w:t>
      </w:r>
      <w:r w:rsidRPr="007818BD">
        <w:t>artiste</w:t>
      </w:r>
      <w:r w:rsidR="00E8465A">
        <w:t xml:space="preserve">, </w:t>
      </w:r>
      <w:r w:rsidRPr="007818BD">
        <w:t>même au milieu du danger</w:t>
      </w:r>
      <w:r w:rsidR="00E8465A">
        <w:t xml:space="preserve">, </w:t>
      </w:r>
      <w:r w:rsidRPr="007818BD">
        <w:t>se reposa avec plaisir sur la scène qui s</w:t>
      </w:r>
      <w:r w:rsidR="00E8465A">
        <w:t>’</w:t>
      </w:r>
      <w:r w:rsidRPr="007818BD">
        <w:t>ouvrait devant lui</w:t>
      </w:r>
      <w:r w:rsidR="00E8465A">
        <w:t xml:space="preserve">. </w:t>
      </w:r>
      <w:r w:rsidRPr="007818BD">
        <w:t>C</w:t>
      </w:r>
      <w:r w:rsidR="00E8465A">
        <w:t>’</w:t>
      </w:r>
      <w:r w:rsidRPr="007818BD">
        <w:t>était un espace assez vaste formé par l</w:t>
      </w:r>
      <w:r w:rsidR="00E8465A">
        <w:t>’</w:t>
      </w:r>
      <w:r w:rsidRPr="007818BD">
        <w:t>élargissement des quais</w:t>
      </w:r>
      <w:r w:rsidR="00E8465A">
        <w:t xml:space="preserve"> ; </w:t>
      </w:r>
      <w:r w:rsidRPr="007818BD">
        <w:t>le fleuve poursuivait son cours pais</w:t>
      </w:r>
      <w:r w:rsidRPr="007818BD">
        <w:t>i</w:t>
      </w:r>
      <w:r w:rsidRPr="007818BD">
        <w:t>ble</w:t>
      </w:r>
      <w:r w:rsidR="00E8465A">
        <w:t xml:space="preserve">, </w:t>
      </w:r>
      <w:r w:rsidRPr="007818BD">
        <w:t>berçant sur sa surface des bateaux de toute sorte</w:t>
      </w:r>
      <w:r w:rsidR="00E8465A">
        <w:t xml:space="preserve">. </w:t>
      </w:r>
      <w:r w:rsidRPr="007818BD">
        <w:t>Le soleil dorait les dômes et les clochers innombrables de la ville</w:t>
      </w:r>
      <w:r w:rsidR="00E8465A">
        <w:t xml:space="preserve">, </w:t>
      </w:r>
      <w:r w:rsidRPr="007818BD">
        <w:t>et fa</w:t>
      </w:r>
      <w:r w:rsidRPr="007818BD">
        <w:t>i</w:t>
      </w:r>
      <w:r w:rsidRPr="007818BD">
        <w:t>sait étinceler les blanches demeures d</w:t>
      </w:r>
      <w:r w:rsidR="00E8465A">
        <w:t>’</w:t>
      </w:r>
      <w:r w:rsidRPr="007818BD">
        <w:t>une noblesse qui n</w:t>
      </w:r>
      <w:r w:rsidR="00E8465A">
        <w:t>’</w:t>
      </w:r>
      <w:r w:rsidRPr="007818BD">
        <w:t>était plus</w:t>
      </w:r>
      <w:r w:rsidR="00E8465A">
        <w:t xml:space="preserve">. </w:t>
      </w:r>
      <w:r w:rsidRPr="007818BD">
        <w:t>C</w:t>
      </w:r>
      <w:r w:rsidR="00E8465A">
        <w:t>’</w:t>
      </w:r>
      <w:r w:rsidRPr="007818BD">
        <w:t>est là que</w:t>
      </w:r>
      <w:r w:rsidR="00E8465A">
        <w:t xml:space="preserve">, </w:t>
      </w:r>
      <w:r w:rsidRPr="007818BD">
        <w:t>fatigué et hors d</w:t>
      </w:r>
      <w:r w:rsidR="00E8465A">
        <w:t>’</w:t>
      </w:r>
      <w:r w:rsidRPr="007818BD">
        <w:t>haleine</w:t>
      </w:r>
      <w:r w:rsidR="00E8465A">
        <w:t xml:space="preserve">, </w:t>
      </w:r>
      <w:r w:rsidRPr="007818BD">
        <w:t>il s</w:t>
      </w:r>
      <w:r w:rsidR="00E8465A">
        <w:t>’</w:t>
      </w:r>
      <w:r w:rsidRPr="007818BD">
        <w:t>arrêta un instant</w:t>
      </w:r>
      <w:r w:rsidR="00E8465A">
        <w:t xml:space="preserve">, </w:t>
      </w:r>
      <w:r w:rsidRPr="007818BD">
        <w:t>et sentit son front rafraîchi par la brise qui venait de la rivière</w:t>
      </w:r>
      <w:r w:rsidR="00E8465A">
        <w:t>.</w:t>
      </w:r>
    </w:p>
    <w:p w14:paraId="7B6210D3" w14:textId="69BC4C69" w:rsidR="00E0544E" w:rsidRPr="007818BD" w:rsidRDefault="00E8465A" w:rsidP="00E0544E">
      <w:r>
        <w:t>« </w:t>
      </w:r>
      <w:r w:rsidR="00E0544E" w:rsidRPr="007818BD">
        <w:t>Pour un moment du moins</w:t>
      </w:r>
      <w:r>
        <w:t xml:space="preserve">, </w:t>
      </w:r>
      <w:r w:rsidR="00E0544E" w:rsidRPr="007818BD">
        <w:t>se dit-il à lui-même</w:t>
      </w:r>
      <w:r>
        <w:t xml:space="preserve">, </w:t>
      </w:r>
      <w:r w:rsidR="00E0544E" w:rsidRPr="007818BD">
        <w:t>je suis en sûreté ici</w:t>
      </w:r>
      <w:r>
        <w:t>. »</w:t>
      </w:r>
    </w:p>
    <w:p w14:paraId="46D0CAEE" w14:textId="77777777" w:rsidR="00E8465A" w:rsidRDefault="00E0544E" w:rsidP="00E0544E">
      <w:r w:rsidRPr="007818BD">
        <w:t>Il n</w:t>
      </w:r>
      <w:r w:rsidR="00E8465A">
        <w:t>’</w:t>
      </w:r>
      <w:r w:rsidRPr="007818BD">
        <w:t>avait pas achevé ce court monologue qu</w:t>
      </w:r>
      <w:r w:rsidR="00E8465A">
        <w:t>’</w:t>
      </w:r>
      <w:r w:rsidRPr="007818BD">
        <w:t>il aperçut</w:t>
      </w:r>
      <w:r w:rsidR="00E8465A">
        <w:t xml:space="preserve">, </w:t>
      </w:r>
      <w:r w:rsidRPr="007818BD">
        <w:t>à trente pas de lui</w:t>
      </w:r>
      <w:r w:rsidR="00E8465A">
        <w:t xml:space="preserve">, </w:t>
      </w:r>
      <w:r w:rsidRPr="007818BD">
        <w:t>l</w:t>
      </w:r>
      <w:r w:rsidR="00E8465A">
        <w:t>’</w:t>
      </w:r>
      <w:r w:rsidRPr="007818BD">
        <w:t>espion</w:t>
      </w:r>
      <w:r w:rsidR="00E8465A">
        <w:t xml:space="preserve">. </w:t>
      </w:r>
      <w:r w:rsidRPr="007818BD">
        <w:t>Il demeura immobile sur place</w:t>
      </w:r>
      <w:r w:rsidR="00E8465A">
        <w:t xml:space="preserve"> : </w:t>
      </w:r>
      <w:r w:rsidRPr="007818BD">
        <w:t>fat</w:t>
      </w:r>
      <w:r w:rsidRPr="007818BD">
        <w:t>i</w:t>
      </w:r>
      <w:r w:rsidRPr="007818BD">
        <w:t>gué</w:t>
      </w:r>
      <w:r w:rsidR="00E8465A">
        <w:t xml:space="preserve">, </w:t>
      </w:r>
      <w:r w:rsidRPr="007818BD">
        <w:t>épuisé comme il était</w:t>
      </w:r>
      <w:r w:rsidR="00E8465A">
        <w:t xml:space="preserve">, </w:t>
      </w:r>
      <w:r w:rsidRPr="007818BD">
        <w:t>toute fuite était impossible</w:t>
      </w:r>
      <w:r w:rsidR="00E8465A">
        <w:t xml:space="preserve">. </w:t>
      </w:r>
      <w:r w:rsidRPr="007818BD">
        <w:t>D</w:t>
      </w:r>
      <w:r w:rsidR="00E8465A">
        <w:t>’</w:t>
      </w:r>
      <w:r w:rsidRPr="007818BD">
        <w:t>un c</w:t>
      </w:r>
      <w:r w:rsidRPr="007818BD">
        <w:t>ô</w:t>
      </w:r>
      <w:r w:rsidRPr="007818BD">
        <w:t>té</w:t>
      </w:r>
      <w:r w:rsidR="00E8465A">
        <w:t xml:space="preserve">, </w:t>
      </w:r>
      <w:r w:rsidRPr="007818BD">
        <w:t>la rivière et pas de pont dans le voisinage</w:t>
      </w:r>
      <w:r w:rsidR="00E8465A">
        <w:t xml:space="preserve"> ; </w:t>
      </w:r>
      <w:r w:rsidRPr="007818BD">
        <w:t>de l</w:t>
      </w:r>
      <w:r w:rsidR="00E8465A">
        <w:t>’</w:t>
      </w:r>
      <w:r w:rsidRPr="007818BD">
        <w:t>autre</w:t>
      </w:r>
      <w:r w:rsidR="00E8465A">
        <w:t xml:space="preserve">, </w:t>
      </w:r>
      <w:r w:rsidRPr="007818BD">
        <w:t>une longue rangée continue de maisons basses</w:t>
      </w:r>
      <w:r w:rsidR="00E8465A">
        <w:t xml:space="preserve">. </w:t>
      </w:r>
      <w:r w:rsidRPr="007818BD">
        <w:t>Au moment où il s</w:t>
      </w:r>
      <w:r w:rsidR="00E8465A">
        <w:t>’</w:t>
      </w:r>
      <w:r w:rsidRPr="007818BD">
        <w:t>arrêtait</w:t>
      </w:r>
      <w:r w:rsidR="00E8465A">
        <w:t xml:space="preserve">, </w:t>
      </w:r>
      <w:r w:rsidRPr="007818BD">
        <w:t>il entendit des éclats de rire et des couplets obscènes sortir d</w:t>
      </w:r>
      <w:r w:rsidR="00E8465A">
        <w:t>’</w:t>
      </w:r>
      <w:r w:rsidRPr="007818BD">
        <w:t>une des maisons situées entre lui et l</w:t>
      </w:r>
      <w:r w:rsidR="00E8465A">
        <w:t>’</w:t>
      </w:r>
      <w:r w:rsidRPr="007818BD">
        <w:t>espion</w:t>
      </w:r>
      <w:r w:rsidR="00E8465A">
        <w:t xml:space="preserve">. </w:t>
      </w:r>
      <w:r w:rsidRPr="007818BD">
        <w:t>C</w:t>
      </w:r>
      <w:r w:rsidR="00E8465A">
        <w:t>’</w:t>
      </w:r>
      <w:r w:rsidRPr="007818BD">
        <w:t>était un café de sinistre renom dans le quartier</w:t>
      </w:r>
      <w:r w:rsidR="00E8465A">
        <w:t xml:space="preserve">, </w:t>
      </w:r>
      <w:r w:rsidRPr="007818BD">
        <w:t>le rendez-vous ordinaire de la ba</w:t>
      </w:r>
      <w:r w:rsidRPr="007818BD">
        <w:t>n</w:t>
      </w:r>
      <w:r w:rsidRPr="007818BD">
        <w:t>de noire de Henriot</w:t>
      </w:r>
      <w:r w:rsidR="00E8465A">
        <w:t xml:space="preserve">, </w:t>
      </w:r>
      <w:r w:rsidRPr="007818BD">
        <w:t>des créatures et des huissiers de Robespierre</w:t>
      </w:r>
      <w:r w:rsidR="00E8465A">
        <w:t xml:space="preserve">. </w:t>
      </w:r>
      <w:r w:rsidRPr="007818BD">
        <w:t>L</w:t>
      </w:r>
      <w:r w:rsidR="00E8465A">
        <w:t>’</w:t>
      </w:r>
      <w:r w:rsidRPr="007818BD">
        <w:t>espion avait donc poursuivi sa victime jusque dans la gueule de la meute</w:t>
      </w:r>
      <w:r w:rsidR="00E8465A">
        <w:t xml:space="preserve">. </w:t>
      </w:r>
      <w:r w:rsidRPr="007818BD">
        <w:t>L</w:t>
      </w:r>
      <w:r w:rsidR="00E8465A">
        <w:t>’</w:t>
      </w:r>
      <w:r w:rsidRPr="007818BD">
        <w:t>homme s</w:t>
      </w:r>
      <w:r w:rsidR="00E8465A">
        <w:t>’</w:t>
      </w:r>
      <w:r w:rsidRPr="007818BD">
        <w:t>avança le</w:t>
      </w:r>
      <w:r w:rsidRPr="007818BD">
        <w:t>n</w:t>
      </w:r>
      <w:r w:rsidRPr="007818BD">
        <w:t>tement</w:t>
      </w:r>
      <w:r w:rsidR="00E8465A">
        <w:t xml:space="preserve">, </w:t>
      </w:r>
      <w:r w:rsidRPr="007818BD">
        <w:t>s</w:t>
      </w:r>
      <w:r w:rsidR="00E8465A">
        <w:t>’</w:t>
      </w:r>
      <w:r w:rsidRPr="007818BD">
        <w:t>arrêta devant la fenêtre ouverte du café</w:t>
      </w:r>
      <w:r w:rsidR="00E8465A">
        <w:t xml:space="preserve">, </w:t>
      </w:r>
      <w:r w:rsidRPr="007818BD">
        <w:t>passa sa tête par l</w:t>
      </w:r>
      <w:r w:rsidR="00E8465A">
        <w:t>’</w:t>
      </w:r>
      <w:r w:rsidRPr="007818BD">
        <w:t>ouverture</w:t>
      </w:r>
      <w:r w:rsidR="00E8465A">
        <w:t xml:space="preserve">, </w:t>
      </w:r>
      <w:r w:rsidRPr="007818BD">
        <w:t>co</w:t>
      </w:r>
      <w:r w:rsidRPr="007818BD">
        <w:t>m</w:t>
      </w:r>
      <w:r w:rsidRPr="007818BD">
        <w:t>me pour en faire sortir les habitués en armes</w:t>
      </w:r>
      <w:r w:rsidR="00E8465A">
        <w:t>.</w:t>
      </w:r>
    </w:p>
    <w:p w14:paraId="245B29E8" w14:textId="77777777" w:rsidR="00E8465A" w:rsidRDefault="00E0544E" w:rsidP="00E0544E">
      <w:r w:rsidRPr="007818BD">
        <w:t>Au même instant</w:t>
      </w:r>
      <w:r w:rsidR="00E8465A">
        <w:t xml:space="preserve">, </w:t>
      </w:r>
      <w:r w:rsidRPr="007818BD">
        <w:t>et pendant que la tête de l</w:t>
      </w:r>
      <w:r w:rsidR="00E8465A">
        <w:t>’</w:t>
      </w:r>
      <w:r w:rsidRPr="007818BD">
        <w:t>espion était ainsi engagée</w:t>
      </w:r>
      <w:r w:rsidR="00E8465A">
        <w:t xml:space="preserve">, </w:t>
      </w:r>
      <w:r w:rsidRPr="007818BD">
        <w:t xml:space="preserve">à la porte à </w:t>
      </w:r>
      <w:proofErr w:type="spellStart"/>
      <w:r w:rsidRPr="007818BD">
        <w:t>demi-ouverte</w:t>
      </w:r>
      <w:proofErr w:type="spellEnd"/>
      <w:r w:rsidRPr="007818BD">
        <w:t xml:space="preserve"> d</w:t>
      </w:r>
      <w:r w:rsidR="00E8465A">
        <w:t>’</w:t>
      </w:r>
      <w:r w:rsidRPr="007818BD">
        <w:t>une maison en face de lui</w:t>
      </w:r>
      <w:r w:rsidR="00E8465A">
        <w:t xml:space="preserve">, </w:t>
      </w:r>
      <w:proofErr w:type="spellStart"/>
      <w:r w:rsidRPr="007818BD">
        <w:t>Glyndon</w:t>
      </w:r>
      <w:proofErr w:type="spellEnd"/>
      <w:r w:rsidRPr="007818BD">
        <w:t xml:space="preserve"> aperçut l</w:t>
      </w:r>
      <w:r w:rsidR="00E8465A">
        <w:t>’</w:t>
      </w:r>
      <w:r w:rsidRPr="007818BD">
        <w:t>étranger qui l</w:t>
      </w:r>
      <w:r w:rsidR="00E8465A">
        <w:t>’</w:t>
      </w:r>
      <w:r w:rsidRPr="007818BD">
        <w:t>avait ave</w:t>
      </w:r>
      <w:r w:rsidRPr="007818BD">
        <w:t>r</w:t>
      </w:r>
      <w:r w:rsidRPr="007818BD">
        <w:t>ti</w:t>
      </w:r>
      <w:r w:rsidR="00E8465A">
        <w:t xml:space="preserve">. </w:t>
      </w:r>
      <w:r w:rsidRPr="007818BD">
        <w:t>Le personnage</w:t>
      </w:r>
      <w:r w:rsidR="00E8465A">
        <w:t xml:space="preserve">, </w:t>
      </w:r>
      <w:r w:rsidRPr="007818BD">
        <w:t>soigneusement enveloppé d</w:t>
      </w:r>
      <w:r w:rsidR="00E8465A">
        <w:t>’</w:t>
      </w:r>
      <w:r w:rsidRPr="007818BD">
        <w:t xml:space="preserve">un manteau qui le </w:t>
      </w:r>
      <w:r w:rsidRPr="007818BD">
        <w:lastRenderedPageBreak/>
        <w:t>rendait méco</w:t>
      </w:r>
      <w:r w:rsidRPr="007818BD">
        <w:t>n</w:t>
      </w:r>
      <w:r w:rsidRPr="007818BD">
        <w:t>nai</w:t>
      </w:r>
      <w:r w:rsidRPr="007818BD">
        <w:t>s</w:t>
      </w:r>
      <w:r w:rsidRPr="007818BD">
        <w:t>sable</w:t>
      </w:r>
      <w:r w:rsidR="00E8465A">
        <w:t xml:space="preserve">, </w:t>
      </w:r>
      <w:r w:rsidRPr="007818BD">
        <w:t>lui fit signe d</w:t>
      </w:r>
      <w:r w:rsidR="00E8465A">
        <w:t>’</w:t>
      </w:r>
      <w:r w:rsidRPr="007818BD">
        <w:t>entrer</w:t>
      </w:r>
      <w:r w:rsidR="00E8465A">
        <w:t xml:space="preserve">. </w:t>
      </w:r>
      <w:r w:rsidRPr="007818BD">
        <w:t>Il s</w:t>
      </w:r>
      <w:r w:rsidR="00E8465A">
        <w:t>’</w:t>
      </w:r>
      <w:r w:rsidRPr="007818BD">
        <w:t>élança sans bruit par l</w:t>
      </w:r>
      <w:r w:rsidR="00E8465A">
        <w:t>’</w:t>
      </w:r>
      <w:r w:rsidRPr="007818BD">
        <w:t>accès hospitalier</w:t>
      </w:r>
      <w:r w:rsidR="00E8465A">
        <w:t xml:space="preserve"> ; </w:t>
      </w:r>
      <w:r w:rsidRPr="007818BD">
        <w:t>respirant à peine</w:t>
      </w:r>
      <w:r w:rsidR="00E8465A">
        <w:t xml:space="preserve">, </w:t>
      </w:r>
      <w:r w:rsidRPr="007818BD">
        <w:t>il monta</w:t>
      </w:r>
      <w:r w:rsidR="00E8465A">
        <w:t xml:space="preserve">, </w:t>
      </w:r>
      <w:r w:rsidRPr="007818BD">
        <w:t>à la suite de l</w:t>
      </w:r>
      <w:r w:rsidR="00E8465A">
        <w:t>’</w:t>
      </w:r>
      <w:r w:rsidRPr="007818BD">
        <w:t>étranger</w:t>
      </w:r>
      <w:r w:rsidR="00E8465A">
        <w:t xml:space="preserve">, </w:t>
      </w:r>
      <w:r w:rsidRPr="007818BD">
        <w:t>un large escalier</w:t>
      </w:r>
      <w:r w:rsidR="00E8465A">
        <w:t xml:space="preserve">, </w:t>
      </w:r>
      <w:r w:rsidRPr="007818BD">
        <w:t>passa à travers un appart</w:t>
      </w:r>
      <w:r w:rsidRPr="007818BD">
        <w:t>e</w:t>
      </w:r>
      <w:r w:rsidRPr="007818BD">
        <w:t>ment vide et</w:t>
      </w:r>
      <w:r w:rsidR="00E8465A">
        <w:t xml:space="preserve">, </w:t>
      </w:r>
      <w:r w:rsidRPr="007818BD">
        <w:t>enfin</w:t>
      </w:r>
      <w:r w:rsidR="00E8465A">
        <w:t xml:space="preserve">, </w:t>
      </w:r>
      <w:r w:rsidRPr="007818BD">
        <w:t>quand tous deux eurent gagné un petit cabinet</w:t>
      </w:r>
      <w:r w:rsidR="00E8465A">
        <w:t xml:space="preserve">, </w:t>
      </w:r>
      <w:r w:rsidRPr="007818BD">
        <w:t>son guide rejeta le large chapeau et l</w:t>
      </w:r>
      <w:r w:rsidR="00E8465A">
        <w:t>’</w:t>
      </w:r>
      <w:r w:rsidRPr="007818BD">
        <w:t>ample manteau qui jusqu</w:t>
      </w:r>
      <w:r w:rsidR="00E8465A">
        <w:t>’</w:t>
      </w:r>
      <w:r w:rsidRPr="007818BD">
        <w:t>alors avaient di</w:t>
      </w:r>
      <w:r w:rsidRPr="007818BD">
        <w:t>s</w:t>
      </w:r>
      <w:r w:rsidRPr="007818BD">
        <w:t>simulé sa forme et ses traits</w:t>
      </w:r>
      <w:r w:rsidR="00E8465A">
        <w:t xml:space="preserve">, </w:t>
      </w:r>
      <w:r w:rsidRPr="007818BD">
        <w:t xml:space="preserve">et </w:t>
      </w:r>
      <w:proofErr w:type="spellStart"/>
      <w:r w:rsidRPr="007818BD">
        <w:t>Glyndon</w:t>
      </w:r>
      <w:proofErr w:type="spellEnd"/>
      <w:r w:rsidRPr="007818BD">
        <w:t xml:space="preserve"> reconnut </w:t>
      </w:r>
      <w:proofErr w:type="spellStart"/>
      <w:r w:rsidRPr="007818BD">
        <w:t>Zanoni</w:t>
      </w:r>
      <w:proofErr w:type="spellEnd"/>
      <w:r w:rsidR="00E8465A">
        <w:t>.</w:t>
      </w:r>
    </w:p>
    <w:p w14:paraId="10319A68" w14:textId="77777777" w:rsidR="00E8465A" w:rsidRDefault="00E0544E" w:rsidP="00E8465A">
      <w:pPr>
        <w:pStyle w:val="Titre2"/>
        <w:pageBreakBefore/>
      </w:pPr>
      <w:bookmarkStart w:id="79" w:name="_Toc199963128"/>
      <w:r w:rsidRPr="007818BD">
        <w:lastRenderedPageBreak/>
        <w:t>CHAPITRE</w:t>
      </w:r>
      <w:r w:rsidR="00E8465A">
        <w:t xml:space="preserve"> </w:t>
      </w:r>
      <w:r w:rsidRPr="007818BD">
        <w:t>IX</w:t>
      </w:r>
      <w:r w:rsidR="00E8465A">
        <w:t>.</w:t>
      </w:r>
      <w:bookmarkEnd w:id="79"/>
    </w:p>
    <w:p w14:paraId="0EC4A68E" w14:textId="77777777" w:rsidR="00E8465A" w:rsidRDefault="00E0544E" w:rsidP="00E0544E">
      <w:pPr>
        <w:pStyle w:val="NormalRetraitGauche4XIndent0"/>
        <w:spacing w:before="0" w:after="0"/>
        <w:rPr>
          <w:rStyle w:val="Taille-1Caracteres"/>
        </w:rPr>
      </w:pPr>
      <w:r w:rsidRPr="007818BD">
        <w:rPr>
          <w:rStyle w:val="Taille-1Caracteres"/>
        </w:rPr>
        <w:t>Ne pense pas que les merveilles de ma m</w:t>
      </w:r>
      <w:r w:rsidRPr="007818BD">
        <w:rPr>
          <w:rStyle w:val="Taille-1Caracteres"/>
        </w:rPr>
        <w:t>a</w:t>
      </w:r>
      <w:r w:rsidRPr="007818BD">
        <w:rPr>
          <w:rStyle w:val="Taille-1Caracteres"/>
        </w:rPr>
        <w:t>gie s</w:t>
      </w:r>
      <w:r w:rsidR="00E8465A">
        <w:rPr>
          <w:rStyle w:val="Taille-1Caracteres"/>
        </w:rPr>
        <w:t>’</w:t>
      </w:r>
      <w:r w:rsidRPr="007818BD">
        <w:rPr>
          <w:rStyle w:val="Taille-1Caracteres"/>
        </w:rPr>
        <w:t>accomplissent par des anges infernaux évoqués des bords du Styx</w:t>
      </w:r>
      <w:r w:rsidR="00E8465A">
        <w:rPr>
          <w:rStyle w:val="Taille-1Caracteres"/>
        </w:rPr>
        <w:t xml:space="preserve"> : </w:t>
      </w:r>
      <w:r w:rsidRPr="007818BD">
        <w:rPr>
          <w:rStyle w:val="Taille-1Caracteres"/>
        </w:rPr>
        <w:t>honte et mal</w:t>
      </w:r>
      <w:r w:rsidRPr="007818BD">
        <w:rPr>
          <w:rStyle w:val="Taille-1Caracteres"/>
        </w:rPr>
        <w:t>é</w:t>
      </w:r>
      <w:r w:rsidRPr="007818BD">
        <w:rPr>
          <w:rStyle w:val="Taille-1Caracteres"/>
        </w:rPr>
        <w:t>diction à ceux qui ont tenté de commander aux esprits et aux divin</w:t>
      </w:r>
      <w:r w:rsidRPr="007818BD">
        <w:rPr>
          <w:rStyle w:val="Taille-1Caracteres"/>
        </w:rPr>
        <w:t>i</w:t>
      </w:r>
      <w:r w:rsidRPr="007818BD">
        <w:rPr>
          <w:rStyle w:val="Taille-1Caracteres"/>
        </w:rPr>
        <w:t>tés de ce séjour ténébreux</w:t>
      </w:r>
      <w:r w:rsidR="00E8465A">
        <w:rPr>
          <w:rStyle w:val="Taille-1Caracteres"/>
        </w:rPr>
        <w:t xml:space="preserve">… </w:t>
      </w:r>
      <w:r w:rsidRPr="007818BD">
        <w:rPr>
          <w:rStyle w:val="Taille-1Caracteres"/>
        </w:rPr>
        <w:t>Mais c</w:t>
      </w:r>
      <w:r w:rsidR="00E8465A">
        <w:rPr>
          <w:rStyle w:val="Taille-1Caracteres"/>
        </w:rPr>
        <w:t>’</w:t>
      </w:r>
      <w:r w:rsidRPr="007818BD">
        <w:rPr>
          <w:rStyle w:val="Taille-1Caracteres"/>
        </w:rPr>
        <w:t>est par l</w:t>
      </w:r>
      <w:r w:rsidR="00E8465A">
        <w:rPr>
          <w:rStyle w:val="Taille-1Caracteres"/>
        </w:rPr>
        <w:t>’</w:t>
      </w:r>
      <w:r w:rsidRPr="007818BD">
        <w:rPr>
          <w:rStyle w:val="Taille-1Caracteres"/>
        </w:rPr>
        <w:t>étude des pui</w:t>
      </w:r>
      <w:r w:rsidRPr="007818BD">
        <w:rPr>
          <w:rStyle w:val="Taille-1Caracteres"/>
        </w:rPr>
        <w:t>s</w:t>
      </w:r>
      <w:r w:rsidRPr="007818BD">
        <w:rPr>
          <w:rStyle w:val="Taille-1Caracteres"/>
        </w:rPr>
        <w:t>sances secrètes des sources minérales</w:t>
      </w:r>
      <w:r w:rsidR="00E8465A">
        <w:rPr>
          <w:rStyle w:val="Taille-1Caracteres"/>
        </w:rPr>
        <w:t xml:space="preserve">, </w:t>
      </w:r>
      <w:r w:rsidRPr="007818BD">
        <w:rPr>
          <w:rStyle w:val="Taille-1Caracteres"/>
        </w:rPr>
        <w:t>dans l</w:t>
      </w:r>
      <w:r w:rsidR="00E8465A">
        <w:rPr>
          <w:rStyle w:val="Taille-1Caracteres"/>
        </w:rPr>
        <w:t>’</w:t>
      </w:r>
      <w:r w:rsidRPr="007818BD">
        <w:rPr>
          <w:rStyle w:val="Taille-1Caracteres"/>
        </w:rPr>
        <w:t>asile le plus mystérieux de la nature</w:t>
      </w:r>
      <w:r w:rsidR="00E8465A">
        <w:rPr>
          <w:rStyle w:val="Taille-1Caracteres"/>
        </w:rPr>
        <w:t xml:space="preserve">, </w:t>
      </w:r>
      <w:r w:rsidRPr="007818BD">
        <w:rPr>
          <w:rStyle w:val="Taille-1Caracteres"/>
        </w:rPr>
        <w:t>des plantes qui tapissent ses berceaux les plus ve</w:t>
      </w:r>
      <w:r w:rsidRPr="007818BD">
        <w:rPr>
          <w:rStyle w:val="Taille-1Caracteres"/>
        </w:rPr>
        <w:t>r</w:t>
      </w:r>
      <w:r w:rsidRPr="007818BD">
        <w:rPr>
          <w:rStyle w:val="Taille-1Caracteres"/>
        </w:rPr>
        <w:t>doyants</w:t>
      </w:r>
      <w:r w:rsidR="00E8465A">
        <w:rPr>
          <w:rStyle w:val="Taille-1Caracteres"/>
        </w:rPr>
        <w:t xml:space="preserve">, </w:t>
      </w:r>
      <w:r w:rsidRPr="007818BD">
        <w:rPr>
          <w:rStyle w:val="Taille-1Caracteres"/>
        </w:rPr>
        <w:t>et des étoiles qui passent sur le sommet des tours et sur la cime des mo</w:t>
      </w:r>
      <w:r w:rsidRPr="007818BD">
        <w:rPr>
          <w:rStyle w:val="Taille-1Caracteres"/>
        </w:rPr>
        <w:t>n</w:t>
      </w:r>
      <w:r w:rsidRPr="007818BD">
        <w:rPr>
          <w:rStyle w:val="Taille-1Caracteres"/>
        </w:rPr>
        <w:t>tagnes</w:t>
      </w:r>
      <w:r w:rsidR="00E8465A">
        <w:rPr>
          <w:rStyle w:val="Taille-1Caracteres"/>
        </w:rPr>
        <w:t>.</w:t>
      </w:r>
    </w:p>
    <w:p w14:paraId="24F42FDF" w14:textId="6BED6EE8" w:rsidR="00E8465A" w:rsidRDefault="00E8465A" w:rsidP="00E0544E">
      <w:pPr>
        <w:jc w:val="right"/>
        <w:rPr>
          <w:rStyle w:val="Taille-1Caracteres"/>
        </w:rPr>
      </w:pPr>
      <w:r>
        <w:rPr>
          <w:rStyle w:val="Taille-1Caracteres"/>
        </w:rPr>
        <w:t>(</w:t>
      </w:r>
      <w:r w:rsidR="00E0544E" w:rsidRPr="007818BD">
        <w:rPr>
          <w:rStyle w:val="Taille-1Caracteres"/>
          <w:i/>
        </w:rPr>
        <w:t>Traduit du Tasse</w:t>
      </w:r>
      <w:r>
        <w:rPr>
          <w:rStyle w:val="Taille-1Caracteres"/>
        </w:rPr>
        <w:t xml:space="preserve">, </w:t>
      </w:r>
      <w:r w:rsidR="00E0544E" w:rsidRPr="007818BD">
        <w:rPr>
          <w:rStyle w:val="Taille-1Caracteres"/>
        </w:rPr>
        <w:t>XIV</w:t>
      </w:r>
      <w:r>
        <w:rPr>
          <w:rStyle w:val="Taille-1Caracteres"/>
        </w:rPr>
        <w:t xml:space="preserve">, </w:t>
      </w:r>
      <w:r w:rsidR="00E0544E" w:rsidRPr="007818BD">
        <w:rPr>
          <w:rStyle w:val="Taille-1Caracteres"/>
        </w:rPr>
        <w:t>43</w:t>
      </w:r>
      <w:r>
        <w:rPr>
          <w:rStyle w:val="Taille-1Caracteres"/>
        </w:rPr>
        <w:t>.)</w:t>
      </w:r>
    </w:p>
    <w:p w14:paraId="344C5A32" w14:textId="77777777" w:rsidR="00E8465A" w:rsidRDefault="00E8465A" w:rsidP="00E0544E">
      <w:r>
        <w:t>« </w:t>
      </w:r>
      <w:r w:rsidR="00E0544E" w:rsidRPr="007818BD">
        <w:t>Vous êtes en sûreté ici</w:t>
      </w:r>
      <w:r>
        <w:t xml:space="preserve">, </w:t>
      </w:r>
      <w:r w:rsidR="00E0544E" w:rsidRPr="007818BD">
        <w:t>jeune Anglais</w:t>
      </w:r>
      <w:r>
        <w:t xml:space="preserve">, </w:t>
      </w:r>
      <w:r w:rsidR="00E0544E" w:rsidRPr="007818BD">
        <w:t xml:space="preserve">dit </w:t>
      </w:r>
      <w:proofErr w:type="spellStart"/>
      <w:r w:rsidR="00E0544E" w:rsidRPr="007818BD">
        <w:t>Zanoni</w:t>
      </w:r>
      <w:proofErr w:type="spellEnd"/>
      <w:r w:rsidR="00E0544E" w:rsidRPr="007818BD">
        <w:t xml:space="preserve"> en o</w:t>
      </w:r>
      <w:r w:rsidR="00E0544E" w:rsidRPr="007818BD">
        <w:t>f</w:t>
      </w:r>
      <w:r w:rsidR="00E0544E" w:rsidRPr="007818BD">
        <w:t xml:space="preserve">frant un siège à </w:t>
      </w:r>
      <w:proofErr w:type="spellStart"/>
      <w:r w:rsidR="00E0544E" w:rsidRPr="007818BD">
        <w:t>Glyndon</w:t>
      </w:r>
      <w:proofErr w:type="spellEnd"/>
      <w:r>
        <w:t xml:space="preserve">. </w:t>
      </w:r>
      <w:r w:rsidR="00E0544E" w:rsidRPr="007818BD">
        <w:t>C</w:t>
      </w:r>
      <w:r>
        <w:t>’</w:t>
      </w:r>
      <w:r w:rsidR="00E0544E" w:rsidRPr="007818BD">
        <w:t>est heureux pour vous que je vous aie enfin découvert</w:t>
      </w:r>
      <w:r>
        <w:t>.</w:t>
      </w:r>
    </w:p>
    <w:p w14:paraId="0A729F36" w14:textId="77777777" w:rsidR="00E8465A" w:rsidRDefault="00E8465A" w:rsidP="00E0544E">
      <w:r>
        <w:t>— </w:t>
      </w:r>
      <w:r w:rsidR="00E0544E" w:rsidRPr="007818BD">
        <w:t>Plus heureux serait-il que nous ne nous fussions jamais rencontrés</w:t>
      </w:r>
      <w:r>
        <w:t xml:space="preserve"> ! </w:t>
      </w:r>
      <w:r w:rsidR="00E0544E" w:rsidRPr="007818BD">
        <w:t>Cependant</w:t>
      </w:r>
      <w:r>
        <w:t xml:space="preserve">, </w:t>
      </w:r>
      <w:r w:rsidR="00E0544E" w:rsidRPr="007818BD">
        <w:t>dans ces dernières heures de ma vie</w:t>
      </w:r>
      <w:r>
        <w:t xml:space="preserve">, </w:t>
      </w:r>
      <w:r w:rsidR="00E0544E" w:rsidRPr="007818BD">
        <w:t>j</w:t>
      </w:r>
      <w:r>
        <w:t>’</w:t>
      </w:r>
      <w:r w:rsidR="00E0544E" w:rsidRPr="007818BD">
        <w:t>aime à contempler encore une fois le visage de cet être myst</w:t>
      </w:r>
      <w:r w:rsidR="00E0544E" w:rsidRPr="007818BD">
        <w:t>é</w:t>
      </w:r>
      <w:r w:rsidR="00E0544E" w:rsidRPr="007818BD">
        <w:t>rieux à qui je puis attribuer toutes les souffrances que j</w:t>
      </w:r>
      <w:r>
        <w:t>’</w:t>
      </w:r>
      <w:r w:rsidR="00E0544E" w:rsidRPr="007818BD">
        <w:t>aie j</w:t>
      </w:r>
      <w:r w:rsidR="00E0544E" w:rsidRPr="007818BD">
        <w:t>a</w:t>
      </w:r>
      <w:r w:rsidR="00E0544E" w:rsidRPr="007818BD">
        <w:t>mais connues</w:t>
      </w:r>
      <w:r>
        <w:t xml:space="preserve">. </w:t>
      </w:r>
      <w:r w:rsidR="00E0544E" w:rsidRPr="007818BD">
        <w:t>Ici</w:t>
      </w:r>
      <w:r>
        <w:t xml:space="preserve">, </w:t>
      </w:r>
      <w:r w:rsidR="00E0544E" w:rsidRPr="007818BD">
        <w:t>du moins</w:t>
      </w:r>
      <w:r>
        <w:t xml:space="preserve">, </w:t>
      </w:r>
      <w:r w:rsidR="00E0544E" w:rsidRPr="007818BD">
        <w:t>tu ne peux ni me jouer ni m</w:t>
      </w:r>
      <w:r>
        <w:t>’</w:t>
      </w:r>
      <w:r w:rsidR="00E0544E" w:rsidRPr="007818BD">
        <w:t>échapper</w:t>
      </w:r>
      <w:r>
        <w:t xml:space="preserve">. </w:t>
      </w:r>
      <w:r w:rsidR="00E0544E" w:rsidRPr="007818BD">
        <w:t>Ici</w:t>
      </w:r>
      <w:r>
        <w:t xml:space="preserve">, </w:t>
      </w:r>
      <w:r w:rsidR="00E0544E" w:rsidRPr="007818BD">
        <w:t>avant que nous nous séparions</w:t>
      </w:r>
      <w:r>
        <w:t xml:space="preserve">, </w:t>
      </w:r>
      <w:r w:rsidR="00E0544E" w:rsidRPr="007818BD">
        <w:t>tu m</w:t>
      </w:r>
      <w:r>
        <w:t>’</w:t>
      </w:r>
      <w:r w:rsidR="00E0544E" w:rsidRPr="007818BD">
        <w:t>expliqueras la sombre énigme</w:t>
      </w:r>
      <w:r>
        <w:t xml:space="preserve">, </w:t>
      </w:r>
      <w:r w:rsidR="00E0544E" w:rsidRPr="007818BD">
        <w:t>sinon de ta vie</w:t>
      </w:r>
      <w:r>
        <w:t xml:space="preserve">, </w:t>
      </w:r>
      <w:r w:rsidR="00E0544E" w:rsidRPr="007818BD">
        <w:t>du moins de la mienne</w:t>
      </w:r>
      <w:r>
        <w:t>.</w:t>
      </w:r>
    </w:p>
    <w:p w14:paraId="7DCB6D3F" w14:textId="77777777" w:rsidR="00E8465A" w:rsidRDefault="00E8465A" w:rsidP="00E0544E">
      <w:r>
        <w:t>— </w:t>
      </w:r>
      <w:r w:rsidR="00E0544E" w:rsidRPr="007818BD">
        <w:t>As-tu souffert</w:t>
      </w:r>
      <w:r>
        <w:t xml:space="preserve">, </w:t>
      </w:r>
      <w:r w:rsidR="00E0544E" w:rsidRPr="007818BD">
        <w:t>pauvre néophyte</w:t>
      </w:r>
      <w:r>
        <w:t xml:space="preserve"> ? </w:t>
      </w:r>
      <w:r w:rsidR="00E0544E" w:rsidRPr="007818BD">
        <w:t xml:space="preserve">dit </w:t>
      </w:r>
      <w:proofErr w:type="spellStart"/>
      <w:r w:rsidR="00E0544E" w:rsidRPr="007818BD">
        <w:t>Zanoni</w:t>
      </w:r>
      <w:proofErr w:type="spellEnd"/>
      <w:r w:rsidR="00E0544E" w:rsidRPr="007818BD">
        <w:t xml:space="preserve"> avec co</w:t>
      </w:r>
      <w:r w:rsidR="00E0544E" w:rsidRPr="007818BD">
        <w:t>m</w:t>
      </w:r>
      <w:r w:rsidR="00E0544E" w:rsidRPr="007818BD">
        <w:t>passion</w:t>
      </w:r>
      <w:r>
        <w:t xml:space="preserve">. </w:t>
      </w:r>
      <w:r w:rsidR="00E0544E" w:rsidRPr="007818BD">
        <w:t>Oui</w:t>
      </w:r>
      <w:r>
        <w:t xml:space="preserve">, </w:t>
      </w:r>
      <w:r w:rsidR="00E0544E" w:rsidRPr="007818BD">
        <w:t>je le vois sur ton front</w:t>
      </w:r>
      <w:r>
        <w:t xml:space="preserve"> ; </w:t>
      </w:r>
      <w:r w:rsidR="00E0544E" w:rsidRPr="007818BD">
        <w:t>mais pourquoi m</w:t>
      </w:r>
      <w:r>
        <w:t>’</w:t>
      </w:r>
      <w:r w:rsidR="00E0544E" w:rsidRPr="007818BD">
        <w:t>en acc</w:t>
      </w:r>
      <w:r w:rsidR="00E0544E" w:rsidRPr="007818BD">
        <w:t>u</w:t>
      </w:r>
      <w:r w:rsidR="00E0544E" w:rsidRPr="007818BD">
        <w:t>ser</w:t>
      </w:r>
      <w:r>
        <w:t xml:space="preserve"> ? </w:t>
      </w:r>
      <w:r w:rsidR="00E0544E" w:rsidRPr="007818BD">
        <w:t>Ne t</w:t>
      </w:r>
      <w:r>
        <w:t>’</w:t>
      </w:r>
      <w:r w:rsidR="00E0544E" w:rsidRPr="007818BD">
        <w:t>ai-je pas averti de te méfier des inspirations de ton e</w:t>
      </w:r>
      <w:r w:rsidR="00E0544E" w:rsidRPr="007818BD">
        <w:t>s</w:t>
      </w:r>
      <w:r w:rsidR="00E0544E" w:rsidRPr="007818BD">
        <w:t>prit</w:t>
      </w:r>
      <w:r>
        <w:t xml:space="preserve"> ? </w:t>
      </w:r>
      <w:r w:rsidR="00E0544E" w:rsidRPr="007818BD">
        <w:t>Ne t</w:t>
      </w:r>
      <w:r>
        <w:t>’</w:t>
      </w:r>
      <w:r w:rsidR="00E0544E" w:rsidRPr="007818BD">
        <w:t>ai-je pas conseillé de t</w:t>
      </w:r>
      <w:r>
        <w:t>’</w:t>
      </w:r>
      <w:r w:rsidR="00E0544E" w:rsidRPr="007818BD">
        <w:t>arrêter</w:t>
      </w:r>
      <w:r>
        <w:t xml:space="preserve"> ? </w:t>
      </w:r>
      <w:r w:rsidR="00E0544E" w:rsidRPr="007818BD">
        <w:t>Ne t</w:t>
      </w:r>
      <w:r>
        <w:t>’</w:t>
      </w:r>
      <w:r w:rsidR="00E0544E" w:rsidRPr="007818BD">
        <w:t>ai-je pas dit tout ce qu</w:t>
      </w:r>
      <w:r>
        <w:t>’</w:t>
      </w:r>
      <w:r w:rsidR="00E0544E" w:rsidRPr="007818BD">
        <w:t>il y avait dans l</w:t>
      </w:r>
      <w:r>
        <w:t>’</w:t>
      </w:r>
      <w:r w:rsidR="00E0544E" w:rsidRPr="007818BD">
        <w:t>épreuve de terrible et de hasardeux</w:t>
      </w:r>
      <w:r>
        <w:t xml:space="preserve"> ? </w:t>
      </w:r>
      <w:r w:rsidR="00E0544E" w:rsidRPr="007818BD">
        <w:t>Ne t</w:t>
      </w:r>
      <w:r>
        <w:t>’</w:t>
      </w:r>
      <w:r w:rsidR="00E0544E" w:rsidRPr="007818BD">
        <w:t>ai-je pas même offert de te laisser ce cœur assez puissant pour te satisfaire</w:t>
      </w:r>
      <w:r>
        <w:t xml:space="preserve">, </w:t>
      </w:r>
      <w:proofErr w:type="spellStart"/>
      <w:r w:rsidR="00E0544E" w:rsidRPr="007818BD">
        <w:t>Glyndon</w:t>
      </w:r>
      <w:proofErr w:type="spellEnd"/>
      <w:r>
        <w:t xml:space="preserve">, </w:t>
      </w:r>
      <w:r w:rsidR="00E0544E" w:rsidRPr="007818BD">
        <w:t>quand il m</w:t>
      </w:r>
      <w:r>
        <w:t>’</w:t>
      </w:r>
      <w:r w:rsidR="00E0544E" w:rsidRPr="007818BD">
        <w:t>appartenait</w:t>
      </w:r>
      <w:r>
        <w:t xml:space="preserve"> ? </w:t>
      </w:r>
      <w:r w:rsidR="00E0544E" w:rsidRPr="007818BD">
        <w:lastRenderedPageBreak/>
        <w:t>N</w:t>
      </w:r>
      <w:r>
        <w:t>’</w:t>
      </w:r>
      <w:r w:rsidR="00E0544E" w:rsidRPr="007818BD">
        <w:t>est-ce pas toi qui as choisi</w:t>
      </w:r>
      <w:r>
        <w:t xml:space="preserve">, </w:t>
      </w:r>
      <w:r w:rsidR="00E0544E" w:rsidRPr="007818BD">
        <w:t>courageusement</w:t>
      </w:r>
      <w:r>
        <w:t xml:space="preserve">, </w:t>
      </w:r>
      <w:r w:rsidR="00E0544E" w:rsidRPr="007818BD">
        <w:t>témérairement</w:t>
      </w:r>
      <w:r>
        <w:t xml:space="preserve">, </w:t>
      </w:r>
      <w:r w:rsidR="00E0544E" w:rsidRPr="007818BD">
        <w:t>le danger de braver l</w:t>
      </w:r>
      <w:r>
        <w:t>’</w:t>
      </w:r>
      <w:r w:rsidR="00E0544E" w:rsidRPr="007818BD">
        <w:t>initiation</w:t>
      </w:r>
      <w:r>
        <w:t xml:space="preserve"> ? </w:t>
      </w:r>
      <w:r w:rsidR="00E0544E" w:rsidRPr="007818BD">
        <w:t>C</w:t>
      </w:r>
      <w:r>
        <w:t>’</w:t>
      </w:r>
      <w:r w:rsidR="00E0544E" w:rsidRPr="007818BD">
        <w:t xml:space="preserve">est librement que tu as pris </w:t>
      </w:r>
      <w:proofErr w:type="spellStart"/>
      <w:r w:rsidR="00E0544E" w:rsidRPr="007818BD">
        <w:t>Mejnour</w:t>
      </w:r>
      <w:proofErr w:type="spellEnd"/>
      <w:r w:rsidR="00E0544E" w:rsidRPr="007818BD">
        <w:t xml:space="preserve"> pour maître et sa science pour étude</w:t>
      </w:r>
      <w:r>
        <w:t>.</w:t>
      </w:r>
    </w:p>
    <w:p w14:paraId="0EB32028" w14:textId="77777777" w:rsidR="00E8465A" w:rsidRDefault="00E8465A" w:rsidP="00E0544E">
      <w:r>
        <w:t>— </w:t>
      </w:r>
      <w:r w:rsidR="00E0544E" w:rsidRPr="007818BD">
        <w:t>Mais d</w:t>
      </w:r>
      <w:r>
        <w:t>’</w:t>
      </w:r>
      <w:r w:rsidR="00E0544E" w:rsidRPr="007818BD">
        <w:t>où me sont venus les désirs insatiables de cette étrange et terrible scie</w:t>
      </w:r>
      <w:r w:rsidR="00E0544E" w:rsidRPr="007818BD">
        <w:t>n</w:t>
      </w:r>
      <w:r w:rsidR="00E0544E" w:rsidRPr="007818BD">
        <w:t>ce</w:t>
      </w:r>
      <w:r>
        <w:t xml:space="preserve"> ? </w:t>
      </w:r>
      <w:r w:rsidR="00E0544E" w:rsidRPr="007818BD">
        <w:t>Je ne les connaissais pas avant que ton mauvais œil tombât sur moi et m</w:t>
      </w:r>
      <w:r>
        <w:t>’</w:t>
      </w:r>
      <w:r w:rsidR="00E0544E" w:rsidRPr="007818BD">
        <w:t>attirât dans l</w:t>
      </w:r>
      <w:r>
        <w:t>’</w:t>
      </w:r>
      <w:r w:rsidR="00E0544E" w:rsidRPr="007818BD">
        <w:t>atmosphère magique de ton être</w:t>
      </w:r>
      <w:r>
        <w:t> !</w:t>
      </w:r>
    </w:p>
    <w:p w14:paraId="61D847A2" w14:textId="77777777" w:rsidR="00E8465A" w:rsidRDefault="00E8465A" w:rsidP="00E0544E">
      <w:r>
        <w:t>— </w:t>
      </w:r>
      <w:r w:rsidR="00E0544E" w:rsidRPr="007818BD">
        <w:t>Tu te trompes</w:t>
      </w:r>
      <w:r>
        <w:t xml:space="preserve">. </w:t>
      </w:r>
      <w:r w:rsidR="00E0544E" w:rsidRPr="007818BD">
        <w:t>Tes désirs étaient en toi</w:t>
      </w:r>
      <w:r>
        <w:t xml:space="preserve">, </w:t>
      </w:r>
      <w:r w:rsidR="00E0544E" w:rsidRPr="007818BD">
        <w:t>et</w:t>
      </w:r>
      <w:r>
        <w:t xml:space="preserve">, </w:t>
      </w:r>
      <w:r w:rsidR="00E0544E" w:rsidRPr="007818BD">
        <w:t>de manière ou d</w:t>
      </w:r>
      <w:r>
        <w:t>’</w:t>
      </w:r>
      <w:r w:rsidR="00E0544E" w:rsidRPr="007818BD">
        <w:t>autre</w:t>
      </w:r>
      <w:r>
        <w:t xml:space="preserve">, </w:t>
      </w:r>
      <w:r w:rsidR="00E0544E" w:rsidRPr="007818BD">
        <w:t>se seraient fait jour</w:t>
      </w:r>
      <w:r>
        <w:t xml:space="preserve">. </w:t>
      </w:r>
      <w:r w:rsidR="00E0544E" w:rsidRPr="007818BD">
        <w:t>Tu me demandes l</w:t>
      </w:r>
      <w:r>
        <w:t>’</w:t>
      </w:r>
      <w:r w:rsidR="00E0544E" w:rsidRPr="007818BD">
        <w:t>énigme de ta destinée et de la mienne</w:t>
      </w:r>
      <w:r>
        <w:t xml:space="preserve"> ! </w:t>
      </w:r>
      <w:r w:rsidR="00E0544E" w:rsidRPr="007818BD">
        <w:t>Regarde tous les êtres</w:t>
      </w:r>
      <w:r>
        <w:t xml:space="preserve"> : </w:t>
      </w:r>
      <w:r w:rsidR="00E0544E" w:rsidRPr="007818BD">
        <w:t>le mystère n</w:t>
      </w:r>
      <w:r>
        <w:t>’</w:t>
      </w:r>
      <w:r w:rsidR="00E0544E" w:rsidRPr="007818BD">
        <w:t>est-il pas partout</w:t>
      </w:r>
      <w:r>
        <w:t xml:space="preserve"> ? </w:t>
      </w:r>
      <w:r w:rsidR="00E0544E" w:rsidRPr="007818BD">
        <w:t xml:space="preserve">Ton œil </w:t>
      </w:r>
      <w:proofErr w:type="spellStart"/>
      <w:r w:rsidR="00E0544E" w:rsidRPr="007818BD">
        <w:t>peut il</w:t>
      </w:r>
      <w:proofErr w:type="spellEnd"/>
      <w:r w:rsidR="00E0544E" w:rsidRPr="007818BD">
        <w:t xml:space="preserve"> suivre le travail qui mûrit la semence sous la terre</w:t>
      </w:r>
      <w:r>
        <w:t xml:space="preserve"> ? </w:t>
      </w:r>
      <w:r w:rsidR="00E0544E" w:rsidRPr="007818BD">
        <w:t>Dans le monde moral comme dans le monde physique</w:t>
      </w:r>
      <w:r>
        <w:t xml:space="preserve">, </w:t>
      </w:r>
      <w:r w:rsidR="00E0544E" w:rsidRPr="007818BD">
        <w:t>sont ensevelis de sombres et mystérieux s</w:t>
      </w:r>
      <w:r w:rsidR="00E0544E" w:rsidRPr="007818BD">
        <w:t>e</w:t>
      </w:r>
      <w:r w:rsidR="00E0544E" w:rsidRPr="007818BD">
        <w:t>crets mille fois plus merveilleux que le pouvoir que tu m</w:t>
      </w:r>
      <w:r>
        <w:t>’</w:t>
      </w:r>
      <w:r w:rsidR="00E0544E" w:rsidRPr="007818BD">
        <w:t>attribues</w:t>
      </w:r>
      <w:r>
        <w:t> !</w:t>
      </w:r>
    </w:p>
    <w:p w14:paraId="757DDDEA" w14:textId="77777777" w:rsidR="00E8465A" w:rsidRDefault="00E8465A" w:rsidP="00E0544E">
      <w:r>
        <w:t>— </w:t>
      </w:r>
      <w:r w:rsidR="00E0544E" w:rsidRPr="007818BD">
        <w:t>Ce pouvoir</w:t>
      </w:r>
      <w:r>
        <w:t xml:space="preserve">, </w:t>
      </w:r>
      <w:r w:rsidR="00E0544E" w:rsidRPr="007818BD">
        <w:t>le désavoues-tu</w:t>
      </w:r>
      <w:r>
        <w:t xml:space="preserve"> ? </w:t>
      </w:r>
      <w:r w:rsidR="00E0544E" w:rsidRPr="007818BD">
        <w:t>Confesses-tu que tu es un imposteur</w:t>
      </w:r>
      <w:r>
        <w:t xml:space="preserve">, </w:t>
      </w:r>
      <w:r w:rsidR="00E0544E" w:rsidRPr="007818BD">
        <w:t>ou oses-tu me dire que tu es en effet vendu à l</w:t>
      </w:r>
      <w:r>
        <w:t>’</w:t>
      </w:r>
      <w:r w:rsidR="00E0544E" w:rsidRPr="007818BD">
        <w:t>Esprit du mal</w:t>
      </w:r>
      <w:r>
        <w:t xml:space="preserve"> ?… </w:t>
      </w:r>
      <w:r w:rsidR="00E0544E" w:rsidRPr="007818BD">
        <w:t>un magicien dont le démon f</w:t>
      </w:r>
      <w:r w:rsidR="00E0544E" w:rsidRPr="007818BD">
        <w:t>a</w:t>
      </w:r>
      <w:r w:rsidR="00E0544E" w:rsidRPr="007818BD">
        <w:t>milier m</w:t>
      </w:r>
      <w:r>
        <w:t>’</w:t>
      </w:r>
      <w:r w:rsidR="00E0544E" w:rsidRPr="007818BD">
        <w:t>a nuit et jour poursuivi</w:t>
      </w:r>
      <w:r>
        <w:t> ?</w:t>
      </w:r>
    </w:p>
    <w:p w14:paraId="7A8C7C9D" w14:textId="4140FEDB" w:rsidR="00E0544E" w:rsidRPr="007818BD" w:rsidRDefault="00E8465A" w:rsidP="00E0544E">
      <w:r>
        <w:t>— </w:t>
      </w:r>
      <w:r w:rsidR="00E0544E" w:rsidRPr="007818BD">
        <w:t>Qu</w:t>
      </w:r>
      <w:r>
        <w:t>’</w:t>
      </w:r>
      <w:r w:rsidR="00E0544E" w:rsidRPr="007818BD">
        <w:t>importe ce que je suis</w:t>
      </w:r>
      <w:r>
        <w:t xml:space="preserve"> ? </w:t>
      </w:r>
      <w:r w:rsidR="00E0544E" w:rsidRPr="007818BD">
        <w:t xml:space="preserve">répliqua </w:t>
      </w:r>
      <w:proofErr w:type="spellStart"/>
      <w:r w:rsidR="00E0544E" w:rsidRPr="007818BD">
        <w:t>Zanoni</w:t>
      </w:r>
      <w:proofErr w:type="spellEnd"/>
      <w:r>
        <w:t xml:space="preserve"> ; </w:t>
      </w:r>
      <w:r w:rsidR="00E0544E" w:rsidRPr="007818BD">
        <w:t>ce qui i</w:t>
      </w:r>
      <w:r w:rsidR="00E0544E" w:rsidRPr="007818BD">
        <w:t>m</w:t>
      </w:r>
      <w:r w:rsidR="00E0544E" w:rsidRPr="007818BD">
        <w:t>porte</w:t>
      </w:r>
      <w:r>
        <w:t xml:space="preserve">, </w:t>
      </w:r>
      <w:r w:rsidR="00E0544E" w:rsidRPr="007818BD">
        <w:t>c</w:t>
      </w:r>
      <w:r>
        <w:t>’</w:t>
      </w:r>
      <w:r w:rsidR="00E0544E" w:rsidRPr="007818BD">
        <w:t>est que je puisse t</w:t>
      </w:r>
      <w:r>
        <w:t>’</w:t>
      </w:r>
      <w:r w:rsidR="00E0544E" w:rsidRPr="007818BD">
        <w:t>aider à exorciser ton hideux fantôme</w:t>
      </w:r>
      <w:r>
        <w:t xml:space="preserve">, </w:t>
      </w:r>
      <w:r w:rsidR="00E0544E" w:rsidRPr="007818BD">
        <w:t>et à revenir encore une fois à l</w:t>
      </w:r>
      <w:r>
        <w:t>’</w:t>
      </w:r>
      <w:r w:rsidR="00E0544E" w:rsidRPr="007818BD">
        <w:t>atmosphère salutaire de la vie commune</w:t>
      </w:r>
      <w:r>
        <w:t xml:space="preserve">. </w:t>
      </w:r>
      <w:r w:rsidR="00E0544E" w:rsidRPr="007818BD">
        <w:t>Il y a pourtant une chose que je veux bien te dire pour ju</w:t>
      </w:r>
      <w:r w:rsidR="00E0544E" w:rsidRPr="007818BD">
        <w:t>s</w:t>
      </w:r>
      <w:r w:rsidR="00E0544E" w:rsidRPr="007818BD">
        <w:t>tifier non pas moi-même</w:t>
      </w:r>
      <w:r>
        <w:t xml:space="preserve">, </w:t>
      </w:r>
      <w:r w:rsidR="00E0544E" w:rsidRPr="007818BD">
        <w:t>mais le ciel et la nature</w:t>
      </w:r>
      <w:r>
        <w:t xml:space="preserve">, </w:t>
      </w:r>
      <w:r w:rsidR="00E0544E" w:rsidRPr="007818BD">
        <w:t>que tes doutes calomnient</w:t>
      </w:r>
      <w:r>
        <w:t>. »</w:t>
      </w:r>
    </w:p>
    <w:p w14:paraId="2A85D88A" w14:textId="77777777" w:rsidR="00E8465A" w:rsidRDefault="00E0544E" w:rsidP="00E0544E">
      <w:proofErr w:type="spellStart"/>
      <w:r w:rsidRPr="007818BD">
        <w:t>Zanoni</w:t>
      </w:r>
      <w:proofErr w:type="spellEnd"/>
      <w:r w:rsidRPr="007818BD">
        <w:t xml:space="preserve"> s</w:t>
      </w:r>
      <w:r w:rsidR="00E8465A">
        <w:t>’</w:t>
      </w:r>
      <w:r w:rsidRPr="007818BD">
        <w:t>interrompit un instant</w:t>
      </w:r>
      <w:r w:rsidR="00E8465A">
        <w:t xml:space="preserve">, </w:t>
      </w:r>
      <w:r w:rsidRPr="007818BD">
        <w:t>puis reprit avec un léger sourire</w:t>
      </w:r>
      <w:r w:rsidR="00E8465A">
        <w:t> :</w:t>
      </w:r>
    </w:p>
    <w:p w14:paraId="544D3ECA" w14:textId="78B74959" w:rsidR="00E0544E" w:rsidRPr="007818BD" w:rsidRDefault="00E8465A" w:rsidP="00E0544E">
      <w:pPr>
        <w:rPr>
          <w:rStyle w:val="Taille-1Caracteres"/>
        </w:rPr>
      </w:pPr>
      <w:r>
        <w:t>« </w:t>
      </w:r>
      <w:r w:rsidR="00E0544E" w:rsidRPr="007818BD">
        <w:t>Aux jours de ta jeunesse tu as sans doute lu avec délices ce grand poète chrétien dont la Muse</w:t>
      </w:r>
      <w:r>
        <w:t xml:space="preserve">, </w:t>
      </w:r>
      <w:r w:rsidR="00E0544E" w:rsidRPr="007818BD">
        <w:t>comme l</w:t>
      </w:r>
      <w:r>
        <w:t>’</w:t>
      </w:r>
      <w:r w:rsidR="00E0544E" w:rsidRPr="007818BD">
        <w:t>aurore qu</w:t>
      </w:r>
      <w:r>
        <w:t>’</w:t>
      </w:r>
      <w:r w:rsidR="00E0544E" w:rsidRPr="007818BD">
        <w:t>elle chantait</w:t>
      </w:r>
      <w:r>
        <w:t xml:space="preserve">, </w:t>
      </w:r>
      <w:r w:rsidR="00E0544E" w:rsidRPr="007818BD">
        <w:t xml:space="preserve">venait sur la terre couronnée de fleurs cueillies au </w:t>
      </w:r>
      <w:r w:rsidR="00E0544E" w:rsidRPr="007818BD">
        <w:lastRenderedPageBreak/>
        <w:t>P</w:t>
      </w:r>
      <w:r w:rsidR="00E0544E" w:rsidRPr="007818BD">
        <w:t>a</w:t>
      </w:r>
      <w:r w:rsidR="00E0544E" w:rsidRPr="007818BD">
        <w:t>radis</w:t>
      </w:r>
      <w:r>
        <w:t xml:space="preserve">. </w:t>
      </w:r>
      <w:r w:rsidR="00E0544E" w:rsidRPr="007818BD">
        <w:t>Jamais esprit ne fut plus que le sien imbu des superst</w:t>
      </w:r>
      <w:r w:rsidR="00E0544E" w:rsidRPr="007818BD">
        <w:t>i</w:t>
      </w:r>
      <w:r w:rsidR="00E0544E" w:rsidRPr="007818BD">
        <w:t>tions chevaleresques du temps</w:t>
      </w:r>
      <w:r>
        <w:t xml:space="preserve">, </w:t>
      </w:r>
      <w:r w:rsidR="00E0544E" w:rsidRPr="007818BD">
        <w:t xml:space="preserve">et assurément le poète de </w:t>
      </w:r>
      <w:r w:rsidR="00E0544E" w:rsidRPr="007818BD">
        <w:rPr>
          <w:i/>
          <w:iCs/>
        </w:rPr>
        <w:t>la J</w:t>
      </w:r>
      <w:r w:rsidR="00E0544E" w:rsidRPr="007818BD">
        <w:rPr>
          <w:i/>
          <w:iCs/>
        </w:rPr>
        <w:t>é</w:t>
      </w:r>
      <w:r w:rsidR="00E0544E" w:rsidRPr="007818BD">
        <w:rPr>
          <w:i/>
          <w:iCs/>
        </w:rPr>
        <w:t>rusalem</w:t>
      </w:r>
      <w:r w:rsidR="00E0544E" w:rsidRPr="007818BD">
        <w:t xml:space="preserve"> a anathématisé</w:t>
      </w:r>
      <w:r>
        <w:t xml:space="preserve">, </w:t>
      </w:r>
      <w:r w:rsidR="00E0544E" w:rsidRPr="007818BD">
        <w:t>à la satisfaction même de l</w:t>
      </w:r>
      <w:r>
        <w:t>’</w:t>
      </w:r>
      <w:r w:rsidR="00E0544E" w:rsidRPr="007818BD">
        <w:t>Inquisiteur qu</w:t>
      </w:r>
      <w:r>
        <w:t>’</w:t>
      </w:r>
      <w:r w:rsidR="00E0544E" w:rsidRPr="007818BD">
        <w:t>il consultait</w:t>
      </w:r>
      <w:r>
        <w:t xml:space="preserve">, </w:t>
      </w:r>
      <w:r w:rsidR="00E0544E" w:rsidRPr="007818BD">
        <w:t>tous ceux qui pratiquaient des e</w:t>
      </w:r>
      <w:r w:rsidR="00E0544E" w:rsidRPr="007818BD">
        <w:t>n</w:t>
      </w:r>
      <w:r w:rsidR="00E0544E" w:rsidRPr="007818BD">
        <w:t>chantements damnables</w:t>
      </w:r>
      <w:r>
        <w:t xml:space="preserve">, </w:t>
      </w:r>
      <w:r w:rsidR="00E0544E" w:rsidRPr="007818BD">
        <w:t>invoqués</w:t>
      </w:r>
    </w:p>
    <w:p w14:paraId="493B64AF" w14:textId="77777777" w:rsidR="00E8465A" w:rsidRDefault="00E0544E" w:rsidP="00E8465A">
      <w:pPr>
        <w:ind w:firstLine="0"/>
        <w:jc w:val="center"/>
        <w:rPr>
          <w:rStyle w:val="Taille-1Caracteres"/>
        </w:rPr>
      </w:pPr>
      <w:r w:rsidRPr="007818BD">
        <w:rPr>
          <w:rStyle w:val="Taille-1Caracteres"/>
        </w:rPr>
        <w:t xml:space="preserve">Per </w:t>
      </w:r>
      <w:proofErr w:type="spellStart"/>
      <w:r w:rsidRPr="007818BD">
        <w:rPr>
          <w:rStyle w:val="Taille-1Caracteres"/>
        </w:rPr>
        <w:t>isforzar</w:t>
      </w:r>
      <w:proofErr w:type="spellEnd"/>
      <w:r w:rsidRPr="007818BD">
        <w:rPr>
          <w:rStyle w:val="Taille-1Caracteres"/>
        </w:rPr>
        <w:t xml:space="preserve"> </w:t>
      </w:r>
      <w:proofErr w:type="spellStart"/>
      <w:r w:rsidRPr="007818BD">
        <w:rPr>
          <w:rStyle w:val="Taille-1Caracteres"/>
        </w:rPr>
        <w:t>Cocito</w:t>
      </w:r>
      <w:proofErr w:type="spellEnd"/>
      <w:r w:rsidRPr="007818BD">
        <w:rPr>
          <w:rStyle w:val="Taille-1Caracteres"/>
        </w:rPr>
        <w:t xml:space="preserve"> o </w:t>
      </w:r>
      <w:proofErr w:type="spellStart"/>
      <w:r w:rsidRPr="007818BD">
        <w:rPr>
          <w:rStyle w:val="Taille-1Caracteres"/>
        </w:rPr>
        <w:t>Flegetonte</w:t>
      </w:r>
      <w:proofErr w:type="spellEnd"/>
      <w:r w:rsidR="00E8465A">
        <w:rPr>
          <w:rStyle w:val="Taille-1Caracteres"/>
        </w:rPr>
        <w:t>.</w:t>
      </w:r>
    </w:p>
    <w:p w14:paraId="5B96F86D" w14:textId="6BD0EDB0" w:rsidR="00E0544E" w:rsidRPr="007818BD" w:rsidRDefault="00E0544E" w:rsidP="00E0544E">
      <w:pPr>
        <w:pStyle w:val="NormalSansIndent"/>
      </w:pPr>
      <w:r w:rsidRPr="007818BD">
        <w:t>Mais</w:t>
      </w:r>
      <w:r w:rsidR="00E8465A">
        <w:t xml:space="preserve">, </w:t>
      </w:r>
      <w:r w:rsidRPr="007818BD">
        <w:t>dans ses douleurs et dans ses souffrances</w:t>
      </w:r>
      <w:r w:rsidR="00E8465A">
        <w:t xml:space="preserve">, </w:t>
      </w:r>
      <w:r w:rsidRPr="007818BD">
        <w:t>dans la prison de sa folie</w:t>
      </w:r>
      <w:r w:rsidR="00E8465A">
        <w:t xml:space="preserve">, </w:t>
      </w:r>
      <w:r w:rsidRPr="007818BD">
        <w:t>ne sais-tu pas que le Tasse lui-même trouva sa consolation et son salut dans la reconnaissa</w:t>
      </w:r>
      <w:r w:rsidRPr="007818BD">
        <w:t>n</w:t>
      </w:r>
      <w:r w:rsidRPr="007818BD">
        <w:t>ce d</w:t>
      </w:r>
      <w:r w:rsidR="00E8465A">
        <w:t>’</w:t>
      </w:r>
      <w:r w:rsidRPr="007818BD">
        <w:t>une sainte et spirituelle théurgie</w:t>
      </w:r>
      <w:r w:rsidR="00E8465A">
        <w:t xml:space="preserve">, </w:t>
      </w:r>
      <w:r w:rsidRPr="007818BD">
        <w:t>d</w:t>
      </w:r>
      <w:r w:rsidR="00E8465A">
        <w:t>’</w:t>
      </w:r>
      <w:r w:rsidRPr="007818BD">
        <w:t>une magie qui savait évoquer l</w:t>
      </w:r>
      <w:r w:rsidR="00E8465A">
        <w:t>’</w:t>
      </w:r>
      <w:r w:rsidRPr="007818BD">
        <w:t>ange ou le bon génie</w:t>
      </w:r>
      <w:r w:rsidR="00E8465A">
        <w:t xml:space="preserve">, </w:t>
      </w:r>
      <w:r w:rsidRPr="007818BD">
        <w:t>et non le démon</w:t>
      </w:r>
      <w:r w:rsidR="00E8465A">
        <w:t xml:space="preserve"> ? </w:t>
      </w:r>
      <w:r w:rsidRPr="007818BD">
        <w:t>Et ne te souviens-tu pas co</w:t>
      </w:r>
      <w:r w:rsidRPr="007818BD">
        <w:t>m</w:t>
      </w:r>
      <w:r w:rsidRPr="007818BD">
        <w:t>ment</w:t>
      </w:r>
      <w:r w:rsidR="00E8465A">
        <w:t xml:space="preserve">, </w:t>
      </w:r>
      <w:r w:rsidRPr="007818BD">
        <w:t>profondément versé pour son temps dans les mystères du pl</w:t>
      </w:r>
      <w:r w:rsidRPr="007818BD">
        <w:t>a</w:t>
      </w:r>
      <w:r w:rsidRPr="007818BD">
        <w:t>tonisme le plus pur</w:t>
      </w:r>
      <w:r w:rsidR="00E8465A">
        <w:t xml:space="preserve">, </w:t>
      </w:r>
      <w:r w:rsidRPr="007818BD">
        <w:t>qui embrasse tous les ordres lumineux</w:t>
      </w:r>
      <w:r w:rsidR="00E8465A">
        <w:t xml:space="preserve">, </w:t>
      </w:r>
      <w:r w:rsidRPr="007818BD">
        <w:t>d</w:t>
      </w:r>
      <w:r w:rsidRPr="007818BD">
        <w:t>e</w:t>
      </w:r>
      <w:r w:rsidRPr="007818BD">
        <w:t>puis les Chaldéens jusqu</w:t>
      </w:r>
      <w:r w:rsidR="00E8465A">
        <w:t>’</w:t>
      </w:r>
      <w:r w:rsidRPr="007818BD">
        <w:t>aux Rose-Croix les plus récents</w:t>
      </w:r>
      <w:r w:rsidR="00E8465A">
        <w:t xml:space="preserve"> ; </w:t>
      </w:r>
      <w:r w:rsidRPr="007818BD">
        <w:t>co</w:t>
      </w:r>
      <w:r w:rsidRPr="007818BD">
        <w:t>m</w:t>
      </w:r>
      <w:r w:rsidRPr="007818BD">
        <w:t>ment</w:t>
      </w:r>
      <w:r w:rsidR="00E8465A">
        <w:t xml:space="preserve">, </w:t>
      </w:r>
      <w:r w:rsidRPr="007818BD">
        <w:t>dis-je</w:t>
      </w:r>
      <w:r w:rsidR="00E8465A">
        <w:t xml:space="preserve">, </w:t>
      </w:r>
      <w:r w:rsidRPr="007818BD">
        <w:t>dans sa strophe délicieuse</w:t>
      </w:r>
      <w:r w:rsidR="00E8465A">
        <w:t xml:space="preserve">, </w:t>
      </w:r>
      <w:r w:rsidRPr="007818BD">
        <w:t>il distingue l</w:t>
      </w:r>
      <w:r w:rsidR="00E8465A">
        <w:t>’</w:t>
      </w:r>
      <w:r w:rsidRPr="007818BD">
        <w:t>art sombre d</w:t>
      </w:r>
      <w:r w:rsidR="00E8465A">
        <w:t>’</w:t>
      </w:r>
      <w:r w:rsidRPr="007818BD">
        <w:t>Ismène de la science glorie</w:t>
      </w:r>
      <w:r w:rsidRPr="007818BD">
        <w:t>u</w:t>
      </w:r>
      <w:r w:rsidRPr="007818BD">
        <w:t>se de l</w:t>
      </w:r>
      <w:r w:rsidR="00E8465A">
        <w:t>’</w:t>
      </w:r>
      <w:r w:rsidRPr="007818BD">
        <w:t>enchanteur qui guide et qui</w:t>
      </w:r>
      <w:r w:rsidR="00E8465A">
        <w:t xml:space="preserve">, </w:t>
      </w:r>
      <w:r w:rsidRPr="007818BD">
        <w:t>conseille dans leur mission les champions de la Terre Sai</w:t>
      </w:r>
      <w:r w:rsidRPr="007818BD">
        <w:t>n</w:t>
      </w:r>
      <w:r w:rsidRPr="007818BD">
        <w:t>te</w:t>
      </w:r>
      <w:r w:rsidR="00E8465A">
        <w:t xml:space="preserve"> ? </w:t>
      </w:r>
      <w:r w:rsidRPr="007818BD">
        <w:t>À lui</w:t>
      </w:r>
      <w:r w:rsidR="00E8465A">
        <w:t xml:space="preserve">, </w:t>
      </w:r>
      <w:r w:rsidRPr="007818BD">
        <w:t>non pas les charmes opérés à l</w:t>
      </w:r>
      <w:r w:rsidR="00E8465A">
        <w:t>’</w:t>
      </w:r>
      <w:r w:rsidRPr="007818BD">
        <w:t>aide des r</w:t>
      </w:r>
      <w:r w:rsidRPr="007818BD">
        <w:t>e</w:t>
      </w:r>
      <w:r w:rsidRPr="007818BD">
        <w:t>belles de l</w:t>
      </w:r>
      <w:r w:rsidR="00E8465A">
        <w:t>’</w:t>
      </w:r>
      <w:r w:rsidRPr="007818BD">
        <w:t>Enfer</w:t>
      </w:r>
      <w:r w:rsidR="00E8465A">
        <w:t xml:space="preserve">, </w:t>
      </w:r>
      <w:r w:rsidRPr="007818BD">
        <w:t>mais la connaissance</w:t>
      </w:r>
      <w:r w:rsidR="00E8465A">
        <w:t xml:space="preserve">, </w:t>
      </w:r>
      <w:r w:rsidRPr="007818BD">
        <w:t>des vertus secrètes de la source et de la plante</w:t>
      </w:r>
      <w:r w:rsidR="00E8465A">
        <w:t xml:space="preserve">, </w:t>
      </w:r>
      <w:r w:rsidRPr="007818BD">
        <w:t>les arcanes de la nature inconnue et les mouv</w:t>
      </w:r>
      <w:r w:rsidRPr="007818BD">
        <w:t>e</w:t>
      </w:r>
      <w:r w:rsidRPr="007818BD">
        <w:t>ments variés des astres</w:t>
      </w:r>
      <w:r w:rsidR="00E8465A">
        <w:t xml:space="preserve">. </w:t>
      </w:r>
      <w:r w:rsidRPr="007818BD">
        <w:t>À lui les saintes solitudes du Liban et du Carmel</w:t>
      </w:r>
      <w:r w:rsidR="00E8465A">
        <w:t xml:space="preserve">… </w:t>
      </w:r>
      <w:r w:rsidRPr="007818BD">
        <w:t>Sous ses pieds il voyait les nuages</w:t>
      </w:r>
      <w:r w:rsidR="00E8465A">
        <w:t xml:space="preserve">, </w:t>
      </w:r>
      <w:r w:rsidRPr="007818BD">
        <w:t>les neiges</w:t>
      </w:r>
      <w:r w:rsidR="00E8465A">
        <w:t xml:space="preserve">, </w:t>
      </w:r>
      <w:r w:rsidRPr="007818BD">
        <w:t>les nuances d</w:t>
      </w:r>
      <w:r w:rsidR="00E8465A">
        <w:t>’</w:t>
      </w:r>
      <w:r w:rsidRPr="007818BD">
        <w:t>Iris</w:t>
      </w:r>
      <w:r w:rsidR="00E8465A">
        <w:t xml:space="preserve">, </w:t>
      </w:r>
      <w:r w:rsidRPr="007818BD">
        <w:t>la génération des pluies et des rosées</w:t>
      </w:r>
      <w:r w:rsidR="00E8465A">
        <w:t xml:space="preserve">. </w:t>
      </w:r>
      <w:r w:rsidRPr="007818BD">
        <w:t>L</w:t>
      </w:r>
      <w:r w:rsidR="00E8465A">
        <w:t>’</w:t>
      </w:r>
      <w:r w:rsidRPr="007818BD">
        <w:t>ermite chrétien qui convertit l</w:t>
      </w:r>
      <w:r w:rsidR="00E8465A">
        <w:t>’</w:t>
      </w:r>
      <w:r w:rsidRPr="007818BD">
        <w:t>enchanteur lui ordonnait-il de renoncer à ces sublimes études</w:t>
      </w:r>
      <w:r w:rsidR="00E8465A">
        <w:t xml:space="preserve">, </w:t>
      </w:r>
      <w:r w:rsidRPr="007818BD">
        <w:rPr>
          <w:i/>
          <w:iCs/>
        </w:rPr>
        <w:t xml:space="preserve">le </w:t>
      </w:r>
      <w:proofErr w:type="spellStart"/>
      <w:r w:rsidRPr="007818BD">
        <w:rPr>
          <w:i/>
          <w:iCs/>
        </w:rPr>
        <w:t>solite</w:t>
      </w:r>
      <w:proofErr w:type="spellEnd"/>
      <w:r w:rsidRPr="007818BD">
        <w:rPr>
          <w:i/>
          <w:iCs/>
        </w:rPr>
        <w:t xml:space="preserve"> </w:t>
      </w:r>
      <w:proofErr w:type="spellStart"/>
      <w:r w:rsidRPr="007818BD">
        <w:rPr>
          <w:i/>
          <w:iCs/>
        </w:rPr>
        <w:t>arti</w:t>
      </w:r>
      <w:proofErr w:type="spellEnd"/>
      <w:r w:rsidRPr="007818BD">
        <w:rPr>
          <w:i/>
          <w:iCs/>
        </w:rPr>
        <w:t xml:space="preserve"> e l</w:t>
      </w:r>
      <w:r w:rsidR="00E8465A">
        <w:rPr>
          <w:i/>
          <w:iCs/>
        </w:rPr>
        <w:t>’</w:t>
      </w:r>
      <w:proofErr w:type="spellStart"/>
      <w:r w:rsidRPr="007818BD">
        <w:rPr>
          <w:i/>
          <w:iCs/>
        </w:rPr>
        <w:t>uso</w:t>
      </w:r>
      <w:proofErr w:type="spellEnd"/>
      <w:r w:rsidRPr="007818BD">
        <w:rPr>
          <w:i/>
          <w:iCs/>
        </w:rPr>
        <w:t xml:space="preserve"> </w:t>
      </w:r>
      <w:proofErr w:type="spellStart"/>
      <w:r w:rsidRPr="007818BD">
        <w:rPr>
          <w:i/>
          <w:iCs/>
        </w:rPr>
        <w:t>mio</w:t>
      </w:r>
      <w:proofErr w:type="spellEnd"/>
      <w:r w:rsidR="00E8465A">
        <w:t xml:space="preserve"> ? </w:t>
      </w:r>
      <w:r w:rsidRPr="007818BD">
        <w:t>Non</w:t>
      </w:r>
      <w:r w:rsidR="00E8465A">
        <w:t xml:space="preserve">… </w:t>
      </w:r>
      <w:r w:rsidRPr="007818BD">
        <w:t>mais de les entretenir et de les diriger vers un but digne d</w:t>
      </w:r>
      <w:r w:rsidR="00E8465A">
        <w:t>’</w:t>
      </w:r>
      <w:r w:rsidRPr="007818BD">
        <w:t>elles</w:t>
      </w:r>
      <w:r w:rsidR="00E8465A">
        <w:t xml:space="preserve">. </w:t>
      </w:r>
      <w:r w:rsidRPr="007818BD">
        <w:t>Et c</w:t>
      </w:r>
      <w:r w:rsidR="00E8465A">
        <w:t>’</w:t>
      </w:r>
      <w:r w:rsidRPr="007818BD">
        <w:t>est dans cette grande conception du poète que gît le secret de la vraie théurgie qui</w:t>
      </w:r>
      <w:r w:rsidR="00E8465A">
        <w:t xml:space="preserve">, </w:t>
      </w:r>
      <w:r w:rsidRPr="007818BD">
        <w:t>dans un siècle plus éclairé</w:t>
      </w:r>
      <w:r w:rsidR="00E8465A">
        <w:t xml:space="preserve">, </w:t>
      </w:r>
      <w:r w:rsidRPr="007818BD">
        <w:t>effraye votre ignorance par des appréhensions puériles et par les cauchemars fiévreux d</w:t>
      </w:r>
      <w:r w:rsidR="00E8465A">
        <w:t>’</w:t>
      </w:r>
      <w:r w:rsidRPr="007818BD">
        <w:t>un malade</w:t>
      </w:r>
      <w:r w:rsidR="00E8465A">
        <w:t>. »</w:t>
      </w:r>
    </w:p>
    <w:p w14:paraId="3AC111BB" w14:textId="77777777" w:rsidR="00E8465A" w:rsidRDefault="00E0544E" w:rsidP="00E0544E">
      <w:proofErr w:type="spellStart"/>
      <w:r w:rsidRPr="007818BD">
        <w:t>Zanoni</w:t>
      </w:r>
      <w:proofErr w:type="spellEnd"/>
      <w:r w:rsidRPr="007818BD">
        <w:t xml:space="preserve"> s</w:t>
      </w:r>
      <w:r w:rsidR="00E8465A">
        <w:t>’</w:t>
      </w:r>
      <w:r w:rsidRPr="007818BD">
        <w:t>arrêta et reprit</w:t>
      </w:r>
      <w:r w:rsidR="00E8465A">
        <w:t> :</w:t>
      </w:r>
    </w:p>
    <w:p w14:paraId="6332A5C2" w14:textId="77777777" w:rsidR="00E8465A" w:rsidRDefault="00E8465A" w:rsidP="00E0544E">
      <w:r>
        <w:lastRenderedPageBreak/>
        <w:t>« </w:t>
      </w:r>
      <w:r w:rsidR="00E0544E" w:rsidRPr="007818BD">
        <w:t>Dans des siècles reculés</w:t>
      </w:r>
      <w:r>
        <w:t xml:space="preserve">, </w:t>
      </w:r>
      <w:r w:rsidR="00E0544E" w:rsidRPr="007818BD">
        <w:t>dans une civilisation bien diff</w:t>
      </w:r>
      <w:r w:rsidR="00E0544E" w:rsidRPr="007818BD">
        <w:t>é</w:t>
      </w:r>
      <w:r w:rsidR="00E0544E" w:rsidRPr="007818BD">
        <w:t>rente de celle qui aujourd</w:t>
      </w:r>
      <w:r>
        <w:t>’</w:t>
      </w:r>
      <w:r w:rsidR="00E0544E" w:rsidRPr="007818BD">
        <w:t>hui absorbe l</w:t>
      </w:r>
      <w:r>
        <w:t>’</w:t>
      </w:r>
      <w:r w:rsidR="00E0544E" w:rsidRPr="007818BD">
        <w:t>individu dans l</w:t>
      </w:r>
      <w:r>
        <w:t>’</w:t>
      </w:r>
      <w:r w:rsidR="00E0544E" w:rsidRPr="007818BD">
        <w:t>État</w:t>
      </w:r>
      <w:r>
        <w:t xml:space="preserve">, </w:t>
      </w:r>
      <w:r w:rsidR="00E0544E" w:rsidRPr="007818BD">
        <w:t>v</w:t>
      </w:r>
      <w:r w:rsidR="00E0544E" w:rsidRPr="007818BD">
        <w:t>i</w:t>
      </w:r>
      <w:r w:rsidR="00E0544E" w:rsidRPr="007818BD">
        <w:t>vaient des hommes doués d</w:t>
      </w:r>
      <w:r>
        <w:t>’</w:t>
      </w:r>
      <w:r w:rsidR="00E0544E" w:rsidRPr="007818BD">
        <w:t>une âme ardente</w:t>
      </w:r>
      <w:r>
        <w:t xml:space="preserve">, </w:t>
      </w:r>
      <w:r w:rsidR="00E0544E" w:rsidRPr="007818BD">
        <w:t>d</w:t>
      </w:r>
      <w:r>
        <w:t>’</w:t>
      </w:r>
      <w:r w:rsidR="00E0544E" w:rsidRPr="007818BD">
        <w:t>un désir ins</w:t>
      </w:r>
      <w:r w:rsidR="00E0544E" w:rsidRPr="007818BD">
        <w:t>a</w:t>
      </w:r>
      <w:r w:rsidR="00E0544E" w:rsidRPr="007818BD">
        <w:t>tiable d</w:t>
      </w:r>
      <w:r>
        <w:t>’</w:t>
      </w:r>
      <w:r w:rsidR="00E0544E" w:rsidRPr="007818BD">
        <w:t>apprendre</w:t>
      </w:r>
      <w:r>
        <w:t xml:space="preserve">. </w:t>
      </w:r>
      <w:r w:rsidR="00E0544E" w:rsidRPr="007818BD">
        <w:t>Dans les vastes et solennels empires qu</w:t>
      </w:r>
      <w:r>
        <w:t>’</w:t>
      </w:r>
      <w:r w:rsidR="00E0544E" w:rsidRPr="007818BD">
        <w:t>ils hab</w:t>
      </w:r>
      <w:r w:rsidR="00E0544E" w:rsidRPr="007818BD">
        <w:t>i</w:t>
      </w:r>
      <w:r w:rsidR="00E0544E" w:rsidRPr="007818BD">
        <w:t>taient</w:t>
      </w:r>
      <w:r>
        <w:t xml:space="preserve">, </w:t>
      </w:r>
      <w:r w:rsidR="00E0544E" w:rsidRPr="007818BD">
        <w:t>il n</w:t>
      </w:r>
      <w:r>
        <w:t>’</w:t>
      </w:r>
      <w:r w:rsidR="00E0544E" w:rsidRPr="007818BD">
        <w:t>y avait nul courant terrestre et turbulent qui fournît une dérivation à la fièvre de leur âme</w:t>
      </w:r>
      <w:r>
        <w:t xml:space="preserve">. </w:t>
      </w:r>
      <w:r w:rsidR="00E0544E" w:rsidRPr="007818BD">
        <w:t>Jetés dans le moule antique de castes qu</w:t>
      </w:r>
      <w:r>
        <w:t>’</w:t>
      </w:r>
      <w:r w:rsidR="00E0544E" w:rsidRPr="007818BD">
        <w:t>aucune intelligence ne pouvait fra</w:t>
      </w:r>
      <w:r w:rsidR="00E0544E" w:rsidRPr="007818BD">
        <w:t>n</w:t>
      </w:r>
      <w:r w:rsidR="00E0544E" w:rsidRPr="007818BD">
        <w:t>chir</w:t>
      </w:r>
      <w:r>
        <w:t xml:space="preserve">, </w:t>
      </w:r>
      <w:r w:rsidR="00E0544E" w:rsidRPr="007818BD">
        <w:t>qu</w:t>
      </w:r>
      <w:r>
        <w:t>’</w:t>
      </w:r>
      <w:r w:rsidR="00E0544E" w:rsidRPr="007818BD">
        <w:t>aucun courage ne pouvait dépasser</w:t>
      </w:r>
      <w:r>
        <w:t xml:space="preserve">, </w:t>
      </w:r>
      <w:r w:rsidR="00E0544E" w:rsidRPr="007818BD">
        <w:t>la soif de la sagesse régnait seule dans ces cœurs qui en recueillaient l</w:t>
      </w:r>
      <w:r>
        <w:t>’</w:t>
      </w:r>
      <w:r w:rsidR="00E0544E" w:rsidRPr="007818BD">
        <w:t>étude</w:t>
      </w:r>
      <w:r>
        <w:t>-</w:t>
      </w:r>
      <w:r w:rsidR="00E0544E" w:rsidRPr="007818BD">
        <w:t>comme un héritage transmis de père en fils</w:t>
      </w:r>
      <w:r>
        <w:t xml:space="preserve">. </w:t>
      </w:r>
      <w:r w:rsidR="00E0544E" w:rsidRPr="007818BD">
        <w:t>Voilà pourquoi</w:t>
      </w:r>
      <w:r>
        <w:t xml:space="preserve">, </w:t>
      </w:r>
      <w:r w:rsidR="00E0544E" w:rsidRPr="007818BD">
        <w:t>même dans les données imparfaites que vous avez sur les progrès des connaissances humaines</w:t>
      </w:r>
      <w:r>
        <w:t xml:space="preserve">, </w:t>
      </w:r>
      <w:r w:rsidR="00E0544E" w:rsidRPr="007818BD">
        <w:t>vous voyez que</w:t>
      </w:r>
      <w:r>
        <w:t xml:space="preserve">, </w:t>
      </w:r>
      <w:r w:rsidR="00E0544E" w:rsidRPr="007818BD">
        <w:t>dans les premiers âges</w:t>
      </w:r>
      <w:r>
        <w:t xml:space="preserve">, </w:t>
      </w:r>
      <w:r w:rsidR="00E0544E" w:rsidRPr="007818BD">
        <w:t>la philosophie ne descendait pas jusqu</w:t>
      </w:r>
      <w:r>
        <w:t>’</w:t>
      </w:r>
      <w:r w:rsidR="00E0544E" w:rsidRPr="007818BD">
        <w:t>aux affaires</w:t>
      </w:r>
      <w:r>
        <w:t xml:space="preserve">, </w:t>
      </w:r>
      <w:r w:rsidR="00E0544E" w:rsidRPr="007818BD">
        <w:t>et ju</w:t>
      </w:r>
      <w:r w:rsidR="00E0544E" w:rsidRPr="007818BD">
        <w:t>s</w:t>
      </w:r>
      <w:r w:rsidR="00E0544E" w:rsidRPr="007818BD">
        <w:t>qu</w:t>
      </w:r>
      <w:r>
        <w:t>’</w:t>
      </w:r>
      <w:r w:rsidR="00E0544E" w:rsidRPr="007818BD">
        <w:t>aux demeures des hommes</w:t>
      </w:r>
      <w:r>
        <w:t xml:space="preserve">. </w:t>
      </w:r>
      <w:r w:rsidR="00E0544E" w:rsidRPr="007818BD">
        <w:t>Elle habitait au milieu des me</w:t>
      </w:r>
      <w:r w:rsidR="00E0544E" w:rsidRPr="007818BD">
        <w:t>r</w:t>
      </w:r>
      <w:r w:rsidR="00E0544E" w:rsidRPr="007818BD">
        <w:t>veilles d</w:t>
      </w:r>
      <w:r>
        <w:t>’</w:t>
      </w:r>
      <w:r w:rsidR="00E0544E" w:rsidRPr="007818BD">
        <w:t>une création plus élevée</w:t>
      </w:r>
      <w:r>
        <w:t xml:space="preserve"> ; </w:t>
      </w:r>
      <w:r w:rsidR="00E0544E" w:rsidRPr="007818BD">
        <w:t>elle cherchait à analyser la formation de la matière</w:t>
      </w:r>
      <w:r>
        <w:t xml:space="preserve">, </w:t>
      </w:r>
      <w:r w:rsidR="00E0544E" w:rsidRPr="007818BD">
        <w:t>l</w:t>
      </w:r>
      <w:r>
        <w:t>’</w:t>
      </w:r>
      <w:r w:rsidR="00E0544E" w:rsidRPr="007818BD">
        <w:t>essence de l</w:t>
      </w:r>
      <w:r>
        <w:t>’</w:t>
      </w:r>
      <w:r w:rsidR="00E0544E" w:rsidRPr="007818BD">
        <w:t>âme qui la domine</w:t>
      </w:r>
      <w:r>
        <w:t xml:space="preserve"> ; </w:t>
      </w:r>
      <w:r w:rsidR="00E0544E" w:rsidRPr="007818BD">
        <w:t>à lire les mystères des mondes de lumière</w:t>
      </w:r>
      <w:r>
        <w:t xml:space="preserve"> ; </w:t>
      </w:r>
      <w:r w:rsidR="00E0544E" w:rsidRPr="007818BD">
        <w:t>à plonger dans ces pr</w:t>
      </w:r>
      <w:r w:rsidR="00E0544E" w:rsidRPr="007818BD">
        <w:t>o</w:t>
      </w:r>
      <w:r w:rsidR="00E0544E" w:rsidRPr="007818BD">
        <w:t>fondeurs de la nature où</w:t>
      </w:r>
      <w:r>
        <w:t xml:space="preserve">, </w:t>
      </w:r>
      <w:r w:rsidR="00E0544E" w:rsidRPr="007818BD">
        <w:t>d</w:t>
      </w:r>
      <w:r>
        <w:t>’</w:t>
      </w:r>
      <w:r w:rsidR="00E0544E" w:rsidRPr="007818BD">
        <w:t>après les savants</w:t>
      </w:r>
      <w:r>
        <w:t xml:space="preserve">, </w:t>
      </w:r>
      <w:r w:rsidR="00E0544E" w:rsidRPr="007818BD">
        <w:t>Zoroastre déco</w:t>
      </w:r>
      <w:r w:rsidR="00E0544E" w:rsidRPr="007818BD">
        <w:t>u</w:t>
      </w:r>
      <w:r w:rsidR="00E0544E" w:rsidRPr="007818BD">
        <w:t>vrit le premier les arts que votre ignorance comprend sous le nom de magie</w:t>
      </w:r>
      <w:r>
        <w:t xml:space="preserve">. </w:t>
      </w:r>
      <w:r w:rsidR="00E0544E" w:rsidRPr="007818BD">
        <w:t>Dans un pareil siècle donc</w:t>
      </w:r>
      <w:r>
        <w:t xml:space="preserve">, </w:t>
      </w:r>
      <w:r w:rsidR="00E0544E" w:rsidRPr="007818BD">
        <w:t>s</w:t>
      </w:r>
      <w:r>
        <w:t>’</w:t>
      </w:r>
      <w:r w:rsidR="00E0544E" w:rsidRPr="007818BD">
        <w:t>élevèrent des hommes qui</w:t>
      </w:r>
      <w:r>
        <w:t xml:space="preserve">, </w:t>
      </w:r>
      <w:r w:rsidR="00E0544E" w:rsidRPr="007818BD">
        <w:t>au milieu des fantaisies et des illusions de leur classe</w:t>
      </w:r>
      <w:r>
        <w:t xml:space="preserve">, </w:t>
      </w:r>
      <w:r w:rsidR="00E0544E" w:rsidRPr="007818BD">
        <w:t>s</w:t>
      </w:r>
      <w:r>
        <w:t>’</w:t>
      </w:r>
      <w:r w:rsidR="00E0544E" w:rsidRPr="007818BD">
        <w:t>imaginèrent avoir découvert des rayons d</w:t>
      </w:r>
      <w:r>
        <w:t>’</w:t>
      </w:r>
      <w:r w:rsidR="00E0544E" w:rsidRPr="007818BD">
        <w:t>une science plus brillante et plus solide</w:t>
      </w:r>
      <w:r>
        <w:t xml:space="preserve">. </w:t>
      </w:r>
      <w:r w:rsidR="00E0544E" w:rsidRPr="007818BD">
        <w:t>Ils crurent à une affinité entre tous les o</w:t>
      </w:r>
      <w:r w:rsidR="00E0544E" w:rsidRPr="007818BD">
        <w:t>u</w:t>
      </w:r>
      <w:r w:rsidR="00E0544E" w:rsidRPr="007818BD">
        <w:t>vrages de la nature</w:t>
      </w:r>
      <w:r>
        <w:t xml:space="preserve"> ; </w:t>
      </w:r>
      <w:r w:rsidR="00E0544E" w:rsidRPr="007818BD">
        <w:t>ils crurent que le plus humble de ces ouvrages contenait une s</w:t>
      </w:r>
      <w:r w:rsidR="00E0544E" w:rsidRPr="007818BD">
        <w:t>e</w:t>
      </w:r>
      <w:r w:rsidR="00E0544E" w:rsidRPr="007818BD">
        <w:t>crète attraction capable de l</w:t>
      </w:r>
      <w:r>
        <w:t>’</w:t>
      </w:r>
      <w:r w:rsidR="00E0544E" w:rsidRPr="007818BD">
        <w:t>élever jusqu</w:t>
      </w:r>
      <w:r>
        <w:t>’</w:t>
      </w:r>
      <w:r w:rsidR="00E0544E" w:rsidRPr="007818BD">
        <w:t>au plus sublime</w:t>
      </w:r>
      <w:r>
        <w:t xml:space="preserve">. </w:t>
      </w:r>
      <w:r w:rsidR="00E0544E" w:rsidRPr="007818BD">
        <w:t>Des siècles s</w:t>
      </w:r>
      <w:r>
        <w:t>’</w:t>
      </w:r>
      <w:r w:rsidR="00E0544E" w:rsidRPr="007818BD">
        <w:t>écoulèrent</w:t>
      </w:r>
      <w:r>
        <w:t xml:space="preserve">, </w:t>
      </w:r>
      <w:r w:rsidR="00E0544E" w:rsidRPr="007818BD">
        <w:t>des vies s</w:t>
      </w:r>
      <w:r>
        <w:t>’</w:t>
      </w:r>
      <w:r w:rsidR="00E0544E" w:rsidRPr="007818BD">
        <w:t>usèrent à ces recherches</w:t>
      </w:r>
      <w:r>
        <w:t xml:space="preserve"> ; </w:t>
      </w:r>
      <w:r w:rsidR="00E0544E" w:rsidRPr="007818BD">
        <w:t>mais chaque pas fut noté</w:t>
      </w:r>
      <w:r>
        <w:t xml:space="preserve">, </w:t>
      </w:r>
      <w:r w:rsidR="00E0544E" w:rsidRPr="007818BD">
        <w:t>mesuré</w:t>
      </w:r>
      <w:r>
        <w:t xml:space="preserve">, </w:t>
      </w:r>
      <w:r w:rsidR="00E0544E" w:rsidRPr="007818BD">
        <w:t>marqué</w:t>
      </w:r>
      <w:r>
        <w:t xml:space="preserve">, </w:t>
      </w:r>
      <w:r w:rsidR="00E0544E" w:rsidRPr="007818BD">
        <w:t>et devint un jalon pour le petit nombre de privilégiés qui héritèrent du droit de suivre le même sentier</w:t>
      </w:r>
      <w:r>
        <w:t xml:space="preserve">. </w:t>
      </w:r>
      <w:r w:rsidR="00E0544E" w:rsidRPr="007818BD">
        <w:t>Enfin de cette obscurité jaillit la lumière</w:t>
      </w:r>
      <w:r>
        <w:t xml:space="preserve"> ; </w:t>
      </w:r>
      <w:r w:rsidR="00E0544E" w:rsidRPr="007818BD">
        <w:t>mais ne pense pas</w:t>
      </w:r>
      <w:r>
        <w:t xml:space="preserve">, </w:t>
      </w:r>
      <w:r w:rsidR="00E0544E" w:rsidRPr="007818BD">
        <w:t>jeune visionna</w:t>
      </w:r>
      <w:r w:rsidR="00E0544E" w:rsidRPr="007818BD">
        <w:t>i</w:t>
      </w:r>
      <w:r w:rsidR="00E0544E" w:rsidRPr="007818BD">
        <w:t>re</w:t>
      </w:r>
      <w:r>
        <w:t xml:space="preserve">, </w:t>
      </w:r>
      <w:r w:rsidR="00E0544E" w:rsidRPr="007818BD">
        <w:t>que c</w:t>
      </w:r>
      <w:r>
        <w:t>’</w:t>
      </w:r>
      <w:r w:rsidR="00E0544E" w:rsidRPr="007818BD">
        <w:t>est pour ceux qui entretenaient des pensées profanes</w:t>
      </w:r>
      <w:r>
        <w:t xml:space="preserve">, </w:t>
      </w:r>
      <w:r w:rsidR="00E0544E" w:rsidRPr="007818BD">
        <w:t>sur qui l</w:t>
      </w:r>
      <w:r>
        <w:t>’</w:t>
      </w:r>
      <w:r w:rsidR="00E0544E" w:rsidRPr="007818BD">
        <w:t>origine du mal conservait quelque empire</w:t>
      </w:r>
      <w:r>
        <w:t xml:space="preserve">, </w:t>
      </w:r>
      <w:r w:rsidR="00E0544E" w:rsidRPr="007818BD">
        <w:t xml:space="preserve">que cette </w:t>
      </w:r>
      <w:r w:rsidR="00E0544E" w:rsidRPr="007818BD">
        <w:lastRenderedPageBreak/>
        <w:t>aurore brilla enfin</w:t>
      </w:r>
      <w:r>
        <w:t xml:space="preserve">. </w:t>
      </w:r>
      <w:r w:rsidR="00E0544E" w:rsidRPr="007818BD">
        <w:t>Alors comme a</w:t>
      </w:r>
      <w:r w:rsidR="00E0544E" w:rsidRPr="007818BD">
        <w:t>u</w:t>
      </w:r>
      <w:r w:rsidR="00E0544E" w:rsidRPr="007818BD">
        <w:t>jourd</w:t>
      </w:r>
      <w:r>
        <w:t>’</w:t>
      </w:r>
      <w:r w:rsidR="00E0544E" w:rsidRPr="007818BD">
        <w:t>hui</w:t>
      </w:r>
      <w:r>
        <w:t xml:space="preserve">, </w:t>
      </w:r>
      <w:r w:rsidR="00E0544E" w:rsidRPr="007818BD">
        <w:t>ce bienfait ne pouvait être conféré qu</w:t>
      </w:r>
      <w:r>
        <w:t>’</w:t>
      </w:r>
      <w:r w:rsidR="00E0544E" w:rsidRPr="007818BD">
        <w:t>aux extases les plus pures de l</w:t>
      </w:r>
      <w:r>
        <w:t>’</w:t>
      </w:r>
      <w:r w:rsidR="00E0544E" w:rsidRPr="007818BD">
        <w:t>imagination et de l</w:t>
      </w:r>
      <w:r>
        <w:t>’</w:t>
      </w:r>
      <w:r w:rsidR="00E0544E" w:rsidRPr="007818BD">
        <w:t>intelligence</w:t>
      </w:r>
      <w:r>
        <w:t xml:space="preserve">, </w:t>
      </w:r>
      <w:r w:rsidR="00E0544E" w:rsidRPr="007818BD">
        <w:t>que ne troublaient ni les soins vulgaires de la vie</w:t>
      </w:r>
      <w:r>
        <w:t xml:space="preserve">, </w:t>
      </w:r>
      <w:r w:rsidR="00E0544E" w:rsidRPr="007818BD">
        <w:t>ni les appétits dégradants d</w:t>
      </w:r>
      <w:r>
        <w:t>’</w:t>
      </w:r>
      <w:r w:rsidR="00E0544E" w:rsidRPr="007818BD">
        <w:t>une argile gro</w:t>
      </w:r>
      <w:r w:rsidR="00E0544E" w:rsidRPr="007818BD">
        <w:t>s</w:t>
      </w:r>
      <w:r w:rsidR="00E0544E" w:rsidRPr="007818BD">
        <w:t>sière</w:t>
      </w:r>
      <w:r>
        <w:t xml:space="preserve">. </w:t>
      </w:r>
      <w:r w:rsidR="00E0544E" w:rsidRPr="007818BD">
        <w:t>Loin de recourir à l</w:t>
      </w:r>
      <w:r>
        <w:t>’</w:t>
      </w:r>
      <w:r w:rsidR="00E0544E" w:rsidRPr="007818BD">
        <w:t>aide d</w:t>
      </w:r>
      <w:r>
        <w:t>’</w:t>
      </w:r>
      <w:r w:rsidR="00E0544E" w:rsidRPr="007818BD">
        <w:t>un démon</w:t>
      </w:r>
      <w:r>
        <w:t xml:space="preserve">, </w:t>
      </w:r>
      <w:r w:rsidR="00E0544E" w:rsidRPr="007818BD">
        <w:t>leur ambition était de s</w:t>
      </w:r>
      <w:r>
        <w:t>’</w:t>
      </w:r>
      <w:r w:rsidR="00E0544E" w:rsidRPr="007818BD">
        <w:t>approcher de la source de tout bien</w:t>
      </w:r>
      <w:r>
        <w:t xml:space="preserve"> ; </w:t>
      </w:r>
      <w:r w:rsidR="00E0544E" w:rsidRPr="007818BD">
        <w:t>plus ils s</w:t>
      </w:r>
      <w:r>
        <w:t>’</w:t>
      </w:r>
      <w:r w:rsidR="00E0544E" w:rsidRPr="007818BD">
        <w:t>affranchissaient des limbes du monde planétaire</w:t>
      </w:r>
      <w:r>
        <w:t xml:space="preserve">, </w:t>
      </w:r>
      <w:r w:rsidR="00E0544E" w:rsidRPr="007818BD">
        <w:t>plus ils étaient pénétrés de la splendeur et de la bonté de Dieu</w:t>
      </w:r>
      <w:r>
        <w:t xml:space="preserve"> ; </w:t>
      </w:r>
      <w:r w:rsidR="00E0544E" w:rsidRPr="007818BD">
        <w:t>et s</w:t>
      </w:r>
      <w:r>
        <w:t>’</w:t>
      </w:r>
      <w:r w:rsidR="00E0544E" w:rsidRPr="007818BD">
        <w:t>ils ont cherché et enfin découvert comment</w:t>
      </w:r>
      <w:r>
        <w:t xml:space="preserve">, </w:t>
      </w:r>
      <w:r w:rsidR="00E0544E" w:rsidRPr="007818BD">
        <w:t>aux yeux de l</w:t>
      </w:r>
      <w:r>
        <w:t>’</w:t>
      </w:r>
      <w:r w:rsidR="00E0544E" w:rsidRPr="007818BD">
        <w:t>Esprit</w:t>
      </w:r>
      <w:r>
        <w:t xml:space="preserve">, </w:t>
      </w:r>
      <w:r w:rsidR="00E0544E" w:rsidRPr="007818BD">
        <w:t>toutes les modifications de l</w:t>
      </w:r>
      <w:r>
        <w:t>’</w:t>
      </w:r>
      <w:r w:rsidR="00E0544E" w:rsidRPr="007818BD">
        <w:t>être et de la matière peuvent se r</w:t>
      </w:r>
      <w:r w:rsidR="00E0544E" w:rsidRPr="007818BD">
        <w:t>é</w:t>
      </w:r>
      <w:r w:rsidR="00E0544E" w:rsidRPr="007818BD">
        <w:t>véler</w:t>
      </w:r>
      <w:r>
        <w:t xml:space="preserve"> ; </w:t>
      </w:r>
      <w:r w:rsidR="00E0544E" w:rsidRPr="007818BD">
        <w:t>s</w:t>
      </w:r>
      <w:r>
        <w:t>’</w:t>
      </w:r>
      <w:r w:rsidR="00E0544E" w:rsidRPr="007818BD">
        <w:t>ils ont découvert comment</w:t>
      </w:r>
      <w:r>
        <w:t xml:space="preserve">, </w:t>
      </w:r>
      <w:r w:rsidR="00E0544E" w:rsidRPr="007818BD">
        <w:t>pour les ailes de l</w:t>
      </w:r>
      <w:r>
        <w:t>’</w:t>
      </w:r>
      <w:r w:rsidR="00E0544E" w:rsidRPr="007818BD">
        <w:t>Esprit</w:t>
      </w:r>
      <w:r>
        <w:t xml:space="preserve">, </w:t>
      </w:r>
      <w:r w:rsidR="00E0544E" w:rsidRPr="007818BD">
        <w:t>l</w:t>
      </w:r>
      <w:r>
        <w:t>’</w:t>
      </w:r>
      <w:r w:rsidR="00E0544E" w:rsidRPr="007818BD">
        <w:t>espace entier peut être anéanti</w:t>
      </w:r>
      <w:r>
        <w:t xml:space="preserve"> ; </w:t>
      </w:r>
      <w:r w:rsidR="00E0544E" w:rsidRPr="007818BD">
        <w:t>comment</w:t>
      </w:r>
      <w:r>
        <w:t xml:space="preserve">, </w:t>
      </w:r>
      <w:r w:rsidR="00E0544E" w:rsidRPr="007818BD">
        <w:t>tandis que le corps pesant et massif restait ici-bas comme un tombeau vide</w:t>
      </w:r>
      <w:r>
        <w:t xml:space="preserve">, </w:t>
      </w:r>
      <w:r w:rsidR="00E0544E" w:rsidRPr="007818BD">
        <w:t>l</w:t>
      </w:r>
      <w:r>
        <w:t>’</w:t>
      </w:r>
      <w:r w:rsidR="00E0544E" w:rsidRPr="007818BD">
        <w:t>idée libre et sans entraves pouvait voler d</w:t>
      </w:r>
      <w:r>
        <w:t>’</w:t>
      </w:r>
      <w:r w:rsidR="00E0544E" w:rsidRPr="007818BD">
        <w:t>astre en astre</w:t>
      </w:r>
      <w:r>
        <w:t xml:space="preserve"> ; </w:t>
      </w:r>
      <w:r w:rsidR="00E0544E" w:rsidRPr="007818BD">
        <w:t>s</w:t>
      </w:r>
      <w:r>
        <w:t>’</w:t>
      </w:r>
      <w:r w:rsidR="00E0544E" w:rsidRPr="007818BD">
        <w:t>il est vrai qu</w:t>
      </w:r>
      <w:r>
        <w:t>’</w:t>
      </w:r>
      <w:r w:rsidR="00E0544E" w:rsidRPr="007818BD">
        <w:t>ils firent de telles découvertes</w:t>
      </w:r>
      <w:r>
        <w:t xml:space="preserve">, </w:t>
      </w:r>
      <w:r w:rsidR="00E0544E" w:rsidRPr="007818BD">
        <w:t>la jouissance la plus sublime de leur science fut d</w:t>
      </w:r>
      <w:r>
        <w:t>’</w:t>
      </w:r>
      <w:r w:rsidR="00E0544E" w:rsidRPr="007818BD">
        <w:t>admirer</w:t>
      </w:r>
      <w:r>
        <w:t xml:space="preserve">, </w:t>
      </w:r>
      <w:r w:rsidR="00E0544E" w:rsidRPr="007818BD">
        <w:t>de vénérer</w:t>
      </w:r>
      <w:r>
        <w:t xml:space="preserve">, </w:t>
      </w:r>
      <w:r w:rsidR="00E0544E" w:rsidRPr="007818BD">
        <w:t>d</w:t>
      </w:r>
      <w:r>
        <w:t>’</w:t>
      </w:r>
      <w:r w:rsidR="00E0544E" w:rsidRPr="007818BD">
        <w:t>adorer</w:t>
      </w:r>
      <w:r>
        <w:t xml:space="preserve"> ! </w:t>
      </w:r>
      <w:r w:rsidR="00E0544E" w:rsidRPr="007818BD">
        <w:t>Car</w:t>
      </w:r>
      <w:r>
        <w:t xml:space="preserve">, </w:t>
      </w:r>
      <w:r w:rsidR="00E0544E" w:rsidRPr="007818BD">
        <w:t>ainsi que l</w:t>
      </w:r>
      <w:r>
        <w:t>’</w:t>
      </w:r>
      <w:r w:rsidR="00E0544E" w:rsidRPr="007818BD">
        <w:t>a dit un sage versé dans ces hautes questions</w:t>
      </w:r>
      <w:r>
        <w:t>, « </w:t>
      </w:r>
      <w:r w:rsidR="00E0544E" w:rsidRPr="007818BD">
        <w:t>s</w:t>
      </w:r>
      <w:r>
        <w:t>’</w:t>
      </w:r>
      <w:r w:rsidR="00E0544E" w:rsidRPr="007818BD">
        <w:t>il existe dans l</w:t>
      </w:r>
      <w:r>
        <w:t>’</w:t>
      </w:r>
      <w:r w:rsidR="00E0544E" w:rsidRPr="007818BD">
        <w:t>âme un principe supérieur à la nature extérieure</w:t>
      </w:r>
      <w:r>
        <w:t xml:space="preserve"> ; </w:t>
      </w:r>
      <w:r w:rsidR="00E0544E" w:rsidRPr="007818BD">
        <w:t>par ce principe nous pouvons dépasser l</w:t>
      </w:r>
      <w:r>
        <w:t>’</w:t>
      </w:r>
      <w:r w:rsidR="00E0544E" w:rsidRPr="007818BD">
        <w:t>ordre et les systèmes de ce monde et participer à la vie immortelle et à l</w:t>
      </w:r>
      <w:r>
        <w:t>’</w:t>
      </w:r>
      <w:r w:rsidR="00E0544E" w:rsidRPr="007818BD">
        <w:t>énergie des esse</w:t>
      </w:r>
      <w:r w:rsidR="00E0544E" w:rsidRPr="007818BD">
        <w:t>n</w:t>
      </w:r>
      <w:r w:rsidR="00E0544E" w:rsidRPr="007818BD">
        <w:t>ces célestes</w:t>
      </w:r>
      <w:r>
        <w:t xml:space="preserve">. </w:t>
      </w:r>
      <w:r w:rsidR="00E0544E" w:rsidRPr="007818BD">
        <w:t>Quand l</w:t>
      </w:r>
      <w:r>
        <w:t>’</w:t>
      </w:r>
      <w:r w:rsidR="00E0544E" w:rsidRPr="007818BD">
        <w:t>âme s</w:t>
      </w:r>
      <w:r>
        <w:t>’</w:t>
      </w:r>
      <w:r w:rsidR="00E0544E" w:rsidRPr="007818BD">
        <w:t>élève jusqu</w:t>
      </w:r>
      <w:r>
        <w:t>’</w:t>
      </w:r>
      <w:r w:rsidR="00E0544E" w:rsidRPr="007818BD">
        <w:t>à des matières supérie</w:t>
      </w:r>
      <w:r w:rsidR="00E0544E" w:rsidRPr="007818BD">
        <w:t>u</w:t>
      </w:r>
      <w:r w:rsidR="00E0544E" w:rsidRPr="007818BD">
        <w:t>res à elle</w:t>
      </w:r>
      <w:r>
        <w:t xml:space="preserve">, </w:t>
      </w:r>
      <w:r w:rsidR="00E0544E" w:rsidRPr="007818BD">
        <w:t>elle abandonne l</w:t>
      </w:r>
      <w:r>
        <w:t>’</w:t>
      </w:r>
      <w:r w:rsidR="00E0544E" w:rsidRPr="007818BD">
        <w:t>ordre auquel elle est temporairement unie</w:t>
      </w:r>
      <w:r>
        <w:t xml:space="preserve">, </w:t>
      </w:r>
      <w:r w:rsidR="00E0544E" w:rsidRPr="007818BD">
        <w:t>et</w:t>
      </w:r>
      <w:r>
        <w:t xml:space="preserve">, </w:t>
      </w:r>
      <w:r w:rsidR="00E0544E" w:rsidRPr="007818BD">
        <w:t>par un magnétisme religieux</w:t>
      </w:r>
      <w:r>
        <w:t xml:space="preserve">, </w:t>
      </w:r>
      <w:r w:rsidR="00E0544E" w:rsidRPr="007818BD">
        <w:t>elle est attirée à un ordre supérieur avec lequel elle se mêle et s</w:t>
      </w:r>
      <w:r>
        <w:t>’</w:t>
      </w:r>
      <w:r w:rsidR="00E0544E" w:rsidRPr="007818BD">
        <w:t>identifie</w:t>
      </w:r>
      <w:r w:rsidR="00E0544E" w:rsidRPr="007818BD">
        <w:rPr>
          <w:rStyle w:val="Appelnotedebasdep"/>
        </w:rPr>
        <w:footnoteReference w:id="60"/>
      </w:r>
      <w:r>
        <w:t>. »</w:t>
      </w:r>
      <w:r w:rsidR="00E0544E" w:rsidRPr="007818BD">
        <w:t xml:space="preserve"> Admettez alors que de tels êtres aient fini par trouver le secret d</w:t>
      </w:r>
      <w:r>
        <w:t>’</w:t>
      </w:r>
      <w:r w:rsidR="00E0544E" w:rsidRPr="007818BD">
        <w:t>arrêter la mort</w:t>
      </w:r>
      <w:r>
        <w:t xml:space="preserve">… </w:t>
      </w:r>
      <w:r w:rsidR="00E0544E" w:rsidRPr="007818BD">
        <w:t>de fasciner le danger et l</w:t>
      </w:r>
      <w:r>
        <w:t>’</w:t>
      </w:r>
      <w:r w:rsidR="00E0544E" w:rsidRPr="007818BD">
        <w:t>ennemi</w:t>
      </w:r>
      <w:r>
        <w:t xml:space="preserve">… </w:t>
      </w:r>
      <w:r w:rsidR="00E0544E" w:rsidRPr="007818BD">
        <w:t>de passer sans péril à travers les révolutions de la terre</w:t>
      </w:r>
      <w:r>
        <w:t xml:space="preserve">, </w:t>
      </w:r>
      <w:r w:rsidR="00E0544E" w:rsidRPr="007818BD">
        <w:t>pensez-vous que cette vie eût pu leur inspirer d</w:t>
      </w:r>
      <w:r>
        <w:t>’</w:t>
      </w:r>
      <w:r w:rsidR="00E0544E" w:rsidRPr="007818BD">
        <w:t>autre désir que celui de rechercher avec plus d</w:t>
      </w:r>
      <w:r>
        <w:t>’</w:t>
      </w:r>
      <w:r w:rsidR="00E0544E" w:rsidRPr="007818BD">
        <w:t>ardeur l</w:t>
      </w:r>
      <w:r>
        <w:t>’</w:t>
      </w:r>
      <w:r w:rsidR="00E0544E" w:rsidRPr="007818BD">
        <w:t>Immortel</w:t>
      </w:r>
      <w:r>
        <w:t xml:space="preserve">, </w:t>
      </w:r>
      <w:r w:rsidR="00E0544E" w:rsidRPr="007818BD">
        <w:lastRenderedPageBreak/>
        <w:t>et de mieux pr</w:t>
      </w:r>
      <w:r w:rsidR="00E0544E" w:rsidRPr="007818BD">
        <w:t>é</w:t>
      </w:r>
      <w:r w:rsidR="00E0544E" w:rsidRPr="007818BD">
        <w:t>parer leur intelligence pour cette existence plus élevée</w:t>
      </w:r>
      <w:r>
        <w:t xml:space="preserve">, </w:t>
      </w:r>
      <w:r w:rsidR="00E0544E" w:rsidRPr="007818BD">
        <w:t>dans laquelle ils pouvaient</w:t>
      </w:r>
      <w:r>
        <w:t xml:space="preserve">, </w:t>
      </w:r>
      <w:r w:rsidR="00E0544E" w:rsidRPr="007818BD">
        <w:t>une fois le Temps et la Mort détruits</w:t>
      </w:r>
      <w:r>
        <w:t xml:space="preserve">, </w:t>
      </w:r>
      <w:r w:rsidR="00E0544E" w:rsidRPr="007818BD">
        <w:t>se voir transporter</w:t>
      </w:r>
      <w:r>
        <w:t xml:space="preserve"> ? </w:t>
      </w:r>
      <w:r w:rsidR="00E0544E" w:rsidRPr="007818BD">
        <w:t>Bannissez vos sombres soupçons de magiciens et de démons</w:t>
      </w:r>
      <w:r>
        <w:t xml:space="preserve">… </w:t>
      </w:r>
      <w:r w:rsidR="00E0544E" w:rsidRPr="007818BD">
        <w:t>l</w:t>
      </w:r>
      <w:r>
        <w:t>’</w:t>
      </w:r>
      <w:r w:rsidR="00E0544E" w:rsidRPr="007818BD">
        <w:t>âme ne peut aspirer qu</w:t>
      </w:r>
      <w:r>
        <w:t>’</w:t>
      </w:r>
      <w:r w:rsidR="00E0544E" w:rsidRPr="007818BD">
        <w:t>à la lumière</w:t>
      </w:r>
      <w:r>
        <w:t xml:space="preserve">, </w:t>
      </w:r>
      <w:r w:rsidR="00E0544E" w:rsidRPr="007818BD">
        <w:t>et</w:t>
      </w:r>
      <w:r>
        <w:t xml:space="preserve">, </w:t>
      </w:r>
      <w:r w:rsidR="00E0544E" w:rsidRPr="007818BD">
        <w:t>si n</w:t>
      </w:r>
      <w:r w:rsidR="00E0544E" w:rsidRPr="007818BD">
        <w:t>o</w:t>
      </w:r>
      <w:r w:rsidR="00E0544E" w:rsidRPr="007818BD">
        <w:t>tre sublime science a erré</w:t>
      </w:r>
      <w:r>
        <w:t xml:space="preserve">, </w:t>
      </w:r>
      <w:r w:rsidR="00E0544E" w:rsidRPr="007818BD">
        <w:t>ce n</w:t>
      </w:r>
      <w:r>
        <w:t>’</w:t>
      </w:r>
      <w:r w:rsidR="00E0544E" w:rsidRPr="007818BD">
        <w:t>est que quand elle a oublié qu</w:t>
      </w:r>
      <w:r>
        <w:t>’</w:t>
      </w:r>
      <w:r w:rsidR="00E0544E" w:rsidRPr="007818BD">
        <w:t>il y a des faiblesses</w:t>
      </w:r>
      <w:r>
        <w:t xml:space="preserve">, </w:t>
      </w:r>
      <w:r w:rsidR="00E0544E" w:rsidRPr="007818BD">
        <w:t>des pa</w:t>
      </w:r>
      <w:r w:rsidR="00E0544E" w:rsidRPr="007818BD">
        <w:t>s</w:t>
      </w:r>
      <w:r w:rsidR="00E0544E" w:rsidRPr="007818BD">
        <w:t>sions</w:t>
      </w:r>
      <w:r>
        <w:t xml:space="preserve">, </w:t>
      </w:r>
      <w:r w:rsidR="00E0544E" w:rsidRPr="007818BD">
        <w:t>des chaînes qui ne peuvent disparaître que par la mort que nous avions si vainement vaincue</w:t>
      </w:r>
      <w:r>
        <w:t>. »</w:t>
      </w:r>
      <w:r w:rsidR="00E0544E" w:rsidRPr="007818BD">
        <w:t xml:space="preserve"> </w:t>
      </w:r>
      <w:proofErr w:type="spellStart"/>
      <w:r w:rsidR="00E0544E" w:rsidRPr="007818BD">
        <w:t>Glyndon</w:t>
      </w:r>
      <w:proofErr w:type="spellEnd"/>
      <w:r w:rsidR="00E0544E" w:rsidRPr="007818BD">
        <w:t xml:space="preserve"> était loin de s</w:t>
      </w:r>
      <w:r>
        <w:t>’</w:t>
      </w:r>
      <w:r w:rsidR="00E0544E" w:rsidRPr="007818BD">
        <w:t>attendre à ce discours</w:t>
      </w:r>
      <w:r>
        <w:t xml:space="preserve"> ; </w:t>
      </w:r>
      <w:r w:rsidR="00E0544E" w:rsidRPr="007818BD">
        <w:t>il demeura quelque temps sile</w:t>
      </w:r>
      <w:r w:rsidR="00E0544E" w:rsidRPr="007818BD">
        <w:t>n</w:t>
      </w:r>
      <w:r w:rsidR="00E0544E" w:rsidRPr="007818BD">
        <w:t>cieux et balbutia enfin</w:t>
      </w:r>
      <w:r>
        <w:t> :</w:t>
      </w:r>
    </w:p>
    <w:p w14:paraId="146EB869" w14:textId="77777777" w:rsidR="00E8465A" w:rsidRDefault="00E8465A" w:rsidP="00E0544E">
      <w:r>
        <w:t>« </w:t>
      </w:r>
      <w:r w:rsidR="00E0544E" w:rsidRPr="007818BD">
        <w:t>Mais pourquoi alors</w:t>
      </w:r>
      <w:r>
        <w:t xml:space="preserve">, </w:t>
      </w:r>
      <w:r w:rsidR="00E0544E" w:rsidRPr="007818BD">
        <w:t>pour moi</w:t>
      </w:r>
      <w:r>
        <w:t>…</w:t>
      </w:r>
    </w:p>
    <w:p w14:paraId="65951D9E" w14:textId="290DE09D" w:rsidR="00E0544E" w:rsidRPr="007818BD" w:rsidRDefault="00E8465A" w:rsidP="00E0544E">
      <w:r>
        <w:t>— </w:t>
      </w:r>
      <w:r w:rsidR="00E0544E" w:rsidRPr="007818BD">
        <w:t>Pourquoi</w:t>
      </w:r>
      <w:r>
        <w:t xml:space="preserve">, </w:t>
      </w:r>
      <w:r w:rsidR="00E0544E" w:rsidRPr="007818BD">
        <w:t xml:space="preserve">poursuivit </w:t>
      </w:r>
      <w:proofErr w:type="spellStart"/>
      <w:r w:rsidR="00E0544E" w:rsidRPr="007818BD">
        <w:t>Zanoni</w:t>
      </w:r>
      <w:proofErr w:type="spellEnd"/>
      <w:r>
        <w:t xml:space="preserve">, </w:t>
      </w:r>
      <w:r w:rsidR="00E0544E" w:rsidRPr="007818BD">
        <w:t>pour toi le repentir seul et la terreur</w:t>
      </w:r>
      <w:r>
        <w:t xml:space="preserve"> ? </w:t>
      </w:r>
      <w:r w:rsidR="00E0544E" w:rsidRPr="007818BD">
        <w:t>Le seuil mystérieux et le formidable Fantôme</w:t>
      </w:r>
      <w:r>
        <w:t xml:space="preserve"> ? </w:t>
      </w:r>
      <w:r w:rsidR="00E0544E" w:rsidRPr="007818BD">
        <w:t>I</w:t>
      </w:r>
      <w:r w:rsidR="00E0544E" w:rsidRPr="007818BD">
        <w:t>n</w:t>
      </w:r>
      <w:r w:rsidR="00E0544E" w:rsidRPr="007818BD">
        <w:t>sensé</w:t>
      </w:r>
      <w:r>
        <w:t xml:space="preserve"> ! </w:t>
      </w:r>
      <w:r w:rsidR="00E0544E" w:rsidRPr="007818BD">
        <w:t>regarde les éléments ordinaires de la plus vulgaire scie</w:t>
      </w:r>
      <w:r w:rsidR="00E0544E" w:rsidRPr="007818BD">
        <w:t>n</w:t>
      </w:r>
      <w:r w:rsidR="00E0544E" w:rsidRPr="007818BD">
        <w:t>ce</w:t>
      </w:r>
      <w:r>
        <w:t xml:space="preserve">. </w:t>
      </w:r>
      <w:r w:rsidR="00E0544E" w:rsidRPr="007818BD">
        <w:t>Le novice peut-il</w:t>
      </w:r>
      <w:r>
        <w:t xml:space="preserve">, </w:t>
      </w:r>
      <w:r w:rsidR="00E0544E" w:rsidRPr="007818BD">
        <w:t>du moment qu</w:t>
      </w:r>
      <w:r>
        <w:t>’</w:t>
      </w:r>
      <w:r w:rsidR="00E0544E" w:rsidRPr="007818BD">
        <w:t>il le veut et le désire</w:t>
      </w:r>
      <w:r>
        <w:t xml:space="preserve">, </w:t>
      </w:r>
      <w:r w:rsidR="00E0544E" w:rsidRPr="007818BD">
        <w:t>dev</w:t>
      </w:r>
      <w:r w:rsidR="00E0544E" w:rsidRPr="007818BD">
        <w:t>e</w:t>
      </w:r>
      <w:r w:rsidR="00E0544E" w:rsidRPr="007818BD">
        <w:t>nir le maître</w:t>
      </w:r>
      <w:r>
        <w:t xml:space="preserve"> ? </w:t>
      </w:r>
      <w:r w:rsidR="00E0544E" w:rsidRPr="007818BD">
        <w:t>Suffit-il d</w:t>
      </w:r>
      <w:r>
        <w:t>’</w:t>
      </w:r>
      <w:r w:rsidR="00E0544E" w:rsidRPr="007818BD">
        <w:t>acheter un Euclide pour devenir un Newton</w:t>
      </w:r>
      <w:r>
        <w:t xml:space="preserve"> ? </w:t>
      </w:r>
      <w:r w:rsidR="00E0544E" w:rsidRPr="007818BD">
        <w:t>Le jeune homme que favorisent les Muses peut-il d</w:t>
      </w:r>
      <w:r w:rsidR="00E0544E" w:rsidRPr="007818BD">
        <w:t>i</w:t>
      </w:r>
      <w:r w:rsidR="00E0544E" w:rsidRPr="007818BD">
        <w:t>re</w:t>
      </w:r>
      <w:r>
        <w:t> : « </w:t>
      </w:r>
      <w:r w:rsidR="00E0544E" w:rsidRPr="007818BD">
        <w:t>J</w:t>
      </w:r>
      <w:r>
        <w:t>’</w:t>
      </w:r>
      <w:r w:rsidR="00E0544E" w:rsidRPr="007818BD">
        <w:t>égalerai Homère</w:t>
      </w:r>
      <w:r>
        <w:t> ? »</w:t>
      </w:r>
      <w:r w:rsidR="00E0544E" w:rsidRPr="007818BD">
        <w:t xml:space="preserve"> Et ce blême tyran</w:t>
      </w:r>
      <w:r>
        <w:t xml:space="preserve">, </w:t>
      </w:r>
      <w:r w:rsidR="00E0544E" w:rsidRPr="007818BD">
        <w:t>avec les utopies périssables de cent rêveurs</w:t>
      </w:r>
      <w:r>
        <w:t xml:space="preserve">, </w:t>
      </w:r>
      <w:r w:rsidR="00E0544E" w:rsidRPr="007818BD">
        <w:t>avec les piques de sa multitude sans conscience et sans peur</w:t>
      </w:r>
      <w:r>
        <w:t xml:space="preserve">, </w:t>
      </w:r>
      <w:r w:rsidR="00E0544E" w:rsidRPr="007818BD">
        <w:t>peut-il à sa volonté tailler dans des lia</w:t>
      </w:r>
      <w:r w:rsidR="00E0544E" w:rsidRPr="007818BD">
        <w:t>s</w:t>
      </w:r>
      <w:r w:rsidR="00E0544E" w:rsidRPr="007818BD">
        <w:t>ses de parchemin</w:t>
      </w:r>
      <w:r>
        <w:t xml:space="preserve">, </w:t>
      </w:r>
      <w:r w:rsidR="00E0544E" w:rsidRPr="007818BD">
        <w:t>à coups de hache et par la main du bourreau</w:t>
      </w:r>
      <w:r>
        <w:t xml:space="preserve">, </w:t>
      </w:r>
      <w:r w:rsidR="00E0544E" w:rsidRPr="007818BD">
        <w:t>une constitution moins vicieuse que celle qu</w:t>
      </w:r>
      <w:r>
        <w:t>’</w:t>
      </w:r>
      <w:r w:rsidR="00E0544E" w:rsidRPr="007818BD">
        <w:t>a pu renverser une populace en délire</w:t>
      </w:r>
      <w:r>
        <w:t xml:space="preserve"> ? </w:t>
      </w:r>
      <w:r w:rsidR="00E0544E" w:rsidRPr="007818BD">
        <w:t>Lorsque</w:t>
      </w:r>
      <w:r>
        <w:t xml:space="preserve">, </w:t>
      </w:r>
      <w:r w:rsidR="00E0544E" w:rsidRPr="007818BD">
        <w:t>dans les siècles lointains dont j</w:t>
      </w:r>
      <w:r>
        <w:t>’</w:t>
      </w:r>
      <w:r w:rsidR="00E0544E" w:rsidRPr="007818BD">
        <w:t>ai parlé le penseur aspirait aux hauteurs que d</w:t>
      </w:r>
      <w:r>
        <w:t>’</w:t>
      </w:r>
      <w:r w:rsidR="00E0544E" w:rsidRPr="007818BD">
        <w:t>un bond tu aurais voulu atteindre</w:t>
      </w:r>
      <w:r>
        <w:t xml:space="preserve">, </w:t>
      </w:r>
      <w:r w:rsidR="00E0544E" w:rsidRPr="007818BD">
        <w:t>il était</w:t>
      </w:r>
      <w:r>
        <w:t xml:space="preserve">, </w:t>
      </w:r>
      <w:r w:rsidR="00E0544E" w:rsidRPr="007818BD">
        <w:t>dès le berceau</w:t>
      </w:r>
      <w:r>
        <w:t xml:space="preserve">, </w:t>
      </w:r>
      <w:r w:rsidR="00E0544E" w:rsidRPr="007818BD">
        <w:t>préparé à la carrière qu</w:t>
      </w:r>
      <w:r>
        <w:t>’</w:t>
      </w:r>
      <w:r w:rsidR="00E0544E" w:rsidRPr="007818BD">
        <w:t>il devait fournir</w:t>
      </w:r>
      <w:r>
        <w:t xml:space="preserve">. </w:t>
      </w:r>
      <w:r w:rsidR="00E0544E" w:rsidRPr="007818BD">
        <w:t>La nature intérieure et extérieure était rév</w:t>
      </w:r>
      <w:r w:rsidR="00E0544E" w:rsidRPr="007818BD">
        <w:t>é</w:t>
      </w:r>
      <w:r w:rsidR="00E0544E" w:rsidRPr="007818BD">
        <w:t>lée à ses yeux</w:t>
      </w:r>
      <w:r>
        <w:t xml:space="preserve">, </w:t>
      </w:r>
      <w:r w:rsidR="00E0544E" w:rsidRPr="007818BD">
        <w:t>année par année</w:t>
      </w:r>
      <w:r>
        <w:t xml:space="preserve">, </w:t>
      </w:r>
      <w:r w:rsidR="00E0544E" w:rsidRPr="007818BD">
        <w:t>à mesure qu</w:t>
      </w:r>
      <w:r>
        <w:t>’</w:t>
      </w:r>
      <w:r w:rsidR="00E0544E" w:rsidRPr="007818BD">
        <w:t>ils s</w:t>
      </w:r>
      <w:r>
        <w:t>’</w:t>
      </w:r>
      <w:r w:rsidR="00E0544E" w:rsidRPr="007818BD">
        <w:t>ouvraient à la lumière</w:t>
      </w:r>
      <w:r>
        <w:t xml:space="preserve">. </w:t>
      </w:r>
      <w:r w:rsidR="00E0544E" w:rsidRPr="007818BD">
        <w:t>Il n</w:t>
      </w:r>
      <w:r>
        <w:t>’</w:t>
      </w:r>
      <w:r w:rsidR="00E0544E" w:rsidRPr="007818BD">
        <w:t>était admis à l</w:t>
      </w:r>
      <w:r>
        <w:t>’</w:t>
      </w:r>
      <w:r w:rsidR="00E0544E" w:rsidRPr="007818BD">
        <w:t>initiation pratique que lorsqu</w:t>
      </w:r>
      <w:r>
        <w:t>’</w:t>
      </w:r>
      <w:r w:rsidR="00E0544E" w:rsidRPr="007818BD">
        <w:t>il ne lui restait plus un désir terrestre pour enchaîner cette sublime faculté que vous appelez imagination</w:t>
      </w:r>
      <w:r>
        <w:t xml:space="preserve">, </w:t>
      </w:r>
      <w:r w:rsidR="00E0544E" w:rsidRPr="007818BD">
        <w:t>pas un désir charnel pour obscurcir cette essence pénétrante que vous nommez intellige</w:t>
      </w:r>
      <w:r w:rsidR="00E0544E" w:rsidRPr="007818BD">
        <w:t>n</w:t>
      </w:r>
      <w:r w:rsidR="00E0544E" w:rsidRPr="007818BD">
        <w:t>ce</w:t>
      </w:r>
      <w:r>
        <w:t xml:space="preserve">. </w:t>
      </w:r>
      <w:r w:rsidR="00E0544E" w:rsidRPr="007818BD">
        <w:t>Et</w:t>
      </w:r>
      <w:r>
        <w:t xml:space="preserve">, </w:t>
      </w:r>
      <w:r w:rsidR="00E0544E" w:rsidRPr="007818BD">
        <w:t xml:space="preserve">même </w:t>
      </w:r>
      <w:r w:rsidR="00E0544E" w:rsidRPr="007818BD">
        <w:lastRenderedPageBreak/>
        <w:t>alors</w:t>
      </w:r>
      <w:r>
        <w:t xml:space="preserve">, </w:t>
      </w:r>
      <w:r w:rsidR="00E0544E" w:rsidRPr="007818BD">
        <w:t>qu</w:t>
      </w:r>
      <w:r>
        <w:t>’</w:t>
      </w:r>
      <w:r w:rsidR="00E0544E" w:rsidRPr="007818BD">
        <w:t>il était petit</w:t>
      </w:r>
      <w:r>
        <w:t xml:space="preserve">, </w:t>
      </w:r>
      <w:r w:rsidR="00E0544E" w:rsidRPr="007818BD">
        <w:t>le nombre de ceux qui pa</w:t>
      </w:r>
      <w:r w:rsidR="00E0544E" w:rsidRPr="007818BD">
        <w:t>r</w:t>
      </w:r>
      <w:r w:rsidR="00E0544E" w:rsidRPr="007818BD">
        <w:t>venaient jusqu</w:t>
      </w:r>
      <w:r>
        <w:t>’</w:t>
      </w:r>
      <w:r w:rsidR="00E0544E" w:rsidRPr="007818BD">
        <w:t>au dernier mystère</w:t>
      </w:r>
      <w:r>
        <w:t xml:space="preserve"> ! </w:t>
      </w:r>
      <w:r w:rsidR="00E0544E" w:rsidRPr="007818BD">
        <w:t>Heureux cependant ceux qui échouèrent</w:t>
      </w:r>
      <w:r>
        <w:t xml:space="preserve">, </w:t>
      </w:r>
      <w:r w:rsidR="00E0544E" w:rsidRPr="007818BD">
        <w:t>puisqu</w:t>
      </w:r>
      <w:r>
        <w:t>’</w:t>
      </w:r>
      <w:r w:rsidR="00E0544E" w:rsidRPr="007818BD">
        <w:t>ils atteignirent plus tôt les gloires saintes dont la Mort est la céleste entrée</w:t>
      </w:r>
      <w:r>
        <w:t> ! »</w:t>
      </w:r>
    </w:p>
    <w:p w14:paraId="3F3A9F1B" w14:textId="77777777" w:rsidR="00E8465A" w:rsidRDefault="00E0544E" w:rsidP="00E0544E">
      <w:proofErr w:type="spellStart"/>
      <w:r w:rsidRPr="007818BD">
        <w:t>Zanoni</w:t>
      </w:r>
      <w:proofErr w:type="spellEnd"/>
      <w:r w:rsidRPr="007818BD">
        <w:t xml:space="preserve"> s</w:t>
      </w:r>
      <w:r w:rsidR="00E8465A">
        <w:t>’</w:t>
      </w:r>
      <w:r w:rsidRPr="007818BD">
        <w:t>arrêta</w:t>
      </w:r>
      <w:r w:rsidR="00E8465A">
        <w:t xml:space="preserve"> : </w:t>
      </w:r>
      <w:r w:rsidRPr="007818BD">
        <w:t>une ombre de pensée douloureuse couvrit son beau front</w:t>
      </w:r>
      <w:r w:rsidR="00E8465A">
        <w:t>.</w:t>
      </w:r>
    </w:p>
    <w:p w14:paraId="7D5AD4DF" w14:textId="77777777" w:rsidR="00E8465A" w:rsidRDefault="00E8465A" w:rsidP="00E0544E">
      <w:r>
        <w:t>« </w:t>
      </w:r>
      <w:r w:rsidR="00E0544E" w:rsidRPr="007818BD">
        <w:t>Existe-t-il donc d</w:t>
      </w:r>
      <w:r>
        <w:t>’</w:t>
      </w:r>
      <w:r w:rsidR="00E0544E" w:rsidRPr="007818BD">
        <w:t>autres mortels</w:t>
      </w:r>
      <w:r>
        <w:t xml:space="preserve">, </w:t>
      </w:r>
      <w:r w:rsidR="00E0544E" w:rsidRPr="007818BD">
        <w:t xml:space="preserve">outre toi et </w:t>
      </w:r>
      <w:proofErr w:type="spellStart"/>
      <w:r w:rsidR="00E0544E" w:rsidRPr="007818BD">
        <w:t>Mejnour</w:t>
      </w:r>
      <w:proofErr w:type="spellEnd"/>
      <w:r>
        <w:t xml:space="preserve">, </w:t>
      </w:r>
      <w:r w:rsidR="00E0544E" w:rsidRPr="007818BD">
        <w:t>qui possèdent ta puissa</w:t>
      </w:r>
      <w:r w:rsidR="00E0544E" w:rsidRPr="007818BD">
        <w:t>n</w:t>
      </w:r>
      <w:r w:rsidR="00E0544E" w:rsidRPr="007818BD">
        <w:t>ce et connaissent tes secrets</w:t>
      </w:r>
      <w:r>
        <w:t> ?</w:t>
      </w:r>
    </w:p>
    <w:p w14:paraId="07910CBF" w14:textId="77777777" w:rsidR="00E8465A" w:rsidRDefault="00E8465A" w:rsidP="00E0544E">
      <w:r>
        <w:t>— </w:t>
      </w:r>
      <w:r w:rsidR="00E0544E" w:rsidRPr="007818BD">
        <w:t>Il en a existé d</w:t>
      </w:r>
      <w:r>
        <w:t>’</w:t>
      </w:r>
      <w:r w:rsidR="00E0544E" w:rsidRPr="007818BD">
        <w:t>autres avant nous</w:t>
      </w:r>
      <w:r>
        <w:t xml:space="preserve">, </w:t>
      </w:r>
      <w:r w:rsidR="00E0544E" w:rsidRPr="007818BD">
        <w:t>mais aujourd</w:t>
      </w:r>
      <w:r>
        <w:t>’</w:t>
      </w:r>
      <w:r w:rsidR="00E0544E" w:rsidRPr="007818BD">
        <w:t>hui nous sommes les seuls qui restions sur la terre</w:t>
      </w:r>
      <w:r>
        <w:t>.</w:t>
      </w:r>
    </w:p>
    <w:p w14:paraId="15940C0A" w14:textId="77777777" w:rsidR="00E8465A" w:rsidRDefault="00E8465A" w:rsidP="00E0544E">
      <w:r>
        <w:t>— </w:t>
      </w:r>
      <w:r w:rsidR="00E0544E" w:rsidRPr="007818BD">
        <w:t>Imposteur</w:t>
      </w:r>
      <w:r>
        <w:t xml:space="preserve"> ! </w:t>
      </w:r>
      <w:r w:rsidR="00E0544E" w:rsidRPr="007818BD">
        <w:t>tu te trahis</w:t>
      </w:r>
      <w:r>
        <w:t xml:space="preserve"> ! </w:t>
      </w:r>
      <w:r w:rsidR="00E0544E" w:rsidRPr="007818BD">
        <w:t>S</w:t>
      </w:r>
      <w:r>
        <w:t>’</w:t>
      </w:r>
      <w:r w:rsidR="00E0544E" w:rsidRPr="007818BD">
        <w:t>ils ont pu conquérir la Mort</w:t>
      </w:r>
      <w:r>
        <w:t xml:space="preserve">, </w:t>
      </w:r>
      <w:r w:rsidR="00E0544E" w:rsidRPr="007818BD">
        <w:t>pourquoi ne vivent-ils pas</w:t>
      </w:r>
      <w:r>
        <w:t> ?</w:t>
      </w:r>
    </w:p>
    <w:p w14:paraId="3D1B9463" w14:textId="77777777" w:rsidR="00E8465A" w:rsidRDefault="00E8465A" w:rsidP="00E0544E">
      <w:r>
        <w:t>— </w:t>
      </w:r>
      <w:r w:rsidR="00E0544E" w:rsidRPr="007818BD">
        <w:t>Enfant d</w:t>
      </w:r>
      <w:r>
        <w:t>’</w:t>
      </w:r>
      <w:r w:rsidR="00E0544E" w:rsidRPr="007818BD">
        <w:t>un jour</w:t>
      </w:r>
      <w:r>
        <w:t xml:space="preserve"> ! </w:t>
      </w:r>
      <w:r w:rsidR="00E0544E" w:rsidRPr="007818BD">
        <w:t xml:space="preserve">répliqua tristement </w:t>
      </w:r>
      <w:proofErr w:type="spellStart"/>
      <w:r w:rsidR="00E0544E" w:rsidRPr="007818BD">
        <w:t>Zanoni</w:t>
      </w:r>
      <w:proofErr w:type="spellEnd"/>
      <w:r>
        <w:t xml:space="preserve">. </w:t>
      </w:r>
      <w:r w:rsidR="00E0544E" w:rsidRPr="007818BD">
        <w:t>Ne t</w:t>
      </w:r>
      <w:r>
        <w:t>’</w:t>
      </w:r>
      <w:r w:rsidR="00E0544E" w:rsidRPr="007818BD">
        <w:t>ai-je pas dit que l</w:t>
      </w:r>
      <w:r>
        <w:t>’</w:t>
      </w:r>
      <w:r w:rsidR="00E0544E" w:rsidRPr="007818BD">
        <w:t>erreur de notre science était l</w:t>
      </w:r>
      <w:r>
        <w:t>’</w:t>
      </w:r>
      <w:r w:rsidR="00E0544E" w:rsidRPr="007818BD">
        <w:t>oubli des désirs et des passions que l</w:t>
      </w:r>
      <w:r>
        <w:t>’</w:t>
      </w:r>
      <w:r w:rsidR="00E0544E" w:rsidRPr="007818BD">
        <w:t>esprit ne peut vaincre et dompter d</w:t>
      </w:r>
      <w:r>
        <w:t>’</w:t>
      </w:r>
      <w:r w:rsidR="00E0544E" w:rsidRPr="007818BD">
        <w:t>une manière permanente tant qu</w:t>
      </w:r>
      <w:r>
        <w:t>’</w:t>
      </w:r>
      <w:r w:rsidR="00E0544E" w:rsidRPr="007818BD">
        <w:t>il porte cette enveloppe d</w:t>
      </w:r>
      <w:r>
        <w:t>’</w:t>
      </w:r>
      <w:r w:rsidR="00E0544E" w:rsidRPr="007818BD">
        <w:t>argile</w:t>
      </w:r>
      <w:r>
        <w:t xml:space="preserve"> ? </w:t>
      </w:r>
      <w:r w:rsidR="00E0544E" w:rsidRPr="007818BD">
        <w:t>Crois-tu qu</w:t>
      </w:r>
      <w:r>
        <w:t>’</w:t>
      </w:r>
      <w:r w:rsidR="00E0544E" w:rsidRPr="007818BD">
        <w:t>il n</w:t>
      </w:r>
      <w:r>
        <w:t>’</w:t>
      </w:r>
      <w:r w:rsidR="00E0544E" w:rsidRPr="007818BD">
        <w:t>y ait pas de douleur à rejeter tous les liens humains</w:t>
      </w:r>
      <w:r>
        <w:t xml:space="preserve">, </w:t>
      </w:r>
      <w:r w:rsidR="00E0544E" w:rsidRPr="007818BD">
        <w:t>toute amitié</w:t>
      </w:r>
      <w:r>
        <w:t xml:space="preserve">, </w:t>
      </w:r>
      <w:r w:rsidR="00E0544E" w:rsidRPr="007818BD">
        <w:t>tout amour</w:t>
      </w:r>
      <w:r>
        <w:t xml:space="preserve"> ? </w:t>
      </w:r>
      <w:r w:rsidR="00E0544E" w:rsidRPr="007818BD">
        <w:t>ou bien à voir</w:t>
      </w:r>
      <w:r>
        <w:t xml:space="preserve">, </w:t>
      </w:r>
      <w:r w:rsidR="00E0544E" w:rsidRPr="007818BD">
        <w:t>jour après jour</w:t>
      </w:r>
      <w:r>
        <w:t xml:space="preserve">, </w:t>
      </w:r>
      <w:r w:rsidR="00E0544E" w:rsidRPr="007818BD">
        <w:t>l</w:t>
      </w:r>
      <w:r>
        <w:t>’</w:t>
      </w:r>
      <w:r w:rsidR="00E0544E" w:rsidRPr="007818BD">
        <w:t>amitié et l</w:t>
      </w:r>
      <w:r>
        <w:t>’</w:t>
      </w:r>
      <w:r w:rsidR="00E0544E" w:rsidRPr="007818BD">
        <w:t>amour se flétrir dans notre vie</w:t>
      </w:r>
      <w:r>
        <w:t xml:space="preserve">, </w:t>
      </w:r>
      <w:r w:rsidR="00E0544E" w:rsidRPr="007818BD">
        <w:t>comme des fleurs périssables sur une tige perpétuelle</w:t>
      </w:r>
      <w:r>
        <w:t xml:space="preserve"> ? </w:t>
      </w:r>
      <w:r w:rsidR="00E0544E" w:rsidRPr="007818BD">
        <w:t>Peux-tu t</w:t>
      </w:r>
      <w:r>
        <w:t>’</w:t>
      </w:r>
      <w:r w:rsidR="00E0544E" w:rsidRPr="007818BD">
        <w:t>étonner que</w:t>
      </w:r>
      <w:r>
        <w:t xml:space="preserve">, </w:t>
      </w:r>
      <w:r w:rsidR="00E0544E" w:rsidRPr="007818BD">
        <w:t>doués du po</w:t>
      </w:r>
      <w:r w:rsidR="00E0544E" w:rsidRPr="007818BD">
        <w:t>u</w:t>
      </w:r>
      <w:r w:rsidR="00E0544E" w:rsidRPr="007818BD">
        <w:t>voir de vivre jusqu</w:t>
      </w:r>
      <w:r>
        <w:t>’</w:t>
      </w:r>
      <w:r w:rsidR="00E0544E" w:rsidRPr="007818BD">
        <w:t>à la fin du monde</w:t>
      </w:r>
      <w:r>
        <w:t xml:space="preserve">, </w:t>
      </w:r>
      <w:r w:rsidR="00E0544E" w:rsidRPr="007818BD">
        <w:t>nous préférions cependant mourir même avant l</w:t>
      </w:r>
      <w:r>
        <w:t>’</w:t>
      </w:r>
      <w:r w:rsidR="00E0544E" w:rsidRPr="007818BD">
        <w:t>heure commune</w:t>
      </w:r>
      <w:r>
        <w:t xml:space="preserve"> ? </w:t>
      </w:r>
      <w:r w:rsidR="00E0544E" w:rsidRPr="007818BD">
        <w:t>Étonne-toi plutôt qu</w:t>
      </w:r>
      <w:r>
        <w:t>’</w:t>
      </w:r>
      <w:r w:rsidR="00E0544E" w:rsidRPr="007818BD">
        <w:t>il s</w:t>
      </w:r>
      <w:r>
        <w:t>’</w:t>
      </w:r>
      <w:r w:rsidR="00E0544E" w:rsidRPr="007818BD">
        <w:t>en trouve deux qui se soient si fid</w:t>
      </w:r>
      <w:r w:rsidR="00E0544E" w:rsidRPr="007818BD">
        <w:t>è</w:t>
      </w:r>
      <w:r w:rsidR="00E0544E" w:rsidRPr="007818BD">
        <w:t>lement attachés à la terre</w:t>
      </w:r>
      <w:r>
        <w:t xml:space="preserve">. </w:t>
      </w:r>
      <w:r w:rsidR="00E0544E" w:rsidRPr="007818BD">
        <w:t>Pour moi</w:t>
      </w:r>
      <w:r>
        <w:t xml:space="preserve">, </w:t>
      </w:r>
      <w:r w:rsidR="00E0544E" w:rsidRPr="007818BD">
        <w:t>je l</w:t>
      </w:r>
      <w:r>
        <w:t>’</w:t>
      </w:r>
      <w:r w:rsidR="00E0544E" w:rsidRPr="007818BD">
        <w:t>avoue</w:t>
      </w:r>
      <w:r>
        <w:t xml:space="preserve">, </w:t>
      </w:r>
      <w:r w:rsidR="00E0544E" w:rsidRPr="007818BD">
        <w:t>la terre a encore des charmes</w:t>
      </w:r>
      <w:r>
        <w:t xml:space="preserve">. </w:t>
      </w:r>
      <w:r w:rsidR="00E0544E" w:rsidRPr="007818BD">
        <w:t>Je parvins au dernier secret mystérieux quand ma jeunesse était encore dans tout son éclat</w:t>
      </w:r>
      <w:r>
        <w:t xml:space="preserve">, </w:t>
      </w:r>
      <w:r w:rsidR="00E0544E" w:rsidRPr="007818BD">
        <w:t>et la jeunesse prête à tout ce qui m</w:t>
      </w:r>
      <w:r>
        <w:t>’</w:t>
      </w:r>
      <w:r w:rsidR="00E0544E" w:rsidRPr="007818BD">
        <w:t>environne sa riche et radieuse beauté</w:t>
      </w:r>
      <w:r>
        <w:t xml:space="preserve"> ; </w:t>
      </w:r>
      <w:r w:rsidR="00E0544E" w:rsidRPr="007818BD">
        <w:t>pour moi</w:t>
      </w:r>
      <w:r>
        <w:t xml:space="preserve">, </w:t>
      </w:r>
      <w:r w:rsidR="00E0544E" w:rsidRPr="007818BD">
        <w:t>vivre c</w:t>
      </w:r>
      <w:r>
        <w:t>’</w:t>
      </w:r>
      <w:r w:rsidR="00E0544E" w:rsidRPr="007818BD">
        <w:t>est encore jouir</w:t>
      </w:r>
      <w:r>
        <w:t xml:space="preserve">. </w:t>
      </w:r>
      <w:r w:rsidR="00E0544E" w:rsidRPr="007818BD">
        <w:t>Le front de la Nature n</w:t>
      </w:r>
      <w:r>
        <w:t>’</w:t>
      </w:r>
      <w:r w:rsidR="00E0544E" w:rsidRPr="007818BD">
        <w:t>a point perdu sa fraîcheur</w:t>
      </w:r>
      <w:r>
        <w:t xml:space="preserve"> ;, </w:t>
      </w:r>
      <w:r w:rsidR="00E0544E" w:rsidRPr="007818BD">
        <w:t>il n</w:t>
      </w:r>
      <w:r>
        <w:t>’</w:t>
      </w:r>
      <w:r w:rsidR="00E0544E" w:rsidRPr="007818BD">
        <w:t>est pas un brin d</w:t>
      </w:r>
      <w:r>
        <w:t>’</w:t>
      </w:r>
      <w:r w:rsidR="00E0544E" w:rsidRPr="007818BD">
        <w:t xml:space="preserve">herbe où je ne puisse découvrir un charme </w:t>
      </w:r>
      <w:r w:rsidR="00E0544E" w:rsidRPr="007818BD">
        <w:lastRenderedPageBreak/>
        <w:t>nouveau</w:t>
      </w:r>
      <w:r>
        <w:t xml:space="preserve">… </w:t>
      </w:r>
      <w:r w:rsidR="00E0544E" w:rsidRPr="007818BD">
        <w:t>une merveille inaperçue</w:t>
      </w:r>
      <w:r>
        <w:t xml:space="preserve">. </w:t>
      </w:r>
      <w:r w:rsidR="00E0544E" w:rsidRPr="007818BD">
        <w:t>Ce qu</w:t>
      </w:r>
      <w:r>
        <w:t>’</w:t>
      </w:r>
      <w:r w:rsidR="00E0544E" w:rsidRPr="007818BD">
        <w:t>est pour moi ma je</w:t>
      </w:r>
      <w:r w:rsidR="00E0544E" w:rsidRPr="007818BD">
        <w:t>u</w:t>
      </w:r>
      <w:r w:rsidR="00E0544E" w:rsidRPr="007818BD">
        <w:t>nesse</w:t>
      </w:r>
      <w:r>
        <w:t xml:space="preserve">, </w:t>
      </w:r>
      <w:r w:rsidR="00E0544E" w:rsidRPr="007818BD">
        <w:t>sa vieillesse l</w:t>
      </w:r>
      <w:r>
        <w:t>’</w:t>
      </w:r>
      <w:r w:rsidR="00E0544E" w:rsidRPr="007818BD">
        <w:t xml:space="preserve">est pour </w:t>
      </w:r>
      <w:proofErr w:type="spellStart"/>
      <w:r w:rsidR="00E0544E" w:rsidRPr="007818BD">
        <w:t>Mejnour</w:t>
      </w:r>
      <w:proofErr w:type="spellEnd"/>
      <w:r>
        <w:t xml:space="preserve">. </w:t>
      </w:r>
      <w:r w:rsidR="00E0544E" w:rsidRPr="007818BD">
        <w:t>Il te dira que la vie pour lui n</w:t>
      </w:r>
      <w:r>
        <w:t>’</w:t>
      </w:r>
      <w:r w:rsidR="00E0544E" w:rsidRPr="007818BD">
        <w:t>est que le pouvoir d</w:t>
      </w:r>
      <w:r>
        <w:t>’</w:t>
      </w:r>
      <w:r w:rsidR="00E0544E" w:rsidRPr="007818BD">
        <w:t>examiner</w:t>
      </w:r>
      <w:r>
        <w:t xml:space="preserve">, </w:t>
      </w:r>
      <w:r w:rsidR="00E0544E" w:rsidRPr="007818BD">
        <w:t>et ce n</w:t>
      </w:r>
      <w:r>
        <w:t>’</w:t>
      </w:r>
      <w:r w:rsidR="00E0544E" w:rsidRPr="007818BD">
        <w:t>est que lorsqu</w:t>
      </w:r>
      <w:r>
        <w:t>’</w:t>
      </w:r>
      <w:r w:rsidR="00E0544E" w:rsidRPr="007818BD">
        <w:t>il aura épuisé les merveilles que le Créateur a semées sur la terre</w:t>
      </w:r>
      <w:r>
        <w:t xml:space="preserve">, </w:t>
      </w:r>
      <w:r w:rsidR="00E0544E" w:rsidRPr="007818BD">
        <w:t>qu</w:t>
      </w:r>
      <w:r>
        <w:t>’</w:t>
      </w:r>
      <w:r w:rsidR="00E0544E" w:rsidRPr="007818BD">
        <w:t>il demandera pour son esprit renouvelé de nouvelles régions à e</w:t>
      </w:r>
      <w:r w:rsidR="00E0544E" w:rsidRPr="007818BD">
        <w:t>x</w:t>
      </w:r>
      <w:r w:rsidR="00E0544E" w:rsidRPr="007818BD">
        <w:t>plorer</w:t>
      </w:r>
      <w:r>
        <w:t xml:space="preserve">. </w:t>
      </w:r>
      <w:r w:rsidR="00E0544E" w:rsidRPr="007818BD">
        <w:t>Nous sommes les types des deux essences de ce qui est impérissable</w:t>
      </w:r>
      <w:r>
        <w:t xml:space="preserve"> : </w:t>
      </w:r>
      <w:r w:rsidR="00E0544E" w:rsidRPr="007818BD">
        <w:t>de l</w:t>
      </w:r>
      <w:r>
        <w:t>’</w:t>
      </w:r>
      <w:r w:rsidR="00E0544E" w:rsidRPr="007818BD">
        <w:t>art qui jouit et de la science qui contemple</w:t>
      </w:r>
      <w:r>
        <w:t xml:space="preserve"> ! </w:t>
      </w:r>
      <w:r w:rsidR="00E0544E" w:rsidRPr="007818BD">
        <w:t>Et maintenant</w:t>
      </w:r>
      <w:r>
        <w:t xml:space="preserve">, </w:t>
      </w:r>
      <w:r w:rsidR="00E0544E" w:rsidRPr="007818BD">
        <w:t>pour que tu te consoles d</w:t>
      </w:r>
      <w:r>
        <w:t>’</w:t>
      </w:r>
      <w:r w:rsidR="00E0544E" w:rsidRPr="007818BD">
        <w:t>avoir été exclu de la participation de ces secrets</w:t>
      </w:r>
      <w:r>
        <w:t xml:space="preserve">, </w:t>
      </w:r>
      <w:r w:rsidR="00E0544E" w:rsidRPr="007818BD">
        <w:t>sache que l</w:t>
      </w:r>
      <w:r>
        <w:t>’</w:t>
      </w:r>
      <w:r w:rsidR="00E0544E" w:rsidRPr="007818BD">
        <w:t>idée doit si complèt</w:t>
      </w:r>
      <w:r w:rsidR="00E0544E" w:rsidRPr="007818BD">
        <w:t>e</w:t>
      </w:r>
      <w:r w:rsidR="00E0544E" w:rsidRPr="007818BD">
        <w:t>ment se détacher de tout ce qui occupe et émeut les hommes</w:t>
      </w:r>
      <w:r>
        <w:t xml:space="preserve">, </w:t>
      </w:r>
      <w:r w:rsidR="00E0544E" w:rsidRPr="007818BD">
        <w:t>qu</w:t>
      </w:r>
      <w:r>
        <w:t>’</w:t>
      </w:r>
      <w:r w:rsidR="00E0544E" w:rsidRPr="007818BD">
        <w:t>elle doit être si libre de tout ce qui désire</w:t>
      </w:r>
      <w:r>
        <w:t xml:space="preserve">, </w:t>
      </w:r>
      <w:r w:rsidR="00E0544E" w:rsidRPr="007818BD">
        <w:t>qui aime</w:t>
      </w:r>
      <w:r>
        <w:t xml:space="preserve">, </w:t>
      </w:r>
      <w:r w:rsidR="00E0544E" w:rsidRPr="007818BD">
        <w:t>qui hait</w:t>
      </w:r>
      <w:r>
        <w:t xml:space="preserve">, </w:t>
      </w:r>
      <w:r w:rsidR="00E0544E" w:rsidRPr="007818BD">
        <w:t>que pour l</w:t>
      </w:r>
      <w:r>
        <w:t>’</w:t>
      </w:r>
      <w:r w:rsidR="00E0544E" w:rsidRPr="007818BD">
        <w:t>ambitieux</w:t>
      </w:r>
      <w:r>
        <w:t xml:space="preserve">, </w:t>
      </w:r>
      <w:r w:rsidR="00E0544E" w:rsidRPr="007818BD">
        <w:t>pour l</w:t>
      </w:r>
      <w:r>
        <w:t>’</w:t>
      </w:r>
      <w:r w:rsidR="00E0544E" w:rsidRPr="007818BD">
        <w:t>amant</w:t>
      </w:r>
      <w:r>
        <w:t xml:space="preserve">, </w:t>
      </w:r>
      <w:r w:rsidR="00E0544E" w:rsidRPr="007818BD">
        <w:t>pour l</w:t>
      </w:r>
      <w:r>
        <w:t>’</w:t>
      </w:r>
      <w:r w:rsidR="00E0544E" w:rsidRPr="007818BD">
        <w:t>envieux</w:t>
      </w:r>
      <w:r>
        <w:t xml:space="preserve">, </w:t>
      </w:r>
      <w:r w:rsidR="00E0544E" w:rsidRPr="007818BD">
        <w:t>ce pouvoir est inefficace</w:t>
      </w:r>
      <w:r>
        <w:t xml:space="preserve">. </w:t>
      </w:r>
      <w:r w:rsidR="00E0544E" w:rsidRPr="007818BD">
        <w:t>Moi enfin</w:t>
      </w:r>
      <w:r>
        <w:t xml:space="preserve">, </w:t>
      </w:r>
      <w:r w:rsidR="00E0544E" w:rsidRPr="007818BD">
        <w:t>lié</w:t>
      </w:r>
      <w:r>
        <w:t xml:space="preserve">, </w:t>
      </w:r>
      <w:r w:rsidR="00E0544E" w:rsidRPr="007818BD">
        <w:t>aveuglé par le plus commun des liens de famille</w:t>
      </w:r>
      <w:r>
        <w:t xml:space="preserve"> ; </w:t>
      </w:r>
      <w:r w:rsidR="00E0544E" w:rsidRPr="007818BD">
        <w:t>moi</w:t>
      </w:r>
      <w:r>
        <w:t xml:space="preserve">, </w:t>
      </w:r>
      <w:r w:rsidR="00E0544E" w:rsidRPr="007818BD">
        <w:t>sans lumière</w:t>
      </w:r>
      <w:r>
        <w:t xml:space="preserve">, </w:t>
      </w:r>
      <w:r w:rsidR="00E0544E" w:rsidRPr="007818BD">
        <w:t>sans secours</w:t>
      </w:r>
      <w:r>
        <w:t xml:space="preserve">, </w:t>
      </w:r>
      <w:r w:rsidR="00E0544E" w:rsidRPr="007818BD">
        <w:t>je te conjure</w:t>
      </w:r>
      <w:r>
        <w:t xml:space="preserve">, </w:t>
      </w:r>
      <w:r w:rsidR="00E0544E" w:rsidRPr="007818BD">
        <w:t>toi</w:t>
      </w:r>
      <w:r>
        <w:t xml:space="preserve">, </w:t>
      </w:r>
      <w:r w:rsidR="00E0544E" w:rsidRPr="007818BD">
        <w:t>l</w:t>
      </w:r>
      <w:r>
        <w:t>’</w:t>
      </w:r>
      <w:r w:rsidR="00E0544E" w:rsidRPr="007818BD">
        <w:t>aspirant repoussé et vaincu</w:t>
      </w:r>
      <w:r>
        <w:t xml:space="preserve">, </w:t>
      </w:r>
      <w:r w:rsidR="00E0544E" w:rsidRPr="007818BD">
        <w:t>je te conjure de me diriger</w:t>
      </w:r>
      <w:r>
        <w:t xml:space="preserve">, </w:t>
      </w:r>
      <w:r w:rsidR="00E0544E" w:rsidRPr="007818BD">
        <w:t>de me guider</w:t>
      </w:r>
      <w:r>
        <w:t xml:space="preserve">… </w:t>
      </w:r>
      <w:r w:rsidR="00E0544E" w:rsidRPr="007818BD">
        <w:t>Où sont-ils</w:t>
      </w:r>
      <w:r>
        <w:t xml:space="preserve"> ? </w:t>
      </w:r>
      <w:r w:rsidR="00E0544E" w:rsidRPr="007818BD">
        <w:t>Oh</w:t>
      </w:r>
      <w:r>
        <w:t xml:space="preserve"> ! </w:t>
      </w:r>
      <w:r w:rsidR="00E0544E" w:rsidRPr="007818BD">
        <w:t>dis-moi</w:t>
      </w:r>
      <w:r>
        <w:t xml:space="preserve">… </w:t>
      </w:r>
      <w:r w:rsidR="00E0544E" w:rsidRPr="007818BD">
        <w:t>Parle</w:t>
      </w:r>
      <w:r>
        <w:t xml:space="preserve"> ! </w:t>
      </w:r>
      <w:r w:rsidR="00E0544E" w:rsidRPr="007818BD">
        <w:t>Ma femme</w:t>
      </w:r>
      <w:r>
        <w:t xml:space="preserve"> ! </w:t>
      </w:r>
      <w:r w:rsidR="00E0544E" w:rsidRPr="007818BD">
        <w:t>mon enfant</w:t>
      </w:r>
      <w:r>
        <w:t xml:space="preserve"> ! </w:t>
      </w:r>
      <w:r w:rsidR="00E0544E" w:rsidRPr="007818BD">
        <w:t>tu es muet</w:t>
      </w:r>
      <w:r>
        <w:t xml:space="preserve"> ! </w:t>
      </w:r>
      <w:r w:rsidR="00E0544E" w:rsidRPr="007818BD">
        <w:t>Oh</w:t>
      </w:r>
      <w:r>
        <w:t xml:space="preserve"> ! </w:t>
      </w:r>
      <w:r w:rsidR="00E0544E" w:rsidRPr="007818BD">
        <w:t>tu sais maintenant que je ne suis pas un ennemi ni un magicien</w:t>
      </w:r>
      <w:r>
        <w:t xml:space="preserve">. </w:t>
      </w:r>
      <w:r w:rsidR="00E0544E" w:rsidRPr="007818BD">
        <w:t>Je ne puis te donner ce qui est incompatible avec tes facultés</w:t>
      </w:r>
      <w:r>
        <w:t xml:space="preserve"> ; </w:t>
      </w:r>
      <w:r w:rsidR="00E0544E" w:rsidRPr="007818BD">
        <w:t>je ne puis réussir là où l</w:t>
      </w:r>
      <w:r>
        <w:t>’</w:t>
      </w:r>
      <w:r w:rsidR="00E0544E" w:rsidRPr="007818BD">
        <w:t xml:space="preserve">impassible </w:t>
      </w:r>
      <w:proofErr w:type="spellStart"/>
      <w:r w:rsidR="00E0544E" w:rsidRPr="007818BD">
        <w:t>Mejnour</w:t>
      </w:r>
      <w:proofErr w:type="spellEnd"/>
      <w:r w:rsidR="00E0544E" w:rsidRPr="007818BD">
        <w:t xml:space="preserve"> a échoué</w:t>
      </w:r>
      <w:r>
        <w:t xml:space="preserve"> ; </w:t>
      </w:r>
      <w:r w:rsidR="00E0544E" w:rsidRPr="007818BD">
        <w:t>mais le premier don après c</w:t>
      </w:r>
      <w:r w:rsidR="00E0544E" w:rsidRPr="007818BD">
        <w:t>e</w:t>
      </w:r>
      <w:r w:rsidR="00E0544E" w:rsidRPr="007818BD">
        <w:t>lui-là</w:t>
      </w:r>
      <w:r>
        <w:t xml:space="preserve">, </w:t>
      </w:r>
      <w:r w:rsidR="00E0544E" w:rsidRPr="007818BD">
        <w:t>je puis te le donner</w:t>
      </w:r>
      <w:r>
        <w:t xml:space="preserve"> : </w:t>
      </w:r>
      <w:r w:rsidR="00E0544E" w:rsidRPr="007818BD">
        <w:t>je puis te réconcilier avec le monde de chaque jour et mettre la paix entre ta conscience et toi</w:t>
      </w:r>
      <w:r>
        <w:t>.</w:t>
      </w:r>
    </w:p>
    <w:p w14:paraId="52D4BADF" w14:textId="77777777" w:rsidR="00E8465A" w:rsidRDefault="00E8465A" w:rsidP="00E0544E">
      <w:r>
        <w:t>— </w:t>
      </w:r>
      <w:r w:rsidR="00E0544E" w:rsidRPr="007818BD">
        <w:t>Le promets-tu</w:t>
      </w:r>
      <w:r>
        <w:t> ?</w:t>
      </w:r>
    </w:p>
    <w:p w14:paraId="4C09359E" w14:textId="661871DB" w:rsidR="00E0544E" w:rsidRPr="007818BD" w:rsidRDefault="00E8465A" w:rsidP="00E0544E">
      <w:r>
        <w:t>— </w:t>
      </w:r>
      <w:r w:rsidR="00E0544E" w:rsidRPr="007818BD">
        <w:t>Au nom de leurs douces vies</w:t>
      </w:r>
      <w:r>
        <w:t xml:space="preserve">, </w:t>
      </w:r>
      <w:r w:rsidR="00E0544E" w:rsidRPr="007818BD">
        <w:t>je le promets</w:t>
      </w:r>
      <w:r>
        <w:t> ! »</w:t>
      </w:r>
    </w:p>
    <w:p w14:paraId="342A495A" w14:textId="77777777" w:rsidR="00E8465A" w:rsidRDefault="00E0544E" w:rsidP="00E0544E">
      <w:proofErr w:type="spellStart"/>
      <w:r w:rsidRPr="007818BD">
        <w:t>Glyndon</w:t>
      </w:r>
      <w:proofErr w:type="spellEnd"/>
      <w:r w:rsidRPr="007818BD">
        <w:t xml:space="preserve"> regarda et crut</w:t>
      </w:r>
      <w:r w:rsidR="00E8465A">
        <w:t xml:space="preserve">. </w:t>
      </w:r>
      <w:r w:rsidRPr="007818BD">
        <w:t>Il murmura à voix basse l</w:t>
      </w:r>
      <w:r w:rsidR="00E8465A">
        <w:t>’</w:t>
      </w:r>
      <w:r w:rsidRPr="007818BD">
        <w:t>adresse de la maison où sa fatale présence avait déjà introduit le dése</w:t>
      </w:r>
      <w:r w:rsidRPr="007818BD">
        <w:t>s</w:t>
      </w:r>
      <w:r w:rsidRPr="007818BD">
        <w:t>poir et la mort</w:t>
      </w:r>
      <w:r w:rsidR="00E8465A">
        <w:t>.</w:t>
      </w:r>
    </w:p>
    <w:p w14:paraId="3A32540B" w14:textId="4611CE75" w:rsidR="00E8465A" w:rsidRDefault="00E8465A" w:rsidP="00E0544E">
      <w:r>
        <w:t>« </w:t>
      </w:r>
      <w:r w:rsidR="00E0544E" w:rsidRPr="007818BD">
        <w:t>Sois béni</w:t>
      </w:r>
      <w:r>
        <w:t xml:space="preserve"> ! </w:t>
      </w:r>
      <w:r w:rsidR="00E0544E" w:rsidRPr="007818BD">
        <w:t>s</w:t>
      </w:r>
      <w:r>
        <w:t>’</w:t>
      </w:r>
      <w:r w:rsidR="00E0544E" w:rsidRPr="007818BD">
        <w:t xml:space="preserve">écria </w:t>
      </w:r>
      <w:proofErr w:type="spellStart"/>
      <w:r w:rsidR="00E0544E" w:rsidRPr="007818BD">
        <w:t>Zanoni</w:t>
      </w:r>
      <w:proofErr w:type="spellEnd"/>
      <w:r w:rsidR="00E0544E" w:rsidRPr="007818BD">
        <w:t xml:space="preserve"> avec une explosion de passion</w:t>
      </w:r>
      <w:r>
        <w:t xml:space="preserve">. </w:t>
      </w:r>
      <w:r w:rsidR="00E0544E" w:rsidRPr="007818BD">
        <w:t>Oui</w:t>
      </w:r>
      <w:r>
        <w:t xml:space="preserve">, </w:t>
      </w:r>
      <w:r w:rsidR="00E0544E" w:rsidRPr="007818BD">
        <w:t>tu seras béni</w:t>
      </w:r>
      <w:r>
        <w:t xml:space="preserve">. </w:t>
      </w:r>
      <w:r w:rsidR="00E0544E" w:rsidRPr="007818BD">
        <w:t>Eh quoi</w:t>
      </w:r>
      <w:r>
        <w:t xml:space="preserve"> ! </w:t>
      </w:r>
      <w:r w:rsidR="00E0544E" w:rsidRPr="007818BD">
        <w:t>ne pouvais-tu t</w:t>
      </w:r>
      <w:r>
        <w:t>’</w:t>
      </w:r>
      <w:r w:rsidR="00E0544E" w:rsidRPr="007818BD">
        <w:t>apercevoir qu</w:t>
      </w:r>
      <w:r>
        <w:t>’</w:t>
      </w:r>
      <w:r w:rsidR="00E0544E" w:rsidRPr="007818BD">
        <w:t>à l</w:t>
      </w:r>
      <w:r>
        <w:t>’</w:t>
      </w:r>
      <w:r w:rsidR="00E0544E" w:rsidRPr="007818BD">
        <w:t xml:space="preserve">entrée de tous les mondes surnaturels veille la race qui </w:t>
      </w:r>
      <w:r w:rsidR="00E0544E" w:rsidRPr="007818BD">
        <w:lastRenderedPageBreak/>
        <w:t>intim</w:t>
      </w:r>
      <w:r w:rsidR="00E0544E" w:rsidRPr="007818BD">
        <w:t>i</w:t>
      </w:r>
      <w:r w:rsidR="00E0544E" w:rsidRPr="007818BD">
        <w:t>de et qui épouvante</w:t>
      </w:r>
      <w:r>
        <w:t xml:space="preserve"> ? </w:t>
      </w:r>
      <w:r w:rsidR="00E0544E" w:rsidRPr="007818BD">
        <w:t>Et même</w:t>
      </w:r>
      <w:r>
        <w:t xml:space="preserve">, </w:t>
      </w:r>
      <w:r w:rsidR="00E0544E" w:rsidRPr="007818BD">
        <w:t>dans ce monde d</w:t>
      </w:r>
      <w:r>
        <w:t>’</w:t>
      </w:r>
      <w:r w:rsidR="00E0544E" w:rsidRPr="007818BD">
        <w:t>ici-bas</w:t>
      </w:r>
      <w:r>
        <w:t xml:space="preserve">, </w:t>
      </w:r>
      <w:r w:rsidR="00E0544E" w:rsidRPr="007818BD">
        <w:t>qui donc a jamais quitté les régions de l</w:t>
      </w:r>
      <w:r>
        <w:t>’</w:t>
      </w:r>
      <w:r w:rsidR="00E0544E" w:rsidRPr="007818BD">
        <w:t>habitude et des préjugés acquis</w:t>
      </w:r>
      <w:r>
        <w:t xml:space="preserve">, </w:t>
      </w:r>
      <w:r w:rsidR="00E0544E" w:rsidRPr="007818BD">
        <w:t>sans se sentir tout d</w:t>
      </w:r>
      <w:r>
        <w:t>’</w:t>
      </w:r>
      <w:r w:rsidR="00E0544E" w:rsidRPr="007818BD">
        <w:t>abord saisir par une terreur sans forme et sans nom</w:t>
      </w:r>
      <w:r>
        <w:t xml:space="preserve"> ? </w:t>
      </w:r>
      <w:r w:rsidR="00E0544E" w:rsidRPr="007818BD">
        <w:t>Partout autour de toi</w:t>
      </w:r>
      <w:r>
        <w:t xml:space="preserve">, </w:t>
      </w:r>
      <w:r w:rsidR="00E0544E" w:rsidRPr="007818BD">
        <w:t>partout où l</w:t>
      </w:r>
      <w:r>
        <w:t>’</w:t>
      </w:r>
      <w:r w:rsidR="00E0544E" w:rsidRPr="007818BD">
        <w:t>homme aspire et travaille</w:t>
      </w:r>
      <w:r>
        <w:t xml:space="preserve"> ; </w:t>
      </w:r>
      <w:r w:rsidR="00E0544E" w:rsidRPr="007818BD">
        <w:t>dans la retraite du penseur</w:t>
      </w:r>
      <w:r>
        <w:t xml:space="preserve">, </w:t>
      </w:r>
      <w:r w:rsidR="00E0544E" w:rsidRPr="007818BD">
        <w:t>dans le concili</w:t>
      </w:r>
      <w:r w:rsidR="00E0544E" w:rsidRPr="007818BD">
        <w:t>a</w:t>
      </w:r>
      <w:r w:rsidR="00E0544E" w:rsidRPr="007818BD">
        <w:t>bule du démagogue</w:t>
      </w:r>
      <w:r>
        <w:t xml:space="preserve">, </w:t>
      </w:r>
      <w:r w:rsidR="00E0544E" w:rsidRPr="007818BD">
        <w:t>dans le camp du guerrier</w:t>
      </w:r>
      <w:r>
        <w:t xml:space="preserve">, </w:t>
      </w:r>
      <w:r w:rsidR="00E0544E" w:rsidRPr="007818BD">
        <w:t>partout</w:t>
      </w:r>
      <w:r>
        <w:t xml:space="preserve">, </w:t>
      </w:r>
      <w:r w:rsidR="00E0544E" w:rsidRPr="007818BD">
        <w:t>quoiqu</w:t>
      </w:r>
      <w:r>
        <w:t>’</w:t>
      </w:r>
      <w:r w:rsidR="00E0544E" w:rsidRPr="007818BD">
        <w:t>il ne l</w:t>
      </w:r>
      <w:r>
        <w:t>’</w:t>
      </w:r>
      <w:r w:rsidR="00E0544E" w:rsidRPr="007818BD">
        <w:t>aperçoive pas</w:t>
      </w:r>
      <w:r>
        <w:t xml:space="preserve">, </w:t>
      </w:r>
      <w:r w:rsidR="00E0544E" w:rsidRPr="007818BD">
        <w:t>sombre et menaçante veille l</w:t>
      </w:r>
      <w:r>
        <w:t>’</w:t>
      </w:r>
      <w:r w:rsidR="00E0544E" w:rsidRPr="007818BD">
        <w:t>ineffable Te</w:t>
      </w:r>
      <w:r w:rsidR="00E0544E" w:rsidRPr="007818BD">
        <w:t>r</w:t>
      </w:r>
      <w:r w:rsidR="00E0544E" w:rsidRPr="007818BD">
        <w:t>reur</w:t>
      </w:r>
      <w:r>
        <w:t xml:space="preserve">. </w:t>
      </w:r>
      <w:r w:rsidR="00E0544E" w:rsidRPr="007818BD">
        <w:t>Mais là seulement où tu t</w:t>
      </w:r>
      <w:r>
        <w:t>’</w:t>
      </w:r>
      <w:r w:rsidR="00E0544E" w:rsidRPr="007818BD">
        <w:t>es aventuré</w:t>
      </w:r>
      <w:r>
        <w:t xml:space="preserve">, </w:t>
      </w:r>
      <w:r w:rsidR="00E0544E" w:rsidRPr="007818BD">
        <w:t xml:space="preserve">le Fantôme est </w:t>
      </w:r>
      <w:r w:rsidR="00E0544E" w:rsidRPr="007818BD">
        <w:rPr>
          <w:i/>
          <w:iCs/>
        </w:rPr>
        <w:t>vis</w:t>
      </w:r>
      <w:r w:rsidR="00E0544E" w:rsidRPr="007818BD">
        <w:rPr>
          <w:i/>
          <w:iCs/>
        </w:rPr>
        <w:t>i</w:t>
      </w:r>
      <w:r w:rsidR="00E0544E" w:rsidRPr="007818BD">
        <w:rPr>
          <w:i/>
          <w:iCs/>
        </w:rPr>
        <w:t>ble</w:t>
      </w:r>
      <w:r>
        <w:t xml:space="preserve">, </w:t>
      </w:r>
      <w:r w:rsidR="00E0544E" w:rsidRPr="007818BD">
        <w:t>et jamais il ne cessera de te poursuivre jusqu</w:t>
      </w:r>
      <w:r>
        <w:t>’</w:t>
      </w:r>
      <w:r w:rsidR="00E0544E" w:rsidRPr="007818BD">
        <w:t>à ce que tu puisses passer à l</w:t>
      </w:r>
      <w:r>
        <w:t>’</w:t>
      </w:r>
      <w:r w:rsidR="00E0544E" w:rsidRPr="007818BD">
        <w:t>infini comme le séraphin</w:t>
      </w:r>
      <w:r>
        <w:t xml:space="preserve">, </w:t>
      </w:r>
      <w:r w:rsidR="00E0544E" w:rsidRPr="007818BD">
        <w:t>ou comme un e</w:t>
      </w:r>
      <w:r w:rsidR="00E0544E" w:rsidRPr="007818BD">
        <w:t>n</w:t>
      </w:r>
      <w:r w:rsidR="00E0544E" w:rsidRPr="007818BD">
        <w:t>fant revenir à la vie habituelle et familière</w:t>
      </w:r>
      <w:r>
        <w:t xml:space="preserve"> ! </w:t>
      </w:r>
      <w:r w:rsidR="00E0544E" w:rsidRPr="007818BD">
        <w:t>Mais réponds à c</w:t>
      </w:r>
      <w:r w:rsidR="00E0544E" w:rsidRPr="007818BD">
        <w:t>e</w:t>
      </w:r>
      <w:r w:rsidR="00E0544E" w:rsidRPr="007818BD">
        <w:t>ci</w:t>
      </w:r>
      <w:r>
        <w:t xml:space="preserve"> : </w:t>
      </w:r>
      <w:r w:rsidR="00E0544E" w:rsidRPr="007818BD">
        <w:t>Lorsque tu as cherché à demeurer fidèle à quelque résol</w:t>
      </w:r>
      <w:r w:rsidR="00E0544E" w:rsidRPr="007818BD">
        <w:t>u</w:t>
      </w:r>
      <w:r w:rsidR="00E0544E" w:rsidRPr="007818BD">
        <w:t>tion vertueuse prise avec calme</w:t>
      </w:r>
      <w:r>
        <w:t xml:space="preserve">, </w:t>
      </w:r>
      <w:r w:rsidR="00E0544E" w:rsidRPr="007818BD">
        <w:t>et que le Fantôme s</w:t>
      </w:r>
      <w:r>
        <w:t>’</w:t>
      </w:r>
      <w:r w:rsidR="00E0544E" w:rsidRPr="007818BD">
        <w:t>est tout à coup dressé devant toi</w:t>
      </w:r>
      <w:r>
        <w:t xml:space="preserve"> ; </w:t>
      </w:r>
      <w:r w:rsidR="00E0544E" w:rsidRPr="007818BD">
        <w:t>quand sa voix t</w:t>
      </w:r>
      <w:r>
        <w:t>’</w:t>
      </w:r>
      <w:r w:rsidR="00E0544E" w:rsidRPr="007818BD">
        <w:t>a dit tout bas</w:t>
      </w:r>
      <w:r>
        <w:t> : « </w:t>
      </w:r>
      <w:r w:rsidR="00E0544E" w:rsidRPr="007818BD">
        <w:t>Dése</w:t>
      </w:r>
      <w:r w:rsidR="00E0544E" w:rsidRPr="007818BD">
        <w:t>s</w:t>
      </w:r>
      <w:r w:rsidR="00E0544E" w:rsidRPr="007818BD">
        <w:t>père</w:t>
      </w:r>
      <w:r>
        <w:t xml:space="preserve"> » ; </w:t>
      </w:r>
      <w:r w:rsidR="00E0544E" w:rsidRPr="007818BD">
        <w:t>quand son regard livide a cherché à te rejeter par la terreur dans ces scènes d</w:t>
      </w:r>
      <w:r>
        <w:t>’</w:t>
      </w:r>
      <w:r w:rsidR="00E0544E" w:rsidRPr="007818BD">
        <w:t>intrigue mondaine ou de déso</w:t>
      </w:r>
      <w:r w:rsidR="00E0544E" w:rsidRPr="007818BD">
        <w:t>r</w:t>
      </w:r>
      <w:r w:rsidR="00E0544E" w:rsidRPr="007818BD">
        <w:t>dre</w:t>
      </w:r>
      <w:r>
        <w:t xml:space="preserve">, </w:t>
      </w:r>
      <w:r w:rsidR="00E0544E" w:rsidRPr="007818BD">
        <w:t>pe</w:t>
      </w:r>
      <w:r w:rsidR="00E0544E" w:rsidRPr="007818BD">
        <w:t>n</w:t>
      </w:r>
      <w:r w:rsidR="00E0544E" w:rsidRPr="007818BD">
        <w:t>dant lesquelles il disparaît pour te laisser à des ennemis plus implacables que lui</w:t>
      </w:r>
      <w:r>
        <w:t xml:space="preserve">, </w:t>
      </w:r>
      <w:r w:rsidR="00E0544E" w:rsidRPr="007818BD">
        <w:t>as-tu j</w:t>
      </w:r>
      <w:r w:rsidR="00E0544E" w:rsidRPr="007818BD">
        <w:t>a</w:t>
      </w:r>
      <w:r w:rsidR="00E0544E" w:rsidRPr="007818BD">
        <w:t>mais bravement résisté au spectre et à ton effroi</w:t>
      </w:r>
      <w:r>
        <w:t xml:space="preserve"> ? </w:t>
      </w:r>
      <w:r w:rsidR="00E0544E" w:rsidRPr="007818BD">
        <w:t>As-tu jamais dit</w:t>
      </w:r>
      <w:r>
        <w:t> : « </w:t>
      </w:r>
      <w:r w:rsidR="00E0544E" w:rsidRPr="007818BD">
        <w:t>Quoi qu</w:t>
      </w:r>
      <w:r>
        <w:t>’</w:t>
      </w:r>
      <w:r w:rsidR="00E0544E" w:rsidRPr="007818BD">
        <w:t>il arr</w:t>
      </w:r>
      <w:r w:rsidR="00E0544E" w:rsidRPr="007818BD">
        <w:t>i</w:t>
      </w:r>
      <w:r w:rsidR="00E0544E" w:rsidRPr="007818BD">
        <w:t>ve</w:t>
      </w:r>
      <w:r>
        <w:t xml:space="preserve">, </w:t>
      </w:r>
      <w:r w:rsidR="00E0544E" w:rsidRPr="007818BD">
        <w:t>je veux m</w:t>
      </w:r>
      <w:r>
        <w:t>’</w:t>
      </w:r>
      <w:r w:rsidR="00E0544E" w:rsidRPr="007818BD">
        <w:t>attacher à la vertu</w:t>
      </w:r>
      <w:r>
        <w:t> ? »</w:t>
      </w:r>
    </w:p>
    <w:p w14:paraId="00ABA727" w14:textId="77777777" w:rsidR="00E8465A" w:rsidRDefault="00E8465A" w:rsidP="00E0544E">
      <w:r>
        <w:t>— </w:t>
      </w:r>
      <w:r w:rsidR="00E0544E" w:rsidRPr="007818BD">
        <w:t>Hélas</w:t>
      </w:r>
      <w:r>
        <w:t xml:space="preserve"> ! </w:t>
      </w:r>
      <w:r w:rsidR="00E0544E" w:rsidRPr="007818BD">
        <w:t xml:space="preserve">dit </w:t>
      </w:r>
      <w:proofErr w:type="spellStart"/>
      <w:r w:rsidR="00E0544E" w:rsidRPr="007818BD">
        <w:t>Glyndon</w:t>
      </w:r>
      <w:proofErr w:type="spellEnd"/>
      <w:r>
        <w:t xml:space="preserve">, </w:t>
      </w:r>
      <w:r w:rsidR="00E0544E" w:rsidRPr="007818BD">
        <w:t>il y a bien peu de temps que j</w:t>
      </w:r>
      <w:r>
        <w:t>’</w:t>
      </w:r>
      <w:r w:rsidR="00E0544E" w:rsidRPr="007818BD">
        <w:t>ai osé le faire</w:t>
      </w:r>
      <w:r>
        <w:t>.</w:t>
      </w:r>
    </w:p>
    <w:p w14:paraId="0B16AF4F" w14:textId="77777777" w:rsidR="00E8465A" w:rsidRDefault="00E8465A" w:rsidP="00E0544E">
      <w:r>
        <w:t>— </w:t>
      </w:r>
      <w:r w:rsidR="00E0544E" w:rsidRPr="007818BD">
        <w:t>Et tu as senti que le Fantôme devenait moins distinct</w:t>
      </w:r>
      <w:r>
        <w:t xml:space="preserve">, </w:t>
      </w:r>
      <w:r w:rsidR="00E0544E" w:rsidRPr="007818BD">
        <w:t>et sa puissance plus fa</w:t>
      </w:r>
      <w:r w:rsidR="00E0544E" w:rsidRPr="007818BD">
        <w:t>i</w:t>
      </w:r>
      <w:r w:rsidR="00E0544E" w:rsidRPr="007818BD">
        <w:t>ble</w:t>
      </w:r>
      <w:r>
        <w:t> ?</w:t>
      </w:r>
    </w:p>
    <w:p w14:paraId="1C90381E" w14:textId="77777777" w:rsidR="00E8465A" w:rsidRDefault="00E8465A" w:rsidP="00E0544E">
      <w:r>
        <w:t>— </w:t>
      </w:r>
      <w:r w:rsidR="00E0544E" w:rsidRPr="007818BD">
        <w:t>Cela est vrai</w:t>
      </w:r>
      <w:r>
        <w:t>.</w:t>
      </w:r>
    </w:p>
    <w:p w14:paraId="46D6116A" w14:textId="00501DB4" w:rsidR="00E0544E" w:rsidRPr="007818BD" w:rsidRDefault="00E8465A" w:rsidP="00E0544E">
      <w:r>
        <w:t>— </w:t>
      </w:r>
      <w:r w:rsidR="00E0544E" w:rsidRPr="007818BD">
        <w:t>Réjouis-toi</w:t>
      </w:r>
      <w:r>
        <w:t xml:space="preserve">, </w:t>
      </w:r>
      <w:r w:rsidR="00E0544E" w:rsidRPr="007818BD">
        <w:t>alors</w:t>
      </w:r>
      <w:r>
        <w:t xml:space="preserve"> ! </w:t>
      </w:r>
      <w:r w:rsidR="00E0544E" w:rsidRPr="007818BD">
        <w:t>tu as surmonté la véritable terreur de la mystérieuse épreuve</w:t>
      </w:r>
      <w:r>
        <w:t xml:space="preserve">. </w:t>
      </w:r>
      <w:r w:rsidR="00E0544E" w:rsidRPr="007818BD">
        <w:t>La résolution est la première victoire</w:t>
      </w:r>
      <w:r>
        <w:t xml:space="preserve">. </w:t>
      </w:r>
      <w:r w:rsidR="00E0544E" w:rsidRPr="007818BD">
        <w:t>Réjouis-toi</w:t>
      </w:r>
      <w:r>
        <w:t xml:space="preserve">, </w:t>
      </w:r>
      <w:r w:rsidR="00E0544E" w:rsidRPr="007818BD">
        <w:t>car l</w:t>
      </w:r>
      <w:r>
        <w:t>’</w:t>
      </w:r>
      <w:r w:rsidR="00E0544E" w:rsidRPr="007818BD">
        <w:t>exorcisme est infaillible</w:t>
      </w:r>
      <w:r>
        <w:t xml:space="preserve">. </w:t>
      </w:r>
      <w:r w:rsidR="00E0544E" w:rsidRPr="007818BD">
        <w:t>Tu n</w:t>
      </w:r>
      <w:r>
        <w:t>’</w:t>
      </w:r>
      <w:r w:rsidR="00E0544E" w:rsidRPr="007818BD">
        <w:t>es pas de ceux qui</w:t>
      </w:r>
      <w:r>
        <w:t xml:space="preserve">, </w:t>
      </w:r>
      <w:r w:rsidR="00E0544E" w:rsidRPr="007818BD">
        <w:t>niant une vie future</w:t>
      </w:r>
      <w:r>
        <w:t xml:space="preserve">, </w:t>
      </w:r>
      <w:r w:rsidR="00E0544E" w:rsidRPr="007818BD">
        <w:t>deviennent victimes de l</w:t>
      </w:r>
      <w:r>
        <w:t>’</w:t>
      </w:r>
      <w:r w:rsidR="00E0544E" w:rsidRPr="007818BD">
        <w:t>inexorable terreur</w:t>
      </w:r>
      <w:r>
        <w:t xml:space="preserve">. </w:t>
      </w:r>
      <w:r w:rsidR="00E0544E" w:rsidRPr="007818BD">
        <w:t>Quand donc les hommes finiront-ils par apprendre que</w:t>
      </w:r>
      <w:r>
        <w:t xml:space="preserve">, </w:t>
      </w:r>
      <w:r w:rsidR="00E0544E" w:rsidRPr="007818BD">
        <w:t>si la grande religion i</w:t>
      </w:r>
      <w:r w:rsidR="00E0544E" w:rsidRPr="007818BD">
        <w:t>n</w:t>
      </w:r>
      <w:r w:rsidR="00E0544E" w:rsidRPr="007818BD">
        <w:t xml:space="preserve">siste si rigoureusement sur </w:t>
      </w:r>
      <w:r w:rsidR="00E0544E" w:rsidRPr="007818BD">
        <w:lastRenderedPageBreak/>
        <w:t>la nécessité de la foi</w:t>
      </w:r>
      <w:r>
        <w:t xml:space="preserve">, </w:t>
      </w:r>
      <w:r w:rsidR="00E0544E" w:rsidRPr="007818BD">
        <w:t>ce n</w:t>
      </w:r>
      <w:r>
        <w:t>’</w:t>
      </w:r>
      <w:r w:rsidR="00E0544E" w:rsidRPr="007818BD">
        <w:t>est pas seulement parce que la foi conduit à la vie f</w:t>
      </w:r>
      <w:r w:rsidR="00E0544E" w:rsidRPr="007818BD">
        <w:t>u</w:t>
      </w:r>
      <w:r w:rsidR="00E0544E" w:rsidRPr="007818BD">
        <w:t>ture</w:t>
      </w:r>
      <w:r>
        <w:t xml:space="preserve">, </w:t>
      </w:r>
      <w:r w:rsidR="00E0544E" w:rsidRPr="007818BD">
        <w:t>mais parce que sans la foi il n</w:t>
      </w:r>
      <w:r>
        <w:t>’</w:t>
      </w:r>
      <w:r w:rsidR="00E0544E" w:rsidRPr="007818BD">
        <w:t>y a rien d</w:t>
      </w:r>
      <w:r>
        <w:t>’</w:t>
      </w:r>
      <w:r w:rsidR="00E0544E" w:rsidRPr="007818BD">
        <w:t xml:space="preserve">excellent dans </w:t>
      </w:r>
      <w:r w:rsidR="00E0544E" w:rsidRPr="007818BD">
        <w:rPr>
          <w:i/>
          <w:iCs/>
        </w:rPr>
        <w:t>ce</w:t>
      </w:r>
      <w:r w:rsidR="00E0544E" w:rsidRPr="007818BD">
        <w:rPr>
          <w:i/>
          <w:iCs/>
        </w:rPr>
        <w:t>t</w:t>
      </w:r>
      <w:r w:rsidR="00E0544E" w:rsidRPr="007818BD">
        <w:rPr>
          <w:i/>
          <w:iCs/>
        </w:rPr>
        <w:t>te</w:t>
      </w:r>
      <w:r w:rsidR="00E0544E" w:rsidRPr="007818BD">
        <w:t xml:space="preserve"> vie</w:t>
      </w:r>
      <w:r>
        <w:t xml:space="preserve">. </w:t>
      </w:r>
      <w:r w:rsidR="00E0544E" w:rsidRPr="007818BD">
        <w:t>La foi</w:t>
      </w:r>
      <w:r>
        <w:t xml:space="preserve">, </w:t>
      </w:r>
      <w:r w:rsidR="00E0544E" w:rsidRPr="007818BD">
        <w:t>c</w:t>
      </w:r>
      <w:r>
        <w:t>’</w:t>
      </w:r>
      <w:r w:rsidR="00E0544E" w:rsidRPr="007818BD">
        <w:t>est quelque chose de plus sage</w:t>
      </w:r>
      <w:r>
        <w:t xml:space="preserve">, </w:t>
      </w:r>
      <w:r w:rsidR="00E0544E" w:rsidRPr="007818BD">
        <w:t>de plus heureux</w:t>
      </w:r>
      <w:r>
        <w:t xml:space="preserve">, </w:t>
      </w:r>
      <w:r w:rsidR="00E0544E" w:rsidRPr="007818BD">
        <w:t>de plus divin que ce que nous voyons sur la terre</w:t>
      </w:r>
      <w:r>
        <w:t xml:space="preserve">. </w:t>
      </w:r>
      <w:r w:rsidR="00E0544E" w:rsidRPr="007818BD">
        <w:t>L</w:t>
      </w:r>
      <w:r>
        <w:t>’</w:t>
      </w:r>
      <w:r w:rsidR="00E0544E" w:rsidRPr="007818BD">
        <w:t>artiste l</w:t>
      </w:r>
      <w:r>
        <w:t>’</w:t>
      </w:r>
      <w:r w:rsidR="00E0544E" w:rsidRPr="007818BD">
        <w:t>appelle idéal</w:t>
      </w:r>
      <w:r>
        <w:t xml:space="preserve"> ; </w:t>
      </w:r>
      <w:r w:rsidR="00E0544E" w:rsidRPr="007818BD">
        <w:t>les prêtres</w:t>
      </w:r>
      <w:r>
        <w:t xml:space="preserve">, </w:t>
      </w:r>
      <w:r w:rsidR="00E0544E" w:rsidRPr="007818BD">
        <w:t>foi</w:t>
      </w:r>
      <w:r>
        <w:t xml:space="preserve">. </w:t>
      </w:r>
      <w:r w:rsidR="00E0544E" w:rsidRPr="007818BD">
        <w:t>L</w:t>
      </w:r>
      <w:r>
        <w:t>’</w:t>
      </w:r>
      <w:r w:rsidR="00E0544E" w:rsidRPr="007818BD">
        <w:t>idéal et la foi sont identiques</w:t>
      </w:r>
      <w:r>
        <w:t xml:space="preserve">. </w:t>
      </w:r>
      <w:r w:rsidR="00E0544E" w:rsidRPr="007818BD">
        <w:t>Reviens</w:t>
      </w:r>
      <w:r>
        <w:t xml:space="preserve">, </w:t>
      </w:r>
      <w:r w:rsidR="00E0544E" w:rsidRPr="007818BD">
        <w:t>voyageur égaré</w:t>
      </w:r>
      <w:r>
        <w:t xml:space="preserve">, </w:t>
      </w:r>
      <w:r w:rsidR="00E0544E" w:rsidRPr="007818BD">
        <w:t>reviens</w:t>
      </w:r>
      <w:r>
        <w:t xml:space="preserve">, </w:t>
      </w:r>
      <w:r w:rsidR="00E0544E" w:rsidRPr="007818BD">
        <w:t>comprends tout ce qui réside de beau</w:t>
      </w:r>
      <w:r>
        <w:t xml:space="preserve">, </w:t>
      </w:r>
      <w:r w:rsidR="00E0544E" w:rsidRPr="007818BD">
        <w:t>de saint</w:t>
      </w:r>
      <w:r>
        <w:t xml:space="preserve">, </w:t>
      </w:r>
      <w:r w:rsidR="00E0544E" w:rsidRPr="007818BD">
        <w:t>dans la vie ordinaire de tous les jours</w:t>
      </w:r>
      <w:r>
        <w:t xml:space="preserve">. </w:t>
      </w:r>
      <w:r w:rsidR="00E0544E" w:rsidRPr="007818BD">
        <w:t>Arrière</w:t>
      </w:r>
      <w:r>
        <w:t xml:space="preserve">, </w:t>
      </w:r>
      <w:r w:rsidR="00E0544E" w:rsidRPr="007818BD">
        <w:t>spectre horrible</w:t>
      </w:r>
      <w:r>
        <w:t xml:space="preserve"> ! </w:t>
      </w:r>
      <w:r w:rsidR="00E0544E" w:rsidRPr="007818BD">
        <w:t>arrière</w:t>
      </w:r>
      <w:r>
        <w:t xml:space="preserve">, </w:t>
      </w:r>
      <w:r w:rsidR="00E0544E" w:rsidRPr="007818BD">
        <w:t>à ton sombre portique</w:t>
      </w:r>
      <w:r>
        <w:t xml:space="preserve"> ! </w:t>
      </w:r>
      <w:r w:rsidR="00E0544E" w:rsidRPr="007818BD">
        <w:t>et toi</w:t>
      </w:r>
      <w:r>
        <w:t xml:space="preserve">, </w:t>
      </w:r>
      <w:r w:rsidR="00E0544E" w:rsidRPr="007818BD">
        <w:t>ciel d</w:t>
      </w:r>
      <w:r>
        <w:t>’</w:t>
      </w:r>
      <w:r w:rsidR="00E0544E" w:rsidRPr="007818BD">
        <w:t>azur</w:t>
      </w:r>
      <w:r>
        <w:t xml:space="preserve">, </w:t>
      </w:r>
      <w:r w:rsidR="00E0544E" w:rsidRPr="007818BD">
        <w:t>laisse tomber sur ce cœur d</w:t>
      </w:r>
      <w:r>
        <w:t>’</w:t>
      </w:r>
      <w:r w:rsidR="00E0544E" w:rsidRPr="007818BD">
        <w:t>enfant ton calme sourire</w:t>
      </w:r>
      <w:r>
        <w:t xml:space="preserve">, </w:t>
      </w:r>
      <w:r w:rsidR="00E0544E" w:rsidRPr="007818BD">
        <w:t>le rayon de ton étoile du soir et de celle du matin</w:t>
      </w:r>
      <w:r>
        <w:t xml:space="preserve">, </w:t>
      </w:r>
      <w:r w:rsidR="00E0544E" w:rsidRPr="007818BD">
        <w:t>une seule et même étoile sous le double nom de souvenir et d</w:t>
      </w:r>
      <w:r>
        <w:t>’</w:t>
      </w:r>
      <w:r w:rsidR="00E0544E" w:rsidRPr="007818BD">
        <w:t>espérance</w:t>
      </w:r>
      <w:r>
        <w:t>. »</w:t>
      </w:r>
    </w:p>
    <w:p w14:paraId="2DB63549" w14:textId="77777777" w:rsidR="00E8465A" w:rsidRDefault="00E0544E" w:rsidP="00E0544E">
      <w:r w:rsidRPr="007818BD">
        <w:t>Tout en parlant</w:t>
      </w:r>
      <w:r w:rsidR="00E8465A">
        <w:t xml:space="preserve">, </w:t>
      </w:r>
      <w:proofErr w:type="spellStart"/>
      <w:r w:rsidRPr="007818BD">
        <w:t>Zanoni</w:t>
      </w:r>
      <w:proofErr w:type="spellEnd"/>
      <w:r w:rsidRPr="007818BD">
        <w:t xml:space="preserve"> posa sa main sur le front brûlant de son interlocuteur étonné et exalté</w:t>
      </w:r>
      <w:r w:rsidR="00E8465A">
        <w:t xml:space="preserve"> : </w:t>
      </w:r>
      <w:r w:rsidRPr="007818BD">
        <w:t>tout à coup une sorte d</w:t>
      </w:r>
      <w:r w:rsidR="00E8465A">
        <w:t>’</w:t>
      </w:r>
      <w:r w:rsidRPr="007818BD">
        <w:t>extase s</w:t>
      </w:r>
      <w:r w:rsidR="00E8465A">
        <w:t>’</w:t>
      </w:r>
      <w:r w:rsidRPr="007818BD">
        <w:t>empara de lui</w:t>
      </w:r>
      <w:r w:rsidR="00E8465A">
        <w:t xml:space="preserve"> ; </w:t>
      </w:r>
      <w:r w:rsidRPr="007818BD">
        <w:t>il crut être retourné à la patrie de son enfance</w:t>
      </w:r>
      <w:r w:rsidR="00E8465A">
        <w:t xml:space="preserve"> ; </w:t>
      </w:r>
      <w:r w:rsidRPr="007818BD">
        <w:t>il se retrouva dans la petite chambre où</w:t>
      </w:r>
      <w:r w:rsidR="00E8465A">
        <w:t xml:space="preserve">, </w:t>
      </w:r>
      <w:r w:rsidRPr="007818BD">
        <w:t>près de son be</w:t>
      </w:r>
      <w:r w:rsidRPr="007818BD">
        <w:t>r</w:t>
      </w:r>
      <w:r w:rsidRPr="007818BD">
        <w:t>ceau</w:t>
      </w:r>
      <w:r w:rsidR="00E8465A">
        <w:t xml:space="preserve">, </w:t>
      </w:r>
      <w:r w:rsidRPr="007818BD">
        <w:t>sa mère veillait et priait</w:t>
      </w:r>
      <w:r w:rsidR="00E8465A">
        <w:t xml:space="preserve">. </w:t>
      </w:r>
      <w:r w:rsidRPr="007818BD">
        <w:t>Elle était là</w:t>
      </w:r>
      <w:r w:rsidR="00E8465A">
        <w:t xml:space="preserve">, </w:t>
      </w:r>
      <w:r w:rsidRPr="007818BD">
        <w:t>cette chambre de l</w:t>
      </w:r>
      <w:r w:rsidR="00E8465A">
        <w:t>’</w:t>
      </w:r>
      <w:r w:rsidRPr="007818BD">
        <w:t>enfant</w:t>
      </w:r>
      <w:r w:rsidR="00E8465A">
        <w:t xml:space="preserve">, </w:t>
      </w:r>
      <w:r w:rsidRPr="007818BD">
        <w:t>visible</w:t>
      </w:r>
      <w:r w:rsidR="00E8465A">
        <w:t xml:space="preserve">, </w:t>
      </w:r>
      <w:r w:rsidRPr="007818BD">
        <w:t>palp</w:t>
      </w:r>
      <w:r w:rsidRPr="007818BD">
        <w:t>a</w:t>
      </w:r>
      <w:r w:rsidRPr="007818BD">
        <w:t>ble</w:t>
      </w:r>
      <w:r w:rsidR="00E8465A">
        <w:t xml:space="preserve">, </w:t>
      </w:r>
      <w:r w:rsidRPr="007818BD">
        <w:t>et rien n</w:t>
      </w:r>
      <w:r w:rsidR="00E8465A">
        <w:t>’</w:t>
      </w:r>
      <w:r w:rsidRPr="007818BD">
        <w:t>y était changé</w:t>
      </w:r>
      <w:r w:rsidR="00E8465A">
        <w:t xml:space="preserve">. </w:t>
      </w:r>
      <w:r w:rsidRPr="007818BD">
        <w:t>Dans un angle le lit modeste</w:t>
      </w:r>
      <w:r w:rsidR="00E8465A">
        <w:t xml:space="preserve"> ; </w:t>
      </w:r>
      <w:r w:rsidRPr="007818BD">
        <w:t>sur les murs</w:t>
      </w:r>
      <w:r w:rsidR="00E8465A">
        <w:t xml:space="preserve">, </w:t>
      </w:r>
      <w:r w:rsidRPr="007818BD">
        <w:t>les rayons remplis de saints livres</w:t>
      </w:r>
      <w:r w:rsidR="00E8465A">
        <w:t xml:space="preserve"> ; </w:t>
      </w:r>
      <w:r w:rsidRPr="007818BD">
        <w:t>le premier chevalet même sur lequel il avait pour la première fois cherché à fixer l</w:t>
      </w:r>
      <w:r w:rsidR="00E8465A">
        <w:t>’</w:t>
      </w:r>
      <w:r w:rsidRPr="007818BD">
        <w:t>idéal sur la toile</w:t>
      </w:r>
      <w:r w:rsidR="00E8465A">
        <w:t xml:space="preserve">, </w:t>
      </w:r>
      <w:r w:rsidRPr="007818BD">
        <w:t>il était là couvert de pou</w:t>
      </w:r>
      <w:r w:rsidRPr="007818BD">
        <w:t>s</w:t>
      </w:r>
      <w:r w:rsidRPr="007818BD">
        <w:t>sière</w:t>
      </w:r>
      <w:r w:rsidR="00E8465A">
        <w:t xml:space="preserve">, </w:t>
      </w:r>
      <w:r w:rsidRPr="007818BD">
        <w:t>brisé</w:t>
      </w:r>
      <w:r w:rsidR="00E8465A">
        <w:t xml:space="preserve">, </w:t>
      </w:r>
      <w:r w:rsidRPr="007818BD">
        <w:t>dans un coin</w:t>
      </w:r>
      <w:r w:rsidR="00E8465A">
        <w:t xml:space="preserve">. </w:t>
      </w:r>
      <w:r w:rsidRPr="007818BD">
        <w:t>Sous la fenêtre s</w:t>
      </w:r>
      <w:r w:rsidR="00E8465A">
        <w:t>’</w:t>
      </w:r>
      <w:r w:rsidRPr="007818BD">
        <w:t>étendait le vieux c</w:t>
      </w:r>
      <w:r w:rsidRPr="007818BD">
        <w:t>i</w:t>
      </w:r>
      <w:r w:rsidRPr="007818BD">
        <w:t>metière</w:t>
      </w:r>
      <w:r w:rsidR="00E8465A">
        <w:t xml:space="preserve">, </w:t>
      </w:r>
      <w:r w:rsidRPr="007818BD">
        <w:t>il le vit vert dans le lointain</w:t>
      </w:r>
      <w:r w:rsidR="00E8465A">
        <w:t xml:space="preserve">, </w:t>
      </w:r>
      <w:r w:rsidRPr="007818BD">
        <w:t>et les ifs inondés de soleil</w:t>
      </w:r>
      <w:r w:rsidR="00E8465A">
        <w:t xml:space="preserve"> ; </w:t>
      </w:r>
      <w:r w:rsidRPr="007818BD">
        <w:t>il vit la tombe où père et mère reposaient côte à côte</w:t>
      </w:r>
      <w:r w:rsidR="00E8465A">
        <w:t xml:space="preserve">, </w:t>
      </w:r>
      <w:r w:rsidRPr="007818BD">
        <w:t>et le cl</w:t>
      </w:r>
      <w:r w:rsidRPr="007818BD">
        <w:t>o</w:t>
      </w:r>
      <w:r w:rsidRPr="007818BD">
        <w:t>cher montrant du doigt le ciel</w:t>
      </w:r>
      <w:r w:rsidR="00E8465A">
        <w:t xml:space="preserve">, </w:t>
      </w:r>
      <w:r w:rsidRPr="007818BD">
        <w:t>symbole des espérances de ceux qui ont confié à la terre des cendres chéries</w:t>
      </w:r>
      <w:r w:rsidR="00E8465A">
        <w:t xml:space="preserve"> ; </w:t>
      </w:r>
      <w:r w:rsidRPr="007818BD">
        <w:t>à son oreille rete</w:t>
      </w:r>
      <w:r w:rsidRPr="007818BD">
        <w:t>n</w:t>
      </w:r>
      <w:r w:rsidRPr="007818BD">
        <w:t>tit le son des cloches avec leur carillon de fête</w:t>
      </w:r>
      <w:r w:rsidR="00E8465A">
        <w:t xml:space="preserve"> ; </w:t>
      </w:r>
      <w:r w:rsidRPr="007818BD">
        <w:t>loin de lui</w:t>
      </w:r>
      <w:r w:rsidR="00E8465A">
        <w:t xml:space="preserve">, </w:t>
      </w:r>
      <w:r w:rsidRPr="007818BD">
        <w:t>s</w:t>
      </w:r>
      <w:r w:rsidR="00E8465A">
        <w:t>’</w:t>
      </w:r>
      <w:r w:rsidRPr="007818BD">
        <w:t>envolèrent les visions d</w:t>
      </w:r>
      <w:r w:rsidR="00E8465A">
        <w:t>’</w:t>
      </w:r>
      <w:r w:rsidRPr="007818BD">
        <w:t>effroi et de terreur qui l</w:t>
      </w:r>
      <w:r w:rsidR="00E8465A">
        <w:t>’</w:t>
      </w:r>
      <w:r w:rsidRPr="007818BD">
        <w:t>avaient pou</w:t>
      </w:r>
      <w:r w:rsidRPr="007818BD">
        <w:t>r</w:t>
      </w:r>
      <w:r w:rsidRPr="007818BD">
        <w:t>suivi et bouleversé</w:t>
      </w:r>
      <w:r w:rsidR="00E8465A">
        <w:t xml:space="preserve"> ; </w:t>
      </w:r>
      <w:r w:rsidRPr="007818BD">
        <w:t>la jeunesse</w:t>
      </w:r>
      <w:r w:rsidR="00E8465A">
        <w:t xml:space="preserve">, </w:t>
      </w:r>
      <w:r w:rsidRPr="007818BD">
        <w:t>l</w:t>
      </w:r>
      <w:r w:rsidR="00E8465A">
        <w:t>’</w:t>
      </w:r>
      <w:r w:rsidRPr="007818BD">
        <w:t>enfance</w:t>
      </w:r>
      <w:r w:rsidR="00E8465A">
        <w:t xml:space="preserve">, </w:t>
      </w:r>
      <w:r w:rsidRPr="007818BD">
        <w:t>et jusqu</w:t>
      </w:r>
      <w:r w:rsidR="00E8465A">
        <w:t>’</w:t>
      </w:r>
      <w:r w:rsidRPr="007818BD">
        <w:t>aux premi</w:t>
      </w:r>
      <w:r w:rsidRPr="007818BD">
        <w:t>è</w:t>
      </w:r>
      <w:r w:rsidRPr="007818BD">
        <w:t>res années de l</w:t>
      </w:r>
      <w:r w:rsidR="00E8465A">
        <w:t>’</w:t>
      </w:r>
      <w:r w:rsidRPr="007818BD">
        <w:t>existence</w:t>
      </w:r>
      <w:r w:rsidR="00E8465A">
        <w:t xml:space="preserve">, </w:t>
      </w:r>
      <w:r w:rsidRPr="007818BD">
        <w:t>lui revinrent avec leurs joies et leurs espérances innocentes</w:t>
      </w:r>
      <w:r w:rsidR="00E8465A">
        <w:t xml:space="preserve"> ; </w:t>
      </w:r>
      <w:r w:rsidRPr="007818BD">
        <w:t>il lui sembla qu</w:t>
      </w:r>
      <w:r w:rsidR="00E8465A">
        <w:t>’</w:t>
      </w:r>
      <w:r w:rsidRPr="007818BD">
        <w:t>il tombait à genoux pour prier</w:t>
      </w:r>
      <w:r w:rsidR="00E8465A">
        <w:t xml:space="preserve">. </w:t>
      </w:r>
      <w:r w:rsidRPr="007818BD">
        <w:t>Il s</w:t>
      </w:r>
      <w:r w:rsidR="00E8465A">
        <w:t>’</w:t>
      </w:r>
      <w:r w:rsidRPr="007818BD">
        <w:t>éveilla</w:t>
      </w:r>
      <w:r w:rsidR="00E8465A">
        <w:t xml:space="preserve">… </w:t>
      </w:r>
      <w:r w:rsidRPr="007818BD">
        <w:t>il s</w:t>
      </w:r>
      <w:r w:rsidR="00E8465A">
        <w:t>’</w:t>
      </w:r>
      <w:r w:rsidRPr="007818BD">
        <w:t>éveilla avec des larmes délicieuses</w:t>
      </w:r>
      <w:r w:rsidR="00E8465A">
        <w:t xml:space="preserve"> : </w:t>
      </w:r>
      <w:r w:rsidRPr="007818BD">
        <w:t xml:space="preserve">il sentit </w:t>
      </w:r>
      <w:r w:rsidRPr="007818BD">
        <w:lastRenderedPageBreak/>
        <w:t>que le Fantôme avait à jamais disparu</w:t>
      </w:r>
      <w:r w:rsidR="00E8465A">
        <w:t xml:space="preserve">. </w:t>
      </w:r>
      <w:r w:rsidRPr="007818BD">
        <w:t>Il regarda autour de lui</w:t>
      </w:r>
      <w:r w:rsidR="00E8465A">
        <w:t xml:space="preserve"> : </w:t>
      </w:r>
      <w:proofErr w:type="spellStart"/>
      <w:r w:rsidRPr="007818BD">
        <w:t>Zanoni</w:t>
      </w:r>
      <w:proofErr w:type="spellEnd"/>
      <w:r w:rsidRPr="007818BD">
        <w:t xml:space="preserve"> était parti</w:t>
      </w:r>
      <w:r w:rsidR="00E8465A">
        <w:t xml:space="preserve"> ; </w:t>
      </w:r>
      <w:r w:rsidRPr="007818BD">
        <w:t>sur la table étaient ces lignes</w:t>
      </w:r>
      <w:r w:rsidR="00E8465A">
        <w:t xml:space="preserve">, </w:t>
      </w:r>
      <w:r w:rsidRPr="007818BD">
        <w:t>dont l</w:t>
      </w:r>
      <w:r w:rsidR="00E8465A">
        <w:t>’</w:t>
      </w:r>
      <w:r w:rsidRPr="007818BD">
        <w:t>encre était encore humide</w:t>
      </w:r>
      <w:r w:rsidR="00E8465A">
        <w:t> :</w:t>
      </w:r>
    </w:p>
    <w:p w14:paraId="100A2D65" w14:textId="63C59371" w:rsidR="00E0544E" w:rsidRPr="007818BD" w:rsidRDefault="00E8465A" w:rsidP="00E0544E">
      <w:r>
        <w:t>« </w:t>
      </w:r>
      <w:r w:rsidR="00E0544E" w:rsidRPr="007818BD">
        <w:t>Je trouverai des moyens pour te faire échapper</w:t>
      </w:r>
      <w:r>
        <w:t xml:space="preserve">. </w:t>
      </w:r>
      <w:r w:rsidR="00E0544E" w:rsidRPr="007818BD">
        <w:t>Ce soir</w:t>
      </w:r>
      <w:r>
        <w:t xml:space="preserve">, </w:t>
      </w:r>
      <w:r w:rsidR="00E0544E" w:rsidRPr="007818BD">
        <w:t>au moment où l</w:t>
      </w:r>
      <w:r>
        <w:t>’</w:t>
      </w:r>
      <w:r w:rsidR="00E0544E" w:rsidRPr="007818BD">
        <w:t>horloge sonnera neuf heures</w:t>
      </w:r>
      <w:r>
        <w:t xml:space="preserve">, </w:t>
      </w:r>
      <w:r w:rsidR="00E0544E" w:rsidRPr="007818BD">
        <w:t>un bateau t</w:t>
      </w:r>
      <w:r>
        <w:t>’</w:t>
      </w:r>
      <w:r w:rsidR="00E0544E" w:rsidRPr="007818BD">
        <w:t>attendra sur la rivière devant cette maison</w:t>
      </w:r>
      <w:r>
        <w:t xml:space="preserve"> ; </w:t>
      </w:r>
      <w:r w:rsidR="00E0544E" w:rsidRPr="007818BD">
        <w:t>le bat</w:t>
      </w:r>
      <w:r w:rsidR="00E0544E" w:rsidRPr="007818BD">
        <w:t>e</w:t>
      </w:r>
      <w:r w:rsidR="00E0544E" w:rsidRPr="007818BD">
        <w:t>lier te conduira à un asile où tu peux attendre en sûreté la fin de ce r</w:t>
      </w:r>
      <w:r w:rsidR="00E0544E" w:rsidRPr="007818BD">
        <w:t>è</w:t>
      </w:r>
      <w:r w:rsidR="00E0544E" w:rsidRPr="007818BD">
        <w:t>gne de la terreur</w:t>
      </w:r>
      <w:r>
        <w:t xml:space="preserve">, </w:t>
      </w:r>
      <w:r w:rsidR="00E0544E" w:rsidRPr="007818BD">
        <w:t>qui expire</w:t>
      </w:r>
      <w:r>
        <w:t xml:space="preserve">. </w:t>
      </w:r>
      <w:r w:rsidR="00E0544E" w:rsidRPr="007818BD">
        <w:t>Ne pense plus à l</w:t>
      </w:r>
      <w:r>
        <w:t>’</w:t>
      </w:r>
      <w:r w:rsidR="00E0544E" w:rsidRPr="007818BD">
        <w:t>amour sensuel qui t</w:t>
      </w:r>
      <w:r>
        <w:t>’</w:t>
      </w:r>
      <w:r w:rsidR="00E0544E" w:rsidRPr="007818BD">
        <w:t>a séduit et presque perdu</w:t>
      </w:r>
      <w:r>
        <w:t xml:space="preserve">. </w:t>
      </w:r>
      <w:r w:rsidR="00E0544E" w:rsidRPr="007818BD">
        <w:t>Il t</w:t>
      </w:r>
      <w:r>
        <w:t>’</w:t>
      </w:r>
      <w:r w:rsidR="00E0544E" w:rsidRPr="007818BD">
        <w:t>a trahi</w:t>
      </w:r>
      <w:r>
        <w:t xml:space="preserve"> ; </w:t>
      </w:r>
      <w:r w:rsidR="00E0544E" w:rsidRPr="007818BD">
        <w:t>il t</w:t>
      </w:r>
      <w:r>
        <w:t>’</w:t>
      </w:r>
      <w:r w:rsidR="00E0544E" w:rsidRPr="007818BD">
        <w:t>aurait anéanti</w:t>
      </w:r>
      <w:r>
        <w:t xml:space="preserve">. </w:t>
      </w:r>
      <w:r w:rsidR="00E0544E" w:rsidRPr="007818BD">
        <w:t>Tu regagneras ta patrie en sûreté</w:t>
      </w:r>
      <w:r>
        <w:t xml:space="preserve"> ; </w:t>
      </w:r>
      <w:r w:rsidR="00E0544E" w:rsidRPr="007818BD">
        <w:t>de longues années te restent e</w:t>
      </w:r>
      <w:r w:rsidR="00E0544E" w:rsidRPr="007818BD">
        <w:t>n</w:t>
      </w:r>
      <w:r w:rsidR="00E0544E" w:rsidRPr="007818BD">
        <w:t>core pour méditer sur le passé</w:t>
      </w:r>
      <w:r>
        <w:t xml:space="preserve">, </w:t>
      </w:r>
      <w:r w:rsidR="00E0544E" w:rsidRPr="007818BD">
        <w:t>pour le réparer</w:t>
      </w:r>
      <w:r>
        <w:t xml:space="preserve">. </w:t>
      </w:r>
      <w:r w:rsidR="00E0544E" w:rsidRPr="007818BD">
        <w:t>Quant à l</w:t>
      </w:r>
      <w:r>
        <w:t>’</w:t>
      </w:r>
      <w:r w:rsidR="00E0544E" w:rsidRPr="007818BD">
        <w:t>avenir</w:t>
      </w:r>
      <w:r>
        <w:t xml:space="preserve">, </w:t>
      </w:r>
      <w:r w:rsidR="00E0544E" w:rsidRPr="007818BD">
        <w:t>que ta vision soit ton guide</w:t>
      </w:r>
      <w:r>
        <w:t xml:space="preserve">, </w:t>
      </w:r>
      <w:r w:rsidR="00E0544E" w:rsidRPr="007818BD">
        <w:t>et tes larmes ton baptême</w:t>
      </w:r>
      <w:r>
        <w:t> ! »</w:t>
      </w:r>
    </w:p>
    <w:p w14:paraId="6E254304" w14:textId="77777777" w:rsidR="00E8465A" w:rsidRDefault="00E0544E" w:rsidP="00E0544E">
      <w:r w:rsidRPr="007818BD">
        <w:t>L</w:t>
      </w:r>
      <w:r w:rsidR="00E8465A">
        <w:t>’</w:t>
      </w:r>
      <w:r w:rsidRPr="007818BD">
        <w:t>Anglais suivit à la lettre ces prescriptions</w:t>
      </w:r>
      <w:r w:rsidR="00E8465A">
        <w:t xml:space="preserve">, </w:t>
      </w:r>
      <w:r w:rsidRPr="007818BD">
        <w:t>et en vérifia l</w:t>
      </w:r>
      <w:r w:rsidR="00E8465A">
        <w:t>’</w:t>
      </w:r>
      <w:r w:rsidRPr="007818BD">
        <w:t>exactitude</w:t>
      </w:r>
      <w:r w:rsidR="00E8465A">
        <w:t>.</w:t>
      </w:r>
    </w:p>
    <w:p w14:paraId="4147C191" w14:textId="77777777" w:rsidR="00E8465A" w:rsidRDefault="00E0544E" w:rsidP="00E8465A">
      <w:pPr>
        <w:pStyle w:val="Titre2"/>
        <w:pageBreakBefore/>
      </w:pPr>
      <w:bookmarkStart w:id="80" w:name="_Toc199963129"/>
      <w:r w:rsidRPr="007818BD">
        <w:lastRenderedPageBreak/>
        <w:t>CHAPITRE</w:t>
      </w:r>
      <w:r w:rsidR="00E8465A">
        <w:t xml:space="preserve"> </w:t>
      </w:r>
      <w:r w:rsidRPr="007818BD">
        <w:t>X</w:t>
      </w:r>
      <w:r w:rsidR="00E8465A">
        <w:t>.</w:t>
      </w:r>
      <w:bookmarkEnd w:id="80"/>
    </w:p>
    <w:p w14:paraId="25555D30" w14:textId="77777777" w:rsidR="00E8465A" w:rsidRDefault="00E0544E" w:rsidP="00E0544E">
      <w:pPr>
        <w:pStyle w:val="NormalRetraitGauche4XIndent0"/>
        <w:spacing w:before="0" w:after="0"/>
        <w:rPr>
          <w:rStyle w:val="Taille-1Caracteres"/>
        </w:rPr>
      </w:pPr>
      <w:r w:rsidRPr="007818BD">
        <w:rPr>
          <w:rStyle w:val="Taille-1Caracteres"/>
        </w:rPr>
        <w:t xml:space="preserve">Quid </w:t>
      </w:r>
      <w:proofErr w:type="spellStart"/>
      <w:r w:rsidRPr="007818BD">
        <w:rPr>
          <w:rStyle w:val="Taille-1Caracteres"/>
        </w:rPr>
        <w:t>mirare</w:t>
      </w:r>
      <w:proofErr w:type="spellEnd"/>
      <w:r w:rsidRPr="007818BD">
        <w:rPr>
          <w:rStyle w:val="Taille-1Caracteres"/>
        </w:rPr>
        <w:t xml:space="preserve"> </w:t>
      </w:r>
      <w:proofErr w:type="spellStart"/>
      <w:r w:rsidRPr="007818BD">
        <w:rPr>
          <w:rStyle w:val="Taille-1Caracteres"/>
        </w:rPr>
        <w:t>meas</w:t>
      </w:r>
      <w:proofErr w:type="spellEnd"/>
      <w:r w:rsidRPr="007818BD">
        <w:rPr>
          <w:rStyle w:val="Taille-1Caracteres"/>
        </w:rPr>
        <w:t xml:space="preserve"> </w:t>
      </w:r>
      <w:proofErr w:type="spellStart"/>
      <w:r w:rsidRPr="007818BD">
        <w:rPr>
          <w:rStyle w:val="Taille-1Caracteres"/>
        </w:rPr>
        <w:t>tot</w:t>
      </w:r>
      <w:proofErr w:type="spellEnd"/>
      <w:r w:rsidRPr="007818BD">
        <w:rPr>
          <w:rStyle w:val="Taille-1Caracteres"/>
        </w:rPr>
        <w:t xml:space="preserve"> in </w:t>
      </w:r>
      <w:proofErr w:type="spellStart"/>
      <w:r w:rsidRPr="007818BD">
        <w:rPr>
          <w:rStyle w:val="Taille-1Caracteres"/>
        </w:rPr>
        <w:t>uno</w:t>
      </w:r>
      <w:proofErr w:type="spellEnd"/>
      <w:r w:rsidRPr="007818BD">
        <w:rPr>
          <w:rStyle w:val="Taille-1Caracteres"/>
        </w:rPr>
        <w:t xml:space="preserve"> </w:t>
      </w:r>
      <w:proofErr w:type="spellStart"/>
      <w:r w:rsidRPr="007818BD">
        <w:rPr>
          <w:rStyle w:val="Taille-1Caracteres"/>
        </w:rPr>
        <w:t>corpore</w:t>
      </w:r>
      <w:proofErr w:type="spellEnd"/>
      <w:r w:rsidRPr="007818BD">
        <w:rPr>
          <w:rStyle w:val="Taille-1Caracteres"/>
        </w:rPr>
        <w:t xml:space="preserve"> fo</w:t>
      </w:r>
      <w:r w:rsidRPr="007818BD">
        <w:rPr>
          <w:rStyle w:val="Taille-1Caracteres"/>
        </w:rPr>
        <w:t>r</w:t>
      </w:r>
      <w:r w:rsidRPr="007818BD">
        <w:rPr>
          <w:rStyle w:val="Taille-1Caracteres"/>
        </w:rPr>
        <w:t>mas</w:t>
      </w:r>
      <w:r w:rsidRPr="007818BD">
        <w:rPr>
          <w:rStyle w:val="Appelnotedebasdep"/>
          <w:szCs w:val="28"/>
        </w:rPr>
        <w:footnoteReference w:id="61"/>
      </w:r>
      <w:r w:rsidR="00E8465A">
        <w:rPr>
          <w:rStyle w:val="Taille-1Caracteres"/>
        </w:rPr>
        <w:t> ?</w:t>
      </w:r>
    </w:p>
    <w:p w14:paraId="15F3DFA4" w14:textId="29365B32" w:rsidR="00E8465A" w:rsidRDefault="00E8465A" w:rsidP="000200A6">
      <w:pPr>
        <w:ind w:firstLine="0"/>
        <w:jc w:val="right"/>
        <w:rPr>
          <w:rStyle w:val="Taille-1Caracteres"/>
        </w:rPr>
      </w:pPr>
      <w:r>
        <w:rPr>
          <w:rStyle w:val="Taille-1Caracteres"/>
        </w:rPr>
        <w:t>(</w:t>
      </w:r>
      <w:proofErr w:type="spellStart"/>
      <w:r w:rsidR="00E0544E" w:rsidRPr="007818BD">
        <w:rPr>
          <w:rStyle w:val="Taille-1Caracteres"/>
        </w:rPr>
        <w:t>PROPERT</w:t>
      </w:r>
      <w:proofErr w:type="spellEnd"/>
      <w:r>
        <w:rPr>
          <w:rStyle w:val="Taille-1Caracteres"/>
        </w:rPr>
        <w:t>.)</w:t>
      </w:r>
    </w:p>
    <w:p w14:paraId="2C996638" w14:textId="77777777" w:rsidR="00E8465A" w:rsidRDefault="00E0544E" w:rsidP="00E8465A">
      <w:pPr>
        <w:ind w:firstLine="0"/>
        <w:jc w:val="center"/>
      </w:pPr>
      <w:proofErr w:type="spellStart"/>
      <w:r w:rsidRPr="007818BD">
        <w:t>ZANONI</w:t>
      </w:r>
      <w:proofErr w:type="spellEnd"/>
      <w:r w:rsidRPr="007818BD">
        <w:t xml:space="preserve"> À </w:t>
      </w:r>
      <w:proofErr w:type="spellStart"/>
      <w:r w:rsidRPr="007818BD">
        <w:t>MEJNOUR</w:t>
      </w:r>
      <w:proofErr w:type="spellEnd"/>
      <w:r w:rsidR="00E8465A">
        <w:t>.</w:t>
      </w:r>
    </w:p>
    <w:p w14:paraId="15011225" w14:textId="47D76062" w:rsidR="00E0544E" w:rsidRPr="007818BD" w:rsidRDefault="00E8465A" w:rsidP="00E0544E">
      <w:r>
        <w:t>« </w:t>
      </w:r>
      <w:r w:rsidR="00E0544E" w:rsidRPr="007818BD">
        <w:t>Elle est dans une de leurs prisons</w:t>
      </w:r>
      <w:r>
        <w:t xml:space="preserve">, </w:t>
      </w:r>
      <w:r w:rsidR="00E0544E" w:rsidRPr="007818BD">
        <w:t>de leurs inexorables prisons</w:t>
      </w:r>
      <w:r>
        <w:t xml:space="preserve">. </w:t>
      </w:r>
      <w:r w:rsidR="00E0544E" w:rsidRPr="007818BD">
        <w:t>C</w:t>
      </w:r>
      <w:r>
        <w:t>’</w:t>
      </w:r>
      <w:r w:rsidR="00E0544E" w:rsidRPr="007818BD">
        <w:t>est l</w:t>
      </w:r>
      <w:r>
        <w:t>’</w:t>
      </w:r>
      <w:r w:rsidR="00E0544E" w:rsidRPr="007818BD">
        <w:t>ordre de Robespierre</w:t>
      </w:r>
      <w:r>
        <w:t xml:space="preserve">. </w:t>
      </w:r>
      <w:r w:rsidR="00E0544E" w:rsidRPr="007818BD">
        <w:t>J</w:t>
      </w:r>
      <w:r>
        <w:t>’</w:t>
      </w:r>
      <w:r w:rsidR="00E0544E" w:rsidRPr="007818BD">
        <w:t xml:space="preserve">ai découvert que </w:t>
      </w:r>
      <w:proofErr w:type="spellStart"/>
      <w:r w:rsidR="00E0544E" w:rsidRPr="007818BD">
        <w:t>Gly</w:t>
      </w:r>
      <w:r w:rsidR="00E0544E" w:rsidRPr="007818BD">
        <w:t>n</w:t>
      </w:r>
      <w:r w:rsidR="00E0544E" w:rsidRPr="007818BD">
        <w:t>don</w:t>
      </w:r>
      <w:proofErr w:type="spellEnd"/>
      <w:r w:rsidR="00E0544E" w:rsidRPr="007818BD">
        <w:t xml:space="preserve"> en est la cause</w:t>
      </w:r>
      <w:r>
        <w:t xml:space="preserve">. </w:t>
      </w:r>
      <w:r w:rsidR="00E0544E" w:rsidRPr="007818BD">
        <w:t>Voilà donc quel était</w:t>
      </w:r>
      <w:r>
        <w:t xml:space="preserve">, </w:t>
      </w:r>
      <w:r w:rsidR="00E0544E" w:rsidRPr="007818BD">
        <w:t>dans leurs deux dest</w:t>
      </w:r>
      <w:r w:rsidR="00E0544E" w:rsidRPr="007818BD">
        <w:t>i</w:t>
      </w:r>
      <w:r w:rsidR="00E0544E" w:rsidRPr="007818BD">
        <w:t>nées</w:t>
      </w:r>
      <w:r>
        <w:t xml:space="preserve">, </w:t>
      </w:r>
      <w:r w:rsidR="00E0544E" w:rsidRPr="007818BD">
        <w:t>ce rapport terrible que je ne pouvais démêler</w:t>
      </w:r>
      <w:r>
        <w:t xml:space="preserve">, </w:t>
      </w:r>
      <w:r w:rsidR="00E0544E" w:rsidRPr="007818BD">
        <w:t>mais qui</w:t>
      </w:r>
      <w:r>
        <w:t xml:space="preserve">, </w:t>
      </w:r>
      <w:r w:rsidR="00E0544E" w:rsidRPr="007818BD">
        <w:t>jusqu</w:t>
      </w:r>
      <w:r>
        <w:t>’</w:t>
      </w:r>
      <w:r w:rsidR="00E0544E" w:rsidRPr="007818BD">
        <w:t>à ce qu</w:t>
      </w:r>
      <w:r>
        <w:t>’</w:t>
      </w:r>
      <w:r w:rsidR="00E0544E" w:rsidRPr="007818BD">
        <w:t>il fût brisé comme il l</w:t>
      </w:r>
      <w:r>
        <w:t>’</w:t>
      </w:r>
      <w:r w:rsidR="00E0544E" w:rsidRPr="007818BD">
        <w:t>est maintenant</w:t>
      </w:r>
      <w:r>
        <w:t xml:space="preserve">, </w:t>
      </w:r>
      <w:r w:rsidR="00E0544E" w:rsidRPr="007818BD">
        <w:t xml:space="preserve">enveloppait </w:t>
      </w:r>
      <w:proofErr w:type="spellStart"/>
      <w:r w:rsidR="00E0544E" w:rsidRPr="007818BD">
        <w:t>Glyndon</w:t>
      </w:r>
      <w:proofErr w:type="spellEnd"/>
      <w:r w:rsidR="00E0544E" w:rsidRPr="007818BD">
        <w:t xml:space="preserve"> lui-même dans un nuage obscur</w:t>
      </w:r>
      <w:r>
        <w:t xml:space="preserve"> ! </w:t>
      </w:r>
      <w:r w:rsidR="00E0544E" w:rsidRPr="007818BD">
        <w:t>En prison</w:t>
      </w:r>
      <w:r>
        <w:t xml:space="preserve"> ! </w:t>
      </w:r>
      <w:r w:rsidR="00E0544E" w:rsidRPr="007818BD">
        <w:t>en pr</w:t>
      </w:r>
      <w:r w:rsidR="00E0544E" w:rsidRPr="007818BD">
        <w:t>i</w:t>
      </w:r>
      <w:r w:rsidR="00E0544E" w:rsidRPr="007818BD">
        <w:t>son</w:t>
      </w:r>
      <w:r>
        <w:t xml:space="preserve"> ! </w:t>
      </w:r>
      <w:r w:rsidR="00E0544E" w:rsidRPr="007818BD">
        <w:t>c</w:t>
      </w:r>
      <w:r>
        <w:t>’</w:t>
      </w:r>
      <w:r w:rsidR="00E0544E" w:rsidRPr="007818BD">
        <w:t>est la porte du tombeau</w:t>
      </w:r>
      <w:r>
        <w:t xml:space="preserve">. </w:t>
      </w:r>
      <w:r w:rsidR="00E0544E" w:rsidRPr="007818BD">
        <w:t>Son jugement</w:t>
      </w:r>
      <w:r>
        <w:t xml:space="preserve">, </w:t>
      </w:r>
      <w:r w:rsidR="00E0544E" w:rsidRPr="007818BD">
        <w:t>et la suite inév</w:t>
      </w:r>
      <w:r w:rsidR="00E0544E" w:rsidRPr="007818BD">
        <w:t>i</w:t>
      </w:r>
      <w:r w:rsidR="00E0544E" w:rsidRPr="007818BD">
        <w:t>table d</w:t>
      </w:r>
      <w:r>
        <w:t>’</w:t>
      </w:r>
      <w:r w:rsidR="00E0544E" w:rsidRPr="007818BD">
        <w:t>un tel jugement</w:t>
      </w:r>
      <w:r>
        <w:t xml:space="preserve">, </w:t>
      </w:r>
      <w:r w:rsidR="00E0544E" w:rsidRPr="007818BD">
        <w:t>ont lieu dans trois jours</w:t>
      </w:r>
      <w:r>
        <w:t xml:space="preserve">. </w:t>
      </w:r>
      <w:r w:rsidR="00E0544E" w:rsidRPr="007818BD">
        <w:t>Le tyran a fixé au 10 thermidor l</w:t>
      </w:r>
      <w:r>
        <w:t>’</w:t>
      </w:r>
      <w:r w:rsidR="00E0544E" w:rsidRPr="007818BD">
        <w:t>exécution de tous ses plans sanguinaires</w:t>
      </w:r>
      <w:r>
        <w:t xml:space="preserve">. </w:t>
      </w:r>
      <w:r w:rsidR="00E0544E" w:rsidRPr="007818BD">
        <w:t>La mort des innocents jettera la terreur dans la cité</w:t>
      </w:r>
      <w:r>
        <w:t xml:space="preserve">, </w:t>
      </w:r>
      <w:r w:rsidR="00E0544E" w:rsidRPr="007818BD">
        <w:t>et pendant ce temps ses satellites massacreront ses ennemis</w:t>
      </w:r>
      <w:r>
        <w:t xml:space="preserve">. </w:t>
      </w:r>
      <w:r w:rsidR="00E0544E" w:rsidRPr="007818BD">
        <w:t>Il ne reste qu</w:t>
      </w:r>
      <w:r>
        <w:t>’</w:t>
      </w:r>
      <w:r w:rsidR="00E0544E" w:rsidRPr="007818BD">
        <w:t>une seule espérance</w:t>
      </w:r>
      <w:r>
        <w:t xml:space="preserve"> : </w:t>
      </w:r>
      <w:r w:rsidR="00E0544E" w:rsidRPr="007818BD">
        <w:t>c</w:t>
      </w:r>
      <w:r>
        <w:t>’</w:t>
      </w:r>
      <w:r w:rsidR="00E0544E" w:rsidRPr="007818BD">
        <w:t>est que la puissance qui maintenant juge ce juge sa</w:t>
      </w:r>
      <w:r w:rsidR="00E0544E" w:rsidRPr="007818BD">
        <w:t>n</w:t>
      </w:r>
      <w:r w:rsidR="00E0544E" w:rsidRPr="007818BD">
        <w:t>glant fasse de moi un instrument pour précipiter sa chute</w:t>
      </w:r>
      <w:r>
        <w:t xml:space="preserve">. </w:t>
      </w:r>
      <w:r w:rsidR="00E0544E" w:rsidRPr="007818BD">
        <w:t>Deux jours seulement me restent</w:t>
      </w:r>
      <w:r>
        <w:t xml:space="preserve"> : </w:t>
      </w:r>
      <w:r w:rsidR="00E0544E" w:rsidRPr="007818BD">
        <w:t>deux jours</w:t>
      </w:r>
      <w:r>
        <w:t xml:space="preserve"> ! </w:t>
      </w:r>
      <w:r w:rsidR="00E0544E" w:rsidRPr="007818BD">
        <w:t>Le tr</w:t>
      </w:r>
      <w:r w:rsidR="00E0544E" w:rsidRPr="007818BD">
        <w:t>é</w:t>
      </w:r>
      <w:r w:rsidR="00E0544E" w:rsidRPr="007818BD">
        <w:t>sor du temps qui me reste se réduit à deux jours</w:t>
      </w:r>
      <w:r>
        <w:t xml:space="preserve"> ; </w:t>
      </w:r>
      <w:proofErr w:type="spellStart"/>
      <w:r w:rsidR="00E0544E" w:rsidRPr="007818BD">
        <w:t>au delà</w:t>
      </w:r>
      <w:proofErr w:type="spellEnd"/>
      <w:r>
        <w:t xml:space="preserve">, </w:t>
      </w:r>
      <w:r w:rsidR="00E0544E" w:rsidRPr="007818BD">
        <w:t>la nuit</w:t>
      </w:r>
      <w:r>
        <w:t xml:space="preserve">, </w:t>
      </w:r>
      <w:r w:rsidR="00E0544E" w:rsidRPr="007818BD">
        <w:t>la solitude</w:t>
      </w:r>
      <w:r>
        <w:t xml:space="preserve">. </w:t>
      </w:r>
      <w:r w:rsidR="00E0544E" w:rsidRPr="007818BD">
        <w:t>Je puis encore la sauver</w:t>
      </w:r>
      <w:r>
        <w:t xml:space="preserve">. </w:t>
      </w:r>
      <w:r w:rsidR="00E0544E" w:rsidRPr="007818BD">
        <w:t>Le tyran tombera la veille du jour qu</w:t>
      </w:r>
      <w:r>
        <w:t>’</w:t>
      </w:r>
      <w:r w:rsidR="00E0544E" w:rsidRPr="007818BD">
        <w:t>il a désigné pour le massacre</w:t>
      </w:r>
      <w:r>
        <w:t xml:space="preserve">. </w:t>
      </w:r>
      <w:r w:rsidR="00E0544E" w:rsidRPr="007818BD">
        <w:t>Pour la première fois je me mêle aux luttes et aux intrigues des hommes</w:t>
      </w:r>
      <w:r>
        <w:t xml:space="preserve"> ; </w:t>
      </w:r>
      <w:r w:rsidR="00E0544E" w:rsidRPr="007818BD">
        <w:t>mon âme</w:t>
      </w:r>
      <w:r>
        <w:t xml:space="preserve">, </w:t>
      </w:r>
      <w:r w:rsidR="00E0544E" w:rsidRPr="007818BD">
        <w:t>de l</w:t>
      </w:r>
      <w:r>
        <w:t>’</w:t>
      </w:r>
      <w:r w:rsidR="00E0544E" w:rsidRPr="007818BD">
        <w:t>abîme du désespoir</w:t>
      </w:r>
      <w:r>
        <w:t xml:space="preserve">, </w:t>
      </w:r>
      <w:r w:rsidR="00E0544E" w:rsidRPr="007818BD">
        <w:t>s</w:t>
      </w:r>
      <w:r>
        <w:t>’</w:t>
      </w:r>
      <w:r w:rsidR="00E0544E" w:rsidRPr="007818BD">
        <w:t>élance debout</w:t>
      </w:r>
      <w:r>
        <w:t xml:space="preserve">, </w:t>
      </w:r>
      <w:r w:rsidR="00E0544E" w:rsidRPr="007818BD">
        <w:t>ardente</w:t>
      </w:r>
      <w:r>
        <w:t xml:space="preserve">, </w:t>
      </w:r>
      <w:r w:rsidR="00E0544E" w:rsidRPr="007818BD">
        <w:t>et armée pour le combat</w:t>
      </w:r>
      <w:r>
        <w:t>. »</w:t>
      </w:r>
    </w:p>
    <w:p w14:paraId="6521DA60" w14:textId="77777777" w:rsidR="00E0544E" w:rsidRPr="007818BD" w:rsidRDefault="00E0544E" w:rsidP="00E0544E"/>
    <w:p w14:paraId="779BFA4B" w14:textId="77777777" w:rsidR="00E8465A" w:rsidRDefault="00E0544E" w:rsidP="00E0544E">
      <w:r w:rsidRPr="007818BD">
        <w:t>Un rassemblement s</w:t>
      </w:r>
      <w:r w:rsidR="00E8465A">
        <w:t>’</w:t>
      </w:r>
      <w:r w:rsidRPr="007818BD">
        <w:t>était formé dans les environs de la rue Saint-Honoré</w:t>
      </w:r>
      <w:r w:rsidR="00E8465A">
        <w:t xml:space="preserve"> ; </w:t>
      </w:r>
      <w:r w:rsidRPr="007818BD">
        <w:t>on venait d</w:t>
      </w:r>
      <w:r w:rsidR="00E8465A">
        <w:t>’</w:t>
      </w:r>
      <w:r w:rsidRPr="007818BD">
        <w:t>arrêter un jeune homme par ordre de Robespierre</w:t>
      </w:r>
      <w:r w:rsidR="00E8465A">
        <w:t xml:space="preserve">. </w:t>
      </w:r>
      <w:r w:rsidRPr="007818BD">
        <w:t>On le savait au service de Tallien</w:t>
      </w:r>
      <w:r w:rsidR="00E8465A">
        <w:t xml:space="preserve">, </w:t>
      </w:r>
      <w:r w:rsidRPr="007818BD">
        <w:t>le chef de l</w:t>
      </w:r>
      <w:r w:rsidR="00E8465A">
        <w:t>’</w:t>
      </w:r>
      <w:r w:rsidRPr="007818BD">
        <w:t>opposition à la Convention</w:t>
      </w:r>
      <w:r w:rsidR="00E8465A">
        <w:t xml:space="preserve">, </w:t>
      </w:r>
      <w:r w:rsidRPr="007818BD">
        <w:t>l</w:t>
      </w:r>
      <w:r w:rsidR="00E8465A">
        <w:t>’</w:t>
      </w:r>
      <w:r w:rsidRPr="007818BD">
        <w:t>ennemi que le tyran n</w:t>
      </w:r>
      <w:r w:rsidR="00E8465A">
        <w:t>’</w:t>
      </w:r>
      <w:r w:rsidRPr="007818BD">
        <w:t>a osé att</w:t>
      </w:r>
      <w:r w:rsidRPr="007818BD">
        <w:t>a</w:t>
      </w:r>
      <w:r w:rsidRPr="007818BD">
        <w:t>quer jusqu</w:t>
      </w:r>
      <w:r w:rsidR="00E8465A">
        <w:t>’</w:t>
      </w:r>
      <w:r w:rsidRPr="007818BD">
        <w:t>ici</w:t>
      </w:r>
      <w:r w:rsidR="00E8465A">
        <w:t xml:space="preserve">. </w:t>
      </w:r>
      <w:r w:rsidRPr="007818BD">
        <w:t>Cet incident avait donc produit une plus grande sensation que ne le fait ordinairement une circonstance aussi commune qu</w:t>
      </w:r>
      <w:r w:rsidR="00E8465A">
        <w:t>’</w:t>
      </w:r>
      <w:r w:rsidRPr="007818BD">
        <w:t>une arrestation sous le règne de la Terreur</w:t>
      </w:r>
      <w:r w:rsidR="00E8465A">
        <w:t>.</w:t>
      </w:r>
    </w:p>
    <w:p w14:paraId="249BAE29" w14:textId="4A0034D7" w:rsidR="00E8465A" w:rsidRDefault="00E0544E" w:rsidP="00E0544E">
      <w:r w:rsidRPr="007818BD">
        <w:t>Dans la foule étaient des amis de Tallien</w:t>
      </w:r>
      <w:r w:rsidR="00E8465A">
        <w:t xml:space="preserve">, </w:t>
      </w:r>
      <w:r w:rsidRPr="007818BD">
        <w:t>des ennemis du tyran</w:t>
      </w:r>
      <w:r w:rsidR="00E8465A">
        <w:t xml:space="preserve">, </w:t>
      </w:r>
      <w:r w:rsidRPr="007818BD">
        <w:t>beaucoup d</w:t>
      </w:r>
      <w:r w:rsidR="00E8465A">
        <w:t>’</w:t>
      </w:r>
      <w:r w:rsidRPr="007818BD">
        <w:t>hommes las enfin de voir le tigre entraîner à son repaire victimes sur victimes</w:t>
      </w:r>
      <w:r w:rsidR="00E8465A">
        <w:t xml:space="preserve">. </w:t>
      </w:r>
      <w:r w:rsidRPr="007818BD">
        <w:t>Des rumeurs sourdes et de mauvais augure se faisaient entendre</w:t>
      </w:r>
      <w:r w:rsidR="00E8465A">
        <w:t xml:space="preserve"> : </w:t>
      </w:r>
      <w:r w:rsidRPr="007818BD">
        <w:t>des gens irrités su</w:t>
      </w:r>
      <w:r w:rsidRPr="007818BD">
        <w:t>i</w:t>
      </w:r>
      <w:r w:rsidRPr="007818BD">
        <w:t>vaient les agents qui saisissaient le prisonnier</w:t>
      </w:r>
      <w:r w:rsidR="00E8465A">
        <w:t xml:space="preserve"> ; </w:t>
      </w:r>
      <w:r w:rsidRPr="007818BD">
        <w:t>et</w:t>
      </w:r>
      <w:r w:rsidR="00E8465A">
        <w:t xml:space="preserve">, </w:t>
      </w:r>
      <w:r w:rsidRPr="007818BD">
        <w:t>quoiqu</w:t>
      </w:r>
      <w:r w:rsidR="00E8465A">
        <w:t>’</w:t>
      </w:r>
      <w:r w:rsidRPr="007818BD">
        <w:t>ils n</w:t>
      </w:r>
      <w:r w:rsidR="00E8465A">
        <w:t>’</w:t>
      </w:r>
      <w:r w:rsidRPr="007818BD">
        <w:t>osassent résister ouvertement</w:t>
      </w:r>
      <w:r w:rsidR="00E8465A">
        <w:t xml:space="preserve">, </w:t>
      </w:r>
      <w:r w:rsidRPr="007818BD">
        <w:t>les derniers rangs de la foule pressaient ceux qui étaient devant eux et obstruaient la marche du captif et de ses gardiens</w:t>
      </w:r>
      <w:r w:rsidR="00E8465A">
        <w:t xml:space="preserve">. </w:t>
      </w:r>
      <w:r w:rsidRPr="007818BD">
        <w:t>Le jeune homme tenta de s</w:t>
      </w:r>
      <w:r w:rsidR="00E8465A">
        <w:t>’</w:t>
      </w:r>
      <w:r w:rsidRPr="007818BD">
        <w:t>échapper</w:t>
      </w:r>
      <w:r w:rsidR="00E8465A">
        <w:t xml:space="preserve">, </w:t>
      </w:r>
      <w:r w:rsidRPr="007818BD">
        <w:t>et</w:t>
      </w:r>
      <w:r w:rsidR="00E8465A">
        <w:t xml:space="preserve">, </w:t>
      </w:r>
      <w:r w:rsidRPr="007818BD">
        <w:t>par un violent effort</w:t>
      </w:r>
      <w:r w:rsidR="00E8465A">
        <w:t xml:space="preserve">, </w:t>
      </w:r>
      <w:r w:rsidRPr="007818BD">
        <w:t>parvint à se dégager de leur étreinte</w:t>
      </w:r>
      <w:r w:rsidR="00E8465A">
        <w:t xml:space="preserve">. </w:t>
      </w:r>
      <w:r w:rsidRPr="007818BD">
        <w:t>La foule s</w:t>
      </w:r>
      <w:r w:rsidR="00E8465A">
        <w:t>’</w:t>
      </w:r>
      <w:r w:rsidRPr="007818BD">
        <w:t>ouvrit et se referma pour le protéger</w:t>
      </w:r>
      <w:r w:rsidR="00E8465A">
        <w:t xml:space="preserve">, </w:t>
      </w:r>
      <w:r w:rsidRPr="007818BD">
        <w:t>il plo</w:t>
      </w:r>
      <w:r w:rsidRPr="007818BD">
        <w:t>n</w:t>
      </w:r>
      <w:r w:rsidRPr="007818BD">
        <w:t>gea et disparut dans leurs rangs</w:t>
      </w:r>
      <w:r w:rsidR="00E8465A">
        <w:t xml:space="preserve"> ; </w:t>
      </w:r>
      <w:r w:rsidRPr="007818BD">
        <w:t>mais tout à coup des pas de chevaux retentirent sur le pavé</w:t>
      </w:r>
      <w:r w:rsidR="00E8465A">
        <w:t xml:space="preserve"> ; </w:t>
      </w:r>
      <w:r w:rsidRPr="007818BD">
        <w:t>le sauvage Henriot et sa tro</w:t>
      </w:r>
      <w:r w:rsidRPr="007818BD">
        <w:t>u</w:t>
      </w:r>
      <w:r w:rsidRPr="007818BD">
        <w:t>pe chargeaient la foule</w:t>
      </w:r>
      <w:r w:rsidR="00E8465A">
        <w:t xml:space="preserve">. </w:t>
      </w:r>
      <w:r w:rsidRPr="007818BD">
        <w:t>Le rassemblement se dissipa effrayé</w:t>
      </w:r>
      <w:r w:rsidR="00E8465A">
        <w:t xml:space="preserve">, </w:t>
      </w:r>
      <w:r w:rsidRPr="007818BD">
        <w:t>le pr</w:t>
      </w:r>
      <w:r w:rsidRPr="007818BD">
        <w:t>i</w:t>
      </w:r>
      <w:r w:rsidRPr="007818BD">
        <w:t>sonnier fut de no</w:t>
      </w:r>
      <w:r w:rsidRPr="007818BD">
        <w:t>u</w:t>
      </w:r>
      <w:r w:rsidRPr="007818BD">
        <w:t xml:space="preserve">veau saisi par un </w:t>
      </w:r>
      <w:r>
        <w:t>d</w:t>
      </w:r>
      <w:r w:rsidRPr="007818BD">
        <w:t>es partisans du dictateur</w:t>
      </w:r>
      <w:r w:rsidR="00E8465A">
        <w:t xml:space="preserve">. </w:t>
      </w:r>
      <w:r w:rsidRPr="007818BD">
        <w:t>À ce moment</w:t>
      </w:r>
      <w:r w:rsidR="00E8465A">
        <w:t xml:space="preserve">, </w:t>
      </w:r>
      <w:r w:rsidRPr="007818BD">
        <w:t>une voix dit tout bas au captif</w:t>
      </w:r>
      <w:r w:rsidR="00E8465A">
        <w:t> :</w:t>
      </w:r>
    </w:p>
    <w:p w14:paraId="52F3BF6F" w14:textId="35DE1A17" w:rsidR="00E0544E" w:rsidRPr="007818BD" w:rsidRDefault="00E8465A" w:rsidP="00E0544E">
      <w:r>
        <w:t>« </w:t>
      </w:r>
      <w:r w:rsidR="00E0544E" w:rsidRPr="007818BD">
        <w:t>Tu as sur toi une lettre</w:t>
      </w:r>
      <w:r>
        <w:t xml:space="preserve"> ; </w:t>
      </w:r>
      <w:r w:rsidR="00E0544E" w:rsidRPr="007818BD">
        <w:t>si on la trouve</w:t>
      </w:r>
      <w:r>
        <w:t xml:space="preserve">, </w:t>
      </w:r>
      <w:r w:rsidR="00E0544E" w:rsidRPr="007818BD">
        <w:t>ta dernière esp</w:t>
      </w:r>
      <w:r w:rsidR="00E0544E" w:rsidRPr="007818BD">
        <w:t>é</w:t>
      </w:r>
      <w:r w:rsidR="00E0544E" w:rsidRPr="007818BD">
        <w:t>rance est détruite</w:t>
      </w:r>
      <w:r>
        <w:t xml:space="preserve">. </w:t>
      </w:r>
      <w:r w:rsidR="00E0544E" w:rsidRPr="007818BD">
        <w:t>Do</w:t>
      </w:r>
      <w:r w:rsidR="00E0544E" w:rsidRPr="007818BD">
        <w:t>n</w:t>
      </w:r>
      <w:r w:rsidR="00E0544E" w:rsidRPr="007818BD">
        <w:t>ne-la-moi</w:t>
      </w:r>
      <w:r>
        <w:t xml:space="preserve"> ! </w:t>
      </w:r>
      <w:r w:rsidR="00E0544E" w:rsidRPr="007818BD">
        <w:t>je la porterai à Tallien</w:t>
      </w:r>
      <w:r>
        <w:t>. »</w:t>
      </w:r>
    </w:p>
    <w:p w14:paraId="41F94788" w14:textId="77777777" w:rsidR="00E8465A" w:rsidRDefault="00E0544E" w:rsidP="00E0544E">
      <w:r w:rsidRPr="007818BD">
        <w:t>Le prisonnier</w:t>
      </w:r>
      <w:r w:rsidR="00E8465A">
        <w:t xml:space="preserve">, </w:t>
      </w:r>
      <w:r w:rsidRPr="007818BD">
        <w:t>étonné</w:t>
      </w:r>
      <w:r w:rsidR="00E8465A">
        <w:t xml:space="preserve">, </w:t>
      </w:r>
      <w:r w:rsidRPr="007818BD">
        <w:t>se retourna</w:t>
      </w:r>
      <w:r w:rsidR="00E8465A">
        <w:t xml:space="preserve">, </w:t>
      </w:r>
      <w:r w:rsidRPr="007818BD">
        <w:t>vit dans les yeux de l</w:t>
      </w:r>
      <w:r w:rsidR="00E8465A">
        <w:t>’</w:t>
      </w:r>
      <w:r w:rsidRPr="007818BD">
        <w:t>étranger une expression qui l</w:t>
      </w:r>
      <w:r w:rsidR="00E8465A">
        <w:t>’</w:t>
      </w:r>
      <w:r w:rsidRPr="007818BD">
        <w:t>encouragea</w:t>
      </w:r>
      <w:r w:rsidR="00E8465A">
        <w:t xml:space="preserve"> ; </w:t>
      </w:r>
      <w:r w:rsidRPr="007818BD">
        <w:t>la cavalerie arrivait rapidement</w:t>
      </w:r>
      <w:r w:rsidR="00E8465A">
        <w:t xml:space="preserve"> ; </w:t>
      </w:r>
      <w:r w:rsidRPr="007818BD">
        <w:t>le jacobin qui avait ressaisi le prisonnier s</w:t>
      </w:r>
      <w:r w:rsidR="00E8465A">
        <w:t>’</w:t>
      </w:r>
      <w:r w:rsidRPr="007818BD">
        <w:t>écarta pour se dégager des pieds des chevaux</w:t>
      </w:r>
      <w:r w:rsidR="00E8465A">
        <w:t xml:space="preserve"> ; </w:t>
      </w:r>
      <w:r w:rsidRPr="007818BD">
        <w:t>l</w:t>
      </w:r>
      <w:r w:rsidR="00E8465A">
        <w:t>’</w:t>
      </w:r>
      <w:r w:rsidRPr="007818BD">
        <w:t>occasion était favor</w:t>
      </w:r>
      <w:r w:rsidRPr="007818BD">
        <w:t>a</w:t>
      </w:r>
      <w:r w:rsidRPr="007818BD">
        <w:t>ble</w:t>
      </w:r>
      <w:r w:rsidR="00E8465A">
        <w:t xml:space="preserve"> ; </w:t>
      </w:r>
      <w:r w:rsidRPr="007818BD">
        <w:t>le moment d</w:t>
      </w:r>
      <w:r w:rsidR="00E8465A">
        <w:t>’</w:t>
      </w:r>
      <w:r w:rsidRPr="007818BD">
        <w:t>après</w:t>
      </w:r>
      <w:r w:rsidR="00E8465A">
        <w:t xml:space="preserve">, </w:t>
      </w:r>
      <w:r w:rsidRPr="007818BD">
        <w:t>l</w:t>
      </w:r>
      <w:r w:rsidR="00E8465A">
        <w:t>’</w:t>
      </w:r>
      <w:r w:rsidRPr="007818BD">
        <w:t>étranger avait disparu</w:t>
      </w:r>
      <w:r w:rsidR="00E8465A">
        <w:t>.</w:t>
      </w:r>
    </w:p>
    <w:p w14:paraId="6CFC6FC3" w14:textId="03753184" w:rsidR="00E0544E" w:rsidRPr="007818BD" w:rsidRDefault="00E0544E" w:rsidP="00E0544E"/>
    <w:p w14:paraId="31CCAA8E" w14:textId="77777777" w:rsidR="00E8465A" w:rsidRDefault="00E0544E" w:rsidP="00E0544E">
      <w:r w:rsidRPr="007818BD">
        <w:t>Les principaux ennemis du tyran étaient réunis à la maison de Tallien</w:t>
      </w:r>
      <w:r w:rsidR="00E8465A">
        <w:t xml:space="preserve">. </w:t>
      </w:r>
      <w:r w:rsidRPr="007818BD">
        <w:t>Le péril commun établit une communauté d</w:t>
      </w:r>
      <w:r w:rsidR="00E8465A">
        <w:t>’</w:t>
      </w:r>
      <w:r w:rsidRPr="007818BD">
        <w:t>amitié</w:t>
      </w:r>
      <w:r w:rsidR="00E8465A">
        <w:t xml:space="preserve">. </w:t>
      </w:r>
      <w:r w:rsidRPr="007818BD">
        <w:t>Toutes les factions renoncèrent pour une heure à leurs disse</w:t>
      </w:r>
      <w:r w:rsidRPr="007818BD">
        <w:t>n</w:t>
      </w:r>
      <w:r w:rsidRPr="007818BD">
        <w:t>sions</w:t>
      </w:r>
      <w:r w:rsidR="00E8465A">
        <w:t xml:space="preserve">, </w:t>
      </w:r>
      <w:r w:rsidRPr="007818BD">
        <w:t>afin de s</w:t>
      </w:r>
      <w:r w:rsidR="00E8465A">
        <w:t>’</w:t>
      </w:r>
      <w:r w:rsidRPr="007818BD">
        <w:t>unir contre l</w:t>
      </w:r>
      <w:r w:rsidR="00E8465A">
        <w:t>’</w:t>
      </w:r>
      <w:r w:rsidRPr="007818BD">
        <w:t>homme formidable qui</w:t>
      </w:r>
      <w:r w:rsidR="00E8465A">
        <w:t xml:space="preserve">, </w:t>
      </w:r>
      <w:r w:rsidRPr="007818BD">
        <w:t>sur les têtes de toutes les factions</w:t>
      </w:r>
      <w:r w:rsidR="00E8465A">
        <w:t xml:space="preserve">, </w:t>
      </w:r>
      <w:r w:rsidRPr="007818BD">
        <w:t>marchait vers un trône sanglant</w:t>
      </w:r>
      <w:r w:rsidR="00E8465A">
        <w:t xml:space="preserve">. </w:t>
      </w:r>
      <w:r>
        <w:t>Là se trouvait le hardi Lecoin</w:t>
      </w:r>
      <w:r w:rsidRPr="007818BD">
        <w:t>tre</w:t>
      </w:r>
      <w:r w:rsidR="00E8465A">
        <w:t xml:space="preserve">, </w:t>
      </w:r>
      <w:r w:rsidRPr="007818BD">
        <w:t>l</w:t>
      </w:r>
      <w:r w:rsidR="00E8465A">
        <w:t>’</w:t>
      </w:r>
      <w:r w:rsidRPr="007818BD">
        <w:t>ennemi déclaré</w:t>
      </w:r>
      <w:r w:rsidR="00E8465A">
        <w:t xml:space="preserve"> ; </w:t>
      </w:r>
      <w:r w:rsidRPr="007818BD">
        <w:t>là le cauteleux et rampant Barrère</w:t>
      </w:r>
      <w:r w:rsidR="00E8465A">
        <w:t xml:space="preserve">, </w:t>
      </w:r>
      <w:r w:rsidRPr="007818BD">
        <w:t>qui cherchait à accorder tous les extrêmes</w:t>
      </w:r>
      <w:r w:rsidR="00E8465A">
        <w:t xml:space="preserve">, </w:t>
      </w:r>
      <w:r w:rsidRPr="007818BD">
        <w:t>le héros des lâches</w:t>
      </w:r>
      <w:r w:rsidR="00E8465A">
        <w:t xml:space="preserve"> ; </w:t>
      </w:r>
      <w:r w:rsidRPr="007818BD">
        <w:t>Barras</w:t>
      </w:r>
      <w:r w:rsidR="00E8465A">
        <w:t xml:space="preserve">, </w:t>
      </w:r>
      <w:r w:rsidRPr="007818BD">
        <w:t>calme et contenu</w:t>
      </w:r>
      <w:r w:rsidR="00E8465A">
        <w:t xml:space="preserve"> ; </w:t>
      </w:r>
      <w:r w:rsidRPr="007818BD">
        <w:t>Collot d</w:t>
      </w:r>
      <w:r w:rsidR="00E8465A">
        <w:t>’</w:t>
      </w:r>
      <w:proofErr w:type="spellStart"/>
      <w:r w:rsidRPr="007818BD">
        <w:t>Herbois</w:t>
      </w:r>
      <w:proofErr w:type="spellEnd"/>
      <w:r w:rsidR="00E8465A">
        <w:t xml:space="preserve">, </w:t>
      </w:r>
      <w:r w:rsidRPr="007818BD">
        <w:t>respirant la colère et la vengeance</w:t>
      </w:r>
      <w:r w:rsidR="00E8465A">
        <w:t xml:space="preserve">, </w:t>
      </w:r>
      <w:r w:rsidRPr="007818BD">
        <w:t>et ne s</w:t>
      </w:r>
      <w:r w:rsidR="00E8465A">
        <w:t>’</w:t>
      </w:r>
      <w:r w:rsidRPr="007818BD">
        <w:t>apercev</w:t>
      </w:r>
      <w:r>
        <w:t>ant pas que les crimes de Robes</w:t>
      </w:r>
      <w:r w:rsidRPr="007818BD">
        <w:t>pierre couvraient mal les siens</w:t>
      </w:r>
      <w:r w:rsidR="00E8465A">
        <w:t>.</w:t>
      </w:r>
    </w:p>
    <w:p w14:paraId="0E329A14" w14:textId="77777777" w:rsidR="00E8465A" w:rsidRDefault="00E0544E" w:rsidP="00E0544E">
      <w:r w:rsidRPr="007818BD">
        <w:t>La réunion fut agitée et indécise</w:t>
      </w:r>
      <w:r w:rsidR="00E8465A">
        <w:t xml:space="preserve"> ; </w:t>
      </w:r>
      <w:r w:rsidRPr="007818BD">
        <w:t>la terreur</w:t>
      </w:r>
      <w:r w:rsidR="00E8465A">
        <w:t xml:space="preserve">, </w:t>
      </w:r>
      <w:r w:rsidRPr="007818BD">
        <w:t>éveillée par le succès uniforme et par la prodigieuse énergie de Robespierre</w:t>
      </w:r>
      <w:r w:rsidR="00E8465A">
        <w:t xml:space="preserve">, </w:t>
      </w:r>
      <w:r w:rsidRPr="007818BD">
        <w:t>dominait encore la majorité des esprits</w:t>
      </w:r>
      <w:r w:rsidR="00E8465A">
        <w:t xml:space="preserve">. </w:t>
      </w:r>
      <w:r w:rsidRPr="007818BD">
        <w:t>Tallien</w:t>
      </w:r>
      <w:r w:rsidR="00E8465A">
        <w:t xml:space="preserve">, </w:t>
      </w:r>
      <w:r w:rsidRPr="007818BD">
        <w:t>que le tyran r</w:t>
      </w:r>
      <w:r w:rsidRPr="007818BD">
        <w:t>e</w:t>
      </w:r>
      <w:r w:rsidRPr="007818BD">
        <w:t>doutait plus que tous</w:t>
      </w:r>
      <w:r w:rsidR="00E8465A">
        <w:t xml:space="preserve">, </w:t>
      </w:r>
      <w:r w:rsidRPr="007818BD">
        <w:t>et qui seul pouvait donner à tant de pa</w:t>
      </w:r>
      <w:r w:rsidRPr="007818BD">
        <w:t>s</w:t>
      </w:r>
      <w:r w:rsidRPr="007818BD">
        <w:t>sions rivales une tête</w:t>
      </w:r>
      <w:r w:rsidR="00E8465A">
        <w:t xml:space="preserve">, </w:t>
      </w:r>
      <w:r w:rsidRPr="007818BD">
        <w:t>une direction et une force</w:t>
      </w:r>
      <w:r w:rsidR="00E8465A">
        <w:t xml:space="preserve">, </w:t>
      </w:r>
      <w:r w:rsidRPr="007818BD">
        <w:t>était trop soui</w:t>
      </w:r>
      <w:r w:rsidRPr="007818BD">
        <w:t>l</w:t>
      </w:r>
      <w:r w:rsidRPr="007818BD">
        <w:t>lé par le souvenir de ses propres cruautés</w:t>
      </w:r>
      <w:r w:rsidR="00E8465A">
        <w:t xml:space="preserve">, </w:t>
      </w:r>
      <w:r w:rsidRPr="007818BD">
        <w:t>pour ne pas se sentir embarrassé dans son rôle de champion de la pitié</w:t>
      </w:r>
      <w:r w:rsidR="00E8465A">
        <w:t>.</w:t>
      </w:r>
    </w:p>
    <w:p w14:paraId="7359D8DF" w14:textId="13B7D352" w:rsidR="00E0544E" w:rsidRPr="007818BD" w:rsidRDefault="00E8465A" w:rsidP="00E0544E">
      <w:r>
        <w:t>« </w:t>
      </w:r>
      <w:r w:rsidR="00E0544E" w:rsidRPr="007818BD">
        <w:t>Il est vrai</w:t>
      </w:r>
      <w:r>
        <w:t xml:space="preserve">, </w:t>
      </w:r>
      <w:r w:rsidR="00E0544E" w:rsidRPr="007818BD">
        <w:t>dit-il</w:t>
      </w:r>
      <w:r>
        <w:t xml:space="preserve">, </w:t>
      </w:r>
      <w:r w:rsidR="00E0544E" w:rsidRPr="007818BD">
        <w:t>après un discours exalté de Lecointre</w:t>
      </w:r>
      <w:r>
        <w:t xml:space="preserve">, </w:t>
      </w:r>
      <w:r w:rsidR="00E0544E" w:rsidRPr="007818BD">
        <w:t>il est vrai que l</w:t>
      </w:r>
      <w:r>
        <w:t>’</w:t>
      </w:r>
      <w:r w:rsidR="00E0544E" w:rsidRPr="007818BD">
        <w:t>usurpateur nous menace tous</w:t>
      </w:r>
      <w:r>
        <w:t xml:space="preserve">. </w:t>
      </w:r>
      <w:r w:rsidR="00E0544E" w:rsidRPr="007818BD">
        <w:t>Mais il est encore si aimé de la populace</w:t>
      </w:r>
      <w:r>
        <w:t xml:space="preserve">, </w:t>
      </w:r>
      <w:r w:rsidR="00E0544E" w:rsidRPr="007818BD">
        <w:t>si bien so</w:t>
      </w:r>
      <w:r w:rsidR="00E0544E" w:rsidRPr="007818BD">
        <w:t>u</w:t>
      </w:r>
      <w:r w:rsidR="00E0544E" w:rsidRPr="007818BD">
        <w:t>tenu par ses jacobins</w:t>
      </w:r>
      <w:r>
        <w:t xml:space="preserve">, </w:t>
      </w:r>
      <w:r w:rsidR="00E0544E" w:rsidRPr="007818BD">
        <w:t>qu</w:t>
      </w:r>
      <w:r>
        <w:t>’</w:t>
      </w:r>
      <w:r w:rsidR="00E0544E" w:rsidRPr="007818BD">
        <w:t>il vaut mieux ajourner des hostilités ouvertes jusqu</w:t>
      </w:r>
      <w:r>
        <w:t>’</w:t>
      </w:r>
      <w:r w:rsidR="00E0544E" w:rsidRPr="007818BD">
        <w:t>à ce que l</w:t>
      </w:r>
      <w:r>
        <w:t>’</w:t>
      </w:r>
      <w:r w:rsidR="00E0544E" w:rsidRPr="007818BD">
        <w:t>heure soit plus mûre</w:t>
      </w:r>
      <w:r>
        <w:t xml:space="preserve">. </w:t>
      </w:r>
      <w:r w:rsidR="00E0544E" w:rsidRPr="007818BD">
        <w:t>Une tentative sans succès nous livrerait</w:t>
      </w:r>
      <w:r>
        <w:t xml:space="preserve">, </w:t>
      </w:r>
      <w:r w:rsidR="00E0544E" w:rsidRPr="007818BD">
        <w:t>pieds et poings liés</w:t>
      </w:r>
      <w:r>
        <w:t xml:space="preserve">, </w:t>
      </w:r>
      <w:r w:rsidR="00E0544E" w:rsidRPr="007818BD">
        <w:t>à la guillotine</w:t>
      </w:r>
      <w:r>
        <w:t xml:space="preserve">. </w:t>
      </w:r>
      <w:r w:rsidR="00E0544E" w:rsidRPr="007818BD">
        <w:t>Chaque jour ne peut qu</w:t>
      </w:r>
      <w:r>
        <w:t>’</w:t>
      </w:r>
      <w:r w:rsidR="00E0544E" w:rsidRPr="007818BD">
        <w:t>affaiblir sa puissance</w:t>
      </w:r>
      <w:r>
        <w:t xml:space="preserve"> ; </w:t>
      </w:r>
      <w:r w:rsidR="00E0544E" w:rsidRPr="007818BD">
        <w:t>l</w:t>
      </w:r>
      <w:r>
        <w:t>’</w:t>
      </w:r>
      <w:r w:rsidR="00E0544E" w:rsidRPr="007818BD">
        <w:t>attente est notre aux</w:t>
      </w:r>
      <w:r w:rsidR="00E0544E" w:rsidRPr="007818BD">
        <w:t>i</w:t>
      </w:r>
      <w:r w:rsidR="00E0544E" w:rsidRPr="007818BD">
        <w:t>liaire le plus précieux</w:t>
      </w:r>
      <w:r>
        <w:t> ! »</w:t>
      </w:r>
    </w:p>
    <w:p w14:paraId="2C317923" w14:textId="77777777" w:rsidR="00E8465A" w:rsidRDefault="00E0544E" w:rsidP="00E0544E">
      <w:r w:rsidRPr="007818BD">
        <w:t>Il parlait encore</w:t>
      </w:r>
      <w:r w:rsidR="00E8465A">
        <w:t xml:space="preserve">, </w:t>
      </w:r>
      <w:r w:rsidRPr="007818BD">
        <w:t>et jetait de l</w:t>
      </w:r>
      <w:r w:rsidR="00E8465A">
        <w:t>’</w:t>
      </w:r>
      <w:r w:rsidRPr="007818BD">
        <w:t>eau sur le feu</w:t>
      </w:r>
      <w:r w:rsidR="00E8465A">
        <w:t xml:space="preserve">, </w:t>
      </w:r>
      <w:r w:rsidRPr="007818BD">
        <w:t>quand on vint lui dire qu</w:t>
      </w:r>
      <w:r w:rsidR="00E8465A">
        <w:t>’</w:t>
      </w:r>
      <w:r w:rsidRPr="007818BD">
        <w:t>un inconnu demandait à le voir pour une affaire qui ne pouvait souffrir de retard</w:t>
      </w:r>
      <w:r w:rsidR="00E8465A">
        <w:t>.</w:t>
      </w:r>
    </w:p>
    <w:p w14:paraId="1CD15C08" w14:textId="77777777" w:rsidR="00E8465A" w:rsidRDefault="00E8465A" w:rsidP="00E0544E">
      <w:r>
        <w:lastRenderedPageBreak/>
        <w:t>« </w:t>
      </w:r>
      <w:r w:rsidR="00E0544E" w:rsidRPr="007818BD">
        <w:t>Je n</w:t>
      </w:r>
      <w:r>
        <w:t>’</w:t>
      </w:r>
      <w:r w:rsidR="00E0544E" w:rsidRPr="007818BD">
        <w:t>ai pas le temps</w:t>
      </w:r>
      <w:r>
        <w:t> ! »</w:t>
      </w:r>
      <w:r w:rsidR="00E0544E" w:rsidRPr="007818BD">
        <w:t xml:space="preserve"> s</w:t>
      </w:r>
      <w:r>
        <w:t>’</w:t>
      </w:r>
      <w:r w:rsidR="00E0544E" w:rsidRPr="007818BD">
        <w:t>écria l</w:t>
      </w:r>
      <w:r>
        <w:t>’</w:t>
      </w:r>
      <w:r w:rsidR="00E0544E" w:rsidRPr="007818BD">
        <w:t>orateur impatienté</w:t>
      </w:r>
      <w:r>
        <w:t>.</w:t>
      </w:r>
    </w:p>
    <w:p w14:paraId="588A4961" w14:textId="77777777" w:rsidR="00E8465A" w:rsidRDefault="00E0544E" w:rsidP="00E0544E">
      <w:r w:rsidRPr="007818BD">
        <w:t>Le messager déposa un billet sur la table</w:t>
      </w:r>
      <w:r w:rsidR="00E8465A">
        <w:t xml:space="preserve">. </w:t>
      </w:r>
      <w:r w:rsidRPr="007818BD">
        <w:t>Tallien l</w:t>
      </w:r>
      <w:r w:rsidR="00E8465A">
        <w:t>’</w:t>
      </w:r>
      <w:r w:rsidRPr="007818BD">
        <w:t>ouvrit et y lut ces mots au crayon</w:t>
      </w:r>
      <w:r w:rsidR="00E8465A">
        <w:t> :</w:t>
      </w:r>
    </w:p>
    <w:p w14:paraId="1BFFDCDE" w14:textId="77777777" w:rsidR="00E8465A" w:rsidRDefault="00E0544E" w:rsidP="00E0544E">
      <w:pPr>
        <w:rPr>
          <w:i/>
          <w:iCs/>
        </w:rPr>
      </w:pPr>
      <w:r w:rsidRPr="007818BD">
        <w:rPr>
          <w:i/>
          <w:iCs/>
        </w:rPr>
        <w:t xml:space="preserve">De la part de Teresa de </w:t>
      </w:r>
      <w:proofErr w:type="spellStart"/>
      <w:r w:rsidRPr="007818BD">
        <w:rPr>
          <w:i/>
          <w:iCs/>
        </w:rPr>
        <w:t>Fontenai</w:t>
      </w:r>
      <w:proofErr w:type="spellEnd"/>
      <w:r w:rsidR="00E8465A">
        <w:rPr>
          <w:i/>
          <w:iCs/>
        </w:rPr>
        <w:t>.</w:t>
      </w:r>
    </w:p>
    <w:p w14:paraId="54BBDC16" w14:textId="77777777" w:rsidR="00E8465A" w:rsidRDefault="00E0544E" w:rsidP="00E0544E">
      <w:r w:rsidRPr="007818BD">
        <w:t>Il pâlit</w:t>
      </w:r>
      <w:r w:rsidR="00E8465A">
        <w:t xml:space="preserve">, </w:t>
      </w:r>
      <w:r w:rsidRPr="007818BD">
        <w:t>se leva</w:t>
      </w:r>
      <w:r w:rsidR="00E8465A">
        <w:t xml:space="preserve">, </w:t>
      </w:r>
      <w:r w:rsidRPr="007818BD">
        <w:t>courut à l</w:t>
      </w:r>
      <w:r w:rsidR="00E8465A">
        <w:t>’</w:t>
      </w:r>
      <w:r w:rsidRPr="007818BD">
        <w:t>antichambre</w:t>
      </w:r>
      <w:r w:rsidR="00E8465A">
        <w:t xml:space="preserve">, </w:t>
      </w:r>
      <w:r w:rsidRPr="007818BD">
        <w:t>et y trouva un vis</w:t>
      </w:r>
      <w:r w:rsidRPr="007818BD">
        <w:t>a</w:t>
      </w:r>
      <w:r w:rsidRPr="007818BD">
        <w:t>ge qui lui était compl</w:t>
      </w:r>
      <w:r w:rsidRPr="007818BD">
        <w:t>è</w:t>
      </w:r>
      <w:r w:rsidRPr="007818BD">
        <w:t>tement inconnu</w:t>
      </w:r>
      <w:r w:rsidR="00E8465A">
        <w:t>.</w:t>
      </w:r>
    </w:p>
    <w:p w14:paraId="7CEB16BB" w14:textId="41C8F06A" w:rsidR="00E0544E" w:rsidRPr="007818BD" w:rsidRDefault="00E8465A" w:rsidP="00E0544E">
      <w:r>
        <w:t>« </w:t>
      </w:r>
      <w:r w:rsidR="00E0544E" w:rsidRPr="007818BD">
        <w:t>Espoir de la France</w:t>
      </w:r>
      <w:r>
        <w:t xml:space="preserve">, </w:t>
      </w:r>
      <w:r w:rsidR="00E0544E" w:rsidRPr="007818BD">
        <w:t>dit l</w:t>
      </w:r>
      <w:r>
        <w:t>’</w:t>
      </w:r>
      <w:r w:rsidR="00E0544E" w:rsidRPr="007818BD">
        <w:t>étranger d</w:t>
      </w:r>
      <w:r>
        <w:t>’</w:t>
      </w:r>
      <w:r w:rsidR="00E0544E" w:rsidRPr="007818BD">
        <w:t>une voix qui fit vibrer le cœur de Tallien</w:t>
      </w:r>
      <w:r>
        <w:t xml:space="preserve">, </w:t>
      </w:r>
      <w:r w:rsidR="00E0544E" w:rsidRPr="007818BD">
        <w:t>v</w:t>
      </w:r>
      <w:r w:rsidR="00E0544E" w:rsidRPr="007818BD">
        <w:t>o</w:t>
      </w:r>
      <w:r w:rsidR="00E0544E" w:rsidRPr="007818BD">
        <w:t>tre serviteur est arrêté dans la rue</w:t>
      </w:r>
      <w:r>
        <w:t xml:space="preserve">. </w:t>
      </w:r>
      <w:r w:rsidR="00E0544E" w:rsidRPr="007818BD">
        <w:t>J</w:t>
      </w:r>
      <w:r>
        <w:t>’</w:t>
      </w:r>
      <w:r w:rsidR="00E0544E" w:rsidRPr="007818BD">
        <w:t>ai sauvé votre vie et celle de la femme qui vous appartiendra un jour</w:t>
      </w:r>
      <w:r>
        <w:t xml:space="preserve"> ; </w:t>
      </w:r>
      <w:r w:rsidR="00E0544E" w:rsidRPr="007818BD">
        <w:t xml:space="preserve">je vous apporte cette lettre de Teresa de </w:t>
      </w:r>
      <w:proofErr w:type="spellStart"/>
      <w:r w:rsidR="00E0544E" w:rsidRPr="007818BD">
        <w:t>Fontenai</w:t>
      </w:r>
      <w:proofErr w:type="spellEnd"/>
      <w:r>
        <w:t>. »</w:t>
      </w:r>
    </w:p>
    <w:p w14:paraId="3496117B" w14:textId="77777777" w:rsidR="00E8465A" w:rsidRDefault="00E0544E" w:rsidP="00E0544E">
      <w:r w:rsidRPr="007818BD">
        <w:t>Tallien</w:t>
      </w:r>
      <w:r w:rsidR="00E8465A">
        <w:t xml:space="preserve">, </w:t>
      </w:r>
      <w:r w:rsidRPr="007818BD">
        <w:t>d</w:t>
      </w:r>
      <w:r w:rsidR="00E8465A">
        <w:t>’</w:t>
      </w:r>
      <w:r w:rsidRPr="007818BD">
        <w:t>une main tremblante</w:t>
      </w:r>
      <w:r w:rsidR="00E8465A">
        <w:t xml:space="preserve">, </w:t>
      </w:r>
      <w:r w:rsidRPr="007818BD">
        <w:t>ouvrit la lettre et lut</w:t>
      </w:r>
      <w:r w:rsidR="00E8465A">
        <w:t> :</w:t>
      </w:r>
    </w:p>
    <w:p w14:paraId="1C8D319A" w14:textId="45F72011" w:rsidR="00E0544E" w:rsidRPr="007818BD" w:rsidRDefault="00E8465A" w:rsidP="00E0544E">
      <w:r>
        <w:t>« </w:t>
      </w:r>
      <w:r w:rsidR="00E0544E" w:rsidRPr="007818BD">
        <w:t>Dois-je toujours vous implorer en vain</w:t>
      </w:r>
      <w:r>
        <w:t xml:space="preserve"> ? </w:t>
      </w:r>
      <w:r w:rsidR="00E0544E" w:rsidRPr="007818BD">
        <w:t>Encore une fois</w:t>
      </w:r>
      <w:r>
        <w:t xml:space="preserve">, </w:t>
      </w:r>
      <w:r w:rsidR="00E0544E" w:rsidRPr="007818BD">
        <w:t>je vous le répète</w:t>
      </w:r>
      <w:r>
        <w:t xml:space="preserve">, </w:t>
      </w:r>
      <w:r w:rsidR="00E0544E" w:rsidRPr="007818BD">
        <w:t>ne perdez pas une heure</w:t>
      </w:r>
      <w:r>
        <w:t xml:space="preserve">, </w:t>
      </w:r>
      <w:r w:rsidR="00E0544E" w:rsidRPr="007818BD">
        <w:t>si vous tenez à votre vie et à la mienne</w:t>
      </w:r>
      <w:r>
        <w:t xml:space="preserve">. </w:t>
      </w:r>
      <w:r w:rsidR="00E0544E" w:rsidRPr="007818BD">
        <w:t>Mon jugement et ma mort sont fixés au tro</w:t>
      </w:r>
      <w:r w:rsidR="00E0544E" w:rsidRPr="007818BD">
        <w:t>i</w:t>
      </w:r>
      <w:r w:rsidR="00E0544E" w:rsidRPr="007818BD">
        <w:t>sième jour après celui-ci</w:t>
      </w:r>
      <w:r>
        <w:t xml:space="preserve">, </w:t>
      </w:r>
      <w:r w:rsidR="00E0544E" w:rsidRPr="007818BD">
        <w:t>au 10 thermidor</w:t>
      </w:r>
      <w:r>
        <w:t xml:space="preserve">. </w:t>
      </w:r>
      <w:r w:rsidR="00E0544E" w:rsidRPr="007818BD">
        <w:t>Frappez pendant qu</w:t>
      </w:r>
      <w:r>
        <w:t>’</w:t>
      </w:r>
      <w:r w:rsidR="00E0544E" w:rsidRPr="007818BD">
        <w:t>il en est temps encore</w:t>
      </w:r>
      <w:r>
        <w:t xml:space="preserve"> ; </w:t>
      </w:r>
      <w:r w:rsidR="00E0544E" w:rsidRPr="007818BD">
        <w:t>frappez le monstre</w:t>
      </w:r>
      <w:r>
        <w:t xml:space="preserve">, </w:t>
      </w:r>
      <w:r w:rsidR="00E0544E" w:rsidRPr="007818BD">
        <w:t>il vous reste deux jours</w:t>
      </w:r>
      <w:r>
        <w:t xml:space="preserve">. </w:t>
      </w:r>
      <w:r w:rsidR="00E0544E" w:rsidRPr="007818BD">
        <w:t>Si vous hés</w:t>
      </w:r>
      <w:r w:rsidR="00E0544E" w:rsidRPr="007818BD">
        <w:t>i</w:t>
      </w:r>
      <w:r w:rsidR="00E0544E" w:rsidRPr="007818BD">
        <w:t>tez</w:t>
      </w:r>
      <w:r>
        <w:t xml:space="preserve">, </w:t>
      </w:r>
      <w:r w:rsidR="00E0544E" w:rsidRPr="007818BD">
        <w:t>si vous ajournez</w:t>
      </w:r>
      <w:r>
        <w:t xml:space="preserve">… </w:t>
      </w:r>
      <w:r w:rsidR="00E0544E" w:rsidRPr="007818BD">
        <w:t>vous me verrez pour la dernière fois</w:t>
      </w:r>
      <w:r>
        <w:t xml:space="preserve">, </w:t>
      </w:r>
      <w:r w:rsidR="00E0544E" w:rsidRPr="007818BD">
        <w:t>quand je passerai sous vos fenêtres pour me re</w:t>
      </w:r>
      <w:r w:rsidR="00E0544E" w:rsidRPr="007818BD">
        <w:t>n</w:t>
      </w:r>
      <w:r w:rsidR="00E0544E" w:rsidRPr="007818BD">
        <w:t>dre à l</w:t>
      </w:r>
      <w:r>
        <w:t>’</w:t>
      </w:r>
      <w:r w:rsidR="00E0544E" w:rsidRPr="007818BD">
        <w:t>échafaud</w:t>
      </w:r>
      <w:r>
        <w:t>. »</w:t>
      </w:r>
    </w:p>
    <w:p w14:paraId="5B218349" w14:textId="77777777" w:rsidR="00E8465A" w:rsidRDefault="00E8465A" w:rsidP="00E0544E">
      <w:r>
        <w:t>« </w:t>
      </w:r>
      <w:r w:rsidR="00E0544E" w:rsidRPr="007818BD">
        <w:t>Son jugement vous compromettra</w:t>
      </w:r>
      <w:r>
        <w:t xml:space="preserve">, </w:t>
      </w:r>
      <w:r w:rsidR="00E0544E" w:rsidRPr="007818BD">
        <w:t>dit l</w:t>
      </w:r>
      <w:r>
        <w:t>’</w:t>
      </w:r>
      <w:r w:rsidR="00E0544E" w:rsidRPr="007818BD">
        <w:t>étranger</w:t>
      </w:r>
      <w:r>
        <w:t xml:space="preserve">, </w:t>
      </w:r>
      <w:r w:rsidR="00E0544E" w:rsidRPr="007818BD">
        <w:t>sa mort ne fera que devancer la vôtre</w:t>
      </w:r>
      <w:r>
        <w:t xml:space="preserve">. </w:t>
      </w:r>
      <w:r w:rsidR="00E0544E" w:rsidRPr="007818BD">
        <w:t>Ne craignez rien de la populace</w:t>
      </w:r>
      <w:r>
        <w:t xml:space="preserve"> ; </w:t>
      </w:r>
      <w:r w:rsidR="00E0544E" w:rsidRPr="007818BD">
        <w:t>la populace a cherché à délivrer votre dome</w:t>
      </w:r>
      <w:r w:rsidR="00E0544E" w:rsidRPr="007818BD">
        <w:t>s</w:t>
      </w:r>
      <w:r w:rsidR="00E0544E" w:rsidRPr="007818BD">
        <w:t>tique</w:t>
      </w:r>
      <w:r>
        <w:t xml:space="preserve">. </w:t>
      </w:r>
      <w:r w:rsidR="00E0544E" w:rsidRPr="007818BD">
        <w:t>Ne craignez rien de Robespierre</w:t>
      </w:r>
      <w:r>
        <w:t xml:space="preserve"> ; </w:t>
      </w:r>
      <w:r w:rsidR="00E0544E" w:rsidRPr="007818BD">
        <w:t>il se livre lui-même à vous</w:t>
      </w:r>
      <w:r>
        <w:t xml:space="preserve">. </w:t>
      </w:r>
      <w:r w:rsidR="00E0544E" w:rsidRPr="007818BD">
        <w:t>Demain il vient à la Convention</w:t>
      </w:r>
      <w:r>
        <w:t xml:space="preserve">, </w:t>
      </w:r>
      <w:r w:rsidR="00E0544E" w:rsidRPr="007818BD">
        <w:t>demain il vous faudra jouer</w:t>
      </w:r>
      <w:r>
        <w:t xml:space="preserve">, </w:t>
      </w:r>
      <w:r w:rsidR="00E0544E" w:rsidRPr="007818BD">
        <w:t>sur un dernier coup de dés</w:t>
      </w:r>
      <w:r>
        <w:t xml:space="preserve">, </w:t>
      </w:r>
      <w:r w:rsidR="00E0544E" w:rsidRPr="007818BD">
        <w:t>votre tête contre la sienne</w:t>
      </w:r>
      <w:r>
        <w:t>.</w:t>
      </w:r>
    </w:p>
    <w:p w14:paraId="03E14B2A" w14:textId="77777777" w:rsidR="00E8465A" w:rsidRDefault="00E8465A" w:rsidP="00E0544E">
      <w:r>
        <w:t>— </w:t>
      </w:r>
      <w:r w:rsidR="00E0544E" w:rsidRPr="007818BD">
        <w:t>Il vient demain à la Convention</w:t>
      </w:r>
      <w:r>
        <w:t xml:space="preserve"> ? </w:t>
      </w:r>
      <w:r w:rsidR="00E0544E" w:rsidRPr="007818BD">
        <w:t>Et qui êtes-vous pour savoir si bien ce que j</w:t>
      </w:r>
      <w:r>
        <w:t>’</w:t>
      </w:r>
      <w:r w:rsidR="00E0544E" w:rsidRPr="007818BD">
        <w:t>ignore</w:t>
      </w:r>
      <w:r>
        <w:t> ?</w:t>
      </w:r>
    </w:p>
    <w:p w14:paraId="13196C7D" w14:textId="2FB668DA" w:rsidR="00E0544E" w:rsidRPr="007818BD" w:rsidRDefault="00E8465A" w:rsidP="00E0544E">
      <w:r>
        <w:lastRenderedPageBreak/>
        <w:t>— </w:t>
      </w:r>
      <w:r w:rsidR="00E0544E" w:rsidRPr="007818BD">
        <w:t>Un homme qui voudrait</w:t>
      </w:r>
      <w:r>
        <w:t xml:space="preserve">, </w:t>
      </w:r>
      <w:r w:rsidR="00E0544E" w:rsidRPr="007818BD">
        <w:t>comme vous</w:t>
      </w:r>
      <w:r>
        <w:t xml:space="preserve">, </w:t>
      </w:r>
      <w:r w:rsidR="00E0544E" w:rsidRPr="007818BD">
        <w:t>sauver une fe</w:t>
      </w:r>
      <w:r w:rsidR="00E0544E" w:rsidRPr="007818BD">
        <w:t>m</w:t>
      </w:r>
      <w:r w:rsidR="00E0544E" w:rsidRPr="007818BD">
        <w:t>me</w:t>
      </w:r>
      <w:r>
        <w:t xml:space="preserve">, </w:t>
      </w:r>
      <w:r w:rsidR="00E0544E" w:rsidRPr="007818BD">
        <w:t>une femme qu</w:t>
      </w:r>
      <w:r>
        <w:t>’</w:t>
      </w:r>
      <w:r w:rsidR="00E0544E" w:rsidRPr="007818BD">
        <w:t>il a</w:t>
      </w:r>
      <w:r w:rsidR="00E0544E" w:rsidRPr="007818BD">
        <w:t>i</w:t>
      </w:r>
      <w:r w:rsidR="00E0544E" w:rsidRPr="007818BD">
        <w:t>me</w:t>
      </w:r>
      <w:r>
        <w:t>. »</w:t>
      </w:r>
    </w:p>
    <w:p w14:paraId="197056AD" w14:textId="77777777" w:rsidR="00E8465A" w:rsidRDefault="00E0544E" w:rsidP="00E0544E">
      <w:r w:rsidRPr="007818BD">
        <w:t>Avant que Tallien fût revenu de sa surprise</w:t>
      </w:r>
      <w:r w:rsidR="00E8465A">
        <w:t xml:space="preserve">, </w:t>
      </w:r>
      <w:r w:rsidRPr="007818BD">
        <w:t>l</w:t>
      </w:r>
      <w:r w:rsidR="00E8465A">
        <w:t>’</w:t>
      </w:r>
      <w:r w:rsidRPr="007818BD">
        <w:t>inconnu avait disparu</w:t>
      </w:r>
      <w:r w:rsidR="00E8465A">
        <w:t>.</w:t>
      </w:r>
    </w:p>
    <w:p w14:paraId="492DC9D2" w14:textId="77777777" w:rsidR="00E8465A" w:rsidRDefault="00E0544E" w:rsidP="00E0544E">
      <w:r w:rsidRPr="007818BD">
        <w:t>Le vengeur retourna à ses associés</w:t>
      </w:r>
      <w:r w:rsidR="00E8465A">
        <w:t xml:space="preserve">, </w:t>
      </w:r>
      <w:r w:rsidRPr="007818BD">
        <w:t>mais il n</w:t>
      </w:r>
      <w:r w:rsidR="00E8465A">
        <w:t>’</w:t>
      </w:r>
      <w:r w:rsidRPr="007818BD">
        <w:t>était plus le même</w:t>
      </w:r>
      <w:r w:rsidR="00E8465A">
        <w:t>.</w:t>
      </w:r>
    </w:p>
    <w:p w14:paraId="44A85272" w14:textId="05B9EFB6" w:rsidR="00E0544E" w:rsidRPr="007818BD" w:rsidRDefault="00E8465A" w:rsidP="00E0544E">
      <w:r>
        <w:t>« </w:t>
      </w:r>
      <w:r w:rsidR="00E0544E" w:rsidRPr="007818BD">
        <w:t>J</w:t>
      </w:r>
      <w:r>
        <w:t>’</w:t>
      </w:r>
      <w:r w:rsidR="00E0544E" w:rsidRPr="007818BD">
        <w:t>ai appris des nouvelles</w:t>
      </w:r>
      <w:r>
        <w:t xml:space="preserve">, </w:t>
      </w:r>
      <w:r w:rsidR="00E0544E" w:rsidRPr="007818BD">
        <w:t>n</w:t>
      </w:r>
      <w:r>
        <w:t>’</w:t>
      </w:r>
      <w:r w:rsidR="00E0544E" w:rsidRPr="007818BD">
        <w:t>importe lesquelles</w:t>
      </w:r>
      <w:r>
        <w:t xml:space="preserve">, </w:t>
      </w:r>
      <w:r w:rsidR="00E0544E" w:rsidRPr="007818BD">
        <w:t>qui ont changé mon plan</w:t>
      </w:r>
      <w:r>
        <w:t xml:space="preserve">. </w:t>
      </w:r>
      <w:r w:rsidR="00E0544E" w:rsidRPr="007818BD">
        <w:t>Le 10 nous sommes destinés à l</w:t>
      </w:r>
      <w:r>
        <w:t>’</w:t>
      </w:r>
      <w:r w:rsidR="00E0544E" w:rsidRPr="007818BD">
        <w:t>échafaud</w:t>
      </w:r>
      <w:r>
        <w:t xml:space="preserve">. </w:t>
      </w:r>
      <w:r w:rsidR="00E0544E" w:rsidRPr="007818BD">
        <w:t>Je rétracte mon avis</w:t>
      </w:r>
      <w:r>
        <w:t xml:space="preserve">. </w:t>
      </w:r>
      <w:r w:rsidR="00E0544E" w:rsidRPr="007818BD">
        <w:t>Plus de retard</w:t>
      </w:r>
      <w:r>
        <w:t xml:space="preserve"> ; </w:t>
      </w:r>
      <w:r w:rsidR="00E0544E" w:rsidRPr="007818BD">
        <w:t>Robespierre vient demain à la Convention</w:t>
      </w:r>
      <w:r>
        <w:t xml:space="preserve">, </w:t>
      </w:r>
      <w:r w:rsidR="00E0544E" w:rsidRPr="007818BD">
        <w:t>c</w:t>
      </w:r>
      <w:r>
        <w:t>’</w:t>
      </w:r>
      <w:r w:rsidR="00E0544E" w:rsidRPr="007818BD">
        <w:t>est là qu</w:t>
      </w:r>
      <w:r>
        <w:t>’</w:t>
      </w:r>
      <w:r w:rsidR="00E0544E" w:rsidRPr="007818BD">
        <w:t>il faut le braver et l</w:t>
      </w:r>
      <w:r>
        <w:t>’</w:t>
      </w:r>
      <w:r w:rsidR="00E0544E" w:rsidRPr="007818BD">
        <w:t>écraser</w:t>
      </w:r>
      <w:r>
        <w:t xml:space="preserve">. </w:t>
      </w:r>
      <w:r w:rsidR="00E0544E" w:rsidRPr="007818BD">
        <w:t>De la mont</w:t>
      </w:r>
      <w:r w:rsidR="00E0544E" w:rsidRPr="007818BD">
        <w:t>a</w:t>
      </w:r>
      <w:r w:rsidR="00E0544E" w:rsidRPr="007818BD">
        <w:t>gne</w:t>
      </w:r>
      <w:r>
        <w:t xml:space="preserve">, </w:t>
      </w:r>
      <w:r w:rsidR="00E0544E" w:rsidRPr="007818BD">
        <w:t>il verra l</w:t>
      </w:r>
      <w:r>
        <w:t>’</w:t>
      </w:r>
      <w:r w:rsidR="00E0544E" w:rsidRPr="007818BD">
        <w:t>ombre de Danton</w:t>
      </w:r>
      <w:r>
        <w:t xml:space="preserve"> ! </w:t>
      </w:r>
      <w:r w:rsidR="00E0544E" w:rsidRPr="007818BD">
        <w:t>de la plaine se lèveront dans leurs suaires sanglants les spectres de Vergniaud et de Condo</w:t>
      </w:r>
      <w:r w:rsidR="00E0544E" w:rsidRPr="007818BD">
        <w:t>r</w:t>
      </w:r>
      <w:r w:rsidR="00E0544E" w:rsidRPr="007818BD">
        <w:t>cet</w:t>
      </w:r>
      <w:r>
        <w:t>. »</w:t>
      </w:r>
    </w:p>
    <w:p w14:paraId="086FBE5A" w14:textId="657BC093" w:rsidR="00E0544E" w:rsidRPr="007818BD" w:rsidRDefault="00E8465A" w:rsidP="00E0544E">
      <w:r>
        <w:t>« </w:t>
      </w:r>
      <w:r w:rsidR="00E0544E" w:rsidRPr="007818BD">
        <w:rPr>
          <w:i/>
          <w:iCs/>
        </w:rPr>
        <w:t>Frappons</w:t>
      </w:r>
      <w:r>
        <w:rPr>
          <w:i/>
          <w:iCs/>
        </w:rPr>
        <w:t xml:space="preserve"> ! </w:t>
      </w:r>
      <w:r w:rsidR="00E0544E" w:rsidRPr="007818BD">
        <w:rPr>
          <w:i/>
          <w:iCs/>
        </w:rPr>
        <w:t>frappons</w:t>
      </w:r>
      <w:r>
        <w:rPr>
          <w:i/>
          <w:iCs/>
        </w:rPr>
        <w:t xml:space="preserve"> ! </w:t>
      </w:r>
      <w:r w:rsidR="00E0544E" w:rsidRPr="007818BD">
        <w:t>s</w:t>
      </w:r>
      <w:r>
        <w:t>’</w:t>
      </w:r>
      <w:r w:rsidR="00E0544E" w:rsidRPr="007818BD">
        <w:t>écria Barrère lui-même</w:t>
      </w:r>
      <w:r>
        <w:t xml:space="preserve">, </w:t>
      </w:r>
      <w:r w:rsidR="00E0544E" w:rsidRPr="007818BD">
        <w:t>rendu énergique par l</w:t>
      </w:r>
      <w:r>
        <w:t>’</w:t>
      </w:r>
      <w:r w:rsidR="00E0544E" w:rsidRPr="007818BD">
        <w:t>audace de son collègue</w:t>
      </w:r>
      <w:r>
        <w:t xml:space="preserve">… </w:t>
      </w:r>
      <w:r w:rsidR="00E0544E" w:rsidRPr="007818BD">
        <w:t>frappons</w:t>
      </w:r>
      <w:r>
        <w:t xml:space="preserve"> ! </w:t>
      </w:r>
      <w:r w:rsidR="00E0544E" w:rsidRPr="007818BD">
        <w:t>il n</w:t>
      </w:r>
      <w:r>
        <w:t>’</w:t>
      </w:r>
      <w:r w:rsidR="00E0544E" w:rsidRPr="007818BD">
        <w:t>y a que les morts qui ne reviennent pas</w:t>
      </w:r>
      <w:r>
        <w:t> ! »</w:t>
      </w:r>
    </w:p>
    <w:p w14:paraId="48111A43" w14:textId="77777777" w:rsidR="00E8465A" w:rsidRDefault="00E0544E" w:rsidP="00E0544E">
      <w:r w:rsidRPr="007818BD">
        <w:t>Il est remarquable</w:t>
      </w:r>
      <w:r w:rsidR="00E8465A">
        <w:t xml:space="preserve"> (</w:t>
      </w:r>
      <w:r w:rsidRPr="007818BD">
        <w:t>et c</w:t>
      </w:r>
      <w:r w:rsidR="00E8465A">
        <w:t>’</w:t>
      </w:r>
      <w:r w:rsidRPr="007818BD">
        <w:t>est un fait attesté par</w:t>
      </w:r>
      <w:r>
        <w:t xml:space="preserve"> </w:t>
      </w:r>
      <w:r w:rsidRPr="007818BD">
        <w:t>les mémoires du temps</w:t>
      </w:r>
      <w:r w:rsidR="00E8465A">
        <w:t xml:space="preserve">) </w:t>
      </w:r>
      <w:r w:rsidRPr="007818BD">
        <w:t>que</w:t>
      </w:r>
      <w:r w:rsidR="00E8465A">
        <w:t xml:space="preserve">, </w:t>
      </w:r>
      <w:r w:rsidRPr="007818BD">
        <w:t>pendant cette journée et cette nuit du 7 therm</w:t>
      </w:r>
      <w:r w:rsidRPr="007818BD">
        <w:t>i</w:t>
      </w:r>
      <w:r w:rsidRPr="007818BD">
        <w:t>dor</w:t>
      </w:r>
      <w:r w:rsidR="00E8465A">
        <w:t xml:space="preserve">, </w:t>
      </w:r>
      <w:r w:rsidRPr="007818BD">
        <w:t>un homme étranger à tous les événements antérieurs de cette époque orageuse se montra sur différents points de la vi</w:t>
      </w:r>
      <w:r w:rsidRPr="007818BD">
        <w:t>l</w:t>
      </w:r>
      <w:r w:rsidRPr="007818BD">
        <w:t>le</w:t>
      </w:r>
      <w:r w:rsidR="00E8465A">
        <w:t xml:space="preserve"> ; </w:t>
      </w:r>
      <w:r w:rsidRPr="007818BD">
        <w:t>dans les cafés</w:t>
      </w:r>
      <w:r w:rsidR="00E8465A">
        <w:t xml:space="preserve">, </w:t>
      </w:r>
      <w:r w:rsidRPr="007818BD">
        <w:t>dans les clubs</w:t>
      </w:r>
      <w:r w:rsidR="00E8465A">
        <w:t xml:space="preserve">, </w:t>
      </w:r>
      <w:r w:rsidRPr="007818BD">
        <w:t>dans les lieux de réunion des différentes factions</w:t>
      </w:r>
      <w:r w:rsidR="00E8465A">
        <w:t xml:space="preserve"> ; </w:t>
      </w:r>
      <w:r w:rsidRPr="007818BD">
        <w:t>qu</w:t>
      </w:r>
      <w:r w:rsidR="00E8465A">
        <w:t>’</w:t>
      </w:r>
      <w:r w:rsidRPr="007818BD">
        <w:t>à l</w:t>
      </w:r>
      <w:r w:rsidR="00E8465A">
        <w:t>’</w:t>
      </w:r>
      <w:r w:rsidRPr="007818BD">
        <w:t>étonnement et à la terreur des aud</w:t>
      </w:r>
      <w:r w:rsidRPr="007818BD">
        <w:t>i</w:t>
      </w:r>
      <w:r w:rsidRPr="007818BD">
        <w:t>teurs</w:t>
      </w:r>
      <w:r w:rsidR="00E8465A">
        <w:t xml:space="preserve">, </w:t>
      </w:r>
      <w:r w:rsidRPr="007818BD">
        <w:t>il parla tout haut des crimes de Robespierre</w:t>
      </w:r>
      <w:r w:rsidR="00E8465A">
        <w:t xml:space="preserve">, </w:t>
      </w:r>
      <w:r w:rsidRPr="007818BD">
        <w:t>et prédit sa chute imminente</w:t>
      </w:r>
      <w:r w:rsidR="00E8465A">
        <w:t xml:space="preserve"> ; </w:t>
      </w:r>
      <w:r w:rsidRPr="007818BD">
        <w:t>et tout en parlant il remuait les cœurs</w:t>
      </w:r>
      <w:r w:rsidR="00E8465A">
        <w:t xml:space="preserve">, </w:t>
      </w:r>
      <w:r w:rsidRPr="007818BD">
        <w:t>diss</w:t>
      </w:r>
      <w:r w:rsidRPr="007818BD">
        <w:t>i</w:t>
      </w:r>
      <w:r w:rsidRPr="007818BD">
        <w:t>pant les terreurs qui les entravaient</w:t>
      </w:r>
      <w:r w:rsidR="00E8465A">
        <w:t xml:space="preserve">, </w:t>
      </w:r>
      <w:r w:rsidRPr="007818BD">
        <w:t>les enflammant d</w:t>
      </w:r>
      <w:r w:rsidR="00E8465A">
        <w:t>’</w:t>
      </w:r>
      <w:r w:rsidRPr="007818BD">
        <w:t>une ind</w:t>
      </w:r>
      <w:r w:rsidRPr="007818BD">
        <w:t>i</w:t>
      </w:r>
      <w:r w:rsidRPr="007818BD">
        <w:t>gnation et d</w:t>
      </w:r>
      <w:r w:rsidR="00E8465A">
        <w:t>’</w:t>
      </w:r>
      <w:r w:rsidRPr="007818BD">
        <w:t>une audace extraordinaires</w:t>
      </w:r>
      <w:r w:rsidR="00E8465A">
        <w:t xml:space="preserve">. </w:t>
      </w:r>
      <w:r w:rsidRPr="007818BD">
        <w:t>Mais ce qui les étonna le plus</w:t>
      </w:r>
      <w:r w:rsidR="00E8465A">
        <w:t xml:space="preserve">, </w:t>
      </w:r>
      <w:r w:rsidRPr="007818BD">
        <w:t>c</w:t>
      </w:r>
      <w:r w:rsidR="00E8465A">
        <w:t>’</w:t>
      </w:r>
      <w:r w:rsidRPr="007818BD">
        <w:t>est qu</w:t>
      </w:r>
      <w:r w:rsidR="00E8465A">
        <w:t>’</w:t>
      </w:r>
      <w:r w:rsidRPr="007818BD">
        <w:t>aucune voix ne répliqua</w:t>
      </w:r>
      <w:r w:rsidR="00E8465A">
        <w:t xml:space="preserve">, </w:t>
      </w:r>
      <w:r w:rsidRPr="007818BD">
        <w:t>a</w:t>
      </w:r>
      <w:r w:rsidRPr="007818BD">
        <w:t>u</w:t>
      </w:r>
      <w:r w:rsidRPr="007818BD">
        <w:t>cune main ne se leva contre lui</w:t>
      </w:r>
      <w:r w:rsidR="00E8465A">
        <w:t xml:space="preserve">, </w:t>
      </w:r>
      <w:r w:rsidRPr="007818BD">
        <w:t>aucune créature du tyran ne cria</w:t>
      </w:r>
      <w:r w:rsidR="00E8465A">
        <w:t> : « </w:t>
      </w:r>
      <w:r w:rsidRPr="007818BD">
        <w:t>Arrêtez le tra</w:t>
      </w:r>
      <w:r w:rsidRPr="007818BD">
        <w:t>î</w:t>
      </w:r>
      <w:r w:rsidRPr="007818BD">
        <w:t>tre</w:t>
      </w:r>
      <w:r w:rsidR="00E8465A">
        <w:t> ! »</w:t>
      </w:r>
      <w:r w:rsidRPr="007818BD">
        <w:t xml:space="preserve"> Dans cette impunité</w:t>
      </w:r>
      <w:r w:rsidR="00E8465A">
        <w:t xml:space="preserve">, </w:t>
      </w:r>
      <w:r w:rsidRPr="007818BD">
        <w:t>comme dans un livre</w:t>
      </w:r>
      <w:r w:rsidR="00E8465A">
        <w:t xml:space="preserve">, </w:t>
      </w:r>
      <w:r w:rsidRPr="007818BD">
        <w:t>on pouvait l</w:t>
      </w:r>
      <w:r w:rsidRPr="007818BD">
        <w:t>i</w:t>
      </w:r>
      <w:r w:rsidRPr="007818BD">
        <w:t xml:space="preserve">re que la populace avait </w:t>
      </w:r>
      <w:r w:rsidRPr="007818BD">
        <w:lastRenderedPageBreak/>
        <w:t>délaissé l</w:t>
      </w:r>
      <w:r w:rsidR="00E8465A">
        <w:t>’</w:t>
      </w:r>
      <w:r w:rsidRPr="007818BD">
        <w:t>homme de sang</w:t>
      </w:r>
      <w:r w:rsidR="00E8465A">
        <w:t xml:space="preserve">. </w:t>
      </w:r>
      <w:r w:rsidRPr="007818BD">
        <w:t>Une fois se</w:t>
      </w:r>
      <w:r w:rsidRPr="007818BD">
        <w:t>u</w:t>
      </w:r>
      <w:r w:rsidRPr="007818BD">
        <w:t>lement</w:t>
      </w:r>
      <w:r w:rsidR="00E8465A">
        <w:t xml:space="preserve">, </w:t>
      </w:r>
      <w:r w:rsidRPr="007818BD">
        <w:t>un jacobin farouche et bronzé s</w:t>
      </w:r>
      <w:r w:rsidR="00E8465A">
        <w:t>’</w:t>
      </w:r>
      <w:r w:rsidRPr="007818BD">
        <w:t>élança de la table où il buvait</w:t>
      </w:r>
      <w:r w:rsidR="00E8465A">
        <w:t xml:space="preserve">, </w:t>
      </w:r>
      <w:r w:rsidRPr="007818BD">
        <w:t>et s</w:t>
      </w:r>
      <w:r w:rsidR="00E8465A">
        <w:t>’</w:t>
      </w:r>
      <w:r w:rsidRPr="007818BD">
        <w:t>approchant de l</w:t>
      </w:r>
      <w:r w:rsidR="00E8465A">
        <w:t>’</w:t>
      </w:r>
      <w:r w:rsidRPr="007818BD">
        <w:t>étranger lui dit</w:t>
      </w:r>
      <w:r w:rsidR="00E8465A">
        <w:t> :</w:t>
      </w:r>
    </w:p>
    <w:p w14:paraId="75CA5E23" w14:textId="77777777" w:rsidR="00E8465A" w:rsidRDefault="00E8465A" w:rsidP="00E0544E">
      <w:r>
        <w:t>« </w:t>
      </w:r>
      <w:r w:rsidR="00E0544E" w:rsidRPr="007818BD">
        <w:t>Au nom de la République</w:t>
      </w:r>
      <w:r>
        <w:t xml:space="preserve">, </w:t>
      </w:r>
      <w:r w:rsidR="00E0544E" w:rsidRPr="007818BD">
        <w:t>je t</w:t>
      </w:r>
      <w:r>
        <w:t>’</w:t>
      </w:r>
      <w:r w:rsidR="00E0544E" w:rsidRPr="007818BD">
        <w:t>arrête</w:t>
      </w:r>
      <w:r>
        <w:t> !</w:t>
      </w:r>
    </w:p>
    <w:p w14:paraId="65EEEFA8" w14:textId="53296311" w:rsidR="00E0544E" w:rsidRPr="007818BD" w:rsidRDefault="00E8465A" w:rsidP="00E0544E">
      <w:r>
        <w:t>— </w:t>
      </w:r>
      <w:r w:rsidR="00E0544E" w:rsidRPr="007818BD">
        <w:t>Citoyen Aristide</w:t>
      </w:r>
      <w:r>
        <w:t xml:space="preserve">, </w:t>
      </w:r>
      <w:r w:rsidR="00E0544E" w:rsidRPr="007818BD">
        <w:t>dit l</w:t>
      </w:r>
      <w:r>
        <w:t>’</w:t>
      </w:r>
      <w:r w:rsidR="00E0544E" w:rsidRPr="007818BD">
        <w:t>étranger à voix basse</w:t>
      </w:r>
      <w:r>
        <w:t xml:space="preserve">, </w:t>
      </w:r>
      <w:r w:rsidR="00E0544E" w:rsidRPr="007818BD">
        <w:t>va chez R</w:t>
      </w:r>
      <w:r w:rsidR="00E0544E" w:rsidRPr="007818BD">
        <w:t>o</w:t>
      </w:r>
      <w:r w:rsidR="00E0544E" w:rsidRPr="007818BD">
        <w:t>bespierre</w:t>
      </w:r>
      <w:r>
        <w:t xml:space="preserve"> ; </w:t>
      </w:r>
      <w:r w:rsidR="00E0544E" w:rsidRPr="007818BD">
        <w:t>il est sorti</w:t>
      </w:r>
      <w:r>
        <w:t xml:space="preserve">, </w:t>
      </w:r>
      <w:r w:rsidR="00E0544E" w:rsidRPr="007818BD">
        <w:t>et</w:t>
      </w:r>
      <w:r>
        <w:t xml:space="preserve">, </w:t>
      </w:r>
      <w:r w:rsidR="00E0544E" w:rsidRPr="007818BD">
        <w:t>dans la poche gauche du vêtement qu</w:t>
      </w:r>
      <w:r>
        <w:t>’</w:t>
      </w:r>
      <w:r w:rsidR="00E0544E" w:rsidRPr="007818BD">
        <w:t>il a quitté</w:t>
      </w:r>
      <w:r>
        <w:t xml:space="preserve">, </w:t>
      </w:r>
      <w:r w:rsidR="00E0544E" w:rsidRPr="007818BD">
        <w:t>il n</w:t>
      </w:r>
      <w:r>
        <w:t>’</w:t>
      </w:r>
      <w:r w:rsidR="00E0544E" w:rsidRPr="007818BD">
        <w:t>y a pas une heure</w:t>
      </w:r>
      <w:r>
        <w:t xml:space="preserve">, </w:t>
      </w:r>
      <w:r w:rsidR="00E0544E" w:rsidRPr="007818BD">
        <w:t>tu trouveras un papier</w:t>
      </w:r>
      <w:r>
        <w:t xml:space="preserve"> : </w:t>
      </w:r>
      <w:r w:rsidR="00E0544E" w:rsidRPr="007818BD">
        <w:t>quand tu l</w:t>
      </w:r>
      <w:r>
        <w:t>’</w:t>
      </w:r>
      <w:r w:rsidR="00E0544E" w:rsidRPr="007818BD">
        <w:t>auras lu</w:t>
      </w:r>
      <w:r>
        <w:t xml:space="preserve">, </w:t>
      </w:r>
      <w:r w:rsidR="00E0544E" w:rsidRPr="007818BD">
        <w:t>reviens</w:t>
      </w:r>
      <w:r>
        <w:t xml:space="preserve">. </w:t>
      </w:r>
      <w:r w:rsidR="00E0544E" w:rsidRPr="007818BD">
        <w:t>Je t</w:t>
      </w:r>
      <w:r>
        <w:t>’</w:t>
      </w:r>
      <w:r w:rsidR="00E0544E" w:rsidRPr="007818BD">
        <w:t>attendrai</w:t>
      </w:r>
      <w:r>
        <w:t xml:space="preserve">, </w:t>
      </w:r>
      <w:r w:rsidR="00E0544E" w:rsidRPr="007818BD">
        <w:t>et</w:t>
      </w:r>
      <w:r>
        <w:t xml:space="preserve">, </w:t>
      </w:r>
      <w:r w:rsidR="00E0544E" w:rsidRPr="007818BD">
        <w:t>si alors tu veux m</w:t>
      </w:r>
      <w:r>
        <w:t>’</w:t>
      </w:r>
      <w:r w:rsidR="00E0544E" w:rsidRPr="007818BD">
        <w:t>arrêter</w:t>
      </w:r>
      <w:r>
        <w:t xml:space="preserve">, </w:t>
      </w:r>
      <w:r w:rsidR="00E0544E" w:rsidRPr="007818BD">
        <w:t>je me rendrai sans résister</w:t>
      </w:r>
      <w:r>
        <w:t xml:space="preserve">. </w:t>
      </w:r>
      <w:r w:rsidR="00E0544E" w:rsidRPr="007818BD">
        <w:t>Regarde autour de toi ces visages menaçants</w:t>
      </w:r>
      <w:r>
        <w:t xml:space="preserve"> : </w:t>
      </w:r>
      <w:r w:rsidR="00E0544E" w:rsidRPr="007818BD">
        <w:t xml:space="preserve">touche-moi </w:t>
      </w:r>
      <w:r w:rsidR="00E0544E" w:rsidRPr="007818BD">
        <w:rPr>
          <w:i/>
          <w:iCs/>
        </w:rPr>
        <w:t>maintenant</w:t>
      </w:r>
      <w:r w:rsidR="00E0544E" w:rsidRPr="007818BD">
        <w:t xml:space="preserve"> et tu seras mis en pièces</w:t>
      </w:r>
      <w:r>
        <w:t>. »</w:t>
      </w:r>
    </w:p>
    <w:p w14:paraId="287FBD73" w14:textId="77777777" w:rsidR="00E8465A" w:rsidRDefault="00E0544E" w:rsidP="00E0544E">
      <w:r w:rsidRPr="007818BD">
        <w:t>Le jacobin se sentit contraint d</w:t>
      </w:r>
      <w:r w:rsidR="00E8465A">
        <w:t>’</w:t>
      </w:r>
      <w:r w:rsidRPr="007818BD">
        <w:t>obéir comme malgré lui</w:t>
      </w:r>
      <w:r w:rsidR="00E8465A">
        <w:t xml:space="preserve">. </w:t>
      </w:r>
      <w:r w:rsidRPr="007818BD">
        <w:t>Il sortit en grommelant</w:t>
      </w:r>
      <w:r w:rsidR="00E8465A">
        <w:t xml:space="preserve"> ; </w:t>
      </w:r>
      <w:r w:rsidRPr="007818BD">
        <w:t>il revint</w:t>
      </w:r>
      <w:r w:rsidR="00E8465A">
        <w:t xml:space="preserve">, </w:t>
      </w:r>
      <w:r w:rsidRPr="007818BD">
        <w:t>l</w:t>
      </w:r>
      <w:r w:rsidR="00E8465A">
        <w:t>’</w:t>
      </w:r>
      <w:r w:rsidRPr="007818BD">
        <w:t>étranger était encore là</w:t>
      </w:r>
      <w:r w:rsidR="00E8465A">
        <w:t>.</w:t>
      </w:r>
    </w:p>
    <w:p w14:paraId="5F2DF7D1" w14:textId="6F8A522F" w:rsidR="00E0544E" w:rsidRPr="007818BD" w:rsidRDefault="00E8465A" w:rsidP="00E0544E">
      <w:r>
        <w:t>« </w:t>
      </w:r>
      <w:r w:rsidR="00E0544E" w:rsidRPr="007818BD">
        <w:t>Merci</w:t>
      </w:r>
      <w:r>
        <w:t xml:space="preserve"> ! </w:t>
      </w:r>
      <w:r w:rsidR="00E0544E" w:rsidRPr="007818BD">
        <w:t>citoyen</w:t>
      </w:r>
      <w:r>
        <w:t xml:space="preserve">, </w:t>
      </w:r>
      <w:r w:rsidR="00E0544E" w:rsidRPr="007818BD">
        <w:t>dit-il</w:t>
      </w:r>
      <w:r>
        <w:t xml:space="preserve">, </w:t>
      </w:r>
      <w:r w:rsidR="00E0544E" w:rsidRPr="007818BD">
        <w:t>et il accompagna ce remerc</w:t>
      </w:r>
      <w:r w:rsidR="00E0544E">
        <w:t>î</w:t>
      </w:r>
      <w:r w:rsidR="00E0544E" w:rsidRPr="007818BD">
        <w:t>ment d</w:t>
      </w:r>
      <w:r>
        <w:t>’</w:t>
      </w:r>
      <w:r w:rsidR="00E0544E" w:rsidRPr="007818BD">
        <w:t>une énergique imprécation jacobine</w:t>
      </w:r>
      <w:r>
        <w:t xml:space="preserve"> ; </w:t>
      </w:r>
      <w:r w:rsidR="00E0544E" w:rsidRPr="007818BD">
        <w:t>merci</w:t>
      </w:r>
      <w:r>
        <w:t xml:space="preserve"> ! </w:t>
      </w:r>
      <w:r w:rsidR="00E0544E" w:rsidRPr="007818BD">
        <w:t>le lâche avait mon nom sur sa liste</w:t>
      </w:r>
      <w:r>
        <w:t> ! »</w:t>
      </w:r>
    </w:p>
    <w:p w14:paraId="0A2CC343" w14:textId="77777777" w:rsidR="00E8465A" w:rsidRDefault="00E0544E" w:rsidP="00E0544E">
      <w:r w:rsidRPr="007818BD">
        <w:t>Là-dessus le jacobin Aristide sauta sur la table</w:t>
      </w:r>
      <w:r w:rsidR="00E8465A">
        <w:t xml:space="preserve">, </w:t>
      </w:r>
      <w:r w:rsidRPr="007818BD">
        <w:t>et s</w:t>
      </w:r>
      <w:r w:rsidR="00E8465A">
        <w:t>’</w:t>
      </w:r>
      <w:r w:rsidRPr="007818BD">
        <w:t>écria</w:t>
      </w:r>
      <w:r w:rsidR="00E8465A">
        <w:t> :</w:t>
      </w:r>
    </w:p>
    <w:p w14:paraId="7EEF5D81" w14:textId="4793BFAA" w:rsidR="00E0544E" w:rsidRPr="007818BD" w:rsidRDefault="00E8465A" w:rsidP="00E0544E">
      <w:r>
        <w:t>« </w:t>
      </w:r>
      <w:r w:rsidR="00E0544E" w:rsidRPr="007818BD">
        <w:t>Mort au tyran</w:t>
      </w:r>
      <w:r>
        <w:t> ! »</w:t>
      </w:r>
    </w:p>
    <w:p w14:paraId="5B61C786" w14:textId="77777777" w:rsidR="00E8465A" w:rsidRDefault="00E0544E" w:rsidP="00E8465A">
      <w:pPr>
        <w:pStyle w:val="Titre2"/>
        <w:pageBreakBefore/>
      </w:pPr>
      <w:bookmarkStart w:id="81" w:name="_Toc199963130"/>
      <w:r w:rsidRPr="007818BD">
        <w:lastRenderedPageBreak/>
        <w:t>CHAPITRE</w:t>
      </w:r>
      <w:r w:rsidR="00E8465A">
        <w:t xml:space="preserve"> </w:t>
      </w:r>
      <w:r w:rsidRPr="007818BD">
        <w:t>XI</w:t>
      </w:r>
      <w:r w:rsidR="00E8465A">
        <w:t>.</w:t>
      </w:r>
      <w:bookmarkEnd w:id="81"/>
    </w:p>
    <w:p w14:paraId="23A4F9FC" w14:textId="77777777" w:rsidR="00E8465A" w:rsidRDefault="00E0544E" w:rsidP="00E0544E">
      <w:pPr>
        <w:pStyle w:val="NormalRetraitGauche4XIndent0"/>
        <w:spacing w:before="0" w:after="0"/>
        <w:rPr>
          <w:rStyle w:val="Taille-1Caracteres"/>
        </w:rPr>
      </w:pPr>
      <w:r w:rsidRPr="007818BD">
        <w:rPr>
          <w:rStyle w:val="Taille-1Caracteres"/>
        </w:rPr>
        <w:t>Le lendemain</w:t>
      </w:r>
      <w:r w:rsidR="00E8465A">
        <w:rPr>
          <w:rStyle w:val="Taille-1Caracteres"/>
        </w:rPr>
        <w:t xml:space="preserve">, </w:t>
      </w:r>
      <w:r w:rsidRPr="007818BD">
        <w:rPr>
          <w:rStyle w:val="Taille-1Caracteres"/>
        </w:rPr>
        <w:t>8 thermidor</w:t>
      </w:r>
      <w:r w:rsidR="00E8465A">
        <w:rPr>
          <w:rStyle w:val="Taille-1Caracteres"/>
        </w:rPr>
        <w:t xml:space="preserve">, </w:t>
      </w:r>
      <w:r w:rsidRPr="007818BD">
        <w:rPr>
          <w:rStyle w:val="Taille-1Caracteres"/>
        </w:rPr>
        <w:t>Robespierre se décida à prononcer son fameux discours</w:t>
      </w:r>
      <w:r w:rsidR="00E8465A">
        <w:rPr>
          <w:rStyle w:val="Taille-1Caracteres"/>
        </w:rPr>
        <w:t>.</w:t>
      </w:r>
    </w:p>
    <w:p w14:paraId="0F55A7B3" w14:textId="56E4D3FA" w:rsidR="00E8465A" w:rsidRDefault="00E8465A" w:rsidP="00E0544E">
      <w:pPr>
        <w:jc w:val="right"/>
        <w:rPr>
          <w:rStyle w:val="Taille-1Caracteres"/>
        </w:rPr>
      </w:pPr>
      <w:r>
        <w:rPr>
          <w:rStyle w:val="Taille-1Caracteres"/>
        </w:rPr>
        <w:t>(</w:t>
      </w:r>
      <w:r w:rsidR="00E0544E" w:rsidRPr="007818BD">
        <w:rPr>
          <w:rStyle w:val="Taille-1Caracteres"/>
        </w:rPr>
        <w:t>THIERS</w:t>
      </w:r>
      <w:r>
        <w:rPr>
          <w:rStyle w:val="Taille-1Caracteres"/>
        </w:rPr>
        <w:t xml:space="preserve">, </w:t>
      </w:r>
      <w:r w:rsidR="00E0544E" w:rsidRPr="007818BD">
        <w:rPr>
          <w:rStyle w:val="Taille-1Caracteres"/>
          <w:i/>
        </w:rPr>
        <w:t>Hist</w:t>
      </w:r>
      <w:r>
        <w:rPr>
          <w:rStyle w:val="Taille-1Caracteres"/>
          <w:i/>
        </w:rPr>
        <w:t xml:space="preserve">. </w:t>
      </w:r>
      <w:r w:rsidR="00E0544E" w:rsidRPr="007818BD">
        <w:rPr>
          <w:rStyle w:val="Taille-1Caracteres"/>
          <w:i/>
        </w:rPr>
        <w:t xml:space="preserve">de la </w:t>
      </w:r>
      <w:proofErr w:type="spellStart"/>
      <w:r w:rsidR="00E0544E" w:rsidRPr="007818BD">
        <w:rPr>
          <w:rStyle w:val="Taille-1Caracteres"/>
          <w:i/>
        </w:rPr>
        <w:t>Révol</w:t>
      </w:r>
      <w:proofErr w:type="spellEnd"/>
      <w:r>
        <w:rPr>
          <w:rStyle w:val="Taille-1Caracteres"/>
        </w:rPr>
        <w:t>.)</w:t>
      </w:r>
    </w:p>
    <w:p w14:paraId="368BEC4B" w14:textId="7660E1B7" w:rsidR="00E8465A" w:rsidRDefault="00E0544E" w:rsidP="00E0544E">
      <w:r w:rsidRPr="007818BD">
        <w:t>Le matin du 8 thermidor</w:t>
      </w:r>
      <w:r w:rsidR="00E8465A">
        <w:t xml:space="preserve"> (</w:t>
      </w:r>
      <w:r w:rsidRPr="007818BD">
        <w:t>2</w:t>
      </w:r>
      <w:r w:rsidR="00E8465A" w:rsidRPr="007818BD">
        <w:t>6</w:t>
      </w:r>
      <w:r w:rsidR="00E8465A">
        <w:t> </w:t>
      </w:r>
      <w:r w:rsidR="00E8465A" w:rsidRPr="007818BD">
        <w:t>juillet</w:t>
      </w:r>
      <w:r w:rsidR="00E8465A">
        <w:t xml:space="preserve">) </w:t>
      </w:r>
      <w:r w:rsidRPr="007818BD">
        <w:t>est arrivé</w:t>
      </w:r>
      <w:r w:rsidR="00E8465A">
        <w:t xml:space="preserve">. </w:t>
      </w:r>
      <w:r w:rsidRPr="007818BD">
        <w:t>Robespierre est allé à la Convention</w:t>
      </w:r>
      <w:r w:rsidR="00E8465A">
        <w:t xml:space="preserve"> ; </w:t>
      </w:r>
      <w:r w:rsidRPr="007818BD">
        <w:t>il y est allé avec sa harangue laborie</w:t>
      </w:r>
      <w:r w:rsidRPr="007818BD">
        <w:t>u</w:t>
      </w:r>
      <w:r w:rsidRPr="007818BD">
        <w:t>sement préparée</w:t>
      </w:r>
      <w:r w:rsidR="00E8465A">
        <w:t xml:space="preserve">, </w:t>
      </w:r>
      <w:r w:rsidRPr="007818BD">
        <w:t>il y est allé avec ses phrases philanthropiques et vertueuses</w:t>
      </w:r>
      <w:r w:rsidR="00E8465A">
        <w:t xml:space="preserve">, </w:t>
      </w:r>
      <w:r w:rsidRPr="007818BD">
        <w:t>il y est allé pour choisir ses victimes</w:t>
      </w:r>
      <w:r w:rsidR="00E8465A">
        <w:t xml:space="preserve">. </w:t>
      </w:r>
      <w:r w:rsidRPr="007818BD">
        <w:t>Tous ses agents sont préparés à le recevoir</w:t>
      </w:r>
      <w:r w:rsidR="00E8465A">
        <w:t xml:space="preserve"> : </w:t>
      </w:r>
      <w:r w:rsidRPr="007818BD">
        <w:t>le féroce Saint-Just est arrivé de l</w:t>
      </w:r>
      <w:r w:rsidR="00E8465A">
        <w:t>’</w:t>
      </w:r>
      <w:r w:rsidRPr="007818BD">
        <w:t>armée pour seconder son courage et enflammer sa colère</w:t>
      </w:r>
      <w:r w:rsidR="00E8465A">
        <w:t xml:space="preserve">. </w:t>
      </w:r>
      <w:r w:rsidRPr="007818BD">
        <w:t>Son apparition de mauvais augure prépare l</w:t>
      </w:r>
      <w:r w:rsidR="00E8465A">
        <w:t>’</w:t>
      </w:r>
      <w:r w:rsidRPr="007818BD">
        <w:t>assemblée à une crise</w:t>
      </w:r>
      <w:r w:rsidR="00E8465A">
        <w:t>.</w:t>
      </w:r>
    </w:p>
    <w:p w14:paraId="2BA308AB" w14:textId="640F35B2" w:rsidR="00E0544E" w:rsidRPr="007818BD" w:rsidRDefault="00E8465A" w:rsidP="00E0544E">
      <w:r>
        <w:t>« </w:t>
      </w:r>
      <w:r w:rsidR="00E0544E" w:rsidRPr="007818BD">
        <w:t>Citoyens</w:t>
      </w:r>
      <w:r>
        <w:t xml:space="preserve"> ! </w:t>
      </w:r>
      <w:r w:rsidR="00E0544E" w:rsidRPr="007818BD">
        <w:t>s</w:t>
      </w:r>
      <w:r>
        <w:t>’</w:t>
      </w:r>
      <w:r w:rsidR="00E0544E" w:rsidRPr="007818BD">
        <w:t>écrie la voix grêle de Robespierre</w:t>
      </w:r>
      <w:r>
        <w:t xml:space="preserve">, </w:t>
      </w:r>
      <w:r w:rsidR="00E0544E" w:rsidRPr="007818BD">
        <w:t>d</w:t>
      </w:r>
      <w:r>
        <w:t>’</w:t>
      </w:r>
      <w:r w:rsidR="00E0544E" w:rsidRPr="007818BD">
        <w:t>autres vous ont retracé des peintures flatteuses</w:t>
      </w:r>
      <w:r>
        <w:t xml:space="preserve"> ; </w:t>
      </w:r>
      <w:r w:rsidR="00E0544E" w:rsidRPr="007818BD">
        <w:t>moi</w:t>
      </w:r>
      <w:r>
        <w:t xml:space="preserve">, </w:t>
      </w:r>
      <w:r w:rsidR="00E0544E" w:rsidRPr="007818BD">
        <w:t>je viens vous a</w:t>
      </w:r>
      <w:r w:rsidR="00E0544E" w:rsidRPr="007818BD">
        <w:t>n</w:t>
      </w:r>
      <w:r w:rsidR="00E0544E" w:rsidRPr="007818BD">
        <w:t>noncer d</w:t>
      </w:r>
      <w:r>
        <w:t>’</w:t>
      </w:r>
      <w:r w:rsidR="00E0544E" w:rsidRPr="007818BD">
        <w:t>utiles vérités</w:t>
      </w:r>
      <w:r>
        <w:t>. »</w:t>
      </w:r>
    </w:p>
    <w:p w14:paraId="289043D7" w14:textId="77777777" w:rsidR="00E0544E" w:rsidRPr="007818BD" w:rsidRDefault="00E0544E" w:rsidP="00E0544E"/>
    <w:p w14:paraId="41876007" w14:textId="28602D93" w:rsidR="00E0544E" w:rsidRPr="007818BD" w:rsidRDefault="00E8465A" w:rsidP="00E0544E">
      <w:r>
        <w:t>« </w:t>
      </w:r>
      <w:r w:rsidR="00E0544E" w:rsidRPr="007818BD">
        <w:t>Et ils attribuent à moi et à moi seul tout ce qui se co</w:t>
      </w:r>
      <w:r w:rsidR="00E0544E" w:rsidRPr="007818BD">
        <w:t>m</w:t>
      </w:r>
      <w:r w:rsidR="00E0544E" w:rsidRPr="007818BD">
        <w:t>met de sévérités</w:t>
      </w:r>
      <w:r>
        <w:t xml:space="preserve">, </w:t>
      </w:r>
      <w:r w:rsidR="00E0544E" w:rsidRPr="007818BD">
        <w:t>de crimes</w:t>
      </w:r>
      <w:r>
        <w:t xml:space="preserve"> ; </w:t>
      </w:r>
      <w:r w:rsidR="00E0544E" w:rsidRPr="007818BD">
        <w:t>c</w:t>
      </w:r>
      <w:r>
        <w:t>’</w:t>
      </w:r>
      <w:r w:rsidR="00E0544E" w:rsidRPr="007818BD">
        <w:t>est Robespierre qui le veut</w:t>
      </w:r>
      <w:r>
        <w:t xml:space="preserve">, </w:t>
      </w:r>
      <w:r w:rsidR="00E0544E" w:rsidRPr="007818BD">
        <w:t>c</w:t>
      </w:r>
      <w:r>
        <w:t>’</w:t>
      </w:r>
      <w:r w:rsidR="00E0544E" w:rsidRPr="007818BD">
        <w:t>est R</w:t>
      </w:r>
      <w:r w:rsidR="00E0544E" w:rsidRPr="007818BD">
        <w:t>o</w:t>
      </w:r>
      <w:r w:rsidR="00E0544E" w:rsidRPr="007818BD">
        <w:t>bespierre qui l</w:t>
      </w:r>
      <w:r>
        <w:t>’</w:t>
      </w:r>
      <w:r w:rsidR="00E0544E" w:rsidRPr="007818BD">
        <w:t>ordonne</w:t>
      </w:r>
      <w:r>
        <w:t xml:space="preserve">. </w:t>
      </w:r>
      <w:r w:rsidR="00E0544E" w:rsidRPr="007818BD">
        <w:t>Ils m</w:t>
      </w:r>
      <w:r>
        <w:t>’</w:t>
      </w:r>
      <w:r w:rsidR="00E0544E" w:rsidRPr="007818BD">
        <w:t>appellent tyran</w:t>
      </w:r>
      <w:r>
        <w:t xml:space="preserve"> ; </w:t>
      </w:r>
      <w:r w:rsidR="00E0544E" w:rsidRPr="007818BD">
        <w:t>pourquoi</w:t>
      </w:r>
      <w:r>
        <w:t xml:space="preserve"> ? </w:t>
      </w:r>
      <w:r w:rsidR="00E0544E" w:rsidRPr="007818BD">
        <w:t>Parce que j</w:t>
      </w:r>
      <w:r>
        <w:t>’</w:t>
      </w:r>
      <w:r w:rsidR="00E0544E" w:rsidRPr="007818BD">
        <w:t>ai acquis quelque influence</w:t>
      </w:r>
      <w:r>
        <w:t xml:space="preserve">. </w:t>
      </w:r>
      <w:r w:rsidR="00E0544E" w:rsidRPr="007818BD">
        <w:t>Comment l</w:t>
      </w:r>
      <w:r>
        <w:t>’</w:t>
      </w:r>
      <w:r w:rsidR="00E0544E" w:rsidRPr="007818BD">
        <w:t>ai-je acqu</w:t>
      </w:r>
      <w:r w:rsidR="00E0544E" w:rsidRPr="007818BD">
        <w:t>i</w:t>
      </w:r>
      <w:r w:rsidR="00E0544E" w:rsidRPr="007818BD">
        <w:t>se</w:t>
      </w:r>
      <w:r>
        <w:t xml:space="preserve"> ? </w:t>
      </w:r>
      <w:r w:rsidR="00E0544E" w:rsidRPr="007818BD">
        <w:t>en disant la vérité</w:t>
      </w:r>
      <w:r>
        <w:t xml:space="preserve"> ; </w:t>
      </w:r>
      <w:r w:rsidR="00E0544E" w:rsidRPr="007818BD">
        <w:t>et qui ose prétendre que la vérité doive être sans force dans la bouche des représentants du peuple fra</w:t>
      </w:r>
      <w:r w:rsidR="00E0544E" w:rsidRPr="007818BD">
        <w:t>n</w:t>
      </w:r>
      <w:r w:rsidR="00E0544E" w:rsidRPr="007818BD">
        <w:t>çais</w:t>
      </w:r>
      <w:r>
        <w:t xml:space="preserve"> ? </w:t>
      </w:r>
      <w:r w:rsidR="00E0544E" w:rsidRPr="007818BD">
        <w:t>Sans doute la vérité a sa puissance</w:t>
      </w:r>
      <w:r>
        <w:t xml:space="preserve">, </w:t>
      </w:r>
      <w:r w:rsidR="00E0544E" w:rsidRPr="007818BD">
        <w:t>son entraînement</w:t>
      </w:r>
      <w:r>
        <w:t xml:space="preserve">, </w:t>
      </w:r>
      <w:r w:rsidR="00E0544E" w:rsidRPr="007818BD">
        <w:t>son despotisme</w:t>
      </w:r>
      <w:r>
        <w:t xml:space="preserve">, </w:t>
      </w:r>
      <w:r w:rsidR="00E0544E" w:rsidRPr="007818BD">
        <w:t>ses accents touchants ou terribles qui retenti</w:t>
      </w:r>
      <w:r w:rsidR="00E0544E" w:rsidRPr="007818BD">
        <w:t>s</w:t>
      </w:r>
      <w:r w:rsidR="00E0544E" w:rsidRPr="007818BD">
        <w:t>sent dans le cœur vertueux comme dans la conscience coupable</w:t>
      </w:r>
      <w:r>
        <w:t xml:space="preserve">, </w:t>
      </w:r>
      <w:r w:rsidR="00E0544E" w:rsidRPr="007818BD">
        <w:t xml:space="preserve">et que le mensonge ne peut pas plus contrefaire que </w:t>
      </w:r>
      <w:proofErr w:type="spellStart"/>
      <w:r w:rsidR="00E0544E" w:rsidRPr="007818BD">
        <w:t>Salmonée</w:t>
      </w:r>
      <w:proofErr w:type="spellEnd"/>
      <w:r w:rsidR="00E0544E" w:rsidRPr="007818BD">
        <w:t xml:space="preserve"> ne put forger les foudres de l</w:t>
      </w:r>
      <w:r>
        <w:t>’</w:t>
      </w:r>
      <w:r w:rsidR="00E0544E" w:rsidRPr="007818BD">
        <w:t>Olympe</w:t>
      </w:r>
      <w:r>
        <w:t xml:space="preserve">. </w:t>
      </w:r>
      <w:r w:rsidR="00E0544E" w:rsidRPr="007818BD">
        <w:t>Que suis-je</w:t>
      </w:r>
      <w:r>
        <w:t xml:space="preserve">, </w:t>
      </w:r>
      <w:r w:rsidR="00E0544E" w:rsidRPr="007818BD">
        <w:t>moi qu</w:t>
      </w:r>
      <w:r>
        <w:t>’</w:t>
      </w:r>
      <w:r w:rsidR="00E0544E" w:rsidRPr="007818BD">
        <w:t>on acc</w:t>
      </w:r>
      <w:r w:rsidR="00E0544E" w:rsidRPr="007818BD">
        <w:t>u</w:t>
      </w:r>
      <w:r w:rsidR="00E0544E" w:rsidRPr="007818BD">
        <w:t>se</w:t>
      </w:r>
      <w:r>
        <w:t xml:space="preserve"> ? </w:t>
      </w:r>
      <w:r w:rsidR="00E0544E" w:rsidRPr="007818BD">
        <w:t>Un esclave de la liberté</w:t>
      </w:r>
      <w:r>
        <w:t xml:space="preserve">, </w:t>
      </w:r>
      <w:r w:rsidR="00E0544E" w:rsidRPr="007818BD">
        <w:t>un martyr vivant de la Républ</w:t>
      </w:r>
      <w:r w:rsidR="00E0544E" w:rsidRPr="007818BD">
        <w:t>i</w:t>
      </w:r>
      <w:r w:rsidR="00E0544E" w:rsidRPr="007818BD">
        <w:t>que</w:t>
      </w:r>
      <w:r>
        <w:t xml:space="preserve">, </w:t>
      </w:r>
      <w:r w:rsidR="00E0544E" w:rsidRPr="007818BD">
        <w:t>la victime</w:t>
      </w:r>
      <w:r>
        <w:t xml:space="preserve">, </w:t>
      </w:r>
      <w:r w:rsidR="00E0544E" w:rsidRPr="007818BD">
        <w:t xml:space="preserve">mais </w:t>
      </w:r>
      <w:r w:rsidR="00E0544E" w:rsidRPr="007818BD">
        <w:lastRenderedPageBreak/>
        <w:t>aussi l</w:t>
      </w:r>
      <w:r>
        <w:t>’</w:t>
      </w:r>
      <w:r w:rsidR="00E0544E" w:rsidRPr="007818BD">
        <w:t>ennemi du crime</w:t>
      </w:r>
      <w:r>
        <w:t xml:space="preserve">. </w:t>
      </w:r>
      <w:r w:rsidR="00E0544E" w:rsidRPr="007818BD">
        <w:t>Tous les scélérats m</w:t>
      </w:r>
      <w:r>
        <w:t>’</w:t>
      </w:r>
      <w:r w:rsidR="00E0544E" w:rsidRPr="007818BD">
        <w:t>insultent</w:t>
      </w:r>
      <w:r>
        <w:t xml:space="preserve">, </w:t>
      </w:r>
      <w:r w:rsidR="00E0544E" w:rsidRPr="007818BD">
        <w:t>et des actions légitimes chez d</w:t>
      </w:r>
      <w:r>
        <w:t>’</w:t>
      </w:r>
      <w:r w:rsidR="00E0544E" w:rsidRPr="007818BD">
        <w:t xml:space="preserve">autres </w:t>
      </w:r>
      <w:proofErr w:type="gramStart"/>
      <w:r w:rsidR="00E0544E" w:rsidRPr="007818BD">
        <w:t>sont</w:t>
      </w:r>
      <w:proofErr w:type="gramEnd"/>
      <w:r w:rsidR="00E0544E" w:rsidRPr="007818BD">
        <w:t xml:space="preserve"> des cr</w:t>
      </w:r>
      <w:r w:rsidR="00E0544E" w:rsidRPr="007818BD">
        <w:t>i</w:t>
      </w:r>
      <w:r w:rsidR="00E0544E" w:rsidRPr="007818BD">
        <w:t>mes chez moi</w:t>
      </w:r>
      <w:r>
        <w:t xml:space="preserve">. </w:t>
      </w:r>
      <w:r w:rsidR="00E0544E" w:rsidRPr="007818BD">
        <w:t>Il suffit de me connaître pour être calomnié</w:t>
      </w:r>
      <w:r>
        <w:t xml:space="preserve">. </w:t>
      </w:r>
      <w:r w:rsidR="00E0544E" w:rsidRPr="007818BD">
        <w:t>C</w:t>
      </w:r>
      <w:r>
        <w:t>’</w:t>
      </w:r>
      <w:r w:rsidR="00E0544E" w:rsidRPr="007818BD">
        <w:t>est dans mon zèle même qu</w:t>
      </w:r>
      <w:r>
        <w:t>’</w:t>
      </w:r>
      <w:r w:rsidR="00E0544E" w:rsidRPr="007818BD">
        <w:t>on trouve des preuves de ma culpabil</w:t>
      </w:r>
      <w:r w:rsidR="00E0544E" w:rsidRPr="007818BD">
        <w:t>i</w:t>
      </w:r>
      <w:r w:rsidR="00E0544E" w:rsidRPr="007818BD">
        <w:t>té</w:t>
      </w:r>
      <w:r>
        <w:t>. »</w:t>
      </w:r>
    </w:p>
    <w:p w14:paraId="3B2A867A" w14:textId="77777777" w:rsidR="00E8465A" w:rsidRDefault="00E0544E" w:rsidP="00E0544E">
      <w:r w:rsidRPr="007818BD">
        <w:t>Il s</w:t>
      </w:r>
      <w:r w:rsidR="00E8465A">
        <w:t>’</w:t>
      </w:r>
      <w:r w:rsidRPr="007818BD">
        <w:t>arrêta</w:t>
      </w:r>
      <w:r w:rsidR="00E8465A">
        <w:t xml:space="preserve"> ; </w:t>
      </w:r>
      <w:r w:rsidRPr="007818BD">
        <w:t>Couthon essuya ses yeux</w:t>
      </w:r>
      <w:r w:rsidR="00E8465A">
        <w:t xml:space="preserve">, </w:t>
      </w:r>
      <w:r w:rsidRPr="007818BD">
        <w:t>Saint-Just murmura une approbation</w:t>
      </w:r>
      <w:r w:rsidR="00E8465A">
        <w:t xml:space="preserve">, </w:t>
      </w:r>
      <w:r w:rsidRPr="007818BD">
        <w:t>et lança des regards sévères sur la montagne agitée</w:t>
      </w:r>
      <w:r w:rsidR="00E8465A">
        <w:t xml:space="preserve">. </w:t>
      </w:r>
      <w:r w:rsidRPr="007818BD">
        <w:t>Un silence morne</w:t>
      </w:r>
      <w:r w:rsidR="00E8465A">
        <w:t xml:space="preserve">, </w:t>
      </w:r>
      <w:r w:rsidRPr="007818BD">
        <w:t>lugubre</w:t>
      </w:r>
      <w:r w:rsidR="00E8465A">
        <w:t xml:space="preserve">, </w:t>
      </w:r>
      <w:r w:rsidRPr="007818BD">
        <w:t>glacial</w:t>
      </w:r>
      <w:r w:rsidR="00E8465A">
        <w:t xml:space="preserve">, </w:t>
      </w:r>
      <w:r w:rsidRPr="007818BD">
        <w:t>plana sur l</w:t>
      </w:r>
      <w:r w:rsidR="00E8465A">
        <w:t>’</w:t>
      </w:r>
      <w:r w:rsidRPr="007818BD">
        <w:t>assemblée</w:t>
      </w:r>
      <w:r w:rsidR="00E8465A">
        <w:t xml:space="preserve">. </w:t>
      </w:r>
      <w:r w:rsidRPr="007818BD">
        <w:t>L</w:t>
      </w:r>
      <w:r w:rsidR="00E8465A">
        <w:t>’</w:t>
      </w:r>
      <w:r w:rsidRPr="007818BD">
        <w:t>effet de la dernière phrase de l</w:t>
      </w:r>
      <w:r w:rsidR="00E8465A">
        <w:t>’</w:t>
      </w:r>
      <w:r w:rsidRPr="007818BD">
        <w:t>orateur était manqué</w:t>
      </w:r>
      <w:r w:rsidR="00E8465A">
        <w:t xml:space="preserve">. </w:t>
      </w:r>
      <w:r w:rsidRPr="007818BD">
        <w:t>Il jeta les yeux autour de lui</w:t>
      </w:r>
      <w:r w:rsidR="00E8465A">
        <w:t xml:space="preserve">. </w:t>
      </w:r>
      <w:r w:rsidRPr="007818BD">
        <w:t>Oh</w:t>
      </w:r>
      <w:r w:rsidR="00E8465A">
        <w:t xml:space="preserve"> ! </w:t>
      </w:r>
      <w:r w:rsidRPr="007818BD">
        <w:t>cette apathie</w:t>
      </w:r>
      <w:r w:rsidR="00E8465A">
        <w:t xml:space="preserve">, </w:t>
      </w:r>
      <w:r w:rsidRPr="007818BD">
        <w:t>il va bientôt l</w:t>
      </w:r>
      <w:r w:rsidR="00E8465A">
        <w:t>’</w:t>
      </w:r>
      <w:r w:rsidRPr="007818BD">
        <w:t>éveiller</w:t>
      </w:r>
      <w:r w:rsidR="00E8465A">
        <w:t xml:space="preserve">. </w:t>
      </w:r>
      <w:r w:rsidRPr="007818BD">
        <w:t>Il continue</w:t>
      </w:r>
      <w:r w:rsidR="00E8465A">
        <w:t xml:space="preserve"> ; </w:t>
      </w:r>
      <w:r w:rsidRPr="007818BD">
        <w:t>il ne se loue plus</w:t>
      </w:r>
      <w:r w:rsidR="00E8465A">
        <w:t xml:space="preserve">, </w:t>
      </w:r>
      <w:r w:rsidRPr="007818BD">
        <w:t>il ne se plaint plus</w:t>
      </w:r>
      <w:r w:rsidR="00E8465A">
        <w:t xml:space="preserve">. </w:t>
      </w:r>
      <w:r w:rsidRPr="007818BD">
        <w:t>Il dénonce</w:t>
      </w:r>
      <w:r w:rsidR="00E8465A">
        <w:t xml:space="preserve">, </w:t>
      </w:r>
      <w:r w:rsidRPr="007818BD">
        <w:t>il a</w:t>
      </w:r>
      <w:r w:rsidRPr="007818BD">
        <w:t>c</w:t>
      </w:r>
      <w:r w:rsidRPr="007818BD">
        <w:t>cuse</w:t>
      </w:r>
      <w:r w:rsidR="00E8465A">
        <w:t xml:space="preserve">. </w:t>
      </w:r>
      <w:r w:rsidRPr="007818BD">
        <w:t>Les flots de son venin débordent</w:t>
      </w:r>
      <w:r w:rsidR="00E8465A">
        <w:t xml:space="preserve"> ; </w:t>
      </w:r>
      <w:r w:rsidRPr="007818BD">
        <w:t>il le lance sur tous à la fois</w:t>
      </w:r>
      <w:r w:rsidR="00E8465A">
        <w:t xml:space="preserve">, </w:t>
      </w:r>
      <w:proofErr w:type="gramStart"/>
      <w:r w:rsidRPr="007818BD">
        <w:t>sur</w:t>
      </w:r>
      <w:proofErr w:type="gramEnd"/>
      <w:r w:rsidRPr="007818BD">
        <w:t xml:space="preserve"> Paris</w:t>
      </w:r>
      <w:r w:rsidR="00E8465A">
        <w:t xml:space="preserve">, </w:t>
      </w:r>
      <w:r w:rsidRPr="007818BD">
        <w:t>l</w:t>
      </w:r>
      <w:r w:rsidR="00E8465A">
        <w:t>’</w:t>
      </w:r>
      <w:r w:rsidRPr="007818BD">
        <w:t>armée</w:t>
      </w:r>
      <w:r w:rsidR="00E8465A">
        <w:t xml:space="preserve">, </w:t>
      </w:r>
      <w:r w:rsidRPr="007818BD">
        <w:t>les finances</w:t>
      </w:r>
      <w:r w:rsidR="00E8465A">
        <w:t xml:space="preserve">, </w:t>
      </w:r>
      <w:r w:rsidRPr="007818BD">
        <w:t>la guerre</w:t>
      </w:r>
      <w:r w:rsidR="00E8465A">
        <w:t xml:space="preserve">, </w:t>
      </w:r>
      <w:r w:rsidRPr="007818BD">
        <w:t>tout enfin</w:t>
      </w:r>
      <w:r w:rsidR="00E8465A">
        <w:t xml:space="preserve">. </w:t>
      </w:r>
      <w:r w:rsidRPr="007818BD">
        <w:t>Plus aiguë</w:t>
      </w:r>
      <w:r w:rsidR="00E8465A">
        <w:t xml:space="preserve">, </w:t>
      </w:r>
      <w:r w:rsidRPr="007818BD">
        <w:t>plus perçante retentit sa voix</w:t>
      </w:r>
      <w:r w:rsidR="00E8465A">
        <w:t> :</w:t>
      </w:r>
    </w:p>
    <w:p w14:paraId="057363E6" w14:textId="30F4D20A" w:rsidR="00E0544E" w:rsidRPr="007818BD" w:rsidRDefault="00E8465A" w:rsidP="00E0544E">
      <w:r>
        <w:t>« </w:t>
      </w:r>
      <w:r w:rsidR="00E0544E" w:rsidRPr="007818BD">
        <w:t>Une conspiration existe contre la liberté</w:t>
      </w:r>
      <w:r>
        <w:t xml:space="preserve">. </w:t>
      </w:r>
      <w:r w:rsidR="00E0544E" w:rsidRPr="007818BD">
        <w:t>Elle tire toute sa force d</w:t>
      </w:r>
      <w:r>
        <w:t>’</w:t>
      </w:r>
      <w:r w:rsidR="00E0544E" w:rsidRPr="007818BD">
        <w:t>une coalition criminelle formée au sein de la Conve</w:t>
      </w:r>
      <w:r w:rsidR="00E0544E" w:rsidRPr="007818BD">
        <w:t>n</w:t>
      </w:r>
      <w:r w:rsidR="00E0544E" w:rsidRPr="007818BD">
        <w:t>tion</w:t>
      </w:r>
      <w:r>
        <w:t xml:space="preserve">, </w:t>
      </w:r>
      <w:r w:rsidR="00E0544E" w:rsidRPr="007818BD">
        <w:t>et qui a ses complices au sein même du Comité de salut public</w:t>
      </w:r>
      <w:r>
        <w:t xml:space="preserve">… </w:t>
      </w:r>
      <w:r w:rsidR="00E0544E" w:rsidRPr="007818BD">
        <w:t>Quel remède à ce mal</w:t>
      </w:r>
      <w:r>
        <w:t xml:space="preserve"> ? </w:t>
      </w:r>
      <w:r w:rsidR="00E0544E" w:rsidRPr="007818BD">
        <w:t>Punir les traîtres</w:t>
      </w:r>
      <w:r>
        <w:t xml:space="preserve">, </w:t>
      </w:r>
      <w:r w:rsidR="00E0544E" w:rsidRPr="007818BD">
        <w:t>épurer le Comité</w:t>
      </w:r>
      <w:r>
        <w:t xml:space="preserve">, </w:t>
      </w:r>
      <w:r w:rsidR="00E0544E" w:rsidRPr="007818BD">
        <w:t>écraser toutes les factions sous le poids de l</w:t>
      </w:r>
      <w:r>
        <w:t>’</w:t>
      </w:r>
      <w:r w:rsidR="00E0544E" w:rsidRPr="007818BD">
        <w:t>autorité n</w:t>
      </w:r>
      <w:r w:rsidR="00E0544E" w:rsidRPr="007818BD">
        <w:t>a</w:t>
      </w:r>
      <w:r w:rsidR="00E0544E" w:rsidRPr="007818BD">
        <w:t>tionale</w:t>
      </w:r>
      <w:r>
        <w:t xml:space="preserve">, </w:t>
      </w:r>
      <w:r w:rsidR="00E0544E" w:rsidRPr="007818BD">
        <w:t>élever sur leurs ruines le pouvoir de la liberté et de la justice</w:t>
      </w:r>
      <w:r>
        <w:t xml:space="preserve">. </w:t>
      </w:r>
      <w:r w:rsidR="00E0544E" w:rsidRPr="007818BD">
        <w:t>Tels sont les principes de cette réforme</w:t>
      </w:r>
      <w:r>
        <w:t xml:space="preserve">. </w:t>
      </w:r>
      <w:r w:rsidR="00E0544E" w:rsidRPr="007818BD">
        <w:t>Est-ce être a</w:t>
      </w:r>
      <w:r w:rsidR="00E0544E" w:rsidRPr="007818BD">
        <w:t>m</w:t>
      </w:r>
      <w:r w:rsidR="00E0544E" w:rsidRPr="007818BD">
        <w:t>bitieux que de les proclamer</w:t>
      </w:r>
      <w:r>
        <w:t xml:space="preserve"> ? </w:t>
      </w:r>
      <w:r w:rsidR="00E0544E" w:rsidRPr="007818BD">
        <w:t>Alors ces principes sont proscrits et la tyrannie règne sur nous</w:t>
      </w:r>
      <w:r>
        <w:t xml:space="preserve"> ! </w:t>
      </w:r>
      <w:r w:rsidR="00E0544E" w:rsidRPr="007818BD">
        <w:t>Car</w:t>
      </w:r>
      <w:r>
        <w:t xml:space="preserve">, </w:t>
      </w:r>
      <w:r w:rsidR="00E0544E" w:rsidRPr="007818BD">
        <w:t>que pouvez-vous objecter contre un homme qui est dans son droit</w:t>
      </w:r>
      <w:r>
        <w:t xml:space="preserve">, </w:t>
      </w:r>
      <w:r w:rsidR="00E0544E" w:rsidRPr="007818BD">
        <w:t>et qui sait du moins une chose</w:t>
      </w:r>
      <w:r>
        <w:t xml:space="preserve">, </w:t>
      </w:r>
      <w:r w:rsidR="00E0544E" w:rsidRPr="007818BD">
        <w:t>mourir pour sa patrie</w:t>
      </w:r>
      <w:r>
        <w:t xml:space="preserve"> ? </w:t>
      </w:r>
      <w:r w:rsidR="00E0544E" w:rsidRPr="007818BD">
        <w:t>Je suis fait pour co</w:t>
      </w:r>
      <w:r w:rsidR="00E0544E" w:rsidRPr="007818BD">
        <w:t>m</w:t>
      </w:r>
      <w:r w:rsidR="00E0544E" w:rsidRPr="007818BD">
        <w:t>battre le crime</w:t>
      </w:r>
      <w:r>
        <w:t xml:space="preserve">, </w:t>
      </w:r>
      <w:r w:rsidR="00E0544E" w:rsidRPr="007818BD">
        <w:t>et non pour le gouverner</w:t>
      </w:r>
      <w:r>
        <w:t xml:space="preserve">. </w:t>
      </w:r>
      <w:r w:rsidR="00E0544E" w:rsidRPr="007818BD">
        <w:t>Le temps</w:t>
      </w:r>
      <w:r>
        <w:t xml:space="preserve">, </w:t>
      </w:r>
      <w:r w:rsidR="00E0544E" w:rsidRPr="007818BD">
        <w:t>hélas</w:t>
      </w:r>
      <w:r>
        <w:t xml:space="preserve"> ! </w:t>
      </w:r>
      <w:r w:rsidR="00E0544E" w:rsidRPr="007818BD">
        <w:t>n</w:t>
      </w:r>
      <w:r>
        <w:t>’</w:t>
      </w:r>
      <w:r w:rsidR="00E0544E" w:rsidRPr="007818BD">
        <w:t>est point encore venu où les hommes de mérite peuvent servir impun</w:t>
      </w:r>
      <w:r w:rsidR="00E0544E" w:rsidRPr="007818BD">
        <w:t>é</w:t>
      </w:r>
      <w:r w:rsidR="00E0544E" w:rsidRPr="007818BD">
        <w:t>ment leur pays</w:t>
      </w:r>
      <w:r>
        <w:t xml:space="preserve">. </w:t>
      </w:r>
      <w:r w:rsidR="00E0544E" w:rsidRPr="007818BD">
        <w:t>Tant que les scélérats seront au pouvoir</w:t>
      </w:r>
      <w:r>
        <w:t xml:space="preserve">, </w:t>
      </w:r>
      <w:r w:rsidR="00E0544E" w:rsidRPr="007818BD">
        <w:t>les d</w:t>
      </w:r>
      <w:r w:rsidR="00E0544E" w:rsidRPr="007818BD">
        <w:t>é</w:t>
      </w:r>
      <w:r w:rsidR="00E0544E" w:rsidRPr="007818BD">
        <w:t>fenseurs de la liberté seront les seuls proscrits</w:t>
      </w:r>
      <w:r>
        <w:t>. »</w:t>
      </w:r>
    </w:p>
    <w:p w14:paraId="64D42830" w14:textId="77777777" w:rsidR="00E8465A" w:rsidRDefault="00E0544E" w:rsidP="00E0544E">
      <w:r w:rsidRPr="007818BD">
        <w:t>Pendant deux heures</w:t>
      </w:r>
      <w:r w:rsidR="00E8465A">
        <w:t xml:space="preserve">, </w:t>
      </w:r>
      <w:r w:rsidRPr="007818BD">
        <w:t>à travers l</w:t>
      </w:r>
      <w:r w:rsidR="00E8465A">
        <w:t>’</w:t>
      </w:r>
      <w:r w:rsidRPr="007818BD">
        <w:t>auditoire sombre et glacé</w:t>
      </w:r>
      <w:r w:rsidR="00E8465A">
        <w:t xml:space="preserve">, </w:t>
      </w:r>
      <w:r w:rsidRPr="007818BD">
        <w:t>retentit d</w:t>
      </w:r>
      <w:r w:rsidR="00E8465A">
        <w:t>’</w:t>
      </w:r>
      <w:r w:rsidRPr="007818BD">
        <w:t>une voix gl</w:t>
      </w:r>
      <w:r w:rsidRPr="007818BD">
        <w:t>a</w:t>
      </w:r>
      <w:r w:rsidRPr="007818BD">
        <w:t>pissante ce discours de mort</w:t>
      </w:r>
      <w:r w:rsidR="00E8465A">
        <w:t xml:space="preserve">. </w:t>
      </w:r>
      <w:r w:rsidRPr="007818BD">
        <w:t xml:space="preserve">Il </w:t>
      </w:r>
      <w:r w:rsidRPr="007818BD">
        <w:lastRenderedPageBreak/>
        <w:t>commença dans le silence</w:t>
      </w:r>
      <w:r w:rsidR="00E8465A">
        <w:t xml:space="preserve">, </w:t>
      </w:r>
      <w:r w:rsidRPr="007818BD">
        <w:t>il se termina dans le sile</w:t>
      </w:r>
      <w:r w:rsidRPr="007818BD">
        <w:t>n</w:t>
      </w:r>
      <w:r w:rsidRPr="007818BD">
        <w:t>ce</w:t>
      </w:r>
      <w:r w:rsidR="00E8465A">
        <w:t xml:space="preserve">. </w:t>
      </w:r>
      <w:r w:rsidRPr="007818BD">
        <w:t>Les ennemis de l</w:t>
      </w:r>
      <w:r w:rsidR="00E8465A">
        <w:t>’</w:t>
      </w:r>
      <w:r w:rsidRPr="007818BD">
        <w:t xml:space="preserve">orateur </w:t>
      </w:r>
      <w:proofErr w:type="gramStart"/>
      <w:r w:rsidRPr="007818BD">
        <w:t>avaient peur</w:t>
      </w:r>
      <w:proofErr w:type="gramEnd"/>
      <w:r w:rsidRPr="007818BD">
        <w:t xml:space="preserve"> d</w:t>
      </w:r>
      <w:r w:rsidR="00E8465A">
        <w:t>’</w:t>
      </w:r>
      <w:r w:rsidRPr="007818BD">
        <w:t>exprimer leur ressentiment</w:t>
      </w:r>
      <w:r w:rsidR="00E8465A">
        <w:t xml:space="preserve"> ; </w:t>
      </w:r>
      <w:r w:rsidRPr="007818BD">
        <w:t>ils ne connaissaient pas encore la force relative des partis</w:t>
      </w:r>
      <w:r w:rsidR="00E8465A">
        <w:t xml:space="preserve">. </w:t>
      </w:r>
      <w:r w:rsidRPr="007818BD">
        <w:t>Ses part</w:t>
      </w:r>
      <w:r w:rsidRPr="007818BD">
        <w:t>i</w:t>
      </w:r>
      <w:r w:rsidRPr="007818BD">
        <w:t xml:space="preserve">sans </w:t>
      </w:r>
      <w:proofErr w:type="gramStart"/>
      <w:r w:rsidRPr="007818BD">
        <w:t>avaient peur</w:t>
      </w:r>
      <w:proofErr w:type="gramEnd"/>
      <w:r w:rsidRPr="007818BD">
        <w:t xml:space="preserve"> d</w:t>
      </w:r>
      <w:r w:rsidR="00E8465A">
        <w:t>’</w:t>
      </w:r>
      <w:r w:rsidRPr="007818BD">
        <w:t>applaudir</w:t>
      </w:r>
      <w:r w:rsidR="00E8465A">
        <w:t xml:space="preserve"> ; </w:t>
      </w:r>
      <w:r w:rsidRPr="007818BD">
        <w:t>ils ne savaient pas qui</w:t>
      </w:r>
      <w:r w:rsidR="00E8465A">
        <w:t xml:space="preserve">, </w:t>
      </w:r>
      <w:r w:rsidRPr="007818BD">
        <w:t>parmi leurs amis ou leurs parents</w:t>
      </w:r>
      <w:r w:rsidR="00E8465A">
        <w:t xml:space="preserve">, </w:t>
      </w:r>
      <w:r w:rsidRPr="007818BD">
        <w:t>allait être d</w:t>
      </w:r>
      <w:r w:rsidRPr="007818BD">
        <w:t>é</w:t>
      </w:r>
      <w:r w:rsidRPr="007818BD">
        <w:t>noncé</w:t>
      </w:r>
      <w:r w:rsidR="00E8465A">
        <w:t>. « </w:t>
      </w:r>
      <w:r w:rsidRPr="007818BD">
        <w:t>Prends garde</w:t>
      </w:r>
      <w:r w:rsidR="00E8465A">
        <w:t xml:space="preserve">, </w:t>
      </w:r>
      <w:r w:rsidRPr="007818BD">
        <w:t>se disaient-ils l</w:t>
      </w:r>
      <w:r w:rsidR="00E8465A">
        <w:t>’</w:t>
      </w:r>
      <w:r w:rsidRPr="007818BD">
        <w:t>un à l</w:t>
      </w:r>
      <w:r w:rsidR="00E8465A">
        <w:t>’</w:t>
      </w:r>
      <w:r w:rsidRPr="007818BD">
        <w:t>autre</w:t>
      </w:r>
      <w:r w:rsidR="00E8465A">
        <w:t xml:space="preserve"> : </w:t>
      </w:r>
      <w:r w:rsidRPr="007818BD">
        <w:t>c</w:t>
      </w:r>
      <w:r w:rsidR="00E8465A">
        <w:t>’</w:t>
      </w:r>
      <w:r w:rsidRPr="007818BD">
        <w:t>est toi qu</w:t>
      </w:r>
      <w:r w:rsidR="00E8465A">
        <w:t>’</w:t>
      </w:r>
      <w:r w:rsidRPr="007818BD">
        <w:t>il menace</w:t>
      </w:r>
      <w:r w:rsidR="00E8465A">
        <w:t>. »</w:t>
      </w:r>
      <w:r w:rsidRPr="007818BD">
        <w:t xml:space="preserve"> Mais</w:t>
      </w:r>
      <w:r w:rsidR="00E8465A">
        <w:t xml:space="preserve">, </w:t>
      </w:r>
      <w:r w:rsidRPr="007818BD">
        <w:t>ma</w:t>
      </w:r>
      <w:r w:rsidRPr="007818BD">
        <w:t>l</w:t>
      </w:r>
      <w:r w:rsidRPr="007818BD">
        <w:t>gré son silence</w:t>
      </w:r>
      <w:r w:rsidR="00E8465A">
        <w:t xml:space="preserve">, </w:t>
      </w:r>
      <w:r w:rsidRPr="007818BD">
        <w:t>l</w:t>
      </w:r>
      <w:r w:rsidR="00E8465A">
        <w:t>’</w:t>
      </w:r>
      <w:r w:rsidRPr="007818BD">
        <w:t>assemblée pensa un moment être subjuguée</w:t>
      </w:r>
      <w:r w:rsidR="00E8465A">
        <w:t xml:space="preserve">. </w:t>
      </w:r>
      <w:r w:rsidRPr="007818BD">
        <w:t>Il y avait toujours autour de cet homme terrible le charme d</w:t>
      </w:r>
      <w:r w:rsidR="00E8465A">
        <w:t>’</w:t>
      </w:r>
      <w:r w:rsidRPr="007818BD">
        <w:t>une impérieuse et inflexible volonté</w:t>
      </w:r>
      <w:r w:rsidR="00E8465A">
        <w:t xml:space="preserve">. </w:t>
      </w:r>
      <w:r w:rsidRPr="007818BD">
        <w:t>Il n</w:t>
      </w:r>
      <w:r w:rsidR="00E8465A">
        <w:t>’</w:t>
      </w:r>
      <w:r w:rsidRPr="007818BD">
        <w:t>était pas ce qu</w:t>
      </w:r>
      <w:r w:rsidR="00E8465A">
        <w:t>’</w:t>
      </w:r>
      <w:r w:rsidRPr="007818BD">
        <w:t>on appelle un grand orateur</w:t>
      </w:r>
      <w:r w:rsidR="00E8465A">
        <w:t xml:space="preserve">, </w:t>
      </w:r>
      <w:r w:rsidRPr="007818BD">
        <w:t>mais il ne manquait pas d</w:t>
      </w:r>
      <w:r w:rsidR="00E8465A">
        <w:t>’</w:t>
      </w:r>
      <w:r w:rsidRPr="007818BD">
        <w:t>audace</w:t>
      </w:r>
      <w:r w:rsidR="00E8465A">
        <w:t xml:space="preserve">, </w:t>
      </w:r>
      <w:r w:rsidRPr="007818BD">
        <w:t>il était ma</w:t>
      </w:r>
      <w:r w:rsidRPr="007818BD">
        <w:t>î</w:t>
      </w:r>
      <w:r w:rsidRPr="007818BD">
        <w:t>tre souverain de ses paroles</w:t>
      </w:r>
      <w:r w:rsidR="00E8465A">
        <w:t xml:space="preserve"> : </w:t>
      </w:r>
      <w:r w:rsidRPr="007818BD">
        <w:t>car ses paroles semblaient des faits quand elles tombaient de la bouche d</w:t>
      </w:r>
      <w:r w:rsidR="00E8465A">
        <w:t>’</w:t>
      </w:r>
      <w:r w:rsidRPr="007818BD">
        <w:t>un homme qui d</w:t>
      </w:r>
      <w:r w:rsidR="00E8465A">
        <w:t>’</w:t>
      </w:r>
      <w:r w:rsidRPr="007818BD">
        <w:t>un signe de tête faisait manœuvrer les troupes de Henriot et i</w:t>
      </w:r>
      <w:r w:rsidRPr="007818BD">
        <w:t>n</w:t>
      </w:r>
      <w:r w:rsidRPr="007818BD">
        <w:t>fluençait le jugement de René Dumas</w:t>
      </w:r>
      <w:r w:rsidR="00E8465A">
        <w:t xml:space="preserve">, </w:t>
      </w:r>
      <w:r w:rsidRPr="007818BD">
        <w:t>le sinistre président du tribunal révolutionnaire</w:t>
      </w:r>
      <w:r w:rsidR="00E8465A">
        <w:t xml:space="preserve">. </w:t>
      </w:r>
      <w:r w:rsidRPr="007818BD">
        <w:t>Lecointre de Versailles se leva</w:t>
      </w:r>
      <w:r w:rsidR="00E8465A">
        <w:t xml:space="preserve">, </w:t>
      </w:r>
      <w:r w:rsidRPr="007818BD">
        <w:t>et il y eut un mouvement marqué d</w:t>
      </w:r>
      <w:r w:rsidR="00E8465A">
        <w:t>’</w:t>
      </w:r>
      <w:r w:rsidRPr="007818BD">
        <w:t>attention</w:t>
      </w:r>
      <w:r w:rsidR="00E8465A">
        <w:t xml:space="preserve"> : </w:t>
      </w:r>
      <w:r w:rsidRPr="007818BD">
        <w:t>Lecointre était un des ennemis les plus mortels du tyran</w:t>
      </w:r>
      <w:r w:rsidR="00E8465A">
        <w:t xml:space="preserve">. </w:t>
      </w:r>
      <w:r w:rsidRPr="007818BD">
        <w:t>Quelle fut la terreur de la faction de Tallien</w:t>
      </w:r>
      <w:r w:rsidR="00E8465A">
        <w:t xml:space="preserve">, </w:t>
      </w:r>
      <w:r w:rsidRPr="007818BD">
        <w:t>combien fut triomphant le sourire de Co</w:t>
      </w:r>
      <w:r w:rsidRPr="007818BD">
        <w:t>u</w:t>
      </w:r>
      <w:r w:rsidRPr="007818BD">
        <w:t>thon</w:t>
      </w:r>
      <w:r w:rsidR="00E8465A">
        <w:t xml:space="preserve">, </w:t>
      </w:r>
      <w:r w:rsidRPr="007818BD">
        <w:t>quand Lecointre se contenta de demander que le discours fût imprimé</w:t>
      </w:r>
      <w:r w:rsidR="00E8465A">
        <w:t xml:space="preserve"> ! </w:t>
      </w:r>
      <w:r w:rsidRPr="007818BD">
        <w:t>Tout sembla paralysé</w:t>
      </w:r>
      <w:r w:rsidR="00E8465A">
        <w:t xml:space="preserve">. </w:t>
      </w:r>
      <w:r w:rsidRPr="007818BD">
        <w:t>À la fin Bourdon de l</w:t>
      </w:r>
      <w:r w:rsidR="00E8465A">
        <w:t>’</w:t>
      </w:r>
      <w:r w:rsidRPr="007818BD">
        <w:t>Oise</w:t>
      </w:r>
      <w:r w:rsidR="00E8465A">
        <w:t xml:space="preserve">, </w:t>
      </w:r>
      <w:r w:rsidRPr="007818BD">
        <w:t>dont le nom était doublement inscrit dans la liste fatale du di</w:t>
      </w:r>
      <w:r w:rsidRPr="007818BD">
        <w:t>c</w:t>
      </w:r>
      <w:r w:rsidRPr="007818BD">
        <w:t>tateur</w:t>
      </w:r>
      <w:r w:rsidR="00E8465A">
        <w:t xml:space="preserve">, </w:t>
      </w:r>
      <w:r w:rsidRPr="007818BD">
        <w:t>s</w:t>
      </w:r>
      <w:r w:rsidR="00E8465A">
        <w:t>’</w:t>
      </w:r>
      <w:r w:rsidRPr="007818BD">
        <w:t>avança à la tribune</w:t>
      </w:r>
      <w:r w:rsidR="00E8465A">
        <w:t xml:space="preserve">, </w:t>
      </w:r>
      <w:r w:rsidRPr="007818BD">
        <w:t xml:space="preserve">et proposa une </w:t>
      </w:r>
      <w:proofErr w:type="spellStart"/>
      <w:r w:rsidRPr="007818BD">
        <w:t>contre-résolution</w:t>
      </w:r>
      <w:proofErr w:type="spellEnd"/>
      <w:r w:rsidRPr="007818BD">
        <w:t xml:space="preserve"> hardie</w:t>
      </w:r>
      <w:r w:rsidR="00E8465A">
        <w:t xml:space="preserve">, </w:t>
      </w:r>
      <w:r w:rsidRPr="007818BD">
        <w:t>à savoir que le discours fût soumis aux comités que ce discours même accusait</w:t>
      </w:r>
      <w:r w:rsidR="00E8465A">
        <w:t xml:space="preserve"> ; </w:t>
      </w:r>
      <w:r w:rsidRPr="007818BD">
        <w:t>nulle approbation ne fut encore t</w:t>
      </w:r>
      <w:r w:rsidRPr="007818BD">
        <w:t>é</w:t>
      </w:r>
      <w:r w:rsidRPr="007818BD">
        <w:t>moignée par les conspirateurs</w:t>
      </w:r>
      <w:r w:rsidR="00E8465A">
        <w:t xml:space="preserve"> : </w:t>
      </w:r>
      <w:r w:rsidRPr="007818BD">
        <w:t>ils demeurèrent immobiles et comme glacés</w:t>
      </w:r>
      <w:r w:rsidR="00E8465A">
        <w:t xml:space="preserve">. </w:t>
      </w:r>
      <w:r w:rsidRPr="007818BD">
        <w:t>Le timide Barrère</w:t>
      </w:r>
      <w:r w:rsidR="00E8465A">
        <w:t xml:space="preserve">, </w:t>
      </w:r>
      <w:r w:rsidRPr="007818BD">
        <w:t>toujours ami de la prudence</w:t>
      </w:r>
      <w:r w:rsidR="00E8465A">
        <w:t xml:space="preserve">, </w:t>
      </w:r>
      <w:r w:rsidRPr="007818BD">
        <w:t>regarde autour de lui avant de se lever</w:t>
      </w:r>
      <w:r w:rsidR="00E8465A">
        <w:t xml:space="preserve"> ; </w:t>
      </w:r>
      <w:r w:rsidRPr="007818BD">
        <w:t>il se lève</w:t>
      </w:r>
      <w:r w:rsidR="00E8465A">
        <w:t xml:space="preserve"> : </w:t>
      </w:r>
      <w:r w:rsidRPr="007818BD">
        <w:t>il vote avec Lecointre</w:t>
      </w:r>
      <w:r w:rsidR="00E8465A">
        <w:t xml:space="preserve"> ! </w:t>
      </w:r>
      <w:r w:rsidRPr="007818BD">
        <w:t>Couthon profita de l</w:t>
      </w:r>
      <w:r w:rsidR="00E8465A">
        <w:t>’</w:t>
      </w:r>
      <w:r w:rsidRPr="007818BD">
        <w:t>occasion</w:t>
      </w:r>
      <w:r w:rsidR="00E8465A">
        <w:t xml:space="preserve">, </w:t>
      </w:r>
      <w:r w:rsidRPr="007818BD">
        <w:t>et de sa place</w:t>
      </w:r>
      <w:r w:rsidRPr="007818BD">
        <w:rPr>
          <w:rStyle w:val="Appelnotedebasdep"/>
        </w:rPr>
        <w:footnoteReference w:id="62"/>
      </w:r>
      <w:r w:rsidR="00E8465A">
        <w:t xml:space="preserve"> (</w:t>
      </w:r>
      <w:r w:rsidRPr="007818BD">
        <w:t>priv</w:t>
      </w:r>
      <w:r w:rsidRPr="007818BD">
        <w:t>i</w:t>
      </w:r>
      <w:r w:rsidRPr="007818BD">
        <w:t xml:space="preserve">lège toléré </w:t>
      </w:r>
      <w:r w:rsidRPr="007818BD">
        <w:lastRenderedPageBreak/>
        <w:t>exclusivement chez ce philanthrope par</w:t>
      </w:r>
      <w:r w:rsidRPr="007818BD">
        <w:t>a</w:t>
      </w:r>
      <w:r w:rsidRPr="007818BD">
        <w:t>lysé</w:t>
      </w:r>
      <w:r w:rsidR="00E8465A">
        <w:t xml:space="preserve">), </w:t>
      </w:r>
      <w:r w:rsidRPr="007818BD">
        <w:t>sa voix mélodieuse chercha à convertir la crise en triomphe</w:t>
      </w:r>
      <w:r w:rsidR="00E8465A">
        <w:t xml:space="preserve">. </w:t>
      </w:r>
      <w:r w:rsidRPr="007818BD">
        <w:t>Il dema</w:t>
      </w:r>
      <w:r w:rsidRPr="007818BD">
        <w:t>n</w:t>
      </w:r>
      <w:r w:rsidRPr="007818BD">
        <w:t>da</w:t>
      </w:r>
      <w:r w:rsidR="00E8465A">
        <w:t xml:space="preserve">, </w:t>
      </w:r>
      <w:r w:rsidRPr="007818BD">
        <w:t>non-seulement que la harangue fût imprimée</w:t>
      </w:r>
      <w:r w:rsidR="00E8465A">
        <w:t xml:space="preserve">, </w:t>
      </w:r>
      <w:r w:rsidRPr="007818BD">
        <w:t>mais e</w:t>
      </w:r>
      <w:r w:rsidRPr="007818BD">
        <w:t>n</w:t>
      </w:r>
      <w:r w:rsidRPr="007818BD">
        <w:t>voyée à toutes les communes et à toutes les armées</w:t>
      </w:r>
      <w:r w:rsidR="00E8465A">
        <w:t xml:space="preserve"> ; </w:t>
      </w:r>
      <w:r w:rsidRPr="007818BD">
        <w:t>il était n</w:t>
      </w:r>
      <w:r w:rsidRPr="007818BD">
        <w:t>é</w:t>
      </w:r>
      <w:r w:rsidRPr="007818BD">
        <w:t>cessaire</w:t>
      </w:r>
      <w:r w:rsidR="00E8465A">
        <w:t xml:space="preserve">, </w:t>
      </w:r>
      <w:r w:rsidRPr="007818BD">
        <w:t>selon lui</w:t>
      </w:r>
      <w:r w:rsidR="00E8465A">
        <w:t xml:space="preserve">, </w:t>
      </w:r>
      <w:r w:rsidRPr="007818BD">
        <w:t>de soulager</w:t>
      </w:r>
      <w:r w:rsidR="00E8465A">
        <w:t xml:space="preserve">, </w:t>
      </w:r>
      <w:r w:rsidRPr="007818BD">
        <w:t>de consoler un cœur froissé par l</w:t>
      </w:r>
      <w:r w:rsidR="00E8465A">
        <w:t>’</w:t>
      </w:r>
      <w:r w:rsidRPr="007818BD">
        <w:t>injustice</w:t>
      </w:r>
      <w:r w:rsidR="00E8465A">
        <w:t xml:space="preserve"> : </w:t>
      </w:r>
      <w:r w:rsidRPr="007818BD">
        <w:t>Les députés les plus patriotiques avaient été accusés de verser le sang</w:t>
      </w:r>
      <w:r w:rsidR="00E8465A">
        <w:t>. « </w:t>
      </w:r>
      <w:r w:rsidRPr="007818BD">
        <w:t>Ah</w:t>
      </w:r>
      <w:r w:rsidR="00E8465A">
        <w:t xml:space="preserve"> ! </w:t>
      </w:r>
      <w:r w:rsidRPr="007818BD">
        <w:t>s</w:t>
      </w:r>
      <w:r w:rsidR="00E8465A">
        <w:t>’</w:t>
      </w:r>
      <w:r w:rsidRPr="007818BD">
        <w:t>il croyait</w:t>
      </w:r>
      <w:r w:rsidR="00E8465A">
        <w:t xml:space="preserve">, </w:t>
      </w:r>
      <w:r w:rsidRPr="007818BD">
        <w:t>lui Couthon</w:t>
      </w:r>
      <w:r w:rsidR="00E8465A">
        <w:t xml:space="preserve">, </w:t>
      </w:r>
      <w:r w:rsidRPr="007818BD">
        <w:t>avoir provoqué la mort d</w:t>
      </w:r>
      <w:r w:rsidR="00E8465A">
        <w:t>’</w:t>
      </w:r>
      <w:r w:rsidRPr="007818BD">
        <w:t>un seul innocent</w:t>
      </w:r>
      <w:r w:rsidR="00E8465A">
        <w:t xml:space="preserve">, </w:t>
      </w:r>
      <w:r w:rsidRPr="007818BD">
        <w:t>il s</w:t>
      </w:r>
      <w:r w:rsidR="00E8465A">
        <w:t>’</w:t>
      </w:r>
      <w:r w:rsidRPr="007818BD">
        <w:t>immolerait lui-même de dése</w:t>
      </w:r>
      <w:r w:rsidRPr="007818BD">
        <w:t>s</w:t>
      </w:r>
      <w:r w:rsidRPr="007818BD">
        <w:t>poir</w:t>
      </w:r>
      <w:r w:rsidR="00E8465A">
        <w:t xml:space="preserve">. </w:t>
      </w:r>
      <w:r w:rsidRPr="007818BD">
        <w:t>Admirable et touchante tendresse</w:t>
      </w:r>
      <w:r w:rsidR="00E8465A">
        <w:t xml:space="preserve"> ! </w:t>
      </w:r>
      <w:r w:rsidRPr="007818BD">
        <w:t>et</w:t>
      </w:r>
      <w:r w:rsidR="00E8465A">
        <w:t xml:space="preserve">, </w:t>
      </w:r>
      <w:r w:rsidRPr="007818BD">
        <w:t>tout en parlant</w:t>
      </w:r>
      <w:r w:rsidR="00E8465A">
        <w:t xml:space="preserve">, </w:t>
      </w:r>
      <w:r w:rsidRPr="007818BD">
        <w:t>il caressait un petit épagneul sur ses genoux</w:t>
      </w:r>
      <w:r w:rsidR="00E8465A">
        <w:t xml:space="preserve">. </w:t>
      </w:r>
      <w:r w:rsidRPr="007818BD">
        <w:t>Bravo</w:t>
      </w:r>
      <w:r w:rsidR="00E8465A">
        <w:t xml:space="preserve">, </w:t>
      </w:r>
      <w:r w:rsidRPr="007818BD">
        <w:t>Couthon</w:t>
      </w:r>
      <w:r w:rsidR="00E8465A">
        <w:t xml:space="preserve">, </w:t>
      </w:r>
      <w:r w:rsidRPr="007818BD">
        <w:t>R</w:t>
      </w:r>
      <w:r w:rsidRPr="007818BD">
        <w:t>o</w:t>
      </w:r>
      <w:r w:rsidRPr="007818BD">
        <w:t>bespierre triomphe</w:t>
      </w:r>
      <w:r w:rsidR="00E8465A">
        <w:t xml:space="preserve"> ! </w:t>
      </w:r>
      <w:r w:rsidRPr="007818BD">
        <w:t>Le règne de la Terreur durera</w:t>
      </w:r>
      <w:r w:rsidR="00E8465A">
        <w:t xml:space="preserve"> ! </w:t>
      </w:r>
      <w:r w:rsidRPr="007818BD">
        <w:t>La docilité habituelle vient planer comme une colombe sur l</w:t>
      </w:r>
      <w:r w:rsidR="00E8465A">
        <w:t>’</w:t>
      </w:r>
      <w:r w:rsidRPr="007818BD">
        <w:t>assemblée apaisée</w:t>
      </w:r>
      <w:r w:rsidR="00E8465A">
        <w:t xml:space="preserve"> ! </w:t>
      </w:r>
      <w:r w:rsidRPr="007818BD">
        <w:t>Elle vote l</w:t>
      </w:r>
      <w:r w:rsidR="00E8465A">
        <w:t>’</w:t>
      </w:r>
      <w:r w:rsidRPr="007818BD">
        <w:t>impression du discours</w:t>
      </w:r>
      <w:r w:rsidR="00E8465A">
        <w:t xml:space="preserve">, </w:t>
      </w:r>
      <w:r w:rsidRPr="007818BD">
        <w:t>et sa distribution dans toutes les municipalités</w:t>
      </w:r>
      <w:r w:rsidR="00E8465A">
        <w:t xml:space="preserve">. </w:t>
      </w:r>
      <w:r w:rsidRPr="007818BD">
        <w:t>Des bancs de la montagne</w:t>
      </w:r>
      <w:r w:rsidR="00E8465A">
        <w:t xml:space="preserve">, </w:t>
      </w:r>
      <w:r w:rsidRPr="007818BD">
        <w:t>Tallien alarmé</w:t>
      </w:r>
      <w:r w:rsidR="00E8465A">
        <w:t xml:space="preserve">, </w:t>
      </w:r>
      <w:r w:rsidRPr="007818BD">
        <w:t>atte</w:t>
      </w:r>
      <w:r w:rsidRPr="007818BD">
        <w:t>r</w:t>
      </w:r>
      <w:r w:rsidRPr="007818BD">
        <w:t>ré</w:t>
      </w:r>
      <w:r w:rsidR="00E8465A">
        <w:t xml:space="preserve">, </w:t>
      </w:r>
      <w:r w:rsidRPr="007818BD">
        <w:t>impatient et indigné</w:t>
      </w:r>
      <w:r w:rsidR="00E8465A">
        <w:t xml:space="preserve">, </w:t>
      </w:r>
      <w:r w:rsidRPr="007818BD">
        <w:t>lève ses regards vers la tribune réservée au public</w:t>
      </w:r>
      <w:r w:rsidR="00E8465A">
        <w:t xml:space="preserve">. </w:t>
      </w:r>
      <w:r w:rsidRPr="007818BD">
        <w:t>Tout à coup</w:t>
      </w:r>
      <w:r w:rsidR="00E8465A">
        <w:t xml:space="preserve">, </w:t>
      </w:r>
      <w:r w:rsidRPr="007818BD">
        <w:t>il rencontra le regard de l</w:t>
      </w:r>
      <w:r w:rsidR="00E8465A">
        <w:t>’</w:t>
      </w:r>
      <w:r w:rsidRPr="007818BD">
        <w:t xml:space="preserve">inconnu qui lui avait apporté la lettre de Teresa de </w:t>
      </w:r>
      <w:proofErr w:type="spellStart"/>
      <w:r w:rsidRPr="007818BD">
        <w:t>Fontenai</w:t>
      </w:r>
      <w:proofErr w:type="spellEnd"/>
      <w:r w:rsidR="00E8465A">
        <w:t xml:space="preserve">. </w:t>
      </w:r>
      <w:r w:rsidRPr="007818BD">
        <w:t>Ce regard le fascina</w:t>
      </w:r>
      <w:r w:rsidR="00E8465A">
        <w:t xml:space="preserve">. </w:t>
      </w:r>
      <w:r w:rsidRPr="007818BD">
        <w:t>Plus d</w:t>
      </w:r>
      <w:r w:rsidR="00E8465A">
        <w:t>’</w:t>
      </w:r>
      <w:r w:rsidRPr="007818BD">
        <w:t>une fois depuis il a raconté que l</w:t>
      </w:r>
      <w:r w:rsidR="00E8465A">
        <w:t>’</w:t>
      </w:r>
      <w:r w:rsidRPr="007818BD">
        <w:t>expression de ces yeux</w:t>
      </w:r>
      <w:r w:rsidR="00E8465A">
        <w:t xml:space="preserve">, </w:t>
      </w:r>
      <w:r w:rsidRPr="007818BD">
        <w:t>fixe</w:t>
      </w:r>
      <w:r w:rsidR="00E8465A">
        <w:t xml:space="preserve">, </w:t>
      </w:r>
      <w:r w:rsidRPr="007818BD">
        <w:t>sérieuse</w:t>
      </w:r>
      <w:r w:rsidR="00E8465A">
        <w:t xml:space="preserve">, </w:t>
      </w:r>
      <w:r w:rsidRPr="007818BD">
        <w:t>pleine à la fois de repr</w:t>
      </w:r>
      <w:r w:rsidRPr="007818BD">
        <w:t>o</w:t>
      </w:r>
      <w:r w:rsidRPr="007818BD">
        <w:t>ches</w:t>
      </w:r>
      <w:r w:rsidR="00E8465A">
        <w:t xml:space="preserve">, </w:t>
      </w:r>
      <w:r w:rsidRPr="007818BD">
        <w:t>d</w:t>
      </w:r>
      <w:r w:rsidR="00E8465A">
        <w:t>’</w:t>
      </w:r>
      <w:r w:rsidRPr="007818BD">
        <w:t>encouragements et de trio</w:t>
      </w:r>
      <w:r w:rsidRPr="007818BD">
        <w:t>m</w:t>
      </w:r>
      <w:r w:rsidRPr="007818BD">
        <w:t>phe</w:t>
      </w:r>
      <w:r w:rsidR="00E8465A">
        <w:t xml:space="preserve">, </w:t>
      </w:r>
      <w:r w:rsidRPr="007818BD">
        <w:t>l</w:t>
      </w:r>
      <w:r w:rsidR="00E8465A">
        <w:t>’</w:t>
      </w:r>
      <w:r w:rsidRPr="007818BD">
        <w:t>avait rempli d</w:t>
      </w:r>
      <w:r w:rsidR="00E8465A">
        <w:t>’</w:t>
      </w:r>
      <w:r w:rsidRPr="007818BD">
        <w:t>une vie</w:t>
      </w:r>
      <w:r w:rsidR="00E8465A">
        <w:t xml:space="preserve">, </w:t>
      </w:r>
      <w:r w:rsidRPr="007818BD">
        <w:t>d</w:t>
      </w:r>
      <w:r w:rsidR="00E8465A">
        <w:t>’</w:t>
      </w:r>
      <w:r w:rsidRPr="007818BD">
        <w:t>une ardeur nouvelles</w:t>
      </w:r>
      <w:r w:rsidR="00E8465A">
        <w:t xml:space="preserve">. </w:t>
      </w:r>
      <w:r w:rsidRPr="007818BD">
        <w:t>Elle parla à son cœur comme le clairon au cheval de guerre</w:t>
      </w:r>
      <w:r w:rsidR="00E8465A">
        <w:t xml:space="preserve">. </w:t>
      </w:r>
      <w:r w:rsidRPr="007818BD">
        <w:t>Il se leva de sa place</w:t>
      </w:r>
      <w:r w:rsidR="00E8465A">
        <w:t xml:space="preserve"> ; </w:t>
      </w:r>
      <w:r w:rsidRPr="007818BD">
        <w:t>il parla bas à ses confédérés</w:t>
      </w:r>
      <w:r w:rsidR="00E8465A">
        <w:t xml:space="preserve"> ; </w:t>
      </w:r>
      <w:r w:rsidRPr="007818BD">
        <w:t>l</w:t>
      </w:r>
      <w:r w:rsidR="00E8465A">
        <w:t>’</w:t>
      </w:r>
      <w:r w:rsidRPr="007818BD">
        <w:t>esprit qu</w:t>
      </w:r>
      <w:r w:rsidR="00E8465A">
        <w:t>’</w:t>
      </w:r>
      <w:r w:rsidRPr="007818BD">
        <w:t>il avait aspiré était contagieux</w:t>
      </w:r>
      <w:r w:rsidR="00E8465A">
        <w:t xml:space="preserve"> ; </w:t>
      </w:r>
      <w:r w:rsidRPr="007818BD">
        <w:t>les hommes que Robespierre avait spécialement dénoncés</w:t>
      </w:r>
      <w:r w:rsidR="00E8465A">
        <w:t xml:space="preserve">, </w:t>
      </w:r>
      <w:r w:rsidRPr="007818BD">
        <w:t>et qui voyaient le glaive suspendu sur leurs têtes</w:t>
      </w:r>
      <w:r w:rsidR="00E8465A">
        <w:t xml:space="preserve">, </w:t>
      </w:r>
      <w:r w:rsidRPr="007818BD">
        <w:t>sortirent enfin de leur torpeur léthargique</w:t>
      </w:r>
      <w:r w:rsidR="00E8465A">
        <w:t xml:space="preserve">. </w:t>
      </w:r>
      <w:r w:rsidRPr="007818BD">
        <w:t>Vadier</w:t>
      </w:r>
      <w:r w:rsidR="00E8465A">
        <w:t xml:space="preserve">, </w:t>
      </w:r>
      <w:r w:rsidRPr="007818BD">
        <w:t>Cambon</w:t>
      </w:r>
      <w:r w:rsidR="00E8465A">
        <w:t xml:space="preserve">, </w:t>
      </w:r>
      <w:proofErr w:type="spellStart"/>
      <w:r w:rsidRPr="007818BD">
        <w:t>Billaud-Varennes</w:t>
      </w:r>
      <w:proofErr w:type="spellEnd"/>
      <w:r w:rsidR="00E8465A">
        <w:t xml:space="preserve">, </w:t>
      </w:r>
      <w:r w:rsidRPr="007818BD">
        <w:t>Panis</w:t>
      </w:r>
      <w:r w:rsidR="00E8465A">
        <w:t xml:space="preserve">, </w:t>
      </w:r>
      <w:r w:rsidRPr="007818BD">
        <w:t>Amar</w:t>
      </w:r>
      <w:r w:rsidR="00E8465A">
        <w:t xml:space="preserve">, </w:t>
      </w:r>
      <w:r w:rsidRPr="007818BD">
        <w:t>se levèrent à la fois</w:t>
      </w:r>
      <w:r w:rsidR="00E8465A">
        <w:t xml:space="preserve"> ; </w:t>
      </w:r>
      <w:r w:rsidRPr="007818BD">
        <w:t>tous à la fois demandèrent la parole</w:t>
      </w:r>
      <w:r w:rsidR="00E8465A">
        <w:t xml:space="preserve">. </w:t>
      </w:r>
      <w:r w:rsidRPr="007818BD">
        <w:t>Vadier parle le premier</w:t>
      </w:r>
      <w:r w:rsidR="00E8465A">
        <w:t xml:space="preserve">, </w:t>
      </w:r>
      <w:r w:rsidRPr="007818BD">
        <w:t>les autres lui succèdent tour à tour</w:t>
      </w:r>
      <w:r w:rsidR="00E8465A">
        <w:t xml:space="preserve">. </w:t>
      </w:r>
      <w:r w:rsidRPr="007818BD">
        <w:t xml:space="preserve">Elle fit </w:t>
      </w:r>
      <w:r w:rsidRPr="007818BD">
        <w:lastRenderedPageBreak/>
        <w:t>éruption</w:t>
      </w:r>
      <w:r w:rsidR="00E8465A">
        <w:t xml:space="preserve">, </w:t>
      </w:r>
      <w:r w:rsidRPr="007818BD">
        <w:t>la formidable Montagne</w:t>
      </w:r>
      <w:r w:rsidR="00E8465A">
        <w:t xml:space="preserve">, </w:t>
      </w:r>
      <w:r w:rsidRPr="007818BD">
        <w:t>avec ses fla</w:t>
      </w:r>
      <w:r w:rsidRPr="007818BD">
        <w:t>m</w:t>
      </w:r>
      <w:r w:rsidRPr="007818BD">
        <w:t>mes</w:t>
      </w:r>
      <w:r w:rsidR="00E8465A">
        <w:t xml:space="preserve">, </w:t>
      </w:r>
      <w:r w:rsidRPr="007818BD">
        <w:t>avec sa lave dissolvante</w:t>
      </w:r>
      <w:r w:rsidR="00E8465A">
        <w:t xml:space="preserve"> ; </w:t>
      </w:r>
      <w:r w:rsidRPr="007818BD">
        <w:t>flot sur flot</w:t>
      </w:r>
      <w:r w:rsidR="00E8465A">
        <w:t xml:space="preserve">, </w:t>
      </w:r>
      <w:r w:rsidRPr="007818BD">
        <w:t>il se rue toute une l</w:t>
      </w:r>
      <w:r w:rsidRPr="007818BD">
        <w:t>é</w:t>
      </w:r>
      <w:r w:rsidRPr="007818BD">
        <w:t xml:space="preserve">gion de </w:t>
      </w:r>
      <w:proofErr w:type="spellStart"/>
      <w:r w:rsidRPr="007818BD">
        <w:t>Cicérons</w:t>
      </w:r>
      <w:proofErr w:type="spellEnd"/>
      <w:r w:rsidRPr="007818BD">
        <w:t xml:space="preserve"> sur Catil</w:t>
      </w:r>
      <w:r w:rsidRPr="007818BD">
        <w:t>i</w:t>
      </w:r>
      <w:r w:rsidRPr="007818BD">
        <w:t>na éperdu</w:t>
      </w:r>
      <w:r w:rsidR="00E8465A">
        <w:t xml:space="preserve">. </w:t>
      </w:r>
      <w:r w:rsidRPr="007818BD">
        <w:t>Robespierre faiblit</w:t>
      </w:r>
      <w:r w:rsidR="00E8465A">
        <w:t xml:space="preserve">, </w:t>
      </w:r>
      <w:r w:rsidRPr="007818BD">
        <w:t>hésite</w:t>
      </w:r>
      <w:r w:rsidR="00E8465A">
        <w:t xml:space="preserve">, </w:t>
      </w:r>
      <w:r w:rsidRPr="007818BD">
        <w:t>cherche à expliquer</w:t>
      </w:r>
      <w:r w:rsidR="00E8465A">
        <w:t xml:space="preserve">, </w:t>
      </w:r>
      <w:r w:rsidRPr="007818BD">
        <w:t>à se rétracter</w:t>
      </w:r>
      <w:r w:rsidR="00E8465A">
        <w:t xml:space="preserve"> ! </w:t>
      </w:r>
      <w:r w:rsidRPr="007818BD">
        <w:t>Ils puisent un nouveau co</w:t>
      </w:r>
      <w:r w:rsidRPr="007818BD">
        <w:t>u</w:t>
      </w:r>
      <w:r w:rsidRPr="007818BD">
        <w:t>rage dans ses nouvelles craintes</w:t>
      </w:r>
      <w:r w:rsidR="00E8465A">
        <w:t xml:space="preserve"> ; </w:t>
      </w:r>
      <w:r w:rsidRPr="007818BD">
        <w:t>ils l</w:t>
      </w:r>
      <w:r w:rsidR="00E8465A">
        <w:t>’</w:t>
      </w:r>
      <w:r w:rsidRPr="007818BD">
        <w:t>interrompent</w:t>
      </w:r>
      <w:r w:rsidR="00E8465A">
        <w:t xml:space="preserve">, </w:t>
      </w:r>
      <w:r w:rsidRPr="007818BD">
        <w:t>ils étouffent sa voix</w:t>
      </w:r>
      <w:r w:rsidR="00E8465A">
        <w:t xml:space="preserve">, </w:t>
      </w:r>
      <w:r w:rsidRPr="007818BD">
        <w:t>ils demandent l</w:t>
      </w:r>
      <w:r w:rsidR="00E8465A">
        <w:t>’</w:t>
      </w:r>
      <w:r w:rsidRPr="007818BD">
        <w:t>annulation du vote</w:t>
      </w:r>
      <w:r w:rsidR="00E8465A">
        <w:t xml:space="preserve">. </w:t>
      </w:r>
      <w:r w:rsidRPr="007818BD">
        <w:t>Amar propose de nouveau que le discours soit renvoyé aux comités</w:t>
      </w:r>
      <w:r w:rsidR="00E8465A">
        <w:t xml:space="preserve"> ; </w:t>
      </w:r>
      <w:r w:rsidRPr="007818BD">
        <w:t>aux comités</w:t>
      </w:r>
      <w:r w:rsidR="00E8465A">
        <w:t xml:space="preserve">, </w:t>
      </w:r>
      <w:r w:rsidRPr="007818BD">
        <w:t>à ses ennemis</w:t>
      </w:r>
      <w:r w:rsidR="00E8465A">
        <w:t xml:space="preserve"> ! </w:t>
      </w:r>
      <w:r w:rsidRPr="007818BD">
        <w:t>Confusion</w:t>
      </w:r>
      <w:r w:rsidR="00E8465A">
        <w:t xml:space="preserve">, </w:t>
      </w:r>
      <w:r w:rsidRPr="007818BD">
        <w:t>bruit</w:t>
      </w:r>
      <w:r w:rsidR="00E8465A">
        <w:t xml:space="preserve">, </w:t>
      </w:r>
      <w:r w:rsidRPr="007818BD">
        <w:t>tumulte</w:t>
      </w:r>
      <w:r w:rsidR="00E8465A">
        <w:t xml:space="preserve"> ! </w:t>
      </w:r>
      <w:r w:rsidRPr="007818BD">
        <w:t>Robespierre se drape dans un dédain silencieux et superbe</w:t>
      </w:r>
      <w:r w:rsidR="00E8465A">
        <w:t xml:space="preserve">. </w:t>
      </w:r>
      <w:r w:rsidRPr="007818BD">
        <w:t>Pâle</w:t>
      </w:r>
      <w:r w:rsidR="00E8465A">
        <w:t xml:space="preserve">, </w:t>
      </w:r>
      <w:r w:rsidRPr="007818BD">
        <w:t>défait</w:t>
      </w:r>
      <w:r w:rsidR="00E8465A">
        <w:t xml:space="preserve">, </w:t>
      </w:r>
      <w:r w:rsidRPr="007818BD">
        <w:t>mais non e</w:t>
      </w:r>
      <w:r w:rsidRPr="007818BD">
        <w:t>n</w:t>
      </w:r>
      <w:r w:rsidRPr="007818BD">
        <w:t>core anéanti</w:t>
      </w:r>
      <w:r w:rsidR="00E8465A">
        <w:t xml:space="preserve">, </w:t>
      </w:r>
      <w:r w:rsidRPr="007818BD">
        <w:t>il se dresse debout</w:t>
      </w:r>
      <w:r w:rsidR="00E8465A">
        <w:t xml:space="preserve">, </w:t>
      </w:r>
      <w:r w:rsidRPr="007818BD">
        <w:t>orage lui-même au milieu de cet orage</w:t>
      </w:r>
      <w:r w:rsidR="00E8465A">
        <w:t> !</w:t>
      </w:r>
    </w:p>
    <w:p w14:paraId="4D9648DB" w14:textId="6975BCAD" w:rsidR="00E0544E" w:rsidRPr="007818BD" w:rsidRDefault="00E0544E" w:rsidP="00E0544E">
      <w:r w:rsidRPr="007818BD">
        <w:t>La proposition passe</w:t>
      </w:r>
      <w:r w:rsidR="00E8465A">
        <w:t xml:space="preserve">. </w:t>
      </w:r>
      <w:r w:rsidRPr="007818BD">
        <w:t>Tous prévoient la défaite et la chute du dictateur</w:t>
      </w:r>
      <w:r w:rsidR="00E8465A">
        <w:t xml:space="preserve">. </w:t>
      </w:r>
      <w:r w:rsidRPr="007818BD">
        <w:t>Un cri is</w:t>
      </w:r>
      <w:r w:rsidRPr="007818BD">
        <w:t>o</w:t>
      </w:r>
      <w:r w:rsidRPr="007818BD">
        <w:t>lé s</w:t>
      </w:r>
      <w:r w:rsidR="00E8465A">
        <w:t>’</w:t>
      </w:r>
      <w:r w:rsidRPr="007818BD">
        <w:t>échappe des tribunes</w:t>
      </w:r>
      <w:r w:rsidR="00E8465A">
        <w:t xml:space="preserve"> ; </w:t>
      </w:r>
      <w:r w:rsidRPr="007818BD">
        <w:t>il est répété</w:t>
      </w:r>
      <w:r w:rsidR="00E8465A">
        <w:t xml:space="preserve">, </w:t>
      </w:r>
      <w:r w:rsidRPr="007818BD">
        <w:t>il passe dans la salle entière</w:t>
      </w:r>
      <w:r w:rsidR="00E8465A">
        <w:t xml:space="preserve">, </w:t>
      </w:r>
      <w:r w:rsidRPr="007818BD">
        <w:t>il devient le cri unanime de l</w:t>
      </w:r>
      <w:r w:rsidR="00E8465A">
        <w:t>’</w:t>
      </w:r>
      <w:r w:rsidRPr="007818BD">
        <w:t>auditoire</w:t>
      </w:r>
      <w:r w:rsidR="00E8465A">
        <w:t>. « </w:t>
      </w:r>
      <w:r w:rsidRPr="007818BD">
        <w:t>À bas le tyran</w:t>
      </w:r>
      <w:r w:rsidR="00E8465A">
        <w:t xml:space="preserve"> ! </w:t>
      </w:r>
      <w:r w:rsidRPr="007818BD">
        <w:t>Vive la république</w:t>
      </w:r>
      <w:r w:rsidR="00E8465A">
        <w:t> ! »</w:t>
      </w:r>
    </w:p>
    <w:p w14:paraId="1463DFAF" w14:textId="77777777" w:rsidR="00E8465A" w:rsidRDefault="00E0544E" w:rsidP="00E8465A">
      <w:pPr>
        <w:pStyle w:val="Titre2"/>
        <w:pageBreakBefore/>
      </w:pPr>
      <w:bookmarkStart w:id="82" w:name="_Toc199963131"/>
      <w:r w:rsidRPr="007818BD">
        <w:lastRenderedPageBreak/>
        <w:t>CHAPITRE</w:t>
      </w:r>
      <w:r w:rsidR="00E8465A">
        <w:t xml:space="preserve"> </w:t>
      </w:r>
      <w:r w:rsidRPr="007818BD">
        <w:t>XII</w:t>
      </w:r>
      <w:r w:rsidR="00E8465A">
        <w:t>.</w:t>
      </w:r>
      <w:bookmarkEnd w:id="82"/>
    </w:p>
    <w:p w14:paraId="0BD0982E" w14:textId="77777777" w:rsidR="00E8465A" w:rsidRDefault="00E0544E" w:rsidP="00E0544E">
      <w:pPr>
        <w:pStyle w:val="NormalRetraitGauche4XIndent0"/>
        <w:spacing w:before="0" w:after="0"/>
        <w:rPr>
          <w:rStyle w:val="Taille-1Caracteres"/>
        </w:rPr>
      </w:pPr>
      <w:r w:rsidRPr="007818BD">
        <w:rPr>
          <w:rStyle w:val="Taille-1Caracteres"/>
        </w:rPr>
        <w:t>Auprès d</w:t>
      </w:r>
      <w:r w:rsidR="00E8465A">
        <w:rPr>
          <w:rStyle w:val="Taille-1Caracteres"/>
        </w:rPr>
        <w:t>’</w:t>
      </w:r>
      <w:r w:rsidRPr="007818BD">
        <w:rPr>
          <w:rStyle w:val="Taille-1Caracteres"/>
        </w:rPr>
        <w:t>un corps aussi avili que la Convention</w:t>
      </w:r>
      <w:r w:rsidR="00E8465A">
        <w:rPr>
          <w:rStyle w:val="Taille-1Caracteres"/>
        </w:rPr>
        <w:t xml:space="preserve">, </w:t>
      </w:r>
      <w:r w:rsidRPr="007818BD">
        <w:rPr>
          <w:rStyle w:val="Taille-1Caracteres"/>
        </w:rPr>
        <w:t>il restait des chances pour que Robespierre sort</w:t>
      </w:r>
      <w:r>
        <w:rPr>
          <w:rStyle w:val="Taille-1Caracteres"/>
        </w:rPr>
        <w:t>î</w:t>
      </w:r>
      <w:r w:rsidRPr="007818BD">
        <w:rPr>
          <w:rStyle w:val="Taille-1Caracteres"/>
        </w:rPr>
        <w:t>t vainqueur de cette lutte</w:t>
      </w:r>
      <w:r w:rsidR="00E8465A">
        <w:rPr>
          <w:rStyle w:val="Taille-1Caracteres"/>
        </w:rPr>
        <w:t>.</w:t>
      </w:r>
    </w:p>
    <w:p w14:paraId="456B47C3" w14:textId="0B16FC10" w:rsidR="00E8465A" w:rsidRDefault="00E8465A" w:rsidP="000200A6">
      <w:pPr>
        <w:ind w:firstLine="0"/>
        <w:jc w:val="right"/>
        <w:rPr>
          <w:rStyle w:val="Taille-1Caracteres"/>
        </w:rPr>
      </w:pPr>
      <w:r>
        <w:rPr>
          <w:rStyle w:val="Taille-1Caracteres"/>
        </w:rPr>
        <w:t>(</w:t>
      </w:r>
      <w:r w:rsidR="00E0544E" w:rsidRPr="007818BD">
        <w:rPr>
          <w:rStyle w:val="Taille-1Caracteres"/>
        </w:rPr>
        <w:t>LACRETELLE</w:t>
      </w:r>
      <w:r>
        <w:rPr>
          <w:rStyle w:val="Taille-1Caracteres"/>
        </w:rPr>
        <w:t>.)</w:t>
      </w:r>
    </w:p>
    <w:p w14:paraId="6684BC17" w14:textId="77777777" w:rsidR="00E8465A" w:rsidRDefault="00E0544E" w:rsidP="00E0544E">
      <w:r w:rsidRPr="007818BD">
        <w:t>Quand Robespierre quitta la salle</w:t>
      </w:r>
      <w:r w:rsidR="00E8465A">
        <w:t xml:space="preserve">, </w:t>
      </w:r>
      <w:r w:rsidRPr="007818BD">
        <w:t>il se fit au dehors un morne et sinistre silence</w:t>
      </w:r>
      <w:r w:rsidR="00E8465A">
        <w:t xml:space="preserve">. </w:t>
      </w:r>
      <w:r w:rsidRPr="007818BD">
        <w:t>Dans tout pays le troupeau populaire prend parti pour le succès</w:t>
      </w:r>
      <w:r w:rsidR="00E8465A">
        <w:t xml:space="preserve"> ; </w:t>
      </w:r>
      <w:r w:rsidRPr="007818BD">
        <w:t>les rats désertent la tour qui va cro</w:t>
      </w:r>
      <w:r w:rsidRPr="007818BD">
        <w:t>u</w:t>
      </w:r>
      <w:r w:rsidRPr="007818BD">
        <w:t>ler</w:t>
      </w:r>
      <w:r w:rsidR="00E8465A">
        <w:t xml:space="preserve">. </w:t>
      </w:r>
      <w:r w:rsidRPr="007818BD">
        <w:t>Mais Robespierre</w:t>
      </w:r>
      <w:r w:rsidR="00E8465A">
        <w:t xml:space="preserve">, </w:t>
      </w:r>
      <w:r w:rsidRPr="007818BD">
        <w:t>qui manquait de courage véritable</w:t>
      </w:r>
      <w:r w:rsidR="00E8465A">
        <w:t xml:space="preserve">, </w:t>
      </w:r>
      <w:r w:rsidRPr="007818BD">
        <w:t>ne manquait pas d</w:t>
      </w:r>
      <w:r w:rsidR="00E8465A">
        <w:t>’</w:t>
      </w:r>
      <w:r w:rsidRPr="007818BD">
        <w:t>orgueil</w:t>
      </w:r>
      <w:r w:rsidR="00E8465A">
        <w:t xml:space="preserve"> ; </w:t>
      </w:r>
      <w:r w:rsidRPr="007818BD">
        <w:t>et ce vice supplée parfois à cette ve</w:t>
      </w:r>
      <w:r w:rsidRPr="007818BD">
        <w:t>r</w:t>
      </w:r>
      <w:r w:rsidRPr="007818BD">
        <w:t>tu</w:t>
      </w:r>
      <w:r w:rsidR="00E8465A">
        <w:t xml:space="preserve"> ; </w:t>
      </w:r>
      <w:r w:rsidRPr="007818BD">
        <w:t>pensif</w:t>
      </w:r>
      <w:r w:rsidR="00E8465A">
        <w:t xml:space="preserve">, </w:t>
      </w:r>
      <w:r w:rsidRPr="007818BD">
        <w:t>et avec un front impénétrable</w:t>
      </w:r>
      <w:r w:rsidR="00E8465A">
        <w:t xml:space="preserve">, </w:t>
      </w:r>
      <w:r w:rsidRPr="007818BD">
        <w:t>il fendit la foule a</w:t>
      </w:r>
      <w:r w:rsidRPr="007818BD">
        <w:t>p</w:t>
      </w:r>
      <w:r w:rsidRPr="007818BD">
        <w:t>puyé sur Saint-Just</w:t>
      </w:r>
      <w:r w:rsidR="00E8465A">
        <w:t xml:space="preserve">, </w:t>
      </w:r>
      <w:r w:rsidRPr="007818BD">
        <w:t xml:space="preserve">et suivi de </w:t>
      </w:r>
      <w:proofErr w:type="spellStart"/>
      <w:r w:rsidRPr="007818BD">
        <w:t>Payan</w:t>
      </w:r>
      <w:proofErr w:type="spellEnd"/>
      <w:r w:rsidRPr="007818BD">
        <w:t xml:space="preserve"> et de son fr</w:t>
      </w:r>
      <w:r w:rsidRPr="007818BD">
        <w:t>è</w:t>
      </w:r>
      <w:r w:rsidRPr="007818BD">
        <w:t>re</w:t>
      </w:r>
      <w:r w:rsidR="00E8465A">
        <w:t>.</w:t>
      </w:r>
    </w:p>
    <w:p w14:paraId="1EDDCA39" w14:textId="77777777" w:rsidR="00E8465A" w:rsidRDefault="00E0544E" w:rsidP="00E0544E">
      <w:r w:rsidRPr="007818BD">
        <w:t>Arrivé sur la place</w:t>
      </w:r>
      <w:r w:rsidR="00E8465A">
        <w:t xml:space="preserve">, </w:t>
      </w:r>
      <w:r w:rsidRPr="007818BD">
        <w:t>Robespierre rompit brusquement le s</w:t>
      </w:r>
      <w:r w:rsidRPr="007818BD">
        <w:t>i</w:t>
      </w:r>
      <w:r w:rsidRPr="007818BD">
        <w:t>lence</w:t>
      </w:r>
      <w:r w:rsidR="00E8465A">
        <w:t> :</w:t>
      </w:r>
    </w:p>
    <w:p w14:paraId="4B810303" w14:textId="77777777" w:rsidR="00E8465A" w:rsidRDefault="00E8465A" w:rsidP="00E0544E">
      <w:r>
        <w:t>« </w:t>
      </w:r>
      <w:r w:rsidR="00E0544E" w:rsidRPr="007818BD">
        <w:t>Combien de têtes devaient tomber le 10</w:t>
      </w:r>
      <w:r>
        <w:t> ?</w:t>
      </w:r>
    </w:p>
    <w:p w14:paraId="2A936CDF" w14:textId="77777777" w:rsidR="00E8465A" w:rsidRDefault="00E8465A" w:rsidP="00E0544E">
      <w:r>
        <w:t>— </w:t>
      </w:r>
      <w:r w:rsidR="00E0544E" w:rsidRPr="007818BD">
        <w:t>Quatre-vingts</w:t>
      </w:r>
      <w:r>
        <w:t xml:space="preserve">, </w:t>
      </w:r>
      <w:r w:rsidR="00E0544E" w:rsidRPr="007818BD">
        <w:t xml:space="preserve">répondit </w:t>
      </w:r>
      <w:proofErr w:type="spellStart"/>
      <w:r w:rsidR="00E0544E" w:rsidRPr="007818BD">
        <w:t>Payan</w:t>
      </w:r>
      <w:proofErr w:type="spellEnd"/>
      <w:r>
        <w:t>.</w:t>
      </w:r>
    </w:p>
    <w:p w14:paraId="0BA27B15" w14:textId="2F5D5505" w:rsidR="00E0544E" w:rsidRPr="007818BD" w:rsidRDefault="00E8465A" w:rsidP="00E0544E">
      <w:r>
        <w:t>— </w:t>
      </w:r>
      <w:r w:rsidR="00E0544E" w:rsidRPr="007818BD">
        <w:t>Ah</w:t>
      </w:r>
      <w:r>
        <w:t xml:space="preserve"> ! </w:t>
      </w:r>
      <w:r w:rsidR="00E0544E" w:rsidRPr="007818BD">
        <w:t>il ne faut pas attendre jusque-là</w:t>
      </w:r>
      <w:r>
        <w:t xml:space="preserve"> ; </w:t>
      </w:r>
      <w:r w:rsidR="00E0544E" w:rsidRPr="007818BD">
        <w:t>un jour peut pe</w:t>
      </w:r>
      <w:r w:rsidR="00E0544E" w:rsidRPr="007818BD">
        <w:t>r</w:t>
      </w:r>
      <w:r w:rsidR="00E0544E" w:rsidRPr="007818BD">
        <w:t>dre un empire</w:t>
      </w:r>
      <w:r>
        <w:t xml:space="preserve"> : </w:t>
      </w:r>
      <w:r w:rsidR="00E0544E" w:rsidRPr="007818BD">
        <w:t>il faut que le terrorisme nous serve encore</w:t>
      </w:r>
      <w:r>
        <w:t>. »</w:t>
      </w:r>
    </w:p>
    <w:p w14:paraId="2DE9C6E6" w14:textId="77777777" w:rsidR="00E8465A" w:rsidRDefault="00E0544E" w:rsidP="00E0544E">
      <w:r w:rsidRPr="007818BD">
        <w:t>Il demeura quelques instants silencieux</w:t>
      </w:r>
      <w:r w:rsidR="00E8465A">
        <w:t xml:space="preserve">, </w:t>
      </w:r>
      <w:r w:rsidRPr="007818BD">
        <w:t>et ses yeux err</w:t>
      </w:r>
      <w:r w:rsidRPr="007818BD">
        <w:t>è</w:t>
      </w:r>
      <w:r w:rsidRPr="007818BD">
        <w:t>rent avec inquiétude sur la rue</w:t>
      </w:r>
      <w:r w:rsidR="00E8465A">
        <w:t>.</w:t>
      </w:r>
    </w:p>
    <w:p w14:paraId="5E7D1DD4" w14:textId="77777777" w:rsidR="00E8465A" w:rsidRDefault="00E8465A" w:rsidP="00E0544E">
      <w:r>
        <w:t>« </w:t>
      </w:r>
      <w:r w:rsidR="00E0544E" w:rsidRPr="007818BD">
        <w:t>Saint-Just</w:t>
      </w:r>
      <w:r>
        <w:t xml:space="preserve">, </w:t>
      </w:r>
      <w:r w:rsidR="00E0544E" w:rsidRPr="007818BD">
        <w:t>dit-il brusquement</w:t>
      </w:r>
      <w:r>
        <w:t xml:space="preserve">, </w:t>
      </w:r>
      <w:r w:rsidR="00E0544E" w:rsidRPr="007818BD">
        <w:t>on n</w:t>
      </w:r>
      <w:r>
        <w:t>’</w:t>
      </w:r>
      <w:r w:rsidR="00E0544E" w:rsidRPr="007818BD">
        <w:t>a pas trouvé cet A</w:t>
      </w:r>
      <w:r w:rsidR="00E0544E" w:rsidRPr="007818BD">
        <w:t>n</w:t>
      </w:r>
      <w:r w:rsidR="00E0544E" w:rsidRPr="007818BD">
        <w:t>glais dont les révélations ou dont le jugement auraient écrasé les Tallien et les Amar</w:t>
      </w:r>
      <w:r>
        <w:t xml:space="preserve">. </w:t>
      </w:r>
      <w:r w:rsidR="00E0544E" w:rsidRPr="007818BD">
        <w:t>Non</w:t>
      </w:r>
      <w:r>
        <w:t xml:space="preserve"> ! </w:t>
      </w:r>
      <w:r w:rsidR="00E0544E" w:rsidRPr="007818BD">
        <w:t>Non</w:t>
      </w:r>
      <w:r>
        <w:t xml:space="preserve"> ! </w:t>
      </w:r>
      <w:r w:rsidR="00E0544E" w:rsidRPr="007818BD">
        <w:t>mes jacobins eux-mêmes d</w:t>
      </w:r>
      <w:r w:rsidR="00E0544E" w:rsidRPr="007818BD">
        <w:t>e</w:t>
      </w:r>
      <w:r w:rsidR="00E0544E" w:rsidRPr="007818BD">
        <w:t>viennent aveugles et stupides</w:t>
      </w:r>
      <w:r>
        <w:t>.</w:t>
      </w:r>
    </w:p>
    <w:p w14:paraId="4D8CB66F" w14:textId="77777777" w:rsidR="00E8465A" w:rsidRDefault="00E8465A" w:rsidP="00E0544E">
      <w:r>
        <w:t>— </w:t>
      </w:r>
      <w:r w:rsidR="00E0544E" w:rsidRPr="007818BD">
        <w:t>Mais ils ont arrêté une femme</w:t>
      </w:r>
      <w:r>
        <w:t>.</w:t>
      </w:r>
    </w:p>
    <w:p w14:paraId="6651CBA6" w14:textId="77777777" w:rsidR="00E8465A" w:rsidRDefault="00E8465A" w:rsidP="00E0544E">
      <w:r>
        <w:lastRenderedPageBreak/>
        <w:t>— </w:t>
      </w:r>
      <w:r w:rsidR="00E0544E" w:rsidRPr="007818BD">
        <w:t>Une femme seulement</w:t>
      </w:r>
      <w:r>
        <w:t> !</w:t>
      </w:r>
    </w:p>
    <w:p w14:paraId="428B0ECF" w14:textId="77777777" w:rsidR="00E8465A" w:rsidRDefault="00E8465A" w:rsidP="00E0544E">
      <w:r>
        <w:t>— </w:t>
      </w:r>
      <w:r w:rsidR="00E0544E" w:rsidRPr="007818BD">
        <w:t>C</w:t>
      </w:r>
      <w:r>
        <w:t>’</w:t>
      </w:r>
      <w:r w:rsidR="00E0544E" w:rsidRPr="007818BD">
        <w:t>est la main d</w:t>
      </w:r>
      <w:r>
        <w:t>’</w:t>
      </w:r>
      <w:r w:rsidR="00E0544E" w:rsidRPr="007818BD">
        <w:t>une femme qui a tué Marat</w:t>
      </w:r>
      <w:r>
        <w:t>. »</w:t>
      </w:r>
      <w:r w:rsidR="00E0544E" w:rsidRPr="007818BD">
        <w:t xml:space="preserve"> dit Sain</w:t>
      </w:r>
      <w:r w:rsidR="00E0544E">
        <w:t>t-</w:t>
      </w:r>
      <w:r w:rsidR="00E0544E" w:rsidRPr="007818BD">
        <w:t>Just</w:t>
      </w:r>
      <w:r>
        <w:t>.</w:t>
      </w:r>
    </w:p>
    <w:p w14:paraId="55ADE88C" w14:textId="77777777" w:rsidR="00E8465A" w:rsidRDefault="00E0544E" w:rsidP="00E0544E">
      <w:r w:rsidRPr="007818BD">
        <w:t>Robespierre s</w:t>
      </w:r>
      <w:r w:rsidR="00E8465A">
        <w:t>’</w:t>
      </w:r>
      <w:r w:rsidRPr="007818BD">
        <w:t>arrêta court</w:t>
      </w:r>
      <w:r w:rsidR="00E8465A">
        <w:t xml:space="preserve">, </w:t>
      </w:r>
      <w:r w:rsidRPr="007818BD">
        <w:t>et respira péniblement</w:t>
      </w:r>
      <w:r w:rsidR="00E8465A">
        <w:t>.</w:t>
      </w:r>
    </w:p>
    <w:p w14:paraId="03DEAF6D" w14:textId="0727ECF7" w:rsidR="00E0544E" w:rsidRPr="007818BD" w:rsidRDefault="00E8465A" w:rsidP="00E0544E">
      <w:r>
        <w:t>« </w:t>
      </w:r>
      <w:r w:rsidR="00E0544E" w:rsidRPr="007818BD">
        <w:t>Saint-Just</w:t>
      </w:r>
      <w:r>
        <w:t xml:space="preserve">, </w:t>
      </w:r>
      <w:r w:rsidR="00E0544E" w:rsidRPr="007818BD">
        <w:t>dit-il</w:t>
      </w:r>
      <w:r>
        <w:t xml:space="preserve">, </w:t>
      </w:r>
      <w:r w:rsidR="00E0544E" w:rsidRPr="007818BD">
        <w:t>une fois ce péril passé</w:t>
      </w:r>
      <w:r>
        <w:t xml:space="preserve">, </w:t>
      </w:r>
      <w:r w:rsidR="00E0544E" w:rsidRPr="007818BD">
        <w:t>nous fonderons le règne de la paix</w:t>
      </w:r>
      <w:r>
        <w:t xml:space="preserve">. </w:t>
      </w:r>
      <w:r w:rsidR="00E0544E" w:rsidRPr="007818BD">
        <w:t>Il y aura des maisons et des jardins</w:t>
      </w:r>
      <w:r>
        <w:t xml:space="preserve">, </w:t>
      </w:r>
      <w:r w:rsidR="00E0544E" w:rsidRPr="007818BD">
        <w:t>destinés aux vieillards</w:t>
      </w:r>
      <w:r>
        <w:t xml:space="preserve">. </w:t>
      </w:r>
      <w:r w:rsidR="00E0544E" w:rsidRPr="007818BD">
        <w:t>Déjà David fait le plan des portiques</w:t>
      </w:r>
      <w:r>
        <w:t xml:space="preserve">. </w:t>
      </w:r>
      <w:r w:rsidR="00E0544E" w:rsidRPr="007818BD">
        <w:t>On nomm</w:t>
      </w:r>
      <w:r w:rsidR="00E0544E" w:rsidRPr="007818BD">
        <w:t>e</w:t>
      </w:r>
      <w:r w:rsidR="00E0544E" w:rsidRPr="007818BD">
        <w:t>ra des hommes vertueux pour instruire la jeunesse</w:t>
      </w:r>
      <w:r>
        <w:t xml:space="preserve">. </w:t>
      </w:r>
      <w:r w:rsidR="00E0544E" w:rsidRPr="007818BD">
        <w:t>Le vice et le désordre ne seront plus exterminés</w:t>
      </w:r>
      <w:r>
        <w:t xml:space="preserve"> ; </w:t>
      </w:r>
      <w:r w:rsidR="00E0544E" w:rsidRPr="007818BD">
        <w:t>non</w:t>
      </w:r>
      <w:r>
        <w:t xml:space="preserve"> ! </w:t>
      </w:r>
      <w:r w:rsidR="00E0544E" w:rsidRPr="007818BD">
        <w:t>mais seulement ba</w:t>
      </w:r>
      <w:r w:rsidR="00E0544E" w:rsidRPr="007818BD">
        <w:t>n</w:t>
      </w:r>
      <w:r w:rsidR="00E0544E" w:rsidRPr="007818BD">
        <w:t>nis</w:t>
      </w:r>
      <w:r>
        <w:t xml:space="preserve">. </w:t>
      </w:r>
      <w:r w:rsidR="00E0544E" w:rsidRPr="007818BD">
        <w:t>Il ne faut pas que nous mourions encore</w:t>
      </w:r>
      <w:r>
        <w:t xml:space="preserve">. </w:t>
      </w:r>
      <w:r w:rsidR="00E0544E" w:rsidRPr="007818BD">
        <w:t>La postérité ne peut nous juger que lorsque n</w:t>
      </w:r>
      <w:r w:rsidR="00E0544E">
        <w:t>o</w:t>
      </w:r>
      <w:r w:rsidR="00E0544E" w:rsidRPr="007818BD">
        <w:t>tre œuvre sera terminée</w:t>
      </w:r>
      <w:r>
        <w:t xml:space="preserve">. </w:t>
      </w:r>
      <w:r w:rsidR="00E0544E" w:rsidRPr="007818BD">
        <w:t>Nous avons rétabli l</w:t>
      </w:r>
      <w:r>
        <w:t>’</w:t>
      </w:r>
      <w:r w:rsidR="00E0544E" w:rsidRPr="007818BD">
        <w:t>Être suprême</w:t>
      </w:r>
      <w:r>
        <w:t xml:space="preserve"> : </w:t>
      </w:r>
      <w:r w:rsidR="00E0544E" w:rsidRPr="007818BD">
        <w:t>mais il nous faut réformer ce monde corrompu</w:t>
      </w:r>
      <w:r>
        <w:t xml:space="preserve">. </w:t>
      </w:r>
      <w:r w:rsidR="00E0544E" w:rsidRPr="007818BD">
        <w:t>Tout sera amour et fraternité</w:t>
      </w:r>
      <w:r>
        <w:t xml:space="preserve">, </w:t>
      </w:r>
      <w:r w:rsidR="00E0544E" w:rsidRPr="007818BD">
        <w:t>et</w:t>
      </w:r>
      <w:r>
        <w:t xml:space="preserve">… </w:t>
      </w:r>
      <w:r w:rsidR="00E0544E" w:rsidRPr="007818BD">
        <w:t>Simon</w:t>
      </w:r>
      <w:r>
        <w:t xml:space="preserve"> ! </w:t>
      </w:r>
      <w:r w:rsidR="00E0544E" w:rsidRPr="007818BD">
        <w:t>Simon</w:t>
      </w:r>
      <w:r>
        <w:t xml:space="preserve"> ! </w:t>
      </w:r>
      <w:r w:rsidR="00E0544E" w:rsidRPr="007818BD">
        <w:t>attends</w:t>
      </w:r>
      <w:r>
        <w:t xml:space="preserve">… </w:t>
      </w:r>
      <w:r w:rsidR="00E0544E" w:rsidRPr="007818BD">
        <w:t>ton crayon</w:t>
      </w:r>
      <w:r>
        <w:t xml:space="preserve">, </w:t>
      </w:r>
      <w:r w:rsidR="00E0544E" w:rsidRPr="007818BD">
        <w:t>Saint-Just</w:t>
      </w:r>
      <w:r>
        <w:t>. »</w:t>
      </w:r>
    </w:p>
    <w:p w14:paraId="406EB1A9" w14:textId="77777777" w:rsidR="00E8465A" w:rsidRDefault="00E0544E" w:rsidP="00E0544E">
      <w:r w:rsidRPr="007818BD">
        <w:t>Et Robespierre écrivit à la hâte</w:t>
      </w:r>
      <w:r w:rsidR="00E8465A">
        <w:t>.</w:t>
      </w:r>
    </w:p>
    <w:p w14:paraId="44390AE1" w14:textId="0BBF2EAF" w:rsidR="00E0544E" w:rsidRPr="007818BD" w:rsidRDefault="00E8465A" w:rsidP="00E0544E">
      <w:r>
        <w:t>« </w:t>
      </w:r>
      <w:r w:rsidR="00E0544E" w:rsidRPr="007818BD">
        <w:t>Porte ceci au citoyen président Dumas</w:t>
      </w:r>
      <w:r>
        <w:t xml:space="preserve">. </w:t>
      </w:r>
      <w:r w:rsidR="00E0544E" w:rsidRPr="007818BD">
        <w:t>Va vite</w:t>
      </w:r>
      <w:r>
        <w:t xml:space="preserve">, </w:t>
      </w:r>
      <w:r w:rsidR="00E0544E" w:rsidRPr="007818BD">
        <w:t>Simon</w:t>
      </w:r>
      <w:r>
        <w:t xml:space="preserve">. </w:t>
      </w:r>
      <w:r w:rsidR="00E0544E" w:rsidRPr="007818BD">
        <w:t xml:space="preserve">Ces quatre-vingts têtes doivent tomber </w:t>
      </w:r>
      <w:r w:rsidR="00E0544E" w:rsidRPr="007818BD">
        <w:rPr>
          <w:i/>
          <w:iCs/>
        </w:rPr>
        <w:t>demain</w:t>
      </w:r>
      <w:r>
        <w:t xml:space="preserve"> ; </w:t>
      </w:r>
      <w:r w:rsidR="00E0544E" w:rsidRPr="007818BD">
        <w:t>demain</w:t>
      </w:r>
      <w:r>
        <w:t xml:space="preserve">, </w:t>
      </w:r>
      <w:r w:rsidR="00E0544E" w:rsidRPr="007818BD">
        <w:t>S</w:t>
      </w:r>
      <w:r w:rsidR="00E0544E" w:rsidRPr="007818BD">
        <w:t>i</w:t>
      </w:r>
      <w:r w:rsidR="00E0544E" w:rsidRPr="007818BD">
        <w:t>mon</w:t>
      </w:r>
      <w:r>
        <w:t xml:space="preserve">. </w:t>
      </w:r>
      <w:r w:rsidR="00E0544E" w:rsidRPr="007818BD">
        <w:t>Dumas avancera d</w:t>
      </w:r>
      <w:r>
        <w:t>’</w:t>
      </w:r>
      <w:r w:rsidR="00E0544E" w:rsidRPr="007818BD">
        <w:t>un jour leur jugement</w:t>
      </w:r>
      <w:r>
        <w:t xml:space="preserve">. </w:t>
      </w:r>
      <w:r w:rsidR="00E0544E" w:rsidRPr="007818BD">
        <w:t>J</w:t>
      </w:r>
      <w:r>
        <w:t>’</w:t>
      </w:r>
      <w:r w:rsidR="00E0544E" w:rsidRPr="007818BD">
        <w:t>écrirai à Fo</w:t>
      </w:r>
      <w:r w:rsidR="00E0544E" w:rsidRPr="007818BD">
        <w:t>u</w:t>
      </w:r>
      <w:r w:rsidR="00E0544E" w:rsidRPr="007818BD">
        <w:t>quier-Tinville</w:t>
      </w:r>
      <w:r>
        <w:t xml:space="preserve">. </w:t>
      </w:r>
      <w:r w:rsidR="00E0544E" w:rsidRPr="007818BD">
        <w:t>Ce soir</w:t>
      </w:r>
      <w:r>
        <w:t xml:space="preserve">, </w:t>
      </w:r>
      <w:r w:rsidR="00E0544E" w:rsidRPr="007818BD">
        <w:t>Simon</w:t>
      </w:r>
      <w:r>
        <w:t xml:space="preserve">, </w:t>
      </w:r>
      <w:r w:rsidR="00E0544E" w:rsidRPr="007818BD">
        <w:t>rendez-vous aux Jacobins</w:t>
      </w:r>
      <w:r>
        <w:t xml:space="preserve"> ; </w:t>
      </w:r>
      <w:r w:rsidR="00E0544E" w:rsidRPr="007818BD">
        <w:t>là nous dénoncerons la Convention tout entière</w:t>
      </w:r>
      <w:r>
        <w:t xml:space="preserve"> ; </w:t>
      </w:r>
      <w:r w:rsidR="00E0544E" w:rsidRPr="007818BD">
        <w:t>là</w:t>
      </w:r>
      <w:r>
        <w:t xml:space="preserve">, </w:t>
      </w:r>
      <w:r w:rsidR="00E0544E" w:rsidRPr="007818BD">
        <w:t>nous ralli</w:t>
      </w:r>
      <w:r w:rsidR="00E0544E" w:rsidRPr="007818BD">
        <w:t>e</w:t>
      </w:r>
      <w:r w:rsidR="00E0544E" w:rsidRPr="007818BD">
        <w:t>rons autour de nous les derniers amis de la France et de la libe</w:t>
      </w:r>
      <w:r w:rsidR="00E0544E" w:rsidRPr="007818BD">
        <w:t>r</w:t>
      </w:r>
      <w:r w:rsidR="00E0544E" w:rsidRPr="007818BD">
        <w:t>té</w:t>
      </w:r>
      <w:r>
        <w:t>. »</w:t>
      </w:r>
    </w:p>
    <w:p w14:paraId="5B632DF5" w14:textId="20E038CF" w:rsidR="00E0544E" w:rsidRPr="007818BD" w:rsidRDefault="00E0544E" w:rsidP="00E0544E">
      <w:r w:rsidRPr="007818BD">
        <w:t>Un cri se fit entendre derrière eux</w:t>
      </w:r>
      <w:r w:rsidR="00E8465A">
        <w:t xml:space="preserve">, </w:t>
      </w:r>
      <w:r w:rsidRPr="007818BD">
        <w:t>à quelque distance</w:t>
      </w:r>
      <w:r w:rsidR="00E8465A">
        <w:t>, « </w:t>
      </w:r>
      <w:r w:rsidRPr="007818BD">
        <w:t>Vive la république</w:t>
      </w:r>
      <w:r w:rsidR="00E8465A">
        <w:t> ! »</w:t>
      </w:r>
    </w:p>
    <w:p w14:paraId="0268D3C4" w14:textId="77777777" w:rsidR="00E8465A" w:rsidRDefault="00E0544E" w:rsidP="00E0544E">
      <w:r w:rsidRPr="007818BD">
        <w:t>L</w:t>
      </w:r>
      <w:r w:rsidR="00E8465A">
        <w:t>’</w:t>
      </w:r>
      <w:r w:rsidRPr="007818BD">
        <w:t>œil du tyran lança un éclair de vengeance</w:t>
      </w:r>
      <w:r w:rsidR="00E8465A">
        <w:t>.</w:t>
      </w:r>
    </w:p>
    <w:p w14:paraId="64974A46" w14:textId="71A2822C" w:rsidR="00E0544E" w:rsidRPr="007818BD" w:rsidRDefault="00E8465A" w:rsidP="00E0544E">
      <w:r>
        <w:t>« </w:t>
      </w:r>
      <w:r w:rsidR="00E0544E" w:rsidRPr="007818BD">
        <w:t>La république</w:t>
      </w:r>
      <w:r>
        <w:t xml:space="preserve"> ! </w:t>
      </w:r>
      <w:r w:rsidR="00E0544E" w:rsidRPr="007818BD">
        <w:t>bah</w:t>
      </w:r>
      <w:r>
        <w:t xml:space="preserve"> ! </w:t>
      </w:r>
      <w:r w:rsidR="00E0544E" w:rsidRPr="007818BD">
        <w:t>ce n</w:t>
      </w:r>
      <w:r>
        <w:t>’</w:t>
      </w:r>
      <w:r w:rsidR="00E0544E" w:rsidRPr="007818BD">
        <w:t>est pas pour une telle canaille que nous avons démoli une monarchie de mille ans</w:t>
      </w:r>
      <w:r>
        <w:t>. »</w:t>
      </w:r>
    </w:p>
    <w:p w14:paraId="6AE5B444" w14:textId="77777777" w:rsidR="00E8465A" w:rsidRDefault="00E0544E" w:rsidP="00E0544E">
      <w:r w:rsidRPr="007818BD">
        <w:lastRenderedPageBreak/>
        <w:t>Le jugement</w:t>
      </w:r>
      <w:r w:rsidR="00E8465A">
        <w:t xml:space="preserve">, </w:t>
      </w:r>
      <w:r w:rsidRPr="007818BD">
        <w:t>l</w:t>
      </w:r>
      <w:r w:rsidR="00E8465A">
        <w:t>’</w:t>
      </w:r>
      <w:r w:rsidRPr="007818BD">
        <w:t>exécution</w:t>
      </w:r>
      <w:r w:rsidR="00E8465A">
        <w:t xml:space="preserve">, </w:t>
      </w:r>
      <w:r w:rsidRPr="007818BD">
        <w:t>sont avancés d</w:t>
      </w:r>
      <w:r w:rsidR="00E8465A">
        <w:t>’</w:t>
      </w:r>
      <w:r w:rsidRPr="007818BD">
        <w:t>un jour</w:t>
      </w:r>
      <w:r w:rsidR="00E8465A">
        <w:t xml:space="preserve">. </w:t>
      </w:r>
      <w:r w:rsidRPr="007818BD">
        <w:t>Aidé des renseignements mystérieux qui l</w:t>
      </w:r>
      <w:r w:rsidR="00E8465A">
        <w:t>’</w:t>
      </w:r>
      <w:r w:rsidRPr="007818BD">
        <w:t>avaient jusqu</w:t>
      </w:r>
      <w:r w:rsidR="00E8465A">
        <w:t>’</w:t>
      </w:r>
      <w:r w:rsidRPr="007818BD">
        <w:t>alors animé et soutenu</w:t>
      </w:r>
      <w:r w:rsidR="00E8465A">
        <w:t xml:space="preserve">, </w:t>
      </w:r>
      <w:proofErr w:type="spellStart"/>
      <w:r w:rsidRPr="007818BD">
        <w:t>Zanoni</w:t>
      </w:r>
      <w:proofErr w:type="spellEnd"/>
      <w:r w:rsidRPr="007818BD">
        <w:t xml:space="preserve"> comprit que ses efforts avaient été stériles</w:t>
      </w:r>
      <w:r w:rsidR="00E8465A">
        <w:t xml:space="preserve">. </w:t>
      </w:r>
      <w:r w:rsidRPr="007818BD">
        <w:t>Il savait que Viola était sauvée si elle survivait d</w:t>
      </w:r>
      <w:r w:rsidR="00E8465A">
        <w:t>’</w:t>
      </w:r>
      <w:r w:rsidRPr="007818BD">
        <w:t>une heure au t</w:t>
      </w:r>
      <w:r w:rsidRPr="007818BD">
        <w:t>y</w:t>
      </w:r>
      <w:r w:rsidRPr="007818BD">
        <w:t>ran</w:t>
      </w:r>
      <w:r w:rsidR="00E8465A">
        <w:t xml:space="preserve">. </w:t>
      </w:r>
      <w:r w:rsidRPr="007818BD">
        <w:t>Il savait que les heures de Robespierre étaient comptées</w:t>
      </w:r>
      <w:r w:rsidR="00E8465A">
        <w:t xml:space="preserve"> ; </w:t>
      </w:r>
      <w:r w:rsidRPr="007818BD">
        <w:t>que le 10 thermidor</w:t>
      </w:r>
      <w:r w:rsidR="00E8465A">
        <w:t xml:space="preserve">, </w:t>
      </w:r>
      <w:r w:rsidRPr="007818BD">
        <w:t>qu</w:t>
      </w:r>
      <w:r w:rsidR="00E8465A">
        <w:t>’</w:t>
      </w:r>
      <w:r w:rsidRPr="007818BD">
        <w:t>il avait désigné pour l</w:t>
      </w:r>
      <w:r w:rsidR="00E8465A">
        <w:t>’</w:t>
      </w:r>
      <w:r w:rsidRPr="007818BD">
        <w:t>exécution de ses dernières victimes</w:t>
      </w:r>
      <w:r w:rsidR="00E8465A">
        <w:t xml:space="preserve">, </w:t>
      </w:r>
      <w:r w:rsidRPr="007818BD">
        <w:t>le verrait monter lui-même à l</w:t>
      </w:r>
      <w:r w:rsidR="00E8465A">
        <w:t>’</w:t>
      </w:r>
      <w:r w:rsidRPr="007818BD">
        <w:t>échafaud</w:t>
      </w:r>
      <w:r w:rsidR="00E8465A">
        <w:t xml:space="preserve">. </w:t>
      </w:r>
      <w:r w:rsidRPr="007818BD">
        <w:t>Tous les efforts</w:t>
      </w:r>
      <w:r w:rsidR="00E8465A">
        <w:t xml:space="preserve">, </w:t>
      </w:r>
      <w:r w:rsidRPr="007818BD">
        <w:t xml:space="preserve">toutes les combinaisons de </w:t>
      </w:r>
      <w:proofErr w:type="spellStart"/>
      <w:r w:rsidRPr="007818BD">
        <w:t>Zanoni</w:t>
      </w:r>
      <w:proofErr w:type="spellEnd"/>
      <w:r w:rsidRPr="007818BD">
        <w:t xml:space="preserve"> avaient te</w:t>
      </w:r>
      <w:r w:rsidRPr="007818BD">
        <w:t>n</w:t>
      </w:r>
      <w:r w:rsidRPr="007818BD">
        <w:t>du à la ruine du bourreau et de son règne sanglant</w:t>
      </w:r>
      <w:r w:rsidR="00E8465A">
        <w:t xml:space="preserve">. </w:t>
      </w:r>
      <w:r w:rsidRPr="007818BD">
        <w:t>Avec quel succès</w:t>
      </w:r>
      <w:r w:rsidR="00E8465A">
        <w:t xml:space="preserve"> ? </w:t>
      </w:r>
      <w:r w:rsidRPr="007818BD">
        <w:t>Un seul mot du tyran en avait déjoué le résultat</w:t>
      </w:r>
      <w:r w:rsidR="00E8465A">
        <w:t xml:space="preserve">. </w:t>
      </w:r>
      <w:r w:rsidRPr="007818BD">
        <w:t>L</w:t>
      </w:r>
      <w:r w:rsidR="00E8465A">
        <w:t>’</w:t>
      </w:r>
      <w:r w:rsidRPr="007818BD">
        <w:t>exécution de Viola était avancée d</w:t>
      </w:r>
      <w:r w:rsidR="00E8465A">
        <w:t>’</w:t>
      </w:r>
      <w:r w:rsidRPr="007818BD">
        <w:t>un jour</w:t>
      </w:r>
      <w:r w:rsidR="00E8465A">
        <w:t xml:space="preserve">. </w:t>
      </w:r>
      <w:r w:rsidRPr="007818BD">
        <w:t>Vain prophète</w:t>
      </w:r>
      <w:r w:rsidR="00E8465A">
        <w:t xml:space="preserve">, </w:t>
      </w:r>
      <w:r w:rsidRPr="007818BD">
        <w:t>qui voudrais t</w:t>
      </w:r>
      <w:r w:rsidR="00E8465A">
        <w:t>’</w:t>
      </w:r>
      <w:r w:rsidRPr="007818BD">
        <w:t>ériger en instrument de l</w:t>
      </w:r>
      <w:r w:rsidR="00E8465A">
        <w:t>’</w:t>
      </w:r>
      <w:r w:rsidRPr="007818BD">
        <w:t>Éternel</w:t>
      </w:r>
      <w:r w:rsidR="00E8465A">
        <w:t xml:space="preserve">, </w:t>
      </w:r>
      <w:r w:rsidRPr="007818BD">
        <w:t>les dangers qui e</w:t>
      </w:r>
      <w:r w:rsidRPr="007818BD">
        <w:t>n</w:t>
      </w:r>
      <w:r w:rsidRPr="007818BD">
        <w:t>viro</w:t>
      </w:r>
      <w:r w:rsidRPr="007818BD">
        <w:t>n</w:t>
      </w:r>
      <w:r w:rsidRPr="007818BD">
        <w:t>nent maintenant le tyran ne font que précipiter la perte de ses victimes</w:t>
      </w:r>
      <w:r w:rsidR="00E8465A">
        <w:t xml:space="preserve"> : </w:t>
      </w:r>
      <w:r w:rsidRPr="007818BD">
        <w:t>demain qu</w:t>
      </w:r>
      <w:r w:rsidRPr="007818BD">
        <w:t>a</w:t>
      </w:r>
      <w:r w:rsidRPr="007818BD">
        <w:t>tre-vingts têtes</w:t>
      </w:r>
      <w:r w:rsidR="00E8465A">
        <w:t xml:space="preserve">, </w:t>
      </w:r>
      <w:r w:rsidRPr="007818BD">
        <w:t>et parmi elles celle qui s</w:t>
      </w:r>
      <w:r w:rsidR="00E8465A">
        <w:t>’</w:t>
      </w:r>
      <w:r w:rsidRPr="007818BD">
        <w:t>est reposée sur ton cœur</w:t>
      </w:r>
      <w:r w:rsidR="00E8465A">
        <w:t xml:space="preserve"> ! </w:t>
      </w:r>
      <w:r w:rsidRPr="007818BD">
        <w:t>Demain</w:t>
      </w:r>
      <w:r w:rsidR="00E8465A">
        <w:t xml:space="preserve"> ! </w:t>
      </w:r>
      <w:r w:rsidRPr="007818BD">
        <w:t>et cette nuit Maximilien est sauvé</w:t>
      </w:r>
      <w:r w:rsidR="00E8465A">
        <w:t> !</w:t>
      </w:r>
    </w:p>
    <w:p w14:paraId="00801867" w14:textId="77777777" w:rsidR="00E8465A" w:rsidRDefault="00E0544E" w:rsidP="00E8465A">
      <w:pPr>
        <w:pStyle w:val="Titre2"/>
        <w:pageBreakBefore/>
      </w:pPr>
      <w:bookmarkStart w:id="83" w:name="_Toc199963132"/>
      <w:r w:rsidRPr="007818BD">
        <w:lastRenderedPageBreak/>
        <w:t>CHAPITRE</w:t>
      </w:r>
      <w:r w:rsidR="00E8465A">
        <w:t xml:space="preserve"> </w:t>
      </w:r>
      <w:r w:rsidRPr="007818BD">
        <w:t>XIII</w:t>
      </w:r>
      <w:r w:rsidR="00E8465A">
        <w:t>.</w:t>
      </w:r>
      <w:bookmarkEnd w:id="83"/>
    </w:p>
    <w:p w14:paraId="3EB5CB0A" w14:textId="34D8E96F" w:rsidR="00E0544E" w:rsidRPr="007818BD" w:rsidRDefault="00E0544E" w:rsidP="00E0544E">
      <w:pPr>
        <w:pStyle w:val="NormalRetraitGauche4XIndent0"/>
        <w:spacing w:before="0" w:after="0"/>
        <w:rPr>
          <w:rStyle w:val="Taille-1Caracteres"/>
        </w:rPr>
      </w:pPr>
      <w:proofErr w:type="spellStart"/>
      <w:r w:rsidRPr="007818BD">
        <w:rPr>
          <w:rStyle w:val="Taille-1Caracteres"/>
        </w:rPr>
        <w:t>Erde</w:t>
      </w:r>
      <w:proofErr w:type="spellEnd"/>
      <w:r w:rsidRPr="007818BD">
        <w:rPr>
          <w:rStyle w:val="Taille-1Caracteres"/>
        </w:rPr>
        <w:t xml:space="preserve"> </w:t>
      </w:r>
      <w:proofErr w:type="spellStart"/>
      <w:r w:rsidRPr="007818BD">
        <w:rPr>
          <w:rStyle w:val="Taille-1Caracteres"/>
        </w:rPr>
        <w:t>mag</w:t>
      </w:r>
      <w:proofErr w:type="spellEnd"/>
      <w:r w:rsidRPr="007818BD">
        <w:rPr>
          <w:rStyle w:val="Taille-1Caracteres"/>
        </w:rPr>
        <w:t xml:space="preserve"> </w:t>
      </w:r>
      <w:proofErr w:type="spellStart"/>
      <w:r w:rsidRPr="007818BD">
        <w:rPr>
          <w:rStyle w:val="Taille-1Caracteres"/>
        </w:rPr>
        <w:t>zurück</w:t>
      </w:r>
      <w:proofErr w:type="spellEnd"/>
      <w:r w:rsidRPr="007818BD">
        <w:rPr>
          <w:rStyle w:val="Taille-1Caracteres"/>
        </w:rPr>
        <w:t xml:space="preserve"> in </w:t>
      </w:r>
      <w:proofErr w:type="spellStart"/>
      <w:r w:rsidRPr="007818BD">
        <w:rPr>
          <w:rStyle w:val="Taille-1Caracteres"/>
        </w:rPr>
        <w:t>Erde</w:t>
      </w:r>
      <w:proofErr w:type="spellEnd"/>
      <w:r w:rsidRPr="007818BD">
        <w:rPr>
          <w:rStyle w:val="Taille-1Caracteres"/>
        </w:rPr>
        <w:t xml:space="preserve"> </w:t>
      </w:r>
      <w:proofErr w:type="spellStart"/>
      <w:r w:rsidRPr="007818BD">
        <w:rPr>
          <w:rStyle w:val="Taille-1Caracteres"/>
        </w:rPr>
        <w:t>stäuben</w:t>
      </w:r>
      <w:proofErr w:type="spellEnd"/>
    </w:p>
    <w:p w14:paraId="5F3B061D" w14:textId="77777777" w:rsidR="00E0544E" w:rsidRPr="007818BD" w:rsidRDefault="00E0544E" w:rsidP="00E0544E">
      <w:pPr>
        <w:pStyle w:val="NormalRetraitGauche4XIndent0"/>
        <w:spacing w:before="0" w:after="0"/>
        <w:rPr>
          <w:rStyle w:val="Taille-1Caracteres"/>
        </w:rPr>
      </w:pPr>
      <w:proofErr w:type="spellStart"/>
      <w:r w:rsidRPr="007818BD">
        <w:rPr>
          <w:rStyle w:val="Taille-1Caracteres"/>
        </w:rPr>
        <w:t>Fliegt</w:t>
      </w:r>
      <w:proofErr w:type="spellEnd"/>
      <w:r w:rsidRPr="007818BD">
        <w:rPr>
          <w:rStyle w:val="Taille-1Caracteres"/>
        </w:rPr>
        <w:t xml:space="preserve"> der </w:t>
      </w:r>
      <w:proofErr w:type="spellStart"/>
      <w:r w:rsidRPr="007818BD">
        <w:rPr>
          <w:rStyle w:val="Taille-1Caracteres"/>
        </w:rPr>
        <w:t>Geist</w:t>
      </w:r>
      <w:proofErr w:type="spellEnd"/>
      <w:r w:rsidRPr="007818BD">
        <w:rPr>
          <w:rStyle w:val="Taille-1Caracteres"/>
        </w:rPr>
        <w:t xml:space="preserve"> </w:t>
      </w:r>
      <w:proofErr w:type="spellStart"/>
      <w:r w:rsidRPr="007818BD">
        <w:rPr>
          <w:rStyle w:val="Taille-1Caracteres"/>
        </w:rPr>
        <w:t>doch</w:t>
      </w:r>
      <w:proofErr w:type="spellEnd"/>
      <w:r w:rsidRPr="007818BD">
        <w:rPr>
          <w:rStyle w:val="Taille-1Caracteres"/>
        </w:rPr>
        <w:t xml:space="preserve"> </w:t>
      </w:r>
      <w:proofErr w:type="spellStart"/>
      <w:r w:rsidRPr="007818BD">
        <w:rPr>
          <w:rStyle w:val="Taille-1Caracteres"/>
        </w:rPr>
        <w:t>aus</w:t>
      </w:r>
      <w:proofErr w:type="spellEnd"/>
      <w:r w:rsidRPr="007818BD">
        <w:rPr>
          <w:rStyle w:val="Taille-1Caracteres"/>
        </w:rPr>
        <w:t xml:space="preserve"> </w:t>
      </w:r>
      <w:proofErr w:type="spellStart"/>
      <w:r w:rsidRPr="007818BD">
        <w:rPr>
          <w:rStyle w:val="Taille-1Caracteres"/>
        </w:rPr>
        <w:t>dem</w:t>
      </w:r>
      <w:proofErr w:type="spellEnd"/>
      <w:r w:rsidRPr="007818BD">
        <w:rPr>
          <w:rStyle w:val="Taille-1Caracteres"/>
        </w:rPr>
        <w:t xml:space="preserve"> </w:t>
      </w:r>
      <w:proofErr w:type="spellStart"/>
      <w:r w:rsidRPr="007818BD">
        <w:rPr>
          <w:rStyle w:val="Taille-1Caracteres"/>
        </w:rPr>
        <w:t>morschen</w:t>
      </w:r>
      <w:proofErr w:type="spellEnd"/>
      <w:r w:rsidRPr="007818BD">
        <w:rPr>
          <w:rStyle w:val="Taille-1Caracteres"/>
        </w:rPr>
        <w:t xml:space="preserve"> </w:t>
      </w:r>
      <w:proofErr w:type="spellStart"/>
      <w:r w:rsidRPr="007818BD">
        <w:rPr>
          <w:rStyle w:val="Taille-1Caracteres"/>
        </w:rPr>
        <w:t>Haus</w:t>
      </w:r>
      <w:proofErr w:type="spellEnd"/>
    </w:p>
    <w:p w14:paraId="7D1233A4" w14:textId="77777777" w:rsidR="00E8465A" w:rsidRDefault="00E0544E" w:rsidP="00E0544E">
      <w:pPr>
        <w:pStyle w:val="NormalRetraitGauche4XIndent0"/>
        <w:spacing w:before="0" w:after="0"/>
        <w:rPr>
          <w:rStyle w:val="Taille-1Caracteres"/>
        </w:rPr>
      </w:pPr>
      <w:r w:rsidRPr="007818BD">
        <w:rPr>
          <w:rStyle w:val="Taille-1Caracteres"/>
        </w:rPr>
        <w:t>Seine Asc</w:t>
      </w:r>
      <w:r>
        <w:rPr>
          <w:rStyle w:val="Taille-1Caracteres"/>
        </w:rPr>
        <w:t>h</w:t>
      </w:r>
      <w:r w:rsidRPr="007818BD">
        <w:rPr>
          <w:rStyle w:val="Taille-1Caracteres"/>
        </w:rPr>
        <w:t xml:space="preserve">e </w:t>
      </w:r>
      <w:proofErr w:type="spellStart"/>
      <w:r w:rsidRPr="007818BD">
        <w:rPr>
          <w:rStyle w:val="Taille-1Caracteres"/>
        </w:rPr>
        <w:t>mag</w:t>
      </w:r>
      <w:proofErr w:type="spellEnd"/>
      <w:r w:rsidRPr="007818BD">
        <w:rPr>
          <w:rStyle w:val="Taille-1Caracteres"/>
        </w:rPr>
        <w:t xml:space="preserve"> der </w:t>
      </w:r>
      <w:proofErr w:type="spellStart"/>
      <w:r w:rsidRPr="007818BD">
        <w:rPr>
          <w:rStyle w:val="Taille-1Caracteres"/>
        </w:rPr>
        <w:t>Sturmwind</w:t>
      </w:r>
      <w:proofErr w:type="spellEnd"/>
      <w:r w:rsidRPr="007818BD">
        <w:rPr>
          <w:rStyle w:val="Taille-1Caracteres"/>
        </w:rPr>
        <w:t xml:space="preserve"> </w:t>
      </w:r>
      <w:proofErr w:type="spellStart"/>
      <w:r w:rsidRPr="007818BD">
        <w:rPr>
          <w:rStyle w:val="Taille-1Caracteres"/>
        </w:rPr>
        <w:t>treiben</w:t>
      </w:r>
      <w:proofErr w:type="spellEnd"/>
      <w:r w:rsidR="00E8465A">
        <w:rPr>
          <w:rStyle w:val="Taille-1Caracteres"/>
        </w:rPr>
        <w:t>,</w:t>
      </w:r>
    </w:p>
    <w:p w14:paraId="08C1931D" w14:textId="77777777" w:rsidR="00E8465A" w:rsidRDefault="00E0544E" w:rsidP="00E0544E">
      <w:pPr>
        <w:pStyle w:val="NormalRetraitGauche4XIndent0"/>
        <w:spacing w:before="0" w:after="0"/>
        <w:rPr>
          <w:rStyle w:val="Taille-1Caracteres"/>
        </w:rPr>
      </w:pPr>
      <w:r w:rsidRPr="007818BD">
        <w:rPr>
          <w:rStyle w:val="Taille-1Caracteres"/>
        </w:rPr>
        <w:t xml:space="preserve">Sein Leben </w:t>
      </w:r>
      <w:proofErr w:type="spellStart"/>
      <w:r w:rsidRPr="007818BD">
        <w:rPr>
          <w:rStyle w:val="Taille-1Caracteres"/>
        </w:rPr>
        <w:t>dauert</w:t>
      </w:r>
      <w:proofErr w:type="spellEnd"/>
      <w:r w:rsidRPr="007818BD">
        <w:rPr>
          <w:rStyle w:val="Taille-1Caracteres"/>
        </w:rPr>
        <w:t xml:space="preserve"> </w:t>
      </w:r>
      <w:proofErr w:type="spellStart"/>
      <w:r w:rsidRPr="007818BD">
        <w:rPr>
          <w:rStyle w:val="Taille-1Caracteres"/>
        </w:rPr>
        <w:t>ewig</w:t>
      </w:r>
      <w:proofErr w:type="spellEnd"/>
      <w:r w:rsidRPr="007818BD">
        <w:rPr>
          <w:rStyle w:val="Taille-1Caracteres"/>
        </w:rPr>
        <w:t xml:space="preserve"> </w:t>
      </w:r>
      <w:proofErr w:type="spellStart"/>
      <w:r w:rsidRPr="007818BD">
        <w:rPr>
          <w:rStyle w:val="Taille-1Caracteres"/>
        </w:rPr>
        <w:t>aus</w:t>
      </w:r>
      <w:proofErr w:type="spellEnd"/>
      <w:r w:rsidRPr="007818BD">
        <w:rPr>
          <w:rStyle w:val="Appelnotedebasdep"/>
          <w:szCs w:val="28"/>
        </w:rPr>
        <w:footnoteReference w:id="63"/>
      </w:r>
      <w:r w:rsidR="00E8465A">
        <w:rPr>
          <w:rStyle w:val="Taille-1Caracteres"/>
        </w:rPr>
        <w:t>.</w:t>
      </w:r>
    </w:p>
    <w:p w14:paraId="3E3A824D" w14:textId="5C6AD02F" w:rsidR="00E8465A" w:rsidRDefault="00E8465A" w:rsidP="000200A6">
      <w:pPr>
        <w:ind w:firstLine="0"/>
        <w:jc w:val="right"/>
        <w:rPr>
          <w:rStyle w:val="Taille-1Caracteres"/>
        </w:rPr>
      </w:pPr>
      <w:r>
        <w:rPr>
          <w:rStyle w:val="Taille-1Caracteres"/>
        </w:rPr>
        <w:t>(</w:t>
      </w:r>
      <w:r w:rsidR="00E0544E" w:rsidRPr="007818BD">
        <w:rPr>
          <w:rStyle w:val="Taille-1Caracteres"/>
        </w:rPr>
        <w:t>ÉLÉGIE</w:t>
      </w:r>
      <w:r>
        <w:rPr>
          <w:rStyle w:val="Taille-1Caracteres"/>
        </w:rPr>
        <w:t>.)</w:t>
      </w:r>
    </w:p>
    <w:p w14:paraId="1AE0E60D" w14:textId="77777777" w:rsidR="00E8465A" w:rsidRDefault="00E0544E" w:rsidP="00E0544E">
      <w:r w:rsidRPr="007818BD">
        <w:t>Demain</w:t>
      </w:r>
      <w:r w:rsidR="00E8465A">
        <w:t xml:space="preserve"> ! </w:t>
      </w:r>
      <w:r w:rsidRPr="007818BD">
        <w:t>et déjà le crépuscule voile les cieux</w:t>
      </w:r>
      <w:r w:rsidR="00E8465A">
        <w:t xml:space="preserve">. </w:t>
      </w:r>
      <w:r w:rsidRPr="007818BD">
        <w:t>L</w:t>
      </w:r>
      <w:r w:rsidR="00E8465A">
        <w:t>’</w:t>
      </w:r>
      <w:r w:rsidRPr="007818BD">
        <w:t>une après l</w:t>
      </w:r>
      <w:r w:rsidR="00E8465A">
        <w:t>’</w:t>
      </w:r>
      <w:r w:rsidRPr="007818BD">
        <w:t>autre les douces étoiles éclosent au firmament</w:t>
      </w:r>
      <w:r w:rsidR="00E8465A">
        <w:t xml:space="preserve">. </w:t>
      </w:r>
      <w:r w:rsidRPr="007818BD">
        <w:t>La Seine</w:t>
      </w:r>
      <w:r w:rsidR="00E8465A">
        <w:t xml:space="preserve">, </w:t>
      </w:r>
      <w:r w:rsidRPr="007818BD">
        <w:t>dans son cours paisible</w:t>
      </w:r>
      <w:r w:rsidR="00E8465A">
        <w:t xml:space="preserve">, </w:t>
      </w:r>
      <w:r w:rsidRPr="007818BD">
        <w:t>tremble encore sous le dernier baiser du co</w:t>
      </w:r>
      <w:r w:rsidRPr="007818BD">
        <w:t>u</w:t>
      </w:r>
      <w:r w:rsidRPr="007818BD">
        <w:t>chant enflammé</w:t>
      </w:r>
      <w:r w:rsidR="00E8465A">
        <w:t xml:space="preserve"> ; </w:t>
      </w:r>
      <w:r w:rsidRPr="007818BD">
        <w:t>et là-bas</w:t>
      </w:r>
      <w:r w:rsidR="00E8465A">
        <w:t xml:space="preserve">, </w:t>
      </w:r>
      <w:r w:rsidRPr="007818BD">
        <w:t>dans l</w:t>
      </w:r>
      <w:r w:rsidR="00E8465A">
        <w:t>’</w:t>
      </w:r>
      <w:r w:rsidRPr="007818BD">
        <w:t>espace azuré</w:t>
      </w:r>
      <w:r w:rsidR="00E8465A">
        <w:t xml:space="preserve">, </w:t>
      </w:r>
      <w:r w:rsidRPr="007818BD">
        <w:t>un dernier r</w:t>
      </w:r>
      <w:r w:rsidRPr="007818BD">
        <w:t>e</w:t>
      </w:r>
      <w:r w:rsidRPr="007818BD">
        <w:t>flet du soleil fait rayonner les tours de Notre-Dame</w:t>
      </w:r>
      <w:r w:rsidR="00E8465A">
        <w:t xml:space="preserve"> ; </w:t>
      </w:r>
      <w:r w:rsidRPr="007818BD">
        <w:t>et là-bas aussi</w:t>
      </w:r>
      <w:r w:rsidR="00E8465A">
        <w:t xml:space="preserve">, </w:t>
      </w:r>
      <w:r w:rsidRPr="007818BD">
        <w:t>dans l</w:t>
      </w:r>
      <w:r w:rsidR="00E8465A">
        <w:t>’</w:t>
      </w:r>
      <w:r w:rsidRPr="007818BD">
        <w:t>espace azuré</w:t>
      </w:r>
      <w:r w:rsidR="00E8465A">
        <w:t xml:space="preserve">, </w:t>
      </w:r>
      <w:r w:rsidRPr="007818BD">
        <w:t>un dernier reflet du soleil fait étinc</w:t>
      </w:r>
      <w:r w:rsidRPr="007818BD">
        <w:t>e</w:t>
      </w:r>
      <w:r w:rsidRPr="007818BD">
        <w:t>ler le triangle sanglant de la guillotine</w:t>
      </w:r>
      <w:r w:rsidR="00E8465A">
        <w:t xml:space="preserve">. </w:t>
      </w:r>
      <w:r w:rsidRPr="007818BD">
        <w:t>Dirigeons nos pas vers cet édifice rongé par le temps</w:t>
      </w:r>
      <w:r w:rsidR="00E8465A">
        <w:t xml:space="preserve">, </w:t>
      </w:r>
      <w:r w:rsidRPr="007818BD">
        <w:t>autrefois l</w:t>
      </w:r>
      <w:r w:rsidR="00E8465A">
        <w:t>’</w:t>
      </w:r>
      <w:r w:rsidRPr="007818BD">
        <w:t>église et le couvent des Frères prêcheurs</w:t>
      </w:r>
      <w:r w:rsidR="00E8465A">
        <w:t xml:space="preserve">, </w:t>
      </w:r>
      <w:r w:rsidRPr="007818BD">
        <w:t>connus sous le nom vénérable alors de Jac</w:t>
      </w:r>
      <w:r w:rsidRPr="007818BD">
        <w:t>o</w:t>
      </w:r>
      <w:r w:rsidRPr="007818BD">
        <w:t>bins</w:t>
      </w:r>
      <w:r w:rsidR="00E8465A">
        <w:t xml:space="preserve"> : </w:t>
      </w:r>
      <w:r w:rsidRPr="007818BD">
        <w:t>c</w:t>
      </w:r>
      <w:r w:rsidR="00E8465A">
        <w:t>’</w:t>
      </w:r>
      <w:r w:rsidRPr="007818BD">
        <w:t>est là que s</w:t>
      </w:r>
      <w:r w:rsidR="00E8465A">
        <w:t>’</w:t>
      </w:r>
      <w:r w:rsidRPr="007818BD">
        <w:t>assemblent les jacobins d</w:t>
      </w:r>
      <w:r w:rsidR="00E8465A">
        <w:t>’</w:t>
      </w:r>
      <w:r w:rsidRPr="007818BD">
        <w:t>aujourd</w:t>
      </w:r>
      <w:r w:rsidR="00E8465A">
        <w:t>’</w:t>
      </w:r>
      <w:r w:rsidRPr="007818BD">
        <w:t>hui</w:t>
      </w:r>
      <w:r w:rsidR="00E8465A">
        <w:t xml:space="preserve">. </w:t>
      </w:r>
      <w:r w:rsidRPr="007818BD">
        <w:t>Là</w:t>
      </w:r>
      <w:r w:rsidR="00E8465A">
        <w:t xml:space="preserve">, </w:t>
      </w:r>
      <w:r w:rsidRPr="007818BD">
        <w:t>dans une salle oblongue</w:t>
      </w:r>
      <w:r w:rsidR="00E8465A">
        <w:t xml:space="preserve">, </w:t>
      </w:r>
      <w:r w:rsidRPr="007818BD">
        <w:t>autrefois la bibliothèque des pa</w:t>
      </w:r>
      <w:r w:rsidRPr="007818BD">
        <w:t>i</w:t>
      </w:r>
      <w:r w:rsidRPr="007818BD">
        <w:t>sibles religieux</w:t>
      </w:r>
      <w:r w:rsidR="00E8465A">
        <w:t xml:space="preserve">, </w:t>
      </w:r>
      <w:r w:rsidRPr="007818BD">
        <w:t>se réunissent les idolâtres de saint Robespierre</w:t>
      </w:r>
      <w:r w:rsidR="00E8465A">
        <w:t xml:space="preserve">. </w:t>
      </w:r>
      <w:r w:rsidRPr="007818BD">
        <w:t>Deux tribunes i</w:t>
      </w:r>
      <w:r w:rsidRPr="007818BD">
        <w:t>m</w:t>
      </w:r>
      <w:r w:rsidRPr="007818BD">
        <w:t>menses</w:t>
      </w:r>
      <w:r w:rsidR="00E8465A">
        <w:t xml:space="preserve">, </w:t>
      </w:r>
      <w:r w:rsidRPr="007818BD">
        <w:t>érigées à chaque extrémité</w:t>
      </w:r>
      <w:r w:rsidR="00E8465A">
        <w:t xml:space="preserve">, </w:t>
      </w:r>
      <w:r w:rsidRPr="007818BD">
        <w:t>contiennent la lie la plus abjecte d</w:t>
      </w:r>
      <w:r w:rsidR="00E8465A">
        <w:t>’</w:t>
      </w:r>
      <w:r w:rsidRPr="007818BD">
        <w:t>une hideuse populace</w:t>
      </w:r>
      <w:r w:rsidR="00E8465A">
        <w:t xml:space="preserve">, </w:t>
      </w:r>
      <w:r w:rsidRPr="007818BD">
        <w:t xml:space="preserve">dont la majorité se compose des </w:t>
      </w:r>
      <w:r w:rsidRPr="007818BD">
        <w:rPr>
          <w:i/>
          <w:iCs/>
        </w:rPr>
        <w:t>furies de la guillotine</w:t>
      </w:r>
      <w:r w:rsidR="00E8465A">
        <w:t xml:space="preserve">. </w:t>
      </w:r>
      <w:r w:rsidRPr="007818BD">
        <w:t>Au milieu de la salle sont le bureau et le fauteuil du président</w:t>
      </w:r>
      <w:r w:rsidR="00E8465A">
        <w:t xml:space="preserve">, </w:t>
      </w:r>
      <w:r w:rsidRPr="007818BD">
        <w:t>la chaire</w:t>
      </w:r>
      <w:r w:rsidR="00E8465A">
        <w:t xml:space="preserve">, </w:t>
      </w:r>
      <w:r w:rsidRPr="007818BD">
        <w:t>longtemps conse</w:t>
      </w:r>
      <w:r w:rsidRPr="007818BD">
        <w:t>r</w:t>
      </w:r>
      <w:r w:rsidRPr="007818BD">
        <w:t>vée par les moines pieux</w:t>
      </w:r>
      <w:r w:rsidR="00E8465A">
        <w:t xml:space="preserve">, </w:t>
      </w:r>
      <w:r w:rsidRPr="007818BD">
        <w:t>comme une relique du docteur angél</w:t>
      </w:r>
      <w:r w:rsidRPr="007818BD">
        <w:t>i</w:t>
      </w:r>
      <w:r w:rsidRPr="007818BD">
        <w:t>que saint Thomas d</w:t>
      </w:r>
      <w:r w:rsidR="00E8465A">
        <w:t>’</w:t>
      </w:r>
      <w:r w:rsidRPr="007818BD">
        <w:t>Aquin</w:t>
      </w:r>
      <w:r w:rsidR="00E8465A">
        <w:t xml:space="preserve"> ! </w:t>
      </w:r>
      <w:r w:rsidRPr="007818BD">
        <w:t>Au-dessus de ce siège est dressé le buste menaçant de Brutus</w:t>
      </w:r>
      <w:r w:rsidR="00E8465A">
        <w:t xml:space="preserve">. </w:t>
      </w:r>
      <w:r w:rsidRPr="007818BD">
        <w:lastRenderedPageBreak/>
        <w:t>Une lampe de fer à deux branches répand sur la vaste salle une lueur indécise</w:t>
      </w:r>
      <w:r w:rsidR="00E8465A">
        <w:t xml:space="preserve">, </w:t>
      </w:r>
      <w:r w:rsidRPr="007818BD">
        <w:t>épaisse et fuligine</w:t>
      </w:r>
      <w:r w:rsidRPr="007818BD">
        <w:t>u</w:t>
      </w:r>
      <w:r w:rsidRPr="007818BD">
        <w:t>se</w:t>
      </w:r>
      <w:r w:rsidR="00E8465A">
        <w:t xml:space="preserve">, </w:t>
      </w:r>
      <w:r w:rsidRPr="007818BD">
        <w:t>qui prête aux visages farouches de ce Pandémonium une nouvelle expression de sinistre la</w:t>
      </w:r>
      <w:r w:rsidRPr="007818BD">
        <w:t>i</w:t>
      </w:r>
      <w:r w:rsidRPr="007818BD">
        <w:t>deur</w:t>
      </w:r>
      <w:r w:rsidR="00E8465A">
        <w:t xml:space="preserve">. </w:t>
      </w:r>
      <w:r w:rsidRPr="007818BD">
        <w:t>Là</w:t>
      </w:r>
      <w:r w:rsidR="00E8465A">
        <w:t xml:space="preserve">, </w:t>
      </w:r>
      <w:r w:rsidRPr="007818BD">
        <w:t>du trône de l</w:t>
      </w:r>
      <w:r w:rsidR="00E8465A">
        <w:t>’</w:t>
      </w:r>
      <w:r w:rsidRPr="007818BD">
        <w:t>orateur</w:t>
      </w:r>
      <w:r w:rsidR="00E8465A">
        <w:t xml:space="preserve">, </w:t>
      </w:r>
      <w:r w:rsidRPr="007818BD">
        <w:t>se fait entendre encore la voix glapissante et irritée de Robespierre</w:t>
      </w:r>
      <w:r w:rsidR="00E8465A">
        <w:t>.</w:t>
      </w:r>
    </w:p>
    <w:p w14:paraId="5CCEBEC8" w14:textId="77777777" w:rsidR="00E8465A" w:rsidRDefault="00E0544E" w:rsidP="00E0544E">
      <w:r w:rsidRPr="007818BD">
        <w:t>Cependant</w:t>
      </w:r>
      <w:r w:rsidR="00E8465A">
        <w:t xml:space="preserve">, </w:t>
      </w:r>
      <w:r w:rsidRPr="007818BD">
        <w:t>tout est chaos</w:t>
      </w:r>
      <w:r w:rsidR="00E8465A">
        <w:t xml:space="preserve">, </w:t>
      </w:r>
      <w:r w:rsidRPr="007818BD">
        <w:t>désordre</w:t>
      </w:r>
      <w:r w:rsidR="00E8465A">
        <w:t xml:space="preserve">, </w:t>
      </w:r>
      <w:r w:rsidRPr="007818BD">
        <w:t>audace et hésitation confuse dans le concili</w:t>
      </w:r>
      <w:r w:rsidRPr="007818BD">
        <w:t>a</w:t>
      </w:r>
      <w:r w:rsidRPr="007818BD">
        <w:t>bule de ses ennemis</w:t>
      </w:r>
      <w:r w:rsidR="00E8465A">
        <w:t xml:space="preserve">. </w:t>
      </w:r>
      <w:r w:rsidRPr="007818BD">
        <w:t>Les bruits circulent de rue en rue</w:t>
      </w:r>
      <w:r w:rsidR="00E8465A">
        <w:t xml:space="preserve">, </w:t>
      </w:r>
      <w:r w:rsidRPr="007818BD">
        <w:t>de maison en maison</w:t>
      </w:r>
      <w:r w:rsidR="00E8465A">
        <w:t xml:space="preserve">, </w:t>
      </w:r>
      <w:r w:rsidRPr="007818BD">
        <w:t>sur tous les points de r</w:t>
      </w:r>
      <w:r w:rsidRPr="007818BD">
        <w:t>é</w:t>
      </w:r>
      <w:r w:rsidRPr="007818BD">
        <w:t>union</w:t>
      </w:r>
      <w:r w:rsidR="00E8465A">
        <w:t xml:space="preserve">. </w:t>
      </w:r>
      <w:r w:rsidRPr="007818BD">
        <w:t>Devant l</w:t>
      </w:r>
      <w:r w:rsidR="00E8465A">
        <w:t>’</w:t>
      </w:r>
      <w:r w:rsidRPr="007818BD">
        <w:t>orage</w:t>
      </w:r>
      <w:r w:rsidR="00E8465A">
        <w:t xml:space="preserve">, </w:t>
      </w:r>
      <w:r w:rsidRPr="007818BD">
        <w:t>les hirondelles abaissent leur vol</w:t>
      </w:r>
      <w:r w:rsidR="00E8465A">
        <w:t xml:space="preserve">, </w:t>
      </w:r>
      <w:r w:rsidRPr="007818BD">
        <w:t>le bétail se groupe et se rassemble</w:t>
      </w:r>
      <w:r w:rsidR="00E8465A">
        <w:t xml:space="preserve">. </w:t>
      </w:r>
      <w:r w:rsidRPr="007818BD">
        <w:t>Et au-dessus de cette rumeur de tant de vies</w:t>
      </w:r>
      <w:r w:rsidR="00E8465A">
        <w:t xml:space="preserve">, </w:t>
      </w:r>
      <w:r w:rsidRPr="007818BD">
        <w:t>de tant de ch</w:t>
      </w:r>
      <w:r w:rsidRPr="007818BD">
        <w:t>o</w:t>
      </w:r>
      <w:r w:rsidRPr="007818BD">
        <w:t>ses éphémères</w:t>
      </w:r>
      <w:r w:rsidR="00E8465A">
        <w:t xml:space="preserve">, </w:t>
      </w:r>
      <w:r w:rsidRPr="007818BD">
        <w:t>seul</w:t>
      </w:r>
      <w:r w:rsidR="00E8465A">
        <w:t xml:space="preserve">, </w:t>
      </w:r>
      <w:r w:rsidRPr="007818BD">
        <w:t>dans sa chambre</w:t>
      </w:r>
      <w:r w:rsidR="00E8465A">
        <w:t xml:space="preserve">, </w:t>
      </w:r>
      <w:r w:rsidRPr="007818BD">
        <w:t>veillait celui dont la jeunesse radieuse</w:t>
      </w:r>
      <w:r w:rsidR="00E8465A">
        <w:t xml:space="preserve"> (</w:t>
      </w:r>
      <w:r w:rsidRPr="007818BD">
        <w:t>symb</w:t>
      </w:r>
      <w:r w:rsidRPr="007818BD">
        <w:t>o</w:t>
      </w:r>
      <w:r w:rsidRPr="007818BD">
        <w:t>le de la fraîcheur impérissable du calme idéal au milieu de la réalité mobile et pass</w:t>
      </w:r>
      <w:r w:rsidRPr="007818BD">
        <w:t>a</w:t>
      </w:r>
      <w:r w:rsidRPr="007818BD">
        <w:t>gère</w:t>
      </w:r>
      <w:r w:rsidR="00E8465A">
        <w:t xml:space="preserve">) </w:t>
      </w:r>
      <w:r w:rsidRPr="007818BD">
        <w:t>avait traversé intacte des siècles amoncelés</w:t>
      </w:r>
      <w:r w:rsidR="00E8465A">
        <w:t>.</w:t>
      </w:r>
    </w:p>
    <w:p w14:paraId="18AF8396" w14:textId="77777777" w:rsidR="00E8465A" w:rsidRDefault="00E0544E" w:rsidP="00E0544E">
      <w:r w:rsidRPr="007818BD">
        <w:t>Tous les efforts que pouvaient suggérer la prudence h</w:t>
      </w:r>
      <w:r w:rsidRPr="007818BD">
        <w:t>u</w:t>
      </w:r>
      <w:r w:rsidRPr="007818BD">
        <w:t>maine et le courage humain avaient été tentés en vain</w:t>
      </w:r>
      <w:r w:rsidR="00E8465A">
        <w:t xml:space="preserve">. </w:t>
      </w:r>
      <w:r w:rsidRPr="007818BD">
        <w:t>De tels efforts étaient inefficaces en effet</w:t>
      </w:r>
      <w:r w:rsidR="00E8465A">
        <w:t xml:space="preserve">, </w:t>
      </w:r>
      <w:r w:rsidRPr="007818BD">
        <w:t>lorsque dans ces saturnales de la mort il s</w:t>
      </w:r>
      <w:r w:rsidR="00E8465A">
        <w:t>’</w:t>
      </w:r>
      <w:r w:rsidRPr="007818BD">
        <w:t>agissait de sauver une vie</w:t>
      </w:r>
      <w:r w:rsidR="00E8465A">
        <w:t xml:space="preserve">. </w:t>
      </w:r>
      <w:r w:rsidRPr="007818BD">
        <w:t>La chute de Robespie</w:t>
      </w:r>
      <w:r w:rsidRPr="007818BD">
        <w:t>r</w:t>
      </w:r>
      <w:r w:rsidRPr="007818BD">
        <w:t>re eût pu seule sauver ses victimes</w:t>
      </w:r>
      <w:r w:rsidR="00E8465A">
        <w:t xml:space="preserve"> ; </w:t>
      </w:r>
      <w:r w:rsidRPr="007818BD">
        <w:t>maintenant trop tardive</w:t>
      </w:r>
      <w:r w:rsidR="00E8465A">
        <w:t xml:space="preserve">, </w:t>
      </w:r>
      <w:r w:rsidRPr="007818BD">
        <w:t>cette chute ne pouvait plus que les venger</w:t>
      </w:r>
      <w:r w:rsidR="00E8465A">
        <w:t xml:space="preserve">. </w:t>
      </w:r>
      <w:r w:rsidRPr="007818BD">
        <w:t>Une fois encore</w:t>
      </w:r>
      <w:r w:rsidR="00E8465A">
        <w:t xml:space="preserve">, </w:t>
      </w:r>
      <w:r w:rsidRPr="007818BD">
        <w:t>dans cette suprême agonie de la surexcitation et du d</w:t>
      </w:r>
      <w:r w:rsidRPr="007818BD">
        <w:t>é</w:t>
      </w:r>
      <w:r w:rsidRPr="007818BD">
        <w:t>sespoir</w:t>
      </w:r>
      <w:r w:rsidR="00E8465A">
        <w:t xml:space="preserve">, </w:t>
      </w:r>
      <w:r w:rsidRPr="007818BD">
        <w:t xml:space="preserve">le </w:t>
      </w:r>
      <w:r w:rsidRPr="007818BD">
        <w:rPr>
          <w:i/>
          <w:iCs/>
        </w:rPr>
        <w:t>Voyant</w:t>
      </w:r>
      <w:r w:rsidRPr="007818BD">
        <w:t xml:space="preserve"> s</w:t>
      </w:r>
      <w:r w:rsidR="00E8465A">
        <w:t>’</w:t>
      </w:r>
      <w:r w:rsidRPr="007818BD">
        <w:t>était replongé dans la solitude pour y invoquer l</w:t>
      </w:r>
      <w:r w:rsidR="00E8465A">
        <w:t>’</w:t>
      </w:r>
      <w:r w:rsidRPr="007818BD">
        <w:t>aide et le secours de ces mystérieux médiateurs entre la terre et le ciel</w:t>
      </w:r>
      <w:r w:rsidR="00E8465A">
        <w:t xml:space="preserve">, </w:t>
      </w:r>
      <w:r w:rsidRPr="007818BD">
        <w:t>qui avaient renoncé à toute communication avec l</w:t>
      </w:r>
      <w:r w:rsidR="00E8465A">
        <w:t>’</w:t>
      </w:r>
      <w:r w:rsidRPr="007818BD">
        <w:t>esprit soumis aux entraves de l</w:t>
      </w:r>
      <w:r w:rsidR="00E8465A">
        <w:t>’</w:t>
      </w:r>
      <w:r w:rsidRPr="007818BD">
        <w:t>existence mortelle</w:t>
      </w:r>
      <w:r w:rsidR="00E8465A">
        <w:t xml:space="preserve">. </w:t>
      </w:r>
      <w:r w:rsidRPr="007818BD">
        <w:t>Dans l</w:t>
      </w:r>
      <w:r w:rsidR="00E8465A">
        <w:t>’</w:t>
      </w:r>
      <w:r w:rsidRPr="007818BD">
        <w:t>angoisse amère</w:t>
      </w:r>
      <w:r w:rsidR="00E8465A">
        <w:t xml:space="preserve">, </w:t>
      </w:r>
      <w:r w:rsidRPr="007818BD">
        <w:t>dans le désir intense de son cœur</w:t>
      </w:r>
      <w:r w:rsidR="00E8465A">
        <w:t xml:space="preserve">, </w:t>
      </w:r>
      <w:r w:rsidRPr="007818BD">
        <w:t>dormait peut-être encore à</w:t>
      </w:r>
      <w:r w:rsidR="00E8465A">
        <w:t>-</w:t>
      </w:r>
      <w:r w:rsidRPr="007818BD">
        <w:t>son insu une puissance qu</w:t>
      </w:r>
      <w:r w:rsidR="00E8465A">
        <w:t>’</w:t>
      </w:r>
      <w:r w:rsidRPr="007818BD">
        <w:t>il n</w:t>
      </w:r>
      <w:r w:rsidR="00E8465A">
        <w:t>’</w:t>
      </w:r>
      <w:r w:rsidRPr="007818BD">
        <w:t>avait pas encore évoquée</w:t>
      </w:r>
      <w:r w:rsidR="00E8465A">
        <w:t xml:space="preserve"> : </w:t>
      </w:r>
      <w:r w:rsidRPr="007818BD">
        <w:t>car</w:t>
      </w:r>
      <w:r w:rsidR="00E8465A">
        <w:t xml:space="preserve">, </w:t>
      </w:r>
      <w:r w:rsidRPr="007818BD">
        <w:t>quel est l</w:t>
      </w:r>
      <w:r w:rsidR="00E8465A">
        <w:t>’</w:t>
      </w:r>
      <w:r w:rsidRPr="007818BD">
        <w:t>homme qui n</w:t>
      </w:r>
      <w:r w:rsidR="00E8465A">
        <w:t>’</w:t>
      </w:r>
      <w:r w:rsidRPr="007818BD">
        <w:t>a senti combien le glaive acéré de l</w:t>
      </w:r>
      <w:r w:rsidR="00E8465A">
        <w:t>’</w:t>
      </w:r>
      <w:r w:rsidRPr="007818BD">
        <w:t>extrême douleur tranche et use ces liens de doute et de faible</w:t>
      </w:r>
      <w:r w:rsidRPr="007818BD">
        <w:t>s</w:t>
      </w:r>
      <w:r w:rsidRPr="007818BD">
        <w:t>se qui attachent l</w:t>
      </w:r>
      <w:r w:rsidR="00E8465A">
        <w:t>’</w:t>
      </w:r>
      <w:r w:rsidRPr="007818BD">
        <w:t>âme humaine dans sa sombre et transitoire cellule</w:t>
      </w:r>
      <w:r w:rsidR="00E8465A">
        <w:t xml:space="preserve"> ? </w:t>
      </w:r>
      <w:r w:rsidRPr="007818BD">
        <w:t>n</w:t>
      </w:r>
      <w:r w:rsidR="00E8465A">
        <w:t>’</w:t>
      </w:r>
      <w:r w:rsidRPr="007818BD">
        <w:t xml:space="preserve">est-ce pas du sein de </w:t>
      </w:r>
      <w:r w:rsidRPr="007818BD">
        <w:lastRenderedPageBreak/>
        <w:t>la foudre et du nuage embrasé que s</w:t>
      </w:r>
      <w:r w:rsidR="00E8465A">
        <w:t>’</w:t>
      </w:r>
      <w:r w:rsidRPr="007818BD">
        <w:t>élance l</w:t>
      </w:r>
      <w:r w:rsidR="00E8465A">
        <w:t>’</w:t>
      </w:r>
      <w:r w:rsidRPr="007818BD">
        <w:t>aigle olympien qui seul peut nous ravir aux cieux</w:t>
      </w:r>
      <w:r w:rsidR="00E8465A">
        <w:t> ?</w:t>
      </w:r>
    </w:p>
    <w:p w14:paraId="63293B63" w14:textId="77777777" w:rsidR="00E8465A" w:rsidRDefault="00E0544E" w:rsidP="00E0544E">
      <w:r w:rsidRPr="007818BD">
        <w:t>L</w:t>
      </w:r>
      <w:r w:rsidR="00E8465A">
        <w:t>’</w:t>
      </w:r>
      <w:r w:rsidRPr="007818BD">
        <w:t>invocation fut entendue</w:t>
      </w:r>
      <w:r w:rsidR="00E8465A">
        <w:t xml:space="preserve"> ; </w:t>
      </w:r>
      <w:r w:rsidRPr="007818BD">
        <w:t>les liens des sens furent brisés devant l</w:t>
      </w:r>
      <w:r w:rsidR="00E8465A">
        <w:t>’</w:t>
      </w:r>
      <w:r w:rsidRPr="007818BD">
        <w:t>esprit lucide</w:t>
      </w:r>
      <w:r w:rsidR="00E8465A">
        <w:t xml:space="preserve">. </w:t>
      </w:r>
      <w:r w:rsidRPr="007818BD">
        <w:t>Il regarda</w:t>
      </w:r>
      <w:r w:rsidR="00E8465A">
        <w:t xml:space="preserve"> : </w:t>
      </w:r>
      <w:r w:rsidRPr="007818BD">
        <w:t>il vit</w:t>
      </w:r>
      <w:r w:rsidR="00E8465A">
        <w:t xml:space="preserve">… </w:t>
      </w:r>
      <w:r w:rsidRPr="007818BD">
        <w:t>non</w:t>
      </w:r>
      <w:r w:rsidR="00E8465A">
        <w:t xml:space="preserve"> ! </w:t>
      </w:r>
      <w:r w:rsidRPr="007818BD">
        <w:t>non pas l</w:t>
      </w:r>
      <w:r w:rsidR="00E8465A">
        <w:t>’</w:t>
      </w:r>
      <w:r w:rsidRPr="007818BD">
        <w:t>être qu</w:t>
      </w:r>
      <w:r w:rsidR="00E8465A">
        <w:t>’</w:t>
      </w:r>
      <w:r w:rsidRPr="007818BD">
        <w:t>il avait appelé avec sa forme lumineuse</w:t>
      </w:r>
      <w:r w:rsidR="00E8465A">
        <w:t xml:space="preserve">, </w:t>
      </w:r>
      <w:r w:rsidRPr="007818BD">
        <w:t>avec l</w:t>
      </w:r>
      <w:r w:rsidR="00E8465A">
        <w:t>’</w:t>
      </w:r>
      <w:r w:rsidRPr="007818BD">
        <w:t>ineffable sér</w:t>
      </w:r>
      <w:r w:rsidRPr="007818BD">
        <w:t>é</w:t>
      </w:r>
      <w:r w:rsidRPr="007818BD">
        <w:t>nité de son sourire</w:t>
      </w:r>
      <w:r w:rsidR="00E8465A">
        <w:t xml:space="preserve">, </w:t>
      </w:r>
      <w:r w:rsidRPr="007818BD">
        <w:t>non pas son familier</w:t>
      </w:r>
      <w:r w:rsidR="00E8465A">
        <w:t xml:space="preserve">, </w:t>
      </w:r>
      <w:r w:rsidRPr="007818BD">
        <w:t xml:space="preserve">son </w:t>
      </w:r>
      <w:proofErr w:type="spellStart"/>
      <w:r w:rsidRPr="007818BD">
        <w:t>Adon-Aï</w:t>
      </w:r>
      <w:proofErr w:type="spellEnd"/>
      <w:r w:rsidR="00E8465A">
        <w:t xml:space="preserve">, </w:t>
      </w:r>
      <w:r w:rsidRPr="007818BD">
        <w:t>le fils de la Gloire et de l</w:t>
      </w:r>
      <w:r w:rsidR="00E8465A">
        <w:t>’</w:t>
      </w:r>
      <w:r w:rsidRPr="007818BD">
        <w:t>Étoile</w:t>
      </w:r>
      <w:r w:rsidR="00E8465A">
        <w:t xml:space="preserve">, </w:t>
      </w:r>
      <w:r w:rsidRPr="007818BD">
        <w:t>mais le mauvais Présage</w:t>
      </w:r>
      <w:r w:rsidR="00E8465A">
        <w:t xml:space="preserve">, </w:t>
      </w:r>
      <w:r w:rsidRPr="007818BD">
        <w:t>la sombre ch</w:t>
      </w:r>
      <w:r w:rsidRPr="007818BD">
        <w:t>i</w:t>
      </w:r>
      <w:r w:rsidRPr="007818BD">
        <w:t>mère</w:t>
      </w:r>
      <w:r w:rsidR="00E8465A">
        <w:t xml:space="preserve">, </w:t>
      </w:r>
      <w:r w:rsidRPr="007818BD">
        <w:t>l</w:t>
      </w:r>
      <w:r w:rsidR="00E8465A">
        <w:t>’</w:t>
      </w:r>
      <w:r w:rsidRPr="007818BD">
        <w:t>implacable ennemi avec ce regard infernal</w:t>
      </w:r>
      <w:r w:rsidR="00E8465A">
        <w:t xml:space="preserve">, </w:t>
      </w:r>
      <w:r w:rsidRPr="007818BD">
        <w:t>brûlant d</w:t>
      </w:r>
      <w:r w:rsidR="00E8465A">
        <w:t>’</w:t>
      </w:r>
      <w:r w:rsidRPr="007818BD">
        <w:t>une joie haineuse et triomphante</w:t>
      </w:r>
      <w:r w:rsidR="00E8465A">
        <w:t xml:space="preserve">. </w:t>
      </w:r>
      <w:r w:rsidRPr="007818BD">
        <w:t>Le spectre ne se retirait plus</w:t>
      </w:r>
      <w:r w:rsidR="00E8465A">
        <w:t xml:space="preserve">, </w:t>
      </w:r>
      <w:r w:rsidRPr="007818BD">
        <w:t>il ne</w:t>
      </w:r>
      <w:r w:rsidR="00E8465A">
        <w:t>-</w:t>
      </w:r>
      <w:r w:rsidRPr="007818BD">
        <w:t>rentrait plus dans l</w:t>
      </w:r>
      <w:r w:rsidR="00E8465A">
        <w:t>’</w:t>
      </w:r>
      <w:r w:rsidRPr="007818BD">
        <w:t>ombre</w:t>
      </w:r>
      <w:r w:rsidR="00E8465A">
        <w:t xml:space="preserve"> ; </w:t>
      </w:r>
      <w:r w:rsidRPr="007818BD">
        <w:t>il se dressait devant lui</w:t>
      </w:r>
      <w:r w:rsidR="00E8465A">
        <w:t xml:space="preserve">, </w:t>
      </w:r>
      <w:r w:rsidRPr="007818BD">
        <w:t>droit</w:t>
      </w:r>
      <w:r w:rsidR="00E8465A">
        <w:t xml:space="preserve">, </w:t>
      </w:r>
      <w:r w:rsidRPr="007818BD">
        <w:t>gigantesque</w:t>
      </w:r>
      <w:r w:rsidR="00E8465A">
        <w:t xml:space="preserve"> ; </w:t>
      </w:r>
      <w:r w:rsidRPr="007818BD">
        <w:t>le visage</w:t>
      </w:r>
      <w:r w:rsidR="00E8465A">
        <w:t xml:space="preserve">, </w:t>
      </w:r>
      <w:r w:rsidRPr="007818BD">
        <w:t>que nulle main mortelle n</w:t>
      </w:r>
      <w:r w:rsidR="00E8465A">
        <w:t>’</w:t>
      </w:r>
      <w:r w:rsidRPr="007818BD">
        <w:t>avait jamais dévoilé</w:t>
      </w:r>
      <w:r w:rsidR="00E8465A">
        <w:t xml:space="preserve">, </w:t>
      </w:r>
      <w:r w:rsidRPr="007818BD">
        <w:t>était encore caché</w:t>
      </w:r>
      <w:r w:rsidR="00E8465A">
        <w:t xml:space="preserve">, </w:t>
      </w:r>
      <w:r w:rsidRPr="007818BD">
        <w:t>mais la forme était plus di</w:t>
      </w:r>
      <w:r w:rsidRPr="007818BD">
        <w:t>s</w:t>
      </w:r>
      <w:r w:rsidRPr="007818BD">
        <w:t>tincte</w:t>
      </w:r>
      <w:r w:rsidR="00E8465A">
        <w:t xml:space="preserve">, </w:t>
      </w:r>
      <w:r w:rsidRPr="007818BD">
        <w:t>plus corporelle</w:t>
      </w:r>
      <w:r w:rsidR="00E8465A">
        <w:t xml:space="preserve">, </w:t>
      </w:r>
      <w:r w:rsidRPr="007818BD">
        <w:t>et il en émanait une atmosphère d</w:t>
      </w:r>
      <w:r w:rsidR="00E8465A">
        <w:t>’</w:t>
      </w:r>
      <w:r w:rsidRPr="007818BD">
        <w:t>horreur</w:t>
      </w:r>
      <w:r w:rsidR="00E8465A">
        <w:t xml:space="preserve">, </w:t>
      </w:r>
      <w:r w:rsidRPr="007818BD">
        <w:t>de rage</w:t>
      </w:r>
      <w:r w:rsidR="00E8465A">
        <w:t xml:space="preserve">, </w:t>
      </w:r>
      <w:r w:rsidRPr="007818BD">
        <w:t>de terreur</w:t>
      </w:r>
      <w:r w:rsidR="00E8465A">
        <w:t xml:space="preserve">. </w:t>
      </w:r>
      <w:r w:rsidRPr="007818BD">
        <w:t>Comme une montagne de glace</w:t>
      </w:r>
      <w:r w:rsidR="00E8465A">
        <w:t xml:space="preserve">, </w:t>
      </w:r>
      <w:r w:rsidRPr="007818BD">
        <w:t>le souffle de ce fantôme congela l</w:t>
      </w:r>
      <w:r w:rsidR="00E8465A">
        <w:t>’</w:t>
      </w:r>
      <w:r w:rsidRPr="007818BD">
        <w:t>air</w:t>
      </w:r>
      <w:r w:rsidR="00E8465A">
        <w:t xml:space="preserve"> ; </w:t>
      </w:r>
      <w:r w:rsidRPr="007818BD">
        <w:t>comme un nuage</w:t>
      </w:r>
      <w:r w:rsidR="00E8465A">
        <w:t xml:space="preserve">, </w:t>
      </w:r>
      <w:r w:rsidRPr="007818BD">
        <w:t>il re</w:t>
      </w:r>
      <w:r w:rsidRPr="007818BD">
        <w:t>m</w:t>
      </w:r>
      <w:r w:rsidRPr="007818BD">
        <w:t>plit la chambre et déroba sous un rideau de ténèbres les étoiles du ciel</w:t>
      </w:r>
      <w:r w:rsidR="00E8465A">
        <w:t>.</w:t>
      </w:r>
    </w:p>
    <w:p w14:paraId="62DA62B8" w14:textId="77777777" w:rsidR="00E8465A" w:rsidRDefault="00E8465A" w:rsidP="00E0544E">
      <w:r>
        <w:t>« </w:t>
      </w:r>
      <w:r w:rsidR="00E0544E" w:rsidRPr="007818BD">
        <w:t>Voici</w:t>
      </w:r>
      <w:r>
        <w:t xml:space="preserve">, </w:t>
      </w:r>
      <w:r w:rsidR="00E0544E" w:rsidRPr="007818BD">
        <w:t>dit la voix</w:t>
      </w:r>
      <w:r>
        <w:t xml:space="preserve">, </w:t>
      </w:r>
      <w:r w:rsidR="00E0544E" w:rsidRPr="007818BD">
        <w:t>voici que je reviens</w:t>
      </w:r>
      <w:r>
        <w:t xml:space="preserve">. </w:t>
      </w:r>
      <w:r w:rsidR="00E0544E" w:rsidRPr="007818BD">
        <w:t>Tu m</w:t>
      </w:r>
      <w:r>
        <w:t>’</w:t>
      </w:r>
      <w:r w:rsidR="00E0544E" w:rsidRPr="007818BD">
        <w:t>as dérobé une plus humble proie</w:t>
      </w:r>
      <w:r>
        <w:t xml:space="preserve"> : </w:t>
      </w:r>
      <w:r w:rsidR="00E0544E" w:rsidRPr="007818BD">
        <w:t>maintenant</w:t>
      </w:r>
      <w:r>
        <w:t xml:space="preserve">, </w:t>
      </w:r>
      <w:r w:rsidR="00E0544E" w:rsidRPr="007818BD">
        <w:t>exorcise-toi toi-même</w:t>
      </w:r>
      <w:r>
        <w:t xml:space="preserve">. </w:t>
      </w:r>
      <w:r w:rsidR="00E0544E" w:rsidRPr="007818BD">
        <w:t>Ta vie t</w:t>
      </w:r>
      <w:r>
        <w:t>’</w:t>
      </w:r>
      <w:r w:rsidR="00E0544E" w:rsidRPr="007818BD">
        <w:t>a quitté pour vivre dans le cœur d</w:t>
      </w:r>
      <w:r>
        <w:t>’</w:t>
      </w:r>
      <w:r w:rsidR="00E0544E" w:rsidRPr="007818BD">
        <w:t>une fille de la tombe et du ver sépulcral</w:t>
      </w:r>
      <w:r>
        <w:t xml:space="preserve">. </w:t>
      </w:r>
      <w:r w:rsidR="00E0544E" w:rsidRPr="007818BD">
        <w:t>C</w:t>
      </w:r>
      <w:r>
        <w:t>’</w:t>
      </w:r>
      <w:r w:rsidR="00E0544E" w:rsidRPr="007818BD">
        <w:t>est dans cette vie que je viens te visiter de mon pas implacable</w:t>
      </w:r>
      <w:r>
        <w:t xml:space="preserve">. </w:t>
      </w:r>
      <w:r w:rsidR="00E0544E" w:rsidRPr="007818BD">
        <w:t>Tu es revenu au seuil</w:t>
      </w:r>
      <w:r>
        <w:t xml:space="preserve">, </w:t>
      </w:r>
      <w:r w:rsidR="00E0544E" w:rsidRPr="007818BD">
        <w:t>toi dont le pied avait to</w:t>
      </w:r>
      <w:r w:rsidR="00E0544E" w:rsidRPr="007818BD">
        <w:t>u</w:t>
      </w:r>
      <w:r w:rsidR="00E0544E" w:rsidRPr="007818BD">
        <w:t>ché le bord de l</w:t>
      </w:r>
      <w:r>
        <w:t>’</w:t>
      </w:r>
      <w:r w:rsidR="00E0544E" w:rsidRPr="007818BD">
        <w:t>infini</w:t>
      </w:r>
      <w:r>
        <w:t xml:space="preserve">. </w:t>
      </w:r>
      <w:r w:rsidR="00E0544E" w:rsidRPr="007818BD">
        <w:t>Et</w:t>
      </w:r>
      <w:r>
        <w:t xml:space="preserve">, </w:t>
      </w:r>
      <w:r w:rsidR="00E0544E" w:rsidRPr="007818BD">
        <w:t>comme le spectre qu</w:t>
      </w:r>
      <w:r>
        <w:t>’</w:t>
      </w:r>
      <w:r w:rsidR="00E0544E" w:rsidRPr="007818BD">
        <w:t>il redoute et qu</w:t>
      </w:r>
      <w:r>
        <w:t>’</w:t>
      </w:r>
      <w:r w:rsidR="00E0544E" w:rsidRPr="007818BD">
        <w:t>il voit s</w:t>
      </w:r>
      <w:r>
        <w:t>’</w:t>
      </w:r>
      <w:r w:rsidR="00E0544E" w:rsidRPr="007818BD">
        <w:t>empare d</w:t>
      </w:r>
      <w:r>
        <w:t>’</w:t>
      </w:r>
      <w:r w:rsidR="00E0544E" w:rsidRPr="007818BD">
        <w:t>un enfant dans les ténèbres</w:t>
      </w:r>
      <w:r>
        <w:t xml:space="preserve">, </w:t>
      </w:r>
      <w:r w:rsidR="00E0544E" w:rsidRPr="007818BD">
        <w:t>ainsi</w:t>
      </w:r>
      <w:r>
        <w:t xml:space="preserve">, </w:t>
      </w:r>
      <w:r w:rsidR="00E0544E" w:rsidRPr="007818BD">
        <w:t>mortel pui</w:t>
      </w:r>
      <w:r w:rsidR="00E0544E" w:rsidRPr="007818BD">
        <w:t>s</w:t>
      </w:r>
      <w:r w:rsidR="00E0544E" w:rsidRPr="007818BD">
        <w:t>sant qui veux vaincre la mort</w:t>
      </w:r>
      <w:r>
        <w:t xml:space="preserve">, </w:t>
      </w:r>
      <w:r w:rsidR="00E0544E" w:rsidRPr="007818BD">
        <w:t>je m</w:t>
      </w:r>
      <w:r>
        <w:t>’</w:t>
      </w:r>
      <w:r w:rsidR="00E0544E" w:rsidRPr="007818BD">
        <w:t>empare de toi</w:t>
      </w:r>
      <w:r>
        <w:t>.</w:t>
      </w:r>
    </w:p>
    <w:p w14:paraId="3DAC2960" w14:textId="3FD82A45" w:rsidR="00E0544E" w:rsidRPr="007818BD" w:rsidRDefault="00E8465A" w:rsidP="00E0544E">
      <w:r>
        <w:t>« </w:t>
      </w:r>
      <w:r w:rsidR="00E0544E" w:rsidRPr="007818BD">
        <w:t>Retourne</w:t>
      </w:r>
      <w:r>
        <w:t xml:space="preserve">, </w:t>
      </w:r>
      <w:r w:rsidR="00E0544E" w:rsidRPr="007818BD">
        <w:t>esclave</w:t>
      </w:r>
      <w:r>
        <w:t xml:space="preserve"> ! </w:t>
      </w:r>
      <w:r w:rsidR="00E0544E" w:rsidRPr="007818BD">
        <w:t>retourne à la servitude</w:t>
      </w:r>
      <w:r>
        <w:t xml:space="preserve">. </w:t>
      </w:r>
      <w:r w:rsidR="00E0544E" w:rsidRPr="007818BD">
        <w:t>Si tu as r</w:t>
      </w:r>
      <w:r w:rsidR="00E0544E" w:rsidRPr="007818BD">
        <w:t>é</w:t>
      </w:r>
      <w:r w:rsidR="00E0544E" w:rsidRPr="007818BD">
        <w:t>pondu à ma voix qui ne t</w:t>
      </w:r>
      <w:r>
        <w:t>’</w:t>
      </w:r>
      <w:r w:rsidR="00E0544E" w:rsidRPr="007818BD">
        <w:t>appelait pas</w:t>
      </w:r>
      <w:r>
        <w:t xml:space="preserve">, </w:t>
      </w:r>
      <w:r w:rsidR="00E0544E" w:rsidRPr="007818BD">
        <w:t>si tu es venu</w:t>
      </w:r>
      <w:r>
        <w:t xml:space="preserve">, </w:t>
      </w:r>
      <w:r w:rsidR="00E0544E" w:rsidRPr="007818BD">
        <w:t>ce n</w:t>
      </w:r>
      <w:r>
        <w:t>’</w:t>
      </w:r>
      <w:r w:rsidR="00E0544E" w:rsidRPr="007818BD">
        <w:t>est pas pour commander</w:t>
      </w:r>
      <w:r>
        <w:t xml:space="preserve">, </w:t>
      </w:r>
      <w:r w:rsidR="00E0544E" w:rsidRPr="007818BD">
        <w:t>mais pour obéir</w:t>
      </w:r>
      <w:r>
        <w:t xml:space="preserve">. </w:t>
      </w:r>
      <w:r w:rsidR="00E0544E" w:rsidRPr="007818BD">
        <w:t>Toi</w:t>
      </w:r>
      <w:r>
        <w:t xml:space="preserve">, </w:t>
      </w:r>
      <w:r w:rsidR="00E0544E" w:rsidRPr="007818BD">
        <w:t>à qui je dois le don de vies plus précieuses et plus chères que la mienne</w:t>
      </w:r>
      <w:r>
        <w:t xml:space="preserve">, </w:t>
      </w:r>
      <w:r w:rsidR="00E0544E" w:rsidRPr="007818BD">
        <w:t>je t</w:t>
      </w:r>
      <w:r>
        <w:t>’</w:t>
      </w:r>
      <w:r w:rsidR="00E0544E" w:rsidRPr="007818BD">
        <w:t>ordonne</w:t>
      </w:r>
      <w:r>
        <w:t xml:space="preserve">, </w:t>
      </w:r>
      <w:r w:rsidR="00E0544E" w:rsidRPr="007818BD">
        <w:t>non pas par un charme magique</w:t>
      </w:r>
      <w:r>
        <w:t xml:space="preserve">, </w:t>
      </w:r>
      <w:r w:rsidR="00E0544E" w:rsidRPr="007818BD">
        <w:t xml:space="preserve">mais par la vertu </w:t>
      </w:r>
      <w:r w:rsidR="00E0544E" w:rsidRPr="007818BD">
        <w:lastRenderedPageBreak/>
        <w:t>d</w:t>
      </w:r>
      <w:r>
        <w:t>’</w:t>
      </w:r>
      <w:r w:rsidR="00E0544E" w:rsidRPr="007818BD">
        <w:t>une âme plus puissante que ton e</w:t>
      </w:r>
      <w:r w:rsidR="00E0544E" w:rsidRPr="007818BD">
        <w:t>s</w:t>
      </w:r>
      <w:r w:rsidR="00E0544E" w:rsidRPr="007818BD">
        <w:t>sence malfaisante</w:t>
      </w:r>
      <w:r>
        <w:t xml:space="preserve">, </w:t>
      </w:r>
      <w:r w:rsidR="00E0544E" w:rsidRPr="007818BD">
        <w:t>je t</w:t>
      </w:r>
      <w:r>
        <w:t>’</w:t>
      </w:r>
      <w:r w:rsidR="00E0544E" w:rsidRPr="007818BD">
        <w:t>ordonne de me servir encore</w:t>
      </w:r>
      <w:r>
        <w:t xml:space="preserve">, </w:t>
      </w:r>
      <w:r w:rsidR="00E0544E" w:rsidRPr="007818BD">
        <w:t>et redis une fois encore le secret qui peut sauver les vies que tu m</w:t>
      </w:r>
      <w:r>
        <w:t>’</w:t>
      </w:r>
      <w:r w:rsidR="00E0544E" w:rsidRPr="007818BD">
        <w:t>as permis</w:t>
      </w:r>
      <w:r>
        <w:t xml:space="preserve">, </w:t>
      </w:r>
      <w:r w:rsidR="00E0544E" w:rsidRPr="007818BD">
        <w:t>par la faveur plus puissante du ma</w:t>
      </w:r>
      <w:r w:rsidR="00E0544E" w:rsidRPr="007818BD">
        <w:t>î</w:t>
      </w:r>
      <w:r w:rsidR="00E0544E" w:rsidRPr="007818BD">
        <w:t>tre universel</w:t>
      </w:r>
      <w:r>
        <w:t xml:space="preserve">, </w:t>
      </w:r>
      <w:r w:rsidR="00E0544E" w:rsidRPr="007818BD">
        <w:t>de retenir quelque temps dans leur prison d</w:t>
      </w:r>
      <w:r>
        <w:t>’</w:t>
      </w:r>
      <w:r w:rsidR="00E0544E" w:rsidRPr="007818BD">
        <w:t>argile</w:t>
      </w:r>
      <w:r>
        <w:t>. »</w:t>
      </w:r>
    </w:p>
    <w:p w14:paraId="71DCB4A5" w14:textId="77777777" w:rsidR="00E8465A" w:rsidRDefault="00E0544E" w:rsidP="00E0544E">
      <w:r w:rsidRPr="007818BD">
        <w:t>Plus étincelant</w:t>
      </w:r>
      <w:r w:rsidR="00E8465A">
        <w:t xml:space="preserve">, </w:t>
      </w:r>
      <w:r w:rsidRPr="007818BD">
        <w:t>plus dévorant</w:t>
      </w:r>
      <w:r w:rsidR="00E8465A">
        <w:t xml:space="preserve">, </w:t>
      </w:r>
      <w:r w:rsidRPr="007818BD">
        <w:t>brûla l</w:t>
      </w:r>
      <w:r w:rsidR="00E8465A">
        <w:t>’</w:t>
      </w:r>
      <w:r w:rsidRPr="007818BD">
        <w:t>éclair livide de ses yeux</w:t>
      </w:r>
      <w:r w:rsidR="00E8465A">
        <w:t xml:space="preserve">, </w:t>
      </w:r>
      <w:r w:rsidRPr="007818BD">
        <w:t>plus visible et plus colossal se dressa le Fantôme grandi</w:t>
      </w:r>
      <w:r w:rsidR="00E8465A">
        <w:t xml:space="preserve"> ; </w:t>
      </w:r>
      <w:r w:rsidRPr="007818BD">
        <w:t>une haine plus dédaigneuse et plus implacable encore vibra dans cette voix qui répondit</w:t>
      </w:r>
      <w:r w:rsidR="00E8465A">
        <w:t> :</w:t>
      </w:r>
    </w:p>
    <w:p w14:paraId="32349E59" w14:textId="77777777" w:rsidR="00E8465A" w:rsidRDefault="00E8465A" w:rsidP="00E0544E">
      <w:r>
        <w:t>« </w:t>
      </w:r>
      <w:r w:rsidR="00E0544E" w:rsidRPr="007818BD">
        <w:t>As-tu espéré que mon don pût être pour toi autre chose qu</w:t>
      </w:r>
      <w:r>
        <w:t>’</w:t>
      </w:r>
      <w:r w:rsidR="00E0544E" w:rsidRPr="007818BD">
        <w:t>une malédiction</w:t>
      </w:r>
      <w:r>
        <w:t xml:space="preserve"> ? </w:t>
      </w:r>
      <w:r w:rsidR="00E0544E" w:rsidRPr="007818BD">
        <w:t>Heureux si tu avais eu à déplorer des morts produites par la main bienfaisante de la nature</w:t>
      </w:r>
      <w:r>
        <w:t xml:space="preserve">, </w:t>
      </w:r>
      <w:r w:rsidR="00E0544E" w:rsidRPr="007818BD">
        <w:t>si tu n</w:t>
      </w:r>
      <w:r>
        <w:t>’</w:t>
      </w:r>
      <w:r w:rsidR="00E0544E" w:rsidRPr="007818BD">
        <w:t>avais jamais su quelle consécration le nom de mère répand sur la beauté</w:t>
      </w:r>
      <w:r>
        <w:t xml:space="preserve">, </w:t>
      </w:r>
      <w:r w:rsidR="00E0544E" w:rsidRPr="007818BD">
        <w:t>si jamais</w:t>
      </w:r>
      <w:r>
        <w:t xml:space="preserve">, </w:t>
      </w:r>
      <w:r w:rsidR="00E0544E" w:rsidRPr="007818BD">
        <w:t>penché sur ton premier-né</w:t>
      </w:r>
      <w:r>
        <w:t xml:space="preserve">, </w:t>
      </w:r>
      <w:r w:rsidR="00E0544E" w:rsidRPr="007818BD">
        <w:t>tu n</w:t>
      </w:r>
      <w:r>
        <w:t>’</w:t>
      </w:r>
      <w:r w:rsidR="00E0544E" w:rsidRPr="007818BD">
        <w:t>avais senti l</w:t>
      </w:r>
      <w:r>
        <w:t>’</w:t>
      </w:r>
      <w:r w:rsidR="00E0544E" w:rsidRPr="007818BD">
        <w:t>impérissable douceur de l</w:t>
      </w:r>
      <w:r>
        <w:t>’</w:t>
      </w:r>
      <w:r w:rsidR="00E0544E" w:rsidRPr="007818BD">
        <w:t>amour d</w:t>
      </w:r>
      <w:r>
        <w:t>’</w:t>
      </w:r>
      <w:r w:rsidR="00E0544E" w:rsidRPr="007818BD">
        <w:t>un père</w:t>
      </w:r>
      <w:r>
        <w:t xml:space="preserve"> ! </w:t>
      </w:r>
      <w:r w:rsidR="00E0544E" w:rsidRPr="007818BD">
        <w:t>Ils sont sauvés</w:t>
      </w:r>
      <w:r>
        <w:t xml:space="preserve">, </w:t>
      </w:r>
      <w:r w:rsidR="00E0544E" w:rsidRPr="007818BD">
        <w:t>pour quoi</w:t>
      </w:r>
      <w:r>
        <w:t xml:space="preserve"> ? </w:t>
      </w:r>
      <w:r w:rsidR="00E0544E" w:rsidRPr="007818BD">
        <w:t>la mère pour une mort de violence</w:t>
      </w:r>
      <w:r>
        <w:t xml:space="preserve">, </w:t>
      </w:r>
      <w:r w:rsidR="00E0544E" w:rsidRPr="007818BD">
        <w:t>de honte</w:t>
      </w:r>
      <w:r>
        <w:t xml:space="preserve">, </w:t>
      </w:r>
      <w:r w:rsidR="00E0544E" w:rsidRPr="007818BD">
        <w:t>de sang</w:t>
      </w:r>
      <w:r>
        <w:t xml:space="preserve">, </w:t>
      </w:r>
      <w:r w:rsidR="00E0544E" w:rsidRPr="007818BD">
        <w:t>pour que la main du bourreau écarte ces cheveux où se sont égarés tes baisers de fiancé</w:t>
      </w:r>
      <w:r>
        <w:t xml:space="preserve">. </w:t>
      </w:r>
      <w:r w:rsidR="00E0544E" w:rsidRPr="007818BD">
        <w:t>L</w:t>
      </w:r>
      <w:r>
        <w:t>’</w:t>
      </w:r>
      <w:r w:rsidR="00E0544E" w:rsidRPr="007818BD">
        <w:t>enfant</w:t>
      </w:r>
      <w:r>
        <w:t xml:space="preserve">, </w:t>
      </w:r>
      <w:r w:rsidR="00E0544E" w:rsidRPr="007818BD">
        <w:t>le premier et le de</w:t>
      </w:r>
      <w:r w:rsidR="00E0544E" w:rsidRPr="007818BD">
        <w:t>r</w:t>
      </w:r>
      <w:r w:rsidR="00E0544E" w:rsidRPr="007818BD">
        <w:t>nier de ta postérité</w:t>
      </w:r>
      <w:r>
        <w:t xml:space="preserve">, </w:t>
      </w:r>
      <w:r w:rsidR="00E0544E" w:rsidRPr="007818BD">
        <w:t>par qui tu espérais fonder une race destinée à entendre l</w:t>
      </w:r>
      <w:r>
        <w:t>’</w:t>
      </w:r>
      <w:r w:rsidR="00E0544E" w:rsidRPr="007818BD">
        <w:t>harmonie des harpes célestes et glisser en comp</w:t>
      </w:r>
      <w:r w:rsidR="00E0544E" w:rsidRPr="007818BD">
        <w:t>a</w:t>
      </w:r>
      <w:r w:rsidR="00E0544E" w:rsidRPr="007818BD">
        <w:t>gnie de ton familier</w:t>
      </w:r>
      <w:r>
        <w:t xml:space="preserve">, </w:t>
      </w:r>
      <w:r w:rsidR="00E0544E" w:rsidRPr="007818BD">
        <w:t>d</w:t>
      </w:r>
      <w:r>
        <w:t>’</w:t>
      </w:r>
      <w:proofErr w:type="spellStart"/>
      <w:r w:rsidR="00E0544E" w:rsidRPr="007818BD">
        <w:t>Adon-Aï</w:t>
      </w:r>
      <w:proofErr w:type="spellEnd"/>
      <w:r>
        <w:t xml:space="preserve">, </w:t>
      </w:r>
      <w:r w:rsidR="00E0544E" w:rsidRPr="007818BD">
        <w:t>sur les fleuves d</w:t>
      </w:r>
      <w:r>
        <w:t>’</w:t>
      </w:r>
      <w:r w:rsidR="00E0544E" w:rsidRPr="007818BD">
        <w:t>azur de la bé</w:t>
      </w:r>
      <w:r w:rsidR="00E0544E" w:rsidRPr="007818BD">
        <w:t>a</w:t>
      </w:r>
      <w:r w:rsidR="00E0544E" w:rsidRPr="007818BD">
        <w:t>titude</w:t>
      </w:r>
      <w:r>
        <w:t xml:space="preserve"> ; </w:t>
      </w:r>
      <w:r w:rsidR="00E0544E" w:rsidRPr="007818BD">
        <w:t>l</w:t>
      </w:r>
      <w:r>
        <w:t>’</w:t>
      </w:r>
      <w:r w:rsidR="00E0544E" w:rsidRPr="007818BD">
        <w:t>enfant</w:t>
      </w:r>
      <w:r>
        <w:t xml:space="preserve">, </w:t>
      </w:r>
      <w:r w:rsidR="00E0544E" w:rsidRPr="007818BD">
        <w:t>sa</w:t>
      </w:r>
      <w:r w:rsidR="00E0544E" w:rsidRPr="007818BD">
        <w:t>u</w:t>
      </w:r>
      <w:r w:rsidR="00E0544E" w:rsidRPr="007818BD">
        <w:t>vé pour vivre quelques jours encore comme un fungus dans un caveau funèbre</w:t>
      </w:r>
      <w:r>
        <w:t xml:space="preserve"> ; </w:t>
      </w:r>
      <w:r w:rsidR="00E0544E" w:rsidRPr="007818BD">
        <w:t>végétation étiolée du do</w:t>
      </w:r>
      <w:r w:rsidR="00E0544E" w:rsidRPr="007818BD">
        <w:t>n</w:t>
      </w:r>
      <w:r w:rsidR="00E0544E" w:rsidRPr="007818BD">
        <w:t>jon hideux</w:t>
      </w:r>
      <w:r>
        <w:t xml:space="preserve">, </w:t>
      </w:r>
      <w:r w:rsidR="00E0544E" w:rsidRPr="007818BD">
        <w:t>mourant victime de la cruauté</w:t>
      </w:r>
      <w:r>
        <w:t xml:space="preserve">, </w:t>
      </w:r>
      <w:r w:rsidR="00E0544E" w:rsidRPr="007818BD">
        <w:t>de l</w:t>
      </w:r>
      <w:r>
        <w:t>’</w:t>
      </w:r>
      <w:r w:rsidR="00E0544E" w:rsidRPr="007818BD">
        <w:t>oubli</w:t>
      </w:r>
      <w:r>
        <w:t xml:space="preserve">, </w:t>
      </w:r>
      <w:r w:rsidR="00E0544E" w:rsidRPr="007818BD">
        <w:t>de la faim</w:t>
      </w:r>
      <w:r>
        <w:t xml:space="preserve">. </w:t>
      </w:r>
      <w:r w:rsidR="00E0544E" w:rsidRPr="007818BD">
        <w:t xml:space="preserve">Ha </w:t>
      </w:r>
      <w:proofErr w:type="spellStart"/>
      <w:r w:rsidR="00E0544E" w:rsidRPr="007818BD">
        <w:t>ha</w:t>
      </w:r>
      <w:proofErr w:type="spellEnd"/>
      <w:r>
        <w:t xml:space="preserve"> ! </w:t>
      </w:r>
      <w:r w:rsidR="00E0544E" w:rsidRPr="007818BD">
        <w:t>toi qui défiais la mort</w:t>
      </w:r>
      <w:r>
        <w:t xml:space="preserve"> ! </w:t>
      </w:r>
      <w:r w:rsidR="00E0544E" w:rsidRPr="007818BD">
        <w:t>apprends comment meurent les immortels quand ils aiment ce qui est mortel</w:t>
      </w:r>
      <w:r>
        <w:t xml:space="preserve">. </w:t>
      </w:r>
      <w:r w:rsidR="00E0544E" w:rsidRPr="007818BD">
        <w:t>Voilà</w:t>
      </w:r>
      <w:r>
        <w:t xml:space="preserve">, </w:t>
      </w:r>
      <w:r w:rsidR="00E0544E" w:rsidRPr="007818BD">
        <w:t>Chaldéen</w:t>
      </w:r>
      <w:r>
        <w:t xml:space="preserve">, </w:t>
      </w:r>
      <w:r w:rsidR="00E0544E" w:rsidRPr="007818BD">
        <w:t>quels sont mes dons</w:t>
      </w:r>
      <w:r>
        <w:t xml:space="preserve">. </w:t>
      </w:r>
      <w:r w:rsidR="00E0544E" w:rsidRPr="007818BD">
        <w:t>Maintenant je m</w:t>
      </w:r>
      <w:r>
        <w:t>’</w:t>
      </w:r>
      <w:r w:rsidR="00E0544E" w:rsidRPr="007818BD">
        <w:t>empare de toi</w:t>
      </w:r>
      <w:r>
        <w:t xml:space="preserve">, </w:t>
      </w:r>
      <w:r w:rsidR="00E0544E" w:rsidRPr="007818BD">
        <w:t>je t</w:t>
      </w:r>
      <w:r>
        <w:t>’</w:t>
      </w:r>
      <w:r w:rsidR="00E0544E" w:rsidRPr="007818BD">
        <w:t>enveloppe de ma présence pestilentielle</w:t>
      </w:r>
      <w:r>
        <w:t xml:space="preserve"> ; </w:t>
      </w:r>
      <w:r w:rsidR="00E0544E" w:rsidRPr="007818BD">
        <w:t>maintenant</w:t>
      </w:r>
      <w:r>
        <w:t xml:space="preserve">, </w:t>
      </w:r>
      <w:r w:rsidR="00E0544E" w:rsidRPr="007818BD">
        <w:t>et à j</w:t>
      </w:r>
      <w:r w:rsidR="00E0544E" w:rsidRPr="007818BD">
        <w:t>a</w:t>
      </w:r>
      <w:r w:rsidR="00E0544E" w:rsidRPr="007818BD">
        <w:t>mais</w:t>
      </w:r>
      <w:r>
        <w:t xml:space="preserve">, </w:t>
      </w:r>
      <w:r w:rsidR="00E0544E">
        <w:t>jus</w:t>
      </w:r>
      <w:r w:rsidR="00E0544E" w:rsidRPr="007818BD">
        <w:t>qu</w:t>
      </w:r>
      <w:r>
        <w:t>’</w:t>
      </w:r>
      <w:r w:rsidR="00E0544E" w:rsidRPr="007818BD">
        <w:t>au bout de ta longue carrière</w:t>
      </w:r>
      <w:r>
        <w:t xml:space="preserve">, </w:t>
      </w:r>
      <w:r w:rsidR="00E0544E" w:rsidRPr="007818BD">
        <w:t>mes yeux</w:t>
      </w:r>
      <w:r>
        <w:t xml:space="preserve">, </w:t>
      </w:r>
      <w:r w:rsidR="00E0544E" w:rsidRPr="007818BD">
        <w:t>de leurs éclairs</w:t>
      </w:r>
      <w:r>
        <w:t xml:space="preserve">, </w:t>
      </w:r>
      <w:r w:rsidR="00E0544E" w:rsidRPr="007818BD">
        <w:t>perceront ton cerveau</w:t>
      </w:r>
      <w:r>
        <w:t xml:space="preserve">, </w:t>
      </w:r>
      <w:r w:rsidR="00E0544E" w:rsidRPr="007818BD">
        <w:t>mes bras t</w:t>
      </w:r>
      <w:r>
        <w:t>’</w:t>
      </w:r>
      <w:r w:rsidR="00E0544E" w:rsidRPr="007818BD">
        <w:t>enlaceront quand tu voudras</w:t>
      </w:r>
      <w:r>
        <w:t xml:space="preserve">, </w:t>
      </w:r>
      <w:r w:rsidR="00E0544E" w:rsidRPr="007818BD">
        <w:t>sur l</w:t>
      </w:r>
      <w:r>
        <w:t>’</w:t>
      </w:r>
      <w:r w:rsidR="00E0544E" w:rsidRPr="007818BD">
        <w:t>aile du matin</w:t>
      </w:r>
      <w:r>
        <w:t xml:space="preserve">, </w:t>
      </w:r>
      <w:r w:rsidR="00E0544E" w:rsidRPr="007818BD">
        <w:t>fuir les embra</w:t>
      </w:r>
      <w:r w:rsidR="00E0544E" w:rsidRPr="007818BD">
        <w:t>s</w:t>
      </w:r>
      <w:r w:rsidR="00E0544E" w:rsidRPr="007818BD">
        <w:t>sements de la nuit</w:t>
      </w:r>
      <w:r>
        <w:t>.</w:t>
      </w:r>
    </w:p>
    <w:p w14:paraId="7B1D59A1" w14:textId="77777777" w:rsidR="00E8465A" w:rsidRDefault="00E8465A" w:rsidP="00E0544E">
      <w:r>
        <w:lastRenderedPageBreak/>
        <w:t>— </w:t>
      </w:r>
      <w:r w:rsidR="00E0544E" w:rsidRPr="007818BD">
        <w:t>Non</w:t>
      </w:r>
      <w:r>
        <w:t xml:space="preserve"> ! </w:t>
      </w:r>
      <w:r w:rsidR="00E0544E" w:rsidRPr="007818BD">
        <w:t>te dis-je</w:t>
      </w:r>
      <w:r>
        <w:t xml:space="preserve"> ; </w:t>
      </w:r>
      <w:r w:rsidR="00E0544E" w:rsidRPr="007818BD">
        <w:t>et</w:t>
      </w:r>
      <w:r>
        <w:t xml:space="preserve">, </w:t>
      </w:r>
      <w:r w:rsidR="00E0544E" w:rsidRPr="007818BD">
        <w:t>encore une fois</w:t>
      </w:r>
      <w:r>
        <w:t xml:space="preserve">, </w:t>
      </w:r>
      <w:r w:rsidR="00E0544E" w:rsidRPr="007818BD">
        <w:t>je t</w:t>
      </w:r>
      <w:r>
        <w:t>’</w:t>
      </w:r>
      <w:r w:rsidR="00E0544E" w:rsidRPr="007818BD">
        <w:t>adjure</w:t>
      </w:r>
      <w:r>
        <w:t xml:space="preserve">, </w:t>
      </w:r>
      <w:r w:rsidR="00E0544E" w:rsidRPr="007818BD">
        <w:t>parle et réponds au maître qui peut commander à son esclave</w:t>
      </w:r>
      <w:r>
        <w:t xml:space="preserve">. </w:t>
      </w:r>
      <w:r w:rsidR="00E0544E" w:rsidRPr="007818BD">
        <w:t>Ma Science me fait défaut</w:t>
      </w:r>
      <w:r>
        <w:t xml:space="preserve">, </w:t>
      </w:r>
      <w:r w:rsidR="00E0544E" w:rsidRPr="007818BD">
        <w:t>il est vrai</w:t>
      </w:r>
      <w:r>
        <w:t xml:space="preserve"> ; </w:t>
      </w:r>
      <w:r w:rsidR="00E0544E" w:rsidRPr="007818BD">
        <w:t>il est vrai que le roseau sur l</w:t>
      </w:r>
      <w:r w:rsidR="00E0544E" w:rsidRPr="007818BD">
        <w:t>e</w:t>
      </w:r>
      <w:r w:rsidR="00E0544E" w:rsidRPr="007818BD">
        <w:t>quel je m</w:t>
      </w:r>
      <w:r>
        <w:t>’</w:t>
      </w:r>
      <w:r w:rsidR="00E0544E" w:rsidRPr="007818BD">
        <w:t>appuie me perce le flanc</w:t>
      </w:r>
      <w:r>
        <w:t xml:space="preserve"> ; </w:t>
      </w:r>
      <w:r w:rsidR="00E0544E" w:rsidRPr="007818BD">
        <w:t>mais je sais cependant qu</w:t>
      </w:r>
      <w:r>
        <w:t>’</w:t>
      </w:r>
      <w:r w:rsidR="00E0544E" w:rsidRPr="007818BD">
        <w:t>il est écrit que la vie sur laquelle je t</w:t>
      </w:r>
      <w:r>
        <w:t>’</w:t>
      </w:r>
      <w:r w:rsidR="00E0544E" w:rsidRPr="007818BD">
        <w:t>interroge peut encore être a</w:t>
      </w:r>
      <w:r w:rsidR="00E0544E" w:rsidRPr="007818BD">
        <w:t>r</w:t>
      </w:r>
      <w:r w:rsidR="00E0544E" w:rsidRPr="007818BD">
        <w:t>rachée au bourreau</w:t>
      </w:r>
      <w:r>
        <w:t xml:space="preserve">. </w:t>
      </w:r>
      <w:r w:rsidR="00E0544E" w:rsidRPr="007818BD">
        <w:t>Son av</w:t>
      </w:r>
      <w:r w:rsidR="00E0544E" w:rsidRPr="007818BD">
        <w:t>e</w:t>
      </w:r>
      <w:r w:rsidR="00E0544E" w:rsidRPr="007818BD">
        <w:t>nir</w:t>
      </w:r>
      <w:r>
        <w:t xml:space="preserve">, </w:t>
      </w:r>
      <w:r w:rsidR="00E0544E" w:rsidRPr="007818BD">
        <w:t>tu l</w:t>
      </w:r>
      <w:r>
        <w:t>’</w:t>
      </w:r>
      <w:r w:rsidR="00E0544E" w:rsidRPr="007818BD">
        <w:t>enveloppes</w:t>
      </w:r>
      <w:r>
        <w:t xml:space="preserve">, </w:t>
      </w:r>
      <w:r w:rsidR="00E0544E" w:rsidRPr="007818BD">
        <w:t>je le vois</w:t>
      </w:r>
      <w:r>
        <w:t xml:space="preserve">, </w:t>
      </w:r>
      <w:r w:rsidR="00E0544E" w:rsidRPr="007818BD">
        <w:t>dans les ténèbres de ton ombre</w:t>
      </w:r>
      <w:r>
        <w:t xml:space="preserve">, </w:t>
      </w:r>
      <w:r w:rsidR="00E0544E" w:rsidRPr="007818BD">
        <w:t>mais tu n</w:t>
      </w:r>
      <w:r>
        <w:t>’</w:t>
      </w:r>
      <w:r w:rsidR="00E0544E" w:rsidRPr="007818BD">
        <w:t>en peux m</w:t>
      </w:r>
      <w:r w:rsidR="00E0544E" w:rsidRPr="007818BD">
        <w:t>o</w:t>
      </w:r>
      <w:r w:rsidR="00E0544E" w:rsidRPr="007818BD">
        <w:t>difier la forme</w:t>
      </w:r>
      <w:r>
        <w:t xml:space="preserve">. </w:t>
      </w:r>
      <w:r w:rsidR="00E0544E" w:rsidRPr="007818BD">
        <w:t>Tu peux montrer le remède</w:t>
      </w:r>
      <w:r>
        <w:t xml:space="preserve">, </w:t>
      </w:r>
      <w:r w:rsidR="00E0544E" w:rsidRPr="007818BD">
        <w:t>tu ne peux produire le poison</w:t>
      </w:r>
      <w:r>
        <w:t xml:space="preserve">. </w:t>
      </w:r>
      <w:r w:rsidR="00E0544E" w:rsidRPr="007818BD">
        <w:t>Je t</w:t>
      </w:r>
      <w:r>
        <w:t>’</w:t>
      </w:r>
      <w:r w:rsidR="00E0544E" w:rsidRPr="007818BD">
        <w:t>arrache le secret dont l</w:t>
      </w:r>
      <w:r>
        <w:t>’</w:t>
      </w:r>
      <w:r w:rsidR="00E0544E" w:rsidRPr="007818BD">
        <w:t>aveu est pour toi une torture</w:t>
      </w:r>
      <w:r>
        <w:t xml:space="preserve">. </w:t>
      </w:r>
      <w:r w:rsidR="00E0544E" w:rsidRPr="007818BD">
        <w:t>Je t</w:t>
      </w:r>
      <w:r>
        <w:t>’</w:t>
      </w:r>
      <w:r w:rsidR="00E0544E" w:rsidRPr="007818BD">
        <w:t>aborde sans crainte</w:t>
      </w:r>
      <w:r>
        <w:t xml:space="preserve">, </w:t>
      </w:r>
      <w:r w:rsidR="00E0544E" w:rsidRPr="007818BD">
        <w:t>je regarde tes yeux</w:t>
      </w:r>
      <w:r>
        <w:t xml:space="preserve">. </w:t>
      </w:r>
      <w:r w:rsidR="00E0544E" w:rsidRPr="007818BD">
        <w:t>L</w:t>
      </w:r>
      <w:r>
        <w:t>’</w:t>
      </w:r>
      <w:r w:rsidR="00E0544E" w:rsidRPr="007818BD">
        <w:t>âme qui aime ose tout</w:t>
      </w:r>
      <w:r>
        <w:t xml:space="preserve">. </w:t>
      </w:r>
      <w:r w:rsidR="00E0544E" w:rsidRPr="007818BD">
        <w:t>Fantôme hideux</w:t>
      </w:r>
      <w:r>
        <w:t xml:space="preserve">, </w:t>
      </w:r>
      <w:r w:rsidR="00E0544E" w:rsidRPr="007818BD">
        <w:t>je te défie</w:t>
      </w:r>
      <w:r>
        <w:t xml:space="preserve"> ; </w:t>
      </w:r>
      <w:r w:rsidR="00E0544E" w:rsidRPr="007818BD">
        <w:t>je te somme de m</w:t>
      </w:r>
      <w:r>
        <w:t>’</w:t>
      </w:r>
      <w:r w:rsidR="00E0544E" w:rsidRPr="007818BD">
        <w:t>obéir</w:t>
      </w:r>
      <w:r>
        <w:t xml:space="preserve">. </w:t>
      </w:r>
      <w:r w:rsidR="00E0544E" w:rsidRPr="007818BD">
        <w:t>Le spectre devint moins apparent et recula comme une vapeur qui diminue à mesure que le soleil la perce et la pénètre</w:t>
      </w:r>
      <w:r>
        <w:t xml:space="preserve"> : </w:t>
      </w:r>
      <w:r w:rsidR="00E0544E" w:rsidRPr="007818BD">
        <w:t>ainsi l</w:t>
      </w:r>
      <w:r>
        <w:t>’</w:t>
      </w:r>
      <w:r w:rsidR="00E0544E" w:rsidRPr="007818BD">
        <w:t>apparition amoindrie s</w:t>
      </w:r>
      <w:r>
        <w:t>’</w:t>
      </w:r>
      <w:r w:rsidR="00E0544E" w:rsidRPr="007818BD">
        <w:t>effaça dans une distance plus confuse</w:t>
      </w:r>
      <w:r>
        <w:t xml:space="preserve"> ; </w:t>
      </w:r>
      <w:r w:rsidR="00E0544E" w:rsidRPr="007818BD">
        <w:t>et à travers la fenêtre pénétra de nouveau la lumière des étoiles</w:t>
      </w:r>
      <w:r>
        <w:t>.</w:t>
      </w:r>
    </w:p>
    <w:p w14:paraId="3172AED5" w14:textId="27AB8BC2" w:rsidR="00E0544E" w:rsidRPr="007818BD" w:rsidRDefault="00E8465A" w:rsidP="00E0544E">
      <w:r>
        <w:t>« </w:t>
      </w:r>
      <w:r w:rsidR="00E0544E" w:rsidRPr="007818BD">
        <w:t>Oui</w:t>
      </w:r>
      <w:r>
        <w:t xml:space="preserve">, </w:t>
      </w:r>
      <w:r w:rsidR="00E0544E" w:rsidRPr="007818BD">
        <w:t>dit la voix</w:t>
      </w:r>
      <w:r>
        <w:t xml:space="preserve">, </w:t>
      </w:r>
      <w:r w:rsidR="00E0544E" w:rsidRPr="007818BD">
        <w:t>d</w:t>
      </w:r>
      <w:r>
        <w:t>’</w:t>
      </w:r>
      <w:r w:rsidR="00E0544E" w:rsidRPr="007818BD">
        <w:t>un accent étouffé et caverneux</w:t>
      </w:r>
      <w:r>
        <w:t xml:space="preserve">, </w:t>
      </w:r>
      <w:r w:rsidR="00E0544E" w:rsidRPr="007818BD">
        <w:t>tu peux la sauver du bourreau</w:t>
      </w:r>
      <w:r>
        <w:t xml:space="preserve">, </w:t>
      </w:r>
      <w:r w:rsidR="00E0544E" w:rsidRPr="007818BD">
        <w:t>car il est écrit que le sacrifice sauve</w:t>
      </w:r>
      <w:r>
        <w:t xml:space="preserve">. </w:t>
      </w:r>
      <w:r w:rsidR="00E0544E" w:rsidRPr="007818BD">
        <w:t>Ha</w:t>
      </w:r>
      <w:r>
        <w:t xml:space="preserve"> ! </w:t>
      </w:r>
      <w:r w:rsidR="00E0544E" w:rsidRPr="007818BD">
        <w:t>ha</w:t>
      </w:r>
      <w:r>
        <w:t> ! »</w:t>
      </w:r>
    </w:p>
    <w:p w14:paraId="35ADFE6D" w14:textId="77777777" w:rsidR="00E8465A" w:rsidRDefault="00E0544E" w:rsidP="00E0544E">
      <w:r w:rsidRPr="007818BD">
        <w:t>Et le fantôme se dilata de nouveau</w:t>
      </w:r>
      <w:r w:rsidR="00E8465A">
        <w:t xml:space="preserve">, </w:t>
      </w:r>
      <w:r w:rsidRPr="007818BD">
        <w:t>reprit ses proportions gigantesques</w:t>
      </w:r>
      <w:r w:rsidR="00E8465A">
        <w:t xml:space="preserve">, </w:t>
      </w:r>
      <w:r w:rsidRPr="007818BD">
        <w:t>et son rire sinistre retentit</w:t>
      </w:r>
      <w:r w:rsidR="00E8465A">
        <w:t xml:space="preserve">, </w:t>
      </w:r>
      <w:r w:rsidRPr="007818BD">
        <w:t>comme si l</w:t>
      </w:r>
      <w:r w:rsidR="00E8465A">
        <w:t>’</w:t>
      </w:r>
      <w:r w:rsidRPr="007818BD">
        <w:t>ennemi</w:t>
      </w:r>
      <w:r w:rsidR="00E8465A">
        <w:t xml:space="preserve">, </w:t>
      </w:r>
      <w:r w:rsidRPr="007818BD">
        <w:t>un moment vaincu</w:t>
      </w:r>
      <w:r w:rsidR="00E8465A">
        <w:t xml:space="preserve">, </w:t>
      </w:r>
      <w:r w:rsidRPr="007818BD">
        <w:t>eût retrouvé sa force</w:t>
      </w:r>
      <w:r w:rsidR="00E8465A">
        <w:t>.</w:t>
      </w:r>
    </w:p>
    <w:p w14:paraId="646CCB86" w14:textId="77777777" w:rsidR="00E8465A" w:rsidRDefault="00E8465A" w:rsidP="00E0544E">
      <w:r>
        <w:t>« </w:t>
      </w:r>
      <w:r w:rsidR="00E0544E" w:rsidRPr="007818BD">
        <w:t>Ha</w:t>
      </w:r>
      <w:r>
        <w:t xml:space="preserve"> ! </w:t>
      </w:r>
      <w:r w:rsidR="00E0544E" w:rsidRPr="007818BD">
        <w:t>ha</w:t>
      </w:r>
      <w:r>
        <w:t xml:space="preserve"> ! </w:t>
      </w:r>
      <w:r w:rsidR="00E0544E" w:rsidRPr="007818BD">
        <w:t>tu peux sauver sa vie si tu veux sacrifier la tie</w:t>
      </w:r>
      <w:r w:rsidR="00E0544E" w:rsidRPr="007818BD">
        <w:t>n</w:t>
      </w:r>
      <w:r w:rsidR="00E0544E" w:rsidRPr="007818BD">
        <w:t>ne</w:t>
      </w:r>
      <w:r>
        <w:t xml:space="preserve">. </w:t>
      </w:r>
      <w:r w:rsidR="00E0544E" w:rsidRPr="007818BD">
        <w:t>Est-ce pour cela que tu as vécu à travers l</w:t>
      </w:r>
      <w:r>
        <w:t>’</w:t>
      </w:r>
      <w:r w:rsidR="00E0544E" w:rsidRPr="007818BD">
        <w:t>écroulement des empires et à travers des générations innombr</w:t>
      </w:r>
      <w:r w:rsidR="00E0544E" w:rsidRPr="007818BD">
        <w:t>a</w:t>
      </w:r>
      <w:r w:rsidR="00E0544E" w:rsidRPr="007818BD">
        <w:t>bles de ta race</w:t>
      </w:r>
      <w:r>
        <w:t xml:space="preserve"> ? </w:t>
      </w:r>
      <w:r w:rsidR="00E0544E" w:rsidRPr="007818BD">
        <w:t>La mort te réclamera donc enfin</w:t>
      </w:r>
      <w:r>
        <w:t xml:space="preserve"> ! </w:t>
      </w:r>
      <w:r w:rsidR="00E0544E" w:rsidRPr="007818BD">
        <w:t>Veux-tu la sauver</w:t>
      </w:r>
      <w:r>
        <w:t xml:space="preserve"> ? </w:t>
      </w:r>
      <w:r w:rsidR="00E0544E" w:rsidRPr="007818BD">
        <w:t>Meurs pour elle</w:t>
      </w:r>
      <w:r>
        <w:t xml:space="preserve"> ! </w:t>
      </w:r>
      <w:r w:rsidR="00E0544E" w:rsidRPr="007818BD">
        <w:t>Tombe</w:t>
      </w:r>
      <w:r>
        <w:t xml:space="preserve">, </w:t>
      </w:r>
      <w:r w:rsidR="00E0544E" w:rsidRPr="007818BD">
        <w:t>colonne imposante que peuvent éclairer de leur première lumière des a</w:t>
      </w:r>
      <w:r w:rsidR="00E0544E" w:rsidRPr="007818BD">
        <w:t>s</w:t>
      </w:r>
      <w:r w:rsidR="00E0544E" w:rsidRPr="007818BD">
        <w:t>tres non encore créés</w:t>
      </w:r>
      <w:r>
        <w:t xml:space="preserve"> ; </w:t>
      </w:r>
      <w:r w:rsidR="00E0544E" w:rsidRPr="007818BD">
        <w:t>tombe</w:t>
      </w:r>
      <w:r>
        <w:t xml:space="preserve"> ! </w:t>
      </w:r>
      <w:r w:rsidR="00E0544E" w:rsidRPr="007818BD">
        <w:t>afin que l</w:t>
      </w:r>
      <w:r>
        <w:t>’</w:t>
      </w:r>
      <w:r w:rsidR="00E0544E" w:rsidRPr="007818BD">
        <w:t>herbe à ton pied boive pendant quelques heures de plus le soleil et la rosée</w:t>
      </w:r>
      <w:r>
        <w:t xml:space="preserve">. </w:t>
      </w:r>
      <w:r w:rsidR="00E0544E" w:rsidRPr="007818BD">
        <w:t>Tu ne réponds pas</w:t>
      </w:r>
      <w:r>
        <w:t xml:space="preserve"> ! </w:t>
      </w:r>
      <w:r w:rsidR="00E0544E" w:rsidRPr="007818BD">
        <w:t>Es-tu prêt pour ce sacrif</w:t>
      </w:r>
      <w:r w:rsidR="00E0544E" w:rsidRPr="007818BD">
        <w:t>i</w:t>
      </w:r>
      <w:r w:rsidR="00E0544E" w:rsidRPr="007818BD">
        <w:t>ce</w:t>
      </w:r>
      <w:r>
        <w:t xml:space="preserve"> ? </w:t>
      </w:r>
      <w:r w:rsidR="00E0544E" w:rsidRPr="007818BD">
        <w:t>Vois</w:t>
      </w:r>
      <w:r>
        <w:t xml:space="preserve">, </w:t>
      </w:r>
      <w:r w:rsidR="00E0544E" w:rsidRPr="007818BD">
        <w:t>la lune s</w:t>
      </w:r>
      <w:r>
        <w:t>’</w:t>
      </w:r>
      <w:r w:rsidR="00E0544E" w:rsidRPr="007818BD">
        <w:t>avance dans les cieux</w:t>
      </w:r>
      <w:r>
        <w:t xml:space="preserve"> ! </w:t>
      </w:r>
      <w:r w:rsidR="00E0544E" w:rsidRPr="007818BD">
        <w:lastRenderedPageBreak/>
        <w:t>Être aussi sage que beau</w:t>
      </w:r>
      <w:r>
        <w:t xml:space="preserve"> ! </w:t>
      </w:r>
      <w:r w:rsidR="00E0544E" w:rsidRPr="007818BD">
        <w:t>iras-tu demain lui dire de donner un sourire à ton cad</w:t>
      </w:r>
      <w:r w:rsidR="00E0544E" w:rsidRPr="007818BD">
        <w:t>a</w:t>
      </w:r>
      <w:r w:rsidR="00E0544E" w:rsidRPr="007818BD">
        <w:t>vre mutilé</w:t>
      </w:r>
      <w:r>
        <w:t> ?</w:t>
      </w:r>
    </w:p>
    <w:p w14:paraId="3D1F1154" w14:textId="6F066C11" w:rsidR="00E0544E" w:rsidRPr="007818BD" w:rsidRDefault="00E8465A" w:rsidP="00E0544E">
      <w:r>
        <w:t>— </w:t>
      </w:r>
      <w:r w:rsidR="00E0544E" w:rsidRPr="007818BD">
        <w:t>Arrière</w:t>
      </w:r>
      <w:r>
        <w:t xml:space="preserve"> ! </w:t>
      </w:r>
      <w:r w:rsidR="00E0544E" w:rsidRPr="007818BD">
        <w:t>car mon âme</w:t>
      </w:r>
      <w:r>
        <w:t xml:space="preserve">, </w:t>
      </w:r>
      <w:r w:rsidR="00E0544E" w:rsidRPr="007818BD">
        <w:t>en te répondant de ces régions où tu ne peux la suivre</w:t>
      </w:r>
      <w:r>
        <w:t xml:space="preserve">, </w:t>
      </w:r>
      <w:r w:rsidR="00E0544E" w:rsidRPr="007818BD">
        <w:t>a retrouvé sa gloire</w:t>
      </w:r>
      <w:r>
        <w:t xml:space="preserve">, </w:t>
      </w:r>
      <w:r w:rsidR="00E0544E" w:rsidRPr="007818BD">
        <w:t>et j</w:t>
      </w:r>
      <w:r>
        <w:t>’</w:t>
      </w:r>
      <w:r w:rsidR="00E0544E" w:rsidRPr="007818BD">
        <w:t>entends les ailes harmonieuses d</w:t>
      </w:r>
      <w:r>
        <w:t>’</w:t>
      </w:r>
      <w:proofErr w:type="spellStart"/>
      <w:r w:rsidR="00E0544E" w:rsidRPr="007818BD">
        <w:t>Adon-Aï</w:t>
      </w:r>
      <w:proofErr w:type="spellEnd"/>
      <w:r w:rsidR="00E0544E" w:rsidRPr="007818BD">
        <w:t xml:space="preserve"> passer dans l</w:t>
      </w:r>
      <w:r>
        <w:t>’</w:t>
      </w:r>
      <w:r w:rsidR="00E0544E" w:rsidRPr="007818BD">
        <w:t>air</w:t>
      </w:r>
      <w:r>
        <w:t>. »</w:t>
      </w:r>
    </w:p>
    <w:p w14:paraId="7C1CBD4F" w14:textId="77777777" w:rsidR="00E8465A" w:rsidRDefault="00E0544E" w:rsidP="00E0544E">
      <w:r w:rsidRPr="007818BD">
        <w:t>Il dit</w:t>
      </w:r>
      <w:r w:rsidR="00E8465A">
        <w:t xml:space="preserve">, </w:t>
      </w:r>
      <w:r w:rsidRPr="007818BD">
        <w:t>et</w:t>
      </w:r>
      <w:r w:rsidR="00E8465A">
        <w:t xml:space="preserve">, </w:t>
      </w:r>
      <w:r w:rsidRPr="007818BD">
        <w:t>avec un cri perçant de rage et de haine confo</w:t>
      </w:r>
      <w:r w:rsidRPr="007818BD">
        <w:t>n</w:t>
      </w:r>
      <w:r w:rsidRPr="007818BD">
        <w:t>dues</w:t>
      </w:r>
      <w:r w:rsidR="00E8465A">
        <w:t xml:space="preserve">, </w:t>
      </w:r>
      <w:r w:rsidRPr="007818BD">
        <w:t>le spectre avait disparu</w:t>
      </w:r>
      <w:r w:rsidR="00E8465A">
        <w:t xml:space="preserve">, </w:t>
      </w:r>
      <w:r w:rsidRPr="007818BD">
        <w:t>et dans l</w:t>
      </w:r>
      <w:r w:rsidR="00E8465A">
        <w:t>’</w:t>
      </w:r>
      <w:r w:rsidRPr="007818BD">
        <w:t>appartement</w:t>
      </w:r>
      <w:r w:rsidR="00E8465A">
        <w:t xml:space="preserve">, </w:t>
      </w:r>
      <w:r w:rsidRPr="007818BD">
        <w:t>soudaine et radieuse</w:t>
      </w:r>
      <w:r w:rsidR="00E8465A">
        <w:t xml:space="preserve">, </w:t>
      </w:r>
      <w:r w:rsidRPr="007818BD">
        <w:t>pénétra une lumière argentée</w:t>
      </w:r>
      <w:r w:rsidR="00E8465A">
        <w:t>.</w:t>
      </w:r>
    </w:p>
    <w:p w14:paraId="501292AA" w14:textId="77777777" w:rsidR="00E8465A" w:rsidRDefault="00E0544E" w:rsidP="00E0544E">
      <w:r w:rsidRPr="007818BD">
        <w:t>Au moment où le visiteur céleste apparut vêtu de sa lum</w:t>
      </w:r>
      <w:r w:rsidRPr="007818BD">
        <w:t>i</w:t>
      </w:r>
      <w:r w:rsidRPr="007818BD">
        <w:t>neuse atmosphère</w:t>
      </w:r>
      <w:r w:rsidR="00E8465A">
        <w:t xml:space="preserve">, </w:t>
      </w:r>
      <w:r w:rsidRPr="007818BD">
        <w:t>et abaissa sur le théurgiste un regard de te</w:t>
      </w:r>
      <w:r w:rsidRPr="007818BD">
        <w:t>n</w:t>
      </w:r>
      <w:r w:rsidRPr="007818BD">
        <w:t>dresse et d</w:t>
      </w:r>
      <w:r w:rsidR="00E8465A">
        <w:t>’</w:t>
      </w:r>
      <w:r w:rsidRPr="007818BD">
        <w:t>amour ineffables</w:t>
      </w:r>
      <w:r w:rsidR="00E8465A">
        <w:t xml:space="preserve">, </w:t>
      </w:r>
      <w:r w:rsidRPr="007818BD">
        <w:t>l</w:t>
      </w:r>
      <w:r w:rsidR="00E8465A">
        <w:t>’</w:t>
      </w:r>
      <w:r w:rsidRPr="007818BD">
        <w:t>espace tout entier parut éclairé de son sourire</w:t>
      </w:r>
      <w:r w:rsidR="00E8465A">
        <w:t xml:space="preserve">. </w:t>
      </w:r>
      <w:r w:rsidRPr="007818BD">
        <w:t>Dans toute la profondeur du ciel</w:t>
      </w:r>
      <w:r w:rsidR="00E8465A">
        <w:t xml:space="preserve">, </w:t>
      </w:r>
      <w:r w:rsidRPr="007818BD">
        <w:t>depuis la cha</w:t>
      </w:r>
      <w:r w:rsidRPr="007818BD">
        <w:t>m</w:t>
      </w:r>
      <w:r w:rsidRPr="007818BD">
        <w:t>bre où venaient se reposer ses ailes jusqu</w:t>
      </w:r>
      <w:r w:rsidR="00E8465A">
        <w:t>’</w:t>
      </w:r>
      <w:r w:rsidRPr="007818BD">
        <w:t>à l</w:t>
      </w:r>
      <w:r w:rsidR="00E8465A">
        <w:t>’</w:t>
      </w:r>
      <w:r w:rsidRPr="007818BD">
        <w:t>étoile la plus lointaine dans le firmament azuré</w:t>
      </w:r>
      <w:r w:rsidR="00E8465A">
        <w:t xml:space="preserve">, </w:t>
      </w:r>
      <w:r w:rsidRPr="007818BD">
        <w:t>son vol semblait avoir laissé derrière lui une longue traînée de splendeur</w:t>
      </w:r>
      <w:r w:rsidR="00E8465A">
        <w:t xml:space="preserve">, </w:t>
      </w:r>
      <w:r w:rsidRPr="007818BD">
        <w:t>comme la colonne de l</w:t>
      </w:r>
      <w:r w:rsidRPr="007818BD">
        <w:t>u</w:t>
      </w:r>
      <w:r w:rsidRPr="007818BD">
        <w:t>mière argentée que la lune jette sur les flots</w:t>
      </w:r>
      <w:r w:rsidR="00E8465A">
        <w:t xml:space="preserve">. </w:t>
      </w:r>
      <w:r w:rsidRPr="007818BD">
        <w:t>La fleur exhale son parfum comme son vrai souffle vital</w:t>
      </w:r>
      <w:r w:rsidR="00E8465A">
        <w:t xml:space="preserve"> ; </w:t>
      </w:r>
      <w:r w:rsidRPr="007818BD">
        <w:t>ainsi de cette apparition émanait la joie</w:t>
      </w:r>
      <w:r w:rsidR="00E8465A">
        <w:t xml:space="preserve">. </w:t>
      </w:r>
      <w:r w:rsidRPr="007818BD">
        <w:t>À travers les mondes</w:t>
      </w:r>
      <w:r w:rsidR="00E8465A">
        <w:t xml:space="preserve">, </w:t>
      </w:r>
      <w:r w:rsidRPr="007818BD">
        <w:t>avec une rapidité un mi</w:t>
      </w:r>
      <w:r w:rsidRPr="007818BD">
        <w:t>l</w:t>
      </w:r>
      <w:r w:rsidRPr="007818BD">
        <w:t>lion de fois plus grande que celle de la lumière ou de l</w:t>
      </w:r>
      <w:r w:rsidR="00E8465A">
        <w:t>’</w:t>
      </w:r>
      <w:r w:rsidRPr="007818BD">
        <w:t>électricité</w:t>
      </w:r>
      <w:r w:rsidR="00E8465A">
        <w:t xml:space="preserve">, </w:t>
      </w:r>
      <w:r w:rsidRPr="007818BD">
        <w:t>le Fils de Gloire avait dirigé son vol vers celui qu</w:t>
      </w:r>
      <w:r w:rsidR="00E8465A">
        <w:t>’</w:t>
      </w:r>
      <w:r w:rsidRPr="007818BD">
        <w:t>il aimait</w:t>
      </w:r>
      <w:r w:rsidR="00E8465A">
        <w:t xml:space="preserve">, </w:t>
      </w:r>
      <w:r w:rsidRPr="007818BD">
        <w:t>et ses ailes avaient répandu le bonheur comme le matin sème la rosée</w:t>
      </w:r>
      <w:r w:rsidR="00E8465A">
        <w:t xml:space="preserve">. </w:t>
      </w:r>
      <w:r w:rsidRPr="007818BD">
        <w:t>Pendant ce court moment</w:t>
      </w:r>
      <w:r w:rsidR="00E8465A">
        <w:t xml:space="preserve">, </w:t>
      </w:r>
      <w:r w:rsidRPr="007818BD">
        <w:t>la pauvreté avait cessé de gémir</w:t>
      </w:r>
      <w:r w:rsidR="00E8465A">
        <w:t xml:space="preserve">, </w:t>
      </w:r>
      <w:r w:rsidRPr="007818BD">
        <w:t>la maladie avait délaissé sa proie</w:t>
      </w:r>
      <w:r w:rsidR="00E8465A">
        <w:t xml:space="preserve">, </w:t>
      </w:r>
      <w:r w:rsidRPr="007818BD">
        <w:t>et l</w:t>
      </w:r>
      <w:r w:rsidR="00E8465A">
        <w:t>’</w:t>
      </w:r>
      <w:r w:rsidRPr="007818BD">
        <w:t>espérance avait glissé un r</w:t>
      </w:r>
      <w:r w:rsidRPr="007818BD">
        <w:t>ê</w:t>
      </w:r>
      <w:r w:rsidRPr="007818BD">
        <w:t>ve du ciel à travers les ténèbres de l</w:t>
      </w:r>
      <w:r w:rsidR="00E8465A">
        <w:t>’</w:t>
      </w:r>
      <w:r w:rsidRPr="007818BD">
        <w:t>enfer</w:t>
      </w:r>
      <w:r w:rsidR="00E8465A">
        <w:t>.</w:t>
      </w:r>
    </w:p>
    <w:p w14:paraId="2BBD7CE0" w14:textId="77777777" w:rsidR="00E8465A" w:rsidRDefault="00E8465A" w:rsidP="00E0544E">
      <w:r>
        <w:t>« </w:t>
      </w:r>
      <w:r w:rsidR="00E0544E" w:rsidRPr="007818BD">
        <w:t>Tu as raison</w:t>
      </w:r>
      <w:r>
        <w:t xml:space="preserve">, </w:t>
      </w:r>
      <w:r w:rsidR="00E0544E" w:rsidRPr="007818BD">
        <w:t>dit la voix mélodieuse</w:t>
      </w:r>
      <w:r>
        <w:t xml:space="preserve">. </w:t>
      </w:r>
      <w:r w:rsidR="00E0544E" w:rsidRPr="007818BD">
        <w:t>Ton courage t</w:t>
      </w:r>
      <w:r>
        <w:t>’</w:t>
      </w:r>
      <w:r w:rsidR="00E0544E" w:rsidRPr="007818BD">
        <w:t>a re</w:t>
      </w:r>
      <w:r w:rsidR="00E0544E" w:rsidRPr="007818BD">
        <w:t>n</w:t>
      </w:r>
      <w:r w:rsidR="00E0544E" w:rsidRPr="007818BD">
        <w:t>du ta puissance</w:t>
      </w:r>
      <w:r>
        <w:t xml:space="preserve">. </w:t>
      </w:r>
      <w:r w:rsidR="00E0544E" w:rsidRPr="007818BD">
        <w:t>Une fois encore</w:t>
      </w:r>
      <w:r>
        <w:t xml:space="preserve">, </w:t>
      </w:r>
      <w:r w:rsidR="00E0544E" w:rsidRPr="007818BD">
        <w:t>parmi les demeures des ho</w:t>
      </w:r>
      <w:r w:rsidR="00E0544E" w:rsidRPr="007818BD">
        <w:t>m</w:t>
      </w:r>
      <w:r w:rsidR="00E0544E" w:rsidRPr="007818BD">
        <w:t>mes</w:t>
      </w:r>
      <w:r>
        <w:t xml:space="preserve">, </w:t>
      </w:r>
      <w:r w:rsidR="00E0544E" w:rsidRPr="007818BD">
        <w:t>ton âme m</w:t>
      </w:r>
      <w:r>
        <w:t>’</w:t>
      </w:r>
      <w:r w:rsidR="00E0544E" w:rsidRPr="007818BD">
        <w:t>attire auprès de toi</w:t>
      </w:r>
      <w:r>
        <w:t xml:space="preserve">. </w:t>
      </w:r>
      <w:r w:rsidR="00E0544E" w:rsidRPr="007818BD">
        <w:t>Plus sage</w:t>
      </w:r>
      <w:r>
        <w:t xml:space="preserve">, </w:t>
      </w:r>
      <w:r w:rsidR="00E0544E" w:rsidRPr="007818BD">
        <w:t>maintenant que tu comprends la mort</w:t>
      </w:r>
      <w:r>
        <w:t xml:space="preserve">, </w:t>
      </w:r>
      <w:r w:rsidR="00E0544E" w:rsidRPr="007818BD">
        <w:t>que lorsque ton esprit libre et sans entr</w:t>
      </w:r>
      <w:r w:rsidR="00E0544E" w:rsidRPr="007818BD">
        <w:t>a</w:t>
      </w:r>
      <w:r w:rsidR="00E0544E" w:rsidRPr="007818BD">
        <w:t>ves apprenait le mystère solennel de la vie</w:t>
      </w:r>
      <w:r>
        <w:t xml:space="preserve"> : </w:t>
      </w:r>
      <w:r w:rsidR="00E0544E" w:rsidRPr="007818BD">
        <w:t>les affections h</w:t>
      </w:r>
      <w:r w:rsidR="00E0544E" w:rsidRPr="007818BD">
        <w:t>u</w:t>
      </w:r>
      <w:r w:rsidR="00E0544E" w:rsidRPr="007818BD">
        <w:t>maines qui t</w:t>
      </w:r>
      <w:r>
        <w:t>’</w:t>
      </w:r>
      <w:r w:rsidR="00E0544E" w:rsidRPr="007818BD">
        <w:t xml:space="preserve">ont longtemps dominé et rabaissé </w:t>
      </w:r>
      <w:r w:rsidR="00E0544E" w:rsidRPr="007818BD">
        <w:lastRenderedPageBreak/>
        <w:t>t</w:t>
      </w:r>
      <w:r>
        <w:t>’</w:t>
      </w:r>
      <w:r w:rsidR="00E0544E" w:rsidRPr="007818BD">
        <w:t>apportent dans ces dernières heures de ton existence mortelle</w:t>
      </w:r>
      <w:r>
        <w:t xml:space="preserve">, </w:t>
      </w:r>
      <w:r w:rsidR="00E0544E" w:rsidRPr="007818BD">
        <w:t>l</w:t>
      </w:r>
      <w:r>
        <w:t>’</w:t>
      </w:r>
      <w:r w:rsidR="00E0544E" w:rsidRPr="007818BD">
        <w:t>héritage le plus sublime de ta race</w:t>
      </w:r>
      <w:r>
        <w:t xml:space="preserve"> : </w:t>
      </w:r>
      <w:r w:rsidR="00E0544E" w:rsidRPr="007818BD">
        <w:t>cette éternité qui commence au tombeau</w:t>
      </w:r>
      <w:r>
        <w:t>.</w:t>
      </w:r>
    </w:p>
    <w:p w14:paraId="1C7FE92D" w14:textId="77777777" w:rsidR="00E8465A" w:rsidRDefault="00E8465A" w:rsidP="00E0544E">
      <w:r>
        <w:t>— </w:t>
      </w:r>
      <w:r w:rsidR="00E0544E" w:rsidRPr="007818BD">
        <w:t>Oh</w:t>
      </w:r>
      <w:r>
        <w:t xml:space="preserve"> ! </w:t>
      </w:r>
      <w:proofErr w:type="spellStart"/>
      <w:r w:rsidR="00E0544E" w:rsidRPr="007818BD">
        <w:t>Adon-Aï</w:t>
      </w:r>
      <w:proofErr w:type="spellEnd"/>
      <w:r>
        <w:t xml:space="preserve"> ! </w:t>
      </w:r>
      <w:r w:rsidR="00E0544E" w:rsidRPr="007818BD">
        <w:t>dit le Chaldéen</w:t>
      </w:r>
      <w:r>
        <w:t xml:space="preserve"> (</w:t>
      </w:r>
      <w:r w:rsidR="00E0544E" w:rsidRPr="007818BD">
        <w:t>et</w:t>
      </w:r>
      <w:r>
        <w:t xml:space="preserve">, </w:t>
      </w:r>
      <w:r w:rsidR="00E0544E" w:rsidRPr="007818BD">
        <w:t>enveloppé de la sple</w:t>
      </w:r>
      <w:r w:rsidR="00E0544E" w:rsidRPr="007818BD">
        <w:t>n</w:t>
      </w:r>
      <w:r w:rsidR="00E0544E" w:rsidRPr="007818BD">
        <w:t>deur de l</w:t>
      </w:r>
      <w:r>
        <w:t>’</w:t>
      </w:r>
      <w:r w:rsidR="00E0544E" w:rsidRPr="007818BD">
        <w:t>apparition c</w:t>
      </w:r>
      <w:r w:rsidR="00E0544E" w:rsidRPr="007818BD">
        <w:t>é</w:t>
      </w:r>
      <w:r w:rsidR="00E0544E" w:rsidRPr="007818BD">
        <w:t>leste</w:t>
      </w:r>
      <w:r>
        <w:t xml:space="preserve">, </w:t>
      </w:r>
      <w:r w:rsidR="00E0544E" w:rsidRPr="007818BD">
        <w:t>son front brilla d</w:t>
      </w:r>
      <w:r>
        <w:t>’</w:t>
      </w:r>
      <w:r w:rsidR="00E0544E" w:rsidRPr="007818BD">
        <w:t>une auréole plus radieuse que la beauté humaine</w:t>
      </w:r>
      <w:r>
        <w:t xml:space="preserve">, </w:t>
      </w:r>
      <w:r w:rsidR="00E0544E" w:rsidRPr="007818BD">
        <w:t>et toute sa personne se</w:t>
      </w:r>
      <w:r w:rsidR="00E0544E" w:rsidRPr="007818BD">
        <w:t>m</w:t>
      </w:r>
      <w:r w:rsidR="00E0544E" w:rsidRPr="007818BD">
        <w:t>blait déjà participer à cette éternité que lui annonçait son glorieux v</w:t>
      </w:r>
      <w:r w:rsidR="00E0544E" w:rsidRPr="007818BD">
        <w:t>i</w:t>
      </w:r>
      <w:r w:rsidR="00E0544E" w:rsidRPr="007818BD">
        <w:t>siteur</w:t>
      </w:r>
      <w:r>
        <w:t xml:space="preserve">), </w:t>
      </w:r>
      <w:r w:rsidR="00E0544E" w:rsidRPr="007818BD">
        <w:t>l</w:t>
      </w:r>
      <w:r>
        <w:t>’</w:t>
      </w:r>
      <w:r w:rsidR="00E0544E" w:rsidRPr="007818BD">
        <w:t>homme</w:t>
      </w:r>
      <w:r>
        <w:t xml:space="preserve">, </w:t>
      </w:r>
      <w:r w:rsidR="00E0544E" w:rsidRPr="007818BD">
        <w:t>au moment de mourir</w:t>
      </w:r>
      <w:r>
        <w:t xml:space="preserve">, </w:t>
      </w:r>
      <w:r w:rsidR="00E0544E" w:rsidRPr="007818BD">
        <w:t>voit et co</w:t>
      </w:r>
      <w:r w:rsidR="00E0544E" w:rsidRPr="007818BD">
        <w:t>m</w:t>
      </w:r>
      <w:r w:rsidR="00E0544E" w:rsidRPr="007818BD">
        <w:t>prend le sens d</w:t>
      </w:r>
      <w:r>
        <w:t>’</w:t>
      </w:r>
      <w:r w:rsidR="00E0544E" w:rsidRPr="007818BD">
        <w:t>énigmes jusqu</w:t>
      </w:r>
      <w:r>
        <w:t>’</w:t>
      </w:r>
      <w:r w:rsidR="00E0544E" w:rsidRPr="007818BD">
        <w:t>alors inexplicables pour lui</w:t>
      </w:r>
      <w:r>
        <w:t xml:space="preserve"> : </w:t>
      </w:r>
      <w:r w:rsidR="00E0544E" w:rsidRPr="007818BD">
        <w:t>ai</w:t>
      </w:r>
      <w:r w:rsidR="00E0544E" w:rsidRPr="007818BD">
        <w:t>n</w:t>
      </w:r>
      <w:r w:rsidR="00E0544E" w:rsidRPr="007818BD">
        <w:t>si</w:t>
      </w:r>
      <w:r>
        <w:t xml:space="preserve">, </w:t>
      </w:r>
      <w:r w:rsidR="00E0544E" w:rsidRPr="007818BD">
        <w:t>à cette heure où le sacrifice de moi-même à une autre termine une lo</w:t>
      </w:r>
      <w:r w:rsidR="00E0544E" w:rsidRPr="007818BD">
        <w:t>n</w:t>
      </w:r>
      <w:r w:rsidR="00E0544E" w:rsidRPr="007818BD">
        <w:t>gue série de siècles</w:t>
      </w:r>
      <w:r>
        <w:t xml:space="preserve">, </w:t>
      </w:r>
      <w:r w:rsidR="00E0544E" w:rsidRPr="007818BD">
        <w:t>je vois la petitesse de la vie comparée à la majesté de la mort</w:t>
      </w:r>
      <w:r>
        <w:t xml:space="preserve"> : </w:t>
      </w:r>
      <w:r w:rsidR="00E0544E" w:rsidRPr="007818BD">
        <w:t>mais</w:t>
      </w:r>
      <w:r>
        <w:t xml:space="preserve">, </w:t>
      </w:r>
      <w:r w:rsidR="00E0544E" w:rsidRPr="007818BD">
        <w:t>divin consolateur</w:t>
      </w:r>
      <w:r>
        <w:t xml:space="preserve">, </w:t>
      </w:r>
      <w:r w:rsidR="00E0544E" w:rsidRPr="007818BD">
        <w:t>ici m</w:t>
      </w:r>
      <w:r w:rsidR="00E0544E" w:rsidRPr="007818BD">
        <w:t>ê</w:t>
      </w:r>
      <w:r w:rsidR="00E0544E" w:rsidRPr="007818BD">
        <w:t>me</w:t>
      </w:r>
      <w:r>
        <w:t xml:space="preserve">, </w:t>
      </w:r>
      <w:r w:rsidR="00E0544E" w:rsidRPr="007818BD">
        <w:t>même en ta présence</w:t>
      </w:r>
      <w:r>
        <w:t xml:space="preserve">, </w:t>
      </w:r>
      <w:r w:rsidR="00E0544E" w:rsidRPr="007818BD">
        <w:t>les affections qui m</w:t>
      </w:r>
      <w:r>
        <w:t>’</w:t>
      </w:r>
      <w:r w:rsidR="00E0544E" w:rsidRPr="007818BD">
        <w:t>inspirent</w:t>
      </w:r>
      <w:r>
        <w:t xml:space="preserve">, </w:t>
      </w:r>
      <w:r w:rsidR="00E0544E" w:rsidRPr="007818BD">
        <w:t>m</w:t>
      </w:r>
      <w:r>
        <w:t>’</w:t>
      </w:r>
      <w:r w:rsidR="00E0544E" w:rsidRPr="007818BD">
        <w:t>attristent en même temps</w:t>
      </w:r>
      <w:r>
        <w:t xml:space="preserve">. </w:t>
      </w:r>
      <w:r w:rsidR="00E0544E" w:rsidRPr="007818BD">
        <w:t>Laisser derrière moi</w:t>
      </w:r>
      <w:r>
        <w:t xml:space="preserve">, </w:t>
      </w:r>
      <w:r w:rsidR="00E0544E" w:rsidRPr="007818BD">
        <w:t>dans ce monde corrompu</w:t>
      </w:r>
      <w:r>
        <w:t xml:space="preserve">, </w:t>
      </w:r>
      <w:r w:rsidR="00E0544E" w:rsidRPr="007818BD">
        <w:t>sans a</w:t>
      </w:r>
      <w:r w:rsidR="00E0544E" w:rsidRPr="007818BD">
        <w:t>i</w:t>
      </w:r>
      <w:r w:rsidR="00E0544E" w:rsidRPr="007818BD">
        <w:t>de et sans protection</w:t>
      </w:r>
      <w:r>
        <w:t xml:space="preserve">, </w:t>
      </w:r>
      <w:r w:rsidR="00E0544E" w:rsidRPr="007818BD">
        <w:t>ceux pour qui je meurs</w:t>
      </w:r>
      <w:r>
        <w:t xml:space="preserve"> ! </w:t>
      </w:r>
      <w:r w:rsidR="00E0544E" w:rsidRPr="007818BD">
        <w:t>la femme</w:t>
      </w:r>
      <w:r>
        <w:t xml:space="preserve">, </w:t>
      </w:r>
      <w:r w:rsidR="00E0544E" w:rsidRPr="007818BD">
        <w:t>l</w:t>
      </w:r>
      <w:r>
        <w:t>’</w:t>
      </w:r>
      <w:r w:rsidR="00E0544E" w:rsidRPr="007818BD">
        <w:t>enfant</w:t>
      </w:r>
      <w:r>
        <w:t xml:space="preserve"> ! </w:t>
      </w:r>
      <w:r w:rsidR="00E0544E" w:rsidRPr="007818BD">
        <w:t>Oh</w:t>
      </w:r>
      <w:r>
        <w:t xml:space="preserve"> ! </w:t>
      </w:r>
      <w:r w:rsidR="00E0544E" w:rsidRPr="007818BD">
        <w:t>console-moi</w:t>
      </w:r>
      <w:r>
        <w:t xml:space="preserve">, </w:t>
      </w:r>
      <w:r w:rsidR="00E0544E" w:rsidRPr="007818BD">
        <w:t>rassure-moi</w:t>
      </w:r>
      <w:r>
        <w:t> !</w:t>
      </w:r>
    </w:p>
    <w:p w14:paraId="7C6997D1" w14:textId="3B86627B" w:rsidR="00E8465A" w:rsidRDefault="00E8465A" w:rsidP="00E0544E">
      <w:r>
        <w:t>— </w:t>
      </w:r>
      <w:r w:rsidR="00E0544E" w:rsidRPr="007818BD">
        <w:t>Eh quoi</w:t>
      </w:r>
      <w:r>
        <w:t xml:space="preserve"> ! </w:t>
      </w:r>
      <w:r w:rsidR="00E0544E" w:rsidRPr="007818BD">
        <w:t>reprit la créature céleste avec un ton de repr</w:t>
      </w:r>
      <w:r w:rsidR="00E0544E" w:rsidRPr="007818BD">
        <w:t>o</w:t>
      </w:r>
      <w:r w:rsidR="00E0544E" w:rsidRPr="007818BD">
        <w:t>che et de pitié infinie</w:t>
      </w:r>
      <w:r>
        <w:t xml:space="preserve">, </w:t>
      </w:r>
      <w:r w:rsidR="00E0544E" w:rsidRPr="007818BD">
        <w:t>quoi</w:t>
      </w:r>
      <w:r>
        <w:t xml:space="preserve"> ! </w:t>
      </w:r>
      <w:r w:rsidR="00E0544E" w:rsidRPr="007818BD">
        <w:t>avec toute ta sagesse et tes secrets dérobés aux astres</w:t>
      </w:r>
      <w:r>
        <w:t xml:space="preserve">, </w:t>
      </w:r>
      <w:r w:rsidR="00E0544E" w:rsidRPr="007818BD">
        <w:t>avec tout ton empire sur le passé</w:t>
      </w:r>
      <w:r>
        <w:t xml:space="preserve">, </w:t>
      </w:r>
      <w:r w:rsidR="00E0544E" w:rsidRPr="007818BD">
        <w:t>avec to</w:t>
      </w:r>
      <w:r w:rsidR="00E0544E" w:rsidRPr="007818BD">
        <w:t>u</w:t>
      </w:r>
      <w:r w:rsidR="00E0544E" w:rsidRPr="007818BD">
        <w:t>tes tes visions de l</w:t>
      </w:r>
      <w:r>
        <w:t>’</w:t>
      </w:r>
      <w:r w:rsidR="00E0544E" w:rsidRPr="007818BD">
        <w:t>avenir</w:t>
      </w:r>
      <w:r>
        <w:t xml:space="preserve">, </w:t>
      </w:r>
      <w:r w:rsidR="00E0544E" w:rsidRPr="007818BD">
        <w:t>qu</w:t>
      </w:r>
      <w:r>
        <w:t>’</w:t>
      </w:r>
      <w:r w:rsidR="00E0544E" w:rsidRPr="007818BD">
        <w:t>es-tu devant celui qui dirige tout</w:t>
      </w:r>
      <w:r>
        <w:t xml:space="preserve">, </w:t>
      </w:r>
      <w:r w:rsidR="00E0544E" w:rsidRPr="007818BD">
        <w:t>qui sait tout</w:t>
      </w:r>
      <w:r>
        <w:t xml:space="preserve"> ? </w:t>
      </w:r>
      <w:r w:rsidR="00E0544E" w:rsidRPr="007818BD">
        <w:t>Penses-tu que ta présence sur la terre puisse do</w:t>
      </w:r>
      <w:r w:rsidR="00E0544E" w:rsidRPr="007818BD">
        <w:t>n</w:t>
      </w:r>
      <w:r w:rsidR="00E0544E" w:rsidRPr="007818BD">
        <w:t>ner au cœur que tu aimes</w:t>
      </w:r>
      <w:r>
        <w:t xml:space="preserve">, </w:t>
      </w:r>
      <w:r w:rsidR="00E0544E" w:rsidRPr="007818BD">
        <w:t>l</w:t>
      </w:r>
      <w:r>
        <w:t>’</w:t>
      </w:r>
      <w:r w:rsidR="00E0544E" w:rsidRPr="007818BD">
        <w:t>abri que les plus humbles trouvent sous les ailes de celui qui habite dans les cieux</w:t>
      </w:r>
      <w:r>
        <w:t xml:space="preserve"> ? </w:t>
      </w:r>
      <w:r w:rsidR="00E0544E" w:rsidRPr="007818BD">
        <w:t>Ne crains rien pour leur avenir</w:t>
      </w:r>
      <w:r>
        <w:t xml:space="preserve">. </w:t>
      </w:r>
      <w:r w:rsidR="00E0544E" w:rsidRPr="007818BD">
        <w:t>Que tu vives ou que tu meures</w:t>
      </w:r>
      <w:r>
        <w:t xml:space="preserve">, </w:t>
      </w:r>
      <w:r w:rsidR="00E0544E" w:rsidRPr="007818BD">
        <w:t>leur avenir est entre les mains du Très Haut</w:t>
      </w:r>
      <w:r>
        <w:t xml:space="preserve">. </w:t>
      </w:r>
      <w:r w:rsidR="00E0544E" w:rsidRPr="007818BD">
        <w:t>Dans la prison</w:t>
      </w:r>
      <w:r>
        <w:t xml:space="preserve">, </w:t>
      </w:r>
      <w:r w:rsidR="00E0544E" w:rsidRPr="007818BD">
        <w:t>sur l</w:t>
      </w:r>
      <w:r>
        <w:t>’</w:t>
      </w:r>
      <w:r w:rsidR="00E0544E" w:rsidRPr="007818BD">
        <w:t>échafaud</w:t>
      </w:r>
      <w:r>
        <w:t xml:space="preserve">, </w:t>
      </w:r>
      <w:r w:rsidR="00E0544E" w:rsidRPr="007818BD">
        <w:t>plane toujours le regard éternel d</w:t>
      </w:r>
      <w:r>
        <w:t>’</w:t>
      </w:r>
      <w:r w:rsidR="00E0544E" w:rsidRPr="007818BD">
        <w:t>un être plus tendre que toi pour aimer</w:t>
      </w:r>
      <w:r>
        <w:t xml:space="preserve">, </w:t>
      </w:r>
      <w:bookmarkStart w:id="84" w:name="_Hlk199962534"/>
      <w:r w:rsidR="00E0544E" w:rsidRPr="007818BD">
        <w:t>plus sage que toi</w:t>
      </w:r>
      <w:bookmarkEnd w:id="84"/>
      <w:r w:rsidR="00E0544E" w:rsidRPr="007818BD">
        <w:t xml:space="preserve"> pour guider</w:t>
      </w:r>
      <w:r>
        <w:t xml:space="preserve">, </w:t>
      </w:r>
      <w:r w:rsidR="00E0544E" w:rsidRPr="007818BD">
        <w:t>plus puissant pour sauver</w:t>
      </w:r>
      <w:r>
        <w:t xml:space="preserve"> !!! </w:t>
      </w:r>
      <w:proofErr w:type="spellStart"/>
      <w:r w:rsidR="00E0544E" w:rsidRPr="007818BD">
        <w:t>Zanoni</w:t>
      </w:r>
      <w:proofErr w:type="spellEnd"/>
      <w:r w:rsidR="00E0544E" w:rsidRPr="007818BD">
        <w:t xml:space="preserve"> s</w:t>
      </w:r>
      <w:r>
        <w:t>’</w:t>
      </w:r>
      <w:r w:rsidR="00E0544E" w:rsidRPr="007818BD">
        <w:t>inclina</w:t>
      </w:r>
      <w:r>
        <w:t xml:space="preserve"> ; </w:t>
      </w:r>
      <w:r w:rsidR="00E0544E" w:rsidRPr="007818BD">
        <w:t>et</w:t>
      </w:r>
      <w:r>
        <w:t xml:space="preserve">, </w:t>
      </w:r>
      <w:r w:rsidR="00E0544E" w:rsidRPr="007818BD">
        <w:t>quand il releva la tête</w:t>
      </w:r>
      <w:r>
        <w:t xml:space="preserve">, </w:t>
      </w:r>
      <w:r w:rsidR="00E0544E" w:rsidRPr="007818BD">
        <w:t>la derni</w:t>
      </w:r>
      <w:r w:rsidR="00E0544E" w:rsidRPr="007818BD">
        <w:t>è</w:t>
      </w:r>
      <w:r w:rsidR="00E0544E" w:rsidRPr="007818BD">
        <w:t>re ombre avait disparu de son front</w:t>
      </w:r>
      <w:r>
        <w:t xml:space="preserve">. </w:t>
      </w:r>
      <w:r w:rsidR="00E0544E" w:rsidRPr="007818BD">
        <w:t>Son interlocuteur était pa</w:t>
      </w:r>
      <w:r w:rsidR="00E0544E" w:rsidRPr="007818BD">
        <w:t>r</w:t>
      </w:r>
      <w:r w:rsidR="00E0544E" w:rsidRPr="007818BD">
        <w:t>ti</w:t>
      </w:r>
      <w:r>
        <w:t xml:space="preserve">, </w:t>
      </w:r>
      <w:r w:rsidR="00E0544E" w:rsidRPr="007818BD">
        <w:t>mais la gloire de sa présence semblait encore tout éclairer</w:t>
      </w:r>
      <w:r>
        <w:t xml:space="preserve"> ; </w:t>
      </w:r>
      <w:r w:rsidR="00E0544E" w:rsidRPr="007818BD">
        <w:t>l</w:t>
      </w:r>
      <w:r>
        <w:t>’</w:t>
      </w:r>
      <w:r w:rsidR="00E0544E" w:rsidRPr="007818BD">
        <w:t xml:space="preserve">air tremblait et vibrait </w:t>
      </w:r>
      <w:r w:rsidR="00E0544E" w:rsidRPr="007818BD">
        <w:lastRenderedPageBreak/>
        <w:t>de bonheur</w:t>
      </w:r>
      <w:r>
        <w:t xml:space="preserve">. </w:t>
      </w:r>
      <w:r w:rsidR="00E0544E" w:rsidRPr="007818BD">
        <w:t>Et ainsi sera-t-il toujours de ceux</w:t>
      </w:r>
      <w:r>
        <w:t xml:space="preserve">, </w:t>
      </w:r>
      <w:r w:rsidR="00E0544E" w:rsidRPr="007818BD">
        <w:t>qui</w:t>
      </w:r>
      <w:r>
        <w:t xml:space="preserve">, </w:t>
      </w:r>
      <w:r w:rsidR="00E0544E" w:rsidRPr="007818BD">
        <w:t>une fois détachés complètement de la vie</w:t>
      </w:r>
      <w:r>
        <w:t xml:space="preserve">, </w:t>
      </w:r>
      <w:r w:rsidR="00E0544E" w:rsidRPr="007818BD">
        <w:t>rec</w:t>
      </w:r>
      <w:r w:rsidR="00E0544E" w:rsidRPr="007818BD">
        <w:t>e</w:t>
      </w:r>
      <w:r w:rsidR="00E0544E" w:rsidRPr="007818BD">
        <w:t>vront la visite de l</w:t>
      </w:r>
      <w:r>
        <w:t>’</w:t>
      </w:r>
      <w:r w:rsidR="00E0544E" w:rsidRPr="007818BD">
        <w:t>Ange de la Foi</w:t>
      </w:r>
      <w:r>
        <w:t xml:space="preserve">. </w:t>
      </w:r>
      <w:r w:rsidR="00E0544E" w:rsidRPr="007818BD">
        <w:t>La solitude et l</w:t>
      </w:r>
      <w:r>
        <w:t>’</w:t>
      </w:r>
      <w:r w:rsidR="00E0544E" w:rsidRPr="007818BD">
        <w:t>espace conse</w:t>
      </w:r>
      <w:r w:rsidR="00E0544E" w:rsidRPr="007818BD">
        <w:t>r</w:t>
      </w:r>
      <w:r w:rsidR="00E0544E" w:rsidRPr="007818BD">
        <w:t>vent l</w:t>
      </w:r>
      <w:r>
        <w:t>’</w:t>
      </w:r>
      <w:r w:rsidR="00E0544E" w:rsidRPr="007818BD">
        <w:t>empreinte glorieuse de son passage</w:t>
      </w:r>
      <w:r>
        <w:t xml:space="preserve"> : </w:t>
      </w:r>
      <w:r w:rsidR="00E0544E" w:rsidRPr="007818BD">
        <w:t>une auréole éterne</w:t>
      </w:r>
      <w:r w:rsidR="00E0544E" w:rsidRPr="007818BD">
        <w:t>l</w:t>
      </w:r>
      <w:r w:rsidR="00E0544E" w:rsidRPr="007818BD">
        <w:t>le</w:t>
      </w:r>
      <w:r>
        <w:t xml:space="preserve">, </w:t>
      </w:r>
      <w:r w:rsidR="00E0544E" w:rsidRPr="007818BD">
        <w:t>planera sur leurs tombes</w:t>
      </w:r>
      <w:r>
        <w:t>.</w:t>
      </w:r>
    </w:p>
    <w:p w14:paraId="6A758D37" w14:textId="77777777" w:rsidR="00E8465A" w:rsidRDefault="00E0544E" w:rsidP="00E8465A">
      <w:pPr>
        <w:pStyle w:val="Titre2"/>
        <w:pageBreakBefore/>
      </w:pPr>
      <w:bookmarkStart w:id="85" w:name="_Toc199963133"/>
      <w:r w:rsidRPr="007818BD">
        <w:lastRenderedPageBreak/>
        <w:t>CHAPITRE</w:t>
      </w:r>
      <w:r w:rsidR="00E8465A">
        <w:t xml:space="preserve"> </w:t>
      </w:r>
      <w:r w:rsidRPr="007818BD">
        <w:t>XIV</w:t>
      </w:r>
      <w:r w:rsidR="00E8465A">
        <w:t>.</w:t>
      </w:r>
      <w:bookmarkEnd w:id="85"/>
    </w:p>
    <w:p w14:paraId="74B0A465" w14:textId="5740C294" w:rsidR="00E0544E" w:rsidRPr="007818BD" w:rsidRDefault="00E0544E" w:rsidP="00E0544E">
      <w:pPr>
        <w:pStyle w:val="NormalRetraitGauche4XIndent0"/>
        <w:spacing w:before="0" w:after="0"/>
        <w:rPr>
          <w:rStyle w:val="Taille-1Caracteres"/>
        </w:rPr>
      </w:pPr>
      <w:r w:rsidRPr="007818BD">
        <w:rPr>
          <w:rStyle w:val="Taille-1Caracteres"/>
        </w:rPr>
        <w:t>Alors</w:t>
      </w:r>
      <w:r w:rsidR="00E8465A">
        <w:rPr>
          <w:rStyle w:val="Taille-1Caracteres"/>
        </w:rPr>
        <w:t xml:space="preserve">, </w:t>
      </w:r>
      <w:r w:rsidRPr="007818BD">
        <w:rPr>
          <w:rStyle w:val="Taille-1Caracteres"/>
        </w:rPr>
        <w:t>vers le jardin de l</w:t>
      </w:r>
      <w:r w:rsidR="00E8465A">
        <w:rPr>
          <w:rStyle w:val="Taille-1Caracteres"/>
        </w:rPr>
        <w:t>’</w:t>
      </w:r>
      <w:r w:rsidRPr="007818BD">
        <w:rPr>
          <w:rStyle w:val="Taille-1Caracteres"/>
        </w:rPr>
        <w:t>Étoile</w:t>
      </w:r>
    </w:p>
    <w:p w14:paraId="379FBD90" w14:textId="03D544F3" w:rsidR="00E0544E" w:rsidRPr="007818BD" w:rsidRDefault="00E0544E" w:rsidP="00E0544E">
      <w:pPr>
        <w:pStyle w:val="NormalRetraitGauche4XIndent0"/>
        <w:spacing w:before="0" w:after="0"/>
        <w:rPr>
          <w:rStyle w:val="Taille-1Caracteres"/>
        </w:rPr>
      </w:pPr>
      <w:r w:rsidRPr="007818BD">
        <w:rPr>
          <w:rStyle w:val="Taille-1Caracteres"/>
        </w:rPr>
        <w:t>Lève ton regard tout rayonnant d</w:t>
      </w:r>
      <w:r w:rsidR="00E8465A">
        <w:rPr>
          <w:rStyle w:val="Taille-1Caracteres"/>
        </w:rPr>
        <w:t>’</w:t>
      </w:r>
      <w:r w:rsidRPr="007818BD">
        <w:rPr>
          <w:rStyle w:val="Taille-1Caracteres"/>
        </w:rPr>
        <w:t>amour</w:t>
      </w:r>
    </w:p>
    <w:p w14:paraId="0638155B" w14:textId="767166BF" w:rsidR="00E0544E" w:rsidRPr="007818BD" w:rsidRDefault="00E0544E" w:rsidP="00E0544E">
      <w:pPr>
        <w:pStyle w:val="NormalRetraitGauche4XIndent0"/>
        <w:spacing w:before="0" w:after="0"/>
        <w:rPr>
          <w:rStyle w:val="Taille-1Caracteres"/>
        </w:rPr>
      </w:pPr>
      <w:r w:rsidRPr="007818BD">
        <w:rPr>
          <w:rStyle w:val="Taille-1Caracteres"/>
        </w:rPr>
        <w:t>Et</w:t>
      </w:r>
      <w:r w:rsidR="00E8465A">
        <w:rPr>
          <w:rStyle w:val="Taille-1Caracteres"/>
        </w:rPr>
        <w:t xml:space="preserve">, </w:t>
      </w:r>
      <w:r w:rsidRPr="007818BD">
        <w:rPr>
          <w:rStyle w:val="Taille-1Caracteres"/>
        </w:rPr>
        <w:t>comme deux amis unis bras à bras</w:t>
      </w:r>
    </w:p>
    <w:p w14:paraId="6E78CC89" w14:textId="77777777" w:rsidR="00E8465A" w:rsidRDefault="00E0544E" w:rsidP="00E0544E">
      <w:pPr>
        <w:pStyle w:val="NormalRetraitGauche4XIndent0"/>
        <w:spacing w:before="0" w:after="0"/>
        <w:rPr>
          <w:rStyle w:val="Taille-1Caracteres"/>
        </w:rPr>
      </w:pPr>
      <w:r w:rsidRPr="007818BD">
        <w:rPr>
          <w:rStyle w:val="Taille-1Caracteres"/>
        </w:rPr>
        <w:t>Monte avec lui dans l</w:t>
      </w:r>
      <w:r w:rsidR="00E8465A">
        <w:rPr>
          <w:rStyle w:val="Taille-1Caracteres"/>
        </w:rPr>
        <w:t>’</w:t>
      </w:r>
      <w:r w:rsidRPr="007818BD">
        <w:rPr>
          <w:rStyle w:val="Taille-1Caracteres"/>
        </w:rPr>
        <w:t>immensité</w:t>
      </w:r>
      <w:r w:rsidR="00E8465A">
        <w:rPr>
          <w:rStyle w:val="Taille-1Caracteres"/>
        </w:rPr>
        <w:t>.</w:t>
      </w:r>
    </w:p>
    <w:p w14:paraId="5DAAE16F" w14:textId="05357291" w:rsidR="00E8465A" w:rsidRDefault="00E8465A" w:rsidP="00E0544E">
      <w:pPr>
        <w:jc w:val="right"/>
        <w:rPr>
          <w:rStyle w:val="Taille-1Caracteres"/>
        </w:rPr>
      </w:pPr>
      <w:r>
        <w:rPr>
          <w:rStyle w:val="Taille-1Caracteres"/>
        </w:rPr>
        <w:t>(</w:t>
      </w:r>
      <w:r w:rsidR="00E0544E" w:rsidRPr="007818BD">
        <w:rPr>
          <w:rStyle w:val="Taille-1Caracteres"/>
        </w:rPr>
        <w:t>UHLAND</w:t>
      </w:r>
      <w:r>
        <w:rPr>
          <w:rStyle w:val="Taille-1Caracteres"/>
        </w:rPr>
        <w:t xml:space="preserve">, </w:t>
      </w:r>
      <w:r w:rsidR="00E0544E" w:rsidRPr="007818BD">
        <w:rPr>
          <w:rStyle w:val="Taille-1Caracteres"/>
          <w:i/>
        </w:rPr>
        <w:t>À la Mort</w:t>
      </w:r>
      <w:r>
        <w:rPr>
          <w:rStyle w:val="Taille-1Caracteres"/>
        </w:rPr>
        <w:t>.)</w:t>
      </w:r>
    </w:p>
    <w:p w14:paraId="69B1F852" w14:textId="01C62A96" w:rsidR="00E8465A" w:rsidRDefault="00E0544E" w:rsidP="00E0544E">
      <w:r w:rsidRPr="007818BD">
        <w:t>Il était debout sur le balcon élevé qui dominait la cité e</w:t>
      </w:r>
      <w:r w:rsidRPr="007818BD">
        <w:t>n</w:t>
      </w:r>
      <w:r w:rsidRPr="007818BD">
        <w:t>dormie</w:t>
      </w:r>
      <w:r w:rsidR="00E8465A">
        <w:t xml:space="preserve">. </w:t>
      </w:r>
      <w:r w:rsidRPr="007818BD">
        <w:t>Dans le lointain</w:t>
      </w:r>
      <w:r w:rsidR="00E8465A">
        <w:t xml:space="preserve">, </w:t>
      </w:r>
      <w:r w:rsidRPr="007818BD">
        <w:t>les passions les plus sauvages de l</w:t>
      </w:r>
      <w:r w:rsidR="00E8465A">
        <w:t>’</w:t>
      </w:r>
      <w:r w:rsidRPr="007818BD">
        <w:t>homme filaient leur trame de luttes et d</w:t>
      </w:r>
      <w:r>
        <w:t>e m</w:t>
      </w:r>
      <w:r w:rsidRPr="007818BD">
        <w:t>ort</w:t>
      </w:r>
      <w:r w:rsidR="00E8465A">
        <w:t xml:space="preserve">, </w:t>
      </w:r>
      <w:r w:rsidRPr="007818BD">
        <w:t>mais tout ce qui s</w:t>
      </w:r>
      <w:r w:rsidR="00E8465A">
        <w:t>’</w:t>
      </w:r>
      <w:r w:rsidRPr="007818BD">
        <w:t>offrait à sa vue était calme et paisible sous les tièdes rayons de la lune</w:t>
      </w:r>
      <w:r w:rsidR="00E8465A">
        <w:t xml:space="preserve"> ; </w:t>
      </w:r>
      <w:r w:rsidRPr="007818BD">
        <w:t>car son âme était ravie loin de l</w:t>
      </w:r>
      <w:r w:rsidR="00E8465A">
        <w:t>’</w:t>
      </w:r>
      <w:r w:rsidRPr="007818BD">
        <w:t>homme et de la sphère étroite de l</w:t>
      </w:r>
      <w:r w:rsidR="00E8465A">
        <w:t>’</w:t>
      </w:r>
      <w:r w:rsidRPr="007818BD">
        <w:t>humanité</w:t>
      </w:r>
      <w:r w:rsidR="00E8465A">
        <w:t xml:space="preserve"> ; </w:t>
      </w:r>
      <w:r w:rsidRPr="007818BD">
        <w:t>les gloires sereines de la création se rév</w:t>
      </w:r>
      <w:r w:rsidRPr="007818BD">
        <w:t>é</w:t>
      </w:r>
      <w:r w:rsidRPr="007818BD">
        <w:t xml:space="preserve">laient seules aux yeux du </w:t>
      </w:r>
      <w:r w:rsidRPr="007818BD">
        <w:rPr>
          <w:i/>
          <w:iCs/>
        </w:rPr>
        <w:t>Voyant</w:t>
      </w:r>
      <w:r w:rsidR="00E8465A">
        <w:t>.</w:t>
      </w:r>
    </w:p>
    <w:p w14:paraId="1B6E3192" w14:textId="7C5A06BF" w:rsidR="00E8465A" w:rsidRDefault="00E0544E" w:rsidP="00E0544E">
      <w:r w:rsidRPr="007818BD">
        <w:t>Traversant</w:t>
      </w:r>
      <w:r w:rsidR="00E8465A">
        <w:t>-</w:t>
      </w:r>
      <w:r w:rsidRPr="007818BD">
        <w:t>les vastes champs de l</w:t>
      </w:r>
      <w:r w:rsidR="00E8465A">
        <w:t>’</w:t>
      </w:r>
      <w:r w:rsidRPr="007818BD">
        <w:t>espace</w:t>
      </w:r>
      <w:r w:rsidR="00E8465A">
        <w:t xml:space="preserve">, </w:t>
      </w:r>
      <w:r w:rsidRPr="007818BD">
        <w:t>il vit les insaisi</w:t>
      </w:r>
      <w:r w:rsidRPr="007818BD">
        <w:t>s</w:t>
      </w:r>
      <w:r w:rsidRPr="007818BD">
        <w:t>sables formes dont son esprit avait si souvent partagé les chœurs mystiques</w:t>
      </w:r>
      <w:r w:rsidR="00E8465A">
        <w:t xml:space="preserve">. </w:t>
      </w:r>
      <w:r w:rsidRPr="007818BD">
        <w:t>Là</w:t>
      </w:r>
      <w:r w:rsidR="00E8465A">
        <w:t xml:space="preserve">, </w:t>
      </w:r>
      <w:r w:rsidRPr="007818BD">
        <w:t>groupe sur groupe</w:t>
      </w:r>
      <w:r w:rsidR="00E8465A">
        <w:t xml:space="preserve">, </w:t>
      </w:r>
      <w:r w:rsidRPr="007818BD">
        <w:t>elles e</w:t>
      </w:r>
      <w:r w:rsidRPr="007818BD">
        <w:t>n</w:t>
      </w:r>
      <w:r w:rsidRPr="007818BD">
        <w:t>touraient de leurs cercles harmonieux le silence étoilé</w:t>
      </w:r>
      <w:r w:rsidR="00E8465A">
        <w:t xml:space="preserve">, </w:t>
      </w:r>
      <w:r w:rsidRPr="007818BD">
        <w:t>dans toute la beauté multiple et mobile d</w:t>
      </w:r>
      <w:r w:rsidR="00E8465A">
        <w:t>’</w:t>
      </w:r>
      <w:r w:rsidRPr="007818BD">
        <w:t>essences nourries de l</w:t>
      </w:r>
      <w:r w:rsidR="00E8465A">
        <w:t>’</w:t>
      </w:r>
      <w:r w:rsidRPr="007818BD">
        <w:t>ambroisie de la rosée et de la plus sereine lumière</w:t>
      </w:r>
      <w:r w:rsidR="00E8465A">
        <w:t xml:space="preserve">. </w:t>
      </w:r>
      <w:r w:rsidRPr="007818BD">
        <w:t>Dans son extase</w:t>
      </w:r>
      <w:r w:rsidR="00E8465A">
        <w:t xml:space="preserve">, </w:t>
      </w:r>
      <w:r w:rsidRPr="007818BD">
        <w:t>l</w:t>
      </w:r>
      <w:r w:rsidR="00E8465A">
        <w:t>’</w:t>
      </w:r>
      <w:r w:rsidRPr="007818BD">
        <w:t>Univers entier lui devint visible</w:t>
      </w:r>
      <w:r w:rsidR="00E8465A">
        <w:t xml:space="preserve"> : </w:t>
      </w:r>
      <w:r w:rsidRPr="007818BD">
        <w:t>dans les verdoyantes vallées</w:t>
      </w:r>
      <w:r w:rsidR="00E8465A">
        <w:t xml:space="preserve">, </w:t>
      </w:r>
      <w:r w:rsidRPr="007818BD">
        <w:t>il vit de loin les danses des fées</w:t>
      </w:r>
      <w:r w:rsidR="00E8465A">
        <w:t xml:space="preserve"> : </w:t>
      </w:r>
      <w:r w:rsidRPr="007818BD">
        <w:t>dans les entrailles des montagnes</w:t>
      </w:r>
      <w:r w:rsidR="00E8465A">
        <w:t xml:space="preserve">, </w:t>
      </w:r>
      <w:r w:rsidRPr="007818BD">
        <w:t>il distingua la race qui respire l</w:t>
      </w:r>
      <w:r w:rsidR="00E8465A">
        <w:t>’</w:t>
      </w:r>
      <w:r w:rsidRPr="007818BD">
        <w:t>air igné des volcans et se dérobe à la lumière du ciel</w:t>
      </w:r>
      <w:r w:rsidR="00E8465A">
        <w:t xml:space="preserve"> : </w:t>
      </w:r>
      <w:r w:rsidRPr="007818BD">
        <w:t>sur chaque feuille des forêts sans nombre</w:t>
      </w:r>
      <w:r w:rsidR="00E8465A">
        <w:t xml:space="preserve">, </w:t>
      </w:r>
      <w:r w:rsidRPr="007818BD">
        <w:t>dans chaque goutte des insondables mers</w:t>
      </w:r>
      <w:r w:rsidR="00E8465A">
        <w:t xml:space="preserve">, </w:t>
      </w:r>
      <w:r w:rsidRPr="007818BD">
        <w:t>il vit surgir des e</w:t>
      </w:r>
      <w:r w:rsidRPr="007818BD">
        <w:t>s</w:t>
      </w:r>
      <w:r w:rsidRPr="007818BD">
        <w:t>saims de mondes vivants</w:t>
      </w:r>
      <w:r w:rsidR="00E8465A">
        <w:t xml:space="preserve"> : </w:t>
      </w:r>
      <w:r w:rsidRPr="007818BD">
        <w:t>loin</w:t>
      </w:r>
      <w:r w:rsidR="00E8465A">
        <w:t xml:space="preserve">, </w:t>
      </w:r>
      <w:r w:rsidRPr="007818BD">
        <w:t>bien loin</w:t>
      </w:r>
      <w:r w:rsidR="00E8465A">
        <w:t xml:space="preserve">, </w:t>
      </w:r>
      <w:r w:rsidRPr="007818BD">
        <w:t>dans les hauteurs de l</w:t>
      </w:r>
      <w:r w:rsidR="00E8465A">
        <w:t>’</w:t>
      </w:r>
      <w:r w:rsidRPr="007818BD">
        <w:t>azur</w:t>
      </w:r>
      <w:r w:rsidR="00E8465A">
        <w:t xml:space="preserve">, </w:t>
      </w:r>
      <w:r w:rsidRPr="007818BD">
        <w:t>il vit globe sur globe</w:t>
      </w:r>
      <w:r w:rsidR="00E8465A">
        <w:t xml:space="preserve">, </w:t>
      </w:r>
      <w:r w:rsidRPr="007818BD">
        <w:t>mûrs déjà pour l</w:t>
      </w:r>
      <w:r w:rsidR="00E8465A">
        <w:t>’</w:t>
      </w:r>
      <w:r w:rsidRPr="007818BD">
        <w:t>existence des planètes</w:t>
      </w:r>
      <w:r w:rsidR="00E8465A">
        <w:t xml:space="preserve">, </w:t>
      </w:r>
      <w:r w:rsidRPr="007818BD">
        <w:t>jaillissant du feu centra</w:t>
      </w:r>
      <w:r>
        <w:t>l</w:t>
      </w:r>
      <w:r w:rsidRPr="007818BD">
        <w:t xml:space="preserve"> pour fournir leur jour d</w:t>
      </w:r>
      <w:r w:rsidR="00E8465A">
        <w:t>’</w:t>
      </w:r>
      <w:r w:rsidRPr="007818BD">
        <w:t>une myriade d</w:t>
      </w:r>
      <w:r w:rsidR="00E8465A">
        <w:t>’</w:t>
      </w:r>
      <w:r w:rsidRPr="007818BD">
        <w:t>années</w:t>
      </w:r>
      <w:r w:rsidR="00E8465A">
        <w:t xml:space="preserve">. </w:t>
      </w:r>
      <w:r w:rsidRPr="007818BD">
        <w:t>Car partout dans la création est le souffle du cré</w:t>
      </w:r>
      <w:r w:rsidRPr="007818BD">
        <w:t>a</w:t>
      </w:r>
      <w:r w:rsidRPr="007818BD">
        <w:t>teur</w:t>
      </w:r>
      <w:r w:rsidR="00E8465A">
        <w:t xml:space="preserve">, </w:t>
      </w:r>
      <w:r w:rsidRPr="007818BD">
        <w:t>et partout où respire ce souffle est la vie</w:t>
      </w:r>
      <w:r w:rsidR="00E8465A">
        <w:t xml:space="preserve">. </w:t>
      </w:r>
      <w:r w:rsidRPr="007818BD">
        <w:t>Et</w:t>
      </w:r>
      <w:r w:rsidR="00E8465A">
        <w:t xml:space="preserve">, </w:t>
      </w:r>
      <w:r w:rsidRPr="007818BD">
        <w:t>seul</w:t>
      </w:r>
      <w:r w:rsidR="00E8465A">
        <w:t xml:space="preserve">, </w:t>
      </w:r>
      <w:r w:rsidRPr="007818BD">
        <w:t>dans la distance</w:t>
      </w:r>
      <w:r w:rsidR="00E8465A">
        <w:t xml:space="preserve">, </w:t>
      </w:r>
      <w:r w:rsidRPr="007818BD">
        <w:t>l</w:t>
      </w:r>
      <w:r w:rsidR="00E8465A">
        <w:t>’</w:t>
      </w:r>
      <w:r w:rsidRPr="007818BD">
        <w:t xml:space="preserve">homme </w:t>
      </w:r>
      <w:r w:rsidRPr="007818BD">
        <w:lastRenderedPageBreak/>
        <w:t>solitaire aperçut son frère en magie</w:t>
      </w:r>
      <w:r w:rsidR="00E8465A">
        <w:t xml:space="preserve">. </w:t>
      </w:r>
      <w:r w:rsidRPr="007818BD">
        <w:t>Courbé sur ses chiffres et sur sa cabale</w:t>
      </w:r>
      <w:r w:rsidR="00E8465A">
        <w:t xml:space="preserve">, </w:t>
      </w:r>
      <w:r w:rsidRPr="007818BD">
        <w:t>parmi les débris de Rome</w:t>
      </w:r>
      <w:r w:rsidR="00E8465A">
        <w:t xml:space="preserve">, </w:t>
      </w:r>
      <w:r w:rsidRPr="007818BD">
        <w:t>calme et impassible</w:t>
      </w:r>
      <w:r w:rsidR="00E8465A">
        <w:t xml:space="preserve">, </w:t>
      </w:r>
      <w:r w:rsidRPr="007818BD">
        <w:t xml:space="preserve">était assis dans sa cellule le mystique </w:t>
      </w:r>
      <w:proofErr w:type="spellStart"/>
      <w:r w:rsidRPr="007818BD">
        <w:t>Mejnour</w:t>
      </w:r>
      <w:proofErr w:type="spellEnd"/>
      <w:r w:rsidR="00E8465A">
        <w:t xml:space="preserve"> : </w:t>
      </w:r>
      <w:r w:rsidRPr="007818BD">
        <w:t>vivant</w:t>
      </w:r>
      <w:r w:rsidR="00E8465A">
        <w:t xml:space="preserve">, </w:t>
      </w:r>
      <w:r w:rsidRPr="007818BD">
        <w:t>vivant toujours autant que le monde</w:t>
      </w:r>
      <w:r w:rsidR="00E8465A">
        <w:t xml:space="preserve">, </w:t>
      </w:r>
      <w:r w:rsidRPr="007818BD">
        <w:t>indifférent au bien ou au mal que peut produire sa science</w:t>
      </w:r>
      <w:r w:rsidR="00E8465A">
        <w:t xml:space="preserve">, </w:t>
      </w:r>
      <w:r w:rsidRPr="007818BD">
        <w:t>agent docile et fatal d</w:t>
      </w:r>
      <w:r w:rsidR="00E8465A">
        <w:t>’</w:t>
      </w:r>
      <w:r w:rsidRPr="007818BD">
        <w:t>une volonté plus sage et plus bienfaisante qui dirige vers l</w:t>
      </w:r>
      <w:r w:rsidR="00E8465A">
        <w:t>’</w:t>
      </w:r>
      <w:r w:rsidRPr="007818BD">
        <w:t>accomplissement de ses impénétrables desseins les ressorts les plus mystérieux</w:t>
      </w:r>
      <w:r w:rsidR="00E8465A">
        <w:t xml:space="preserve"> ; </w:t>
      </w:r>
      <w:r w:rsidRPr="007818BD">
        <w:t>v</w:t>
      </w:r>
      <w:r w:rsidRPr="007818BD">
        <w:t>i</w:t>
      </w:r>
      <w:r w:rsidRPr="007818BD">
        <w:t>vant</w:t>
      </w:r>
      <w:r w:rsidR="00E8465A">
        <w:t xml:space="preserve">, </w:t>
      </w:r>
      <w:r w:rsidRPr="007818BD">
        <w:t>vivant toujours</w:t>
      </w:r>
      <w:r w:rsidR="00E8465A">
        <w:t xml:space="preserve"> : </w:t>
      </w:r>
      <w:r w:rsidRPr="007818BD">
        <w:t>comme la science qui n</w:t>
      </w:r>
      <w:r w:rsidR="00E8465A">
        <w:t>’</w:t>
      </w:r>
      <w:r w:rsidRPr="007818BD">
        <w:t>ayant souci que d</w:t>
      </w:r>
      <w:r w:rsidR="00E8465A">
        <w:t>’</w:t>
      </w:r>
      <w:r w:rsidRPr="007818BD">
        <w:t>apprendre</w:t>
      </w:r>
      <w:r w:rsidR="00E8465A">
        <w:t xml:space="preserve">, </w:t>
      </w:r>
      <w:r w:rsidRPr="007818BD">
        <w:t>ne s</w:t>
      </w:r>
      <w:r w:rsidR="00E8465A">
        <w:t>’</w:t>
      </w:r>
      <w:r w:rsidRPr="007818BD">
        <w:t>arrêtant pas à examiner dans quelle mesure l</w:t>
      </w:r>
      <w:r w:rsidR="00E8465A">
        <w:t>’</w:t>
      </w:r>
      <w:r w:rsidRPr="007818BD">
        <w:t>instruction assure le bonheur</w:t>
      </w:r>
      <w:r w:rsidR="00E8465A">
        <w:t xml:space="preserve">, </w:t>
      </w:r>
      <w:r w:rsidRPr="007818BD">
        <w:t>ni comment le progrès humain</w:t>
      </w:r>
      <w:r w:rsidR="00E8465A">
        <w:t xml:space="preserve">, </w:t>
      </w:r>
      <w:r w:rsidRPr="007818BD">
        <w:t>en traversant la civilisation</w:t>
      </w:r>
      <w:r w:rsidR="00E8465A">
        <w:t xml:space="preserve">, </w:t>
      </w:r>
      <w:r w:rsidRPr="007818BD">
        <w:t>écrase sur son passage tous ceux qui ne peuvent se suspendre aux roues de son char</w:t>
      </w:r>
      <w:r w:rsidR="00E8465A">
        <w:t xml:space="preserve">, </w:t>
      </w:r>
      <w:r w:rsidRPr="007818BD">
        <w:t>vit toujours avec sa cabale et ses chiffres</w:t>
      </w:r>
      <w:r w:rsidR="00E8465A">
        <w:t xml:space="preserve">, </w:t>
      </w:r>
      <w:r w:rsidRPr="007818BD">
        <w:t>pour changer</w:t>
      </w:r>
      <w:r w:rsidR="00E8465A">
        <w:t xml:space="preserve">, </w:t>
      </w:r>
      <w:r w:rsidRPr="007818BD">
        <w:t>dans ses paisibles révolutions</w:t>
      </w:r>
      <w:r w:rsidR="00E8465A">
        <w:t xml:space="preserve">, </w:t>
      </w:r>
      <w:r w:rsidRPr="007818BD">
        <w:t>la face du monde habitable</w:t>
      </w:r>
      <w:r w:rsidR="00E8465A">
        <w:t>.</w:t>
      </w:r>
    </w:p>
    <w:p w14:paraId="0E00381C" w14:textId="77777777" w:rsidR="00E8465A" w:rsidRDefault="00E8465A" w:rsidP="00E0544E">
      <w:r>
        <w:t>« </w:t>
      </w:r>
      <w:r w:rsidR="00E0544E" w:rsidRPr="007818BD">
        <w:t>Adieu donc à la vie</w:t>
      </w:r>
      <w:r>
        <w:t xml:space="preserve"> ! </w:t>
      </w:r>
      <w:r w:rsidR="00E0544E" w:rsidRPr="007818BD">
        <w:t>murmura le glorieux rêveur</w:t>
      </w:r>
      <w:r>
        <w:t>.</w:t>
      </w:r>
    </w:p>
    <w:p w14:paraId="6B6DF758" w14:textId="6D707332" w:rsidR="00E0544E" w:rsidRPr="007818BD" w:rsidRDefault="00E8465A" w:rsidP="00E0544E">
      <w:r>
        <w:t>« </w:t>
      </w:r>
      <w:r w:rsidR="00E0544E" w:rsidRPr="007818BD">
        <w:t>Ô vie</w:t>
      </w:r>
      <w:r>
        <w:t xml:space="preserve"> ! </w:t>
      </w:r>
      <w:r w:rsidR="00E0544E" w:rsidRPr="007818BD">
        <w:t>tu as été douce pour moi</w:t>
      </w:r>
      <w:r>
        <w:t xml:space="preserve"> : </w:t>
      </w:r>
      <w:r w:rsidR="00E0544E" w:rsidRPr="007818BD">
        <w:t>que tes joies ont été profondes</w:t>
      </w:r>
      <w:r>
        <w:t xml:space="preserve"> ! </w:t>
      </w:r>
      <w:r w:rsidR="00E0544E" w:rsidRPr="007818BD">
        <w:t>avec quel e</w:t>
      </w:r>
      <w:r w:rsidR="00E0544E" w:rsidRPr="007818BD">
        <w:t>n</w:t>
      </w:r>
      <w:r w:rsidR="00E0544E" w:rsidRPr="007818BD">
        <w:t>thousiasme mon âme s</w:t>
      </w:r>
      <w:r>
        <w:t>’</w:t>
      </w:r>
      <w:r w:rsidR="00E0544E" w:rsidRPr="007818BD">
        <w:t>est élancée dans les sentiers qui montent et l</w:t>
      </w:r>
      <w:r>
        <w:t>’</w:t>
      </w:r>
      <w:r w:rsidR="00E0544E" w:rsidRPr="007818BD">
        <w:t>élèvent</w:t>
      </w:r>
      <w:r>
        <w:t xml:space="preserve"> ! </w:t>
      </w:r>
      <w:r w:rsidR="00E0544E" w:rsidRPr="007818BD">
        <w:t>Pour celui qui retrempe sans cesse sa jeunesse dans les eaux limpides de la nature</w:t>
      </w:r>
      <w:r>
        <w:t xml:space="preserve">, </w:t>
      </w:r>
      <w:r w:rsidR="00E0544E" w:rsidRPr="007818BD">
        <w:t>co</w:t>
      </w:r>
      <w:r w:rsidR="00E0544E" w:rsidRPr="007818BD">
        <w:t>m</w:t>
      </w:r>
      <w:r w:rsidR="00E0544E" w:rsidRPr="007818BD">
        <w:t xml:space="preserve">bien est exquis le bonheur </w:t>
      </w:r>
      <w:r w:rsidR="00E0544E" w:rsidRPr="007818BD">
        <w:rPr>
          <w:i/>
          <w:iCs/>
        </w:rPr>
        <w:t>d</w:t>
      </w:r>
      <w:r>
        <w:rPr>
          <w:i/>
          <w:iCs/>
        </w:rPr>
        <w:t>’</w:t>
      </w:r>
      <w:r w:rsidR="00E0544E" w:rsidRPr="007818BD">
        <w:rPr>
          <w:i/>
          <w:iCs/>
        </w:rPr>
        <w:t>être</w:t>
      </w:r>
      <w:r>
        <w:t xml:space="preserve">. </w:t>
      </w:r>
      <w:r w:rsidR="00E0544E" w:rsidRPr="007818BD">
        <w:t>Adieu</w:t>
      </w:r>
      <w:r>
        <w:t xml:space="preserve">, </w:t>
      </w:r>
      <w:r w:rsidR="00E0544E" w:rsidRPr="007818BD">
        <w:t>flambeaux célestes</w:t>
      </w:r>
      <w:r>
        <w:t xml:space="preserve"> ; </w:t>
      </w:r>
      <w:r w:rsidR="00E0544E" w:rsidRPr="007818BD">
        <w:t>adieu</w:t>
      </w:r>
      <w:r>
        <w:t xml:space="preserve">, </w:t>
      </w:r>
      <w:r w:rsidR="00E0544E" w:rsidRPr="007818BD">
        <w:t>tribus sans nombre qui peuplez les airs</w:t>
      </w:r>
      <w:r>
        <w:t xml:space="preserve">. </w:t>
      </w:r>
      <w:r w:rsidR="00E0544E" w:rsidRPr="007818BD">
        <w:t>Il n</w:t>
      </w:r>
      <w:r>
        <w:t>’</w:t>
      </w:r>
      <w:r w:rsidR="00E0544E" w:rsidRPr="007818BD">
        <w:t>est pas un atome lumineux dans le rayon</w:t>
      </w:r>
      <w:r>
        <w:t xml:space="preserve">, </w:t>
      </w:r>
      <w:r w:rsidR="00E0544E" w:rsidRPr="007818BD">
        <w:t>pas un brin d</w:t>
      </w:r>
      <w:r>
        <w:t>’</w:t>
      </w:r>
      <w:r w:rsidR="00E0544E" w:rsidRPr="007818BD">
        <w:t>herbe sur la mo</w:t>
      </w:r>
      <w:r w:rsidR="00E0544E" w:rsidRPr="007818BD">
        <w:t>n</w:t>
      </w:r>
      <w:r w:rsidR="00E0544E" w:rsidRPr="007818BD">
        <w:t>tagne</w:t>
      </w:r>
      <w:r>
        <w:t xml:space="preserve">, </w:t>
      </w:r>
      <w:r w:rsidR="00E0544E" w:rsidRPr="007818BD">
        <w:t>pas un caillou sur le rivage</w:t>
      </w:r>
      <w:r>
        <w:t xml:space="preserve">, </w:t>
      </w:r>
      <w:r w:rsidR="00E0544E" w:rsidRPr="007818BD">
        <w:t>pas un germe emporté au loin dans le désert</w:t>
      </w:r>
      <w:r>
        <w:t xml:space="preserve">, </w:t>
      </w:r>
      <w:r w:rsidR="00E0544E" w:rsidRPr="007818BD">
        <w:t>sur l</w:t>
      </w:r>
      <w:r>
        <w:t>’</w:t>
      </w:r>
      <w:r w:rsidR="00E0544E" w:rsidRPr="007818BD">
        <w:t>aile des vents</w:t>
      </w:r>
      <w:r>
        <w:t xml:space="preserve">, </w:t>
      </w:r>
      <w:r w:rsidR="00E0544E" w:rsidRPr="007818BD">
        <w:t>qui n</w:t>
      </w:r>
      <w:r>
        <w:t>’</w:t>
      </w:r>
      <w:r w:rsidR="00E0544E" w:rsidRPr="007818BD">
        <w:t>ait fourni sa part à cette étude qui cherchait en tout le vrai principe de toute vie</w:t>
      </w:r>
      <w:r>
        <w:t xml:space="preserve">, </w:t>
      </w:r>
      <w:r w:rsidR="00E0544E" w:rsidRPr="007818BD">
        <w:t>le beau</w:t>
      </w:r>
      <w:r>
        <w:t xml:space="preserve">, </w:t>
      </w:r>
      <w:r w:rsidR="00E0544E" w:rsidRPr="007818BD">
        <w:t>le radieux</w:t>
      </w:r>
      <w:r>
        <w:t xml:space="preserve">, </w:t>
      </w:r>
      <w:r w:rsidR="00E0544E" w:rsidRPr="007818BD">
        <w:t>l</w:t>
      </w:r>
      <w:r>
        <w:t>’</w:t>
      </w:r>
      <w:r w:rsidR="00E0544E" w:rsidRPr="007818BD">
        <w:t>immortel</w:t>
      </w:r>
      <w:r>
        <w:t xml:space="preserve">. </w:t>
      </w:r>
      <w:r w:rsidR="00E0544E" w:rsidRPr="007818BD">
        <w:t>D</w:t>
      </w:r>
      <w:r>
        <w:t>’</w:t>
      </w:r>
      <w:r w:rsidR="00E0544E" w:rsidRPr="007818BD">
        <w:t>autres pour demeure ont eu une terre</w:t>
      </w:r>
      <w:r>
        <w:t xml:space="preserve">, </w:t>
      </w:r>
      <w:r w:rsidR="00E0544E" w:rsidRPr="007818BD">
        <w:t>une ville</w:t>
      </w:r>
      <w:r>
        <w:t xml:space="preserve">, </w:t>
      </w:r>
      <w:r w:rsidR="00E0544E" w:rsidRPr="007818BD">
        <w:t>un foyer</w:t>
      </w:r>
      <w:r>
        <w:t xml:space="preserve"> : </w:t>
      </w:r>
      <w:r w:rsidR="00E0544E" w:rsidRPr="007818BD">
        <w:t>ma demeure à moi a été partout où pouvait p</w:t>
      </w:r>
      <w:r w:rsidR="00E0544E" w:rsidRPr="007818BD">
        <w:t>é</w:t>
      </w:r>
      <w:r w:rsidR="00E0544E" w:rsidRPr="007818BD">
        <w:t>nétrer l</w:t>
      </w:r>
      <w:r>
        <w:t>’</w:t>
      </w:r>
      <w:r w:rsidR="00E0544E" w:rsidRPr="007818BD">
        <w:t>intelligence</w:t>
      </w:r>
      <w:r>
        <w:t xml:space="preserve">, </w:t>
      </w:r>
      <w:r w:rsidR="00E0544E" w:rsidRPr="007818BD">
        <w:t>partout où peut respirer l</w:t>
      </w:r>
      <w:r>
        <w:t>’</w:t>
      </w:r>
      <w:r w:rsidR="00E0544E" w:rsidRPr="007818BD">
        <w:t>esprit</w:t>
      </w:r>
      <w:r>
        <w:t>. »</w:t>
      </w:r>
    </w:p>
    <w:p w14:paraId="5FB9F2C5" w14:textId="77777777" w:rsidR="00E8465A" w:rsidRDefault="00E0544E" w:rsidP="00E0544E">
      <w:r w:rsidRPr="007818BD">
        <w:lastRenderedPageBreak/>
        <w:t>Il s</w:t>
      </w:r>
      <w:r w:rsidR="00E8465A">
        <w:t>’</w:t>
      </w:r>
      <w:r w:rsidRPr="007818BD">
        <w:t>arrêta</w:t>
      </w:r>
      <w:r w:rsidR="00E8465A">
        <w:t xml:space="preserve">, </w:t>
      </w:r>
      <w:r w:rsidRPr="007818BD">
        <w:t>et</w:t>
      </w:r>
      <w:r w:rsidR="00E8465A">
        <w:t xml:space="preserve">, </w:t>
      </w:r>
      <w:r w:rsidRPr="007818BD">
        <w:t>à travers l</w:t>
      </w:r>
      <w:r w:rsidR="00E8465A">
        <w:t>’</w:t>
      </w:r>
      <w:r w:rsidRPr="007818BD">
        <w:t>incommensurable espace</w:t>
      </w:r>
      <w:r w:rsidR="00E8465A">
        <w:t xml:space="preserve">, </w:t>
      </w:r>
      <w:r w:rsidRPr="007818BD">
        <w:t>ses yeux et son cœur</w:t>
      </w:r>
      <w:r w:rsidR="00E8465A">
        <w:t xml:space="preserve">, </w:t>
      </w:r>
      <w:r w:rsidRPr="007818BD">
        <w:t>pénétrant dans la sombre prison</w:t>
      </w:r>
      <w:r w:rsidR="00E8465A">
        <w:t xml:space="preserve">, </w:t>
      </w:r>
      <w:r w:rsidRPr="007818BD">
        <w:t>se reposèrent sur son enfant</w:t>
      </w:r>
      <w:r w:rsidR="00E8465A">
        <w:t xml:space="preserve">. </w:t>
      </w:r>
      <w:r w:rsidRPr="007818BD">
        <w:t>Il le vit assoupi dans les bras de sa pâle mère</w:t>
      </w:r>
      <w:r w:rsidR="00E8465A">
        <w:t xml:space="preserve">, </w:t>
      </w:r>
      <w:r w:rsidRPr="007818BD">
        <w:t>et son âme parla à l</w:t>
      </w:r>
      <w:r w:rsidR="00E8465A">
        <w:t>’</w:t>
      </w:r>
      <w:r w:rsidRPr="007818BD">
        <w:t>âme endormie</w:t>
      </w:r>
      <w:r w:rsidR="00E8465A">
        <w:t>.</w:t>
      </w:r>
    </w:p>
    <w:p w14:paraId="27B3B0CE" w14:textId="39752FDD" w:rsidR="00E0544E" w:rsidRPr="007818BD" w:rsidRDefault="00E8465A" w:rsidP="00E0544E">
      <w:r>
        <w:t>« </w:t>
      </w:r>
      <w:r w:rsidR="00E0544E" w:rsidRPr="007818BD">
        <w:t>Pardonne-moi si mon désir fut criminel</w:t>
      </w:r>
      <w:r>
        <w:t xml:space="preserve">. </w:t>
      </w:r>
      <w:r w:rsidR="00E0544E" w:rsidRPr="007818BD">
        <w:t>Mon rêve était de t</w:t>
      </w:r>
      <w:r>
        <w:t>’</w:t>
      </w:r>
      <w:r w:rsidR="00E0544E" w:rsidRPr="007818BD">
        <w:t>élever et de te préparer aux visions les plus resplendissa</w:t>
      </w:r>
      <w:r w:rsidR="00E0544E" w:rsidRPr="007818BD">
        <w:t>n</w:t>
      </w:r>
      <w:r w:rsidR="00E0544E" w:rsidRPr="007818BD">
        <w:t>tes que peut entrevoir mon âme</w:t>
      </w:r>
      <w:r>
        <w:t xml:space="preserve">. </w:t>
      </w:r>
      <w:r w:rsidR="00E0544E" w:rsidRPr="007818BD">
        <w:t>À mesure que l</w:t>
      </w:r>
      <w:r>
        <w:t>’</w:t>
      </w:r>
      <w:r w:rsidR="00E0544E" w:rsidRPr="007818BD">
        <w:t>élément mortel se fortifiait contre la maladie</w:t>
      </w:r>
      <w:r>
        <w:t xml:space="preserve">, </w:t>
      </w:r>
      <w:r w:rsidR="00E0544E" w:rsidRPr="007818BD">
        <w:t>je voulais purifier de toute soui</w:t>
      </w:r>
      <w:r w:rsidR="00E0544E" w:rsidRPr="007818BD">
        <w:t>l</w:t>
      </w:r>
      <w:r w:rsidR="00E0544E" w:rsidRPr="007818BD">
        <w:t>lure l</w:t>
      </w:r>
      <w:r>
        <w:t>’</w:t>
      </w:r>
      <w:r w:rsidR="00E0544E" w:rsidRPr="007818BD">
        <w:t>élément spirituel</w:t>
      </w:r>
      <w:r>
        <w:t xml:space="preserve"> ; </w:t>
      </w:r>
      <w:r w:rsidR="00E0544E" w:rsidRPr="007818BD">
        <w:t>te conduire de ciel en ciel à travers les sai</w:t>
      </w:r>
      <w:r w:rsidR="00E0544E" w:rsidRPr="007818BD">
        <w:t>n</w:t>
      </w:r>
      <w:r w:rsidR="00E0544E" w:rsidRPr="007818BD">
        <w:t>tes extases qui composent l</w:t>
      </w:r>
      <w:r>
        <w:t>’</w:t>
      </w:r>
      <w:r w:rsidR="00E0544E" w:rsidRPr="007818BD">
        <w:t>existence des ordres sup</w:t>
      </w:r>
      <w:r w:rsidR="00E0544E" w:rsidRPr="007818BD">
        <w:t>é</w:t>
      </w:r>
      <w:r w:rsidR="00E0544E" w:rsidRPr="007818BD">
        <w:t>rieurs</w:t>
      </w:r>
      <w:r>
        <w:t xml:space="preserve"> ; </w:t>
      </w:r>
      <w:r w:rsidR="00E0544E" w:rsidRPr="007818BD">
        <w:t>former de ces sublimes aspirations la pure et immortelle co</w:t>
      </w:r>
      <w:r w:rsidR="00E0544E" w:rsidRPr="007818BD">
        <w:t>m</w:t>
      </w:r>
      <w:r w:rsidR="00E0544E" w:rsidRPr="007818BD">
        <w:t>munion entre ta mère et moi</w:t>
      </w:r>
      <w:r>
        <w:t xml:space="preserve">… </w:t>
      </w:r>
      <w:r w:rsidR="00E0544E" w:rsidRPr="007818BD">
        <w:t>Ce rêve était un rêve</w:t>
      </w:r>
      <w:r>
        <w:t xml:space="preserve">, </w:t>
      </w:r>
      <w:r w:rsidR="00E0544E" w:rsidRPr="007818BD">
        <w:t>et rien de plus</w:t>
      </w:r>
      <w:r>
        <w:t xml:space="preserve">… </w:t>
      </w:r>
      <w:r w:rsidR="00E0544E" w:rsidRPr="007818BD">
        <w:t>Devant le tombeau</w:t>
      </w:r>
      <w:r>
        <w:t xml:space="preserve">, </w:t>
      </w:r>
      <w:r w:rsidR="00E0544E" w:rsidRPr="007818BD">
        <w:t>je comprends enfin qu</w:t>
      </w:r>
      <w:r>
        <w:t>’</w:t>
      </w:r>
      <w:r w:rsidR="00E0544E" w:rsidRPr="007818BD">
        <w:t>à travers les portes du tombeau est la véritable initiation de la sainteté et de la sagesse</w:t>
      </w:r>
      <w:r>
        <w:t xml:space="preserve">… </w:t>
      </w:r>
      <w:proofErr w:type="spellStart"/>
      <w:r w:rsidR="00E0544E" w:rsidRPr="007818BD">
        <w:t>Au delà</w:t>
      </w:r>
      <w:proofErr w:type="spellEnd"/>
      <w:r w:rsidR="00E0544E" w:rsidRPr="007818BD">
        <w:t xml:space="preserve"> de ces portes</w:t>
      </w:r>
      <w:r>
        <w:t xml:space="preserve">, </w:t>
      </w:r>
      <w:r w:rsidR="00E0544E" w:rsidRPr="007818BD">
        <w:t>pèlerins bien-aimés</w:t>
      </w:r>
      <w:r>
        <w:t xml:space="preserve">, </w:t>
      </w:r>
      <w:r w:rsidR="00E0544E" w:rsidRPr="007818BD">
        <w:t>je vous attends tous deux</w:t>
      </w:r>
      <w:r>
        <w:t>. »</w:t>
      </w:r>
    </w:p>
    <w:p w14:paraId="46997A89" w14:textId="4901FE55" w:rsidR="00E8465A" w:rsidRDefault="00E0544E" w:rsidP="00E0544E">
      <w:r w:rsidRPr="007818BD">
        <w:t>Courbé sur ses chiffres et sur sa cabale</w:t>
      </w:r>
      <w:r w:rsidR="00E8465A">
        <w:t xml:space="preserve">, </w:t>
      </w:r>
      <w:r w:rsidRPr="007818BD">
        <w:t>seul dans sa cellule</w:t>
      </w:r>
      <w:r w:rsidR="00E8465A">
        <w:t xml:space="preserve">, </w:t>
      </w:r>
      <w:r w:rsidRPr="007818BD">
        <w:t>au milieu des débris de Rome</w:t>
      </w:r>
      <w:r w:rsidR="00E8465A">
        <w:t xml:space="preserve">, </w:t>
      </w:r>
      <w:proofErr w:type="spellStart"/>
      <w:r w:rsidRPr="007818BD">
        <w:t>Mejnour</w:t>
      </w:r>
      <w:proofErr w:type="spellEnd"/>
      <w:r w:rsidRPr="007818BD">
        <w:t xml:space="preserve"> tressaillit</w:t>
      </w:r>
      <w:r w:rsidR="00E8465A">
        <w:t xml:space="preserve">, </w:t>
      </w:r>
      <w:r w:rsidRPr="007818BD">
        <w:t>leva les yeux et</w:t>
      </w:r>
      <w:r w:rsidR="00E8465A">
        <w:t xml:space="preserve">, </w:t>
      </w:r>
      <w:r w:rsidRPr="007818BD">
        <w:t>à travers l</w:t>
      </w:r>
      <w:r w:rsidR="00E8465A">
        <w:t>’</w:t>
      </w:r>
      <w:r w:rsidRPr="007818BD">
        <w:t>esprit</w:t>
      </w:r>
      <w:r w:rsidR="00E8465A">
        <w:t xml:space="preserve">, </w:t>
      </w:r>
      <w:r w:rsidRPr="007818BD">
        <w:t>sentit que l</w:t>
      </w:r>
      <w:r w:rsidR="00E8465A">
        <w:t>’</w:t>
      </w:r>
      <w:r w:rsidRPr="007818BD">
        <w:t>esprit de son ami éloigné s</w:t>
      </w:r>
      <w:r w:rsidR="00E8465A">
        <w:t>’</w:t>
      </w:r>
      <w:r w:rsidRPr="007818BD">
        <w:t>adressait à lui</w:t>
      </w:r>
      <w:r w:rsidR="00E8465A">
        <w:t>.</w:t>
      </w:r>
    </w:p>
    <w:p w14:paraId="1AF9568F" w14:textId="7BA36653" w:rsidR="00E0544E" w:rsidRPr="007818BD" w:rsidRDefault="00E8465A" w:rsidP="00E0544E">
      <w:r>
        <w:t>« </w:t>
      </w:r>
      <w:r w:rsidR="00E0544E" w:rsidRPr="007818BD">
        <w:t>Et à toi aussi</w:t>
      </w:r>
      <w:r>
        <w:t xml:space="preserve">, </w:t>
      </w:r>
      <w:r w:rsidR="00E0544E" w:rsidRPr="007818BD">
        <w:t>adieu à jamais sur cette terre</w:t>
      </w:r>
      <w:r>
        <w:t xml:space="preserve"> ! </w:t>
      </w:r>
      <w:r w:rsidR="00E0544E" w:rsidRPr="007818BD">
        <w:t>Ton dernier compagnon te délaisse</w:t>
      </w:r>
      <w:r>
        <w:t xml:space="preserve">. </w:t>
      </w:r>
      <w:r w:rsidR="00E0544E" w:rsidRPr="007818BD">
        <w:t>Ta vieillesse survit à toute jeunesse</w:t>
      </w:r>
      <w:r>
        <w:t xml:space="preserve"> : </w:t>
      </w:r>
      <w:r w:rsidR="00E0544E" w:rsidRPr="007818BD">
        <w:t>et le dernier jour te trouvera encore méditant sur nos tombeaux</w:t>
      </w:r>
      <w:r>
        <w:t xml:space="preserve">. </w:t>
      </w:r>
      <w:r w:rsidR="00E0544E" w:rsidRPr="007818BD">
        <w:t>Je descends librement dans la région des ténèbres</w:t>
      </w:r>
      <w:r>
        <w:t xml:space="preserve">. </w:t>
      </w:r>
      <w:r w:rsidR="00E0544E" w:rsidRPr="007818BD">
        <w:t>Mais</w:t>
      </w:r>
      <w:r>
        <w:t xml:space="preserve">, </w:t>
      </w:r>
      <w:r w:rsidR="00E0544E" w:rsidRPr="007818BD">
        <w:t>du fond de la tombe</w:t>
      </w:r>
      <w:r>
        <w:t xml:space="preserve">, </w:t>
      </w:r>
      <w:r w:rsidR="00E0544E" w:rsidRPr="007818BD">
        <w:t>de nouveaux soleils</w:t>
      </w:r>
      <w:r>
        <w:t xml:space="preserve">, </w:t>
      </w:r>
      <w:r w:rsidR="00E0544E" w:rsidRPr="007818BD">
        <w:t>de nouveaux systèmes</w:t>
      </w:r>
      <w:r>
        <w:t xml:space="preserve">, </w:t>
      </w:r>
      <w:r w:rsidR="00E0544E" w:rsidRPr="007818BD">
        <w:t>brillent autour de nous</w:t>
      </w:r>
      <w:r>
        <w:t xml:space="preserve">. </w:t>
      </w:r>
      <w:r w:rsidR="00E0544E" w:rsidRPr="007818BD">
        <w:t>Je vais vers une région où les âmes de ceux à qui je sacrifie mon enveloppe mortelle seront mes co</w:t>
      </w:r>
      <w:r w:rsidR="00E0544E" w:rsidRPr="007818BD">
        <w:t>m</w:t>
      </w:r>
      <w:r w:rsidR="00E0544E" w:rsidRPr="007818BD">
        <w:t>pagnes dans une éternelle jeunesse</w:t>
      </w:r>
      <w:r>
        <w:t xml:space="preserve">. </w:t>
      </w:r>
      <w:r w:rsidR="00E0544E" w:rsidRPr="007818BD">
        <w:t>Je reconnais à la fin la vér</w:t>
      </w:r>
      <w:r w:rsidR="00E0544E" w:rsidRPr="007818BD">
        <w:t>i</w:t>
      </w:r>
      <w:r w:rsidR="00E0544E" w:rsidRPr="007818BD">
        <w:t>table épreuve</w:t>
      </w:r>
      <w:r>
        <w:t xml:space="preserve">, </w:t>
      </w:r>
      <w:r w:rsidR="00E0544E" w:rsidRPr="007818BD">
        <w:t>la véritable victoire</w:t>
      </w:r>
      <w:r>
        <w:t xml:space="preserve">… </w:t>
      </w:r>
      <w:proofErr w:type="spellStart"/>
      <w:r w:rsidR="00E0544E" w:rsidRPr="007818BD">
        <w:t>Mejnour</w:t>
      </w:r>
      <w:proofErr w:type="spellEnd"/>
      <w:r>
        <w:t xml:space="preserve">, </w:t>
      </w:r>
      <w:r w:rsidR="00E0544E" w:rsidRPr="007818BD">
        <w:t>jette au vent ton élixir</w:t>
      </w:r>
      <w:r>
        <w:t xml:space="preserve"> ; </w:t>
      </w:r>
      <w:r w:rsidR="00E0544E" w:rsidRPr="007818BD">
        <w:t>dépose le fardeau des années</w:t>
      </w:r>
      <w:r>
        <w:t xml:space="preserve"> ! </w:t>
      </w:r>
      <w:r w:rsidR="00E0544E" w:rsidRPr="007818BD">
        <w:lastRenderedPageBreak/>
        <w:t>Partout où peut errer ton âme</w:t>
      </w:r>
      <w:r>
        <w:t xml:space="preserve">, </w:t>
      </w:r>
      <w:r w:rsidR="00E0544E" w:rsidRPr="007818BD">
        <w:t>l</w:t>
      </w:r>
      <w:r>
        <w:t>’</w:t>
      </w:r>
      <w:r w:rsidR="00E0544E" w:rsidRPr="007818BD">
        <w:t>âme éternelle de toutes choses est là pour la prot</w:t>
      </w:r>
      <w:r w:rsidR="00E0544E" w:rsidRPr="007818BD">
        <w:t>é</w:t>
      </w:r>
      <w:r w:rsidR="00E0544E" w:rsidRPr="007818BD">
        <w:t>ger</w:t>
      </w:r>
      <w:r>
        <w:t> ! »</w:t>
      </w:r>
    </w:p>
    <w:p w14:paraId="2B7FD8E7" w14:textId="77777777" w:rsidR="00E8465A" w:rsidRDefault="00E0544E" w:rsidP="00E8465A">
      <w:pPr>
        <w:pStyle w:val="Titre2"/>
        <w:pageBreakBefore/>
      </w:pPr>
      <w:bookmarkStart w:id="86" w:name="_Toc199963134"/>
      <w:r w:rsidRPr="007818BD">
        <w:lastRenderedPageBreak/>
        <w:t>CHAPITRE</w:t>
      </w:r>
      <w:r w:rsidR="00E8465A">
        <w:t xml:space="preserve"> </w:t>
      </w:r>
      <w:r w:rsidRPr="007818BD">
        <w:t>XV</w:t>
      </w:r>
      <w:r w:rsidR="00E8465A">
        <w:t>.</w:t>
      </w:r>
      <w:bookmarkEnd w:id="86"/>
    </w:p>
    <w:p w14:paraId="0DC1F185" w14:textId="77777777" w:rsidR="00E8465A" w:rsidRDefault="00E0544E" w:rsidP="00E0544E">
      <w:pPr>
        <w:pStyle w:val="NormalRetraitGauche4XIndent0"/>
        <w:spacing w:before="0" w:after="0"/>
        <w:rPr>
          <w:rStyle w:val="Taille-1Caracteres"/>
        </w:rPr>
      </w:pPr>
      <w:r w:rsidRPr="007818BD">
        <w:rPr>
          <w:rStyle w:val="Taille-1Caracteres"/>
        </w:rPr>
        <w:t>Ils ne veulent plus perdre un moment d</w:t>
      </w:r>
      <w:r w:rsidR="00E8465A">
        <w:rPr>
          <w:rStyle w:val="Taille-1Caracteres"/>
        </w:rPr>
        <w:t>’</w:t>
      </w:r>
      <w:r w:rsidRPr="007818BD">
        <w:rPr>
          <w:rStyle w:val="Taille-1Caracteres"/>
        </w:rPr>
        <w:t>une nuit si précieuse</w:t>
      </w:r>
      <w:r w:rsidR="00E8465A">
        <w:rPr>
          <w:rStyle w:val="Taille-1Caracteres"/>
        </w:rPr>
        <w:t>.</w:t>
      </w:r>
    </w:p>
    <w:p w14:paraId="6B9F0741" w14:textId="2B4B95E3" w:rsidR="00E8465A" w:rsidRDefault="00E8465A" w:rsidP="000200A6">
      <w:pPr>
        <w:ind w:firstLine="0"/>
        <w:jc w:val="right"/>
        <w:rPr>
          <w:rStyle w:val="Taille-1Caracteres"/>
        </w:rPr>
      </w:pPr>
      <w:r>
        <w:rPr>
          <w:rStyle w:val="Taille-1Caracteres"/>
        </w:rPr>
        <w:t>(</w:t>
      </w:r>
      <w:r w:rsidR="00E0544E" w:rsidRPr="007818BD">
        <w:rPr>
          <w:rStyle w:val="Taille-1Caracteres"/>
        </w:rPr>
        <w:t>LACRETELLE</w:t>
      </w:r>
      <w:r>
        <w:rPr>
          <w:rStyle w:val="Taille-1Caracteres"/>
        </w:rPr>
        <w:t>.)</w:t>
      </w:r>
    </w:p>
    <w:p w14:paraId="6F5152F7" w14:textId="77777777" w:rsidR="00E8465A" w:rsidRDefault="00E0544E" w:rsidP="00E0544E">
      <w:r w:rsidRPr="007818BD">
        <w:t>La nuit était fort avancée quand René-François Dumas</w:t>
      </w:r>
      <w:r w:rsidR="00E8465A">
        <w:t xml:space="preserve">, </w:t>
      </w:r>
      <w:r w:rsidRPr="007818BD">
        <w:t>président du tribunal révolutionnaire</w:t>
      </w:r>
      <w:r w:rsidR="00E8465A">
        <w:t xml:space="preserve">, </w:t>
      </w:r>
      <w:r w:rsidRPr="007818BD">
        <w:t>de retour du club des j</w:t>
      </w:r>
      <w:r w:rsidRPr="007818BD">
        <w:t>a</w:t>
      </w:r>
      <w:r w:rsidRPr="007818BD">
        <w:t>cobins</w:t>
      </w:r>
      <w:r w:rsidR="00E8465A">
        <w:t xml:space="preserve">, </w:t>
      </w:r>
      <w:r w:rsidRPr="007818BD">
        <w:t>rentra dans son cabinet</w:t>
      </w:r>
      <w:r w:rsidR="00E8465A">
        <w:t xml:space="preserve">. </w:t>
      </w:r>
      <w:r w:rsidRPr="007818BD">
        <w:t>Il était accompagné de deux hommes qui représentaient</w:t>
      </w:r>
      <w:r w:rsidR="00E8465A">
        <w:t xml:space="preserve">, </w:t>
      </w:r>
      <w:r w:rsidRPr="007818BD">
        <w:t>à eux deux</w:t>
      </w:r>
      <w:r w:rsidR="00E8465A">
        <w:t xml:space="preserve">, </w:t>
      </w:r>
      <w:r w:rsidRPr="007818BD">
        <w:t>la force morale et la force physique du règne de la Terreur</w:t>
      </w:r>
      <w:r w:rsidR="00E8465A">
        <w:t xml:space="preserve"> : </w:t>
      </w:r>
      <w:r w:rsidRPr="007818BD">
        <w:t>Fouquier-Tinville</w:t>
      </w:r>
      <w:r w:rsidR="00E8465A">
        <w:t xml:space="preserve">, </w:t>
      </w:r>
      <w:r w:rsidRPr="007818BD">
        <w:t>l</w:t>
      </w:r>
      <w:r w:rsidR="00E8465A">
        <w:t>’</w:t>
      </w:r>
      <w:r w:rsidRPr="007818BD">
        <w:t>accusateur public</w:t>
      </w:r>
      <w:r w:rsidR="00E8465A">
        <w:t xml:space="preserve">, </w:t>
      </w:r>
      <w:r w:rsidRPr="007818BD">
        <w:t>et François Henriot</w:t>
      </w:r>
      <w:r w:rsidR="00E8465A">
        <w:t xml:space="preserve">, </w:t>
      </w:r>
      <w:r w:rsidRPr="007818BD">
        <w:t>le général de la garde nationale de Paris</w:t>
      </w:r>
      <w:r w:rsidR="00E8465A">
        <w:t xml:space="preserve">. </w:t>
      </w:r>
      <w:r w:rsidRPr="007818BD">
        <w:t>Ce triumvirat formidable était réuni pour d</w:t>
      </w:r>
      <w:r w:rsidRPr="007818BD">
        <w:t>é</w:t>
      </w:r>
      <w:r w:rsidRPr="007818BD">
        <w:t>libérer sur les mesures à prendre pour le lendemain</w:t>
      </w:r>
      <w:r w:rsidR="00E8465A">
        <w:t xml:space="preserve"> ; </w:t>
      </w:r>
      <w:r w:rsidRPr="007818BD">
        <w:t>et les trois sorcières fatidiques</w:t>
      </w:r>
      <w:r w:rsidR="00E8465A">
        <w:t xml:space="preserve">, </w:t>
      </w:r>
      <w:r w:rsidRPr="007818BD">
        <w:t>penchées sur leur chaudière infernale</w:t>
      </w:r>
      <w:r w:rsidR="00E8465A">
        <w:t xml:space="preserve">, </w:t>
      </w:r>
      <w:r w:rsidRPr="007818BD">
        <w:t>étaient animées d</w:t>
      </w:r>
      <w:r w:rsidR="00E8465A">
        <w:t>’</w:t>
      </w:r>
      <w:r w:rsidRPr="007818BD">
        <w:t>un esprit moins sinistre</w:t>
      </w:r>
      <w:r w:rsidR="00E8465A">
        <w:t xml:space="preserve">, </w:t>
      </w:r>
      <w:r w:rsidRPr="007818BD">
        <w:t>et occupées de de</w:t>
      </w:r>
      <w:r w:rsidRPr="007818BD">
        <w:t>s</w:t>
      </w:r>
      <w:r w:rsidRPr="007818BD">
        <w:t>seins moins exécrables que ces trois héros de la Révolution dans leurs projets de massacres</w:t>
      </w:r>
      <w:r w:rsidR="00E8465A">
        <w:t>.</w:t>
      </w:r>
    </w:p>
    <w:p w14:paraId="06C6C06F" w14:textId="77777777" w:rsidR="00E8465A" w:rsidRDefault="00E0544E" w:rsidP="00E0544E">
      <w:r w:rsidRPr="007818BD">
        <w:t>Dumas avait peu changé depuis l</w:t>
      </w:r>
      <w:r w:rsidR="00E8465A">
        <w:t>’</w:t>
      </w:r>
      <w:r w:rsidRPr="007818BD">
        <w:t>époque où</w:t>
      </w:r>
      <w:r w:rsidR="00E8465A">
        <w:t xml:space="preserve">, </w:t>
      </w:r>
      <w:r w:rsidRPr="007818BD">
        <w:t>au début de ce récit</w:t>
      </w:r>
      <w:r w:rsidR="00E8465A">
        <w:t xml:space="preserve">, </w:t>
      </w:r>
      <w:r w:rsidRPr="007818BD">
        <w:t>nous l</w:t>
      </w:r>
      <w:r w:rsidR="00E8465A">
        <w:t>’</w:t>
      </w:r>
      <w:r w:rsidRPr="007818BD">
        <w:t>avons fait connaître au lecteur</w:t>
      </w:r>
      <w:r w:rsidR="00E8465A">
        <w:t xml:space="preserve"> : </w:t>
      </w:r>
      <w:r w:rsidRPr="007818BD">
        <w:t>il avait cependant dans son ton quelque chose de plus sec et de plus sévère</w:t>
      </w:r>
      <w:r w:rsidR="00E8465A">
        <w:t xml:space="preserve"> ; </w:t>
      </w:r>
      <w:r w:rsidRPr="007818BD">
        <w:t>et son œil était plus égaré et plus mobile que jamais</w:t>
      </w:r>
      <w:r w:rsidR="00E8465A">
        <w:t xml:space="preserve">. </w:t>
      </w:r>
      <w:r w:rsidRPr="007818BD">
        <w:t>Mais à côté de ses compagnons il semblait presque un être d</w:t>
      </w:r>
      <w:r w:rsidR="00E8465A">
        <w:t>’</w:t>
      </w:r>
      <w:r w:rsidRPr="007818BD">
        <w:t>un ordre supérieur</w:t>
      </w:r>
      <w:r w:rsidR="00E8465A">
        <w:t xml:space="preserve">. </w:t>
      </w:r>
      <w:r w:rsidRPr="007818BD">
        <w:t>René Dumas</w:t>
      </w:r>
      <w:r w:rsidR="00E8465A">
        <w:t xml:space="preserve">, </w:t>
      </w:r>
      <w:r w:rsidRPr="007818BD">
        <w:t>né de parents respectables</w:t>
      </w:r>
      <w:r w:rsidR="00E8465A">
        <w:t xml:space="preserve">, </w:t>
      </w:r>
      <w:r w:rsidRPr="007818BD">
        <w:t>et bien élevé</w:t>
      </w:r>
      <w:r w:rsidR="00E8465A">
        <w:t xml:space="preserve">, </w:t>
      </w:r>
      <w:r w:rsidRPr="007818BD">
        <w:t>ne ma</w:t>
      </w:r>
      <w:r w:rsidRPr="007818BD">
        <w:t>n</w:t>
      </w:r>
      <w:r w:rsidRPr="007818BD">
        <w:t>quait pas</w:t>
      </w:r>
      <w:r w:rsidR="00E8465A">
        <w:t xml:space="preserve">, </w:t>
      </w:r>
      <w:r w:rsidRPr="007818BD">
        <w:t>malgré sa férocité</w:t>
      </w:r>
      <w:r w:rsidR="00E8465A">
        <w:t xml:space="preserve">, </w:t>
      </w:r>
      <w:r w:rsidRPr="007818BD">
        <w:t>d</w:t>
      </w:r>
      <w:r w:rsidR="00E8465A">
        <w:t>’</w:t>
      </w:r>
      <w:r w:rsidRPr="007818BD">
        <w:t>un certain ra</w:t>
      </w:r>
      <w:r w:rsidRPr="007818BD">
        <w:t>f</w:t>
      </w:r>
      <w:r w:rsidRPr="007818BD">
        <w:t>finement de ton qui le faisait mieux encore agréer de son maître</w:t>
      </w:r>
      <w:r w:rsidR="00E8465A">
        <w:t xml:space="preserve">, </w:t>
      </w:r>
      <w:r w:rsidRPr="007818BD">
        <w:t>précis et cérém</w:t>
      </w:r>
      <w:r w:rsidRPr="007818BD">
        <w:t>o</w:t>
      </w:r>
      <w:r w:rsidRPr="007818BD">
        <w:t>nieux</w:t>
      </w:r>
      <w:r w:rsidR="00E8465A">
        <w:t xml:space="preserve">. </w:t>
      </w:r>
      <w:r w:rsidRPr="007818BD">
        <w:t>Dumas était un merveilleux à sa manière</w:t>
      </w:r>
      <w:r w:rsidR="00E8465A">
        <w:t xml:space="preserve"> ; </w:t>
      </w:r>
      <w:r w:rsidRPr="007818BD">
        <w:t xml:space="preserve">son costume des beaux jours était un habit </w:t>
      </w:r>
      <w:r w:rsidRPr="007818BD">
        <w:rPr>
          <w:i/>
          <w:iCs/>
        </w:rPr>
        <w:t>rouge-sang</w:t>
      </w:r>
      <w:r w:rsidR="00E8465A">
        <w:t xml:space="preserve">, </w:t>
      </w:r>
      <w:r w:rsidRPr="007818BD">
        <w:t>avec des manchettes de la plus fine dentelle</w:t>
      </w:r>
      <w:r w:rsidR="00E8465A">
        <w:t xml:space="preserve">. </w:t>
      </w:r>
      <w:r w:rsidRPr="007818BD">
        <w:t>Henriot avait été tour à tour laquais</w:t>
      </w:r>
      <w:r w:rsidR="00E8465A">
        <w:t xml:space="preserve">, </w:t>
      </w:r>
      <w:r w:rsidRPr="007818BD">
        <w:t>v</w:t>
      </w:r>
      <w:r w:rsidRPr="007818BD">
        <w:t>o</w:t>
      </w:r>
      <w:r w:rsidRPr="007818BD">
        <w:t>leur et espion de police</w:t>
      </w:r>
      <w:r w:rsidR="00E8465A">
        <w:t xml:space="preserve">. </w:t>
      </w:r>
      <w:r w:rsidRPr="007818BD">
        <w:t>Il avait bu le sang de la princesse de Lamballe</w:t>
      </w:r>
      <w:r w:rsidR="00E8465A">
        <w:t xml:space="preserve">, </w:t>
      </w:r>
      <w:r w:rsidRPr="007818BD">
        <w:t>et ne devait qu</w:t>
      </w:r>
      <w:r w:rsidR="00E8465A">
        <w:t>’</w:t>
      </w:r>
      <w:r w:rsidRPr="007818BD">
        <w:t>à sa férocité brutale le rang qu</w:t>
      </w:r>
      <w:r w:rsidR="00E8465A">
        <w:t>’</w:t>
      </w:r>
      <w:r w:rsidRPr="007818BD">
        <w:t>il avait acquis</w:t>
      </w:r>
      <w:r w:rsidR="00E8465A">
        <w:t xml:space="preserve">. </w:t>
      </w:r>
      <w:r w:rsidRPr="007818BD">
        <w:t xml:space="preserve">Quant à </w:t>
      </w:r>
      <w:r w:rsidRPr="007818BD">
        <w:lastRenderedPageBreak/>
        <w:t>Fo</w:t>
      </w:r>
      <w:r w:rsidRPr="007818BD">
        <w:t>u</w:t>
      </w:r>
      <w:r w:rsidRPr="007818BD">
        <w:t>quier-Tinville</w:t>
      </w:r>
      <w:r w:rsidR="00E8465A">
        <w:t xml:space="preserve">, </w:t>
      </w:r>
      <w:r w:rsidRPr="007818BD">
        <w:t>fils d</w:t>
      </w:r>
      <w:r w:rsidR="00E8465A">
        <w:t>’</w:t>
      </w:r>
      <w:r w:rsidRPr="007818BD">
        <w:t>un cultivateur de la province</w:t>
      </w:r>
      <w:r w:rsidR="00E8465A">
        <w:t xml:space="preserve">, </w:t>
      </w:r>
      <w:r w:rsidRPr="007818BD">
        <w:t>et plus tard commis au bureau de la police</w:t>
      </w:r>
      <w:r w:rsidR="00E8465A">
        <w:t xml:space="preserve">, </w:t>
      </w:r>
      <w:r w:rsidRPr="007818BD">
        <w:t>il n</w:t>
      </w:r>
      <w:r w:rsidR="00E8465A">
        <w:t>’</w:t>
      </w:r>
      <w:r w:rsidRPr="007818BD">
        <w:t>était guère moins grossier de manières</w:t>
      </w:r>
      <w:r w:rsidR="00E8465A">
        <w:t xml:space="preserve">, </w:t>
      </w:r>
      <w:r w:rsidRPr="007818BD">
        <w:t>il était même plus révoltant encore dans son langage</w:t>
      </w:r>
      <w:r w:rsidR="00E8465A">
        <w:t xml:space="preserve">, </w:t>
      </w:r>
      <w:r w:rsidRPr="007818BD">
        <w:t>grâce à une certaine bouffonnerie r</w:t>
      </w:r>
      <w:r w:rsidRPr="007818BD">
        <w:t>e</w:t>
      </w:r>
      <w:r w:rsidRPr="007818BD">
        <w:t>poussante</w:t>
      </w:r>
      <w:r w:rsidR="00E8465A">
        <w:t xml:space="preserve"> : </w:t>
      </w:r>
      <w:r w:rsidRPr="007818BD">
        <w:t>une tête de ta</w:t>
      </w:r>
      <w:r w:rsidRPr="007818BD">
        <w:t>u</w:t>
      </w:r>
      <w:r w:rsidRPr="007818BD">
        <w:t>reau</w:t>
      </w:r>
      <w:r w:rsidR="00E8465A">
        <w:t xml:space="preserve">, </w:t>
      </w:r>
      <w:r w:rsidRPr="007818BD">
        <w:t>des cheveux noirs et lisses</w:t>
      </w:r>
      <w:r w:rsidR="00E8465A">
        <w:t xml:space="preserve">, </w:t>
      </w:r>
      <w:r w:rsidRPr="007818BD">
        <w:t>un front étroit et livide</w:t>
      </w:r>
      <w:r w:rsidR="00E8465A">
        <w:t xml:space="preserve">, </w:t>
      </w:r>
      <w:r w:rsidRPr="007818BD">
        <w:t>de petits yeux pétillants d</w:t>
      </w:r>
      <w:r w:rsidR="00E8465A">
        <w:t>’</w:t>
      </w:r>
      <w:r w:rsidRPr="007818BD">
        <w:t>une sinistre m</w:t>
      </w:r>
      <w:r w:rsidRPr="007818BD">
        <w:t>a</w:t>
      </w:r>
      <w:r w:rsidRPr="007818BD">
        <w:t>lignité</w:t>
      </w:r>
      <w:r w:rsidR="00E8465A">
        <w:t xml:space="preserve">, </w:t>
      </w:r>
      <w:r w:rsidRPr="007818BD">
        <w:t>fortement et grossièrement bâti</w:t>
      </w:r>
      <w:r w:rsidR="00E8465A">
        <w:t xml:space="preserve">, </w:t>
      </w:r>
      <w:r w:rsidRPr="007818BD">
        <w:t>il avait bien l</w:t>
      </w:r>
      <w:r w:rsidR="00E8465A">
        <w:t>’</w:t>
      </w:r>
      <w:r w:rsidRPr="007818BD">
        <w:t>apparence de ce qu</w:t>
      </w:r>
      <w:r w:rsidR="00E8465A">
        <w:t>’</w:t>
      </w:r>
      <w:r w:rsidRPr="007818BD">
        <w:t>il était</w:t>
      </w:r>
      <w:r w:rsidR="00E8465A">
        <w:t xml:space="preserve">, </w:t>
      </w:r>
      <w:r w:rsidRPr="007818BD">
        <w:t>l</w:t>
      </w:r>
      <w:r w:rsidR="00E8465A">
        <w:t>’</w:t>
      </w:r>
      <w:r w:rsidRPr="007818BD">
        <w:t>audacieux et burlesque bourreau d</w:t>
      </w:r>
      <w:r w:rsidR="00E8465A">
        <w:t>’</w:t>
      </w:r>
      <w:r w:rsidRPr="007818BD">
        <w:t>un tribunal sans justice et sans p</w:t>
      </w:r>
      <w:r w:rsidRPr="007818BD">
        <w:t>i</w:t>
      </w:r>
      <w:r w:rsidRPr="007818BD">
        <w:t>tié</w:t>
      </w:r>
      <w:r w:rsidR="00E8465A">
        <w:t>.</w:t>
      </w:r>
    </w:p>
    <w:p w14:paraId="1F1E358D" w14:textId="77777777" w:rsidR="00E8465A" w:rsidRDefault="00E0544E" w:rsidP="00E0544E">
      <w:r w:rsidRPr="007818BD">
        <w:t>Dumas ranima sa lampe et jeta ses regards sur la liste des victimes du lendemain</w:t>
      </w:r>
      <w:r w:rsidR="00E8465A">
        <w:t>.</w:t>
      </w:r>
    </w:p>
    <w:p w14:paraId="430A2277" w14:textId="77777777" w:rsidR="00E8465A" w:rsidRDefault="00E8465A" w:rsidP="00E0544E">
      <w:r>
        <w:t>« </w:t>
      </w:r>
      <w:r w:rsidR="00E0544E" w:rsidRPr="007818BD">
        <w:t>C</w:t>
      </w:r>
      <w:r>
        <w:t>’</w:t>
      </w:r>
      <w:r w:rsidR="00E0544E" w:rsidRPr="007818BD">
        <w:t>est une longue liste</w:t>
      </w:r>
      <w:r>
        <w:t xml:space="preserve">, </w:t>
      </w:r>
      <w:r w:rsidR="00E0544E" w:rsidRPr="007818BD">
        <w:t>dit le président</w:t>
      </w:r>
      <w:r>
        <w:t xml:space="preserve"> ; </w:t>
      </w:r>
      <w:r w:rsidR="00E0544E" w:rsidRPr="007818BD">
        <w:t>quatre-vingts j</w:t>
      </w:r>
      <w:r w:rsidR="00E0544E" w:rsidRPr="007818BD">
        <w:t>u</w:t>
      </w:r>
      <w:r w:rsidR="00E0544E" w:rsidRPr="007818BD">
        <w:t>gements en un jour</w:t>
      </w:r>
      <w:r>
        <w:t xml:space="preserve"> ! </w:t>
      </w:r>
      <w:r w:rsidR="00E0544E" w:rsidRPr="007818BD">
        <w:t>Et les ordres de Robespierre sont pérem</w:t>
      </w:r>
      <w:r w:rsidR="00E0544E" w:rsidRPr="007818BD">
        <w:t>p</w:t>
      </w:r>
      <w:r w:rsidR="00E0544E" w:rsidRPr="007818BD">
        <w:t>toires</w:t>
      </w:r>
      <w:r>
        <w:t xml:space="preserve"> : </w:t>
      </w:r>
      <w:r w:rsidR="00E0544E" w:rsidRPr="007818BD">
        <w:t>il faut que toute la fournée soit exp</w:t>
      </w:r>
      <w:r w:rsidR="00E0544E" w:rsidRPr="007818BD">
        <w:t>é</w:t>
      </w:r>
      <w:r w:rsidR="00E0544E" w:rsidRPr="007818BD">
        <w:t>diée</w:t>
      </w:r>
      <w:r>
        <w:t>.</w:t>
      </w:r>
    </w:p>
    <w:p w14:paraId="00FB552B" w14:textId="77777777" w:rsidR="00E8465A" w:rsidRDefault="00E8465A" w:rsidP="00E0544E">
      <w:r>
        <w:t>— </w:t>
      </w:r>
      <w:r w:rsidR="00E0544E" w:rsidRPr="007818BD">
        <w:t>Bah</w:t>
      </w:r>
      <w:r>
        <w:t xml:space="preserve"> ! </w:t>
      </w:r>
      <w:r w:rsidR="00E0544E" w:rsidRPr="007818BD">
        <w:t>s</w:t>
      </w:r>
      <w:r>
        <w:t>’</w:t>
      </w:r>
      <w:r w:rsidR="00E0544E" w:rsidRPr="007818BD">
        <w:t xml:space="preserve">écria </w:t>
      </w:r>
      <w:proofErr w:type="spellStart"/>
      <w:r w:rsidR="00E0544E" w:rsidRPr="007818BD">
        <w:t>Fouquier</w:t>
      </w:r>
      <w:proofErr w:type="spellEnd"/>
      <w:r w:rsidR="00E0544E" w:rsidRPr="007818BD">
        <w:t xml:space="preserve"> avec un rire bruyant et grossier</w:t>
      </w:r>
      <w:r>
        <w:t xml:space="preserve">, </w:t>
      </w:r>
      <w:r w:rsidR="00E0544E" w:rsidRPr="007818BD">
        <w:t>nous les jugerons en masse</w:t>
      </w:r>
      <w:r>
        <w:t xml:space="preserve">. </w:t>
      </w:r>
      <w:r w:rsidR="00E0544E" w:rsidRPr="007818BD">
        <w:t>Je sais l</w:t>
      </w:r>
      <w:r>
        <w:t>’</w:t>
      </w:r>
      <w:r w:rsidR="00E0544E" w:rsidRPr="007818BD">
        <w:t>art d</w:t>
      </w:r>
      <w:r>
        <w:t>’</w:t>
      </w:r>
      <w:r w:rsidR="00E0544E" w:rsidRPr="007818BD">
        <w:t>éclairer un jury</w:t>
      </w:r>
      <w:r>
        <w:t xml:space="preserve"> : </w:t>
      </w:r>
      <w:r w:rsidR="00E0544E" w:rsidRPr="007818BD">
        <w:rPr>
          <w:i/>
          <w:iCs/>
        </w:rPr>
        <w:t>Je pense</w:t>
      </w:r>
      <w:r>
        <w:rPr>
          <w:i/>
          <w:iCs/>
        </w:rPr>
        <w:t xml:space="preserve">, </w:t>
      </w:r>
      <w:r w:rsidR="00E0544E" w:rsidRPr="007818BD">
        <w:rPr>
          <w:i/>
          <w:iCs/>
        </w:rPr>
        <w:t>citoyens</w:t>
      </w:r>
      <w:r>
        <w:rPr>
          <w:i/>
          <w:iCs/>
        </w:rPr>
        <w:t xml:space="preserve">, </w:t>
      </w:r>
      <w:r w:rsidR="00E0544E" w:rsidRPr="007818BD">
        <w:rPr>
          <w:i/>
          <w:iCs/>
        </w:rPr>
        <w:t>que vous êtes convaincus du crime des acc</w:t>
      </w:r>
      <w:r w:rsidR="00E0544E" w:rsidRPr="007818BD">
        <w:rPr>
          <w:i/>
          <w:iCs/>
        </w:rPr>
        <w:t>u</w:t>
      </w:r>
      <w:r w:rsidR="00E0544E" w:rsidRPr="007818BD">
        <w:rPr>
          <w:i/>
          <w:iCs/>
        </w:rPr>
        <w:t>sés</w:t>
      </w:r>
      <w:r>
        <w:rPr>
          <w:i/>
          <w:iCs/>
        </w:rPr>
        <w:t xml:space="preserve"> ? </w:t>
      </w:r>
      <w:r w:rsidR="00E0544E" w:rsidRPr="007818BD">
        <w:t>Ha</w:t>
      </w:r>
      <w:r>
        <w:t xml:space="preserve"> ! </w:t>
      </w:r>
      <w:r w:rsidR="00E0544E" w:rsidRPr="007818BD">
        <w:t>ha</w:t>
      </w:r>
      <w:r>
        <w:t xml:space="preserve"> ! </w:t>
      </w:r>
      <w:r w:rsidR="00E0544E" w:rsidRPr="007818BD">
        <w:t xml:space="preserve">plus </w:t>
      </w:r>
      <w:proofErr w:type="spellStart"/>
      <w:r w:rsidR="00E0544E" w:rsidRPr="007818BD">
        <w:t>là</w:t>
      </w:r>
      <w:proofErr w:type="spellEnd"/>
      <w:r w:rsidR="00E0544E" w:rsidRPr="007818BD">
        <w:t xml:space="preserve"> liste est longue</w:t>
      </w:r>
      <w:r>
        <w:t xml:space="preserve">, </w:t>
      </w:r>
      <w:r w:rsidR="00E0544E" w:rsidRPr="007818BD">
        <w:t>plus est courte la besogne</w:t>
      </w:r>
      <w:r>
        <w:t>.</w:t>
      </w:r>
    </w:p>
    <w:p w14:paraId="088DE842" w14:textId="77777777" w:rsidR="00E8465A" w:rsidRDefault="00E8465A" w:rsidP="00E0544E">
      <w:r>
        <w:t>— </w:t>
      </w:r>
      <w:r w:rsidR="00E0544E" w:rsidRPr="007818BD">
        <w:t>Sans doute</w:t>
      </w:r>
      <w:r>
        <w:t xml:space="preserve">, </w:t>
      </w:r>
      <w:r w:rsidR="00E0544E" w:rsidRPr="007818BD">
        <w:t>grommela avec un juron Henriot à moitié ivre comme toujours</w:t>
      </w:r>
      <w:r>
        <w:t xml:space="preserve">, </w:t>
      </w:r>
      <w:r w:rsidR="00E0544E" w:rsidRPr="007818BD">
        <w:t>renversé dans un fauteuil</w:t>
      </w:r>
      <w:r>
        <w:t xml:space="preserve">, </w:t>
      </w:r>
      <w:r w:rsidR="00E0544E" w:rsidRPr="007818BD">
        <w:t>et labourant la table de ses éperons</w:t>
      </w:r>
      <w:r>
        <w:t xml:space="preserve">. </w:t>
      </w:r>
      <w:r w:rsidR="00E0544E" w:rsidRPr="007818BD">
        <w:t xml:space="preserve">Le petit </w:t>
      </w:r>
      <w:proofErr w:type="spellStart"/>
      <w:r w:rsidR="00E0544E" w:rsidRPr="007818BD">
        <w:t>Tinville</w:t>
      </w:r>
      <w:proofErr w:type="spellEnd"/>
      <w:r w:rsidR="00E0544E" w:rsidRPr="007818BD">
        <w:t xml:space="preserve"> est un homme expéditif</w:t>
      </w:r>
      <w:r>
        <w:t>.</w:t>
      </w:r>
    </w:p>
    <w:p w14:paraId="5E1D3195" w14:textId="77777777" w:rsidR="00E8465A" w:rsidRDefault="00E8465A" w:rsidP="00E0544E">
      <w:r>
        <w:t>— </w:t>
      </w:r>
      <w:r w:rsidR="00E0544E" w:rsidRPr="007818BD">
        <w:t>Citoyen Henriot</w:t>
      </w:r>
      <w:r>
        <w:t xml:space="preserve">, </w:t>
      </w:r>
      <w:r w:rsidR="00E0544E" w:rsidRPr="007818BD">
        <w:t>dit gravement Dumas</w:t>
      </w:r>
      <w:r>
        <w:t xml:space="preserve">, </w:t>
      </w:r>
      <w:r w:rsidR="00E0544E" w:rsidRPr="007818BD">
        <w:t>permets-moi de te prier de choisir un autre tabouret</w:t>
      </w:r>
      <w:r>
        <w:t xml:space="preserve"> ; </w:t>
      </w:r>
      <w:r w:rsidR="00E0544E" w:rsidRPr="007818BD">
        <w:t>et quant au reste</w:t>
      </w:r>
      <w:r>
        <w:t xml:space="preserve">, </w:t>
      </w:r>
      <w:r w:rsidR="00E0544E" w:rsidRPr="007818BD">
        <w:t>laisse-moi te rappeler que demain est un jour crit</w:t>
      </w:r>
      <w:r w:rsidR="00E0544E" w:rsidRPr="007818BD">
        <w:t>i</w:t>
      </w:r>
      <w:r w:rsidR="00E0544E" w:rsidRPr="007818BD">
        <w:t>que et important</w:t>
      </w:r>
      <w:r>
        <w:t xml:space="preserve">, </w:t>
      </w:r>
      <w:r w:rsidR="00E0544E" w:rsidRPr="007818BD">
        <w:t>un jour qui décidera du sort de la France</w:t>
      </w:r>
      <w:r>
        <w:t>.</w:t>
      </w:r>
    </w:p>
    <w:p w14:paraId="41E18170" w14:textId="4713CFF1" w:rsidR="00E0544E" w:rsidRPr="007818BD" w:rsidRDefault="00E8465A" w:rsidP="00E0544E">
      <w:r>
        <w:t>— </w:t>
      </w:r>
      <w:r w:rsidR="00E0544E" w:rsidRPr="007818BD">
        <w:t>Foin de la petite France</w:t>
      </w:r>
      <w:r>
        <w:t xml:space="preserve"> ! </w:t>
      </w:r>
      <w:r w:rsidR="00E0544E" w:rsidRPr="007818BD">
        <w:t>Vive le vertueux Robespierre</w:t>
      </w:r>
      <w:r>
        <w:t xml:space="preserve"> ! </w:t>
      </w:r>
      <w:r w:rsidR="00E0544E" w:rsidRPr="007818BD">
        <w:t>la colonne de la République</w:t>
      </w:r>
      <w:r>
        <w:t xml:space="preserve"> ! </w:t>
      </w:r>
      <w:r w:rsidR="00E0544E" w:rsidRPr="007818BD">
        <w:t>au diable ce bavardage</w:t>
      </w:r>
      <w:r>
        <w:t xml:space="preserve"> ! </w:t>
      </w:r>
      <w:r w:rsidR="00E0544E" w:rsidRPr="007818BD">
        <w:t>cela me dessèche le gosier</w:t>
      </w:r>
      <w:r>
        <w:t xml:space="preserve">. </w:t>
      </w:r>
      <w:r w:rsidR="00E0544E" w:rsidRPr="007818BD">
        <w:t>N</w:t>
      </w:r>
      <w:r>
        <w:t>’</w:t>
      </w:r>
      <w:r w:rsidR="00E0544E" w:rsidRPr="007818BD">
        <w:t>as-tu plus d</w:t>
      </w:r>
      <w:r>
        <w:t>’</w:t>
      </w:r>
      <w:r w:rsidR="00E0544E" w:rsidRPr="007818BD">
        <w:t>eau-de-vie dans ce petit pl</w:t>
      </w:r>
      <w:r w:rsidR="00E0544E" w:rsidRPr="007818BD">
        <w:t>a</w:t>
      </w:r>
      <w:r w:rsidR="00E0544E" w:rsidRPr="007818BD">
        <w:t>card</w:t>
      </w:r>
      <w:r>
        <w:t> ? »</w:t>
      </w:r>
    </w:p>
    <w:p w14:paraId="320A5EE5" w14:textId="77777777" w:rsidR="00E8465A" w:rsidRDefault="00E0544E" w:rsidP="00E0544E">
      <w:r w:rsidRPr="007818BD">
        <w:lastRenderedPageBreak/>
        <w:t xml:space="preserve">Dumas et </w:t>
      </w:r>
      <w:proofErr w:type="spellStart"/>
      <w:r w:rsidRPr="007818BD">
        <w:t>Tinville</w:t>
      </w:r>
      <w:proofErr w:type="spellEnd"/>
      <w:r w:rsidRPr="007818BD">
        <w:t xml:space="preserve"> échangèrent un regard de dégoût</w:t>
      </w:r>
      <w:r w:rsidR="00E8465A">
        <w:t xml:space="preserve">. </w:t>
      </w:r>
      <w:r w:rsidRPr="007818BD">
        <w:t>D</w:t>
      </w:r>
      <w:r w:rsidRPr="007818BD">
        <w:t>u</w:t>
      </w:r>
      <w:r w:rsidRPr="007818BD">
        <w:t>mas leva les épaules et r</w:t>
      </w:r>
      <w:r w:rsidRPr="007818BD">
        <w:t>é</w:t>
      </w:r>
      <w:r w:rsidRPr="007818BD">
        <w:t>pliqua</w:t>
      </w:r>
      <w:r w:rsidR="00E8465A">
        <w:t> :</w:t>
      </w:r>
    </w:p>
    <w:p w14:paraId="0D02E9C4" w14:textId="77777777" w:rsidR="00E8465A" w:rsidRDefault="00E8465A" w:rsidP="00E0544E">
      <w:r>
        <w:t>« </w:t>
      </w:r>
      <w:r w:rsidR="00E0544E" w:rsidRPr="007818BD">
        <w:t>C</w:t>
      </w:r>
      <w:r>
        <w:t>’</w:t>
      </w:r>
      <w:r w:rsidR="00E0544E" w:rsidRPr="007818BD">
        <w:t>est pour te dire de te méfier de l</w:t>
      </w:r>
      <w:r>
        <w:t>’</w:t>
      </w:r>
      <w:r w:rsidR="00E0544E" w:rsidRPr="007818BD">
        <w:t>eau-de-vie</w:t>
      </w:r>
      <w:r>
        <w:t xml:space="preserve">, </w:t>
      </w:r>
      <w:r w:rsidR="00E0544E" w:rsidRPr="007818BD">
        <w:t>citoyen g</w:t>
      </w:r>
      <w:r w:rsidR="00E0544E" w:rsidRPr="007818BD">
        <w:t>é</w:t>
      </w:r>
      <w:r w:rsidR="00E0544E" w:rsidRPr="007818BD">
        <w:t>néral Henriot</w:t>
      </w:r>
      <w:r>
        <w:t xml:space="preserve">, </w:t>
      </w:r>
      <w:r w:rsidR="00E0544E" w:rsidRPr="007818BD">
        <w:t>que je t</w:t>
      </w:r>
      <w:r>
        <w:t>’</w:t>
      </w:r>
      <w:r w:rsidR="00E0544E" w:rsidRPr="007818BD">
        <w:t>ai donné rendez-vous ici</w:t>
      </w:r>
      <w:r>
        <w:t xml:space="preserve">. </w:t>
      </w:r>
      <w:r w:rsidR="00E0544E" w:rsidRPr="007818BD">
        <w:t>Écoute-moi</w:t>
      </w:r>
      <w:r>
        <w:t xml:space="preserve">, </w:t>
      </w:r>
      <w:r w:rsidR="00E0544E" w:rsidRPr="007818BD">
        <w:t>si tu peux</w:t>
      </w:r>
      <w:r>
        <w:t>.</w:t>
      </w:r>
    </w:p>
    <w:p w14:paraId="6CD97AD6" w14:textId="77777777" w:rsidR="00E8465A" w:rsidRDefault="00E8465A" w:rsidP="00E0544E">
      <w:r>
        <w:t>— </w:t>
      </w:r>
      <w:r w:rsidR="00E0544E" w:rsidRPr="007818BD">
        <w:t>Parle toujours</w:t>
      </w:r>
      <w:r>
        <w:t xml:space="preserve"> ; </w:t>
      </w:r>
      <w:r w:rsidR="00E0544E" w:rsidRPr="007818BD">
        <w:t>ton métier est de parler</w:t>
      </w:r>
      <w:r>
        <w:t xml:space="preserve">, </w:t>
      </w:r>
      <w:r w:rsidR="00E0544E" w:rsidRPr="007818BD">
        <w:t>le mien est de me battre et de boire</w:t>
      </w:r>
      <w:r>
        <w:t>.</w:t>
      </w:r>
    </w:p>
    <w:p w14:paraId="35C0F9E8" w14:textId="77777777" w:rsidR="00E8465A" w:rsidRDefault="00E8465A" w:rsidP="00E0544E">
      <w:r>
        <w:t>— </w:t>
      </w:r>
      <w:r w:rsidR="00E0544E" w:rsidRPr="007818BD">
        <w:t>Je te disais donc que demain la populace sera dans la rue</w:t>
      </w:r>
      <w:r>
        <w:t xml:space="preserve"> ; </w:t>
      </w:r>
      <w:r w:rsidR="00E0544E" w:rsidRPr="007818BD">
        <w:t>toutes les factions seront soulevées</w:t>
      </w:r>
      <w:r>
        <w:t xml:space="preserve">. </w:t>
      </w:r>
      <w:r w:rsidR="00E0544E" w:rsidRPr="007818BD">
        <w:t>Il est assez probable qu</w:t>
      </w:r>
      <w:r>
        <w:t>’</w:t>
      </w:r>
      <w:r w:rsidR="00E0544E" w:rsidRPr="007818BD">
        <w:t>on cherchera à arrêter nos tombereaux dans leur marche vers la guillotine</w:t>
      </w:r>
      <w:r>
        <w:t xml:space="preserve">. </w:t>
      </w:r>
      <w:r w:rsidR="00E0544E" w:rsidRPr="007818BD">
        <w:t>Que tes hommes soient en armes et prêts à marcher</w:t>
      </w:r>
      <w:r>
        <w:t xml:space="preserve">, </w:t>
      </w:r>
      <w:r w:rsidR="00E0544E" w:rsidRPr="007818BD">
        <w:t>et sabre sans miséricorde quiconque encombrera les rues</w:t>
      </w:r>
      <w:r>
        <w:t>.</w:t>
      </w:r>
    </w:p>
    <w:p w14:paraId="007ADA51" w14:textId="77777777" w:rsidR="00E8465A" w:rsidRDefault="00E8465A" w:rsidP="00E0544E">
      <w:r>
        <w:t>— </w:t>
      </w:r>
      <w:r w:rsidR="00E0544E" w:rsidRPr="007818BD">
        <w:t>Je comprends</w:t>
      </w:r>
      <w:r>
        <w:t xml:space="preserve"> ; </w:t>
      </w:r>
      <w:r w:rsidR="00E0544E" w:rsidRPr="007818BD">
        <w:t>dit Henriot en frappant son sabre avec une violence qui fit trembler Dumas</w:t>
      </w:r>
      <w:r>
        <w:t xml:space="preserve">. </w:t>
      </w:r>
      <w:r w:rsidR="00E0544E" w:rsidRPr="007818BD">
        <w:t>Le noir Henriot n</w:t>
      </w:r>
      <w:r>
        <w:t>’</w:t>
      </w:r>
      <w:r w:rsidR="00E0544E" w:rsidRPr="007818BD">
        <w:t>est pas tendre</w:t>
      </w:r>
      <w:r>
        <w:t>.</w:t>
      </w:r>
    </w:p>
    <w:p w14:paraId="5C4398E2" w14:textId="77777777" w:rsidR="00E8465A" w:rsidRDefault="00E8465A" w:rsidP="00E0544E">
      <w:r>
        <w:t>— </w:t>
      </w:r>
      <w:r w:rsidR="00E0544E" w:rsidRPr="007818BD">
        <w:t>Prends garde</w:t>
      </w:r>
      <w:r>
        <w:t xml:space="preserve">, </w:t>
      </w:r>
      <w:r w:rsidR="00E0544E" w:rsidRPr="007818BD">
        <w:t>citoyen</w:t>
      </w:r>
      <w:r>
        <w:t xml:space="preserve">, </w:t>
      </w:r>
      <w:r w:rsidR="00E0544E" w:rsidRPr="007818BD">
        <w:t>prends garde</w:t>
      </w:r>
      <w:r>
        <w:t xml:space="preserve">. </w:t>
      </w:r>
      <w:r w:rsidR="00E0544E" w:rsidRPr="007818BD">
        <w:t>Et écoute</w:t>
      </w:r>
      <w:r>
        <w:t xml:space="preserve">, </w:t>
      </w:r>
      <w:r w:rsidR="00E0544E" w:rsidRPr="007818BD">
        <w:t>ajoutât-il avec une expression grave et sombre</w:t>
      </w:r>
      <w:r>
        <w:t xml:space="preserve">, </w:t>
      </w:r>
      <w:r w:rsidR="00E0544E" w:rsidRPr="007818BD">
        <w:t>si tu tiens à conserver ta tête sur tes épaules</w:t>
      </w:r>
      <w:r>
        <w:t xml:space="preserve">, </w:t>
      </w:r>
      <w:r w:rsidR="00E0544E" w:rsidRPr="007818BD">
        <w:t>méfie-toi</w:t>
      </w:r>
      <w:r>
        <w:t xml:space="preserve">, </w:t>
      </w:r>
      <w:r w:rsidR="00E0544E" w:rsidRPr="007818BD">
        <w:t>de l</w:t>
      </w:r>
      <w:r>
        <w:t>’</w:t>
      </w:r>
      <w:r w:rsidR="00E0544E" w:rsidRPr="007818BD">
        <w:t>eau-de-vie</w:t>
      </w:r>
      <w:r>
        <w:t>.</w:t>
      </w:r>
    </w:p>
    <w:p w14:paraId="03DE516A" w14:textId="04160828" w:rsidR="00E0544E" w:rsidRPr="007818BD" w:rsidRDefault="00E8465A" w:rsidP="00E0544E">
      <w:r>
        <w:t>— </w:t>
      </w:r>
      <w:r w:rsidR="00E0544E" w:rsidRPr="007818BD">
        <w:t>Ma tête</w:t>
      </w:r>
      <w:r>
        <w:t xml:space="preserve"> ! </w:t>
      </w:r>
      <w:r w:rsidR="00E0544E" w:rsidRPr="007818BD">
        <w:t>oses-tu menacer le général de l</w:t>
      </w:r>
      <w:r>
        <w:t>’</w:t>
      </w:r>
      <w:r w:rsidR="00E0544E" w:rsidRPr="007818BD">
        <w:t>armée de P</w:t>
      </w:r>
      <w:r w:rsidR="00E0544E" w:rsidRPr="007818BD">
        <w:t>a</w:t>
      </w:r>
      <w:r w:rsidR="00E0544E" w:rsidRPr="007818BD">
        <w:t>ris</w:t>
      </w:r>
      <w:r>
        <w:t> ? »</w:t>
      </w:r>
    </w:p>
    <w:p w14:paraId="2CB2CC44" w14:textId="77777777" w:rsidR="00E8465A" w:rsidRDefault="00E0544E" w:rsidP="00E0544E">
      <w:r w:rsidRPr="007818BD">
        <w:t>Dumas</w:t>
      </w:r>
      <w:r w:rsidR="00E8465A">
        <w:t xml:space="preserve">, </w:t>
      </w:r>
      <w:r w:rsidRPr="007818BD">
        <w:t>positif</w:t>
      </w:r>
      <w:r w:rsidR="00E8465A">
        <w:t xml:space="preserve">, </w:t>
      </w:r>
      <w:r w:rsidRPr="007818BD">
        <w:t>atrabilaire et arrogant comme Robespierre</w:t>
      </w:r>
      <w:r w:rsidR="00E8465A">
        <w:t xml:space="preserve">, </w:t>
      </w:r>
      <w:r w:rsidRPr="007818BD">
        <w:t>allait répondre</w:t>
      </w:r>
      <w:r w:rsidR="00E8465A">
        <w:t xml:space="preserve"> ; </w:t>
      </w:r>
      <w:r w:rsidRPr="007818BD">
        <w:t xml:space="preserve">mais </w:t>
      </w:r>
      <w:proofErr w:type="spellStart"/>
      <w:r w:rsidRPr="007818BD">
        <w:t>Tinville</w:t>
      </w:r>
      <w:proofErr w:type="spellEnd"/>
      <w:r w:rsidR="00E8465A">
        <w:t xml:space="preserve">, </w:t>
      </w:r>
      <w:r w:rsidRPr="007818BD">
        <w:t>plus habile</w:t>
      </w:r>
      <w:r w:rsidR="00E8465A">
        <w:t xml:space="preserve">, </w:t>
      </w:r>
      <w:r w:rsidRPr="007818BD">
        <w:t>lui posa la main sur le bras et se tourna vers le général</w:t>
      </w:r>
      <w:r w:rsidR="00E8465A">
        <w:t> :</w:t>
      </w:r>
    </w:p>
    <w:p w14:paraId="4E4F40BC" w14:textId="284CFDD6" w:rsidR="00E0544E" w:rsidRPr="007818BD" w:rsidRDefault="00E8465A" w:rsidP="00E0544E">
      <w:r>
        <w:t>« </w:t>
      </w:r>
      <w:r w:rsidR="00E0544E" w:rsidRPr="007818BD">
        <w:t>Mon cher Henriot</w:t>
      </w:r>
      <w:r>
        <w:t xml:space="preserve">, </w:t>
      </w:r>
      <w:r w:rsidR="00E0544E" w:rsidRPr="007818BD">
        <w:t>dit-il</w:t>
      </w:r>
      <w:r>
        <w:t xml:space="preserve">, </w:t>
      </w:r>
      <w:r w:rsidR="00E0544E" w:rsidRPr="007818BD">
        <w:t>ton indomptable civisme</w:t>
      </w:r>
      <w:r>
        <w:t xml:space="preserve">, </w:t>
      </w:r>
      <w:r w:rsidR="00E0544E" w:rsidRPr="007818BD">
        <w:t>trop prompt à la provocation</w:t>
      </w:r>
      <w:r>
        <w:t xml:space="preserve">, </w:t>
      </w:r>
      <w:r w:rsidR="00E0544E" w:rsidRPr="007818BD">
        <w:t>doit apprendre à recevoir une observ</w:t>
      </w:r>
      <w:r w:rsidR="00E0544E" w:rsidRPr="007818BD">
        <w:t>a</w:t>
      </w:r>
      <w:r w:rsidR="00E0544E" w:rsidRPr="007818BD">
        <w:t>tion du représentant de la loi républicaine</w:t>
      </w:r>
      <w:r>
        <w:t xml:space="preserve">. </w:t>
      </w:r>
      <w:r w:rsidR="00E0544E" w:rsidRPr="007818BD">
        <w:t>Sérieusement</w:t>
      </w:r>
      <w:r>
        <w:t xml:space="preserve">, </w:t>
      </w:r>
      <w:r w:rsidR="00E0544E" w:rsidRPr="007818BD">
        <w:t>mon cher</w:t>
      </w:r>
      <w:r>
        <w:t xml:space="preserve">, </w:t>
      </w:r>
      <w:r w:rsidR="00E0544E" w:rsidRPr="007818BD">
        <w:t>il faut que tu sois sobre pendant trois ou quatre jours</w:t>
      </w:r>
      <w:r>
        <w:t xml:space="preserve"> ; </w:t>
      </w:r>
      <w:r w:rsidR="00E0544E" w:rsidRPr="007818BD">
        <w:t>quand la crise sera passée</w:t>
      </w:r>
      <w:r>
        <w:t xml:space="preserve">, </w:t>
      </w:r>
      <w:r w:rsidR="00E0544E" w:rsidRPr="007818BD">
        <w:t xml:space="preserve">toi et moi nous viderons </w:t>
      </w:r>
      <w:r w:rsidR="00E0544E" w:rsidRPr="007818BD">
        <w:lastRenderedPageBreak/>
        <w:t>une boutei</w:t>
      </w:r>
      <w:r w:rsidR="00E0544E" w:rsidRPr="007818BD">
        <w:t>l</w:t>
      </w:r>
      <w:r w:rsidR="00E0544E" w:rsidRPr="007818BD">
        <w:t>le ensemble</w:t>
      </w:r>
      <w:r>
        <w:t xml:space="preserve">. </w:t>
      </w:r>
      <w:r w:rsidR="00E0544E" w:rsidRPr="007818BD">
        <w:t>Allons</w:t>
      </w:r>
      <w:r>
        <w:t xml:space="preserve">, </w:t>
      </w:r>
      <w:r w:rsidR="00E0544E" w:rsidRPr="007818BD">
        <w:t>Dumas</w:t>
      </w:r>
      <w:r>
        <w:t xml:space="preserve">, </w:t>
      </w:r>
      <w:r w:rsidR="00E0544E" w:rsidRPr="007818BD">
        <w:t>relâche-toi un peu de ta rigueur et serre la main de notre ami</w:t>
      </w:r>
      <w:r>
        <w:t xml:space="preserve">. </w:t>
      </w:r>
      <w:r w:rsidR="00E0544E" w:rsidRPr="007818BD">
        <w:t>Pas de querelle entre nous</w:t>
      </w:r>
      <w:r>
        <w:t>. »</w:t>
      </w:r>
    </w:p>
    <w:p w14:paraId="28D28D00" w14:textId="77777777" w:rsidR="00E8465A" w:rsidRDefault="00E0544E" w:rsidP="00E0544E">
      <w:r w:rsidRPr="007818BD">
        <w:t>Dumas hésita</w:t>
      </w:r>
      <w:r w:rsidR="00E8465A">
        <w:t xml:space="preserve">, </w:t>
      </w:r>
      <w:r w:rsidRPr="007818BD">
        <w:t>tendit la main</w:t>
      </w:r>
      <w:r w:rsidR="00E8465A">
        <w:t xml:space="preserve"> : </w:t>
      </w:r>
      <w:r w:rsidRPr="007818BD">
        <w:t>le soudard la saisit</w:t>
      </w:r>
      <w:r w:rsidR="00E8465A">
        <w:t xml:space="preserve"> ; </w:t>
      </w:r>
      <w:r w:rsidRPr="007818BD">
        <w:t>des larmes d</w:t>
      </w:r>
      <w:r w:rsidR="00E8465A">
        <w:t>’</w:t>
      </w:r>
      <w:r w:rsidRPr="007818BD">
        <w:t>attendrissement vineux succédèrent à son courroux</w:t>
      </w:r>
      <w:r w:rsidR="00E8465A">
        <w:t xml:space="preserve">, </w:t>
      </w:r>
      <w:r w:rsidRPr="007818BD">
        <w:t>il sanglota et prodigua</w:t>
      </w:r>
      <w:r w:rsidR="00E8465A">
        <w:t xml:space="preserve">, </w:t>
      </w:r>
      <w:r w:rsidRPr="007818BD">
        <w:t>entre plusieurs hoquets</w:t>
      </w:r>
      <w:r w:rsidR="00E8465A">
        <w:t xml:space="preserve">, </w:t>
      </w:r>
      <w:r w:rsidRPr="007818BD">
        <w:t>des protestations de civisme et des promesses de tempérance</w:t>
      </w:r>
      <w:r w:rsidR="00E8465A">
        <w:t>.</w:t>
      </w:r>
    </w:p>
    <w:p w14:paraId="073E6D63" w14:textId="77777777" w:rsidR="00E8465A" w:rsidRDefault="00E8465A" w:rsidP="00E0544E">
      <w:r>
        <w:t>« </w:t>
      </w:r>
      <w:r w:rsidR="00E0544E" w:rsidRPr="007818BD">
        <w:t>C</w:t>
      </w:r>
      <w:r>
        <w:t>’</w:t>
      </w:r>
      <w:r w:rsidR="00E0544E" w:rsidRPr="007818BD">
        <w:t>est bien</w:t>
      </w:r>
      <w:r>
        <w:t xml:space="preserve"> ; </w:t>
      </w:r>
      <w:r w:rsidR="00E0544E" w:rsidRPr="007818BD">
        <w:t>nous comptons sur toi</w:t>
      </w:r>
      <w:r>
        <w:t xml:space="preserve">, </w:t>
      </w:r>
      <w:r w:rsidR="00E0544E" w:rsidRPr="007818BD">
        <w:t>général</w:t>
      </w:r>
      <w:r>
        <w:t xml:space="preserve">, </w:t>
      </w:r>
      <w:r w:rsidR="00E0544E" w:rsidRPr="007818BD">
        <w:t>dit Dumas</w:t>
      </w:r>
      <w:r>
        <w:t xml:space="preserve"> ; </w:t>
      </w:r>
      <w:r w:rsidR="00E0544E" w:rsidRPr="007818BD">
        <w:t>et maintenant</w:t>
      </w:r>
      <w:r>
        <w:t xml:space="preserve">, </w:t>
      </w:r>
      <w:r w:rsidR="00E0544E" w:rsidRPr="007818BD">
        <w:t>comme il faudra être vigoureux demain</w:t>
      </w:r>
      <w:r>
        <w:t xml:space="preserve">, </w:t>
      </w:r>
      <w:r w:rsidR="00E0544E" w:rsidRPr="007818BD">
        <w:t>rentre chez toi</w:t>
      </w:r>
      <w:r>
        <w:t xml:space="preserve">, </w:t>
      </w:r>
      <w:r w:rsidR="00E0544E" w:rsidRPr="007818BD">
        <w:t>et dors bien</w:t>
      </w:r>
      <w:r>
        <w:t>.</w:t>
      </w:r>
    </w:p>
    <w:p w14:paraId="256C89A7" w14:textId="77777777" w:rsidR="00E8465A" w:rsidRDefault="00E8465A" w:rsidP="00E0544E">
      <w:r>
        <w:t>— </w:t>
      </w:r>
      <w:r w:rsidR="00E0544E" w:rsidRPr="007818BD">
        <w:t>Oui</w:t>
      </w:r>
      <w:r>
        <w:t xml:space="preserve">, </w:t>
      </w:r>
      <w:r w:rsidR="00E0544E" w:rsidRPr="007818BD">
        <w:t>je te pardonne</w:t>
      </w:r>
      <w:r>
        <w:t xml:space="preserve">, </w:t>
      </w:r>
      <w:r w:rsidR="00E0544E" w:rsidRPr="007818BD">
        <w:t>Dumas</w:t>
      </w:r>
      <w:r>
        <w:t xml:space="preserve">, </w:t>
      </w:r>
      <w:r w:rsidR="00E0544E" w:rsidRPr="007818BD">
        <w:t>je te pardonne</w:t>
      </w:r>
      <w:r>
        <w:t xml:space="preserve">. </w:t>
      </w:r>
      <w:r w:rsidR="00E0544E" w:rsidRPr="007818BD">
        <w:t>Je ne suis pas rancunier</w:t>
      </w:r>
      <w:r>
        <w:t xml:space="preserve">, </w:t>
      </w:r>
      <w:r w:rsidR="00E0544E" w:rsidRPr="007818BD">
        <w:t>moi</w:t>
      </w:r>
      <w:r>
        <w:t xml:space="preserve"> ! </w:t>
      </w:r>
      <w:r w:rsidR="00E0544E" w:rsidRPr="007818BD">
        <w:t>Mais quand un homme me menace</w:t>
      </w:r>
      <w:r>
        <w:t xml:space="preserve">, </w:t>
      </w:r>
      <w:r w:rsidR="00E0544E" w:rsidRPr="007818BD">
        <w:t>quand un homme m</w:t>
      </w:r>
      <w:r>
        <w:t>’</w:t>
      </w:r>
      <w:r w:rsidR="00E0544E" w:rsidRPr="007818BD">
        <w:t>insulte</w:t>
      </w:r>
      <w:r>
        <w:t>… »</w:t>
      </w:r>
      <w:r w:rsidR="00E0544E" w:rsidRPr="007818BD">
        <w:t xml:space="preserve"> Et déjà</w:t>
      </w:r>
      <w:r>
        <w:t xml:space="preserve">, </w:t>
      </w:r>
      <w:r w:rsidR="00E0544E" w:rsidRPr="007818BD">
        <w:t>sous la mobile influence de l</w:t>
      </w:r>
      <w:r>
        <w:t>’</w:t>
      </w:r>
      <w:r w:rsidR="00E0544E" w:rsidRPr="007818BD">
        <w:t>ivresse</w:t>
      </w:r>
      <w:r>
        <w:t xml:space="preserve">, </w:t>
      </w:r>
      <w:r w:rsidR="00E0544E" w:rsidRPr="007818BD">
        <w:t>ses yeux lançaient des éclairs à travers leurs larmes b</w:t>
      </w:r>
      <w:r w:rsidR="00E0544E" w:rsidRPr="007818BD">
        <w:t>a</w:t>
      </w:r>
      <w:r w:rsidR="00E0544E" w:rsidRPr="007818BD">
        <w:t>chiques</w:t>
      </w:r>
      <w:r>
        <w:t>.</w:t>
      </w:r>
    </w:p>
    <w:p w14:paraId="50659613" w14:textId="77777777" w:rsidR="00E8465A" w:rsidRDefault="00E0544E" w:rsidP="00E0544E">
      <w:proofErr w:type="spellStart"/>
      <w:r w:rsidRPr="007818BD">
        <w:t>Fouquier</w:t>
      </w:r>
      <w:proofErr w:type="spellEnd"/>
      <w:r w:rsidRPr="007818BD">
        <w:t xml:space="preserve"> réussit non sans peine à calmer cette brute et à l</w:t>
      </w:r>
      <w:r w:rsidR="00E8465A">
        <w:t>’</w:t>
      </w:r>
      <w:r w:rsidRPr="007818BD">
        <w:t>emmener</w:t>
      </w:r>
      <w:r w:rsidR="00E8465A">
        <w:t xml:space="preserve">. </w:t>
      </w:r>
      <w:r w:rsidRPr="007818BD">
        <w:t>Mais lui</w:t>
      </w:r>
      <w:r w:rsidR="00E8465A">
        <w:t xml:space="preserve">, </w:t>
      </w:r>
      <w:r w:rsidRPr="007818BD">
        <w:t>comme une bête féroce qui voit échapper sa proie</w:t>
      </w:r>
      <w:r w:rsidR="00E8465A">
        <w:t xml:space="preserve">, </w:t>
      </w:r>
      <w:r w:rsidRPr="007818BD">
        <w:t>grogna et murmura en descendant lourdement l</w:t>
      </w:r>
      <w:r w:rsidR="00E8465A">
        <w:t>’</w:t>
      </w:r>
      <w:r w:rsidRPr="007818BD">
        <w:t>escalier</w:t>
      </w:r>
      <w:r w:rsidR="00E8465A">
        <w:t xml:space="preserve">. </w:t>
      </w:r>
      <w:r w:rsidRPr="007818BD">
        <w:t>Un cavalier promenait dans la rue le cheval de son g</w:t>
      </w:r>
      <w:r w:rsidRPr="007818BD">
        <w:t>é</w:t>
      </w:r>
      <w:r w:rsidRPr="007818BD">
        <w:t>néral</w:t>
      </w:r>
      <w:r w:rsidR="00E8465A">
        <w:t xml:space="preserve"> ; </w:t>
      </w:r>
      <w:r w:rsidRPr="007818BD">
        <w:t>celui-ci attendait à la porte que le soldat lui amenât sa monture</w:t>
      </w:r>
      <w:r w:rsidR="00E8465A">
        <w:t xml:space="preserve">, </w:t>
      </w:r>
      <w:r w:rsidRPr="007818BD">
        <w:t>et à ce moment même un inconnu l</w:t>
      </w:r>
      <w:r w:rsidR="00E8465A">
        <w:t>’</w:t>
      </w:r>
      <w:r w:rsidRPr="007818BD">
        <w:t>aborda</w:t>
      </w:r>
      <w:r w:rsidR="00E8465A">
        <w:t>.</w:t>
      </w:r>
    </w:p>
    <w:p w14:paraId="4D31618D" w14:textId="77777777" w:rsidR="00E8465A" w:rsidRDefault="00E8465A" w:rsidP="00E0544E">
      <w:r>
        <w:t>« </w:t>
      </w:r>
      <w:r w:rsidR="00E0544E" w:rsidRPr="007818BD">
        <w:t>Général Henriot</w:t>
      </w:r>
      <w:r>
        <w:t xml:space="preserve">, </w:t>
      </w:r>
      <w:r w:rsidR="00E0544E" w:rsidRPr="007818BD">
        <w:t>j</w:t>
      </w:r>
      <w:r>
        <w:t>’</w:t>
      </w:r>
      <w:r w:rsidR="00E0544E" w:rsidRPr="007818BD">
        <w:t>ai voulu te parler</w:t>
      </w:r>
      <w:r>
        <w:t xml:space="preserve">. </w:t>
      </w:r>
      <w:r w:rsidR="00E0544E" w:rsidRPr="007818BD">
        <w:t>Après Robespierre</w:t>
      </w:r>
      <w:r>
        <w:t xml:space="preserve">, </w:t>
      </w:r>
      <w:r w:rsidR="00E0544E" w:rsidRPr="007818BD">
        <w:t>tu es ou tu dois être l</w:t>
      </w:r>
      <w:r>
        <w:t>’</w:t>
      </w:r>
      <w:r w:rsidR="00E0544E" w:rsidRPr="007818BD">
        <w:t>homme le plus puissant de France</w:t>
      </w:r>
      <w:r>
        <w:t>.</w:t>
      </w:r>
    </w:p>
    <w:p w14:paraId="6F370490" w14:textId="77777777" w:rsidR="00E8465A" w:rsidRDefault="00E8465A" w:rsidP="00E0544E">
      <w:r>
        <w:t>— </w:t>
      </w:r>
      <w:r w:rsidR="00E0544E" w:rsidRPr="007818BD">
        <w:t>Hum</w:t>
      </w:r>
      <w:r>
        <w:t xml:space="preserve"> ! </w:t>
      </w:r>
      <w:r w:rsidR="00E0544E" w:rsidRPr="007818BD">
        <w:t>oui</w:t>
      </w:r>
      <w:r>
        <w:t xml:space="preserve">, </w:t>
      </w:r>
      <w:r w:rsidR="00E0544E" w:rsidRPr="007818BD">
        <w:t>je dois l</w:t>
      </w:r>
      <w:r>
        <w:t>’</w:t>
      </w:r>
      <w:r w:rsidR="00E0544E" w:rsidRPr="007818BD">
        <w:t>être</w:t>
      </w:r>
      <w:r>
        <w:t xml:space="preserve">. </w:t>
      </w:r>
      <w:r w:rsidR="00E0544E" w:rsidRPr="007818BD">
        <w:t>Et après</w:t>
      </w:r>
      <w:r>
        <w:t xml:space="preserve"> ? </w:t>
      </w:r>
      <w:r w:rsidR="00E0544E" w:rsidRPr="007818BD">
        <w:t>Tout le monde n</w:t>
      </w:r>
      <w:r>
        <w:t>’</w:t>
      </w:r>
      <w:r w:rsidR="00E0544E" w:rsidRPr="007818BD">
        <w:t>a pas ce qu</w:t>
      </w:r>
      <w:r>
        <w:t>’</w:t>
      </w:r>
      <w:r w:rsidR="00E0544E" w:rsidRPr="007818BD">
        <w:t>il mérite</w:t>
      </w:r>
      <w:r>
        <w:t> !</w:t>
      </w:r>
    </w:p>
    <w:p w14:paraId="01EEA2D0" w14:textId="77777777" w:rsidR="00E8465A" w:rsidRDefault="00E8465A" w:rsidP="00E0544E">
      <w:r>
        <w:t>— </w:t>
      </w:r>
      <w:r w:rsidR="00E0544E" w:rsidRPr="007818BD">
        <w:t>Chut</w:t>
      </w:r>
      <w:r>
        <w:t xml:space="preserve"> ! </w:t>
      </w:r>
      <w:r w:rsidR="00E0544E" w:rsidRPr="007818BD">
        <w:t>fit l</w:t>
      </w:r>
      <w:r>
        <w:t>’</w:t>
      </w:r>
      <w:r w:rsidR="00E0544E" w:rsidRPr="007818BD">
        <w:t>étranger</w:t>
      </w:r>
      <w:r>
        <w:t xml:space="preserve">. </w:t>
      </w:r>
      <w:r w:rsidR="00E0544E" w:rsidRPr="007818BD">
        <w:t>Ta paye est à peine au niveau de ton rang et de tes besoins</w:t>
      </w:r>
      <w:r>
        <w:t>.</w:t>
      </w:r>
    </w:p>
    <w:p w14:paraId="0B29BC2B" w14:textId="77777777" w:rsidR="00E8465A" w:rsidRDefault="00E8465A" w:rsidP="00E0544E">
      <w:r>
        <w:t>— </w:t>
      </w:r>
      <w:r w:rsidR="00E0544E" w:rsidRPr="007818BD">
        <w:t>C</w:t>
      </w:r>
      <w:r>
        <w:t>’</w:t>
      </w:r>
      <w:r w:rsidR="00E0544E" w:rsidRPr="007818BD">
        <w:t>est vrai</w:t>
      </w:r>
      <w:r>
        <w:t>.</w:t>
      </w:r>
    </w:p>
    <w:p w14:paraId="1E982ED4" w14:textId="77777777" w:rsidR="00E8465A" w:rsidRDefault="00E8465A" w:rsidP="00E0544E">
      <w:r>
        <w:lastRenderedPageBreak/>
        <w:t>— </w:t>
      </w:r>
      <w:r w:rsidR="00E0544E" w:rsidRPr="007818BD">
        <w:t>Même en temps de révolution</w:t>
      </w:r>
      <w:r>
        <w:t xml:space="preserve">, </w:t>
      </w:r>
      <w:r w:rsidR="00E0544E" w:rsidRPr="007818BD">
        <w:t>on songe à ses intérêts</w:t>
      </w:r>
      <w:r>
        <w:t>.</w:t>
      </w:r>
    </w:p>
    <w:p w14:paraId="46809E53" w14:textId="77777777" w:rsidR="00E8465A" w:rsidRDefault="00E8465A" w:rsidP="00E0544E">
      <w:r>
        <w:t>— </w:t>
      </w:r>
      <w:r w:rsidR="00E0544E" w:rsidRPr="007818BD">
        <w:t>Explique-toi</w:t>
      </w:r>
      <w:r>
        <w:t xml:space="preserve">, </w:t>
      </w:r>
      <w:r w:rsidR="00E0544E" w:rsidRPr="007818BD">
        <w:t>que diable</w:t>
      </w:r>
      <w:r>
        <w:t> !</w:t>
      </w:r>
    </w:p>
    <w:p w14:paraId="646A857F" w14:textId="77777777" w:rsidR="00E8465A" w:rsidRDefault="00E8465A" w:rsidP="00E0544E">
      <w:r>
        <w:t>— </w:t>
      </w:r>
      <w:r w:rsidR="00E0544E" w:rsidRPr="007818BD">
        <w:t>J</w:t>
      </w:r>
      <w:r>
        <w:t>’</w:t>
      </w:r>
      <w:r w:rsidR="00E0544E" w:rsidRPr="007818BD">
        <w:t>ai là mille pièces d</w:t>
      </w:r>
      <w:r>
        <w:t>’</w:t>
      </w:r>
      <w:r w:rsidR="00E0544E" w:rsidRPr="007818BD">
        <w:t>or</w:t>
      </w:r>
      <w:r>
        <w:t xml:space="preserve">. </w:t>
      </w:r>
      <w:r w:rsidR="00E0544E" w:rsidRPr="007818BD">
        <w:t>Elles sont à toi si tu veux m</w:t>
      </w:r>
      <w:r>
        <w:t>’</w:t>
      </w:r>
      <w:r w:rsidR="00E0544E" w:rsidRPr="007818BD">
        <w:t>accorder une petite faveur</w:t>
      </w:r>
      <w:r>
        <w:t>.</w:t>
      </w:r>
    </w:p>
    <w:p w14:paraId="6C3F019B" w14:textId="77777777" w:rsidR="00E8465A" w:rsidRDefault="00E8465A" w:rsidP="00E0544E">
      <w:r>
        <w:t>— </w:t>
      </w:r>
      <w:r w:rsidR="00E0544E" w:rsidRPr="007818BD">
        <w:t>Citoyen</w:t>
      </w:r>
      <w:r>
        <w:t xml:space="preserve">, </w:t>
      </w:r>
      <w:r w:rsidR="00E0544E" w:rsidRPr="007818BD">
        <w:t>je l</w:t>
      </w:r>
      <w:r>
        <w:t>’</w:t>
      </w:r>
      <w:r w:rsidR="00E0544E" w:rsidRPr="007818BD">
        <w:t>accorde</w:t>
      </w:r>
      <w:r>
        <w:t xml:space="preserve">, </w:t>
      </w:r>
      <w:r w:rsidR="00E0544E" w:rsidRPr="007818BD">
        <w:t>dit Henriot avec un geste maje</w:t>
      </w:r>
      <w:r w:rsidR="00E0544E" w:rsidRPr="007818BD">
        <w:t>s</w:t>
      </w:r>
      <w:r w:rsidR="00E0544E" w:rsidRPr="007818BD">
        <w:t>tueux</w:t>
      </w:r>
      <w:r>
        <w:t xml:space="preserve">. </w:t>
      </w:r>
      <w:r w:rsidR="00E0544E" w:rsidRPr="007818BD">
        <w:t>Est-ce de dénoncer quelque scélérat qui t</w:t>
      </w:r>
      <w:r>
        <w:t>’</w:t>
      </w:r>
      <w:r w:rsidR="00E0544E" w:rsidRPr="007818BD">
        <w:t>a offensé</w:t>
      </w:r>
      <w:r>
        <w:t> ?</w:t>
      </w:r>
    </w:p>
    <w:p w14:paraId="5CA79DFB" w14:textId="65904F4C" w:rsidR="00E0544E" w:rsidRPr="007818BD" w:rsidRDefault="00E8465A" w:rsidP="00E0544E">
      <w:r>
        <w:t>— </w:t>
      </w:r>
      <w:r w:rsidR="00E0544E" w:rsidRPr="007818BD">
        <w:t>Non</w:t>
      </w:r>
      <w:r>
        <w:t xml:space="preserve">, </w:t>
      </w:r>
      <w:r w:rsidR="00E0544E" w:rsidRPr="007818BD">
        <w:t>simplement d</w:t>
      </w:r>
      <w:r>
        <w:t>’</w:t>
      </w:r>
      <w:r w:rsidR="00E0544E" w:rsidRPr="007818BD">
        <w:t>écrire ces mots au président Dumas</w:t>
      </w:r>
      <w:r>
        <w:t> : « </w:t>
      </w:r>
      <w:r w:rsidR="00E0544E" w:rsidRPr="007818BD">
        <w:t>Laisse entrer le porteur de ces lignes</w:t>
      </w:r>
      <w:r>
        <w:t xml:space="preserve">, </w:t>
      </w:r>
      <w:r w:rsidR="00E0544E" w:rsidRPr="007818BD">
        <w:t>et</w:t>
      </w:r>
      <w:r>
        <w:t xml:space="preserve">, </w:t>
      </w:r>
      <w:r w:rsidR="00E0544E" w:rsidRPr="007818BD">
        <w:t>si tu peux lui acco</w:t>
      </w:r>
      <w:r w:rsidR="00E0544E" w:rsidRPr="007818BD">
        <w:t>r</w:t>
      </w:r>
      <w:r w:rsidR="00E0544E" w:rsidRPr="007818BD">
        <w:t>der sa demande</w:t>
      </w:r>
      <w:r>
        <w:t xml:space="preserve">, </w:t>
      </w:r>
      <w:r w:rsidR="00E0544E" w:rsidRPr="007818BD">
        <w:t>tu obligeras infiniment François Henriot</w:t>
      </w:r>
      <w:r>
        <w:t>. »</w:t>
      </w:r>
    </w:p>
    <w:p w14:paraId="148DF735" w14:textId="77777777" w:rsidR="00E8465A" w:rsidRDefault="00E0544E" w:rsidP="00E0544E">
      <w:r w:rsidRPr="007818BD">
        <w:t>Tout en parlant</w:t>
      </w:r>
      <w:r w:rsidR="00E8465A">
        <w:t xml:space="preserve">, </w:t>
      </w:r>
      <w:r w:rsidRPr="007818BD">
        <w:t>l</w:t>
      </w:r>
      <w:r w:rsidR="00E8465A">
        <w:t>’</w:t>
      </w:r>
      <w:r w:rsidRPr="007818BD">
        <w:t>étranger plaça un crayon et des tablettes entre les mains tre</w:t>
      </w:r>
      <w:r w:rsidRPr="007818BD">
        <w:t>m</w:t>
      </w:r>
      <w:r w:rsidRPr="007818BD">
        <w:t>blantes du soldat</w:t>
      </w:r>
      <w:r w:rsidR="00E8465A">
        <w:t>.</w:t>
      </w:r>
    </w:p>
    <w:p w14:paraId="3E7BF2FA" w14:textId="77777777" w:rsidR="00E8465A" w:rsidRDefault="00E8465A" w:rsidP="00E0544E">
      <w:r>
        <w:t>« </w:t>
      </w:r>
      <w:r w:rsidR="00E0544E" w:rsidRPr="007818BD">
        <w:t>Et l</w:t>
      </w:r>
      <w:r>
        <w:t>’</w:t>
      </w:r>
      <w:r w:rsidR="00E0544E" w:rsidRPr="007818BD">
        <w:t>or</w:t>
      </w:r>
      <w:r>
        <w:t xml:space="preserve">, </w:t>
      </w:r>
      <w:r w:rsidR="00E0544E" w:rsidRPr="007818BD">
        <w:t>où est-il</w:t>
      </w:r>
      <w:r>
        <w:t> ?</w:t>
      </w:r>
    </w:p>
    <w:p w14:paraId="724139A9" w14:textId="25516427" w:rsidR="00E0544E" w:rsidRPr="007818BD" w:rsidRDefault="00E8465A" w:rsidP="00E0544E">
      <w:r>
        <w:t>— </w:t>
      </w:r>
      <w:r w:rsidR="00E0544E" w:rsidRPr="007818BD">
        <w:t>Le voici</w:t>
      </w:r>
      <w:r>
        <w:t> ! »</w:t>
      </w:r>
    </w:p>
    <w:p w14:paraId="1145AE38" w14:textId="77777777" w:rsidR="00E8465A" w:rsidRDefault="00E0544E" w:rsidP="00E0544E">
      <w:r w:rsidRPr="007818BD">
        <w:t>Henriot traça</w:t>
      </w:r>
      <w:r w:rsidR="00E8465A">
        <w:t xml:space="preserve">, </w:t>
      </w:r>
      <w:r w:rsidRPr="007818BD">
        <w:t>non sans peine</w:t>
      </w:r>
      <w:r w:rsidR="00E8465A">
        <w:t xml:space="preserve">, </w:t>
      </w:r>
      <w:r w:rsidRPr="007818BD">
        <w:t>les paroles qui lui étaient dictées</w:t>
      </w:r>
      <w:r w:rsidR="00E8465A">
        <w:t xml:space="preserve">, </w:t>
      </w:r>
      <w:r w:rsidRPr="007818BD">
        <w:t>saisit l</w:t>
      </w:r>
      <w:r w:rsidR="00E8465A">
        <w:t>’</w:t>
      </w:r>
      <w:r w:rsidRPr="007818BD">
        <w:t>or</w:t>
      </w:r>
      <w:r w:rsidR="00E8465A">
        <w:t xml:space="preserve">, </w:t>
      </w:r>
      <w:r w:rsidRPr="007818BD">
        <w:t>monta à cheval et disparut</w:t>
      </w:r>
      <w:r w:rsidR="00E8465A">
        <w:t>.</w:t>
      </w:r>
    </w:p>
    <w:p w14:paraId="67AA549B" w14:textId="77777777" w:rsidR="00E8465A" w:rsidRDefault="00E0544E" w:rsidP="00E0544E">
      <w:proofErr w:type="spellStart"/>
      <w:r w:rsidRPr="007818BD">
        <w:t>Fouquier</w:t>
      </w:r>
      <w:proofErr w:type="spellEnd"/>
      <w:r w:rsidR="00E8465A">
        <w:t xml:space="preserve">, </w:t>
      </w:r>
      <w:r w:rsidRPr="007818BD">
        <w:t>quand il eut refermé la porte sur le général de l</w:t>
      </w:r>
      <w:r w:rsidR="00E8465A">
        <w:t>’</w:t>
      </w:r>
      <w:r w:rsidRPr="007818BD">
        <w:t>armée de Paris</w:t>
      </w:r>
      <w:r w:rsidR="00E8465A">
        <w:t xml:space="preserve">, </w:t>
      </w:r>
      <w:r w:rsidRPr="007818BD">
        <w:t>dit v</w:t>
      </w:r>
      <w:r w:rsidRPr="007818BD">
        <w:t>i</w:t>
      </w:r>
      <w:r w:rsidRPr="007818BD">
        <w:t>vement</w:t>
      </w:r>
      <w:r w:rsidR="00E8465A">
        <w:t> :</w:t>
      </w:r>
    </w:p>
    <w:p w14:paraId="23449736" w14:textId="77777777" w:rsidR="00E8465A" w:rsidRDefault="00E8465A" w:rsidP="00E0544E">
      <w:r>
        <w:t>« </w:t>
      </w:r>
      <w:r w:rsidR="00E0544E" w:rsidRPr="007818BD">
        <w:t>Comment peux-tu être assez insensé pour irriter ce br</w:t>
      </w:r>
      <w:r w:rsidR="00E0544E" w:rsidRPr="007818BD">
        <w:t>i</w:t>
      </w:r>
      <w:r w:rsidR="00E0544E" w:rsidRPr="007818BD">
        <w:t>gand</w:t>
      </w:r>
      <w:r>
        <w:t xml:space="preserve"> ? </w:t>
      </w:r>
      <w:r w:rsidR="00E0544E" w:rsidRPr="007818BD">
        <w:t>Ne sais-tu pas que nos lois ne sont rien</w:t>
      </w:r>
      <w:r>
        <w:t xml:space="preserve">, </w:t>
      </w:r>
      <w:r w:rsidR="00E0544E" w:rsidRPr="007818BD">
        <w:t>sans l</w:t>
      </w:r>
      <w:r>
        <w:t>’</w:t>
      </w:r>
      <w:r w:rsidR="00E0544E" w:rsidRPr="007818BD">
        <w:t>appui m</w:t>
      </w:r>
      <w:r w:rsidR="00E0544E" w:rsidRPr="007818BD">
        <w:t>a</w:t>
      </w:r>
      <w:r w:rsidR="00E0544E" w:rsidRPr="007818BD">
        <w:t>tériel de la garde nationale dont il est le chef</w:t>
      </w:r>
      <w:r>
        <w:t> ?</w:t>
      </w:r>
    </w:p>
    <w:p w14:paraId="07A23B0A" w14:textId="77777777" w:rsidR="00E8465A" w:rsidRDefault="00E8465A" w:rsidP="00E0544E">
      <w:r>
        <w:t>— </w:t>
      </w:r>
      <w:r w:rsidR="00E0544E" w:rsidRPr="007818BD">
        <w:t>Je sais une chose</w:t>
      </w:r>
      <w:r>
        <w:t xml:space="preserve">, </w:t>
      </w:r>
      <w:r w:rsidR="00E0544E" w:rsidRPr="007818BD">
        <w:t>c</w:t>
      </w:r>
      <w:r>
        <w:t>’</w:t>
      </w:r>
      <w:r w:rsidR="00E0544E" w:rsidRPr="007818BD">
        <w:t>est qu</w:t>
      </w:r>
      <w:r>
        <w:t>’</w:t>
      </w:r>
      <w:r w:rsidR="00E0544E" w:rsidRPr="007818BD">
        <w:t>il a fallu que Robespierre fût</w:t>
      </w:r>
      <w:r>
        <w:t xml:space="preserve">, </w:t>
      </w:r>
      <w:r w:rsidR="00E0544E" w:rsidRPr="007818BD">
        <w:t>fou</w:t>
      </w:r>
      <w:r>
        <w:t xml:space="preserve">, </w:t>
      </w:r>
      <w:r w:rsidR="00E0544E" w:rsidRPr="007818BD">
        <w:t>de donner pour chef à cette garde un tel ivrogne</w:t>
      </w:r>
      <w:r>
        <w:t xml:space="preserve"> ; </w:t>
      </w:r>
      <w:r w:rsidR="00E0544E" w:rsidRPr="007818BD">
        <w:t>et rappe</w:t>
      </w:r>
      <w:r w:rsidR="00E0544E" w:rsidRPr="007818BD">
        <w:t>l</w:t>
      </w:r>
      <w:r w:rsidR="00E0544E" w:rsidRPr="007818BD">
        <w:t>le-toi ma prédiction</w:t>
      </w:r>
      <w:r>
        <w:t xml:space="preserve">, </w:t>
      </w:r>
      <w:proofErr w:type="spellStart"/>
      <w:r w:rsidR="00E0544E" w:rsidRPr="007818BD">
        <w:t>Fouquier</w:t>
      </w:r>
      <w:proofErr w:type="spellEnd"/>
      <w:r>
        <w:t xml:space="preserve">, </w:t>
      </w:r>
      <w:r w:rsidR="00E0544E" w:rsidRPr="007818BD">
        <w:t>c</w:t>
      </w:r>
      <w:r>
        <w:t>’</w:t>
      </w:r>
      <w:r w:rsidR="00E0544E" w:rsidRPr="007818BD">
        <w:t>est par l</w:t>
      </w:r>
      <w:r>
        <w:t>’</w:t>
      </w:r>
      <w:r w:rsidR="00E0544E" w:rsidRPr="007818BD">
        <w:t>incapacité et la lâcheté de cet homme que nous périrons</w:t>
      </w:r>
      <w:r>
        <w:t>.</w:t>
      </w:r>
    </w:p>
    <w:p w14:paraId="51735819" w14:textId="77777777" w:rsidR="00E8465A" w:rsidRDefault="00E8465A" w:rsidP="00E0544E">
      <w:r>
        <w:lastRenderedPageBreak/>
        <w:t>— </w:t>
      </w:r>
      <w:r w:rsidR="00E0544E" w:rsidRPr="007818BD">
        <w:t>Il n</w:t>
      </w:r>
      <w:r>
        <w:t>’</w:t>
      </w:r>
      <w:r w:rsidR="00E0544E" w:rsidRPr="007818BD">
        <w:t>en faut pas moins le ménager jusqu</w:t>
      </w:r>
      <w:r>
        <w:t>’</w:t>
      </w:r>
      <w:r w:rsidR="00E0544E" w:rsidRPr="007818BD">
        <w:t>à ce que nous trouvions l</w:t>
      </w:r>
      <w:r>
        <w:t>’</w:t>
      </w:r>
      <w:r w:rsidR="00E0544E" w:rsidRPr="007818BD">
        <w:t>occasion de l</w:t>
      </w:r>
      <w:r>
        <w:t>’</w:t>
      </w:r>
      <w:r w:rsidR="00E0544E" w:rsidRPr="007818BD">
        <w:t>arrêter et de le décapiter</w:t>
      </w:r>
      <w:r>
        <w:t xml:space="preserve">. </w:t>
      </w:r>
      <w:r w:rsidR="00E0544E" w:rsidRPr="007818BD">
        <w:t>Notre sûreté nous force à caresser ceux qui sont au pouvoir</w:t>
      </w:r>
      <w:r>
        <w:t xml:space="preserve">, </w:t>
      </w:r>
      <w:r w:rsidR="00E0544E" w:rsidRPr="007818BD">
        <w:t>et à caresser su</w:t>
      </w:r>
      <w:r w:rsidR="00E0544E" w:rsidRPr="007818BD">
        <w:t>r</w:t>
      </w:r>
      <w:r w:rsidR="00E0544E" w:rsidRPr="007818BD">
        <w:t>tout ceux que nous voulons renverser</w:t>
      </w:r>
      <w:r>
        <w:t xml:space="preserve">. </w:t>
      </w:r>
      <w:r w:rsidR="00E0544E" w:rsidRPr="007818BD">
        <w:t>Ne crois pas que demain à son réveil Henriot oublie ta menace</w:t>
      </w:r>
      <w:r>
        <w:t xml:space="preserve">. </w:t>
      </w:r>
      <w:r w:rsidR="00E0544E" w:rsidRPr="007818BD">
        <w:t>Il est le plus vindicatif des hommes</w:t>
      </w:r>
      <w:r>
        <w:t xml:space="preserve">. </w:t>
      </w:r>
      <w:r w:rsidR="00E0544E" w:rsidRPr="007818BD">
        <w:t>Il faut envoyer de bonne heure un message pour l</w:t>
      </w:r>
      <w:r>
        <w:t>’</w:t>
      </w:r>
      <w:r w:rsidR="00E0544E" w:rsidRPr="007818BD">
        <w:t>apaiser</w:t>
      </w:r>
      <w:r>
        <w:t>.</w:t>
      </w:r>
    </w:p>
    <w:p w14:paraId="29248CDC" w14:textId="77777777" w:rsidR="00E8465A" w:rsidRDefault="00E8465A" w:rsidP="00E0544E">
      <w:r>
        <w:t>— </w:t>
      </w:r>
      <w:r w:rsidR="00E0544E" w:rsidRPr="007818BD">
        <w:t>J</w:t>
      </w:r>
      <w:r>
        <w:t>’</w:t>
      </w:r>
      <w:r w:rsidR="00E0544E" w:rsidRPr="007818BD">
        <w:t>ai été trop vif</w:t>
      </w:r>
      <w:r>
        <w:t xml:space="preserve">, </w:t>
      </w:r>
      <w:r w:rsidR="00E0544E" w:rsidRPr="007818BD">
        <w:t>j</w:t>
      </w:r>
      <w:r>
        <w:t>’</w:t>
      </w:r>
      <w:r w:rsidR="00E0544E" w:rsidRPr="007818BD">
        <w:t>en conviens</w:t>
      </w:r>
      <w:r>
        <w:t xml:space="preserve">, </w:t>
      </w:r>
      <w:r w:rsidR="00E0544E" w:rsidRPr="007818BD">
        <w:t>répondit Dumas</w:t>
      </w:r>
      <w:r>
        <w:t xml:space="preserve">. </w:t>
      </w:r>
      <w:r w:rsidR="00E0544E" w:rsidRPr="007818BD">
        <w:t>Maint</w:t>
      </w:r>
      <w:r w:rsidR="00E0544E" w:rsidRPr="007818BD">
        <w:t>e</w:t>
      </w:r>
      <w:r w:rsidR="00E0544E" w:rsidRPr="007818BD">
        <w:t>nant</w:t>
      </w:r>
      <w:r>
        <w:t xml:space="preserve">, </w:t>
      </w:r>
      <w:r w:rsidR="00E0544E" w:rsidRPr="007818BD">
        <w:t>je crois qu</w:t>
      </w:r>
      <w:r>
        <w:t>’</w:t>
      </w:r>
      <w:r w:rsidR="00E0544E" w:rsidRPr="007818BD">
        <w:t>il ne nous reste plus rien à faire</w:t>
      </w:r>
      <w:r>
        <w:t xml:space="preserve">, </w:t>
      </w:r>
      <w:r w:rsidR="00E0544E" w:rsidRPr="007818BD">
        <w:t>puisque nous sommes convenus d</w:t>
      </w:r>
      <w:r>
        <w:t>’</w:t>
      </w:r>
      <w:r w:rsidR="00E0544E" w:rsidRPr="007818BD">
        <w:t>expédier en masse notre fournée de d</w:t>
      </w:r>
      <w:r w:rsidR="00E0544E" w:rsidRPr="007818BD">
        <w:t>e</w:t>
      </w:r>
      <w:r w:rsidR="00E0544E" w:rsidRPr="007818BD">
        <w:t>main</w:t>
      </w:r>
      <w:r>
        <w:t xml:space="preserve">. </w:t>
      </w:r>
      <w:r w:rsidR="00E0544E" w:rsidRPr="007818BD">
        <w:t>Je vois sur la liste un drôle que j</w:t>
      </w:r>
      <w:r>
        <w:t>’</w:t>
      </w:r>
      <w:r w:rsidR="00E0544E" w:rsidRPr="007818BD">
        <w:t>ai depuis longtemps s</w:t>
      </w:r>
      <w:r w:rsidR="00E0544E" w:rsidRPr="007818BD">
        <w:t>i</w:t>
      </w:r>
      <w:r w:rsidR="00E0544E" w:rsidRPr="007818BD">
        <w:t>gnalé</w:t>
      </w:r>
      <w:r>
        <w:t xml:space="preserve">, </w:t>
      </w:r>
      <w:r w:rsidR="00E0544E" w:rsidRPr="007818BD">
        <w:t>quoique je doive un héritage à un de ses crimes</w:t>
      </w:r>
      <w:r>
        <w:t xml:space="preserve">… </w:t>
      </w:r>
      <w:r w:rsidR="00E0544E" w:rsidRPr="007818BD">
        <w:t>Nicot</w:t>
      </w:r>
      <w:r>
        <w:t xml:space="preserve">, </w:t>
      </w:r>
      <w:r w:rsidR="00E0544E" w:rsidRPr="007818BD">
        <w:t>l</w:t>
      </w:r>
      <w:r>
        <w:t>’</w:t>
      </w:r>
      <w:r w:rsidR="00E0544E" w:rsidRPr="007818BD">
        <w:t>Hébertiste</w:t>
      </w:r>
      <w:r>
        <w:t>.</w:t>
      </w:r>
    </w:p>
    <w:p w14:paraId="000EDB20" w14:textId="77777777" w:rsidR="00E8465A" w:rsidRDefault="00E8465A" w:rsidP="00E0544E">
      <w:r>
        <w:t>— </w:t>
      </w:r>
      <w:r w:rsidR="00E0544E" w:rsidRPr="007818BD">
        <w:t>Et ce jeune poète</w:t>
      </w:r>
      <w:r>
        <w:t xml:space="preserve">, </w:t>
      </w:r>
      <w:r w:rsidR="00E0544E" w:rsidRPr="007818BD">
        <w:t>André Chénier</w:t>
      </w:r>
      <w:r>
        <w:t xml:space="preserve"> ?… </w:t>
      </w:r>
      <w:r w:rsidR="00E0544E" w:rsidRPr="007818BD">
        <w:t>Ah</w:t>
      </w:r>
      <w:r>
        <w:t xml:space="preserve"> ! </w:t>
      </w:r>
      <w:r w:rsidR="00E0544E" w:rsidRPr="007818BD">
        <w:t>j</w:t>
      </w:r>
      <w:r>
        <w:t>’</w:t>
      </w:r>
      <w:r w:rsidR="00E0544E" w:rsidRPr="007818BD">
        <w:t>oubliais</w:t>
      </w:r>
      <w:r>
        <w:t xml:space="preserve"> ; </w:t>
      </w:r>
      <w:r w:rsidR="00E0544E" w:rsidRPr="007818BD">
        <w:t>il a été de la fournée d</w:t>
      </w:r>
      <w:r>
        <w:t>’</w:t>
      </w:r>
      <w:r w:rsidR="00E0544E" w:rsidRPr="007818BD">
        <w:t>aujourd</w:t>
      </w:r>
      <w:r>
        <w:t>’</w:t>
      </w:r>
      <w:r w:rsidR="00E0544E" w:rsidRPr="007818BD">
        <w:t>hui</w:t>
      </w:r>
      <w:r>
        <w:t xml:space="preserve">. </w:t>
      </w:r>
      <w:r w:rsidR="00E0544E" w:rsidRPr="007818BD">
        <w:t>La vertu républicaine est à son apogée</w:t>
      </w:r>
      <w:r>
        <w:t xml:space="preserve">. </w:t>
      </w:r>
      <w:r w:rsidR="00E0544E" w:rsidRPr="007818BD">
        <w:t>Son propre frère l</w:t>
      </w:r>
      <w:r>
        <w:t>’</w:t>
      </w:r>
      <w:r w:rsidR="00E0544E" w:rsidRPr="007818BD">
        <w:t>a abando</w:t>
      </w:r>
      <w:r w:rsidR="00E0544E" w:rsidRPr="007818BD">
        <w:t>n</w:t>
      </w:r>
      <w:r w:rsidR="00E0544E" w:rsidRPr="007818BD">
        <w:t>né</w:t>
      </w:r>
      <w:r w:rsidR="00E0544E" w:rsidRPr="007818BD">
        <w:rPr>
          <w:rStyle w:val="Appelnotedebasdep"/>
        </w:rPr>
        <w:footnoteReference w:id="64"/>
      </w:r>
      <w:r>
        <w:t>.</w:t>
      </w:r>
    </w:p>
    <w:p w14:paraId="72A74138" w14:textId="77777777" w:rsidR="00E8465A" w:rsidRDefault="00E8465A" w:rsidP="00E0544E">
      <w:r>
        <w:t>— </w:t>
      </w:r>
      <w:r w:rsidR="00E0544E" w:rsidRPr="007818BD">
        <w:t>Il y a une étrangère sur la liste</w:t>
      </w:r>
      <w:r>
        <w:t xml:space="preserve">, </w:t>
      </w:r>
      <w:r w:rsidR="00E0544E" w:rsidRPr="007818BD">
        <w:t>une femme italienne</w:t>
      </w:r>
      <w:r>
        <w:t xml:space="preserve"> ; </w:t>
      </w:r>
      <w:r w:rsidR="00E0544E" w:rsidRPr="007818BD">
        <w:t>mais je ne vois pas de quoi on l</w:t>
      </w:r>
      <w:r>
        <w:t>’</w:t>
      </w:r>
      <w:r w:rsidR="00E0544E" w:rsidRPr="007818BD">
        <w:t>accuse</w:t>
      </w:r>
      <w:r>
        <w:t>.</w:t>
      </w:r>
    </w:p>
    <w:p w14:paraId="58358F36" w14:textId="54F914FE" w:rsidR="00E0544E" w:rsidRPr="007818BD" w:rsidRDefault="00E8465A" w:rsidP="00E0544E">
      <w:r>
        <w:t>— </w:t>
      </w:r>
      <w:r w:rsidR="00E0544E" w:rsidRPr="007818BD">
        <w:t>Qu</w:t>
      </w:r>
      <w:r>
        <w:t>’</w:t>
      </w:r>
      <w:r w:rsidR="00E0544E" w:rsidRPr="007818BD">
        <w:t>importe</w:t>
      </w:r>
      <w:r>
        <w:t xml:space="preserve"> ? </w:t>
      </w:r>
      <w:r w:rsidR="00E0544E" w:rsidRPr="007818BD">
        <w:t>il faut le nombre rond</w:t>
      </w:r>
      <w:r>
        <w:t xml:space="preserve"> ; </w:t>
      </w:r>
      <w:r w:rsidR="00E0544E" w:rsidRPr="007818BD">
        <w:t>quatre-vingts so</w:t>
      </w:r>
      <w:r w:rsidR="00E0544E" w:rsidRPr="007818BD">
        <w:t>n</w:t>
      </w:r>
      <w:r w:rsidR="00E0544E" w:rsidRPr="007818BD">
        <w:t>ne mieux que soixante-dix-neuf</w:t>
      </w:r>
      <w:r>
        <w:t>. »</w:t>
      </w:r>
    </w:p>
    <w:p w14:paraId="1AF4CD4D" w14:textId="77777777" w:rsidR="00E8465A" w:rsidRDefault="00E0544E" w:rsidP="00E0544E">
      <w:r w:rsidRPr="007818BD">
        <w:t>Un huissier apporta un papier sur lequel était écrite la d</w:t>
      </w:r>
      <w:r w:rsidRPr="007818BD">
        <w:t>e</w:t>
      </w:r>
      <w:r w:rsidRPr="007818BD">
        <w:t>mande d</w:t>
      </w:r>
      <w:r w:rsidR="00E8465A">
        <w:t>’</w:t>
      </w:r>
      <w:r w:rsidRPr="007818BD">
        <w:t>Henriot</w:t>
      </w:r>
      <w:r w:rsidR="00E8465A">
        <w:t>.</w:t>
      </w:r>
    </w:p>
    <w:p w14:paraId="0C95DD5E" w14:textId="157DECDE" w:rsidR="00E0544E" w:rsidRPr="007818BD" w:rsidRDefault="00E8465A" w:rsidP="00E0544E">
      <w:r>
        <w:lastRenderedPageBreak/>
        <w:t>« </w:t>
      </w:r>
      <w:r w:rsidR="00E0544E" w:rsidRPr="007818BD">
        <w:t>Voilà qui vient à point</w:t>
      </w:r>
      <w:r>
        <w:t xml:space="preserve">, </w:t>
      </w:r>
      <w:r w:rsidR="00E0544E" w:rsidRPr="007818BD">
        <w:t xml:space="preserve">dit </w:t>
      </w:r>
      <w:proofErr w:type="spellStart"/>
      <w:r w:rsidR="00E0544E" w:rsidRPr="007818BD">
        <w:t>Tinville</w:t>
      </w:r>
      <w:proofErr w:type="spellEnd"/>
      <w:r w:rsidR="00E0544E" w:rsidRPr="007818BD">
        <w:t xml:space="preserve"> à qui Dumas jeta le billet</w:t>
      </w:r>
      <w:r>
        <w:t xml:space="preserve"> ; </w:t>
      </w:r>
      <w:r w:rsidR="00E0544E" w:rsidRPr="007818BD">
        <w:t>accordez la demande à tout prix</w:t>
      </w:r>
      <w:r>
        <w:t xml:space="preserve">, </w:t>
      </w:r>
      <w:r w:rsidR="00E0544E" w:rsidRPr="007818BD">
        <w:t>pourvu qu</w:t>
      </w:r>
      <w:r>
        <w:t>’</w:t>
      </w:r>
      <w:r w:rsidR="00E0544E" w:rsidRPr="007818BD">
        <w:t>elle ne tende point à diminuer le nombre des accusés</w:t>
      </w:r>
      <w:r>
        <w:t xml:space="preserve">. </w:t>
      </w:r>
      <w:r w:rsidR="00E0544E" w:rsidRPr="007818BD">
        <w:t>Mais il faut rendre à Henriot cette justice</w:t>
      </w:r>
      <w:r>
        <w:t xml:space="preserve">, </w:t>
      </w:r>
      <w:r w:rsidR="00E0544E" w:rsidRPr="007818BD">
        <w:t>que son défaut n</w:t>
      </w:r>
      <w:r>
        <w:t>’</w:t>
      </w:r>
      <w:r w:rsidR="00E0544E" w:rsidRPr="007818BD">
        <w:t>est pas de demander une grâce</w:t>
      </w:r>
      <w:r>
        <w:t xml:space="preserve">. </w:t>
      </w:r>
      <w:r w:rsidR="00E0544E" w:rsidRPr="007818BD">
        <w:t>Bonsoir</w:t>
      </w:r>
      <w:r>
        <w:t xml:space="preserve">, </w:t>
      </w:r>
      <w:r w:rsidR="00E0544E" w:rsidRPr="007818BD">
        <w:t>je suis épuisé</w:t>
      </w:r>
      <w:r>
        <w:t xml:space="preserve"> ; </w:t>
      </w:r>
      <w:r w:rsidR="00E0544E" w:rsidRPr="007818BD">
        <w:t>mon escorte m</w:t>
      </w:r>
      <w:r>
        <w:t>’</w:t>
      </w:r>
      <w:r w:rsidR="00E0544E" w:rsidRPr="007818BD">
        <w:t>attend en bas</w:t>
      </w:r>
      <w:r>
        <w:t xml:space="preserve">. </w:t>
      </w:r>
      <w:r w:rsidR="00E0544E" w:rsidRPr="007818BD">
        <w:t>Il faut une occasion comme celle-ci pour que je m</w:t>
      </w:r>
      <w:r>
        <w:t>’</w:t>
      </w:r>
      <w:r w:rsidR="00E0544E" w:rsidRPr="007818BD">
        <w:t>aventure dans les rues la nuit</w:t>
      </w:r>
      <w:r>
        <w:t>. »</w:t>
      </w:r>
    </w:p>
    <w:p w14:paraId="693C9542" w14:textId="77777777" w:rsidR="00E8465A" w:rsidRDefault="00E0544E" w:rsidP="00E0544E">
      <w:proofErr w:type="spellStart"/>
      <w:r w:rsidRPr="007818BD">
        <w:t>Fouquier</w:t>
      </w:r>
      <w:proofErr w:type="spellEnd"/>
      <w:r w:rsidRPr="007818BD">
        <w:t xml:space="preserve"> bâilla et quitta la chambre</w:t>
      </w:r>
      <w:r w:rsidR="00E8465A">
        <w:t>.</w:t>
      </w:r>
    </w:p>
    <w:p w14:paraId="5DAEE8CE" w14:textId="77777777" w:rsidR="00E8465A" w:rsidRDefault="00E8465A" w:rsidP="00E0544E">
      <w:r>
        <w:t>« </w:t>
      </w:r>
      <w:r w:rsidR="00E0544E" w:rsidRPr="007818BD">
        <w:t>Fais entrer</w:t>
      </w:r>
      <w:r>
        <w:t>, »</w:t>
      </w:r>
      <w:r w:rsidR="00E0544E" w:rsidRPr="007818BD">
        <w:t xml:space="preserve"> dit Dumas</w:t>
      </w:r>
      <w:r>
        <w:t xml:space="preserve">, </w:t>
      </w:r>
      <w:r w:rsidR="00E0544E" w:rsidRPr="007818BD">
        <w:t>homme flétri et desséché co</w:t>
      </w:r>
      <w:r w:rsidR="00E0544E" w:rsidRPr="007818BD">
        <w:t>m</w:t>
      </w:r>
      <w:r w:rsidR="00E0544E" w:rsidRPr="007818BD">
        <w:t>me la plupart des gens de loi</w:t>
      </w:r>
      <w:r>
        <w:t xml:space="preserve">, </w:t>
      </w:r>
      <w:r w:rsidR="00E0544E" w:rsidRPr="007818BD">
        <w:t>et qui semblait n</w:t>
      </w:r>
      <w:r>
        <w:t>’</w:t>
      </w:r>
      <w:r w:rsidR="00E0544E" w:rsidRPr="007818BD">
        <w:t>avoir pas plus besoin de repos que ses parchemins</w:t>
      </w:r>
      <w:r>
        <w:t>.</w:t>
      </w:r>
    </w:p>
    <w:p w14:paraId="3FEED345" w14:textId="77777777" w:rsidR="00E8465A" w:rsidRDefault="00E0544E" w:rsidP="00E0544E">
      <w:r w:rsidRPr="007818BD">
        <w:t>L</w:t>
      </w:r>
      <w:r w:rsidR="00E8465A">
        <w:t>’</w:t>
      </w:r>
      <w:r w:rsidRPr="007818BD">
        <w:t>étranger entra</w:t>
      </w:r>
      <w:r w:rsidR="00E8465A">
        <w:t>.</w:t>
      </w:r>
    </w:p>
    <w:p w14:paraId="53F61AE6" w14:textId="1A260732" w:rsidR="00E0544E" w:rsidRPr="007818BD" w:rsidRDefault="00E8465A" w:rsidP="00E0544E">
      <w:r>
        <w:t>« </w:t>
      </w:r>
      <w:r w:rsidR="00E0544E" w:rsidRPr="007818BD">
        <w:t>René-François Dumas</w:t>
      </w:r>
      <w:r>
        <w:t xml:space="preserve">, </w:t>
      </w:r>
      <w:r w:rsidR="00E0544E" w:rsidRPr="007818BD">
        <w:t>dit-il en s</w:t>
      </w:r>
      <w:r>
        <w:t>’</w:t>
      </w:r>
      <w:r w:rsidR="00E0544E" w:rsidRPr="007818BD">
        <w:t xml:space="preserve">asseyant vis-à-vis du président et en affectant le </w:t>
      </w:r>
      <w:r w:rsidR="00E0544E" w:rsidRPr="007818BD">
        <w:rPr>
          <w:i/>
          <w:iCs/>
        </w:rPr>
        <w:t>pluriel</w:t>
      </w:r>
      <w:r>
        <w:t xml:space="preserve">, </w:t>
      </w:r>
      <w:r w:rsidR="00E0544E" w:rsidRPr="007818BD">
        <w:t>comme en mépris du jargon révolutionnaire</w:t>
      </w:r>
      <w:r>
        <w:t xml:space="preserve"> ; </w:t>
      </w:r>
      <w:r w:rsidR="00E0544E" w:rsidRPr="007818BD">
        <w:t>au milieu des émotions et des occupations de vos dernières années</w:t>
      </w:r>
      <w:r>
        <w:t xml:space="preserve">, </w:t>
      </w:r>
      <w:r w:rsidR="00E0544E" w:rsidRPr="007818BD">
        <w:t>je ne sais si vous pouvez vous rappeler que nous nous sommes déjà vus</w:t>
      </w:r>
      <w:r>
        <w:t>. »</w:t>
      </w:r>
    </w:p>
    <w:p w14:paraId="52F8A89E" w14:textId="77777777" w:rsidR="00E8465A" w:rsidRDefault="00E0544E" w:rsidP="00E0544E">
      <w:r w:rsidRPr="007818BD">
        <w:t>Le juge examina les traits du nouveau venu</w:t>
      </w:r>
      <w:r w:rsidR="00E8465A">
        <w:t xml:space="preserve"> ; </w:t>
      </w:r>
      <w:r w:rsidRPr="007818BD">
        <w:t>son teint jauni se colora légèrement</w:t>
      </w:r>
      <w:r w:rsidR="00E8465A">
        <w:t>.</w:t>
      </w:r>
    </w:p>
    <w:p w14:paraId="78605E06" w14:textId="77777777" w:rsidR="00E8465A" w:rsidRDefault="00E8465A" w:rsidP="00E0544E">
      <w:r>
        <w:t>« </w:t>
      </w:r>
      <w:r w:rsidR="00E0544E" w:rsidRPr="007818BD">
        <w:t>Oui</w:t>
      </w:r>
      <w:r>
        <w:t xml:space="preserve">, </w:t>
      </w:r>
      <w:r w:rsidR="00E0544E" w:rsidRPr="007818BD">
        <w:t>citoyen</w:t>
      </w:r>
      <w:r>
        <w:t xml:space="preserve">, </w:t>
      </w:r>
      <w:r w:rsidR="00E0544E" w:rsidRPr="007818BD">
        <w:t>je m</w:t>
      </w:r>
      <w:r>
        <w:t>’</w:t>
      </w:r>
      <w:r w:rsidR="00E0544E" w:rsidRPr="007818BD">
        <w:t>en souviens</w:t>
      </w:r>
      <w:r>
        <w:t>.</w:t>
      </w:r>
    </w:p>
    <w:p w14:paraId="471762E8" w14:textId="77777777" w:rsidR="00E8465A" w:rsidRDefault="00E8465A" w:rsidP="00E0544E">
      <w:r>
        <w:t>— </w:t>
      </w:r>
      <w:r w:rsidR="00E0544E" w:rsidRPr="007818BD">
        <w:t>Et vous souvenez-vous aussi de vos paroles d</w:t>
      </w:r>
      <w:r>
        <w:t>’</w:t>
      </w:r>
      <w:r w:rsidR="00E0544E" w:rsidRPr="007818BD">
        <w:t>alors</w:t>
      </w:r>
      <w:r>
        <w:t xml:space="preserve"> ? </w:t>
      </w:r>
      <w:r w:rsidR="00E0544E" w:rsidRPr="007818BD">
        <w:t>Vous parliez avec tendresse et philanthropie de votre horreur pour la peine de mort</w:t>
      </w:r>
      <w:r>
        <w:t xml:space="preserve"> ; </w:t>
      </w:r>
      <w:r w:rsidR="00E0544E" w:rsidRPr="007818BD">
        <w:t>vous saluiez l</w:t>
      </w:r>
      <w:r>
        <w:t>’</w:t>
      </w:r>
      <w:r w:rsidR="00E0544E" w:rsidRPr="007818BD">
        <w:t>approche de la Révolution comme la fin de tous les châtiments sanguinaires</w:t>
      </w:r>
      <w:r>
        <w:t xml:space="preserve"> ; </w:t>
      </w:r>
      <w:r w:rsidR="00E0544E" w:rsidRPr="007818BD">
        <w:t>vous citiez avec une admiration respectueuse le mot d</w:t>
      </w:r>
      <w:r>
        <w:t>’</w:t>
      </w:r>
      <w:r w:rsidR="00E0544E" w:rsidRPr="007818BD">
        <w:t>un jeune publiciste qui a</w:t>
      </w:r>
      <w:r w:rsidR="00E0544E" w:rsidRPr="007818BD">
        <w:t>n</w:t>
      </w:r>
      <w:r w:rsidR="00E0544E" w:rsidRPr="007818BD">
        <w:t>nonçait un grand homme d</w:t>
      </w:r>
      <w:r>
        <w:t>’</w:t>
      </w:r>
      <w:r w:rsidR="00E0544E" w:rsidRPr="007818BD">
        <w:t>État</w:t>
      </w:r>
      <w:r>
        <w:t xml:space="preserve">, </w:t>
      </w:r>
      <w:r w:rsidR="00E0544E" w:rsidRPr="007818BD">
        <w:t>de Maximilien Robespierre</w:t>
      </w:r>
      <w:r>
        <w:t xml:space="preserve"> : </w:t>
      </w:r>
      <w:r w:rsidR="00E0544E" w:rsidRPr="007818BD">
        <w:rPr>
          <w:i/>
          <w:iCs/>
        </w:rPr>
        <w:t>Le bourreau est l</w:t>
      </w:r>
      <w:r>
        <w:rPr>
          <w:i/>
          <w:iCs/>
        </w:rPr>
        <w:t>’</w:t>
      </w:r>
      <w:r w:rsidR="00E0544E" w:rsidRPr="007818BD">
        <w:rPr>
          <w:i/>
          <w:iCs/>
        </w:rPr>
        <w:t>invention du tyran</w:t>
      </w:r>
      <w:r>
        <w:t xml:space="preserve">, </w:t>
      </w:r>
      <w:r w:rsidR="00E0544E" w:rsidRPr="007818BD">
        <w:t>et je vous répondis que</w:t>
      </w:r>
      <w:r>
        <w:t xml:space="preserve">, </w:t>
      </w:r>
      <w:r w:rsidR="00E0544E" w:rsidRPr="007818BD">
        <w:t>pendant que vous parliez ainsi</w:t>
      </w:r>
      <w:r>
        <w:t xml:space="preserve">, </w:t>
      </w:r>
      <w:r w:rsidR="00E0544E" w:rsidRPr="007818BD">
        <w:t>j</w:t>
      </w:r>
      <w:r>
        <w:t>’</w:t>
      </w:r>
      <w:r w:rsidR="00E0544E" w:rsidRPr="007818BD">
        <w:t xml:space="preserve">avais un pressentiment que nous nous reverrions à une époque où vos </w:t>
      </w:r>
      <w:r w:rsidR="00E0544E" w:rsidRPr="007818BD">
        <w:lastRenderedPageBreak/>
        <w:t>idées auraient changé sur la mort et sur la philos</w:t>
      </w:r>
      <w:r w:rsidR="00E0544E" w:rsidRPr="007818BD">
        <w:t>o</w:t>
      </w:r>
      <w:r w:rsidR="00E0544E" w:rsidRPr="007818BD">
        <w:t>phie des révolutions</w:t>
      </w:r>
      <w:r>
        <w:t xml:space="preserve">. </w:t>
      </w:r>
      <w:r w:rsidR="00E0544E" w:rsidRPr="007818BD">
        <w:t>Avais-je raison</w:t>
      </w:r>
      <w:r>
        <w:t xml:space="preserve">, </w:t>
      </w:r>
      <w:r w:rsidR="00E0544E" w:rsidRPr="007818BD">
        <w:t>citoyen René-François Dumas</w:t>
      </w:r>
      <w:r>
        <w:t xml:space="preserve">, </w:t>
      </w:r>
      <w:r w:rsidR="00E0544E" w:rsidRPr="007818BD">
        <w:t>président du tribunal révol</w:t>
      </w:r>
      <w:r w:rsidR="00E0544E" w:rsidRPr="007818BD">
        <w:t>u</w:t>
      </w:r>
      <w:r w:rsidR="00E0544E" w:rsidRPr="007818BD">
        <w:t>tionnaire</w:t>
      </w:r>
      <w:r>
        <w:t> ?</w:t>
      </w:r>
    </w:p>
    <w:p w14:paraId="40F4DE82" w14:textId="77777777" w:rsidR="00E8465A" w:rsidRDefault="00E8465A" w:rsidP="00E0544E">
      <w:r>
        <w:t>— </w:t>
      </w:r>
      <w:r w:rsidR="00E0544E" w:rsidRPr="007818BD">
        <w:t>Bah</w:t>
      </w:r>
      <w:r>
        <w:t xml:space="preserve"> ! </w:t>
      </w:r>
      <w:r w:rsidR="00E0544E" w:rsidRPr="007818BD">
        <w:t>dit Dumas</w:t>
      </w:r>
      <w:r>
        <w:t xml:space="preserve">, </w:t>
      </w:r>
      <w:r w:rsidR="00E0544E" w:rsidRPr="007818BD">
        <w:t>non sans une trace d</w:t>
      </w:r>
      <w:r>
        <w:t>’</w:t>
      </w:r>
      <w:r w:rsidR="00E0544E" w:rsidRPr="007818BD">
        <w:t>embarras sur son front de bronze</w:t>
      </w:r>
      <w:r>
        <w:t xml:space="preserve">, </w:t>
      </w:r>
      <w:r w:rsidR="00E0544E" w:rsidRPr="007818BD">
        <w:t>je parlais alors comme on parle quand on n</w:t>
      </w:r>
      <w:r>
        <w:t>’</w:t>
      </w:r>
      <w:r w:rsidR="00E0544E" w:rsidRPr="007818BD">
        <w:t>a pas agi</w:t>
      </w:r>
      <w:r>
        <w:t xml:space="preserve">. </w:t>
      </w:r>
      <w:r w:rsidR="00E0544E" w:rsidRPr="007818BD">
        <w:t>Les révolutions ne se font pas avec de l</w:t>
      </w:r>
      <w:r>
        <w:t>’</w:t>
      </w:r>
      <w:r w:rsidR="00E0544E" w:rsidRPr="007818BD">
        <w:t>eau de rose</w:t>
      </w:r>
      <w:r>
        <w:t xml:space="preserve"> ! </w:t>
      </w:r>
      <w:r w:rsidR="00E0544E" w:rsidRPr="007818BD">
        <w:t>Mais laissons ces vains souvenirs d</w:t>
      </w:r>
      <w:r>
        <w:t>’</w:t>
      </w:r>
      <w:r w:rsidR="00E0544E" w:rsidRPr="007818BD">
        <w:t>autrefois</w:t>
      </w:r>
      <w:r>
        <w:t xml:space="preserve">. </w:t>
      </w:r>
      <w:r w:rsidR="00E0544E" w:rsidRPr="007818BD">
        <w:t>Je me rappelle aussi que tu sauvas la vie à un de mes parents</w:t>
      </w:r>
      <w:r>
        <w:t xml:space="preserve">, </w:t>
      </w:r>
      <w:r w:rsidR="00E0544E" w:rsidRPr="007818BD">
        <w:t>et tu apprendras avec plaisir que son assassin sera guillotiné demain</w:t>
      </w:r>
      <w:r>
        <w:t>.</w:t>
      </w:r>
    </w:p>
    <w:p w14:paraId="2E9155F5" w14:textId="77777777" w:rsidR="00E8465A" w:rsidRDefault="00E8465A" w:rsidP="00E0544E">
      <w:r>
        <w:t>— </w:t>
      </w:r>
      <w:r w:rsidR="00E0544E" w:rsidRPr="007818BD">
        <w:t>Ce sont vos affaires</w:t>
      </w:r>
      <w:r>
        <w:t xml:space="preserve">. </w:t>
      </w:r>
      <w:r w:rsidR="00E0544E" w:rsidRPr="007818BD">
        <w:t>C</w:t>
      </w:r>
      <w:r>
        <w:t>’</w:t>
      </w:r>
      <w:r w:rsidR="00E0544E" w:rsidRPr="007818BD">
        <w:t>est votre justice ou votre vengea</w:t>
      </w:r>
      <w:r w:rsidR="00E0544E" w:rsidRPr="007818BD">
        <w:t>n</w:t>
      </w:r>
      <w:r w:rsidR="00E0544E" w:rsidRPr="007818BD">
        <w:t>ce</w:t>
      </w:r>
      <w:r>
        <w:t xml:space="preserve">. </w:t>
      </w:r>
      <w:r w:rsidR="00E0544E" w:rsidRPr="007818BD">
        <w:t>Permettez à mon égoïsme de vous rappeler que vous me promîtes alors que</w:t>
      </w:r>
      <w:r>
        <w:t xml:space="preserve">, </w:t>
      </w:r>
      <w:r w:rsidR="00E0544E" w:rsidRPr="007818BD">
        <w:t>si jamais le jour venait où vous pussiez me servir</w:t>
      </w:r>
      <w:r>
        <w:t xml:space="preserve">, </w:t>
      </w:r>
      <w:r w:rsidR="00E0544E" w:rsidRPr="007818BD">
        <w:t>votre vie</w:t>
      </w:r>
      <w:r>
        <w:t xml:space="preserve"> (</w:t>
      </w:r>
      <w:r w:rsidR="00E0544E" w:rsidRPr="007818BD">
        <w:t>votre propre parole</w:t>
      </w:r>
      <w:r>
        <w:t xml:space="preserve">, </w:t>
      </w:r>
      <w:r w:rsidR="00E0544E" w:rsidRPr="007818BD">
        <w:t>fut l</w:t>
      </w:r>
      <w:r w:rsidR="00E0544E" w:rsidRPr="007818BD">
        <w:rPr>
          <w:i/>
          <w:iCs/>
        </w:rPr>
        <w:t>e sang de votre cœur</w:t>
      </w:r>
      <w:r>
        <w:t xml:space="preserve">), </w:t>
      </w:r>
      <w:r w:rsidR="00E0544E" w:rsidRPr="007818BD">
        <w:t>était à ma disposition</w:t>
      </w:r>
      <w:r>
        <w:t xml:space="preserve">. </w:t>
      </w:r>
      <w:r w:rsidR="00E0544E" w:rsidRPr="007818BD">
        <w:t>Ne croyez pas</w:t>
      </w:r>
      <w:r>
        <w:t xml:space="preserve">, </w:t>
      </w:r>
      <w:r w:rsidR="00E0544E" w:rsidRPr="007818BD">
        <w:t>juge austère</w:t>
      </w:r>
      <w:r>
        <w:t xml:space="preserve">, </w:t>
      </w:r>
      <w:r w:rsidR="00E0544E" w:rsidRPr="007818BD">
        <w:t>que je vienne invoquer cette pr</w:t>
      </w:r>
      <w:r w:rsidR="00E0544E" w:rsidRPr="007818BD">
        <w:t>o</w:t>
      </w:r>
      <w:r w:rsidR="00E0544E" w:rsidRPr="007818BD">
        <w:t>messe dans une mesure qui puisse vous être pénible</w:t>
      </w:r>
      <w:r>
        <w:t xml:space="preserve">. </w:t>
      </w:r>
      <w:r w:rsidR="00E0544E" w:rsidRPr="007818BD">
        <w:t>Je viens seulement demander pour un autre un jour de répit</w:t>
      </w:r>
      <w:r>
        <w:t>.</w:t>
      </w:r>
    </w:p>
    <w:p w14:paraId="1E45DED3" w14:textId="77777777" w:rsidR="00E8465A" w:rsidRDefault="00E8465A" w:rsidP="00E0544E">
      <w:r>
        <w:t>— </w:t>
      </w:r>
      <w:r w:rsidR="00E0544E" w:rsidRPr="007818BD">
        <w:t>Impossible</w:t>
      </w:r>
      <w:r>
        <w:t xml:space="preserve">, </w:t>
      </w:r>
      <w:r w:rsidR="00E0544E" w:rsidRPr="007818BD">
        <w:t>citoyen</w:t>
      </w:r>
      <w:r>
        <w:t xml:space="preserve"> ! </w:t>
      </w:r>
      <w:r w:rsidR="00E0544E" w:rsidRPr="007818BD">
        <w:t>Par ordre de Robespierre</w:t>
      </w:r>
      <w:r>
        <w:t xml:space="preserve">, </w:t>
      </w:r>
      <w:r w:rsidR="00E0544E" w:rsidRPr="007818BD">
        <w:t>on doit juger demain tous ceux qui sont sur ma liste</w:t>
      </w:r>
      <w:r>
        <w:t xml:space="preserve">, </w:t>
      </w:r>
      <w:r w:rsidR="00E0544E" w:rsidRPr="007818BD">
        <w:t>et pas un de moins</w:t>
      </w:r>
      <w:r>
        <w:t xml:space="preserve">. </w:t>
      </w:r>
      <w:r w:rsidR="00E0544E" w:rsidRPr="007818BD">
        <w:t>Quant à la sentence</w:t>
      </w:r>
      <w:r>
        <w:t xml:space="preserve">, </w:t>
      </w:r>
      <w:r w:rsidR="00E0544E" w:rsidRPr="007818BD">
        <w:t>elle dépend du jury</w:t>
      </w:r>
      <w:r>
        <w:t>.</w:t>
      </w:r>
    </w:p>
    <w:p w14:paraId="1FF199EA" w14:textId="189B70DF" w:rsidR="00E0544E" w:rsidRPr="007818BD" w:rsidRDefault="00E8465A" w:rsidP="00E0544E">
      <w:r>
        <w:t>— </w:t>
      </w:r>
      <w:r w:rsidR="00E0544E" w:rsidRPr="007818BD">
        <w:t>Je ne veux pas en réduire le nombre</w:t>
      </w:r>
      <w:r>
        <w:t xml:space="preserve">. </w:t>
      </w:r>
      <w:r w:rsidR="00E0544E" w:rsidRPr="007818BD">
        <w:t>Écoutez</w:t>
      </w:r>
      <w:r>
        <w:t xml:space="preserve"> ! </w:t>
      </w:r>
      <w:r w:rsidR="00E0544E" w:rsidRPr="007818BD">
        <w:t>Dans ce</w:t>
      </w:r>
      <w:r w:rsidR="00E0544E" w:rsidRPr="007818BD">
        <w:t>t</w:t>
      </w:r>
      <w:r w:rsidR="00E0544E" w:rsidRPr="007818BD">
        <w:t>te liste est le nom d</w:t>
      </w:r>
      <w:r>
        <w:t>’</w:t>
      </w:r>
      <w:r w:rsidR="00E0544E" w:rsidRPr="007818BD">
        <w:t>une Italienne</w:t>
      </w:r>
      <w:r>
        <w:t xml:space="preserve">, </w:t>
      </w:r>
      <w:r w:rsidR="00E0544E" w:rsidRPr="007818BD">
        <w:t>dont la jeunesse</w:t>
      </w:r>
      <w:r>
        <w:t xml:space="preserve">, </w:t>
      </w:r>
      <w:r w:rsidR="00E0544E" w:rsidRPr="007818BD">
        <w:t>dont la beauté</w:t>
      </w:r>
      <w:r>
        <w:t xml:space="preserve">, </w:t>
      </w:r>
      <w:r w:rsidR="00E0544E" w:rsidRPr="007818BD">
        <w:t>dont l</w:t>
      </w:r>
      <w:r>
        <w:t>’</w:t>
      </w:r>
      <w:r w:rsidR="00E0544E" w:rsidRPr="007818BD">
        <w:t>innocence non-seulement de tout crime</w:t>
      </w:r>
      <w:r>
        <w:t xml:space="preserve">, </w:t>
      </w:r>
      <w:r w:rsidR="00E0544E" w:rsidRPr="007818BD">
        <w:t>mais de tout ce qui pourrait fournir un prétexte à la plus inique accusation</w:t>
      </w:r>
      <w:r>
        <w:t xml:space="preserve">, </w:t>
      </w:r>
      <w:r w:rsidR="00E0544E" w:rsidRPr="007818BD">
        <w:t>e</w:t>
      </w:r>
      <w:r w:rsidR="00E0544E" w:rsidRPr="007818BD">
        <w:t>x</w:t>
      </w:r>
      <w:r w:rsidR="00E0544E" w:rsidRPr="007818BD">
        <w:t>citeront la compassion et non la terreur</w:t>
      </w:r>
      <w:r>
        <w:t xml:space="preserve">. </w:t>
      </w:r>
      <w:r w:rsidR="00E0544E" w:rsidRPr="007818BD">
        <w:t>Vous-même</w:t>
      </w:r>
      <w:r>
        <w:t xml:space="preserve">, </w:t>
      </w:r>
      <w:r w:rsidR="00E0544E" w:rsidRPr="007818BD">
        <w:t>citoyen Dumas</w:t>
      </w:r>
      <w:r>
        <w:t xml:space="preserve">, </w:t>
      </w:r>
      <w:r w:rsidR="00E0544E" w:rsidRPr="007818BD">
        <w:t>ne pourriez</w:t>
      </w:r>
      <w:r>
        <w:t xml:space="preserve">, </w:t>
      </w:r>
      <w:r w:rsidR="00E0544E" w:rsidRPr="007818BD">
        <w:t>sans trembler</w:t>
      </w:r>
      <w:r>
        <w:t xml:space="preserve">, </w:t>
      </w:r>
      <w:r w:rsidR="00E0544E" w:rsidRPr="007818BD">
        <w:t>la condamner</w:t>
      </w:r>
      <w:r>
        <w:t xml:space="preserve">. </w:t>
      </w:r>
      <w:r w:rsidR="00E0544E" w:rsidRPr="007818BD">
        <w:t>Il serait da</w:t>
      </w:r>
      <w:r w:rsidR="00E0544E" w:rsidRPr="007818BD">
        <w:t>n</w:t>
      </w:r>
      <w:r w:rsidR="00E0544E" w:rsidRPr="007818BD">
        <w:t>gereux</w:t>
      </w:r>
      <w:r>
        <w:t xml:space="preserve">, </w:t>
      </w:r>
      <w:r w:rsidR="00E0544E" w:rsidRPr="007818BD">
        <w:t>dans un jour où le peuple sera surexcité</w:t>
      </w:r>
      <w:r>
        <w:t xml:space="preserve">, </w:t>
      </w:r>
      <w:r w:rsidR="00E0544E" w:rsidRPr="007818BD">
        <w:t>où vos charre</w:t>
      </w:r>
      <w:r w:rsidR="00E0544E" w:rsidRPr="007818BD">
        <w:t>t</w:t>
      </w:r>
      <w:r w:rsidR="00E0544E" w:rsidRPr="007818BD">
        <w:t>tes peuvent être arrêtées</w:t>
      </w:r>
      <w:r>
        <w:t xml:space="preserve">, </w:t>
      </w:r>
      <w:r w:rsidR="00E0544E" w:rsidRPr="007818BD">
        <w:t>il serait dangereux que tant de jeune</w:t>
      </w:r>
      <w:r w:rsidR="00E0544E" w:rsidRPr="007818BD">
        <w:t>s</w:t>
      </w:r>
      <w:r w:rsidR="00E0544E" w:rsidRPr="007818BD">
        <w:t>se</w:t>
      </w:r>
      <w:r>
        <w:t xml:space="preserve">, </w:t>
      </w:r>
      <w:r w:rsidR="00E0544E" w:rsidRPr="007818BD">
        <w:t>d</w:t>
      </w:r>
      <w:r>
        <w:t>’</w:t>
      </w:r>
      <w:r w:rsidR="00E0544E" w:rsidRPr="007818BD">
        <w:t>innocence et de beauté</w:t>
      </w:r>
      <w:r>
        <w:t xml:space="preserve">, </w:t>
      </w:r>
      <w:r w:rsidR="00E0544E" w:rsidRPr="007818BD">
        <w:t>pût émouvoir la pitié</w:t>
      </w:r>
      <w:r>
        <w:t xml:space="preserve">, </w:t>
      </w:r>
      <w:r w:rsidR="00E0544E" w:rsidRPr="007818BD">
        <w:t>et exalter le courage d</w:t>
      </w:r>
      <w:r>
        <w:t>’</w:t>
      </w:r>
      <w:r w:rsidR="00E0544E" w:rsidRPr="007818BD">
        <w:t>une fo</w:t>
      </w:r>
      <w:r w:rsidR="00E0544E" w:rsidRPr="007818BD">
        <w:t>u</w:t>
      </w:r>
      <w:r w:rsidR="00E0544E" w:rsidRPr="007818BD">
        <w:t>le soulevée</w:t>
      </w:r>
      <w:r>
        <w:t>. »</w:t>
      </w:r>
    </w:p>
    <w:p w14:paraId="0C4F2230" w14:textId="77777777" w:rsidR="00E8465A" w:rsidRDefault="00E0544E" w:rsidP="00E0544E">
      <w:r w:rsidRPr="007818BD">
        <w:lastRenderedPageBreak/>
        <w:t>Dumas leva les yeux et les baissa rapidement sous le regard de l</w:t>
      </w:r>
      <w:r w:rsidR="00E8465A">
        <w:t>’</w:t>
      </w:r>
      <w:r w:rsidRPr="007818BD">
        <w:t>étranger</w:t>
      </w:r>
      <w:r w:rsidR="00E8465A">
        <w:t>.</w:t>
      </w:r>
    </w:p>
    <w:p w14:paraId="5880740F" w14:textId="77777777" w:rsidR="00E8465A" w:rsidRDefault="00E8465A" w:rsidP="00E0544E">
      <w:r>
        <w:t>« </w:t>
      </w:r>
      <w:r w:rsidR="00E0544E" w:rsidRPr="007818BD">
        <w:t>Je ne dis pas</w:t>
      </w:r>
      <w:r>
        <w:t xml:space="preserve">, </w:t>
      </w:r>
      <w:r w:rsidR="00E0544E" w:rsidRPr="007818BD">
        <w:t>citoyen</w:t>
      </w:r>
      <w:r>
        <w:t xml:space="preserve">, </w:t>
      </w:r>
      <w:r w:rsidR="00E0544E" w:rsidRPr="007818BD">
        <w:t>qu</w:t>
      </w:r>
      <w:r>
        <w:t>’</w:t>
      </w:r>
      <w:r w:rsidR="00E0544E" w:rsidRPr="007818BD">
        <w:t>il n</w:t>
      </w:r>
      <w:r>
        <w:t>’</w:t>
      </w:r>
      <w:r w:rsidR="00E0544E" w:rsidRPr="007818BD">
        <w:t>y ait quelque raison dans ce que tu dis</w:t>
      </w:r>
      <w:r>
        <w:t xml:space="preserve">. </w:t>
      </w:r>
      <w:r w:rsidR="00E0544E" w:rsidRPr="007818BD">
        <w:t>Mais les o</w:t>
      </w:r>
      <w:r w:rsidR="00E0544E" w:rsidRPr="007818BD">
        <w:t>r</w:t>
      </w:r>
      <w:r w:rsidR="00E0544E" w:rsidRPr="007818BD">
        <w:t>dres sont précis</w:t>
      </w:r>
      <w:r>
        <w:t>.</w:t>
      </w:r>
    </w:p>
    <w:p w14:paraId="0E52B455" w14:textId="77777777" w:rsidR="00E8465A" w:rsidRDefault="00E8465A" w:rsidP="00E0544E">
      <w:r>
        <w:t>— </w:t>
      </w:r>
      <w:r w:rsidR="00E0544E" w:rsidRPr="007818BD">
        <w:t>Précis</w:t>
      </w:r>
      <w:r>
        <w:t xml:space="preserve">, </w:t>
      </w:r>
      <w:r w:rsidR="00E0544E" w:rsidRPr="007818BD">
        <w:t>quant au nombre de victimes seulement</w:t>
      </w:r>
      <w:r>
        <w:t xml:space="preserve">. </w:t>
      </w:r>
      <w:r w:rsidR="00E0544E" w:rsidRPr="007818BD">
        <w:t>Pour ce</w:t>
      </w:r>
      <w:r w:rsidR="00E0544E" w:rsidRPr="007818BD">
        <w:t>l</w:t>
      </w:r>
      <w:r w:rsidR="00E0544E" w:rsidRPr="007818BD">
        <w:t>le-ci</w:t>
      </w:r>
      <w:r>
        <w:t xml:space="preserve">, </w:t>
      </w:r>
      <w:r w:rsidR="00E0544E" w:rsidRPr="007818BD">
        <w:t>je vous offre un remplaçant</w:t>
      </w:r>
      <w:r>
        <w:t xml:space="preserve">. </w:t>
      </w:r>
      <w:r w:rsidR="00E0544E" w:rsidRPr="007818BD">
        <w:t>Je vous offre la tête d</w:t>
      </w:r>
      <w:r>
        <w:t>’</w:t>
      </w:r>
      <w:r w:rsidR="00E0544E" w:rsidRPr="007818BD">
        <w:t>un homme qui connaît dans tous ses détails le complot qui menace en ce moment Robespierre et vous-même</w:t>
      </w:r>
      <w:r>
        <w:t xml:space="preserve"> ; </w:t>
      </w:r>
      <w:r w:rsidR="00E0544E" w:rsidRPr="007818BD">
        <w:t>et vous seriez he</w:t>
      </w:r>
      <w:r w:rsidR="00E0544E" w:rsidRPr="007818BD">
        <w:t>u</w:t>
      </w:r>
      <w:r w:rsidR="00E0544E" w:rsidRPr="007818BD">
        <w:t>reux d</w:t>
      </w:r>
      <w:r>
        <w:t>’</w:t>
      </w:r>
      <w:r w:rsidR="00E0544E" w:rsidRPr="007818BD">
        <w:t>acheter</w:t>
      </w:r>
      <w:r>
        <w:t xml:space="preserve">, </w:t>
      </w:r>
      <w:r w:rsidR="00E0544E" w:rsidRPr="007818BD">
        <w:t>au prix de vos quatre-vingts têtes</w:t>
      </w:r>
      <w:r>
        <w:t xml:space="preserve">, </w:t>
      </w:r>
      <w:r w:rsidR="00E0544E" w:rsidRPr="007818BD">
        <w:t>le secret de ce complot</w:t>
      </w:r>
      <w:r>
        <w:t>.</w:t>
      </w:r>
    </w:p>
    <w:p w14:paraId="52220BDF" w14:textId="77777777" w:rsidR="00E8465A" w:rsidRDefault="00E8465A" w:rsidP="00E0544E">
      <w:r>
        <w:t>— </w:t>
      </w:r>
      <w:r w:rsidR="00E0544E" w:rsidRPr="007818BD">
        <w:t>Voilà qui change la question</w:t>
      </w:r>
      <w:r>
        <w:t xml:space="preserve">, </w:t>
      </w:r>
      <w:r w:rsidR="00E0544E" w:rsidRPr="007818BD">
        <w:t>dit vivement Dumas</w:t>
      </w:r>
      <w:r>
        <w:t xml:space="preserve"> ; </w:t>
      </w:r>
      <w:r w:rsidR="00E0544E" w:rsidRPr="007818BD">
        <w:t>si tu peux faire cela</w:t>
      </w:r>
      <w:r>
        <w:t xml:space="preserve">, </w:t>
      </w:r>
      <w:r w:rsidR="00E0544E" w:rsidRPr="007818BD">
        <w:t>de ma propre autorité</w:t>
      </w:r>
      <w:r>
        <w:t xml:space="preserve">, </w:t>
      </w:r>
      <w:r w:rsidR="00E0544E" w:rsidRPr="007818BD">
        <w:t>j</w:t>
      </w:r>
      <w:r>
        <w:t>’</w:t>
      </w:r>
      <w:r w:rsidR="00E0544E" w:rsidRPr="007818BD">
        <w:t>ajournerai le jugement de l</w:t>
      </w:r>
      <w:r>
        <w:t>’</w:t>
      </w:r>
      <w:r w:rsidR="00E0544E" w:rsidRPr="007818BD">
        <w:t>Italienne</w:t>
      </w:r>
      <w:r>
        <w:t xml:space="preserve">. </w:t>
      </w:r>
      <w:r w:rsidR="00E0544E" w:rsidRPr="007818BD">
        <w:t>Maintenant</w:t>
      </w:r>
      <w:r>
        <w:t xml:space="preserve">, </w:t>
      </w:r>
      <w:r w:rsidR="00E0544E" w:rsidRPr="007818BD">
        <w:t>ce remplaçant</w:t>
      </w:r>
      <w:r>
        <w:t>…</w:t>
      </w:r>
    </w:p>
    <w:p w14:paraId="2C471B5F" w14:textId="77777777" w:rsidR="00E8465A" w:rsidRDefault="00E8465A" w:rsidP="00E0544E">
      <w:r>
        <w:t>— </w:t>
      </w:r>
      <w:r w:rsidR="00E0544E" w:rsidRPr="007818BD">
        <w:t>Vous le voyez devant vous</w:t>
      </w:r>
      <w:r>
        <w:t> !</w:t>
      </w:r>
    </w:p>
    <w:p w14:paraId="5C7AB319" w14:textId="77777777" w:rsidR="00E8465A" w:rsidRDefault="00E8465A" w:rsidP="00E0544E">
      <w:r>
        <w:t>— </w:t>
      </w:r>
      <w:r w:rsidR="00E0544E" w:rsidRPr="007818BD">
        <w:t>Toi</w:t>
      </w:r>
      <w:r>
        <w:t xml:space="preserve"> ! </w:t>
      </w:r>
      <w:r w:rsidR="00E0544E" w:rsidRPr="007818BD">
        <w:t>s</w:t>
      </w:r>
      <w:r>
        <w:t>’</w:t>
      </w:r>
      <w:r w:rsidR="00E0544E" w:rsidRPr="007818BD">
        <w:t>écria Dumas</w:t>
      </w:r>
      <w:r>
        <w:t xml:space="preserve">, </w:t>
      </w:r>
      <w:r w:rsidR="00E0544E" w:rsidRPr="007818BD">
        <w:t>et une crainte qu</w:t>
      </w:r>
      <w:r>
        <w:t>’</w:t>
      </w:r>
      <w:r w:rsidR="00E0544E" w:rsidRPr="007818BD">
        <w:t>il ne put dissim</w:t>
      </w:r>
      <w:r w:rsidR="00E0544E" w:rsidRPr="007818BD">
        <w:t>u</w:t>
      </w:r>
      <w:r w:rsidR="00E0544E" w:rsidRPr="007818BD">
        <w:t>ler se trahit à travers sa surprise</w:t>
      </w:r>
      <w:r>
        <w:t xml:space="preserve">. </w:t>
      </w:r>
      <w:r w:rsidR="00E0544E" w:rsidRPr="007818BD">
        <w:t>Toi</w:t>
      </w:r>
      <w:r>
        <w:t xml:space="preserve"> ! </w:t>
      </w:r>
      <w:r w:rsidR="00E0544E" w:rsidRPr="007818BD">
        <w:t>et tu viens à moi</w:t>
      </w:r>
      <w:r>
        <w:t xml:space="preserve">, </w:t>
      </w:r>
      <w:r w:rsidR="00E0544E" w:rsidRPr="007818BD">
        <w:t>seul</w:t>
      </w:r>
      <w:r>
        <w:t xml:space="preserve">, </w:t>
      </w:r>
      <w:r w:rsidR="00E0544E" w:rsidRPr="007818BD">
        <w:t>la nuit</w:t>
      </w:r>
      <w:r>
        <w:t xml:space="preserve">, </w:t>
      </w:r>
      <w:r w:rsidR="00E0544E" w:rsidRPr="007818BD">
        <w:t>te livrer à la justice</w:t>
      </w:r>
      <w:r>
        <w:t xml:space="preserve"> ! </w:t>
      </w:r>
      <w:r w:rsidR="00E0544E" w:rsidRPr="007818BD">
        <w:t>C</w:t>
      </w:r>
      <w:r>
        <w:t>’</w:t>
      </w:r>
      <w:r w:rsidR="00E0544E" w:rsidRPr="007818BD">
        <w:t>est un piège</w:t>
      </w:r>
      <w:r>
        <w:t xml:space="preserve">. </w:t>
      </w:r>
      <w:r w:rsidR="00E0544E" w:rsidRPr="007818BD">
        <w:t>Tremble</w:t>
      </w:r>
      <w:r>
        <w:t xml:space="preserve">, </w:t>
      </w:r>
      <w:r w:rsidR="00E0544E" w:rsidRPr="007818BD">
        <w:t>insensé</w:t>
      </w:r>
      <w:r>
        <w:t xml:space="preserve"> ! </w:t>
      </w:r>
      <w:r w:rsidR="00E0544E" w:rsidRPr="007818BD">
        <w:t>tu es en mon pouvoir</w:t>
      </w:r>
      <w:r>
        <w:t xml:space="preserve">, </w:t>
      </w:r>
      <w:r w:rsidR="00E0544E" w:rsidRPr="007818BD">
        <w:t xml:space="preserve">et je puis vous avoir </w:t>
      </w:r>
      <w:r w:rsidR="00E0544E" w:rsidRPr="007818BD">
        <w:rPr>
          <w:i/>
          <w:iCs/>
        </w:rPr>
        <w:t>tous les deux</w:t>
      </w:r>
      <w:r>
        <w:t>.</w:t>
      </w:r>
    </w:p>
    <w:p w14:paraId="09646EFC" w14:textId="3EF1C761" w:rsidR="00E0544E" w:rsidRPr="007818BD" w:rsidRDefault="00E8465A" w:rsidP="00E0544E">
      <w:r>
        <w:t>— </w:t>
      </w:r>
      <w:r w:rsidR="00E0544E" w:rsidRPr="007818BD">
        <w:t>Vous le pouvez</w:t>
      </w:r>
      <w:r>
        <w:t xml:space="preserve">, </w:t>
      </w:r>
      <w:r w:rsidR="00E0544E" w:rsidRPr="007818BD">
        <w:t>dit l</w:t>
      </w:r>
      <w:r>
        <w:t>’</w:t>
      </w:r>
      <w:r w:rsidR="00E0544E" w:rsidRPr="007818BD">
        <w:t>étranger avec un calme sourire de dédain</w:t>
      </w:r>
      <w:r>
        <w:t xml:space="preserve"> ; </w:t>
      </w:r>
      <w:r w:rsidR="00E0544E" w:rsidRPr="007818BD">
        <w:t>mais ma vie vous est inutile sans mes révélations</w:t>
      </w:r>
      <w:r>
        <w:t xml:space="preserve">. </w:t>
      </w:r>
      <w:r w:rsidR="00E0544E" w:rsidRPr="007818BD">
        <w:t>Re</w:t>
      </w:r>
      <w:r w:rsidR="00E0544E" w:rsidRPr="007818BD">
        <w:t>s</w:t>
      </w:r>
      <w:r w:rsidR="00E0544E" w:rsidRPr="007818BD">
        <w:t>tez en</w:t>
      </w:r>
      <w:r>
        <w:t>-</w:t>
      </w:r>
      <w:r w:rsidR="00E0544E" w:rsidRPr="007818BD">
        <w:t>place</w:t>
      </w:r>
      <w:r>
        <w:t xml:space="preserve">, </w:t>
      </w:r>
      <w:r w:rsidR="00E0544E" w:rsidRPr="007818BD">
        <w:t>je vous l</w:t>
      </w:r>
      <w:r>
        <w:t>’</w:t>
      </w:r>
      <w:r w:rsidR="00E0544E" w:rsidRPr="007818BD">
        <w:t>ordonne</w:t>
      </w:r>
      <w:r>
        <w:t xml:space="preserve"> ; </w:t>
      </w:r>
      <w:r w:rsidR="00E0544E" w:rsidRPr="007818BD">
        <w:t>écoutez-moi</w:t>
      </w:r>
      <w:r>
        <w:t>. »</w:t>
      </w:r>
      <w:r w:rsidR="00E0544E" w:rsidRPr="007818BD">
        <w:t xml:space="preserve"> Et l</w:t>
      </w:r>
      <w:r>
        <w:t>’</w:t>
      </w:r>
      <w:r w:rsidR="00E0544E" w:rsidRPr="007818BD">
        <w:t>éclat de ses yeux intrépides jeta la terreur et le respect dans l</w:t>
      </w:r>
      <w:r>
        <w:t>’</w:t>
      </w:r>
      <w:r w:rsidR="00E0544E" w:rsidRPr="007818BD">
        <w:t>âme du juge</w:t>
      </w:r>
      <w:r>
        <w:t>. « </w:t>
      </w:r>
      <w:r w:rsidR="00E0544E" w:rsidRPr="007818BD">
        <w:t>Vous me ferez conduire à la Conciergerie</w:t>
      </w:r>
      <w:r>
        <w:t xml:space="preserve"> ; </w:t>
      </w:r>
      <w:r w:rsidR="00E0544E" w:rsidRPr="007818BD">
        <w:t>vous ferez co</w:t>
      </w:r>
      <w:r w:rsidR="00E0544E" w:rsidRPr="007818BD">
        <w:t>m</w:t>
      </w:r>
      <w:r w:rsidR="00E0544E" w:rsidRPr="007818BD">
        <w:t>prendre mon jugement parmi ceux de la fournée de demain</w:t>
      </w:r>
      <w:r>
        <w:t xml:space="preserve">, </w:t>
      </w:r>
      <w:r w:rsidR="00E0544E" w:rsidRPr="007818BD">
        <w:t xml:space="preserve">sous le nom de </w:t>
      </w:r>
      <w:proofErr w:type="spellStart"/>
      <w:r w:rsidR="00E0544E" w:rsidRPr="007818BD">
        <w:t>Zanoni</w:t>
      </w:r>
      <w:proofErr w:type="spellEnd"/>
      <w:r>
        <w:t xml:space="preserve">. </w:t>
      </w:r>
      <w:r w:rsidR="00E0544E" w:rsidRPr="007818BD">
        <w:t>Si mes paroles ne vous satisfont pas alors</w:t>
      </w:r>
      <w:r>
        <w:t xml:space="preserve">, </w:t>
      </w:r>
      <w:r w:rsidR="00E0544E" w:rsidRPr="007818BD">
        <w:t>vous avez toujours pour otage la femme que je veux sa</w:t>
      </w:r>
      <w:r w:rsidR="00E0544E" w:rsidRPr="007818BD">
        <w:t>u</w:t>
      </w:r>
      <w:r w:rsidR="00E0544E" w:rsidRPr="007818BD">
        <w:t>ver par ma mort</w:t>
      </w:r>
      <w:r>
        <w:t xml:space="preserve">. </w:t>
      </w:r>
      <w:r w:rsidR="00E0544E" w:rsidRPr="007818BD">
        <w:t>Je ne demande pour elle qu</w:t>
      </w:r>
      <w:r>
        <w:t>’</w:t>
      </w:r>
      <w:r w:rsidR="00E0544E" w:rsidRPr="007818BD">
        <w:t>un sursis de vingt-quatre heures</w:t>
      </w:r>
      <w:r>
        <w:t xml:space="preserve">. </w:t>
      </w:r>
      <w:r w:rsidR="00E0544E" w:rsidRPr="007818BD">
        <w:t>Le lendemain</w:t>
      </w:r>
      <w:r>
        <w:t xml:space="preserve">, </w:t>
      </w:r>
      <w:r w:rsidR="00E0544E" w:rsidRPr="007818BD">
        <w:t>je ne serai plus que poussière</w:t>
      </w:r>
      <w:r>
        <w:t xml:space="preserve">, </w:t>
      </w:r>
      <w:r w:rsidR="00E0544E" w:rsidRPr="007818BD">
        <w:t xml:space="preserve">et vous pourrez vous venger sur la vie qui restera </w:t>
      </w:r>
      <w:r w:rsidR="00E0544E" w:rsidRPr="007818BD">
        <w:lastRenderedPageBreak/>
        <w:t>en votre po</w:t>
      </w:r>
      <w:r w:rsidR="00E0544E" w:rsidRPr="007818BD">
        <w:t>u</w:t>
      </w:r>
      <w:r w:rsidR="00E0544E" w:rsidRPr="007818BD">
        <w:t>voir</w:t>
      </w:r>
      <w:r>
        <w:t xml:space="preserve">. </w:t>
      </w:r>
      <w:r w:rsidR="00E0544E" w:rsidRPr="007818BD">
        <w:t>Allons</w:t>
      </w:r>
      <w:r>
        <w:t xml:space="preserve"> ! </w:t>
      </w:r>
      <w:r w:rsidR="00E0544E" w:rsidRPr="007818BD">
        <w:t>vous qui avez jugé et condamné des accusés par mi</w:t>
      </w:r>
      <w:r w:rsidR="00E0544E" w:rsidRPr="007818BD">
        <w:t>l</w:t>
      </w:r>
      <w:r w:rsidR="00E0544E" w:rsidRPr="007818BD">
        <w:t>liers</w:t>
      </w:r>
      <w:r>
        <w:t xml:space="preserve">, </w:t>
      </w:r>
      <w:r w:rsidR="00E0544E" w:rsidRPr="007818BD">
        <w:t>n</w:t>
      </w:r>
      <w:r>
        <w:t>’</w:t>
      </w:r>
      <w:r w:rsidR="00E0544E" w:rsidRPr="007818BD">
        <w:t>hésitez pas</w:t>
      </w:r>
      <w:r>
        <w:t xml:space="preserve">. </w:t>
      </w:r>
      <w:r w:rsidR="00E0544E" w:rsidRPr="007818BD">
        <w:t>Vous imaginez-vous que celui qui vient v</w:t>
      </w:r>
      <w:r w:rsidR="00E0544E" w:rsidRPr="007818BD">
        <w:t>o</w:t>
      </w:r>
      <w:r w:rsidR="00E0544E" w:rsidRPr="007818BD">
        <w:t>lontairement s</w:t>
      </w:r>
      <w:r>
        <w:t>’</w:t>
      </w:r>
      <w:r w:rsidR="00E0544E" w:rsidRPr="007818BD">
        <w:t>offrir à la mort se laissera intimider devant v</w:t>
      </w:r>
      <w:r w:rsidR="00E0544E" w:rsidRPr="007818BD">
        <w:t>o</w:t>
      </w:r>
      <w:r w:rsidR="00E0544E" w:rsidRPr="007818BD">
        <w:t>tre tribunal</w:t>
      </w:r>
      <w:r>
        <w:t xml:space="preserve">, </w:t>
      </w:r>
      <w:r w:rsidR="00E0544E" w:rsidRPr="007818BD">
        <w:t>au point de laisser échapper une seule sy</w:t>
      </w:r>
      <w:r w:rsidR="00E0544E" w:rsidRPr="007818BD">
        <w:t>l</w:t>
      </w:r>
      <w:r w:rsidR="00E0544E" w:rsidRPr="007818BD">
        <w:t>labe contre sa volonté</w:t>
      </w:r>
      <w:r>
        <w:t xml:space="preserve"> ? </w:t>
      </w:r>
      <w:r w:rsidR="00E0544E" w:rsidRPr="007818BD">
        <w:t>Avec toute votre expérience</w:t>
      </w:r>
      <w:r>
        <w:t xml:space="preserve">, </w:t>
      </w:r>
      <w:r w:rsidR="00E0544E" w:rsidRPr="007818BD">
        <w:t>ne savez-vous pas co</w:t>
      </w:r>
      <w:r w:rsidR="00E0544E" w:rsidRPr="007818BD">
        <w:t>m</w:t>
      </w:r>
      <w:r w:rsidR="00E0544E" w:rsidRPr="007818BD">
        <w:t>bien sont inflexibles l</w:t>
      </w:r>
      <w:r>
        <w:t>’</w:t>
      </w:r>
      <w:r w:rsidR="00E0544E" w:rsidRPr="007818BD">
        <w:t>orgueil et le courage</w:t>
      </w:r>
      <w:r>
        <w:t xml:space="preserve"> ? </w:t>
      </w:r>
      <w:r w:rsidR="00E0544E" w:rsidRPr="007818BD">
        <w:t>Président</w:t>
      </w:r>
      <w:r>
        <w:t xml:space="preserve">, </w:t>
      </w:r>
      <w:r w:rsidR="00E0544E" w:rsidRPr="007818BD">
        <w:t>voici l</w:t>
      </w:r>
      <w:r>
        <w:t>’</w:t>
      </w:r>
      <w:r w:rsidR="00E0544E" w:rsidRPr="007818BD">
        <w:t>encre et la plume</w:t>
      </w:r>
      <w:r>
        <w:t xml:space="preserve"> ! </w:t>
      </w:r>
      <w:r w:rsidR="00E0544E" w:rsidRPr="007818BD">
        <w:t>Envoyez au geôlier un sursis d</w:t>
      </w:r>
      <w:r>
        <w:t>’</w:t>
      </w:r>
      <w:r w:rsidR="00E0544E" w:rsidRPr="007818BD">
        <w:t>un jour pour une femme dont la mort n</w:t>
      </w:r>
      <w:r>
        <w:t>’</w:t>
      </w:r>
      <w:r w:rsidR="00E0544E" w:rsidRPr="007818BD">
        <w:t>a aucune valeur pour vous</w:t>
      </w:r>
      <w:r>
        <w:t xml:space="preserve">, </w:t>
      </w:r>
      <w:r w:rsidR="00E0544E" w:rsidRPr="007818BD">
        <w:t>et moi-même je porterai l</w:t>
      </w:r>
      <w:r>
        <w:t>’</w:t>
      </w:r>
      <w:r w:rsidR="00E0544E" w:rsidRPr="007818BD">
        <w:t>ordre à ma prison</w:t>
      </w:r>
      <w:r>
        <w:t xml:space="preserve">, </w:t>
      </w:r>
      <w:r w:rsidR="00E0544E" w:rsidRPr="007818BD">
        <w:t>moi qui puis</w:t>
      </w:r>
      <w:r>
        <w:t xml:space="preserve">, </w:t>
      </w:r>
      <w:r w:rsidR="00E0544E" w:rsidRPr="007818BD">
        <w:t>dès à pr</w:t>
      </w:r>
      <w:r w:rsidR="00E0544E" w:rsidRPr="007818BD">
        <w:t>é</w:t>
      </w:r>
      <w:r w:rsidR="00E0544E" w:rsidRPr="007818BD">
        <w:t>sent</w:t>
      </w:r>
      <w:r>
        <w:t xml:space="preserve">, </w:t>
      </w:r>
      <w:r w:rsidR="00E0544E" w:rsidRPr="007818BD">
        <w:t>comme gage de ce que j</w:t>
      </w:r>
      <w:r>
        <w:t>’</w:t>
      </w:r>
      <w:r w:rsidR="00E0544E" w:rsidRPr="007818BD">
        <w:t>aurais à révéler</w:t>
      </w:r>
      <w:r>
        <w:t xml:space="preserve">, </w:t>
      </w:r>
      <w:r w:rsidR="00E0544E" w:rsidRPr="007818BD">
        <w:t>vous dire qu</w:t>
      </w:r>
      <w:r>
        <w:t>’</w:t>
      </w:r>
      <w:r w:rsidR="00E0544E" w:rsidRPr="007818BD">
        <w:t>à l</w:t>
      </w:r>
      <w:r>
        <w:t>’</w:t>
      </w:r>
      <w:r w:rsidR="00E0544E" w:rsidRPr="007818BD">
        <w:t>heure où je vous parle</w:t>
      </w:r>
      <w:r>
        <w:t xml:space="preserve">, </w:t>
      </w:r>
      <w:r w:rsidR="00E0544E" w:rsidRPr="007818BD">
        <w:t>ô juge</w:t>
      </w:r>
      <w:r>
        <w:t xml:space="preserve"> ! </w:t>
      </w:r>
      <w:r w:rsidR="00E0544E" w:rsidRPr="007818BD">
        <w:t>votre nom est sur une liste de mort</w:t>
      </w:r>
      <w:r>
        <w:t xml:space="preserve">. </w:t>
      </w:r>
      <w:r w:rsidR="00E0544E" w:rsidRPr="007818BD">
        <w:t>Je puis vous dire quelle est la main qui l</w:t>
      </w:r>
      <w:r>
        <w:t>’</w:t>
      </w:r>
      <w:r w:rsidR="00E0544E" w:rsidRPr="007818BD">
        <w:t>a écrite</w:t>
      </w:r>
      <w:r>
        <w:t xml:space="preserve"> ; </w:t>
      </w:r>
      <w:r w:rsidR="00E0544E" w:rsidRPr="007818BD">
        <w:t>je puis vous dire d</w:t>
      </w:r>
      <w:r>
        <w:t>’</w:t>
      </w:r>
      <w:r w:rsidR="00E0544E" w:rsidRPr="007818BD">
        <w:t>où vous devez attendre le danger</w:t>
      </w:r>
      <w:r>
        <w:t xml:space="preserve"> ; </w:t>
      </w:r>
      <w:r w:rsidR="00E0544E" w:rsidRPr="007818BD">
        <w:t>je puis vous dir</w:t>
      </w:r>
      <w:r w:rsidR="00E0544E">
        <w:t>e</w:t>
      </w:r>
      <w:r w:rsidR="00E0544E" w:rsidRPr="007818BD">
        <w:t xml:space="preserve"> dans quel nuage</w:t>
      </w:r>
      <w:r>
        <w:t xml:space="preserve">, </w:t>
      </w:r>
      <w:r w:rsidR="00E0544E" w:rsidRPr="007818BD">
        <w:t>dans quelle atmosphère orageuse est suspe</w:t>
      </w:r>
      <w:r w:rsidR="00E0544E" w:rsidRPr="007818BD">
        <w:t>n</w:t>
      </w:r>
      <w:r w:rsidR="00E0544E" w:rsidRPr="007818BD">
        <w:t>due la foudre qui doit éclater sur Robespierre et sur son règne</w:t>
      </w:r>
      <w:r>
        <w:t>. »</w:t>
      </w:r>
    </w:p>
    <w:p w14:paraId="2605B541" w14:textId="77777777" w:rsidR="00E8465A" w:rsidRDefault="00E0544E" w:rsidP="00E0544E">
      <w:r w:rsidRPr="007818BD">
        <w:t>Dumas pâlit</w:t>
      </w:r>
      <w:r w:rsidR="00E8465A">
        <w:t xml:space="preserve"> ; </w:t>
      </w:r>
      <w:r w:rsidRPr="007818BD">
        <w:t>ses yeux cherchaient en vain à échapper au regard magnétique qui le dominait et le subjuguait</w:t>
      </w:r>
      <w:r w:rsidR="00E8465A">
        <w:t xml:space="preserve">. </w:t>
      </w:r>
      <w:r w:rsidRPr="007818BD">
        <w:t>Machinal</w:t>
      </w:r>
      <w:r w:rsidRPr="007818BD">
        <w:t>e</w:t>
      </w:r>
      <w:r w:rsidRPr="007818BD">
        <w:t>ment</w:t>
      </w:r>
      <w:r w:rsidR="00E8465A">
        <w:t xml:space="preserve">, </w:t>
      </w:r>
      <w:r w:rsidRPr="007818BD">
        <w:t>et comme sous l</w:t>
      </w:r>
      <w:r w:rsidR="00E8465A">
        <w:t>’</w:t>
      </w:r>
      <w:r w:rsidRPr="007818BD">
        <w:t>empire d</w:t>
      </w:r>
      <w:r w:rsidR="00E8465A">
        <w:t>’</w:t>
      </w:r>
      <w:r w:rsidRPr="007818BD">
        <w:t>un pouvoir autre que le sien</w:t>
      </w:r>
      <w:r w:rsidR="00E8465A">
        <w:t xml:space="preserve">, </w:t>
      </w:r>
      <w:r w:rsidRPr="007818BD">
        <w:t>il écrivit pendant que l</w:t>
      </w:r>
      <w:r w:rsidR="00E8465A">
        <w:t>’</w:t>
      </w:r>
      <w:r w:rsidRPr="007818BD">
        <w:t>étranger dictait</w:t>
      </w:r>
      <w:r w:rsidR="00E8465A">
        <w:t>.</w:t>
      </w:r>
    </w:p>
    <w:p w14:paraId="651ED6BF" w14:textId="77777777" w:rsidR="00E8465A" w:rsidRDefault="00E8465A" w:rsidP="00E0544E">
      <w:r>
        <w:t>« </w:t>
      </w:r>
      <w:r w:rsidR="00E0544E" w:rsidRPr="007818BD">
        <w:t>Eh bien</w:t>
      </w:r>
      <w:r>
        <w:t xml:space="preserve"> ! </w:t>
      </w:r>
      <w:r w:rsidR="00E0544E" w:rsidRPr="007818BD">
        <w:t>dit-il avec un sourire forcé</w:t>
      </w:r>
      <w:r>
        <w:t xml:space="preserve">, </w:t>
      </w:r>
      <w:r w:rsidR="00E0544E" w:rsidRPr="007818BD">
        <w:t>je t</w:t>
      </w:r>
      <w:r>
        <w:t>’</w:t>
      </w:r>
      <w:r w:rsidR="00E0544E" w:rsidRPr="007818BD">
        <w:t>avais promis de te servir</w:t>
      </w:r>
      <w:r>
        <w:t xml:space="preserve"> ; </w:t>
      </w:r>
      <w:r w:rsidR="00E0544E" w:rsidRPr="007818BD">
        <w:t>tu vois</w:t>
      </w:r>
      <w:r>
        <w:t xml:space="preserve">, </w:t>
      </w:r>
      <w:r w:rsidR="00E0544E" w:rsidRPr="007818BD">
        <w:t>je tiens parole</w:t>
      </w:r>
      <w:r>
        <w:t xml:space="preserve">. </w:t>
      </w:r>
      <w:r w:rsidR="00E0544E" w:rsidRPr="007818BD">
        <w:t>Je présume que tu es un de ces cœurs niais</w:t>
      </w:r>
      <w:r>
        <w:t xml:space="preserve">, </w:t>
      </w:r>
      <w:r w:rsidR="00E0544E" w:rsidRPr="007818BD">
        <w:t>sensibles</w:t>
      </w:r>
      <w:r>
        <w:t xml:space="preserve">, </w:t>
      </w:r>
      <w:r w:rsidR="00E0544E" w:rsidRPr="007818BD">
        <w:t>de ces professeurs de vertu antirévol</w:t>
      </w:r>
      <w:r w:rsidR="00E0544E" w:rsidRPr="007818BD">
        <w:t>u</w:t>
      </w:r>
      <w:r w:rsidR="00E0544E" w:rsidRPr="007818BD">
        <w:t>tionnaire</w:t>
      </w:r>
      <w:r>
        <w:t xml:space="preserve">, </w:t>
      </w:r>
      <w:r w:rsidR="00E0544E" w:rsidRPr="007818BD">
        <w:t>dont j</w:t>
      </w:r>
      <w:r>
        <w:t>’</w:t>
      </w:r>
      <w:r w:rsidR="00E0544E" w:rsidRPr="007818BD">
        <w:t>ai vu quelques-uns à mon tribunal</w:t>
      </w:r>
      <w:r>
        <w:t xml:space="preserve">. </w:t>
      </w:r>
      <w:r w:rsidR="00E0544E" w:rsidRPr="007818BD">
        <w:t>Bah</w:t>
      </w:r>
      <w:r>
        <w:t xml:space="preserve"> ! </w:t>
      </w:r>
      <w:r w:rsidR="00E0544E" w:rsidRPr="007818BD">
        <w:t>c</w:t>
      </w:r>
      <w:r>
        <w:t>’</w:t>
      </w:r>
      <w:r w:rsidR="00E0544E" w:rsidRPr="007818BD">
        <w:t>est un spectacle nauséabond que de voir des gens se faire un mérite de l</w:t>
      </w:r>
      <w:r>
        <w:t>’</w:t>
      </w:r>
      <w:r w:rsidR="00E0544E" w:rsidRPr="007818BD">
        <w:t>incivisme</w:t>
      </w:r>
      <w:r>
        <w:t xml:space="preserve">, </w:t>
      </w:r>
      <w:r w:rsidR="00E0544E" w:rsidRPr="007818BD">
        <w:t>et périr pour sauver quelque mauvais patriote</w:t>
      </w:r>
      <w:r>
        <w:t xml:space="preserve">, </w:t>
      </w:r>
      <w:r w:rsidR="00E0544E" w:rsidRPr="007818BD">
        <w:t>parce que c</w:t>
      </w:r>
      <w:r>
        <w:t>’</w:t>
      </w:r>
      <w:r w:rsidR="00E0544E" w:rsidRPr="007818BD">
        <w:t>est un fils</w:t>
      </w:r>
      <w:r>
        <w:t xml:space="preserve">, </w:t>
      </w:r>
      <w:r w:rsidR="00E0544E" w:rsidRPr="007818BD">
        <w:t>ou un père</w:t>
      </w:r>
      <w:r>
        <w:t xml:space="preserve">, </w:t>
      </w:r>
      <w:r w:rsidR="00E0544E" w:rsidRPr="007818BD">
        <w:t>ou une femme</w:t>
      </w:r>
      <w:r>
        <w:t xml:space="preserve">, </w:t>
      </w:r>
      <w:r w:rsidR="00E0544E" w:rsidRPr="007818BD">
        <w:t>ou une fille que l</w:t>
      </w:r>
      <w:r>
        <w:t>’</w:t>
      </w:r>
      <w:r w:rsidR="00E0544E" w:rsidRPr="007818BD">
        <w:t>on sauve</w:t>
      </w:r>
      <w:r>
        <w:t>.</w:t>
      </w:r>
    </w:p>
    <w:p w14:paraId="7810928B" w14:textId="77777777" w:rsidR="00E8465A" w:rsidRDefault="00E8465A" w:rsidP="00E0544E">
      <w:r>
        <w:t>— </w:t>
      </w:r>
      <w:r w:rsidR="00E0544E" w:rsidRPr="007818BD">
        <w:t>Oui</w:t>
      </w:r>
      <w:r>
        <w:t xml:space="preserve">, </w:t>
      </w:r>
      <w:r w:rsidR="00E0544E" w:rsidRPr="007818BD">
        <w:t>je suis un de ces cœurs niais et sensibles</w:t>
      </w:r>
      <w:r>
        <w:t xml:space="preserve">, </w:t>
      </w:r>
      <w:r w:rsidR="00E0544E" w:rsidRPr="007818BD">
        <w:t>dit l</w:t>
      </w:r>
      <w:r>
        <w:t>’</w:t>
      </w:r>
      <w:r w:rsidR="00E0544E" w:rsidRPr="007818BD">
        <w:t>étranger en se levant</w:t>
      </w:r>
      <w:r>
        <w:t xml:space="preserve">. </w:t>
      </w:r>
      <w:r w:rsidR="00E0544E" w:rsidRPr="007818BD">
        <w:t>Vous avez deviné juste</w:t>
      </w:r>
      <w:r>
        <w:t>.</w:t>
      </w:r>
    </w:p>
    <w:p w14:paraId="6B574388" w14:textId="77777777" w:rsidR="00E8465A" w:rsidRDefault="00E8465A" w:rsidP="00E0544E">
      <w:r>
        <w:lastRenderedPageBreak/>
        <w:t>— </w:t>
      </w:r>
      <w:r w:rsidR="00E0544E" w:rsidRPr="007818BD">
        <w:t>Et ne veux-tu pas</w:t>
      </w:r>
      <w:r>
        <w:t xml:space="preserve">, </w:t>
      </w:r>
      <w:r w:rsidR="00E0544E" w:rsidRPr="007818BD">
        <w:t>en retour de ma pitié</w:t>
      </w:r>
      <w:r>
        <w:t xml:space="preserve">, </w:t>
      </w:r>
      <w:r w:rsidR="00E0544E" w:rsidRPr="007818BD">
        <w:t>faire ce soir les révélations que tu ferais demain</w:t>
      </w:r>
      <w:r>
        <w:t xml:space="preserve"> ? </w:t>
      </w:r>
      <w:r w:rsidR="00E0544E" w:rsidRPr="007818BD">
        <w:t>Allons</w:t>
      </w:r>
      <w:r>
        <w:t xml:space="preserve">, </w:t>
      </w:r>
      <w:r w:rsidR="00E0544E" w:rsidRPr="007818BD">
        <w:t>et peut-être que toi aussi</w:t>
      </w:r>
      <w:r>
        <w:t xml:space="preserve">, </w:t>
      </w:r>
      <w:r w:rsidR="00E0544E" w:rsidRPr="007818BD">
        <w:t>que dis-je</w:t>
      </w:r>
      <w:r>
        <w:t xml:space="preserve"> ? </w:t>
      </w:r>
      <w:r w:rsidR="00E0544E" w:rsidRPr="007818BD">
        <w:t>la femme elle-même</w:t>
      </w:r>
      <w:r>
        <w:t xml:space="preserve">, </w:t>
      </w:r>
      <w:r w:rsidR="00E0544E" w:rsidRPr="007818BD">
        <w:t>recevra</w:t>
      </w:r>
      <w:r>
        <w:t xml:space="preserve">, </w:t>
      </w:r>
      <w:r w:rsidR="00E0544E" w:rsidRPr="007818BD">
        <w:t>non plus un sursis</w:t>
      </w:r>
      <w:r>
        <w:t xml:space="preserve">, </w:t>
      </w:r>
      <w:r w:rsidR="00E0544E" w:rsidRPr="007818BD">
        <w:t>mais sa grâce</w:t>
      </w:r>
      <w:r>
        <w:t>.</w:t>
      </w:r>
    </w:p>
    <w:p w14:paraId="16C8627F" w14:textId="77777777" w:rsidR="00E8465A" w:rsidRDefault="00E8465A" w:rsidP="00E0544E">
      <w:r>
        <w:t>— </w:t>
      </w:r>
      <w:r w:rsidR="00E0544E" w:rsidRPr="007818BD">
        <w:t>Devant votre tribunal</w:t>
      </w:r>
      <w:r>
        <w:t xml:space="preserve">, </w:t>
      </w:r>
      <w:r w:rsidR="00E0544E" w:rsidRPr="007818BD">
        <w:t>et seulement</w:t>
      </w:r>
      <w:r>
        <w:t xml:space="preserve">. </w:t>
      </w:r>
      <w:r w:rsidR="00E0544E" w:rsidRPr="007818BD">
        <w:t>Du reste</w:t>
      </w:r>
      <w:r>
        <w:t xml:space="preserve">, </w:t>
      </w:r>
      <w:r w:rsidR="00E0544E" w:rsidRPr="007818BD">
        <w:t>je ne veux pas vous tromper</w:t>
      </w:r>
      <w:r>
        <w:t xml:space="preserve">, </w:t>
      </w:r>
      <w:r w:rsidR="00E0544E" w:rsidRPr="007818BD">
        <w:t>président</w:t>
      </w:r>
      <w:r>
        <w:t xml:space="preserve">. </w:t>
      </w:r>
      <w:r w:rsidR="00E0544E" w:rsidRPr="007818BD">
        <w:t>Mes renseignements ne vous serv</w:t>
      </w:r>
      <w:r w:rsidR="00E0544E" w:rsidRPr="007818BD">
        <w:t>i</w:t>
      </w:r>
      <w:r w:rsidR="00E0544E" w:rsidRPr="007818BD">
        <w:t>ront peut-être pas</w:t>
      </w:r>
      <w:r>
        <w:t xml:space="preserve">, </w:t>
      </w:r>
      <w:r w:rsidR="00E0544E" w:rsidRPr="007818BD">
        <w:t>et au moment même où je montrerai le nu</w:t>
      </w:r>
      <w:r w:rsidR="00E0544E" w:rsidRPr="007818BD">
        <w:t>a</w:t>
      </w:r>
      <w:r w:rsidR="00E0544E" w:rsidRPr="007818BD">
        <w:t>ge</w:t>
      </w:r>
      <w:r>
        <w:t xml:space="preserve">, </w:t>
      </w:r>
      <w:r w:rsidR="00E0544E" w:rsidRPr="007818BD">
        <w:t>la foudre tombera peut-être</w:t>
      </w:r>
      <w:r>
        <w:t>.</w:t>
      </w:r>
    </w:p>
    <w:p w14:paraId="1C55E2A2" w14:textId="77777777" w:rsidR="00E8465A" w:rsidRDefault="00E8465A" w:rsidP="00E0544E">
      <w:r>
        <w:t>— </w:t>
      </w:r>
      <w:r w:rsidR="00E0544E" w:rsidRPr="007818BD">
        <w:t>Prophète de malheur</w:t>
      </w:r>
      <w:r>
        <w:t xml:space="preserve">, </w:t>
      </w:r>
      <w:r w:rsidR="00E0544E" w:rsidRPr="007818BD">
        <w:t>songe à toi</w:t>
      </w:r>
      <w:r>
        <w:t xml:space="preserve">. </w:t>
      </w:r>
      <w:r w:rsidR="00E0544E" w:rsidRPr="007818BD">
        <w:t>Va</w:t>
      </w:r>
      <w:r>
        <w:t xml:space="preserve">, </w:t>
      </w:r>
      <w:r w:rsidR="00E0544E" w:rsidRPr="007818BD">
        <w:t>pauvre fou</w:t>
      </w:r>
      <w:r>
        <w:t xml:space="preserve">, </w:t>
      </w:r>
      <w:r w:rsidR="00E0544E" w:rsidRPr="007818BD">
        <w:t>va</w:t>
      </w:r>
      <w:r>
        <w:t xml:space="preserve"> ! </w:t>
      </w:r>
      <w:r w:rsidR="00E0544E" w:rsidRPr="007818BD">
        <w:t>Je connais trop l</w:t>
      </w:r>
      <w:r>
        <w:t>’</w:t>
      </w:r>
      <w:r w:rsidR="00E0544E" w:rsidRPr="007818BD">
        <w:t>opiniâtreté obstinée de la classe à laquelle tu a</w:t>
      </w:r>
      <w:r w:rsidR="00E0544E" w:rsidRPr="007818BD">
        <w:t>p</w:t>
      </w:r>
      <w:r w:rsidR="00E0544E" w:rsidRPr="007818BD">
        <w:t>partiens pour perdre davantage mon temps et mes paroles</w:t>
      </w:r>
      <w:r>
        <w:t xml:space="preserve">. </w:t>
      </w:r>
      <w:r w:rsidR="00E0544E" w:rsidRPr="007818BD">
        <w:t>En vérité</w:t>
      </w:r>
      <w:r>
        <w:t xml:space="preserve">, </w:t>
      </w:r>
      <w:r w:rsidR="00E0544E" w:rsidRPr="007818BD">
        <w:t>nous devenons si habitués à regarder la mort</w:t>
      </w:r>
      <w:r>
        <w:t xml:space="preserve">, </w:t>
      </w:r>
      <w:r w:rsidR="00E0544E" w:rsidRPr="007818BD">
        <w:t>que nous oublions le respect que nous lui devons</w:t>
      </w:r>
      <w:r>
        <w:t xml:space="preserve">. </w:t>
      </w:r>
      <w:r w:rsidR="00E0544E" w:rsidRPr="007818BD">
        <w:t>Puisque tu m</w:t>
      </w:r>
      <w:r>
        <w:t>’</w:t>
      </w:r>
      <w:r w:rsidR="00E0544E" w:rsidRPr="007818BD">
        <w:t>as offert ta tête</w:t>
      </w:r>
      <w:r>
        <w:t xml:space="preserve">, </w:t>
      </w:r>
      <w:r w:rsidR="00E0544E" w:rsidRPr="007818BD">
        <w:t>je l</w:t>
      </w:r>
      <w:r>
        <w:t>’</w:t>
      </w:r>
      <w:r w:rsidR="00E0544E" w:rsidRPr="007818BD">
        <w:t>accepte</w:t>
      </w:r>
      <w:r>
        <w:t xml:space="preserve">. </w:t>
      </w:r>
      <w:r w:rsidR="00E0544E" w:rsidRPr="007818BD">
        <w:t>Demain</w:t>
      </w:r>
      <w:r>
        <w:t xml:space="preserve">, </w:t>
      </w:r>
      <w:r w:rsidR="00E0544E" w:rsidRPr="007818BD">
        <w:t>tu te repentiras peut-être</w:t>
      </w:r>
      <w:r>
        <w:t xml:space="preserve"> ; </w:t>
      </w:r>
      <w:r w:rsidR="00E0544E" w:rsidRPr="007818BD">
        <w:t>il sera trop tard</w:t>
      </w:r>
      <w:r>
        <w:t>.</w:t>
      </w:r>
    </w:p>
    <w:p w14:paraId="3C39F1AD" w14:textId="77777777" w:rsidR="00E8465A" w:rsidRDefault="00E8465A" w:rsidP="00E0544E">
      <w:r>
        <w:t>— </w:t>
      </w:r>
      <w:r w:rsidR="00E0544E" w:rsidRPr="007818BD">
        <w:t>Oui</w:t>
      </w:r>
      <w:r>
        <w:t xml:space="preserve">, </w:t>
      </w:r>
      <w:r w:rsidR="00E0544E" w:rsidRPr="007818BD">
        <w:t>trop tard</w:t>
      </w:r>
      <w:r>
        <w:t xml:space="preserve">, </w:t>
      </w:r>
      <w:r w:rsidR="00E0544E" w:rsidRPr="007818BD">
        <w:t>président</w:t>
      </w:r>
      <w:r>
        <w:t xml:space="preserve"> ! </w:t>
      </w:r>
      <w:r w:rsidR="00E0544E" w:rsidRPr="007818BD">
        <w:t>répéta son imperturbable i</w:t>
      </w:r>
      <w:r w:rsidR="00E0544E" w:rsidRPr="007818BD">
        <w:t>n</w:t>
      </w:r>
      <w:r w:rsidR="00E0544E" w:rsidRPr="007818BD">
        <w:t>terlocuteur</w:t>
      </w:r>
      <w:r>
        <w:t>.</w:t>
      </w:r>
    </w:p>
    <w:p w14:paraId="18DB7AD0" w14:textId="77777777" w:rsidR="00E8465A" w:rsidRDefault="00E8465A" w:rsidP="00E0544E">
      <w:r>
        <w:t>— </w:t>
      </w:r>
      <w:r w:rsidR="00E0544E" w:rsidRPr="007818BD">
        <w:t>Mais souviens-toi que ce n</w:t>
      </w:r>
      <w:r>
        <w:t>’</w:t>
      </w:r>
      <w:r w:rsidR="00E0544E" w:rsidRPr="007818BD">
        <w:t>est pas une grâce</w:t>
      </w:r>
      <w:r>
        <w:t xml:space="preserve"> ; </w:t>
      </w:r>
      <w:r w:rsidR="00E0544E" w:rsidRPr="007818BD">
        <w:t>c</w:t>
      </w:r>
      <w:r>
        <w:t>’</w:t>
      </w:r>
      <w:r w:rsidR="00E0544E" w:rsidRPr="007818BD">
        <w:t>est un simple sursis d</w:t>
      </w:r>
      <w:r>
        <w:t>’</w:t>
      </w:r>
      <w:r w:rsidR="00E0544E" w:rsidRPr="007818BD">
        <w:t>un jour que j</w:t>
      </w:r>
      <w:r>
        <w:t>’</w:t>
      </w:r>
      <w:r w:rsidR="00E0544E" w:rsidRPr="007818BD">
        <w:t>ai promis pour cette femme</w:t>
      </w:r>
      <w:r>
        <w:t xml:space="preserve">. </w:t>
      </w:r>
      <w:r w:rsidR="00E0544E" w:rsidRPr="007818BD">
        <w:t>En conséquence</w:t>
      </w:r>
      <w:r>
        <w:t xml:space="preserve">, </w:t>
      </w:r>
      <w:r w:rsidR="00E0544E" w:rsidRPr="007818BD">
        <w:t>selon que tu me contenteras ou non</w:t>
      </w:r>
      <w:r>
        <w:t xml:space="preserve">, </w:t>
      </w:r>
      <w:r w:rsidR="00E0544E" w:rsidRPr="007818BD">
        <w:t>elle vivra ou elle mourra</w:t>
      </w:r>
      <w:r>
        <w:t xml:space="preserve">. </w:t>
      </w:r>
      <w:r w:rsidR="00E0544E" w:rsidRPr="007818BD">
        <w:t>Je suis franc</w:t>
      </w:r>
      <w:r>
        <w:t xml:space="preserve">, </w:t>
      </w:r>
      <w:r w:rsidR="00E0544E" w:rsidRPr="007818BD">
        <w:t>citoyen</w:t>
      </w:r>
      <w:r>
        <w:t xml:space="preserve"> ; </w:t>
      </w:r>
      <w:r w:rsidR="00E0544E" w:rsidRPr="007818BD">
        <w:t>ton ombre ne me viendra pas reprocher m</w:t>
      </w:r>
      <w:r>
        <w:t>’</w:t>
      </w:r>
      <w:r w:rsidR="00E0544E" w:rsidRPr="007818BD">
        <w:t>a mauvaise foi</w:t>
      </w:r>
      <w:r>
        <w:t>.</w:t>
      </w:r>
    </w:p>
    <w:p w14:paraId="7DFA5B38" w14:textId="15F9526A" w:rsidR="00E0544E" w:rsidRPr="007818BD" w:rsidRDefault="00E8465A" w:rsidP="00E0544E">
      <w:r>
        <w:t>— </w:t>
      </w:r>
      <w:r w:rsidR="00E0544E" w:rsidRPr="007818BD">
        <w:t>Je n</w:t>
      </w:r>
      <w:r>
        <w:t>’</w:t>
      </w:r>
      <w:r w:rsidR="00E0544E" w:rsidRPr="007818BD">
        <w:t>ai demandé qu</w:t>
      </w:r>
      <w:r>
        <w:t>’</w:t>
      </w:r>
      <w:r w:rsidR="00E0544E" w:rsidRPr="007818BD">
        <w:t>un jour</w:t>
      </w:r>
      <w:r>
        <w:t xml:space="preserve"> ; </w:t>
      </w:r>
      <w:r w:rsidR="00E0544E" w:rsidRPr="007818BD">
        <w:t>je laisse le reste à la justice et au ciel</w:t>
      </w:r>
      <w:r>
        <w:t xml:space="preserve">. </w:t>
      </w:r>
      <w:r w:rsidR="00E0544E" w:rsidRPr="007818BD">
        <w:t>Vos huissiers m</w:t>
      </w:r>
      <w:r>
        <w:t>’</w:t>
      </w:r>
      <w:r w:rsidR="00E0544E" w:rsidRPr="007818BD">
        <w:t>attendent en bas</w:t>
      </w:r>
      <w:r>
        <w:t>. »</w:t>
      </w:r>
    </w:p>
    <w:p w14:paraId="0F6C0A98" w14:textId="77777777" w:rsidR="00E8465A" w:rsidRDefault="00E0544E" w:rsidP="00E8465A">
      <w:pPr>
        <w:pStyle w:val="Titre2"/>
        <w:pageBreakBefore/>
      </w:pPr>
      <w:bookmarkStart w:id="87" w:name="_Toc199963135"/>
      <w:r w:rsidRPr="007818BD">
        <w:lastRenderedPageBreak/>
        <w:t>CHAPITRE</w:t>
      </w:r>
      <w:r w:rsidR="00E8465A">
        <w:t xml:space="preserve"> </w:t>
      </w:r>
      <w:r w:rsidRPr="007818BD">
        <w:t>XVI</w:t>
      </w:r>
      <w:r w:rsidR="00E8465A">
        <w:t>.</w:t>
      </w:r>
      <w:bookmarkEnd w:id="87"/>
    </w:p>
    <w:p w14:paraId="11793D89" w14:textId="77777777" w:rsidR="00E8465A" w:rsidRDefault="00E0544E" w:rsidP="00E0544E">
      <w:pPr>
        <w:pStyle w:val="NormalRetraitGauche4XIndent0"/>
        <w:spacing w:before="0" w:after="0"/>
        <w:rPr>
          <w:rStyle w:val="Taille-1Caracteres"/>
        </w:rPr>
      </w:pPr>
      <w:proofErr w:type="spellStart"/>
      <w:r w:rsidRPr="007818BD">
        <w:rPr>
          <w:rStyle w:val="Taille-1Caracteres"/>
        </w:rPr>
        <w:t>Und</w:t>
      </w:r>
      <w:proofErr w:type="spellEnd"/>
      <w:r w:rsidRPr="007818BD">
        <w:rPr>
          <w:rStyle w:val="Taille-1Caracteres"/>
        </w:rPr>
        <w:t xml:space="preserve"> den </w:t>
      </w:r>
      <w:proofErr w:type="spellStart"/>
      <w:r w:rsidRPr="007818BD">
        <w:rPr>
          <w:rStyle w:val="Taille-1Caracteres"/>
        </w:rPr>
        <w:t>Mordstahl</w:t>
      </w:r>
      <w:proofErr w:type="spellEnd"/>
      <w:r w:rsidRPr="007818BD">
        <w:rPr>
          <w:rStyle w:val="Taille-1Caracteres"/>
        </w:rPr>
        <w:t xml:space="preserve"> </w:t>
      </w:r>
      <w:proofErr w:type="spellStart"/>
      <w:r w:rsidRPr="007818BD">
        <w:rPr>
          <w:rStyle w:val="Taille-1Caracteres"/>
        </w:rPr>
        <w:t>seh</w:t>
      </w:r>
      <w:proofErr w:type="spellEnd"/>
      <w:r w:rsidR="00E8465A">
        <w:rPr>
          <w:rStyle w:val="Taille-1Caracteres"/>
        </w:rPr>
        <w:t>’</w:t>
      </w:r>
      <w:r w:rsidRPr="007818BD">
        <w:rPr>
          <w:rStyle w:val="Taille-1Caracteres"/>
        </w:rPr>
        <w:t xml:space="preserve"> </w:t>
      </w:r>
      <w:proofErr w:type="spellStart"/>
      <w:r w:rsidRPr="007818BD">
        <w:rPr>
          <w:rStyle w:val="Taille-1Caracteres"/>
        </w:rPr>
        <w:t>ich</w:t>
      </w:r>
      <w:proofErr w:type="spellEnd"/>
      <w:r w:rsidRPr="007818BD">
        <w:rPr>
          <w:rStyle w:val="Taille-1Caracteres"/>
        </w:rPr>
        <w:t xml:space="preserve"> </w:t>
      </w:r>
      <w:proofErr w:type="spellStart"/>
      <w:r w:rsidRPr="007818BD">
        <w:rPr>
          <w:rStyle w:val="Taille-1Caracteres"/>
        </w:rPr>
        <w:t>blinken</w:t>
      </w:r>
      <w:proofErr w:type="spellEnd"/>
      <w:r w:rsidR="00E8465A">
        <w:rPr>
          <w:rStyle w:val="Taille-1Caracteres"/>
        </w:rPr>
        <w:t> ;</w:t>
      </w:r>
    </w:p>
    <w:p w14:paraId="1B387B3D" w14:textId="77777777" w:rsidR="00E8465A" w:rsidRPr="0012353C" w:rsidRDefault="00E0544E" w:rsidP="00E0544E">
      <w:pPr>
        <w:pStyle w:val="NormalRetraitGauche4XIndent0"/>
        <w:spacing w:before="0" w:after="0"/>
        <w:rPr>
          <w:rStyle w:val="Taille-1Caracteres"/>
        </w:rPr>
      </w:pPr>
      <w:proofErr w:type="spellStart"/>
      <w:r w:rsidRPr="0012353C">
        <w:rPr>
          <w:rStyle w:val="Taille-1Caracteres"/>
        </w:rPr>
        <w:t>Und</w:t>
      </w:r>
      <w:proofErr w:type="spellEnd"/>
      <w:r w:rsidRPr="0012353C">
        <w:rPr>
          <w:rStyle w:val="Taille-1Caracteres"/>
        </w:rPr>
        <w:t xml:space="preserve"> </w:t>
      </w:r>
      <w:proofErr w:type="spellStart"/>
      <w:r w:rsidRPr="0012353C">
        <w:rPr>
          <w:rStyle w:val="Taille-1Caracteres"/>
        </w:rPr>
        <w:t>das</w:t>
      </w:r>
      <w:proofErr w:type="spellEnd"/>
      <w:r w:rsidRPr="0012353C">
        <w:rPr>
          <w:rStyle w:val="Taille-1Caracteres"/>
        </w:rPr>
        <w:t xml:space="preserve"> </w:t>
      </w:r>
      <w:proofErr w:type="spellStart"/>
      <w:r w:rsidRPr="0012353C">
        <w:rPr>
          <w:rStyle w:val="Taille-1Caracteres"/>
        </w:rPr>
        <w:t>Morderauge</w:t>
      </w:r>
      <w:proofErr w:type="spellEnd"/>
      <w:r w:rsidRPr="0012353C">
        <w:rPr>
          <w:rStyle w:val="Taille-1Caracteres"/>
        </w:rPr>
        <w:t xml:space="preserve"> </w:t>
      </w:r>
      <w:proofErr w:type="spellStart"/>
      <w:r w:rsidRPr="0012353C">
        <w:rPr>
          <w:rStyle w:val="Taille-1Caracteres"/>
        </w:rPr>
        <w:t>glühn</w:t>
      </w:r>
      <w:proofErr w:type="spellEnd"/>
      <w:r w:rsidRPr="007818BD">
        <w:rPr>
          <w:rStyle w:val="Appelnotedebasdep"/>
        </w:rPr>
        <w:footnoteReference w:id="65"/>
      </w:r>
      <w:r w:rsidR="00E8465A" w:rsidRPr="0012353C">
        <w:rPr>
          <w:rStyle w:val="Taille-1Caracteres"/>
        </w:rPr>
        <w:t>.</w:t>
      </w:r>
    </w:p>
    <w:p w14:paraId="1D86FD68" w14:textId="645B3CCD" w:rsidR="00E8465A" w:rsidRDefault="00E8465A" w:rsidP="000200A6">
      <w:pPr>
        <w:ind w:firstLine="0"/>
        <w:jc w:val="right"/>
        <w:rPr>
          <w:rStyle w:val="Taille-1Caracteres"/>
        </w:rPr>
      </w:pPr>
      <w:r>
        <w:rPr>
          <w:rStyle w:val="Taille-1Caracteres"/>
        </w:rPr>
        <w:t>(</w:t>
      </w:r>
      <w:r w:rsidR="00E0544E" w:rsidRPr="007818BD">
        <w:rPr>
          <w:rStyle w:val="Taille-1Caracteres"/>
        </w:rPr>
        <w:t>KASSANDRA</w:t>
      </w:r>
      <w:r>
        <w:rPr>
          <w:rStyle w:val="Taille-1Caracteres"/>
        </w:rPr>
        <w:t>.)</w:t>
      </w:r>
    </w:p>
    <w:p w14:paraId="4174A599" w14:textId="77777777" w:rsidR="00E8465A" w:rsidRDefault="00E0544E" w:rsidP="00E0544E">
      <w:r w:rsidRPr="007818BD">
        <w:t>Viola était dans la prison</w:t>
      </w:r>
      <w:r w:rsidR="00E8465A">
        <w:t xml:space="preserve"> ; </w:t>
      </w:r>
      <w:r w:rsidRPr="007818BD">
        <w:t>cette prison qui ne s</w:t>
      </w:r>
      <w:r w:rsidR="00E8465A">
        <w:t>’</w:t>
      </w:r>
      <w:r w:rsidRPr="007818BD">
        <w:t>ouvrait que pour ceux qui étaient condamnés avant d</w:t>
      </w:r>
      <w:r w:rsidR="00E8465A">
        <w:t>’</w:t>
      </w:r>
      <w:r w:rsidRPr="007818BD">
        <w:t>être jugés</w:t>
      </w:r>
      <w:r w:rsidR="00E8465A">
        <w:t xml:space="preserve">. </w:t>
      </w:r>
      <w:r w:rsidRPr="007818BD">
        <w:t xml:space="preserve">Depuis sa séparation de </w:t>
      </w:r>
      <w:proofErr w:type="spellStart"/>
      <w:r w:rsidRPr="007818BD">
        <w:t>Zanoni</w:t>
      </w:r>
      <w:proofErr w:type="spellEnd"/>
      <w:r w:rsidR="00E8465A">
        <w:t xml:space="preserve">, </w:t>
      </w:r>
      <w:r w:rsidRPr="007818BD">
        <w:t>son intelligence même semblait paral</w:t>
      </w:r>
      <w:r w:rsidRPr="007818BD">
        <w:t>y</w:t>
      </w:r>
      <w:r w:rsidRPr="007818BD">
        <w:t>sée</w:t>
      </w:r>
      <w:r w:rsidR="00E8465A">
        <w:t xml:space="preserve">. </w:t>
      </w:r>
      <w:r w:rsidRPr="007818BD">
        <w:t>Toute cette féconde exubérance d</w:t>
      </w:r>
      <w:r w:rsidR="00E8465A">
        <w:t>’</w:t>
      </w:r>
      <w:r w:rsidRPr="007818BD">
        <w:t>imagination</w:t>
      </w:r>
      <w:r w:rsidR="00E8465A">
        <w:t xml:space="preserve">, </w:t>
      </w:r>
      <w:r w:rsidRPr="007818BD">
        <w:t>qui semble sinon le fruit</w:t>
      </w:r>
      <w:r w:rsidR="00E8465A">
        <w:t xml:space="preserve">, </w:t>
      </w:r>
      <w:r w:rsidRPr="007818BD">
        <w:t>du moins la fleur du génie</w:t>
      </w:r>
      <w:r w:rsidR="00E8465A">
        <w:t xml:space="preserve"> ; </w:t>
      </w:r>
      <w:r w:rsidRPr="007818BD">
        <w:t>tout ce débordement de délicate et exquise pensée qui</w:t>
      </w:r>
      <w:r w:rsidR="00E8465A">
        <w:t xml:space="preserve">, </w:t>
      </w:r>
      <w:r w:rsidRPr="007818BD">
        <w:t>de l</w:t>
      </w:r>
      <w:r w:rsidR="00E8465A">
        <w:t>’</w:t>
      </w:r>
      <w:r w:rsidRPr="007818BD">
        <w:t xml:space="preserve">aveu de </w:t>
      </w:r>
      <w:proofErr w:type="spellStart"/>
      <w:r w:rsidRPr="007818BD">
        <w:t>Zanoni</w:t>
      </w:r>
      <w:proofErr w:type="spellEnd"/>
      <w:r w:rsidRPr="007818BD">
        <w:t xml:space="preserve"> lui-même</w:t>
      </w:r>
      <w:r w:rsidR="00E8465A">
        <w:t xml:space="preserve">, </w:t>
      </w:r>
      <w:r w:rsidRPr="007818BD">
        <w:t>lui révélait à lui</w:t>
      </w:r>
      <w:r w:rsidR="00E8465A">
        <w:t xml:space="preserve">, </w:t>
      </w:r>
      <w:r w:rsidRPr="007818BD">
        <w:t>l</w:t>
      </w:r>
      <w:r w:rsidR="00E8465A">
        <w:t>’</w:t>
      </w:r>
      <w:r w:rsidRPr="007818BD">
        <w:t>homme sage</w:t>
      </w:r>
      <w:r w:rsidR="00E8465A">
        <w:t xml:space="preserve">, </w:t>
      </w:r>
      <w:r w:rsidRPr="007818BD">
        <w:t>des mystères et des profondeurs qu</w:t>
      </w:r>
      <w:r w:rsidR="00E8465A">
        <w:t>’</w:t>
      </w:r>
      <w:r w:rsidRPr="007818BD">
        <w:t>il n</w:t>
      </w:r>
      <w:r w:rsidR="00E8465A">
        <w:t>’</w:t>
      </w:r>
      <w:r w:rsidRPr="007818BD">
        <w:t>avait pas jusqu</w:t>
      </w:r>
      <w:r w:rsidR="00E8465A">
        <w:t>’</w:t>
      </w:r>
      <w:r w:rsidRPr="007818BD">
        <w:t>alors soupçonnés</w:t>
      </w:r>
      <w:r w:rsidR="00E8465A">
        <w:t xml:space="preserve"> ; </w:t>
      </w:r>
      <w:r w:rsidRPr="007818BD">
        <w:t>tout cela était anéanti</w:t>
      </w:r>
      <w:r w:rsidR="00E8465A">
        <w:t xml:space="preserve"> ; </w:t>
      </w:r>
      <w:r w:rsidRPr="007818BD">
        <w:t>les fleurs flétries</w:t>
      </w:r>
      <w:r w:rsidR="00E8465A">
        <w:t xml:space="preserve">, </w:t>
      </w:r>
      <w:r w:rsidRPr="007818BD">
        <w:t>la source tarie</w:t>
      </w:r>
      <w:r w:rsidR="00E8465A">
        <w:t xml:space="preserve">. </w:t>
      </w:r>
      <w:r w:rsidRPr="007818BD">
        <w:t>Sa nature</w:t>
      </w:r>
      <w:r w:rsidR="00E8465A">
        <w:t xml:space="preserve">, </w:t>
      </w:r>
      <w:r w:rsidRPr="007818BD">
        <w:t>presque supérieure à celle de la femme</w:t>
      </w:r>
      <w:r w:rsidR="00E8465A">
        <w:t xml:space="preserve">, </w:t>
      </w:r>
      <w:r w:rsidRPr="007818BD">
        <w:t>se</w:t>
      </w:r>
      <w:r w:rsidRPr="007818BD">
        <w:t>m</w:t>
      </w:r>
      <w:r w:rsidRPr="007818BD">
        <w:t>blait graduellement s</w:t>
      </w:r>
      <w:r w:rsidR="00E8465A">
        <w:t>’</w:t>
      </w:r>
      <w:r w:rsidRPr="007818BD">
        <w:t>affaisser presque au-dessous de celle de l</w:t>
      </w:r>
      <w:r w:rsidR="00E8465A">
        <w:t>’</w:t>
      </w:r>
      <w:r w:rsidRPr="007818BD">
        <w:t>enfant</w:t>
      </w:r>
      <w:r w:rsidR="00E8465A">
        <w:t xml:space="preserve">. </w:t>
      </w:r>
      <w:r w:rsidRPr="007818BD">
        <w:t>Avec l</w:t>
      </w:r>
      <w:r w:rsidR="00E8465A">
        <w:t>’</w:t>
      </w:r>
      <w:r w:rsidRPr="007818BD">
        <w:t>inspirateur</w:t>
      </w:r>
      <w:r w:rsidR="00E8465A">
        <w:t xml:space="preserve">, </w:t>
      </w:r>
      <w:r w:rsidRPr="007818BD">
        <w:t>l</w:t>
      </w:r>
      <w:r w:rsidR="00E8465A">
        <w:t>’</w:t>
      </w:r>
      <w:r w:rsidRPr="007818BD">
        <w:t>inspiration avait cessé</w:t>
      </w:r>
      <w:r w:rsidR="00E8465A">
        <w:t xml:space="preserve"> ; </w:t>
      </w:r>
      <w:r w:rsidRPr="007818BD">
        <w:t>et</w:t>
      </w:r>
      <w:r w:rsidR="00E8465A">
        <w:t xml:space="preserve">, </w:t>
      </w:r>
      <w:r w:rsidRPr="007818BD">
        <w:t>en abandonnant son amour</w:t>
      </w:r>
      <w:r w:rsidR="00E8465A">
        <w:t xml:space="preserve">, </w:t>
      </w:r>
      <w:r w:rsidRPr="007818BD">
        <w:t>elle avait aussi abandonné son génie</w:t>
      </w:r>
      <w:r w:rsidR="00E8465A">
        <w:t>.</w:t>
      </w:r>
    </w:p>
    <w:p w14:paraId="63A55D8F" w14:textId="77777777" w:rsidR="00E8465A" w:rsidRDefault="00E0544E" w:rsidP="00E0544E">
      <w:r w:rsidRPr="007818BD">
        <w:t>Elle comprenait à peine pourquoi elle avait été ainsi arr</w:t>
      </w:r>
      <w:r w:rsidRPr="007818BD">
        <w:t>a</w:t>
      </w:r>
      <w:r w:rsidRPr="007818BD">
        <w:t>chée à son foyer et à la tranquille régularité de sa vie de tous les jours</w:t>
      </w:r>
      <w:r w:rsidR="00E8465A">
        <w:t xml:space="preserve">. </w:t>
      </w:r>
      <w:r w:rsidRPr="007818BD">
        <w:t>Elle savait à peine ce que lui voulaient ces groupes bie</w:t>
      </w:r>
      <w:r w:rsidRPr="007818BD">
        <w:t>n</w:t>
      </w:r>
      <w:r w:rsidRPr="007818BD">
        <w:t>veillants</w:t>
      </w:r>
      <w:r w:rsidR="00E8465A">
        <w:t xml:space="preserve">, </w:t>
      </w:r>
      <w:r w:rsidRPr="007818BD">
        <w:t>qui</w:t>
      </w:r>
      <w:r w:rsidR="00E8465A">
        <w:t xml:space="preserve">, </w:t>
      </w:r>
      <w:r w:rsidRPr="007818BD">
        <w:t>frappés de sa rare beauté</w:t>
      </w:r>
      <w:r w:rsidR="00E8465A">
        <w:t xml:space="preserve">, </w:t>
      </w:r>
      <w:r w:rsidRPr="007818BD">
        <w:t>s</w:t>
      </w:r>
      <w:r w:rsidR="00E8465A">
        <w:t>’</w:t>
      </w:r>
      <w:r w:rsidRPr="007818BD">
        <w:t>étaient formés autour d</w:t>
      </w:r>
      <w:r w:rsidR="00E8465A">
        <w:t>’</w:t>
      </w:r>
      <w:r w:rsidRPr="007818BD">
        <w:t>elle dans sa prison avec des regards de pitié et des paroles de consolation</w:t>
      </w:r>
      <w:r w:rsidR="00E8465A">
        <w:t xml:space="preserve">. </w:t>
      </w:r>
      <w:r w:rsidRPr="007818BD">
        <w:t>Elle</w:t>
      </w:r>
      <w:r w:rsidR="00E8465A">
        <w:t xml:space="preserve">, </w:t>
      </w:r>
      <w:r>
        <w:t>qui jus</w:t>
      </w:r>
      <w:r w:rsidRPr="007818BD">
        <w:t>qu</w:t>
      </w:r>
      <w:r w:rsidR="00E8465A">
        <w:t>’</w:t>
      </w:r>
      <w:r w:rsidRPr="007818BD">
        <w:t>alors avait appris à sentir de l</w:t>
      </w:r>
      <w:r w:rsidR="00E8465A">
        <w:t>’</w:t>
      </w:r>
      <w:r w:rsidRPr="007818BD">
        <w:t>horreur pour ceux qui sont condamnés par la justice</w:t>
      </w:r>
      <w:r w:rsidR="00E8465A">
        <w:t xml:space="preserve">, </w:t>
      </w:r>
      <w:r w:rsidRPr="007818BD">
        <w:t>s</w:t>
      </w:r>
      <w:r w:rsidR="00E8465A">
        <w:t>’</w:t>
      </w:r>
      <w:r w:rsidRPr="007818BD">
        <w:t>étonna de voir que des êtres si tendres et si compatissants</w:t>
      </w:r>
      <w:r w:rsidR="00E8465A">
        <w:t xml:space="preserve">, </w:t>
      </w:r>
      <w:r w:rsidRPr="007818BD">
        <w:lastRenderedPageBreak/>
        <w:t>avec de la</w:t>
      </w:r>
      <w:r w:rsidRPr="007818BD">
        <w:t>r</w:t>
      </w:r>
      <w:r w:rsidRPr="007818BD">
        <w:t>ges fronts sans nuages</w:t>
      </w:r>
      <w:r w:rsidR="00E8465A">
        <w:t xml:space="preserve">, </w:t>
      </w:r>
      <w:r w:rsidRPr="007818BD">
        <w:t>avec un maintien noble et hardi</w:t>
      </w:r>
      <w:r w:rsidR="00E8465A">
        <w:t xml:space="preserve">, </w:t>
      </w:r>
      <w:r w:rsidRPr="007818BD">
        <w:t>fussent des criminels pour lesquels la loi n</w:t>
      </w:r>
      <w:r w:rsidR="00E8465A">
        <w:t>’</w:t>
      </w:r>
      <w:r w:rsidRPr="007818BD">
        <w:t>avait pas de moindre chât</w:t>
      </w:r>
      <w:r w:rsidRPr="007818BD">
        <w:t>i</w:t>
      </w:r>
      <w:r w:rsidRPr="007818BD">
        <w:t>ment que la mort</w:t>
      </w:r>
      <w:r w:rsidR="00E8465A">
        <w:t xml:space="preserve">. </w:t>
      </w:r>
      <w:r w:rsidRPr="007818BD">
        <w:t>Mais eux</w:t>
      </w:r>
      <w:r w:rsidR="00E8465A">
        <w:t xml:space="preserve">, </w:t>
      </w:r>
      <w:r w:rsidRPr="007818BD">
        <w:t>les barbares</w:t>
      </w:r>
      <w:r w:rsidR="00E8465A">
        <w:t xml:space="preserve">, </w:t>
      </w:r>
      <w:r w:rsidRPr="007818BD">
        <w:t>sauvages</w:t>
      </w:r>
      <w:r w:rsidR="00E8465A">
        <w:t xml:space="preserve">, </w:t>
      </w:r>
      <w:r w:rsidRPr="007818BD">
        <w:t>menaçants</w:t>
      </w:r>
      <w:r w:rsidR="00E8465A">
        <w:t xml:space="preserve">, </w:t>
      </w:r>
      <w:r w:rsidRPr="007818BD">
        <w:t>qui l</w:t>
      </w:r>
      <w:r w:rsidR="00E8465A">
        <w:t>’</w:t>
      </w:r>
      <w:r w:rsidRPr="007818BD">
        <w:t>avaient enlevée de force à son foyer</w:t>
      </w:r>
      <w:r w:rsidR="00E8465A">
        <w:t xml:space="preserve">, </w:t>
      </w:r>
      <w:r w:rsidRPr="007818BD">
        <w:t>qui avaient tenté de lui arracher son enfant qu</w:t>
      </w:r>
      <w:r w:rsidR="00E8465A">
        <w:t>’</w:t>
      </w:r>
      <w:r w:rsidRPr="007818BD">
        <w:t>elle serrait dans ses bras</w:t>
      </w:r>
      <w:r w:rsidR="00E8465A">
        <w:t xml:space="preserve"> ; </w:t>
      </w:r>
      <w:r w:rsidRPr="007818BD">
        <w:t>eux qui riaient d</w:t>
      </w:r>
      <w:r w:rsidR="00E8465A">
        <w:t>’</w:t>
      </w:r>
      <w:r w:rsidRPr="007818BD">
        <w:t>un rire farouche à voir ses lèvres muettes et tremblantes</w:t>
      </w:r>
      <w:r w:rsidR="00E8465A">
        <w:t xml:space="preserve">, </w:t>
      </w:r>
      <w:r w:rsidRPr="007818BD">
        <w:t>c</w:t>
      </w:r>
      <w:r w:rsidR="00E8465A">
        <w:t>’</w:t>
      </w:r>
      <w:r w:rsidRPr="007818BD">
        <w:t>étaient eux qui étaient les citoyens d</w:t>
      </w:r>
      <w:r w:rsidR="00E8465A">
        <w:t>’</w:t>
      </w:r>
      <w:r w:rsidRPr="007818BD">
        <w:t>élite</w:t>
      </w:r>
      <w:r w:rsidR="00E8465A">
        <w:t xml:space="preserve">, </w:t>
      </w:r>
      <w:r w:rsidRPr="007818BD">
        <w:t>les purs</w:t>
      </w:r>
      <w:r w:rsidR="00E8465A">
        <w:t xml:space="preserve">, </w:t>
      </w:r>
      <w:r w:rsidRPr="007818BD">
        <w:t>les ve</w:t>
      </w:r>
      <w:r w:rsidRPr="007818BD">
        <w:t>r</w:t>
      </w:r>
      <w:r w:rsidRPr="007818BD">
        <w:t>tueux</w:t>
      </w:r>
      <w:r w:rsidR="00E8465A">
        <w:t xml:space="preserve">, </w:t>
      </w:r>
      <w:r w:rsidRPr="007818BD">
        <w:t>les favoris du pouvoir</w:t>
      </w:r>
      <w:r w:rsidR="00E8465A">
        <w:t xml:space="preserve">, </w:t>
      </w:r>
      <w:r w:rsidRPr="007818BD">
        <w:t>les ministres de la loi</w:t>
      </w:r>
      <w:r w:rsidR="00E8465A">
        <w:t xml:space="preserve">. </w:t>
      </w:r>
      <w:r w:rsidRPr="007818BD">
        <w:t>Tels sont tes sombres caprices</w:t>
      </w:r>
      <w:r w:rsidR="00E8465A">
        <w:t xml:space="preserve">, </w:t>
      </w:r>
      <w:r w:rsidRPr="007818BD">
        <w:t>ô toi</w:t>
      </w:r>
      <w:r w:rsidR="00E8465A">
        <w:t xml:space="preserve">, </w:t>
      </w:r>
      <w:r w:rsidRPr="007818BD">
        <w:t>jugement humain</w:t>
      </w:r>
      <w:r w:rsidR="00E8465A">
        <w:t xml:space="preserve">, </w:t>
      </w:r>
      <w:r w:rsidRPr="007818BD">
        <w:t>toujours aveugle</w:t>
      </w:r>
      <w:r w:rsidR="00E8465A">
        <w:t xml:space="preserve">, </w:t>
      </w:r>
      <w:r w:rsidRPr="007818BD">
        <w:t>mobile</w:t>
      </w:r>
      <w:r w:rsidR="00E8465A">
        <w:t xml:space="preserve">, </w:t>
      </w:r>
      <w:r w:rsidRPr="007818BD">
        <w:t>fallacieux</w:t>
      </w:r>
      <w:r w:rsidR="00E8465A">
        <w:t>.</w:t>
      </w:r>
    </w:p>
    <w:p w14:paraId="4792EE69" w14:textId="77777777" w:rsidR="00E8465A" w:rsidRDefault="00E0544E" w:rsidP="00E0544E">
      <w:r w:rsidRPr="007818BD">
        <w:t>Les prisons de ce jour-là offraient un singulier mélange de misère et de gaieté</w:t>
      </w:r>
      <w:r w:rsidR="00E8465A">
        <w:t xml:space="preserve">. </w:t>
      </w:r>
      <w:r w:rsidRPr="007818BD">
        <w:t>Là</w:t>
      </w:r>
      <w:r w:rsidR="00E8465A">
        <w:t xml:space="preserve">, </w:t>
      </w:r>
      <w:r w:rsidRPr="007818BD">
        <w:t>comme dans la tombe dont elles étaient le vestibule</w:t>
      </w:r>
      <w:r w:rsidR="00E8465A">
        <w:t xml:space="preserve">, </w:t>
      </w:r>
      <w:r w:rsidRPr="007818BD">
        <w:t>tous les rangs étaient confondus dans une égalité dédaigneuse</w:t>
      </w:r>
      <w:r w:rsidR="00E8465A">
        <w:t xml:space="preserve">. </w:t>
      </w:r>
      <w:r w:rsidRPr="007818BD">
        <w:t>Et cependant</w:t>
      </w:r>
      <w:r w:rsidR="00E8465A">
        <w:t xml:space="preserve">, </w:t>
      </w:r>
      <w:r w:rsidRPr="007818BD">
        <w:t>même là</w:t>
      </w:r>
      <w:r w:rsidR="00E8465A">
        <w:t xml:space="preserve">, </w:t>
      </w:r>
      <w:r w:rsidRPr="007818BD">
        <w:t>le respect qui naît des grandes émotions rétablit la première et la plus impérissable</w:t>
      </w:r>
      <w:r w:rsidR="00E8465A">
        <w:t xml:space="preserve">, </w:t>
      </w:r>
      <w:r w:rsidRPr="007818BD">
        <w:t>la plus charmante et la plus noble loi de la nature</w:t>
      </w:r>
      <w:r w:rsidR="00E8465A">
        <w:t xml:space="preserve">, </w:t>
      </w:r>
      <w:r w:rsidRPr="007818BD">
        <w:rPr>
          <w:i/>
          <w:iCs/>
        </w:rPr>
        <w:t>L</w:t>
      </w:r>
      <w:r w:rsidR="00E8465A">
        <w:rPr>
          <w:i/>
          <w:iCs/>
        </w:rPr>
        <w:t>’</w:t>
      </w:r>
      <w:r w:rsidRPr="007818BD">
        <w:rPr>
          <w:i/>
          <w:iCs/>
        </w:rPr>
        <w:t>inégalité e</w:t>
      </w:r>
      <w:r w:rsidRPr="007818BD">
        <w:rPr>
          <w:i/>
          <w:iCs/>
        </w:rPr>
        <w:t>n</w:t>
      </w:r>
      <w:r w:rsidRPr="007818BD">
        <w:rPr>
          <w:i/>
          <w:iCs/>
        </w:rPr>
        <w:t>tre un homme et un autre homme</w:t>
      </w:r>
      <w:r w:rsidR="00E8465A">
        <w:t xml:space="preserve">. </w:t>
      </w:r>
      <w:r w:rsidRPr="007818BD">
        <w:t>Là</w:t>
      </w:r>
      <w:r w:rsidR="00E8465A">
        <w:t xml:space="preserve">, </w:t>
      </w:r>
      <w:r w:rsidRPr="007818BD">
        <w:t>royalistes ou sans-culottes cédaient la place à l</w:t>
      </w:r>
      <w:r w:rsidR="00E8465A">
        <w:t>’</w:t>
      </w:r>
      <w:r w:rsidRPr="007818BD">
        <w:t>âge</w:t>
      </w:r>
      <w:r w:rsidR="00E8465A">
        <w:t xml:space="preserve">, </w:t>
      </w:r>
      <w:r w:rsidRPr="007818BD">
        <w:t>à la science</w:t>
      </w:r>
      <w:r w:rsidR="00E8465A">
        <w:t xml:space="preserve">, </w:t>
      </w:r>
      <w:r w:rsidRPr="007818BD">
        <w:t>à la gloire et à la beauté</w:t>
      </w:r>
      <w:r w:rsidR="00E8465A">
        <w:t xml:space="preserve"> ; </w:t>
      </w:r>
      <w:r w:rsidRPr="007818BD">
        <w:t>et la force avec son instinct chevaleresque élevait à la hauteur d</w:t>
      </w:r>
      <w:r w:rsidR="00E8465A">
        <w:t>’</w:t>
      </w:r>
      <w:r w:rsidRPr="007818BD">
        <w:t>une dignité la faiblesse sans a</w:t>
      </w:r>
      <w:r w:rsidRPr="007818BD">
        <w:t>p</w:t>
      </w:r>
      <w:r w:rsidRPr="007818BD">
        <w:t>pui et sans protection</w:t>
      </w:r>
      <w:r w:rsidR="00E8465A">
        <w:t xml:space="preserve">. </w:t>
      </w:r>
      <w:r w:rsidRPr="007818BD">
        <w:t>Les muscles de fer</w:t>
      </w:r>
      <w:r w:rsidR="00E8465A">
        <w:t xml:space="preserve">, </w:t>
      </w:r>
      <w:r w:rsidRPr="007818BD">
        <w:t>les épaules herculéennes faisaient place à la femme et à l</w:t>
      </w:r>
      <w:r w:rsidR="00E8465A">
        <w:t>’</w:t>
      </w:r>
      <w:r w:rsidRPr="007818BD">
        <w:t>enfant</w:t>
      </w:r>
      <w:r w:rsidR="00E8465A">
        <w:t xml:space="preserve"> ; </w:t>
      </w:r>
      <w:r w:rsidRPr="007818BD">
        <w:t>et les grâces polies de la société</w:t>
      </w:r>
      <w:r w:rsidR="00E8465A">
        <w:t xml:space="preserve">, </w:t>
      </w:r>
      <w:r w:rsidRPr="007818BD">
        <w:t>proscrites ailleurs</w:t>
      </w:r>
      <w:r w:rsidR="00E8465A">
        <w:t xml:space="preserve">, </w:t>
      </w:r>
      <w:r w:rsidRPr="007818BD">
        <w:t>étaient venues chercher refuge dans l</w:t>
      </w:r>
      <w:r w:rsidR="00E8465A">
        <w:t>’</w:t>
      </w:r>
      <w:r w:rsidRPr="007818BD">
        <w:t>asile de la terreur</w:t>
      </w:r>
      <w:r w:rsidR="00E8465A">
        <w:t>.</w:t>
      </w:r>
    </w:p>
    <w:p w14:paraId="7069985B" w14:textId="77777777" w:rsidR="00E8465A" w:rsidRDefault="00E8465A" w:rsidP="00E0544E">
      <w:r>
        <w:t>« </w:t>
      </w:r>
      <w:r w:rsidR="00E0544E" w:rsidRPr="007818BD">
        <w:t>Et pourquoi t</w:t>
      </w:r>
      <w:r>
        <w:t>’</w:t>
      </w:r>
      <w:r w:rsidR="00E0544E" w:rsidRPr="007818BD">
        <w:t>ont-ils conduite ici</w:t>
      </w:r>
      <w:r>
        <w:t xml:space="preserve">, </w:t>
      </w:r>
      <w:r w:rsidR="00E0544E" w:rsidRPr="007818BD">
        <w:t>mon enfant</w:t>
      </w:r>
      <w:r>
        <w:t xml:space="preserve"> ? </w:t>
      </w:r>
      <w:r w:rsidR="00E0544E" w:rsidRPr="007818BD">
        <w:t>demanda un prêtre à cheveux blancs</w:t>
      </w:r>
      <w:r>
        <w:t>.</w:t>
      </w:r>
    </w:p>
    <w:p w14:paraId="04CF10DB" w14:textId="77777777" w:rsidR="00E8465A" w:rsidRDefault="00E8465A" w:rsidP="00E0544E">
      <w:r>
        <w:t>— </w:t>
      </w:r>
      <w:r w:rsidR="00E0544E" w:rsidRPr="007818BD">
        <w:t>Je n</w:t>
      </w:r>
      <w:r>
        <w:t>’</w:t>
      </w:r>
      <w:r w:rsidR="00E0544E" w:rsidRPr="007818BD">
        <w:t>en puis comprendre la raison</w:t>
      </w:r>
      <w:r>
        <w:t> !</w:t>
      </w:r>
    </w:p>
    <w:p w14:paraId="4F0FCA97" w14:textId="77777777" w:rsidR="00E8465A" w:rsidRDefault="00E8465A" w:rsidP="00E0544E">
      <w:r>
        <w:t>— </w:t>
      </w:r>
      <w:r w:rsidR="00E0544E" w:rsidRPr="007818BD">
        <w:t>Ah</w:t>
      </w:r>
      <w:r>
        <w:t xml:space="preserve"> ! </w:t>
      </w:r>
      <w:r w:rsidR="00E0544E" w:rsidRPr="007818BD">
        <w:t>si tu ne connais pas ton crime</w:t>
      </w:r>
      <w:r>
        <w:t xml:space="preserve">, </w:t>
      </w:r>
      <w:r w:rsidR="00E0544E" w:rsidRPr="007818BD">
        <w:t>crains leur fatal j</w:t>
      </w:r>
      <w:r w:rsidR="00E0544E" w:rsidRPr="007818BD">
        <w:t>u</w:t>
      </w:r>
      <w:r w:rsidR="00E0544E" w:rsidRPr="007818BD">
        <w:t>gement</w:t>
      </w:r>
      <w:r>
        <w:t>.</w:t>
      </w:r>
    </w:p>
    <w:p w14:paraId="2F40ACB9" w14:textId="77777777" w:rsidR="00E8465A" w:rsidRDefault="00E8465A" w:rsidP="00E0544E">
      <w:r>
        <w:lastRenderedPageBreak/>
        <w:t>— </w:t>
      </w:r>
      <w:r w:rsidR="00E0544E" w:rsidRPr="007818BD">
        <w:t>Et mon enfant</w:t>
      </w:r>
      <w:r>
        <w:t xml:space="preserve"> (</w:t>
      </w:r>
      <w:r w:rsidR="00E0544E" w:rsidRPr="007818BD">
        <w:t>car on lui avait permis de garder son e</w:t>
      </w:r>
      <w:r w:rsidR="00E0544E" w:rsidRPr="007818BD">
        <w:t>n</w:t>
      </w:r>
      <w:r w:rsidR="00E0544E" w:rsidRPr="007818BD">
        <w:t>fant sur son sein</w:t>
      </w:r>
      <w:r>
        <w:t>) ?</w:t>
      </w:r>
    </w:p>
    <w:p w14:paraId="27DD5983" w14:textId="77777777" w:rsidR="00E8465A" w:rsidRDefault="00E8465A" w:rsidP="00E0544E">
      <w:r>
        <w:t>— </w:t>
      </w:r>
      <w:r w:rsidR="00E0544E" w:rsidRPr="007818BD">
        <w:t>Hélas</w:t>
      </w:r>
      <w:r>
        <w:t xml:space="preserve"> ! </w:t>
      </w:r>
      <w:r w:rsidR="00E0544E" w:rsidRPr="007818BD">
        <w:t>jeune mère</w:t>
      </w:r>
      <w:r>
        <w:t xml:space="preserve">, </w:t>
      </w:r>
      <w:r w:rsidR="00E0544E" w:rsidRPr="007818BD">
        <w:t>ils lui laisseront la vie</w:t>
      </w:r>
      <w:r>
        <w:t>.</w:t>
      </w:r>
    </w:p>
    <w:p w14:paraId="4942F60E" w14:textId="5F2EF798" w:rsidR="00E0544E" w:rsidRPr="007818BD" w:rsidRDefault="00E8465A" w:rsidP="00E0544E">
      <w:r>
        <w:t>— </w:t>
      </w:r>
      <w:r w:rsidR="00E0544E" w:rsidRPr="007818BD">
        <w:t>Un orphelin de cachot</w:t>
      </w:r>
      <w:r>
        <w:t xml:space="preserve"> ! </w:t>
      </w:r>
      <w:r w:rsidR="00E0544E" w:rsidRPr="007818BD">
        <w:t>voilà donc murmura Viola en s</w:t>
      </w:r>
      <w:r>
        <w:t>’</w:t>
      </w:r>
      <w:r w:rsidR="00E0544E" w:rsidRPr="007818BD">
        <w:t>accusant elle-même</w:t>
      </w:r>
      <w:r>
        <w:t xml:space="preserve">, </w:t>
      </w:r>
      <w:r w:rsidR="00E0544E" w:rsidRPr="007818BD">
        <w:t>vo</w:t>
      </w:r>
      <w:r w:rsidR="00E0544E" w:rsidRPr="007818BD">
        <w:t>i</w:t>
      </w:r>
      <w:r w:rsidR="00E0544E" w:rsidRPr="007818BD">
        <w:t>là ce que j</w:t>
      </w:r>
      <w:r>
        <w:t>’</w:t>
      </w:r>
      <w:r w:rsidR="00E0544E" w:rsidRPr="007818BD">
        <w:t>ai fait de son fils</w:t>
      </w:r>
      <w:r>
        <w:t xml:space="preserve"> ! </w:t>
      </w:r>
      <w:proofErr w:type="spellStart"/>
      <w:r w:rsidR="00E0544E" w:rsidRPr="007818BD">
        <w:t>Zanoni</w:t>
      </w:r>
      <w:proofErr w:type="spellEnd"/>
      <w:r>
        <w:t xml:space="preserve"> ! </w:t>
      </w:r>
      <w:r w:rsidR="00E0544E" w:rsidRPr="007818BD">
        <w:t>ne me demande pas</w:t>
      </w:r>
      <w:r>
        <w:t xml:space="preserve">, </w:t>
      </w:r>
      <w:r w:rsidR="00E0544E" w:rsidRPr="007818BD">
        <w:t>ne me demande pas</w:t>
      </w:r>
      <w:r>
        <w:t xml:space="preserve">, </w:t>
      </w:r>
      <w:r w:rsidR="00E0544E" w:rsidRPr="007818BD">
        <w:t>même par la pensée</w:t>
      </w:r>
      <w:r>
        <w:t xml:space="preserve">, </w:t>
      </w:r>
      <w:r w:rsidR="00E0544E" w:rsidRPr="007818BD">
        <w:t>ce que j</w:t>
      </w:r>
      <w:r>
        <w:t>’</w:t>
      </w:r>
      <w:r w:rsidR="00E0544E" w:rsidRPr="007818BD">
        <w:t>ai fait de notre enfant</w:t>
      </w:r>
      <w:r>
        <w:t> ! »</w:t>
      </w:r>
    </w:p>
    <w:p w14:paraId="646FD75E" w14:textId="77777777" w:rsidR="00E8465A" w:rsidRDefault="00E0544E" w:rsidP="00E0544E">
      <w:r w:rsidRPr="007818BD">
        <w:t>La nuit vint</w:t>
      </w:r>
      <w:r w:rsidR="00E8465A">
        <w:t xml:space="preserve"> ; </w:t>
      </w:r>
      <w:r w:rsidRPr="007818BD">
        <w:t>la foule se précipita au guichet pour entendre l</w:t>
      </w:r>
      <w:r w:rsidR="00E8465A">
        <w:t>’</w:t>
      </w:r>
      <w:r w:rsidRPr="007818BD">
        <w:t>appel</w:t>
      </w:r>
      <w:r w:rsidR="00E8465A">
        <w:t xml:space="preserve">, </w:t>
      </w:r>
      <w:r w:rsidRPr="007818BD">
        <w:rPr>
          <w:i/>
          <w:iCs/>
        </w:rPr>
        <w:t>la Gazette du soir</w:t>
      </w:r>
      <w:r w:rsidR="00E8465A">
        <w:t xml:space="preserve">, </w:t>
      </w:r>
      <w:r w:rsidRPr="007818BD">
        <w:t>comme l</w:t>
      </w:r>
      <w:r w:rsidR="00E8465A">
        <w:t>’</w:t>
      </w:r>
      <w:r w:rsidRPr="007818BD">
        <w:t>appelait le jargon ironique de l</w:t>
      </w:r>
      <w:r w:rsidR="00E8465A">
        <w:t>’</w:t>
      </w:r>
      <w:r w:rsidRPr="007818BD">
        <w:t>époque</w:t>
      </w:r>
      <w:r w:rsidR="00E8465A">
        <w:t xml:space="preserve">. </w:t>
      </w:r>
      <w:r w:rsidRPr="007818BD">
        <w:t>Son nom n</w:t>
      </w:r>
      <w:r w:rsidR="00E8465A">
        <w:t>’</w:t>
      </w:r>
      <w:r w:rsidRPr="007818BD">
        <w:t>était pas parmi ceux des condamnés</w:t>
      </w:r>
      <w:r w:rsidR="00E8465A">
        <w:t xml:space="preserve">. </w:t>
      </w:r>
      <w:r w:rsidRPr="007818BD">
        <w:t>Le vieux prêtre</w:t>
      </w:r>
      <w:r w:rsidR="00E8465A">
        <w:t xml:space="preserve">, </w:t>
      </w:r>
      <w:r w:rsidRPr="007818BD">
        <w:t>plus disposé à mourir</w:t>
      </w:r>
      <w:r w:rsidR="00E8465A">
        <w:t xml:space="preserve">, </w:t>
      </w:r>
      <w:r w:rsidRPr="007818BD">
        <w:t>mais excepté aussi de la li</w:t>
      </w:r>
      <w:r w:rsidRPr="007818BD">
        <w:t>s</w:t>
      </w:r>
      <w:r w:rsidRPr="007818BD">
        <w:t>te funèbre</w:t>
      </w:r>
      <w:r w:rsidR="00E8465A">
        <w:t xml:space="preserve">, </w:t>
      </w:r>
      <w:r w:rsidRPr="007818BD">
        <w:t>posa ses mains sur la tête de Viola</w:t>
      </w:r>
      <w:r w:rsidR="00E8465A">
        <w:t xml:space="preserve">, </w:t>
      </w:r>
      <w:r w:rsidRPr="007818BD">
        <w:t>et la bénit en pleurant</w:t>
      </w:r>
      <w:r w:rsidR="00E8465A">
        <w:t xml:space="preserve">. </w:t>
      </w:r>
      <w:r w:rsidRPr="007818BD">
        <w:t>Elle écouta avec surprise</w:t>
      </w:r>
      <w:r w:rsidR="00E8465A">
        <w:t xml:space="preserve">, </w:t>
      </w:r>
      <w:r w:rsidRPr="007818BD">
        <w:t>mais ne pleura pas</w:t>
      </w:r>
      <w:r w:rsidR="00E8465A">
        <w:t xml:space="preserve">. </w:t>
      </w:r>
      <w:r w:rsidRPr="007818BD">
        <w:t>Les yeux baissés</w:t>
      </w:r>
      <w:r w:rsidR="00E8465A">
        <w:t xml:space="preserve">, </w:t>
      </w:r>
      <w:r w:rsidRPr="007818BD">
        <w:t>les bras croisés sur son sein</w:t>
      </w:r>
      <w:r w:rsidR="00E8465A">
        <w:t xml:space="preserve">, </w:t>
      </w:r>
      <w:r w:rsidRPr="007818BD">
        <w:t>elle s</w:t>
      </w:r>
      <w:r w:rsidR="00E8465A">
        <w:t>’</w:t>
      </w:r>
      <w:r w:rsidRPr="007818BD">
        <w:t>inclina avec soumi</w:t>
      </w:r>
      <w:r w:rsidRPr="007818BD">
        <w:t>s</w:t>
      </w:r>
      <w:r w:rsidRPr="007818BD">
        <w:t>sion</w:t>
      </w:r>
      <w:r w:rsidR="00E8465A">
        <w:t xml:space="preserve">. </w:t>
      </w:r>
      <w:r w:rsidRPr="007818BD">
        <w:t>Mais voici qu</w:t>
      </w:r>
      <w:r w:rsidR="00E8465A">
        <w:t>’</w:t>
      </w:r>
      <w:r w:rsidRPr="007818BD">
        <w:t>un autre nom est prononcé</w:t>
      </w:r>
      <w:r w:rsidR="00E8465A">
        <w:t xml:space="preserve">, </w:t>
      </w:r>
      <w:r w:rsidRPr="007818BD">
        <w:t>et un homme</w:t>
      </w:r>
      <w:r w:rsidR="00E8465A">
        <w:t xml:space="preserve">, </w:t>
      </w:r>
      <w:r w:rsidRPr="007818BD">
        <w:t>qui l</w:t>
      </w:r>
      <w:r w:rsidR="00E8465A">
        <w:t>’</w:t>
      </w:r>
      <w:r w:rsidRPr="007818BD">
        <w:t>avait brutalement coudoyé pour regarder et pour écouter</w:t>
      </w:r>
      <w:r w:rsidR="00E8465A">
        <w:t xml:space="preserve">, </w:t>
      </w:r>
      <w:r w:rsidRPr="007818BD">
        <w:t>poussa un hurlement de désespoir et de rage</w:t>
      </w:r>
      <w:r w:rsidR="00E8465A">
        <w:t xml:space="preserve">. </w:t>
      </w:r>
      <w:r w:rsidRPr="007818BD">
        <w:t>Elle se retourna</w:t>
      </w:r>
      <w:r w:rsidR="00E8465A">
        <w:t xml:space="preserve"> ; </w:t>
      </w:r>
      <w:r w:rsidRPr="007818BD">
        <w:t>leurs regards se rencontrèrent</w:t>
      </w:r>
      <w:r w:rsidR="00E8465A">
        <w:t xml:space="preserve">. </w:t>
      </w:r>
      <w:r w:rsidRPr="007818BD">
        <w:t>À travers le passé lointain elle reconnut ce visage hideux</w:t>
      </w:r>
      <w:r w:rsidR="00E8465A">
        <w:t>.</w:t>
      </w:r>
    </w:p>
    <w:p w14:paraId="4C1CC545" w14:textId="77777777" w:rsidR="00E8465A" w:rsidRDefault="00E0544E" w:rsidP="00E0544E">
      <w:r w:rsidRPr="007818BD">
        <w:t>Les traits de Nicot retrouvèrent aussitôt leur ricanement infernal</w:t>
      </w:r>
      <w:r w:rsidR="00E8465A">
        <w:t>.</w:t>
      </w:r>
    </w:p>
    <w:p w14:paraId="25BB3E85" w14:textId="31A61913" w:rsidR="00E0544E" w:rsidRPr="007818BD" w:rsidRDefault="00E8465A" w:rsidP="00E0544E">
      <w:r>
        <w:t>« </w:t>
      </w:r>
      <w:r w:rsidR="00E0544E" w:rsidRPr="007818BD">
        <w:t>La guillotine</w:t>
      </w:r>
      <w:r>
        <w:t xml:space="preserve">, </w:t>
      </w:r>
      <w:r w:rsidR="00E0544E" w:rsidRPr="007818BD">
        <w:t>du moins</w:t>
      </w:r>
      <w:r>
        <w:t xml:space="preserve">, </w:t>
      </w:r>
      <w:r w:rsidR="00E0544E" w:rsidRPr="007818BD">
        <w:t>nous unira</w:t>
      </w:r>
      <w:r>
        <w:t xml:space="preserve">, </w:t>
      </w:r>
      <w:r w:rsidR="00E0544E" w:rsidRPr="007818BD">
        <w:t>belle Napolitaine</w:t>
      </w:r>
      <w:r>
        <w:t xml:space="preserve"> ; </w:t>
      </w:r>
      <w:r w:rsidR="00E0544E" w:rsidRPr="007818BD">
        <w:t>nous dormirons bien la nuit de notre mariage</w:t>
      </w:r>
      <w:r>
        <w:t>. »</w:t>
      </w:r>
    </w:p>
    <w:p w14:paraId="5D9300A9" w14:textId="77777777" w:rsidR="00E8465A" w:rsidRDefault="00E0544E" w:rsidP="00E0544E">
      <w:r w:rsidRPr="007818BD">
        <w:t>Et</w:t>
      </w:r>
      <w:r w:rsidR="00E8465A">
        <w:t xml:space="preserve">, </w:t>
      </w:r>
      <w:r w:rsidRPr="007818BD">
        <w:t>avec un rire affreux</w:t>
      </w:r>
      <w:r w:rsidR="00E8465A">
        <w:t xml:space="preserve">, </w:t>
      </w:r>
      <w:r w:rsidRPr="007818BD">
        <w:t>il traversa la foule et regagna son bouge</w:t>
      </w:r>
      <w:r w:rsidR="00E8465A">
        <w:t>.</w:t>
      </w:r>
    </w:p>
    <w:p w14:paraId="6D59410B" w14:textId="06C8B9F8" w:rsidR="00E0544E" w:rsidRPr="007818BD" w:rsidRDefault="00E0544E" w:rsidP="00E0544E"/>
    <w:p w14:paraId="24350FA4" w14:textId="77777777" w:rsidR="00E8465A" w:rsidRDefault="00E0544E" w:rsidP="00E0544E">
      <w:r w:rsidRPr="007818BD">
        <w:t>On enferma Viola jusqu</w:t>
      </w:r>
      <w:r w:rsidR="00E8465A">
        <w:t>’</w:t>
      </w:r>
      <w:r w:rsidRPr="007818BD">
        <w:t>au lendemain dans son obscure cellule</w:t>
      </w:r>
      <w:r w:rsidR="00E8465A">
        <w:t xml:space="preserve">. </w:t>
      </w:r>
      <w:r w:rsidRPr="007818BD">
        <w:t>On lui laissa encore son enfant</w:t>
      </w:r>
      <w:r w:rsidR="00E8465A">
        <w:t xml:space="preserve"> ; </w:t>
      </w:r>
      <w:r w:rsidRPr="007818BD">
        <w:t>et il lui sembla que la pauvre petite créature avait le sentiment de ce qui se passait</w:t>
      </w:r>
      <w:r w:rsidR="00E8465A">
        <w:t xml:space="preserve">. </w:t>
      </w:r>
      <w:r w:rsidRPr="007818BD">
        <w:lastRenderedPageBreak/>
        <w:t>Pendant que tous deux regagnaient leur cabanon</w:t>
      </w:r>
      <w:r w:rsidR="00E8465A">
        <w:t xml:space="preserve">, </w:t>
      </w:r>
      <w:r w:rsidRPr="007818BD">
        <w:t>il n</w:t>
      </w:r>
      <w:r w:rsidR="00E8465A">
        <w:t>’</w:t>
      </w:r>
      <w:r w:rsidRPr="007818BD">
        <w:t>avait ni gémi</w:t>
      </w:r>
      <w:r w:rsidR="00E8465A">
        <w:t xml:space="preserve">, </w:t>
      </w:r>
      <w:r w:rsidRPr="007818BD">
        <w:t>ni pleuré</w:t>
      </w:r>
      <w:r w:rsidR="00E8465A">
        <w:t xml:space="preserve"> ; </w:t>
      </w:r>
      <w:r w:rsidRPr="007818BD">
        <w:t>son regard ferme et limpide s</w:t>
      </w:r>
      <w:r w:rsidR="00E8465A">
        <w:t>’</w:t>
      </w:r>
      <w:r w:rsidRPr="007818BD">
        <w:t>était arrêté sans effroi sur les piques étincela</w:t>
      </w:r>
      <w:r w:rsidRPr="007818BD">
        <w:t>n</w:t>
      </w:r>
      <w:r w:rsidRPr="007818BD">
        <w:t>tes et les visages farouches des huissiers</w:t>
      </w:r>
      <w:r w:rsidR="00E8465A">
        <w:t xml:space="preserve">. </w:t>
      </w:r>
      <w:r w:rsidRPr="007818BD">
        <w:t>Et maintenant</w:t>
      </w:r>
      <w:r w:rsidR="00E8465A">
        <w:t xml:space="preserve">, </w:t>
      </w:r>
      <w:r w:rsidRPr="007818BD">
        <w:t>seul dans le cachot avec sa mère</w:t>
      </w:r>
      <w:r w:rsidR="00E8465A">
        <w:t xml:space="preserve">, </w:t>
      </w:r>
      <w:r w:rsidRPr="007818BD">
        <w:t>il e</w:t>
      </w:r>
      <w:r w:rsidRPr="007818BD">
        <w:t>n</w:t>
      </w:r>
      <w:r w:rsidRPr="007818BD">
        <w:t>toura son cou de ses petits bras</w:t>
      </w:r>
      <w:r w:rsidR="00E8465A">
        <w:t xml:space="preserve">, </w:t>
      </w:r>
      <w:r w:rsidRPr="007818BD">
        <w:t>et murmura des paroles indi</w:t>
      </w:r>
      <w:r w:rsidRPr="007818BD">
        <w:t>s</w:t>
      </w:r>
      <w:r w:rsidRPr="007818BD">
        <w:t>tinctes</w:t>
      </w:r>
      <w:r w:rsidR="00E8465A">
        <w:t xml:space="preserve">, </w:t>
      </w:r>
      <w:r w:rsidRPr="007818BD">
        <w:t>voilées et douces comme quelque langage inconnu de céleste consolation</w:t>
      </w:r>
      <w:r w:rsidR="00E8465A">
        <w:t xml:space="preserve">. </w:t>
      </w:r>
      <w:r w:rsidRPr="007818BD">
        <w:t>Oui</w:t>
      </w:r>
      <w:r w:rsidR="00E8465A">
        <w:t xml:space="preserve">, </w:t>
      </w:r>
      <w:r w:rsidRPr="007818BD">
        <w:t>c</w:t>
      </w:r>
      <w:r w:rsidR="00E8465A">
        <w:t>’</w:t>
      </w:r>
      <w:r w:rsidRPr="007818BD">
        <w:t>était bien du ciel que venait ce lang</w:t>
      </w:r>
      <w:r w:rsidRPr="007818BD">
        <w:t>a</w:t>
      </w:r>
      <w:r w:rsidRPr="007818BD">
        <w:t>ge</w:t>
      </w:r>
      <w:r w:rsidR="00E8465A">
        <w:t xml:space="preserve"> ; </w:t>
      </w:r>
      <w:r w:rsidRPr="007818BD">
        <w:t>car ces doux sons murmurés dissipèrent toute te</w:t>
      </w:r>
      <w:r w:rsidRPr="007818BD">
        <w:t>r</w:t>
      </w:r>
      <w:r w:rsidRPr="007818BD">
        <w:t>reur dans l</w:t>
      </w:r>
      <w:r w:rsidR="00E8465A">
        <w:t>’</w:t>
      </w:r>
      <w:r w:rsidRPr="007818BD">
        <w:t>âme de la mère</w:t>
      </w:r>
      <w:r w:rsidR="00E8465A">
        <w:t xml:space="preserve">. </w:t>
      </w:r>
      <w:r w:rsidRPr="007818BD">
        <w:t>Loin au-dessus du cachot et de la mort</w:t>
      </w:r>
      <w:r w:rsidR="00E8465A">
        <w:t xml:space="preserve">, </w:t>
      </w:r>
      <w:r w:rsidRPr="007818BD">
        <w:t>loin</w:t>
      </w:r>
      <w:r w:rsidR="00E8465A">
        <w:t xml:space="preserve">, </w:t>
      </w:r>
      <w:r w:rsidRPr="007818BD">
        <w:t>bien loin vers ces régions sereines où les chérubins bénis cha</w:t>
      </w:r>
      <w:r w:rsidRPr="007818BD">
        <w:t>n</w:t>
      </w:r>
      <w:r w:rsidRPr="007818BD">
        <w:t>tent les miséricordes de l</w:t>
      </w:r>
      <w:r w:rsidR="00E8465A">
        <w:t>’</w:t>
      </w:r>
      <w:r w:rsidRPr="007818BD">
        <w:t>amour infini</w:t>
      </w:r>
      <w:r w:rsidR="00E8465A">
        <w:t xml:space="preserve">, </w:t>
      </w:r>
      <w:r w:rsidRPr="007818BD">
        <w:t>s</w:t>
      </w:r>
      <w:r w:rsidR="00E8465A">
        <w:t>’</w:t>
      </w:r>
      <w:r w:rsidRPr="007818BD">
        <w:t>élevait le murmure de cette voix chérie</w:t>
      </w:r>
      <w:r w:rsidR="00E8465A">
        <w:t xml:space="preserve">. </w:t>
      </w:r>
      <w:r w:rsidRPr="007818BD">
        <w:t>Elle tomba à genoux et pria</w:t>
      </w:r>
      <w:r w:rsidR="00E8465A">
        <w:t xml:space="preserve">. </w:t>
      </w:r>
      <w:r w:rsidRPr="007818BD">
        <w:t>Les sp</w:t>
      </w:r>
      <w:r w:rsidRPr="007818BD">
        <w:t>o</w:t>
      </w:r>
      <w:r w:rsidRPr="007818BD">
        <w:t>liateurs de tout ce qui embellit et sanctifie la vie avaient profané l</w:t>
      </w:r>
      <w:r w:rsidR="00E8465A">
        <w:t>’</w:t>
      </w:r>
      <w:r w:rsidRPr="007818BD">
        <w:t>autel et renié le Dieu</w:t>
      </w:r>
      <w:r w:rsidR="00E8465A">
        <w:t xml:space="preserve">. </w:t>
      </w:r>
      <w:r w:rsidRPr="007818BD">
        <w:t>Ils avaient disputé à la dernière heure de leurs vi</w:t>
      </w:r>
      <w:r w:rsidRPr="007818BD">
        <w:t>c</w:t>
      </w:r>
      <w:r w:rsidRPr="007818BD">
        <w:t>times</w:t>
      </w:r>
      <w:r w:rsidR="00E8465A">
        <w:t xml:space="preserve">, </w:t>
      </w:r>
      <w:r w:rsidRPr="007818BD">
        <w:t>le prêtre</w:t>
      </w:r>
      <w:r w:rsidR="00E8465A">
        <w:t xml:space="preserve">, </w:t>
      </w:r>
      <w:r w:rsidRPr="007818BD">
        <w:t>l</w:t>
      </w:r>
      <w:r w:rsidR="00E8465A">
        <w:t>’</w:t>
      </w:r>
      <w:r w:rsidRPr="007818BD">
        <w:t>Écriture et la Croix</w:t>
      </w:r>
      <w:r w:rsidR="00E8465A">
        <w:t xml:space="preserve"> ! </w:t>
      </w:r>
      <w:r w:rsidRPr="007818BD">
        <w:t>Mais c</w:t>
      </w:r>
      <w:r w:rsidR="00E8465A">
        <w:t>’</w:t>
      </w:r>
      <w:r w:rsidRPr="007818BD">
        <w:t>est dans le cachot</w:t>
      </w:r>
      <w:r w:rsidR="00E8465A">
        <w:t xml:space="preserve">, </w:t>
      </w:r>
      <w:r w:rsidRPr="007818BD">
        <w:t>c</w:t>
      </w:r>
      <w:r w:rsidR="00E8465A">
        <w:t>’</w:t>
      </w:r>
      <w:r w:rsidRPr="007818BD">
        <w:t>est dans les lazarets pestilentiels que la foi élève ses temples les plus sublimes</w:t>
      </w:r>
      <w:r w:rsidR="00E8465A">
        <w:t xml:space="preserve">, </w:t>
      </w:r>
      <w:r w:rsidRPr="007818BD">
        <w:t>et</w:t>
      </w:r>
      <w:r w:rsidR="00E8465A">
        <w:t xml:space="preserve">, </w:t>
      </w:r>
      <w:r w:rsidRPr="007818BD">
        <w:t>à travers les voûtes de pierre qui dér</w:t>
      </w:r>
      <w:r w:rsidRPr="007818BD">
        <w:t>o</w:t>
      </w:r>
      <w:r w:rsidRPr="007818BD">
        <w:t>baient le r</w:t>
      </w:r>
      <w:r w:rsidRPr="007818BD">
        <w:t>e</w:t>
      </w:r>
      <w:r w:rsidRPr="007818BD">
        <w:t>gard du ciel</w:t>
      </w:r>
      <w:r w:rsidR="00E8465A">
        <w:t xml:space="preserve">, </w:t>
      </w:r>
      <w:r w:rsidRPr="007818BD">
        <w:t>monte l</w:t>
      </w:r>
      <w:r w:rsidR="00E8465A">
        <w:t>’</w:t>
      </w:r>
      <w:r w:rsidRPr="007818BD">
        <w:t>échelle mystérieuse des anges</w:t>
      </w:r>
      <w:r w:rsidR="00E8465A">
        <w:t xml:space="preserve">, </w:t>
      </w:r>
      <w:r w:rsidRPr="007818BD">
        <w:t>la prière</w:t>
      </w:r>
      <w:r w:rsidR="00E8465A">
        <w:t>.</w:t>
      </w:r>
    </w:p>
    <w:p w14:paraId="4CFBE472" w14:textId="77777777" w:rsidR="00E8465A" w:rsidRDefault="00E0544E" w:rsidP="00E0544E">
      <w:r w:rsidRPr="007818BD">
        <w:t>Et là même</w:t>
      </w:r>
      <w:r w:rsidR="00E8465A">
        <w:t xml:space="preserve">, </w:t>
      </w:r>
      <w:r w:rsidRPr="007818BD">
        <w:t>dans la cellule qui touchait à la sienne</w:t>
      </w:r>
      <w:r w:rsidR="00E8465A">
        <w:t xml:space="preserve">, </w:t>
      </w:r>
      <w:r w:rsidRPr="007818BD">
        <w:t>l</w:t>
      </w:r>
      <w:r w:rsidR="00E8465A">
        <w:t>’</w:t>
      </w:r>
      <w:r w:rsidRPr="007818BD">
        <w:t>athée Nicot s</w:t>
      </w:r>
      <w:r w:rsidR="00E8465A">
        <w:t>’</w:t>
      </w:r>
      <w:r w:rsidRPr="007818BD">
        <w:t>accroupit hébété dans les ténèbres et s</w:t>
      </w:r>
      <w:r w:rsidR="00E8465A">
        <w:t>’</w:t>
      </w:r>
      <w:r w:rsidRPr="007818BD">
        <w:t>attache avec e</w:t>
      </w:r>
      <w:r w:rsidRPr="007818BD">
        <w:t>f</w:t>
      </w:r>
      <w:r w:rsidRPr="007818BD">
        <w:t>fort à cette pensée de Danton</w:t>
      </w:r>
      <w:r w:rsidR="00E8465A">
        <w:t xml:space="preserve">, </w:t>
      </w:r>
      <w:r w:rsidRPr="007818BD">
        <w:t>que la mort c</w:t>
      </w:r>
      <w:r w:rsidR="00E8465A">
        <w:t>’</w:t>
      </w:r>
      <w:r w:rsidRPr="007818BD">
        <w:t>est le néant</w:t>
      </w:r>
      <w:r w:rsidR="00E8465A">
        <w:t xml:space="preserve">. </w:t>
      </w:r>
      <w:r w:rsidRPr="007818BD">
        <w:t>Devant lui ne se présente pas le spectacle effrayant d</w:t>
      </w:r>
      <w:r w:rsidR="00E8465A">
        <w:t>’</w:t>
      </w:r>
      <w:r w:rsidRPr="007818BD">
        <w:t>une conscience ala</w:t>
      </w:r>
      <w:r w:rsidRPr="007818BD">
        <w:t>r</w:t>
      </w:r>
      <w:r w:rsidRPr="007818BD">
        <w:t>mée et troublée</w:t>
      </w:r>
      <w:r w:rsidR="00E8465A">
        <w:t xml:space="preserve">. </w:t>
      </w:r>
      <w:r w:rsidRPr="007818BD">
        <w:t>Le remords est l</w:t>
      </w:r>
      <w:r w:rsidR="00E8465A">
        <w:t>’</w:t>
      </w:r>
      <w:r w:rsidRPr="007818BD">
        <w:t>écho de la vertu perdue</w:t>
      </w:r>
      <w:r w:rsidR="00E8465A">
        <w:t xml:space="preserve"> ; </w:t>
      </w:r>
      <w:r w:rsidRPr="007818BD">
        <w:t>et la vertu</w:t>
      </w:r>
      <w:r w:rsidR="00E8465A">
        <w:t xml:space="preserve">, </w:t>
      </w:r>
      <w:r w:rsidRPr="007818BD">
        <w:t>il ne l</w:t>
      </w:r>
      <w:r w:rsidR="00E8465A">
        <w:t>’</w:t>
      </w:r>
      <w:r w:rsidRPr="007818BD">
        <w:t>avait jamais connue</w:t>
      </w:r>
      <w:r w:rsidR="00E8465A">
        <w:t xml:space="preserve">. </w:t>
      </w:r>
      <w:r w:rsidRPr="007818BD">
        <w:t>S</w:t>
      </w:r>
      <w:r w:rsidR="00E8465A">
        <w:t>’</w:t>
      </w:r>
      <w:r w:rsidRPr="007818BD">
        <w:t>il devait recommencer à vivre</w:t>
      </w:r>
      <w:r w:rsidR="00E8465A">
        <w:t xml:space="preserve">, </w:t>
      </w:r>
      <w:r w:rsidRPr="007818BD">
        <w:t>sa vie serait la même</w:t>
      </w:r>
      <w:r w:rsidR="00E8465A">
        <w:t xml:space="preserve">. </w:t>
      </w:r>
      <w:r w:rsidRPr="007818BD">
        <w:t>Mais plus terr</w:t>
      </w:r>
      <w:r w:rsidRPr="007818BD">
        <w:t>i</w:t>
      </w:r>
      <w:r w:rsidRPr="007818BD">
        <w:t>ble mille fois que le lit de mort d</w:t>
      </w:r>
      <w:r w:rsidR="00E8465A">
        <w:t>’</w:t>
      </w:r>
      <w:r w:rsidRPr="007818BD">
        <w:t>un pécheur qui croit et qui désespère</w:t>
      </w:r>
      <w:r w:rsidR="00E8465A">
        <w:t xml:space="preserve">, </w:t>
      </w:r>
      <w:r w:rsidRPr="007818BD">
        <w:t>est ce morne vide de l</w:t>
      </w:r>
      <w:r w:rsidR="00E8465A">
        <w:t>’</w:t>
      </w:r>
      <w:r w:rsidRPr="007818BD">
        <w:t>apathie</w:t>
      </w:r>
      <w:r w:rsidR="00E8465A">
        <w:t xml:space="preserve">, </w:t>
      </w:r>
      <w:r w:rsidRPr="007818BD">
        <w:t>cette contemplation du sépulcre et du ver</w:t>
      </w:r>
      <w:r w:rsidR="00E8465A">
        <w:t xml:space="preserve">, </w:t>
      </w:r>
      <w:r w:rsidRPr="007818BD">
        <w:t>ce hideux et repoussant anéantissement</w:t>
      </w:r>
      <w:r w:rsidR="00E8465A">
        <w:t xml:space="preserve">, </w:t>
      </w:r>
      <w:r w:rsidRPr="007818BD">
        <w:t>qui</w:t>
      </w:r>
      <w:r w:rsidR="00E8465A">
        <w:t xml:space="preserve">, </w:t>
      </w:r>
      <w:r w:rsidRPr="007818BD">
        <w:t>à ses yeux</w:t>
      </w:r>
      <w:r w:rsidR="00E8465A">
        <w:t xml:space="preserve">, </w:t>
      </w:r>
      <w:r w:rsidRPr="007818BD">
        <w:t>enveloppe comme un suaire l</w:t>
      </w:r>
      <w:r w:rsidR="00E8465A">
        <w:t>’</w:t>
      </w:r>
      <w:r w:rsidRPr="007818BD">
        <w:t>univers de la vie</w:t>
      </w:r>
      <w:r w:rsidR="00E8465A">
        <w:t xml:space="preserve">. </w:t>
      </w:r>
      <w:r w:rsidRPr="007818BD">
        <w:t>Et</w:t>
      </w:r>
      <w:r w:rsidR="00E8465A">
        <w:t xml:space="preserve">, </w:t>
      </w:r>
      <w:r w:rsidRPr="007818BD">
        <w:t>toujours les yeux fixes et perdus dans l</w:t>
      </w:r>
      <w:r w:rsidR="00E8465A">
        <w:t>’</w:t>
      </w:r>
      <w:r w:rsidRPr="007818BD">
        <w:t>espace</w:t>
      </w:r>
      <w:r w:rsidR="00E8465A">
        <w:t xml:space="preserve">, </w:t>
      </w:r>
      <w:r w:rsidRPr="007818BD">
        <w:t>rongeant sa lèvre livide</w:t>
      </w:r>
      <w:r w:rsidR="00E8465A">
        <w:t xml:space="preserve">, </w:t>
      </w:r>
      <w:r w:rsidRPr="007818BD">
        <w:t>il regarde les t</w:t>
      </w:r>
      <w:r w:rsidRPr="007818BD">
        <w:t>é</w:t>
      </w:r>
      <w:r w:rsidRPr="007818BD">
        <w:t>nèbres</w:t>
      </w:r>
      <w:r w:rsidR="00E8465A">
        <w:t xml:space="preserve">, </w:t>
      </w:r>
      <w:r w:rsidRPr="007818BD">
        <w:t>convaincu que les ténèbres sont la vraie</w:t>
      </w:r>
      <w:r w:rsidR="00E8465A">
        <w:t xml:space="preserve">, </w:t>
      </w:r>
      <w:r w:rsidRPr="007818BD">
        <w:t>la seule étern</w:t>
      </w:r>
      <w:r w:rsidRPr="007818BD">
        <w:t>i</w:t>
      </w:r>
      <w:r w:rsidRPr="007818BD">
        <w:t>té</w:t>
      </w:r>
      <w:r w:rsidR="00E8465A">
        <w:t>.</w:t>
      </w:r>
    </w:p>
    <w:p w14:paraId="1BA72C34" w14:textId="22A5C824" w:rsidR="00E0544E" w:rsidRPr="007818BD" w:rsidRDefault="00E0544E" w:rsidP="00E0544E"/>
    <w:p w14:paraId="77579962" w14:textId="3CDB11E8" w:rsidR="00E0544E" w:rsidRPr="007818BD" w:rsidRDefault="00E8465A" w:rsidP="00E0544E">
      <w:r>
        <w:t>« </w:t>
      </w:r>
      <w:r w:rsidR="00E0544E" w:rsidRPr="007818BD">
        <w:t>Place</w:t>
      </w:r>
      <w:r>
        <w:t xml:space="preserve"> ! </w:t>
      </w:r>
      <w:r w:rsidR="00E0544E" w:rsidRPr="007818BD">
        <w:t>place</w:t>
      </w:r>
      <w:r>
        <w:t xml:space="preserve"> ! </w:t>
      </w:r>
      <w:r w:rsidR="00E0544E" w:rsidRPr="007818BD">
        <w:t>place encore dans vos cellules enco</w:t>
      </w:r>
      <w:r w:rsidR="00E0544E" w:rsidRPr="007818BD">
        <w:t>m</w:t>
      </w:r>
      <w:r w:rsidR="00E0544E" w:rsidRPr="007818BD">
        <w:t>brées</w:t>
      </w:r>
      <w:r>
        <w:t xml:space="preserve"> ! </w:t>
      </w:r>
      <w:r w:rsidR="00E0544E" w:rsidRPr="007818BD">
        <w:t>Voici encore une tête destinée au bourreau</w:t>
      </w:r>
      <w:r>
        <w:t>. »</w:t>
      </w:r>
    </w:p>
    <w:p w14:paraId="6A59B3FE" w14:textId="77777777" w:rsidR="00E8465A" w:rsidRDefault="00E0544E" w:rsidP="00E0544E">
      <w:r w:rsidRPr="007818BD">
        <w:t>Le guichetier</w:t>
      </w:r>
      <w:r w:rsidR="00E8465A">
        <w:t xml:space="preserve">, </w:t>
      </w:r>
      <w:r w:rsidRPr="007818BD">
        <w:t>une lampe à la main</w:t>
      </w:r>
      <w:r w:rsidR="00E8465A">
        <w:t xml:space="preserve">, </w:t>
      </w:r>
      <w:r w:rsidRPr="007818BD">
        <w:t>introduisit le nouveau venu</w:t>
      </w:r>
      <w:r w:rsidR="00E8465A">
        <w:t xml:space="preserve">, </w:t>
      </w:r>
      <w:r w:rsidRPr="007818BD">
        <w:t>qui lui toucha le bras</w:t>
      </w:r>
      <w:r w:rsidR="00E8465A">
        <w:t xml:space="preserve">, </w:t>
      </w:r>
      <w:r w:rsidRPr="007818BD">
        <w:t>lui parla à voix basse</w:t>
      </w:r>
      <w:r w:rsidR="00E8465A">
        <w:t xml:space="preserve">, </w:t>
      </w:r>
      <w:r w:rsidRPr="007818BD">
        <w:t>et tira de son doigt un bijou</w:t>
      </w:r>
      <w:r w:rsidR="00E8465A">
        <w:t xml:space="preserve">. </w:t>
      </w:r>
      <w:r w:rsidRPr="007818BD">
        <w:t>Comme le diamant étincela aux rayons de la lampe</w:t>
      </w:r>
      <w:r w:rsidR="00E8465A">
        <w:t> ! « </w:t>
      </w:r>
      <w:r w:rsidRPr="007818BD">
        <w:t>Estimez à mille francs chacune de vos quatre</w:t>
      </w:r>
      <w:r>
        <w:t>-</w:t>
      </w:r>
      <w:r w:rsidRPr="007818BD">
        <w:t>vingts têtes</w:t>
      </w:r>
      <w:r w:rsidR="00E8465A">
        <w:t xml:space="preserve"> ; </w:t>
      </w:r>
      <w:r w:rsidRPr="007818BD">
        <w:t>la pierre a plus de valeur que toute la fournée</w:t>
      </w:r>
      <w:r w:rsidR="00E8465A">
        <w:t xml:space="preserve"> ! </w:t>
      </w:r>
      <w:r w:rsidRPr="007818BD">
        <w:t>Le geôlier hésita</w:t>
      </w:r>
      <w:r w:rsidR="00E8465A">
        <w:t xml:space="preserve"> : </w:t>
      </w:r>
      <w:r w:rsidRPr="007818BD">
        <w:t>le diamant scintilla à ses yeux éblouis</w:t>
      </w:r>
      <w:r w:rsidR="00E8465A">
        <w:t xml:space="preserve">. </w:t>
      </w:r>
      <w:r w:rsidRPr="007818BD">
        <w:t>Ô cerbère</w:t>
      </w:r>
      <w:r w:rsidR="00E8465A">
        <w:t xml:space="preserve"> ! </w:t>
      </w:r>
      <w:r w:rsidRPr="007818BD">
        <w:t>tu as maîtrisé</w:t>
      </w:r>
      <w:r w:rsidR="00E8465A">
        <w:t xml:space="preserve">, </w:t>
      </w:r>
      <w:r w:rsidRPr="007818BD">
        <w:t>dans l</w:t>
      </w:r>
      <w:r w:rsidR="00E8465A">
        <w:t>’</w:t>
      </w:r>
      <w:r w:rsidRPr="007818BD">
        <w:t>endurcissement graduel de tes impassibles fon</w:t>
      </w:r>
      <w:r w:rsidRPr="007818BD">
        <w:t>c</w:t>
      </w:r>
      <w:r w:rsidRPr="007818BD">
        <w:t>tions</w:t>
      </w:r>
      <w:r w:rsidR="00E8465A">
        <w:t xml:space="preserve">, </w:t>
      </w:r>
      <w:r w:rsidRPr="007818BD">
        <w:t>toute autre passion humaine</w:t>
      </w:r>
      <w:r w:rsidR="00E8465A">
        <w:t xml:space="preserve"> : </w:t>
      </w:r>
      <w:r w:rsidRPr="007818BD">
        <w:t>pitié</w:t>
      </w:r>
      <w:r w:rsidR="00E8465A">
        <w:t xml:space="preserve">, </w:t>
      </w:r>
      <w:r w:rsidRPr="007818BD">
        <w:t>amour</w:t>
      </w:r>
      <w:r w:rsidR="00E8465A">
        <w:t xml:space="preserve">, </w:t>
      </w:r>
      <w:r w:rsidRPr="007818BD">
        <w:t>remords</w:t>
      </w:r>
      <w:r w:rsidR="00E8465A">
        <w:t xml:space="preserve">, </w:t>
      </w:r>
      <w:r w:rsidRPr="007818BD">
        <w:t>tu</w:t>
      </w:r>
      <w:r w:rsidR="00E8465A">
        <w:t xml:space="preserve">, </w:t>
      </w:r>
      <w:r w:rsidRPr="007818BD">
        <w:t>n</w:t>
      </w:r>
      <w:r w:rsidR="00E8465A">
        <w:t>’</w:t>
      </w:r>
      <w:r w:rsidRPr="007818BD">
        <w:t>as plus rien de tout cela</w:t>
      </w:r>
      <w:r w:rsidR="00E8465A">
        <w:t xml:space="preserve">. </w:t>
      </w:r>
      <w:r w:rsidRPr="007818BD">
        <w:t>Mais l</w:t>
      </w:r>
      <w:r w:rsidR="00E8465A">
        <w:t>’</w:t>
      </w:r>
      <w:r w:rsidRPr="007818BD">
        <w:t>avarice survit au reste</w:t>
      </w:r>
      <w:r w:rsidR="00E8465A">
        <w:t xml:space="preserve">, </w:t>
      </w:r>
      <w:r w:rsidRPr="007818BD">
        <w:t>et le serpent le plus puissant de ton cœur dévore tous les autres</w:t>
      </w:r>
      <w:r w:rsidR="00E8465A">
        <w:t xml:space="preserve">. </w:t>
      </w:r>
      <w:r w:rsidRPr="007818BD">
        <w:t>Su</w:t>
      </w:r>
      <w:r w:rsidRPr="007818BD">
        <w:t>b</w:t>
      </w:r>
      <w:r w:rsidRPr="007818BD">
        <w:t>til étranger</w:t>
      </w:r>
      <w:r w:rsidR="00E8465A">
        <w:t xml:space="preserve"> ! </w:t>
      </w:r>
      <w:r w:rsidRPr="007818BD">
        <w:t>tu triomphes</w:t>
      </w:r>
      <w:r w:rsidR="00E8465A">
        <w:t xml:space="preserve">. </w:t>
      </w:r>
      <w:r w:rsidRPr="007818BD">
        <w:t>Ils traversent le so</w:t>
      </w:r>
      <w:r w:rsidRPr="007818BD">
        <w:t>m</w:t>
      </w:r>
      <w:r w:rsidRPr="007818BD">
        <w:t>bre corridor</w:t>
      </w:r>
      <w:r w:rsidR="00E8465A">
        <w:t xml:space="preserve"> : </w:t>
      </w:r>
      <w:r w:rsidRPr="007818BD">
        <w:t>ils arrivent à la porte où le geôlier a placé la marque fatale qu</w:t>
      </w:r>
      <w:r w:rsidR="00E8465A">
        <w:t>’</w:t>
      </w:r>
      <w:r w:rsidRPr="007818BD">
        <w:t>il va maintenant effacer</w:t>
      </w:r>
      <w:r w:rsidR="00E8465A">
        <w:t xml:space="preserve"> : </w:t>
      </w:r>
      <w:r w:rsidRPr="007818BD">
        <w:t>car la prisonnière a un sursis d</w:t>
      </w:r>
      <w:r w:rsidR="00E8465A">
        <w:t>’</w:t>
      </w:r>
      <w:r w:rsidRPr="007818BD">
        <w:t>un-jour</w:t>
      </w:r>
      <w:r w:rsidR="00E8465A">
        <w:t xml:space="preserve">. </w:t>
      </w:r>
      <w:r w:rsidRPr="007818BD">
        <w:t>La clef grince dans la serrure</w:t>
      </w:r>
      <w:r w:rsidR="00E8465A">
        <w:t xml:space="preserve">, </w:t>
      </w:r>
      <w:r w:rsidRPr="007818BD">
        <w:t>la porte s</w:t>
      </w:r>
      <w:r w:rsidR="00E8465A">
        <w:t>’</w:t>
      </w:r>
      <w:r w:rsidRPr="007818BD">
        <w:t>entrouvre</w:t>
      </w:r>
      <w:r w:rsidR="00E8465A">
        <w:t xml:space="preserve"> ; </w:t>
      </w:r>
      <w:r w:rsidRPr="007818BD">
        <w:t>l</w:t>
      </w:r>
      <w:r w:rsidR="00E8465A">
        <w:t>’</w:t>
      </w:r>
      <w:r w:rsidRPr="007818BD">
        <w:t>étranger prend la lampe et entre</w:t>
      </w:r>
      <w:r w:rsidR="00E8465A">
        <w:t>.</w:t>
      </w:r>
    </w:p>
    <w:p w14:paraId="62A3C089" w14:textId="77777777" w:rsidR="00E8465A" w:rsidRDefault="00E0544E" w:rsidP="00E8465A">
      <w:pPr>
        <w:pStyle w:val="Titre2"/>
        <w:pageBreakBefore/>
      </w:pPr>
      <w:bookmarkStart w:id="88" w:name="_Toc199963136"/>
      <w:r w:rsidRPr="007818BD">
        <w:lastRenderedPageBreak/>
        <w:t>CHAPITRE</w:t>
      </w:r>
      <w:r w:rsidR="00E8465A">
        <w:t xml:space="preserve"> </w:t>
      </w:r>
      <w:r w:rsidRPr="007818BD">
        <w:t>XVII</w:t>
      </w:r>
      <w:r w:rsidR="00E8465A">
        <w:t>.</w:t>
      </w:r>
      <w:bookmarkEnd w:id="88"/>
    </w:p>
    <w:p w14:paraId="0693537C" w14:textId="77777777" w:rsidR="00E8465A" w:rsidRDefault="00E0544E" w:rsidP="00E0544E">
      <w:pPr>
        <w:jc w:val="right"/>
        <w:rPr>
          <w:rStyle w:val="Taille-1Caracteres"/>
        </w:rPr>
      </w:pPr>
      <w:proofErr w:type="spellStart"/>
      <w:r w:rsidRPr="007818BD">
        <w:rPr>
          <w:rStyle w:val="Taille-1Caracteres"/>
        </w:rPr>
        <w:t>Cosi</w:t>
      </w:r>
      <w:proofErr w:type="spellEnd"/>
      <w:r w:rsidRPr="007818BD">
        <w:rPr>
          <w:rStyle w:val="Taille-1Caracteres"/>
        </w:rPr>
        <w:t xml:space="preserve"> </w:t>
      </w:r>
      <w:proofErr w:type="spellStart"/>
      <w:r w:rsidRPr="007818BD">
        <w:rPr>
          <w:rStyle w:val="Taille-1Caracteres"/>
        </w:rPr>
        <w:t>vince</w:t>
      </w:r>
      <w:proofErr w:type="spellEnd"/>
      <w:r w:rsidRPr="007818BD">
        <w:rPr>
          <w:rStyle w:val="Taille-1Caracteres"/>
        </w:rPr>
        <w:t xml:space="preserve"> </w:t>
      </w:r>
      <w:proofErr w:type="spellStart"/>
      <w:r w:rsidRPr="007818BD">
        <w:rPr>
          <w:rStyle w:val="Taille-1Caracteres"/>
        </w:rPr>
        <w:t>Goffredo</w:t>
      </w:r>
      <w:proofErr w:type="spellEnd"/>
      <w:r w:rsidRPr="007818BD">
        <w:rPr>
          <w:rStyle w:val="Appelnotedebasdep"/>
          <w:szCs w:val="28"/>
        </w:rPr>
        <w:footnoteReference w:id="66"/>
      </w:r>
      <w:r w:rsidR="00E8465A">
        <w:rPr>
          <w:rStyle w:val="Taille-1Caracteres"/>
        </w:rPr>
        <w:t> !</w:t>
      </w:r>
    </w:p>
    <w:p w14:paraId="1B8202E0" w14:textId="60DC82D0" w:rsidR="00E8465A" w:rsidRDefault="00E8465A" w:rsidP="00E0544E">
      <w:pPr>
        <w:jc w:val="right"/>
        <w:rPr>
          <w:rStyle w:val="Taille-1Caracteres"/>
        </w:rPr>
      </w:pPr>
      <w:r>
        <w:rPr>
          <w:rStyle w:val="Taille-1Caracteres"/>
        </w:rPr>
        <w:t>(</w:t>
      </w:r>
      <w:proofErr w:type="spellStart"/>
      <w:r w:rsidR="00E0544E" w:rsidRPr="007818BD">
        <w:rPr>
          <w:rStyle w:val="Taille-1Caracteres"/>
          <w:i/>
        </w:rPr>
        <w:t>Gerus</w:t>
      </w:r>
      <w:proofErr w:type="spellEnd"/>
      <w:r>
        <w:rPr>
          <w:rStyle w:val="Taille-1Caracteres"/>
        </w:rPr>
        <w:t xml:space="preserve">., </w:t>
      </w:r>
      <w:r w:rsidR="00E0544E" w:rsidRPr="007818BD">
        <w:rPr>
          <w:rStyle w:val="Taille-1Caracteres"/>
        </w:rPr>
        <w:t>lib</w:t>
      </w:r>
      <w:r>
        <w:rPr>
          <w:rStyle w:val="Taille-1Caracteres"/>
        </w:rPr>
        <w:t xml:space="preserve">. </w:t>
      </w:r>
      <w:r w:rsidR="00E0544E" w:rsidRPr="007818BD">
        <w:rPr>
          <w:rStyle w:val="Taille-1Caracteres"/>
        </w:rPr>
        <w:t>XX</w:t>
      </w:r>
      <w:r>
        <w:rPr>
          <w:rStyle w:val="Taille-1Caracteres"/>
        </w:rPr>
        <w:t xml:space="preserve">, </w:t>
      </w:r>
      <w:r w:rsidR="00E0544E" w:rsidRPr="007818BD">
        <w:rPr>
          <w:rStyle w:val="Taille-1Caracteres"/>
        </w:rPr>
        <w:t>44</w:t>
      </w:r>
      <w:r>
        <w:rPr>
          <w:rStyle w:val="Taille-1Caracteres"/>
        </w:rPr>
        <w:t>.)</w:t>
      </w:r>
    </w:p>
    <w:p w14:paraId="6E7BE204" w14:textId="77777777" w:rsidR="00E8465A" w:rsidRDefault="00E0544E" w:rsidP="00E0544E">
      <w:r w:rsidRPr="007818BD">
        <w:t>Viola priait</w:t>
      </w:r>
      <w:r w:rsidR="00E8465A">
        <w:t xml:space="preserve">. </w:t>
      </w:r>
      <w:r w:rsidRPr="007818BD">
        <w:t>Elle n</w:t>
      </w:r>
      <w:r w:rsidR="00E8465A">
        <w:t>’</w:t>
      </w:r>
      <w:r w:rsidRPr="007818BD">
        <w:t>entendit pas ouvrir la porte</w:t>
      </w:r>
      <w:r w:rsidR="00E8465A">
        <w:t xml:space="preserve">, </w:t>
      </w:r>
      <w:r w:rsidRPr="007818BD">
        <w:t>elle ne vit pas l</w:t>
      </w:r>
      <w:r w:rsidR="00E8465A">
        <w:t>’</w:t>
      </w:r>
      <w:r w:rsidRPr="007818BD">
        <w:t>ombre qui tombait sur les dalles</w:t>
      </w:r>
      <w:r w:rsidR="00E8465A">
        <w:t xml:space="preserve">. </w:t>
      </w:r>
      <w:r w:rsidRPr="007818BD">
        <w:t>Son pouvoir à lui</w:t>
      </w:r>
      <w:r w:rsidR="00E8465A">
        <w:t xml:space="preserve">, </w:t>
      </w:r>
      <w:r w:rsidRPr="007818BD">
        <w:t>son art</w:t>
      </w:r>
      <w:r w:rsidR="00E8465A">
        <w:t xml:space="preserve">, </w:t>
      </w:r>
      <w:r w:rsidRPr="007818BD">
        <w:t>avaient disparu</w:t>
      </w:r>
      <w:r w:rsidR="00E8465A">
        <w:t xml:space="preserve"> ; </w:t>
      </w:r>
      <w:r w:rsidRPr="007818BD">
        <w:t>mais le charme</w:t>
      </w:r>
      <w:r w:rsidR="00E8465A">
        <w:t xml:space="preserve">, </w:t>
      </w:r>
      <w:r w:rsidRPr="007818BD">
        <w:t>mais le mystère</w:t>
      </w:r>
      <w:r w:rsidR="00E8465A">
        <w:t xml:space="preserve">, </w:t>
      </w:r>
      <w:r w:rsidRPr="007818BD">
        <w:t>connus du cœur simple de la pieuse Italienne</w:t>
      </w:r>
      <w:r w:rsidR="00E8465A">
        <w:t xml:space="preserve">, </w:t>
      </w:r>
      <w:r w:rsidRPr="007818BD">
        <w:t>ne l</w:t>
      </w:r>
      <w:r w:rsidR="00E8465A">
        <w:t>’</w:t>
      </w:r>
      <w:r w:rsidRPr="007818BD">
        <w:t>abandonnèrent pas aux heures de l</w:t>
      </w:r>
      <w:r w:rsidR="00E8465A">
        <w:t>’</w:t>
      </w:r>
      <w:r w:rsidRPr="007818BD">
        <w:t>épreuve et du désespoir</w:t>
      </w:r>
      <w:r w:rsidR="00E8465A">
        <w:t xml:space="preserve">. </w:t>
      </w:r>
      <w:r w:rsidRPr="007818BD">
        <w:t>Quand la science s</w:t>
      </w:r>
      <w:r w:rsidR="00E8465A">
        <w:t>’</w:t>
      </w:r>
      <w:r w:rsidRPr="007818BD">
        <w:t>est écli</w:t>
      </w:r>
      <w:r w:rsidRPr="007818BD">
        <w:t>p</w:t>
      </w:r>
      <w:r w:rsidRPr="007818BD">
        <w:t>sée et obscurcie dans le ciel qu</w:t>
      </w:r>
      <w:r w:rsidR="00E8465A">
        <w:t>’</w:t>
      </w:r>
      <w:r w:rsidRPr="007818BD">
        <w:t>elle a voulu conquérir</w:t>
      </w:r>
      <w:r w:rsidR="00E8465A">
        <w:t xml:space="preserve">, </w:t>
      </w:r>
      <w:r w:rsidRPr="007818BD">
        <w:t>quand le génie s</w:t>
      </w:r>
      <w:r w:rsidR="00E8465A">
        <w:t>’</w:t>
      </w:r>
      <w:r w:rsidRPr="007818BD">
        <w:t>est flétri comme une fleur périssable au souffle glacial du sépulcre</w:t>
      </w:r>
      <w:r w:rsidR="00E8465A">
        <w:t xml:space="preserve"> ; </w:t>
      </w:r>
      <w:r w:rsidRPr="007818BD">
        <w:t>même alors</w:t>
      </w:r>
      <w:r w:rsidR="00E8465A">
        <w:t xml:space="preserve">, </w:t>
      </w:r>
      <w:r w:rsidRPr="007818BD">
        <w:t>et surtout alors</w:t>
      </w:r>
      <w:r w:rsidR="00E8465A">
        <w:t xml:space="preserve">, </w:t>
      </w:r>
      <w:r w:rsidRPr="007818BD">
        <w:t>il y a dans une âme pure et candide une espérance qui illumine l</w:t>
      </w:r>
      <w:r w:rsidR="00E8465A">
        <w:t>’</w:t>
      </w:r>
      <w:r w:rsidRPr="007818BD">
        <w:t>espace</w:t>
      </w:r>
      <w:r w:rsidR="00E8465A">
        <w:t xml:space="preserve"> ; </w:t>
      </w:r>
      <w:r w:rsidRPr="007818BD">
        <w:t>il y a dans la foi innocente</w:t>
      </w:r>
      <w:r w:rsidR="00E8465A">
        <w:t xml:space="preserve">, </w:t>
      </w:r>
      <w:r w:rsidRPr="007818BD">
        <w:t>naïve et docile</w:t>
      </w:r>
      <w:r w:rsidR="00E8465A">
        <w:t xml:space="preserve">, </w:t>
      </w:r>
      <w:r w:rsidRPr="007818BD">
        <w:t>une vertu qui</w:t>
      </w:r>
      <w:r w:rsidR="00E8465A">
        <w:t xml:space="preserve">, </w:t>
      </w:r>
      <w:r w:rsidRPr="007818BD">
        <w:t>jusque sur la tombe</w:t>
      </w:r>
      <w:r w:rsidR="00E8465A">
        <w:t xml:space="preserve">, </w:t>
      </w:r>
      <w:r w:rsidRPr="007818BD">
        <w:t>fait germer des fleurs plus belles et plus durables</w:t>
      </w:r>
      <w:r w:rsidR="00E8465A">
        <w:t>.</w:t>
      </w:r>
    </w:p>
    <w:p w14:paraId="45361970" w14:textId="77777777" w:rsidR="00E8465A" w:rsidRDefault="00E0544E" w:rsidP="00E0544E">
      <w:r w:rsidRPr="007818BD">
        <w:t>Elle était à genoux dans l</w:t>
      </w:r>
      <w:r w:rsidR="00E8465A">
        <w:t>’</w:t>
      </w:r>
      <w:r w:rsidRPr="007818BD">
        <w:t>angle le plus obscur de la cellule et l</w:t>
      </w:r>
      <w:r w:rsidR="00E8465A">
        <w:t>’</w:t>
      </w:r>
      <w:r w:rsidRPr="007818BD">
        <w:t>enfant</w:t>
      </w:r>
      <w:r w:rsidR="00E8465A">
        <w:t xml:space="preserve">, </w:t>
      </w:r>
      <w:r w:rsidRPr="007818BD">
        <w:t>comme pour imiter ce qu</w:t>
      </w:r>
      <w:r w:rsidR="00E8465A">
        <w:t>’</w:t>
      </w:r>
      <w:r w:rsidRPr="007818BD">
        <w:t>il ne pouvait comprendre</w:t>
      </w:r>
      <w:r w:rsidR="00E8465A">
        <w:t xml:space="preserve">, </w:t>
      </w:r>
      <w:r w:rsidRPr="007818BD">
        <w:t>ploya ses petits membres</w:t>
      </w:r>
      <w:r w:rsidR="00E8465A">
        <w:t xml:space="preserve">, </w:t>
      </w:r>
      <w:r w:rsidRPr="007818BD">
        <w:t>inclina son visage souriant et s</w:t>
      </w:r>
      <w:r w:rsidR="00E8465A">
        <w:t>’</w:t>
      </w:r>
      <w:r w:rsidRPr="007818BD">
        <w:t>agenouilla aussi auprès d</w:t>
      </w:r>
      <w:r w:rsidR="00E8465A">
        <w:t>’</w:t>
      </w:r>
      <w:r w:rsidRPr="007818BD">
        <w:t>elle</w:t>
      </w:r>
      <w:r w:rsidR="00E8465A">
        <w:t>.</w:t>
      </w:r>
    </w:p>
    <w:p w14:paraId="46FCC8F4" w14:textId="77777777" w:rsidR="00E8465A" w:rsidRDefault="00E0544E" w:rsidP="00E0544E">
      <w:proofErr w:type="spellStart"/>
      <w:r w:rsidRPr="007818BD">
        <w:t>Zanoni</w:t>
      </w:r>
      <w:proofErr w:type="spellEnd"/>
      <w:r w:rsidRPr="007818BD">
        <w:t xml:space="preserve"> s</w:t>
      </w:r>
      <w:r w:rsidR="00E8465A">
        <w:t>’</w:t>
      </w:r>
      <w:r w:rsidRPr="007818BD">
        <w:t>arrêta à regarder ce groupe éclairé par le calme r</w:t>
      </w:r>
      <w:r w:rsidRPr="007818BD">
        <w:t>e</w:t>
      </w:r>
      <w:r w:rsidRPr="007818BD">
        <w:t>flet de la lampe</w:t>
      </w:r>
      <w:r w:rsidR="00E8465A">
        <w:t xml:space="preserve">. </w:t>
      </w:r>
      <w:r w:rsidRPr="007818BD">
        <w:t>Ce r</w:t>
      </w:r>
      <w:r w:rsidRPr="007818BD">
        <w:t>e</w:t>
      </w:r>
      <w:r w:rsidRPr="007818BD">
        <w:t>flet tombait sur une chevelure dorée libre</w:t>
      </w:r>
      <w:r w:rsidR="00E8465A">
        <w:t xml:space="preserve">, </w:t>
      </w:r>
      <w:r w:rsidRPr="007818BD">
        <w:t>relevée</w:t>
      </w:r>
      <w:r w:rsidR="00E8465A">
        <w:t xml:space="preserve">, </w:t>
      </w:r>
      <w:r w:rsidRPr="007818BD">
        <w:t>écartée de ce front pur et inspiré</w:t>
      </w:r>
      <w:r w:rsidR="00E8465A">
        <w:t xml:space="preserve"> ; </w:t>
      </w:r>
      <w:r w:rsidRPr="007818BD">
        <w:t>il éclairait ces yeux noirs élevés vers les cieux</w:t>
      </w:r>
      <w:r w:rsidR="00E8465A">
        <w:t xml:space="preserve">, </w:t>
      </w:r>
      <w:r w:rsidRPr="007818BD">
        <w:t>et réfléchissant</w:t>
      </w:r>
      <w:r w:rsidR="00E8465A">
        <w:t xml:space="preserve">, </w:t>
      </w:r>
      <w:r w:rsidRPr="007818BD">
        <w:t>à travers les larmes humaines</w:t>
      </w:r>
      <w:r w:rsidR="00E8465A">
        <w:t xml:space="preserve">, </w:t>
      </w:r>
      <w:r w:rsidRPr="007818BD">
        <w:t>je ne sais quelle divine clarté</w:t>
      </w:r>
      <w:r w:rsidR="00E8465A">
        <w:t xml:space="preserve"> ; </w:t>
      </w:r>
      <w:r w:rsidRPr="007818BD">
        <w:t>les mains jointes</w:t>
      </w:r>
      <w:r w:rsidR="00E8465A">
        <w:t xml:space="preserve">, </w:t>
      </w:r>
      <w:r w:rsidRPr="007818BD">
        <w:t>les lèvres entr</w:t>
      </w:r>
      <w:r w:rsidR="00E8465A">
        <w:t>’</w:t>
      </w:r>
      <w:r w:rsidRPr="007818BD">
        <w:t>ouvertes</w:t>
      </w:r>
      <w:r w:rsidR="00E8465A">
        <w:t xml:space="preserve">, </w:t>
      </w:r>
      <w:r w:rsidRPr="007818BD">
        <w:t xml:space="preserve">la personne tout entière </w:t>
      </w:r>
      <w:r w:rsidRPr="007818BD">
        <w:lastRenderedPageBreak/>
        <w:t>animée et sanct</w:t>
      </w:r>
      <w:r w:rsidRPr="007818BD">
        <w:t>i</w:t>
      </w:r>
      <w:r w:rsidRPr="007818BD">
        <w:t>fiée par la sereine tristesse de l</w:t>
      </w:r>
      <w:r w:rsidR="00E8465A">
        <w:t>’</w:t>
      </w:r>
      <w:r w:rsidRPr="007818BD">
        <w:t>innocence et la touchante hum</w:t>
      </w:r>
      <w:r w:rsidRPr="007818BD">
        <w:t>i</w:t>
      </w:r>
      <w:r w:rsidRPr="007818BD">
        <w:t>lité de la femme</w:t>
      </w:r>
      <w:r w:rsidR="00E8465A">
        <w:t xml:space="preserve">. </w:t>
      </w:r>
      <w:r w:rsidRPr="007818BD">
        <w:t>Il entendit sa voix</w:t>
      </w:r>
      <w:r w:rsidR="00E8465A">
        <w:t xml:space="preserve">, </w:t>
      </w:r>
      <w:r w:rsidRPr="007818BD">
        <w:t>quoiqu</w:t>
      </w:r>
      <w:r w:rsidR="00E8465A">
        <w:t>’</w:t>
      </w:r>
      <w:r w:rsidRPr="007818BD">
        <w:t>elle passât à peine ses lèvres</w:t>
      </w:r>
      <w:r w:rsidR="00E8465A">
        <w:t xml:space="preserve"> ; </w:t>
      </w:r>
      <w:r w:rsidRPr="007818BD">
        <w:t>cette voix basse et voilée qui sort du cœur</w:t>
      </w:r>
      <w:r w:rsidR="00E8465A">
        <w:t xml:space="preserve">, </w:t>
      </w:r>
      <w:r w:rsidRPr="007818BD">
        <w:t>assez fo</w:t>
      </w:r>
      <w:r w:rsidRPr="007818BD">
        <w:t>r</w:t>
      </w:r>
      <w:r w:rsidRPr="007818BD">
        <w:t>te pour monter au ciel et pour se faire écouter de Dieu</w:t>
      </w:r>
      <w:r w:rsidR="00E8465A">
        <w:t>.</w:t>
      </w:r>
    </w:p>
    <w:p w14:paraId="669DECD2" w14:textId="477AA445" w:rsidR="00E0544E" w:rsidRPr="007818BD" w:rsidRDefault="00E8465A" w:rsidP="00E0544E">
      <w:r>
        <w:t>« </w:t>
      </w:r>
      <w:r w:rsidR="00E0544E" w:rsidRPr="007818BD">
        <w:t>Et si je ne dois jamais plus le voir</w:t>
      </w:r>
      <w:r>
        <w:t xml:space="preserve">, </w:t>
      </w:r>
      <w:r w:rsidR="00E0544E" w:rsidRPr="007818BD">
        <w:t>ô Père céleste</w:t>
      </w:r>
      <w:r>
        <w:t xml:space="preserve">, </w:t>
      </w:r>
      <w:r w:rsidR="00E0544E" w:rsidRPr="007818BD">
        <w:t>ne po</w:t>
      </w:r>
      <w:r w:rsidR="00E0544E" w:rsidRPr="007818BD">
        <w:t>u</w:t>
      </w:r>
      <w:r w:rsidR="00E0544E" w:rsidRPr="007818BD">
        <w:t>vez-vous faire que cet amour</w:t>
      </w:r>
      <w:r>
        <w:t xml:space="preserve">, </w:t>
      </w:r>
      <w:r w:rsidR="00E0544E" w:rsidRPr="007818BD">
        <w:t>qui ne veut pas mourir</w:t>
      </w:r>
      <w:r>
        <w:t xml:space="preserve">, </w:t>
      </w:r>
      <w:r w:rsidR="00E0544E" w:rsidRPr="007818BD">
        <w:t>s</w:t>
      </w:r>
      <w:r>
        <w:t>’</w:t>
      </w:r>
      <w:r w:rsidR="00E0544E" w:rsidRPr="007818BD">
        <w:t>unisse</w:t>
      </w:r>
      <w:r>
        <w:t xml:space="preserve">, </w:t>
      </w:r>
      <w:r w:rsidR="00E0544E" w:rsidRPr="007818BD">
        <w:t xml:space="preserve">même </w:t>
      </w:r>
      <w:proofErr w:type="spellStart"/>
      <w:r w:rsidR="00E0544E" w:rsidRPr="007818BD">
        <w:t>au delà</w:t>
      </w:r>
      <w:proofErr w:type="spellEnd"/>
      <w:r w:rsidR="00E0544E" w:rsidRPr="007818BD">
        <w:t xml:space="preserve"> du tombeau</w:t>
      </w:r>
      <w:r>
        <w:t xml:space="preserve">, </w:t>
      </w:r>
      <w:r w:rsidR="00E0544E" w:rsidRPr="007818BD">
        <w:t>à sa destinée mortelle</w:t>
      </w:r>
      <w:r>
        <w:t xml:space="preserve"> ? </w:t>
      </w:r>
      <w:r w:rsidR="00E0544E" w:rsidRPr="007818BD">
        <w:t>Ne pouvez-vous pas permettre que cet amour plane sur lui comme un e</w:t>
      </w:r>
      <w:r w:rsidR="00E0544E" w:rsidRPr="007818BD">
        <w:t>s</w:t>
      </w:r>
      <w:r w:rsidR="00E0544E" w:rsidRPr="007818BD">
        <w:t>prit vivant</w:t>
      </w:r>
      <w:r>
        <w:t xml:space="preserve">, </w:t>
      </w:r>
      <w:r w:rsidR="00E0544E" w:rsidRPr="007818BD">
        <w:t>un esprit plus beau que tous ceux que peut évoquer sa science</w:t>
      </w:r>
      <w:r>
        <w:t xml:space="preserve"> ? </w:t>
      </w:r>
      <w:r w:rsidR="00E0544E" w:rsidRPr="007818BD">
        <w:t>Oh</w:t>
      </w:r>
      <w:r>
        <w:t xml:space="preserve"> ! </w:t>
      </w:r>
      <w:r w:rsidR="00E0544E" w:rsidRPr="007818BD">
        <w:t>quel que soit le sort de tous deux</w:t>
      </w:r>
      <w:r>
        <w:t xml:space="preserve">, </w:t>
      </w:r>
      <w:r w:rsidR="00E0544E" w:rsidRPr="007818BD">
        <w:t>faites</w:t>
      </w:r>
      <w:r>
        <w:t xml:space="preserve">, </w:t>
      </w:r>
      <w:r w:rsidR="00E0544E" w:rsidRPr="007818BD">
        <w:t>Se</w:t>
      </w:r>
      <w:r w:rsidR="00E0544E" w:rsidRPr="007818BD">
        <w:t>i</w:t>
      </w:r>
      <w:r w:rsidR="00E0544E" w:rsidRPr="007818BD">
        <w:t>gneur</w:t>
      </w:r>
      <w:r>
        <w:t xml:space="preserve">, </w:t>
      </w:r>
      <w:r w:rsidR="00E0544E" w:rsidRPr="007818BD">
        <w:t>dussent mille siècles rouler leurs abîmes entre nous</w:t>
      </w:r>
      <w:r>
        <w:t xml:space="preserve">, </w:t>
      </w:r>
      <w:r w:rsidR="00E0544E" w:rsidRPr="007818BD">
        <w:t>fa</w:t>
      </w:r>
      <w:r w:rsidR="00E0544E" w:rsidRPr="007818BD">
        <w:t>i</w:t>
      </w:r>
      <w:r w:rsidR="00E0544E" w:rsidRPr="007818BD">
        <w:t>tes que</w:t>
      </w:r>
      <w:r>
        <w:t xml:space="preserve">, </w:t>
      </w:r>
      <w:r w:rsidR="00E0544E" w:rsidRPr="007818BD">
        <w:t>purifiés enfin</w:t>
      </w:r>
      <w:r>
        <w:t xml:space="preserve">, </w:t>
      </w:r>
      <w:r w:rsidR="00E0544E" w:rsidRPr="007818BD">
        <w:t>régénérés</w:t>
      </w:r>
      <w:r>
        <w:t xml:space="preserve">, </w:t>
      </w:r>
      <w:r w:rsidR="00E0544E" w:rsidRPr="007818BD">
        <w:t>et rendus dignes de l</w:t>
      </w:r>
      <w:r>
        <w:t>’</w:t>
      </w:r>
      <w:r w:rsidR="00E0544E" w:rsidRPr="007818BD">
        <w:t>ineffable bonheur d</w:t>
      </w:r>
      <w:r>
        <w:t>’</w:t>
      </w:r>
      <w:r w:rsidR="00E0544E" w:rsidRPr="007818BD">
        <w:t>une telle réunion</w:t>
      </w:r>
      <w:r>
        <w:t xml:space="preserve">, </w:t>
      </w:r>
      <w:r w:rsidR="00E0544E" w:rsidRPr="007818BD">
        <w:t>nous nous retrouvions encore pour ne nous quitter j</w:t>
      </w:r>
      <w:r w:rsidR="00E0544E" w:rsidRPr="007818BD">
        <w:t>a</w:t>
      </w:r>
      <w:r w:rsidR="00E0544E" w:rsidRPr="007818BD">
        <w:t>mais</w:t>
      </w:r>
      <w:r>
        <w:t xml:space="preserve"> ! </w:t>
      </w:r>
      <w:r w:rsidR="00E0544E" w:rsidRPr="007818BD">
        <w:t>Cet enfant</w:t>
      </w:r>
      <w:r>
        <w:t xml:space="preserve">, </w:t>
      </w:r>
      <w:r w:rsidR="00E0544E" w:rsidRPr="007818BD">
        <w:t>il s</w:t>
      </w:r>
      <w:r>
        <w:t>’</w:t>
      </w:r>
      <w:r w:rsidR="00E0544E" w:rsidRPr="007818BD">
        <w:t>incline devant vous</w:t>
      </w:r>
      <w:r>
        <w:t xml:space="preserve">, </w:t>
      </w:r>
      <w:r w:rsidR="00E0544E" w:rsidRPr="007818BD">
        <w:t>du sol de son cachot</w:t>
      </w:r>
      <w:r>
        <w:t xml:space="preserve">. </w:t>
      </w:r>
      <w:r w:rsidR="00E0544E" w:rsidRPr="007818BD">
        <w:t>Demain</w:t>
      </w:r>
      <w:r>
        <w:t xml:space="preserve">, </w:t>
      </w:r>
      <w:r w:rsidR="00E0544E" w:rsidRPr="007818BD">
        <w:t>sur quel sein s</w:t>
      </w:r>
      <w:r>
        <w:t>’</w:t>
      </w:r>
      <w:r w:rsidR="00E0544E" w:rsidRPr="007818BD">
        <w:t>endormira-t-il</w:t>
      </w:r>
      <w:r>
        <w:t xml:space="preserve"> ? </w:t>
      </w:r>
      <w:r w:rsidR="00E0544E" w:rsidRPr="007818BD">
        <w:t>Que</w:t>
      </w:r>
      <w:r w:rsidR="00E0544E" w:rsidRPr="007818BD">
        <w:t>l</w:t>
      </w:r>
      <w:r w:rsidR="00E0544E" w:rsidRPr="007818BD">
        <w:t>le main le nourrira</w:t>
      </w:r>
      <w:r>
        <w:t xml:space="preserve"> ? </w:t>
      </w:r>
      <w:r w:rsidR="00E0544E" w:rsidRPr="007818BD">
        <w:t>Qui donc priera pour son bien-être en ce monde</w:t>
      </w:r>
      <w:r>
        <w:t xml:space="preserve">, </w:t>
      </w:r>
      <w:r w:rsidR="00E0544E" w:rsidRPr="007818BD">
        <w:t>pour son âme dans l</w:t>
      </w:r>
      <w:r>
        <w:t>’</w:t>
      </w:r>
      <w:r w:rsidR="00E0544E" w:rsidRPr="007818BD">
        <w:t>autre</w:t>
      </w:r>
      <w:r>
        <w:t> ? »</w:t>
      </w:r>
    </w:p>
    <w:p w14:paraId="639CC520" w14:textId="77777777" w:rsidR="00E8465A" w:rsidRDefault="00E0544E" w:rsidP="00E0544E">
      <w:r w:rsidRPr="007818BD">
        <w:t>Elle s</w:t>
      </w:r>
      <w:r w:rsidR="00E8465A">
        <w:t>’</w:t>
      </w:r>
      <w:r w:rsidRPr="007818BD">
        <w:t>arrêta</w:t>
      </w:r>
      <w:r w:rsidR="00E8465A">
        <w:t xml:space="preserve">… </w:t>
      </w:r>
      <w:r w:rsidRPr="007818BD">
        <w:t>Les sanglots étouffaient sa voix</w:t>
      </w:r>
      <w:r w:rsidR="00E8465A">
        <w:t>.</w:t>
      </w:r>
    </w:p>
    <w:p w14:paraId="50DBBCBF" w14:textId="6AB602F8" w:rsidR="00E0544E" w:rsidRPr="007818BD" w:rsidRDefault="00E8465A" w:rsidP="00E0544E">
      <w:r>
        <w:t>« </w:t>
      </w:r>
      <w:r w:rsidR="00E0544E" w:rsidRPr="007818BD">
        <w:t>Toi</w:t>
      </w:r>
      <w:r>
        <w:t xml:space="preserve">, </w:t>
      </w:r>
      <w:r w:rsidR="00E0544E" w:rsidRPr="007818BD">
        <w:t>Viola</w:t>
      </w:r>
      <w:r>
        <w:t xml:space="preserve"> ! </w:t>
      </w:r>
      <w:r w:rsidR="00E0544E" w:rsidRPr="007818BD">
        <w:t>toi même</w:t>
      </w:r>
      <w:r>
        <w:t xml:space="preserve"> ! </w:t>
      </w:r>
      <w:r w:rsidR="00E0544E" w:rsidRPr="007818BD">
        <w:t>Celui que tu as fui est ici pour sa</w:t>
      </w:r>
      <w:r w:rsidR="00E0544E" w:rsidRPr="007818BD">
        <w:t>u</w:t>
      </w:r>
      <w:r w:rsidR="00E0544E" w:rsidRPr="007818BD">
        <w:t>ver la mère et l</w:t>
      </w:r>
      <w:r>
        <w:t>’</w:t>
      </w:r>
      <w:r w:rsidR="00E0544E" w:rsidRPr="007818BD">
        <w:t>enfant</w:t>
      </w:r>
      <w:r>
        <w:t>. »</w:t>
      </w:r>
    </w:p>
    <w:p w14:paraId="7ED7D607" w14:textId="77777777" w:rsidR="00E8465A" w:rsidRDefault="00E0544E" w:rsidP="00E0544E">
      <w:r w:rsidRPr="007818BD">
        <w:t>Elle tressaillit</w:t>
      </w:r>
      <w:r w:rsidR="00E8465A">
        <w:t xml:space="preserve"> ! </w:t>
      </w:r>
      <w:r w:rsidRPr="007818BD">
        <w:t>ces accents tremblants comme les siens</w:t>
      </w:r>
      <w:r w:rsidR="00E8465A">
        <w:t xml:space="preserve"> ! </w:t>
      </w:r>
      <w:r w:rsidRPr="007818BD">
        <w:t>Elle se leva d</w:t>
      </w:r>
      <w:r w:rsidR="00E8465A">
        <w:t>’</w:t>
      </w:r>
      <w:r w:rsidRPr="007818BD">
        <w:t>un bond</w:t>
      </w:r>
      <w:r w:rsidR="00E8465A">
        <w:t xml:space="preserve">. </w:t>
      </w:r>
      <w:r w:rsidRPr="007818BD">
        <w:t>Il était là</w:t>
      </w:r>
      <w:r w:rsidR="00E8465A">
        <w:t xml:space="preserve">, </w:t>
      </w:r>
      <w:r w:rsidRPr="007818BD">
        <w:t>dans tout l</w:t>
      </w:r>
      <w:r w:rsidR="00E8465A">
        <w:t>’</w:t>
      </w:r>
      <w:r w:rsidRPr="007818BD">
        <w:t>éclat de son imp</w:t>
      </w:r>
      <w:r w:rsidRPr="007818BD">
        <w:t>é</w:t>
      </w:r>
      <w:r w:rsidRPr="007818BD">
        <w:t>rissable jeunesse et de sa beauté surhumaine</w:t>
      </w:r>
      <w:r w:rsidR="00E8465A">
        <w:t xml:space="preserve">, </w:t>
      </w:r>
      <w:r w:rsidRPr="007818BD">
        <w:t>là</w:t>
      </w:r>
      <w:r w:rsidR="00E8465A">
        <w:t xml:space="preserve">, </w:t>
      </w:r>
      <w:r w:rsidRPr="007818BD">
        <w:t>dans ce séjour de la terreur</w:t>
      </w:r>
      <w:r w:rsidR="00E8465A">
        <w:t xml:space="preserve">, </w:t>
      </w:r>
      <w:r w:rsidRPr="007818BD">
        <w:t>et à cette heure d</w:t>
      </w:r>
      <w:r w:rsidR="00E8465A">
        <w:t>’</w:t>
      </w:r>
      <w:r w:rsidRPr="007818BD">
        <w:t>épreuve</w:t>
      </w:r>
      <w:r w:rsidR="00E8465A">
        <w:t xml:space="preserve"> ; </w:t>
      </w:r>
      <w:r w:rsidRPr="007818BD">
        <w:t>là</w:t>
      </w:r>
      <w:r w:rsidR="00E8465A">
        <w:t xml:space="preserve">, </w:t>
      </w:r>
      <w:r w:rsidRPr="007818BD">
        <w:t>image et personnif</w:t>
      </w:r>
      <w:r w:rsidRPr="007818BD">
        <w:t>i</w:t>
      </w:r>
      <w:r w:rsidRPr="007818BD">
        <w:t>cation de l</w:t>
      </w:r>
      <w:r w:rsidR="00E8465A">
        <w:t>’</w:t>
      </w:r>
      <w:r w:rsidRPr="007818BD">
        <w:t>amour qui peut traverser la vallée des Ombres</w:t>
      </w:r>
      <w:r w:rsidR="00E8465A">
        <w:t xml:space="preserve">, </w:t>
      </w:r>
      <w:r w:rsidRPr="007818BD">
        <w:t>et passer</w:t>
      </w:r>
      <w:r w:rsidR="00E8465A">
        <w:t xml:space="preserve">, </w:t>
      </w:r>
      <w:r w:rsidRPr="007818BD">
        <w:t>messager invulnérable des cieux</w:t>
      </w:r>
      <w:r w:rsidR="00E8465A">
        <w:t xml:space="preserve">, </w:t>
      </w:r>
      <w:r w:rsidRPr="007818BD">
        <w:t>à travers l</w:t>
      </w:r>
      <w:r w:rsidR="00E8465A">
        <w:t>’</w:t>
      </w:r>
      <w:r w:rsidRPr="007818BD">
        <w:t>abîme gro</w:t>
      </w:r>
      <w:r w:rsidRPr="007818BD">
        <w:t>n</w:t>
      </w:r>
      <w:r w:rsidRPr="007818BD">
        <w:t>dant de l</w:t>
      </w:r>
      <w:r w:rsidR="00E8465A">
        <w:t>’</w:t>
      </w:r>
      <w:r w:rsidRPr="007818BD">
        <w:t>enfer</w:t>
      </w:r>
      <w:r w:rsidR="00E8465A">
        <w:t>.</w:t>
      </w:r>
    </w:p>
    <w:p w14:paraId="1D674B3F" w14:textId="77777777" w:rsidR="00E8465A" w:rsidRDefault="00E0544E" w:rsidP="00E0544E">
      <w:r w:rsidRPr="007818BD">
        <w:lastRenderedPageBreak/>
        <w:t>Avec un cri</w:t>
      </w:r>
      <w:r w:rsidR="00E8465A">
        <w:t xml:space="preserve">, </w:t>
      </w:r>
      <w:r w:rsidRPr="007818BD">
        <w:t>tel que n</w:t>
      </w:r>
      <w:r w:rsidR="00E8465A">
        <w:t>’</w:t>
      </w:r>
      <w:r w:rsidRPr="007818BD">
        <w:t>en entendirent jamais peut-être ces voûtes lugubres</w:t>
      </w:r>
      <w:r w:rsidR="00E8465A">
        <w:t xml:space="preserve">, </w:t>
      </w:r>
      <w:r w:rsidRPr="007818BD">
        <w:t>un cri de bonheur et de ravissement</w:t>
      </w:r>
      <w:r w:rsidR="00E8465A">
        <w:t xml:space="preserve">, </w:t>
      </w:r>
      <w:r w:rsidRPr="007818BD">
        <w:t>elle s</w:t>
      </w:r>
      <w:r w:rsidR="00E8465A">
        <w:t>’</w:t>
      </w:r>
      <w:r w:rsidRPr="007818BD">
        <w:t>élança et tomba à ses pieds</w:t>
      </w:r>
      <w:r w:rsidR="00E8465A">
        <w:t>.</w:t>
      </w:r>
    </w:p>
    <w:p w14:paraId="0966D36B" w14:textId="77777777" w:rsidR="00E8465A" w:rsidRDefault="00E0544E" w:rsidP="00E0544E">
      <w:r w:rsidRPr="007818BD">
        <w:t>Il se pencha pour la relever</w:t>
      </w:r>
      <w:r w:rsidR="00E8465A">
        <w:t xml:space="preserve"> : </w:t>
      </w:r>
      <w:r w:rsidRPr="007818BD">
        <w:t>elle échappa de ses bras</w:t>
      </w:r>
      <w:r w:rsidR="00E8465A">
        <w:t xml:space="preserve">. </w:t>
      </w:r>
      <w:r w:rsidRPr="007818BD">
        <w:t>Il l</w:t>
      </w:r>
      <w:r w:rsidR="00E8465A">
        <w:t>’</w:t>
      </w:r>
      <w:r w:rsidRPr="007818BD">
        <w:t>appela par tous les noms familiers à leur longue et profonde tendresse</w:t>
      </w:r>
      <w:r w:rsidR="00E8465A">
        <w:t xml:space="preserve"> : </w:t>
      </w:r>
      <w:r w:rsidRPr="007818BD">
        <w:t>elle ne répondit que par des sanglots</w:t>
      </w:r>
      <w:r w:rsidR="00E8465A">
        <w:t xml:space="preserve">. </w:t>
      </w:r>
      <w:r w:rsidRPr="007818BD">
        <w:t>Avec passion</w:t>
      </w:r>
      <w:r w:rsidR="00E8465A">
        <w:t xml:space="preserve">, </w:t>
      </w:r>
      <w:r w:rsidRPr="007818BD">
        <w:t>avec égarement</w:t>
      </w:r>
      <w:r w:rsidR="00E8465A">
        <w:t xml:space="preserve">, </w:t>
      </w:r>
      <w:r w:rsidRPr="007818BD">
        <w:t>elle lui baisa les mains</w:t>
      </w:r>
      <w:r w:rsidR="00E8465A">
        <w:t xml:space="preserve">, </w:t>
      </w:r>
      <w:r w:rsidRPr="007818BD">
        <w:t>le bord de son vêt</w:t>
      </w:r>
      <w:r w:rsidRPr="007818BD">
        <w:t>e</w:t>
      </w:r>
      <w:r w:rsidRPr="007818BD">
        <w:t>ment</w:t>
      </w:r>
      <w:r w:rsidR="00E8465A">
        <w:t xml:space="preserve">, </w:t>
      </w:r>
      <w:r w:rsidRPr="007818BD">
        <w:t>mais de voix</w:t>
      </w:r>
      <w:r w:rsidR="00E8465A">
        <w:t xml:space="preserve">… </w:t>
      </w:r>
      <w:r w:rsidRPr="007818BD">
        <w:t>point</w:t>
      </w:r>
      <w:r w:rsidR="00E8465A">
        <w:t>.</w:t>
      </w:r>
    </w:p>
    <w:p w14:paraId="6FCD0C52" w14:textId="77777777" w:rsidR="00E8465A" w:rsidRDefault="00E8465A" w:rsidP="00E0544E">
      <w:r>
        <w:t>« </w:t>
      </w:r>
      <w:r w:rsidR="00E0544E" w:rsidRPr="007818BD">
        <w:t>Regarde</w:t>
      </w:r>
      <w:r>
        <w:t xml:space="preserve"> ! </w:t>
      </w:r>
      <w:r w:rsidR="00E0544E" w:rsidRPr="007818BD">
        <w:t>regarde</w:t>
      </w:r>
      <w:r>
        <w:t xml:space="preserve"> ! </w:t>
      </w:r>
      <w:r w:rsidR="00E0544E" w:rsidRPr="007818BD">
        <w:t>C</w:t>
      </w:r>
      <w:r>
        <w:t>’</w:t>
      </w:r>
      <w:r w:rsidR="00E0544E" w:rsidRPr="007818BD">
        <w:t>est moi</w:t>
      </w:r>
      <w:r>
        <w:t xml:space="preserve">, </w:t>
      </w:r>
      <w:r w:rsidR="00E0544E" w:rsidRPr="007818BD">
        <w:t>venu pour te sauver</w:t>
      </w:r>
      <w:r>
        <w:t xml:space="preserve"> ! </w:t>
      </w:r>
      <w:r w:rsidR="00E0544E" w:rsidRPr="007818BD">
        <w:t>Lève tes yeux</w:t>
      </w:r>
      <w:r>
        <w:t xml:space="preserve"> : </w:t>
      </w:r>
      <w:r w:rsidR="00E0544E" w:rsidRPr="007818BD">
        <w:t>ne veux-tu pas me laisser voir ton doux visage</w:t>
      </w:r>
      <w:r>
        <w:t xml:space="preserve"> ? </w:t>
      </w:r>
      <w:r w:rsidR="00E0544E" w:rsidRPr="007818BD">
        <w:t>Veux-tu encore</w:t>
      </w:r>
      <w:r>
        <w:t xml:space="preserve">, </w:t>
      </w:r>
      <w:r w:rsidR="00E0544E" w:rsidRPr="007818BD">
        <w:t>fugitive</w:t>
      </w:r>
      <w:r>
        <w:t xml:space="preserve">, </w:t>
      </w:r>
      <w:r w:rsidR="00E0544E" w:rsidRPr="007818BD">
        <w:t>te dérober à moi</w:t>
      </w:r>
      <w:r>
        <w:t> ?</w:t>
      </w:r>
    </w:p>
    <w:p w14:paraId="66FCC237" w14:textId="48C95BA1" w:rsidR="00E0544E" w:rsidRPr="007818BD" w:rsidRDefault="00E8465A" w:rsidP="00E0544E">
      <w:r>
        <w:t>— </w:t>
      </w:r>
      <w:r w:rsidR="00E0544E" w:rsidRPr="007818BD">
        <w:t>Te fuir</w:t>
      </w:r>
      <w:r>
        <w:t xml:space="preserve"> ! </w:t>
      </w:r>
      <w:r w:rsidR="00E0544E" w:rsidRPr="007818BD">
        <w:t>dit-elle enfin d</w:t>
      </w:r>
      <w:r>
        <w:t>’</w:t>
      </w:r>
      <w:r w:rsidR="00E0544E" w:rsidRPr="007818BD">
        <w:t>une voix brisée</w:t>
      </w:r>
      <w:r>
        <w:t xml:space="preserve"> ! </w:t>
      </w:r>
      <w:r w:rsidR="00E0544E" w:rsidRPr="007818BD">
        <w:t>oh</w:t>
      </w:r>
      <w:r>
        <w:t xml:space="preserve"> ! </w:t>
      </w:r>
      <w:r w:rsidR="00E0544E" w:rsidRPr="007818BD">
        <w:t>si ma pe</w:t>
      </w:r>
      <w:r w:rsidR="00E0544E" w:rsidRPr="007818BD">
        <w:t>n</w:t>
      </w:r>
      <w:r w:rsidR="00E0544E" w:rsidRPr="007818BD">
        <w:t>sée a été injuste pour toi</w:t>
      </w:r>
      <w:r>
        <w:t xml:space="preserve">, </w:t>
      </w:r>
      <w:r w:rsidR="00E0544E" w:rsidRPr="007818BD">
        <w:t>si mon rêve</w:t>
      </w:r>
      <w:r>
        <w:t xml:space="preserve">, </w:t>
      </w:r>
      <w:r w:rsidR="00E0544E" w:rsidRPr="007818BD">
        <w:t>ce rêve horrible m</w:t>
      </w:r>
      <w:r>
        <w:t>’</w:t>
      </w:r>
      <w:r w:rsidR="00E0544E" w:rsidRPr="007818BD">
        <w:t>a trompée</w:t>
      </w:r>
      <w:r>
        <w:t xml:space="preserve">, </w:t>
      </w:r>
      <w:r w:rsidR="00E0544E" w:rsidRPr="007818BD">
        <w:t>agenouillons-nous là</w:t>
      </w:r>
      <w:r>
        <w:t xml:space="preserve">, </w:t>
      </w:r>
      <w:r w:rsidR="00E0544E" w:rsidRPr="007818BD">
        <w:t>l</w:t>
      </w:r>
      <w:r>
        <w:t>’</w:t>
      </w:r>
      <w:r w:rsidR="00E0544E" w:rsidRPr="007818BD">
        <w:t>un près de l</w:t>
      </w:r>
      <w:r>
        <w:t>’</w:t>
      </w:r>
      <w:r w:rsidR="00E0544E" w:rsidRPr="007818BD">
        <w:t>autre</w:t>
      </w:r>
      <w:r>
        <w:t xml:space="preserve">, </w:t>
      </w:r>
      <w:r w:rsidR="00E0544E" w:rsidRPr="007818BD">
        <w:t>et prions e</w:t>
      </w:r>
      <w:r w:rsidR="00E0544E" w:rsidRPr="007818BD">
        <w:t>n</w:t>
      </w:r>
      <w:r w:rsidR="00E0544E" w:rsidRPr="007818BD">
        <w:t>semble pour notre enfant</w:t>
      </w:r>
      <w:r>
        <w:t>. »</w:t>
      </w:r>
    </w:p>
    <w:p w14:paraId="52606F9A" w14:textId="77777777" w:rsidR="00E8465A" w:rsidRDefault="00E0544E" w:rsidP="00E0544E">
      <w:r w:rsidRPr="007818BD">
        <w:t>Puis</w:t>
      </w:r>
      <w:r w:rsidR="00E8465A">
        <w:t xml:space="preserve">, </w:t>
      </w:r>
      <w:r w:rsidRPr="007818BD">
        <w:t>d</w:t>
      </w:r>
      <w:r w:rsidR="00E8465A">
        <w:t>’</w:t>
      </w:r>
      <w:r w:rsidRPr="007818BD">
        <w:t>un mouvement rapide</w:t>
      </w:r>
      <w:r w:rsidR="00E8465A">
        <w:t xml:space="preserve">, </w:t>
      </w:r>
      <w:r w:rsidRPr="007818BD">
        <w:t>elle se redressa</w:t>
      </w:r>
      <w:r w:rsidR="00E8465A">
        <w:t xml:space="preserve">, </w:t>
      </w:r>
      <w:r w:rsidRPr="007818BD">
        <w:t>saisit l</w:t>
      </w:r>
      <w:r w:rsidR="00E8465A">
        <w:t>’</w:t>
      </w:r>
      <w:r w:rsidRPr="007818BD">
        <w:t>enfant</w:t>
      </w:r>
      <w:r w:rsidR="00E8465A">
        <w:t xml:space="preserve">, </w:t>
      </w:r>
      <w:r w:rsidRPr="007818BD">
        <w:t>le plaça dans les bras du père</w:t>
      </w:r>
      <w:r w:rsidR="00E8465A">
        <w:t xml:space="preserve">, </w:t>
      </w:r>
      <w:r w:rsidRPr="007818BD">
        <w:t>éclata en sanglots entr</w:t>
      </w:r>
      <w:r w:rsidRPr="007818BD">
        <w:t>e</w:t>
      </w:r>
      <w:r w:rsidRPr="007818BD">
        <w:t>coupés de paroles humbles</w:t>
      </w:r>
      <w:r w:rsidR="00E8465A">
        <w:t xml:space="preserve">, </w:t>
      </w:r>
      <w:r w:rsidRPr="007818BD">
        <w:t>soumises</w:t>
      </w:r>
      <w:r w:rsidR="00E8465A">
        <w:t> :</w:t>
      </w:r>
    </w:p>
    <w:p w14:paraId="7FA832D0" w14:textId="77777777" w:rsidR="00E8465A" w:rsidRDefault="00E8465A" w:rsidP="00E0544E">
      <w:r>
        <w:t>« </w:t>
      </w:r>
      <w:r w:rsidR="00E0544E" w:rsidRPr="007818BD">
        <w:t>Ce n</w:t>
      </w:r>
      <w:r>
        <w:t>’</w:t>
      </w:r>
      <w:r w:rsidR="00E0544E" w:rsidRPr="007818BD">
        <w:t>est pas pour moi</w:t>
      </w:r>
      <w:r>
        <w:t xml:space="preserve">… </w:t>
      </w:r>
      <w:r w:rsidR="00E0544E" w:rsidRPr="007818BD">
        <w:t>pas pour moi que je t</w:t>
      </w:r>
      <w:r>
        <w:t>’</w:t>
      </w:r>
      <w:r w:rsidR="00E0544E" w:rsidRPr="007818BD">
        <w:t>ai fui</w:t>
      </w:r>
      <w:r>
        <w:t xml:space="preserve"> ! </w:t>
      </w:r>
      <w:r w:rsidR="00E0544E" w:rsidRPr="007818BD">
        <w:t>mais pour</w:t>
      </w:r>
      <w:r>
        <w:t>…</w:t>
      </w:r>
    </w:p>
    <w:p w14:paraId="53E006B5" w14:textId="58A65217" w:rsidR="00E0544E" w:rsidRPr="007818BD" w:rsidRDefault="00E8465A" w:rsidP="00E0544E">
      <w:r>
        <w:t>— </w:t>
      </w:r>
      <w:r w:rsidR="00E0544E" w:rsidRPr="007818BD">
        <w:t>Silence</w:t>
      </w:r>
      <w:r>
        <w:t xml:space="preserve"> ! </w:t>
      </w:r>
      <w:r w:rsidR="00E0544E" w:rsidRPr="007818BD">
        <w:t xml:space="preserve">dit </w:t>
      </w:r>
      <w:proofErr w:type="spellStart"/>
      <w:r w:rsidR="00E0544E" w:rsidRPr="007818BD">
        <w:t>Zanoni</w:t>
      </w:r>
      <w:proofErr w:type="spellEnd"/>
      <w:r>
        <w:t xml:space="preserve"> : </w:t>
      </w:r>
      <w:r w:rsidR="00E0544E" w:rsidRPr="007818BD">
        <w:t>je connais toutes les pensées que ton esprit troublé et agité par la lutte ne peut lui-même ni an</w:t>
      </w:r>
      <w:r w:rsidR="00E0544E" w:rsidRPr="007818BD">
        <w:t>a</w:t>
      </w:r>
      <w:r w:rsidR="00E0544E" w:rsidRPr="007818BD">
        <w:t>lyser ni exprimer</w:t>
      </w:r>
      <w:r>
        <w:t xml:space="preserve">. </w:t>
      </w:r>
      <w:r w:rsidR="00E0544E" w:rsidRPr="007818BD">
        <w:t>Vois comme d</w:t>
      </w:r>
      <w:r>
        <w:t>’</w:t>
      </w:r>
      <w:r w:rsidR="00E0544E" w:rsidRPr="007818BD">
        <w:t>un regard ton enfant y r</w:t>
      </w:r>
      <w:r w:rsidR="00E0544E" w:rsidRPr="007818BD">
        <w:t>é</w:t>
      </w:r>
      <w:r w:rsidR="00E0544E" w:rsidRPr="007818BD">
        <w:t>pond</w:t>
      </w:r>
      <w:r>
        <w:t> ! »</w:t>
      </w:r>
    </w:p>
    <w:p w14:paraId="3F90E65E" w14:textId="77777777" w:rsidR="00E8465A" w:rsidRDefault="00E0544E" w:rsidP="00E0544E">
      <w:r w:rsidRPr="007818BD">
        <w:t>Et</w:t>
      </w:r>
      <w:r w:rsidR="00E8465A">
        <w:t xml:space="preserve">, </w:t>
      </w:r>
      <w:r w:rsidRPr="007818BD">
        <w:t>en effet</w:t>
      </w:r>
      <w:r w:rsidR="00E8465A">
        <w:t xml:space="preserve">, </w:t>
      </w:r>
      <w:r w:rsidRPr="007818BD">
        <w:t>le visage de cet étrange enfant semblait radieux de joie silencieuse et incompréhensible</w:t>
      </w:r>
      <w:r w:rsidR="00E8465A">
        <w:t xml:space="preserve">. </w:t>
      </w:r>
      <w:r w:rsidRPr="007818BD">
        <w:t>Il parut reconnaître son père</w:t>
      </w:r>
      <w:r w:rsidR="00E8465A">
        <w:t xml:space="preserve"> ; </w:t>
      </w:r>
      <w:r w:rsidRPr="007818BD">
        <w:t>il s</w:t>
      </w:r>
      <w:r w:rsidR="00E8465A">
        <w:t>’</w:t>
      </w:r>
      <w:r w:rsidRPr="007818BD">
        <w:t>attacha de force à sa poitrine</w:t>
      </w:r>
      <w:r w:rsidR="00E8465A">
        <w:t xml:space="preserve">, </w:t>
      </w:r>
      <w:r w:rsidRPr="007818BD">
        <w:t>s</w:t>
      </w:r>
      <w:r w:rsidR="00E8465A">
        <w:t>’</w:t>
      </w:r>
      <w:r w:rsidRPr="007818BD">
        <w:t>y blottit comme dans un nid</w:t>
      </w:r>
      <w:r w:rsidR="00E8465A">
        <w:t xml:space="preserve">, </w:t>
      </w:r>
      <w:r w:rsidRPr="007818BD">
        <w:t>leva de là sur Viola son beau regard limpide</w:t>
      </w:r>
      <w:r w:rsidR="00E8465A">
        <w:t xml:space="preserve">, </w:t>
      </w:r>
      <w:r w:rsidRPr="007818BD">
        <w:t>et sourit</w:t>
      </w:r>
      <w:r w:rsidR="00E8465A">
        <w:t>.</w:t>
      </w:r>
    </w:p>
    <w:p w14:paraId="217E9D8E" w14:textId="72B25C6E" w:rsidR="00E0544E" w:rsidRPr="007818BD" w:rsidRDefault="00E8465A" w:rsidP="00E0544E">
      <w:r>
        <w:lastRenderedPageBreak/>
        <w:t>« </w:t>
      </w:r>
      <w:r w:rsidR="00E0544E" w:rsidRPr="007818BD">
        <w:t>Priez pour mon enfant</w:t>
      </w:r>
      <w:r>
        <w:t xml:space="preserve"> ! </w:t>
      </w:r>
      <w:r w:rsidR="00E0544E" w:rsidRPr="007818BD">
        <w:t xml:space="preserve">dit tristement </w:t>
      </w:r>
      <w:proofErr w:type="spellStart"/>
      <w:r w:rsidR="00E0544E" w:rsidRPr="007818BD">
        <w:t>Zanoni</w:t>
      </w:r>
      <w:proofErr w:type="spellEnd"/>
      <w:r>
        <w:t xml:space="preserve"> : </w:t>
      </w:r>
      <w:r w:rsidR="00E0544E" w:rsidRPr="007818BD">
        <w:t>la pensée d</w:t>
      </w:r>
      <w:r>
        <w:t>’</w:t>
      </w:r>
      <w:r w:rsidR="00E0544E" w:rsidRPr="007818BD">
        <w:t>une âme qui a les aspirations de la mienne n</w:t>
      </w:r>
      <w:r>
        <w:t>’</w:t>
      </w:r>
      <w:r w:rsidR="00E0544E" w:rsidRPr="007818BD">
        <w:t>est que prière</w:t>
      </w:r>
      <w:r>
        <w:t>. »</w:t>
      </w:r>
    </w:p>
    <w:p w14:paraId="6CC0CA58" w14:textId="77777777" w:rsidR="00E8465A" w:rsidRDefault="00E0544E" w:rsidP="00E0544E">
      <w:r w:rsidRPr="007818BD">
        <w:t>Puis</w:t>
      </w:r>
      <w:r w:rsidR="00E8465A">
        <w:t xml:space="preserve">, </w:t>
      </w:r>
      <w:r w:rsidRPr="007818BD">
        <w:t>s</w:t>
      </w:r>
      <w:r w:rsidR="00E8465A">
        <w:t>’</w:t>
      </w:r>
      <w:r w:rsidRPr="007818BD">
        <w:t>asseyant auprès d</w:t>
      </w:r>
      <w:r w:rsidR="00E8465A">
        <w:t>’</w:t>
      </w:r>
      <w:r w:rsidRPr="007818BD">
        <w:t>elle</w:t>
      </w:r>
      <w:r w:rsidR="00E8465A">
        <w:t xml:space="preserve">, </w:t>
      </w:r>
      <w:r w:rsidRPr="007818BD">
        <w:t>il commença à lui révéler quelques-uns des secrets les plus saints de son existence surn</w:t>
      </w:r>
      <w:r w:rsidRPr="007818BD">
        <w:t>a</w:t>
      </w:r>
      <w:r w:rsidRPr="007818BD">
        <w:t>turelle</w:t>
      </w:r>
      <w:r w:rsidR="00E8465A">
        <w:t xml:space="preserve">. </w:t>
      </w:r>
      <w:r w:rsidRPr="007818BD">
        <w:t>Il parla de cette foi sublime et profonde</w:t>
      </w:r>
      <w:r w:rsidR="00E8465A">
        <w:t xml:space="preserve">, </w:t>
      </w:r>
      <w:r w:rsidRPr="007818BD">
        <w:t>source unique de la science divine</w:t>
      </w:r>
      <w:r w:rsidR="00E8465A">
        <w:t xml:space="preserve">, </w:t>
      </w:r>
      <w:r w:rsidRPr="007818BD">
        <w:t>de cette foi qui</w:t>
      </w:r>
      <w:r w:rsidR="00E8465A">
        <w:t xml:space="preserve">, </w:t>
      </w:r>
      <w:r w:rsidRPr="007818BD">
        <w:t>voyant partout l</w:t>
      </w:r>
      <w:r w:rsidR="00E8465A">
        <w:t>’</w:t>
      </w:r>
      <w:r w:rsidRPr="007818BD">
        <w:t>Immortel</w:t>
      </w:r>
      <w:r w:rsidR="00E8465A">
        <w:t xml:space="preserve">, </w:t>
      </w:r>
      <w:r w:rsidRPr="007818BD">
        <w:t>purifie et exalte tout ce qu</w:t>
      </w:r>
      <w:r w:rsidR="00E8465A">
        <w:t>’</w:t>
      </w:r>
      <w:r w:rsidRPr="007818BD">
        <w:t>elle contemple de mortel</w:t>
      </w:r>
      <w:r w:rsidR="00E8465A">
        <w:t xml:space="preserve"> ; </w:t>
      </w:r>
      <w:r w:rsidRPr="007818BD">
        <w:t>de cette ambition glorieuse qui a pour sphère non pas les intrigues et les crimes de la terre</w:t>
      </w:r>
      <w:r w:rsidR="00E8465A">
        <w:t xml:space="preserve">, </w:t>
      </w:r>
      <w:r w:rsidRPr="007818BD">
        <w:t>mais les solennelles merveilles qui parlent</w:t>
      </w:r>
      <w:r w:rsidR="00E8465A">
        <w:t xml:space="preserve">, </w:t>
      </w:r>
      <w:r w:rsidRPr="007818BD">
        <w:t>non de l</w:t>
      </w:r>
      <w:r w:rsidR="00E8465A">
        <w:t>’</w:t>
      </w:r>
      <w:r w:rsidRPr="007818BD">
        <w:t>homme</w:t>
      </w:r>
      <w:r w:rsidR="00E8465A">
        <w:t xml:space="preserve">, </w:t>
      </w:r>
      <w:r w:rsidRPr="007818BD">
        <w:t>mais de Dieu</w:t>
      </w:r>
      <w:r w:rsidR="00E8465A">
        <w:t xml:space="preserve"> ! </w:t>
      </w:r>
      <w:r w:rsidRPr="007818BD">
        <w:t>de cette puissance d</w:t>
      </w:r>
      <w:r w:rsidR="00E8465A">
        <w:t>’</w:t>
      </w:r>
      <w:r w:rsidRPr="007818BD">
        <w:t>abstraction qui d</w:t>
      </w:r>
      <w:r w:rsidRPr="007818BD">
        <w:t>é</w:t>
      </w:r>
      <w:r w:rsidRPr="007818BD">
        <w:t>tache l</w:t>
      </w:r>
      <w:r w:rsidR="00E8465A">
        <w:t>’</w:t>
      </w:r>
      <w:r w:rsidRPr="007818BD">
        <w:t>âme de son enveloppe d</w:t>
      </w:r>
      <w:r w:rsidR="00E8465A">
        <w:t>’</w:t>
      </w:r>
      <w:r w:rsidRPr="007818BD">
        <w:t>argile</w:t>
      </w:r>
      <w:r w:rsidR="00E8465A">
        <w:t xml:space="preserve">, </w:t>
      </w:r>
      <w:r w:rsidRPr="007818BD">
        <w:t>donne à son œil la vision pénétrante</w:t>
      </w:r>
      <w:r w:rsidR="00E8465A">
        <w:t xml:space="preserve">, </w:t>
      </w:r>
      <w:r w:rsidRPr="007818BD">
        <w:t>à son aile l</w:t>
      </w:r>
      <w:r w:rsidR="00E8465A">
        <w:t>’</w:t>
      </w:r>
      <w:r w:rsidRPr="007818BD">
        <w:t>essor illimité</w:t>
      </w:r>
      <w:r w:rsidR="00E8465A">
        <w:t xml:space="preserve"> ; </w:t>
      </w:r>
      <w:r w:rsidRPr="007818BD">
        <w:t>de cette initiation pure</w:t>
      </w:r>
      <w:r w:rsidR="00E8465A">
        <w:t xml:space="preserve">, </w:t>
      </w:r>
      <w:r w:rsidRPr="007818BD">
        <w:t>sévère</w:t>
      </w:r>
      <w:r w:rsidR="00E8465A">
        <w:t xml:space="preserve">, </w:t>
      </w:r>
      <w:r w:rsidRPr="007818BD">
        <w:t>intrépide</w:t>
      </w:r>
      <w:r w:rsidR="00E8465A">
        <w:t xml:space="preserve">, </w:t>
      </w:r>
      <w:r w:rsidRPr="007818BD">
        <w:t>que l</w:t>
      </w:r>
      <w:r w:rsidR="00E8465A">
        <w:t>’</w:t>
      </w:r>
      <w:r w:rsidRPr="007818BD">
        <w:t>âme traverse</w:t>
      </w:r>
      <w:r w:rsidR="00E8465A">
        <w:t xml:space="preserve">, </w:t>
      </w:r>
      <w:r w:rsidRPr="007818BD">
        <w:t>pour se retrouver</w:t>
      </w:r>
      <w:r w:rsidR="00E8465A">
        <w:t xml:space="preserve">, </w:t>
      </w:r>
      <w:r w:rsidRPr="007818BD">
        <w:t>comme après la mort</w:t>
      </w:r>
      <w:r w:rsidR="00E8465A">
        <w:t xml:space="preserve">, </w:t>
      </w:r>
      <w:r w:rsidRPr="007818BD">
        <w:t>pénétrée du sentiment de son affinité avec les pri</w:t>
      </w:r>
      <w:r w:rsidRPr="007818BD">
        <w:t>n</w:t>
      </w:r>
      <w:r w:rsidRPr="007818BD">
        <w:t>cipes générateurs de la vie et de la lumière</w:t>
      </w:r>
      <w:r w:rsidR="00E8465A">
        <w:t xml:space="preserve"> : </w:t>
      </w:r>
      <w:r w:rsidRPr="007818BD">
        <w:t>si bien que la vision éternelle du beau fait son éternelle béatitude</w:t>
      </w:r>
      <w:r w:rsidR="00E8465A">
        <w:t xml:space="preserve">, </w:t>
      </w:r>
      <w:r w:rsidRPr="007818BD">
        <w:t>et la sérénité de sa volonté sa puissance</w:t>
      </w:r>
      <w:r w:rsidR="00E8465A">
        <w:t xml:space="preserve"> ; </w:t>
      </w:r>
      <w:r w:rsidRPr="007818BD">
        <w:t>si bien que</w:t>
      </w:r>
      <w:r w:rsidR="00E8465A">
        <w:t xml:space="preserve">, </w:t>
      </w:r>
      <w:r w:rsidRPr="007818BD">
        <w:t>dans son ide</w:t>
      </w:r>
      <w:r w:rsidRPr="007818BD">
        <w:t>n</w:t>
      </w:r>
      <w:r w:rsidRPr="007818BD">
        <w:t>tité avec la jeunesse impérissable de la création infinie</w:t>
      </w:r>
      <w:r w:rsidR="00E8465A">
        <w:t xml:space="preserve">, </w:t>
      </w:r>
      <w:r w:rsidRPr="007818BD">
        <w:t>dont elle est elle-même un élément et une force</w:t>
      </w:r>
      <w:r w:rsidR="00E8465A">
        <w:t xml:space="preserve">, </w:t>
      </w:r>
      <w:r w:rsidRPr="007818BD">
        <w:t>elle perçoit les secrets qui éternisent l</w:t>
      </w:r>
      <w:r w:rsidR="00E8465A">
        <w:t>’</w:t>
      </w:r>
      <w:r w:rsidRPr="007818BD">
        <w:t>argile humaine qu</w:t>
      </w:r>
      <w:r w:rsidR="00E8465A">
        <w:t>’</w:t>
      </w:r>
      <w:r w:rsidRPr="007818BD">
        <w:t>ils sanctifient en renouvelant perpétuellement la vie par un sommeil mystérieux comme par un céleste aliment</w:t>
      </w:r>
      <w:r w:rsidR="00E8465A">
        <w:t>…</w:t>
      </w:r>
    </w:p>
    <w:p w14:paraId="4182DE69" w14:textId="77777777" w:rsidR="00E8465A" w:rsidRDefault="00E0544E" w:rsidP="00E0544E">
      <w:r w:rsidRPr="007818BD">
        <w:t>Pendant qu</w:t>
      </w:r>
      <w:r w:rsidR="00E8465A">
        <w:t>’</w:t>
      </w:r>
      <w:r w:rsidRPr="007818BD">
        <w:t>il parlait</w:t>
      </w:r>
      <w:r w:rsidR="00E8465A">
        <w:t xml:space="preserve">, </w:t>
      </w:r>
      <w:r w:rsidRPr="007818BD">
        <w:t>Viola écoutait sans respirer</w:t>
      </w:r>
      <w:r w:rsidR="00E8465A">
        <w:t xml:space="preserve">. </w:t>
      </w:r>
      <w:r w:rsidRPr="007818BD">
        <w:t>Si elle ne comprenait pas encore tout</w:t>
      </w:r>
      <w:r w:rsidR="00E8465A">
        <w:t xml:space="preserve">, </w:t>
      </w:r>
      <w:r w:rsidRPr="007818BD">
        <w:t>elle n</w:t>
      </w:r>
      <w:r w:rsidR="00E8465A">
        <w:t>’</w:t>
      </w:r>
      <w:r w:rsidRPr="007818BD">
        <w:t>osait plus du moins douter</w:t>
      </w:r>
      <w:r w:rsidR="00E8465A">
        <w:t xml:space="preserve">, </w:t>
      </w:r>
      <w:r w:rsidRPr="007818BD">
        <w:t>moins encore se défier</w:t>
      </w:r>
      <w:r w:rsidR="00E8465A">
        <w:t xml:space="preserve"> ; </w:t>
      </w:r>
      <w:r w:rsidRPr="007818BD">
        <w:t>elle sentait qu</w:t>
      </w:r>
      <w:r w:rsidR="00E8465A">
        <w:t>’</w:t>
      </w:r>
      <w:r w:rsidRPr="007818BD">
        <w:t>un tel enthousiasme</w:t>
      </w:r>
      <w:r w:rsidR="00E8465A">
        <w:t xml:space="preserve">, </w:t>
      </w:r>
      <w:r w:rsidRPr="007818BD">
        <w:t>aveugle ou non</w:t>
      </w:r>
      <w:r w:rsidR="00E8465A">
        <w:t xml:space="preserve">, </w:t>
      </w:r>
      <w:r w:rsidRPr="007818BD">
        <w:t>ne pouvait cacher aucun piège infernal</w:t>
      </w:r>
      <w:r w:rsidR="00E8465A">
        <w:t xml:space="preserve"> ; </w:t>
      </w:r>
      <w:r w:rsidRPr="007818BD">
        <w:t>et</w:t>
      </w:r>
      <w:r w:rsidR="00E8465A">
        <w:t xml:space="preserve">, </w:t>
      </w:r>
      <w:r w:rsidRPr="007818BD">
        <w:t>par intuition plutôt que par un effort de la raison</w:t>
      </w:r>
      <w:r w:rsidR="00E8465A">
        <w:t xml:space="preserve">, </w:t>
      </w:r>
      <w:r w:rsidRPr="007818BD">
        <w:t>elle vit devant e</w:t>
      </w:r>
      <w:r w:rsidRPr="007818BD">
        <w:t>l</w:t>
      </w:r>
      <w:r w:rsidRPr="007818BD">
        <w:t>le</w:t>
      </w:r>
      <w:r w:rsidR="00E8465A">
        <w:t xml:space="preserve">, </w:t>
      </w:r>
      <w:r w:rsidRPr="007818BD">
        <w:t>comme un océan étoilé</w:t>
      </w:r>
      <w:r w:rsidR="00E8465A">
        <w:t xml:space="preserve">, </w:t>
      </w:r>
      <w:r w:rsidRPr="007818BD">
        <w:t>la profondeur et la beauté mystérie</w:t>
      </w:r>
      <w:r w:rsidRPr="007818BD">
        <w:t>u</w:t>
      </w:r>
      <w:r w:rsidRPr="007818BD">
        <w:t>ses de l</w:t>
      </w:r>
      <w:r w:rsidR="00E8465A">
        <w:t>’</w:t>
      </w:r>
      <w:r w:rsidRPr="007818BD">
        <w:t>âme qu</w:t>
      </w:r>
      <w:r w:rsidR="00E8465A">
        <w:t>’</w:t>
      </w:r>
      <w:r w:rsidRPr="007818BD">
        <w:t>elle avait injurieusement soupçonnée</w:t>
      </w:r>
      <w:r w:rsidR="00E8465A">
        <w:t xml:space="preserve">. </w:t>
      </w:r>
      <w:r w:rsidRPr="007818BD">
        <w:t>Et pou</w:t>
      </w:r>
      <w:r w:rsidRPr="007818BD">
        <w:t>r</w:t>
      </w:r>
      <w:r w:rsidRPr="007818BD">
        <w:t>tant</w:t>
      </w:r>
      <w:r w:rsidR="00E8465A">
        <w:t xml:space="preserve">, </w:t>
      </w:r>
      <w:r w:rsidRPr="007818BD">
        <w:t>quand il dit</w:t>
      </w:r>
      <w:r w:rsidR="00E8465A">
        <w:t xml:space="preserve">, </w:t>
      </w:r>
      <w:r w:rsidRPr="007818BD">
        <w:t xml:space="preserve">à la fin de son étrange </w:t>
      </w:r>
      <w:r w:rsidRPr="007818BD">
        <w:lastRenderedPageBreak/>
        <w:t>confession</w:t>
      </w:r>
      <w:r w:rsidR="00E8465A">
        <w:t xml:space="preserve">, </w:t>
      </w:r>
      <w:r w:rsidRPr="007818BD">
        <w:t>que c</w:t>
      </w:r>
      <w:r w:rsidR="00E8465A">
        <w:t>’</w:t>
      </w:r>
      <w:r w:rsidRPr="007818BD">
        <w:t>était à cette vie intérieure et supérieure qu</w:t>
      </w:r>
      <w:r w:rsidR="00E8465A">
        <w:t>’</w:t>
      </w:r>
      <w:r w:rsidRPr="007818BD">
        <w:t>il avait rêvé d</w:t>
      </w:r>
      <w:r w:rsidR="00E8465A">
        <w:t>’</w:t>
      </w:r>
      <w:r w:rsidRPr="007818BD">
        <w:t>élever sa vie à elle</w:t>
      </w:r>
      <w:r w:rsidR="00E8465A">
        <w:t xml:space="preserve">, </w:t>
      </w:r>
      <w:r w:rsidRPr="007818BD">
        <w:t>alors elle fut envahie de la peur humaine</w:t>
      </w:r>
      <w:r w:rsidR="00E8465A">
        <w:t xml:space="preserve"> ; </w:t>
      </w:r>
      <w:r w:rsidRPr="007818BD">
        <w:t>et</w:t>
      </w:r>
      <w:r w:rsidR="00E8465A">
        <w:t xml:space="preserve">, </w:t>
      </w:r>
      <w:r w:rsidRPr="007818BD">
        <w:t>dans son s</w:t>
      </w:r>
      <w:r w:rsidRPr="007818BD">
        <w:t>i</w:t>
      </w:r>
      <w:r w:rsidRPr="007818BD">
        <w:t>lence</w:t>
      </w:r>
      <w:r w:rsidR="00E8465A">
        <w:t xml:space="preserve">, </w:t>
      </w:r>
      <w:proofErr w:type="spellStart"/>
      <w:r w:rsidRPr="007818BD">
        <w:t>Zanoni</w:t>
      </w:r>
      <w:proofErr w:type="spellEnd"/>
      <w:r w:rsidRPr="007818BD">
        <w:t xml:space="preserve"> lut combien</w:t>
      </w:r>
      <w:r w:rsidR="00E8465A">
        <w:t xml:space="preserve">, </w:t>
      </w:r>
      <w:r w:rsidRPr="007818BD">
        <w:t>malgré toute sa scie</w:t>
      </w:r>
      <w:r w:rsidRPr="007818BD">
        <w:t>n</w:t>
      </w:r>
      <w:r w:rsidRPr="007818BD">
        <w:t>ce</w:t>
      </w:r>
      <w:r w:rsidR="00E8465A">
        <w:t xml:space="preserve">, </w:t>
      </w:r>
      <w:r w:rsidRPr="007818BD">
        <w:t>son rêve avait été vain</w:t>
      </w:r>
      <w:r w:rsidR="00E8465A">
        <w:t>.</w:t>
      </w:r>
    </w:p>
    <w:p w14:paraId="60287D70" w14:textId="77777777" w:rsidR="00E8465A" w:rsidRDefault="00E0544E" w:rsidP="00E0544E">
      <w:r w:rsidRPr="007818BD">
        <w:t>Mais</w:t>
      </w:r>
      <w:r w:rsidR="00E8465A">
        <w:t xml:space="preserve">, </w:t>
      </w:r>
      <w:r w:rsidRPr="007818BD">
        <w:t>quand il eut terminé</w:t>
      </w:r>
      <w:r w:rsidR="00E8465A">
        <w:t xml:space="preserve">, </w:t>
      </w:r>
      <w:r w:rsidRPr="007818BD">
        <w:t>quand</w:t>
      </w:r>
      <w:r w:rsidR="00E8465A">
        <w:t xml:space="preserve">, </w:t>
      </w:r>
      <w:r w:rsidRPr="007818BD">
        <w:t>appuyée sur son cœur</w:t>
      </w:r>
      <w:r w:rsidR="00E8465A">
        <w:t xml:space="preserve">, </w:t>
      </w:r>
      <w:r w:rsidRPr="007818BD">
        <w:t>elle sentit l</w:t>
      </w:r>
      <w:r w:rsidR="00E8465A">
        <w:t>’</w:t>
      </w:r>
      <w:r w:rsidRPr="007818BD">
        <w:t>étreinte de son bras protecteur</w:t>
      </w:r>
      <w:r w:rsidR="00E8465A">
        <w:t xml:space="preserve"> ; </w:t>
      </w:r>
      <w:r w:rsidRPr="007818BD">
        <w:t>quand</w:t>
      </w:r>
      <w:r w:rsidR="00E8465A">
        <w:t xml:space="preserve">, </w:t>
      </w:r>
      <w:r w:rsidRPr="007818BD">
        <w:t>dans un saint baiser</w:t>
      </w:r>
      <w:r w:rsidR="00E8465A">
        <w:t xml:space="preserve">, </w:t>
      </w:r>
      <w:r w:rsidRPr="007818BD">
        <w:t>le passé fut pardonné</w:t>
      </w:r>
      <w:r w:rsidR="00E8465A">
        <w:t xml:space="preserve">, </w:t>
      </w:r>
      <w:r w:rsidRPr="007818BD">
        <w:t>le présent oublié</w:t>
      </w:r>
      <w:r w:rsidR="00E8465A">
        <w:t xml:space="preserve">, </w:t>
      </w:r>
      <w:r w:rsidRPr="007818BD">
        <w:t>alors elle sentit renaître les douces espérances de la vie naturelle de la femme qui aime</w:t>
      </w:r>
      <w:r w:rsidR="00E8465A">
        <w:t xml:space="preserve">. </w:t>
      </w:r>
      <w:r w:rsidRPr="007818BD">
        <w:t>Il était venu pour la sauver</w:t>
      </w:r>
      <w:r w:rsidR="00E8465A">
        <w:t xml:space="preserve"> : </w:t>
      </w:r>
      <w:r w:rsidRPr="007818BD">
        <w:t>elle ne lui dema</w:t>
      </w:r>
      <w:r w:rsidRPr="007818BD">
        <w:t>n</w:t>
      </w:r>
      <w:r w:rsidRPr="007818BD">
        <w:t>da pas comment</w:t>
      </w:r>
      <w:r w:rsidR="00E8465A">
        <w:t xml:space="preserve">, </w:t>
      </w:r>
      <w:r w:rsidRPr="007818BD">
        <w:t>elle le crut sans question</w:t>
      </w:r>
      <w:r w:rsidR="00E8465A">
        <w:t xml:space="preserve">. </w:t>
      </w:r>
      <w:r w:rsidRPr="007818BD">
        <w:t>Ils allaient donc e</w:t>
      </w:r>
      <w:r w:rsidRPr="007818BD">
        <w:t>n</w:t>
      </w:r>
      <w:r w:rsidRPr="007818BD">
        <w:t>fin être unis</w:t>
      </w:r>
      <w:r w:rsidR="00E8465A">
        <w:t xml:space="preserve"> ; </w:t>
      </w:r>
      <w:r w:rsidRPr="007818BD">
        <w:t>ils fuiraient ces scènes de violence et de sang</w:t>
      </w:r>
      <w:r w:rsidR="00E8465A">
        <w:t xml:space="preserve">. </w:t>
      </w:r>
      <w:r w:rsidRPr="007818BD">
        <w:t>Leur radieuse île de la mer Ionienne</w:t>
      </w:r>
      <w:r w:rsidR="00E8465A">
        <w:t xml:space="preserve">, </w:t>
      </w:r>
      <w:r w:rsidRPr="007818BD">
        <w:t>leurs solitudes paisibles et pr</w:t>
      </w:r>
      <w:r w:rsidRPr="007818BD">
        <w:t>o</w:t>
      </w:r>
      <w:r w:rsidRPr="007818BD">
        <w:t>tectrices</w:t>
      </w:r>
      <w:r w:rsidR="00E8465A">
        <w:t xml:space="preserve">, </w:t>
      </w:r>
      <w:r w:rsidRPr="007818BD">
        <w:t>les abriteraient encore une fois</w:t>
      </w:r>
      <w:r w:rsidR="00E8465A">
        <w:t xml:space="preserve">. </w:t>
      </w:r>
      <w:r w:rsidRPr="007818BD">
        <w:t>Elle rit avec une joie enfantine</w:t>
      </w:r>
      <w:r w:rsidR="00E8465A">
        <w:t xml:space="preserve">, </w:t>
      </w:r>
      <w:r w:rsidRPr="007818BD">
        <w:t>à mesure que le t</w:t>
      </w:r>
      <w:r w:rsidRPr="007818BD">
        <w:t>a</w:t>
      </w:r>
      <w:r w:rsidRPr="007818BD">
        <w:t>bleau de leur bonheur retrouvé se dessinait plus distinctement au milieu des lugubres ténèbres de son cachot</w:t>
      </w:r>
      <w:r w:rsidR="00E8465A">
        <w:t xml:space="preserve">. </w:t>
      </w:r>
      <w:r w:rsidRPr="007818BD">
        <w:t>Son âme</w:t>
      </w:r>
      <w:r w:rsidR="00E8465A">
        <w:t xml:space="preserve">, </w:t>
      </w:r>
      <w:r w:rsidRPr="007818BD">
        <w:t>fidèle à ses instincts doux et simples</w:t>
      </w:r>
      <w:r w:rsidR="00E8465A">
        <w:t xml:space="preserve">, </w:t>
      </w:r>
      <w:r w:rsidRPr="007818BD">
        <w:t>se refusait à recevoir les grandes images qui passaient confus</w:t>
      </w:r>
      <w:r w:rsidRPr="007818BD">
        <w:t>é</w:t>
      </w:r>
      <w:r w:rsidRPr="007818BD">
        <w:t>ment devant elle</w:t>
      </w:r>
      <w:r w:rsidR="00E8465A">
        <w:t xml:space="preserve">, </w:t>
      </w:r>
      <w:r w:rsidRPr="007818BD">
        <w:t>et se rejetait sur des visions humaines</w:t>
      </w:r>
      <w:r w:rsidR="00E8465A">
        <w:t xml:space="preserve">, </w:t>
      </w:r>
      <w:r w:rsidRPr="007818BD">
        <w:t>plus i</w:t>
      </w:r>
      <w:r w:rsidRPr="007818BD">
        <w:t>l</w:t>
      </w:r>
      <w:r w:rsidRPr="007818BD">
        <w:t>lusoires encore</w:t>
      </w:r>
      <w:r w:rsidR="00E8465A">
        <w:t xml:space="preserve">, </w:t>
      </w:r>
      <w:r w:rsidRPr="007818BD">
        <w:t>du bonheur terrestre et du paisible foyer</w:t>
      </w:r>
      <w:r w:rsidR="00E8465A">
        <w:t>.</w:t>
      </w:r>
    </w:p>
    <w:p w14:paraId="494D0B24" w14:textId="549B2D5F" w:rsidR="00E0544E" w:rsidRPr="007818BD" w:rsidRDefault="00E8465A" w:rsidP="00E0544E">
      <w:r>
        <w:t>« </w:t>
      </w:r>
      <w:r w:rsidR="00E0544E" w:rsidRPr="007818BD">
        <w:t>Ne me parle plus</w:t>
      </w:r>
      <w:r>
        <w:t xml:space="preserve">, </w:t>
      </w:r>
      <w:r w:rsidR="00E0544E" w:rsidRPr="007818BD">
        <w:t>mon bien-aimé</w:t>
      </w:r>
      <w:r>
        <w:t xml:space="preserve">, </w:t>
      </w:r>
      <w:r w:rsidR="00E0544E" w:rsidRPr="007818BD">
        <w:t>ne me parle plus du passé</w:t>
      </w:r>
      <w:r>
        <w:t xml:space="preserve"> : </w:t>
      </w:r>
      <w:r w:rsidR="00E0544E" w:rsidRPr="007818BD">
        <w:t>tu es ici</w:t>
      </w:r>
      <w:r>
        <w:t xml:space="preserve"> ; </w:t>
      </w:r>
      <w:r w:rsidR="00E0544E" w:rsidRPr="007818BD">
        <w:t>tu me sauveras</w:t>
      </w:r>
      <w:r>
        <w:t xml:space="preserve">, </w:t>
      </w:r>
      <w:r w:rsidR="00E0544E" w:rsidRPr="007818BD">
        <w:t>nous vivrons ensemble d</w:t>
      </w:r>
      <w:r>
        <w:t>’</w:t>
      </w:r>
      <w:r w:rsidR="00E0544E" w:rsidRPr="007818BD">
        <w:t>une vie commune et heureuse</w:t>
      </w:r>
      <w:r>
        <w:t xml:space="preserve"> ; </w:t>
      </w:r>
      <w:r w:rsidR="00E0544E" w:rsidRPr="007818BD">
        <w:t>vivre avec toi</w:t>
      </w:r>
      <w:r>
        <w:t xml:space="preserve">, </w:t>
      </w:r>
      <w:r w:rsidR="00E0544E" w:rsidRPr="007818BD">
        <w:t>c</w:t>
      </w:r>
      <w:r>
        <w:t>’</w:t>
      </w:r>
      <w:r w:rsidR="00E0544E" w:rsidRPr="007818BD">
        <w:t>est assez de bo</w:t>
      </w:r>
      <w:r w:rsidR="00E0544E" w:rsidRPr="007818BD">
        <w:t>n</w:t>
      </w:r>
      <w:r w:rsidR="00E0544E" w:rsidRPr="007818BD">
        <w:t>heur</w:t>
      </w:r>
      <w:r>
        <w:t xml:space="preserve">, </w:t>
      </w:r>
      <w:r w:rsidR="00E0544E" w:rsidRPr="007818BD">
        <w:t>assez de gloire pour moi</w:t>
      </w:r>
      <w:r>
        <w:t xml:space="preserve">. </w:t>
      </w:r>
      <w:r w:rsidR="00E0544E" w:rsidRPr="007818BD">
        <w:t>Franchis</w:t>
      </w:r>
      <w:r>
        <w:t xml:space="preserve">, </w:t>
      </w:r>
      <w:r w:rsidR="00E0544E" w:rsidRPr="007818BD">
        <w:t>si tu le veux</w:t>
      </w:r>
      <w:r>
        <w:t xml:space="preserve">, </w:t>
      </w:r>
      <w:r w:rsidR="00E0544E" w:rsidRPr="007818BD">
        <w:t>dans l</w:t>
      </w:r>
      <w:r>
        <w:t>’</w:t>
      </w:r>
      <w:r w:rsidR="00E0544E" w:rsidRPr="007818BD">
        <w:t>essor subl</w:t>
      </w:r>
      <w:r w:rsidR="00E0544E" w:rsidRPr="007818BD">
        <w:t>i</w:t>
      </w:r>
      <w:r w:rsidR="00E0544E" w:rsidRPr="007818BD">
        <w:t>me de ton âme</w:t>
      </w:r>
      <w:r>
        <w:t xml:space="preserve">, </w:t>
      </w:r>
      <w:r w:rsidR="00E0544E" w:rsidRPr="007818BD">
        <w:t>l</w:t>
      </w:r>
      <w:r>
        <w:t>’</w:t>
      </w:r>
      <w:r w:rsidR="00E0544E" w:rsidRPr="007818BD">
        <w:t>étendue de l</w:t>
      </w:r>
      <w:r>
        <w:t>’</w:t>
      </w:r>
      <w:r w:rsidR="00E0544E" w:rsidRPr="007818BD">
        <w:t>univers entier</w:t>
      </w:r>
      <w:r>
        <w:t xml:space="preserve"> ; </w:t>
      </w:r>
      <w:r w:rsidR="00E0544E" w:rsidRPr="007818BD">
        <w:t>mon univers à moi</w:t>
      </w:r>
      <w:r>
        <w:t xml:space="preserve">, </w:t>
      </w:r>
      <w:r w:rsidR="00E0544E" w:rsidRPr="007818BD">
        <w:t>c</w:t>
      </w:r>
      <w:r>
        <w:t>’</w:t>
      </w:r>
      <w:r w:rsidR="00E0544E" w:rsidRPr="007818BD">
        <w:t>est ton cœur que je retrouve</w:t>
      </w:r>
      <w:r>
        <w:t xml:space="preserve">. </w:t>
      </w:r>
      <w:r w:rsidR="00E0544E" w:rsidRPr="007818BD">
        <w:t>Tout à l</w:t>
      </w:r>
      <w:r>
        <w:t>’</w:t>
      </w:r>
      <w:r w:rsidR="00E0544E" w:rsidRPr="007818BD">
        <w:t>heure e</w:t>
      </w:r>
      <w:r w:rsidR="00E0544E" w:rsidRPr="007818BD">
        <w:t>n</w:t>
      </w:r>
      <w:r w:rsidR="00E0544E" w:rsidRPr="007818BD">
        <w:t>core</w:t>
      </w:r>
      <w:r>
        <w:t xml:space="preserve">, </w:t>
      </w:r>
      <w:r w:rsidR="00E0544E" w:rsidRPr="007818BD">
        <w:t>je me croyais prête à mourir</w:t>
      </w:r>
      <w:r>
        <w:t xml:space="preserve"> : </w:t>
      </w:r>
      <w:r w:rsidR="00E0544E" w:rsidRPr="007818BD">
        <w:t>je te vois</w:t>
      </w:r>
      <w:r>
        <w:t xml:space="preserve">, </w:t>
      </w:r>
      <w:r w:rsidR="00E0544E" w:rsidRPr="007818BD">
        <w:t>je te to</w:t>
      </w:r>
      <w:r w:rsidR="00E0544E" w:rsidRPr="007818BD">
        <w:t>u</w:t>
      </w:r>
      <w:r w:rsidR="00E0544E" w:rsidRPr="007818BD">
        <w:t>che</w:t>
      </w:r>
      <w:r>
        <w:t xml:space="preserve">, </w:t>
      </w:r>
      <w:r w:rsidR="00E0544E" w:rsidRPr="007818BD">
        <w:t>et je sens de nouveau combien il est doux et beau de vivre</w:t>
      </w:r>
      <w:r>
        <w:t xml:space="preserve">. </w:t>
      </w:r>
      <w:r w:rsidR="00E0544E" w:rsidRPr="007818BD">
        <w:t>Regarde à travers ces barreaux</w:t>
      </w:r>
      <w:r>
        <w:t xml:space="preserve"> : </w:t>
      </w:r>
      <w:r w:rsidR="00E0544E" w:rsidRPr="007818BD">
        <w:t>les étoiles pâlissent au ciel</w:t>
      </w:r>
      <w:r>
        <w:t xml:space="preserve"> ; </w:t>
      </w:r>
      <w:r w:rsidR="00E0544E" w:rsidRPr="007818BD">
        <w:t>demain sera bientôt venu</w:t>
      </w:r>
      <w:r>
        <w:t xml:space="preserve">, </w:t>
      </w:r>
      <w:r w:rsidR="00E0544E" w:rsidRPr="007818BD">
        <w:t>ce demain qui o</w:t>
      </w:r>
      <w:r w:rsidR="00E0544E" w:rsidRPr="007818BD">
        <w:t>u</w:t>
      </w:r>
      <w:r w:rsidR="00E0544E" w:rsidRPr="007818BD">
        <w:t>vrira les portes de la prison</w:t>
      </w:r>
      <w:r>
        <w:t xml:space="preserve"> ! </w:t>
      </w:r>
      <w:r w:rsidR="00E0544E" w:rsidRPr="007818BD">
        <w:t>Tu me dis que tu peux me sauver</w:t>
      </w:r>
      <w:r>
        <w:t xml:space="preserve"> : </w:t>
      </w:r>
      <w:r w:rsidR="00E0544E" w:rsidRPr="007818BD">
        <w:t>ah</w:t>
      </w:r>
      <w:r>
        <w:t xml:space="preserve"> ! </w:t>
      </w:r>
      <w:r w:rsidR="00E0544E" w:rsidRPr="007818BD">
        <w:t>je te crois</w:t>
      </w:r>
      <w:r>
        <w:t xml:space="preserve">, </w:t>
      </w:r>
      <w:r w:rsidR="00E0544E" w:rsidRPr="007818BD">
        <w:t>à pr</w:t>
      </w:r>
      <w:r w:rsidR="00E0544E" w:rsidRPr="007818BD">
        <w:t>é</w:t>
      </w:r>
      <w:r w:rsidR="00E0544E" w:rsidRPr="007818BD">
        <w:t>sent</w:t>
      </w:r>
      <w:r>
        <w:t xml:space="preserve">. </w:t>
      </w:r>
      <w:r w:rsidR="00E0544E" w:rsidRPr="007818BD">
        <w:t>Nous n</w:t>
      </w:r>
      <w:r>
        <w:t>’</w:t>
      </w:r>
      <w:r w:rsidR="00E0544E" w:rsidRPr="007818BD">
        <w:t>habiterons plus dans les villes</w:t>
      </w:r>
      <w:r>
        <w:t xml:space="preserve">. </w:t>
      </w:r>
      <w:r w:rsidR="00E0544E" w:rsidRPr="007818BD">
        <w:t>Je n</w:t>
      </w:r>
      <w:r>
        <w:t>’</w:t>
      </w:r>
      <w:r w:rsidR="00E0544E" w:rsidRPr="007818BD">
        <w:t xml:space="preserve">ai </w:t>
      </w:r>
      <w:r w:rsidR="00E0544E" w:rsidRPr="007818BD">
        <w:lastRenderedPageBreak/>
        <w:t>jamais douté de toi dans notre île fortunée</w:t>
      </w:r>
      <w:r>
        <w:t xml:space="preserve"> ; </w:t>
      </w:r>
      <w:r w:rsidR="00E0544E" w:rsidRPr="007818BD">
        <w:t>les rêves qui m</w:t>
      </w:r>
      <w:r>
        <w:t>’</w:t>
      </w:r>
      <w:r w:rsidR="00E0544E" w:rsidRPr="007818BD">
        <w:t>y berçaient étaient tous des rêves de joie et d</w:t>
      </w:r>
      <w:r>
        <w:t>’</w:t>
      </w:r>
      <w:r w:rsidR="00E0544E" w:rsidRPr="007818BD">
        <w:t>amour</w:t>
      </w:r>
      <w:r>
        <w:t xml:space="preserve">, </w:t>
      </w:r>
      <w:r w:rsidR="00E0544E" w:rsidRPr="007818BD">
        <w:t>et à mon réveil ton regard me faisait une réalité plus belle</w:t>
      </w:r>
      <w:r>
        <w:t xml:space="preserve">, </w:t>
      </w:r>
      <w:r w:rsidR="00E0544E" w:rsidRPr="007818BD">
        <w:t>plus joyeuse et plus douce encore</w:t>
      </w:r>
      <w:r>
        <w:t xml:space="preserve">. </w:t>
      </w:r>
      <w:r w:rsidR="00E0544E" w:rsidRPr="007818BD">
        <w:t>D</w:t>
      </w:r>
      <w:r w:rsidR="00E0544E" w:rsidRPr="007818BD">
        <w:t>e</w:t>
      </w:r>
      <w:r w:rsidR="00E0544E" w:rsidRPr="007818BD">
        <w:t>main</w:t>
      </w:r>
      <w:r>
        <w:t xml:space="preserve"> ! </w:t>
      </w:r>
      <w:r w:rsidR="00E0544E" w:rsidRPr="007818BD">
        <w:t>Pourquoi ne souris-tu pas</w:t>
      </w:r>
      <w:r>
        <w:t xml:space="preserve"> ? </w:t>
      </w:r>
      <w:r w:rsidR="00E0544E" w:rsidRPr="007818BD">
        <w:t>Demain</w:t>
      </w:r>
      <w:r>
        <w:t xml:space="preserve">, </w:t>
      </w:r>
      <w:r w:rsidR="00E0544E" w:rsidRPr="007818BD">
        <w:t>mon doux ami</w:t>
      </w:r>
      <w:r>
        <w:t xml:space="preserve"> ! </w:t>
      </w:r>
      <w:r w:rsidR="00E0544E" w:rsidRPr="007818BD">
        <w:t>Quel bienheureux mot que ce demain</w:t>
      </w:r>
      <w:r>
        <w:t xml:space="preserve"> ! </w:t>
      </w:r>
      <w:r w:rsidR="00E0544E" w:rsidRPr="007818BD">
        <w:t>Cruel</w:t>
      </w:r>
      <w:r>
        <w:t xml:space="preserve"> ! </w:t>
      </w:r>
      <w:r w:rsidR="00E0544E" w:rsidRPr="007818BD">
        <w:t>vous voulez enc</w:t>
      </w:r>
      <w:r w:rsidR="00E0544E" w:rsidRPr="007818BD">
        <w:t>o</w:t>
      </w:r>
      <w:r w:rsidR="00E0544E" w:rsidRPr="007818BD">
        <w:t>re me punir</w:t>
      </w:r>
      <w:r>
        <w:t xml:space="preserve">, </w:t>
      </w:r>
      <w:r w:rsidR="00E0544E" w:rsidRPr="007818BD">
        <w:t>puisque vous ne partagez pas ma joie</w:t>
      </w:r>
      <w:r>
        <w:t xml:space="preserve">. </w:t>
      </w:r>
      <w:r w:rsidR="00E0544E" w:rsidRPr="007818BD">
        <w:t>Ah</w:t>
      </w:r>
      <w:r>
        <w:t xml:space="preserve"> ! </w:t>
      </w:r>
      <w:r w:rsidR="00E0544E" w:rsidRPr="007818BD">
        <w:t>vois n</w:t>
      </w:r>
      <w:r w:rsidR="00E0544E" w:rsidRPr="007818BD">
        <w:t>o</w:t>
      </w:r>
      <w:r w:rsidR="00E0544E" w:rsidRPr="007818BD">
        <w:t>tre petit ange</w:t>
      </w:r>
      <w:r>
        <w:t xml:space="preserve">, </w:t>
      </w:r>
      <w:r w:rsidR="00E0544E" w:rsidRPr="007818BD">
        <w:t>somme il sourit à mon regard</w:t>
      </w:r>
      <w:r>
        <w:t xml:space="preserve"> ! </w:t>
      </w:r>
      <w:r w:rsidR="00E0544E" w:rsidRPr="007818BD">
        <w:t>Laisse-moi lui parler</w:t>
      </w:r>
      <w:r>
        <w:t xml:space="preserve">, </w:t>
      </w:r>
      <w:r w:rsidR="00E0544E" w:rsidRPr="007818BD">
        <w:t>à lui</w:t>
      </w:r>
      <w:r>
        <w:t xml:space="preserve">. </w:t>
      </w:r>
      <w:r w:rsidR="00E0544E" w:rsidRPr="007818BD">
        <w:t>Enfant</w:t>
      </w:r>
      <w:r>
        <w:t xml:space="preserve"> ! </w:t>
      </w:r>
      <w:r w:rsidR="00E0544E" w:rsidRPr="007818BD">
        <w:t>tu ne sais pas</w:t>
      </w:r>
      <w:r>
        <w:t xml:space="preserve"> : </w:t>
      </w:r>
      <w:r w:rsidR="00E0544E" w:rsidRPr="007818BD">
        <w:t>ton père est revenu</w:t>
      </w:r>
      <w:r>
        <w:t> ! »</w:t>
      </w:r>
    </w:p>
    <w:p w14:paraId="01A52FFD" w14:textId="77777777" w:rsidR="00E8465A" w:rsidRDefault="00E0544E" w:rsidP="00E0544E">
      <w:r w:rsidRPr="007818BD">
        <w:t>Elle le prit dans ses bras</w:t>
      </w:r>
      <w:r w:rsidR="00E8465A">
        <w:t xml:space="preserve">, </w:t>
      </w:r>
      <w:r w:rsidRPr="007818BD">
        <w:t>s</w:t>
      </w:r>
      <w:r w:rsidR="00E8465A">
        <w:t>’</w:t>
      </w:r>
      <w:r w:rsidRPr="007818BD">
        <w:t xml:space="preserve">assit à quelque distance de </w:t>
      </w:r>
      <w:proofErr w:type="spellStart"/>
      <w:r w:rsidRPr="007818BD">
        <w:t>Z</w:t>
      </w:r>
      <w:r w:rsidRPr="007818BD">
        <w:t>a</w:t>
      </w:r>
      <w:r w:rsidRPr="007818BD">
        <w:t>noni</w:t>
      </w:r>
      <w:proofErr w:type="spellEnd"/>
      <w:r w:rsidR="00E8465A">
        <w:t xml:space="preserve">, </w:t>
      </w:r>
      <w:r w:rsidRPr="007818BD">
        <w:t>le berça sur son sein</w:t>
      </w:r>
      <w:r w:rsidR="00E8465A">
        <w:t xml:space="preserve">, </w:t>
      </w:r>
      <w:r w:rsidRPr="007818BD">
        <w:t>causa avec lui</w:t>
      </w:r>
      <w:r w:rsidR="00E8465A">
        <w:t xml:space="preserve">, </w:t>
      </w:r>
      <w:r w:rsidRPr="007818BD">
        <w:t>entrecoupant chaque parole d</w:t>
      </w:r>
      <w:r w:rsidR="00E8465A">
        <w:t>’</w:t>
      </w:r>
      <w:r w:rsidRPr="007818BD">
        <w:t>un baiser</w:t>
      </w:r>
      <w:r w:rsidR="00E8465A">
        <w:t xml:space="preserve"> ; </w:t>
      </w:r>
      <w:r w:rsidRPr="007818BD">
        <w:t>elle rit et pleura tour à tour</w:t>
      </w:r>
      <w:r w:rsidR="00E8465A">
        <w:t xml:space="preserve">, </w:t>
      </w:r>
      <w:r w:rsidRPr="007818BD">
        <w:t>en reportant d</w:t>
      </w:r>
      <w:r w:rsidR="00E8465A">
        <w:t>’</w:t>
      </w:r>
      <w:r w:rsidRPr="007818BD">
        <w:t>instants en instants son regard heureux et enjoué sur le père</w:t>
      </w:r>
      <w:r w:rsidR="00E8465A">
        <w:t xml:space="preserve">, </w:t>
      </w:r>
      <w:r w:rsidRPr="007818BD">
        <w:t>à qui ces étoiles pâlissantes souriaient avec la mystérieuse tri</w:t>
      </w:r>
      <w:r w:rsidRPr="007818BD">
        <w:t>s</w:t>
      </w:r>
      <w:r w:rsidRPr="007818BD">
        <w:t>tesse d</w:t>
      </w:r>
      <w:r w:rsidR="00E8465A">
        <w:t>’</w:t>
      </w:r>
      <w:r w:rsidRPr="007818BD">
        <w:t>un dernier adieu</w:t>
      </w:r>
      <w:r w:rsidR="00E8465A">
        <w:t xml:space="preserve">. </w:t>
      </w:r>
      <w:r w:rsidRPr="007818BD">
        <w:t>Comme elle était belle ainsi</w:t>
      </w:r>
      <w:r w:rsidR="00E8465A">
        <w:t xml:space="preserve">, </w:t>
      </w:r>
      <w:r w:rsidRPr="007818BD">
        <w:t>assise dans l</w:t>
      </w:r>
      <w:r w:rsidR="00E8465A">
        <w:t>’</w:t>
      </w:r>
      <w:r w:rsidRPr="007818BD">
        <w:t>ignorance de l</w:t>
      </w:r>
      <w:r w:rsidR="00E8465A">
        <w:t>’</w:t>
      </w:r>
      <w:r w:rsidRPr="007818BD">
        <w:t>avenir</w:t>
      </w:r>
      <w:r w:rsidR="00E8465A">
        <w:t xml:space="preserve"> ! </w:t>
      </w:r>
      <w:r w:rsidRPr="007818BD">
        <w:t>Elle-même</w:t>
      </w:r>
      <w:r w:rsidR="00E8465A">
        <w:t xml:space="preserve">, </w:t>
      </w:r>
      <w:r w:rsidRPr="007818BD">
        <w:t>presque enfant encore</w:t>
      </w:r>
      <w:r w:rsidR="00E8465A">
        <w:t xml:space="preserve">, </w:t>
      </w:r>
      <w:r w:rsidRPr="007818BD">
        <w:t>son enfant souriant de son sourire</w:t>
      </w:r>
      <w:r w:rsidR="00E8465A">
        <w:t xml:space="preserve">, </w:t>
      </w:r>
      <w:r w:rsidRPr="007818BD">
        <w:t>tous deux jouant avec une douce et naïve sécurité sur le bord de la tombe</w:t>
      </w:r>
      <w:r w:rsidR="00E8465A">
        <w:t xml:space="preserve">. </w:t>
      </w:r>
      <w:r w:rsidRPr="007818BD">
        <w:t>Elle pencha la tête</w:t>
      </w:r>
      <w:r w:rsidR="00E8465A">
        <w:t xml:space="preserve"> ; </w:t>
      </w:r>
      <w:r w:rsidRPr="007818BD">
        <w:t>et</w:t>
      </w:r>
      <w:r w:rsidR="00E8465A">
        <w:t xml:space="preserve">, </w:t>
      </w:r>
      <w:r w:rsidRPr="007818BD">
        <w:t>comme un nuage doré</w:t>
      </w:r>
      <w:r w:rsidR="00E8465A">
        <w:t xml:space="preserve">, </w:t>
      </w:r>
      <w:r w:rsidRPr="007818BD">
        <w:t>ses cheveux inondèrent son cou</w:t>
      </w:r>
      <w:r w:rsidR="00E8465A">
        <w:t xml:space="preserve"> ; </w:t>
      </w:r>
      <w:r w:rsidRPr="007818BD">
        <w:t>ils enveloppèrent son doux trésor comme un voile de l</w:t>
      </w:r>
      <w:r w:rsidRPr="007818BD">
        <w:t>u</w:t>
      </w:r>
      <w:r w:rsidRPr="007818BD">
        <w:t>mière</w:t>
      </w:r>
      <w:r w:rsidR="00E8465A">
        <w:t xml:space="preserve">, </w:t>
      </w:r>
      <w:r w:rsidRPr="007818BD">
        <w:t>et les petites mains de l</w:t>
      </w:r>
      <w:r w:rsidR="00E8465A">
        <w:t>’</w:t>
      </w:r>
      <w:r w:rsidRPr="007818BD">
        <w:t>enfant les écartèrent de temps en temps pour so</w:t>
      </w:r>
      <w:r w:rsidRPr="007818BD">
        <w:t>u</w:t>
      </w:r>
      <w:r w:rsidRPr="007818BD">
        <w:t>rire à travers les tresses</w:t>
      </w:r>
      <w:r w:rsidR="00E8465A">
        <w:t xml:space="preserve">, </w:t>
      </w:r>
      <w:r w:rsidRPr="007818BD">
        <w:t>pour s</w:t>
      </w:r>
      <w:r w:rsidR="00E8465A">
        <w:t>’</w:t>
      </w:r>
      <w:r w:rsidRPr="007818BD">
        <w:t>y cacher encore</w:t>
      </w:r>
      <w:r w:rsidR="00E8465A">
        <w:t xml:space="preserve">, </w:t>
      </w:r>
      <w:r w:rsidRPr="007818BD">
        <w:t>et pour en laisser échapper un nouveau regard et un nouveau sourire enjoués</w:t>
      </w:r>
      <w:r w:rsidR="00E8465A">
        <w:t xml:space="preserve">. </w:t>
      </w:r>
      <w:r w:rsidRPr="007818BD">
        <w:t>Il eût été cruel de détruire tant de bonheur</w:t>
      </w:r>
      <w:r w:rsidR="00E8465A">
        <w:t xml:space="preserve">… </w:t>
      </w:r>
      <w:r w:rsidRPr="007818BD">
        <w:t>plus cruel encore de le partager</w:t>
      </w:r>
      <w:r w:rsidR="00E8465A">
        <w:t>.</w:t>
      </w:r>
    </w:p>
    <w:p w14:paraId="4C82968C" w14:textId="77777777" w:rsidR="00E8465A" w:rsidRDefault="00E8465A" w:rsidP="00E0544E">
      <w:r>
        <w:t>« </w:t>
      </w:r>
      <w:r w:rsidR="00E0544E" w:rsidRPr="007818BD">
        <w:t>Viola</w:t>
      </w:r>
      <w:r>
        <w:t xml:space="preserve">, </w:t>
      </w:r>
      <w:r w:rsidR="00E0544E" w:rsidRPr="007818BD">
        <w:t xml:space="preserve">dit enfin </w:t>
      </w:r>
      <w:proofErr w:type="spellStart"/>
      <w:r w:rsidR="00E0544E" w:rsidRPr="007818BD">
        <w:t>Zanoni</w:t>
      </w:r>
      <w:proofErr w:type="spellEnd"/>
      <w:r>
        <w:t xml:space="preserve">, </w:t>
      </w:r>
      <w:r w:rsidR="00E0544E" w:rsidRPr="007818BD">
        <w:t>te souviens-tu qu</w:t>
      </w:r>
      <w:r>
        <w:t>’</w:t>
      </w:r>
      <w:r w:rsidR="00E0544E" w:rsidRPr="007818BD">
        <w:t>assise près de la grotte sur la plage</w:t>
      </w:r>
      <w:r>
        <w:t xml:space="preserve">, </w:t>
      </w:r>
      <w:r w:rsidR="00E0544E" w:rsidRPr="007818BD">
        <w:t>à la molle clarté de la lune</w:t>
      </w:r>
      <w:r>
        <w:t xml:space="preserve">, </w:t>
      </w:r>
      <w:r w:rsidR="00E0544E" w:rsidRPr="007818BD">
        <w:t>dans notre île nuptiale</w:t>
      </w:r>
      <w:r>
        <w:t xml:space="preserve">, </w:t>
      </w:r>
      <w:r w:rsidR="00E0544E" w:rsidRPr="007818BD">
        <w:t>tu me demandas une fois cette amule</w:t>
      </w:r>
      <w:r w:rsidR="00E0544E" w:rsidRPr="007818BD">
        <w:t>t</w:t>
      </w:r>
      <w:r w:rsidR="00E0544E" w:rsidRPr="007818BD">
        <w:t>te</w:t>
      </w:r>
      <w:r>
        <w:t xml:space="preserve">, </w:t>
      </w:r>
      <w:r w:rsidR="00E0544E" w:rsidRPr="007818BD">
        <w:t>symbole d</w:t>
      </w:r>
      <w:r>
        <w:t>’</w:t>
      </w:r>
      <w:r w:rsidR="00E0544E" w:rsidRPr="007818BD">
        <w:t>une superstition disparue du monde depuis longtemps avec la foi dont elle dérivait</w:t>
      </w:r>
      <w:r>
        <w:t xml:space="preserve"> ? </w:t>
      </w:r>
      <w:r w:rsidR="00E0544E" w:rsidRPr="007818BD">
        <w:t>C</w:t>
      </w:r>
      <w:r>
        <w:t>’</w:t>
      </w:r>
      <w:r w:rsidR="00E0544E" w:rsidRPr="007818BD">
        <w:t>est la dernière relique de ma terre nat</w:t>
      </w:r>
      <w:r w:rsidR="00E0544E" w:rsidRPr="007818BD">
        <w:t>a</w:t>
      </w:r>
      <w:r w:rsidR="00E0544E" w:rsidRPr="007818BD">
        <w:t>le</w:t>
      </w:r>
      <w:r>
        <w:t xml:space="preserve">, </w:t>
      </w:r>
      <w:r w:rsidR="00E0544E" w:rsidRPr="007818BD">
        <w:t>et ma mère</w:t>
      </w:r>
      <w:r>
        <w:t xml:space="preserve">, </w:t>
      </w:r>
      <w:r w:rsidR="00E0544E" w:rsidRPr="007818BD">
        <w:t>à son lit de mort</w:t>
      </w:r>
      <w:r>
        <w:t xml:space="preserve">, </w:t>
      </w:r>
      <w:r w:rsidR="00E0544E" w:rsidRPr="007818BD">
        <w:t>la passa à mon cou</w:t>
      </w:r>
      <w:r>
        <w:t xml:space="preserve">. </w:t>
      </w:r>
      <w:r w:rsidR="00E0544E" w:rsidRPr="007818BD">
        <w:t xml:space="preserve">Je </w:t>
      </w:r>
      <w:r w:rsidR="00E0544E" w:rsidRPr="007818BD">
        <w:lastRenderedPageBreak/>
        <w:t>te pr</w:t>
      </w:r>
      <w:r w:rsidR="00E0544E" w:rsidRPr="007818BD">
        <w:t>o</w:t>
      </w:r>
      <w:r w:rsidR="00E0544E" w:rsidRPr="007818BD">
        <w:t>mis de te la donner le jour où les lois de nos deux existences d</w:t>
      </w:r>
      <w:r w:rsidR="00E0544E" w:rsidRPr="007818BD">
        <w:t>e</w:t>
      </w:r>
      <w:r w:rsidR="00E0544E" w:rsidRPr="007818BD">
        <w:t>viendraient les mêmes</w:t>
      </w:r>
      <w:r>
        <w:t>.</w:t>
      </w:r>
    </w:p>
    <w:p w14:paraId="60F5F149" w14:textId="77777777" w:rsidR="00E8465A" w:rsidRDefault="00E8465A" w:rsidP="00E0544E">
      <w:r>
        <w:t>— </w:t>
      </w:r>
      <w:r w:rsidR="00E0544E" w:rsidRPr="007818BD">
        <w:t>Je m</w:t>
      </w:r>
      <w:r>
        <w:t>’</w:t>
      </w:r>
      <w:r w:rsidR="00E0544E" w:rsidRPr="007818BD">
        <w:t>en souviens bien</w:t>
      </w:r>
      <w:r>
        <w:t> !</w:t>
      </w:r>
    </w:p>
    <w:p w14:paraId="7E8B6D0A" w14:textId="77777777" w:rsidR="00E8465A" w:rsidRDefault="00E8465A" w:rsidP="00E0544E">
      <w:r>
        <w:t>— </w:t>
      </w:r>
      <w:r w:rsidR="00E0544E" w:rsidRPr="007818BD">
        <w:t>Demain</w:t>
      </w:r>
      <w:r>
        <w:t xml:space="preserve">, </w:t>
      </w:r>
      <w:r w:rsidR="00E0544E" w:rsidRPr="007818BD">
        <w:t>elle sera à toi</w:t>
      </w:r>
      <w:r>
        <w:t>.</w:t>
      </w:r>
    </w:p>
    <w:p w14:paraId="387AD97B" w14:textId="56365C9A" w:rsidR="00E0544E" w:rsidRPr="007818BD" w:rsidRDefault="00E8465A" w:rsidP="00E0544E">
      <w:r>
        <w:t>— </w:t>
      </w:r>
      <w:r w:rsidR="00E0544E" w:rsidRPr="007818BD">
        <w:t>Ah</w:t>
      </w:r>
      <w:r>
        <w:t xml:space="preserve"> ! </w:t>
      </w:r>
      <w:r w:rsidR="00E0544E" w:rsidRPr="007818BD">
        <w:t>ce cher demain</w:t>
      </w:r>
      <w:r>
        <w:t> ! »</w:t>
      </w:r>
    </w:p>
    <w:p w14:paraId="312EBEAB" w14:textId="77777777" w:rsidR="00E8465A" w:rsidRDefault="00E0544E" w:rsidP="00E0544E">
      <w:r w:rsidRPr="007818BD">
        <w:t>Elle posa doucement l</w:t>
      </w:r>
      <w:r w:rsidR="00E8465A">
        <w:t>’</w:t>
      </w:r>
      <w:r w:rsidRPr="007818BD">
        <w:t>enfant qui s</w:t>
      </w:r>
      <w:r w:rsidR="00E8465A">
        <w:t>’</w:t>
      </w:r>
      <w:r w:rsidRPr="007818BD">
        <w:t>était assoupi</w:t>
      </w:r>
      <w:r w:rsidR="00E8465A">
        <w:t xml:space="preserve">, </w:t>
      </w:r>
      <w:r w:rsidRPr="007818BD">
        <w:t>elle se jeta sur le cœur de son époux et lui montra du doigt les premières lueurs grisâtres de l</w:t>
      </w:r>
      <w:r w:rsidR="00E8465A">
        <w:t>’</w:t>
      </w:r>
      <w:r w:rsidRPr="007818BD">
        <w:t>aube qui comme</w:t>
      </w:r>
      <w:r w:rsidRPr="007818BD">
        <w:t>n</w:t>
      </w:r>
      <w:r w:rsidRPr="007818BD">
        <w:t>çaient à envahir le ciel</w:t>
      </w:r>
      <w:r w:rsidR="00E8465A">
        <w:t>.</w:t>
      </w:r>
    </w:p>
    <w:p w14:paraId="0C971A86" w14:textId="77777777" w:rsidR="00E8465A" w:rsidRDefault="00E0544E" w:rsidP="00E0544E">
      <w:r w:rsidRPr="007818BD">
        <w:t>Là</w:t>
      </w:r>
      <w:r w:rsidR="00E8465A">
        <w:t xml:space="preserve">, </w:t>
      </w:r>
      <w:r w:rsidRPr="007818BD">
        <w:t>dans ces murs qui respiraient la terreur</w:t>
      </w:r>
      <w:r w:rsidR="00E8465A">
        <w:t xml:space="preserve">, </w:t>
      </w:r>
      <w:r w:rsidRPr="007818BD">
        <w:t>l</w:t>
      </w:r>
      <w:r w:rsidR="00E8465A">
        <w:t>’</w:t>
      </w:r>
      <w:r w:rsidRPr="007818BD">
        <w:t>étoile du m</w:t>
      </w:r>
      <w:r w:rsidRPr="007818BD">
        <w:t>a</w:t>
      </w:r>
      <w:r w:rsidRPr="007818BD">
        <w:t>tin pénétra à travers les barreaux sur ces trois êtres dans le</w:t>
      </w:r>
      <w:r w:rsidRPr="007818BD">
        <w:t>s</w:t>
      </w:r>
      <w:r w:rsidRPr="007818BD">
        <w:t>quels se concentrait toute la tendresse des liens humains les plus étroits et les plus intimes</w:t>
      </w:r>
      <w:r w:rsidR="00E8465A">
        <w:t xml:space="preserve">, </w:t>
      </w:r>
      <w:r w:rsidRPr="007818BD">
        <w:t>tout ce qu</w:t>
      </w:r>
      <w:r w:rsidR="00E8465A">
        <w:t>’</w:t>
      </w:r>
      <w:r w:rsidRPr="007818BD">
        <w:t>il y a de mystérieux dans l</w:t>
      </w:r>
      <w:r w:rsidR="00E8465A">
        <w:t>’</w:t>
      </w:r>
      <w:r w:rsidRPr="007818BD">
        <w:t>âme humaine</w:t>
      </w:r>
      <w:r w:rsidR="00E8465A">
        <w:t xml:space="preserve"> ; </w:t>
      </w:r>
      <w:r w:rsidRPr="007818BD">
        <w:t>l</w:t>
      </w:r>
      <w:r w:rsidR="00E8465A">
        <w:t>’</w:t>
      </w:r>
      <w:r w:rsidRPr="007818BD">
        <w:t>innocence endormie</w:t>
      </w:r>
      <w:r w:rsidR="00E8465A">
        <w:t xml:space="preserve">, </w:t>
      </w:r>
      <w:r w:rsidRPr="007818BD">
        <w:t>l</w:t>
      </w:r>
      <w:r w:rsidR="00E8465A">
        <w:t>’</w:t>
      </w:r>
      <w:r w:rsidRPr="007818BD">
        <w:t>affection confia</w:t>
      </w:r>
      <w:r w:rsidRPr="007818BD">
        <w:t>n</w:t>
      </w:r>
      <w:r w:rsidRPr="007818BD">
        <w:t>te qui</w:t>
      </w:r>
      <w:r w:rsidR="00E8465A">
        <w:t xml:space="preserve">, </w:t>
      </w:r>
      <w:r w:rsidRPr="007818BD">
        <w:t>satisfaite d</w:t>
      </w:r>
      <w:r w:rsidR="00E8465A">
        <w:t>’</w:t>
      </w:r>
      <w:r w:rsidRPr="007818BD">
        <w:t>un regard</w:t>
      </w:r>
      <w:r w:rsidR="00E8465A">
        <w:t xml:space="preserve">, </w:t>
      </w:r>
      <w:r w:rsidRPr="007818BD">
        <w:t>d</w:t>
      </w:r>
      <w:r w:rsidR="00E8465A">
        <w:t>’</w:t>
      </w:r>
      <w:r w:rsidRPr="007818BD">
        <w:t>un serrement de main</w:t>
      </w:r>
      <w:r w:rsidR="00E8465A">
        <w:t xml:space="preserve">, </w:t>
      </w:r>
      <w:r w:rsidRPr="007818BD">
        <w:t>d</w:t>
      </w:r>
      <w:r w:rsidR="00E8465A">
        <w:t>’</w:t>
      </w:r>
      <w:r w:rsidRPr="007818BD">
        <w:t>un sou</w:t>
      </w:r>
      <w:r w:rsidRPr="007818BD">
        <w:t>f</w:t>
      </w:r>
      <w:r w:rsidRPr="007818BD">
        <w:t>fle</w:t>
      </w:r>
      <w:r w:rsidR="00E8465A">
        <w:t xml:space="preserve">, </w:t>
      </w:r>
      <w:r w:rsidRPr="007818BD">
        <w:t>ne peut prévoir la douleur</w:t>
      </w:r>
      <w:r w:rsidR="00E8465A">
        <w:t xml:space="preserve"> ; </w:t>
      </w:r>
      <w:r w:rsidRPr="007818BD">
        <w:t>et enfin la science fat</w:t>
      </w:r>
      <w:r w:rsidRPr="007818BD">
        <w:t>i</w:t>
      </w:r>
      <w:r w:rsidRPr="007818BD">
        <w:t>guée qui</w:t>
      </w:r>
      <w:r w:rsidR="00E8465A">
        <w:t xml:space="preserve">, </w:t>
      </w:r>
      <w:r w:rsidRPr="007818BD">
        <w:t>après avoir parcouru tous les secrets de la création</w:t>
      </w:r>
      <w:r w:rsidR="00E8465A">
        <w:t xml:space="preserve">, </w:t>
      </w:r>
      <w:r w:rsidRPr="007818BD">
        <w:t>en vient demander enfin la solution à la mort</w:t>
      </w:r>
      <w:r w:rsidR="00E8465A">
        <w:t xml:space="preserve">, </w:t>
      </w:r>
      <w:r w:rsidRPr="007818BD">
        <w:t>et s</w:t>
      </w:r>
      <w:r w:rsidR="00E8465A">
        <w:t>’</w:t>
      </w:r>
      <w:r w:rsidRPr="007818BD">
        <w:t>attache</w:t>
      </w:r>
      <w:r w:rsidR="00E8465A">
        <w:t xml:space="preserve">, </w:t>
      </w:r>
      <w:r w:rsidRPr="007818BD">
        <w:t>en appr</w:t>
      </w:r>
      <w:r w:rsidRPr="007818BD">
        <w:t>o</w:t>
      </w:r>
      <w:r w:rsidRPr="007818BD">
        <w:t>chant du seuil terrible</w:t>
      </w:r>
      <w:r w:rsidR="00E8465A">
        <w:t xml:space="preserve">, </w:t>
      </w:r>
      <w:r w:rsidRPr="007818BD">
        <w:t>au sein même de l</w:t>
      </w:r>
      <w:r w:rsidR="00E8465A">
        <w:t>’</w:t>
      </w:r>
      <w:r w:rsidRPr="007818BD">
        <w:t>amour</w:t>
      </w:r>
      <w:r w:rsidR="00E8465A">
        <w:t>.</w:t>
      </w:r>
    </w:p>
    <w:p w14:paraId="2844DBF1" w14:textId="77777777" w:rsidR="00E8465A" w:rsidRDefault="00E0544E" w:rsidP="00E0544E">
      <w:r w:rsidRPr="007818BD">
        <w:t>Le gai matin se lève</w:t>
      </w:r>
      <w:r w:rsidR="00E8465A">
        <w:t xml:space="preserve">. </w:t>
      </w:r>
      <w:r w:rsidRPr="007818BD">
        <w:t>Là-bas</w:t>
      </w:r>
      <w:r w:rsidR="00E8465A">
        <w:t xml:space="preserve">, </w:t>
      </w:r>
      <w:r w:rsidRPr="007818BD">
        <w:t>dans les jardins</w:t>
      </w:r>
      <w:r w:rsidR="00E8465A">
        <w:t xml:space="preserve">, </w:t>
      </w:r>
      <w:r w:rsidRPr="007818BD">
        <w:t>les oiseaux renouvellent leurs chants de tous les matins</w:t>
      </w:r>
      <w:r w:rsidR="00E8465A">
        <w:t xml:space="preserve"> ; </w:t>
      </w:r>
      <w:r w:rsidRPr="007818BD">
        <w:t>les poissons r</w:t>
      </w:r>
      <w:r w:rsidRPr="007818BD">
        <w:t>e</w:t>
      </w:r>
      <w:r w:rsidRPr="007818BD">
        <w:t>prennent leurs ébats dans les eaux fraîches de la Seine</w:t>
      </w:r>
      <w:r w:rsidR="00E8465A">
        <w:t xml:space="preserve"> ; </w:t>
      </w:r>
      <w:r w:rsidRPr="007818BD">
        <w:t>la joie sereine de la nature sacrée</w:t>
      </w:r>
      <w:r w:rsidR="00E8465A">
        <w:t xml:space="preserve">, </w:t>
      </w:r>
      <w:r w:rsidRPr="007818BD">
        <w:t>le tumulte et le fracas de la vie mo</w:t>
      </w:r>
      <w:r w:rsidRPr="007818BD">
        <w:t>r</w:t>
      </w:r>
      <w:r w:rsidRPr="007818BD">
        <w:t>telle</w:t>
      </w:r>
      <w:r w:rsidR="00E8465A">
        <w:t xml:space="preserve">, </w:t>
      </w:r>
      <w:r w:rsidRPr="007818BD">
        <w:t>se réveillent à la fois</w:t>
      </w:r>
      <w:r w:rsidR="00E8465A">
        <w:t xml:space="preserve"> : </w:t>
      </w:r>
      <w:r w:rsidRPr="007818BD">
        <w:t>le commerçant ouvre sa devanture</w:t>
      </w:r>
      <w:r w:rsidR="00E8465A">
        <w:t xml:space="preserve"> ; </w:t>
      </w:r>
      <w:r w:rsidRPr="007818BD">
        <w:t>les bouquetières regagnent joyeusement leurs postes</w:t>
      </w:r>
      <w:r w:rsidR="00E8465A">
        <w:t xml:space="preserve"> ; </w:t>
      </w:r>
      <w:r w:rsidRPr="007818BD">
        <w:t>mille pas affairés s</w:t>
      </w:r>
      <w:r w:rsidR="00E8465A">
        <w:t>’</w:t>
      </w:r>
      <w:r w:rsidRPr="007818BD">
        <w:t>empressent de se rendre aux corvées journalières qui résistent et survivent aux révolutions qui abattent rois et emp</w:t>
      </w:r>
      <w:r w:rsidRPr="007818BD">
        <w:t>e</w:t>
      </w:r>
      <w:r w:rsidRPr="007818BD">
        <w:t>reurs</w:t>
      </w:r>
      <w:r w:rsidR="00E8465A">
        <w:t xml:space="preserve"> ; </w:t>
      </w:r>
      <w:r w:rsidRPr="007818BD">
        <w:t>les charrettes roulent lourdement vers le marché</w:t>
      </w:r>
      <w:r w:rsidR="00E8465A">
        <w:t xml:space="preserve"> ; </w:t>
      </w:r>
      <w:r w:rsidRPr="007818BD">
        <w:t>la t</w:t>
      </w:r>
      <w:r w:rsidRPr="007818BD">
        <w:t>y</w:t>
      </w:r>
      <w:r w:rsidRPr="007818BD">
        <w:t>rannie</w:t>
      </w:r>
      <w:r w:rsidR="00E8465A">
        <w:t xml:space="preserve">, </w:t>
      </w:r>
      <w:r w:rsidRPr="007818BD">
        <w:t>sur pied dès le matin</w:t>
      </w:r>
      <w:r w:rsidR="00E8465A">
        <w:t xml:space="preserve">, </w:t>
      </w:r>
      <w:r w:rsidRPr="007818BD">
        <w:t xml:space="preserve">tient son </w:t>
      </w:r>
      <w:r w:rsidRPr="007818BD">
        <w:lastRenderedPageBreak/>
        <w:t>pâle lever</w:t>
      </w:r>
      <w:r w:rsidR="00E8465A">
        <w:t xml:space="preserve"> ; </w:t>
      </w:r>
      <w:r w:rsidRPr="007818BD">
        <w:t>la conspir</w:t>
      </w:r>
      <w:r w:rsidRPr="007818BD">
        <w:t>a</w:t>
      </w:r>
      <w:r w:rsidRPr="007818BD">
        <w:t>tion qui a veillé écoute le son de l</w:t>
      </w:r>
      <w:r w:rsidR="00E8465A">
        <w:t>’</w:t>
      </w:r>
      <w:r w:rsidRPr="007818BD">
        <w:t>horloge</w:t>
      </w:r>
      <w:r w:rsidR="00E8465A">
        <w:t xml:space="preserve">, </w:t>
      </w:r>
      <w:r w:rsidRPr="007818BD">
        <w:t>compte les coups</w:t>
      </w:r>
      <w:r w:rsidR="00E8465A">
        <w:t xml:space="preserve">, </w:t>
      </w:r>
      <w:r w:rsidRPr="007818BD">
        <w:t>et dit dans son cœur</w:t>
      </w:r>
      <w:r w:rsidR="00E8465A">
        <w:t> : « </w:t>
      </w:r>
      <w:r w:rsidRPr="007818BD">
        <w:t>L</w:t>
      </w:r>
      <w:r w:rsidR="00E8465A">
        <w:t>’</w:t>
      </w:r>
      <w:r w:rsidRPr="007818BD">
        <w:t>heure approche</w:t>
      </w:r>
      <w:r w:rsidR="00E8465A">
        <w:t> ; »</w:t>
      </w:r>
      <w:r w:rsidRPr="007818BD">
        <w:t xml:space="preserve"> un groupe avide de curieux se forme dans le voisinage de la Convention</w:t>
      </w:r>
      <w:r w:rsidR="00E8465A">
        <w:t xml:space="preserve"> ; </w:t>
      </w:r>
      <w:r w:rsidRPr="007818BD">
        <w:t>c</w:t>
      </w:r>
      <w:r w:rsidR="00E8465A">
        <w:t>’</w:t>
      </w:r>
      <w:r w:rsidRPr="007818BD">
        <w:t>est a</w:t>
      </w:r>
      <w:r w:rsidRPr="007818BD">
        <w:t>u</w:t>
      </w:r>
      <w:r w:rsidRPr="007818BD">
        <w:t>jourd</w:t>
      </w:r>
      <w:r w:rsidR="00E8465A">
        <w:t>’</w:t>
      </w:r>
      <w:r w:rsidRPr="007818BD">
        <w:t>hui que se décide la souveraineté de la France</w:t>
      </w:r>
      <w:r w:rsidR="00E8465A">
        <w:t xml:space="preserve"> ; </w:t>
      </w:r>
      <w:r w:rsidRPr="007818BD">
        <w:t>dans les cours du tribunal règnent déjà l</w:t>
      </w:r>
      <w:r w:rsidR="00E8465A">
        <w:t>’</w:t>
      </w:r>
      <w:r w:rsidRPr="007818BD">
        <w:t>agitation et les rumeurs journ</w:t>
      </w:r>
      <w:r w:rsidRPr="007818BD">
        <w:t>a</w:t>
      </w:r>
      <w:r w:rsidRPr="007818BD">
        <w:t>lières</w:t>
      </w:r>
      <w:r w:rsidR="00E8465A">
        <w:t xml:space="preserve">. </w:t>
      </w:r>
      <w:r w:rsidRPr="007818BD">
        <w:t>Quelle que soit la chance du coup de dé</w:t>
      </w:r>
      <w:r w:rsidR="00E8465A">
        <w:t xml:space="preserve">, </w:t>
      </w:r>
      <w:r w:rsidRPr="007818BD">
        <w:t>quel que soit le maître</w:t>
      </w:r>
      <w:r w:rsidR="00E8465A">
        <w:t xml:space="preserve">, </w:t>
      </w:r>
      <w:r w:rsidRPr="007818BD">
        <w:t>aujourd</w:t>
      </w:r>
      <w:r w:rsidR="00E8465A">
        <w:t>’</w:t>
      </w:r>
      <w:r w:rsidRPr="007818BD">
        <w:t>hui quatre-vingts têtes doivent tomber</w:t>
      </w:r>
      <w:r w:rsidR="00E8465A">
        <w:t> !</w:t>
      </w:r>
    </w:p>
    <w:p w14:paraId="49B53317" w14:textId="1BE12B3F" w:rsidR="00E0544E" w:rsidRPr="007818BD" w:rsidRDefault="00E0544E" w:rsidP="00E0544E"/>
    <w:p w14:paraId="15A84609" w14:textId="77777777" w:rsidR="00E8465A" w:rsidRDefault="00E0544E" w:rsidP="00E0544E">
      <w:r w:rsidRPr="007818BD">
        <w:t>Elle dormit si doucement</w:t>
      </w:r>
      <w:r w:rsidR="00E8465A">
        <w:t xml:space="preserve"> ! </w:t>
      </w:r>
      <w:r w:rsidRPr="007818BD">
        <w:t>Accablée de bonheur</w:t>
      </w:r>
      <w:r w:rsidR="00E8465A">
        <w:t xml:space="preserve">, </w:t>
      </w:r>
      <w:r w:rsidRPr="007818BD">
        <w:t>pleine de sécurité dans la pr</w:t>
      </w:r>
      <w:r w:rsidRPr="007818BD">
        <w:t>é</w:t>
      </w:r>
      <w:r w:rsidRPr="007818BD">
        <w:t>sence de celui qu</w:t>
      </w:r>
      <w:r w:rsidR="00E8465A">
        <w:t>’</w:t>
      </w:r>
      <w:r w:rsidRPr="007818BD">
        <w:t>elle avait retrouvé</w:t>
      </w:r>
      <w:r w:rsidR="00E8465A">
        <w:t xml:space="preserve">, </w:t>
      </w:r>
      <w:r w:rsidRPr="007818BD">
        <w:t>elle avait tant ri et tant pleuré</w:t>
      </w:r>
      <w:r w:rsidR="00E8465A">
        <w:t xml:space="preserve">, </w:t>
      </w:r>
      <w:r w:rsidRPr="007818BD">
        <w:t>que le sommeil l</w:t>
      </w:r>
      <w:r w:rsidR="00E8465A">
        <w:t>’</w:t>
      </w:r>
      <w:r w:rsidRPr="007818BD">
        <w:t>avait prise</w:t>
      </w:r>
      <w:r w:rsidR="00E8465A">
        <w:t xml:space="preserve"> ; </w:t>
      </w:r>
      <w:r w:rsidRPr="007818BD">
        <w:t>et m</w:t>
      </w:r>
      <w:r w:rsidRPr="007818BD">
        <w:t>ê</w:t>
      </w:r>
      <w:r w:rsidRPr="007818BD">
        <w:t>me dans ce sommeil elle semblait conserver encore cette he</w:t>
      </w:r>
      <w:r w:rsidRPr="007818BD">
        <w:t>u</w:t>
      </w:r>
      <w:r w:rsidRPr="007818BD">
        <w:t>reuse assurance que celui qu</w:t>
      </w:r>
      <w:r w:rsidR="00E8465A">
        <w:t>’</w:t>
      </w:r>
      <w:r w:rsidRPr="007818BD">
        <w:t>elle aimait était là</w:t>
      </w:r>
      <w:r w:rsidR="00E8465A">
        <w:t xml:space="preserve">, </w:t>
      </w:r>
      <w:r w:rsidRPr="007818BD">
        <w:t>que celui qu</w:t>
      </w:r>
      <w:r w:rsidR="00E8465A">
        <w:t>’</w:t>
      </w:r>
      <w:r w:rsidRPr="007818BD">
        <w:t>elle avait perdu lui était rendu</w:t>
      </w:r>
      <w:r w:rsidR="00E8465A">
        <w:t xml:space="preserve">. </w:t>
      </w:r>
      <w:r w:rsidRPr="007818BD">
        <w:t>Car</w:t>
      </w:r>
      <w:r w:rsidR="00E8465A">
        <w:t xml:space="preserve">, </w:t>
      </w:r>
      <w:r w:rsidRPr="007818BD">
        <w:t>tout en dormant</w:t>
      </w:r>
      <w:r w:rsidR="00E8465A">
        <w:t xml:space="preserve">, </w:t>
      </w:r>
      <w:r w:rsidRPr="007818BD">
        <w:t>elle se parlait à elle-même en souriant</w:t>
      </w:r>
      <w:r w:rsidR="00E8465A">
        <w:t xml:space="preserve">, </w:t>
      </w:r>
      <w:r w:rsidRPr="007818BD">
        <w:t>elle murmurait un nom</w:t>
      </w:r>
      <w:r w:rsidR="00E8465A">
        <w:t xml:space="preserve">, </w:t>
      </w:r>
      <w:r w:rsidRPr="007818BD">
        <w:t>elle étendait les bras</w:t>
      </w:r>
      <w:r w:rsidR="00E8465A">
        <w:t xml:space="preserve">, </w:t>
      </w:r>
      <w:r w:rsidRPr="007818BD">
        <w:t>et</w:t>
      </w:r>
      <w:r w:rsidR="00E8465A">
        <w:t xml:space="preserve">, </w:t>
      </w:r>
      <w:r w:rsidRPr="007818BD">
        <w:t>quand ils ne le touchaient pas</w:t>
      </w:r>
      <w:r w:rsidR="00E8465A">
        <w:t xml:space="preserve">, </w:t>
      </w:r>
      <w:r w:rsidRPr="007818BD">
        <w:t>elle soupirait</w:t>
      </w:r>
      <w:r w:rsidR="00E8465A">
        <w:t xml:space="preserve">. </w:t>
      </w:r>
      <w:r w:rsidRPr="007818BD">
        <w:t>Debout et vei</w:t>
      </w:r>
      <w:r w:rsidRPr="007818BD">
        <w:t>l</w:t>
      </w:r>
      <w:r w:rsidRPr="007818BD">
        <w:t>lant auprès d</w:t>
      </w:r>
      <w:r w:rsidR="00E8465A">
        <w:t>’</w:t>
      </w:r>
      <w:r w:rsidRPr="007818BD">
        <w:t>elle</w:t>
      </w:r>
      <w:r w:rsidR="00E8465A">
        <w:t xml:space="preserve">, </w:t>
      </w:r>
      <w:r w:rsidRPr="007818BD">
        <w:t>il la contempla</w:t>
      </w:r>
      <w:r w:rsidR="00E8465A">
        <w:t xml:space="preserve">… </w:t>
      </w:r>
      <w:r w:rsidRPr="007818BD">
        <w:t>avec quelle émotion</w:t>
      </w:r>
      <w:r w:rsidR="00E8465A">
        <w:t xml:space="preserve"> ! </w:t>
      </w:r>
      <w:r w:rsidRPr="007818BD">
        <w:t>il serait superflu de vouloir l</w:t>
      </w:r>
      <w:r w:rsidR="00E8465A">
        <w:t>’</w:t>
      </w:r>
      <w:r w:rsidRPr="007818BD">
        <w:t>exprimer</w:t>
      </w:r>
      <w:r w:rsidR="00E8465A">
        <w:t xml:space="preserve">. </w:t>
      </w:r>
      <w:r w:rsidRPr="007818BD">
        <w:t>Pour lui</w:t>
      </w:r>
      <w:r w:rsidR="00E8465A">
        <w:t xml:space="preserve">, </w:t>
      </w:r>
      <w:r w:rsidRPr="007818BD">
        <w:t>elle ne devait plus s</w:t>
      </w:r>
      <w:r w:rsidR="00E8465A">
        <w:t>’</w:t>
      </w:r>
      <w:r w:rsidRPr="007818BD">
        <w:t>éveiller</w:t>
      </w:r>
      <w:r w:rsidR="00E8465A">
        <w:t xml:space="preserve"> ; </w:t>
      </w:r>
      <w:r w:rsidRPr="007818BD">
        <w:t>elle ne pouvait savoir à quel prix était achetée la douce sécurité de ce sommeil</w:t>
      </w:r>
      <w:r w:rsidR="00E8465A">
        <w:t xml:space="preserve">. </w:t>
      </w:r>
      <w:r w:rsidRPr="007818BD">
        <w:t>Ce lendemain</w:t>
      </w:r>
      <w:r w:rsidR="00E8465A">
        <w:t xml:space="preserve">, </w:t>
      </w:r>
      <w:r w:rsidRPr="007818BD">
        <w:t>qu</w:t>
      </w:r>
      <w:r w:rsidR="00E8465A">
        <w:t>’</w:t>
      </w:r>
      <w:r w:rsidRPr="007818BD">
        <w:t>elle avait si a</w:t>
      </w:r>
      <w:r w:rsidRPr="007818BD">
        <w:t>r</w:t>
      </w:r>
      <w:r w:rsidRPr="007818BD">
        <w:t>demment espéré</w:t>
      </w:r>
      <w:r w:rsidR="00E8465A">
        <w:t xml:space="preserve">, </w:t>
      </w:r>
      <w:r w:rsidRPr="007818BD">
        <w:t>était enfin venu</w:t>
      </w:r>
      <w:r w:rsidR="00E8465A">
        <w:t xml:space="preserve">. </w:t>
      </w:r>
      <w:r w:rsidRPr="007818BD">
        <w:t xml:space="preserve">Quand ce </w:t>
      </w:r>
      <w:r w:rsidRPr="007818BD">
        <w:rPr>
          <w:i/>
          <w:iCs/>
        </w:rPr>
        <w:t>lendemain</w:t>
      </w:r>
      <w:r w:rsidRPr="007818BD">
        <w:t xml:space="preserve"> sera d</w:t>
      </w:r>
      <w:r w:rsidRPr="007818BD">
        <w:t>e</w:t>
      </w:r>
      <w:r w:rsidRPr="007818BD">
        <w:t xml:space="preserve">venu la </w:t>
      </w:r>
      <w:r w:rsidRPr="007818BD">
        <w:rPr>
          <w:i/>
          <w:iCs/>
        </w:rPr>
        <w:t>veille</w:t>
      </w:r>
      <w:r w:rsidR="00E8465A">
        <w:t xml:space="preserve">, </w:t>
      </w:r>
      <w:r w:rsidRPr="007818BD">
        <w:t>quelles pensées</w:t>
      </w:r>
      <w:r w:rsidR="00E8465A">
        <w:t xml:space="preserve">, </w:t>
      </w:r>
      <w:r w:rsidRPr="007818BD">
        <w:t>quels déchirements il aura a</w:t>
      </w:r>
      <w:r w:rsidRPr="007818BD">
        <w:t>p</w:t>
      </w:r>
      <w:r w:rsidRPr="007818BD">
        <w:t>portés à son âme</w:t>
      </w:r>
      <w:r w:rsidR="00E8465A">
        <w:t xml:space="preserve"> !… </w:t>
      </w:r>
      <w:r w:rsidRPr="007818BD">
        <w:t>L</w:t>
      </w:r>
      <w:r w:rsidR="00E8465A">
        <w:t>’</w:t>
      </w:r>
      <w:r w:rsidRPr="007818BD">
        <w:t>espérance planait encore sur son rêve avec ses ailes d</w:t>
      </w:r>
      <w:r w:rsidR="00E8465A">
        <w:t>’</w:t>
      </w:r>
      <w:r w:rsidRPr="007818BD">
        <w:t>azur</w:t>
      </w:r>
      <w:r w:rsidR="00E8465A">
        <w:t xml:space="preserve">. </w:t>
      </w:r>
      <w:r w:rsidRPr="007818BD">
        <w:t>Elle s</w:t>
      </w:r>
      <w:r w:rsidR="00E8465A">
        <w:t>’</w:t>
      </w:r>
      <w:r w:rsidRPr="007818BD">
        <w:t>éveillera pour vivre</w:t>
      </w:r>
      <w:r w:rsidR="00E8465A">
        <w:t xml:space="preserve"> ! </w:t>
      </w:r>
      <w:r w:rsidRPr="007818BD">
        <w:t>Demain</w:t>
      </w:r>
      <w:r w:rsidR="00E8465A">
        <w:t xml:space="preserve">, </w:t>
      </w:r>
      <w:r w:rsidRPr="007818BD">
        <w:t>et le règne de la Terreur aura cessé</w:t>
      </w:r>
      <w:r w:rsidR="00E8465A">
        <w:t xml:space="preserve"> ; </w:t>
      </w:r>
      <w:r w:rsidRPr="007818BD">
        <w:t>les portes des prisons s</w:t>
      </w:r>
      <w:r w:rsidR="00E8465A">
        <w:t>’</w:t>
      </w:r>
      <w:r w:rsidRPr="007818BD">
        <w:t>ouvriront</w:t>
      </w:r>
      <w:r w:rsidR="00E8465A">
        <w:t xml:space="preserve">, </w:t>
      </w:r>
      <w:r w:rsidRPr="007818BD">
        <w:t xml:space="preserve">elle rentrera avec son enfant dans le monde de </w:t>
      </w:r>
      <w:proofErr w:type="spellStart"/>
      <w:r w:rsidRPr="007818BD">
        <w:t>là</w:t>
      </w:r>
      <w:proofErr w:type="spellEnd"/>
      <w:r w:rsidRPr="007818BD">
        <w:t xml:space="preserve"> lumière et de la liberté</w:t>
      </w:r>
      <w:r w:rsidR="00E8465A">
        <w:t> !</w:t>
      </w:r>
    </w:p>
    <w:p w14:paraId="7B490986" w14:textId="77777777" w:rsidR="00E8465A" w:rsidRDefault="00E0544E" w:rsidP="00E0544E">
      <w:r w:rsidRPr="007818BD">
        <w:t xml:space="preserve">Et </w:t>
      </w:r>
      <w:r w:rsidRPr="007818BD">
        <w:rPr>
          <w:i/>
          <w:iCs/>
        </w:rPr>
        <w:t>lui</w:t>
      </w:r>
      <w:r w:rsidR="00E8465A">
        <w:t xml:space="preserve">… </w:t>
      </w:r>
      <w:r w:rsidRPr="007818BD">
        <w:t>il tourna les yeux</w:t>
      </w:r>
      <w:r w:rsidR="00E8465A">
        <w:t xml:space="preserve">, </w:t>
      </w:r>
      <w:r w:rsidRPr="007818BD">
        <w:t>son regard tomba sur l</w:t>
      </w:r>
      <w:r w:rsidR="00E8465A">
        <w:t>’</w:t>
      </w:r>
      <w:r w:rsidRPr="007818BD">
        <w:t>enfant il veillait</w:t>
      </w:r>
      <w:r w:rsidR="00E8465A">
        <w:t xml:space="preserve">, </w:t>
      </w:r>
      <w:r w:rsidRPr="007818BD">
        <w:t>et ce regard limpide</w:t>
      </w:r>
      <w:r w:rsidR="00E8465A">
        <w:t xml:space="preserve">, </w:t>
      </w:r>
      <w:r w:rsidRPr="007818BD">
        <w:t>sérieux</w:t>
      </w:r>
      <w:r w:rsidR="00E8465A">
        <w:t xml:space="preserve">, </w:t>
      </w:r>
      <w:r w:rsidRPr="007818BD">
        <w:t>pensif</w:t>
      </w:r>
      <w:r w:rsidR="00E8465A">
        <w:t xml:space="preserve">, </w:t>
      </w:r>
      <w:r w:rsidRPr="007818BD">
        <w:t xml:space="preserve">qui lui était </w:t>
      </w:r>
      <w:r w:rsidRPr="007818BD">
        <w:lastRenderedPageBreak/>
        <w:t>hab</w:t>
      </w:r>
      <w:r w:rsidRPr="007818BD">
        <w:t>i</w:t>
      </w:r>
      <w:r w:rsidRPr="007818BD">
        <w:t>tuel</w:t>
      </w:r>
      <w:r w:rsidR="00E8465A">
        <w:t xml:space="preserve">, </w:t>
      </w:r>
      <w:r w:rsidRPr="007818BD">
        <w:t>était fixé sur son père avec une expression presque sole</w:t>
      </w:r>
      <w:r w:rsidRPr="007818BD">
        <w:t>n</w:t>
      </w:r>
      <w:r w:rsidRPr="007818BD">
        <w:t>nelle</w:t>
      </w:r>
      <w:r w:rsidR="00E8465A">
        <w:t xml:space="preserve">. </w:t>
      </w:r>
      <w:proofErr w:type="spellStart"/>
      <w:r w:rsidRPr="007818BD">
        <w:t>Zanoni</w:t>
      </w:r>
      <w:proofErr w:type="spellEnd"/>
      <w:r w:rsidRPr="007818BD">
        <w:t xml:space="preserve"> se pencha et baisa ses lèvres</w:t>
      </w:r>
      <w:r w:rsidR="00E8465A">
        <w:t>.</w:t>
      </w:r>
    </w:p>
    <w:p w14:paraId="5B685978" w14:textId="739376FF" w:rsidR="00E0544E" w:rsidRPr="007818BD" w:rsidRDefault="00E8465A" w:rsidP="00E0544E">
      <w:r>
        <w:t>« </w:t>
      </w:r>
      <w:r w:rsidR="00E0544E" w:rsidRPr="007818BD">
        <w:t>Jamais plus</w:t>
      </w:r>
      <w:r>
        <w:t xml:space="preserve">, </w:t>
      </w:r>
      <w:r w:rsidR="00E0544E" w:rsidRPr="007818BD">
        <w:t>murmura-t-il</w:t>
      </w:r>
      <w:r>
        <w:t xml:space="preserve">, </w:t>
      </w:r>
      <w:r w:rsidR="00E0544E" w:rsidRPr="007818BD">
        <w:t>héritier d</w:t>
      </w:r>
      <w:r>
        <w:t>’</w:t>
      </w:r>
      <w:r w:rsidR="00E0544E" w:rsidRPr="007818BD">
        <w:t>amour et de do</w:t>
      </w:r>
      <w:r w:rsidR="00E0544E" w:rsidRPr="007818BD">
        <w:t>u</w:t>
      </w:r>
      <w:r w:rsidR="00E0544E" w:rsidRPr="007818BD">
        <w:t>leur</w:t>
      </w:r>
      <w:r>
        <w:t xml:space="preserve">, </w:t>
      </w:r>
      <w:r w:rsidR="00E0544E" w:rsidRPr="007818BD">
        <w:t>jamais plus tu ne me verras dans tes visions</w:t>
      </w:r>
      <w:r>
        <w:t xml:space="preserve"> ; </w:t>
      </w:r>
      <w:r w:rsidR="00E0544E" w:rsidRPr="007818BD">
        <w:t>jamais plus la lumière de tes yeux ne s</w:t>
      </w:r>
      <w:r>
        <w:t>’</w:t>
      </w:r>
      <w:r w:rsidR="00E0544E" w:rsidRPr="007818BD">
        <w:t>alimentera d</w:t>
      </w:r>
      <w:r>
        <w:t>’</w:t>
      </w:r>
      <w:r w:rsidR="00E0544E" w:rsidRPr="007818BD">
        <w:t>un rayon de la révélation céleste</w:t>
      </w:r>
      <w:r>
        <w:t xml:space="preserve"> ; </w:t>
      </w:r>
      <w:r w:rsidR="00E0544E" w:rsidRPr="007818BD">
        <w:t>jamais plus mon âme ne pourra écarter de ton chevet l</w:t>
      </w:r>
      <w:r>
        <w:t>’</w:t>
      </w:r>
      <w:r w:rsidR="00E0544E" w:rsidRPr="007818BD">
        <w:t>anxiété et la souffrance</w:t>
      </w:r>
      <w:r>
        <w:t xml:space="preserve">. </w:t>
      </w:r>
      <w:r w:rsidR="00E0544E" w:rsidRPr="007818BD">
        <w:t>Ton sort ne peut être tel que j</w:t>
      </w:r>
      <w:r>
        <w:t>’</w:t>
      </w:r>
      <w:r w:rsidR="00E0544E" w:rsidRPr="007818BD">
        <w:t>ai va</w:t>
      </w:r>
      <w:r w:rsidR="00E0544E" w:rsidRPr="007818BD">
        <w:t>i</w:t>
      </w:r>
      <w:r w:rsidR="00E0544E" w:rsidRPr="007818BD">
        <w:t>nement espéré le faire</w:t>
      </w:r>
      <w:r>
        <w:t xml:space="preserve">. </w:t>
      </w:r>
      <w:r w:rsidR="00E0544E" w:rsidRPr="007818BD">
        <w:t>Comme tous ceux de ta race</w:t>
      </w:r>
      <w:r>
        <w:t xml:space="preserve">, </w:t>
      </w:r>
      <w:r w:rsidR="00E0544E" w:rsidRPr="007818BD">
        <w:t>il te faudra souffrir</w:t>
      </w:r>
      <w:r>
        <w:t xml:space="preserve">, </w:t>
      </w:r>
      <w:r w:rsidR="00E0544E" w:rsidRPr="007818BD">
        <w:t>lutter</w:t>
      </w:r>
      <w:r>
        <w:t xml:space="preserve">, </w:t>
      </w:r>
      <w:r w:rsidR="00E0544E" w:rsidRPr="007818BD">
        <w:t>faillir</w:t>
      </w:r>
      <w:r>
        <w:t xml:space="preserve">. </w:t>
      </w:r>
      <w:r w:rsidR="00E0544E" w:rsidRPr="007818BD">
        <w:t>Mais que tes épreuves soient adoucies</w:t>
      </w:r>
      <w:r>
        <w:t xml:space="preserve">, </w:t>
      </w:r>
      <w:r w:rsidR="00E0544E" w:rsidRPr="007818BD">
        <w:t>que ton âme soit forte pour aimer et pour croire</w:t>
      </w:r>
      <w:r>
        <w:t xml:space="preserve"> ! </w:t>
      </w:r>
      <w:r w:rsidR="00E0544E" w:rsidRPr="007818BD">
        <w:t>c</w:t>
      </w:r>
      <w:r>
        <w:t>’</w:t>
      </w:r>
      <w:r w:rsidR="00E0544E" w:rsidRPr="007818BD">
        <w:t>est ainsi qu</w:t>
      </w:r>
      <w:r>
        <w:t>’</w:t>
      </w:r>
      <w:r w:rsidR="00E0544E" w:rsidRPr="007818BD">
        <w:t>en te contemplant</w:t>
      </w:r>
      <w:r>
        <w:t xml:space="preserve">, </w:t>
      </w:r>
      <w:r w:rsidR="00E0544E" w:rsidRPr="007818BD">
        <w:t>ma nature veut léguer à la tienne son dernier</w:t>
      </w:r>
      <w:r>
        <w:t xml:space="preserve">, </w:t>
      </w:r>
      <w:r w:rsidR="00E0544E" w:rsidRPr="007818BD">
        <w:t>son plus vif désir</w:t>
      </w:r>
      <w:r>
        <w:t xml:space="preserve"> : </w:t>
      </w:r>
      <w:r w:rsidR="00E0544E" w:rsidRPr="007818BD">
        <w:t>puisse mon amour pour ta mère pa</w:t>
      </w:r>
      <w:r w:rsidR="00E0544E" w:rsidRPr="007818BD">
        <w:t>s</w:t>
      </w:r>
      <w:r w:rsidR="00E0544E" w:rsidRPr="007818BD">
        <w:t>ser en toi avec ce baiser</w:t>
      </w:r>
      <w:r>
        <w:t xml:space="preserve"> ! </w:t>
      </w:r>
      <w:r w:rsidR="00E0544E" w:rsidRPr="007818BD">
        <w:t>Puisse-t-elle</w:t>
      </w:r>
      <w:r>
        <w:t xml:space="preserve">, </w:t>
      </w:r>
      <w:r w:rsidR="00E0544E" w:rsidRPr="007818BD">
        <w:t>dans tes regards</w:t>
      </w:r>
      <w:r>
        <w:t xml:space="preserve">, </w:t>
      </w:r>
      <w:r w:rsidR="00E0544E" w:rsidRPr="007818BD">
        <w:t>ente</w:t>
      </w:r>
      <w:r w:rsidR="00E0544E" w:rsidRPr="007818BD">
        <w:t>n</w:t>
      </w:r>
      <w:r w:rsidR="00E0544E" w:rsidRPr="007818BD">
        <w:t>dre mon esprit la consoler et la soutenir</w:t>
      </w:r>
      <w:r>
        <w:t xml:space="preserve"> !… </w:t>
      </w:r>
      <w:r w:rsidR="00E0544E" w:rsidRPr="007818BD">
        <w:t>Ils viennent</w:t>
      </w:r>
      <w:r>
        <w:t xml:space="preserve"> !… </w:t>
      </w:r>
      <w:r w:rsidR="00E0544E" w:rsidRPr="007818BD">
        <w:t>oui</w:t>
      </w:r>
      <w:r>
        <w:t xml:space="preserve"> !… </w:t>
      </w:r>
      <w:r w:rsidR="00E0544E" w:rsidRPr="007818BD">
        <w:t>Je vous a</w:t>
      </w:r>
      <w:r w:rsidR="00E0544E" w:rsidRPr="007818BD">
        <w:t>t</w:t>
      </w:r>
      <w:r w:rsidR="00E0544E" w:rsidRPr="007818BD">
        <w:t xml:space="preserve">tends tous deux </w:t>
      </w:r>
      <w:proofErr w:type="spellStart"/>
      <w:r w:rsidR="00E0544E" w:rsidRPr="007818BD">
        <w:t>au delà</w:t>
      </w:r>
      <w:proofErr w:type="spellEnd"/>
      <w:r w:rsidR="00E0544E" w:rsidRPr="007818BD">
        <w:t xml:space="preserve"> du tombeau</w:t>
      </w:r>
      <w:r>
        <w:t>. »</w:t>
      </w:r>
    </w:p>
    <w:p w14:paraId="4A792F44" w14:textId="77777777" w:rsidR="00E8465A" w:rsidRDefault="00E0544E" w:rsidP="00E0544E">
      <w:r w:rsidRPr="007818BD">
        <w:t>La porte s</w:t>
      </w:r>
      <w:r w:rsidR="00E8465A">
        <w:t>’</w:t>
      </w:r>
      <w:r w:rsidRPr="007818BD">
        <w:t>ouvrit lentement</w:t>
      </w:r>
      <w:r w:rsidR="00E8465A">
        <w:t xml:space="preserve"> : </w:t>
      </w:r>
      <w:r w:rsidRPr="007818BD">
        <w:t>le geôlier parut</w:t>
      </w:r>
      <w:r w:rsidR="00E8465A">
        <w:t xml:space="preserve">, </w:t>
      </w:r>
      <w:r w:rsidRPr="007818BD">
        <w:t>et à travers l</w:t>
      </w:r>
      <w:r w:rsidR="00E8465A">
        <w:t>’</w:t>
      </w:r>
      <w:r w:rsidRPr="007818BD">
        <w:t>ouverture se glissa en même temps un rayon de soleil</w:t>
      </w:r>
      <w:r w:rsidR="00E8465A">
        <w:t xml:space="preserve"> : </w:t>
      </w:r>
      <w:r w:rsidRPr="007818BD">
        <w:t>il ino</w:t>
      </w:r>
      <w:r w:rsidRPr="007818BD">
        <w:t>n</w:t>
      </w:r>
      <w:r w:rsidRPr="007818BD">
        <w:t>da le visage calme et serein de Viola endormie dans son bo</w:t>
      </w:r>
      <w:r w:rsidRPr="007818BD">
        <w:t>n</w:t>
      </w:r>
      <w:r w:rsidRPr="007818BD">
        <w:t>heur</w:t>
      </w:r>
      <w:r w:rsidR="00E8465A">
        <w:t xml:space="preserve"> ; </w:t>
      </w:r>
      <w:r w:rsidRPr="007818BD">
        <w:t>il joua comme un sourire sur les lèvres de l</w:t>
      </w:r>
      <w:r w:rsidR="00E8465A">
        <w:t>’</w:t>
      </w:r>
      <w:r w:rsidRPr="007818BD">
        <w:t>enfant</w:t>
      </w:r>
      <w:r w:rsidR="00E8465A">
        <w:t xml:space="preserve">, </w:t>
      </w:r>
      <w:r w:rsidRPr="007818BD">
        <w:t>qui</w:t>
      </w:r>
      <w:r w:rsidR="00E8465A">
        <w:t xml:space="preserve">, </w:t>
      </w:r>
      <w:r w:rsidRPr="007818BD">
        <w:t>toujours muet et immobile</w:t>
      </w:r>
      <w:r w:rsidR="00E8465A">
        <w:t xml:space="preserve">, </w:t>
      </w:r>
      <w:r w:rsidRPr="007818BD">
        <w:t>suivait des yeux les mouvements de son père</w:t>
      </w:r>
      <w:r w:rsidR="00E8465A">
        <w:t xml:space="preserve">. </w:t>
      </w:r>
      <w:r w:rsidRPr="007818BD">
        <w:t>À ce moment</w:t>
      </w:r>
      <w:r w:rsidR="00E8465A">
        <w:t xml:space="preserve">, </w:t>
      </w:r>
      <w:r w:rsidRPr="007818BD">
        <w:t>Viola murmura dans son sommeil</w:t>
      </w:r>
      <w:r w:rsidR="00E8465A">
        <w:t> :</w:t>
      </w:r>
    </w:p>
    <w:p w14:paraId="62283465" w14:textId="77777777" w:rsidR="00E8465A" w:rsidRDefault="00E8465A" w:rsidP="00E0544E">
      <w:r>
        <w:t>« </w:t>
      </w:r>
      <w:r w:rsidR="00E0544E" w:rsidRPr="007818BD">
        <w:t>Le jour est venu</w:t>
      </w:r>
      <w:r>
        <w:t xml:space="preserve">, </w:t>
      </w:r>
      <w:r w:rsidR="00E0544E" w:rsidRPr="007818BD">
        <w:t>les portes sont ouvertes</w:t>
      </w:r>
      <w:r>
        <w:t xml:space="preserve">, </w:t>
      </w:r>
      <w:r w:rsidR="00E0544E" w:rsidRPr="007818BD">
        <w:t>donne-moi ta main</w:t>
      </w:r>
      <w:r>
        <w:t xml:space="preserve">, </w:t>
      </w:r>
      <w:r w:rsidR="00E0544E" w:rsidRPr="007818BD">
        <w:t>partons</w:t>
      </w:r>
      <w:r>
        <w:t xml:space="preserve"> ! </w:t>
      </w:r>
      <w:r w:rsidR="00E0544E" w:rsidRPr="007818BD">
        <w:t>À la mer</w:t>
      </w:r>
      <w:r>
        <w:t xml:space="preserve">, </w:t>
      </w:r>
      <w:r w:rsidR="00E0544E" w:rsidRPr="007818BD">
        <w:t>à la mer</w:t>
      </w:r>
      <w:r>
        <w:t xml:space="preserve"> !… </w:t>
      </w:r>
      <w:r w:rsidR="00E0544E" w:rsidRPr="007818BD">
        <w:t>Comme le soleil joue sur les vagues</w:t>
      </w:r>
      <w:r>
        <w:t xml:space="preserve"> : </w:t>
      </w:r>
      <w:r w:rsidR="00E0544E" w:rsidRPr="007818BD">
        <w:t>Allons</w:t>
      </w:r>
      <w:r>
        <w:t xml:space="preserve">, </w:t>
      </w:r>
      <w:r w:rsidR="00E0544E" w:rsidRPr="007818BD">
        <w:t>mon bien-aimé</w:t>
      </w:r>
      <w:r>
        <w:t xml:space="preserve"> ! </w:t>
      </w:r>
      <w:r w:rsidR="00E0544E" w:rsidRPr="007818BD">
        <w:t>allons retrouver notre doux foyer</w:t>
      </w:r>
      <w:r>
        <w:t>.</w:t>
      </w:r>
    </w:p>
    <w:p w14:paraId="2BFB414A" w14:textId="77777777" w:rsidR="00E8465A" w:rsidRDefault="00E8465A" w:rsidP="00E0544E">
      <w:r>
        <w:t>— </w:t>
      </w:r>
      <w:r w:rsidR="00E0544E" w:rsidRPr="007818BD">
        <w:t>Citoyen</w:t>
      </w:r>
      <w:r>
        <w:t xml:space="preserve">, </w:t>
      </w:r>
      <w:r w:rsidR="00E0544E" w:rsidRPr="007818BD">
        <w:t>l</w:t>
      </w:r>
      <w:r>
        <w:t>’</w:t>
      </w:r>
      <w:r w:rsidR="00E0544E" w:rsidRPr="007818BD">
        <w:t>heure est arrivée</w:t>
      </w:r>
      <w:r>
        <w:t> !</w:t>
      </w:r>
    </w:p>
    <w:p w14:paraId="05D3AB67" w14:textId="3B6EFD61" w:rsidR="00E0544E" w:rsidRPr="007818BD" w:rsidRDefault="00E8465A" w:rsidP="00E0544E">
      <w:r>
        <w:t>— </w:t>
      </w:r>
      <w:r w:rsidR="00E0544E" w:rsidRPr="007818BD">
        <w:t>Silence</w:t>
      </w:r>
      <w:r>
        <w:t xml:space="preserve"> ! </w:t>
      </w:r>
      <w:r w:rsidR="00E0544E" w:rsidRPr="007818BD">
        <w:t>elle dort</w:t>
      </w:r>
      <w:r>
        <w:t xml:space="preserve"> ! </w:t>
      </w:r>
      <w:r w:rsidR="00E0544E" w:rsidRPr="007818BD">
        <w:t>Un moment</w:t>
      </w:r>
      <w:r>
        <w:t xml:space="preserve"> ! </w:t>
      </w:r>
      <w:r w:rsidR="00E0544E" w:rsidRPr="007818BD">
        <w:t>Là</w:t>
      </w:r>
      <w:r>
        <w:t xml:space="preserve">… </w:t>
      </w:r>
      <w:r w:rsidR="00E0544E" w:rsidRPr="007818BD">
        <w:t>c</w:t>
      </w:r>
      <w:r>
        <w:t>’</w:t>
      </w:r>
      <w:r w:rsidR="00E0544E" w:rsidRPr="007818BD">
        <w:t>est fait</w:t>
      </w:r>
      <w:r>
        <w:t xml:space="preserve"> !… </w:t>
      </w:r>
      <w:r w:rsidR="00E0544E" w:rsidRPr="007818BD">
        <w:t>Grâce au ciel</w:t>
      </w:r>
      <w:r>
        <w:t xml:space="preserve">, </w:t>
      </w:r>
      <w:r w:rsidR="00E0544E" w:rsidRPr="007818BD">
        <w:t>elle dort to</w:t>
      </w:r>
      <w:r w:rsidR="00E0544E" w:rsidRPr="007818BD">
        <w:t>u</w:t>
      </w:r>
      <w:r w:rsidR="00E0544E" w:rsidRPr="007818BD">
        <w:t>jours</w:t>
      </w:r>
      <w:r>
        <w:t> ! »</w:t>
      </w:r>
    </w:p>
    <w:p w14:paraId="049E7C53" w14:textId="77777777" w:rsidR="00E8465A" w:rsidRDefault="00E0544E" w:rsidP="00E0544E">
      <w:r w:rsidRPr="007818BD">
        <w:lastRenderedPageBreak/>
        <w:t>De peur de l</w:t>
      </w:r>
      <w:r w:rsidR="00E8465A">
        <w:t>’</w:t>
      </w:r>
      <w:r w:rsidRPr="007818BD">
        <w:t>éveiller</w:t>
      </w:r>
      <w:r w:rsidR="00E8465A">
        <w:t xml:space="preserve">, </w:t>
      </w:r>
      <w:r w:rsidRPr="007818BD">
        <w:t>il ne voulut point lui donner un ba</w:t>
      </w:r>
      <w:r w:rsidRPr="007818BD">
        <w:t>i</w:t>
      </w:r>
      <w:r w:rsidRPr="007818BD">
        <w:t>ser</w:t>
      </w:r>
      <w:r w:rsidR="00E8465A">
        <w:t xml:space="preserve">, </w:t>
      </w:r>
      <w:r w:rsidRPr="007818BD">
        <w:t>mais passa doucement à son cou l</w:t>
      </w:r>
      <w:r w:rsidR="00E8465A">
        <w:t>’</w:t>
      </w:r>
      <w:r w:rsidRPr="007818BD">
        <w:t>amulette qui devait lui redire son adieu et</w:t>
      </w:r>
      <w:r w:rsidR="00E8465A">
        <w:t xml:space="preserve">, </w:t>
      </w:r>
      <w:r w:rsidRPr="007818BD">
        <w:t>dans cet adieu</w:t>
      </w:r>
      <w:r w:rsidR="00E8465A">
        <w:t xml:space="preserve">, </w:t>
      </w:r>
      <w:r w:rsidRPr="007818BD">
        <w:t>lui promettre leur réunion</w:t>
      </w:r>
      <w:r w:rsidR="00E8465A">
        <w:t xml:space="preserve">. </w:t>
      </w:r>
      <w:r w:rsidRPr="007818BD">
        <w:t>Il est sur le seuil</w:t>
      </w:r>
      <w:r w:rsidR="00E8465A">
        <w:t xml:space="preserve">, </w:t>
      </w:r>
      <w:r w:rsidRPr="007818BD">
        <w:t>il se retourne une dernière fois</w:t>
      </w:r>
      <w:r w:rsidR="00E8465A">
        <w:t xml:space="preserve">… </w:t>
      </w:r>
      <w:r w:rsidRPr="007818BD">
        <w:t>la porte se r</w:t>
      </w:r>
      <w:r w:rsidRPr="007818BD">
        <w:t>e</w:t>
      </w:r>
      <w:r w:rsidRPr="007818BD">
        <w:t>ferme</w:t>
      </w:r>
      <w:r w:rsidR="00E8465A">
        <w:t xml:space="preserve">. </w:t>
      </w:r>
      <w:r w:rsidRPr="007818BD">
        <w:t>Il est parti pour toujours</w:t>
      </w:r>
      <w:r w:rsidR="00E8465A">
        <w:t>.</w:t>
      </w:r>
    </w:p>
    <w:p w14:paraId="562051E4" w14:textId="77777777" w:rsidR="00E8465A" w:rsidRDefault="00E0544E" w:rsidP="00E0544E">
      <w:r w:rsidRPr="007818BD">
        <w:t>Elle s</w:t>
      </w:r>
      <w:r w:rsidR="00E8465A">
        <w:t>’</w:t>
      </w:r>
      <w:r w:rsidRPr="007818BD">
        <w:t>éveille enfin</w:t>
      </w:r>
      <w:r w:rsidR="00E8465A">
        <w:t xml:space="preserve"> ; </w:t>
      </w:r>
      <w:r w:rsidRPr="007818BD">
        <w:t>elle regarde autour d</w:t>
      </w:r>
      <w:r w:rsidR="00E8465A">
        <w:t>’</w:t>
      </w:r>
      <w:r w:rsidRPr="007818BD">
        <w:t>elle</w:t>
      </w:r>
      <w:r w:rsidR="00E8465A">
        <w:t> :</w:t>
      </w:r>
    </w:p>
    <w:p w14:paraId="14FF93AB" w14:textId="4F143ACB" w:rsidR="00E0544E" w:rsidRPr="007818BD" w:rsidRDefault="00E8465A" w:rsidP="00E0544E">
      <w:r>
        <w:t>« </w:t>
      </w:r>
      <w:proofErr w:type="spellStart"/>
      <w:r w:rsidR="00E0544E" w:rsidRPr="007818BD">
        <w:t>Zanoni</w:t>
      </w:r>
      <w:proofErr w:type="spellEnd"/>
      <w:r>
        <w:t xml:space="preserve">, </w:t>
      </w:r>
      <w:r w:rsidR="00E0544E" w:rsidRPr="007818BD">
        <w:t>voici le jour</w:t>
      </w:r>
      <w:r>
        <w:t> ! »</w:t>
      </w:r>
    </w:p>
    <w:p w14:paraId="5FE59FF5" w14:textId="77777777" w:rsidR="00E8465A" w:rsidRDefault="00E0544E" w:rsidP="00E0544E">
      <w:r w:rsidRPr="007818BD">
        <w:t>Pour toute réponse</w:t>
      </w:r>
      <w:r w:rsidR="00E8465A">
        <w:t xml:space="preserve">, </w:t>
      </w:r>
      <w:r w:rsidRPr="007818BD">
        <w:t>le gémissement étouffé de l</w:t>
      </w:r>
      <w:r w:rsidR="00E8465A">
        <w:t>’</w:t>
      </w:r>
      <w:r w:rsidRPr="007818BD">
        <w:t>enfant</w:t>
      </w:r>
      <w:r w:rsidR="00E8465A">
        <w:t xml:space="preserve">. </w:t>
      </w:r>
      <w:r w:rsidRPr="007818BD">
        <w:t>Bonté céleste</w:t>
      </w:r>
      <w:r w:rsidR="00E8465A">
        <w:t xml:space="preserve"> ! </w:t>
      </w:r>
      <w:r w:rsidRPr="007818BD">
        <w:t>était-ce donc un rêve</w:t>
      </w:r>
      <w:r w:rsidR="00E8465A">
        <w:t xml:space="preserve"> ? </w:t>
      </w:r>
      <w:r w:rsidRPr="007818BD">
        <w:t>Elle rejeta les longues tresses qui</w:t>
      </w:r>
      <w:r w:rsidR="00E8465A">
        <w:t xml:space="preserve">, </w:t>
      </w:r>
      <w:r w:rsidRPr="007818BD">
        <w:t>sans doute</w:t>
      </w:r>
      <w:r w:rsidR="00E8465A">
        <w:t xml:space="preserve">, </w:t>
      </w:r>
      <w:r w:rsidRPr="007818BD">
        <w:t>voilaient sa vue</w:t>
      </w:r>
      <w:r w:rsidR="00E8465A">
        <w:t xml:space="preserve"> ; </w:t>
      </w:r>
      <w:r w:rsidRPr="007818BD">
        <w:t>elle sentit l</w:t>
      </w:r>
      <w:r w:rsidR="00E8465A">
        <w:t>’</w:t>
      </w:r>
      <w:r w:rsidRPr="007818BD">
        <w:t>amulette sur son sein</w:t>
      </w:r>
      <w:r w:rsidR="00E8465A">
        <w:t xml:space="preserve">. </w:t>
      </w:r>
      <w:r w:rsidRPr="007818BD">
        <w:rPr>
          <w:i/>
          <w:iCs/>
        </w:rPr>
        <w:t>Non</w:t>
      </w:r>
      <w:r w:rsidR="00E8465A">
        <w:t xml:space="preserve"> ! </w:t>
      </w:r>
      <w:r w:rsidRPr="007818BD">
        <w:t>ce n</w:t>
      </w:r>
      <w:r w:rsidR="00E8465A">
        <w:t>’</w:t>
      </w:r>
      <w:r w:rsidRPr="007818BD">
        <w:t>était point un rêve</w:t>
      </w:r>
      <w:r w:rsidR="00E8465A">
        <w:t> !</w:t>
      </w:r>
    </w:p>
    <w:p w14:paraId="49F93A1D" w14:textId="77777777" w:rsidR="00E8465A" w:rsidRDefault="00E0544E" w:rsidP="00E0544E">
      <w:r w:rsidRPr="007818BD">
        <w:t>Dieu</w:t>
      </w:r>
      <w:r w:rsidR="00E8465A">
        <w:t xml:space="preserve"> ! </w:t>
      </w:r>
      <w:r w:rsidRPr="007818BD">
        <w:t>il est parti</w:t>
      </w:r>
      <w:r w:rsidR="00E8465A">
        <w:t> !</w:t>
      </w:r>
    </w:p>
    <w:p w14:paraId="5AEA6A27" w14:textId="77777777" w:rsidR="00E8465A" w:rsidRDefault="00E0544E" w:rsidP="00E0544E">
      <w:r w:rsidRPr="007818BD">
        <w:t>Elle s</w:t>
      </w:r>
      <w:r w:rsidR="00E8465A">
        <w:t>’</w:t>
      </w:r>
      <w:r w:rsidRPr="007818BD">
        <w:t>élança vers la porte</w:t>
      </w:r>
      <w:r w:rsidR="00E8465A">
        <w:t xml:space="preserve">, </w:t>
      </w:r>
      <w:r w:rsidRPr="007818BD">
        <w:t>elle poussa un cri perçant</w:t>
      </w:r>
      <w:r w:rsidR="00E8465A">
        <w:t xml:space="preserve">, </w:t>
      </w:r>
      <w:r w:rsidRPr="007818BD">
        <w:t>le geôlier vient</w:t>
      </w:r>
      <w:r w:rsidR="00E8465A">
        <w:t>. « </w:t>
      </w:r>
      <w:r w:rsidRPr="007818BD">
        <w:t>Il est allé devant</w:t>
      </w:r>
      <w:r w:rsidR="00E8465A">
        <w:t xml:space="preserve">, </w:t>
      </w:r>
      <w:r w:rsidRPr="007818BD">
        <w:t>citoyenne</w:t>
      </w:r>
      <w:r w:rsidR="00E8465A">
        <w:t> !</w:t>
      </w:r>
    </w:p>
    <w:p w14:paraId="43DD10FF" w14:textId="77777777" w:rsidR="00E8465A" w:rsidRDefault="00E8465A" w:rsidP="00E0544E">
      <w:r>
        <w:t>— </w:t>
      </w:r>
      <w:r w:rsidR="00E0544E" w:rsidRPr="007818BD">
        <w:t>Où</w:t>
      </w:r>
      <w:r>
        <w:t xml:space="preserve"> ? </w:t>
      </w:r>
      <w:r w:rsidR="00E0544E" w:rsidRPr="007818BD">
        <w:t>parle</w:t>
      </w:r>
      <w:r>
        <w:t xml:space="preserve">, </w:t>
      </w:r>
      <w:r w:rsidR="00E0544E" w:rsidRPr="007818BD">
        <w:t>parle</w:t>
      </w:r>
      <w:r>
        <w:t> !</w:t>
      </w:r>
    </w:p>
    <w:p w14:paraId="7B33AD8A" w14:textId="6DF750A1" w:rsidR="00E0544E" w:rsidRPr="007818BD" w:rsidRDefault="00E8465A" w:rsidP="00E0544E">
      <w:r>
        <w:t>— </w:t>
      </w:r>
      <w:r w:rsidR="00E0544E" w:rsidRPr="007818BD">
        <w:t>À la guillotine</w:t>
      </w:r>
      <w:r>
        <w:t> ! »</w:t>
      </w:r>
    </w:p>
    <w:p w14:paraId="7E287D18" w14:textId="77777777" w:rsidR="00E8465A" w:rsidRDefault="00E0544E" w:rsidP="00E0544E">
      <w:r w:rsidRPr="007818BD">
        <w:t>Et la sombre porte se referma</w:t>
      </w:r>
      <w:r w:rsidR="00E8465A">
        <w:t>.</w:t>
      </w:r>
    </w:p>
    <w:p w14:paraId="195C6932" w14:textId="77777777" w:rsidR="00E8465A" w:rsidRDefault="00E0544E" w:rsidP="00E0544E">
      <w:r w:rsidRPr="007818BD">
        <w:t>Elle se referma sur un corps sans sentiment</w:t>
      </w:r>
      <w:r w:rsidR="00E8465A">
        <w:t>.</w:t>
      </w:r>
    </w:p>
    <w:p w14:paraId="6AF161F4" w14:textId="77777777" w:rsidR="00E8465A" w:rsidRDefault="00E0544E" w:rsidP="00E0544E">
      <w:r w:rsidRPr="007818BD">
        <w:t>Comme un éclair</w:t>
      </w:r>
      <w:r w:rsidR="00E8465A">
        <w:t xml:space="preserve">, </w:t>
      </w:r>
      <w:r w:rsidRPr="007818BD">
        <w:t xml:space="preserve">les paroles de </w:t>
      </w:r>
      <w:proofErr w:type="spellStart"/>
      <w:r w:rsidRPr="007818BD">
        <w:t>Zanoni</w:t>
      </w:r>
      <w:proofErr w:type="spellEnd"/>
      <w:r w:rsidR="00E8465A">
        <w:t xml:space="preserve">, </w:t>
      </w:r>
      <w:r w:rsidRPr="007818BD">
        <w:t>sa tristesse</w:t>
      </w:r>
      <w:r w:rsidR="00E8465A">
        <w:t xml:space="preserve">, </w:t>
      </w:r>
      <w:r w:rsidRPr="007818BD">
        <w:t>le vrai sens de son don my</w:t>
      </w:r>
      <w:r w:rsidRPr="007818BD">
        <w:t>s</w:t>
      </w:r>
      <w:r w:rsidRPr="007818BD">
        <w:t>térieux</w:t>
      </w:r>
      <w:r w:rsidR="00E8465A">
        <w:t xml:space="preserve">, </w:t>
      </w:r>
      <w:r w:rsidRPr="007818BD">
        <w:t>le sacrifice même qu</w:t>
      </w:r>
      <w:r w:rsidR="00E8465A">
        <w:t>’</w:t>
      </w:r>
      <w:r w:rsidRPr="007818BD">
        <w:t>il faisait pour elle</w:t>
      </w:r>
      <w:r w:rsidR="00E8465A">
        <w:t xml:space="preserve">, </w:t>
      </w:r>
      <w:r w:rsidRPr="007818BD">
        <w:t>tout en ce moment se révéla à son âme</w:t>
      </w:r>
      <w:r w:rsidR="00E8465A">
        <w:t xml:space="preserve">, </w:t>
      </w:r>
      <w:r w:rsidRPr="007818BD">
        <w:t>et alors les ténèbres l</w:t>
      </w:r>
      <w:r w:rsidR="00E8465A">
        <w:t>’</w:t>
      </w:r>
      <w:r w:rsidRPr="007818BD">
        <w:t>enveloppèrent</w:t>
      </w:r>
      <w:r w:rsidR="00E8465A">
        <w:t xml:space="preserve"> ; </w:t>
      </w:r>
      <w:r w:rsidRPr="007818BD">
        <w:t>des ténèbres qui avaient pourtant leur clarté</w:t>
      </w:r>
      <w:r w:rsidR="00E8465A">
        <w:t xml:space="preserve">. </w:t>
      </w:r>
      <w:r w:rsidRPr="007818BD">
        <w:t>Et pendant qu</w:t>
      </w:r>
      <w:r w:rsidR="00E8465A">
        <w:t>’</w:t>
      </w:r>
      <w:r w:rsidRPr="007818BD">
        <w:t>elle demeurait là assise</w:t>
      </w:r>
      <w:r w:rsidR="00E8465A">
        <w:t xml:space="preserve">, </w:t>
      </w:r>
      <w:r w:rsidRPr="007818BD">
        <w:t>muette</w:t>
      </w:r>
      <w:r w:rsidR="00E8465A">
        <w:t xml:space="preserve">, </w:t>
      </w:r>
      <w:r w:rsidRPr="007818BD">
        <w:t>sans voix</w:t>
      </w:r>
      <w:r w:rsidR="00E8465A">
        <w:t xml:space="preserve">, </w:t>
      </w:r>
      <w:r w:rsidRPr="007818BD">
        <w:t>froide et pétrifiée</w:t>
      </w:r>
      <w:r w:rsidR="00E8465A">
        <w:t xml:space="preserve">, </w:t>
      </w:r>
      <w:r w:rsidRPr="007818BD">
        <w:t>une vision passa comme un vent sur les profondeurs intérieures de son âme</w:t>
      </w:r>
      <w:r w:rsidR="00E8465A">
        <w:t xml:space="preserve">. </w:t>
      </w:r>
      <w:r w:rsidRPr="007818BD">
        <w:t>Le lug</w:t>
      </w:r>
      <w:r w:rsidRPr="007818BD">
        <w:t>u</w:t>
      </w:r>
      <w:r w:rsidRPr="007818BD">
        <w:t>bre tribunal</w:t>
      </w:r>
      <w:r w:rsidR="00E8465A">
        <w:t xml:space="preserve">, </w:t>
      </w:r>
      <w:r w:rsidRPr="007818BD">
        <w:t>le juge</w:t>
      </w:r>
      <w:r w:rsidR="00E8465A">
        <w:t xml:space="preserve">, </w:t>
      </w:r>
      <w:r w:rsidRPr="007818BD">
        <w:t>le jury</w:t>
      </w:r>
      <w:r w:rsidR="00E8465A">
        <w:t xml:space="preserve">, </w:t>
      </w:r>
      <w:r w:rsidRPr="007818BD">
        <w:t>l</w:t>
      </w:r>
      <w:r w:rsidR="00E8465A">
        <w:t>’</w:t>
      </w:r>
      <w:r w:rsidRPr="007818BD">
        <w:t>accusateur</w:t>
      </w:r>
      <w:r w:rsidR="00E8465A">
        <w:t xml:space="preserve">, </w:t>
      </w:r>
      <w:r w:rsidRPr="007818BD">
        <w:t>et</w:t>
      </w:r>
      <w:r w:rsidR="00E8465A">
        <w:t xml:space="preserve">, </w:t>
      </w:r>
      <w:r w:rsidRPr="007818BD">
        <w:t>parmi les victimes</w:t>
      </w:r>
      <w:r w:rsidR="00E8465A">
        <w:t xml:space="preserve">, </w:t>
      </w:r>
      <w:r w:rsidRPr="007818BD">
        <w:t>une seule impassible et r</w:t>
      </w:r>
      <w:r w:rsidRPr="007818BD">
        <w:t>a</w:t>
      </w:r>
      <w:r w:rsidRPr="007818BD">
        <w:t>dieuse</w:t>
      </w:r>
      <w:r w:rsidR="00E8465A">
        <w:t>.</w:t>
      </w:r>
    </w:p>
    <w:p w14:paraId="62322EE7" w14:textId="77777777" w:rsidR="00E8465A" w:rsidRDefault="00E8465A" w:rsidP="00E0544E">
      <w:r>
        <w:lastRenderedPageBreak/>
        <w:t>« </w:t>
      </w:r>
      <w:r w:rsidR="00E0544E" w:rsidRPr="007818BD">
        <w:t>Tu connais les dangers qui menacent la république</w:t>
      </w:r>
      <w:r>
        <w:t xml:space="preserve">, </w:t>
      </w:r>
      <w:r w:rsidR="00E0544E" w:rsidRPr="007818BD">
        <w:t>pa</w:t>
      </w:r>
      <w:r w:rsidR="00E0544E" w:rsidRPr="007818BD">
        <w:t>r</w:t>
      </w:r>
      <w:r w:rsidR="00E0544E" w:rsidRPr="007818BD">
        <w:t>le</w:t>
      </w:r>
      <w:r>
        <w:t>…</w:t>
      </w:r>
    </w:p>
    <w:p w14:paraId="0395A1CB" w14:textId="77777777" w:rsidR="00E8465A" w:rsidRDefault="00E8465A" w:rsidP="00E0544E">
      <w:r>
        <w:t>— </w:t>
      </w:r>
      <w:r w:rsidR="00E0544E" w:rsidRPr="007818BD">
        <w:t>Je les connais</w:t>
      </w:r>
      <w:r>
        <w:t xml:space="preserve">. </w:t>
      </w:r>
      <w:r w:rsidR="00E0544E" w:rsidRPr="007818BD">
        <w:t>Je tiens ma promesse</w:t>
      </w:r>
      <w:r>
        <w:t xml:space="preserve">. </w:t>
      </w:r>
      <w:r w:rsidR="00E0544E" w:rsidRPr="007818BD">
        <w:t>Juge</w:t>
      </w:r>
      <w:r>
        <w:t xml:space="preserve">, </w:t>
      </w:r>
      <w:r w:rsidR="00E0544E" w:rsidRPr="007818BD">
        <w:t>je te révèle ta destinée</w:t>
      </w:r>
      <w:r>
        <w:t xml:space="preserve">. </w:t>
      </w:r>
      <w:r w:rsidR="00E0544E" w:rsidRPr="007818BD">
        <w:t>Je sais que l</w:t>
      </w:r>
      <w:r>
        <w:t>’</w:t>
      </w:r>
      <w:r w:rsidR="00E0544E" w:rsidRPr="007818BD">
        <w:t>anarchie que tu appelles l</w:t>
      </w:r>
      <w:r>
        <w:t>’</w:t>
      </w:r>
      <w:r w:rsidR="00E0544E" w:rsidRPr="007818BD">
        <w:t>État expire au coucher du soleil</w:t>
      </w:r>
      <w:r>
        <w:t xml:space="preserve"> ! </w:t>
      </w:r>
      <w:r w:rsidR="00E0544E" w:rsidRPr="007818BD">
        <w:t>Écoute ce bruit de pas</w:t>
      </w:r>
      <w:r>
        <w:t xml:space="preserve">, </w:t>
      </w:r>
      <w:r w:rsidR="00E0544E" w:rsidRPr="007818BD">
        <w:t>écoute ce tumulte de voix</w:t>
      </w:r>
      <w:r>
        <w:t xml:space="preserve"> ! </w:t>
      </w:r>
      <w:r w:rsidR="00E0544E" w:rsidRPr="007818BD">
        <w:t>Place</w:t>
      </w:r>
      <w:r>
        <w:t xml:space="preserve">, </w:t>
      </w:r>
      <w:r w:rsidR="00E0544E" w:rsidRPr="007818BD">
        <w:t>ô morts</w:t>
      </w:r>
      <w:r>
        <w:t xml:space="preserve"> ! </w:t>
      </w:r>
      <w:r w:rsidR="00E0544E" w:rsidRPr="007818BD">
        <w:t>place aux enfers pour Robespierre et sa bande</w:t>
      </w:r>
      <w:r>
        <w:t xml:space="preserve"> ! </w:t>
      </w:r>
      <w:r w:rsidR="00E0544E" w:rsidRPr="007818BD">
        <w:t>Ils se précipitent dans la salle</w:t>
      </w:r>
      <w:r>
        <w:t xml:space="preserve">, </w:t>
      </w:r>
      <w:r w:rsidR="00E0544E" w:rsidRPr="007818BD">
        <w:t>les messagers pâles et i</w:t>
      </w:r>
      <w:r w:rsidR="00E0544E" w:rsidRPr="007818BD">
        <w:t>n</w:t>
      </w:r>
      <w:r w:rsidR="00E0544E" w:rsidRPr="007818BD">
        <w:t>terdits</w:t>
      </w:r>
      <w:r>
        <w:t xml:space="preserve"> : </w:t>
      </w:r>
      <w:r w:rsidR="00E0544E" w:rsidRPr="007818BD">
        <w:t>tout est confusion</w:t>
      </w:r>
      <w:r>
        <w:t xml:space="preserve">, </w:t>
      </w:r>
      <w:r w:rsidR="00E0544E" w:rsidRPr="007818BD">
        <w:t>effroi</w:t>
      </w:r>
      <w:r>
        <w:t xml:space="preserve">, </w:t>
      </w:r>
      <w:r w:rsidR="00E0544E" w:rsidRPr="007818BD">
        <w:t>terreur</w:t>
      </w:r>
      <w:r>
        <w:t> !</w:t>
      </w:r>
    </w:p>
    <w:p w14:paraId="45DD7D75" w14:textId="77777777" w:rsidR="00E8465A" w:rsidRDefault="00E8465A" w:rsidP="00E0544E">
      <w:r>
        <w:t>— </w:t>
      </w:r>
      <w:r w:rsidR="00E0544E" w:rsidRPr="007818BD">
        <w:t>Qu</w:t>
      </w:r>
      <w:r>
        <w:t>’</w:t>
      </w:r>
      <w:r w:rsidR="00E0544E" w:rsidRPr="007818BD">
        <w:t>on entraîne le conspirateur</w:t>
      </w:r>
      <w:r>
        <w:t xml:space="preserve"> !… </w:t>
      </w:r>
      <w:r w:rsidR="00E0544E" w:rsidRPr="007818BD">
        <w:t>et demain mourra ce</w:t>
      </w:r>
      <w:r w:rsidR="00E0544E" w:rsidRPr="007818BD">
        <w:t>l</w:t>
      </w:r>
      <w:r w:rsidR="00E0544E" w:rsidRPr="007818BD">
        <w:t>le que tu voulais sauver</w:t>
      </w:r>
      <w:r>
        <w:t>.</w:t>
      </w:r>
    </w:p>
    <w:p w14:paraId="5B6A3719" w14:textId="1E6C9003" w:rsidR="00E0544E" w:rsidRPr="007818BD" w:rsidRDefault="00E8465A" w:rsidP="00E0544E">
      <w:r>
        <w:t>— </w:t>
      </w:r>
      <w:r w:rsidR="00E0544E" w:rsidRPr="007818BD">
        <w:t>Demain</w:t>
      </w:r>
      <w:r>
        <w:t xml:space="preserve">, </w:t>
      </w:r>
      <w:r w:rsidR="00E0544E" w:rsidRPr="007818BD">
        <w:t>président</w:t>
      </w:r>
      <w:r>
        <w:t xml:space="preserve">, </w:t>
      </w:r>
      <w:r w:rsidR="00E0544E" w:rsidRPr="007818BD">
        <w:t>le couteau tombe sur ta tête</w:t>
      </w:r>
      <w:r>
        <w:t> ! »</w:t>
      </w:r>
    </w:p>
    <w:p w14:paraId="1DBCBFAA" w14:textId="77777777" w:rsidR="00E8465A" w:rsidRDefault="00E0544E" w:rsidP="00E0544E">
      <w:r w:rsidRPr="007818BD">
        <w:t>En avant</w:t>
      </w:r>
      <w:r w:rsidR="00E8465A">
        <w:t xml:space="preserve">, </w:t>
      </w:r>
      <w:r w:rsidRPr="007818BD">
        <w:t>à travers les rues obstruées et tumultueuses</w:t>
      </w:r>
      <w:r w:rsidR="00E8465A">
        <w:t xml:space="preserve">, </w:t>
      </w:r>
      <w:r w:rsidRPr="007818BD">
        <w:t>en avant marche la procession de mort</w:t>
      </w:r>
      <w:r w:rsidR="00E8465A">
        <w:t xml:space="preserve">. </w:t>
      </w:r>
      <w:r w:rsidRPr="007818BD">
        <w:t>Ah</w:t>
      </w:r>
      <w:r w:rsidR="00E8465A">
        <w:t xml:space="preserve"> ! </w:t>
      </w:r>
      <w:r w:rsidRPr="007818BD">
        <w:t>brave peuple</w:t>
      </w:r>
      <w:r w:rsidR="00E8465A">
        <w:t xml:space="preserve"> ! </w:t>
      </w:r>
      <w:r w:rsidRPr="007818BD">
        <w:t>tu es enfin éveillé</w:t>
      </w:r>
      <w:r w:rsidR="00E8465A">
        <w:t xml:space="preserve">. </w:t>
      </w:r>
      <w:r w:rsidRPr="007818BD">
        <w:t>Ils ne mourront pas</w:t>
      </w:r>
      <w:r w:rsidR="00E8465A">
        <w:t xml:space="preserve">. </w:t>
      </w:r>
      <w:r w:rsidRPr="007818BD">
        <w:t>La mort est détrônée</w:t>
      </w:r>
      <w:r w:rsidR="00E8465A">
        <w:t xml:space="preserve">. </w:t>
      </w:r>
      <w:r w:rsidRPr="007818BD">
        <w:t>Robe</w:t>
      </w:r>
      <w:r w:rsidRPr="007818BD">
        <w:t>s</w:t>
      </w:r>
      <w:r w:rsidRPr="007818BD">
        <w:t>pierre est tombé</w:t>
      </w:r>
      <w:r w:rsidR="00E8465A">
        <w:t xml:space="preserve">, </w:t>
      </w:r>
      <w:r w:rsidRPr="007818BD">
        <w:t>ils courent à la délivrance</w:t>
      </w:r>
      <w:r w:rsidR="00E8465A">
        <w:t xml:space="preserve"> ! </w:t>
      </w:r>
      <w:r w:rsidRPr="007818BD">
        <w:t>Hideux dans le tombereau</w:t>
      </w:r>
      <w:r w:rsidR="00E8465A">
        <w:t xml:space="preserve">, </w:t>
      </w:r>
      <w:r w:rsidRPr="007818BD">
        <w:t xml:space="preserve">auprès de </w:t>
      </w:r>
      <w:proofErr w:type="spellStart"/>
      <w:r w:rsidRPr="007818BD">
        <w:t>Zanoni</w:t>
      </w:r>
      <w:proofErr w:type="spellEnd"/>
      <w:r w:rsidR="00E8465A">
        <w:t xml:space="preserve">, </w:t>
      </w:r>
      <w:r w:rsidRPr="007818BD">
        <w:t>se débattait et gesticulait celui que</w:t>
      </w:r>
      <w:r w:rsidR="00E8465A">
        <w:t xml:space="preserve">, </w:t>
      </w:r>
      <w:r w:rsidRPr="007818BD">
        <w:t>dans ses rêves prophét</w:t>
      </w:r>
      <w:r w:rsidRPr="007818BD">
        <w:t>i</w:t>
      </w:r>
      <w:r w:rsidRPr="007818BD">
        <w:t>ques</w:t>
      </w:r>
      <w:r w:rsidR="00E8465A">
        <w:t xml:space="preserve">, </w:t>
      </w:r>
      <w:r w:rsidRPr="007818BD">
        <w:t>il avait prévu devoir être son compagnon de mort</w:t>
      </w:r>
      <w:r w:rsidR="00E8465A">
        <w:t>.</w:t>
      </w:r>
    </w:p>
    <w:p w14:paraId="20F2B478" w14:textId="5D22DE73" w:rsidR="00E0544E" w:rsidRPr="007818BD" w:rsidRDefault="00E8465A" w:rsidP="00E0544E">
      <w:r>
        <w:t>« </w:t>
      </w:r>
      <w:r w:rsidR="00E0544E" w:rsidRPr="007818BD">
        <w:t>Sauvez-nous</w:t>
      </w:r>
      <w:r>
        <w:t xml:space="preserve">, </w:t>
      </w:r>
      <w:r w:rsidR="00E0544E" w:rsidRPr="007818BD">
        <w:t>sauvez-nous</w:t>
      </w:r>
      <w:r>
        <w:t xml:space="preserve">, </w:t>
      </w:r>
      <w:r w:rsidR="00E0544E" w:rsidRPr="007818BD">
        <w:t>hurlait l</w:t>
      </w:r>
      <w:r>
        <w:t>’</w:t>
      </w:r>
      <w:r w:rsidR="00E0544E" w:rsidRPr="007818BD">
        <w:t>athée</w:t>
      </w:r>
      <w:r>
        <w:t xml:space="preserve">, </w:t>
      </w:r>
      <w:r w:rsidR="00E0544E" w:rsidRPr="007818BD">
        <w:t>le lâche Nicot</w:t>
      </w:r>
      <w:r>
        <w:t xml:space="preserve">. </w:t>
      </w:r>
      <w:r w:rsidR="00E0544E" w:rsidRPr="007818BD">
        <w:t>En avant</w:t>
      </w:r>
      <w:r>
        <w:t xml:space="preserve">, </w:t>
      </w:r>
      <w:r w:rsidR="00E0544E" w:rsidRPr="007818BD">
        <w:t>brave pe</w:t>
      </w:r>
      <w:r w:rsidR="00E0544E" w:rsidRPr="007818BD">
        <w:t>u</w:t>
      </w:r>
      <w:r w:rsidR="00E0544E" w:rsidRPr="007818BD">
        <w:t>ple</w:t>
      </w:r>
      <w:r>
        <w:t xml:space="preserve"> ! </w:t>
      </w:r>
      <w:r w:rsidR="00E0544E" w:rsidRPr="007818BD">
        <w:t>nous serons sauvés</w:t>
      </w:r>
      <w:r>
        <w:t>. »</w:t>
      </w:r>
    </w:p>
    <w:p w14:paraId="5943D806" w14:textId="77777777" w:rsidR="00E8465A" w:rsidRDefault="00E0544E" w:rsidP="00E0544E">
      <w:r w:rsidRPr="007818BD">
        <w:t>À travers la foule</w:t>
      </w:r>
      <w:r w:rsidR="00E8465A">
        <w:t xml:space="preserve">, </w:t>
      </w:r>
      <w:r w:rsidRPr="007818BD">
        <w:t>on vit</w:t>
      </w:r>
      <w:r w:rsidR="00E8465A">
        <w:t xml:space="preserve">, </w:t>
      </w:r>
      <w:r w:rsidRPr="007818BD">
        <w:t>sa chevelure noire en désordre</w:t>
      </w:r>
      <w:r w:rsidR="00E8465A">
        <w:t xml:space="preserve">, </w:t>
      </w:r>
      <w:r w:rsidRPr="007818BD">
        <w:t>ses yeux dardant des éclairs</w:t>
      </w:r>
      <w:r w:rsidR="00E8465A">
        <w:t xml:space="preserve">, </w:t>
      </w:r>
      <w:r w:rsidRPr="007818BD">
        <w:t>passer une forme de femme</w:t>
      </w:r>
      <w:r w:rsidR="00E8465A">
        <w:t>.</w:t>
      </w:r>
    </w:p>
    <w:p w14:paraId="5ECD3240" w14:textId="6D11A716" w:rsidR="00E0544E" w:rsidRPr="007818BD" w:rsidRDefault="00E8465A" w:rsidP="00E0544E">
      <w:r>
        <w:t>« </w:t>
      </w:r>
      <w:r w:rsidR="00E0544E" w:rsidRPr="007818BD">
        <w:t>Mon Clarence</w:t>
      </w:r>
      <w:r>
        <w:t xml:space="preserve">, </w:t>
      </w:r>
      <w:r w:rsidR="00E0544E" w:rsidRPr="007818BD">
        <w:t>cria-t-elle dans le doux idiome qui était celui de la terre natale de Viola</w:t>
      </w:r>
      <w:r>
        <w:t xml:space="preserve"> : </w:t>
      </w:r>
      <w:r w:rsidR="00E0544E" w:rsidRPr="007818BD">
        <w:t>bourreau</w:t>
      </w:r>
      <w:r>
        <w:t xml:space="preserve">, </w:t>
      </w:r>
      <w:r w:rsidR="00E0544E" w:rsidRPr="007818BD">
        <w:t>qu</w:t>
      </w:r>
      <w:r>
        <w:t>’</w:t>
      </w:r>
      <w:r w:rsidR="00E0544E" w:rsidRPr="007818BD">
        <w:t>as-tu fait de mon Clarence</w:t>
      </w:r>
      <w:r>
        <w:t> ? »</w:t>
      </w:r>
    </w:p>
    <w:p w14:paraId="4F965A7C" w14:textId="77777777" w:rsidR="00E8465A" w:rsidRDefault="00E0544E" w:rsidP="00E0544E">
      <w:r w:rsidRPr="007818BD">
        <w:t>Ses yeux examinèrent les visages</w:t>
      </w:r>
      <w:r w:rsidR="00E8465A">
        <w:t>-</w:t>
      </w:r>
      <w:r w:rsidRPr="007818BD">
        <w:t>agités des prisonniers</w:t>
      </w:r>
      <w:r w:rsidR="00E8465A">
        <w:t xml:space="preserve"> ; </w:t>
      </w:r>
      <w:r w:rsidRPr="007818BD">
        <w:t>e</w:t>
      </w:r>
      <w:r w:rsidRPr="007818BD">
        <w:t>l</w:t>
      </w:r>
      <w:r w:rsidRPr="007818BD">
        <w:t>le ne vit pas celui qu</w:t>
      </w:r>
      <w:r w:rsidR="00E8465A">
        <w:t>’</w:t>
      </w:r>
      <w:r w:rsidRPr="007818BD">
        <w:t>elle cherchait</w:t>
      </w:r>
      <w:r w:rsidR="00E8465A">
        <w:t>.</w:t>
      </w:r>
    </w:p>
    <w:p w14:paraId="037C2217" w14:textId="1AC340B7" w:rsidR="00E0544E" w:rsidRPr="007818BD" w:rsidRDefault="00E8465A" w:rsidP="00E0544E">
      <w:r>
        <w:t>« </w:t>
      </w:r>
      <w:r w:rsidR="00E0544E" w:rsidRPr="007818BD">
        <w:t>Le ciel soit loué</w:t>
      </w:r>
      <w:r>
        <w:t xml:space="preserve"> ! </w:t>
      </w:r>
      <w:r w:rsidR="00E0544E" w:rsidRPr="007818BD">
        <w:t>je ne t</w:t>
      </w:r>
      <w:r>
        <w:t>’</w:t>
      </w:r>
      <w:r w:rsidR="00E0544E" w:rsidRPr="007818BD">
        <w:t>ai pas tué</w:t>
      </w:r>
      <w:r>
        <w:t>. »</w:t>
      </w:r>
    </w:p>
    <w:p w14:paraId="46749338" w14:textId="77777777" w:rsidR="00E8465A" w:rsidRDefault="00E0544E" w:rsidP="00E0544E">
      <w:r w:rsidRPr="007818BD">
        <w:lastRenderedPageBreak/>
        <w:t>Le peuple serre de plus en plus le convoi des victimes</w:t>
      </w:r>
      <w:r w:rsidR="00E8465A">
        <w:t xml:space="preserve"> ; </w:t>
      </w:r>
      <w:r w:rsidRPr="007818BD">
        <w:t>e</w:t>
      </w:r>
      <w:r w:rsidRPr="007818BD">
        <w:t>n</w:t>
      </w:r>
      <w:r w:rsidRPr="007818BD">
        <w:t>core un moment et le bourreau sera frustré de sa proie</w:t>
      </w:r>
      <w:r w:rsidR="00E8465A">
        <w:t xml:space="preserve">. </w:t>
      </w:r>
      <w:proofErr w:type="spellStart"/>
      <w:r w:rsidRPr="007818BD">
        <w:t>Zanoni</w:t>
      </w:r>
      <w:proofErr w:type="spellEnd"/>
      <w:r w:rsidR="00E8465A">
        <w:t xml:space="preserve"> ! </w:t>
      </w:r>
      <w:r w:rsidRPr="007818BD">
        <w:t>pourquoi toujours sur ton front cette rés</w:t>
      </w:r>
      <w:r w:rsidRPr="007818BD">
        <w:t>i</w:t>
      </w:r>
      <w:r w:rsidRPr="007818BD">
        <w:t>gnation qui n</w:t>
      </w:r>
      <w:r w:rsidR="00E8465A">
        <w:t>’</w:t>
      </w:r>
      <w:r w:rsidRPr="007818BD">
        <w:t>annonce aucune espérance</w:t>
      </w:r>
      <w:r w:rsidR="00E8465A">
        <w:t xml:space="preserve"> ?… </w:t>
      </w:r>
      <w:r w:rsidRPr="007818BD">
        <w:t>Rapides et bruyants sur le pavé sonore r</w:t>
      </w:r>
      <w:r w:rsidRPr="007818BD">
        <w:t>e</w:t>
      </w:r>
      <w:r w:rsidRPr="007818BD">
        <w:t>tentissent les pieds des chevaux</w:t>
      </w:r>
      <w:r w:rsidR="00E8465A">
        <w:t xml:space="preserve">. </w:t>
      </w:r>
      <w:r w:rsidRPr="007818BD">
        <w:t>Fidèle à ses ordres</w:t>
      </w:r>
      <w:r w:rsidR="00E8465A">
        <w:t xml:space="preserve">, </w:t>
      </w:r>
      <w:r w:rsidRPr="007818BD">
        <w:t>le noir Henriot les commande</w:t>
      </w:r>
      <w:r w:rsidR="00E8465A">
        <w:t xml:space="preserve">. </w:t>
      </w:r>
      <w:r w:rsidRPr="007818BD">
        <w:t>Rapides et bruyants ils passent sur la foule effrayée et dispersée</w:t>
      </w:r>
      <w:r w:rsidR="00E8465A">
        <w:t xml:space="preserve"> ; </w:t>
      </w:r>
      <w:r w:rsidRPr="007818BD">
        <w:t>les hommes fuient en désordre</w:t>
      </w:r>
      <w:r w:rsidR="00E8465A">
        <w:t xml:space="preserve">, </w:t>
      </w:r>
      <w:r w:rsidRPr="007818BD">
        <w:t>ils roulent dans la boue</w:t>
      </w:r>
      <w:r w:rsidR="00E8465A">
        <w:t xml:space="preserve">, </w:t>
      </w:r>
      <w:r w:rsidRPr="007818BD">
        <w:t>sous les pieds des chevaux</w:t>
      </w:r>
      <w:r w:rsidR="00E8465A">
        <w:t xml:space="preserve">, </w:t>
      </w:r>
      <w:r w:rsidRPr="007818BD">
        <w:t>les libérateurs effarés</w:t>
      </w:r>
      <w:r w:rsidR="00E8465A">
        <w:t xml:space="preserve">. </w:t>
      </w:r>
      <w:r w:rsidRPr="007818BD">
        <w:t>Et parmi eux</w:t>
      </w:r>
      <w:r w:rsidR="00E8465A">
        <w:t xml:space="preserve">, </w:t>
      </w:r>
      <w:r w:rsidRPr="007818BD">
        <w:t>frappée des sabres de la troupe</w:t>
      </w:r>
      <w:r w:rsidR="00E8465A">
        <w:t xml:space="preserve">, </w:t>
      </w:r>
      <w:r w:rsidRPr="007818BD">
        <w:t>les ch</w:t>
      </w:r>
      <w:r w:rsidRPr="007818BD">
        <w:t>e</w:t>
      </w:r>
      <w:r w:rsidRPr="007818BD">
        <w:t>veux ruisselant de sang</w:t>
      </w:r>
      <w:r w:rsidR="00E8465A">
        <w:t xml:space="preserve">, </w:t>
      </w:r>
      <w:r w:rsidRPr="007818BD">
        <w:t>tombe l</w:t>
      </w:r>
      <w:r w:rsidR="00E8465A">
        <w:t>’</w:t>
      </w:r>
      <w:r w:rsidRPr="007818BD">
        <w:t>Italienne</w:t>
      </w:r>
      <w:r w:rsidR="00E8465A">
        <w:t xml:space="preserve">, </w:t>
      </w:r>
      <w:r w:rsidRPr="007818BD">
        <w:t>et cependant sur ses lèvres crispées règne encore la joie pendant qu</w:t>
      </w:r>
      <w:r w:rsidR="00E8465A">
        <w:t>’</w:t>
      </w:r>
      <w:r w:rsidRPr="007818BD">
        <w:t>elle murmure</w:t>
      </w:r>
      <w:r w:rsidR="00E8465A">
        <w:t> :</w:t>
      </w:r>
    </w:p>
    <w:p w14:paraId="149D511D" w14:textId="561A351E" w:rsidR="00E0544E" w:rsidRPr="007818BD" w:rsidRDefault="00E8465A" w:rsidP="00E0544E">
      <w:r>
        <w:t>« </w:t>
      </w:r>
      <w:r w:rsidR="00E0544E" w:rsidRPr="007818BD">
        <w:t>Clarence</w:t>
      </w:r>
      <w:r>
        <w:t xml:space="preserve"> ! </w:t>
      </w:r>
      <w:r w:rsidR="00E0544E" w:rsidRPr="007818BD">
        <w:t>je ne t</w:t>
      </w:r>
      <w:r>
        <w:t>’</w:t>
      </w:r>
      <w:r w:rsidR="00E0544E" w:rsidRPr="007818BD">
        <w:t>ai pas tué</w:t>
      </w:r>
      <w:r>
        <w:t> ! »</w:t>
      </w:r>
    </w:p>
    <w:p w14:paraId="27F6CEC8" w14:textId="77777777" w:rsidR="00E8465A" w:rsidRDefault="00E0544E" w:rsidP="00E0544E">
      <w:r w:rsidRPr="007818BD">
        <w:t>En avant</w:t>
      </w:r>
      <w:r w:rsidR="00E8465A">
        <w:t xml:space="preserve">, </w:t>
      </w:r>
      <w:r w:rsidRPr="007818BD">
        <w:t>à la barrière du Trône</w:t>
      </w:r>
      <w:r w:rsidR="00E8465A">
        <w:t xml:space="preserve">… </w:t>
      </w:r>
      <w:r w:rsidRPr="007818BD">
        <w:t>Il se dresse menaçant</w:t>
      </w:r>
      <w:r w:rsidR="00E8465A">
        <w:t xml:space="preserve">, </w:t>
      </w:r>
      <w:r w:rsidRPr="007818BD">
        <w:t>l</w:t>
      </w:r>
      <w:r w:rsidR="00E8465A">
        <w:t>’</w:t>
      </w:r>
      <w:r w:rsidRPr="007818BD">
        <w:t>instrument gigantesque de mort</w:t>
      </w:r>
      <w:r w:rsidR="00E8465A">
        <w:t xml:space="preserve"> ! </w:t>
      </w:r>
      <w:r w:rsidRPr="007818BD">
        <w:t>Un à un sous le couperet</w:t>
      </w:r>
      <w:r w:rsidR="00E8465A">
        <w:t xml:space="preserve">… </w:t>
      </w:r>
      <w:r w:rsidRPr="007818BD">
        <w:t>un autre</w:t>
      </w:r>
      <w:r w:rsidR="00E8465A">
        <w:t xml:space="preserve">… </w:t>
      </w:r>
      <w:r w:rsidRPr="007818BD">
        <w:t>un autre</w:t>
      </w:r>
      <w:r w:rsidR="00E8465A">
        <w:t xml:space="preserve">… </w:t>
      </w:r>
      <w:r w:rsidRPr="007818BD">
        <w:t>un autre</w:t>
      </w:r>
      <w:r w:rsidR="00E8465A">
        <w:t xml:space="preserve">… </w:t>
      </w:r>
      <w:r w:rsidRPr="007818BD">
        <w:t>Pitié</w:t>
      </w:r>
      <w:r w:rsidR="00E8465A">
        <w:t xml:space="preserve"> ! </w:t>
      </w:r>
      <w:r w:rsidRPr="007818BD">
        <w:t>oh</w:t>
      </w:r>
      <w:r w:rsidR="00E8465A">
        <w:t xml:space="preserve"> ! </w:t>
      </w:r>
      <w:r w:rsidRPr="007818BD">
        <w:t>pitié</w:t>
      </w:r>
      <w:r w:rsidR="00E8465A">
        <w:t xml:space="preserve"> ! </w:t>
      </w:r>
      <w:r w:rsidRPr="007818BD">
        <w:t>L</w:t>
      </w:r>
      <w:r w:rsidR="00E8465A">
        <w:t>’</w:t>
      </w:r>
      <w:r w:rsidRPr="007818BD">
        <w:t>abîme e</w:t>
      </w:r>
      <w:r w:rsidRPr="007818BD">
        <w:t>n</w:t>
      </w:r>
      <w:r w:rsidRPr="007818BD">
        <w:t>tre le soleil et les ténèbres est-il sitôt franchi</w:t>
      </w:r>
      <w:r w:rsidR="00E8465A">
        <w:t xml:space="preserve"> ? </w:t>
      </w:r>
      <w:r w:rsidRPr="007818BD">
        <w:t>Le temps d</w:t>
      </w:r>
      <w:r w:rsidR="00E8465A">
        <w:t>’</w:t>
      </w:r>
      <w:r w:rsidRPr="007818BD">
        <w:t>un so</w:t>
      </w:r>
      <w:r w:rsidRPr="007818BD">
        <w:t>u</w:t>
      </w:r>
      <w:r w:rsidRPr="007818BD">
        <w:t>pir</w:t>
      </w:r>
      <w:r w:rsidR="00E8465A">
        <w:t xml:space="preserve"> !… </w:t>
      </w:r>
      <w:r w:rsidRPr="007818BD">
        <w:t>Là</w:t>
      </w:r>
      <w:r w:rsidR="00E8465A">
        <w:t xml:space="preserve">… </w:t>
      </w:r>
      <w:r w:rsidRPr="007818BD">
        <w:t>là</w:t>
      </w:r>
      <w:r w:rsidR="00E8465A">
        <w:t xml:space="preserve">… </w:t>
      </w:r>
      <w:r w:rsidRPr="007818BD">
        <w:t>Voici son tour venu</w:t>
      </w:r>
      <w:r w:rsidR="00E8465A">
        <w:t>.</w:t>
      </w:r>
    </w:p>
    <w:p w14:paraId="3A24A79A" w14:textId="0140A496" w:rsidR="00E0544E" w:rsidRPr="007818BD" w:rsidRDefault="00E8465A" w:rsidP="00E0544E">
      <w:r>
        <w:t>« </w:t>
      </w:r>
      <w:r w:rsidR="00E0544E" w:rsidRPr="007818BD">
        <w:t>Ne meurs pas encore</w:t>
      </w:r>
      <w:r>
        <w:t xml:space="preserve"> ! </w:t>
      </w:r>
      <w:r w:rsidR="00E0544E" w:rsidRPr="007818BD">
        <w:t>Ne me laisse pas seule</w:t>
      </w:r>
      <w:r>
        <w:t xml:space="preserve"> ; </w:t>
      </w:r>
      <w:r w:rsidR="00E0544E" w:rsidRPr="007818BD">
        <w:t>écoute-moi</w:t>
      </w:r>
      <w:r>
        <w:t xml:space="preserve"> ! </w:t>
      </w:r>
      <w:r w:rsidR="00E0544E" w:rsidRPr="007818BD">
        <w:t>écoute-moi</w:t>
      </w:r>
      <w:r>
        <w:t xml:space="preserve"> ! </w:t>
      </w:r>
      <w:r w:rsidR="00E0544E" w:rsidRPr="007818BD">
        <w:t>cria dans sa vision</w:t>
      </w:r>
      <w:r>
        <w:t xml:space="preserve">, </w:t>
      </w:r>
      <w:r w:rsidR="00E0544E" w:rsidRPr="007818BD">
        <w:t>du fond de son cachot</w:t>
      </w:r>
      <w:r>
        <w:t xml:space="preserve">, </w:t>
      </w:r>
      <w:r w:rsidR="00E0544E" w:rsidRPr="007818BD">
        <w:t>la rêveuse inspirée</w:t>
      </w:r>
      <w:r>
        <w:t xml:space="preserve">. </w:t>
      </w:r>
      <w:r w:rsidR="00E0544E" w:rsidRPr="007818BD">
        <w:t>Eh quoi</w:t>
      </w:r>
      <w:r>
        <w:t xml:space="preserve"> ! </w:t>
      </w:r>
      <w:r w:rsidR="00E0544E" w:rsidRPr="007818BD">
        <w:t>tu souris enc</w:t>
      </w:r>
      <w:r w:rsidR="00E0544E" w:rsidRPr="007818BD">
        <w:t>o</w:t>
      </w:r>
      <w:r w:rsidR="00E0544E" w:rsidRPr="007818BD">
        <w:t>re</w:t>
      </w:r>
      <w:r>
        <w:t> ! »</w:t>
      </w:r>
    </w:p>
    <w:p w14:paraId="1CD7B766" w14:textId="77777777" w:rsidR="00E8465A" w:rsidRDefault="00E0544E" w:rsidP="00E0544E">
      <w:r w:rsidRPr="007818BD">
        <w:t>Elles souriaient ces lèvres pâles</w:t>
      </w:r>
      <w:r w:rsidR="00E8465A">
        <w:t xml:space="preserve">, </w:t>
      </w:r>
      <w:r w:rsidRPr="007818BD">
        <w:t>et dans ce sourire la place sanglante</w:t>
      </w:r>
      <w:r w:rsidR="00E8465A">
        <w:t xml:space="preserve">, </w:t>
      </w:r>
      <w:r w:rsidRPr="007818BD">
        <w:t>le bourreau</w:t>
      </w:r>
      <w:r w:rsidR="00E8465A">
        <w:t xml:space="preserve">, </w:t>
      </w:r>
      <w:r w:rsidRPr="007818BD">
        <w:t>l</w:t>
      </w:r>
      <w:r w:rsidR="00E8465A">
        <w:t>’</w:t>
      </w:r>
      <w:r w:rsidRPr="007818BD">
        <w:t>horrible machine</w:t>
      </w:r>
      <w:r w:rsidR="00E8465A">
        <w:t xml:space="preserve">, </w:t>
      </w:r>
      <w:r w:rsidRPr="007818BD">
        <w:t>tout disparut</w:t>
      </w:r>
      <w:r w:rsidR="00E8465A">
        <w:t xml:space="preserve">. </w:t>
      </w:r>
      <w:r w:rsidRPr="007818BD">
        <w:t>Par ce sourire l</w:t>
      </w:r>
      <w:r w:rsidR="00E8465A">
        <w:t>’</w:t>
      </w:r>
      <w:r w:rsidRPr="007818BD">
        <w:t>espace tout entier sembla rayonner d</w:t>
      </w:r>
      <w:r w:rsidR="00E8465A">
        <w:t>’</w:t>
      </w:r>
      <w:r w:rsidRPr="007818BD">
        <w:t>une éternelle splendeur</w:t>
      </w:r>
      <w:r w:rsidR="00E8465A">
        <w:t xml:space="preserve">. </w:t>
      </w:r>
      <w:r w:rsidRPr="007818BD">
        <w:t>Au-dessus de la terre il s</w:t>
      </w:r>
      <w:r w:rsidR="00E8465A">
        <w:t>’</w:t>
      </w:r>
      <w:r w:rsidRPr="007818BD">
        <w:t>éleva</w:t>
      </w:r>
      <w:r w:rsidR="00E8465A">
        <w:t xml:space="preserve">… </w:t>
      </w:r>
      <w:r w:rsidRPr="007818BD">
        <w:t>il plana au-dessus d</w:t>
      </w:r>
      <w:r w:rsidR="00E8465A">
        <w:t>’</w:t>
      </w:r>
      <w:r w:rsidRPr="007818BD">
        <w:rPr>
          <w:i/>
          <w:iCs/>
        </w:rPr>
        <w:t>elle</w:t>
      </w:r>
      <w:r w:rsidR="00E8465A">
        <w:t xml:space="preserve">, </w:t>
      </w:r>
      <w:r w:rsidRPr="007818BD">
        <w:t>non plus comme un être matériel</w:t>
      </w:r>
      <w:r w:rsidR="00E8465A">
        <w:t xml:space="preserve">… </w:t>
      </w:r>
      <w:r w:rsidRPr="007818BD">
        <w:t>mais comme une e</w:t>
      </w:r>
      <w:r w:rsidRPr="007818BD">
        <w:t>s</w:t>
      </w:r>
      <w:r w:rsidRPr="007818BD">
        <w:t>sence idéale de bonheur et de lumière</w:t>
      </w:r>
      <w:r w:rsidR="00E8465A">
        <w:t xml:space="preserve"> ! </w:t>
      </w:r>
      <w:r w:rsidRPr="007818BD">
        <w:t>Plus haut</w:t>
      </w:r>
      <w:r w:rsidR="00E8465A">
        <w:t xml:space="preserve">, </w:t>
      </w:r>
      <w:r w:rsidRPr="007818BD">
        <w:t>le ciel s</w:t>
      </w:r>
      <w:r w:rsidR="00E8465A">
        <w:t>’</w:t>
      </w:r>
      <w:r w:rsidRPr="007818BD">
        <w:t>ouvrit jusqu</w:t>
      </w:r>
      <w:r w:rsidR="00E8465A">
        <w:t>’</w:t>
      </w:r>
      <w:r w:rsidRPr="007818BD">
        <w:t>à ses dernières profondeurs</w:t>
      </w:r>
      <w:r w:rsidR="00E8465A">
        <w:t xml:space="preserve">, </w:t>
      </w:r>
      <w:r w:rsidRPr="007818BD">
        <w:t>et des myriades d</w:t>
      </w:r>
      <w:r w:rsidR="00E8465A">
        <w:t>’</w:t>
      </w:r>
      <w:r w:rsidRPr="007818BD">
        <w:t>esprits s</w:t>
      </w:r>
      <w:r w:rsidRPr="007818BD">
        <w:t>é</w:t>
      </w:r>
      <w:r w:rsidRPr="007818BD">
        <w:t>raphiques apparurent en rangs pressés</w:t>
      </w:r>
      <w:r w:rsidR="00E8465A">
        <w:t xml:space="preserve">, </w:t>
      </w:r>
      <w:r w:rsidRPr="007818BD">
        <w:t>et par des myriades de voix mél</w:t>
      </w:r>
      <w:r w:rsidRPr="007818BD">
        <w:t>o</w:t>
      </w:r>
      <w:r w:rsidRPr="007818BD">
        <w:t>dieuses s</w:t>
      </w:r>
      <w:r w:rsidR="00E8465A">
        <w:t>’</w:t>
      </w:r>
      <w:r w:rsidRPr="007818BD">
        <w:t>entonna le chœur de la bienvenue céleste</w:t>
      </w:r>
      <w:r w:rsidR="00E8465A">
        <w:t> :</w:t>
      </w:r>
    </w:p>
    <w:p w14:paraId="18814AD6" w14:textId="4267A2A7" w:rsidR="00E0544E" w:rsidRPr="007818BD" w:rsidRDefault="00E8465A" w:rsidP="00E0544E">
      <w:r>
        <w:lastRenderedPageBreak/>
        <w:t>« </w:t>
      </w:r>
      <w:r w:rsidR="00E0544E" w:rsidRPr="007818BD">
        <w:t>Salut</w:t>
      </w:r>
      <w:r>
        <w:t xml:space="preserve"> ! </w:t>
      </w:r>
      <w:r w:rsidR="00E0544E" w:rsidRPr="007818BD">
        <w:t>salut à celui que le sacrifice a purifié</w:t>
      </w:r>
      <w:r>
        <w:t xml:space="preserve"> ! </w:t>
      </w:r>
      <w:r w:rsidR="00E0544E" w:rsidRPr="007818BD">
        <w:t>à celui qui</w:t>
      </w:r>
      <w:r>
        <w:t xml:space="preserve">, </w:t>
      </w:r>
      <w:r w:rsidR="00E0544E" w:rsidRPr="007818BD">
        <w:t>par la tombe</w:t>
      </w:r>
      <w:r>
        <w:t xml:space="preserve">, </w:t>
      </w:r>
      <w:r w:rsidR="00E0544E" w:rsidRPr="007818BD">
        <w:t>a conquis l</w:t>
      </w:r>
      <w:r>
        <w:t>’</w:t>
      </w:r>
      <w:r w:rsidR="00E0544E" w:rsidRPr="007818BD">
        <w:t>immortalité</w:t>
      </w:r>
      <w:r>
        <w:t xml:space="preserve"> !… </w:t>
      </w:r>
      <w:r w:rsidR="00E0544E" w:rsidRPr="007818BD">
        <w:t>Voilà ce que c</w:t>
      </w:r>
      <w:r>
        <w:t>’</w:t>
      </w:r>
      <w:r w:rsidR="00E0544E" w:rsidRPr="007818BD">
        <w:t>est que mourir</w:t>
      </w:r>
      <w:r>
        <w:t> ! »</w:t>
      </w:r>
    </w:p>
    <w:p w14:paraId="107A5C8D" w14:textId="77777777" w:rsidR="00E8465A" w:rsidRDefault="00E0544E" w:rsidP="00E0544E">
      <w:r w:rsidRPr="007818BD">
        <w:t>Et</w:t>
      </w:r>
      <w:r w:rsidR="00E8465A">
        <w:t xml:space="preserve">, </w:t>
      </w:r>
      <w:r w:rsidRPr="007818BD">
        <w:t>radieuse au milieu de ses sœurs radieuses</w:t>
      </w:r>
      <w:r w:rsidR="00E8465A">
        <w:t xml:space="preserve">, </w:t>
      </w:r>
      <w:r w:rsidRPr="007818BD">
        <w:t>L</w:t>
      </w:r>
      <w:r w:rsidR="00E8465A">
        <w:t>’</w:t>
      </w:r>
      <w:r w:rsidRPr="007818BD">
        <w:t>IMAGE étendit ses bras vers la captive endormie et murmura</w:t>
      </w:r>
      <w:r w:rsidR="00E8465A">
        <w:t> :</w:t>
      </w:r>
    </w:p>
    <w:p w14:paraId="08BB8A00" w14:textId="1AA3943B" w:rsidR="00E0544E" w:rsidRPr="007818BD" w:rsidRDefault="00E8465A" w:rsidP="00E0544E">
      <w:r>
        <w:t>« </w:t>
      </w:r>
      <w:r w:rsidR="00E0544E" w:rsidRPr="007818BD">
        <w:t>Compagne de l</w:t>
      </w:r>
      <w:r>
        <w:t>’</w:t>
      </w:r>
      <w:r w:rsidR="00E0544E" w:rsidRPr="007818BD">
        <w:t>éternité</w:t>
      </w:r>
      <w:r>
        <w:t xml:space="preserve">, </w:t>
      </w:r>
      <w:r w:rsidR="00E0544E" w:rsidRPr="007818BD">
        <w:t>voilà ce que c</w:t>
      </w:r>
      <w:r>
        <w:t>’</w:t>
      </w:r>
      <w:r w:rsidR="00E0544E" w:rsidRPr="007818BD">
        <w:t>est que mourir</w:t>
      </w:r>
      <w:r>
        <w:t> ! »</w:t>
      </w:r>
    </w:p>
    <w:p w14:paraId="1DA9D062" w14:textId="77777777" w:rsidR="00E0544E" w:rsidRPr="007818BD" w:rsidRDefault="00E0544E" w:rsidP="00E0544E"/>
    <w:p w14:paraId="16AC03CA" w14:textId="1668D499" w:rsidR="00E0544E" w:rsidRPr="007818BD" w:rsidRDefault="00E8465A" w:rsidP="00E0544E">
      <w:r>
        <w:t>« </w:t>
      </w:r>
      <w:r w:rsidR="00E0544E" w:rsidRPr="007818BD">
        <w:t>Pourquoi ces signaux sur les toits</w:t>
      </w:r>
      <w:r>
        <w:t xml:space="preserve"> ? </w:t>
      </w:r>
      <w:r w:rsidR="00E0544E" w:rsidRPr="007818BD">
        <w:t>Pourquoi cette foule dans les rues</w:t>
      </w:r>
      <w:r>
        <w:t xml:space="preserve"> ? </w:t>
      </w:r>
      <w:r w:rsidR="00E0544E" w:rsidRPr="007818BD">
        <w:t>Pourquoi ces cloches</w:t>
      </w:r>
      <w:r>
        <w:t xml:space="preserve"> ? </w:t>
      </w:r>
      <w:r w:rsidR="00E0544E" w:rsidRPr="007818BD">
        <w:t>Pourquoi ce tocsin</w:t>
      </w:r>
      <w:r>
        <w:t xml:space="preserve"> ? </w:t>
      </w:r>
      <w:r w:rsidR="00E0544E" w:rsidRPr="007818BD">
        <w:t>Écoutez</w:t>
      </w:r>
      <w:r>
        <w:t xml:space="preserve"> ! </w:t>
      </w:r>
      <w:r w:rsidR="00E0544E" w:rsidRPr="007818BD">
        <w:t>le canon</w:t>
      </w:r>
      <w:r>
        <w:t xml:space="preserve"> !… </w:t>
      </w:r>
      <w:r w:rsidR="00E0544E" w:rsidRPr="007818BD">
        <w:t>le bruit des armes</w:t>
      </w:r>
      <w:r>
        <w:t xml:space="preserve"> ! </w:t>
      </w:r>
      <w:r w:rsidR="00E0544E" w:rsidRPr="007818BD">
        <w:t>Compagnons de capt</w:t>
      </w:r>
      <w:r w:rsidR="00E0544E" w:rsidRPr="007818BD">
        <w:t>i</w:t>
      </w:r>
      <w:r w:rsidR="00E0544E" w:rsidRPr="007818BD">
        <w:t>vité</w:t>
      </w:r>
      <w:r>
        <w:t xml:space="preserve">, </w:t>
      </w:r>
      <w:r w:rsidR="00E0544E" w:rsidRPr="007818BD">
        <w:t>y a-t-il enfin de l</w:t>
      </w:r>
      <w:r>
        <w:t>’</w:t>
      </w:r>
      <w:r w:rsidR="00E0544E" w:rsidRPr="007818BD">
        <w:t>espoir pour nous</w:t>
      </w:r>
      <w:r>
        <w:t> ? »</w:t>
      </w:r>
    </w:p>
    <w:p w14:paraId="601A1B19" w14:textId="309D0C47" w:rsidR="00E0544E" w:rsidRPr="007818BD" w:rsidRDefault="00E0544E" w:rsidP="00E0544E">
      <w:r w:rsidRPr="007818BD">
        <w:t>Ainsi l</w:t>
      </w:r>
      <w:r w:rsidR="00E8465A">
        <w:t>’</w:t>
      </w:r>
      <w:r w:rsidRPr="007818BD">
        <w:t>un à l</w:t>
      </w:r>
      <w:r w:rsidR="00E8465A">
        <w:t>’</w:t>
      </w:r>
      <w:r w:rsidRPr="007818BD">
        <w:t>autre se parlent les prisonniers</w:t>
      </w:r>
      <w:r w:rsidR="00E8465A">
        <w:t xml:space="preserve">. </w:t>
      </w:r>
      <w:r w:rsidRPr="007818BD">
        <w:t>Le jour passe et s</w:t>
      </w:r>
      <w:r w:rsidR="00E8465A">
        <w:t>’</w:t>
      </w:r>
      <w:r w:rsidRPr="007818BD">
        <w:t>éteint</w:t>
      </w:r>
      <w:r w:rsidR="00E8465A">
        <w:t xml:space="preserve"> ; </w:t>
      </w:r>
      <w:r w:rsidRPr="007818BD">
        <w:t>le soir arr</w:t>
      </w:r>
      <w:r w:rsidRPr="007818BD">
        <w:t>i</w:t>
      </w:r>
      <w:r w:rsidRPr="007818BD">
        <w:t>ve</w:t>
      </w:r>
      <w:r w:rsidR="00E8465A">
        <w:t xml:space="preserve">, </w:t>
      </w:r>
      <w:r w:rsidRPr="007818BD">
        <w:t>et leurs pâles visages restent collés aux barreaux</w:t>
      </w:r>
      <w:r w:rsidR="00E8465A">
        <w:t xml:space="preserve">… </w:t>
      </w:r>
      <w:r w:rsidRPr="007818BD">
        <w:t>et des fenêtres et des toits ils voient des sourires amis</w:t>
      </w:r>
      <w:r w:rsidR="00E8465A">
        <w:t xml:space="preserve">… </w:t>
      </w:r>
      <w:r w:rsidRPr="007818BD">
        <w:t>ils voient s</w:t>
      </w:r>
      <w:r w:rsidR="00E8465A">
        <w:t>’</w:t>
      </w:r>
      <w:r w:rsidRPr="007818BD">
        <w:t>agiter les signaux</w:t>
      </w:r>
      <w:r w:rsidR="00E8465A">
        <w:t>… « </w:t>
      </w:r>
      <w:r w:rsidRPr="007818BD">
        <w:t>Bravo</w:t>
      </w:r>
      <w:r w:rsidR="00E8465A">
        <w:t> ! »</w:t>
      </w:r>
      <w:r w:rsidRPr="007818BD">
        <w:t xml:space="preserve"> Enfin le cri écl</w:t>
      </w:r>
      <w:r w:rsidRPr="007818BD">
        <w:t>a</w:t>
      </w:r>
      <w:r w:rsidRPr="007818BD">
        <w:t>te</w:t>
      </w:r>
      <w:r w:rsidR="00E8465A">
        <w:t> : « </w:t>
      </w:r>
      <w:r w:rsidRPr="007818BD">
        <w:t>Bravo</w:t>
      </w:r>
      <w:r w:rsidR="00E8465A">
        <w:t xml:space="preserve"> ! </w:t>
      </w:r>
      <w:r w:rsidRPr="007818BD">
        <w:t>Robespierre est tombé</w:t>
      </w:r>
      <w:r w:rsidR="00E8465A">
        <w:t xml:space="preserve"> ; </w:t>
      </w:r>
      <w:r w:rsidRPr="007818BD">
        <w:t>le règne de la Terreur n</w:t>
      </w:r>
      <w:r w:rsidR="00E8465A">
        <w:t>’</w:t>
      </w:r>
      <w:r w:rsidRPr="007818BD">
        <w:t>est plus</w:t>
      </w:r>
      <w:r w:rsidR="00E8465A">
        <w:t xml:space="preserve"> !… </w:t>
      </w:r>
      <w:r w:rsidRPr="007818BD">
        <w:t>Dieu nous permet de vivre</w:t>
      </w:r>
      <w:r w:rsidR="00E8465A">
        <w:t> ! »</w:t>
      </w:r>
    </w:p>
    <w:p w14:paraId="6504CEEA" w14:textId="77777777" w:rsidR="00E8465A" w:rsidRDefault="00E0544E" w:rsidP="00E0544E">
      <w:r w:rsidRPr="007818BD">
        <w:t>Oui</w:t>
      </w:r>
      <w:r w:rsidR="00E8465A">
        <w:t xml:space="preserve"> ! </w:t>
      </w:r>
      <w:r w:rsidRPr="007818BD">
        <w:t>Jetez les yeux dans la salle où le tyran et son concili</w:t>
      </w:r>
      <w:r w:rsidRPr="007818BD">
        <w:t>a</w:t>
      </w:r>
      <w:r w:rsidRPr="007818BD">
        <w:t>bule écoutent le rugissement qui monte comme une marée</w:t>
      </w:r>
      <w:r w:rsidR="00E8465A">
        <w:t xml:space="preserve">. </w:t>
      </w:r>
      <w:r w:rsidRPr="007818BD">
        <w:t>V</w:t>
      </w:r>
      <w:r w:rsidRPr="007818BD">
        <w:t>é</w:t>
      </w:r>
      <w:r w:rsidRPr="007818BD">
        <w:t>rifiant la prédiction de Dumas</w:t>
      </w:r>
      <w:r w:rsidR="00E8465A">
        <w:t xml:space="preserve">, </w:t>
      </w:r>
      <w:r w:rsidRPr="007818BD">
        <w:t>Henriot</w:t>
      </w:r>
      <w:r w:rsidR="00E8465A">
        <w:t xml:space="preserve">, </w:t>
      </w:r>
      <w:r w:rsidRPr="007818BD">
        <w:t>ivre de sang et d</w:t>
      </w:r>
      <w:r w:rsidR="00E8465A">
        <w:t>’</w:t>
      </w:r>
      <w:r w:rsidRPr="007818BD">
        <w:t>alcool</w:t>
      </w:r>
      <w:r w:rsidR="00E8465A">
        <w:t xml:space="preserve">, </w:t>
      </w:r>
      <w:r w:rsidRPr="007818BD">
        <w:t>entre en trébuchant et jette à terre son sabre ensanglanté</w:t>
      </w:r>
      <w:r w:rsidR="00E8465A">
        <w:t>.</w:t>
      </w:r>
    </w:p>
    <w:p w14:paraId="29E79714" w14:textId="77777777" w:rsidR="00E8465A" w:rsidRDefault="00E8465A" w:rsidP="00E0544E">
      <w:r>
        <w:t>« </w:t>
      </w:r>
      <w:r w:rsidR="00E0544E" w:rsidRPr="007818BD">
        <w:t>Tout est perdu</w:t>
      </w:r>
      <w:r>
        <w:t> !</w:t>
      </w:r>
    </w:p>
    <w:p w14:paraId="53AFA91C" w14:textId="77777777" w:rsidR="00E8465A" w:rsidRDefault="00E8465A" w:rsidP="00E0544E">
      <w:r>
        <w:t>— </w:t>
      </w:r>
      <w:r w:rsidR="00E0544E" w:rsidRPr="007818BD">
        <w:t>Malheureux</w:t>
      </w:r>
      <w:r>
        <w:t xml:space="preserve"> ! </w:t>
      </w:r>
      <w:r w:rsidR="00E0544E" w:rsidRPr="007818BD">
        <w:t>c</w:t>
      </w:r>
      <w:r>
        <w:t>’</w:t>
      </w:r>
      <w:r w:rsidR="00E0544E" w:rsidRPr="007818BD">
        <w:t>est ta lâcheté qui nous a perdus</w:t>
      </w:r>
      <w:r>
        <w:t> ! »</w:t>
      </w:r>
      <w:r w:rsidR="00E0544E" w:rsidRPr="007818BD">
        <w:t xml:space="preserve"> hurla le féroce </w:t>
      </w:r>
      <w:proofErr w:type="spellStart"/>
      <w:r w:rsidR="00E0544E" w:rsidRPr="007818BD">
        <w:t>Coffinale</w:t>
      </w:r>
      <w:proofErr w:type="spellEnd"/>
      <w:r>
        <w:t xml:space="preserve">, </w:t>
      </w:r>
      <w:r w:rsidR="00E0544E" w:rsidRPr="007818BD">
        <w:t>et il jeta le lâche par la fenêtre</w:t>
      </w:r>
      <w:r>
        <w:t>.</w:t>
      </w:r>
    </w:p>
    <w:p w14:paraId="75975C29" w14:textId="77777777" w:rsidR="00E8465A" w:rsidRDefault="00E0544E" w:rsidP="00E0544E">
      <w:r w:rsidRPr="007818BD">
        <w:t>Calme comme le désespoir se lève l</w:t>
      </w:r>
      <w:r w:rsidR="00E8465A">
        <w:t>’</w:t>
      </w:r>
      <w:r w:rsidRPr="007818BD">
        <w:t>austère Saint-Just</w:t>
      </w:r>
      <w:r w:rsidR="00E8465A">
        <w:t xml:space="preserve">. </w:t>
      </w:r>
      <w:r w:rsidRPr="007818BD">
        <w:t>Couthon se traîne et rampe</w:t>
      </w:r>
      <w:r w:rsidR="00E8465A">
        <w:t xml:space="preserve">, </w:t>
      </w:r>
      <w:r w:rsidRPr="007818BD">
        <w:t>et se blottit sous la table</w:t>
      </w:r>
      <w:r w:rsidR="00E8465A">
        <w:t xml:space="preserve">. </w:t>
      </w:r>
      <w:r w:rsidRPr="007818BD">
        <w:t xml:space="preserve">Une </w:t>
      </w:r>
      <w:r w:rsidRPr="007818BD">
        <w:lastRenderedPageBreak/>
        <w:t>dét</w:t>
      </w:r>
      <w:r w:rsidRPr="007818BD">
        <w:t>o</w:t>
      </w:r>
      <w:r w:rsidRPr="007818BD">
        <w:t>nation</w:t>
      </w:r>
      <w:r w:rsidR="00E8465A">
        <w:t xml:space="preserve"> ! </w:t>
      </w:r>
      <w:r w:rsidRPr="007818BD">
        <w:t>Robespierre a voulu se détruire</w:t>
      </w:r>
      <w:r w:rsidR="00E8465A">
        <w:t xml:space="preserve"> ! </w:t>
      </w:r>
      <w:r w:rsidRPr="007818BD">
        <w:t>Sa main tremblante l</w:t>
      </w:r>
      <w:r w:rsidR="00E8465A">
        <w:t>’</w:t>
      </w:r>
      <w:r w:rsidRPr="007818BD">
        <w:t>a mutilé</w:t>
      </w:r>
      <w:r w:rsidR="00E8465A">
        <w:t xml:space="preserve">, </w:t>
      </w:r>
      <w:r w:rsidRPr="007818BD">
        <w:t>mais ne l</w:t>
      </w:r>
      <w:r w:rsidR="00E8465A">
        <w:t>’</w:t>
      </w:r>
      <w:r w:rsidRPr="007818BD">
        <w:t>a pas tué</w:t>
      </w:r>
      <w:r w:rsidR="00E8465A">
        <w:t xml:space="preserve"> ! </w:t>
      </w:r>
      <w:r w:rsidRPr="007818BD">
        <w:t>L</w:t>
      </w:r>
      <w:r w:rsidR="00E8465A">
        <w:t>’</w:t>
      </w:r>
      <w:r w:rsidRPr="007818BD">
        <w:t>horloge de l</w:t>
      </w:r>
      <w:r w:rsidR="00E8465A">
        <w:t>’</w:t>
      </w:r>
      <w:r w:rsidRPr="007818BD">
        <w:t>hôtel de ville sonne la troisième heure</w:t>
      </w:r>
      <w:r w:rsidR="00E8465A">
        <w:t xml:space="preserve">. </w:t>
      </w:r>
      <w:r w:rsidRPr="007818BD">
        <w:t>Par la porte enfoncée</w:t>
      </w:r>
      <w:r w:rsidR="00E8465A">
        <w:t xml:space="preserve">, </w:t>
      </w:r>
      <w:r w:rsidRPr="007818BD">
        <w:t>à travers les sombres passages</w:t>
      </w:r>
      <w:r w:rsidR="00E8465A">
        <w:t xml:space="preserve">, </w:t>
      </w:r>
      <w:r w:rsidRPr="007818BD">
        <w:t>la foule se rue dans la salle de mort</w:t>
      </w:r>
      <w:r w:rsidR="00E8465A">
        <w:t xml:space="preserve">. </w:t>
      </w:r>
      <w:r w:rsidRPr="007818BD">
        <w:t>Défiguré</w:t>
      </w:r>
      <w:r w:rsidR="00E8465A">
        <w:t xml:space="preserve">, </w:t>
      </w:r>
      <w:r w:rsidRPr="007818BD">
        <w:t>livide</w:t>
      </w:r>
      <w:r w:rsidR="00E8465A">
        <w:t xml:space="preserve">, </w:t>
      </w:r>
      <w:r w:rsidRPr="007818BD">
        <w:t>sanglant</w:t>
      </w:r>
      <w:r w:rsidR="00E8465A">
        <w:t xml:space="preserve">, </w:t>
      </w:r>
      <w:r w:rsidRPr="007818BD">
        <w:t>muet</w:t>
      </w:r>
      <w:r w:rsidR="00E8465A">
        <w:t xml:space="preserve">, </w:t>
      </w:r>
      <w:r w:rsidRPr="007818BD">
        <w:t>mais avec toute sa connaissance et aussi avec tout son orgueil</w:t>
      </w:r>
      <w:r w:rsidR="00E8465A">
        <w:t xml:space="preserve">, </w:t>
      </w:r>
      <w:r w:rsidRPr="007818BD">
        <w:t>trône encore sur son siège le roi du meurtre</w:t>
      </w:r>
      <w:r w:rsidR="00E8465A">
        <w:t xml:space="preserve">. </w:t>
      </w:r>
      <w:r w:rsidRPr="007818BD">
        <w:t>On l</w:t>
      </w:r>
      <w:r w:rsidR="00E8465A">
        <w:t>’</w:t>
      </w:r>
      <w:r w:rsidRPr="007818BD">
        <w:t>entoure</w:t>
      </w:r>
      <w:r w:rsidR="00E8465A">
        <w:t xml:space="preserve">, </w:t>
      </w:r>
      <w:r w:rsidRPr="007818BD">
        <w:t>on le hue</w:t>
      </w:r>
      <w:r w:rsidR="00E8465A">
        <w:t xml:space="preserve">, </w:t>
      </w:r>
      <w:r w:rsidRPr="007818BD">
        <w:t>on le maudit</w:t>
      </w:r>
      <w:r w:rsidR="00E8465A">
        <w:t xml:space="preserve"> ! </w:t>
      </w:r>
      <w:r w:rsidRPr="007818BD">
        <w:t>et tous ces visages</w:t>
      </w:r>
      <w:r w:rsidR="00E8465A">
        <w:t xml:space="preserve">, </w:t>
      </w:r>
      <w:r w:rsidRPr="007818BD">
        <w:t>ric</w:t>
      </w:r>
      <w:r w:rsidRPr="007818BD">
        <w:t>a</w:t>
      </w:r>
      <w:r w:rsidRPr="007818BD">
        <w:t>nant de haine</w:t>
      </w:r>
      <w:r w:rsidR="00E8465A">
        <w:t xml:space="preserve">, </w:t>
      </w:r>
      <w:r w:rsidRPr="007818BD">
        <w:t>de triomphe et de vengeance</w:t>
      </w:r>
      <w:r w:rsidR="00E8465A">
        <w:t xml:space="preserve">, </w:t>
      </w:r>
      <w:r w:rsidRPr="007818BD">
        <w:t>flamboient d</w:t>
      </w:r>
      <w:r w:rsidR="00E8465A">
        <w:t>’</w:t>
      </w:r>
      <w:r w:rsidRPr="007818BD">
        <w:t>un éclat sinistre à la lueur mobile des torches</w:t>
      </w:r>
      <w:r w:rsidR="00E8465A">
        <w:t xml:space="preserve">. </w:t>
      </w:r>
      <w:r w:rsidRPr="007818BD">
        <w:t>C</w:t>
      </w:r>
      <w:r w:rsidR="00E8465A">
        <w:t>’</w:t>
      </w:r>
      <w:r w:rsidRPr="007818BD">
        <w:t xml:space="preserve">est </w:t>
      </w:r>
      <w:r w:rsidRPr="007818BD">
        <w:rPr>
          <w:i/>
          <w:iCs/>
        </w:rPr>
        <w:t>lui</w:t>
      </w:r>
      <w:r w:rsidR="00E8465A">
        <w:t xml:space="preserve">, </w:t>
      </w:r>
      <w:r w:rsidRPr="007818BD">
        <w:t>et non le mage de Chaldée</w:t>
      </w:r>
      <w:r w:rsidR="00E8465A">
        <w:t xml:space="preserve">, </w:t>
      </w:r>
      <w:r w:rsidRPr="007818BD">
        <w:t>favori des astres</w:t>
      </w:r>
      <w:r w:rsidR="00E8465A">
        <w:t xml:space="preserve">, </w:t>
      </w:r>
      <w:r w:rsidRPr="007818BD">
        <w:t>qui a évoqué les démons</w:t>
      </w:r>
      <w:r w:rsidR="00E8465A">
        <w:t xml:space="preserve"> ; </w:t>
      </w:r>
      <w:r w:rsidRPr="007818BD">
        <w:t>et c</w:t>
      </w:r>
      <w:r w:rsidR="00E8465A">
        <w:t>’</w:t>
      </w:r>
      <w:r w:rsidRPr="007818BD">
        <w:t>est autour de lui qu</w:t>
      </w:r>
      <w:r w:rsidR="00E8465A">
        <w:t>’</w:t>
      </w:r>
      <w:r w:rsidRPr="007818BD">
        <w:t>à sa dernière heure accourent les démons évoqués</w:t>
      </w:r>
      <w:r w:rsidR="00E8465A">
        <w:t>.</w:t>
      </w:r>
    </w:p>
    <w:p w14:paraId="7F8E1A84" w14:textId="77777777" w:rsidR="00E8465A" w:rsidRDefault="00E0544E" w:rsidP="00E0544E">
      <w:r w:rsidRPr="007818BD">
        <w:t>On l</w:t>
      </w:r>
      <w:r w:rsidR="00E8465A">
        <w:t>’</w:t>
      </w:r>
      <w:r w:rsidRPr="007818BD">
        <w:t>entraîne</w:t>
      </w:r>
      <w:r w:rsidR="00E8465A">
        <w:t xml:space="preserve"> ! </w:t>
      </w:r>
      <w:r w:rsidRPr="007818BD">
        <w:t>Ouvre tes portes</w:t>
      </w:r>
      <w:r w:rsidR="00E8465A">
        <w:t xml:space="preserve">, </w:t>
      </w:r>
      <w:r w:rsidRPr="007818BD">
        <w:t>inexorable prison</w:t>
      </w:r>
      <w:r w:rsidR="00E8465A">
        <w:t xml:space="preserve"> ! </w:t>
      </w:r>
      <w:r w:rsidRPr="007818BD">
        <w:t>La Conciergerie reçoit sa</w:t>
      </w:r>
      <w:r w:rsidR="00E8465A">
        <w:t>-</w:t>
      </w:r>
      <w:r w:rsidRPr="007818BD">
        <w:t>proie</w:t>
      </w:r>
      <w:r w:rsidR="00E8465A">
        <w:t xml:space="preserve">. </w:t>
      </w:r>
      <w:r w:rsidRPr="007818BD">
        <w:t>Jamais depuis il n</w:t>
      </w:r>
      <w:r w:rsidR="00E8465A">
        <w:t>’</w:t>
      </w:r>
      <w:r w:rsidRPr="007818BD">
        <w:t>échappa une p</w:t>
      </w:r>
      <w:r w:rsidRPr="007818BD">
        <w:t>a</w:t>
      </w:r>
      <w:r w:rsidRPr="007818BD">
        <w:t>role à Maximilien Robespierre</w:t>
      </w:r>
      <w:r w:rsidR="00E8465A">
        <w:t xml:space="preserve"> ! </w:t>
      </w:r>
      <w:r w:rsidRPr="007818BD">
        <w:t>Par milliers</w:t>
      </w:r>
      <w:r w:rsidR="00E8465A">
        <w:t xml:space="preserve">, </w:t>
      </w:r>
      <w:r w:rsidRPr="007818BD">
        <w:t>par centaines de milliers</w:t>
      </w:r>
      <w:r w:rsidR="00E8465A">
        <w:t xml:space="preserve">, </w:t>
      </w:r>
      <w:r w:rsidRPr="007818BD">
        <w:t>vomis tes citoyens</w:t>
      </w:r>
      <w:r w:rsidR="00E8465A">
        <w:t xml:space="preserve">, </w:t>
      </w:r>
      <w:r w:rsidRPr="007818BD">
        <w:t>ô Paris enfin délivré</w:t>
      </w:r>
      <w:r w:rsidR="00E8465A">
        <w:t xml:space="preserve"> ! </w:t>
      </w:r>
      <w:r w:rsidRPr="007818BD">
        <w:t>Venez tous à la place de la Révolution</w:t>
      </w:r>
      <w:r w:rsidR="00E8465A">
        <w:t xml:space="preserve">, </w:t>
      </w:r>
      <w:r w:rsidRPr="007818BD">
        <w:t>pour voir arriver le tombereau du roi de la Terreur</w:t>
      </w:r>
      <w:r w:rsidR="00E8465A">
        <w:t xml:space="preserve"> ! </w:t>
      </w:r>
      <w:r w:rsidRPr="007818BD">
        <w:t>Saint-Just</w:t>
      </w:r>
      <w:r w:rsidR="00E8465A">
        <w:t xml:space="preserve">, </w:t>
      </w:r>
      <w:r w:rsidRPr="007818BD">
        <w:t>Dumas</w:t>
      </w:r>
      <w:r w:rsidR="00E8465A">
        <w:t xml:space="preserve">, </w:t>
      </w:r>
      <w:r w:rsidRPr="007818BD">
        <w:t>Couthon</w:t>
      </w:r>
      <w:r w:rsidR="00E8465A">
        <w:t xml:space="preserve">, </w:t>
      </w:r>
      <w:r w:rsidRPr="007818BD">
        <w:t>l</w:t>
      </w:r>
      <w:r w:rsidR="00E8465A">
        <w:t>’</w:t>
      </w:r>
      <w:r w:rsidRPr="007818BD">
        <w:t>accompagnent jusqu</w:t>
      </w:r>
      <w:r w:rsidR="00E8465A">
        <w:t>’</w:t>
      </w:r>
      <w:r w:rsidRPr="007818BD">
        <w:t>au bout</w:t>
      </w:r>
      <w:r w:rsidR="00E8465A">
        <w:t xml:space="preserve"> ; </w:t>
      </w:r>
      <w:r w:rsidRPr="007818BD">
        <w:t>ils ne seront plus séparés</w:t>
      </w:r>
      <w:r w:rsidR="00E8465A">
        <w:t xml:space="preserve">… </w:t>
      </w:r>
      <w:r w:rsidRPr="007818BD">
        <w:t>Une femme</w:t>
      </w:r>
      <w:r w:rsidR="00E8465A">
        <w:t xml:space="preserve">… </w:t>
      </w:r>
      <w:r w:rsidRPr="007818BD">
        <w:t>sans son enfant</w:t>
      </w:r>
      <w:r w:rsidR="00E8465A">
        <w:t xml:space="preserve">… </w:t>
      </w:r>
      <w:r w:rsidRPr="007818BD">
        <w:t>une femme</w:t>
      </w:r>
      <w:r w:rsidR="00E8465A">
        <w:t xml:space="preserve">, </w:t>
      </w:r>
      <w:r w:rsidRPr="007818BD">
        <w:t>les cheveux blanchis</w:t>
      </w:r>
      <w:r w:rsidR="00E8465A">
        <w:t xml:space="preserve">, </w:t>
      </w:r>
      <w:r w:rsidRPr="007818BD">
        <w:t>s</w:t>
      </w:r>
      <w:r w:rsidR="00E8465A">
        <w:t>’</w:t>
      </w:r>
      <w:r w:rsidRPr="007818BD">
        <w:t>élance auprès de lui</w:t>
      </w:r>
      <w:r w:rsidR="00E8465A">
        <w:t> :</w:t>
      </w:r>
    </w:p>
    <w:p w14:paraId="66B5EBE5" w14:textId="4AB792F8" w:rsidR="00E0544E" w:rsidRPr="007818BD" w:rsidRDefault="00E8465A" w:rsidP="00E0544E">
      <w:r>
        <w:t>« </w:t>
      </w:r>
      <w:r w:rsidR="00E0544E" w:rsidRPr="007818BD">
        <w:t>Ta mort me rend ivre de joie</w:t>
      </w:r>
      <w:r>
        <w:t> ! »</w:t>
      </w:r>
    </w:p>
    <w:p w14:paraId="4B2D6E4F" w14:textId="77777777" w:rsidR="00E8465A" w:rsidRDefault="00E0544E" w:rsidP="00E0544E">
      <w:r w:rsidRPr="007818BD">
        <w:t>Il ouvre ses yeux injectés</w:t>
      </w:r>
      <w:r w:rsidR="00E8465A">
        <w:t>.</w:t>
      </w:r>
    </w:p>
    <w:p w14:paraId="49BB0375" w14:textId="099C45C6" w:rsidR="00E0544E" w:rsidRPr="007818BD" w:rsidRDefault="00E8465A" w:rsidP="00E0544E">
      <w:r>
        <w:t>« </w:t>
      </w:r>
      <w:r w:rsidR="00E0544E" w:rsidRPr="007818BD">
        <w:t>Descends en enfer avec les malédictions des femmes et des mères</w:t>
      </w:r>
      <w:r>
        <w:t> ! »</w:t>
      </w:r>
    </w:p>
    <w:p w14:paraId="3E630198" w14:textId="77777777" w:rsidR="00E8465A" w:rsidRDefault="00E0544E" w:rsidP="00E0544E">
      <w:r w:rsidRPr="007818BD">
        <w:t>Les bourreaux arrachent le bâillon à la mâchoire fraca</w:t>
      </w:r>
      <w:r w:rsidRPr="007818BD">
        <w:t>s</w:t>
      </w:r>
      <w:r w:rsidRPr="007818BD">
        <w:t>sée</w:t>
      </w:r>
      <w:r w:rsidR="00E8465A">
        <w:t xml:space="preserve">… </w:t>
      </w:r>
      <w:r w:rsidRPr="007818BD">
        <w:t>Un cri perçant</w:t>
      </w:r>
      <w:r w:rsidR="00E8465A">
        <w:t xml:space="preserve">… </w:t>
      </w:r>
      <w:r w:rsidRPr="007818BD">
        <w:t>La foule rit</w:t>
      </w:r>
      <w:r w:rsidR="00E8465A">
        <w:t xml:space="preserve">… </w:t>
      </w:r>
      <w:r w:rsidRPr="007818BD">
        <w:t>et le couperet descend au milieu des cris de triomphe de tous ces milliers de spectateurs</w:t>
      </w:r>
      <w:r w:rsidR="00E8465A">
        <w:t xml:space="preserve">. </w:t>
      </w:r>
      <w:r w:rsidRPr="007818BD">
        <w:t>Et les ténèbres envahissent ton âme</w:t>
      </w:r>
      <w:r w:rsidR="00E8465A">
        <w:t xml:space="preserve">, </w:t>
      </w:r>
      <w:r w:rsidRPr="007818BD">
        <w:t>Maximilien Robespierre</w:t>
      </w:r>
      <w:r w:rsidR="00E8465A">
        <w:t xml:space="preserve"> !… </w:t>
      </w:r>
      <w:r w:rsidRPr="007818BD">
        <w:t>Ainsi finit le règne de la Terreur</w:t>
      </w:r>
      <w:r w:rsidR="00E8465A">
        <w:t>.</w:t>
      </w:r>
    </w:p>
    <w:p w14:paraId="2B1AA6DD" w14:textId="28ED9B13" w:rsidR="00E0544E" w:rsidRPr="007818BD" w:rsidRDefault="00E0544E" w:rsidP="00E0544E"/>
    <w:p w14:paraId="100F5D47" w14:textId="77777777" w:rsidR="00E8465A" w:rsidRDefault="00E0544E" w:rsidP="00E0544E">
      <w:r w:rsidRPr="007818BD">
        <w:t>Le jour éclaire la prison</w:t>
      </w:r>
      <w:r w:rsidR="00E8465A">
        <w:t xml:space="preserve">. </w:t>
      </w:r>
      <w:r w:rsidRPr="007818BD">
        <w:t>De cellule en cellule court la no</w:t>
      </w:r>
      <w:r w:rsidRPr="007818BD">
        <w:t>u</w:t>
      </w:r>
      <w:r w:rsidRPr="007818BD">
        <w:t>velle</w:t>
      </w:r>
      <w:r w:rsidR="00E8465A">
        <w:t xml:space="preserve"> ; </w:t>
      </w:r>
      <w:r w:rsidRPr="007818BD">
        <w:t>la foule grossit à flots pressés</w:t>
      </w:r>
      <w:r w:rsidR="00E8465A">
        <w:t xml:space="preserve"> ; </w:t>
      </w:r>
      <w:r w:rsidRPr="007818BD">
        <w:t>les captifs joyeux se m</w:t>
      </w:r>
      <w:r w:rsidRPr="007818BD">
        <w:t>ê</w:t>
      </w:r>
      <w:r w:rsidRPr="007818BD">
        <w:t>lent aux geôliers qui</w:t>
      </w:r>
      <w:r w:rsidR="00E8465A">
        <w:t xml:space="preserve">, </w:t>
      </w:r>
      <w:r w:rsidRPr="007818BD">
        <w:t>par peur</w:t>
      </w:r>
      <w:r w:rsidR="00E8465A">
        <w:t xml:space="preserve">, </w:t>
      </w:r>
      <w:r w:rsidRPr="007818BD">
        <w:t>témoignent aussi leur joie</w:t>
      </w:r>
      <w:r w:rsidR="00E8465A">
        <w:t xml:space="preserve"> ; </w:t>
      </w:r>
      <w:r w:rsidRPr="007818BD">
        <w:t>ils inondent les préaux et les corridors de la sombre demeure qu</w:t>
      </w:r>
      <w:r w:rsidR="00E8465A">
        <w:t>’</w:t>
      </w:r>
      <w:r w:rsidRPr="007818BD">
        <w:t>ils vont quitter</w:t>
      </w:r>
      <w:r w:rsidR="00E8465A">
        <w:t xml:space="preserve">. </w:t>
      </w:r>
      <w:r w:rsidRPr="007818BD">
        <w:t>Ils pénètrent dans un cachot oublié depuis la veille</w:t>
      </w:r>
      <w:r w:rsidR="00E8465A">
        <w:t xml:space="preserve">. </w:t>
      </w:r>
      <w:r w:rsidRPr="007818BD">
        <w:t>Ils trouvent une jeune femme assise sur un grabat</w:t>
      </w:r>
      <w:r w:rsidR="00E8465A">
        <w:t xml:space="preserve">, </w:t>
      </w:r>
      <w:r w:rsidRPr="007818BD">
        <w:t>les bras cro</w:t>
      </w:r>
      <w:r w:rsidRPr="007818BD">
        <w:t>i</w:t>
      </w:r>
      <w:r w:rsidRPr="007818BD">
        <w:t>sés sur son sein</w:t>
      </w:r>
      <w:r w:rsidR="00E8465A">
        <w:t xml:space="preserve">, </w:t>
      </w:r>
      <w:r w:rsidRPr="007818BD">
        <w:t>le visage levé vers le ciel</w:t>
      </w:r>
      <w:r w:rsidR="00E8465A">
        <w:t xml:space="preserve">, </w:t>
      </w:r>
      <w:r w:rsidRPr="007818BD">
        <w:t>les yeux ouverts et un sourire de sérénité</w:t>
      </w:r>
      <w:r w:rsidR="00E8465A">
        <w:t xml:space="preserve">, </w:t>
      </w:r>
      <w:r w:rsidRPr="007818BD">
        <w:t>plus encore</w:t>
      </w:r>
      <w:r w:rsidR="00E8465A">
        <w:t xml:space="preserve">… </w:t>
      </w:r>
      <w:r w:rsidRPr="007818BD">
        <w:rPr>
          <w:i/>
          <w:iCs/>
        </w:rPr>
        <w:t>de bonheur</w:t>
      </w:r>
      <w:r w:rsidR="00E8465A">
        <w:t xml:space="preserve">, </w:t>
      </w:r>
      <w:r w:rsidRPr="007818BD">
        <w:t>sur les lèvres</w:t>
      </w:r>
      <w:r w:rsidR="00E8465A">
        <w:t xml:space="preserve">. </w:t>
      </w:r>
      <w:r w:rsidRPr="007818BD">
        <w:t>Au milieu de l</w:t>
      </w:r>
      <w:r w:rsidR="00E8465A">
        <w:t>’</w:t>
      </w:r>
      <w:r w:rsidRPr="007818BD">
        <w:t>excès de leur joie bruyante</w:t>
      </w:r>
      <w:r w:rsidR="00E8465A">
        <w:t xml:space="preserve">, </w:t>
      </w:r>
      <w:r w:rsidRPr="007818BD">
        <w:t>ils reculent frappés d</w:t>
      </w:r>
      <w:r w:rsidR="00E8465A">
        <w:t>’</w:t>
      </w:r>
      <w:r w:rsidRPr="007818BD">
        <w:t>étonnement et de vén</w:t>
      </w:r>
      <w:r w:rsidRPr="007818BD">
        <w:t>é</w:t>
      </w:r>
      <w:r w:rsidRPr="007818BD">
        <w:t>ration</w:t>
      </w:r>
      <w:r w:rsidR="00E8465A">
        <w:t xml:space="preserve">. </w:t>
      </w:r>
      <w:r w:rsidRPr="007818BD">
        <w:t>Jamais créature vivante ne leur parut si belle</w:t>
      </w:r>
      <w:r w:rsidR="00E8465A">
        <w:t xml:space="preserve"> ; </w:t>
      </w:r>
      <w:r w:rsidRPr="007818BD">
        <w:t>ils s</w:t>
      </w:r>
      <w:r w:rsidR="00E8465A">
        <w:t>’</w:t>
      </w:r>
      <w:r w:rsidRPr="007818BD">
        <w:t>approchent sans bruit</w:t>
      </w:r>
      <w:r w:rsidR="00E8465A">
        <w:t xml:space="preserve"> : </w:t>
      </w:r>
      <w:r w:rsidRPr="007818BD">
        <w:t>ils s</w:t>
      </w:r>
      <w:r w:rsidR="00E8465A">
        <w:t>’</w:t>
      </w:r>
      <w:r w:rsidRPr="007818BD">
        <w:t>aperçoivent que les lèvres ne remuent point</w:t>
      </w:r>
      <w:r w:rsidR="00E8465A">
        <w:t xml:space="preserve">, </w:t>
      </w:r>
      <w:r w:rsidRPr="007818BD">
        <w:t>que le sein ne se soulève point</w:t>
      </w:r>
      <w:r w:rsidR="00E8465A">
        <w:t xml:space="preserve">… </w:t>
      </w:r>
      <w:r w:rsidRPr="007818BD">
        <w:t>le repos est un repos de marbre</w:t>
      </w:r>
      <w:r w:rsidR="00E8465A">
        <w:t xml:space="preserve"> ; </w:t>
      </w:r>
      <w:r w:rsidRPr="007818BD">
        <w:t>sa beauté et son extase ne sont plus de ce monde</w:t>
      </w:r>
      <w:r w:rsidR="00E8465A">
        <w:t xml:space="preserve">. </w:t>
      </w:r>
      <w:r w:rsidRPr="007818BD">
        <w:t>Ils s</w:t>
      </w:r>
      <w:r w:rsidR="00E8465A">
        <w:t>’</w:t>
      </w:r>
      <w:r w:rsidRPr="007818BD">
        <w:t>assemblent autour d</w:t>
      </w:r>
      <w:r w:rsidR="00E8465A">
        <w:t>’</w:t>
      </w:r>
      <w:r w:rsidRPr="007818BD">
        <w:t>elle dans un sile</w:t>
      </w:r>
      <w:r w:rsidRPr="007818BD">
        <w:t>n</w:t>
      </w:r>
      <w:r w:rsidRPr="007818BD">
        <w:t>cieux recueillement</w:t>
      </w:r>
      <w:r w:rsidR="00E8465A">
        <w:t xml:space="preserve">, </w:t>
      </w:r>
      <w:r w:rsidRPr="007818BD">
        <w:t>et à leurs pieds</w:t>
      </w:r>
      <w:r w:rsidR="00E8465A">
        <w:t xml:space="preserve">, </w:t>
      </w:r>
      <w:r w:rsidRPr="007818BD">
        <w:t>éveillé par leurs pas</w:t>
      </w:r>
      <w:r w:rsidR="00E8465A">
        <w:t xml:space="preserve">, </w:t>
      </w:r>
      <w:r w:rsidRPr="007818BD">
        <w:t>un e</w:t>
      </w:r>
      <w:r w:rsidRPr="007818BD">
        <w:t>n</w:t>
      </w:r>
      <w:r w:rsidRPr="007818BD">
        <w:t>fant est là qui les regarde fixement</w:t>
      </w:r>
      <w:r w:rsidR="00E8465A">
        <w:t xml:space="preserve">, </w:t>
      </w:r>
      <w:r w:rsidRPr="007818BD">
        <w:t>et dont les doigts rosés jouent avec la robe de sa mère morte</w:t>
      </w:r>
      <w:r w:rsidR="00E8465A">
        <w:t xml:space="preserve">… </w:t>
      </w:r>
      <w:r w:rsidRPr="007818BD">
        <w:t>Un orphelin sous la vo</w:t>
      </w:r>
      <w:r w:rsidRPr="007818BD">
        <w:t>û</w:t>
      </w:r>
      <w:r w:rsidRPr="007818BD">
        <w:t>te du cachot</w:t>
      </w:r>
      <w:r w:rsidR="00E8465A">
        <w:t> !</w:t>
      </w:r>
    </w:p>
    <w:p w14:paraId="2B62930F" w14:textId="7740E7F3" w:rsidR="00E0544E" w:rsidRPr="007818BD" w:rsidRDefault="00E8465A" w:rsidP="00E0544E">
      <w:r>
        <w:t>« </w:t>
      </w:r>
      <w:r w:rsidR="00E0544E" w:rsidRPr="007818BD">
        <w:t>Pauvre petit</w:t>
      </w:r>
      <w:r>
        <w:t xml:space="preserve"> ! </w:t>
      </w:r>
      <w:r w:rsidR="00E0544E" w:rsidRPr="007818BD">
        <w:t>dit une femme</w:t>
      </w:r>
      <w:r>
        <w:t xml:space="preserve">, </w:t>
      </w:r>
      <w:r w:rsidR="00E0544E" w:rsidRPr="007818BD">
        <w:t>mère aussi</w:t>
      </w:r>
      <w:r>
        <w:t xml:space="preserve"> ; – </w:t>
      </w:r>
      <w:r w:rsidR="00E0544E" w:rsidRPr="007818BD">
        <w:t>on dit que le père a péri hier</w:t>
      </w:r>
      <w:r>
        <w:t xml:space="preserve">, </w:t>
      </w:r>
      <w:r w:rsidR="00E0544E" w:rsidRPr="007818BD">
        <w:t>et aujourd</w:t>
      </w:r>
      <w:r>
        <w:t>’</w:t>
      </w:r>
      <w:r w:rsidR="00E0544E" w:rsidRPr="007818BD">
        <w:t>hui c</w:t>
      </w:r>
      <w:r>
        <w:t>’</w:t>
      </w:r>
      <w:r w:rsidR="00E0544E" w:rsidRPr="007818BD">
        <w:t>est la mère</w:t>
      </w:r>
      <w:r>
        <w:t xml:space="preserve"> ! </w:t>
      </w:r>
      <w:r w:rsidR="00E0544E" w:rsidRPr="007818BD">
        <w:t>Seul dans le mo</w:t>
      </w:r>
      <w:r w:rsidR="00E0544E" w:rsidRPr="007818BD">
        <w:t>n</w:t>
      </w:r>
      <w:r w:rsidR="00E0544E" w:rsidRPr="007818BD">
        <w:t>de</w:t>
      </w:r>
      <w:r>
        <w:t xml:space="preserve"> ! </w:t>
      </w:r>
      <w:r w:rsidR="00E0544E" w:rsidRPr="007818BD">
        <w:t>Quelle sera sa destinée</w:t>
      </w:r>
      <w:r>
        <w:t> ? »</w:t>
      </w:r>
    </w:p>
    <w:p w14:paraId="3E5D5DF3" w14:textId="77777777" w:rsidR="00E8465A" w:rsidRDefault="00E0544E" w:rsidP="00E0544E">
      <w:r w:rsidRPr="007818BD">
        <w:t>L</w:t>
      </w:r>
      <w:r w:rsidR="00E8465A">
        <w:t>’</w:t>
      </w:r>
      <w:r w:rsidRPr="007818BD">
        <w:t>enfant sourit sans effroi à la foule pendant que la femme parlait ainsi</w:t>
      </w:r>
      <w:r w:rsidR="00E8465A">
        <w:t>.</w:t>
      </w:r>
    </w:p>
    <w:p w14:paraId="11C163B2" w14:textId="77777777" w:rsidR="00E8465A" w:rsidRDefault="00E0544E" w:rsidP="00E0544E">
      <w:r w:rsidRPr="007818BD">
        <w:t>Et le vieux prêtre qui était là au milieu d</w:t>
      </w:r>
      <w:r w:rsidR="00E8465A">
        <w:t>’</w:t>
      </w:r>
      <w:r w:rsidRPr="007818BD">
        <w:t>eux dit douc</w:t>
      </w:r>
      <w:r w:rsidRPr="007818BD">
        <w:t>e</w:t>
      </w:r>
      <w:r w:rsidRPr="007818BD">
        <w:t>ment</w:t>
      </w:r>
      <w:r w:rsidR="00E8465A">
        <w:t> :</w:t>
      </w:r>
    </w:p>
    <w:p w14:paraId="2391F4AF" w14:textId="1EE9FDFC" w:rsidR="00E0544E" w:rsidRPr="007818BD" w:rsidRDefault="00E8465A" w:rsidP="00E0544E">
      <w:r>
        <w:t>« </w:t>
      </w:r>
      <w:r w:rsidR="00E0544E" w:rsidRPr="007818BD">
        <w:t>Femme</w:t>
      </w:r>
      <w:r>
        <w:t xml:space="preserve">, </w:t>
      </w:r>
      <w:r w:rsidR="00E0544E" w:rsidRPr="007818BD">
        <w:t>voyez</w:t>
      </w:r>
      <w:r>
        <w:t xml:space="preserve"> ! </w:t>
      </w:r>
      <w:r w:rsidR="00E0544E" w:rsidRPr="007818BD">
        <w:t>l</w:t>
      </w:r>
      <w:r>
        <w:t>’</w:t>
      </w:r>
      <w:r w:rsidR="00E0544E" w:rsidRPr="007818BD">
        <w:t>enfant sourit</w:t>
      </w:r>
      <w:r>
        <w:t xml:space="preserve"> ! </w:t>
      </w:r>
      <w:r w:rsidR="00E0544E" w:rsidRPr="007818BD">
        <w:rPr>
          <w:rStyle w:val="Taille-1Caracteres"/>
        </w:rPr>
        <w:t>DIEU PREND SOIN DES ORPHELINS</w:t>
      </w:r>
      <w:r>
        <w:t> ! »</w:t>
      </w:r>
    </w:p>
    <w:p w14:paraId="3164B23F" w14:textId="77777777" w:rsidR="00E0544E" w:rsidRDefault="00E0544E" w:rsidP="00E8465A">
      <w:pPr>
        <w:ind w:firstLine="0"/>
        <w:jc w:val="center"/>
      </w:pPr>
      <w:r w:rsidRPr="007818BD">
        <w:t>FIN</w:t>
      </w:r>
    </w:p>
    <w:p w14:paraId="7F16D81A" w14:textId="77777777" w:rsidR="00E0544E" w:rsidRDefault="00E0544E">
      <w:pPr>
        <w:sectPr w:rsidR="00E0544E" w:rsidSect="00A5364A">
          <w:footerReference w:type="default" r:id="rId11"/>
          <w:endnotePr>
            <w:numFmt w:val="lowerLetter"/>
          </w:endnotePr>
          <w:pgSz w:w="11906" w:h="16838" w:code="9"/>
          <w:pgMar w:top="1134" w:right="1134" w:bottom="1134" w:left="1134" w:header="709" w:footer="709" w:gutter="0"/>
          <w:cols w:space="708"/>
          <w:titlePg/>
          <w:docGrid w:linePitch="360"/>
        </w:sectPr>
      </w:pPr>
    </w:p>
    <w:p w14:paraId="2A6D46A5" w14:textId="77777777" w:rsidR="00E0544E" w:rsidRDefault="00E0544E" w:rsidP="00E8465A">
      <w:pPr>
        <w:pStyle w:val="Titre1"/>
        <w:spacing w:before="0" w:after="480"/>
      </w:pPr>
      <w:bookmarkStart w:id="89" w:name="_Toc199963137"/>
      <w:r>
        <w:lastRenderedPageBreak/>
        <w:t xml:space="preserve">À propos de cette </w:t>
      </w:r>
      <w:r w:rsidRPr="007C1C6B">
        <w:t>édition</w:t>
      </w:r>
      <w:r>
        <w:t xml:space="preserve"> électronique</w:t>
      </w:r>
      <w:bookmarkEnd w:id="89"/>
    </w:p>
    <w:p w14:paraId="23314CA2" w14:textId="77777777" w:rsidR="00E26F64" w:rsidRPr="00633842" w:rsidRDefault="00E26F64" w:rsidP="00E26F64">
      <w:pPr>
        <w:spacing w:before="180" w:after="180"/>
        <w:ind w:firstLine="0"/>
        <w:jc w:val="center"/>
        <w:rPr>
          <w:b/>
          <w:bCs/>
          <w:szCs w:val="32"/>
        </w:rPr>
      </w:pPr>
      <w:r w:rsidRPr="00633842">
        <w:rPr>
          <w:b/>
          <w:bCs/>
          <w:szCs w:val="32"/>
        </w:rPr>
        <w:t>Texte libre de droits.</w:t>
      </w:r>
    </w:p>
    <w:p w14:paraId="3555A337" w14:textId="77777777" w:rsidR="00E26F64" w:rsidRPr="00633842" w:rsidRDefault="00E26F64" w:rsidP="00E26F64">
      <w:pPr>
        <w:pStyle w:val="Centr"/>
        <w:spacing w:before="180" w:after="180"/>
      </w:pPr>
      <w:r w:rsidRPr="00633842">
        <w:t>Corrections, édition, conversion informatique et public</w:t>
      </w:r>
      <w:r w:rsidRPr="00633842">
        <w:t>a</w:t>
      </w:r>
      <w:r w:rsidRPr="00633842">
        <w:t>tion par le groupe :</w:t>
      </w:r>
    </w:p>
    <w:p w14:paraId="31634FF2" w14:textId="77777777" w:rsidR="00E26F64" w:rsidRPr="00633842" w:rsidRDefault="00E26F64" w:rsidP="00E26F64">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9FEBE05" w14:textId="77777777" w:rsidR="00E26F64" w:rsidRPr="00633842" w:rsidRDefault="00E26F64" w:rsidP="00E26F64">
      <w:pPr>
        <w:pStyle w:val="Centr"/>
        <w:spacing w:before="180" w:after="180"/>
      </w:pPr>
      <w:hyperlink r:id="rId12" w:history="1">
        <w:r w:rsidRPr="00F74CD6">
          <w:rPr>
            <w:rStyle w:val="Lienhypertexte"/>
          </w:rPr>
          <w:t>https://groups.google.com/g/ebooksgratuits</w:t>
        </w:r>
      </w:hyperlink>
    </w:p>
    <w:p w14:paraId="4CCCAE1E" w14:textId="6D1BADF1" w:rsidR="00E26F64" w:rsidRPr="00633842" w:rsidRDefault="00E26F64" w:rsidP="00E26F64">
      <w:pPr>
        <w:pStyle w:val="Centr"/>
        <w:spacing w:before="180" w:after="180"/>
      </w:pPr>
      <w:r w:rsidRPr="00633842">
        <w:t>Adresse du site web du groupe :</w:t>
      </w:r>
      <w:r w:rsidRPr="00633842">
        <w:br/>
      </w:r>
      <w:hyperlink r:id="rId13" w:history="1">
        <w:r w:rsidR="005B2DD3" w:rsidRPr="00040597">
          <w:rPr>
            <w:rStyle w:val="Lienhypertexte"/>
            <w:szCs w:val="32"/>
          </w:rPr>
          <w:t>http</w:t>
        </w:r>
        <w:r w:rsidR="005B2DD3" w:rsidRPr="00040597">
          <w:rPr>
            <w:rStyle w:val="Lienhypertexte"/>
            <w:szCs w:val="32"/>
          </w:rPr>
          <w:t>s</w:t>
        </w:r>
        <w:r w:rsidR="005B2DD3" w:rsidRPr="00040597">
          <w:rPr>
            <w:rStyle w:val="Lienhypertexte"/>
            <w:szCs w:val="32"/>
          </w:rPr>
          <w:t>://www.ebooksgratuits.com/</w:t>
        </w:r>
      </w:hyperlink>
    </w:p>
    <w:p w14:paraId="634088BE" w14:textId="77777777" w:rsidR="00E26F64" w:rsidRPr="00633842" w:rsidRDefault="00E26F64" w:rsidP="00E26F64">
      <w:pPr>
        <w:pStyle w:val="Centr"/>
        <w:spacing w:before="180" w:after="180"/>
      </w:pPr>
      <w:r w:rsidRPr="00633842">
        <w:t>—</w:t>
      </w:r>
    </w:p>
    <w:p w14:paraId="3DCAC4AE" w14:textId="22C6F2D2" w:rsidR="00E26F64" w:rsidRPr="00633842" w:rsidRDefault="00E26F64" w:rsidP="00E26F64">
      <w:pPr>
        <w:spacing w:before="180" w:after="180"/>
        <w:ind w:firstLine="0"/>
        <w:jc w:val="center"/>
        <w:rPr>
          <w:b/>
          <w:bCs/>
          <w:szCs w:val="32"/>
        </w:rPr>
      </w:pPr>
      <w:r>
        <w:rPr>
          <w:b/>
          <w:bCs/>
          <w:szCs w:val="32"/>
        </w:rPr>
        <w:t>Juin 20</w:t>
      </w:r>
      <w:r w:rsidR="005B2DD3">
        <w:rPr>
          <w:b/>
          <w:bCs/>
          <w:szCs w:val="32"/>
        </w:rPr>
        <w:t>2</w:t>
      </w:r>
      <w:r>
        <w:rPr>
          <w:b/>
          <w:bCs/>
          <w:szCs w:val="32"/>
        </w:rPr>
        <w:t>5</w:t>
      </w:r>
    </w:p>
    <w:p w14:paraId="26E81104" w14:textId="77777777" w:rsidR="00E26F64" w:rsidRPr="00633842" w:rsidRDefault="00E26F64" w:rsidP="00E26F64">
      <w:pPr>
        <w:pStyle w:val="Centr"/>
        <w:spacing w:before="180" w:after="180"/>
      </w:pPr>
      <w:r w:rsidRPr="00633842">
        <w:t>—</w:t>
      </w:r>
    </w:p>
    <w:p w14:paraId="2FE19D12" w14:textId="77777777" w:rsidR="00E26F64" w:rsidRPr="00633842" w:rsidRDefault="00E26F64" w:rsidP="00E26F64">
      <w:pPr>
        <w:spacing w:before="180" w:after="180"/>
      </w:pPr>
      <w:r w:rsidRPr="00633842">
        <w:t>– </w:t>
      </w:r>
      <w:r w:rsidRPr="00633842">
        <w:rPr>
          <w:b/>
        </w:rPr>
        <w:t>Élaboration de ce livre électronique</w:t>
      </w:r>
      <w:r w:rsidRPr="00633842">
        <w:t> :</w:t>
      </w:r>
    </w:p>
    <w:p w14:paraId="7D53947A" w14:textId="43EC335E" w:rsidR="00E26F64" w:rsidRPr="00633842" w:rsidRDefault="00E26F64" w:rsidP="00E26F64">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005B2DD3" w:rsidRPr="005B2DD3">
        <w:t xml:space="preserve">Jean-Marc, </w:t>
      </w:r>
      <w:proofErr w:type="spellStart"/>
      <w:r w:rsidR="005B2DD3" w:rsidRPr="005B2DD3">
        <w:t>DanielS</w:t>
      </w:r>
      <w:proofErr w:type="spellEnd"/>
      <w:r w:rsidR="005B2DD3">
        <w:t xml:space="preserve">, </w:t>
      </w:r>
      <w:proofErr w:type="spellStart"/>
      <w:r w:rsidR="005B2DD3">
        <w:t>Coolmicro</w:t>
      </w:r>
      <w:proofErr w:type="spellEnd"/>
      <w:r w:rsidR="005B2DD3">
        <w:t>.</w:t>
      </w:r>
    </w:p>
    <w:p w14:paraId="0A73FD77" w14:textId="77777777" w:rsidR="00E26F64" w:rsidRPr="00633842" w:rsidRDefault="00E26F64" w:rsidP="00E26F64">
      <w:pPr>
        <w:spacing w:before="180" w:after="180"/>
      </w:pPr>
      <w:r w:rsidRPr="00633842">
        <w:t>– </w:t>
      </w:r>
      <w:r w:rsidRPr="00633842">
        <w:rPr>
          <w:b/>
        </w:rPr>
        <w:t>Dispositions</w:t>
      </w:r>
      <w:r w:rsidRPr="00633842">
        <w:t> :</w:t>
      </w:r>
    </w:p>
    <w:p w14:paraId="1ECF7C80" w14:textId="77777777" w:rsidR="00E26F64" w:rsidRPr="00633842" w:rsidRDefault="00E26F64" w:rsidP="00E26F64">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8E7EBCE" w14:textId="77777777" w:rsidR="00E26F64" w:rsidRPr="00633842" w:rsidRDefault="00E26F64" w:rsidP="00E26F64">
      <w:pPr>
        <w:spacing w:before="180" w:after="180"/>
      </w:pPr>
      <w:r w:rsidRPr="00633842">
        <w:t>– </w:t>
      </w:r>
      <w:r w:rsidRPr="00633842">
        <w:rPr>
          <w:b/>
        </w:rPr>
        <w:t>Qualité</w:t>
      </w:r>
      <w:r w:rsidRPr="00633842">
        <w:t> :</w:t>
      </w:r>
    </w:p>
    <w:p w14:paraId="144E053F" w14:textId="77777777" w:rsidR="00E26F64" w:rsidRPr="00633842" w:rsidRDefault="00E26F64" w:rsidP="00E26F64">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02BF956" w14:textId="77777777" w:rsidR="00E26F64" w:rsidRPr="00633842" w:rsidRDefault="00E26F64" w:rsidP="00E26F64">
      <w:pPr>
        <w:spacing w:before="180" w:after="180"/>
        <w:ind w:firstLine="0"/>
        <w:jc w:val="center"/>
        <w:rPr>
          <w:i/>
          <w:iCs/>
          <w:szCs w:val="32"/>
        </w:rPr>
      </w:pPr>
      <w:r w:rsidRPr="00633842">
        <w:rPr>
          <w:i/>
          <w:iCs/>
          <w:szCs w:val="32"/>
        </w:rPr>
        <w:t>Votre aide est la bienvenue !</w:t>
      </w:r>
    </w:p>
    <w:p w14:paraId="124D1477" w14:textId="0864A9E4" w:rsidR="00E0544E" w:rsidRPr="007C1C6B" w:rsidRDefault="00E26F64" w:rsidP="00E26F64">
      <w:pPr>
        <w:pStyle w:val="Centr"/>
        <w:suppressAutoHyphens/>
        <w:spacing w:before="180" w:after="180"/>
      </w:pPr>
      <w:r w:rsidRPr="00633842">
        <w:t>VOUS POUVEZ NOUS AIDER À FAIRE CONNAÎTRE CES CLASSIQUES LITTÉRAIRES.</w:t>
      </w:r>
    </w:p>
    <w:sectPr w:rsidR="00E0544E" w:rsidRPr="007C1C6B" w:rsidSect="00A5364A">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C4654" w14:textId="77777777" w:rsidR="00BD22B6" w:rsidRDefault="00BD22B6">
      <w:r>
        <w:separator/>
      </w:r>
    </w:p>
  </w:endnote>
  <w:endnote w:type="continuationSeparator" w:id="0">
    <w:p w14:paraId="4D5838AD" w14:textId="77777777" w:rsidR="00BD22B6" w:rsidRDefault="00BD2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79DE" w14:textId="77777777" w:rsidR="00E0544E" w:rsidRDefault="00E0544E">
    <w:pPr>
      <w:pStyle w:val="Pieddepage"/>
    </w:pPr>
    <w:r>
      <w:t xml:space="preserve">– </w:t>
    </w:r>
    <w:r>
      <w:rPr>
        <w:rStyle w:val="Numrodepage"/>
      </w:rPr>
      <w:fldChar w:fldCharType="begin"/>
    </w:r>
    <w:r>
      <w:rPr>
        <w:rStyle w:val="Numrodepage"/>
      </w:rPr>
      <w:instrText xml:space="preserve"> </w:instrText>
    </w:r>
    <w:r w:rsidR="00000000">
      <w:rPr>
        <w:rStyle w:val="Numrodepage"/>
      </w:rPr>
      <w:instrText>PAGE</w:instrText>
    </w:r>
    <w:r>
      <w:rPr>
        <w:rStyle w:val="Numrodepage"/>
      </w:rPr>
      <w:instrText xml:space="preserv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44893" w14:textId="77777777" w:rsidR="00E0544E" w:rsidRDefault="00E0544E">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w:instrText>
    </w:r>
    <w:r w:rsidR="00000000">
      <w:rPr>
        <w:rStyle w:val="Numrodepage"/>
        <w:sz w:val="30"/>
        <w:szCs w:val="30"/>
      </w:rPr>
      <w:instrText>PAGE</w:instrText>
    </w:r>
    <w:r>
      <w:rPr>
        <w:rStyle w:val="Numrodepage"/>
        <w:sz w:val="30"/>
        <w:szCs w:val="30"/>
      </w:rPr>
      <w:instrText xml:space="preserve"> </w:instrText>
    </w:r>
    <w:r>
      <w:rPr>
        <w:rStyle w:val="Numrodepage"/>
        <w:sz w:val="30"/>
        <w:szCs w:val="30"/>
      </w:rPr>
      <w:fldChar w:fldCharType="separate"/>
    </w:r>
    <w:r>
      <w:rPr>
        <w:rStyle w:val="Numrodepage"/>
        <w:noProof/>
        <w:sz w:val="30"/>
        <w:szCs w:val="30"/>
      </w:rPr>
      <w:t>543</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E6F31" w14:textId="77777777" w:rsidR="00BD22B6" w:rsidRDefault="00BD22B6">
      <w:r>
        <w:separator/>
      </w:r>
    </w:p>
  </w:footnote>
  <w:footnote w:type="continuationSeparator" w:id="0">
    <w:p w14:paraId="31868E30" w14:textId="77777777" w:rsidR="00BD22B6" w:rsidRDefault="00BD22B6">
      <w:r>
        <w:continuationSeparator/>
      </w:r>
    </w:p>
  </w:footnote>
  <w:footnote w:id="1">
    <w:p w14:paraId="1358CC7C" w14:textId="710A6DC3" w:rsidR="00E0544E" w:rsidRDefault="00E0544E" w:rsidP="00E0544E">
      <w:pPr>
        <w:pStyle w:val="Notedebasdepage"/>
      </w:pPr>
      <w:r>
        <w:rPr>
          <w:rStyle w:val="Appelnotedebasdep"/>
        </w:rPr>
        <w:footnoteRef/>
      </w:r>
      <w:r>
        <w:t xml:space="preserve"> </w:t>
      </w:r>
      <w:r>
        <w:rPr>
          <w:i/>
        </w:rPr>
        <w:t>C</w:t>
      </w:r>
      <w:r w:rsidR="00E8465A">
        <w:rPr>
          <w:i/>
        </w:rPr>
        <w:t>’</w:t>
      </w:r>
      <w:r>
        <w:rPr>
          <w:i/>
        </w:rPr>
        <w:t>était une vierge d</w:t>
      </w:r>
      <w:r w:rsidR="00E8465A">
        <w:rPr>
          <w:i/>
        </w:rPr>
        <w:t>’</w:t>
      </w:r>
      <w:r>
        <w:rPr>
          <w:i/>
        </w:rPr>
        <w:t>une rare beauté</w:t>
      </w:r>
      <w:r w:rsidR="00E8465A">
        <w:rPr>
          <w:i/>
        </w:rPr>
        <w:t xml:space="preserve">, </w:t>
      </w:r>
      <w:r>
        <w:rPr>
          <w:i/>
        </w:rPr>
        <w:t>mais de sa beauté elle ne prenait point souci</w:t>
      </w:r>
      <w:r w:rsidR="00E8465A">
        <w:rPr>
          <w:i/>
        </w:rPr>
        <w:t xml:space="preserve">… </w:t>
      </w:r>
      <w:r>
        <w:rPr>
          <w:i/>
        </w:rPr>
        <w:t>Chez les favoris de la nature</w:t>
      </w:r>
      <w:r w:rsidR="00E8465A">
        <w:rPr>
          <w:i/>
        </w:rPr>
        <w:t xml:space="preserve">, </w:t>
      </w:r>
      <w:r>
        <w:rPr>
          <w:i/>
        </w:rPr>
        <w:t>de l</w:t>
      </w:r>
      <w:r w:rsidR="00E8465A">
        <w:rPr>
          <w:i/>
        </w:rPr>
        <w:t>’</w:t>
      </w:r>
      <w:r>
        <w:rPr>
          <w:i/>
        </w:rPr>
        <w:t>amour et des cieux</w:t>
      </w:r>
      <w:r w:rsidR="00E8465A">
        <w:rPr>
          <w:i/>
        </w:rPr>
        <w:t xml:space="preserve">, </w:t>
      </w:r>
      <w:r>
        <w:rPr>
          <w:i/>
        </w:rPr>
        <w:t>la négligence même est pleine encore d</w:t>
      </w:r>
      <w:r w:rsidR="00E8465A">
        <w:rPr>
          <w:i/>
        </w:rPr>
        <w:t>’</w:t>
      </w:r>
      <w:r>
        <w:rPr>
          <w:i/>
        </w:rPr>
        <w:t>art</w:t>
      </w:r>
      <w:r w:rsidR="00E8465A">
        <w:rPr>
          <w:i/>
        </w:rPr>
        <w:t>.</w:t>
      </w:r>
    </w:p>
  </w:footnote>
  <w:footnote w:id="2">
    <w:p w14:paraId="50A95E9A" w14:textId="69054F08" w:rsidR="00E0544E" w:rsidRDefault="00E0544E" w:rsidP="00E0544E">
      <w:pPr>
        <w:pStyle w:val="Notedebasdepage"/>
      </w:pPr>
      <w:r>
        <w:rPr>
          <w:rStyle w:val="Appelnotedebasdep"/>
        </w:rPr>
        <w:footnoteRef/>
      </w:r>
      <w:r>
        <w:t xml:space="preserve"> Orphée était le héros favori de l</w:t>
      </w:r>
      <w:r w:rsidR="00E8465A">
        <w:t>’</w:t>
      </w:r>
      <w:r>
        <w:t>opéra naissant</w:t>
      </w:r>
      <w:r w:rsidR="00E8465A">
        <w:t xml:space="preserve">. </w:t>
      </w:r>
      <w:r>
        <w:t>L</w:t>
      </w:r>
      <w:r w:rsidR="00E8465A">
        <w:t>’</w:t>
      </w:r>
      <w:r>
        <w:rPr>
          <w:i/>
        </w:rPr>
        <w:t xml:space="preserve">Orfeo </w:t>
      </w:r>
      <w:r>
        <w:t>d</w:t>
      </w:r>
      <w:r w:rsidR="00E8465A">
        <w:t>’</w:t>
      </w:r>
      <w:r>
        <w:t>Ange Politien fut exécuté en 1476</w:t>
      </w:r>
      <w:r w:rsidR="00E8465A">
        <w:t xml:space="preserve">. </w:t>
      </w:r>
      <w:r>
        <w:t>l</w:t>
      </w:r>
      <w:r w:rsidR="00E8465A">
        <w:t>’</w:t>
      </w:r>
      <w:r>
        <w:rPr>
          <w:i/>
        </w:rPr>
        <w:t>Orfeo</w:t>
      </w:r>
      <w:r>
        <w:t xml:space="preserve"> de </w:t>
      </w:r>
      <w:proofErr w:type="spellStart"/>
      <w:r>
        <w:t>Monteverde</w:t>
      </w:r>
      <w:proofErr w:type="spellEnd"/>
      <w:r>
        <w:t xml:space="preserve"> fut joué à Venise en 1667</w:t>
      </w:r>
      <w:r w:rsidR="00E8465A">
        <w:t>.</w:t>
      </w:r>
    </w:p>
  </w:footnote>
  <w:footnote w:id="3">
    <w:p w14:paraId="0C9F2492" w14:textId="3D951945" w:rsidR="00E0544E" w:rsidRDefault="00E0544E" w:rsidP="00E0544E">
      <w:pPr>
        <w:pStyle w:val="Notedebasdepage"/>
      </w:pPr>
      <w:r>
        <w:rPr>
          <w:rStyle w:val="Appelnotedebasdep"/>
        </w:rPr>
        <w:footnoteRef/>
      </w:r>
      <w:r>
        <w:t xml:space="preserve"> Nous désirons laisser à l</w:t>
      </w:r>
      <w:r w:rsidR="00E8465A">
        <w:t>’</w:t>
      </w:r>
      <w:r>
        <w:t>auteur seul tout le mérite et toute la re</w:t>
      </w:r>
      <w:r>
        <w:t>s</w:t>
      </w:r>
      <w:r>
        <w:t>ponsabilité de ses appréciations littéraires</w:t>
      </w:r>
      <w:r w:rsidR="00E8465A">
        <w:t>. (</w:t>
      </w:r>
      <w:r>
        <w:t>Note du traducteur</w:t>
      </w:r>
      <w:r w:rsidR="00E8465A">
        <w:t>.)</w:t>
      </w:r>
    </w:p>
  </w:footnote>
  <w:footnote w:id="4">
    <w:p w14:paraId="504ABAB9" w14:textId="73333AD8" w:rsidR="00E0544E" w:rsidRDefault="00E0544E" w:rsidP="00E0544E">
      <w:pPr>
        <w:pStyle w:val="Notedebasdepage"/>
      </w:pPr>
      <w:r>
        <w:rPr>
          <w:rStyle w:val="Appelnotedebasdep"/>
        </w:rPr>
        <w:footnoteRef/>
      </w:r>
      <w:r>
        <w:t xml:space="preserve"> C</w:t>
      </w:r>
      <w:r w:rsidR="00E8465A">
        <w:t>’</w:t>
      </w:r>
      <w:r>
        <w:t>était de l</w:t>
      </w:r>
      <w:r w:rsidR="00E8465A">
        <w:t>’</w:t>
      </w:r>
      <w:r>
        <w:t>étonnement</w:t>
      </w:r>
      <w:r w:rsidR="00E8465A">
        <w:t xml:space="preserve">, </w:t>
      </w:r>
      <w:r>
        <w:t>c</w:t>
      </w:r>
      <w:r w:rsidR="00E8465A">
        <w:t>’</w:t>
      </w:r>
      <w:r>
        <w:t>était du désir</w:t>
      </w:r>
      <w:r w:rsidR="00E8465A">
        <w:t xml:space="preserve">, </w:t>
      </w:r>
      <w:r>
        <w:t>c</w:t>
      </w:r>
      <w:r w:rsidR="00E8465A">
        <w:t>’</w:t>
      </w:r>
      <w:r>
        <w:t>était du bonheur</w:t>
      </w:r>
      <w:r w:rsidR="00E8465A">
        <w:t>.</w:t>
      </w:r>
    </w:p>
  </w:footnote>
  <w:footnote w:id="5">
    <w:p w14:paraId="5DEA2233" w14:textId="2AF253BB" w:rsidR="00E0544E" w:rsidRDefault="00E0544E" w:rsidP="00E0544E">
      <w:pPr>
        <w:pStyle w:val="Notedebasdepage"/>
      </w:pPr>
      <w:r>
        <w:rPr>
          <w:rStyle w:val="Appelnotedebasdep"/>
        </w:rPr>
        <w:footnoteRef/>
      </w:r>
      <w:r>
        <w:t xml:space="preserve"> De ces mélanges contraires de glace et de feu</w:t>
      </w:r>
      <w:r w:rsidR="00E8465A">
        <w:t xml:space="preserve">, </w:t>
      </w:r>
      <w:r>
        <w:t>de rires et de pleurs</w:t>
      </w:r>
      <w:r w:rsidR="00E8465A">
        <w:t xml:space="preserve">, </w:t>
      </w:r>
      <w:r>
        <w:t>d</w:t>
      </w:r>
      <w:r w:rsidR="00E8465A">
        <w:t>’</w:t>
      </w:r>
      <w:r>
        <w:t>espérances et de crainte</w:t>
      </w:r>
      <w:r w:rsidR="00E8465A">
        <w:t xml:space="preserve">, </w:t>
      </w:r>
      <w:r>
        <w:t>l</w:t>
      </w:r>
      <w:r w:rsidR="00E8465A">
        <w:t>’</w:t>
      </w:r>
      <w:r>
        <w:t>enchanteresse</w:t>
      </w:r>
      <w:r w:rsidR="00E8465A">
        <w:t>…</w:t>
      </w:r>
    </w:p>
  </w:footnote>
  <w:footnote w:id="6">
    <w:p w14:paraId="7A2ED3F1" w14:textId="193BC423" w:rsidR="00E0544E" w:rsidRDefault="00E0544E" w:rsidP="00E0544E">
      <w:pPr>
        <w:pStyle w:val="Notedebasdepage"/>
      </w:pPr>
      <w:r>
        <w:rPr>
          <w:rStyle w:val="Appelnotedebasdep"/>
        </w:rPr>
        <w:footnoteRef/>
      </w:r>
      <w:r>
        <w:t xml:space="preserve"> Nous rentrons au foyer</w:t>
      </w:r>
      <w:r w:rsidR="00E8465A">
        <w:t>.</w:t>
      </w:r>
    </w:p>
  </w:footnote>
  <w:footnote w:id="7">
    <w:p w14:paraId="7185C773" w14:textId="663B0AEF" w:rsidR="00E0544E" w:rsidRDefault="00E0544E" w:rsidP="00E0544E">
      <w:pPr>
        <w:pStyle w:val="Notedebasdepage"/>
      </w:pPr>
      <w:r>
        <w:rPr>
          <w:rStyle w:val="Appelnotedebasdep"/>
        </w:rPr>
        <w:footnoteRef/>
      </w:r>
      <w:r>
        <w:t xml:space="preserve"> </w:t>
      </w:r>
      <w:proofErr w:type="spellStart"/>
      <w:r>
        <w:t>Ridete</w:t>
      </w:r>
      <w:proofErr w:type="spellEnd"/>
      <w:r>
        <w:t xml:space="preserve"> </w:t>
      </w:r>
      <w:proofErr w:type="spellStart"/>
      <w:r>
        <w:t>quidquid</w:t>
      </w:r>
      <w:proofErr w:type="spellEnd"/>
      <w:r>
        <w:t xml:space="preserve"> est </w:t>
      </w:r>
      <w:proofErr w:type="spellStart"/>
      <w:r>
        <w:t>domi</w:t>
      </w:r>
      <w:proofErr w:type="spellEnd"/>
      <w:r>
        <w:t xml:space="preserve"> </w:t>
      </w:r>
      <w:proofErr w:type="spellStart"/>
      <w:r>
        <w:t>cachinnorum</w:t>
      </w:r>
      <w:proofErr w:type="spellEnd"/>
      <w:r w:rsidR="00E8465A">
        <w:t>. (</w:t>
      </w:r>
      <w:proofErr w:type="spellStart"/>
      <w:r>
        <w:rPr>
          <w:i/>
          <w:iCs/>
        </w:rPr>
        <w:t>Catull</w:t>
      </w:r>
      <w:proofErr w:type="spellEnd"/>
      <w:r w:rsidR="00E8465A">
        <w:t xml:space="preserve">., </w:t>
      </w:r>
      <w:r>
        <w:t xml:space="preserve">ad </w:t>
      </w:r>
      <w:proofErr w:type="spellStart"/>
      <w:r>
        <w:t>Sirm</w:t>
      </w:r>
      <w:proofErr w:type="spellEnd"/>
      <w:r>
        <w:t xml:space="preserve"> </w:t>
      </w:r>
      <w:proofErr w:type="spellStart"/>
      <w:r>
        <w:t>p</w:t>
      </w:r>
      <w:r>
        <w:t>e</w:t>
      </w:r>
      <w:r>
        <w:t>nin</w:t>
      </w:r>
      <w:proofErr w:type="spellEnd"/>
      <w:r w:rsidR="00E8465A">
        <w:t>.)</w:t>
      </w:r>
    </w:p>
  </w:footnote>
  <w:footnote w:id="8">
    <w:p w14:paraId="34416D35" w14:textId="5A3C02E3" w:rsidR="00E0544E" w:rsidRDefault="00E0544E" w:rsidP="00E0544E">
      <w:pPr>
        <w:pStyle w:val="Notedebasdepage"/>
      </w:pPr>
      <w:r>
        <w:rPr>
          <w:rStyle w:val="Appelnotedebasdep"/>
        </w:rPr>
        <w:footnoteRef/>
      </w:r>
      <w:r>
        <w:t xml:space="preserve"> Excitait ainsi ses désirs lents et timides</w:t>
      </w:r>
      <w:r w:rsidR="00E8465A">
        <w:t>.</w:t>
      </w:r>
    </w:p>
  </w:footnote>
  <w:footnote w:id="9">
    <w:p w14:paraId="4D07496B" w14:textId="1AE7EDD4" w:rsidR="00E0544E" w:rsidRDefault="00E0544E" w:rsidP="00E0544E">
      <w:pPr>
        <w:pStyle w:val="Notedebasdepage"/>
      </w:pPr>
      <w:r>
        <w:rPr>
          <w:rStyle w:val="Appelnotedebasdep"/>
        </w:rPr>
        <w:footnoteRef/>
      </w:r>
      <w:r>
        <w:t xml:space="preserve"> L</w:t>
      </w:r>
      <w:r w:rsidR="00E8465A">
        <w:t>’</w:t>
      </w:r>
      <w:r>
        <w:t>hippogriffe</w:t>
      </w:r>
      <w:r w:rsidR="00E8465A">
        <w:t xml:space="preserve">, </w:t>
      </w:r>
      <w:r>
        <w:t>oiseau étrange et gigantesque</w:t>
      </w:r>
      <w:r w:rsidR="00E8465A">
        <w:t xml:space="preserve">, </w:t>
      </w:r>
      <w:r>
        <w:t>l</w:t>
      </w:r>
      <w:r w:rsidR="00E8465A">
        <w:t>’</w:t>
      </w:r>
      <w:r>
        <w:t>emporte au loin</w:t>
      </w:r>
      <w:r w:rsidR="00E8465A">
        <w:t>.</w:t>
      </w:r>
    </w:p>
  </w:footnote>
  <w:footnote w:id="10">
    <w:p w14:paraId="47CD2788" w14:textId="77777777" w:rsidR="00E8465A" w:rsidRDefault="00E0544E" w:rsidP="00E26F64">
      <w:pPr>
        <w:pStyle w:val="Notedebasdepage"/>
        <w:spacing w:before="0" w:after="0"/>
        <w:rPr>
          <w:iCs/>
        </w:rPr>
      </w:pPr>
      <w:r>
        <w:rPr>
          <w:rStyle w:val="Appelnotedebasdep"/>
        </w:rPr>
        <w:footnoteRef/>
      </w:r>
      <w:r>
        <w:t xml:space="preserve"> </w:t>
      </w:r>
      <w:r w:rsidRPr="00ED7250">
        <w:rPr>
          <w:iCs/>
        </w:rPr>
        <w:t xml:space="preserve">An des </w:t>
      </w:r>
      <w:proofErr w:type="spellStart"/>
      <w:r w:rsidRPr="00ED7250">
        <w:rPr>
          <w:iCs/>
        </w:rPr>
        <w:t>Jahrhunderis</w:t>
      </w:r>
      <w:proofErr w:type="spellEnd"/>
      <w:r w:rsidRPr="00ED7250">
        <w:rPr>
          <w:iCs/>
        </w:rPr>
        <w:t xml:space="preserve"> Neige</w:t>
      </w:r>
      <w:r w:rsidR="00E8465A">
        <w:rPr>
          <w:iCs/>
        </w:rPr>
        <w:t>.</w:t>
      </w:r>
    </w:p>
    <w:p w14:paraId="5433ABC6" w14:textId="77777777" w:rsidR="00E8465A" w:rsidRDefault="00E0544E" w:rsidP="00E26F64">
      <w:pPr>
        <w:pStyle w:val="Notedebasdepage"/>
        <w:spacing w:before="0" w:after="0"/>
        <w:rPr>
          <w:iCs/>
        </w:rPr>
      </w:pPr>
      <w:r w:rsidRPr="00ED7250">
        <w:rPr>
          <w:iCs/>
        </w:rPr>
        <w:t xml:space="preserve">Der </w:t>
      </w:r>
      <w:proofErr w:type="spellStart"/>
      <w:r w:rsidRPr="00ED7250">
        <w:rPr>
          <w:iCs/>
        </w:rPr>
        <w:t>reifste</w:t>
      </w:r>
      <w:proofErr w:type="spellEnd"/>
      <w:r w:rsidRPr="00ED7250">
        <w:rPr>
          <w:iCs/>
        </w:rPr>
        <w:t xml:space="preserve"> Sohn der Zeit</w:t>
      </w:r>
      <w:r w:rsidR="00E8465A">
        <w:rPr>
          <w:iCs/>
        </w:rPr>
        <w:t>.</w:t>
      </w:r>
    </w:p>
    <w:p w14:paraId="272D67E3" w14:textId="5923DA07" w:rsidR="00E0544E" w:rsidRDefault="00E0544E" w:rsidP="00E26F64">
      <w:pPr>
        <w:pStyle w:val="Notedebasdepage"/>
        <w:jc w:val="center"/>
      </w:pPr>
      <w:r>
        <w:rPr>
          <w:i/>
          <w:iCs/>
        </w:rPr>
        <w:t xml:space="preserve">Die </w:t>
      </w:r>
      <w:proofErr w:type="spellStart"/>
      <w:r>
        <w:rPr>
          <w:i/>
          <w:iCs/>
        </w:rPr>
        <w:t>Künstler</w:t>
      </w:r>
      <w:proofErr w:type="spellEnd"/>
      <w:r w:rsidR="00E8465A">
        <w:rPr>
          <w:i/>
          <w:iCs/>
        </w:rPr>
        <w:t>.</w:t>
      </w:r>
    </w:p>
  </w:footnote>
  <w:footnote w:id="11">
    <w:p w14:paraId="13F72EEF" w14:textId="1122141A" w:rsidR="00E0544E" w:rsidRDefault="00E0544E" w:rsidP="00E0544E">
      <w:pPr>
        <w:pStyle w:val="Notedebasdepage"/>
      </w:pPr>
      <w:r>
        <w:rPr>
          <w:rStyle w:val="Appelnotedebasdep"/>
        </w:rPr>
        <w:footnoteRef/>
      </w:r>
      <w:r>
        <w:t xml:space="preserve"> Voir les œuvres posthumes de Condorcet sur les progrès de l</w:t>
      </w:r>
      <w:r w:rsidR="00E8465A">
        <w:t>’</w:t>
      </w:r>
      <w:r>
        <w:t>esprit humain</w:t>
      </w:r>
      <w:r w:rsidR="00E8465A">
        <w:t>.</w:t>
      </w:r>
    </w:p>
  </w:footnote>
  <w:footnote w:id="12">
    <w:p w14:paraId="0CD03489" w14:textId="7FC92511" w:rsidR="00E0544E" w:rsidRDefault="00E0544E" w:rsidP="00E0544E">
      <w:pPr>
        <w:pStyle w:val="Notedebasdepage"/>
      </w:pPr>
      <w:r>
        <w:rPr>
          <w:rStyle w:val="Appelnotedebasdep"/>
        </w:rPr>
        <w:footnoteRef/>
      </w:r>
      <w:r>
        <w:t xml:space="preserve"> On attribue cette intention à Cazotte</w:t>
      </w:r>
      <w:r w:rsidR="00E8465A">
        <w:t xml:space="preserve">. </w:t>
      </w:r>
      <w:r>
        <w:t xml:space="preserve">De Martinez de </w:t>
      </w:r>
      <w:proofErr w:type="spellStart"/>
      <w:r>
        <w:t>Pasqualis</w:t>
      </w:r>
      <w:proofErr w:type="spellEnd"/>
      <w:r>
        <w:t xml:space="preserve"> on sait peu de chose</w:t>
      </w:r>
      <w:r w:rsidR="00E8465A">
        <w:t xml:space="preserve"> ; </w:t>
      </w:r>
      <w:r>
        <w:t>sur sa patrie même on n</w:t>
      </w:r>
      <w:r w:rsidR="00E8465A">
        <w:t>’</w:t>
      </w:r>
      <w:r>
        <w:t>a que des conject</w:t>
      </w:r>
      <w:r>
        <w:t>u</w:t>
      </w:r>
      <w:r>
        <w:t>res</w:t>
      </w:r>
      <w:r w:rsidR="00E8465A">
        <w:t xml:space="preserve">. </w:t>
      </w:r>
      <w:r>
        <w:t>Les rites</w:t>
      </w:r>
      <w:r w:rsidR="00E8465A">
        <w:t xml:space="preserve">, </w:t>
      </w:r>
      <w:r>
        <w:t>les cérémonies et le caractère de l</w:t>
      </w:r>
      <w:r w:rsidR="00E8465A">
        <w:t>’</w:t>
      </w:r>
      <w:r>
        <w:t>ordre cabalistique qu</w:t>
      </w:r>
      <w:r w:rsidR="00E8465A">
        <w:t>’</w:t>
      </w:r>
      <w:r>
        <w:t>il fonda sont également inconnus</w:t>
      </w:r>
      <w:r w:rsidR="00E8465A">
        <w:t xml:space="preserve">. </w:t>
      </w:r>
      <w:r>
        <w:t>De Saint-Martin était un disciple de son école</w:t>
      </w:r>
      <w:r w:rsidR="00E8465A">
        <w:t xml:space="preserve">, </w:t>
      </w:r>
      <w:r>
        <w:t>et c</w:t>
      </w:r>
      <w:r w:rsidR="00E8465A">
        <w:t>’</w:t>
      </w:r>
      <w:r>
        <w:t>est là un éloge</w:t>
      </w:r>
      <w:r w:rsidR="00E8465A">
        <w:t xml:space="preserve"> ; </w:t>
      </w:r>
      <w:r>
        <w:t>car</w:t>
      </w:r>
      <w:r w:rsidR="00E8465A">
        <w:t xml:space="preserve">, </w:t>
      </w:r>
      <w:r>
        <w:t>malgré son mysticisme</w:t>
      </w:r>
      <w:r w:rsidR="00E8465A">
        <w:t xml:space="preserve">, </w:t>
      </w:r>
      <w:r>
        <w:t>de Saint-Martin était l</w:t>
      </w:r>
      <w:r w:rsidR="00E8465A">
        <w:t>’</w:t>
      </w:r>
      <w:r>
        <w:t>homme du dernier siècle le plus charitable</w:t>
      </w:r>
      <w:r w:rsidR="00E8465A">
        <w:t xml:space="preserve">, </w:t>
      </w:r>
      <w:r>
        <w:t>le plus généreux</w:t>
      </w:r>
      <w:r w:rsidR="00E8465A">
        <w:t xml:space="preserve">, </w:t>
      </w:r>
      <w:r>
        <w:t>le plus ve</w:t>
      </w:r>
      <w:r>
        <w:t>r</w:t>
      </w:r>
      <w:r>
        <w:t>tueux et le plus pur</w:t>
      </w:r>
      <w:r w:rsidR="00E8465A">
        <w:t xml:space="preserve">. </w:t>
      </w:r>
      <w:r>
        <w:t>Nul</w:t>
      </w:r>
      <w:r w:rsidR="00E8465A">
        <w:t xml:space="preserve">, </w:t>
      </w:r>
      <w:r>
        <w:t>plus que lui</w:t>
      </w:r>
      <w:r w:rsidR="00E8465A">
        <w:t xml:space="preserve">, </w:t>
      </w:r>
      <w:r>
        <w:t>ne se distingua de la troupe vulga</w:t>
      </w:r>
      <w:r>
        <w:t>i</w:t>
      </w:r>
      <w:r>
        <w:t>re des sceptiques par son intrépide ardeur à combattre le matéri</w:t>
      </w:r>
      <w:r>
        <w:t>a</w:t>
      </w:r>
      <w:r>
        <w:t>lisme</w:t>
      </w:r>
      <w:r w:rsidR="00E8465A">
        <w:t xml:space="preserve">, </w:t>
      </w:r>
      <w:r>
        <w:t>et à revendiquer la nécessité de la foi au milieu d</w:t>
      </w:r>
      <w:r w:rsidR="00E8465A">
        <w:t>’</w:t>
      </w:r>
      <w:r>
        <w:t>un chaos d</w:t>
      </w:r>
      <w:r w:rsidR="00E8465A">
        <w:t>’</w:t>
      </w:r>
      <w:r>
        <w:t>incrédulité</w:t>
      </w:r>
      <w:r w:rsidR="00E8465A">
        <w:t xml:space="preserve">. </w:t>
      </w:r>
      <w:r>
        <w:t>Il est bon aussi de remarquer que</w:t>
      </w:r>
      <w:r w:rsidR="00E8465A">
        <w:t xml:space="preserve">, </w:t>
      </w:r>
      <w:r>
        <w:t>malgré les enseign</w:t>
      </w:r>
      <w:r>
        <w:t>e</w:t>
      </w:r>
      <w:r>
        <w:t>ments que Cazotte avait pu puiser à l</w:t>
      </w:r>
      <w:r w:rsidR="00E8465A">
        <w:t>’</w:t>
      </w:r>
      <w:r>
        <w:t>école de Martinez</w:t>
      </w:r>
      <w:r w:rsidR="00E8465A">
        <w:t xml:space="preserve">, </w:t>
      </w:r>
      <w:r>
        <w:t>il n</w:t>
      </w:r>
      <w:r w:rsidR="00E8465A">
        <w:t>’</w:t>
      </w:r>
      <w:r>
        <w:t>y apprit rien qui diminuât le mérite de sa vie et la sincérité de sa religion</w:t>
      </w:r>
      <w:r w:rsidR="00E8465A">
        <w:t xml:space="preserve">. </w:t>
      </w:r>
      <w:r>
        <w:t>Doux et br</w:t>
      </w:r>
      <w:r>
        <w:t>a</w:t>
      </w:r>
      <w:r>
        <w:t>ve à la fois</w:t>
      </w:r>
      <w:r w:rsidR="00E8465A">
        <w:t xml:space="preserve">, </w:t>
      </w:r>
      <w:r>
        <w:t>il ne cessa jamais de s</w:t>
      </w:r>
      <w:r w:rsidR="00E8465A">
        <w:t>’</w:t>
      </w:r>
      <w:r>
        <w:t>opposer aux excès de la Révolution</w:t>
      </w:r>
      <w:r w:rsidR="00E8465A">
        <w:t xml:space="preserve">. </w:t>
      </w:r>
      <w:r>
        <w:t>Jusqu</w:t>
      </w:r>
      <w:r w:rsidR="00E8465A">
        <w:t>’</w:t>
      </w:r>
      <w:r>
        <w:t>à la fin</w:t>
      </w:r>
      <w:r w:rsidR="00E8465A">
        <w:t xml:space="preserve">, </w:t>
      </w:r>
      <w:r>
        <w:t>bien différent des libéraux de son temps</w:t>
      </w:r>
      <w:r w:rsidR="00E8465A">
        <w:t xml:space="preserve">, </w:t>
      </w:r>
      <w:r>
        <w:t>il fut un chrétien pieux et sincère</w:t>
      </w:r>
      <w:r w:rsidR="00E8465A">
        <w:t xml:space="preserve">. </w:t>
      </w:r>
      <w:r>
        <w:t>Avant de périr sur l</w:t>
      </w:r>
      <w:r w:rsidR="00E8465A">
        <w:t>’</w:t>
      </w:r>
      <w:r>
        <w:t>échafaud</w:t>
      </w:r>
      <w:r w:rsidR="00E8465A">
        <w:t xml:space="preserve">, </w:t>
      </w:r>
      <w:r>
        <w:t>il demanda une plume et du papier pour écrire ces paroles</w:t>
      </w:r>
      <w:r w:rsidR="00E8465A">
        <w:t> : « </w:t>
      </w:r>
      <w:r>
        <w:t>Ma femme</w:t>
      </w:r>
      <w:r w:rsidR="00E8465A">
        <w:t xml:space="preserve">, </w:t>
      </w:r>
      <w:r>
        <w:t>mes enfants</w:t>
      </w:r>
      <w:r w:rsidR="00E8465A">
        <w:t xml:space="preserve"> ; </w:t>
      </w:r>
      <w:r>
        <w:t>ne me pleurez pas</w:t>
      </w:r>
      <w:r w:rsidR="00E8465A">
        <w:t xml:space="preserve"> ; </w:t>
      </w:r>
      <w:r>
        <w:t>ne m</w:t>
      </w:r>
      <w:r w:rsidR="00E8465A">
        <w:t>’</w:t>
      </w:r>
      <w:r>
        <w:t>oubliez pas</w:t>
      </w:r>
      <w:r w:rsidR="00E8465A">
        <w:t xml:space="preserve"> ; </w:t>
      </w:r>
      <w:r>
        <w:t>mais souvenez-vous de ne jamais offenser Dieu</w:t>
      </w:r>
      <w:r w:rsidR="00E8465A">
        <w:t>. »</w:t>
      </w:r>
    </w:p>
  </w:footnote>
  <w:footnote w:id="13">
    <w:p w14:paraId="2A7C179B" w14:textId="27F126DC" w:rsidR="00E0544E" w:rsidRDefault="00E0544E" w:rsidP="00E0544E">
      <w:pPr>
        <w:pStyle w:val="Notedebasdepage"/>
      </w:pPr>
      <w:r>
        <w:rPr>
          <w:rStyle w:val="Appelnotedebasdep"/>
        </w:rPr>
        <w:footnoteRef/>
      </w:r>
      <w:r>
        <w:t xml:space="preserve"> La prophétie que je vais citer</w:t>
      </w:r>
      <w:r w:rsidR="00E8465A">
        <w:t xml:space="preserve">, </w:t>
      </w:r>
      <w:r>
        <w:t>et que quelques lecteurs connai</w:t>
      </w:r>
      <w:r>
        <w:t>s</w:t>
      </w:r>
      <w:r>
        <w:t>sent sans doute</w:t>
      </w:r>
      <w:r w:rsidR="00E8465A">
        <w:t xml:space="preserve">, </w:t>
      </w:r>
      <w:r>
        <w:t>se trouve</w:t>
      </w:r>
      <w:r w:rsidR="00E8465A">
        <w:t xml:space="preserve">, </w:t>
      </w:r>
      <w:r>
        <w:t>avec quelques légères variantes</w:t>
      </w:r>
      <w:r w:rsidR="00E8465A">
        <w:t xml:space="preserve">, </w:t>
      </w:r>
      <w:r>
        <w:t>dans les œ</w:t>
      </w:r>
      <w:r>
        <w:t>u</w:t>
      </w:r>
      <w:r>
        <w:t>vres posthumes de La Harpe</w:t>
      </w:r>
      <w:r w:rsidR="00E8465A">
        <w:t xml:space="preserve">. </w:t>
      </w:r>
      <w:r>
        <w:t>Le manuscrit original de La Harpe existe</w:t>
      </w:r>
      <w:r w:rsidR="00E8465A">
        <w:t xml:space="preserve">, </w:t>
      </w:r>
      <w:r>
        <w:t>dit-on</w:t>
      </w:r>
      <w:r w:rsidR="00E8465A">
        <w:t xml:space="preserve">, </w:t>
      </w:r>
      <w:r>
        <w:t>encore</w:t>
      </w:r>
      <w:r w:rsidR="00E8465A">
        <w:t xml:space="preserve">, </w:t>
      </w:r>
      <w:r>
        <w:t>et les détails sont cités d</w:t>
      </w:r>
      <w:r w:rsidR="00E8465A">
        <w:t>’</w:t>
      </w:r>
      <w:r>
        <w:t xml:space="preserve">après le témoignage de </w:t>
      </w:r>
      <w:r w:rsidR="00E8465A">
        <w:t>M. </w:t>
      </w:r>
      <w:proofErr w:type="spellStart"/>
      <w:r>
        <w:t>Petitot</w:t>
      </w:r>
      <w:proofErr w:type="spellEnd"/>
      <w:r w:rsidR="00E8465A">
        <w:t xml:space="preserve">. </w:t>
      </w:r>
      <w:r>
        <w:t>Ce n</w:t>
      </w:r>
      <w:r w:rsidR="00E8465A">
        <w:t>’</w:t>
      </w:r>
      <w:r>
        <w:t>est pas à moi de vérifier l</w:t>
      </w:r>
      <w:r w:rsidR="00E8465A">
        <w:t>’</w:t>
      </w:r>
      <w:r>
        <w:t>exactitude des faits</w:t>
      </w:r>
      <w:r w:rsidR="00E8465A">
        <w:t>. (</w:t>
      </w:r>
      <w:r>
        <w:t>Édit</w:t>
      </w:r>
      <w:r w:rsidR="00E8465A">
        <w:t>.)</w:t>
      </w:r>
    </w:p>
  </w:footnote>
  <w:footnote w:id="14">
    <w:p w14:paraId="75A252BF" w14:textId="7EA9BF90" w:rsidR="00E0544E" w:rsidRDefault="00E0544E" w:rsidP="00E0544E">
      <w:pPr>
        <w:pStyle w:val="Notedebasdepage"/>
      </w:pPr>
      <w:r>
        <w:rPr>
          <w:rStyle w:val="Appelnotedebasdep"/>
        </w:rPr>
        <w:footnoteRef/>
      </w:r>
      <w:r>
        <w:t xml:space="preserve"> </w:t>
      </w:r>
      <w:proofErr w:type="spellStart"/>
      <w:r>
        <w:t>Champfort</w:t>
      </w:r>
      <w:proofErr w:type="spellEnd"/>
      <w:r w:rsidR="00E8465A">
        <w:t xml:space="preserve">, </w:t>
      </w:r>
      <w:r>
        <w:t>un de ces hommes de lettres qui se laissèrent égarer par les promesses de la Révolution naissante</w:t>
      </w:r>
      <w:r w:rsidR="00E8465A">
        <w:t xml:space="preserve">, </w:t>
      </w:r>
      <w:r>
        <w:t>refusa de suivre jusque dans leurs horribles excès les ignobles séides de la Terreur</w:t>
      </w:r>
      <w:r w:rsidR="00E8465A">
        <w:t xml:space="preserve">, </w:t>
      </w:r>
      <w:r>
        <w:t>et c</w:t>
      </w:r>
      <w:r>
        <w:t>a</w:t>
      </w:r>
      <w:r>
        <w:t>ractérisa avant de mourir</w:t>
      </w:r>
      <w:r w:rsidR="00E8465A">
        <w:t xml:space="preserve">, </w:t>
      </w:r>
      <w:r>
        <w:t>par le mot le plus spirituel de l</w:t>
      </w:r>
      <w:r w:rsidR="00E8465A">
        <w:t>’</w:t>
      </w:r>
      <w:r>
        <w:t>époque</w:t>
      </w:r>
      <w:r w:rsidR="00E8465A">
        <w:t xml:space="preserve">, </w:t>
      </w:r>
      <w:r>
        <w:t>la sanglante ph</w:t>
      </w:r>
      <w:r>
        <w:t>i</w:t>
      </w:r>
      <w:r>
        <w:t>lanthropie de ces bourreaux</w:t>
      </w:r>
      <w:r w:rsidR="00E8465A">
        <w:t xml:space="preserve">. </w:t>
      </w:r>
      <w:r>
        <w:t>Voyant écrit sur les murs</w:t>
      </w:r>
      <w:r w:rsidR="00E8465A">
        <w:t> : « </w:t>
      </w:r>
      <w:r>
        <w:t>Fr</w:t>
      </w:r>
      <w:r>
        <w:t>a</w:t>
      </w:r>
      <w:r>
        <w:t>ternité ou la mort</w:t>
      </w:r>
      <w:r w:rsidR="00E8465A">
        <w:t>, »</w:t>
      </w:r>
      <w:r>
        <w:t xml:space="preserve"> Il dit</w:t>
      </w:r>
      <w:r w:rsidR="00E8465A">
        <w:t> : « </w:t>
      </w:r>
      <w:r>
        <w:t>Traduisez</w:t>
      </w:r>
      <w:r w:rsidR="00E8465A">
        <w:t xml:space="preserve"> : </w:t>
      </w:r>
      <w:r>
        <w:rPr>
          <w:i/>
          <w:iCs/>
        </w:rPr>
        <w:t>Sois mon frère</w:t>
      </w:r>
      <w:r w:rsidR="00E8465A">
        <w:rPr>
          <w:i/>
          <w:iCs/>
        </w:rPr>
        <w:t xml:space="preserve">, </w:t>
      </w:r>
      <w:r>
        <w:rPr>
          <w:i/>
          <w:iCs/>
        </w:rPr>
        <w:t>ou je te tue</w:t>
      </w:r>
      <w:r w:rsidR="00E8465A">
        <w:t>. »</w:t>
      </w:r>
    </w:p>
  </w:footnote>
  <w:footnote w:id="15">
    <w:p w14:paraId="6F4D677D" w14:textId="64E90B13" w:rsidR="00E0544E" w:rsidRDefault="00E0544E" w:rsidP="00E0544E">
      <w:pPr>
        <w:pStyle w:val="Notedebasdepage"/>
      </w:pPr>
      <w:r>
        <w:rPr>
          <w:rStyle w:val="Appelnotedebasdep"/>
        </w:rPr>
        <w:footnoteRef/>
      </w:r>
      <w:r>
        <w:t xml:space="preserve"> </w:t>
      </w:r>
      <w:r w:rsidR="00E8465A">
        <w:t>« </w:t>
      </w:r>
      <w:r>
        <w:t>Cette secte</w:t>
      </w:r>
      <w:r w:rsidR="00E8465A">
        <w:t xml:space="preserve"> (</w:t>
      </w:r>
      <w:r>
        <w:t>les encyclopédistes</w:t>
      </w:r>
      <w:r w:rsidR="00E8465A">
        <w:t xml:space="preserve">) </w:t>
      </w:r>
      <w:r>
        <w:t>propagea avec beaucoup de z</w:t>
      </w:r>
      <w:r>
        <w:t>è</w:t>
      </w:r>
      <w:r>
        <w:t>le</w:t>
      </w:r>
      <w:r w:rsidR="00E8465A">
        <w:t xml:space="preserve">, </w:t>
      </w:r>
      <w:r>
        <w:t>l</w:t>
      </w:r>
      <w:r w:rsidR="00E8465A">
        <w:t>’</w:t>
      </w:r>
      <w:r>
        <w:t>opinion du matérialisme</w:t>
      </w:r>
      <w:r w:rsidR="00E8465A">
        <w:t xml:space="preserve">, </w:t>
      </w:r>
      <w:r>
        <w:t>qui prévaut parmi les grands et parmi les beaux esprits</w:t>
      </w:r>
      <w:r w:rsidR="00E8465A">
        <w:t xml:space="preserve">. </w:t>
      </w:r>
      <w:r>
        <w:t>On lui doit en partie cette espèce de philosophie prat</w:t>
      </w:r>
      <w:r>
        <w:t>i</w:t>
      </w:r>
      <w:r>
        <w:t>que qui</w:t>
      </w:r>
      <w:r w:rsidR="00E8465A">
        <w:t xml:space="preserve">, </w:t>
      </w:r>
      <w:r>
        <w:t>réduisant l</w:t>
      </w:r>
      <w:r w:rsidR="00E8465A">
        <w:t>’</w:t>
      </w:r>
      <w:r>
        <w:t>égoïsme en système</w:t>
      </w:r>
      <w:r w:rsidR="00E8465A">
        <w:t xml:space="preserve">, </w:t>
      </w:r>
      <w:r>
        <w:t>regarde la société humaine comme une guerre de ruse</w:t>
      </w:r>
      <w:r w:rsidR="00E8465A">
        <w:t xml:space="preserve">, </w:t>
      </w:r>
      <w:r>
        <w:t>le succès comme la règle du juste et de l</w:t>
      </w:r>
      <w:r w:rsidR="00E8465A">
        <w:t>’</w:t>
      </w:r>
      <w:r>
        <w:t>injuste</w:t>
      </w:r>
      <w:r w:rsidR="00E8465A">
        <w:t xml:space="preserve">, </w:t>
      </w:r>
      <w:r>
        <w:t>la probité comme une affaire de goût ou de bienséance</w:t>
      </w:r>
      <w:r w:rsidR="00E8465A">
        <w:t xml:space="preserve">, </w:t>
      </w:r>
      <w:r>
        <w:t>le mo</w:t>
      </w:r>
      <w:r>
        <w:t>n</w:t>
      </w:r>
      <w:r>
        <w:t>de comme le patrimoine des fripons adroits</w:t>
      </w:r>
      <w:r w:rsidR="00E8465A">
        <w:t>. » (</w:t>
      </w:r>
      <w:r>
        <w:rPr>
          <w:i/>
          <w:iCs/>
        </w:rPr>
        <w:t>Discours de Robespierre</w:t>
      </w:r>
      <w:r w:rsidR="00E8465A">
        <w:t>, 7 mai</w:t>
      </w:r>
      <w:r>
        <w:t xml:space="preserve"> 1794</w:t>
      </w:r>
      <w:r w:rsidR="00E8465A">
        <w:t>.)</w:t>
      </w:r>
    </w:p>
  </w:footnote>
  <w:footnote w:id="16">
    <w:p w14:paraId="07881B3A" w14:textId="2DE46B81" w:rsidR="00E0544E" w:rsidRDefault="00E0544E" w:rsidP="00E0544E">
      <w:pPr>
        <w:pStyle w:val="Notedebasdepage"/>
      </w:pPr>
      <w:r>
        <w:rPr>
          <w:rStyle w:val="Appelnotedebasdep"/>
        </w:rPr>
        <w:footnoteRef/>
      </w:r>
      <w:r>
        <w:t xml:space="preserve"> </w:t>
      </w:r>
      <w:r>
        <w:rPr>
          <w:i/>
          <w:iCs/>
        </w:rPr>
        <w:t>Histoire de Jenni</w:t>
      </w:r>
      <w:r w:rsidR="00E8465A">
        <w:rPr>
          <w:i/>
          <w:iCs/>
        </w:rPr>
        <w:t>.</w:t>
      </w:r>
    </w:p>
  </w:footnote>
  <w:footnote w:id="17">
    <w:p w14:paraId="0B893A71" w14:textId="39010ECC" w:rsidR="00E0544E" w:rsidRDefault="00E0544E" w:rsidP="00E0544E">
      <w:pPr>
        <w:pStyle w:val="Notedebasdepage"/>
      </w:pPr>
      <w:r>
        <w:rPr>
          <w:rStyle w:val="Appelnotedebasdep"/>
        </w:rPr>
        <w:footnoteRef/>
      </w:r>
      <w:r>
        <w:t xml:space="preserve"> Les lecteurs français trouveront dans </w:t>
      </w:r>
      <w:proofErr w:type="spellStart"/>
      <w:r>
        <w:t>Zanoni</w:t>
      </w:r>
      <w:proofErr w:type="spellEnd"/>
      <w:r w:rsidR="00E8465A">
        <w:t xml:space="preserve">, </w:t>
      </w:r>
      <w:r>
        <w:t>sur les hommes et sur les choses de notre révolution</w:t>
      </w:r>
      <w:r w:rsidR="00E8465A">
        <w:t xml:space="preserve">, </w:t>
      </w:r>
      <w:r>
        <w:t xml:space="preserve">des jugements hasardés dont nous laissons à </w:t>
      </w:r>
      <w:r w:rsidR="00E8465A">
        <w:t>M. </w:t>
      </w:r>
      <w:proofErr w:type="spellStart"/>
      <w:r>
        <w:t>Bulwer</w:t>
      </w:r>
      <w:proofErr w:type="spellEnd"/>
      <w:r>
        <w:t xml:space="preserve"> toute la responsabilité</w:t>
      </w:r>
      <w:r w:rsidR="00E8465A">
        <w:t xml:space="preserve">. </w:t>
      </w:r>
      <w:r>
        <w:t>Il est juste seulement de r</w:t>
      </w:r>
      <w:r>
        <w:t>e</w:t>
      </w:r>
      <w:r>
        <w:t>marquer que ce livre est un roman et que l</w:t>
      </w:r>
      <w:r w:rsidR="00E8465A">
        <w:t>’</w:t>
      </w:r>
      <w:r>
        <w:t>auteur est un étranger</w:t>
      </w:r>
      <w:r w:rsidR="00E8465A">
        <w:t>. (</w:t>
      </w:r>
      <w:r>
        <w:rPr>
          <w:i/>
          <w:iCs/>
        </w:rPr>
        <w:t>Note des éditeurs</w:t>
      </w:r>
      <w:r w:rsidR="00E8465A">
        <w:t>.)</w:t>
      </w:r>
    </w:p>
  </w:footnote>
  <w:footnote w:id="18">
    <w:p w14:paraId="2A93C7A3" w14:textId="2E50BB61" w:rsidR="00E0544E" w:rsidRDefault="00E0544E" w:rsidP="00E0544E">
      <w:pPr>
        <w:pStyle w:val="Notedebasdepage"/>
      </w:pPr>
      <w:r>
        <w:rPr>
          <w:rStyle w:val="Appelnotedebasdep"/>
        </w:rPr>
        <w:footnoteRef/>
      </w:r>
      <w:r>
        <w:t xml:space="preserve"> Comme il ne voulait pas que le destrier prit un plus haut e</w:t>
      </w:r>
      <w:r>
        <w:t>s</w:t>
      </w:r>
      <w:r>
        <w:t>sor</w:t>
      </w:r>
      <w:r w:rsidR="00E8465A">
        <w:t xml:space="preserve">, </w:t>
      </w:r>
      <w:r>
        <w:t>il l</w:t>
      </w:r>
      <w:r w:rsidR="00E8465A">
        <w:t>’</w:t>
      </w:r>
      <w:r>
        <w:t>attacha</w:t>
      </w:r>
      <w:r w:rsidR="00E8465A">
        <w:t xml:space="preserve">, </w:t>
      </w:r>
      <w:r>
        <w:t>au bord de la mer</w:t>
      </w:r>
      <w:r w:rsidR="00E8465A">
        <w:t xml:space="preserve">, </w:t>
      </w:r>
      <w:r>
        <w:t>à un myrte verdoyant</w:t>
      </w:r>
      <w:r w:rsidR="00E8465A">
        <w:t xml:space="preserve">, </w:t>
      </w:r>
      <w:r>
        <w:t>entre un laurier et un pin</w:t>
      </w:r>
      <w:r w:rsidR="00E8465A">
        <w:t>.</w:t>
      </w:r>
    </w:p>
  </w:footnote>
  <w:footnote w:id="19">
    <w:p w14:paraId="025E6FBE" w14:textId="2CCCFA40" w:rsidR="00E0544E" w:rsidRDefault="00E0544E" w:rsidP="00E0544E">
      <w:pPr>
        <w:pStyle w:val="Notedebasdepage"/>
      </w:pPr>
      <w:r>
        <w:rPr>
          <w:rStyle w:val="Appelnotedebasdep"/>
        </w:rPr>
        <w:footnoteRef/>
      </w:r>
      <w:r>
        <w:t xml:space="preserve"> Mieux que le haubert et le bouclier</w:t>
      </w:r>
      <w:r w:rsidR="00E8465A">
        <w:t xml:space="preserve">, </w:t>
      </w:r>
      <w:r>
        <w:t>la sainte innocence d</w:t>
      </w:r>
      <w:r>
        <w:t>é</w:t>
      </w:r>
      <w:r>
        <w:t>fend la poitrine nue</w:t>
      </w:r>
      <w:r w:rsidR="00E8465A">
        <w:t>.</w:t>
      </w:r>
    </w:p>
  </w:footnote>
  <w:footnote w:id="20">
    <w:p w14:paraId="7BF16FFC" w14:textId="1450E1B3" w:rsidR="00E0544E" w:rsidRDefault="00E0544E" w:rsidP="00E0544E">
      <w:pPr>
        <w:pStyle w:val="Notedebasdepage"/>
      </w:pPr>
      <w:r>
        <w:rPr>
          <w:rStyle w:val="Appelnotedebasdep"/>
        </w:rPr>
        <w:footnoteRef/>
      </w:r>
      <w:r>
        <w:t xml:space="preserve"> Où presque jamais un navire ne vient de nos parages</w:t>
      </w:r>
      <w:r w:rsidR="00E8465A">
        <w:t>.</w:t>
      </w:r>
    </w:p>
  </w:footnote>
  <w:footnote w:id="21">
    <w:p w14:paraId="78621DF1" w14:textId="6A8C2D1B" w:rsidR="00E0544E" w:rsidRDefault="00E0544E" w:rsidP="00E0544E">
      <w:pPr>
        <w:pStyle w:val="Notedebasdepage"/>
      </w:pPr>
      <w:r>
        <w:rPr>
          <w:rStyle w:val="Appelnotedebasdep"/>
        </w:rPr>
        <w:footnoteRef/>
      </w:r>
      <w:r>
        <w:t xml:space="preserve"> Là</w:t>
      </w:r>
      <w:r w:rsidR="00E8465A">
        <w:t xml:space="preserve">, </w:t>
      </w:r>
      <w:r>
        <w:t>elle gravit la cime d</w:t>
      </w:r>
      <w:r w:rsidR="00E8465A">
        <w:t>’</w:t>
      </w:r>
      <w:r>
        <w:t>une montagne inhabitée et ombragée de noires forêts</w:t>
      </w:r>
      <w:r w:rsidR="00E8465A">
        <w:t xml:space="preserve">. </w:t>
      </w:r>
      <w:r>
        <w:t>Par ses enchantements elle en revêt de neige les flancs</w:t>
      </w:r>
      <w:r w:rsidR="00E8465A">
        <w:t xml:space="preserve">, </w:t>
      </w:r>
      <w:r>
        <w:t>et elle laisse sans frimas le sommet verdoyant et radieux</w:t>
      </w:r>
      <w:r w:rsidR="00E8465A">
        <w:t xml:space="preserve"> ; </w:t>
      </w:r>
      <w:r>
        <w:t>c</w:t>
      </w:r>
      <w:r w:rsidR="00E8465A">
        <w:t>’</w:t>
      </w:r>
      <w:r>
        <w:t>est là qu</w:t>
      </w:r>
      <w:r w:rsidR="00E8465A">
        <w:t>’</w:t>
      </w:r>
      <w:r>
        <w:t>elle fait sur le bord du lac surgir un palais</w:t>
      </w:r>
      <w:r w:rsidR="00E8465A">
        <w:t>.</w:t>
      </w:r>
    </w:p>
  </w:footnote>
  <w:footnote w:id="22">
    <w:p w14:paraId="6723A002" w14:textId="34113CA9" w:rsidR="00E0544E" w:rsidRDefault="00E0544E" w:rsidP="00E0544E">
      <w:pPr>
        <w:pStyle w:val="Notedebasdepage"/>
      </w:pPr>
      <w:r>
        <w:rPr>
          <w:rStyle w:val="Appelnotedebasdep"/>
        </w:rPr>
        <w:footnoteRef/>
      </w:r>
      <w:r>
        <w:t xml:space="preserve"> Centaures et sphinx et pâles Gorgones</w:t>
      </w:r>
      <w:r w:rsidR="00E8465A">
        <w:t>.</w:t>
      </w:r>
    </w:p>
  </w:footnote>
  <w:footnote w:id="23">
    <w:p w14:paraId="5CBE577F" w14:textId="7C07900B" w:rsidR="00E0544E" w:rsidRDefault="00E0544E" w:rsidP="00E0544E">
      <w:pPr>
        <w:pStyle w:val="Notedebasdepage"/>
      </w:pPr>
      <w:r>
        <w:rPr>
          <w:rStyle w:val="Appelnotedebasdep"/>
        </w:rPr>
        <w:footnoteRef/>
      </w:r>
      <w:r>
        <w:t xml:space="preserve"> Saisis avidement</w:t>
      </w:r>
      <w:r w:rsidR="00E8465A">
        <w:t xml:space="preserve">, </w:t>
      </w:r>
      <w:r>
        <w:t>audacieux et impatient jeune homme</w:t>
      </w:r>
      <w:r w:rsidR="00E8465A">
        <w:t xml:space="preserve">, </w:t>
      </w:r>
      <w:r>
        <w:t>l</w:t>
      </w:r>
      <w:r w:rsidR="00E8465A">
        <w:t>’</w:t>
      </w:r>
      <w:r>
        <w:t>occasion qui se présente</w:t>
      </w:r>
      <w:r w:rsidR="00E8465A">
        <w:t>.</w:t>
      </w:r>
    </w:p>
  </w:footnote>
  <w:footnote w:id="24">
    <w:p w14:paraId="0D2F9D20" w14:textId="334540AF" w:rsidR="00E0544E" w:rsidRDefault="00E0544E" w:rsidP="00E0544E">
      <w:pPr>
        <w:pStyle w:val="Notedebasdepage"/>
      </w:pPr>
      <w:r>
        <w:rPr>
          <w:rStyle w:val="Appelnotedebasdep"/>
        </w:rPr>
        <w:footnoteRef/>
      </w:r>
      <w:r>
        <w:t xml:space="preserve"> Proverbe anglais qui veut dire que c</w:t>
      </w:r>
      <w:r w:rsidR="00E8465A">
        <w:t>’</w:t>
      </w:r>
      <w:r>
        <w:t>est de l</w:t>
      </w:r>
      <w:r w:rsidR="00E8465A">
        <w:t>’</w:t>
      </w:r>
      <w:r>
        <w:t>éducation de l</w:t>
      </w:r>
      <w:r w:rsidR="00E8465A">
        <w:t>’</w:t>
      </w:r>
      <w:r>
        <w:t>enfance que dépend l</w:t>
      </w:r>
      <w:r w:rsidR="00E8465A">
        <w:t>’</w:t>
      </w:r>
      <w:r>
        <w:t>avenir de l</w:t>
      </w:r>
      <w:r w:rsidR="00E8465A">
        <w:t>’</w:t>
      </w:r>
      <w:r>
        <w:t>homme</w:t>
      </w:r>
      <w:r w:rsidR="00E8465A">
        <w:t>. (</w:t>
      </w:r>
      <w:r w:rsidRPr="00AF32C9">
        <w:rPr>
          <w:i/>
        </w:rPr>
        <w:t>Note du traducteur</w:t>
      </w:r>
      <w:r w:rsidR="00E8465A">
        <w:t>.)</w:t>
      </w:r>
    </w:p>
  </w:footnote>
  <w:footnote w:id="25">
    <w:p w14:paraId="76AB7D02" w14:textId="6CF31045" w:rsidR="00E0544E" w:rsidRDefault="00E0544E" w:rsidP="00E0544E">
      <w:pPr>
        <w:pStyle w:val="Notedebasdepage"/>
      </w:pPr>
      <w:r>
        <w:rPr>
          <w:rStyle w:val="Appelnotedebasdep"/>
        </w:rPr>
        <w:footnoteRef/>
      </w:r>
      <w:r>
        <w:t xml:space="preserve"> </w:t>
      </w:r>
      <w:proofErr w:type="spellStart"/>
      <w:r>
        <w:t>S</w:t>
      </w:r>
      <w:r>
        <w:rPr>
          <w:i/>
          <w:iCs/>
        </w:rPr>
        <w:t>yncellus</w:t>
      </w:r>
      <w:proofErr w:type="spellEnd"/>
      <w:r w:rsidR="00E8465A">
        <w:t xml:space="preserve">, </w:t>
      </w:r>
      <w:r>
        <w:t>p</w:t>
      </w:r>
      <w:r w:rsidR="00E8465A">
        <w:t xml:space="preserve">. </w:t>
      </w:r>
      <w:r>
        <w:t>14</w:t>
      </w:r>
      <w:r w:rsidR="00E8465A">
        <w:t xml:space="preserve">. </w:t>
      </w:r>
      <w:r>
        <w:t>Les géants</w:t>
      </w:r>
      <w:r w:rsidR="00E8465A">
        <w:t xml:space="preserve">, </w:t>
      </w:r>
      <w:r>
        <w:t>inventeurs de la chimie</w:t>
      </w:r>
      <w:r w:rsidR="00E8465A">
        <w:t>.</w:t>
      </w:r>
    </w:p>
  </w:footnote>
  <w:footnote w:id="26">
    <w:p w14:paraId="3F806701" w14:textId="77777777" w:rsidR="00E8465A" w:rsidRDefault="00E0544E" w:rsidP="00E0544E">
      <w:pPr>
        <w:pStyle w:val="Notedebasdepage"/>
      </w:pPr>
      <w:r>
        <w:rPr>
          <w:rStyle w:val="Appelnotedebasdep"/>
        </w:rPr>
        <w:footnoteRef/>
      </w:r>
      <w:r>
        <w:t xml:space="preserve"> Mot de prédilection des platoniciens mystiques</w:t>
      </w:r>
      <w:r w:rsidR="00E8465A">
        <w:t>.</w:t>
      </w:r>
    </w:p>
    <w:p w14:paraId="5C398C1D" w14:textId="77777777" w:rsidR="00E8465A" w:rsidRDefault="00E0544E" w:rsidP="00E0544E">
      <w:pPr>
        <w:pStyle w:val="Notedebasdepage"/>
      </w:pPr>
      <w:r>
        <w:t>Voici le sens de la belle maxime de l</w:t>
      </w:r>
      <w:r w:rsidR="00E8465A">
        <w:t>’</w:t>
      </w:r>
      <w:r>
        <w:t>ancienne philosophie</w:t>
      </w:r>
      <w:r w:rsidR="00E8465A">
        <w:t xml:space="preserve">, </w:t>
      </w:r>
      <w:r>
        <w:t>que les qui</w:t>
      </w:r>
      <w:r>
        <w:t>é</w:t>
      </w:r>
      <w:r>
        <w:t>tistes modernes</w:t>
      </w:r>
      <w:r w:rsidR="00E8465A">
        <w:t xml:space="preserve"> (</w:t>
      </w:r>
      <w:r>
        <w:t>comme le remarque judicieusement Bayle dans son article sur Cornélius Agri</w:t>
      </w:r>
      <w:r>
        <w:t>p</w:t>
      </w:r>
      <w:r>
        <w:t>pa</w:t>
      </w:r>
      <w:r w:rsidR="00E8465A">
        <w:t xml:space="preserve">) </w:t>
      </w:r>
      <w:r>
        <w:t>ont vainement cherché à imiter</w:t>
      </w:r>
      <w:r w:rsidR="00E8465A">
        <w:t> :</w:t>
      </w:r>
    </w:p>
    <w:p w14:paraId="273095D7" w14:textId="7CA05095" w:rsidR="00E0544E" w:rsidRDefault="00E0544E" w:rsidP="00E0544E">
      <w:pPr>
        <w:pStyle w:val="Notedebasdepage"/>
      </w:pPr>
      <w:r>
        <w:rPr>
          <w:i/>
          <w:iCs/>
        </w:rPr>
        <w:t>La sphère de l</w:t>
      </w:r>
      <w:r w:rsidR="00E8465A">
        <w:rPr>
          <w:i/>
          <w:iCs/>
        </w:rPr>
        <w:t>’</w:t>
      </w:r>
      <w:r>
        <w:rPr>
          <w:i/>
          <w:iCs/>
        </w:rPr>
        <w:t>âme est resplendissante</w:t>
      </w:r>
      <w:r w:rsidR="00E8465A">
        <w:rPr>
          <w:i/>
          <w:iCs/>
        </w:rPr>
        <w:t xml:space="preserve">, </w:t>
      </w:r>
      <w:r>
        <w:rPr>
          <w:i/>
          <w:iCs/>
        </w:rPr>
        <w:t>lorsqu</w:t>
      </w:r>
      <w:r w:rsidR="00E8465A">
        <w:rPr>
          <w:i/>
          <w:iCs/>
        </w:rPr>
        <w:t>’</w:t>
      </w:r>
      <w:r>
        <w:rPr>
          <w:i/>
          <w:iCs/>
        </w:rPr>
        <w:t>elle ne s</w:t>
      </w:r>
      <w:r w:rsidR="00E8465A">
        <w:rPr>
          <w:i/>
          <w:iCs/>
        </w:rPr>
        <w:t>’</w:t>
      </w:r>
      <w:r>
        <w:rPr>
          <w:i/>
          <w:iCs/>
        </w:rPr>
        <w:t>attache à aucun objet</w:t>
      </w:r>
      <w:r w:rsidR="00E8465A">
        <w:rPr>
          <w:i/>
          <w:iCs/>
        </w:rPr>
        <w:t xml:space="preserve">, </w:t>
      </w:r>
      <w:r>
        <w:rPr>
          <w:i/>
          <w:iCs/>
        </w:rPr>
        <w:t>mais qu</w:t>
      </w:r>
      <w:r w:rsidR="00E8465A">
        <w:rPr>
          <w:i/>
          <w:iCs/>
        </w:rPr>
        <w:t>’</w:t>
      </w:r>
      <w:r>
        <w:rPr>
          <w:i/>
          <w:iCs/>
        </w:rPr>
        <w:t>elle est éclairée de cette lumière par laquelle elle voit la vérité qui est toute chose</w:t>
      </w:r>
      <w:r w:rsidR="00E8465A">
        <w:rPr>
          <w:i/>
          <w:iCs/>
        </w:rPr>
        <w:t xml:space="preserve">, </w:t>
      </w:r>
      <w:r>
        <w:rPr>
          <w:i/>
          <w:iCs/>
        </w:rPr>
        <w:t>et celle qui est en elle-même</w:t>
      </w:r>
      <w:r w:rsidR="00E8465A">
        <w:rPr>
          <w:i/>
          <w:iCs/>
        </w:rPr>
        <w:t>.</w:t>
      </w:r>
    </w:p>
  </w:footnote>
  <w:footnote w:id="27">
    <w:p w14:paraId="0DF1333F" w14:textId="647192A7" w:rsidR="00E0544E" w:rsidRDefault="00E0544E" w:rsidP="00E0544E">
      <w:pPr>
        <w:pStyle w:val="Notedebasdepage"/>
      </w:pPr>
      <w:r>
        <w:rPr>
          <w:rStyle w:val="Appelnotedebasdep"/>
        </w:rPr>
        <w:footnoteRef/>
      </w:r>
      <w:r>
        <w:t xml:space="preserve"> Sir Humphrey Davy me dit qu</w:t>
      </w:r>
      <w:r w:rsidR="00E8465A">
        <w:t>’</w:t>
      </w:r>
      <w:r>
        <w:t>il ne regardait pas comme impo</w:t>
      </w:r>
      <w:r>
        <w:t>s</w:t>
      </w:r>
      <w:r>
        <w:t>sible cet art encore ignoré</w:t>
      </w:r>
      <w:r w:rsidR="00E8465A">
        <w:t xml:space="preserve"> ; </w:t>
      </w:r>
      <w:r>
        <w:t>mais que si jamais il était découvert</w:t>
      </w:r>
      <w:r w:rsidR="00E8465A">
        <w:t xml:space="preserve">, </w:t>
      </w:r>
      <w:r>
        <w:t xml:space="preserve">il serait à coup </w:t>
      </w:r>
      <w:proofErr w:type="spellStart"/>
      <w:r>
        <w:t>sur</w:t>
      </w:r>
      <w:proofErr w:type="spellEnd"/>
      <w:r>
        <w:t xml:space="preserve"> inutile</w:t>
      </w:r>
      <w:r w:rsidR="00E8465A">
        <w:t>. (</w:t>
      </w:r>
      <w:r>
        <w:t>D</w:t>
      </w:r>
      <w:r w:rsidR="00E8465A">
        <w:t>’</w:t>
      </w:r>
      <w:proofErr w:type="spellStart"/>
      <w:r>
        <w:t>ISRAELI</w:t>
      </w:r>
      <w:proofErr w:type="spellEnd"/>
      <w:r w:rsidR="00E8465A">
        <w:t xml:space="preserve">, </w:t>
      </w:r>
      <w:r>
        <w:rPr>
          <w:i/>
          <w:iCs/>
        </w:rPr>
        <w:t>Curiosités de la littérature</w:t>
      </w:r>
      <w:r w:rsidR="00E8465A">
        <w:t xml:space="preserve"> ; </w:t>
      </w:r>
      <w:r>
        <w:t xml:space="preserve">article </w:t>
      </w:r>
      <w:proofErr w:type="spellStart"/>
      <w:r>
        <w:t>A</w:t>
      </w:r>
      <w:r>
        <w:t>L</w:t>
      </w:r>
      <w:r>
        <w:t>CHEM</w:t>
      </w:r>
      <w:proofErr w:type="spellEnd"/>
      <w:r w:rsidR="00E8465A">
        <w:t>.)</w:t>
      </w:r>
    </w:p>
  </w:footnote>
  <w:footnote w:id="28">
    <w:p w14:paraId="7947BF11" w14:textId="1B45AC97" w:rsidR="00E0544E" w:rsidRDefault="00E0544E" w:rsidP="00E0544E">
      <w:pPr>
        <w:pStyle w:val="Notedebasdepage"/>
      </w:pPr>
      <w:r>
        <w:rPr>
          <w:rStyle w:val="Appelnotedebasdep"/>
        </w:rPr>
        <w:footnoteRef/>
      </w:r>
      <w:r>
        <w:t xml:space="preserve"> Publié en 1646</w:t>
      </w:r>
      <w:r w:rsidR="00E8465A">
        <w:t>.</w:t>
      </w:r>
    </w:p>
  </w:footnote>
  <w:footnote w:id="29">
    <w:p w14:paraId="5079DE72" w14:textId="265881C7" w:rsidR="00E0544E" w:rsidRDefault="00E0544E" w:rsidP="00E0544E">
      <w:pPr>
        <w:pStyle w:val="Notedebasdepage"/>
      </w:pPr>
      <w:r>
        <w:rPr>
          <w:rStyle w:val="Appelnotedebasdep"/>
        </w:rPr>
        <w:footnoteRef/>
      </w:r>
      <w:r>
        <w:t xml:space="preserve"> Auteur de deux ouvrages sur la botanique</w:t>
      </w:r>
      <w:r w:rsidR="00E8465A">
        <w:t>.</w:t>
      </w:r>
    </w:p>
  </w:footnote>
  <w:footnote w:id="30">
    <w:p w14:paraId="6E578B36" w14:textId="33ED99C1" w:rsidR="00E0544E" w:rsidRDefault="00E0544E" w:rsidP="00E0544E">
      <w:pPr>
        <w:pStyle w:val="Notedebasdepage"/>
      </w:pPr>
      <w:r>
        <w:rPr>
          <w:rStyle w:val="Appelnotedebasdep"/>
        </w:rPr>
        <w:footnoteRef/>
      </w:r>
      <w:r>
        <w:t xml:space="preserve"> </w:t>
      </w:r>
      <w:r w:rsidR="00B43C03" w:rsidRPr="00B43C03">
        <w:rPr>
          <w:noProof/>
          <w:position w:val="-6"/>
        </w:rPr>
        <w:drawing>
          <wp:inline distT="0" distB="0" distL="0" distR="0" wp14:anchorId="664FFD81" wp14:editId="17496F23">
            <wp:extent cx="2430535" cy="296222"/>
            <wp:effectExtent l="0" t="0" r="0" b="8890"/>
            <wp:docPr id="9511507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150794" name=""/>
                    <pic:cNvPicPr/>
                  </pic:nvPicPr>
                  <pic:blipFill>
                    <a:blip r:embed="rId1"/>
                    <a:stretch>
                      <a:fillRect/>
                    </a:stretch>
                  </pic:blipFill>
                  <pic:spPr>
                    <a:xfrm flipV="1">
                      <a:off x="0" y="0"/>
                      <a:ext cx="2509026" cy="305788"/>
                    </a:xfrm>
                    <a:prstGeom prst="rect">
                      <a:avLst/>
                    </a:prstGeom>
                  </pic:spPr>
                </pic:pic>
              </a:graphicData>
            </a:graphic>
          </wp:inline>
        </w:drawing>
      </w:r>
      <w:r w:rsidR="00B43C03">
        <w:t>, c</w:t>
      </w:r>
      <w:r>
        <w:t>i-git le grand Zeus</w:t>
      </w:r>
      <w:r w:rsidR="00E8465A">
        <w:t>. (</w:t>
      </w:r>
      <w:proofErr w:type="spellStart"/>
      <w:r>
        <w:t>Cyrill</w:t>
      </w:r>
      <w:proofErr w:type="spellEnd"/>
      <w:r w:rsidR="00E8465A">
        <w:t xml:space="preserve">., </w:t>
      </w:r>
      <w:r>
        <w:rPr>
          <w:i/>
          <w:iCs/>
        </w:rPr>
        <w:t>in Julian</w:t>
      </w:r>
      <w:r w:rsidR="00E8465A">
        <w:t>)</w:t>
      </w:r>
    </w:p>
  </w:footnote>
  <w:footnote w:id="31">
    <w:p w14:paraId="2F84819E" w14:textId="70CE0B25" w:rsidR="00E0544E" w:rsidRDefault="00E0544E" w:rsidP="00E0544E">
      <w:pPr>
        <w:pStyle w:val="Notedebasdepage"/>
      </w:pPr>
      <w:r>
        <w:rPr>
          <w:rStyle w:val="Appelnotedebasdep"/>
        </w:rPr>
        <w:footnoteRef/>
      </w:r>
      <w:r>
        <w:t xml:space="preserve"> Botta</w:t>
      </w:r>
      <w:r w:rsidR="00E8465A">
        <w:t>.</w:t>
      </w:r>
    </w:p>
  </w:footnote>
  <w:footnote w:id="32">
    <w:p w14:paraId="096D4C90" w14:textId="10549EF9" w:rsidR="00E0544E" w:rsidRDefault="00E0544E" w:rsidP="00E0544E">
      <w:pPr>
        <w:pStyle w:val="Notedebasdepage"/>
      </w:pPr>
      <w:r>
        <w:rPr>
          <w:rStyle w:val="Appelnotedebasdep"/>
        </w:rPr>
        <w:footnoteRef/>
      </w:r>
      <w:r>
        <w:t xml:space="preserve"> Sextus</w:t>
      </w:r>
      <w:r w:rsidR="00E8465A">
        <w:t>.</w:t>
      </w:r>
    </w:p>
  </w:footnote>
  <w:footnote w:id="33">
    <w:p w14:paraId="411EF2B3" w14:textId="2CB0D020" w:rsidR="00E0544E" w:rsidRDefault="00E0544E" w:rsidP="00E0544E">
      <w:pPr>
        <w:pStyle w:val="Notedebasdepage"/>
      </w:pPr>
      <w:r>
        <w:rPr>
          <w:rStyle w:val="Appelnotedebasdep"/>
        </w:rPr>
        <w:footnoteRef/>
      </w:r>
      <w:r>
        <w:t xml:space="preserve"> </w:t>
      </w:r>
      <w:proofErr w:type="spellStart"/>
      <w:r>
        <w:t>Psellus</w:t>
      </w:r>
      <w:proofErr w:type="spellEnd"/>
      <w:r w:rsidR="00E8465A">
        <w:t xml:space="preserve">, </w:t>
      </w:r>
      <w:r>
        <w:t>de Damon</w:t>
      </w:r>
      <w:r w:rsidR="00E8465A">
        <w:t>.</w:t>
      </w:r>
    </w:p>
  </w:footnote>
  <w:footnote w:id="34">
    <w:p w14:paraId="5C7CF6DD" w14:textId="77777777" w:rsidR="00E8465A" w:rsidRDefault="00E0544E" w:rsidP="00E26F64">
      <w:pPr>
        <w:pStyle w:val="Notedebasdepage"/>
        <w:spacing w:before="0" w:after="0"/>
      </w:pPr>
      <w:r>
        <w:rPr>
          <w:rStyle w:val="Appelnotedebasdep"/>
        </w:rPr>
        <w:footnoteRef/>
      </w:r>
      <w:r>
        <w:t xml:space="preserve"> Voudrais-tu vers le ciel prendre un joyeux essor</w:t>
      </w:r>
      <w:r w:rsidR="00E8465A">
        <w:t> ?</w:t>
      </w:r>
    </w:p>
    <w:p w14:paraId="3AAB54A1" w14:textId="77777777" w:rsidR="00E8465A" w:rsidRDefault="00E0544E" w:rsidP="00E26F64">
      <w:pPr>
        <w:pStyle w:val="Notedebasdepage"/>
        <w:spacing w:before="0" w:after="0"/>
      </w:pPr>
      <w:r>
        <w:t>Dépouille le fardeau terrestre de la Réalité</w:t>
      </w:r>
      <w:r w:rsidR="00E8465A">
        <w:t>,</w:t>
      </w:r>
    </w:p>
    <w:p w14:paraId="058DD6E6" w14:textId="41176C87" w:rsidR="00E0544E" w:rsidRDefault="00E0544E" w:rsidP="00E26F64">
      <w:pPr>
        <w:pStyle w:val="Notedebasdepage"/>
        <w:spacing w:before="0" w:after="0"/>
      </w:pPr>
      <w:r>
        <w:t>Fuis loin de la prison de cette vie étroite</w:t>
      </w:r>
    </w:p>
    <w:p w14:paraId="2D79F70B" w14:textId="58514409" w:rsidR="00E0544E" w:rsidRDefault="00E0544E" w:rsidP="00E26F64">
      <w:pPr>
        <w:pStyle w:val="Notedebasdepage"/>
        <w:spacing w:before="0"/>
      </w:pPr>
      <w:r>
        <w:t>Jusque dans les régions de l</w:t>
      </w:r>
      <w:r w:rsidR="00E8465A">
        <w:t>’</w:t>
      </w:r>
      <w:r>
        <w:t>Idéal</w:t>
      </w:r>
      <w:r w:rsidR="00E8465A">
        <w:t> !</w:t>
      </w:r>
    </w:p>
  </w:footnote>
  <w:footnote w:id="35">
    <w:p w14:paraId="3B073165" w14:textId="238BD66B" w:rsidR="00E0544E" w:rsidRDefault="00E0544E" w:rsidP="00E26F64">
      <w:pPr>
        <w:pStyle w:val="Notedebasdepage"/>
        <w:spacing w:after="0"/>
      </w:pPr>
      <w:r>
        <w:rPr>
          <w:rStyle w:val="Appelnotedebasdep"/>
        </w:rPr>
        <w:footnoteRef/>
      </w:r>
      <w:r>
        <w:t xml:space="preserve"> Oh</w:t>
      </w:r>
      <w:r w:rsidR="00E8465A">
        <w:t xml:space="preserve"> ! </w:t>
      </w:r>
      <w:r>
        <w:t>doute inquiet</w:t>
      </w:r>
      <w:r w:rsidR="00E8465A">
        <w:t xml:space="preserve">, </w:t>
      </w:r>
      <w:r>
        <w:t>et crainte glaciale</w:t>
      </w:r>
    </w:p>
    <w:p w14:paraId="1DFEC5B6" w14:textId="127DF234" w:rsidR="00E0544E" w:rsidRDefault="00E0544E" w:rsidP="00E26F64">
      <w:pPr>
        <w:pStyle w:val="Notedebasdepage"/>
        <w:spacing w:before="0" w:after="0"/>
      </w:pPr>
      <w:r>
        <w:t>Que la réflexion ne fait qu</w:t>
      </w:r>
      <w:r w:rsidR="00E8465A">
        <w:t>’</w:t>
      </w:r>
      <w:r>
        <w:t>accroître</w:t>
      </w:r>
      <w:r w:rsidR="00E8465A">
        <w:t> !</w:t>
      </w:r>
    </w:p>
  </w:footnote>
  <w:footnote w:id="36">
    <w:p w14:paraId="51F39EAC" w14:textId="296A3F5A" w:rsidR="00E0544E" w:rsidRDefault="00E0544E" w:rsidP="00E0544E">
      <w:pPr>
        <w:pStyle w:val="Notedebasdepage"/>
      </w:pPr>
      <w:r>
        <w:rPr>
          <w:rStyle w:val="Appelnotedebasdep"/>
        </w:rPr>
        <w:footnoteRef/>
      </w:r>
      <w:r>
        <w:t xml:space="preserve"> La </w:t>
      </w:r>
      <w:proofErr w:type="spellStart"/>
      <w:r>
        <w:rPr>
          <w:i/>
          <w:iCs/>
        </w:rPr>
        <w:t>monas</w:t>
      </w:r>
      <w:proofErr w:type="spellEnd"/>
      <w:r>
        <w:rPr>
          <w:i/>
          <w:iCs/>
        </w:rPr>
        <w:t xml:space="preserve"> mica</w:t>
      </w:r>
      <w:r>
        <w:t xml:space="preserve"> qu</w:t>
      </w:r>
      <w:r w:rsidR="00E8465A">
        <w:rPr>
          <w:color w:val="FF0000"/>
        </w:rPr>
        <w:t>’</w:t>
      </w:r>
      <w:r>
        <w:t>on trouve dans les eaux les plus pures</w:t>
      </w:r>
      <w:r w:rsidR="00E8465A">
        <w:t xml:space="preserve">, </w:t>
      </w:r>
      <w:r>
        <w:t>est e</w:t>
      </w:r>
      <w:r>
        <w:t>n</w:t>
      </w:r>
      <w:r>
        <w:t>vironnée d</w:t>
      </w:r>
      <w:r w:rsidR="00E8465A">
        <w:rPr>
          <w:color w:val="FF0000"/>
        </w:rPr>
        <w:t>’</w:t>
      </w:r>
      <w:r>
        <w:t>une auréole lumineuse</w:t>
      </w:r>
      <w:r w:rsidR="00E8465A">
        <w:t xml:space="preserve"> : </w:t>
      </w:r>
      <w:r>
        <w:t>ce phénomène est fréquent chez les animalcules</w:t>
      </w:r>
      <w:r w:rsidR="00E8465A">
        <w:t>.</w:t>
      </w:r>
    </w:p>
  </w:footnote>
  <w:footnote w:id="37">
    <w:p w14:paraId="0A1B183C" w14:textId="0E2F5DDA" w:rsidR="00E0544E" w:rsidRDefault="00E0544E" w:rsidP="00E0544E">
      <w:pPr>
        <w:pStyle w:val="Notedebasdepage"/>
      </w:pPr>
      <w:r>
        <w:rPr>
          <w:rStyle w:val="Appelnotedebasdep"/>
        </w:rPr>
        <w:footnoteRef/>
      </w:r>
      <w:r>
        <w:t xml:space="preserve"> Jamblique</w:t>
      </w:r>
      <w:r w:rsidR="00E8465A">
        <w:t xml:space="preserve">, </w:t>
      </w:r>
      <w:r>
        <w:rPr>
          <w:i/>
          <w:iCs/>
        </w:rPr>
        <w:t>Vie de Pythagore</w:t>
      </w:r>
      <w:r w:rsidR="00E8465A">
        <w:rPr>
          <w:i/>
          <w:iCs/>
        </w:rPr>
        <w:t>.</w:t>
      </w:r>
    </w:p>
  </w:footnote>
  <w:footnote w:id="38">
    <w:p w14:paraId="4C7D70EA" w14:textId="15F42D4F" w:rsidR="00E0544E" w:rsidRDefault="00E0544E" w:rsidP="00E0544E">
      <w:pPr>
        <w:pStyle w:val="Notedebasdepage"/>
      </w:pPr>
      <w:r>
        <w:rPr>
          <w:rStyle w:val="Appelnotedebasdep"/>
        </w:rPr>
        <w:footnoteRef/>
      </w:r>
      <w:r>
        <w:t xml:space="preserve"> Nom donné à la Mort par les néoplatoniciens mystiques</w:t>
      </w:r>
      <w:r w:rsidR="00E8465A">
        <w:t>.</w:t>
      </w:r>
    </w:p>
  </w:footnote>
  <w:footnote w:id="39">
    <w:p w14:paraId="0361A6EA" w14:textId="5387D87C" w:rsidR="00E0544E" w:rsidRDefault="00E0544E" w:rsidP="00E0544E">
      <w:pPr>
        <w:pStyle w:val="Notedebasdepage"/>
      </w:pPr>
      <w:r>
        <w:rPr>
          <w:rStyle w:val="Appelnotedebasdep"/>
        </w:rPr>
        <w:footnoteRef/>
      </w:r>
      <w:r>
        <w:t xml:space="preserve"> Tu es sur le point</w:t>
      </w:r>
      <w:r w:rsidR="00E8465A">
        <w:t xml:space="preserve">, </w:t>
      </w:r>
      <w:r>
        <w:t>par violence ou par trahison</w:t>
      </w:r>
      <w:r w:rsidR="00E8465A">
        <w:t xml:space="preserve">, </w:t>
      </w:r>
      <w:r>
        <w:t>de souffrir le déshonneur ou une perte mortelle</w:t>
      </w:r>
      <w:r w:rsidR="00E8465A">
        <w:t>.</w:t>
      </w:r>
    </w:p>
  </w:footnote>
  <w:footnote w:id="40">
    <w:p w14:paraId="37BC06CF" w14:textId="64E357F4" w:rsidR="00C654F1" w:rsidRDefault="00C654F1">
      <w:pPr>
        <w:pStyle w:val="Notedebasdepage"/>
      </w:pPr>
      <w:r>
        <w:rPr>
          <w:rStyle w:val="Appelnotedebasdep"/>
        </w:rPr>
        <w:footnoteRef/>
      </w:r>
      <w:r>
        <w:t xml:space="preserve"> En se sentant frappé, le loup me reconnut, je crois, et vint sur moi avec sa gueule sanglante.</w:t>
      </w:r>
    </w:p>
  </w:footnote>
  <w:footnote w:id="41">
    <w:p w14:paraId="7D08B874" w14:textId="77777777" w:rsidR="00E8465A" w:rsidRDefault="00E0544E" w:rsidP="00E26F64">
      <w:pPr>
        <w:pStyle w:val="Notedebasdepage"/>
        <w:spacing w:before="0" w:after="0"/>
      </w:pPr>
      <w:r>
        <w:rPr>
          <w:rStyle w:val="Appelnotedebasdep"/>
        </w:rPr>
        <w:footnoteRef/>
      </w:r>
      <w:r>
        <w:t xml:space="preserve"> </w:t>
      </w:r>
      <w:r>
        <w:rPr>
          <w:i/>
          <w:iCs/>
        </w:rPr>
        <w:t>Daphné</w:t>
      </w:r>
      <w:r w:rsidR="00E8465A">
        <w:t xml:space="preserve">. </w:t>
      </w:r>
      <w:r>
        <w:t>Mais qui est loin de l</w:t>
      </w:r>
      <w:r w:rsidR="00E8465A">
        <w:t>’</w:t>
      </w:r>
      <w:r>
        <w:t>Amour</w:t>
      </w:r>
      <w:r w:rsidR="00E8465A">
        <w:t> ?</w:t>
      </w:r>
    </w:p>
    <w:p w14:paraId="5A745E52" w14:textId="77777777" w:rsidR="00E8465A" w:rsidRDefault="00E0544E" w:rsidP="00E26F64">
      <w:pPr>
        <w:pStyle w:val="Notedebasdepage"/>
        <w:spacing w:before="0" w:after="0"/>
      </w:pPr>
      <w:proofErr w:type="spellStart"/>
      <w:r>
        <w:rPr>
          <w:i/>
          <w:iCs/>
        </w:rPr>
        <w:t>Tircis</w:t>
      </w:r>
      <w:proofErr w:type="spellEnd"/>
      <w:r w:rsidR="00E8465A">
        <w:t xml:space="preserve">. </w:t>
      </w:r>
      <w:r>
        <w:t>Celui qui craint et qui fuit</w:t>
      </w:r>
      <w:r w:rsidR="00E8465A">
        <w:t>.</w:t>
      </w:r>
    </w:p>
    <w:p w14:paraId="3F1CD895" w14:textId="77777777" w:rsidR="00E8465A" w:rsidRDefault="00E0544E" w:rsidP="00E26F64">
      <w:pPr>
        <w:pStyle w:val="Notedebasdepage"/>
        <w:spacing w:before="0" w:after="0"/>
      </w:pPr>
      <w:r>
        <w:rPr>
          <w:i/>
          <w:iCs/>
        </w:rPr>
        <w:t>Daphné</w:t>
      </w:r>
      <w:r w:rsidR="00E8465A">
        <w:t xml:space="preserve">. </w:t>
      </w:r>
      <w:proofErr w:type="spellStart"/>
      <w:r>
        <w:t>A</w:t>
      </w:r>
      <w:proofErr w:type="spellEnd"/>
      <w:r>
        <w:t xml:space="preserve"> quoi sert de fuir un dieu qui a des ailes</w:t>
      </w:r>
      <w:r w:rsidR="00E8465A">
        <w:t> ?</w:t>
      </w:r>
    </w:p>
    <w:p w14:paraId="73187B43" w14:textId="128FD441" w:rsidR="00E0544E" w:rsidRDefault="00E0544E" w:rsidP="00E26F64">
      <w:pPr>
        <w:pStyle w:val="Notedebasdepage"/>
        <w:spacing w:before="0" w:after="0"/>
      </w:pPr>
      <w:proofErr w:type="spellStart"/>
      <w:r>
        <w:rPr>
          <w:i/>
          <w:iCs/>
        </w:rPr>
        <w:t>Tircis</w:t>
      </w:r>
      <w:proofErr w:type="spellEnd"/>
      <w:r w:rsidR="00E8465A">
        <w:t xml:space="preserve">. </w:t>
      </w:r>
      <w:r>
        <w:t>Quand l</w:t>
      </w:r>
      <w:r w:rsidR="00E8465A">
        <w:t>’</w:t>
      </w:r>
      <w:r>
        <w:t>Amour vient de naître</w:t>
      </w:r>
      <w:r w:rsidR="00E8465A">
        <w:t xml:space="preserve">, </w:t>
      </w:r>
      <w:r>
        <w:t>ses ailes sont courtes encore</w:t>
      </w:r>
      <w:r w:rsidR="00E8465A">
        <w:t>.</w:t>
      </w:r>
    </w:p>
  </w:footnote>
  <w:footnote w:id="42">
    <w:p w14:paraId="0D3DBFD7" w14:textId="1F03278D" w:rsidR="00E0544E" w:rsidRDefault="00E0544E" w:rsidP="00E0544E">
      <w:pPr>
        <w:pStyle w:val="Notedebasdepage"/>
      </w:pPr>
      <w:r>
        <w:rPr>
          <w:rStyle w:val="Appelnotedebasdep"/>
        </w:rPr>
        <w:footnoteRef/>
      </w:r>
      <w:r>
        <w:t xml:space="preserve"> </w:t>
      </w:r>
      <w:r w:rsidR="00E26F64">
        <w:t>Ô</w:t>
      </w:r>
      <w:r>
        <w:t xml:space="preserve"> qui que tu sois</w:t>
      </w:r>
      <w:r w:rsidR="00E8465A">
        <w:t xml:space="preserve">, </w:t>
      </w:r>
      <w:r>
        <w:t>qui forces la nature à se plier à tes œuvres étranges</w:t>
      </w:r>
      <w:r w:rsidR="00E8465A">
        <w:t xml:space="preserve">, </w:t>
      </w:r>
      <w:r>
        <w:t>et qui</w:t>
      </w:r>
      <w:r w:rsidR="00E8465A">
        <w:t xml:space="preserve">, </w:t>
      </w:r>
      <w:r>
        <w:t>maître de ses secrets</w:t>
      </w:r>
      <w:r w:rsidR="00E8465A">
        <w:t xml:space="preserve">, </w:t>
      </w:r>
      <w:r>
        <w:t>pénètres à volonté les profondeurs cachées de l</w:t>
      </w:r>
      <w:r w:rsidR="00E8465A">
        <w:t>’</w:t>
      </w:r>
      <w:r>
        <w:t>âme humaine</w:t>
      </w:r>
      <w:r w:rsidR="00E8465A">
        <w:t xml:space="preserve">, </w:t>
      </w:r>
      <w:r>
        <w:t>dis-moi</w:t>
      </w:r>
      <w:r w:rsidR="00E8465A">
        <w:t> !…</w:t>
      </w:r>
    </w:p>
  </w:footnote>
  <w:footnote w:id="43">
    <w:p w14:paraId="14F55062" w14:textId="4979D066" w:rsidR="00E0544E" w:rsidRDefault="00E0544E" w:rsidP="00E0544E">
      <w:pPr>
        <w:pStyle w:val="Notedebasdepage"/>
      </w:pPr>
      <w:r>
        <w:rPr>
          <w:rStyle w:val="Appelnotedebasdep"/>
        </w:rPr>
        <w:footnoteRef/>
      </w:r>
      <w:r>
        <w:t xml:space="preserve"> </w:t>
      </w:r>
      <w:r w:rsidR="00E8465A">
        <w:t>« </w:t>
      </w:r>
      <w:r>
        <w:t>Qu</w:t>
      </w:r>
      <w:r w:rsidR="00E8465A">
        <w:t>’</w:t>
      </w:r>
      <w:r>
        <w:t>ai-je donc</w:t>
      </w:r>
      <w:r w:rsidR="00E8465A">
        <w:t xml:space="preserve">, </w:t>
      </w:r>
      <w:r>
        <w:t>si je n</w:t>
      </w:r>
      <w:r w:rsidR="00E8465A">
        <w:t>’</w:t>
      </w:r>
      <w:r>
        <w:t>ai pas tout</w:t>
      </w:r>
      <w:r w:rsidR="00E8465A">
        <w:t> ? »</w:t>
      </w:r>
      <w:r>
        <w:t xml:space="preserve"> dit le jeune homme</w:t>
      </w:r>
      <w:r w:rsidR="00E8465A">
        <w:t>.</w:t>
      </w:r>
    </w:p>
  </w:footnote>
  <w:footnote w:id="44">
    <w:p w14:paraId="221978B3" w14:textId="3C028FCE" w:rsidR="00E0544E" w:rsidRDefault="00E0544E" w:rsidP="00E0544E">
      <w:pPr>
        <w:pStyle w:val="Notedebasdepage"/>
      </w:pPr>
      <w:r>
        <w:rPr>
          <w:rStyle w:val="Appelnotedebasdep"/>
        </w:rPr>
        <w:footnoteRef/>
      </w:r>
      <w:r>
        <w:t xml:space="preserve"> Qui est-ce qui se cache derrière ce voile</w:t>
      </w:r>
      <w:r w:rsidR="00E8465A">
        <w:t> ?</w:t>
      </w:r>
    </w:p>
  </w:footnote>
  <w:footnote w:id="45">
    <w:p w14:paraId="46382E3D" w14:textId="42F24E4C" w:rsidR="00E0544E" w:rsidRDefault="00E0544E" w:rsidP="00E0544E">
      <w:pPr>
        <w:pStyle w:val="Notedebasdepage"/>
      </w:pPr>
      <w:r>
        <w:rPr>
          <w:rStyle w:val="Appelnotedebasdep"/>
        </w:rPr>
        <w:footnoteRef/>
      </w:r>
      <w:r>
        <w:t xml:space="preserve"> Au nom du ciel</w:t>
      </w:r>
      <w:r w:rsidR="00E8465A">
        <w:t xml:space="preserve">, </w:t>
      </w:r>
      <w:proofErr w:type="spellStart"/>
      <w:r>
        <w:t>signore</w:t>
      </w:r>
      <w:proofErr w:type="spellEnd"/>
      <w:r w:rsidR="00E8465A">
        <w:t xml:space="preserve">, </w:t>
      </w:r>
      <w:r>
        <w:t>cessons de parler de colère</w:t>
      </w:r>
      <w:r w:rsidR="00E8465A">
        <w:t xml:space="preserve">, </w:t>
      </w:r>
      <w:r>
        <w:t>et de cha</w:t>
      </w:r>
      <w:r>
        <w:t>n</w:t>
      </w:r>
      <w:r>
        <w:t>ter la mort</w:t>
      </w:r>
      <w:r w:rsidR="00E8465A">
        <w:t>.</w:t>
      </w:r>
    </w:p>
  </w:footnote>
  <w:footnote w:id="46">
    <w:p w14:paraId="7452B160" w14:textId="57912472" w:rsidR="00E0544E" w:rsidRDefault="00E0544E" w:rsidP="00E0544E">
      <w:pPr>
        <w:pStyle w:val="Notedebasdepage"/>
      </w:pPr>
      <w:r>
        <w:rPr>
          <w:rStyle w:val="Appelnotedebasdep"/>
        </w:rPr>
        <w:footnoteRef/>
      </w:r>
      <w:r>
        <w:t xml:space="preserve"> Hélas</w:t>
      </w:r>
      <w:r w:rsidR="00E8465A">
        <w:t xml:space="preserve">, </w:t>
      </w:r>
      <w:r>
        <w:t>comment puis-je trouver les autres</w:t>
      </w:r>
      <w:r w:rsidR="00E8465A">
        <w:t xml:space="preserve">, </w:t>
      </w:r>
      <w:r>
        <w:t>quand je ne puis me trouver moi-même</w:t>
      </w:r>
      <w:r w:rsidR="00E8465A">
        <w:t> ?</w:t>
      </w:r>
    </w:p>
  </w:footnote>
  <w:footnote w:id="47">
    <w:p w14:paraId="236B9A33" w14:textId="48A5C1F7" w:rsidR="00E0544E" w:rsidRDefault="00E0544E" w:rsidP="00E0544E">
      <w:pPr>
        <w:pStyle w:val="Notedebasdepage"/>
      </w:pPr>
      <w:r>
        <w:rPr>
          <w:rStyle w:val="Appelnotedebasdep"/>
        </w:rPr>
        <w:footnoteRef/>
      </w:r>
      <w:r>
        <w:t xml:space="preserve"> La sagesse s</w:t>
      </w:r>
      <w:r w:rsidR="00E8465A">
        <w:t>’</w:t>
      </w:r>
      <w:r>
        <w:t>élève derrière un rempart d</w:t>
      </w:r>
      <w:r w:rsidR="00E8465A">
        <w:t>’</w:t>
      </w:r>
      <w:r>
        <w:t>âpres rochers</w:t>
      </w:r>
      <w:r w:rsidR="00E8465A">
        <w:t>.</w:t>
      </w:r>
    </w:p>
  </w:footnote>
  <w:footnote w:id="48">
    <w:p w14:paraId="720766C6" w14:textId="1A0EF241" w:rsidR="00E0544E" w:rsidRDefault="00E0544E" w:rsidP="00E0544E">
      <w:pPr>
        <w:pStyle w:val="Notedebasdepage"/>
      </w:pPr>
      <w:r>
        <w:rPr>
          <w:rStyle w:val="Appelnotedebasdep"/>
        </w:rPr>
        <w:footnoteRef/>
      </w:r>
      <w:r>
        <w:t xml:space="preserve"> Comme une victime</w:t>
      </w:r>
      <w:r w:rsidR="00E8465A">
        <w:t xml:space="preserve">, </w:t>
      </w:r>
      <w:r>
        <w:t>je viens à l</w:t>
      </w:r>
      <w:r w:rsidR="00E8465A">
        <w:t>’</w:t>
      </w:r>
      <w:r>
        <w:t>autel</w:t>
      </w:r>
      <w:r w:rsidR="00E8465A">
        <w:t>.</w:t>
      </w:r>
    </w:p>
  </w:footnote>
  <w:footnote w:id="49">
    <w:p w14:paraId="20FEA860" w14:textId="0C94CB96" w:rsidR="00E0544E" w:rsidRDefault="00E0544E" w:rsidP="00E0544E">
      <w:pPr>
        <w:pStyle w:val="Notedebasdepage"/>
      </w:pPr>
      <w:r>
        <w:rPr>
          <w:rStyle w:val="Appelnotedebasdep"/>
        </w:rPr>
        <w:footnoteRef/>
      </w:r>
      <w:r>
        <w:t xml:space="preserve"> Le manuscrit est mutilé en cet endroit</w:t>
      </w:r>
      <w:r w:rsidR="00E8465A">
        <w:t>.</w:t>
      </w:r>
    </w:p>
  </w:footnote>
  <w:footnote w:id="50">
    <w:p w14:paraId="648E3AD2" w14:textId="7BF70CAA" w:rsidR="00E0544E" w:rsidRDefault="00E0544E" w:rsidP="00E0544E">
      <w:pPr>
        <w:pStyle w:val="Notedebasdepage"/>
      </w:pPr>
      <w:r>
        <w:rPr>
          <w:rStyle w:val="Appelnotedebasdep"/>
        </w:rPr>
        <w:footnoteRef/>
      </w:r>
      <w:r>
        <w:t xml:space="preserve"> Vois-tu quel gardien est assis à l</w:t>
      </w:r>
      <w:r w:rsidR="00E8465A">
        <w:t>’</w:t>
      </w:r>
      <w:r>
        <w:t>entrée</w:t>
      </w:r>
      <w:r w:rsidR="00E8465A">
        <w:t xml:space="preserve"> ? </w:t>
      </w:r>
      <w:r>
        <w:t>quelle apparition terr</w:t>
      </w:r>
      <w:r>
        <w:t>i</w:t>
      </w:r>
      <w:r>
        <w:t>ble veille sur le seuil</w:t>
      </w:r>
      <w:r w:rsidR="00E8465A">
        <w:t> ?</w:t>
      </w:r>
    </w:p>
  </w:footnote>
  <w:footnote w:id="51">
    <w:p w14:paraId="3F738339" w14:textId="03688375" w:rsidR="00E0544E" w:rsidRDefault="00E0544E" w:rsidP="00E0544E">
      <w:pPr>
        <w:pStyle w:val="Notedebasdepage"/>
      </w:pPr>
      <w:r>
        <w:rPr>
          <w:rStyle w:val="Appelnotedebasdep"/>
        </w:rPr>
        <w:footnoteRef/>
      </w:r>
      <w:r>
        <w:t xml:space="preserve"> Deux âmes</w:t>
      </w:r>
      <w:r w:rsidR="00E8465A">
        <w:t xml:space="preserve">, </w:t>
      </w:r>
      <w:r>
        <w:t>hélas</w:t>
      </w:r>
      <w:r w:rsidR="00E8465A">
        <w:t xml:space="preserve"> ! </w:t>
      </w:r>
      <w:r>
        <w:t>habitent dans mon sein</w:t>
      </w:r>
      <w:r w:rsidR="00E8465A">
        <w:t xml:space="preserve">… </w:t>
      </w:r>
      <w:r>
        <w:t>Pourquoi t</w:t>
      </w:r>
      <w:r w:rsidR="00E8465A">
        <w:t>’</w:t>
      </w:r>
      <w:r>
        <w:t>arrêtes-tu ainsi</w:t>
      </w:r>
      <w:r w:rsidR="00E8465A">
        <w:t xml:space="preserve">, </w:t>
      </w:r>
      <w:r>
        <w:t>l</w:t>
      </w:r>
      <w:r w:rsidR="00E8465A">
        <w:t>’</w:t>
      </w:r>
      <w:r>
        <w:t>air étonné</w:t>
      </w:r>
      <w:r w:rsidR="00E8465A">
        <w:t> ?</w:t>
      </w:r>
    </w:p>
  </w:footnote>
  <w:footnote w:id="52">
    <w:p w14:paraId="4D7E01FD" w14:textId="325E740F" w:rsidR="00E0544E" w:rsidRDefault="00E0544E" w:rsidP="00E0544E">
      <w:pPr>
        <w:pStyle w:val="Notedebasdepage"/>
      </w:pPr>
      <w:r>
        <w:rPr>
          <w:rStyle w:val="Appelnotedebasdep"/>
        </w:rPr>
        <w:footnoteRef/>
      </w:r>
      <w:r>
        <w:t xml:space="preserve"> La vision de la lourde vie terrestre disparait</w:t>
      </w:r>
      <w:r w:rsidR="00E8465A">
        <w:t xml:space="preserve">, </w:t>
      </w:r>
      <w:r>
        <w:t>disparaît</w:t>
      </w:r>
      <w:r w:rsidR="00E8465A">
        <w:t xml:space="preserve">, </w:t>
      </w:r>
      <w:r>
        <w:t>di</w:t>
      </w:r>
      <w:r>
        <w:t>s</w:t>
      </w:r>
      <w:r>
        <w:t>paraît</w:t>
      </w:r>
      <w:r w:rsidR="00E8465A">
        <w:t>.</w:t>
      </w:r>
    </w:p>
  </w:footnote>
  <w:footnote w:id="53">
    <w:p w14:paraId="761F3068" w14:textId="7623E78E" w:rsidR="00E0544E" w:rsidRDefault="00E0544E" w:rsidP="00E0544E">
      <w:pPr>
        <w:pStyle w:val="Notedebasdepage"/>
      </w:pPr>
      <w:r>
        <w:rPr>
          <w:rStyle w:val="Appelnotedebasdep"/>
        </w:rPr>
        <w:footnoteRef/>
      </w:r>
      <w:r>
        <w:t xml:space="preserve"> L</w:t>
      </w:r>
      <w:r w:rsidR="00E8465A">
        <w:t>’</w:t>
      </w:r>
      <w:r>
        <w:t>avenir</w:t>
      </w:r>
      <w:r w:rsidR="00E8465A">
        <w:t xml:space="preserve">, </w:t>
      </w:r>
      <w:r>
        <w:t>tu me l</w:t>
      </w:r>
      <w:r w:rsidR="00E8465A">
        <w:t>’</w:t>
      </w:r>
      <w:r>
        <w:t>as donné</w:t>
      </w:r>
      <w:r w:rsidR="00E8465A">
        <w:t xml:space="preserve">, </w:t>
      </w:r>
      <w:r>
        <w:t>et pourtant tu m</w:t>
      </w:r>
      <w:r w:rsidR="00E8465A">
        <w:t>’</w:t>
      </w:r>
      <w:r>
        <w:t>enlèves le pr</w:t>
      </w:r>
      <w:r>
        <w:t>é</w:t>
      </w:r>
      <w:r>
        <w:t>sent</w:t>
      </w:r>
      <w:r w:rsidR="00E8465A">
        <w:t>.</w:t>
      </w:r>
    </w:p>
  </w:footnote>
  <w:footnote w:id="54">
    <w:p w14:paraId="2590FC65" w14:textId="3DBE2EB3" w:rsidR="00E0544E" w:rsidRDefault="00E0544E" w:rsidP="00E0544E">
      <w:pPr>
        <w:pStyle w:val="Notedebasdepage"/>
      </w:pPr>
      <w:r>
        <w:rPr>
          <w:rStyle w:val="Appelnotedebasdep"/>
        </w:rPr>
        <w:footnoteRef/>
      </w:r>
      <w:r>
        <w:t xml:space="preserve"> Figure d</w:t>
      </w:r>
      <w:r w:rsidR="00E8465A">
        <w:t>’</w:t>
      </w:r>
      <w:r>
        <w:t>ange</w:t>
      </w:r>
      <w:r w:rsidR="00E8465A">
        <w:t xml:space="preserve">, </w:t>
      </w:r>
      <w:r>
        <w:t>dit un contemporain en parlant de Couthon</w:t>
      </w:r>
      <w:r w:rsidR="00E8465A">
        <w:t xml:space="preserve">. </w:t>
      </w:r>
      <w:r>
        <w:t>L</w:t>
      </w:r>
      <w:r w:rsidR="00E8465A">
        <w:t>’</w:t>
      </w:r>
      <w:r>
        <w:t>adresse rédigée</w:t>
      </w:r>
      <w:r w:rsidR="00E8465A">
        <w:t xml:space="preserve">, </w:t>
      </w:r>
      <w:r>
        <w:t xml:space="preserve">probablement par </w:t>
      </w:r>
      <w:proofErr w:type="spellStart"/>
      <w:r>
        <w:t>Payan</w:t>
      </w:r>
      <w:proofErr w:type="spellEnd"/>
      <w:r w:rsidR="00E8465A">
        <w:t xml:space="preserve"> (</w:t>
      </w:r>
      <w:r>
        <w:t>9 thermidor</w:t>
      </w:r>
      <w:r w:rsidR="00E8465A">
        <w:t xml:space="preserve">), </w:t>
      </w:r>
      <w:r>
        <w:t>après l</w:t>
      </w:r>
      <w:r w:rsidR="00E8465A">
        <w:t>’</w:t>
      </w:r>
      <w:r>
        <w:t>arrestation de Robespierre</w:t>
      </w:r>
      <w:r w:rsidR="00E8465A">
        <w:t xml:space="preserve">, </w:t>
      </w:r>
      <w:r>
        <w:t>caractér</w:t>
      </w:r>
      <w:r>
        <w:t>i</w:t>
      </w:r>
      <w:r>
        <w:t>se ainsi son collègue paralytique</w:t>
      </w:r>
      <w:r w:rsidR="00E8465A">
        <w:t> : « </w:t>
      </w:r>
      <w:r>
        <w:t>Couthon</w:t>
      </w:r>
      <w:r w:rsidR="00E8465A">
        <w:t xml:space="preserve"> ! </w:t>
      </w:r>
      <w:r>
        <w:t>ce citoyen vertueux</w:t>
      </w:r>
      <w:r w:rsidR="00E8465A">
        <w:t xml:space="preserve">, </w:t>
      </w:r>
      <w:r>
        <w:t>qui n</w:t>
      </w:r>
      <w:r w:rsidR="00E8465A">
        <w:t>’</w:t>
      </w:r>
      <w:r>
        <w:t>a que le cœur et la tête de vivants</w:t>
      </w:r>
      <w:r w:rsidR="00E8465A">
        <w:t xml:space="preserve">, </w:t>
      </w:r>
      <w:r>
        <w:t>mais qui les a brûlants de patriotisme</w:t>
      </w:r>
      <w:r w:rsidR="00E8465A">
        <w:t>. »</w:t>
      </w:r>
    </w:p>
  </w:footnote>
  <w:footnote w:id="55">
    <w:p w14:paraId="462F76D9" w14:textId="25CA8801" w:rsidR="00E0544E" w:rsidRDefault="00E0544E" w:rsidP="00E0544E">
      <w:pPr>
        <w:pStyle w:val="Notedebasdepage"/>
      </w:pPr>
      <w:r>
        <w:rPr>
          <w:rStyle w:val="Appelnotedebasdep"/>
        </w:rPr>
        <w:footnoteRef/>
      </w:r>
      <w:r>
        <w:t xml:space="preserve"> Presque toutes les pensées attribuées à Robespierre se r</w:t>
      </w:r>
      <w:r>
        <w:t>e</w:t>
      </w:r>
      <w:r>
        <w:t>trouvent dans le r</w:t>
      </w:r>
      <w:r>
        <w:t>e</w:t>
      </w:r>
      <w:r>
        <w:t>cueil de ses discours</w:t>
      </w:r>
      <w:r w:rsidR="00E8465A">
        <w:t>. (</w:t>
      </w:r>
      <w:r>
        <w:rPr>
          <w:i/>
          <w:iCs/>
        </w:rPr>
        <w:t>Note de l</w:t>
      </w:r>
      <w:r w:rsidR="00E8465A">
        <w:rPr>
          <w:i/>
          <w:iCs/>
        </w:rPr>
        <w:t>’</w:t>
      </w:r>
      <w:r>
        <w:rPr>
          <w:i/>
          <w:iCs/>
        </w:rPr>
        <w:t>auteur</w:t>
      </w:r>
      <w:r w:rsidR="00E8465A">
        <w:t>.)</w:t>
      </w:r>
    </w:p>
  </w:footnote>
  <w:footnote w:id="56">
    <w:p w14:paraId="25EF399A" w14:textId="57F6A3A6" w:rsidR="00E0544E" w:rsidRDefault="00E0544E" w:rsidP="00E0544E">
      <w:pPr>
        <w:pStyle w:val="Notedebasdepage"/>
      </w:pPr>
      <w:r>
        <w:rPr>
          <w:rStyle w:val="Appelnotedebasdep"/>
        </w:rPr>
        <w:footnoteRef/>
      </w:r>
      <w:r>
        <w:t xml:space="preserve"> Ombre plus épaisse que celle de la nuit</w:t>
      </w:r>
      <w:r w:rsidR="00E8465A">
        <w:t xml:space="preserve">, </w:t>
      </w:r>
      <w:r>
        <w:t>où pas un rayon de l</w:t>
      </w:r>
      <w:r>
        <w:t>u</w:t>
      </w:r>
      <w:r>
        <w:t>mière ne se m</w:t>
      </w:r>
      <w:r>
        <w:t>ê</w:t>
      </w:r>
      <w:r>
        <w:t>le</w:t>
      </w:r>
    </w:p>
    <w:p w14:paraId="65818975" w14:textId="102DA4B1" w:rsidR="00E0544E" w:rsidRDefault="00E0544E" w:rsidP="00E0544E">
      <w:pPr>
        <w:pStyle w:val="Notedebasdepage"/>
      </w:pPr>
      <w:r>
        <w:t>Le palais ne parait plus</w:t>
      </w:r>
      <w:r w:rsidR="00E8465A">
        <w:t xml:space="preserve"> ; </w:t>
      </w:r>
      <w:r>
        <w:t>pas même un vestige</w:t>
      </w:r>
      <w:r w:rsidR="00E8465A">
        <w:t xml:space="preserve"> ; </w:t>
      </w:r>
      <w:r>
        <w:t xml:space="preserve">et on ne peut même dire où il </w:t>
      </w:r>
      <w:proofErr w:type="gramStart"/>
      <w:r>
        <w:t>a été</w:t>
      </w:r>
      <w:proofErr w:type="gramEnd"/>
      <w:r w:rsidR="00E8465A">
        <w:t>.</w:t>
      </w:r>
    </w:p>
  </w:footnote>
  <w:footnote w:id="57">
    <w:p w14:paraId="35833668" w14:textId="2ACA5301" w:rsidR="00E0544E" w:rsidRDefault="00E0544E" w:rsidP="00E0544E">
      <w:pPr>
        <w:pStyle w:val="Notedebasdepage"/>
      </w:pPr>
      <w:r>
        <w:rPr>
          <w:rStyle w:val="Appelnotedebasdep"/>
        </w:rPr>
        <w:footnoteRef/>
      </w:r>
      <w:r>
        <w:t xml:space="preserve"> Avec lui allaient l</w:t>
      </w:r>
      <w:r w:rsidR="00E8465A">
        <w:t>’</w:t>
      </w:r>
      <w:r>
        <w:t>Amour et le Dédain</w:t>
      </w:r>
      <w:r w:rsidR="00E8465A">
        <w:t xml:space="preserve">, </w:t>
      </w:r>
      <w:r>
        <w:t>comme deux lévriers a</w:t>
      </w:r>
      <w:r>
        <w:t>c</w:t>
      </w:r>
      <w:r>
        <w:t>couplés l</w:t>
      </w:r>
      <w:r w:rsidR="00E8465A">
        <w:t>’</w:t>
      </w:r>
      <w:r>
        <w:t>un contre l</w:t>
      </w:r>
      <w:r w:rsidR="00E8465A">
        <w:t>’</w:t>
      </w:r>
      <w:r>
        <w:t>autre</w:t>
      </w:r>
      <w:r w:rsidR="00E8465A">
        <w:t>.</w:t>
      </w:r>
    </w:p>
  </w:footnote>
  <w:footnote w:id="58">
    <w:p w14:paraId="05CAF2A6" w14:textId="73F23A63" w:rsidR="00E0544E" w:rsidRDefault="00E0544E" w:rsidP="00E0544E">
      <w:pPr>
        <w:pStyle w:val="Notedebasdepage"/>
      </w:pPr>
      <w:r>
        <w:rPr>
          <w:rStyle w:val="Appelnotedebasdep"/>
        </w:rPr>
        <w:footnoteRef/>
      </w:r>
      <w:r>
        <w:t xml:space="preserve"> À</w:t>
      </w:r>
      <w:r>
        <w:rPr>
          <w:color w:val="FF0000"/>
        </w:rPr>
        <w:t xml:space="preserve"> </w:t>
      </w:r>
      <w:r>
        <w:t>la poupe se tenait celle qui devait les guider</w:t>
      </w:r>
      <w:r w:rsidR="00E8465A">
        <w:t xml:space="preserve">, </w:t>
      </w:r>
      <w:r>
        <w:t>la vierge fat</w:t>
      </w:r>
      <w:r>
        <w:t>a</w:t>
      </w:r>
      <w:r>
        <w:t>le</w:t>
      </w:r>
      <w:r w:rsidR="00E8465A">
        <w:t>.</w:t>
      </w:r>
    </w:p>
  </w:footnote>
  <w:footnote w:id="59">
    <w:p w14:paraId="55CB8CFD" w14:textId="7368E913" w:rsidR="00E0544E" w:rsidRDefault="00E0544E" w:rsidP="00E0544E">
      <w:pPr>
        <w:pStyle w:val="Notedebasdepage"/>
      </w:pPr>
      <w:r>
        <w:rPr>
          <w:rStyle w:val="Appelnotedebasdep"/>
        </w:rPr>
        <w:footnoteRef/>
      </w:r>
      <w:r>
        <w:t xml:space="preserve"> Il fut décrété que quiconque dirait que c</w:t>
      </w:r>
      <w:r w:rsidR="00E8465A">
        <w:t>’</w:t>
      </w:r>
      <w:r>
        <w:t>était un homme</w:t>
      </w:r>
      <w:r w:rsidR="00E8465A">
        <w:t xml:space="preserve">, </w:t>
      </w:r>
      <w:r>
        <w:t>serait condamné à mort</w:t>
      </w:r>
      <w:r w:rsidR="00E8465A">
        <w:t>.</w:t>
      </w:r>
    </w:p>
  </w:footnote>
  <w:footnote w:id="60">
    <w:p w14:paraId="7CECB912" w14:textId="2C79B461" w:rsidR="00E0544E" w:rsidRDefault="00E0544E" w:rsidP="00E0544E">
      <w:pPr>
        <w:pStyle w:val="Notedebasdepage"/>
      </w:pPr>
      <w:r>
        <w:rPr>
          <w:rStyle w:val="Appelnotedebasdep"/>
        </w:rPr>
        <w:footnoteRef/>
      </w:r>
      <w:r>
        <w:t xml:space="preserve"> Jamblique</w:t>
      </w:r>
      <w:r w:rsidR="00E8465A">
        <w:t xml:space="preserve">, </w:t>
      </w:r>
      <w:r>
        <w:rPr>
          <w:i/>
          <w:iCs/>
        </w:rPr>
        <w:t>Des mystères</w:t>
      </w:r>
      <w:r w:rsidR="00E8465A">
        <w:t xml:space="preserve">, </w:t>
      </w:r>
      <w:r>
        <w:t>VII</w:t>
      </w:r>
      <w:r w:rsidR="00E8465A">
        <w:t xml:space="preserve">, </w:t>
      </w:r>
      <w:r>
        <w:t>7</w:t>
      </w:r>
      <w:r w:rsidR="00E8465A">
        <w:t>.</w:t>
      </w:r>
    </w:p>
  </w:footnote>
  <w:footnote w:id="61">
    <w:p w14:paraId="2084EEB6" w14:textId="74493BA5" w:rsidR="00E0544E" w:rsidRDefault="00E0544E" w:rsidP="00E0544E">
      <w:pPr>
        <w:pStyle w:val="Notedebasdepage"/>
      </w:pPr>
      <w:r>
        <w:rPr>
          <w:rStyle w:val="Appelnotedebasdep"/>
        </w:rPr>
        <w:footnoteRef/>
      </w:r>
      <w:r>
        <w:t xml:space="preserve"> Pourquoi t</w:t>
      </w:r>
      <w:r w:rsidR="00E8465A">
        <w:t>’</w:t>
      </w:r>
      <w:r>
        <w:t>étonner que j</w:t>
      </w:r>
      <w:r w:rsidR="00E8465A">
        <w:t>’</w:t>
      </w:r>
      <w:r>
        <w:t>aie avec un seul corps tant de formes diverses</w:t>
      </w:r>
      <w:r w:rsidR="00E8465A">
        <w:t> ?</w:t>
      </w:r>
    </w:p>
  </w:footnote>
  <w:footnote w:id="62">
    <w:p w14:paraId="26C689AB" w14:textId="0EBEEC03" w:rsidR="00E0544E" w:rsidRDefault="00E0544E" w:rsidP="00E0544E">
      <w:pPr>
        <w:pStyle w:val="Notedebasdepage"/>
      </w:pPr>
      <w:r>
        <w:rPr>
          <w:rStyle w:val="Appelnotedebasdep"/>
        </w:rPr>
        <w:footnoteRef/>
      </w:r>
      <w:r>
        <w:t xml:space="preserve"> </w:t>
      </w:r>
      <w:r w:rsidR="00E8465A">
        <w:t>M. </w:t>
      </w:r>
      <w:r>
        <w:t>Thiers</w:t>
      </w:r>
      <w:r w:rsidR="00E8465A">
        <w:t xml:space="preserve">, </w:t>
      </w:r>
      <w:r>
        <w:t>dans son histoire</w:t>
      </w:r>
      <w:r w:rsidR="00E8465A">
        <w:t xml:space="preserve">, </w:t>
      </w:r>
      <w:r>
        <w:t>commet ici une erreur singuli</w:t>
      </w:r>
      <w:r>
        <w:t>è</w:t>
      </w:r>
      <w:r>
        <w:t>re</w:t>
      </w:r>
      <w:r w:rsidR="00E8465A">
        <w:t xml:space="preserve">, </w:t>
      </w:r>
      <w:r>
        <w:t>il dit</w:t>
      </w:r>
      <w:r w:rsidR="00E8465A">
        <w:t> : « </w:t>
      </w:r>
      <w:r>
        <w:t>Couthon s</w:t>
      </w:r>
      <w:r w:rsidR="00E8465A">
        <w:t>’</w:t>
      </w:r>
      <w:r>
        <w:t>élance à la tribune</w:t>
      </w:r>
      <w:r w:rsidR="00E8465A">
        <w:t>, »</w:t>
      </w:r>
      <w:r>
        <w:t xml:space="preserve"> Pauvre Couthon</w:t>
      </w:r>
      <w:r w:rsidR="00E8465A">
        <w:t xml:space="preserve"> ! </w:t>
      </w:r>
      <w:r>
        <w:t>dont la moitié du corps était mort</w:t>
      </w:r>
      <w:r w:rsidR="00E8465A">
        <w:t xml:space="preserve">, </w:t>
      </w:r>
      <w:r>
        <w:t xml:space="preserve">qui se faisait rouler en chaise </w:t>
      </w:r>
      <w:proofErr w:type="spellStart"/>
      <w:r>
        <w:t>a</w:t>
      </w:r>
      <w:proofErr w:type="spellEnd"/>
      <w:r>
        <w:t xml:space="preserve"> la Convention</w:t>
      </w:r>
      <w:r w:rsidR="00E8465A">
        <w:t xml:space="preserve">, </w:t>
      </w:r>
      <w:r>
        <w:t>et qui parlait assis</w:t>
      </w:r>
      <w:r w:rsidR="00E8465A">
        <w:t>. (</w:t>
      </w:r>
      <w:r>
        <w:rPr>
          <w:i/>
          <w:iCs/>
        </w:rPr>
        <w:t>Note de l</w:t>
      </w:r>
      <w:r w:rsidR="00E8465A">
        <w:rPr>
          <w:i/>
          <w:iCs/>
        </w:rPr>
        <w:t>’</w:t>
      </w:r>
      <w:r>
        <w:rPr>
          <w:i/>
          <w:iCs/>
        </w:rPr>
        <w:t>auteur</w:t>
      </w:r>
      <w:r w:rsidR="00E8465A">
        <w:rPr>
          <w:i/>
          <w:iCs/>
        </w:rPr>
        <w:t>.)</w:t>
      </w:r>
    </w:p>
  </w:footnote>
  <w:footnote w:id="63">
    <w:p w14:paraId="299C3EE3" w14:textId="2ECCE6C2" w:rsidR="00E0544E" w:rsidRDefault="00E0544E" w:rsidP="00E0544E">
      <w:pPr>
        <w:pStyle w:val="Notedebasdepage"/>
      </w:pPr>
      <w:r>
        <w:rPr>
          <w:rStyle w:val="Appelnotedebasdep"/>
        </w:rPr>
        <w:footnoteRef/>
      </w:r>
      <w:r>
        <w:t xml:space="preserve"> La terre peut s</w:t>
      </w:r>
      <w:r w:rsidR="00E8465A">
        <w:t>’</w:t>
      </w:r>
      <w:r>
        <w:t>écrouler sur la terre</w:t>
      </w:r>
      <w:r w:rsidR="00E8465A">
        <w:t xml:space="preserve">, </w:t>
      </w:r>
      <w:r>
        <w:t>l</w:t>
      </w:r>
      <w:r w:rsidR="00E8465A">
        <w:t>’</w:t>
      </w:r>
      <w:r>
        <w:t>esprit échappera de sa pr</w:t>
      </w:r>
      <w:r>
        <w:t>i</w:t>
      </w:r>
      <w:r>
        <w:t>son fragile</w:t>
      </w:r>
      <w:r w:rsidR="00E8465A">
        <w:t xml:space="preserve"> ; </w:t>
      </w:r>
      <w:r>
        <w:t>le vent de l</w:t>
      </w:r>
      <w:r w:rsidR="00E8465A">
        <w:t>’</w:t>
      </w:r>
      <w:r>
        <w:t>orage peut disperser ses cendres</w:t>
      </w:r>
      <w:r w:rsidR="00E8465A">
        <w:t xml:space="preserve">, </w:t>
      </w:r>
      <w:r>
        <w:t>mais son être dure éternellement</w:t>
      </w:r>
      <w:r w:rsidR="00E8465A">
        <w:t>.</w:t>
      </w:r>
    </w:p>
  </w:footnote>
  <w:footnote w:id="64">
    <w:p w14:paraId="6A25552B" w14:textId="11033ED2" w:rsidR="00E0544E" w:rsidRDefault="00E0544E" w:rsidP="00E0544E">
      <w:pPr>
        <w:pStyle w:val="Notedebasdepage"/>
      </w:pPr>
      <w:r>
        <w:rPr>
          <w:rStyle w:val="Appelnotedebasdep"/>
        </w:rPr>
        <w:footnoteRef/>
      </w:r>
      <w:r>
        <w:t xml:space="preserve"> Nous regrettons que l</w:t>
      </w:r>
      <w:r w:rsidR="00E8465A">
        <w:t>’</w:t>
      </w:r>
      <w:r>
        <w:t>auteur prête à Fouquier-Tinville un témo</w:t>
      </w:r>
      <w:r>
        <w:t>i</w:t>
      </w:r>
      <w:r>
        <w:t>gnage si accablant contre Marie-Joseph Chénier</w:t>
      </w:r>
      <w:r w:rsidR="00E8465A">
        <w:t xml:space="preserve">. </w:t>
      </w:r>
      <w:r>
        <w:t>Nous préférons lui a</w:t>
      </w:r>
      <w:r>
        <w:t>p</w:t>
      </w:r>
      <w:r>
        <w:t>pliquer les bénéfices du doute et de l</w:t>
      </w:r>
      <w:r w:rsidR="00E8465A">
        <w:t>’</w:t>
      </w:r>
      <w:r>
        <w:t>insuffisance des charges</w:t>
      </w:r>
      <w:r w:rsidR="00E8465A">
        <w:t xml:space="preserve">, </w:t>
      </w:r>
      <w:r>
        <w:t>dans un procès si terrible</w:t>
      </w:r>
      <w:r w:rsidR="00E8465A">
        <w:t xml:space="preserve">. </w:t>
      </w:r>
      <w:r>
        <w:t>Nous aimons mieux surtout nous laisser persuader</w:t>
      </w:r>
      <w:r w:rsidR="00E8465A">
        <w:t xml:space="preserve">, </w:t>
      </w:r>
      <w:r>
        <w:t>par l</w:t>
      </w:r>
      <w:r w:rsidR="00E8465A">
        <w:t>’</w:t>
      </w:r>
      <w:r>
        <w:t xml:space="preserve">éloquente affirmation de </w:t>
      </w:r>
      <w:r w:rsidR="00E8465A">
        <w:t>M. </w:t>
      </w:r>
      <w:r>
        <w:t>Villemain</w:t>
      </w:r>
      <w:r w:rsidR="00E8465A">
        <w:t xml:space="preserve">, </w:t>
      </w:r>
      <w:r>
        <w:t>et par la protestation ind</w:t>
      </w:r>
      <w:r>
        <w:t>i</w:t>
      </w:r>
      <w:r>
        <w:t>gnée du poète lui-même</w:t>
      </w:r>
      <w:r w:rsidR="00E8465A">
        <w:t>. (</w:t>
      </w:r>
      <w:r>
        <w:rPr>
          <w:i/>
          <w:iCs/>
        </w:rPr>
        <w:t>Note du traducteur</w:t>
      </w:r>
      <w:r w:rsidR="00E8465A">
        <w:t>.)</w:t>
      </w:r>
    </w:p>
  </w:footnote>
  <w:footnote w:id="65">
    <w:p w14:paraId="35413022" w14:textId="56E8AF83" w:rsidR="00E0544E" w:rsidRDefault="00E0544E" w:rsidP="00E0544E">
      <w:pPr>
        <w:pStyle w:val="Notedebasdepage"/>
      </w:pPr>
      <w:r>
        <w:rPr>
          <w:rStyle w:val="Appelnotedebasdep"/>
        </w:rPr>
        <w:footnoteRef/>
      </w:r>
      <w:r>
        <w:t xml:space="preserve"> Et je vois le fer du monstre briller</w:t>
      </w:r>
      <w:r w:rsidR="00E8465A">
        <w:t xml:space="preserve">, </w:t>
      </w:r>
      <w:r>
        <w:t>et je vois l</w:t>
      </w:r>
      <w:r w:rsidR="00E8465A">
        <w:t>’</w:t>
      </w:r>
      <w:r>
        <w:t>œil du meurtre flamboyer</w:t>
      </w:r>
      <w:r w:rsidR="00E8465A">
        <w:t>.</w:t>
      </w:r>
    </w:p>
  </w:footnote>
  <w:footnote w:id="66">
    <w:p w14:paraId="20E05634" w14:textId="03ECFC36" w:rsidR="00E0544E" w:rsidRDefault="00E0544E" w:rsidP="00E0544E">
      <w:pPr>
        <w:pStyle w:val="Notedebasdepage"/>
      </w:pPr>
      <w:r>
        <w:rPr>
          <w:rStyle w:val="Appelnotedebasdep"/>
        </w:rPr>
        <w:footnoteRef/>
      </w:r>
      <w:r>
        <w:t xml:space="preserve"> Ainsi vainquit Godefroi</w:t>
      </w:r>
      <w:r w:rsidR="00E8465A">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215121859">
    <w:abstractNumId w:val="11"/>
  </w:num>
  <w:num w:numId="2" w16cid:durableId="1938752445">
    <w:abstractNumId w:val="12"/>
  </w:num>
  <w:num w:numId="3" w16cid:durableId="667904999">
    <w:abstractNumId w:val="13"/>
  </w:num>
  <w:num w:numId="4" w16cid:durableId="1416171981">
    <w:abstractNumId w:val="14"/>
  </w:num>
  <w:num w:numId="5" w16cid:durableId="704330821">
    <w:abstractNumId w:val="8"/>
  </w:num>
  <w:num w:numId="6" w16cid:durableId="1430348165">
    <w:abstractNumId w:val="3"/>
  </w:num>
  <w:num w:numId="7" w16cid:durableId="1743286680">
    <w:abstractNumId w:val="2"/>
  </w:num>
  <w:num w:numId="8" w16cid:durableId="572391739">
    <w:abstractNumId w:val="1"/>
  </w:num>
  <w:num w:numId="9" w16cid:durableId="1565097743">
    <w:abstractNumId w:val="0"/>
  </w:num>
  <w:num w:numId="10" w16cid:durableId="1170947663">
    <w:abstractNumId w:val="9"/>
  </w:num>
  <w:num w:numId="11" w16cid:durableId="270355058">
    <w:abstractNumId w:val="7"/>
  </w:num>
  <w:num w:numId="12" w16cid:durableId="1047529450">
    <w:abstractNumId w:val="6"/>
  </w:num>
  <w:num w:numId="13" w16cid:durableId="1149521503">
    <w:abstractNumId w:val="5"/>
  </w:num>
  <w:num w:numId="14" w16cid:durableId="1692952498">
    <w:abstractNumId w:val="4"/>
  </w:num>
  <w:num w:numId="15" w16cid:durableId="18034235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131078" w:nlCheck="1" w:checkStyle="0"/>
  <w:activeWritingStyle w:appName="MSWord" w:lang="en-US" w:vendorID="64" w:dllVersion="131078" w:nlCheck="1" w:checkStyle="1"/>
  <w:activeWritingStyle w:appName="MSWord" w:lang="en-US" w:vendorID="64" w:dllVersion="0" w:nlCheck="1" w:checkStyle="0"/>
  <w:activeWritingStyle w:appName="MSWord" w:lang="fr-FR" w:vendorID="64" w:dllVersion="0" w:nlCheck="1" w:checkStyle="0"/>
  <w:activeWritingStyle w:appName="MSWord" w:lang="fr-FR" w:vendorID="2" w:dllVersion="6" w:checkStyle="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200A6"/>
    <w:rsid w:val="000F0BF1"/>
    <w:rsid w:val="0012353C"/>
    <w:rsid w:val="0019456D"/>
    <w:rsid w:val="00220882"/>
    <w:rsid w:val="003564FB"/>
    <w:rsid w:val="005B2DD3"/>
    <w:rsid w:val="00866D9A"/>
    <w:rsid w:val="008D6964"/>
    <w:rsid w:val="00A5364A"/>
    <w:rsid w:val="00B43C03"/>
    <w:rsid w:val="00BD22B6"/>
    <w:rsid w:val="00C654F1"/>
    <w:rsid w:val="00D93F39"/>
    <w:rsid w:val="00E0544E"/>
    <w:rsid w:val="00E26F64"/>
    <w:rsid w:val="00E8465A"/>
    <w:rsid w:val="00EE3339"/>
    <w:rsid w:val="00FD37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F94AA"/>
  <w15:chartTrackingRefBased/>
  <w15:docId w15:val="{69F13C9E-28D8-4DAE-95C3-5534C026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0A6"/>
    <w:pPr>
      <w:spacing w:before="240" w:after="240"/>
      <w:ind w:firstLine="680"/>
      <w:jc w:val="both"/>
    </w:pPr>
    <w:rPr>
      <w:rFonts w:ascii="Amasis30" w:hAnsi="Amasis30"/>
      <w:sz w:val="36"/>
      <w:szCs w:val="24"/>
    </w:rPr>
  </w:style>
  <w:style w:type="paragraph" w:styleId="Titre1">
    <w:name w:val="heading 1"/>
    <w:basedOn w:val="Normal"/>
    <w:next w:val="Normal"/>
    <w:qFormat/>
    <w:rsid w:val="00A5364A"/>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A5364A"/>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A5364A"/>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A5364A"/>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uiPriority w:val="99"/>
    <w:semiHidden/>
    <w:rsid w:val="00A5364A"/>
  </w:style>
  <w:style w:type="character" w:styleId="Lienhypertexte">
    <w:name w:val="Hyperlink"/>
    <w:uiPriority w:val="99"/>
    <w:rsid w:val="00A5364A"/>
    <w:rPr>
      <w:rFonts w:ascii="Amasis30" w:hAnsi="Amasis30"/>
      <w:color w:val="004080"/>
      <w:u w:val="single"/>
    </w:rPr>
  </w:style>
  <w:style w:type="paragraph" w:styleId="Explorateurdedocuments">
    <w:name w:val="Document Map"/>
    <w:basedOn w:val="Normal"/>
    <w:semiHidden/>
    <w:rsid w:val="00A5364A"/>
    <w:pPr>
      <w:shd w:val="clear" w:color="auto" w:fill="000080"/>
    </w:pPr>
    <w:rPr>
      <w:rFonts w:ascii="Tahoma" w:hAnsi="Tahoma" w:cs="Tahoma"/>
    </w:rPr>
  </w:style>
  <w:style w:type="paragraph" w:styleId="TM1">
    <w:name w:val="toc 1"/>
    <w:basedOn w:val="Normal"/>
    <w:next w:val="Normal"/>
    <w:autoRedefine/>
    <w:uiPriority w:val="39"/>
    <w:rsid w:val="00A5364A"/>
    <w:pPr>
      <w:tabs>
        <w:tab w:val="right" w:leader="dot" w:pos="9639"/>
      </w:tabs>
      <w:spacing w:before="180" w:after="180"/>
      <w:ind w:firstLine="0"/>
      <w:jc w:val="left"/>
    </w:pPr>
    <w:rPr>
      <w:bCs/>
      <w:iCs/>
      <w:noProof/>
      <w:color w:val="000080"/>
      <w:szCs w:val="28"/>
    </w:rPr>
  </w:style>
  <w:style w:type="paragraph" w:styleId="En-tte">
    <w:name w:val="header"/>
    <w:basedOn w:val="Normal"/>
    <w:rsid w:val="00A5364A"/>
    <w:pPr>
      <w:tabs>
        <w:tab w:val="center" w:pos="4536"/>
        <w:tab w:val="right" w:pos="9072"/>
      </w:tabs>
    </w:pPr>
  </w:style>
  <w:style w:type="paragraph" w:styleId="Pieddepage">
    <w:name w:val="footer"/>
    <w:basedOn w:val="Normal"/>
    <w:rsid w:val="00A5364A"/>
    <w:pPr>
      <w:tabs>
        <w:tab w:val="center" w:pos="4536"/>
        <w:tab w:val="right" w:pos="9072"/>
      </w:tabs>
      <w:ind w:firstLine="0"/>
      <w:jc w:val="center"/>
    </w:pPr>
    <w:rPr>
      <w:sz w:val="32"/>
    </w:rPr>
  </w:style>
  <w:style w:type="character" w:styleId="Numrodepage">
    <w:name w:val="page number"/>
    <w:basedOn w:val="Policepardfaut"/>
    <w:rsid w:val="00A5364A"/>
  </w:style>
  <w:style w:type="paragraph" w:styleId="TM2">
    <w:name w:val="toc 2"/>
    <w:basedOn w:val="Normal"/>
    <w:next w:val="Normal"/>
    <w:autoRedefine/>
    <w:uiPriority w:val="39"/>
    <w:rsid w:val="00A5364A"/>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A5364A"/>
    <w:pPr>
      <w:tabs>
        <w:tab w:val="right" w:leader="dot" w:pos="9639"/>
      </w:tabs>
      <w:spacing w:before="120" w:after="120"/>
      <w:ind w:left="567" w:firstLine="0"/>
      <w:jc w:val="left"/>
    </w:pPr>
    <w:rPr>
      <w:color w:val="000080"/>
      <w:sz w:val="32"/>
    </w:rPr>
  </w:style>
  <w:style w:type="paragraph" w:styleId="TM4">
    <w:name w:val="toc 4"/>
    <w:basedOn w:val="Normal"/>
    <w:next w:val="Normal"/>
    <w:autoRedefine/>
    <w:uiPriority w:val="39"/>
    <w:rsid w:val="00A5364A"/>
    <w:pPr>
      <w:ind w:left="780"/>
    </w:pPr>
  </w:style>
  <w:style w:type="paragraph" w:styleId="TM5">
    <w:name w:val="toc 5"/>
    <w:basedOn w:val="Normal"/>
    <w:next w:val="Normal"/>
    <w:autoRedefine/>
    <w:uiPriority w:val="39"/>
    <w:rsid w:val="00A5364A"/>
    <w:pPr>
      <w:ind w:left="1040"/>
    </w:pPr>
  </w:style>
  <w:style w:type="paragraph" w:styleId="TM6">
    <w:name w:val="toc 6"/>
    <w:basedOn w:val="Normal"/>
    <w:next w:val="Normal"/>
    <w:autoRedefine/>
    <w:uiPriority w:val="39"/>
    <w:rsid w:val="00A5364A"/>
    <w:pPr>
      <w:ind w:left="1300"/>
    </w:pPr>
  </w:style>
  <w:style w:type="paragraph" w:styleId="TM7">
    <w:name w:val="toc 7"/>
    <w:basedOn w:val="Normal"/>
    <w:next w:val="Normal"/>
    <w:autoRedefine/>
    <w:uiPriority w:val="39"/>
    <w:rsid w:val="00A5364A"/>
    <w:pPr>
      <w:ind w:left="1560"/>
    </w:pPr>
  </w:style>
  <w:style w:type="paragraph" w:styleId="TM8">
    <w:name w:val="toc 8"/>
    <w:basedOn w:val="Normal"/>
    <w:next w:val="Normal"/>
    <w:autoRedefine/>
    <w:uiPriority w:val="39"/>
    <w:rsid w:val="00A5364A"/>
    <w:pPr>
      <w:ind w:left="1820"/>
    </w:pPr>
  </w:style>
  <w:style w:type="paragraph" w:styleId="TM9">
    <w:name w:val="toc 9"/>
    <w:basedOn w:val="Normal"/>
    <w:next w:val="Normal"/>
    <w:autoRedefine/>
    <w:uiPriority w:val="39"/>
    <w:rsid w:val="00A5364A"/>
    <w:pPr>
      <w:ind w:left="2080"/>
    </w:pPr>
  </w:style>
  <w:style w:type="character" w:styleId="Appelnotedebasdep">
    <w:name w:val="footnote reference"/>
    <w:qFormat/>
    <w:rsid w:val="00A5364A"/>
    <w:rPr>
      <w:rFonts w:ascii="Amasis30" w:hAnsi="Amasis30"/>
      <w:b/>
      <w:sz w:val="36"/>
      <w:vertAlign w:val="superscript"/>
    </w:rPr>
  </w:style>
  <w:style w:type="paragraph" w:styleId="Notedebasdepage">
    <w:name w:val="footnote text"/>
    <w:basedOn w:val="Taille-1Normal"/>
    <w:qFormat/>
    <w:rsid w:val="00A5364A"/>
    <w:rPr>
      <w:szCs w:val="30"/>
    </w:rPr>
  </w:style>
  <w:style w:type="paragraph" w:customStyle="1" w:styleId="Taille-1Normal">
    <w:name w:val="Taille-1Normal"/>
    <w:basedOn w:val="Normal"/>
    <w:rsid w:val="00A5364A"/>
    <w:rPr>
      <w:sz w:val="32"/>
      <w:szCs w:val="28"/>
    </w:rPr>
  </w:style>
  <w:style w:type="paragraph" w:customStyle="1" w:styleId="Auteur">
    <w:name w:val="Auteur"/>
    <w:basedOn w:val="Normal"/>
    <w:rsid w:val="00A5364A"/>
    <w:pPr>
      <w:spacing w:before="0" w:after="1800"/>
      <w:ind w:right="851" w:firstLine="0"/>
      <w:jc w:val="right"/>
    </w:pPr>
    <w:rPr>
      <w:sz w:val="48"/>
    </w:rPr>
  </w:style>
  <w:style w:type="paragraph" w:customStyle="1" w:styleId="Titrelivre">
    <w:name w:val="Titre_livre"/>
    <w:basedOn w:val="Normal"/>
    <w:rsid w:val="00A5364A"/>
    <w:pPr>
      <w:spacing w:before="0" w:after="1200"/>
      <w:ind w:left="2268" w:right="851" w:firstLine="0"/>
      <w:jc w:val="right"/>
    </w:pPr>
    <w:rPr>
      <w:b/>
      <w:bCs/>
      <w:sz w:val="72"/>
    </w:rPr>
  </w:style>
  <w:style w:type="paragraph" w:customStyle="1" w:styleId="Soustitrelivre">
    <w:name w:val="Sous_titre_livre"/>
    <w:basedOn w:val="Normal"/>
    <w:rsid w:val="00A5364A"/>
    <w:pPr>
      <w:spacing w:before="0" w:after="2160"/>
      <w:ind w:left="2268" w:right="851" w:firstLine="0"/>
      <w:jc w:val="right"/>
    </w:pPr>
    <w:rPr>
      <w:bCs/>
      <w:sz w:val="44"/>
      <w:szCs w:val="36"/>
    </w:rPr>
  </w:style>
  <w:style w:type="paragraph" w:customStyle="1" w:styleId="Photoauteur">
    <w:name w:val="Photo_auteur"/>
    <w:basedOn w:val="Normal"/>
    <w:rsid w:val="00A5364A"/>
    <w:pPr>
      <w:spacing w:after="1080"/>
      <w:ind w:left="2268" w:firstLine="0"/>
      <w:jc w:val="center"/>
    </w:pPr>
    <w:rPr>
      <w:noProof/>
    </w:rPr>
  </w:style>
  <w:style w:type="paragraph" w:customStyle="1" w:styleId="DateSortie">
    <w:name w:val="Date_Sortie"/>
    <w:basedOn w:val="Normal"/>
    <w:rsid w:val="00A5364A"/>
    <w:pPr>
      <w:spacing w:before="0" w:after="0"/>
      <w:ind w:right="1418" w:firstLine="0"/>
      <w:jc w:val="right"/>
    </w:pPr>
    <w:rPr>
      <w:bCs/>
      <w:sz w:val="40"/>
    </w:rPr>
  </w:style>
  <w:style w:type="paragraph" w:customStyle="1" w:styleId="Titretablematires">
    <w:name w:val="Titre table matières"/>
    <w:basedOn w:val="Normal"/>
    <w:rsid w:val="00A5364A"/>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A5364A"/>
    <w:pPr>
      <w:ind w:firstLine="0"/>
      <w:jc w:val="center"/>
    </w:pPr>
    <w:rPr>
      <w:szCs w:val="20"/>
    </w:rPr>
  </w:style>
  <w:style w:type="paragraph" w:customStyle="1" w:styleId="NormalSansIndent">
    <w:name w:val="NormalSansIndent"/>
    <w:basedOn w:val="Normal"/>
    <w:rsid w:val="00A5364A"/>
    <w:pPr>
      <w:ind w:firstLine="0"/>
    </w:pPr>
    <w:rPr>
      <w:szCs w:val="20"/>
    </w:rPr>
  </w:style>
  <w:style w:type="paragraph" w:customStyle="1" w:styleId="NormalSolidaire">
    <w:name w:val="NormalSolidaire"/>
    <w:basedOn w:val="Normal"/>
    <w:qFormat/>
    <w:rsid w:val="00A5364A"/>
    <w:pPr>
      <w:keepNext/>
    </w:pPr>
  </w:style>
  <w:style w:type="paragraph" w:customStyle="1" w:styleId="NormalSautPageAvant">
    <w:name w:val="NormalSautPageAvant"/>
    <w:basedOn w:val="Normal"/>
    <w:qFormat/>
    <w:rsid w:val="00A5364A"/>
    <w:pPr>
      <w:pageBreakBefore/>
    </w:pPr>
  </w:style>
  <w:style w:type="paragraph" w:customStyle="1" w:styleId="NormalEspAvtGrand">
    <w:name w:val="NormalEspAvtGrand"/>
    <w:basedOn w:val="Normal"/>
    <w:rsid w:val="00A5364A"/>
    <w:pPr>
      <w:spacing w:before="2640"/>
    </w:pPr>
    <w:rPr>
      <w:szCs w:val="20"/>
    </w:rPr>
  </w:style>
  <w:style w:type="paragraph" w:customStyle="1" w:styleId="CentrEspAvt0">
    <w:name w:val="CentréEspAvt0"/>
    <w:basedOn w:val="Centr"/>
    <w:next w:val="CentrEspAvt0EspApr0"/>
    <w:rsid w:val="00A5364A"/>
    <w:pPr>
      <w:spacing w:before="0"/>
    </w:pPr>
  </w:style>
  <w:style w:type="paragraph" w:customStyle="1" w:styleId="CentrEspAvt0EspApr0">
    <w:name w:val="CentréEspAvt0EspApr0"/>
    <w:basedOn w:val="Centr"/>
    <w:rsid w:val="00A5364A"/>
    <w:pPr>
      <w:spacing w:before="0" w:after="0"/>
    </w:pPr>
  </w:style>
  <w:style w:type="paragraph" w:customStyle="1" w:styleId="CentrEspApr0">
    <w:name w:val="CentréEspApr0"/>
    <w:basedOn w:val="Centr"/>
    <w:next w:val="Normal"/>
    <w:rsid w:val="00A5364A"/>
    <w:pPr>
      <w:spacing w:after="0"/>
    </w:pPr>
  </w:style>
  <w:style w:type="paragraph" w:customStyle="1" w:styleId="Droite">
    <w:name w:val="Droite"/>
    <w:basedOn w:val="Normal"/>
    <w:next w:val="Normal"/>
    <w:rsid w:val="00A5364A"/>
    <w:pPr>
      <w:ind w:firstLine="0"/>
      <w:jc w:val="right"/>
    </w:pPr>
    <w:rPr>
      <w:szCs w:val="20"/>
    </w:rPr>
  </w:style>
  <w:style w:type="paragraph" w:customStyle="1" w:styleId="DroiteRetraitGauche1X">
    <w:name w:val="DroiteRetraitGauche1X"/>
    <w:basedOn w:val="Droite"/>
    <w:next w:val="Normal"/>
    <w:rsid w:val="00A5364A"/>
    <w:pPr>
      <w:ind w:left="680"/>
    </w:pPr>
  </w:style>
  <w:style w:type="paragraph" w:customStyle="1" w:styleId="DroiteRetraitGauche2X">
    <w:name w:val="DroiteRetraitGauche2X"/>
    <w:basedOn w:val="Droite"/>
    <w:next w:val="Normal"/>
    <w:rsid w:val="00A5364A"/>
    <w:pPr>
      <w:ind w:left="1361"/>
    </w:pPr>
  </w:style>
  <w:style w:type="paragraph" w:customStyle="1" w:styleId="DroiteRetraitGauche3X">
    <w:name w:val="DroiteRetraitGauche3X"/>
    <w:basedOn w:val="Droite"/>
    <w:next w:val="Normal"/>
    <w:rsid w:val="00A5364A"/>
    <w:pPr>
      <w:ind w:left="2041"/>
    </w:pPr>
  </w:style>
  <w:style w:type="paragraph" w:customStyle="1" w:styleId="DroiteRetraitGauche4X">
    <w:name w:val="DroiteRetraitGauche4X"/>
    <w:basedOn w:val="Droite"/>
    <w:next w:val="Normal"/>
    <w:rsid w:val="00A5364A"/>
    <w:pPr>
      <w:ind w:left="2722"/>
    </w:pPr>
  </w:style>
  <w:style w:type="paragraph" w:customStyle="1" w:styleId="Taille-1RetraitGauche1X">
    <w:name w:val="Taille-1RetraitGauche1X"/>
    <w:basedOn w:val="Taille-1Normal"/>
    <w:rsid w:val="00A5364A"/>
    <w:pPr>
      <w:ind w:left="680"/>
    </w:pPr>
    <w:rPr>
      <w:szCs w:val="20"/>
    </w:rPr>
  </w:style>
  <w:style w:type="paragraph" w:customStyle="1" w:styleId="Taille-1RetraitGauche2X">
    <w:name w:val="Taille-1RetraitGauche2X"/>
    <w:basedOn w:val="Taille-1Normal"/>
    <w:rsid w:val="00A5364A"/>
    <w:pPr>
      <w:ind w:left="1361"/>
    </w:pPr>
    <w:rPr>
      <w:szCs w:val="20"/>
    </w:rPr>
  </w:style>
  <w:style w:type="paragraph" w:customStyle="1" w:styleId="Taille-1RetraitGauche3X">
    <w:name w:val="Taille-1RetraitGauche3X"/>
    <w:basedOn w:val="Taille-1Normal"/>
    <w:rsid w:val="00A5364A"/>
    <w:pPr>
      <w:ind w:left="2041"/>
    </w:pPr>
    <w:rPr>
      <w:szCs w:val="20"/>
    </w:rPr>
  </w:style>
  <w:style w:type="paragraph" w:customStyle="1" w:styleId="Taille-1RetraitGauche1XIndent0">
    <w:name w:val="Taille-1RetraitGauche1XIndent0"/>
    <w:basedOn w:val="Taille-1RetraitGauche1X"/>
    <w:rsid w:val="00A5364A"/>
    <w:pPr>
      <w:ind w:firstLine="0"/>
    </w:pPr>
  </w:style>
  <w:style w:type="paragraph" w:customStyle="1" w:styleId="Taille-1RetraitGauche2XIndent0">
    <w:name w:val="Taille-1RetraitGauche2XIndent0"/>
    <w:basedOn w:val="Taille-1RetraitGauche2X"/>
    <w:rsid w:val="00A5364A"/>
    <w:pPr>
      <w:ind w:firstLine="0"/>
    </w:pPr>
  </w:style>
  <w:style w:type="paragraph" w:customStyle="1" w:styleId="Taille-1RetraitGauche3XIndent0">
    <w:name w:val="Taille-1RetraitGauche3XIndent0"/>
    <w:basedOn w:val="Taille-1RetraitGauche3X"/>
    <w:rsid w:val="00A5364A"/>
    <w:pPr>
      <w:ind w:firstLine="0"/>
    </w:pPr>
  </w:style>
  <w:style w:type="paragraph" w:customStyle="1" w:styleId="Taille-1RetraitGauche4XIndent0">
    <w:name w:val="Taille-1RetraitGauche4XIndent0"/>
    <w:basedOn w:val="Taille-1Normal"/>
    <w:rsid w:val="00A5364A"/>
    <w:pPr>
      <w:ind w:left="2722" w:firstLine="0"/>
    </w:pPr>
    <w:rPr>
      <w:szCs w:val="20"/>
    </w:rPr>
  </w:style>
  <w:style w:type="paragraph" w:customStyle="1" w:styleId="NormalRetraitGauche1X">
    <w:name w:val="NormalRetraitGauche1X"/>
    <w:basedOn w:val="Normal"/>
    <w:rsid w:val="00A5364A"/>
    <w:pPr>
      <w:ind w:left="680"/>
    </w:pPr>
    <w:rPr>
      <w:szCs w:val="20"/>
    </w:rPr>
  </w:style>
  <w:style w:type="paragraph" w:customStyle="1" w:styleId="NormalRetraitGauche2X">
    <w:name w:val="NormalRetraitGauche2X"/>
    <w:basedOn w:val="Normal"/>
    <w:rsid w:val="00A5364A"/>
    <w:pPr>
      <w:ind w:left="1361"/>
    </w:pPr>
    <w:rPr>
      <w:szCs w:val="20"/>
    </w:rPr>
  </w:style>
  <w:style w:type="paragraph" w:customStyle="1" w:styleId="NormalRetraitGauche3X">
    <w:name w:val="NormalRetraitGauche3X"/>
    <w:basedOn w:val="Normal"/>
    <w:rsid w:val="00A5364A"/>
    <w:pPr>
      <w:ind w:left="2041"/>
    </w:pPr>
    <w:rPr>
      <w:szCs w:val="20"/>
    </w:rPr>
  </w:style>
  <w:style w:type="paragraph" w:customStyle="1" w:styleId="NormalRetraitGauche1XIndent0">
    <w:name w:val="NormalRetraitGauche1XIndent0"/>
    <w:basedOn w:val="NormalRetraitGauche1X"/>
    <w:rsid w:val="00A5364A"/>
    <w:pPr>
      <w:ind w:firstLine="0"/>
    </w:pPr>
  </w:style>
  <w:style w:type="paragraph" w:customStyle="1" w:styleId="NormalRetraitGauche2XIndent0">
    <w:name w:val="NormalRetraitGauche2XIndent0"/>
    <w:basedOn w:val="NormalRetraitGauche2X"/>
    <w:rsid w:val="00A5364A"/>
    <w:pPr>
      <w:ind w:firstLine="0"/>
    </w:pPr>
  </w:style>
  <w:style w:type="paragraph" w:customStyle="1" w:styleId="NormalRetraitGauche3XIndent0">
    <w:name w:val="NormalRetraitGauche3XIndent0"/>
    <w:basedOn w:val="NormalRetraitGauche3X"/>
    <w:rsid w:val="00A5364A"/>
    <w:pPr>
      <w:ind w:firstLine="0"/>
    </w:pPr>
  </w:style>
  <w:style w:type="paragraph" w:customStyle="1" w:styleId="NormalRetraitGauche4XIndent0">
    <w:name w:val="NormalRetraitGauche4XIndent0"/>
    <w:basedOn w:val="Normal"/>
    <w:rsid w:val="00A5364A"/>
    <w:pPr>
      <w:ind w:left="2722" w:firstLine="0"/>
    </w:pPr>
    <w:rPr>
      <w:szCs w:val="20"/>
    </w:rPr>
  </w:style>
  <w:style w:type="paragraph" w:styleId="Notedefin">
    <w:name w:val="endnote text"/>
    <w:basedOn w:val="Taille-1Normal"/>
    <w:link w:val="NotedefinCar"/>
    <w:uiPriority w:val="99"/>
    <w:semiHidden/>
    <w:unhideWhenUsed/>
    <w:qFormat/>
    <w:rsid w:val="00A5364A"/>
    <w:rPr>
      <w:szCs w:val="20"/>
      <w:lang w:val="x-none" w:eastAsia="x-none"/>
    </w:rPr>
  </w:style>
  <w:style w:type="character" w:customStyle="1" w:styleId="NotedefinCar">
    <w:name w:val="Note de fin Car"/>
    <w:link w:val="Notedefin"/>
    <w:uiPriority w:val="99"/>
    <w:semiHidden/>
    <w:rsid w:val="00A5364A"/>
    <w:rPr>
      <w:rFonts w:ascii="Amasis30" w:hAnsi="Amasis30"/>
      <w:sz w:val="32"/>
      <w:lang w:val="x-none" w:eastAsia="x-none"/>
    </w:rPr>
  </w:style>
  <w:style w:type="character" w:styleId="Appeldenotedefin">
    <w:name w:val="endnote reference"/>
    <w:uiPriority w:val="99"/>
    <w:unhideWhenUsed/>
    <w:qFormat/>
    <w:rsid w:val="00A5364A"/>
    <w:rPr>
      <w:rFonts w:ascii="Amasis30" w:hAnsi="Amasis30"/>
      <w:b/>
      <w:sz w:val="36"/>
      <w:vertAlign w:val="superscript"/>
    </w:rPr>
  </w:style>
  <w:style w:type="paragraph" w:customStyle="1" w:styleId="NormalSuspendu1X">
    <w:name w:val="NormalSuspendu1X"/>
    <w:basedOn w:val="Normal"/>
    <w:rsid w:val="00A5364A"/>
    <w:pPr>
      <w:ind w:left="680" w:hanging="680"/>
    </w:pPr>
    <w:rPr>
      <w:szCs w:val="20"/>
    </w:rPr>
  </w:style>
  <w:style w:type="paragraph" w:customStyle="1" w:styleId="NormalSuspendu1XRetrait1X">
    <w:name w:val="NormalSuspendu1XRetrait1X"/>
    <w:basedOn w:val="Normal"/>
    <w:rsid w:val="00A5364A"/>
    <w:pPr>
      <w:ind w:left="1360" w:hanging="680"/>
    </w:pPr>
  </w:style>
  <w:style w:type="paragraph" w:customStyle="1" w:styleId="NormalEspAvt0EspApr0">
    <w:name w:val="NormalEspAvt0EspApr0"/>
    <w:basedOn w:val="Normal"/>
    <w:rsid w:val="00A5364A"/>
    <w:pPr>
      <w:spacing w:before="0" w:after="0"/>
    </w:pPr>
    <w:rPr>
      <w:szCs w:val="20"/>
    </w:rPr>
  </w:style>
  <w:style w:type="paragraph" w:customStyle="1" w:styleId="NormalSuspendu1XRetrait2X">
    <w:name w:val="NormalSuspendu1XRetrait2X"/>
    <w:basedOn w:val="Normal"/>
    <w:rsid w:val="00A5364A"/>
    <w:pPr>
      <w:ind w:left="2041" w:hanging="680"/>
    </w:pPr>
  </w:style>
  <w:style w:type="paragraph" w:customStyle="1" w:styleId="NormalSuspendu1XRetrait3X">
    <w:name w:val="NormalSuspendu1XRetrait3X"/>
    <w:basedOn w:val="Normal"/>
    <w:rsid w:val="00A5364A"/>
    <w:pPr>
      <w:ind w:left="2721" w:hanging="680"/>
    </w:pPr>
    <w:rPr>
      <w:szCs w:val="20"/>
    </w:rPr>
  </w:style>
  <w:style w:type="paragraph" w:customStyle="1" w:styleId="NormalSuspendu1XRetrait4X">
    <w:name w:val="NormalSuspendu1XRetrait4X"/>
    <w:basedOn w:val="Normal"/>
    <w:rsid w:val="00A5364A"/>
    <w:pPr>
      <w:ind w:left="3402" w:hanging="680"/>
    </w:pPr>
    <w:rPr>
      <w:szCs w:val="20"/>
    </w:rPr>
  </w:style>
  <w:style w:type="character" w:customStyle="1" w:styleId="Taille-1Caracteres">
    <w:name w:val="Taille-1Caracteres"/>
    <w:qFormat/>
    <w:rsid w:val="00A5364A"/>
    <w:rPr>
      <w:sz w:val="32"/>
      <w:szCs w:val="20"/>
    </w:rPr>
  </w:style>
  <w:style w:type="paragraph" w:customStyle="1" w:styleId="Centre">
    <w:name w:val="Centre"/>
    <w:basedOn w:val="Normal"/>
    <w:rsid w:val="005F3F12"/>
    <w:pPr>
      <w:ind w:firstLine="0"/>
      <w:jc w:val="center"/>
    </w:pPr>
  </w:style>
  <w:style w:type="paragraph" w:styleId="Commentaire">
    <w:name w:val="annotation text"/>
    <w:basedOn w:val="Normal"/>
    <w:link w:val="CommentaireCar"/>
    <w:semiHidden/>
    <w:rsid w:val="005F3F12"/>
    <w:rPr>
      <w:sz w:val="20"/>
      <w:szCs w:val="20"/>
      <w:lang w:val="x-none" w:eastAsia="x-none"/>
    </w:rPr>
  </w:style>
  <w:style w:type="paragraph" w:styleId="Textedebulles">
    <w:name w:val="Balloon Text"/>
    <w:basedOn w:val="Normal"/>
    <w:rsid w:val="005F3F12"/>
    <w:rPr>
      <w:rFonts w:ascii="Tahoma" w:hAnsi="Tahoma" w:cs="Tahoma"/>
      <w:sz w:val="16"/>
      <w:szCs w:val="16"/>
    </w:rPr>
  </w:style>
  <w:style w:type="paragraph" w:customStyle="1" w:styleId="Centreitalique">
    <w:name w:val="Centre_italique"/>
    <w:basedOn w:val="Centre"/>
    <w:rsid w:val="005F3F12"/>
    <w:rPr>
      <w:i/>
    </w:rPr>
  </w:style>
  <w:style w:type="paragraph" w:customStyle="1" w:styleId="Droiteitalique">
    <w:name w:val="Droite_italique"/>
    <w:basedOn w:val="Droite"/>
    <w:rsid w:val="005F3F12"/>
    <w:rPr>
      <w:i/>
    </w:rPr>
  </w:style>
  <w:style w:type="character" w:styleId="Marquedecommentaire">
    <w:name w:val="annotation reference"/>
    <w:semiHidden/>
    <w:rsid w:val="005F3F12"/>
    <w:rPr>
      <w:sz w:val="16"/>
      <w:szCs w:val="16"/>
    </w:rPr>
  </w:style>
  <w:style w:type="paragraph" w:styleId="Objetducommentaire">
    <w:name w:val="annotation subject"/>
    <w:basedOn w:val="Commentaire"/>
    <w:next w:val="Commentaire"/>
    <w:link w:val="ObjetducommentaireCar"/>
    <w:uiPriority w:val="99"/>
    <w:semiHidden/>
    <w:unhideWhenUsed/>
    <w:rsid w:val="008D1B83"/>
    <w:rPr>
      <w:b/>
      <w:bCs/>
    </w:rPr>
  </w:style>
  <w:style w:type="character" w:customStyle="1" w:styleId="CommentaireCar">
    <w:name w:val="Commentaire Car"/>
    <w:link w:val="Commentaire"/>
    <w:semiHidden/>
    <w:rsid w:val="008D1B83"/>
    <w:rPr>
      <w:rFonts w:ascii="Georgia" w:hAnsi="Georgia"/>
    </w:rPr>
  </w:style>
  <w:style w:type="character" w:customStyle="1" w:styleId="ObjetducommentaireCar">
    <w:name w:val="Objet du commentaire Car"/>
    <w:link w:val="Objetducommentaire"/>
    <w:uiPriority w:val="99"/>
    <w:semiHidden/>
    <w:rsid w:val="008D1B83"/>
    <w:rPr>
      <w:rFonts w:ascii="Georgia" w:hAnsi="Georgia"/>
      <w:b/>
      <w:bCs/>
    </w:rPr>
  </w:style>
  <w:style w:type="paragraph" w:styleId="Rvision">
    <w:name w:val="Revision"/>
    <w:hidden/>
    <w:uiPriority w:val="99"/>
    <w:semiHidden/>
    <w:rsid w:val="00A5364A"/>
    <w:rPr>
      <w:rFonts w:ascii="Georgia" w:hAnsi="Georgia"/>
      <w:sz w:val="32"/>
      <w:szCs w:val="24"/>
    </w:rPr>
  </w:style>
  <w:style w:type="paragraph" w:customStyle="1" w:styleId="Etoile">
    <w:name w:val="Etoile"/>
    <w:basedOn w:val="Normal"/>
    <w:qFormat/>
    <w:rsid w:val="00A5364A"/>
    <w:pPr>
      <w:ind w:firstLine="0"/>
      <w:jc w:val="center"/>
    </w:pPr>
    <w:rPr>
      <w:b/>
      <w:sz w:val="40"/>
      <w:szCs w:val="28"/>
    </w:rPr>
  </w:style>
  <w:style w:type="paragraph" w:customStyle="1" w:styleId="Taille-1Suspendu1XRetrait1XEsp0">
    <w:name w:val="Taille-1Suspendu1XRetrait1XEsp0"/>
    <w:basedOn w:val="Taille-1RetraitGauche1X"/>
    <w:qFormat/>
    <w:rsid w:val="00A5364A"/>
    <w:pPr>
      <w:spacing w:before="0" w:after="0"/>
      <w:ind w:left="1360" w:hanging="680"/>
    </w:pPr>
  </w:style>
  <w:style w:type="character" w:styleId="Mentionnonrsolue">
    <w:name w:val="Unresolved Mention"/>
    <w:uiPriority w:val="99"/>
    <w:semiHidden/>
    <w:unhideWhenUsed/>
    <w:rsid w:val="00A5364A"/>
    <w:rPr>
      <w:color w:val="605E5C"/>
      <w:shd w:val="clear" w:color="auto" w:fill="E1DFDD"/>
    </w:rPr>
  </w:style>
  <w:style w:type="paragraph" w:customStyle="1" w:styleId="Taille-1Suspendu1XRetrait2XEsp0">
    <w:name w:val="Taille-1Suspendu1XRetrait2XEsp0"/>
    <w:basedOn w:val="Taille-1RetraitGauche2X"/>
    <w:qFormat/>
    <w:rsid w:val="00A5364A"/>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A5364A"/>
    <w:pPr>
      <w:spacing w:before="0" w:after="0"/>
    </w:pPr>
  </w:style>
  <w:style w:type="paragraph" w:customStyle="1" w:styleId="NormalSuspendu1XEsp0">
    <w:name w:val="NormalSuspendu1XEsp0"/>
    <w:basedOn w:val="NormalSuspendu1X"/>
    <w:qFormat/>
    <w:rsid w:val="00A5364A"/>
    <w:pPr>
      <w:spacing w:before="0" w:after="0"/>
    </w:pPr>
  </w:style>
  <w:style w:type="paragraph" w:customStyle="1" w:styleId="NormalSuspendu1XRetrait2XEsp0">
    <w:name w:val="NormalSuspendu1XRetrait2XEsp0"/>
    <w:basedOn w:val="NormalSuspendu1XRetrait2X"/>
    <w:qFormat/>
    <w:rsid w:val="00A5364A"/>
    <w:pPr>
      <w:spacing w:before="0" w:after="0"/>
    </w:pPr>
  </w:style>
  <w:style w:type="paragraph" w:customStyle="1" w:styleId="ParagrapheVideNormal">
    <w:name w:val="ParagrapheVideNormal"/>
    <w:basedOn w:val="Normal"/>
    <w:next w:val="Normal"/>
    <w:qFormat/>
    <w:rsid w:val="00A5364A"/>
  </w:style>
  <w:style w:type="paragraph" w:customStyle="1" w:styleId="ParagrapheVideNormal2">
    <w:name w:val="ParagrapheVideNormal2"/>
    <w:basedOn w:val="ParagrapheVideNormal"/>
    <w:next w:val="Normal"/>
    <w:qFormat/>
    <w:rsid w:val="00A5364A"/>
  </w:style>
  <w:style w:type="paragraph" w:customStyle="1" w:styleId="Image">
    <w:name w:val="Image"/>
    <w:basedOn w:val="Centr"/>
    <w:next w:val="Normal"/>
    <w:qFormat/>
    <w:rsid w:val="00A5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9516A-FD4E-4FE7-910A-B2E719A83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47</TotalTime>
  <Pages>1</Pages>
  <Words>139635</Words>
  <Characters>767993</Characters>
  <Application>Microsoft Office Word</Application>
  <DocSecurity>0</DocSecurity>
  <Lines>6399</Lines>
  <Paragraphs>1811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Zanoni</vt:lpstr>
      <vt:lpstr>ZANONI</vt:lpstr>
    </vt:vector>
  </TitlesOfParts>
  <Company>Ebooks libres et gratuits</Company>
  <LinksUpToDate>false</LinksUpToDate>
  <CharactersWithSpaces>905817</CharactersWithSpaces>
  <SharedDoc>false</SharedDoc>
  <HLinks>
    <vt:vector size="546" baseType="variant">
      <vt:variant>
        <vt:i4>2293820</vt:i4>
      </vt:variant>
      <vt:variant>
        <vt:i4>540</vt:i4>
      </vt:variant>
      <vt:variant>
        <vt:i4>0</vt:i4>
      </vt:variant>
      <vt:variant>
        <vt:i4>5</vt:i4>
      </vt:variant>
      <vt:variant>
        <vt:lpwstr>http://www.ebooksgratuits.com/</vt:lpwstr>
      </vt:variant>
      <vt:variant>
        <vt:lpwstr/>
      </vt:variant>
      <vt:variant>
        <vt:i4>7929972</vt:i4>
      </vt:variant>
      <vt:variant>
        <vt:i4>537</vt:i4>
      </vt:variant>
      <vt:variant>
        <vt:i4>0</vt:i4>
      </vt:variant>
      <vt:variant>
        <vt:i4>5</vt:i4>
      </vt:variant>
      <vt:variant>
        <vt:lpwstr>http://fr.groups.yahoo.com/group/ebooksgratuits</vt:lpwstr>
      </vt:variant>
      <vt:variant>
        <vt:lpwstr/>
      </vt:variant>
      <vt:variant>
        <vt:i4>1572914</vt:i4>
      </vt:variant>
      <vt:variant>
        <vt:i4>530</vt:i4>
      </vt:variant>
      <vt:variant>
        <vt:i4>0</vt:i4>
      </vt:variant>
      <vt:variant>
        <vt:i4>5</vt:i4>
      </vt:variant>
      <vt:variant>
        <vt:lpwstr/>
      </vt:variant>
      <vt:variant>
        <vt:lpwstr>_Toc341391992</vt:lpwstr>
      </vt:variant>
      <vt:variant>
        <vt:i4>1572914</vt:i4>
      </vt:variant>
      <vt:variant>
        <vt:i4>524</vt:i4>
      </vt:variant>
      <vt:variant>
        <vt:i4>0</vt:i4>
      </vt:variant>
      <vt:variant>
        <vt:i4>5</vt:i4>
      </vt:variant>
      <vt:variant>
        <vt:lpwstr/>
      </vt:variant>
      <vt:variant>
        <vt:lpwstr>_Toc341391991</vt:lpwstr>
      </vt:variant>
      <vt:variant>
        <vt:i4>1572914</vt:i4>
      </vt:variant>
      <vt:variant>
        <vt:i4>518</vt:i4>
      </vt:variant>
      <vt:variant>
        <vt:i4>0</vt:i4>
      </vt:variant>
      <vt:variant>
        <vt:i4>5</vt:i4>
      </vt:variant>
      <vt:variant>
        <vt:lpwstr/>
      </vt:variant>
      <vt:variant>
        <vt:lpwstr>_Toc341391990</vt:lpwstr>
      </vt:variant>
      <vt:variant>
        <vt:i4>1638450</vt:i4>
      </vt:variant>
      <vt:variant>
        <vt:i4>512</vt:i4>
      </vt:variant>
      <vt:variant>
        <vt:i4>0</vt:i4>
      </vt:variant>
      <vt:variant>
        <vt:i4>5</vt:i4>
      </vt:variant>
      <vt:variant>
        <vt:lpwstr/>
      </vt:variant>
      <vt:variant>
        <vt:lpwstr>_Toc341391989</vt:lpwstr>
      </vt:variant>
      <vt:variant>
        <vt:i4>1638450</vt:i4>
      </vt:variant>
      <vt:variant>
        <vt:i4>506</vt:i4>
      </vt:variant>
      <vt:variant>
        <vt:i4>0</vt:i4>
      </vt:variant>
      <vt:variant>
        <vt:i4>5</vt:i4>
      </vt:variant>
      <vt:variant>
        <vt:lpwstr/>
      </vt:variant>
      <vt:variant>
        <vt:lpwstr>_Toc341391988</vt:lpwstr>
      </vt:variant>
      <vt:variant>
        <vt:i4>1638450</vt:i4>
      </vt:variant>
      <vt:variant>
        <vt:i4>500</vt:i4>
      </vt:variant>
      <vt:variant>
        <vt:i4>0</vt:i4>
      </vt:variant>
      <vt:variant>
        <vt:i4>5</vt:i4>
      </vt:variant>
      <vt:variant>
        <vt:lpwstr/>
      </vt:variant>
      <vt:variant>
        <vt:lpwstr>_Toc341391987</vt:lpwstr>
      </vt:variant>
      <vt:variant>
        <vt:i4>1638450</vt:i4>
      </vt:variant>
      <vt:variant>
        <vt:i4>494</vt:i4>
      </vt:variant>
      <vt:variant>
        <vt:i4>0</vt:i4>
      </vt:variant>
      <vt:variant>
        <vt:i4>5</vt:i4>
      </vt:variant>
      <vt:variant>
        <vt:lpwstr/>
      </vt:variant>
      <vt:variant>
        <vt:lpwstr>_Toc341391986</vt:lpwstr>
      </vt:variant>
      <vt:variant>
        <vt:i4>1638450</vt:i4>
      </vt:variant>
      <vt:variant>
        <vt:i4>488</vt:i4>
      </vt:variant>
      <vt:variant>
        <vt:i4>0</vt:i4>
      </vt:variant>
      <vt:variant>
        <vt:i4>5</vt:i4>
      </vt:variant>
      <vt:variant>
        <vt:lpwstr/>
      </vt:variant>
      <vt:variant>
        <vt:lpwstr>_Toc341391985</vt:lpwstr>
      </vt:variant>
      <vt:variant>
        <vt:i4>1638450</vt:i4>
      </vt:variant>
      <vt:variant>
        <vt:i4>482</vt:i4>
      </vt:variant>
      <vt:variant>
        <vt:i4>0</vt:i4>
      </vt:variant>
      <vt:variant>
        <vt:i4>5</vt:i4>
      </vt:variant>
      <vt:variant>
        <vt:lpwstr/>
      </vt:variant>
      <vt:variant>
        <vt:lpwstr>_Toc341391984</vt:lpwstr>
      </vt:variant>
      <vt:variant>
        <vt:i4>1638450</vt:i4>
      </vt:variant>
      <vt:variant>
        <vt:i4>476</vt:i4>
      </vt:variant>
      <vt:variant>
        <vt:i4>0</vt:i4>
      </vt:variant>
      <vt:variant>
        <vt:i4>5</vt:i4>
      </vt:variant>
      <vt:variant>
        <vt:lpwstr/>
      </vt:variant>
      <vt:variant>
        <vt:lpwstr>_Toc341391983</vt:lpwstr>
      </vt:variant>
      <vt:variant>
        <vt:i4>1638450</vt:i4>
      </vt:variant>
      <vt:variant>
        <vt:i4>470</vt:i4>
      </vt:variant>
      <vt:variant>
        <vt:i4>0</vt:i4>
      </vt:variant>
      <vt:variant>
        <vt:i4>5</vt:i4>
      </vt:variant>
      <vt:variant>
        <vt:lpwstr/>
      </vt:variant>
      <vt:variant>
        <vt:lpwstr>_Toc341391982</vt:lpwstr>
      </vt:variant>
      <vt:variant>
        <vt:i4>1638450</vt:i4>
      </vt:variant>
      <vt:variant>
        <vt:i4>464</vt:i4>
      </vt:variant>
      <vt:variant>
        <vt:i4>0</vt:i4>
      </vt:variant>
      <vt:variant>
        <vt:i4>5</vt:i4>
      </vt:variant>
      <vt:variant>
        <vt:lpwstr/>
      </vt:variant>
      <vt:variant>
        <vt:lpwstr>_Toc341391981</vt:lpwstr>
      </vt:variant>
      <vt:variant>
        <vt:i4>1638450</vt:i4>
      </vt:variant>
      <vt:variant>
        <vt:i4>458</vt:i4>
      </vt:variant>
      <vt:variant>
        <vt:i4>0</vt:i4>
      </vt:variant>
      <vt:variant>
        <vt:i4>5</vt:i4>
      </vt:variant>
      <vt:variant>
        <vt:lpwstr/>
      </vt:variant>
      <vt:variant>
        <vt:lpwstr>_Toc341391980</vt:lpwstr>
      </vt:variant>
      <vt:variant>
        <vt:i4>1441842</vt:i4>
      </vt:variant>
      <vt:variant>
        <vt:i4>452</vt:i4>
      </vt:variant>
      <vt:variant>
        <vt:i4>0</vt:i4>
      </vt:variant>
      <vt:variant>
        <vt:i4>5</vt:i4>
      </vt:variant>
      <vt:variant>
        <vt:lpwstr/>
      </vt:variant>
      <vt:variant>
        <vt:lpwstr>_Toc341391979</vt:lpwstr>
      </vt:variant>
      <vt:variant>
        <vt:i4>1441842</vt:i4>
      </vt:variant>
      <vt:variant>
        <vt:i4>446</vt:i4>
      </vt:variant>
      <vt:variant>
        <vt:i4>0</vt:i4>
      </vt:variant>
      <vt:variant>
        <vt:i4>5</vt:i4>
      </vt:variant>
      <vt:variant>
        <vt:lpwstr/>
      </vt:variant>
      <vt:variant>
        <vt:lpwstr>_Toc341391978</vt:lpwstr>
      </vt:variant>
      <vt:variant>
        <vt:i4>1441842</vt:i4>
      </vt:variant>
      <vt:variant>
        <vt:i4>440</vt:i4>
      </vt:variant>
      <vt:variant>
        <vt:i4>0</vt:i4>
      </vt:variant>
      <vt:variant>
        <vt:i4>5</vt:i4>
      </vt:variant>
      <vt:variant>
        <vt:lpwstr/>
      </vt:variant>
      <vt:variant>
        <vt:lpwstr>_Toc341391977</vt:lpwstr>
      </vt:variant>
      <vt:variant>
        <vt:i4>1441842</vt:i4>
      </vt:variant>
      <vt:variant>
        <vt:i4>434</vt:i4>
      </vt:variant>
      <vt:variant>
        <vt:i4>0</vt:i4>
      </vt:variant>
      <vt:variant>
        <vt:i4>5</vt:i4>
      </vt:variant>
      <vt:variant>
        <vt:lpwstr/>
      </vt:variant>
      <vt:variant>
        <vt:lpwstr>_Toc341391976</vt:lpwstr>
      </vt:variant>
      <vt:variant>
        <vt:i4>1441842</vt:i4>
      </vt:variant>
      <vt:variant>
        <vt:i4>428</vt:i4>
      </vt:variant>
      <vt:variant>
        <vt:i4>0</vt:i4>
      </vt:variant>
      <vt:variant>
        <vt:i4>5</vt:i4>
      </vt:variant>
      <vt:variant>
        <vt:lpwstr/>
      </vt:variant>
      <vt:variant>
        <vt:lpwstr>_Toc341391975</vt:lpwstr>
      </vt:variant>
      <vt:variant>
        <vt:i4>1441842</vt:i4>
      </vt:variant>
      <vt:variant>
        <vt:i4>422</vt:i4>
      </vt:variant>
      <vt:variant>
        <vt:i4>0</vt:i4>
      </vt:variant>
      <vt:variant>
        <vt:i4>5</vt:i4>
      </vt:variant>
      <vt:variant>
        <vt:lpwstr/>
      </vt:variant>
      <vt:variant>
        <vt:lpwstr>_Toc341391974</vt:lpwstr>
      </vt:variant>
      <vt:variant>
        <vt:i4>1441842</vt:i4>
      </vt:variant>
      <vt:variant>
        <vt:i4>416</vt:i4>
      </vt:variant>
      <vt:variant>
        <vt:i4>0</vt:i4>
      </vt:variant>
      <vt:variant>
        <vt:i4>5</vt:i4>
      </vt:variant>
      <vt:variant>
        <vt:lpwstr/>
      </vt:variant>
      <vt:variant>
        <vt:lpwstr>_Toc341391973</vt:lpwstr>
      </vt:variant>
      <vt:variant>
        <vt:i4>1441842</vt:i4>
      </vt:variant>
      <vt:variant>
        <vt:i4>410</vt:i4>
      </vt:variant>
      <vt:variant>
        <vt:i4>0</vt:i4>
      </vt:variant>
      <vt:variant>
        <vt:i4>5</vt:i4>
      </vt:variant>
      <vt:variant>
        <vt:lpwstr/>
      </vt:variant>
      <vt:variant>
        <vt:lpwstr>_Toc341391972</vt:lpwstr>
      </vt:variant>
      <vt:variant>
        <vt:i4>1441842</vt:i4>
      </vt:variant>
      <vt:variant>
        <vt:i4>404</vt:i4>
      </vt:variant>
      <vt:variant>
        <vt:i4>0</vt:i4>
      </vt:variant>
      <vt:variant>
        <vt:i4>5</vt:i4>
      </vt:variant>
      <vt:variant>
        <vt:lpwstr/>
      </vt:variant>
      <vt:variant>
        <vt:lpwstr>_Toc341391971</vt:lpwstr>
      </vt:variant>
      <vt:variant>
        <vt:i4>1441842</vt:i4>
      </vt:variant>
      <vt:variant>
        <vt:i4>398</vt:i4>
      </vt:variant>
      <vt:variant>
        <vt:i4>0</vt:i4>
      </vt:variant>
      <vt:variant>
        <vt:i4>5</vt:i4>
      </vt:variant>
      <vt:variant>
        <vt:lpwstr/>
      </vt:variant>
      <vt:variant>
        <vt:lpwstr>_Toc341391970</vt:lpwstr>
      </vt:variant>
      <vt:variant>
        <vt:i4>1507378</vt:i4>
      </vt:variant>
      <vt:variant>
        <vt:i4>392</vt:i4>
      </vt:variant>
      <vt:variant>
        <vt:i4>0</vt:i4>
      </vt:variant>
      <vt:variant>
        <vt:i4>5</vt:i4>
      </vt:variant>
      <vt:variant>
        <vt:lpwstr/>
      </vt:variant>
      <vt:variant>
        <vt:lpwstr>_Toc341391969</vt:lpwstr>
      </vt:variant>
      <vt:variant>
        <vt:i4>1507378</vt:i4>
      </vt:variant>
      <vt:variant>
        <vt:i4>386</vt:i4>
      </vt:variant>
      <vt:variant>
        <vt:i4>0</vt:i4>
      </vt:variant>
      <vt:variant>
        <vt:i4>5</vt:i4>
      </vt:variant>
      <vt:variant>
        <vt:lpwstr/>
      </vt:variant>
      <vt:variant>
        <vt:lpwstr>_Toc341391968</vt:lpwstr>
      </vt:variant>
      <vt:variant>
        <vt:i4>1507378</vt:i4>
      </vt:variant>
      <vt:variant>
        <vt:i4>380</vt:i4>
      </vt:variant>
      <vt:variant>
        <vt:i4>0</vt:i4>
      </vt:variant>
      <vt:variant>
        <vt:i4>5</vt:i4>
      </vt:variant>
      <vt:variant>
        <vt:lpwstr/>
      </vt:variant>
      <vt:variant>
        <vt:lpwstr>_Toc341391967</vt:lpwstr>
      </vt:variant>
      <vt:variant>
        <vt:i4>1507378</vt:i4>
      </vt:variant>
      <vt:variant>
        <vt:i4>374</vt:i4>
      </vt:variant>
      <vt:variant>
        <vt:i4>0</vt:i4>
      </vt:variant>
      <vt:variant>
        <vt:i4>5</vt:i4>
      </vt:variant>
      <vt:variant>
        <vt:lpwstr/>
      </vt:variant>
      <vt:variant>
        <vt:lpwstr>_Toc341391966</vt:lpwstr>
      </vt:variant>
      <vt:variant>
        <vt:i4>1507378</vt:i4>
      </vt:variant>
      <vt:variant>
        <vt:i4>368</vt:i4>
      </vt:variant>
      <vt:variant>
        <vt:i4>0</vt:i4>
      </vt:variant>
      <vt:variant>
        <vt:i4>5</vt:i4>
      </vt:variant>
      <vt:variant>
        <vt:lpwstr/>
      </vt:variant>
      <vt:variant>
        <vt:lpwstr>_Toc341391965</vt:lpwstr>
      </vt:variant>
      <vt:variant>
        <vt:i4>1507378</vt:i4>
      </vt:variant>
      <vt:variant>
        <vt:i4>362</vt:i4>
      </vt:variant>
      <vt:variant>
        <vt:i4>0</vt:i4>
      </vt:variant>
      <vt:variant>
        <vt:i4>5</vt:i4>
      </vt:variant>
      <vt:variant>
        <vt:lpwstr/>
      </vt:variant>
      <vt:variant>
        <vt:lpwstr>_Toc341391964</vt:lpwstr>
      </vt:variant>
      <vt:variant>
        <vt:i4>1507378</vt:i4>
      </vt:variant>
      <vt:variant>
        <vt:i4>356</vt:i4>
      </vt:variant>
      <vt:variant>
        <vt:i4>0</vt:i4>
      </vt:variant>
      <vt:variant>
        <vt:i4>5</vt:i4>
      </vt:variant>
      <vt:variant>
        <vt:lpwstr/>
      </vt:variant>
      <vt:variant>
        <vt:lpwstr>_Toc341391963</vt:lpwstr>
      </vt:variant>
      <vt:variant>
        <vt:i4>1507378</vt:i4>
      </vt:variant>
      <vt:variant>
        <vt:i4>350</vt:i4>
      </vt:variant>
      <vt:variant>
        <vt:i4>0</vt:i4>
      </vt:variant>
      <vt:variant>
        <vt:i4>5</vt:i4>
      </vt:variant>
      <vt:variant>
        <vt:lpwstr/>
      </vt:variant>
      <vt:variant>
        <vt:lpwstr>_Toc341391962</vt:lpwstr>
      </vt:variant>
      <vt:variant>
        <vt:i4>1507378</vt:i4>
      </vt:variant>
      <vt:variant>
        <vt:i4>344</vt:i4>
      </vt:variant>
      <vt:variant>
        <vt:i4>0</vt:i4>
      </vt:variant>
      <vt:variant>
        <vt:i4>5</vt:i4>
      </vt:variant>
      <vt:variant>
        <vt:lpwstr/>
      </vt:variant>
      <vt:variant>
        <vt:lpwstr>_Toc341391961</vt:lpwstr>
      </vt:variant>
      <vt:variant>
        <vt:i4>1507378</vt:i4>
      </vt:variant>
      <vt:variant>
        <vt:i4>338</vt:i4>
      </vt:variant>
      <vt:variant>
        <vt:i4>0</vt:i4>
      </vt:variant>
      <vt:variant>
        <vt:i4>5</vt:i4>
      </vt:variant>
      <vt:variant>
        <vt:lpwstr/>
      </vt:variant>
      <vt:variant>
        <vt:lpwstr>_Toc341391960</vt:lpwstr>
      </vt:variant>
      <vt:variant>
        <vt:i4>1310770</vt:i4>
      </vt:variant>
      <vt:variant>
        <vt:i4>332</vt:i4>
      </vt:variant>
      <vt:variant>
        <vt:i4>0</vt:i4>
      </vt:variant>
      <vt:variant>
        <vt:i4>5</vt:i4>
      </vt:variant>
      <vt:variant>
        <vt:lpwstr/>
      </vt:variant>
      <vt:variant>
        <vt:lpwstr>_Toc341391959</vt:lpwstr>
      </vt:variant>
      <vt:variant>
        <vt:i4>1310770</vt:i4>
      </vt:variant>
      <vt:variant>
        <vt:i4>326</vt:i4>
      </vt:variant>
      <vt:variant>
        <vt:i4>0</vt:i4>
      </vt:variant>
      <vt:variant>
        <vt:i4>5</vt:i4>
      </vt:variant>
      <vt:variant>
        <vt:lpwstr/>
      </vt:variant>
      <vt:variant>
        <vt:lpwstr>_Toc341391958</vt:lpwstr>
      </vt:variant>
      <vt:variant>
        <vt:i4>1310770</vt:i4>
      </vt:variant>
      <vt:variant>
        <vt:i4>320</vt:i4>
      </vt:variant>
      <vt:variant>
        <vt:i4>0</vt:i4>
      </vt:variant>
      <vt:variant>
        <vt:i4>5</vt:i4>
      </vt:variant>
      <vt:variant>
        <vt:lpwstr/>
      </vt:variant>
      <vt:variant>
        <vt:lpwstr>_Toc341391957</vt:lpwstr>
      </vt:variant>
      <vt:variant>
        <vt:i4>1310770</vt:i4>
      </vt:variant>
      <vt:variant>
        <vt:i4>314</vt:i4>
      </vt:variant>
      <vt:variant>
        <vt:i4>0</vt:i4>
      </vt:variant>
      <vt:variant>
        <vt:i4>5</vt:i4>
      </vt:variant>
      <vt:variant>
        <vt:lpwstr/>
      </vt:variant>
      <vt:variant>
        <vt:lpwstr>_Toc341391956</vt:lpwstr>
      </vt:variant>
      <vt:variant>
        <vt:i4>1310770</vt:i4>
      </vt:variant>
      <vt:variant>
        <vt:i4>308</vt:i4>
      </vt:variant>
      <vt:variant>
        <vt:i4>0</vt:i4>
      </vt:variant>
      <vt:variant>
        <vt:i4>5</vt:i4>
      </vt:variant>
      <vt:variant>
        <vt:lpwstr/>
      </vt:variant>
      <vt:variant>
        <vt:lpwstr>_Toc341391955</vt:lpwstr>
      </vt:variant>
      <vt:variant>
        <vt:i4>1310770</vt:i4>
      </vt:variant>
      <vt:variant>
        <vt:i4>302</vt:i4>
      </vt:variant>
      <vt:variant>
        <vt:i4>0</vt:i4>
      </vt:variant>
      <vt:variant>
        <vt:i4>5</vt:i4>
      </vt:variant>
      <vt:variant>
        <vt:lpwstr/>
      </vt:variant>
      <vt:variant>
        <vt:lpwstr>_Toc341391954</vt:lpwstr>
      </vt:variant>
      <vt:variant>
        <vt:i4>1310770</vt:i4>
      </vt:variant>
      <vt:variant>
        <vt:i4>296</vt:i4>
      </vt:variant>
      <vt:variant>
        <vt:i4>0</vt:i4>
      </vt:variant>
      <vt:variant>
        <vt:i4>5</vt:i4>
      </vt:variant>
      <vt:variant>
        <vt:lpwstr/>
      </vt:variant>
      <vt:variant>
        <vt:lpwstr>_Toc341391953</vt:lpwstr>
      </vt:variant>
      <vt:variant>
        <vt:i4>1310770</vt:i4>
      </vt:variant>
      <vt:variant>
        <vt:i4>290</vt:i4>
      </vt:variant>
      <vt:variant>
        <vt:i4>0</vt:i4>
      </vt:variant>
      <vt:variant>
        <vt:i4>5</vt:i4>
      </vt:variant>
      <vt:variant>
        <vt:lpwstr/>
      </vt:variant>
      <vt:variant>
        <vt:lpwstr>_Toc341391952</vt:lpwstr>
      </vt:variant>
      <vt:variant>
        <vt:i4>1310770</vt:i4>
      </vt:variant>
      <vt:variant>
        <vt:i4>284</vt:i4>
      </vt:variant>
      <vt:variant>
        <vt:i4>0</vt:i4>
      </vt:variant>
      <vt:variant>
        <vt:i4>5</vt:i4>
      </vt:variant>
      <vt:variant>
        <vt:lpwstr/>
      </vt:variant>
      <vt:variant>
        <vt:lpwstr>_Toc341391951</vt:lpwstr>
      </vt:variant>
      <vt:variant>
        <vt:i4>1310770</vt:i4>
      </vt:variant>
      <vt:variant>
        <vt:i4>278</vt:i4>
      </vt:variant>
      <vt:variant>
        <vt:i4>0</vt:i4>
      </vt:variant>
      <vt:variant>
        <vt:i4>5</vt:i4>
      </vt:variant>
      <vt:variant>
        <vt:lpwstr/>
      </vt:variant>
      <vt:variant>
        <vt:lpwstr>_Toc341391950</vt:lpwstr>
      </vt:variant>
      <vt:variant>
        <vt:i4>1376306</vt:i4>
      </vt:variant>
      <vt:variant>
        <vt:i4>272</vt:i4>
      </vt:variant>
      <vt:variant>
        <vt:i4>0</vt:i4>
      </vt:variant>
      <vt:variant>
        <vt:i4>5</vt:i4>
      </vt:variant>
      <vt:variant>
        <vt:lpwstr/>
      </vt:variant>
      <vt:variant>
        <vt:lpwstr>_Toc341391949</vt:lpwstr>
      </vt:variant>
      <vt:variant>
        <vt:i4>1376306</vt:i4>
      </vt:variant>
      <vt:variant>
        <vt:i4>266</vt:i4>
      </vt:variant>
      <vt:variant>
        <vt:i4>0</vt:i4>
      </vt:variant>
      <vt:variant>
        <vt:i4>5</vt:i4>
      </vt:variant>
      <vt:variant>
        <vt:lpwstr/>
      </vt:variant>
      <vt:variant>
        <vt:lpwstr>_Toc341391948</vt:lpwstr>
      </vt:variant>
      <vt:variant>
        <vt:i4>1376306</vt:i4>
      </vt:variant>
      <vt:variant>
        <vt:i4>260</vt:i4>
      </vt:variant>
      <vt:variant>
        <vt:i4>0</vt:i4>
      </vt:variant>
      <vt:variant>
        <vt:i4>5</vt:i4>
      </vt:variant>
      <vt:variant>
        <vt:lpwstr/>
      </vt:variant>
      <vt:variant>
        <vt:lpwstr>_Toc341391947</vt:lpwstr>
      </vt:variant>
      <vt:variant>
        <vt:i4>1376306</vt:i4>
      </vt:variant>
      <vt:variant>
        <vt:i4>254</vt:i4>
      </vt:variant>
      <vt:variant>
        <vt:i4>0</vt:i4>
      </vt:variant>
      <vt:variant>
        <vt:i4>5</vt:i4>
      </vt:variant>
      <vt:variant>
        <vt:lpwstr/>
      </vt:variant>
      <vt:variant>
        <vt:lpwstr>_Toc341391946</vt:lpwstr>
      </vt:variant>
      <vt:variant>
        <vt:i4>1376306</vt:i4>
      </vt:variant>
      <vt:variant>
        <vt:i4>248</vt:i4>
      </vt:variant>
      <vt:variant>
        <vt:i4>0</vt:i4>
      </vt:variant>
      <vt:variant>
        <vt:i4>5</vt:i4>
      </vt:variant>
      <vt:variant>
        <vt:lpwstr/>
      </vt:variant>
      <vt:variant>
        <vt:lpwstr>_Toc341391945</vt:lpwstr>
      </vt:variant>
      <vt:variant>
        <vt:i4>1376306</vt:i4>
      </vt:variant>
      <vt:variant>
        <vt:i4>242</vt:i4>
      </vt:variant>
      <vt:variant>
        <vt:i4>0</vt:i4>
      </vt:variant>
      <vt:variant>
        <vt:i4>5</vt:i4>
      </vt:variant>
      <vt:variant>
        <vt:lpwstr/>
      </vt:variant>
      <vt:variant>
        <vt:lpwstr>_Toc341391944</vt:lpwstr>
      </vt:variant>
      <vt:variant>
        <vt:i4>1376306</vt:i4>
      </vt:variant>
      <vt:variant>
        <vt:i4>236</vt:i4>
      </vt:variant>
      <vt:variant>
        <vt:i4>0</vt:i4>
      </vt:variant>
      <vt:variant>
        <vt:i4>5</vt:i4>
      </vt:variant>
      <vt:variant>
        <vt:lpwstr/>
      </vt:variant>
      <vt:variant>
        <vt:lpwstr>_Toc341391943</vt:lpwstr>
      </vt:variant>
      <vt:variant>
        <vt:i4>1376306</vt:i4>
      </vt:variant>
      <vt:variant>
        <vt:i4>230</vt:i4>
      </vt:variant>
      <vt:variant>
        <vt:i4>0</vt:i4>
      </vt:variant>
      <vt:variant>
        <vt:i4>5</vt:i4>
      </vt:variant>
      <vt:variant>
        <vt:lpwstr/>
      </vt:variant>
      <vt:variant>
        <vt:lpwstr>_Toc341391942</vt:lpwstr>
      </vt:variant>
      <vt:variant>
        <vt:i4>1376306</vt:i4>
      </vt:variant>
      <vt:variant>
        <vt:i4>224</vt:i4>
      </vt:variant>
      <vt:variant>
        <vt:i4>0</vt:i4>
      </vt:variant>
      <vt:variant>
        <vt:i4>5</vt:i4>
      </vt:variant>
      <vt:variant>
        <vt:lpwstr/>
      </vt:variant>
      <vt:variant>
        <vt:lpwstr>_Toc341391941</vt:lpwstr>
      </vt:variant>
      <vt:variant>
        <vt:i4>1376306</vt:i4>
      </vt:variant>
      <vt:variant>
        <vt:i4>218</vt:i4>
      </vt:variant>
      <vt:variant>
        <vt:i4>0</vt:i4>
      </vt:variant>
      <vt:variant>
        <vt:i4>5</vt:i4>
      </vt:variant>
      <vt:variant>
        <vt:lpwstr/>
      </vt:variant>
      <vt:variant>
        <vt:lpwstr>_Toc341391940</vt:lpwstr>
      </vt:variant>
      <vt:variant>
        <vt:i4>1179698</vt:i4>
      </vt:variant>
      <vt:variant>
        <vt:i4>212</vt:i4>
      </vt:variant>
      <vt:variant>
        <vt:i4>0</vt:i4>
      </vt:variant>
      <vt:variant>
        <vt:i4>5</vt:i4>
      </vt:variant>
      <vt:variant>
        <vt:lpwstr/>
      </vt:variant>
      <vt:variant>
        <vt:lpwstr>_Toc341391939</vt:lpwstr>
      </vt:variant>
      <vt:variant>
        <vt:i4>1179698</vt:i4>
      </vt:variant>
      <vt:variant>
        <vt:i4>206</vt:i4>
      </vt:variant>
      <vt:variant>
        <vt:i4>0</vt:i4>
      </vt:variant>
      <vt:variant>
        <vt:i4>5</vt:i4>
      </vt:variant>
      <vt:variant>
        <vt:lpwstr/>
      </vt:variant>
      <vt:variant>
        <vt:lpwstr>_Toc341391938</vt:lpwstr>
      </vt:variant>
      <vt:variant>
        <vt:i4>1179698</vt:i4>
      </vt:variant>
      <vt:variant>
        <vt:i4>200</vt:i4>
      </vt:variant>
      <vt:variant>
        <vt:i4>0</vt:i4>
      </vt:variant>
      <vt:variant>
        <vt:i4>5</vt:i4>
      </vt:variant>
      <vt:variant>
        <vt:lpwstr/>
      </vt:variant>
      <vt:variant>
        <vt:lpwstr>_Toc341391937</vt:lpwstr>
      </vt:variant>
      <vt:variant>
        <vt:i4>1179698</vt:i4>
      </vt:variant>
      <vt:variant>
        <vt:i4>194</vt:i4>
      </vt:variant>
      <vt:variant>
        <vt:i4>0</vt:i4>
      </vt:variant>
      <vt:variant>
        <vt:i4>5</vt:i4>
      </vt:variant>
      <vt:variant>
        <vt:lpwstr/>
      </vt:variant>
      <vt:variant>
        <vt:lpwstr>_Toc341391936</vt:lpwstr>
      </vt:variant>
      <vt:variant>
        <vt:i4>1179698</vt:i4>
      </vt:variant>
      <vt:variant>
        <vt:i4>188</vt:i4>
      </vt:variant>
      <vt:variant>
        <vt:i4>0</vt:i4>
      </vt:variant>
      <vt:variant>
        <vt:i4>5</vt:i4>
      </vt:variant>
      <vt:variant>
        <vt:lpwstr/>
      </vt:variant>
      <vt:variant>
        <vt:lpwstr>_Toc341391935</vt:lpwstr>
      </vt:variant>
      <vt:variant>
        <vt:i4>1179698</vt:i4>
      </vt:variant>
      <vt:variant>
        <vt:i4>182</vt:i4>
      </vt:variant>
      <vt:variant>
        <vt:i4>0</vt:i4>
      </vt:variant>
      <vt:variant>
        <vt:i4>5</vt:i4>
      </vt:variant>
      <vt:variant>
        <vt:lpwstr/>
      </vt:variant>
      <vt:variant>
        <vt:lpwstr>_Toc341391934</vt:lpwstr>
      </vt:variant>
      <vt:variant>
        <vt:i4>1179698</vt:i4>
      </vt:variant>
      <vt:variant>
        <vt:i4>176</vt:i4>
      </vt:variant>
      <vt:variant>
        <vt:i4>0</vt:i4>
      </vt:variant>
      <vt:variant>
        <vt:i4>5</vt:i4>
      </vt:variant>
      <vt:variant>
        <vt:lpwstr/>
      </vt:variant>
      <vt:variant>
        <vt:lpwstr>_Toc341391933</vt:lpwstr>
      </vt:variant>
      <vt:variant>
        <vt:i4>1179698</vt:i4>
      </vt:variant>
      <vt:variant>
        <vt:i4>170</vt:i4>
      </vt:variant>
      <vt:variant>
        <vt:i4>0</vt:i4>
      </vt:variant>
      <vt:variant>
        <vt:i4>5</vt:i4>
      </vt:variant>
      <vt:variant>
        <vt:lpwstr/>
      </vt:variant>
      <vt:variant>
        <vt:lpwstr>_Toc341391932</vt:lpwstr>
      </vt:variant>
      <vt:variant>
        <vt:i4>1179698</vt:i4>
      </vt:variant>
      <vt:variant>
        <vt:i4>164</vt:i4>
      </vt:variant>
      <vt:variant>
        <vt:i4>0</vt:i4>
      </vt:variant>
      <vt:variant>
        <vt:i4>5</vt:i4>
      </vt:variant>
      <vt:variant>
        <vt:lpwstr/>
      </vt:variant>
      <vt:variant>
        <vt:lpwstr>_Toc341391931</vt:lpwstr>
      </vt:variant>
      <vt:variant>
        <vt:i4>1179698</vt:i4>
      </vt:variant>
      <vt:variant>
        <vt:i4>158</vt:i4>
      </vt:variant>
      <vt:variant>
        <vt:i4>0</vt:i4>
      </vt:variant>
      <vt:variant>
        <vt:i4>5</vt:i4>
      </vt:variant>
      <vt:variant>
        <vt:lpwstr/>
      </vt:variant>
      <vt:variant>
        <vt:lpwstr>_Toc341391930</vt:lpwstr>
      </vt:variant>
      <vt:variant>
        <vt:i4>1245234</vt:i4>
      </vt:variant>
      <vt:variant>
        <vt:i4>152</vt:i4>
      </vt:variant>
      <vt:variant>
        <vt:i4>0</vt:i4>
      </vt:variant>
      <vt:variant>
        <vt:i4>5</vt:i4>
      </vt:variant>
      <vt:variant>
        <vt:lpwstr/>
      </vt:variant>
      <vt:variant>
        <vt:lpwstr>_Toc341391929</vt:lpwstr>
      </vt:variant>
      <vt:variant>
        <vt:i4>1245234</vt:i4>
      </vt:variant>
      <vt:variant>
        <vt:i4>146</vt:i4>
      </vt:variant>
      <vt:variant>
        <vt:i4>0</vt:i4>
      </vt:variant>
      <vt:variant>
        <vt:i4>5</vt:i4>
      </vt:variant>
      <vt:variant>
        <vt:lpwstr/>
      </vt:variant>
      <vt:variant>
        <vt:lpwstr>_Toc341391928</vt:lpwstr>
      </vt:variant>
      <vt:variant>
        <vt:i4>1245234</vt:i4>
      </vt:variant>
      <vt:variant>
        <vt:i4>140</vt:i4>
      </vt:variant>
      <vt:variant>
        <vt:i4>0</vt:i4>
      </vt:variant>
      <vt:variant>
        <vt:i4>5</vt:i4>
      </vt:variant>
      <vt:variant>
        <vt:lpwstr/>
      </vt:variant>
      <vt:variant>
        <vt:lpwstr>_Toc341391927</vt:lpwstr>
      </vt:variant>
      <vt:variant>
        <vt:i4>1245234</vt:i4>
      </vt:variant>
      <vt:variant>
        <vt:i4>134</vt:i4>
      </vt:variant>
      <vt:variant>
        <vt:i4>0</vt:i4>
      </vt:variant>
      <vt:variant>
        <vt:i4>5</vt:i4>
      </vt:variant>
      <vt:variant>
        <vt:lpwstr/>
      </vt:variant>
      <vt:variant>
        <vt:lpwstr>_Toc341391926</vt:lpwstr>
      </vt:variant>
      <vt:variant>
        <vt:i4>1245234</vt:i4>
      </vt:variant>
      <vt:variant>
        <vt:i4>128</vt:i4>
      </vt:variant>
      <vt:variant>
        <vt:i4>0</vt:i4>
      </vt:variant>
      <vt:variant>
        <vt:i4>5</vt:i4>
      </vt:variant>
      <vt:variant>
        <vt:lpwstr/>
      </vt:variant>
      <vt:variant>
        <vt:lpwstr>_Toc341391925</vt:lpwstr>
      </vt:variant>
      <vt:variant>
        <vt:i4>1245234</vt:i4>
      </vt:variant>
      <vt:variant>
        <vt:i4>122</vt:i4>
      </vt:variant>
      <vt:variant>
        <vt:i4>0</vt:i4>
      </vt:variant>
      <vt:variant>
        <vt:i4>5</vt:i4>
      </vt:variant>
      <vt:variant>
        <vt:lpwstr/>
      </vt:variant>
      <vt:variant>
        <vt:lpwstr>_Toc341391924</vt:lpwstr>
      </vt:variant>
      <vt:variant>
        <vt:i4>1245234</vt:i4>
      </vt:variant>
      <vt:variant>
        <vt:i4>116</vt:i4>
      </vt:variant>
      <vt:variant>
        <vt:i4>0</vt:i4>
      </vt:variant>
      <vt:variant>
        <vt:i4>5</vt:i4>
      </vt:variant>
      <vt:variant>
        <vt:lpwstr/>
      </vt:variant>
      <vt:variant>
        <vt:lpwstr>_Toc341391923</vt:lpwstr>
      </vt:variant>
      <vt:variant>
        <vt:i4>1245234</vt:i4>
      </vt:variant>
      <vt:variant>
        <vt:i4>110</vt:i4>
      </vt:variant>
      <vt:variant>
        <vt:i4>0</vt:i4>
      </vt:variant>
      <vt:variant>
        <vt:i4>5</vt:i4>
      </vt:variant>
      <vt:variant>
        <vt:lpwstr/>
      </vt:variant>
      <vt:variant>
        <vt:lpwstr>_Toc341391922</vt:lpwstr>
      </vt:variant>
      <vt:variant>
        <vt:i4>1245234</vt:i4>
      </vt:variant>
      <vt:variant>
        <vt:i4>104</vt:i4>
      </vt:variant>
      <vt:variant>
        <vt:i4>0</vt:i4>
      </vt:variant>
      <vt:variant>
        <vt:i4>5</vt:i4>
      </vt:variant>
      <vt:variant>
        <vt:lpwstr/>
      </vt:variant>
      <vt:variant>
        <vt:lpwstr>_Toc341391921</vt:lpwstr>
      </vt:variant>
      <vt:variant>
        <vt:i4>1245234</vt:i4>
      </vt:variant>
      <vt:variant>
        <vt:i4>98</vt:i4>
      </vt:variant>
      <vt:variant>
        <vt:i4>0</vt:i4>
      </vt:variant>
      <vt:variant>
        <vt:i4>5</vt:i4>
      </vt:variant>
      <vt:variant>
        <vt:lpwstr/>
      </vt:variant>
      <vt:variant>
        <vt:lpwstr>_Toc341391920</vt:lpwstr>
      </vt:variant>
      <vt:variant>
        <vt:i4>1048626</vt:i4>
      </vt:variant>
      <vt:variant>
        <vt:i4>92</vt:i4>
      </vt:variant>
      <vt:variant>
        <vt:i4>0</vt:i4>
      </vt:variant>
      <vt:variant>
        <vt:i4>5</vt:i4>
      </vt:variant>
      <vt:variant>
        <vt:lpwstr/>
      </vt:variant>
      <vt:variant>
        <vt:lpwstr>_Toc341391919</vt:lpwstr>
      </vt:variant>
      <vt:variant>
        <vt:i4>1048626</vt:i4>
      </vt:variant>
      <vt:variant>
        <vt:i4>86</vt:i4>
      </vt:variant>
      <vt:variant>
        <vt:i4>0</vt:i4>
      </vt:variant>
      <vt:variant>
        <vt:i4>5</vt:i4>
      </vt:variant>
      <vt:variant>
        <vt:lpwstr/>
      </vt:variant>
      <vt:variant>
        <vt:lpwstr>_Toc341391918</vt:lpwstr>
      </vt:variant>
      <vt:variant>
        <vt:i4>1048626</vt:i4>
      </vt:variant>
      <vt:variant>
        <vt:i4>80</vt:i4>
      </vt:variant>
      <vt:variant>
        <vt:i4>0</vt:i4>
      </vt:variant>
      <vt:variant>
        <vt:i4>5</vt:i4>
      </vt:variant>
      <vt:variant>
        <vt:lpwstr/>
      </vt:variant>
      <vt:variant>
        <vt:lpwstr>_Toc341391917</vt:lpwstr>
      </vt:variant>
      <vt:variant>
        <vt:i4>1048626</vt:i4>
      </vt:variant>
      <vt:variant>
        <vt:i4>74</vt:i4>
      </vt:variant>
      <vt:variant>
        <vt:i4>0</vt:i4>
      </vt:variant>
      <vt:variant>
        <vt:i4>5</vt:i4>
      </vt:variant>
      <vt:variant>
        <vt:lpwstr/>
      </vt:variant>
      <vt:variant>
        <vt:lpwstr>_Toc341391916</vt:lpwstr>
      </vt:variant>
      <vt:variant>
        <vt:i4>1048626</vt:i4>
      </vt:variant>
      <vt:variant>
        <vt:i4>68</vt:i4>
      </vt:variant>
      <vt:variant>
        <vt:i4>0</vt:i4>
      </vt:variant>
      <vt:variant>
        <vt:i4>5</vt:i4>
      </vt:variant>
      <vt:variant>
        <vt:lpwstr/>
      </vt:variant>
      <vt:variant>
        <vt:lpwstr>_Toc341391915</vt:lpwstr>
      </vt:variant>
      <vt:variant>
        <vt:i4>1048626</vt:i4>
      </vt:variant>
      <vt:variant>
        <vt:i4>62</vt:i4>
      </vt:variant>
      <vt:variant>
        <vt:i4>0</vt:i4>
      </vt:variant>
      <vt:variant>
        <vt:i4>5</vt:i4>
      </vt:variant>
      <vt:variant>
        <vt:lpwstr/>
      </vt:variant>
      <vt:variant>
        <vt:lpwstr>_Toc341391914</vt:lpwstr>
      </vt:variant>
      <vt:variant>
        <vt:i4>1048626</vt:i4>
      </vt:variant>
      <vt:variant>
        <vt:i4>56</vt:i4>
      </vt:variant>
      <vt:variant>
        <vt:i4>0</vt:i4>
      </vt:variant>
      <vt:variant>
        <vt:i4>5</vt:i4>
      </vt:variant>
      <vt:variant>
        <vt:lpwstr/>
      </vt:variant>
      <vt:variant>
        <vt:lpwstr>_Toc341391913</vt:lpwstr>
      </vt:variant>
      <vt:variant>
        <vt:i4>1048626</vt:i4>
      </vt:variant>
      <vt:variant>
        <vt:i4>50</vt:i4>
      </vt:variant>
      <vt:variant>
        <vt:i4>0</vt:i4>
      </vt:variant>
      <vt:variant>
        <vt:i4>5</vt:i4>
      </vt:variant>
      <vt:variant>
        <vt:lpwstr/>
      </vt:variant>
      <vt:variant>
        <vt:lpwstr>_Toc341391912</vt:lpwstr>
      </vt:variant>
      <vt:variant>
        <vt:i4>1048626</vt:i4>
      </vt:variant>
      <vt:variant>
        <vt:i4>44</vt:i4>
      </vt:variant>
      <vt:variant>
        <vt:i4>0</vt:i4>
      </vt:variant>
      <vt:variant>
        <vt:i4>5</vt:i4>
      </vt:variant>
      <vt:variant>
        <vt:lpwstr/>
      </vt:variant>
      <vt:variant>
        <vt:lpwstr>_Toc341391911</vt:lpwstr>
      </vt:variant>
      <vt:variant>
        <vt:i4>1048626</vt:i4>
      </vt:variant>
      <vt:variant>
        <vt:i4>38</vt:i4>
      </vt:variant>
      <vt:variant>
        <vt:i4>0</vt:i4>
      </vt:variant>
      <vt:variant>
        <vt:i4>5</vt:i4>
      </vt:variant>
      <vt:variant>
        <vt:lpwstr/>
      </vt:variant>
      <vt:variant>
        <vt:lpwstr>_Toc341391910</vt:lpwstr>
      </vt:variant>
      <vt:variant>
        <vt:i4>1114162</vt:i4>
      </vt:variant>
      <vt:variant>
        <vt:i4>32</vt:i4>
      </vt:variant>
      <vt:variant>
        <vt:i4>0</vt:i4>
      </vt:variant>
      <vt:variant>
        <vt:i4>5</vt:i4>
      </vt:variant>
      <vt:variant>
        <vt:lpwstr/>
      </vt:variant>
      <vt:variant>
        <vt:lpwstr>_Toc341391909</vt:lpwstr>
      </vt:variant>
      <vt:variant>
        <vt:i4>1114162</vt:i4>
      </vt:variant>
      <vt:variant>
        <vt:i4>26</vt:i4>
      </vt:variant>
      <vt:variant>
        <vt:i4>0</vt:i4>
      </vt:variant>
      <vt:variant>
        <vt:i4>5</vt:i4>
      </vt:variant>
      <vt:variant>
        <vt:lpwstr/>
      </vt:variant>
      <vt:variant>
        <vt:lpwstr>_Toc341391908</vt:lpwstr>
      </vt:variant>
      <vt:variant>
        <vt:i4>1114162</vt:i4>
      </vt:variant>
      <vt:variant>
        <vt:i4>20</vt:i4>
      </vt:variant>
      <vt:variant>
        <vt:i4>0</vt:i4>
      </vt:variant>
      <vt:variant>
        <vt:i4>5</vt:i4>
      </vt:variant>
      <vt:variant>
        <vt:lpwstr/>
      </vt:variant>
      <vt:variant>
        <vt:lpwstr>_Toc341391907</vt:lpwstr>
      </vt:variant>
      <vt:variant>
        <vt:i4>1114162</vt:i4>
      </vt:variant>
      <vt:variant>
        <vt:i4>14</vt:i4>
      </vt:variant>
      <vt:variant>
        <vt:i4>0</vt:i4>
      </vt:variant>
      <vt:variant>
        <vt:i4>5</vt:i4>
      </vt:variant>
      <vt:variant>
        <vt:lpwstr/>
      </vt:variant>
      <vt:variant>
        <vt:lpwstr>_Toc341391906</vt:lpwstr>
      </vt:variant>
      <vt:variant>
        <vt:i4>1114162</vt:i4>
      </vt:variant>
      <vt:variant>
        <vt:i4>8</vt:i4>
      </vt:variant>
      <vt:variant>
        <vt:i4>0</vt:i4>
      </vt:variant>
      <vt:variant>
        <vt:i4>5</vt:i4>
      </vt:variant>
      <vt:variant>
        <vt:lpwstr/>
      </vt:variant>
      <vt:variant>
        <vt:lpwstr>_Toc341391905</vt:lpwstr>
      </vt:variant>
      <vt:variant>
        <vt:i4>1114162</vt:i4>
      </vt:variant>
      <vt:variant>
        <vt:i4>2</vt:i4>
      </vt:variant>
      <vt:variant>
        <vt:i4>0</vt:i4>
      </vt:variant>
      <vt:variant>
        <vt:i4>5</vt:i4>
      </vt:variant>
      <vt:variant>
        <vt:lpwstr/>
      </vt:variant>
      <vt:variant>
        <vt:lpwstr>_Toc341391904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Zanoni</dc:title>
  <dc:subject>Romans</dc:subject>
  <dc:creator>Sir Edward George Earle Bulwer-Lytton</dc:creator>
  <cp:keywords/>
  <dc:description>Comment les destins d'une jeune italienne, d'un musicien exentrique, de l'alchimiste Mejnour, d'une jeune calabraise, d'un peintre arriviste, de René Dumas, Maximilien Robespierre et de Zanoni, personnage énigmatique faisant penser au comte de St Germain, vont ils pouvoir se croiser?
C'est la trame de ce roman qui nous entraine depuis Naples et le sud de l'Italie jusqu'à la France de la Révolution puis de la Terreur, où se côtoient l'Histoire,l'occultisme, la passion, la perversité, les ambitions et la lâcheté mais également l'idéalisme, la grandeur d'âme, le sacrifice et l'amour.</dc:description>
  <cp:lastModifiedBy>Cool Micro</cp:lastModifiedBy>
  <cp:revision>9</cp:revision>
  <cp:lastPrinted>2025-06-04T19:03:00Z</cp:lastPrinted>
  <dcterms:created xsi:type="dcterms:W3CDTF">2025-06-04T18:17:00Z</dcterms:created>
  <dcterms:modified xsi:type="dcterms:W3CDTF">2025-06-04T19:04:00Z</dcterms:modified>
  <cp:category>Romans</cp:category>
</cp:coreProperties>
</file>